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2DEC5C9" w14:textId="4D03E909" w:rsidR="00AB2DE8" w:rsidRDefault="009A6D1D" w:rsidP="00C90F8D">
      <w:pPr>
        <w:pStyle w:val="Photoauteur"/>
      </w:pPr>
      <w:r>
        <w:drawing>
          <wp:anchor distT="0" distB="0" distL="114935" distR="114935" simplePos="0" relativeHeight="251657728" behindDoc="0" locked="0" layoutInCell="1" allowOverlap="1" wp14:anchorId="09ECB488" wp14:editId="1F1D95AE">
            <wp:simplePos x="0" y="0"/>
            <wp:positionH relativeFrom="page">
              <wp:posOffset>0</wp:posOffset>
            </wp:positionH>
            <wp:positionV relativeFrom="page">
              <wp:posOffset>0</wp:posOffset>
            </wp:positionV>
            <wp:extent cx="1435100" cy="10687050"/>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35100" cy="106870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B26CE2">
        <w:drawing>
          <wp:inline distT="0" distB="0" distL="0" distR="0" wp14:anchorId="5C1268C3" wp14:editId="524C1BBA">
            <wp:extent cx="3750310" cy="5327650"/>
            <wp:effectExtent l="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50310" cy="5327650"/>
                    </a:xfrm>
                    <a:prstGeom prst="rect">
                      <a:avLst/>
                    </a:prstGeom>
                    <a:noFill/>
                    <a:ln>
                      <a:noFill/>
                    </a:ln>
                  </pic:spPr>
                </pic:pic>
              </a:graphicData>
            </a:graphic>
          </wp:inline>
        </w:drawing>
      </w:r>
    </w:p>
    <w:p w14:paraId="57566691" w14:textId="77777777" w:rsidR="00AB2DE8" w:rsidRDefault="00AB2DE8">
      <w:pPr>
        <w:pStyle w:val="Auteur"/>
      </w:pPr>
      <w:bookmarkStart w:id="0" w:name="bookmark0"/>
      <w:bookmarkEnd w:id="0"/>
      <w:r>
        <w:t>Pierre Benoit</w:t>
      </w:r>
    </w:p>
    <w:p w14:paraId="22B9A80B" w14:textId="77777777" w:rsidR="00C90F8D" w:rsidRDefault="00AB2DE8">
      <w:pPr>
        <w:pStyle w:val="Titrelivre"/>
      </w:pPr>
      <w:r>
        <w:t>LE SOLEIL DE MINUIT</w:t>
      </w:r>
    </w:p>
    <w:p w14:paraId="3DAC4F03" w14:textId="3EBAE395" w:rsidR="00C90F8D" w:rsidRDefault="00C90F8D" w:rsidP="00C90F8D">
      <w:pPr>
        <w:pStyle w:val="DateSortie"/>
      </w:pPr>
      <w:r>
        <w:t>(</w:t>
      </w:r>
      <w:r w:rsidR="00AB2DE8">
        <w:t>1930</w:t>
      </w:r>
      <w:r>
        <w:t>)</w:t>
      </w:r>
    </w:p>
    <w:p w14:paraId="57062082" w14:textId="4F4FA651" w:rsidR="00AB2DE8" w:rsidRDefault="00AB2DE8">
      <w:pPr>
        <w:sectPr w:rsidR="00AB2DE8">
          <w:pgSz w:w="11906" w:h="16838"/>
          <w:pgMar w:top="604" w:right="0" w:bottom="604" w:left="0" w:header="0" w:footer="0" w:gutter="0"/>
          <w:cols w:space="720"/>
          <w:docGrid w:linePitch="600" w:charSpace="16384"/>
        </w:sectPr>
      </w:pPr>
    </w:p>
    <w:p w14:paraId="211A0CBF" w14:textId="77777777" w:rsidR="00AB2DE8" w:rsidRDefault="00AB2DE8" w:rsidP="00C90F8D">
      <w:pPr>
        <w:pStyle w:val="Titretablematires"/>
      </w:pPr>
      <w:r>
        <w:lastRenderedPageBreak/>
        <w:t>Table des matières</w:t>
      </w:r>
    </w:p>
    <w:p w14:paraId="7F67B5FA" w14:textId="77777777" w:rsidR="00AB2DE8" w:rsidRDefault="00AB2DE8"/>
    <w:p w14:paraId="4E80FC99" w14:textId="36ADDE5B" w:rsidR="002230A3" w:rsidRDefault="00AB2DE8">
      <w:pPr>
        <w:pStyle w:val="TM1"/>
        <w:rPr>
          <w:rFonts w:asciiTheme="minorHAnsi" w:eastAsiaTheme="minorEastAsia" w:hAnsiTheme="minorHAnsi" w:cstheme="minorBidi"/>
          <w:bCs w:val="0"/>
          <w:iCs w:val="0"/>
          <w:color w:val="auto"/>
          <w:kern w:val="2"/>
          <w:sz w:val="24"/>
          <w:szCs w:val="24"/>
          <w14:ligatures w14:val="standardContextual"/>
        </w:rPr>
      </w:pPr>
      <w:r>
        <w:fldChar w:fldCharType="begin"/>
      </w:r>
      <w:r>
        <w:instrText xml:space="preserve"> TOC \o "1-3" \h \z </w:instrText>
      </w:r>
      <w:r>
        <w:fldChar w:fldCharType="separate"/>
      </w:r>
      <w:hyperlink w:anchor="_Toc194755373" w:history="1">
        <w:r w:rsidR="002230A3" w:rsidRPr="00721DA3">
          <w:rPr>
            <w:rStyle w:val="Lienhypertexte"/>
          </w:rPr>
          <w:t>I</w:t>
        </w:r>
        <w:r w:rsidR="002230A3">
          <w:rPr>
            <w:webHidden/>
          </w:rPr>
          <w:tab/>
        </w:r>
        <w:r w:rsidR="002230A3">
          <w:rPr>
            <w:webHidden/>
          </w:rPr>
          <w:fldChar w:fldCharType="begin"/>
        </w:r>
        <w:r w:rsidR="002230A3">
          <w:rPr>
            <w:webHidden/>
          </w:rPr>
          <w:instrText xml:space="preserve"> PAGEREF _Toc194755373 \h </w:instrText>
        </w:r>
        <w:r w:rsidR="002230A3">
          <w:rPr>
            <w:webHidden/>
          </w:rPr>
        </w:r>
        <w:r w:rsidR="002230A3">
          <w:rPr>
            <w:webHidden/>
          </w:rPr>
          <w:fldChar w:fldCharType="separate"/>
        </w:r>
        <w:r w:rsidR="00F36CCD">
          <w:rPr>
            <w:webHidden/>
          </w:rPr>
          <w:t>5</w:t>
        </w:r>
        <w:r w:rsidR="002230A3">
          <w:rPr>
            <w:webHidden/>
          </w:rPr>
          <w:fldChar w:fldCharType="end"/>
        </w:r>
      </w:hyperlink>
    </w:p>
    <w:p w14:paraId="4567566B" w14:textId="4671D79A" w:rsidR="002230A3" w:rsidRDefault="002230A3">
      <w:pPr>
        <w:pStyle w:val="TM1"/>
        <w:rPr>
          <w:rFonts w:asciiTheme="minorHAnsi" w:eastAsiaTheme="minorEastAsia" w:hAnsiTheme="minorHAnsi" w:cstheme="minorBidi"/>
          <w:bCs w:val="0"/>
          <w:iCs w:val="0"/>
          <w:color w:val="auto"/>
          <w:kern w:val="2"/>
          <w:sz w:val="24"/>
          <w:szCs w:val="24"/>
          <w14:ligatures w14:val="standardContextual"/>
        </w:rPr>
      </w:pPr>
      <w:hyperlink w:anchor="_Toc194755374" w:history="1">
        <w:r w:rsidRPr="00721DA3">
          <w:rPr>
            <w:rStyle w:val="Lienhypertexte"/>
          </w:rPr>
          <w:t>II</w:t>
        </w:r>
        <w:r>
          <w:rPr>
            <w:webHidden/>
          </w:rPr>
          <w:tab/>
        </w:r>
        <w:r>
          <w:rPr>
            <w:webHidden/>
          </w:rPr>
          <w:fldChar w:fldCharType="begin"/>
        </w:r>
        <w:r>
          <w:rPr>
            <w:webHidden/>
          </w:rPr>
          <w:instrText xml:space="preserve"> PAGEREF _Toc194755374 \h </w:instrText>
        </w:r>
        <w:r>
          <w:rPr>
            <w:webHidden/>
          </w:rPr>
        </w:r>
        <w:r>
          <w:rPr>
            <w:webHidden/>
          </w:rPr>
          <w:fldChar w:fldCharType="separate"/>
        </w:r>
        <w:r w:rsidR="00F36CCD">
          <w:rPr>
            <w:webHidden/>
          </w:rPr>
          <w:t>19</w:t>
        </w:r>
        <w:r>
          <w:rPr>
            <w:webHidden/>
          </w:rPr>
          <w:fldChar w:fldCharType="end"/>
        </w:r>
      </w:hyperlink>
    </w:p>
    <w:p w14:paraId="286B22BC" w14:textId="1182AD2F" w:rsidR="002230A3" w:rsidRDefault="002230A3">
      <w:pPr>
        <w:pStyle w:val="TM1"/>
        <w:rPr>
          <w:rFonts w:asciiTheme="minorHAnsi" w:eastAsiaTheme="minorEastAsia" w:hAnsiTheme="minorHAnsi" w:cstheme="minorBidi"/>
          <w:bCs w:val="0"/>
          <w:iCs w:val="0"/>
          <w:color w:val="auto"/>
          <w:kern w:val="2"/>
          <w:sz w:val="24"/>
          <w:szCs w:val="24"/>
          <w14:ligatures w14:val="standardContextual"/>
        </w:rPr>
      </w:pPr>
      <w:hyperlink w:anchor="_Toc194755375" w:history="1">
        <w:r w:rsidRPr="00721DA3">
          <w:rPr>
            <w:rStyle w:val="Lienhypertexte"/>
          </w:rPr>
          <w:t>III</w:t>
        </w:r>
        <w:r>
          <w:rPr>
            <w:webHidden/>
          </w:rPr>
          <w:tab/>
        </w:r>
        <w:r>
          <w:rPr>
            <w:webHidden/>
          </w:rPr>
          <w:fldChar w:fldCharType="begin"/>
        </w:r>
        <w:r>
          <w:rPr>
            <w:webHidden/>
          </w:rPr>
          <w:instrText xml:space="preserve"> PAGEREF _Toc194755375 \h </w:instrText>
        </w:r>
        <w:r>
          <w:rPr>
            <w:webHidden/>
          </w:rPr>
        </w:r>
        <w:r>
          <w:rPr>
            <w:webHidden/>
          </w:rPr>
          <w:fldChar w:fldCharType="separate"/>
        </w:r>
        <w:r w:rsidR="00F36CCD">
          <w:rPr>
            <w:webHidden/>
          </w:rPr>
          <w:t>33</w:t>
        </w:r>
        <w:r>
          <w:rPr>
            <w:webHidden/>
          </w:rPr>
          <w:fldChar w:fldCharType="end"/>
        </w:r>
      </w:hyperlink>
    </w:p>
    <w:p w14:paraId="3120544C" w14:textId="2E4A5193" w:rsidR="002230A3" w:rsidRDefault="002230A3">
      <w:pPr>
        <w:pStyle w:val="TM1"/>
        <w:rPr>
          <w:rFonts w:asciiTheme="minorHAnsi" w:eastAsiaTheme="minorEastAsia" w:hAnsiTheme="minorHAnsi" w:cstheme="minorBidi"/>
          <w:bCs w:val="0"/>
          <w:iCs w:val="0"/>
          <w:color w:val="auto"/>
          <w:kern w:val="2"/>
          <w:sz w:val="24"/>
          <w:szCs w:val="24"/>
          <w14:ligatures w14:val="standardContextual"/>
        </w:rPr>
      </w:pPr>
      <w:hyperlink w:anchor="_Toc194755376" w:history="1">
        <w:r w:rsidRPr="00721DA3">
          <w:rPr>
            <w:rStyle w:val="Lienhypertexte"/>
          </w:rPr>
          <w:t>IV</w:t>
        </w:r>
        <w:r>
          <w:rPr>
            <w:webHidden/>
          </w:rPr>
          <w:tab/>
        </w:r>
        <w:r>
          <w:rPr>
            <w:webHidden/>
          </w:rPr>
          <w:fldChar w:fldCharType="begin"/>
        </w:r>
        <w:r>
          <w:rPr>
            <w:webHidden/>
          </w:rPr>
          <w:instrText xml:space="preserve"> PAGEREF _Toc194755376 \h </w:instrText>
        </w:r>
        <w:r>
          <w:rPr>
            <w:webHidden/>
          </w:rPr>
        </w:r>
        <w:r>
          <w:rPr>
            <w:webHidden/>
          </w:rPr>
          <w:fldChar w:fldCharType="separate"/>
        </w:r>
        <w:r w:rsidR="00F36CCD">
          <w:rPr>
            <w:webHidden/>
          </w:rPr>
          <w:t>47</w:t>
        </w:r>
        <w:r>
          <w:rPr>
            <w:webHidden/>
          </w:rPr>
          <w:fldChar w:fldCharType="end"/>
        </w:r>
      </w:hyperlink>
    </w:p>
    <w:p w14:paraId="404EC4D2" w14:textId="4637F5C3" w:rsidR="002230A3" w:rsidRDefault="002230A3">
      <w:pPr>
        <w:pStyle w:val="TM1"/>
        <w:rPr>
          <w:rFonts w:asciiTheme="minorHAnsi" w:eastAsiaTheme="minorEastAsia" w:hAnsiTheme="minorHAnsi" w:cstheme="minorBidi"/>
          <w:bCs w:val="0"/>
          <w:iCs w:val="0"/>
          <w:color w:val="auto"/>
          <w:kern w:val="2"/>
          <w:sz w:val="24"/>
          <w:szCs w:val="24"/>
          <w14:ligatures w14:val="standardContextual"/>
        </w:rPr>
      </w:pPr>
      <w:hyperlink w:anchor="_Toc194755377" w:history="1">
        <w:r w:rsidRPr="00721DA3">
          <w:rPr>
            <w:rStyle w:val="Lienhypertexte"/>
            <w:rFonts w:eastAsia="Georgia"/>
          </w:rPr>
          <w:t>V</w:t>
        </w:r>
        <w:r>
          <w:rPr>
            <w:webHidden/>
          </w:rPr>
          <w:tab/>
        </w:r>
        <w:r>
          <w:rPr>
            <w:webHidden/>
          </w:rPr>
          <w:fldChar w:fldCharType="begin"/>
        </w:r>
        <w:r>
          <w:rPr>
            <w:webHidden/>
          </w:rPr>
          <w:instrText xml:space="preserve"> PAGEREF _Toc194755377 \h </w:instrText>
        </w:r>
        <w:r>
          <w:rPr>
            <w:webHidden/>
          </w:rPr>
        </w:r>
        <w:r>
          <w:rPr>
            <w:webHidden/>
          </w:rPr>
          <w:fldChar w:fldCharType="separate"/>
        </w:r>
        <w:r w:rsidR="00F36CCD">
          <w:rPr>
            <w:webHidden/>
          </w:rPr>
          <w:t>62</w:t>
        </w:r>
        <w:r>
          <w:rPr>
            <w:webHidden/>
          </w:rPr>
          <w:fldChar w:fldCharType="end"/>
        </w:r>
      </w:hyperlink>
    </w:p>
    <w:p w14:paraId="28E184A2" w14:textId="7239EAEB" w:rsidR="002230A3" w:rsidRDefault="002230A3">
      <w:pPr>
        <w:pStyle w:val="TM1"/>
        <w:rPr>
          <w:rFonts w:asciiTheme="minorHAnsi" w:eastAsiaTheme="minorEastAsia" w:hAnsiTheme="minorHAnsi" w:cstheme="minorBidi"/>
          <w:bCs w:val="0"/>
          <w:iCs w:val="0"/>
          <w:color w:val="auto"/>
          <w:kern w:val="2"/>
          <w:sz w:val="24"/>
          <w:szCs w:val="24"/>
          <w14:ligatures w14:val="standardContextual"/>
        </w:rPr>
      </w:pPr>
      <w:hyperlink w:anchor="_Toc194755378" w:history="1">
        <w:r w:rsidRPr="00721DA3">
          <w:rPr>
            <w:rStyle w:val="Lienhypertexte"/>
          </w:rPr>
          <w:t>VI</w:t>
        </w:r>
        <w:r>
          <w:rPr>
            <w:webHidden/>
          </w:rPr>
          <w:tab/>
        </w:r>
        <w:r>
          <w:rPr>
            <w:webHidden/>
          </w:rPr>
          <w:fldChar w:fldCharType="begin"/>
        </w:r>
        <w:r>
          <w:rPr>
            <w:webHidden/>
          </w:rPr>
          <w:instrText xml:space="preserve"> PAGEREF _Toc194755378 \h </w:instrText>
        </w:r>
        <w:r>
          <w:rPr>
            <w:webHidden/>
          </w:rPr>
        </w:r>
        <w:r>
          <w:rPr>
            <w:webHidden/>
          </w:rPr>
          <w:fldChar w:fldCharType="separate"/>
        </w:r>
        <w:r w:rsidR="00F36CCD">
          <w:rPr>
            <w:webHidden/>
          </w:rPr>
          <w:t>77</w:t>
        </w:r>
        <w:r>
          <w:rPr>
            <w:webHidden/>
          </w:rPr>
          <w:fldChar w:fldCharType="end"/>
        </w:r>
      </w:hyperlink>
    </w:p>
    <w:p w14:paraId="6EA9F43E" w14:textId="29BE1D27" w:rsidR="002230A3" w:rsidRDefault="002230A3">
      <w:pPr>
        <w:pStyle w:val="TM1"/>
        <w:rPr>
          <w:rFonts w:asciiTheme="minorHAnsi" w:eastAsiaTheme="minorEastAsia" w:hAnsiTheme="minorHAnsi" w:cstheme="minorBidi"/>
          <w:bCs w:val="0"/>
          <w:iCs w:val="0"/>
          <w:color w:val="auto"/>
          <w:kern w:val="2"/>
          <w:sz w:val="24"/>
          <w:szCs w:val="24"/>
          <w14:ligatures w14:val="standardContextual"/>
        </w:rPr>
      </w:pPr>
      <w:hyperlink w:anchor="_Toc194755379" w:history="1">
        <w:r w:rsidRPr="00721DA3">
          <w:rPr>
            <w:rStyle w:val="Lienhypertexte"/>
          </w:rPr>
          <w:t>VII</w:t>
        </w:r>
        <w:r>
          <w:rPr>
            <w:webHidden/>
          </w:rPr>
          <w:tab/>
        </w:r>
        <w:r>
          <w:rPr>
            <w:webHidden/>
          </w:rPr>
          <w:fldChar w:fldCharType="begin"/>
        </w:r>
        <w:r>
          <w:rPr>
            <w:webHidden/>
          </w:rPr>
          <w:instrText xml:space="preserve"> PAGEREF _Toc194755379 \h </w:instrText>
        </w:r>
        <w:r>
          <w:rPr>
            <w:webHidden/>
          </w:rPr>
        </w:r>
        <w:r>
          <w:rPr>
            <w:webHidden/>
          </w:rPr>
          <w:fldChar w:fldCharType="separate"/>
        </w:r>
        <w:r w:rsidR="00F36CCD">
          <w:rPr>
            <w:webHidden/>
          </w:rPr>
          <w:t>90</w:t>
        </w:r>
        <w:r>
          <w:rPr>
            <w:webHidden/>
          </w:rPr>
          <w:fldChar w:fldCharType="end"/>
        </w:r>
      </w:hyperlink>
    </w:p>
    <w:p w14:paraId="090BF3F9" w14:textId="79D245D6" w:rsidR="002230A3" w:rsidRDefault="002230A3">
      <w:pPr>
        <w:pStyle w:val="TM1"/>
        <w:rPr>
          <w:rFonts w:asciiTheme="minorHAnsi" w:eastAsiaTheme="minorEastAsia" w:hAnsiTheme="minorHAnsi" w:cstheme="minorBidi"/>
          <w:bCs w:val="0"/>
          <w:iCs w:val="0"/>
          <w:color w:val="auto"/>
          <w:kern w:val="2"/>
          <w:sz w:val="24"/>
          <w:szCs w:val="24"/>
          <w14:ligatures w14:val="standardContextual"/>
        </w:rPr>
      </w:pPr>
      <w:hyperlink w:anchor="_Toc194755380" w:history="1">
        <w:r w:rsidRPr="00721DA3">
          <w:rPr>
            <w:rStyle w:val="Lienhypertexte"/>
          </w:rPr>
          <w:t>VIII</w:t>
        </w:r>
        <w:r>
          <w:rPr>
            <w:webHidden/>
          </w:rPr>
          <w:tab/>
        </w:r>
        <w:r>
          <w:rPr>
            <w:webHidden/>
          </w:rPr>
          <w:fldChar w:fldCharType="begin"/>
        </w:r>
        <w:r>
          <w:rPr>
            <w:webHidden/>
          </w:rPr>
          <w:instrText xml:space="preserve"> PAGEREF _Toc194755380 \h </w:instrText>
        </w:r>
        <w:r>
          <w:rPr>
            <w:webHidden/>
          </w:rPr>
        </w:r>
        <w:r>
          <w:rPr>
            <w:webHidden/>
          </w:rPr>
          <w:fldChar w:fldCharType="separate"/>
        </w:r>
        <w:r w:rsidR="00F36CCD">
          <w:rPr>
            <w:webHidden/>
          </w:rPr>
          <w:t>103</w:t>
        </w:r>
        <w:r>
          <w:rPr>
            <w:webHidden/>
          </w:rPr>
          <w:fldChar w:fldCharType="end"/>
        </w:r>
      </w:hyperlink>
    </w:p>
    <w:p w14:paraId="2A9B5E44" w14:textId="0ACE9C44" w:rsidR="002230A3" w:rsidRDefault="002230A3">
      <w:pPr>
        <w:pStyle w:val="TM1"/>
        <w:rPr>
          <w:rFonts w:asciiTheme="minorHAnsi" w:eastAsiaTheme="minorEastAsia" w:hAnsiTheme="minorHAnsi" w:cstheme="minorBidi"/>
          <w:bCs w:val="0"/>
          <w:iCs w:val="0"/>
          <w:color w:val="auto"/>
          <w:kern w:val="2"/>
          <w:sz w:val="24"/>
          <w:szCs w:val="24"/>
          <w14:ligatures w14:val="standardContextual"/>
        </w:rPr>
      </w:pPr>
      <w:hyperlink w:anchor="_Toc194755381" w:history="1">
        <w:r w:rsidRPr="00721DA3">
          <w:rPr>
            <w:rStyle w:val="Lienhypertexte"/>
          </w:rPr>
          <w:t>IX</w:t>
        </w:r>
        <w:r>
          <w:rPr>
            <w:webHidden/>
          </w:rPr>
          <w:tab/>
        </w:r>
        <w:r>
          <w:rPr>
            <w:webHidden/>
          </w:rPr>
          <w:fldChar w:fldCharType="begin"/>
        </w:r>
        <w:r>
          <w:rPr>
            <w:webHidden/>
          </w:rPr>
          <w:instrText xml:space="preserve"> PAGEREF _Toc194755381 \h </w:instrText>
        </w:r>
        <w:r>
          <w:rPr>
            <w:webHidden/>
          </w:rPr>
        </w:r>
        <w:r>
          <w:rPr>
            <w:webHidden/>
          </w:rPr>
          <w:fldChar w:fldCharType="separate"/>
        </w:r>
        <w:r w:rsidR="00F36CCD">
          <w:rPr>
            <w:webHidden/>
          </w:rPr>
          <w:t>117</w:t>
        </w:r>
        <w:r>
          <w:rPr>
            <w:webHidden/>
          </w:rPr>
          <w:fldChar w:fldCharType="end"/>
        </w:r>
      </w:hyperlink>
    </w:p>
    <w:p w14:paraId="257C2322" w14:textId="41F462A2" w:rsidR="002230A3" w:rsidRDefault="002230A3">
      <w:pPr>
        <w:pStyle w:val="TM1"/>
        <w:rPr>
          <w:rFonts w:asciiTheme="minorHAnsi" w:eastAsiaTheme="minorEastAsia" w:hAnsiTheme="minorHAnsi" w:cstheme="minorBidi"/>
          <w:bCs w:val="0"/>
          <w:iCs w:val="0"/>
          <w:color w:val="auto"/>
          <w:kern w:val="2"/>
          <w:sz w:val="24"/>
          <w:szCs w:val="24"/>
          <w14:ligatures w14:val="standardContextual"/>
        </w:rPr>
      </w:pPr>
      <w:hyperlink w:anchor="_Toc194755382" w:history="1">
        <w:r w:rsidRPr="00721DA3">
          <w:rPr>
            <w:rStyle w:val="Lienhypertexte"/>
          </w:rPr>
          <w:t>X</w:t>
        </w:r>
        <w:r>
          <w:rPr>
            <w:webHidden/>
          </w:rPr>
          <w:tab/>
        </w:r>
        <w:r>
          <w:rPr>
            <w:webHidden/>
          </w:rPr>
          <w:fldChar w:fldCharType="begin"/>
        </w:r>
        <w:r>
          <w:rPr>
            <w:webHidden/>
          </w:rPr>
          <w:instrText xml:space="preserve"> PAGEREF _Toc194755382 \h </w:instrText>
        </w:r>
        <w:r>
          <w:rPr>
            <w:webHidden/>
          </w:rPr>
        </w:r>
        <w:r>
          <w:rPr>
            <w:webHidden/>
          </w:rPr>
          <w:fldChar w:fldCharType="separate"/>
        </w:r>
        <w:r w:rsidR="00F36CCD">
          <w:rPr>
            <w:webHidden/>
          </w:rPr>
          <w:t>132</w:t>
        </w:r>
        <w:r>
          <w:rPr>
            <w:webHidden/>
          </w:rPr>
          <w:fldChar w:fldCharType="end"/>
        </w:r>
      </w:hyperlink>
    </w:p>
    <w:p w14:paraId="265C8D52" w14:textId="4CE41261" w:rsidR="002230A3" w:rsidRDefault="002230A3">
      <w:pPr>
        <w:pStyle w:val="TM1"/>
        <w:rPr>
          <w:rFonts w:asciiTheme="minorHAnsi" w:eastAsiaTheme="minorEastAsia" w:hAnsiTheme="minorHAnsi" w:cstheme="minorBidi"/>
          <w:bCs w:val="0"/>
          <w:iCs w:val="0"/>
          <w:color w:val="auto"/>
          <w:kern w:val="2"/>
          <w:sz w:val="24"/>
          <w:szCs w:val="24"/>
          <w14:ligatures w14:val="standardContextual"/>
        </w:rPr>
      </w:pPr>
      <w:hyperlink w:anchor="_Toc194755383" w:history="1">
        <w:r w:rsidRPr="00721DA3">
          <w:rPr>
            <w:rStyle w:val="Lienhypertexte"/>
          </w:rPr>
          <w:t>XI</w:t>
        </w:r>
        <w:r>
          <w:rPr>
            <w:webHidden/>
          </w:rPr>
          <w:tab/>
        </w:r>
        <w:r>
          <w:rPr>
            <w:webHidden/>
          </w:rPr>
          <w:fldChar w:fldCharType="begin"/>
        </w:r>
        <w:r>
          <w:rPr>
            <w:webHidden/>
          </w:rPr>
          <w:instrText xml:space="preserve"> PAGEREF _Toc194755383 \h </w:instrText>
        </w:r>
        <w:r>
          <w:rPr>
            <w:webHidden/>
          </w:rPr>
        </w:r>
        <w:r>
          <w:rPr>
            <w:webHidden/>
          </w:rPr>
          <w:fldChar w:fldCharType="separate"/>
        </w:r>
        <w:r w:rsidR="00F36CCD">
          <w:rPr>
            <w:webHidden/>
          </w:rPr>
          <w:t>147</w:t>
        </w:r>
        <w:r>
          <w:rPr>
            <w:webHidden/>
          </w:rPr>
          <w:fldChar w:fldCharType="end"/>
        </w:r>
      </w:hyperlink>
    </w:p>
    <w:p w14:paraId="47A63E95" w14:textId="32E5CBE1" w:rsidR="002230A3" w:rsidRDefault="002230A3">
      <w:pPr>
        <w:pStyle w:val="TM1"/>
        <w:rPr>
          <w:rFonts w:asciiTheme="minorHAnsi" w:eastAsiaTheme="minorEastAsia" w:hAnsiTheme="minorHAnsi" w:cstheme="minorBidi"/>
          <w:bCs w:val="0"/>
          <w:iCs w:val="0"/>
          <w:color w:val="auto"/>
          <w:kern w:val="2"/>
          <w:sz w:val="24"/>
          <w:szCs w:val="24"/>
          <w14:ligatures w14:val="standardContextual"/>
        </w:rPr>
      </w:pPr>
      <w:hyperlink w:anchor="_Toc194755384" w:history="1">
        <w:r w:rsidRPr="00721DA3">
          <w:rPr>
            <w:rStyle w:val="Lienhypertexte"/>
          </w:rPr>
          <w:t>XII</w:t>
        </w:r>
        <w:r>
          <w:rPr>
            <w:webHidden/>
          </w:rPr>
          <w:tab/>
        </w:r>
        <w:r>
          <w:rPr>
            <w:webHidden/>
          </w:rPr>
          <w:fldChar w:fldCharType="begin"/>
        </w:r>
        <w:r>
          <w:rPr>
            <w:webHidden/>
          </w:rPr>
          <w:instrText xml:space="preserve"> PAGEREF _Toc194755384 \h </w:instrText>
        </w:r>
        <w:r>
          <w:rPr>
            <w:webHidden/>
          </w:rPr>
        </w:r>
        <w:r>
          <w:rPr>
            <w:webHidden/>
          </w:rPr>
          <w:fldChar w:fldCharType="separate"/>
        </w:r>
        <w:r w:rsidR="00F36CCD">
          <w:rPr>
            <w:webHidden/>
          </w:rPr>
          <w:t>161</w:t>
        </w:r>
        <w:r>
          <w:rPr>
            <w:webHidden/>
          </w:rPr>
          <w:fldChar w:fldCharType="end"/>
        </w:r>
      </w:hyperlink>
    </w:p>
    <w:p w14:paraId="4FBBB205" w14:textId="7491C9F2" w:rsidR="002230A3" w:rsidRDefault="002230A3">
      <w:pPr>
        <w:pStyle w:val="TM1"/>
        <w:rPr>
          <w:rFonts w:asciiTheme="minorHAnsi" w:eastAsiaTheme="minorEastAsia" w:hAnsiTheme="minorHAnsi" w:cstheme="minorBidi"/>
          <w:bCs w:val="0"/>
          <w:iCs w:val="0"/>
          <w:color w:val="auto"/>
          <w:kern w:val="2"/>
          <w:sz w:val="24"/>
          <w:szCs w:val="24"/>
          <w14:ligatures w14:val="standardContextual"/>
        </w:rPr>
      </w:pPr>
      <w:hyperlink w:anchor="_Toc194755385" w:history="1">
        <w:r w:rsidRPr="00721DA3">
          <w:rPr>
            <w:rStyle w:val="Lienhypertexte"/>
            <w:rFonts w:eastAsia="Georgia"/>
          </w:rPr>
          <w:t>XIII</w:t>
        </w:r>
        <w:r>
          <w:rPr>
            <w:webHidden/>
          </w:rPr>
          <w:tab/>
        </w:r>
        <w:r>
          <w:rPr>
            <w:webHidden/>
          </w:rPr>
          <w:fldChar w:fldCharType="begin"/>
        </w:r>
        <w:r>
          <w:rPr>
            <w:webHidden/>
          </w:rPr>
          <w:instrText xml:space="preserve"> PAGEREF _Toc194755385 \h </w:instrText>
        </w:r>
        <w:r>
          <w:rPr>
            <w:webHidden/>
          </w:rPr>
        </w:r>
        <w:r>
          <w:rPr>
            <w:webHidden/>
          </w:rPr>
          <w:fldChar w:fldCharType="separate"/>
        </w:r>
        <w:r w:rsidR="00F36CCD">
          <w:rPr>
            <w:webHidden/>
          </w:rPr>
          <w:t>175</w:t>
        </w:r>
        <w:r>
          <w:rPr>
            <w:webHidden/>
          </w:rPr>
          <w:fldChar w:fldCharType="end"/>
        </w:r>
      </w:hyperlink>
    </w:p>
    <w:p w14:paraId="6EA94620" w14:textId="6AF934EC" w:rsidR="002230A3" w:rsidRDefault="002230A3">
      <w:pPr>
        <w:pStyle w:val="TM1"/>
        <w:rPr>
          <w:rFonts w:asciiTheme="minorHAnsi" w:eastAsiaTheme="minorEastAsia" w:hAnsiTheme="minorHAnsi" w:cstheme="minorBidi"/>
          <w:bCs w:val="0"/>
          <w:iCs w:val="0"/>
          <w:color w:val="auto"/>
          <w:kern w:val="2"/>
          <w:sz w:val="24"/>
          <w:szCs w:val="24"/>
          <w14:ligatures w14:val="standardContextual"/>
        </w:rPr>
      </w:pPr>
      <w:hyperlink w:anchor="_Toc194755386" w:history="1">
        <w:r w:rsidRPr="00721DA3">
          <w:rPr>
            <w:rStyle w:val="Lienhypertexte"/>
            <w:rFonts w:eastAsia="Georgia"/>
          </w:rPr>
          <w:t>XIV</w:t>
        </w:r>
        <w:r>
          <w:rPr>
            <w:webHidden/>
          </w:rPr>
          <w:tab/>
        </w:r>
        <w:r>
          <w:rPr>
            <w:webHidden/>
          </w:rPr>
          <w:fldChar w:fldCharType="begin"/>
        </w:r>
        <w:r>
          <w:rPr>
            <w:webHidden/>
          </w:rPr>
          <w:instrText xml:space="preserve"> PAGEREF _Toc194755386 \h </w:instrText>
        </w:r>
        <w:r>
          <w:rPr>
            <w:webHidden/>
          </w:rPr>
        </w:r>
        <w:r>
          <w:rPr>
            <w:webHidden/>
          </w:rPr>
          <w:fldChar w:fldCharType="separate"/>
        </w:r>
        <w:r w:rsidR="00F36CCD">
          <w:rPr>
            <w:webHidden/>
          </w:rPr>
          <w:t>190</w:t>
        </w:r>
        <w:r>
          <w:rPr>
            <w:webHidden/>
          </w:rPr>
          <w:fldChar w:fldCharType="end"/>
        </w:r>
      </w:hyperlink>
    </w:p>
    <w:p w14:paraId="6EF4316F" w14:textId="6B76AA59" w:rsidR="002230A3" w:rsidRDefault="002230A3">
      <w:pPr>
        <w:pStyle w:val="TM1"/>
        <w:rPr>
          <w:rFonts w:asciiTheme="minorHAnsi" w:eastAsiaTheme="minorEastAsia" w:hAnsiTheme="minorHAnsi" w:cstheme="minorBidi"/>
          <w:bCs w:val="0"/>
          <w:iCs w:val="0"/>
          <w:color w:val="auto"/>
          <w:kern w:val="2"/>
          <w:sz w:val="24"/>
          <w:szCs w:val="24"/>
          <w14:ligatures w14:val="standardContextual"/>
        </w:rPr>
      </w:pPr>
      <w:hyperlink w:anchor="_Toc194755387" w:history="1">
        <w:r w:rsidRPr="00721DA3">
          <w:rPr>
            <w:rStyle w:val="Lienhypertexte"/>
          </w:rPr>
          <w:t>XV</w:t>
        </w:r>
        <w:r>
          <w:rPr>
            <w:webHidden/>
          </w:rPr>
          <w:tab/>
        </w:r>
        <w:r>
          <w:rPr>
            <w:webHidden/>
          </w:rPr>
          <w:fldChar w:fldCharType="begin"/>
        </w:r>
        <w:r>
          <w:rPr>
            <w:webHidden/>
          </w:rPr>
          <w:instrText xml:space="preserve"> PAGEREF _Toc194755387 \h </w:instrText>
        </w:r>
        <w:r>
          <w:rPr>
            <w:webHidden/>
          </w:rPr>
        </w:r>
        <w:r>
          <w:rPr>
            <w:webHidden/>
          </w:rPr>
          <w:fldChar w:fldCharType="separate"/>
        </w:r>
        <w:r w:rsidR="00F36CCD">
          <w:rPr>
            <w:webHidden/>
          </w:rPr>
          <w:t>204</w:t>
        </w:r>
        <w:r>
          <w:rPr>
            <w:webHidden/>
          </w:rPr>
          <w:fldChar w:fldCharType="end"/>
        </w:r>
      </w:hyperlink>
    </w:p>
    <w:p w14:paraId="29195A40" w14:textId="2B7DB00A" w:rsidR="002230A3" w:rsidRDefault="002230A3">
      <w:pPr>
        <w:pStyle w:val="TM1"/>
        <w:rPr>
          <w:rFonts w:asciiTheme="minorHAnsi" w:eastAsiaTheme="minorEastAsia" w:hAnsiTheme="minorHAnsi" w:cstheme="minorBidi"/>
          <w:bCs w:val="0"/>
          <w:iCs w:val="0"/>
          <w:color w:val="auto"/>
          <w:kern w:val="2"/>
          <w:sz w:val="24"/>
          <w:szCs w:val="24"/>
          <w14:ligatures w14:val="standardContextual"/>
        </w:rPr>
      </w:pPr>
      <w:hyperlink w:anchor="_Toc194755388" w:history="1">
        <w:r w:rsidRPr="00721DA3">
          <w:rPr>
            <w:rStyle w:val="Lienhypertexte"/>
          </w:rPr>
          <w:t>XVI</w:t>
        </w:r>
        <w:r>
          <w:rPr>
            <w:webHidden/>
          </w:rPr>
          <w:tab/>
        </w:r>
        <w:r>
          <w:rPr>
            <w:webHidden/>
          </w:rPr>
          <w:fldChar w:fldCharType="begin"/>
        </w:r>
        <w:r>
          <w:rPr>
            <w:webHidden/>
          </w:rPr>
          <w:instrText xml:space="preserve"> PAGEREF _Toc194755388 \h </w:instrText>
        </w:r>
        <w:r>
          <w:rPr>
            <w:webHidden/>
          </w:rPr>
        </w:r>
        <w:r>
          <w:rPr>
            <w:webHidden/>
          </w:rPr>
          <w:fldChar w:fldCharType="separate"/>
        </w:r>
        <w:r w:rsidR="00F36CCD">
          <w:rPr>
            <w:webHidden/>
          </w:rPr>
          <w:t>219</w:t>
        </w:r>
        <w:r>
          <w:rPr>
            <w:webHidden/>
          </w:rPr>
          <w:fldChar w:fldCharType="end"/>
        </w:r>
      </w:hyperlink>
    </w:p>
    <w:p w14:paraId="4CA80485" w14:textId="4E6A3850" w:rsidR="002230A3" w:rsidRDefault="002230A3">
      <w:pPr>
        <w:pStyle w:val="TM1"/>
        <w:rPr>
          <w:rFonts w:asciiTheme="minorHAnsi" w:eastAsiaTheme="minorEastAsia" w:hAnsiTheme="minorHAnsi" w:cstheme="minorBidi"/>
          <w:bCs w:val="0"/>
          <w:iCs w:val="0"/>
          <w:color w:val="auto"/>
          <w:kern w:val="2"/>
          <w:sz w:val="24"/>
          <w:szCs w:val="24"/>
          <w14:ligatures w14:val="standardContextual"/>
        </w:rPr>
      </w:pPr>
      <w:hyperlink w:anchor="_Toc194755389" w:history="1">
        <w:r w:rsidRPr="00721DA3">
          <w:rPr>
            <w:rStyle w:val="Lienhypertexte"/>
          </w:rPr>
          <w:t>À propos de cette édition électronique</w:t>
        </w:r>
        <w:r>
          <w:rPr>
            <w:webHidden/>
          </w:rPr>
          <w:tab/>
        </w:r>
        <w:r>
          <w:rPr>
            <w:webHidden/>
          </w:rPr>
          <w:fldChar w:fldCharType="begin"/>
        </w:r>
        <w:r>
          <w:rPr>
            <w:webHidden/>
          </w:rPr>
          <w:instrText xml:space="preserve"> PAGEREF _Toc194755389 \h </w:instrText>
        </w:r>
        <w:r>
          <w:rPr>
            <w:webHidden/>
          </w:rPr>
        </w:r>
        <w:r>
          <w:rPr>
            <w:webHidden/>
          </w:rPr>
          <w:fldChar w:fldCharType="separate"/>
        </w:r>
        <w:r w:rsidR="00F36CCD">
          <w:rPr>
            <w:webHidden/>
          </w:rPr>
          <w:t>234</w:t>
        </w:r>
        <w:r>
          <w:rPr>
            <w:webHidden/>
          </w:rPr>
          <w:fldChar w:fldCharType="end"/>
        </w:r>
      </w:hyperlink>
    </w:p>
    <w:p w14:paraId="320D5F99" w14:textId="64C22FCA" w:rsidR="00AB2DE8" w:rsidRDefault="00AB2DE8">
      <w:r>
        <w:fldChar w:fldCharType="end"/>
      </w:r>
    </w:p>
    <w:p w14:paraId="46192C3A" w14:textId="77777777" w:rsidR="00AB2DE8" w:rsidRDefault="00AB2DE8">
      <w:pPr>
        <w:pageBreakBefore/>
      </w:pPr>
    </w:p>
    <w:p w14:paraId="7B2987CB" w14:textId="77777777" w:rsidR="00C90F8D" w:rsidRDefault="00AB2DE8">
      <w:pPr>
        <w:pStyle w:val="Taille-1Suspendu1XRetrait2XEsp0"/>
      </w:pPr>
      <w:r>
        <w:t>Car elle était princesse</w:t>
      </w:r>
      <w:r w:rsidR="00C90F8D">
        <w:t xml:space="preserve">, </w:t>
      </w:r>
      <w:r>
        <w:t>et</w:t>
      </w:r>
      <w:r w:rsidR="00C90F8D">
        <w:t xml:space="preserve">, </w:t>
      </w:r>
      <w:r>
        <w:t>maintenant</w:t>
      </w:r>
      <w:r w:rsidR="00C90F8D">
        <w:t xml:space="preserve">, </w:t>
      </w:r>
      <w:r>
        <w:t>qu</w:t>
      </w:r>
      <w:r w:rsidR="00C90F8D">
        <w:t>’</w:t>
      </w:r>
      <w:r>
        <w:t>est-elle</w:t>
      </w:r>
      <w:r w:rsidR="00C90F8D">
        <w:t> ?</w:t>
      </w:r>
    </w:p>
    <w:p w14:paraId="02302DD1" w14:textId="77777777" w:rsidR="00C90F8D" w:rsidRDefault="00AB2DE8">
      <w:pPr>
        <w:pStyle w:val="Taille-1Suspendu1XRetrait2XEsp0"/>
      </w:pPr>
      <w:r>
        <w:t>Nul ne l</w:t>
      </w:r>
      <w:r w:rsidR="00C90F8D">
        <w:t>’</w:t>
      </w:r>
      <w:r>
        <w:t>oserait dire et n</w:t>
      </w:r>
      <w:r w:rsidR="00C90F8D">
        <w:t>’</w:t>
      </w:r>
      <w:r>
        <w:t>ose le savoir</w:t>
      </w:r>
      <w:r w:rsidR="00C90F8D">
        <w:t>.</w:t>
      </w:r>
    </w:p>
    <w:p w14:paraId="2CB1CDFF" w14:textId="034B7E12" w:rsidR="00AB2DE8" w:rsidRDefault="00AB2DE8">
      <w:pPr>
        <w:pStyle w:val="Droite"/>
      </w:pPr>
      <w:r>
        <w:rPr>
          <w:rStyle w:val="Taille-1Caracteres"/>
        </w:rPr>
        <w:t>A</w:t>
      </w:r>
      <w:r w:rsidR="00C90F8D">
        <w:rPr>
          <w:rStyle w:val="Taille-1Caracteres"/>
        </w:rPr>
        <w:t xml:space="preserve">. </w:t>
      </w:r>
      <w:r>
        <w:rPr>
          <w:rStyle w:val="Taille-1Caracteres"/>
        </w:rPr>
        <w:t>de Vigny</w:t>
      </w:r>
    </w:p>
    <w:p w14:paraId="3C387B2A" w14:textId="77777777" w:rsidR="00AB2DE8" w:rsidRDefault="00AB2DE8">
      <w:pPr>
        <w:pStyle w:val="NormalEspAvtGrand"/>
        <w:pageBreakBefore/>
        <w:jc w:val="right"/>
      </w:pPr>
      <w:r>
        <w:lastRenderedPageBreak/>
        <w:t>À LÉOPOLD MARCHAND</w:t>
      </w:r>
    </w:p>
    <w:p w14:paraId="5DD9D7B1" w14:textId="77777777" w:rsidR="00AB2DE8" w:rsidRPr="00C90F8D" w:rsidRDefault="00AB2DE8" w:rsidP="00C90F8D">
      <w:pPr>
        <w:pStyle w:val="Titre1"/>
      </w:pPr>
      <w:bookmarkStart w:id="1" w:name="_Toc194755373"/>
      <w:r w:rsidRPr="00C90F8D">
        <w:lastRenderedPageBreak/>
        <w:t>I</w:t>
      </w:r>
      <w:bookmarkEnd w:id="1"/>
    </w:p>
    <w:p w14:paraId="5FBC1463" w14:textId="50899E7C" w:rsidR="00C90F8D" w:rsidRDefault="00C90F8D">
      <w:r>
        <w:rPr>
          <w:bCs/>
        </w:rPr>
        <w:t>M. </w:t>
      </w:r>
      <w:proofErr w:type="spellStart"/>
      <w:r w:rsidR="00AB2DE8">
        <w:rPr>
          <w:bCs/>
        </w:rPr>
        <w:t>Mauconseil</w:t>
      </w:r>
      <w:proofErr w:type="spellEnd"/>
      <w:r>
        <w:rPr>
          <w:bCs/>
        </w:rPr>
        <w:t xml:space="preserve">, </w:t>
      </w:r>
      <w:r w:rsidR="00AB2DE8">
        <w:t>directeur général de l</w:t>
      </w:r>
      <w:r>
        <w:t>’</w:t>
      </w:r>
      <w:r w:rsidR="00AB2DE8">
        <w:t>arsenal de Moukden</w:t>
      </w:r>
      <w:r>
        <w:t xml:space="preserve">, </w:t>
      </w:r>
      <w:r w:rsidR="00AB2DE8">
        <w:t>consulta sa montre</w:t>
      </w:r>
      <w:r>
        <w:t xml:space="preserve">. </w:t>
      </w:r>
      <w:r w:rsidR="00AB2DE8">
        <w:t>Dix heures moins dix</w:t>
      </w:r>
      <w:r>
        <w:t xml:space="preserve">. </w:t>
      </w:r>
      <w:r w:rsidR="00AB2DE8">
        <w:t>Il se remit à travailler</w:t>
      </w:r>
      <w:r>
        <w:t>.</w:t>
      </w:r>
    </w:p>
    <w:p w14:paraId="047ECE9D" w14:textId="5B6F4E4B" w:rsidR="00C90F8D" w:rsidRDefault="00AB2DE8">
      <w:r>
        <w:t>Le bureau de son cabinet était encombré de dossiers qu</w:t>
      </w:r>
      <w:r w:rsidR="00C90F8D">
        <w:t>’</w:t>
      </w:r>
      <w:r>
        <w:t>il annotait méticuleusement</w:t>
      </w:r>
      <w:r w:rsidR="00C90F8D">
        <w:t xml:space="preserve">, </w:t>
      </w:r>
      <w:r>
        <w:t>au crayon rouge</w:t>
      </w:r>
      <w:r w:rsidR="00C90F8D">
        <w:t xml:space="preserve">. </w:t>
      </w:r>
      <w:r>
        <w:t>Des épures multicolores couvraient les murs crépis à la chaux</w:t>
      </w:r>
      <w:r w:rsidR="00C90F8D">
        <w:t xml:space="preserve">. </w:t>
      </w:r>
      <w:r>
        <w:t>Des portraits les ornaient aussi</w:t>
      </w:r>
      <w:r w:rsidR="00C90F8D">
        <w:t xml:space="preserve">. </w:t>
      </w:r>
      <w:r>
        <w:t>D</w:t>
      </w:r>
      <w:r w:rsidR="00C90F8D">
        <w:t>’</w:t>
      </w:r>
      <w:r>
        <w:t>abord</w:t>
      </w:r>
      <w:r w:rsidR="00C90F8D">
        <w:t xml:space="preserve">, </w:t>
      </w:r>
      <w:r>
        <w:t>aux places d</w:t>
      </w:r>
      <w:r w:rsidR="00C90F8D">
        <w:t>’</w:t>
      </w:r>
      <w:r>
        <w:t>honneur</w:t>
      </w:r>
      <w:r w:rsidR="00C90F8D">
        <w:t xml:space="preserve">, </w:t>
      </w:r>
      <w:r>
        <w:t>ceux de deux chefs militaires d</w:t>
      </w:r>
      <w:r w:rsidR="00C90F8D">
        <w:t>’</w:t>
      </w:r>
      <w:r>
        <w:t>inégale valeur</w:t>
      </w:r>
      <w:r w:rsidR="00C90F8D">
        <w:t xml:space="preserve">, </w:t>
      </w:r>
      <w:r>
        <w:t>le maréchal Foch</w:t>
      </w:r>
      <w:r w:rsidR="00C90F8D">
        <w:t xml:space="preserve">, </w:t>
      </w:r>
      <w:r>
        <w:t>et le maréchal Tchang-</w:t>
      </w:r>
      <w:proofErr w:type="spellStart"/>
      <w:r>
        <w:t>Tso</w:t>
      </w:r>
      <w:proofErr w:type="spellEnd"/>
      <w:r>
        <w:t>-Lin</w:t>
      </w:r>
      <w:r w:rsidR="00C90F8D">
        <w:t xml:space="preserve">, </w:t>
      </w:r>
      <w:r>
        <w:t>gouverneur de Mandchourie</w:t>
      </w:r>
      <w:r w:rsidR="00C90F8D">
        <w:t xml:space="preserve">, </w:t>
      </w:r>
      <w:r>
        <w:t>commandant en chef des troupes des trois provinces de l</w:t>
      </w:r>
      <w:r w:rsidR="00C90F8D">
        <w:t>’</w:t>
      </w:r>
      <w:r>
        <w:t>Est</w:t>
      </w:r>
      <w:r w:rsidR="00C90F8D">
        <w:t xml:space="preserve">. </w:t>
      </w:r>
      <w:r>
        <w:t>Venaient ensuite les effigies des colonels de Bange</w:t>
      </w:r>
      <w:r w:rsidR="00C90F8D">
        <w:t xml:space="preserve">, </w:t>
      </w:r>
      <w:r>
        <w:t>Rimailho</w:t>
      </w:r>
      <w:r w:rsidR="00C90F8D">
        <w:t xml:space="preserve">, </w:t>
      </w:r>
      <w:r>
        <w:t>Sainte-Claire-Deville</w:t>
      </w:r>
      <w:r w:rsidR="00C90F8D">
        <w:t xml:space="preserve">. </w:t>
      </w:r>
      <w:r>
        <w:t>Cinq polytechniciens</w:t>
      </w:r>
      <w:r w:rsidR="00C90F8D">
        <w:t xml:space="preserve">, </w:t>
      </w:r>
      <w:r>
        <w:t xml:space="preserve">en comptant </w:t>
      </w:r>
      <w:r w:rsidR="00C90F8D">
        <w:t>M. </w:t>
      </w:r>
      <w:proofErr w:type="spellStart"/>
      <w:r>
        <w:t>Mauconseil</w:t>
      </w:r>
      <w:proofErr w:type="spellEnd"/>
      <w:r w:rsidR="00C90F8D">
        <w:t>.</w:t>
      </w:r>
    </w:p>
    <w:p w14:paraId="2D6BFBB5" w14:textId="51179C41" w:rsidR="00C90F8D" w:rsidRDefault="00AB2DE8">
      <w:r>
        <w:t>À côté du téléphone</w:t>
      </w:r>
      <w:r w:rsidR="00C90F8D">
        <w:t xml:space="preserve">, </w:t>
      </w:r>
      <w:r>
        <w:t>une éphéméride de vaste dimension indiquait la date du vendredi 1</w:t>
      </w:r>
      <w:r w:rsidR="00C90F8D">
        <w:t>9 mars</w:t>
      </w:r>
      <w:r>
        <w:t xml:space="preserve"> 1926</w:t>
      </w:r>
      <w:r w:rsidR="00C90F8D">
        <w:t xml:space="preserve">, </w:t>
      </w:r>
      <w:r>
        <w:t>jour choisi par la destinée pour le commencement de cette histoire</w:t>
      </w:r>
      <w:r w:rsidR="00C90F8D">
        <w:t>.</w:t>
      </w:r>
    </w:p>
    <w:p w14:paraId="0AA2AFD7" w14:textId="77777777" w:rsidR="00C90F8D" w:rsidRDefault="00AB2DE8">
      <w:r>
        <w:t>Le cabinet du directeur général s</w:t>
      </w:r>
      <w:r w:rsidR="00C90F8D">
        <w:t>’</w:t>
      </w:r>
      <w:r>
        <w:t>éclairait par deux larges baies sans rideaux</w:t>
      </w:r>
      <w:r w:rsidR="00C90F8D">
        <w:t xml:space="preserve">. </w:t>
      </w:r>
      <w:r>
        <w:t>Celle de droite s</w:t>
      </w:r>
      <w:r w:rsidR="00C90F8D">
        <w:t>’</w:t>
      </w:r>
      <w:r>
        <w:t>ouvrait sur l</w:t>
      </w:r>
      <w:r w:rsidR="00C90F8D">
        <w:t>’</w:t>
      </w:r>
      <w:r>
        <w:t>une des cours de l</w:t>
      </w:r>
      <w:r w:rsidR="00C90F8D">
        <w:t>’</w:t>
      </w:r>
      <w:r>
        <w:t>arsenal</w:t>
      </w:r>
      <w:r w:rsidR="00C90F8D">
        <w:t xml:space="preserve">, </w:t>
      </w:r>
      <w:r>
        <w:t>toute grouillante de coolies et d</w:t>
      </w:r>
      <w:r w:rsidR="00C90F8D">
        <w:t>’</w:t>
      </w:r>
      <w:r>
        <w:t>ouvriers roulant des wagonnets</w:t>
      </w:r>
      <w:r w:rsidR="00C90F8D">
        <w:t xml:space="preserve">, </w:t>
      </w:r>
      <w:r>
        <w:t>transportant des pièces de fer</w:t>
      </w:r>
      <w:r w:rsidR="00C90F8D">
        <w:t xml:space="preserve">. </w:t>
      </w:r>
      <w:r>
        <w:t>À travers les vitres de l</w:t>
      </w:r>
      <w:r w:rsidR="00C90F8D">
        <w:t>’</w:t>
      </w:r>
      <w:r>
        <w:t>autre</w:t>
      </w:r>
      <w:r w:rsidR="00C90F8D">
        <w:t xml:space="preserve">, </w:t>
      </w:r>
      <w:r>
        <w:t>on apercevait</w:t>
      </w:r>
      <w:r w:rsidR="00C90F8D">
        <w:t xml:space="preserve">, </w:t>
      </w:r>
      <w:r>
        <w:t>surmontées de vols de corbeaux</w:t>
      </w:r>
      <w:r w:rsidR="00C90F8D">
        <w:t xml:space="preserve">, </w:t>
      </w:r>
      <w:r>
        <w:t>les murailles terreuses de la citadelle de Moukden</w:t>
      </w:r>
      <w:r w:rsidR="00C90F8D">
        <w:t xml:space="preserve">, </w:t>
      </w:r>
      <w:r>
        <w:t>ainsi qu</w:t>
      </w:r>
      <w:r w:rsidR="00C90F8D">
        <w:t>’</w:t>
      </w:r>
      <w:r>
        <w:t>un pan de la vieille cité mandchoue</w:t>
      </w:r>
      <w:r w:rsidR="00C90F8D">
        <w:t xml:space="preserve">… </w:t>
      </w:r>
      <w:r>
        <w:t>Une rivière grise coulait à l</w:t>
      </w:r>
      <w:r w:rsidR="00C90F8D">
        <w:t>’</w:t>
      </w:r>
      <w:r>
        <w:t>horizon</w:t>
      </w:r>
      <w:r w:rsidR="00C90F8D">
        <w:t xml:space="preserve">, </w:t>
      </w:r>
      <w:r>
        <w:t>dans la plaine jaune et désolée</w:t>
      </w:r>
      <w:r w:rsidR="00C90F8D">
        <w:t xml:space="preserve">. </w:t>
      </w:r>
      <w:r>
        <w:t>Le ciel bistre était obscurci par de lourds floconnements de nuages et de fumées</w:t>
      </w:r>
      <w:r w:rsidR="00C90F8D">
        <w:t>.</w:t>
      </w:r>
    </w:p>
    <w:p w14:paraId="2B2B0CF7" w14:textId="327EF0C6" w:rsidR="00C90F8D" w:rsidRDefault="00C90F8D">
      <w:r>
        <w:lastRenderedPageBreak/>
        <w:t>M. </w:t>
      </w:r>
      <w:proofErr w:type="spellStart"/>
      <w:r w:rsidR="00AB2DE8">
        <w:t>Mauconseil</w:t>
      </w:r>
      <w:proofErr w:type="spellEnd"/>
      <w:r w:rsidR="00AB2DE8">
        <w:t xml:space="preserve"> prit sur sa table un télégramme ouvert</w:t>
      </w:r>
      <w:r>
        <w:t xml:space="preserve">, </w:t>
      </w:r>
      <w:r w:rsidR="00AB2DE8">
        <w:t>et le relut avec soin</w:t>
      </w:r>
      <w:r>
        <w:t xml:space="preserve">. </w:t>
      </w:r>
      <w:r w:rsidR="00AB2DE8">
        <w:t>Ayant de nouveau regardé sa montre</w:t>
      </w:r>
      <w:r>
        <w:t xml:space="preserve">, </w:t>
      </w:r>
      <w:r w:rsidR="00AB2DE8">
        <w:t>il donna quelques marques d</w:t>
      </w:r>
      <w:r>
        <w:t>’</w:t>
      </w:r>
      <w:r w:rsidR="00AB2DE8">
        <w:t>impatience</w:t>
      </w:r>
      <w:r>
        <w:t xml:space="preserve">. </w:t>
      </w:r>
      <w:r w:rsidR="00AB2DE8">
        <w:t>Deux heures vingt</w:t>
      </w:r>
      <w:r>
        <w:t xml:space="preserve"> ! </w:t>
      </w:r>
      <w:r w:rsidR="00AB2DE8">
        <w:t>Et le rapport</w:t>
      </w:r>
      <w:r>
        <w:t xml:space="preserve">, </w:t>
      </w:r>
      <w:r w:rsidR="00AB2DE8">
        <w:t>alors</w:t>
      </w:r>
      <w:r>
        <w:t xml:space="preserve"> ? </w:t>
      </w:r>
      <w:r w:rsidR="00AB2DE8">
        <w:t>Il sonna</w:t>
      </w:r>
      <w:r>
        <w:t>.</w:t>
      </w:r>
    </w:p>
    <w:p w14:paraId="03744AB0" w14:textId="77777777" w:rsidR="00C90F8D" w:rsidRDefault="00AB2DE8">
      <w:r>
        <w:t>Un Chinois en jaquette parut sur le seuil</w:t>
      </w:r>
      <w:r w:rsidR="00C90F8D">
        <w:t>.</w:t>
      </w:r>
    </w:p>
    <w:p w14:paraId="0EB436CB" w14:textId="33695871" w:rsidR="00C90F8D" w:rsidRDefault="00C90F8D">
      <w:r>
        <w:rPr>
          <w:rFonts w:eastAsia="Georgia"/>
        </w:rPr>
        <w:t>— </w:t>
      </w:r>
      <w:r w:rsidR="00AB2DE8">
        <w:t xml:space="preserve">Monsieur </w:t>
      </w:r>
      <w:proofErr w:type="spellStart"/>
      <w:r w:rsidR="00AB2DE8">
        <w:t>Siu</w:t>
      </w:r>
      <w:proofErr w:type="spellEnd"/>
      <w:r>
        <w:t xml:space="preserve">, </w:t>
      </w:r>
      <w:r w:rsidR="00AB2DE8">
        <w:t>n</w:t>
      </w:r>
      <w:r>
        <w:t>’</w:t>
      </w:r>
      <w:r w:rsidR="00AB2DE8">
        <w:t xml:space="preserve">avez-vous pas vu </w:t>
      </w:r>
      <w:r>
        <w:t>M. </w:t>
      </w:r>
      <w:r w:rsidR="00AB2DE8">
        <w:t>Schmidt</w:t>
      </w:r>
      <w:r>
        <w:t> ?</w:t>
      </w:r>
    </w:p>
    <w:p w14:paraId="403D7652" w14:textId="2ADAADF6" w:rsidR="00C90F8D" w:rsidRDefault="00C90F8D">
      <w:r>
        <w:rPr>
          <w:rFonts w:eastAsia="Georgia"/>
        </w:rPr>
        <w:t>— </w:t>
      </w:r>
      <w:r w:rsidR="00AB2DE8">
        <w:t>Non</w:t>
      </w:r>
      <w:r>
        <w:t xml:space="preserve">, </w:t>
      </w:r>
      <w:r w:rsidR="00AB2DE8">
        <w:t>Excellence</w:t>
      </w:r>
      <w:r>
        <w:t xml:space="preserve">, </w:t>
      </w:r>
      <w:r w:rsidR="00AB2DE8">
        <w:t xml:space="preserve">dit </w:t>
      </w:r>
      <w:r>
        <w:t>M. </w:t>
      </w:r>
      <w:proofErr w:type="spellStart"/>
      <w:r w:rsidR="00AB2DE8">
        <w:t>Siu</w:t>
      </w:r>
      <w:proofErr w:type="spellEnd"/>
      <w:r>
        <w:t xml:space="preserve">, </w:t>
      </w:r>
      <w:r w:rsidR="00AB2DE8">
        <w:t>qui s</w:t>
      </w:r>
      <w:r>
        <w:t>’</w:t>
      </w:r>
      <w:r w:rsidR="00AB2DE8">
        <w:t>inclina très bas</w:t>
      </w:r>
      <w:r>
        <w:t>.</w:t>
      </w:r>
    </w:p>
    <w:p w14:paraId="09316B28" w14:textId="77777777" w:rsidR="00C90F8D" w:rsidRDefault="00C90F8D">
      <w:r>
        <w:rPr>
          <w:rFonts w:eastAsia="Georgia"/>
        </w:rPr>
        <w:t>— </w:t>
      </w:r>
      <w:r w:rsidR="00AB2DE8">
        <w:t>Voulez-vous l</w:t>
      </w:r>
      <w:r>
        <w:t>’</w:t>
      </w:r>
      <w:r w:rsidR="00AB2DE8">
        <w:t>envoyer chercher</w:t>
      </w:r>
      <w:r>
        <w:t xml:space="preserve"> ? </w:t>
      </w:r>
      <w:r w:rsidR="00AB2DE8">
        <w:t>Il doit être au laboratoire d</w:t>
      </w:r>
      <w:r>
        <w:t>’</w:t>
      </w:r>
      <w:r w:rsidR="00AB2DE8">
        <w:t>essais des mitrailleuses</w:t>
      </w:r>
      <w:r>
        <w:t>.</w:t>
      </w:r>
    </w:p>
    <w:p w14:paraId="3E18C208" w14:textId="7096FFEA" w:rsidR="00C90F8D" w:rsidRDefault="00C90F8D">
      <w:r>
        <w:t>M. </w:t>
      </w:r>
      <w:proofErr w:type="spellStart"/>
      <w:r w:rsidR="00AB2DE8">
        <w:t>Siu</w:t>
      </w:r>
      <w:proofErr w:type="spellEnd"/>
      <w:r w:rsidR="00AB2DE8">
        <w:t xml:space="preserve"> n</w:t>
      </w:r>
      <w:r>
        <w:t>’</w:t>
      </w:r>
      <w:r w:rsidR="00AB2DE8">
        <w:t>eut pas le temps d</w:t>
      </w:r>
      <w:r>
        <w:t>’</w:t>
      </w:r>
      <w:r w:rsidR="00AB2DE8">
        <w:t>exécuter cet ordre</w:t>
      </w:r>
      <w:r>
        <w:t>. M. </w:t>
      </w:r>
      <w:r w:rsidR="00AB2DE8">
        <w:t>Schmidt entrait</w:t>
      </w:r>
      <w:r>
        <w:t>.</w:t>
      </w:r>
    </w:p>
    <w:p w14:paraId="4A7CCD28" w14:textId="17E0B41C" w:rsidR="00C90F8D" w:rsidRDefault="00C90F8D">
      <w:r>
        <w:t>M. </w:t>
      </w:r>
      <w:r w:rsidR="00AB2DE8">
        <w:t>Schmidt</w:t>
      </w:r>
      <w:r>
        <w:t xml:space="preserve">, </w:t>
      </w:r>
      <w:r w:rsidR="00AB2DE8">
        <w:t>directeur des services administratifs de l</w:t>
      </w:r>
      <w:r>
        <w:t>’</w:t>
      </w:r>
      <w:r w:rsidR="00AB2DE8">
        <w:t>Arsenal</w:t>
      </w:r>
      <w:r>
        <w:t xml:space="preserve">, </w:t>
      </w:r>
      <w:r w:rsidR="00AB2DE8">
        <w:t>était d</w:t>
      </w:r>
      <w:r>
        <w:t>’</w:t>
      </w:r>
      <w:r w:rsidR="00AB2DE8">
        <w:t>une quinzaine d</w:t>
      </w:r>
      <w:r>
        <w:t>’</w:t>
      </w:r>
      <w:r w:rsidR="00AB2DE8">
        <w:t xml:space="preserve">années plus jeune que </w:t>
      </w:r>
      <w:r>
        <w:t>M. </w:t>
      </w:r>
      <w:proofErr w:type="spellStart"/>
      <w:r w:rsidR="00AB2DE8">
        <w:t>Mauconseil</w:t>
      </w:r>
      <w:proofErr w:type="spellEnd"/>
      <w:r>
        <w:t xml:space="preserve">. </w:t>
      </w:r>
      <w:r w:rsidR="00AB2DE8">
        <w:t>Il s</w:t>
      </w:r>
      <w:r>
        <w:t>’</w:t>
      </w:r>
      <w:r w:rsidR="00AB2DE8">
        <w:t>appliquait à paraître moins que son âge</w:t>
      </w:r>
      <w:r>
        <w:t xml:space="preserve">. </w:t>
      </w:r>
      <w:r w:rsidR="00AB2DE8">
        <w:t>Il y réussissait assez bien</w:t>
      </w:r>
      <w:r>
        <w:t xml:space="preserve">. </w:t>
      </w:r>
      <w:r w:rsidR="00AB2DE8">
        <w:t>Il y avait deux ans qu</w:t>
      </w:r>
      <w:r>
        <w:t>’</w:t>
      </w:r>
      <w:r w:rsidR="00AB2DE8">
        <w:t>il était à Moukden</w:t>
      </w:r>
      <w:r>
        <w:t xml:space="preserve">, </w:t>
      </w:r>
      <w:r w:rsidR="00AB2DE8">
        <w:t>où il était arrivé en même temps que son directeur général</w:t>
      </w:r>
      <w:r>
        <w:t xml:space="preserve">, </w:t>
      </w:r>
      <w:r w:rsidR="00AB2DE8">
        <w:t>lorsque Tchang-</w:t>
      </w:r>
      <w:proofErr w:type="spellStart"/>
      <w:r w:rsidR="00AB2DE8">
        <w:t>Tso</w:t>
      </w:r>
      <w:proofErr w:type="spellEnd"/>
      <w:r w:rsidR="00AB2DE8">
        <w:t>-Lin avait fait appel à des ingénieurs français pour diriger le puissant arsenal dont le dictateur mandchou venait de décider la construction</w:t>
      </w:r>
      <w:r>
        <w:t xml:space="preserve">. </w:t>
      </w:r>
      <w:r w:rsidR="00AB2DE8">
        <w:t>En octobre</w:t>
      </w:r>
      <w:r w:rsidR="00C84A0C">
        <w:t xml:space="preserve"> </w:t>
      </w:r>
      <w:r w:rsidR="00AB2DE8">
        <w:t>1925</w:t>
      </w:r>
      <w:r>
        <w:t xml:space="preserve">, </w:t>
      </w:r>
      <w:r w:rsidR="00AB2DE8">
        <w:t>son collègue</w:t>
      </w:r>
      <w:r>
        <w:t>, M. </w:t>
      </w:r>
      <w:proofErr w:type="spellStart"/>
      <w:r w:rsidR="00AB2DE8">
        <w:t>Fontanille</w:t>
      </w:r>
      <w:proofErr w:type="spellEnd"/>
      <w:r>
        <w:t xml:space="preserve">, </w:t>
      </w:r>
      <w:r w:rsidR="00AB2DE8">
        <w:t>directeur des services techniques de l</w:t>
      </w:r>
      <w:r>
        <w:t>’</w:t>
      </w:r>
      <w:r w:rsidR="00AB2DE8">
        <w:t>Arsenal</w:t>
      </w:r>
      <w:r>
        <w:t xml:space="preserve">, </w:t>
      </w:r>
      <w:r w:rsidR="00AB2DE8">
        <w:t xml:space="preserve">et polytechnicien comme </w:t>
      </w:r>
      <w:r>
        <w:t>MM. </w:t>
      </w:r>
      <w:r w:rsidR="00AB2DE8">
        <w:t xml:space="preserve">Schmidt et </w:t>
      </w:r>
      <w:proofErr w:type="spellStart"/>
      <w:r w:rsidR="00AB2DE8">
        <w:t>Mauconseil</w:t>
      </w:r>
      <w:proofErr w:type="spellEnd"/>
      <w:r>
        <w:t xml:space="preserve">, </w:t>
      </w:r>
      <w:r w:rsidR="00AB2DE8">
        <w:t>avait dû regagner la France</w:t>
      </w:r>
      <w:r>
        <w:t xml:space="preserve">, </w:t>
      </w:r>
      <w:r w:rsidR="00AB2DE8">
        <w:t>à la suite d</w:t>
      </w:r>
      <w:r>
        <w:t>’</w:t>
      </w:r>
      <w:r w:rsidR="00AB2DE8">
        <w:t>une congestion pulmonaire contractée en chassant l</w:t>
      </w:r>
      <w:r>
        <w:t>’</w:t>
      </w:r>
      <w:r w:rsidR="00AB2DE8">
        <w:t>oie sauvage</w:t>
      </w:r>
      <w:r>
        <w:t xml:space="preserve">, </w:t>
      </w:r>
      <w:r w:rsidR="00AB2DE8">
        <w:t xml:space="preserve">sur le </w:t>
      </w:r>
      <w:proofErr w:type="spellStart"/>
      <w:r w:rsidR="00AB2DE8">
        <w:t>Yalou</w:t>
      </w:r>
      <w:proofErr w:type="spellEnd"/>
      <w:r>
        <w:t xml:space="preserve">. </w:t>
      </w:r>
      <w:r w:rsidR="00AB2DE8">
        <w:t>Le directeur général avait réclamé à Paris un remplaçant</w:t>
      </w:r>
      <w:r>
        <w:t xml:space="preserve">, </w:t>
      </w:r>
      <w:r w:rsidR="00AB2DE8">
        <w:t>qui n</w:t>
      </w:r>
      <w:r>
        <w:t>’</w:t>
      </w:r>
      <w:r w:rsidR="00AB2DE8">
        <w:t>était pas encore arrivé</w:t>
      </w:r>
      <w:r>
        <w:t xml:space="preserve">. </w:t>
      </w:r>
      <w:r w:rsidR="00AB2DE8">
        <w:t>En attendant</w:t>
      </w:r>
      <w:r>
        <w:t xml:space="preserve">, </w:t>
      </w:r>
      <w:r w:rsidR="00AB2DE8">
        <w:t>c</w:t>
      </w:r>
      <w:r>
        <w:t>’</w:t>
      </w:r>
      <w:r w:rsidR="00AB2DE8">
        <w:t xml:space="preserve">était </w:t>
      </w:r>
      <w:r>
        <w:t>M. </w:t>
      </w:r>
      <w:r w:rsidR="00AB2DE8">
        <w:t>Schmidt qui assurait les services techniques de l</w:t>
      </w:r>
      <w:r>
        <w:t>’</w:t>
      </w:r>
      <w:r w:rsidR="00AB2DE8">
        <w:t>Arsenal</w:t>
      </w:r>
      <w:r>
        <w:t xml:space="preserve">. </w:t>
      </w:r>
      <w:r w:rsidR="00AB2DE8">
        <w:t>La charge était lourde</w:t>
      </w:r>
      <w:r>
        <w:t xml:space="preserve">. </w:t>
      </w:r>
      <w:r w:rsidR="00AB2DE8">
        <w:t>Il n</w:t>
      </w:r>
      <w:r>
        <w:t>’</w:t>
      </w:r>
      <w:r w:rsidR="00AB2DE8">
        <w:t>en manifestait cependant pas trop d</w:t>
      </w:r>
      <w:r>
        <w:t>’</w:t>
      </w:r>
      <w:r w:rsidR="00AB2DE8">
        <w:t>humeur</w:t>
      </w:r>
      <w:r>
        <w:t xml:space="preserve">, </w:t>
      </w:r>
      <w:r w:rsidR="00AB2DE8">
        <w:t>car il avait un heureux caractère</w:t>
      </w:r>
      <w:r>
        <w:t xml:space="preserve">. </w:t>
      </w:r>
      <w:r w:rsidR="00AB2DE8">
        <w:t>Ses succès féminins étaient notoires à Moukden</w:t>
      </w:r>
      <w:r>
        <w:t>. M. </w:t>
      </w:r>
      <w:proofErr w:type="spellStart"/>
      <w:r w:rsidR="00AB2DE8">
        <w:t>Mauconseil</w:t>
      </w:r>
      <w:proofErr w:type="spellEnd"/>
      <w:r w:rsidR="00AB2DE8">
        <w:t xml:space="preserve"> avait cinquante-huit </w:t>
      </w:r>
      <w:r w:rsidR="00AB2DE8">
        <w:lastRenderedPageBreak/>
        <w:t>ans</w:t>
      </w:r>
      <w:r>
        <w:t> ; M. </w:t>
      </w:r>
      <w:r w:rsidR="00AB2DE8">
        <w:t>Schmidt quarante</w:t>
      </w:r>
      <w:r>
        <w:t xml:space="preserve">, </w:t>
      </w:r>
      <w:r w:rsidR="00AB2DE8">
        <w:t>peut-être</w:t>
      </w:r>
      <w:r>
        <w:t xml:space="preserve">. </w:t>
      </w:r>
      <w:r w:rsidR="00AB2DE8">
        <w:t>L</w:t>
      </w:r>
      <w:r>
        <w:t>’</w:t>
      </w:r>
      <w:r w:rsidR="00AB2DE8">
        <w:t>un appartenait au genre sévère</w:t>
      </w:r>
      <w:r>
        <w:t xml:space="preserve"> ; </w:t>
      </w:r>
      <w:r w:rsidR="00AB2DE8">
        <w:t>l</w:t>
      </w:r>
      <w:r>
        <w:t>’</w:t>
      </w:r>
      <w:r w:rsidR="00AB2DE8">
        <w:t>autre au genre mondain</w:t>
      </w:r>
      <w:r>
        <w:t>.</w:t>
      </w:r>
    </w:p>
    <w:p w14:paraId="4D9BEF3B" w14:textId="5AA52F84" w:rsidR="00C90F8D" w:rsidRDefault="00C90F8D">
      <w:r>
        <w:rPr>
          <w:rFonts w:eastAsia="Georgia"/>
        </w:rPr>
        <w:t>— </w:t>
      </w:r>
      <w:r w:rsidR="00AB2DE8">
        <w:t>Excusez mon retard</w:t>
      </w:r>
      <w:r>
        <w:t xml:space="preserve">, </w:t>
      </w:r>
      <w:r w:rsidR="00AB2DE8">
        <w:t>mon cher directeur</w:t>
      </w:r>
      <w:r>
        <w:t xml:space="preserve">, </w:t>
      </w:r>
      <w:r w:rsidR="00AB2DE8">
        <w:t xml:space="preserve">dit </w:t>
      </w:r>
      <w:r>
        <w:t>M. </w:t>
      </w:r>
      <w:r w:rsidR="00AB2DE8">
        <w:t>Schmidt</w:t>
      </w:r>
      <w:r>
        <w:t xml:space="preserve">, </w:t>
      </w:r>
      <w:r w:rsidR="00AB2DE8">
        <w:t>quand le Chinois se fut éclipsé</w:t>
      </w:r>
      <w:r>
        <w:t>.</w:t>
      </w:r>
    </w:p>
    <w:p w14:paraId="080C7B08" w14:textId="029AB005" w:rsidR="00C90F8D" w:rsidRDefault="00C90F8D">
      <w:r>
        <w:rPr>
          <w:rFonts w:eastAsia="Georgia"/>
        </w:rPr>
        <w:t>— </w:t>
      </w:r>
      <w:r w:rsidR="00AB2DE8">
        <w:t>Cela n</w:t>
      </w:r>
      <w:r>
        <w:t>’</w:t>
      </w:r>
      <w:r w:rsidR="00AB2DE8">
        <w:t>a pas d</w:t>
      </w:r>
      <w:r>
        <w:t>’</w:t>
      </w:r>
      <w:r w:rsidR="00AB2DE8">
        <w:t>importance</w:t>
      </w:r>
      <w:r>
        <w:t xml:space="preserve">, </w:t>
      </w:r>
      <w:r w:rsidR="00AB2DE8">
        <w:t xml:space="preserve">fit sans conviction </w:t>
      </w:r>
      <w:r>
        <w:t>M. </w:t>
      </w:r>
      <w:proofErr w:type="spellStart"/>
      <w:r w:rsidR="00AB2DE8">
        <w:t>Mauconseil</w:t>
      </w:r>
      <w:proofErr w:type="spellEnd"/>
      <w:r>
        <w:t xml:space="preserve">. </w:t>
      </w:r>
      <w:r w:rsidR="00AB2DE8">
        <w:t>Rien de nouveau</w:t>
      </w:r>
      <w:r>
        <w:t> ?</w:t>
      </w:r>
    </w:p>
    <w:p w14:paraId="4C1E6B53" w14:textId="77777777" w:rsidR="00C90F8D" w:rsidRDefault="00C90F8D">
      <w:r>
        <w:rPr>
          <w:rFonts w:eastAsia="Georgia"/>
        </w:rPr>
        <w:t>— </w:t>
      </w:r>
      <w:r w:rsidR="00AB2DE8">
        <w:t>Non</w:t>
      </w:r>
      <w:r>
        <w:t xml:space="preserve">, </w:t>
      </w:r>
      <w:r w:rsidR="00AB2DE8">
        <w:t>rien</w:t>
      </w:r>
      <w:r>
        <w:t xml:space="preserve">. </w:t>
      </w:r>
      <w:r w:rsidR="00AB2DE8">
        <w:t>Ou</w:t>
      </w:r>
      <w:r>
        <w:t xml:space="preserve">, </w:t>
      </w:r>
      <w:r w:rsidR="00AB2DE8">
        <w:t>du moins</w:t>
      </w:r>
      <w:r>
        <w:t xml:space="preserve">, </w:t>
      </w:r>
      <w:r w:rsidR="00AB2DE8">
        <w:t>pas grand-chose</w:t>
      </w:r>
      <w:r>
        <w:t>.</w:t>
      </w:r>
    </w:p>
    <w:p w14:paraId="4504C852" w14:textId="77777777" w:rsidR="00C90F8D" w:rsidRDefault="00C90F8D">
      <w:r>
        <w:rPr>
          <w:rFonts w:eastAsia="Georgia"/>
        </w:rPr>
        <w:t>— </w:t>
      </w:r>
      <w:r w:rsidR="00AB2DE8">
        <w:t>Tout va bien</w:t>
      </w:r>
      <w:r>
        <w:t xml:space="preserve">, </w:t>
      </w:r>
      <w:r w:rsidR="00AB2DE8">
        <w:t>alors</w:t>
      </w:r>
      <w:r>
        <w:t> ?</w:t>
      </w:r>
    </w:p>
    <w:p w14:paraId="1F37ED48" w14:textId="7D2C0905" w:rsidR="00C90F8D" w:rsidRDefault="00C90F8D">
      <w:r>
        <w:rPr>
          <w:rFonts w:eastAsia="Georgia"/>
        </w:rPr>
        <w:t>— </w:t>
      </w:r>
      <w:r w:rsidR="00AB2DE8">
        <w:t>En France</w:t>
      </w:r>
      <w:r>
        <w:t xml:space="preserve">, </w:t>
      </w:r>
      <w:r w:rsidR="00AB2DE8">
        <w:t xml:space="preserve">dit </w:t>
      </w:r>
      <w:r>
        <w:t>M. </w:t>
      </w:r>
      <w:r w:rsidR="00AB2DE8">
        <w:t>Schmidt</w:t>
      </w:r>
      <w:r>
        <w:t xml:space="preserve">, </w:t>
      </w:r>
      <w:r w:rsidR="00AB2DE8">
        <w:t>je n</w:t>
      </w:r>
      <w:r>
        <w:t>’</w:t>
      </w:r>
      <w:r w:rsidR="00AB2DE8">
        <w:t>hésiterais pas à vous répondre</w:t>
      </w:r>
      <w:r>
        <w:t> : « </w:t>
      </w:r>
      <w:r w:rsidR="00AB2DE8">
        <w:t>Tout va mal</w:t>
      </w:r>
      <w:r>
        <w:t>. »</w:t>
      </w:r>
      <w:r w:rsidR="00AB2DE8">
        <w:t xml:space="preserve"> Mais pour ici</w:t>
      </w:r>
      <w:r>
        <w:t xml:space="preserve">, </w:t>
      </w:r>
      <w:r w:rsidR="00AB2DE8">
        <w:t>oui</w:t>
      </w:r>
      <w:r>
        <w:t xml:space="preserve">, </w:t>
      </w:r>
      <w:r w:rsidR="00AB2DE8">
        <w:t>tout va bien</w:t>
      </w:r>
      <w:r>
        <w:t xml:space="preserve">. </w:t>
      </w:r>
      <w:r w:rsidR="00AB2DE8">
        <w:t>À peu près</w:t>
      </w:r>
      <w:r>
        <w:t>.</w:t>
      </w:r>
    </w:p>
    <w:p w14:paraId="138463D5" w14:textId="7BB85BA1" w:rsidR="00C90F8D" w:rsidRDefault="00C90F8D">
      <w:r>
        <w:t>M. </w:t>
      </w:r>
      <w:proofErr w:type="spellStart"/>
      <w:r w:rsidR="00AB2DE8">
        <w:t>Mauconseil</w:t>
      </w:r>
      <w:proofErr w:type="spellEnd"/>
      <w:r w:rsidR="00AB2DE8">
        <w:t xml:space="preserve"> fronça les sourcils</w:t>
      </w:r>
      <w:r>
        <w:t>.</w:t>
      </w:r>
    </w:p>
    <w:p w14:paraId="062D8C41" w14:textId="5794BA3C" w:rsidR="00C90F8D" w:rsidRDefault="00C90F8D">
      <w:r>
        <w:rPr>
          <w:rFonts w:eastAsia="Georgia"/>
        </w:rPr>
        <w:t>— </w:t>
      </w:r>
      <w:r w:rsidR="00AB2DE8">
        <w:t>Vos paroles me donnent le droit de conclure que nous serons à jour le 1</w:t>
      </w:r>
      <w:r>
        <w:t xml:space="preserve">5 mai, </w:t>
      </w:r>
      <w:r w:rsidR="00AB2DE8">
        <w:t>n</w:t>
      </w:r>
      <w:r>
        <w:t>’</w:t>
      </w:r>
      <w:r w:rsidR="00AB2DE8">
        <w:t>est-ce pas</w:t>
      </w:r>
      <w:r>
        <w:t> ?</w:t>
      </w:r>
    </w:p>
    <w:p w14:paraId="3316D44F" w14:textId="1F46BFFB" w:rsidR="00C90F8D" w:rsidRDefault="00C90F8D">
      <w:r>
        <w:t>M. </w:t>
      </w:r>
      <w:r w:rsidR="00AB2DE8">
        <w:t>Schmidt prit un air étonné</w:t>
      </w:r>
      <w:r>
        <w:t>.</w:t>
      </w:r>
    </w:p>
    <w:p w14:paraId="3CC7508D" w14:textId="509D4470" w:rsidR="00C90F8D" w:rsidRDefault="00C90F8D">
      <w:r>
        <w:rPr>
          <w:rFonts w:eastAsia="Georgia"/>
        </w:rPr>
        <w:t>— </w:t>
      </w:r>
      <w:r w:rsidR="00AB2DE8">
        <w:t>Le 1</w:t>
      </w:r>
      <w:r>
        <w:t xml:space="preserve">5 mai ? </w:t>
      </w:r>
      <w:r w:rsidR="00AB2DE8">
        <w:t>Je ne saisis pas</w:t>
      </w:r>
      <w:r>
        <w:t xml:space="preserve">… </w:t>
      </w:r>
      <w:r w:rsidR="00AB2DE8">
        <w:t>Qu</w:t>
      </w:r>
      <w:r>
        <w:t>’</w:t>
      </w:r>
      <w:r w:rsidR="00AB2DE8">
        <w:t>est-ce qu</w:t>
      </w:r>
      <w:r>
        <w:t>’</w:t>
      </w:r>
      <w:r w:rsidR="00AB2DE8">
        <w:t>il y a</w:t>
      </w:r>
      <w:r>
        <w:t xml:space="preserve">, </w:t>
      </w:r>
      <w:r w:rsidR="00AB2DE8">
        <w:t>le 1</w:t>
      </w:r>
      <w:r>
        <w:t>5 mai ?</w:t>
      </w:r>
    </w:p>
    <w:p w14:paraId="111D2C24" w14:textId="6C8DA736" w:rsidR="00C90F8D" w:rsidRDefault="00C90F8D">
      <w:r>
        <w:rPr>
          <w:rFonts w:eastAsia="Georgia"/>
        </w:rPr>
        <w:t>— </w:t>
      </w:r>
      <w:r w:rsidR="00AB2DE8">
        <w:t>Comment</w:t>
      </w:r>
      <w:r>
        <w:t xml:space="preserve">, </w:t>
      </w:r>
      <w:r w:rsidR="00AB2DE8">
        <w:t>qu</w:t>
      </w:r>
      <w:r>
        <w:t>’</w:t>
      </w:r>
      <w:r w:rsidR="00AB2DE8">
        <w:t>est-ce qu</w:t>
      </w:r>
      <w:r>
        <w:t>’</w:t>
      </w:r>
      <w:r w:rsidR="00AB2DE8">
        <w:t>il y a</w:t>
      </w:r>
      <w:r>
        <w:t xml:space="preserve"> ? </w:t>
      </w:r>
      <w:r w:rsidR="00AB2DE8">
        <w:t>Vous pourriez</w:t>
      </w:r>
      <w:r>
        <w:t xml:space="preserve">, </w:t>
      </w:r>
      <w:r w:rsidR="00AB2DE8">
        <w:t>peut-être</w:t>
      </w:r>
      <w:r>
        <w:t xml:space="preserve">, </w:t>
      </w:r>
      <w:r w:rsidR="00AB2DE8">
        <w:t>mon cher</w:t>
      </w:r>
      <w:r>
        <w:t xml:space="preserve">, </w:t>
      </w:r>
      <w:r w:rsidR="00AB2DE8">
        <w:t>relire de temps à autre le cahier des charges</w:t>
      </w:r>
      <w:r>
        <w:t xml:space="preserve">. </w:t>
      </w:r>
      <w:r w:rsidR="00AB2DE8">
        <w:t>Le 1</w:t>
      </w:r>
      <w:r>
        <w:t xml:space="preserve">5 mai, </w:t>
      </w:r>
      <w:r w:rsidR="00AB2DE8">
        <w:t>nous devons livrer aux troupes mandchoues six batteries de 120 court</w:t>
      </w:r>
      <w:r>
        <w:t xml:space="preserve">, </w:t>
      </w:r>
      <w:r w:rsidR="00AB2DE8">
        <w:t>plus deux cents mitrailleuses</w:t>
      </w:r>
      <w:r>
        <w:t xml:space="preserve">. </w:t>
      </w:r>
      <w:r w:rsidR="00AB2DE8">
        <w:t>Pas plus tard qu</w:t>
      </w:r>
      <w:r>
        <w:t>’</w:t>
      </w:r>
      <w:r w:rsidR="00AB2DE8">
        <w:t>hier</w:t>
      </w:r>
      <w:r>
        <w:t xml:space="preserve">, </w:t>
      </w:r>
      <w:r w:rsidR="00AB2DE8">
        <w:t>j</w:t>
      </w:r>
      <w:r>
        <w:t>’</w:t>
      </w:r>
      <w:r w:rsidR="00AB2DE8">
        <w:t>ai reçu la visite du général Yang-Yu-Ting</w:t>
      </w:r>
      <w:r>
        <w:t xml:space="preserve">, </w:t>
      </w:r>
      <w:r w:rsidR="00AB2DE8">
        <w:t>chef d</w:t>
      </w:r>
      <w:r>
        <w:t>’</w:t>
      </w:r>
      <w:r w:rsidR="00AB2DE8">
        <w:t>État-major du maréchal</w:t>
      </w:r>
      <w:r>
        <w:t xml:space="preserve">. </w:t>
      </w:r>
      <w:r w:rsidR="00AB2DE8">
        <w:t>Au cours de la conversation que nous avons eue</w:t>
      </w:r>
      <w:r>
        <w:t xml:space="preserve">, </w:t>
      </w:r>
      <w:r w:rsidR="00AB2DE8">
        <w:t>il n</w:t>
      </w:r>
      <w:r>
        <w:t>’</w:t>
      </w:r>
      <w:r w:rsidR="00AB2DE8">
        <w:t>a pas manqué de faire allusion à notre engagement</w:t>
      </w:r>
      <w:r>
        <w:t>.</w:t>
      </w:r>
    </w:p>
    <w:p w14:paraId="6FED0322" w14:textId="43CA134B" w:rsidR="00C90F8D" w:rsidRDefault="00C90F8D">
      <w:r>
        <w:rPr>
          <w:rFonts w:eastAsia="Georgia"/>
        </w:rPr>
        <w:lastRenderedPageBreak/>
        <w:t>— </w:t>
      </w:r>
      <w:r w:rsidR="00AB2DE8">
        <w:t>Vraiment</w:t>
      </w:r>
      <w:r>
        <w:t xml:space="preserve">, </w:t>
      </w:r>
      <w:r w:rsidR="00AB2DE8">
        <w:t xml:space="preserve">dit </w:t>
      </w:r>
      <w:r>
        <w:t>M. </w:t>
      </w:r>
      <w:r w:rsidR="00AB2DE8">
        <w:t>Schmidt</w:t>
      </w:r>
      <w:r>
        <w:t xml:space="preserve">, </w:t>
      </w:r>
      <w:r w:rsidR="00AB2DE8">
        <w:t>vraiment</w:t>
      </w:r>
      <w:r>
        <w:t xml:space="preserve">, </w:t>
      </w:r>
      <w:r w:rsidR="00AB2DE8">
        <w:t>pas plus tard qu</w:t>
      </w:r>
      <w:r>
        <w:t>’</w:t>
      </w:r>
      <w:r w:rsidR="00AB2DE8">
        <w:t>hier soir</w:t>
      </w:r>
      <w:r>
        <w:t xml:space="preserve">, </w:t>
      </w:r>
      <w:r w:rsidR="00AB2DE8">
        <w:t>vous avez causé avec le général Yang-Yu-Ting</w:t>
      </w:r>
      <w:r>
        <w:t xml:space="preserve">. </w:t>
      </w:r>
      <w:r w:rsidR="00AB2DE8">
        <w:t>Eh bien</w:t>
      </w:r>
      <w:r>
        <w:t xml:space="preserve">, </w:t>
      </w:r>
      <w:r w:rsidR="00AB2DE8">
        <w:t>mon cher directeur</w:t>
      </w:r>
      <w:r>
        <w:t xml:space="preserve">, </w:t>
      </w:r>
      <w:r w:rsidR="00AB2DE8">
        <w:t>j</w:t>
      </w:r>
      <w:r>
        <w:t>’</w:t>
      </w:r>
      <w:r w:rsidR="00AB2DE8">
        <w:t>espère que vous en avez profité pour lui poser deux ou trois petites questions</w:t>
      </w:r>
      <w:r>
        <w:t> ?</w:t>
      </w:r>
    </w:p>
    <w:p w14:paraId="357CDB69" w14:textId="77777777" w:rsidR="00C90F8D" w:rsidRDefault="00C90F8D">
      <w:r>
        <w:rPr>
          <w:rFonts w:eastAsia="Georgia"/>
        </w:rPr>
        <w:t>— </w:t>
      </w:r>
      <w:r w:rsidR="00AB2DE8">
        <w:t>Des questions</w:t>
      </w:r>
      <w:r>
        <w:t xml:space="preserve">, </w:t>
      </w:r>
      <w:r w:rsidR="00AB2DE8">
        <w:t>moi</w:t>
      </w:r>
      <w:r>
        <w:t xml:space="preserve"> ? </w:t>
      </w:r>
      <w:r w:rsidR="00AB2DE8">
        <w:t>Quelles questions</w:t>
      </w:r>
      <w:r>
        <w:t> ?</w:t>
      </w:r>
    </w:p>
    <w:p w14:paraId="403C5954" w14:textId="77777777" w:rsidR="00C90F8D" w:rsidRDefault="00C90F8D">
      <w:r>
        <w:rPr>
          <w:rFonts w:eastAsia="Georgia"/>
        </w:rPr>
        <w:t>— </w:t>
      </w:r>
      <w:r w:rsidR="00AB2DE8">
        <w:t>Primo</w:t>
      </w:r>
      <w:r>
        <w:t xml:space="preserve">, </w:t>
      </w:r>
      <w:r w:rsidR="00AB2DE8">
        <w:t>jusqu</w:t>
      </w:r>
      <w:r>
        <w:t>’</w:t>
      </w:r>
      <w:r w:rsidR="00AB2DE8">
        <w:t>à quelle date le maréchal entend-il garder en prison le camarade Ivanov</w:t>
      </w:r>
      <w:r>
        <w:t xml:space="preserve">, </w:t>
      </w:r>
      <w:r w:rsidR="00AB2DE8">
        <w:t>directeur du réseau Est du Transsibérien</w:t>
      </w:r>
      <w:r>
        <w:t> ?</w:t>
      </w:r>
    </w:p>
    <w:p w14:paraId="1DC44918" w14:textId="77777777" w:rsidR="00C90F8D" w:rsidRDefault="00C90F8D">
      <w:r>
        <w:rPr>
          <w:rFonts w:eastAsia="Georgia"/>
        </w:rPr>
        <w:t>— </w:t>
      </w:r>
      <w:r w:rsidR="00AB2DE8">
        <w:t>Ivanov est arrêté</w:t>
      </w:r>
      <w:r>
        <w:t> ?</w:t>
      </w:r>
    </w:p>
    <w:p w14:paraId="1FC8091C" w14:textId="77777777" w:rsidR="00C90F8D" w:rsidRDefault="00C90F8D">
      <w:r>
        <w:rPr>
          <w:rFonts w:eastAsia="Georgia"/>
        </w:rPr>
        <w:t>— </w:t>
      </w:r>
      <w:r w:rsidR="00AB2DE8">
        <w:t>Depuis avant-hier</w:t>
      </w:r>
      <w:r>
        <w:t xml:space="preserve">, </w:t>
      </w:r>
      <w:r w:rsidR="00AB2DE8">
        <w:t>ainsi que j</w:t>
      </w:r>
      <w:r>
        <w:t>’</w:t>
      </w:r>
      <w:r w:rsidR="00AB2DE8">
        <w:t>ai l</w:t>
      </w:r>
      <w:r>
        <w:t>’</w:t>
      </w:r>
      <w:r w:rsidR="00AB2DE8">
        <w:t>honneur de vous l</w:t>
      </w:r>
      <w:r>
        <w:t>’</w:t>
      </w:r>
      <w:r w:rsidR="00AB2DE8">
        <w:t>apprendre</w:t>
      </w:r>
      <w:r>
        <w:t xml:space="preserve">. </w:t>
      </w:r>
      <w:r w:rsidR="00AB2DE8">
        <w:t>Ce n</w:t>
      </w:r>
      <w:r>
        <w:t>’</w:t>
      </w:r>
      <w:r w:rsidR="00AB2DE8">
        <w:t>est pas à nous de discuter les raisons que peut avoir Tchang-</w:t>
      </w:r>
      <w:proofErr w:type="spellStart"/>
      <w:r w:rsidR="00AB2DE8">
        <w:t>Tso</w:t>
      </w:r>
      <w:proofErr w:type="spellEnd"/>
      <w:r w:rsidR="00AB2DE8">
        <w:t>-Lin de faire coffrer un haut fonctionnaire soviétique</w:t>
      </w:r>
      <w:r>
        <w:t xml:space="preserve">. </w:t>
      </w:r>
      <w:r w:rsidR="00AB2DE8">
        <w:t>Mais les résultats sont là</w:t>
      </w:r>
      <w:r>
        <w:t xml:space="preserve"> : </w:t>
      </w:r>
      <w:r w:rsidR="00AB2DE8">
        <w:t>désorganisation des deux tiers du réseau</w:t>
      </w:r>
      <w:r>
        <w:t xml:space="preserve">, </w:t>
      </w:r>
      <w:r w:rsidR="00AB2DE8">
        <w:t>où tout ce qu</w:t>
      </w:r>
      <w:r>
        <w:t>’</w:t>
      </w:r>
      <w:r w:rsidR="00AB2DE8">
        <w:t>il y a d</w:t>
      </w:r>
      <w:r>
        <w:t>’</w:t>
      </w:r>
      <w:r w:rsidR="00AB2DE8">
        <w:t>employés bolcheviks s</w:t>
      </w:r>
      <w:r>
        <w:t>’</w:t>
      </w:r>
      <w:r w:rsidR="00AB2DE8">
        <w:t>est mis aussitôt en grève</w:t>
      </w:r>
      <w:r>
        <w:t xml:space="preserve">. </w:t>
      </w:r>
      <w:r w:rsidR="00AB2DE8">
        <w:t xml:space="preserve">Les approvisionnements en minerais que nous attendions du Chantoung et du </w:t>
      </w:r>
      <w:proofErr w:type="spellStart"/>
      <w:r w:rsidR="00AB2DE8">
        <w:t>Tche</w:t>
      </w:r>
      <w:proofErr w:type="spellEnd"/>
      <w:r w:rsidR="00AB2DE8">
        <w:t xml:space="preserve">-Li sont suspendus </w:t>
      </w:r>
      <w:r w:rsidR="00AB2DE8">
        <w:rPr>
          <w:i/>
          <w:iCs/>
        </w:rPr>
        <w:t>sine die</w:t>
      </w:r>
      <w:r>
        <w:t>.</w:t>
      </w:r>
    </w:p>
    <w:p w14:paraId="4C17B2AF" w14:textId="1BF32ECA" w:rsidR="00C90F8D" w:rsidRDefault="00C90F8D">
      <w:r>
        <w:t>M. </w:t>
      </w:r>
      <w:proofErr w:type="spellStart"/>
      <w:r w:rsidR="00AB2DE8">
        <w:t>Mauconseil</w:t>
      </w:r>
      <w:proofErr w:type="spellEnd"/>
      <w:r w:rsidR="00AB2DE8">
        <w:t xml:space="preserve"> frappa la table du poing</w:t>
      </w:r>
      <w:r>
        <w:t>.</w:t>
      </w:r>
    </w:p>
    <w:p w14:paraId="4FA6E2DF" w14:textId="77777777" w:rsidR="00C90F8D" w:rsidRDefault="00C90F8D">
      <w:r>
        <w:rPr>
          <w:rFonts w:eastAsia="Georgia"/>
        </w:rPr>
        <w:t>— </w:t>
      </w:r>
      <w:r w:rsidR="00AB2DE8">
        <w:t>La grève sur les deux tiers du réseau</w:t>
      </w:r>
      <w:r>
        <w:t xml:space="preserve"> ! </w:t>
      </w:r>
      <w:r w:rsidR="00AB2DE8">
        <w:t>Nos approvisionnements suspendus</w:t>
      </w:r>
      <w:r>
        <w:t xml:space="preserve"> ! </w:t>
      </w:r>
      <w:r w:rsidR="00AB2DE8">
        <w:t>Et vous me dites qu</w:t>
      </w:r>
      <w:r>
        <w:t>’</w:t>
      </w:r>
      <w:r w:rsidR="00AB2DE8">
        <w:t>il n</w:t>
      </w:r>
      <w:r>
        <w:t>’</w:t>
      </w:r>
      <w:r w:rsidR="00AB2DE8">
        <w:t>y a rien de nouveau</w:t>
      </w:r>
      <w:r>
        <w:t> ?</w:t>
      </w:r>
    </w:p>
    <w:p w14:paraId="3451F5C0" w14:textId="28CC7098" w:rsidR="00C90F8D" w:rsidRDefault="00C90F8D">
      <w:r>
        <w:rPr>
          <w:rFonts w:eastAsia="Georgia"/>
        </w:rPr>
        <w:t>— </w:t>
      </w:r>
      <w:r w:rsidR="00AB2DE8">
        <w:t>J</w:t>
      </w:r>
      <w:r>
        <w:t>’</w:t>
      </w:r>
      <w:r w:rsidR="00AB2DE8">
        <w:t>ai spécifié</w:t>
      </w:r>
      <w:r>
        <w:t xml:space="preserve"> : </w:t>
      </w:r>
      <w:r w:rsidR="00AB2DE8">
        <w:t>peu de chose</w:t>
      </w:r>
      <w:r>
        <w:t xml:space="preserve">, </w:t>
      </w:r>
      <w:r w:rsidR="00AB2DE8">
        <w:t xml:space="preserve">répliqua </w:t>
      </w:r>
      <w:r>
        <w:t>M. </w:t>
      </w:r>
      <w:r w:rsidR="00AB2DE8">
        <w:t>Schmidt</w:t>
      </w:r>
      <w:r>
        <w:t xml:space="preserve">, </w:t>
      </w:r>
      <w:r w:rsidR="00AB2DE8">
        <w:t>bonhomme</w:t>
      </w:r>
      <w:r>
        <w:t xml:space="preserve">. </w:t>
      </w:r>
      <w:r w:rsidR="00AB2DE8">
        <w:t>D</w:t>
      </w:r>
      <w:r>
        <w:t>’</w:t>
      </w:r>
      <w:r w:rsidR="00AB2DE8">
        <w:t>ailleurs</w:t>
      </w:r>
      <w:r>
        <w:t xml:space="preserve">, </w:t>
      </w:r>
      <w:r w:rsidR="00AB2DE8">
        <w:t>attendez</w:t>
      </w:r>
      <w:r>
        <w:t xml:space="preserve">, </w:t>
      </w:r>
      <w:r w:rsidR="00AB2DE8">
        <w:t>ce n</w:t>
      </w:r>
      <w:r>
        <w:t>’</w:t>
      </w:r>
      <w:r w:rsidR="00AB2DE8">
        <w:t>est pas tout</w:t>
      </w:r>
      <w:r>
        <w:t>.</w:t>
      </w:r>
    </w:p>
    <w:p w14:paraId="0633A842" w14:textId="77777777" w:rsidR="00C90F8D" w:rsidRDefault="00C90F8D">
      <w:r>
        <w:rPr>
          <w:rFonts w:eastAsia="Georgia"/>
        </w:rPr>
        <w:t>— </w:t>
      </w:r>
      <w:r w:rsidR="00AB2DE8">
        <w:t>Quoi encore</w:t>
      </w:r>
      <w:r>
        <w:t> ?</w:t>
      </w:r>
    </w:p>
    <w:p w14:paraId="2687B47D" w14:textId="77777777" w:rsidR="00C90F8D" w:rsidRDefault="00C90F8D">
      <w:r>
        <w:rPr>
          <w:rFonts w:eastAsia="Georgia"/>
        </w:rPr>
        <w:t>— </w:t>
      </w:r>
      <w:r w:rsidR="00AB2DE8">
        <w:t>Deux marteaux-pilons ont été trouvés ce matin inutilisables</w:t>
      </w:r>
      <w:r>
        <w:t xml:space="preserve">. </w:t>
      </w:r>
      <w:r w:rsidR="00AB2DE8">
        <w:t>Avaries au tiroir de distribution du premier</w:t>
      </w:r>
      <w:r>
        <w:t xml:space="preserve"> ; </w:t>
      </w:r>
      <w:r w:rsidR="00AB2DE8">
        <w:t>rupture du levier de commande du second</w:t>
      </w:r>
      <w:r>
        <w:t xml:space="preserve">. </w:t>
      </w:r>
      <w:r w:rsidR="00AB2DE8">
        <w:t>On s</w:t>
      </w:r>
      <w:r>
        <w:t>’</w:t>
      </w:r>
      <w:r w:rsidR="00AB2DE8">
        <w:t xml:space="preserve">occupe de les </w:t>
      </w:r>
      <w:r w:rsidR="00AB2DE8">
        <w:lastRenderedPageBreak/>
        <w:t>remettre en état</w:t>
      </w:r>
      <w:r>
        <w:t xml:space="preserve">. </w:t>
      </w:r>
      <w:r w:rsidR="00AB2DE8">
        <w:t>Mais il y en a pour trois solides journées de travail</w:t>
      </w:r>
      <w:r>
        <w:t>.</w:t>
      </w:r>
    </w:p>
    <w:p w14:paraId="5CAE9C84" w14:textId="77777777" w:rsidR="00C90F8D" w:rsidRDefault="00C90F8D">
      <w:r>
        <w:rPr>
          <w:rFonts w:eastAsia="Georgia"/>
        </w:rPr>
        <w:t>— </w:t>
      </w:r>
      <w:r w:rsidR="00AB2DE8">
        <w:t>Accident ou sabotage</w:t>
      </w:r>
      <w:r>
        <w:t> ?</w:t>
      </w:r>
    </w:p>
    <w:p w14:paraId="601377B6" w14:textId="4562DD6B" w:rsidR="00C90F8D" w:rsidRDefault="00C90F8D">
      <w:r>
        <w:rPr>
          <w:rFonts w:eastAsia="Georgia"/>
        </w:rPr>
        <w:t>— </w:t>
      </w:r>
      <w:r w:rsidR="00AB2DE8">
        <w:t>Sabotage</w:t>
      </w:r>
      <w:r>
        <w:t xml:space="preserve">, </w:t>
      </w:r>
      <w:r w:rsidR="00AB2DE8">
        <w:t>à n</w:t>
      </w:r>
      <w:r>
        <w:t>’</w:t>
      </w:r>
      <w:r w:rsidR="00AB2DE8">
        <w:t>en pas douter</w:t>
      </w:r>
      <w:r>
        <w:t xml:space="preserve">, </w:t>
      </w:r>
      <w:r w:rsidR="00AB2DE8">
        <w:t xml:space="preserve">articula aimablement </w:t>
      </w:r>
      <w:r>
        <w:t>M. </w:t>
      </w:r>
      <w:r w:rsidR="00AB2DE8">
        <w:t>Schmidt</w:t>
      </w:r>
      <w:r>
        <w:t>.</w:t>
      </w:r>
    </w:p>
    <w:p w14:paraId="04DE368B" w14:textId="18E3B7D4" w:rsidR="00C90F8D" w:rsidRDefault="00C90F8D">
      <w:r>
        <w:t>M. </w:t>
      </w:r>
      <w:proofErr w:type="spellStart"/>
      <w:r w:rsidR="00AB2DE8">
        <w:t>Mauconseil</w:t>
      </w:r>
      <w:proofErr w:type="spellEnd"/>
      <w:r w:rsidR="00AB2DE8">
        <w:t xml:space="preserve"> avait décroché son appareil téléphonique</w:t>
      </w:r>
      <w:r>
        <w:t>.</w:t>
      </w:r>
    </w:p>
    <w:p w14:paraId="182B70E0" w14:textId="77777777" w:rsidR="00C90F8D" w:rsidRDefault="00C90F8D">
      <w:r>
        <w:rPr>
          <w:rFonts w:eastAsia="Georgia"/>
        </w:rPr>
        <w:t>— </w:t>
      </w:r>
      <w:r w:rsidR="00AB2DE8">
        <w:t>Je préviens immédiatement la Place</w:t>
      </w:r>
      <w:r>
        <w:t xml:space="preserve">. </w:t>
      </w:r>
      <w:r w:rsidR="00AB2DE8">
        <w:t>Une enquête s</w:t>
      </w:r>
      <w:r>
        <w:t>’</w:t>
      </w:r>
      <w:r w:rsidR="00AB2DE8">
        <w:t>impose</w:t>
      </w:r>
      <w:r>
        <w:t xml:space="preserve">, </w:t>
      </w:r>
      <w:r w:rsidR="00AB2DE8">
        <w:t>et des sanctions</w:t>
      </w:r>
      <w:r>
        <w:t>…</w:t>
      </w:r>
    </w:p>
    <w:p w14:paraId="78DE72D3" w14:textId="45228446" w:rsidR="00C90F8D" w:rsidRDefault="00C90F8D">
      <w:r>
        <w:t>M. </w:t>
      </w:r>
      <w:r w:rsidR="00AB2DE8">
        <w:t>Schmidt l</w:t>
      </w:r>
      <w:r>
        <w:t>’</w:t>
      </w:r>
      <w:r w:rsidR="00AB2DE8">
        <w:t>arrêta du geste</w:t>
      </w:r>
      <w:r>
        <w:t>.</w:t>
      </w:r>
    </w:p>
    <w:p w14:paraId="4732DC1E" w14:textId="77777777" w:rsidR="00C90F8D" w:rsidRDefault="00C90F8D">
      <w:r>
        <w:rPr>
          <w:rFonts w:eastAsia="Georgia"/>
        </w:rPr>
        <w:t>— </w:t>
      </w:r>
      <w:r w:rsidR="00AB2DE8">
        <w:t>Je vous supplie de n</w:t>
      </w:r>
      <w:r>
        <w:t>’</w:t>
      </w:r>
      <w:r w:rsidR="00AB2DE8">
        <w:t>en rien faire</w:t>
      </w:r>
      <w:r>
        <w:t xml:space="preserve">, </w:t>
      </w:r>
      <w:r w:rsidR="00AB2DE8">
        <w:t>pour l</w:t>
      </w:r>
      <w:r>
        <w:t>’</w:t>
      </w:r>
      <w:r w:rsidR="00AB2DE8">
        <w:t>instant du moins</w:t>
      </w:r>
      <w:r>
        <w:t xml:space="preserve">, </w:t>
      </w:r>
      <w:r w:rsidR="00AB2DE8">
        <w:t>monsieur le directeur</w:t>
      </w:r>
      <w:r>
        <w:t xml:space="preserve">. </w:t>
      </w:r>
      <w:r w:rsidR="00AB2DE8">
        <w:t>Au lieu de déclencher les rigueurs des autorités</w:t>
      </w:r>
      <w:r>
        <w:t xml:space="preserve">, </w:t>
      </w:r>
      <w:r w:rsidR="00AB2DE8">
        <w:t>il serait préférable</w:t>
      </w:r>
      <w:r>
        <w:t xml:space="preserve">, </w:t>
      </w:r>
      <w:r w:rsidR="00AB2DE8">
        <w:t>à mon humble avis</w:t>
      </w:r>
      <w:r>
        <w:t xml:space="preserve">, </w:t>
      </w:r>
      <w:r w:rsidR="00AB2DE8">
        <w:t>de les tempérer</w:t>
      </w:r>
      <w:r>
        <w:t>.</w:t>
      </w:r>
    </w:p>
    <w:p w14:paraId="1BA72F69" w14:textId="77777777" w:rsidR="00C90F8D" w:rsidRDefault="00C90F8D">
      <w:r>
        <w:rPr>
          <w:rFonts w:eastAsia="Georgia"/>
        </w:rPr>
        <w:t>— </w:t>
      </w:r>
      <w:r w:rsidR="00AB2DE8">
        <w:t>Qu</w:t>
      </w:r>
      <w:r>
        <w:t>’</w:t>
      </w:r>
      <w:r w:rsidR="00AB2DE8">
        <w:t>entendez-vous par là</w:t>
      </w:r>
      <w:r>
        <w:t> ?</w:t>
      </w:r>
    </w:p>
    <w:p w14:paraId="6539D948" w14:textId="77777777" w:rsidR="00C90F8D" w:rsidRDefault="00C90F8D">
      <w:r>
        <w:rPr>
          <w:rFonts w:eastAsia="Georgia"/>
        </w:rPr>
        <w:t>— </w:t>
      </w:r>
      <w:r w:rsidR="00AB2DE8">
        <w:t>Voici</w:t>
      </w:r>
      <w:r>
        <w:t xml:space="preserve"> : </w:t>
      </w:r>
      <w:r w:rsidR="00AB2DE8">
        <w:t>sept de nos ouvriers indigènes</w:t>
      </w:r>
      <w:r>
        <w:t xml:space="preserve">, </w:t>
      </w:r>
      <w:r w:rsidR="00AB2DE8">
        <w:t>qui comptaient comme par hasard parmi nos meilleurs ajusteurs</w:t>
      </w:r>
      <w:r>
        <w:t xml:space="preserve">, </w:t>
      </w:r>
      <w:r w:rsidR="00AB2DE8">
        <w:t>manquent depuis trois jours à l</w:t>
      </w:r>
      <w:r>
        <w:t>’</w:t>
      </w:r>
      <w:r w:rsidR="00AB2DE8">
        <w:t>appel</w:t>
      </w:r>
      <w:r>
        <w:t xml:space="preserve">. </w:t>
      </w:r>
      <w:r w:rsidR="00AB2DE8">
        <w:t>Renseignements pris</w:t>
      </w:r>
      <w:r>
        <w:t xml:space="preserve">, </w:t>
      </w:r>
      <w:r w:rsidR="00AB2DE8">
        <w:t>cinq sont en train de moisir dans les cachots du maréchal</w:t>
      </w:r>
      <w:r>
        <w:t xml:space="preserve">. </w:t>
      </w:r>
      <w:r w:rsidR="00AB2DE8">
        <w:t>Pour les deux autres</w:t>
      </w:r>
      <w:r>
        <w:t xml:space="preserve">, </w:t>
      </w:r>
      <w:r w:rsidR="00AB2DE8">
        <w:t>c</w:t>
      </w:r>
      <w:r>
        <w:t>’</w:t>
      </w:r>
      <w:r w:rsidR="00AB2DE8">
        <w:t>est plus grave</w:t>
      </w:r>
      <w:r>
        <w:t xml:space="preserve"> : </w:t>
      </w:r>
      <w:r w:rsidR="00AB2DE8">
        <w:t>ils ont eu maille à partir avec la patrouille</w:t>
      </w:r>
      <w:r>
        <w:t xml:space="preserve">, </w:t>
      </w:r>
      <w:r w:rsidR="00AB2DE8">
        <w:t>et tout de suite après</w:t>
      </w:r>
      <w:r>
        <w:t xml:space="preserve">, </w:t>
      </w:r>
      <w:r w:rsidR="00AB2DE8">
        <w:t>avec le coupe-tête du bourreau de service</w:t>
      </w:r>
      <w:r>
        <w:t xml:space="preserve">. </w:t>
      </w:r>
      <w:r w:rsidR="00AB2DE8">
        <w:t>Je ne conteste pas leurs torts probables</w:t>
      </w:r>
      <w:r>
        <w:t xml:space="preserve"> : </w:t>
      </w:r>
      <w:r w:rsidR="00AB2DE8">
        <w:t>tapage nocturne</w:t>
      </w:r>
      <w:r>
        <w:t xml:space="preserve">, </w:t>
      </w:r>
      <w:r w:rsidR="00AB2DE8">
        <w:t>rixes</w:t>
      </w:r>
      <w:r>
        <w:t xml:space="preserve">, </w:t>
      </w:r>
      <w:r w:rsidR="00AB2DE8">
        <w:t>et peut-être un peu de pillage</w:t>
      </w:r>
      <w:r>
        <w:t xml:space="preserve">. </w:t>
      </w:r>
      <w:r w:rsidR="00AB2DE8">
        <w:t>Le maréchal veut que l</w:t>
      </w:r>
      <w:r>
        <w:t>’</w:t>
      </w:r>
      <w:r w:rsidR="00AB2DE8">
        <w:t>ordre règne dans Moukden</w:t>
      </w:r>
      <w:r>
        <w:t xml:space="preserve">, </w:t>
      </w:r>
      <w:r w:rsidR="00AB2DE8">
        <w:t>c</w:t>
      </w:r>
      <w:r>
        <w:t>’</w:t>
      </w:r>
      <w:r w:rsidR="00AB2DE8">
        <w:t>est très bien</w:t>
      </w:r>
      <w:r>
        <w:t xml:space="preserve">. </w:t>
      </w:r>
      <w:r w:rsidR="00AB2DE8">
        <w:t>Mais avant de procéder à des emprisonnements et à des exécutions sommaires</w:t>
      </w:r>
      <w:r>
        <w:t xml:space="preserve">, </w:t>
      </w:r>
      <w:r w:rsidR="00AB2DE8">
        <w:t>je crois néanmoins que sa police aurait intérêt à vérifier si elle n</w:t>
      </w:r>
      <w:r>
        <w:t>’</w:t>
      </w:r>
      <w:r w:rsidR="00AB2DE8">
        <w:t>a pas affaire à des gens inscrits sur les rôles de l</w:t>
      </w:r>
      <w:r>
        <w:t>’</w:t>
      </w:r>
      <w:r w:rsidR="00AB2DE8">
        <w:t>arsenal</w:t>
      </w:r>
      <w:r>
        <w:t>.</w:t>
      </w:r>
    </w:p>
    <w:p w14:paraId="0D564C65" w14:textId="29EF5D65" w:rsidR="00C90F8D" w:rsidRDefault="00C90F8D">
      <w:r>
        <w:lastRenderedPageBreak/>
        <w:t>M. </w:t>
      </w:r>
      <w:proofErr w:type="spellStart"/>
      <w:r w:rsidR="00AB2DE8">
        <w:t>Mauconseil</w:t>
      </w:r>
      <w:proofErr w:type="spellEnd"/>
      <w:r w:rsidR="00AB2DE8">
        <w:t xml:space="preserve"> leva les bras au ciel</w:t>
      </w:r>
      <w:r>
        <w:t>.</w:t>
      </w:r>
    </w:p>
    <w:p w14:paraId="7B610FCE" w14:textId="77777777" w:rsidR="00C90F8D" w:rsidRDefault="00C90F8D">
      <w:r>
        <w:rPr>
          <w:rFonts w:eastAsia="Georgia"/>
        </w:rPr>
        <w:t>— </w:t>
      </w:r>
      <w:r w:rsidR="00AB2DE8">
        <w:t>Quel pays</w:t>
      </w:r>
      <w:r>
        <w:t xml:space="preserve"> ! </w:t>
      </w:r>
      <w:r w:rsidR="00AB2DE8">
        <w:t>Le travail</w:t>
      </w:r>
      <w:r>
        <w:t xml:space="preserve">, </w:t>
      </w:r>
      <w:r w:rsidR="00AB2DE8">
        <w:t>dans de telles conditions</w:t>
      </w:r>
      <w:r>
        <w:t xml:space="preserve">, </w:t>
      </w:r>
      <w:r w:rsidR="00AB2DE8">
        <w:t>devient impossible</w:t>
      </w:r>
      <w:r>
        <w:t>.</w:t>
      </w:r>
    </w:p>
    <w:p w14:paraId="327A7CBF" w14:textId="77777777" w:rsidR="00C90F8D" w:rsidRDefault="00C90F8D">
      <w:r>
        <w:rPr>
          <w:rFonts w:eastAsia="Georgia"/>
        </w:rPr>
        <w:t>— </w:t>
      </w:r>
      <w:r w:rsidR="00AB2DE8">
        <w:t>Il est à la vérité beaucoup plus difficile qu</w:t>
      </w:r>
      <w:r>
        <w:t>’</w:t>
      </w:r>
      <w:r w:rsidR="00AB2DE8">
        <w:t>en France</w:t>
      </w:r>
      <w:r>
        <w:t xml:space="preserve">. </w:t>
      </w:r>
      <w:r w:rsidR="00AB2DE8">
        <w:t>Mais je pense que c</w:t>
      </w:r>
      <w:r>
        <w:t>’</w:t>
      </w:r>
      <w:r w:rsidR="00AB2DE8">
        <w:t>est pour ce motif que nos appointements sont de beaucoup plus élevés</w:t>
      </w:r>
      <w:r>
        <w:t>.</w:t>
      </w:r>
    </w:p>
    <w:p w14:paraId="342A3B60" w14:textId="77777777" w:rsidR="00C90F8D" w:rsidRDefault="00AB2DE8">
      <w:r>
        <w:t>Le directeur général regarda de travers son collaborateur</w:t>
      </w:r>
      <w:r w:rsidR="00C90F8D">
        <w:t>.</w:t>
      </w:r>
    </w:p>
    <w:p w14:paraId="22CCA9C6" w14:textId="10290C6C" w:rsidR="00C90F8D" w:rsidRDefault="00C90F8D">
      <w:r>
        <w:rPr>
          <w:rFonts w:eastAsia="Georgia"/>
        </w:rPr>
        <w:t>— </w:t>
      </w:r>
      <w:r w:rsidR="00AB2DE8">
        <w:t>Votre résignation vous honore</w:t>
      </w:r>
      <w:r>
        <w:t xml:space="preserve">, </w:t>
      </w:r>
      <w:r w:rsidR="00AB2DE8">
        <w:t>dit-il aigrement</w:t>
      </w:r>
      <w:r>
        <w:t xml:space="preserve">. </w:t>
      </w:r>
      <w:r w:rsidR="00AB2DE8">
        <w:t>Je dois en conclure</w:t>
      </w:r>
      <w:r>
        <w:t xml:space="preserve">, </w:t>
      </w:r>
      <w:r w:rsidR="00AB2DE8">
        <w:t>n</w:t>
      </w:r>
      <w:r>
        <w:t>’</w:t>
      </w:r>
      <w:r w:rsidR="00AB2DE8">
        <w:t>est-ce pas</w:t>
      </w:r>
      <w:r>
        <w:t xml:space="preserve">, </w:t>
      </w:r>
      <w:r w:rsidR="00AB2DE8">
        <w:t>que tout sera prêt le 1</w:t>
      </w:r>
      <w:r>
        <w:t>5 mai ?</w:t>
      </w:r>
    </w:p>
    <w:p w14:paraId="46587838" w14:textId="1FD1AC2C" w:rsidR="00C90F8D" w:rsidRDefault="00C90F8D">
      <w:r>
        <w:rPr>
          <w:rFonts w:eastAsia="Georgia"/>
        </w:rPr>
        <w:t>— </w:t>
      </w:r>
      <w:r w:rsidR="00AB2DE8">
        <w:t>Oh</w:t>
      </w:r>
      <w:r>
        <w:t xml:space="preserve"> ! </w:t>
      </w:r>
      <w:r w:rsidR="00AB2DE8">
        <w:t>mais non</w:t>
      </w:r>
      <w:r>
        <w:t xml:space="preserve">, </w:t>
      </w:r>
      <w:r w:rsidR="00AB2DE8">
        <w:t xml:space="preserve">dit </w:t>
      </w:r>
      <w:r>
        <w:t>M. </w:t>
      </w:r>
      <w:r w:rsidR="00AB2DE8">
        <w:t>Schmidt</w:t>
      </w:r>
      <w:r>
        <w:t xml:space="preserve">, </w:t>
      </w:r>
      <w:r w:rsidR="00AB2DE8">
        <w:t>oh</w:t>
      </w:r>
      <w:r>
        <w:t xml:space="preserve"> ! </w:t>
      </w:r>
      <w:r w:rsidR="00AB2DE8">
        <w:t>mais non</w:t>
      </w:r>
      <w:r>
        <w:t>.</w:t>
      </w:r>
    </w:p>
    <w:p w14:paraId="2ECB26B4" w14:textId="77777777" w:rsidR="00C90F8D" w:rsidRDefault="00C90F8D">
      <w:r>
        <w:rPr>
          <w:rFonts w:eastAsia="Georgia"/>
        </w:rPr>
        <w:t>— </w:t>
      </w:r>
      <w:r w:rsidR="00AB2DE8">
        <w:t>Pourtant</w:t>
      </w:r>
      <w:r>
        <w:t xml:space="preserve">, </w:t>
      </w:r>
      <w:r w:rsidR="00AB2DE8">
        <w:t>nous avons formellement promis</w:t>
      </w:r>
      <w:r>
        <w:t>…</w:t>
      </w:r>
    </w:p>
    <w:p w14:paraId="709FB1F2" w14:textId="2DDDDA7B" w:rsidR="00C90F8D" w:rsidRDefault="00C90F8D">
      <w:r>
        <w:rPr>
          <w:rFonts w:eastAsia="Georgia"/>
        </w:rPr>
        <w:t>— </w:t>
      </w:r>
      <w:r w:rsidR="00AB2DE8">
        <w:t>Qu</w:t>
      </w:r>
      <w:r>
        <w:t>’</w:t>
      </w:r>
      <w:r w:rsidR="00AB2DE8">
        <w:t>y puis-je</w:t>
      </w:r>
      <w:r>
        <w:t xml:space="preserve">, </w:t>
      </w:r>
      <w:r w:rsidR="00AB2DE8">
        <w:t>mon cher directeur</w:t>
      </w:r>
      <w:r>
        <w:t xml:space="preserve"> ! </w:t>
      </w:r>
      <w:r w:rsidR="00AB2DE8">
        <w:t>Laissez-moi d</w:t>
      </w:r>
      <w:r>
        <w:t>’</w:t>
      </w:r>
      <w:r w:rsidR="00AB2DE8">
        <w:t>abord vous rappeler que l</w:t>
      </w:r>
      <w:r>
        <w:t>’</w:t>
      </w:r>
      <w:r w:rsidR="00AB2DE8">
        <w:t>engagement dont il s</w:t>
      </w:r>
      <w:r>
        <w:t>’</w:t>
      </w:r>
      <w:r w:rsidR="00AB2DE8">
        <w:t xml:space="preserve">agit remonte au </w:t>
      </w:r>
      <w:r>
        <w:t>1</w:t>
      </w:r>
      <w:r w:rsidRPr="00C90F8D">
        <w:rPr>
          <w:vertAlign w:val="superscript"/>
        </w:rPr>
        <w:t>er</w:t>
      </w:r>
      <w:r>
        <w:t xml:space="preserve"> octobre. </w:t>
      </w:r>
      <w:r w:rsidR="00AB2DE8">
        <w:t>À cette époque</w:t>
      </w:r>
      <w:r>
        <w:t>, M. </w:t>
      </w:r>
      <w:proofErr w:type="spellStart"/>
      <w:r w:rsidR="00AB2DE8">
        <w:t>Fontanille</w:t>
      </w:r>
      <w:proofErr w:type="spellEnd"/>
      <w:r w:rsidR="00AB2DE8">
        <w:t xml:space="preserve"> assurait encore les services techniques</w:t>
      </w:r>
      <w:r>
        <w:t xml:space="preserve">. </w:t>
      </w:r>
      <w:r w:rsidR="00AB2DE8">
        <w:t>Depuis</w:t>
      </w:r>
      <w:r>
        <w:t xml:space="preserve">, </w:t>
      </w:r>
      <w:r w:rsidR="00AB2DE8">
        <w:t>il y a eu sa maladie</w:t>
      </w:r>
      <w:r>
        <w:t xml:space="preserve">, </w:t>
      </w:r>
      <w:r w:rsidR="00AB2DE8">
        <w:t>son départ</w:t>
      </w:r>
      <w:r>
        <w:t xml:space="preserve">. </w:t>
      </w:r>
      <w:r w:rsidR="00AB2DE8">
        <w:t>À Paris</w:t>
      </w:r>
      <w:r>
        <w:t xml:space="preserve">, </w:t>
      </w:r>
      <w:r w:rsidR="00AB2DE8">
        <w:t>on a mis trois mois à lui donner un successeur</w:t>
      </w:r>
      <w:r>
        <w:t xml:space="preserve">, </w:t>
      </w:r>
      <w:r w:rsidR="00AB2DE8">
        <w:t>qui n</w:t>
      </w:r>
      <w:r>
        <w:t>’</w:t>
      </w:r>
      <w:r w:rsidR="00AB2DE8">
        <w:t>est point encore arrivé</w:t>
      </w:r>
      <w:r>
        <w:t xml:space="preserve">. </w:t>
      </w:r>
      <w:r w:rsidR="00AB2DE8">
        <w:t>Pendant ce temps j</w:t>
      </w:r>
      <w:r>
        <w:t>’</w:t>
      </w:r>
      <w:r w:rsidR="00AB2DE8">
        <w:t>ai été à toutes les sauces</w:t>
      </w:r>
      <w:r>
        <w:t xml:space="preserve">, </w:t>
      </w:r>
      <w:r w:rsidR="00AB2DE8">
        <w:t>mais cela n</w:t>
      </w:r>
      <w:r>
        <w:t>’</w:t>
      </w:r>
      <w:r w:rsidR="00AB2DE8">
        <w:t>a guère avancé la besogne</w:t>
      </w:r>
      <w:r>
        <w:t xml:space="preserve">. </w:t>
      </w:r>
      <w:r w:rsidR="00AB2DE8">
        <w:t xml:space="preserve">Il est de mon devoir de vous avertir que si </w:t>
      </w:r>
      <w:r>
        <w:t>M. </w:t>
      </w:r>
      <w:r w:rsidR="00AB2DE8">
        <w:t>Forestier n</w:t>
      </w:r>
      <w:r>
        <w:t>’</w:t>
      </w:r>
      <w:r w:rsidR="00AB2DE8">
        <w:t>est pas là le 1</w:t>
      </w:r>
      <w:r>
        <w:t xml:space="preserve">5 avril, </w:t>
      </w:r>
      <w:r w:rsidR="00AB2DE8">
        <w:t>je déclinerai toute responsabilité</w:t>
      </w:r>
      <w:r>
        <w:t>.</w:t>
      </w:r>
    </w:p>
    <w:p w14:paraId="2AB1452B" w14:textId="76765D4A" w:rsidR="00C90F8D" w:rsidRDefault="00C90F8D">
      <w:r>
        <w:rPr>
          <w:rFonts w:eastAsia="Georgia"/>
        </w:rPr>
        <w:t>— </w:t>
      </w:r>
      <w:r w:rsidR="00AB2DE8">
        <w:t>Rassurez-vous</w:t>
      </w:r>
      <w:r>
        <w:t xml:space="preserve">, </w:t>
      </w:r>
      <w:r w:rsidR="00AB2DE8">
        <w:t xml:space="preserve">dit </w:t>
      </w:r>
      <w:r>
        <w:t>M. </w:t>
      </w:r>
      <w:proofErr w:type="spellStart"/>
      <w:r w:rsidR="00AB2DE8">
        <w:t>Mauconseil</w:t>
      </w:r>
      <w:proofErr w:type="spellEnd"/>
      <w:r>
        <w:t>.</w:t>
      </w:r>
    </w:p>
    <w:p w14:paraId="294CC720" w14:textId="77777777" w:rsidR="00C90F8D" w:rsidRDefault="00AB2DE8">
      <w:r>
        <w:t>Il venait de prendre sur son bureau la dépêche qu</w:t>
      </w:r>
      <w:r w:rsidR="00C90F8D">
        <w:t>’</w:t>
      </w:r>
      <w:r>
        <w:t>il lisait un moment auparavant</w:t>
      </w:r>
      <w:r w:rsidR="00C90F8D">
        <w:t xml:space="preserve">, </w:t>
      </w:r>
      <w:r>
        <w:t>et la tendait à Schmidt</w:t>
      </w:r>
      <w:r w:rsidR="00C90F8D">
        <w:t>.</w:t>
      </w:r>
    </w:p>
    <w:p w14:paraId="22392DED" w14:textId="77777777" w:rsidR="00C90F8D" w:rsidRDefault="00AB2DE8">
      <w:r>
        <w:t>Le visage de celui-ci s</w:t>
      </w:r>
      <w:r w:rsidR="00C90F8D">
        <w:t>’</w:t>
      </w:r>
      <w:r>
        <w:t>éclaira</w:t>
      </w:r>
      <w:r w:rsidR="00C90F8D">
        <w:t>.</w:t>
      </w:r>
    </w:p>
    <w:p w14:paraId="4C8F2D55" w14:textId="77777777" w:rsidR="00C90F8D" w:rsidRDefault="00C90F8D">
      <w:r>
        <w:rPr>
          <w:rFonts w:eastAsia="Georgia"/>
        </w:rPr>
        <w:t>— </w:t>
      </w:r>
      <w:r w:rsidR="00AB2DE8">
        <w:t>Demain</w:t>
      </w:r>
      <w:r>
        <w:t xml:space="preserve"> ! </w:t>
      </w:r>
      <w:r w:rsidR="00AB2DE8">
        <w:t>Forestier arrive demain matin</w:t>
      </w:r>
      <w:r>
        <w:t xml:space="preserve"> ! </w:t>
      </w:r>
      <w:r w:rsidR="00AB2DE8">
        <w:t>Comment se fait-il</w:t>
      </w:r>
      <w:r>
        <w:t> ?…</w:t>
      </w:r>
    </w:p>
    <w:p w14:paraId="2564F015" w14:textId="77777777" w:rsidR="00C90F8D" w:rsidRDefault="00C90F8D">
      <w:r>
        <w:rPr>
          <w:rFonts w:eastAsia="Georgia"/>
        </w:rPr>
        <w:lastRenderedPageBreak/>
        <w:t>— </w:t>
      </w:r>
      <w:r w:rsidR="00AB2DE8">
        <w:t>Lisez donc</w:t>
      </w:r>
      <w:r>
        <w:t xml:space="preserve">. </w:t>
      </w:r>
      <w:r w:rsidR="00AB2DE8">
        <w:t>Il a quitté à Shangaï le paquebot des Messageries Maritimes pour prendre</w:t>
      </w:r>
      <w:r>
        <w:t xml:space="preserve">, </w:t>
      </w:r>
      <w:r w:rsidR="00AB2DE8">
        <w:t>le jour même</w:t>
      </w:r>
      <w:r>
        <w:t xml:space="preserve">, </w:t>
      </w:r>
      <w:r w:rsidR="00AB2DE8">
        <w:t>le courrier japonais</w:t>
      </w:r>
      <w:r>
        <w:t>.</w:t>
      </w:r>
    </w:p>
    <w:p w14:paraId="3ED1BBF1" w14:textId="77777777" w:rsidR="00C90F8D" w:rsidRDefault="00C90F8D">
      <w:r>
        <w:rPr>
          <w:rFonts w:eastAsia="Georgia"/>
        </w:rPr>
        <w:t>— </w:t>
      </w:r>
      <w:r w:rsidR="00AB2DE8">
        <w:t>C</w:t>
      </w:r>
      <w:r>
        <w:t>’</w:t>
      </w:r>
      <w:r w:rsidR="00AB2DE8">
        <w:t>est gentil à lui</w:t>
      </w:r>
      <w:r>
        <w:t xml:space="preserve">, </w:t>
      </w:r>
      <w:r w:rsidR="00AB2DE8">
        <w:t>dit Schmidt</w:t>
      </w:r>
      <w:r>
        <w:t xml:space="preserve">, </w:t>
      </w:r>
      <w:r w:rsidR="00AB2DE8">
        <w:t>il pouvait rester à Shangaï le temps de l</w:t>
      </w:r>
      <w:r>
        <w:t>’</w:t>
      </w:r>
      <w:r w:rsidR="00AB2DE8">
        <w:t>escale</w:t>
      </w:r>
      <w:r>
        <w:t xml:space="preserve">. </w:t>
      </w:r>
      <w:r w:rsidR="00AB2DE8">
        <w:t>Il a compris qu</w:t>
      </w:r>
      <w:r>
        <w:t>’</w:t>
      </w:r>
      <w:r w:rsidR="00AB2DE8">
        <w:t>ici nous étions dans le pétrin</w:t>
      </w:r>
      <w:r>
        <w:t xml:space="preserve">. </w:t>
      </w:r>
      <w:r w:rsidR="00AB2DE8">
        <w:t>Il a brûlé les étapes</w:t>
      </w:r>
      <w:r>
        <w:t xml:space="preserve">. </w:t>
      </w:r>
      <w:r w:rsidR="00AB2DE8">
        <w:t>C</w:t>
      </w:r>
      <w:r>
        <w:t>’</w:t>
      </w:r>
      <w:r w:rsidR="00AB2DE8">
        <w:t>est gentil à lui</w:t>
      </w:r>
      <w:r>
        <w:t>.</w:t>
      </w:r>
    </w:p>
    <w:p w14:paraId="6F27DD8D" w14:textId="4B7CC439" w:rsidR="00C90F8D" w:rsidRDefault="00C90F8D">
      <w:r>
        <w:rPr>
          <w:rFonts w:eastAsia="Georgia"/>
        </w:rPr>
        <w:t>— </w:t>
      </w:r>
      <w:r w:rsidR="00AB2DE8">
        <w:t>C</w:t>
      </w:r>
      <w:r>
        <w:t>’</w:t>
      </w:r>
      <w:r w:rsidR="00AB2DE8">
        <w:t>est tout naturel</w:t>
      </w:r>
      <w:r>
        <w:t xml:space="preserve">, </w:t>
      </w:r>
      <w:r w:rsidR="00AB2DE8">
        <w:t xml:space="preserve">trancha </w:t>
      </w:r>
      <w:r>
        <w:t>M. </w:t>
      </w:r>
      <w:proofErr w:type="spellStart"/>
      <w:r w:rsidR="00AB2DE8">
        <w:t>Mauconseil</w:t>
      </w:r>
      <w:proofErr w:type="spellEnd"/>
      <w:r>
        <w:t>.</w:t>
      </w:r>
    </w:p>
    <w:p w14:paraId="7BC5AD9E" w14:textId="0F23E57E" w:rsidR="00AB2DE8" w:rsidRDefault="00AB2DE8"/>
    <w:p w14:paraId="1AB71933" w14:textId="3DE19397" w:rsidR="00C90F8D" w:rsidRDefault="00AB2DE8">
      <w:r>
        <w:t>Au-dehors</w:t>
      </w:r>
      <w:r w:rsidR="00C90F8D">
        <w:t xml:space="preserve">, </w:t>
      </w:r>
      <w:r>
        <w:t>des sifflements de sirènes appelaient les ouvriers aux réfectoires</w:t>
      </w:r>
      <w:r w:rsidR="00C90F8D">
        <w:t>. M. </w:t>
      </w:r>
      <w:proofErr w:type="spellStart"/>
      <w:r>
        <w:t>Mauconseil</w:t>
      </w:r>
      <w:proofErr w:type="spellEnd"/>
      <w:r>
        <w:t xml:space="preserve"> tournait et retournait entre ses doigts le télégramme de Forestier</w:t>
      </w:r>
      <w:r w:rsidR="00C90F8D">
        <w:t xml:space="preserve">. </w:t>
      </w:r>
      <w:r>
        <w:t>Il semblait hésiter à poser une question</w:t>
      </w:r>
      <w:r w:rsidR="00C90F8D">
        <w:t xml:space="preserve">. </w:t>
      </w:r>
      <w:r>
        <w:t>Finalement</w:t>
      </w:r>
      <w:r w:rsidR="00C90F8D">
        <w:t xml:space="preserve">, </w:t>
      </w:r>
      <w:r>
        <w:t>il se décida</w:t>
      </w:r>
      <w:r w:rsidR="00C90F8D">
        <w:t>.</w:t>
      </w:r>
    </w:p>
    <w:p w14:paraId="443CF699" w14:textId="77777777" w:rsidR="00C90F8D" w:rsidRDefault="00C90F8D">
      <w:r>
        <w:rPr>
          <w:rFonts w:eastAsia="Georgia"/>
        </w:rPr>
        <w:t>— </w:t>
      </w:r>
      <w:r w:rsidR="00AB2DE8">
        <w:t>Mon cher ami</w:t>
      </w:r>
      <w:r>
        <w:t xml:space="preserve">, </w:t>
      </w:r>
      <w:r w:rsidR="00AB2DE8">
        <w:t>j</w:t>
      </w:r>
      <w:r>
        <w:t>’</w:t>
      </w:r>
      <w:r w:rsidR="00AB2DE8">
        <w:t>ai quelque chose à vous demander</w:t>
      </w:r>
      <w:r>
        <w:t>.</w:t>
      </w:r>
    </w:p>
    <w:p w14:paraId="63E28BC5" w14:textId="77777777" w:rsidR="00C90F8D" w:rsidRDefault="00C90F8D">
      <w:r>
        <w:rPr>
          <w:rFonts w:eastAsia="Georgia"/>
        </w:rPr>
        <w:t>— </w:t>
      </w:r>
      <w:r w:rsidR="00AB2DE8">
        <w:t>Je vous en prie</w:t>
      </w:r>
      <w:r>
        <w:t xml:space="preserve">, </w:t>
      </w:r>
      <w:r w:rsidR="00AB2DE8">
        <w:t>monsieur le directeur</w:t>
      </w:r>
      <w:r>
        <w:t>.</w:t>
      </w:r>
    </w:p>
    <w:p w14:paraId="28D66DE6" w14:textId="074EA0E7" w:rsidR="00C90F8D" w:rsidRDefault="00C90F8D">
      <w:r>
        <w:rPr>
          <w:rFonts w:eastAsia="Georgia"/>
        </w:rPr>
        <w:t>— </w:t>
      </w:r>
      <w:r w:rsidR="00AB2DE8">
        <w:t>Je voudrais que vous me répétiez</w:t>
      </w:r>
      <w:r>
        <w:t xml:space="preserve">, </w:t>
      </w:r>
      <w:r w:rsidR="00AB2DE8">
        <w:t>de façon aussi précise que possible</w:t>
      </w:r>
      <w:r>
        <w:t xml:space="preserve">, </w:t>
      </w:r>
      <w:r w:rsidR="00AB2DE8">
        <w:t xml:space="preserve">ce que vous savez de </w:t>
      </w:r>
      <w:r>
        <w:t>M. </w:t>
      </w:r>
      <w:r w:rsidR="00AB2DE8">
        <w:t>Forestier</w:t>
      </w:r>
      <w:r>
        <w:t>.</w:t>
      </w:r>
    </w:p>
    <w:p w14:paraId="31DF451C" w14:textId="2A9841B0" w:rsidR="00C90F8D" w:rsidRDefault="00AB2DE8">
      <w:r>
        <w:t>Schmidt réprima un sourire</w:t>
      </w:r>
      <w:r w:rsidR="00C90F8D">
        <w:t xml:space="preserve">. </w:t>
      </w:r>
      <w:r>
        <w:t>C</w:t>
      </w:r>
      <w:r w:rsidR="00C90F8D">
        <w:t>’</w:t>
      </w:r>
      <w:r>
        <w:t>était la vingtième fois</w:t>
      </w:r>
      <w:r w:rsidR="00C90F8D">
        <w:t xml:space="preserve">, </w:t>
      </w:r>
      <w:r>
        <w:t xml:space="preserve">depuis la nomination du successeur de </w:t>
      </w:r>
      <w:r w:rsidR="00C90F8D">
        <w:t>M. </w:t>
      </w:r>
      <w:proofErr w:type="spellStart"/>
      <w:r>
        <w:t>Fontanille</w:t>
      </w:r>
      <w:proofErr w:type="spellEnd"/>
      <w:r w:rsidR="00C90F8D">
        <w:t xml:space="preserve">, </w:t>
      </w:r>
      <w:r>
        <w:t xml:space="preserve">que cette phrase revenait sur les lèvres de </w:t>
      </w:r>
      <w:r w:rsidR="00C90F8D">
        <w:t>M. </w:t>
      </w:r>
      <w:proofErr w:type="spellStart"/>
      <w:r>
        <w:t>Mauconseil</w:t>
      </w:r>
      <w:proofErr w:type="spellEnd"/>
      <w:r w:rsidR="00C90F8D">
        <w:t xml:space="preserve">. </w:t>
      </w:r>
      <w:r>
        <w:t>Mais il avait bon caractère</w:t>
      </w:r>
      <w:r w:rsidR="00C90F8D">
        <w:t xml:space="preserve">. </w:t>
      </w:r>
      <w:r>
        <w:t>En outre</w:t>
      </w:r>
      <w:r w:rsidR="00C90F8D">
        <w:t xml:space="preserve">, </w:t>
      </w:r>
      <w:r>
        <w:t>la nouvelle de l</w:t>
      </w:r>
      <w:r w:rsidR="00C90F8D">
        <w:t>’</w:t>
      </w:r>
      <w:r>
        <w:t>arrivée de Forestier l</w:t>
      </w:r>
      <w:r w:rsidR="00C90F8D">
        <w:t>’</w:t>
      </w:r>
      <w:r>
        <w:t>avait mis d</w:t>
      </w:r>
      <w:r w:rsidR="00C90F8D">
        <w:t>’</w:t>
      </w:r>
      <w:r>
        <w:t>excellente humeur</w:t>
      </w:r>
      <w:r w:rsidR="00C90F8D">
        <w:t xml:space="preserve">. </w:t>
      </w:r>
      <w:r>
        <w:t>Il s</w:t>
      </w:r>
      <w:r w:rsidR="00C90F8D">
        <w:t>’</w:t>
      </w:r>
      <w:r>
        <w:t>exécuta donc</w:t>
      </w:r>
      <w:r w:rsidR="00C90F8D">
        <w:t xml:space="preserve">, </w:t>
      </w:r>
      <w:r>
        <w:t>de la meilleure grâce du monde</w:t>
      </w:r>
      <w:r w:rsidR="00C90F8D">
        <w:t>.</w:t>
      </w:r>
    </w:p>
    <w:p w14:paraId="6CDE0074" w14:textId="77777777" w:rsidR="00C90F8D" w:rsidRDefault="00C90F8D">
      <w:r>
        <w:rPr>
          <w:rFonts w:eastAsia="Georgia"/>
        </w:rPr>
        <w:t>— </w:t>
      </w:r>
      <w:r w:rsidR="00AB2DE8">
        <w:t>Ce que je sais de lui se ramène à bien peu de chose</w:t>
      </w:r>
      <w:r>
        <w:t xml:space="preserve">, </w:t>
      </w:r>
      <w:r w:rsidR="00AB2DE8">
        <w:t>monsieur le directeur</w:t>
      </w:r>
      <w:r>
        <w:t>.</w:t>
      </w:r>
    </w:p>
    <w:p w14:paraId="588D5540" w14:textId="77777777" w:rsidR="00C90F8D" w:rsidRDefault="00C90F8D">
      <w:r>
        <w:rPr>
          <w:rFonts w:eastAsia="Georgia"/>
        </w:rPr>
        <w:t>— </w:t>
      </w:r>
      <w:r w:rsidR="00AB2DE8">
        <w:t>Dites toujours</w:t>
      </w:r>
      <w:r>
        <w:t xml:space="preserve">. </w:t>
      </w:r>
      <w:r w:rsidR="00AB2DE8">
        <w:t>Il est de votre promotion</w:t>
      </w:r>
      <w:r>
        <w:t xml:space="preserve">, </w:t>
      </w:r>
      <w:r w:rsidR="00AB2DE8">
        <w:t>je crois</w:t>
      </w:r>
      <w:r>
        <w:t> ?</w:t>
      </w:r>
    </w:p>
    <w:p w14:paraId="0F8DFB5A" w14:textId="77777777" w:rsidR="00C90F8D" w:rsidRDefault="00C90F8D">
      <w:r>
        <w:rPr>
          <w:rFonts w:eastAsia="Georgia"/>
        </w:rPr>
        <w:t>— </w:t>
      </w:r>
      <w:r w:rsidR="00AB2DE8">
        <w:t>Oui</w:t>
      </w:r>
      <w:r>
        <w:t>.</w:t>
      </w:r>
    </w:p>
    <w:p w14:paraId="24CD892B" w14:textId="77777777" w:rsidR="00C90F8D" w:rsidRDefault="00C90F8D">
      <w:r>
        <w:rPr>
          <w:rFonts w:eastAsia="Georgia"/>
        </w:rPr>
        <w:lastRenderedPageBreak/>
        <w:t>— </w:t>
      </w:r>
      <w:r w:rsidR="00AB2DE8">
        <w:t>Cela doit lui faire environ quarante-cinq ans</w:t>
      </w:r>
      <w:r>
        <w:t xml:space="preserve">. </w:t>
      </w:r>
      <w:r w:rsidR="00AB2DE8">
        <w:t>Il est ridicule de n</w:t>
      </w:r>
      <w:r>
        <w:t>’</w:t>
      </w:r>
      <w:r w:rsidR="00AB2DE8">
        <w:t>avoir pas ici l</w:t>
      </w:r>
      <w:r>
        <w:t>’</w:t>
      </w:r>
      <w:r w:rsidR="00AB2DE8">
        <w:t>annuaire de l</w:t>
      </w:r>
      <w:r>
        <w:t>’</w:t>
      </w:r>
      <w:r w:rsidR="00AB2DE8">
        <w:t>École</w:t>
      </w:r>
      <w:r>
        <w:t>.</w:t>
      </w:r>
    </w:p>
    <w:p w14:paraId="2389ECF0" w14:textId="77777777" w:rsidR="00C90F8D" w:rsidRDefault="00C90F8D">
      <w:r>
        <w:rPr>
          <w:rFonts w:eastAsia="Georgia"/>
        </w:rPr>
        <w:t>— </w:t>
      </w:r>
      <w:r w:rsidR="00AB2DE8">
        <w:t>Forestier doit avoir au moins deux ans de plus que moi</w:t>
      </w:r>
      <w:r>
        <w:t xml:space="preserve">, </w:t>
      </w:r>
      <w:r w:rsidR="00AB2DE8">
        <w:t>dit Schmidt</w:t>
      </w:r>
      <w:r>
        <w:t xml:space="preserve">, </w:t>
      </w:r>
      <w:r w:rsidR="00AB2DE8">
        <w:t>qui ne plaisantait pas avec les détails susceptibles de le vieillir</w:t>
      </w:r>
      <w:r>
        <w:t>.</w:t>
      </w:r>
    </w:p>
    <w:p w14:paraId="047C4F16" w14:textId="77777777" w:rsidR="00C90F8D" w:rsidRDefault="00C90F8D">
      <w:r>
        <w:rPr>
          <w:rFonts w:eastAsia="Georgia"/>
        </w:rPr>
        <w:t>— </w:t>
      </w:r>
      <w:r w:rsidR="00AB2DE8">
        <w:t>Il a dirigé</w:t>
      </w:r>
      <w:r>
        <w:t xml:space="preserve">, </w:t>
      </w:r>
      <w:r w:rsidR="00AB2DE8">
        <w:t>si je ne me trompe</w:t>
      </w:r>
      <w:r>
        <w:t xml:space="preserve">, </w:t>
      </w:r>
      <w:r w:rsidR="00AB2DE8">
        <w:t>une usine en Russie</w:t>
      </w:r>
      <w:r>
        <w:t>.</w:t>
      </w:r>
    </w:p>
    <w:p w14:paraId="0EFFDCE3" w14:textId="77777777" w:rsidR="00C90F8D" w:rsidRDefault="00C90F8D">
      <w:r>
        <w:rPr>
          <w:rFonts w:eastAsia="Georgia"/>
        </w:rPr>
        <w:t>— </w:t>
      </w:r>
      <w:r w:rsidR="00AB2DE8">
        <w:t>Oui</w:t>
      </w:r>
      <w:r>
        <w:t xml:space="preserve">, </w:t>
      </w:r>
      <w:r w:rsidR="00AB2DE8">
        <w:t>monsieur le directeur</w:t>
      </w:r>
      <w:r>
        <w:t xml:space="preserve">. </w:t>
      </w:r>
      <w:r w:rsidR="00AB2DE8">
        <w:t>Au sortir de l</w:t>
      </w:r>
      <w:r>
        <w:t>’</w:t>
      </w:r>
      <w:r w:rsidR="00AB2DE8">
        <w:t>École</w:t>
      </w:r>
      <w:r>
        <w:t xml:space="preserve">, </w:t>
      </w:r>
      <w:r w:rsidR="00AB2DE8">
        <w:t>il a d</w:t>
      </w:r>
      <w:r>
        <w:t>’</w:t>
      </w:r>
      <w:r w:rsidR="00AB2DE8">
        <w:t>abord été ingénieur des Mines</w:t>
      </w:r>
      <w:r>
        <w:t xml:space="preserve">. </w:t>
      </w:r>
      <w:r w:rsidR="00AB2DE8">
        <w:t>C</w:t>
      </w:r>
      <w:r>
        <w:t>’</w:t>
      </w:r>
      <w:r w:rsidR="00AB2DE8">
        <w:t>est à ce titre qu</w:t>
      </w:r>
      <w:r>
        <w:t>’</w:t>
      </w:r>
      <w:r w:rsidR="00AB2DE8">
        <w:t>il a été placé à la tête d</w:t>
      </w:r>
      <w:r>
        <w:t>’</w:t>
      </w:r>
      <w:r w:rsidR="00AB2DE8">
        <w:t>une usine dans un des gouvernements de l</w:t>
      </w:r>
      <w:r>
        <w:t>’</w:t>
      </w:r>
      <w:r w:rsidR="00AB2DE8">
        <w:t>Oural</w:t>
      </w:r>
      <w:r>
        <w:t xml:space="preserve">. </w:t>
      </w:r>
      <w:r w:rsidR="00AB2DE8">
        <w:t>Il est rentré pour la Guerre</w:t>
      </w:r>
      <w:r>
        <w:t xml:space="preserve">, </w:t>
      </w:r>
      <w:r w:rsidR="00AB2DE8">
        <w:t>a fait campagne comme capitaine d</w:t>
      </w:r>
      <w:r>
        <w:t>’</w:t>
      </w:r>
      <w:r w:rsidR="00AB2DE8">
        <w:t>artillerie</w:t>
      </w:r>
      <w:r>
        <w:t xml:space="preserve">, </w:t>
      </w:r>
      <w:r w:rsidR="00AB2DE8">
        <w:t>a très vite été blessé</w:t>
      </w:r>
      <w:r>
        <w:t xml:space="preserve">. </w:t>
      </w:r>
      <w:r w:rsidR="00AB2DE8">
        <w:t>On l</w:t>
      </w:r>
      <w:r>
        <w:t>’</w:t>
      </w:r>
      <w:r w:rsidR="00AB2DE8">
        <w:t>a renvoyé à son usine</w:t>
      </w:r>
      <w:r>
        <w:t xml:space="preserve">, </w:t>
      </w:r>
      <w:r w:rsidR="00AB2DE8">
        <w:t>où il a fabriqué des munitions pour l</w:t>
      </w:r>
      <w:r>
        <w:t>’</w:t>
      </w:r>
      <w:r w:rsidR="00AB2DE8">
        <w:t>armée russe</w:t>
      </w:r>
      <w:r>
        <w:t xml:space="preserve">. </w:t>
      </w:r>
      <w:r w:rsidR="00AB2DE8">
        <w:t>Ce n</w:t>
      </w:r>
      <w:r>
        <w:t>’</w:t>
      </w:r>
      <w:r w:rsidR="00AB2DE8">
        <w:t>était pas la besogne qui manquait</w:t>
      </w:r>
      <w:r>
        <w:t xml:space="preserve">, </w:t>
      </w:r>
      <w:r w:rsidR="00AB2DE8">
        <w:t>vous le savez</w:t>
      </w:r>
      <w:r>
        <w:t xml:space="preserve">. </w:t>
      </w:r>
      <w:r w:rsidR="00AB2DE8">
        <w:t>La Révolution l</w:t>
      </w:r>
      <w:r>
        <w:t>’</w:t>
      </w:r>
      <w:r w:rsidR="00AB2DE8">
        <w:t>a surpris là-bas</w:t>
      </w:r>
      <w:r>
        <w:t xml:space="preserve">. </w:t>
      </w:r>
      <w:r w:rsidR="00AB2DE8">
        <w:t>Il n</w:t>
      </w:r>
      <w:r>
        <w:t>’</w:t>
      </w:r>
      <w:r w:rsidR="00AB2DE8">
        <w:t>a réussi à regagner la France qu</w:t>
      </w:r>
      <w:r>
        <w:t>’</w:t>
      </w:r>
      <w:r w:rsidR="00AB2DE8">
        <w:t>un ou deux ans après l</w:t>
      </w:r>
      <w:r>
        <w:t>’</w:t>
      </w:r>
      <w:r w:rsidR="00AB2DE8">
        <w:t>armistice</w:t>
      </w:r>
      <w:r>
        <w:t>.</w:t>
      </w:r>
    </w:p>
    <w:p w14:paraId="3B10614F" w14:textId="77777777" w:rsidR="00C90F8D" w:rsidRDefault="00C90F8D">
      <w:r>
        <w:rPr>
          <w:rFonts w:eastAsia="Georgia"/>
        </w:rPr>
        <w:t>— </w:t>
      </w:r>
      <w:r w:rsidR="00AB2DE8">
        <w:t>Ce sont des années qui n</w:t>
      </w:r>
      <w:r>
        <w:t>’</w:t>
      </w:r>
      <w:r w:rsidR="00AB2DE8">
        <w:t>ont pas dû être drôles pour lui</w:t>
      </w:r>
      <w:r>
        <w:t> ?</w:t>
      </w:r>
    </w:p>
    <w:p w14:paraId="73289F02" w14:textId="77777777" w:rsidR="00C90F8D" w:rsidRDefault="00C90F8D">
      <w:r>
        <w:rPr>
          <w:rFonts w:eastAsia="Georgia"/>
        </w:rPr>
        <w:t>— </w:t>
      </w:r>
      <w:r w:rsidR="00AB2DE8">
        <w:t>Pas très drôles</w:t>
      </w:r>
      <w:r>
        <w:t xml:space="preserve">, </w:t>
      </w:r>
      <w:r w:rsidR="00AB2DE8">
        <w:t>évidemment</w:t>
      </w:r>
      <w:r>
        <w:t>.</w:t>
      </w:r>
    </w:p>
    <w:p w14:paraId="726F6560" w14:textId="2345E385" w:rsidR="00C90F8D" w:rsidRDefault="00AB2DE8">
      <w:r>
        <w:t>Un instant</w:t>
      </w:r>
      <w:r w:rsidR="00C90F8D">
        <w:t xml:space="preserve">, </w:t>
      </w:r>
      <w:r>
        <w:t>les deux hommes gardèrent le silence</w:t>
      </w:r>
      <w:r w:rsidR="00C90F8D">
        <w:t>. M. </w:t>
      </w:r>
      <w:proofErr w:type="spellStart"/>
      <w:r>
        <w:t>Mauconseil</w:t>
      </w:r>
      <w:proofErr w:type="spellEnd"/>
      <w:r>
        <w:t xml:space="preserve"> cherchait parmi ses dossiers quelque chose qu</w:t>
      </w:r>
      <w:r w:rsidR="00C90F8D">
        <w:t>’</w:t>
      </w:r>
      <w:r>
        <w:t>il finit par trouver</w:t>
      </w:r>
      <w:r w:rsidR="00C90F8D">
        <w:t xml:space="preserve"> : </w:t>
      </w:r>
      <w:r>
        <w:t>un fascicule à couverture bleu sombre</w:t>
      </w:r>
      <w:r w:rsidR="00C90F8D">
        <w:t>.</w:t>
      </w:r>
    </w:p>
    <w:p w14:paraId="76C7947E" w14:textId="76FA230D" w:rsidR="00C90F8D" w:rsidRDefault="00C90F8D">
      <w:r>
        <w:rPr>
          <w:rFonts w:eastAsia="Georgia"/>
        </w:rPr>
        <w:t>— </w:t>
      </w:r>
      <w:r w:rsidR="00AB2DE8">
        <w:t>Précisément</w:t>
      </w:r>
      <w:r>
        <w:t xml:space="preserve">, </w:t>
      </w:r>
      <w:r w:rsidR="00AB2DE8">
        <w:t xml:space="preserve">je lisais ces jours-ci un article paru sous la signature de </w:t>
      </w:r>
      <w:r>
        <w:t>M. </w:t>
      </w:r>
      <w:r w:rsidR="00AB2DE8">
        <w:t xml:space="preserve">Forestier dans la </w:t>
      </w:r>
      <w:r w:rsidR="00AB2DE8">
        <w:rPr>
          <w:i/>
          <w:iCs/>
        </w:rPr>
        <w:t>Revue Métallurgique</w:t>
      </w:r>
      <w:r>
        <w:rPr>
          <w:i/>
          <w:iCs/>
        </w:rPr>
        <w:t xml:space="preserve">. </w:t>
      </w:r>
      <w:r w:rsidR="00AB2DE8">
        <w:t>Un article de premier ordre</w:t>
      </w:r>
      <w:r>
        <w:t xml:space="preserve">, </w:t>
      </w:r>
      <w:r w:rsidR="00AB2DE8">
        <w:t>vous entendez</w:t>
      </w:r>
      <w:r>
        <w:t xml:space="preserve">, </w:t>
      </w:r>
      <w:r w:rsidR="00AB2DE8">
        <w:t>de premier ordre</w:t>
      </w:r>
      <w:r>
        <w:t xml:space="preserve">. </w:t>
      </w:r>
      <w:r w:rsidR="00AB2DE8">
        <w:t>Forestier y traite cette question si mal connue des aciers à l</w:t>
      </w:r>
      <w:r>
        <w:t>’</w:t>
      </w:r>
      <w:r w:rsidR="00AB2DE8">
        <w:t>uranium</w:t>
      </w:r>
      <w:r>
        <w:t xml:space="preserve">. </w:t>
      </w:r>
      <w:r w:rsidR="00AB2DE8">
        <w:t>Vous n</w:t>
      </w:r>
      <w:r>
        <w:t>’</w:t>
      </w:r>
      <w:r w:rsidR="00AB2DE8">
        <w:t>ignorez pas que c</w:t>
      </w:r>
      <w:r>
        <w:t>’</w:t>
      </w:r>
      <w:r w:rsidR="00AB2DE8">
        <w:t>est l</w:t>
      </w:r>
      <w:r>
        <w:t>’</w:t>
      </w:r>
      <w:r w:rsidR="00AB2DE8">
        <w:t>Amérique qui a réussi jusqu</w:t>
      </w:r>
      <w:r>
        <w:t>’</w:t>
      </w:r>
      <w:r w:rsidR="00AB2DE8">
        <w:t>à présent à détenir le secret de la fabrication de ces aciers</w:t>
      </w:r>
      <w:r>
        <w:t xml:space="preserve">. </w:t>
      </w:r>
      <w:r w:rsidR="00AB2DE8">
        <w:t>Eh bien</w:t>
      </w:r>
      <w:r>
        <w:t xml:space="preserve">, </w:t>
      </w:r>
      <w:r w:rsidR="00AB2DE8">
        <w:t>pour qui sait lire entre les lignes</w:t>
      </w:r>
      <w:r>
        <w:t xml:space="preserve">, </w:t>
      </w:r>
      <w:r w:rsidR="00AB2DE8">
        <w:t xml:space="preserve">ce sacré </w:t>
      </w:r>
      <w:r w:rsidR="00AB2DE8">
        <w:lastRenderedPageBreak/>
        <w:t>Forestier paraît avoir soulevé un coin du voile</w:t>
      </w:r>
      <w:r>
        <w:t xml:space="preserve">. </w:t>
      </w:r>
      <w:r w:rsidR="00AB2DE8">
        <w:t>Il se garde naturellement de le crier sur les toits</w:t>
      </w:r>
      <w:r>
        <w:t>.</w:t>
      </w:r>
    </w:p>
    <w:p w14:paraId="36A5EAD8" w14:textId="77777777" w:rsidR="00C90F8D" w:rsidRDefault="00C90F8D">
      <w:r>
        <w:rPr>
          <w:rFonts w:eastAsia="Georgia"/>
        </w:rPr>
        <w:t>— </w:t>
      </w:r>
      <w:r w:rsidR="00AB2DE8">
        <w:t>Il n</w:t>
      </w:r>
      <w:r>
        <w:t>’</w:t>
      </w:r>
      <w:r w:rsidR="00AB2DE8">
        <w:t>a jamais passé pour très bavard</w:t>
      </w:r>
      <w:r>
        <w:t xml:space="preserve">, </w:t>
      </w:r>
      <w:r w:rsidR="00AB2DE8">
        <w:t>murmura Schmidt</w:t>
      </w:r>
      <w:r>
        <w:t>.</w:t>
      </w:r>
    </w:p>
    <w:p w14:paraId="2AC8F24C" w14:textId="593FCC6E" w:rsidR="00C90F8D" w:rsidRDefault="00C90F8D">
      <w:r>
        <w:rPr>
          <w:rFonts w:eastAsia="Georgia"/>
        </w:rPr>
        <w:t>— </w:t>
      </w:r>
      <w:r w:rsidR="00AB2DE8">
        <w:t>Il a raison</w:t>
      </w:r>
      <w:r>
        <w:t xml:space="preserve">. </w:t>
      </w:r>
      <w:r w:rsidR="00AB2DE8">
        <w:t>Il a fichtrement raison</w:t>
      </w:r>
      <w:r>
        <w:t xml:space="preserve">. </w:t>
      </w:r>
      <w:r w:rsidR="00AB2DE8">
        <w:t>Dans un métier comme le nôtre</w:t>
      </w:r>
      <w:r>
        <w:t xml:space="preserve">, </w:t>
      </w:r>
      <w:r w:rsidR="00AB2DE8">
        <w:t>surtout ici</w:t>
      </w:r>
      <w:r>
        <w:t xml:space="preserve">, </w:t>
      </w:r>
      <w:r w:rsidR="00AB2DE8">
        <w:t>la discrétion est la première des qualités</w:t>
      </w:r>
      <w:r>
        <w:t xml:space="preserve">. </w:t>
      </w:r>
      <w:r w:rsidR="00AB2DE8">
        <w:t>J</w:t>
      </w:r>
      <w:r>
        <w:t>’</w:t>
      </w:r>
      <w:r w:rsidR="00AB2DE8">
        <w:t xml:space="preserve">espère que </w:t>
      </w:r>
      <w:r>
        <w:t>M. </w:t>
      </w:r>
      <w:r w:rsidR="00AB2DE8">
        <w:t>Forestier en a d</w:t>
      </w:r>
      <w:r>
        <w:t>’</w:t>
      </w:r>
      <w:r w:rsidR="00AB2DE8">
        <w:t>autres</w:t>
      </w:r>
      <w:r>
        <w:t>.</w:t>
      </w:r>
    </w:p>
    <w:p w14:paraId="0B9E21A3" w14:textId="77777777" w:rsidR="00C90F8D" w:rsidRDefault="00C90F8D">
      <w:r>
        <w:rPr>
          <w:rFonts w:eastAsia="Georgia"/>
        </w:rPr>
        <w:t>— </w:t>
      </w:r>
      <w:r w:rsidR="00AB2DE8">
        <w:t>Dans son usine russe</w:t>
      </w:r>
      <w:r>
        <w:t xml:space="preserve">, </w:t>
      </w:r>
      <w:r w:rsidR="00AB2DE8">
        <w:t>il avait</w:t>
      </w:r>
      <w:r>
        <w:t xml:space="preserve">, </w:t>
      </w:r>
      <w:r w:rsidR="00AB2DE8">
        <w:t>à ce qu</w:t>
      </w:r>
      <w:r>
        <w:t>’</w:t>
      </w:r>
      <w:r w:rsidR="00AB2DE8">
        <w:t>on dit</w:t>
      </w:r>
      <w:r>
        <w:t xml:space="preserve">, </w:t>
      </w:r>
      <w:r w:rsidR="00AB2DE8">
        <w:t>réussi à merveille</w:t>
      </w:r>
      <w:r>
        <w:t xml:space="preserve">, </w:t>
      </w:r>
      <w:r w:rsidR="00AB2DE8">
        <w:t>fit Schmidt</w:t>
      </w:r>
      <w:r>
        <w:t xml:space="preserve">, </w:t>
      </w:r>
      <w:r w:rsidR="00AB2DE8">
        <w:t>dont la politesse cachait mal une furieuse envie de s</w:t>
      </w:r>
      <w:r>
        <w:t>’</w:t>
      </w:r>
      <w:r w:rsidR="00AB2DE8">
        <w:t>en aller</w:t>
      </w:r>
      <w:r>
        <w:t>.</w:t>
      </w:r>
    </w:p>
    <w:p w14:paraId="74B57A51" w14:textId="77777777" w:rsidR="00C90F8D" w:rsidRDefault="00C90F8D">
      <w:r>
        <w:rPr>
          <w:rFonts w:eastAsia="Georgia"/>
        </w:rPr>
        <w:t>— </w:t>
      </w:r>
      <w:r w:rsidR="00AB2DE8">
        <w:t>Parfait</w:t>
      </w:r>
      <w:r>
        <w:t xml:space="preserve">. </w:t>
      </w:r>
      <w:r w:rsidR="00AB2DE8">
        <w:t>Il connaît donc les conditions très spéciales du travail dans les pays arriérés</w:t>
      </w:r>
      <w:r>
        <w:t xml:space="preserve">. </w:t>
      </w:r>
      <w:r w:rsidR="00AB2DE8">
        <w:t>Il est habitué à se tirer d</w:t>
      </w:r>
      <w:r>
        <w:t>’</w:t>
      </w:r>
      <w:r w:rsidR="00AB2DE8">
        <w:t>affaire avec un personnel de fortune</w:t>
      </w:r>
      <w:r>
        <w:t xml:space="preserve">. </w:t>
      </w:r>
      <w:r w:rsidR="00AB2DE8">
        <w:t>Autant de garanties</w:t>
      </w:r>
      <w:r>
        <w:t xml:space="preserve"> ! </w:t>
      </w:r>
      <w:r w:rsidR="00AB2DE8">
        <w:t>Nous n</w:t>
      </w:r>
      <w:r>
        <w:t>’</w:t>
      </w:r>
      <w:r w:rsidR="00AB2DE8">
        <w:t>aurons</w:t>
      </w:r>
      <w:r>
        <w:t xml:space="preserve">, </w:t>
      </w:r>
      <w:r w:rsidR="00AB2DE8">
        <w:t>j</w:t>
      </w:r>
      <w:r>
        <w:t>’</w:t>
      </w:r>
      <w:r w:rsidR="00AB2DE8">
        <w:t>en suis sûr</w:t>
      </w:r>
      <w:r>
        <w:t xml:space="preserve">, </w:t>
      </w:r>
      <w:r w:rsidR="00AB2DE8">
        <w:t>qu</w:t>
      </w:r>
      <w:r>
        <w:t>’</w:t>
      </w:r>
      <w:r w:rsidR="00AB2DE8">
        <w:t>à nous louer de sa collaboration</w:t>
      </w:r>
      <w:r>
        <w:t>.</w:t>
      </w:r>
    </w:p>
    <w:p w14:paraId="5246B064" w14:textId="77777777" w:rsidR="00C90F8D" w:rsidRDefault="00C90F8D">
      <w:r>
        <w:rPr>
          <w:rFonts w:eastAsia="Georgia"/>
        </w:rPr>
        <w:t>— </w:t>
      </w:r>
      <w:r w:rsidR="00AB2DE8">
        <w:t>Sans doute</w:t>
      </w:r>
      <w:r>
        <w:t>…</w:t>
      </w:r>
    </w:p>
    <w:p w14:paraId="2E4A7DF8" w14:textId="34A2636A" w:rsidR="00C90F8D" w:rsidRDefault="00AB2DE8">
      <w:r>
        <w:t>Schmidt s</w:t>
      </w:r>
      <w:r w:rsidR="00C90F8D">
        <w:t>’</w:t>
      </w:r>
      <w:r>
        <w:t>était levé</w:t>
      </w:r>
      <w:r w:rsidR="00C90F8D">
        <w:t xml:space="preserve">. </w:t>
      </w:r>
      <w:r>
        <w:t xml:space="preserve">Mais </w:t>
      </w:r>
      <w:r w:rsidR="00C90F8D">
        <w:t>M. </w:t>
      </w:r>
      <w:proofErr w:type="spellStart"/>
      <w:r>
        <w:t>Mauconseil</w:t>
      </w:r>
      <w:proofErr w:type="spellEnd"/>
      <w:r>
        <w:t xml:space="preserve"> l</w:t>
      </w:r>
      <w:r w:rsidR="00C90F8D">
        <w:t>’</w:t>
      </w:r>
      <w:r>
        <w:t>invita aussitôt à se rasseoir</w:t>
      </w:r>
      <w:r w:rsidR="00C90F8D">
        <w:t>.</w:t>
      </w:r>
    </w:p>
    <w:p w14:paraId="7FC9FE91" w14:textId="4C2BAD74" w:rsidR="00C90F8D" w:rsidRDefault="00C90F8D">
      <w:r>
        <w:rPr>
          <w:rFonts w:eastAsia="Georgia"/>
        </w:rPr>
        <w:t>— </w:t>
      </w:r>
      <w:r w:rsidR="00AB2DE8">
        <w:t>Parfait</w:t>
      </w:r>
      <w:r>
        <w:t xml:space="preserve">. </w:t>
      </w:r>
      <w:r w:rsidR="00AB2DE8">
        <w:t>Et y a-t-il longtemps que vous n</w:t>
      </w:r>
      <w:r>
        <w:t>’</w:t>
      </w:r>
      <w:r w:rsidR="00AB2DE8">
        <w:t xml:space="preserve">avez rencontré </w:t>
      </w:r>
      <w:r>
        <w:t>M. </w:t>
      </w:r>
      <w:r w:rsidR="00AB2DE8">
        <w:t>Forestier</w:t>
      </w:r>
      <w:r>
        <w:t> ?</w:t>
      </w:r>
    </w:p>
    <w:p w14:paraId="146A21CD" w14:textId="77777777" w:rsidR="00C90F8D" w:rsidRDefault="00C90F8D">
      <w:r>
        <w:rPr>
          <w:rFonts w:eastAsia="Georgia"/>
        </w:rPr>
        <w:t>— </w:t>
      </w:r>
      <w:r w:rsidR="00AB2DE8">
        <w:t>Mon Dieu</w:t>
      </w:r>
      <w:r>
        <w:t xml:space="preserve">, </w:t>
      </w:r>
      <w:r w:rsidR="00AB2DE8">
        <w:t>n</w:t>
      </w:r>
      <w:r>
        <w:t>’</w:t>
      </w:r>
      <w:r w:rsidR="00AB2DE8">
        <w:t>est-ce pas</w:t>
      </w:r>
      <w:r>
        <w:t xml:space="preserve">, </w:t>
      </w:r>
      <w:r w:rsidR="00AB2DE8">
        <w:t>il va y avoir deux ans que je suis ici</w:t>
      </w:r>
      <w:r>
        <w:t>…</w:t>
      </w:r>
    </w:p>
    <w:p w14:paraId="6EA3A2C4" w14:textId="77777777" w:rsidR="00C90F8D" w:rsidRDefault="00C90F8D">
      <w:r>
        <w:rPr>
          <w:rFonts w:eastAsia="Georgia"/>
        </w:rPr>
        <w:t>— </w:t>
      </w:r>
      <w:r w:rsidR="00AB2DE8">
        <w:t>Je sais</w:t>
      </w:r>
      <w:r>
        <w:t xml:space="preserve">, </w:t>
      </w:r>
      <w:r w:rsidR="00AB2DE8">
        <w:t>je sais</w:t>
      </w:r>
      <w:r>
        <w:t xml:space="preserve">, </w:t>
      </w:r>
      <w:r w:rsidR="00AB2DE8">
        <w:t>mais avant</w:t>
      </w:r>
      <w:r>
        <w:t> ?</w:t>
      </w:r>
    </w:p>
    <w:p w14:paraId="4CC0B2C6" w14:textId="77777777" w:rsidR="00C90F8D" w:rsidRDefault="00C90F8D">
      <w:r>
        <w:rPr>
          <w:rFonts w:eastAsia="Georgia"/>
        </w:rPr>
        <w:t>— </w:t>
      </w:r>
      <w:r w:rsidR="00AB2DE8">
        <w:t>La dernière fois</w:t>
      </w:r>
      <w:r>
        <w:t xml:space="preserve">, </w:t>
      </w:r>
      <w:r w:rsidR="00AB2DE8">
        <w:t>dit Schmidt</w:t>
      </w:r>
      <w:r>
        <w:t xml:space="preserve">, </w:t>
      </w:r>
      <w:r w:rsidR="00AB2DE8">
        <w:t>résigné</w:t>
      </w:r>
      <w:r>
        <w:t xml:space="preserve">, </w:t>
      </w:r>
      <w:r w:rsidR="00AB2DE8">
        <w:t>c</w:t>
      </w:r>
      <w:r>
        <w:t>’</w:t>
      </w:r>
      <w:r w:rsidR="00AB2DE8">
        <w:t>était trois ou quatre mois avant mon départ de France</w:t>
      </w:r>
      <w:r>
        <w:t xml:space="preserve">, </w:t>
      </w:r>
      <w:r w:rsidR="00AB2DE8">
        <w:t>à un banquet d</w:t>
      </w:r>
      <w:r>
        <w:t>’</w:t>
      </w:r>
      <w:r w:rsidR="00AB2DE8">
        <w:t>ingénieurs</w:t>
      </w:r>
      <w:r>
        <w:t>.</w:t>
      </w:r>
    </w:p>
    <w:p w14:paraId="1C0821A6" w14:textId="103906C6" w:rsidR="00C90F8D" w:rsidRDefault="00C90F8D">
      <w:r>
        <w:rPr>
          <w:rFonts w:eastAsia="Georgia"/>
        </w:rPr>
        <w:lastRenderedPageBreak/>
        <w:t>— </w:t>
      </w:r>
      <w:r w:rsidR="00AB2DE8">
        <w:t>À un banquet</w:t>
      </w:r>
      <w:r>
        <w:t xml:space="preserve">, </w:t>
      </w:r>
      <w:r w:rsidR="00AB2DE8">
        <w:t xml:space="preserve">fit </w:t>
      </w:r>
      <w:r>
        <w:t>M. </w:t>
      </w:r>
      <w:proofErr w:type="spellStart"/>
      <w:r w:rsidR="00AB2DE8">
        <w:t>Mauconseil</w:t>
      </w:r>
      <w:proofErr w:type="spellEnd"/>
      <w:r>
        <w:t xml:space="preserve">, </w:t>
      </w:r>
      <w:r w:rsidR="00AB2DE8">
        <w:t>voilà qui m</w:t>
      </w:r>
      <w:r>
        <w:t>’</w:t>
      </w:r>
      <w:r w:rsidR="00AB2DE8">
        <w:t>intéresse tout particulièrement</w:t>
      </w:r>
      <w:r>
        <w:t>.</w:t>
      </w:r>
    </w:p>
    <w:p w14:paraId="2FDD5DC0" w14:textId="77777777" w:rsidR="00C90F8D" w:rsidRDefault="00C90F8D">
      <w:r>
        <w:rPr>
          <w:rFonts w:eastAsia="Georgia"/>
        </w:rPr>
        <w:t>— </w:t>
      </w:r>
      <w:r w:rsidR="00AB2DE8">
        <w:t>Des gens qui le connaissaient mieux que moi s</w:t>
      </w:r>
      <w:r>
        <w:t>’</w:t>
      </w:r>
      <w:r w:rsidR="00AB2DE8">
        <w:t>étonnèrent même de le voir là</w:t>
      </w:r>
      <w:r>
        <w:t xml:space="preserve">, </w:t>
      </w:r>
      <w:r w:rsidR="00AB2DE8">
        <w:t>car il n</w:t>
      </w:r>
      <w:r>
        <w:t>’</w:t>
      </w:r>
      <w:r w:rsidR="00AB2DE8">
        <w:t>a pas la réputation de raffoler de ce genre de réjouissances</w:t>
      </w:r>
      <w:r>
        <w:t>.</w:t>
      </w:r>
    </w:p>
    <w:p w14:paraId="08036C31" w14:textId="77777777" w:rsidR="00C90F8D" w:rsidRDefault="00C90F8D">
      <w:r>
        <w:rPr>
          <w:rFonts w:eastAsia="Georgia"/>
        </w:rPr>
        <w:t>— </w:t>
      </w:r>
      <w:r w:rsidR="00AB2DE8">
        <w:t>Ah</w:t>
      </w:r>
      <w:r>
        <w:t xml:space="preserve"> ! </w:t>
      </w:r>
      <w:r w:rsidR="00AB2DE8">
        <w:t>Ah</w:t>
      </w:r>
      <w:r>
        <w:t xml:space="preserve"> ! </w:t>
      </w:r>
      <w:r w:rsidR="00AB2DE8">
        <w:t>Et pouvez-vous me dire</w:t>
      </w:r>
      <w:r>
        <w:t xml:space="preserve">, </w:t>
      </w:r>
      <w:r w:rsidR="00AB2DE8">
        <w:t>cher ami</w:t>
      </w:r>
      <w:r>
        <w:t xml:space="preserve">, </w:t>
      </w:r>
      <w:r w:rsidR="00AB2DE8">
        <w:t>si vous n</w:t>
      </w:r>
      <w:r>
        <w:t>’</w:t>
      </w:r>
      <w:r w:rsidR="00AB2DE8">
        <w:t>avez rien constaté de particulier</w:t>
      </w:r>
      <w:r>
        <w:t xml:space="preserve">, </w:t>
      </w:r>
      <w:r w:rsidR="00AB2DE8">
        <w:t>au cours de ce banquet</w:t>
      </w:r>
      <w:r>
        <w:t> ?</w:t>
      </w:r>
    </w:p>
    <w:p w14:paraId="51CBF0B0" w14:textId="77777777" w:rsidR="00C90F8D" w:rsidRDefault="00C90F8D">
      <w:r>
        <w:rPr>
          <w:rFonts w:eastAsia="Georgia"/>
        </w:rPr>
        <w:t>— </w:t>
      </w:r>
      <w:r w:rsidR="00AB2DE8">
        <w:t>Je ne saisis pas très bien</w:t>
      </w:r>
      <w:r>
        <w:t>…</w:t>
      </w:r>
    </w:p>
    <w:p w14:paraId="238350BA" w14:textId="16DC7D48" w:rsidR="00C90F8D" w:rsidRDefault="00C90F8D">
      <w:r>
        <w:rPr>
          <w:rFonts w:eastAsia="Georgia"/>
        </w:rPr>
        <w:t>— </w:t>
      </w:r>
      <w:r w:rsidR="00AB2DE8">
        <w:t>Oui</w:t>
      </w:r>
      <w:r>
        <w:t xml:space="preserve">, </w:t>
      </w:r>
      <w:r w:rsidR="00AB2DE8">
        <w:t>quelque chose</w:t>
      </w:r>
      <w:r>
        <w:t xml:space="preserve">, </w:t>
      </w:r>
      <w:r w:rsidR="00AB2DE8">
        <w:t>dans l</w:t>
      </w:r>
      <w:r>
        <w:t>’</w:t>
      </w:r>
      <w:r w:rsidR="00AB2DE8">
        <w:t>attitude</w:t>
      </w:r>
      <w:r>
        <w:t xml:space="preserve">, </w:t>
      </w:r>
      <w:r w:rsidR="00AB2DE8">
        <w:t>les manières</w:t>
      </w:r>
      <w:r>
        <w:t xml:space="preserve">, </w:t>
      </w:r>
      <w:r w:rsidR="00AB2DE8">
        <w:t>la façon d</w:t>
      </w:r>
      <w:r>
        <w:t>’</w:t>
      </w:r>
      <w:r w:rsidR="00AB2DE8">
        <w:t xml:space="preserve">être de </w:t>
      </w:r>
      <w:r>
        <w:t>M. </w:t>
      </w:r>
      <w:r w:rsidR="00AB2DE8">
        <w:t>Forestier</w:t>
      </w:r>
      <w:r>
        <w:t>.</w:t>
      </w:r>
    </w:p>
    <w:p w14:paraId="0545F853" w14:textId="77777777" w:rsidR="00C90F8D" w:rsidRDefault="00AB2DE8">
      <w:r>
        <w:t>Schmidt regarda froidement son chef</w:t>
      </w:r>
      <w:r w:rsidR="00C90F8D">
        <w:t>.</w:t>
      </w:r>
    </w:p>
    <w:p w14:paraId="034F57DA" w14:textId="77777777" w:rsidR="00C90F8D" w:rsidRDefault="00C90F8D">
      <w:r>
        <w:rPr>
          <w:rFonts w:eastAsia="Georgia"/>
        </w:rPr>
        <w:t>— </w:t>
      </w:r>
      <w:r w:rsidR="00AB2DE8">
        <w:t>Monsieur le directeur général</w:t>
      </w:r>
      <w:r>
        <w:t xml:space="preserve">, </w:t>
      </w:r>
      <w:r w:rsidR="00AB2DE8">
        <w:t>dit-il avec lenteur</w:t>
      </w:r>
      <w:r>
        <w:t xml:space="preserve">, </w:t>
      </w:r>
      <w:r w:rsidR="00AB2DE8">
        <w:t>vous gagneriez peut-être à me faire davantage confiance</w:t>
      </w:r>
      <w:r>
        <w:t>.</w:t>
      </w:r>
    </w:p>
    <w:p w14:paraId="4D91BC58" w14:textId="6C553586" w:rsidR="00C90F8D" w:rsidRDefault="00C90F8D">
      <w:r>
        <w:t>M. </w:t>
      </w:r>
      <w:proofErr w:type="spellStart"/>
      <w:r w:rsidR="00AB2DE8">
        <w:t>Mauconseil</w:t>
      </w:r>
      <w:proofErr w:type="spellEnd"/>
      <w:r w:rsidR="00AB2DE8">
        <w:t xml:space="preserve"> s</w:t>
      </w:r>
      <w:r>
        <w:t>’</w:t>
      </w:r>
      <w:r w:rsidR="00AB2DE8">
        <w:t>agita</w:t>
      </w:r>
      <w:r>
        <w:t xml:space="preserve">, </w:t>
      </w:r>
      <w:r w:rsidR="00AB2DE8">
        <w:t>parut gêné</w:t>
      </w:r>
      <w:r>
        <w:t>.</w:t>
      </w:r>
    </w:p>
    <w:p w14:paraId="17C4AE9E" w14:textId="5E07F551" w:rsidR="00C90F8D" w:rsidRDefault="00C90F8D">
      <w:r>
        <w:rPr>
          <w:rFonts w:eastAsia="Georgia"/>
        </w:rPr>
        <w:t>— </w:t>
      </w:r>
      <w:r w:rsidR="00AB2DE8">
        <w:t>Excusez-moi</w:t>
      </w:r>
      <w:r>
        <w:t xml:space="preserve">, </w:t>
      </w:r>
      <w:r w:rsidR="00AB2DE8">
        <w:t>dit-il</w:t>
      </w:r>
      <w:r>
        <w:t xml:space="preserve">, </w:t>
      </w:r>
      <w:r w:rsidR="00AB2DE8">
        <w:t>excusez-moi</w:t>
      </w:r>
      <w:r>
        <w:t xml:space="preserve">. </w:t>
      </w:r>
      <w:r w:rsidR="00AB2DE8">
        <w:t>Vous avez raison</w:t>
      </w:r>
      <w:r>
        <w:t xml:space="preserve">. </w:t>
      </w:r>
      <w:r w:rsidR="00AB2DE8">
        <w:t>Mais ce dont j</w:t>
      </w:r>
      <w:r>
        <w:t>’</w:t>
      </w:r>
      <w:r w:rsidR="00AB2DE8">
        <w:t>ai à vous entretenir est si délicat</w:t>
      </w:r>
      <w:r>
        <w:t xml:space="preserve">. </w:t>
      </w:r>
      <w:r w:rsidR="00AB2DE8">
        <w:t>Il me faut compter absolument sur votre discrétion</w:t>
      </w:r>
      <w:r>
        <w:t xml:space="preserve">. </w:t>
      </w:r>
      <w:r w:rsidR="00AB2DE8">
        <w:t>Enfin</w:t>
      </w:r>
      <w:r>
        <w:t xml:space="preserve">, </w:t>
      </w:r>
      <w:r w:rsidR="00AB2DE8">
        <w:t>voici de quoi il s</w:t>
      </w:r>
      <w:r>
        <w:t>’</w:t>
      </w:r>
      <w:r w:rsidR="00AB2DE8">
        <w:t>agit</w:t>
      </w:r>
      <w:r>
        <w:t xml:space="preserve">. </w:t>
      </w:r>
      <w:r w:rsidR="00AB2DE8">
        <w:t xml:space="preserve">Comme </w:t>
      </w:r>
      <w:proofErr w:type="gramStart"/>
      <w:r w:rsidR="00AB2DE8">
        <w:t>suite à</w:t>
      </w:r>
      <w:proofErr w:type="gramEnd"/>
      <w:r w:rsidR="00AB2DE8">
        <w:t xml:space="preserve"> la dépêche qui nous a annoncé la nomination à Moukden de </w:t>
      </w:r>
      <w:r>
        <w:t>M. </w:t>
      </w:r>
      <w:r w:rsidR="00AB2DE8">
        <w:t>Forestier</w:t>
      </w:r>
      <w:r>
        <w:t xml:space="preserve">, </w:t>
      </w:r>
      <w:r w:rsidR="00AB2DE8">
        <w:t>j</w:t>
      </w:r>
      <w:r>
        <w:t>’</w:t>
      </w:r>
      <w:r w:rsidR="00AB2DE8">
        <w:t>ai reçu de Paris</w:t>
      </w:r>
      <w:r>
        <w:t xml:space="preserve">, </w:t>
      </w:r>
      <w:r w:rsidR="00AB2DE8">
        <w:t>il y a quelques jours</w:t>
      </w:r>
      <w:r>
        <w:t xml:space="preserve">, </w:t>
      </w:r>
      <w:r w:rsidR="00AB2DE8">
        <w:t>à son sujet une lettre fort importante</w:t>
      </w:r>
      <w:r>
        <w:t xml:space="preserve">. </w:t>
      </w:r>
      <w:r w:rsidR="00AB2DE8">
        <w:t>On y vantait ses qualités de dévouement</w:t>
      </w:r>
      <w:r>
        <w:t xml:space="preserve">, </w:t>
      </w:r>
      <w:r w:rsidR="00AB2DE8">
        <w:t>d</w:t>
      </w:r>
      <w:r>
        <w:t>’</w:t>
      </w:r>
      <w:r w:rsidR="00AB2DE8">
        <w:t>initiative</w:t>
      </w:r>
      <w:r>
        <w:t xml:space="preserve">, </w:t>
      </w:r>
      <w:r w:rsidR="00AB2DE8">
        <w:t>d</w:t>
      </w:r>
      <w:r>
        <w:t>’</w:t>
      </w:r>
      <w:r w:rsidR="00AB2DE8">
        <w:t>intelligence</w:t>
      </w:r>
      <w:r>
        <w:t xml:space="preserve">… </w:t>
      </w:r>
      <w:r w:rsidR="00AB2DE8">
        <w:t>De magnifiques éloges</w:t>
      </w:r>
      <w:r>
        <w:t xml:space="preserve">, </w:t>
      </w:r>
      <w:r w:rsidR="00AB2DE8">
        <w:t>vraiment</w:t>
      </w:r>
      <w:r>
        <w:t xml:space="preserve">. </w:t>
      </w:r>
      <w:r w:rsidR="00AB2DE8">
        <w:t>Seule</w:t>
      </w:r>
      <w:r>
        <w:t xml:space="preserve">, </w:t>
      </w:r>
      <w:r w:rsidR="00AB2DE8">
        <w:t>dans ce concert</w:t>
      </w:r>
      <w:r>
        <w:t xml:space="preserve">, </w:t>
      </w:r>
      <w:r w:rsidR="00AB2DE8">
        <w:t>une petite discordance</w:t>
      </w:r>
      <w:r>
        <w:t xml:space="preserve">. </w:t>
      </w:r>
      <w:r w:rsidR="00AB2DE8">
        <w:t>Il paraîtrait</w:t>
      </w:r>
      <w:r>
        <w:t xml:space="preserve"> – </w:t>
      </w:r>
      <w:r w:rsidR="00AB2DE8">
        <w:t>votre parole d</w:t>
      </w:r>
      <w:r>
        <w:t>’</w:t>
      </w:r>
      <w:r w:rsidR="00AB2DE8">
        <w:t>honneur</w:t>
      </w:r>
      <w:r>
        <w:t xml:space="preserve">, </w:t>
      </w:r>
      <w:r w:rsidR="00AB2DE8">
        <w:t>n</w:t>
      </w:r>
      <w:r>
        <w:t>’</w:t>
      </w:r>
      <w:r w:rsidR="00AB2DE8">
        <w:t>est-ce pas</w:t>
      </w:r>
      <w:r>
        <w:t xml:space="preserve"> ? – </w:t>
      </w:r>
      <w:r w:rsidR="00AB2DE8">
        <w:t>il paraîtrait donc que notre collègue aurait une fâcheuse tendance à s</w:t>
      </w:r>
      <w:r>
        <w:t>’</w:t>
      </w:r>
      <w:r w:rsidR="00AB2DE8">
        <w:t>adonner à la boisson</w:t>
      </w:r>
      <w:r>
        <w:t>.</w:t>
      </w:r>
    </w:p>
    <w:p w14:paraId="11AF7133" w14:textId="77777777" w:rsidR="00C90F8D" w:rsidRDefault="00AB2DE8">
      <w:r>
        <w:t>Schmidt sursauta</w:t>
      </w:r>
      <w:r w:rsidR="00C90F8D">
        <w:t>.</w:t>
      </w:r>
    </w:p>
    <w:p w14:paraId="30121900" w14:textId="77777777" w:rsidR="00C90F8D" w:rsidRDefault="00C90F8D">
      <w:r>
        <w:rPr>
          <w:rFonts w:eastAsia="Georgia"/>
        </w:rPr>
        <w:lastRenderedPageBreak/>
        <w:t>— </w:t>
      </w:r>
      <w:r w:rsidR="00AB2DE8">
        <w:t>On accueille donc dans nos dossiers des ragots semblables</w:t>
      </w:r>
      <w:r>
        <w:t xml:space="preserve"> ? </w:t>
      </w:r>
      <w:r w:rsidR="00AB2DE8">
        <w:t>dit-il</w:t>
      </w:r>
      <w:r>
        <w:t>.</w:t>
      </w:r>
    </w:p>
    <w:p w14:paraId="16CFD5C4" w14:textId="2A8289BA" w:rsidR="00C90F8D" w:rsidRDefault="00C90F8D">
      <w:r>
        <w:t>M. </w:t>
      </w:r>
      <w:proofErr w:type="spellStart"/>
      <w:r w:rsidR="00AB2DE8">
        <w:t>Mauconseil</w:t>
      </w:r>
      <w:proofErr w:type="spellEnd"/>
      <w:r w:rsidR="00AB2DE8">
        <w:t xml:space="preserve"> eut l</w:t>
      </w:r>
      <w:r>
        <w:t>’</w:t>
      </w:r>
      <w:r w:rsidR="00AB2DE8">
        <w:t>air de plus en plus gêné</w:t>
      </w:r>
      <w:r>
        <w:t>.</w:t>
      </w:r>
    </w:p>
    <w:p w14:paraId="7DFA9B53" w14:textId="77777777" w:rsidR="00C90F8D" w:rsidRDefault="00C90F8D">
      <w:r>
        <w:rPr>
          <w:rFonts w:eastAsia="Georgia"/>
        </w:rPr>
        <w:t>— </w:t>
      </w:r>
      <w:r w:rsidR="00AB2DE8">
        <w:t>Exceptionnellement</w:t>
      </w:r>
      <w:r>
        <w:t xml:space="preserve">, </w:t>
      </w:r>
      <w:r w:rsidR="00AB2DE8">
        <w:t>mon cher</w:t>
      </w:r>
      <w:r>
        <w:t xml:space="preserve">, </w:t>
      </w:r>
      <w:r w:rsidR="00AB2DE8">
        <w:t>exceptionnellement</w:t>
      </w:r>
      <w:r>
        <w:t xml:space="preserve">. </w:t>
      </w:r>
      <w:r w:rsidR="00AB2DE8">
        <w:t>Mais enfin mettez-vous à notre place</w:t>
      </w:r>
      <w:r>
        <w:t xml:space="preserve">. </w:t>
      </w:r>
      <w:r w:rsidR="00AB2DE8">
        <w:t>Nous avons besoin d</w:t>
      </w:r>
      <w:r>
        <w:t>’</w:t>
      </w:r>
      <w:r w:rsidR="00AB2DE8">
        <w:t>être renseignés</w:t>
      </w:r>
      <w:r>
        <w:t xml:space="preserve">, </w:t>
      </w:r>
      <w:r w:rsidR="00AB2DE8">
        <w:t>que diable</w:t>
      </w:r>
      <w:r>
        <w:t xml:space="preserve"> ! </w:t>
      </w:r>
      <w:r w:rsidR="00AB2DE8">
        <w:t>Ici surtout</w:t>
      </w:r>
      <w:r>
        <w:t xml:space="preserve">, </w:t>
      </w:r>
      <w:r w:rsidR="00AB2DE8">
        <w:t>je dois être mis en garde</w:t>
      </w:r>
      <w:r>
        <w:t xml:space="preserve">. </w:t>
      </w:r>
      <w:r w:rsidR="00AB2DE8">
        <w:t>Pensez-y</w:t>
      </w:r>
      <w:r>
        <w:t xml:space="preserve">, </w:t>
      </w:r>
      <w:r w:rsidR="00AB2DE8">
        <w:t>un vice</w:t>
      </w:r>
      <w:r>
        <w:t xml:space="preserve">, </w:t>
      </w:r>
      <w:r w:rsidR="00AB2DE8">
        <w:t>un défaut de ce genre</w:t>
      </w:r>
      <w:r>
        <w:t xml:space="preserve"> ! </w:t>
      </w:r>
      <w:r w:rsidR="00AB2DE8">
        <w:t>N</w:t>
      </w:r>
      <w:r>
        <w:t>’</w:t>
      </w:r>
      <w:r w:rsidR="00AB2DE8">
        <w:t>est-ce pas monstrueux</w:t>
      </w:r>
      <w:r>
        <w:t xml:space="preserve"> ? </w:t>
      </w:r>
      <w:r w:rsidR="00AB2DE8">
        <w:t>Un polytechnicien qui boit</w:t>
      </w:r>
      <w:r>
        <w:t> !</w:t>
      </w:r>
    </w:p>
    <w:p w14:paraId="4E898807" w14:textId="77777777" w:rsidR="00C90F8D" w:rsidRDefault="00C90F8D">
      <w:r>
        <w:rPr>
          <w:rFonts w:eastAsia="Georgia"/>
        </w:rPr>
        <w:t>— </w:t>
      </w:r>
      <w:r w:rsidR="00AB2DE8">
        <w:t>Si c</w:t>
      </w:r>
      <w:r>
        <w:t>’</w:t>
      </w:r>
      <w:r w:rsidR="00AB2DE8">
        <w:t>est vrai</w:t>
      </w:r>
      <w:r>
        <w:t xml:space="preserve">, </w:t>
      </w:r>
      <w:r w:rsidR="00AB2DE8">
        <w:t>concéda Schmidt</w:t>
      </w:r>
      <w:r>
        <w:t xml:space="preserve">, </w:t>
      </w:r>
      <w:r w:rsidR="00AB2DE8">
        <w:t>ce n</w:t>
      </w:r>
      <w:r>
        <w:t>’</w:t>
      </w:r>
      <w:r w:rsidR="00AB2DE8">
        <w:t>est pas en effet très reluisant</w:t>
      </w:r>
      <w:r>
        <w:t xml:space="preserve">. </w:t>
      </w:r>
      <w:r w:rsidR="00AB2DE8">
        <w:t>Tout de même</w:t>
      </w:r>
      <w:r>
        <w:t xml:space="preserve">, </w:t>
      </w:r>
      <w:r w:rsidR="00AB2DE8">
        <w:t>monsieur le directeur</w:t>
      </w:r>
      <w:r>
        <w:t xml:space="preserve">, </w:t>
      </w:r>
      <w:r w:rsidR="00AB2DE8">
        <w:t>il se peut aussi que ce soit une calomnie</w:t>
      </w:r>
      <w:r>
        <w:t xml:space="preserve">. </w:t>
      </w:r>
      <w:r w:rsidR="00AB2DE8">
        <w:t>Et puis</w:t>
      </w:r>
      <w:r>
        <w:t xml:space="preserve">, </w:t>
      </w:r>
      <w:r w:rsidR="00AB2DE8">
        <w:t>sapristi</w:t>
      </w:r>
      <w:r>
        <w:t xml:space="preserve">, </w:t>
      </w:r>
      <w:r w:rsidR="00AB2DE8">
        <w:t>il y a boire et boire</w:t>
      </w:r>
      <w:r>
        <w:t xml:space="preserve">. </w:t>
      </w:r>
      <w:r w:rsidR="00AB2DE8">
        <w:t>Tenez</w:t>
      </w:r>
      <w:r>
        <w:t xml:space="preserve">, </w:t>
      </w:r>
      <w:r w:rsidR="00AB2DE8">
        <w:t>en ce qui me concerne</w:t>
      </w:r>
      <w:r>
        <w:t xml:space="preserve">, </w:t>
      </w:r>
      <w:r w:rsidR="00AB2DE8">
        <w:t>je suis bien obligé de reconnaître qu</w:t>
      </w:r>
      <w:r>
        <w:t>’</w:t>
      </w:r>
      <w:r w:rsidR="00AB2DE8">
        <w:t>à l</w:t>
      </w:r>
      <w:r>
        <w:t>’</w:t>
      </w:r>
      <w:r w:rsidR="00AB2DE8">
        <w:t>occasion un cocktail</w:t>
      </w:r>
      <w:r>
        <w:t xml:space="preserve">, </w:t>
      </w:r>
      <w:r w:rsidR="00AB2DE8">
        <w:t>une bouteille de champagne sont loin de me faire peur</w:t>
      </w:r>
      <w:r>
        <w:t>.</w:t>
      </w:r>
    </w:p>
    <w:p w14:paraId="2B0EB302" w14:textId="784E72DA" w:rsidR="00C90F8D" w:rsidRDefault="00C90F8D">
      <w:r>
        <w:rPr>
          <w:rFonts w:eastAsia="Georgia"/>
        </w:rPr>
        <w:t>— </w:t>
      </w:r>
      <w:r w:rsidR="00AB2DE8">
        <w:t>Hélas</w:t>
      </w:r>
      <w:r>
        <w:t xml:space="preserve"> ! </w:t>
      </w:r>
      <w:r w:rsidR="00AB2DE8">
        <w:t xml:space="preserve">soupira </w:t>
      </w:r>
      <w:r>
        <w:t>M. </w:t>
      </w:r>
      <w:proofErr w:type="spellStart"/>
      <w:r w:rsidR="00AB2DE8">
        <w:t>Mauconseil</w:t>
      </w:r>
      <w:proofErr w:type="spellEnd"/>
      <w:r>
        <w:t xml:space="preserve">, </w:t>
      </w:r>
      <w:r w:rsidR="00AB2DE8">
        <w:t>je ne souhaite qu</w:t>
      </w:r>
      <w:r>
        <w:t>’</w:t>
      </w:r>
      <w:r w:rsidR="00AB2DE8">
        <w:t>une chose</w:t>
      </w:r>
      <w:r>
        <w:t xml:space="preserve">, </w:t>
      </w:r>
      <w:r w:rsidR="00AB2DE8">
        <w:t>que Forestier ne boive pas plus que vous</w:t>
      </w:r>
      <w:r>
        <w:t xml:space="preserve">, </w:t>
      </w:r>
      <w:r w:rsidR="00AB2DE8">
        <w:t>car c</w:t>
      </w:r>
      <w:r>
        <w:t>’</w:t>
      </w:r>
      <w:r w:rsidR="00AB2DE8">
        <w:t>est vous qui êtes en train de vous calomnier</w:t>
      </w:r>
      <w:r>
        <w:t xml:space="preserve">, </w:t>
      </w:r>
      <w:r w:rsidR="00AB2DE8">
        <w:t>mon bon ami</w:t>
      </w:r>
      <w:r>
        <w:t xml:space="preserve">. </w:t>
      </w:r>
      <w:r w:rsidR="00AB2DE8">
        <w:t>Mais il s</w:t>
      </w:r>
      <w:r>
        <w:t>’</w:t>
      </w:r>
      <w:r w:rsidR="00AB2DE8">
        <w:t>agit d</w:t>
      </w:r>
      <w:r>
        <w:t>’</w:t>
      </w:r>
      <w:r w:rsidR="00AB2DE8">
        <w:t>envisager le pire</w:t>
      </w:r>
      <w:r>
        <w:t xml:space="preserve">. </w:t>
      </w:r>
      <w:r w:rsidR="00AB2DE8">
        <w:t>Admettons un instant que cette accusation soit fondée</w:t>
      </w:r>
      <w:r>
        <w:t xml:space="preserve">. </w:t>
      </w:r>
      <w:r w:rsidR="00AB2DE8">
        <w:t>Vous qui allez passer vos journées avec Forestier</w:t>
      </w:r>
      <w:r>
        <w:t xml:space="preserve">, </w:t>
      </w:r>
      <w:r w:rsidR="00AB2DE8">
        <w:t>habiter la même maison que lui</w:t>
      </w:r>
      <w:r>
        <w:t xml:space="preserve">, </w:t>
      </w:r>
      <w:r w:rsidR="00AB2DE8">
        <w:t>vous serez le premier à en avoir la preuve</w:t>
      </w:r>
      <w:r>
        <w:t xml:space="preserve">. </w:t>
      </w:r>
      <w:r w:rsidR="00AB2DE8">
        <w:t>Je ne vous demande certes alors rien qui puisse ressembler à de la délation</w:t>
      </w:r>
      <w:r>
        <w:t xml:space="preserve">. </w:t>
      </w:r>
      <w:r w:rsidR="00AB2DE8">
        <w:t>Usez simplement de toute votre influence sur votre camarade</w:t>
      </w:r>
      <w:r>
        <w:t xml:space="preserve">… </w:t>
      </w:r>
      <w:r w:rsidR="00AB2DE8">
        <w:t>C</w:t>
      </w:r>
      <w:r>
        <w:t>’</w:t>
      </w:r>
      <w:r w:rsidR="00AB2DE8">
        <w:t>est pour nous une question de prestige</w:t>
      </w:r>
      <w:r>
        <w:t xml:space="preserve">. </w:t>
      </w:r>
      <w:r w:rsidR="00AB2DE8">
        <w:t>Entourés d</w:t>
      </w:r>
      <w:r>
        <w:t>’</w:t>
      </w:r>
      <w:r w:rsidR="00AB2DE8">
        <w:t>étrangers comme nous le sommes</w:t>
      </w:r>
      <w:r>
        <w:t>…</w:t>
      </w:r>
    </w:p>
    <w:p w14:paraId="150BAA35" w14:textId="77777777" w:rsidR="00C90F8D" w:rsidRDefault="00AB2DE8">
      <w:r>
        <w:t>Schmidt ricana</w:t>
      </w:r>
      <w:r w:rsidR="00C90F8D">
        <w:t>.</w:t>
      </w:r>
    </w:p>
    <w:p w14:paraId="7E25FD83" w14:textId="77777777" w:rsidR="00C90F8D" w:rsidRDefault="00C90F8D">
      <w:r>
        <w:rPr>
          <w:rFonts w:eastAsia="Georgia"/>
        </w:rPr>
        <w:t>— </w:t>
      </w:r>
      <w:r w:rsidR="00AB2DE8">
        <w:t>Les étrangers</w:t>
      </w:r>
      <w:r>
        <w:t xml:space="preserve"> ? </w:t>
      </w:r>
      <w:r w:rsidR="00AB2DE8">
        <w:t>Parlons-en</w:t>
      </w:r>
      <w:r>
        <w:t xml:space="preserve"> ! </w:t>
      </w:r>
      <w:r w:rsidR="00AB2DE8">
        <w:t>Toutes les nations sont représentées au Grand Cercle de Moukden</w:t>
      </w:r>
      <w:r>
        <w:t xml:space="preserve">. </w:t>
      </w:r>
      <w:r w:rsidR="00AB2DE8">
        <w:t>Ai-je besoin de vous apprendre que chaque soir que le bon Dieu fait</w:t>
      </w:r>
      <w:r>
        <w:t xml:space="preserve">, </w:t>
      </w:r>
      <w:r w:rsidR="00AB2DE8">
        <w:t xml:space="preserve">bien avant </w:t>
      </w:r>
      <w:r w:rsidR="00AB2DE8">
        <w:lastRenderedPageBreak/>
        <w:t>minuit</w:t>
      </w:r>
      <w:r>
        <w:t xml:space="preserve">, </w:t>
      </w:r>
      <w:r w:rsidR="00AB2DE8">
        <w:t>Anglais</w:t>
      </w:r>
      <w:r>
        <w:t xml:space="preserve">, </w:t>
      </w:r>
      <w:r w:rsidR="00AB2DE8">
        <w:t>Russes</w:t>
      </w:r>
      <w:r>
        <w:t xml:space="preserve">, </w:t>
      </w:r>
      <w:r w:rsidR="00AB2DE8">
        <w:t>Américains sont soûls comme des Polonais</w:t>
      </w:r>
      <w:r>
        <w:t xml:space="preserve">. </w:t>
      </w:r>
      <w:r w:rsidR="00AB2DE8">
        <w:t>Avec nous</w:t>
      </w:r>
      <w:r>
        <w:t xml:space="preserve">, </w:t>
      </w:r>
      <w:r w:rsidR="00AB2DE8">
        <w:t>il n</w:t>
      </w:r>
      <w:r>
        <w:t>’</w:t>
      </w:r>
      <w:r w:rsidR="00AB2DE8">
        <w:t>y a que les Japonais qui se tiennent</w:t>
      </w:r>
      <w:r>
        <w:t xml:space="preserve">… </w:t>
      </w:r>
      <w:r w:rsidR="00AB2DE8">
        <w:t>et encore</w:t>
      </w:r>
      <w:r>
        <w:t> !</w:t>
      </w:r>
    </w:p>
    <w:p w14:paraId="26BC7430" w14:textId="2E894ACE" w:rsidR="00C90F8D" w:rsidRDefault="00C90F8D">
      <w:r>
        <w:rPr>
          <w:rFonts w:eastAsia="Georgia"/>
        </w:rPr>
        <w:t>— </w:t>
      </w:r>
      <w:r w:rsidR="00AB2DE8">
        <w:t>Raison de plus</w:t>
      </w:r>
      <w:r>
        <w:t xml:space="preserve">, </w:t>
      </w:r>
      <w:r w:rsidR="00AB2DE8">
        <w:t xml:space="preserve">dit avec force </w:t>
      </w:r>
      <w:r>
        <w:t>M. </w:t>
      </w:r>
      <w:proofErr w:type="spellStart"/>
      <w:r w:rsidR="00AB2DE8">
        <w:t>Mauconseil</w:t>
      </w:r>
      <w:proofErr w:type="spellEnd"/>
      <w:r>
        <w:t xml:space="preserve">, </w:t>
      </w:r>
      <w:r w:rsidR="00AB2DE8">
        <w:t>raison de plus</w:t>
      </w:r>
      <w:r>
        <w:t xml:space="preserve">. </w:t>
      </w:r>
      <w:r w:rsidR="00AB2DE8">
        <w:t>Mais j</w:t>
      </w:r>
      <w:r>
        <w:t>’</w:t>
      </w:r>
      <w:r w:rsidR="00AB2DE8">
        <w:t>ai pleine confiance en vous</w:t>
      </w:r>
      <w:r>
        <w:t xml:space="preserve">, </w:t>
      </w:r>
      <w:r w:rsidR="00AB2DE8">
        <w:t>en votre doigté</w:t>
      </w:r>
      <w:r>
        <w:t xml:space="preserve">. </w:t>
      </w:r>
      <w:r w:rsidR="00AB2DE8">
        <w:t>Vous saurez ne faire appel à mon autorité qu</w:t>
      </w:r>
      <w:r>
        <w:t>’</w:t>
      </w:r>
      <w:r w:rsidR="00AB2DE8">
        <w:t>en dernier ressort</w:t>
      </w:r>
      <w:r>
        <w:t>…</w:t>
      </w:r>
    </w:p>
    <w:p w14:paraId="7EEAD302" w14:textId="77777777" w:rsidR="00C90F8D" w:rsidRDefault="00AB2DE8">
      <w:r>
        <w:t>Schmidt hochait la tête</w:t>
      </w:r>
      <w:r w:rsidR="00C90F8D">
        <w:t xml:space="preserve">. </w:t>
      </w:r>
      <w:r>
        <w:t>Il paraissait assez ennuyé</w:t>
      </w:r>
      <w:r w:rsidR="00C90F8D">
        <w:t>.</w:t>
      </w:r>
    </w:p>
    <w:p w14:paraId="5B598D46" w14:textId="77777777" w:rsidR="00C90F8D" w:rsidRDefault="00C90F8D">
      <w:r>
        <w:rPr>
          <w:rFonts w:eastAsia="Georgia"/>
        </w:rPr>
        <w:t>— </w:t>
      </w:r>
      <w:r w:rsidR="00AB2DE8">
        <w:t>J</w:t>
      </w:r>
      <w:r>
        <w:t>’</w:t>
      </w:r>
      <w:r w:rsidR="00AB2DE8">
        <w:t>entends bien</w:t>
      </w:r>
      <w:r>
        <w:t xml:space="preserve">, </w:t>
      </w:r>
      <w:r w:rsidR="00AB2DE8">
        <w:t>fit-il</w:t>
      </w:r>
      <w:r>
        <w:t xml:space="preserve">. </w:t>
      </w:r>
      <w:r w:rsidR="00AB2DE8">
        <w:t>Tout ça</w:t>
      </w:r>
      <w:r>
        <w:t xml:space="preserve">, </w:t>
      </w:r>
      <w:r w:rsidR="00AB2DE8">
        <w:t>c</w:t>
      </w:r>
      <w:r>
        <w:t>’</w:t>
      </w:r>
      <w:r w:rsidR="00AB2DE8">
        <w:t>est très joli</w:t>
      </w:r>
      <w:r>
        <w:t xml:space="preserve">. </w:t>
      </w:r>
      <w:r w:rsidR="00AB2DE8">
        <w:t>S</w:t>
      </w:r>
      <w:r>
        <w:t>’</w:t>
      </w:r>
      <w:r w:rsidR="00AB2DE8">
        <w:t>il y a cependant un fond de vrai dans cette histoire</w:t>
      </w:r>
      <w:r>
        <w:t xml:space="preserve">, </w:t>
      </w:r>
      <w:r w:rsidR="00AB2DE8">
        <w:t>j</w:t>
      </w:r>
      <w:r>
        <w:t>’</w:t>
      </w:r>
      <w:r w:rsidR="00AB2DE8">
        <w:t>assume tout de même là une fichue responsabilité</w:t>
      </w:r>
      <w:r>
        <w:t>.</w:t>
      </w:r>
    </w:p>
    <w:p w14:paraId="77AFE183" w14:textId="67B682DB" w:rsidR="00C90F8D" w:rsidRDefault="00C90F8D">
      <w:r>
        <w:rPr>
          <w:rFonts w:eastAsia="Georgia"/>
        </w:rPr>
        <w:t>— </w:t>
      </w:r>
      <w:r w:rsidR="00AB2DE8">
        <w:t>Je vous en exprime d</w:t>
      </w:r>
      <w:r>
        <w:t>’</w:t>
      </w:r>
      <w:r w:rsidR="00AB2DE8">
        <w:t>avance ma gratitude</w:t>
      </w:r>
      <w:r>
        <w:t xml:space="preserve">, </w:t>
      </w:r>
      <w:r w:rsidR="00AB2DE8">
        <w:t xml:space="preserve">répliqua dignement </w:t>
      </w:r>
      <w:r>
        <w:t>M. </w:t>
      </w:r>
      <w:proofErr w:type="spellStart"/>
      <w:r w:rsidR="00AB2DE8">
        <w:t>Mauconseil</w:t>
      </w:r>
      <w:proofErr w:type="spellEnd"/>
      <w:r>
        <w:t xml:space="preserve">. </w:t>
      </w:r>
      <w:r w:rsidR="00AB2DE8">
        <w:t>Voyons</w:t>
      </w:r>
      <w:r>
        <w:t xml:space="preserve">, </w:t>
      </w:r>
      <w:r w:rsidR="00AB2DE8">
        <w:t>il est l</w:t>
      </w:r>
      <w:r>
        <w:t>’</w:t>
      </w:r>
      <w:r w:rsidR="00AB2DE8">
        <w:t>heure d</w:t>
      </w:r>
      <w:r>
        <w:t>’</w:t>
      </w:r>
      <w:r w:rsidR="00AB2DE8">
        <w:t>aller déjeuner</w:t>
      </w:r>
      <w:r>
        <w:t xml:space="preserve">. </w:t>
      </w:r>
      <w:r w:rsidR="00AB2DE8">
        <w:t xml:space="preserve">Tout est-il prêt pour recevoir </w:t>
      </w:r>
      <w:r>
        <w:t>M. </w:t>
      </w:r>
      <w:r w:rsidR="00AB2DE8">
        <w:t>Forestier</w:t>
      </w:r>
      <w:r>
        <w:t> ?</w:t>
      </w:r>
    </w:p>
    <w:p w14:paraId="7FCFBB87" w14:textId="77777777" w:rsidR="00C90F8D" w:rsidRDefault="00C90F8D">
      <w:r>
        <w:rPr>
          <w:rFonts w:eastAsia="Georgia"/>
        </w:rPr>
        <w:t>— </w:t>
      </w:r>
      <w:r w:rsidR="00AB2DE8">
        <w:t>Tout</w:t>
      </w:r>
      <w:r>
        <w:t xml:space="preserve">, </w:t>
      </w:r>
      <w:r w:rsidR="00AB2DE8">
        <w:t>non</w:t>
      </w:r>
      <w:r>
        <w:t xml:space="preserve">. </w:t>
      </w:r>
      <w:r w:rsidR="00AB2DE8">
        <w:t>Nous ne l</w:t>
      </w:r>
      <w:r>
        <w:t>’</w:t>
      </w:r>
      <w:r w:rsidR="00AB2DE8">
        <w:t>attendions pas si tôt</w:t>
      </w:r>
      <w:r>
        <w:t>.</w:t>
      </w:r>
    </w:p>
    <w:p w14:paraId="1DD4CA16" w14:textId="77777777" w:rsidR="00C90F8D" w:rsidRDefault="00C90F8D">
      <w:r>
        <w:rPr>
          <w:rFonts w:eastAsia="Georgia"/>
        </w:rPr>
        <w:t>— </w:t>
      </w:r>
      <w:r w:rsidR="00AB2DE8">
        <w:t>Eh bien</w:t>
      </w:r>
      <w:r>
        <w:t xml:space="preserve">, </w:t>
      </w:r>
      <w:r w:rsidR="00AB2DE8">
        <w:t>prenez votre après-midi pour veiller vous-même aux derniers détails de son installation</w:t>
      </w:r>
      <w:r>
        <w:t xml:space="preserve">. </w:t>
      </w:r>
      <w:r w:rsidR="00AB2DE8">
        <w:t>Qu</w:t>
      </w:r>
      <w:r>
        <w:t>’</w:t>
      </w:r>
      <w:r w:rsidR="00AB2DE8">
        <w:t>il ait tout de suite une impression agréable</w:t>
      </w:r>
      <w:r>
        <w:t xml:space="preserve">. </w:t>
      </w:r>
      <w:r w:rsidR="00AB2DE8">
        <w:t xml:space="preserve">Le train de </w:t>
      </w:r>
      <w:proofErr w:type="spellStart"/>
      <w:r w:rsidR="00AB2DE8">
        <w:t>Dalny</w:t>
      </w:r>
      <w:proofErr w:type="spellEnd"/>
      <w:r w:rsidR="00AB2DE8">
        <w:t xml:space="preserve"> arrive demain matin à sept heures et demie</w:t>
      </w:r>
      <w:r>
        <w:t xml:space="preserve">. </w:t>
      </w:r>
      <w:r w:rsidR="00AB2DE8">
        <w:t>Serez-vous à la gare</w:t>
      </w:r>
      <w:r>
        <w:t> ?</w:t>
      </w:r>
    </w:p>
    <w:p w14:paraId="0D449004" w14:textId="77777777" w:rsidR="00C90F8D" w:rsidRDefault="00C90F8D">
      <w:r>
        <w:rPr>
          <w:rFonts w:eastAsia="Georgia"/>
        </w:rPr>
        <w:t>— </w:t>
      </w:r>
      <w:r w:rsidR="00AB2DE8">
        <w:t>Naturellement</w:t>
      </w:r>
      <w:r>
        <w:t xml:space="preserve">, </w:t>
      </w:r>
      <w:r w:rsidR="00AB2DE8">
        <w:t>dit Schmidt</w:t>
      </w:r>
      <w:r>
        <w:t xml:space="preserve">, </w:t>
      </w:r>
      <w:r w:rsidR="00AB2DE8">
        <w:t>j</w:t>
      </w:r>
      <w:r>
        <w:t>’</w:t>
      </w:r>
      <w:r w:rsidR="00AB2DE8">
        <w:t>y serai</w:t>
      </w:r>
      <w:r>
        <w:t>.</w:t>
      </w:r>
    </w:p>
    <w:p w14:paraId="52469251" w14:textId="075970AF" w:rsidR="00AB2DE8" w:rsidRDefault="00AB2DE8"/>
    <w:p w14:paraId="627D7C1B" w14:textId="717A10C0" w:rsidR="00C90F8D" w:rsidRDefault="00AB2DE8">
      <w:r>
        <w:t>Les années précédentes avaient vu la déconfiture de la Banque Industrielle de Chine</w:t>
      </w:r>
      <w:r w:rsidR="00C90F8D">
        <w:t xml:space="preserve">. </w:t>
      </w:r>
      <w:r>
        <w:t>À Moukden</w:t>
      </w:r>
      <w:r w:rsidR="00C90F8D">
        <w:t xml:space="preserve">, </w:t>
      </w:r>
      <w:r>
        <w:t>la succursale de cette banque était installée à la lisière de la ville indigène</w:t>
      </w:r>
      <w:r w:rsidR="00C90F8D">
        <w:t xml:space="preserve">, </w:t>
      </w:r>
      <w:r>
        <w:t>dans un bel immeuble</w:t>
      </w:r>
      <w:r w:rsidR="00C90F8D">
        <w:t xml:space="preserve">, </w:t>
      </w:r>
      <w:r>
        <w:t>tout neuf et déjà délabré</w:t>
      </w:r>
      <w:r w:rsidR="00C90F8D">
        <w:t xml:space="preserve">. </w:t>
      </w:r>
      <w:r>
        <w:t>Les bureaux</w:t>
      </w:r>
      <w:r w:rsidR="00C90F8D">
        <w:t xml:space="preserve">, </w:t>
      </w:r>
      <w:r>
        <w:t>fermés et déserts</w:t>
      </w:r>
      <w:r w:rsidR="00C90F8D">
        <w:t xml:space="preserve">, </w:t>
      </w:r>
      <w:r>
        <w:t>occupaient le rez-de-chaussée</w:t>
      </w:r>
      <w:r w:rsidR="00C90F8D">
        <w:t xml:space="preserve">. </w:t>
      </w:r>
      <w:r>
        <w:t>Le premier étage était réservé à l</w:t>
      </w:r>
      <w:r w:rsidR="00C90F8D">
        <w:t>’</w:t>
      </w:r>
      <w:r>
        <w:t xml:space="preserve">aimable fonctionnaire qui présidait avec </w:t>
      </w:r>
      <w:r>
        <w:lastRenderedPageBreak/>
        <w:t>une placidité résignée à la liquidation des affaires</w:t>
      </w:r>
      <w:r w:rsidR="00C90F8D">
        <w:t xml:space="preserve">. </w:t>
      </w:r>
      <w:r>
        <w:t xml:space="preserve">Schmidt et </w:t>
      </w:r>
      <w:r w:rsidR="00C90F8D">
        <w:t>M. </w:t>
      </w:r>
      <w:proofErr w:type="spellStart"/>
      <w:r>
        <w:t>Fontanille</w:t>
      </w:r>
      <w:proofErr w:type="spellEnd"/>
      <w:r>
        <w:t xml:space="preserve"> avaient trouvé asile au second étage</w:t>
      </w:r>
      <w:r w:rsidR="00C90F8D">
        <w:t xml:space="preserve">, </w:t>
      </w:r>
      <w:r>
        <w:t>faveur sans prix dans une ville où il a toujours été quasi impossible de découvrir un logement à peu près correct</w:t>
      </w:r>
      <w:r w:rsidR="00C90F8D">
        <w:t>.</w:t>
      </w:r>
    </w:p>
    <w:p w14:paraId="6F565F1A" w14:textId="53484321" w:rsidR="00C90F8D" w:rsidRDefault="00AB2DE8">
      <w:r>
        <w:t>C</w:t>
      </w:r>
      <w:r w:rsidR="00C90F8D">
        <w:t>’</w:t>
      </w:r>
      <w:r>
        <w:t xml:space="preserve">était naturellement à </w:t>
      </w:r>
      <w:r w:rsidR="00C90F8D">
        <w:t>M. </w:t>
      </w:r>
      <w:r>
        <w:t>Forestier qu</w:t>
      </w:r>
      <w:r w:rsidR="00C90F8D">
        <w:t>’</w:t>
      </w:r>
      <w:r>
        <w:t>allaient échoir les deux pièces laissées vacantes à cet étage par le départ de son prédécesseur</w:t>
      </w:r>
      <w:r w:rsidR="00C90F8D">
        <w:t>.</w:t>
      </w:r>
    </w:p>
    <w:p w14:paraId="02C76AB9" w14:textId="77777777" w:rsidR="00C90F8D" w:rsidRDefault="00AB2DE8">
      <w:r>
        <w:t>La nuit tombait</w:t>
      </w:r>
      <w:r w:rsidR="00C90F8D">
        <w:t xml:space="preserve">. </w:t>
      </w:r>
      <w:r>
        <w:t>Il faisait froid</w:t>
      </w:r>
      <w:r w:rsidR="00C90F8D">
        <w:t xml:space="preserve">. </w:t>
      </w:r>
      <w:r>
        <w:t>Assisté de deux boys</w:t>
      </w:r>
      <w:r w:rsidR="00C90F8D">
        <w:t xml:space="preserve">, </w:t>
      </w:r>
      <w:r>
        <w:t>Schmidt avait vaqué tout l</w:t>
      </w:r>
      <w:r w:rsidR="00C90F8D">
        <w:t>’</w:t>
      </w:r>
      <w:r>
        <w:t>après-midi à la mise en état de l</w:t>
      </w:r>
      <w:r w:rsidR="00C90F8D">
        <w:t>’</w:t>
      </w:r>
      <w:r>
        <w:t>appartement de son collègue</w:t>
      </w:r>
      <w:r w:rsidR="00C90F8D">
        <w:t xml:space="preserve">. </w:t>
      </w:r>
      <w:r>
        <w:t>L</w:t>
      </w:r>
      <w:r w:rsidR="00C90F8D">
        <w:t>’</w:t>
      </w:r>
      <w:r>
        <w:t>heure n</w:t>
      </w:r>
      <w:r w:rsidR="00C90F8D">
        <w:t>’</w:t>
      </w:r>
      <w:r>
        <w:t>était pas encore venue où il aurait à s</w:t>
      </w:r>
      <w:r w:rsidR="00C90F8D">
        <w:t>’</w:t>
      </w:r>
      <w:r>
        <w:t>habiller pour dîner au Cercle</w:t>
      </w:r>
      <w:r w:rsidR="00C90F8D">
        <w:t xml:space="preserve">, </w:t>
      </w:r>
      <w:r>
        <w:t>selon son habitude</w:t>
      </w:r>
      <w:r w:rsidR="00C90F8D">
        <w:t xml:space="preserve">. </w:t>
      </w:r>
      <w:r>
        <w:t>Il ouvrit la fenêtre et alluma une cigarette</w:t>
      </w:r>
      <w:r w:rsidR="00C90F8D">
        <w:t>.</w:t>
      </w:r>
    </w:p>
    <w:p w14:paraId="74CCB71A" w14:textId="77777777" w:rsidR="00C90F8D" w:rsidRDefault="00AB2DE8">
      <w:r>
        <w:t>L</w:t>
      </w:r>
      <w:r w:rsidR="00C90F8D">
        <w:t>’</w:t>
      </w:r>
      <w:r>
        <w:t>énorme cité s</w:t>
      </w:r>
      <w:r w:rsidR="00C90F8D">
        <w:t>’</w:t>
      </w:r>
      <w:r>
        <w:t>étendait devant lui</w:t>
      </w:r>
      <w:r w:rsidR="00C90F8D">
        <w:t xml:space="preserve">, </w:t>
      </w:r>
      <w:r>
        <w:t>obscure</w:t>
      </w:r>
      <w:r w:rsidR="00C90F8D">
        <w:t xml:space="preserve">, </w:t>
      </w:r>
      <w:r>
        <w:t>muette</w:t>
      </w:r>
      <w:r w:rsidR="00C90F8D">
        <w:t xml:space="preserve">. </w:t>
      </w:r>
      <w:r>
        <w:t>À l</w:t>
      </w:r>
      <w:r w:rsidR="00C90F8D">
        <w:t>’</w:t>
      </w:r>
      <w:r>
        <w:t>horizon</w:t>
      </w:r>
      <w:r w:rsidR="00C90F8D">
        <w:t xml:space="preserve">, </w:t>
      </w:r>
      <w:r>
        <w:t>le noir rideau du ciel se soulevait sur une espèce de fournaise écarlate</w:t>
      </w:r>
      <w:r w:rsidR="00C90F8D">
        <w:t xml:space="preserve"> : </w:t>
      </w:r>
      <w:r>
        <w:t>l</w:t>
      </w:r>
      <w:r w:rsidR="00C90F8D">
        <w:t>’</w:t>
      </w:r>
      <w:r>
        <w:t>arsenal continuait fiévreusement à pourvoir la vieille Asie barbare des bienfaits les plus perfectionnés de la civilisation européenne</w:t>
      </w:r>
      <w:r w:rsidR="00C90F8D">
        <w:t>.</w:t>
      </w:r>
    </w:p>
    <w:p w14:paraId="51A2231F" w14:textId="77777777" w:rsidR="00C90F8D" w:rsidRDefault="00AB2DE8">
      <w:r>
        <w:t>Quel immense silence hostile</w:t>
      </w:r>
      <w:r w:rsidR="00C90F8D">
        <w:t xml:space="preserve"> ! </w:t>
      </w:r>
      <w:r>
        <w:t>Il n</w:t>
      </w:r>
      <w:r w:rsidR="00C90F8D">
        <w:t>’</w:t>
      </w:r>
      <w:r>
        <w:t>était rompu de loin en loin que par les hurlements des chiens déterreurs de cadavres</w:t>
      </w:r>
      <w:r w:rsidR="00C90F8D">
        <w:t xml:space="preserve">. </w:t>
      </w:r>
      <w:r>
        <w:t>Un bruit de pas vaguement cadencé naquit</w:t>
      </w:r>
      <w:r w:rsidR="00C90F8D">
        <w:t xml:space="preserve">, </w:t>
      </w:r>
      <w:r>
        <w:t>une patrouille passa</w:t>
      </w:r>
      <w:r w:rsidR="00C90F8D">
        <w:t xml:space="preserve">. </w:t>
      </w:r>
      <w:r>
        <w:t>La lune poussiéreuse fit reluire des baïonnettes</w:t>
      </w:r>
      <w:r w:rsidR="00C90F8D">
        <w:t xml:space="preserve">. </w:t>
      </w:r>
      <w:r>
        <w:t>Schmidt entrevit les casquettes plates des miliciens</w:t>
      </w:r>
      <w:r w:rsidR="00C90F8D">
        <w:t xml:space="preserve">, </w:t>
      </w:r>
      <w:r>
        <w:t>leurs capotes roulées en fer à cheval</w:t>
      </w:r>
      <w:r w:rsidR="00C90F8D">
        <w:t xml:space="preserve">. </w:t>
      </w:r>
      <w:r>
        <w:t>Une manière de géant fermait la marche</w:t>
      </w:r>
      <w:r w:rsidR="00C90F8D">
        <w:t xml:space="preserve">. </w:t>
      </w:r>
      <w:r>
        <w:t>Celui-là n</w:t>
      </w:r>
      <w:r w:rsidR="00C90F8D">
        <w:t>’</w:t>
      </w:r>
      <w:r>
        <w:t>avait pas d</w:t>
      </w:r>
      <w:r w:rsidR="00C90F8D">
        <w:t>’</w:t>
      </w:r>
      <w:r>
        <w:t>armes</w:t>
      </w:r>
      <w:r w:rsidR="00C90F8D">
        <w:t xml:space="preserve">, – </w:t>
      </w:r>
      <w:r>
        <w:t>seulement</w:t>
      </w:r>
      <w:r w:rsidR="00C90F8D">
        <w:t xml:space="preserve">, </w:t>
      </w:r>
      <w:r>
        <w:t>sous le bras</w:t>
      </w:r>
      <w:r w:rsidR="00C90F8D">
        <w:t xml:space="preserve">, </w:t>
      </w:r>
      <w:r>
        <w:t>une longue gaine de soie rouge</w:t>
      </w:r>
      <w:r w:rsidR="00C90F8D">
        <w:t xml:space="preserve">… </w:t>
      </w:r>
      <w:r>
        <w:t>Le bourreau et son coupe-tête</w:t>
      </w:r>
      <w:r w:rsidR="00C90F8D">
        <w:t xml:space="preserve"> ! </w:t>
      </w:r>
      <w:r>
        <w:t>La justice du maréchal Tchang-</w:t>
      </w:r>
      <w:proofErr w:type="spellStart"/>
      <w:r>
        <w:t>Tso</w:t>
      </w:r>
      <w:proofErr w:type="spellEnd"/>
      <w:r>
        <w:t>-Lin veillait</w:t>
      </w:r>
      <w:r w:rsidR="00C90F8D">
        <w:t>.</w:t>
      </w:r>
    </w:p>
    <w:p w14:paraId="746FBDD6" w14:textId="77777777" w:rsidR="00C90F8D" w:rsidRDefault="00AB2DE8">
      <w:r>
        <w:t>Schmidt était trop familiarisé avec ce genre de spectacle pour y attacher quelque importance</w:t>
      </w:r>
      <w:r w:rsidR="00C90F8D">
        <w:t xml:space="preserve">. </w:t>
      </w:r>
      <w:r>
        <w:t>Sa pensée allait surtout à l</w:t>
      </w:r>
      <w:r w:rsidR="00C90F8D">
        <w:t>’</w:t>
      </w:r>
      <w:r>
        <w:t>homme qu</w:t>
      </w:r>
      <w:r w:rsidR="00C90F8D">
        <w:t>’</w:t>
      </w:r>
      <w:r>
        <w:t>il attendrait</w:t>
      </w:r>
      <w:r w:rsidR="00C90F8D">
        <w:t xml:space="preserve">, </w:t>
      </w:r>
      <w:r>
        <w:t>le lendemain</w:t>
      </w:r>
      <w:r w:rsidR="00C90F8D">
        <w:t xml:space="preserve">, </w:t>
      </w:r>
      <w:r>
        <w:t xml:space="preserve">au train de </w:t>
      </w:r>
      <w:proofErr w:type="spellStart"/>
      <w:r>
        <w:t>Dalny</w:t>
      </w:r>
      <w:proofErr w:type="spellEnd"/>
      <w:r w:rsidR="00C90F8D">
        <w:t xml:space="preserve">. </w:t>
      </w:r>
      <w:r>
        <w:lastRenderedPageBreak/>
        <w:t>Ce pauvre Forestier</w:t>
      </w:r>
      <w:r w:rsidR="00C90F8D">
        <w:t xml:space="preserve"> ! </w:t>
      </w:r>
      <w:r>
        <w:t>Un brave garçon</w:t>
      </w:r>
      <w:r w:rsidR="00C90F8D">
        <w:t xml:space="preserve">, </w:t>
      </w:r>
      <w:r>
        <w:t>mais de combien piètre apparence</w:t>
      </w:r>
      <w:r w:rsidR="00C90F8D">
        <w:t xml:space="preserve"> ! </w:t>
      </w:r>
      <w:r>
        <w:t>Un torse étroit</w:t>
      </w:r>
      <w:r w:rsidR="00C90F8D">
        <w:t xml:space="preserve">, </w:t>
      </w:r>
      <w:r>
        <w:t>une myopie exagérée</w:t>
      </w:r>
      <w:r w:rsidR="00C90F8D">
        <w:t xml:space="preserve">, </w:t>
      </w:r>
      <w:r>
        <w:t>des cheveux blonds</w:t>
      </w:r>
      <w:r w:rsidR="00C90F8D">
        <w:t xml:space="preserve">, </w:t>
      </w:r>
      <w:r>
        <w:t>clairsemés et fades</w:t>
      </w:r>
      <w:r w:rsidR="00C90F8D">
        <w:t xml:space="preserve">. </w:t>
      </w:r>
      <w:r>
        <w:t>Ah</w:t>
      </w:r>
      <w:r w:rsidR="00C90F8D">
        <w:t xml:space="preserve"> ! </w:t>
      </w:r>
      <w:r>
        <w:t>ce ne seraient pas ses bonnes fortunes</w:t>
      </w:r>
      <w:r w:rsidR="00C90F8D">
        <w:t xml:space="preserve">, </w:t>
      </w:r>
      <w:r>
        <w:t>à celui-là</w:t>
      </w:r>
      <w:r w:rsidR="00C90F8D">
        <w:t xml:space="preserve">, </w:t>
      </w:r>
      <w:r>
        <w:t>qui porteraient ombrage aux lovelaces de Moukden</w:t>
      </w:r>
      <w:r w:rsidR="00C90F8D">
        <w:t>.</w:t>
      </w:r>
    </w:p>
    <w:p w14:paraId="165AFEAF" w14:textId="77777777" w:rsidR="00C90F8D" w:rsidRDefault="00C90F8D">
      <w:r>
        <w:rPr>
          <w:rFonts w:eastAsia="Georgia"/>
        </w:rPr>
        <w:t>— </w:t>
      </w:r>
      <w:r w:rsidR="00AB2DE8">
        <w:t>Tel qu</w:t>
      </w:r>
      <w:r>
        <w:t>’</w:t>
      </w:r>
      <w:r w:rsidR="00AB2DE8">
        <w:t>il est</w:t>
      </w:r>
      <w:r>
        <w:t xml:space="preserve">, </w:t>
      </w:r>
      <w:r w:rsidR="00AB2DE8">
        <w:t>il aura du moins un mérite</w:t>
      </w:r>
      <w:r>
        <w:t xml:space="preserve">, </w:t>
      </w:r>
      <w:r w:rsidR="00AB2DE8">
        <w:t>celui de m</w:t>
      </w:r>
      <w:r>
        <w:t>’</w:t>
      </w:r>
      <w:r w:rsidR="00AB2DE8">
        <w:t>alléger de la moitié de ma besogne</w:t>
      </w:r>
      <w:r>
        <w:t>.</w:t>
      </w:r>
    </w:p>
    <w:p w14:paraId="7E0777FE" w14:textId="77777777" w:rsidR="00C90F8D" w:rsidRDefault="00AB2DE8">
      <w:r>
        <w:t>Cette perspective n</w:t>
      </w:r>
      <w:r w:rsidR="00C90F8D">
        <w:t>’</w:t>
      </w:r>
      <w:r>
        <w:t>était pas pour déplaire à Schmidt</w:t>
      </w:r>
      <w:r w:rsidR="00C90F8D">
        <w:t xml:space="preserve">. </w:t>
      </w:r>
      <w:r>
        <w:t>Il se mit à siffloter</w:t>
      </w:r>
      <w:r w:rsidR="00C90F8D">
        <w:t>.</w:t>
      </w:r>
    </w:p>
    <w:p w14:paraId="500B6158" w14:textId="77777777" w:rsidR="00C90F8D" w:rsidRDefault="00AB2DE8">
      <w:r>
        <w:t>Un vent âpre soufflait</w:t>
      </w:r>
      <w:r w:rsidR="00C90F8D">
        <w:t xml:space="preserve">, </w:t>
      </w:r>
      <w:r>
        <w:t>un vent qui venait du Nord</w:t>
      </w:r>
      <w:r w:rsidR="00C90F8D">
        <w:t xml:space="preserve">, </w:t>
      </w:r>
      <w:r>
        <w:t>un vent qui</w:t>
      </w:r>
      <w:r w:rsidR="00C90F8D">
        <w:t xml:space="preserve">, </w:t>
      </w:r>
      <w:r>
        <w:t>passant au-dessus des cimetières</w:t>
      </w:r>
      <w:r w:rsidR="00C90F8D">
        <w:t xml:space="preserve">, </w:t>
      </w:r>
      <w:r>
        <w:t>arrivait tout chargé de cette odeur de charnier qui est le parfum national de la Chine</w:t>
      </w:r>
      <w:r w:rsidR="00C90F8D">
        <w:t xml:space="preserve">. </w:t>
      </w:r>
      <w:r>
        <w:t>L</w:t>
      </w:r>
      <w:r w:rsidR="00C90F8D">
        <w:t>’</w:t>
      </w:r>
      <w:r>
        <w:t>ingénieur ferma la fenêtre</w:t>
      </w:r>
      <w:r w:rsidR="00C90F8D">
        <w:t xml:space="preserve">, </w:t>
      </w:r>
      <w:r>
        <w:t>fit jouer le commutateur électrique</w:t>
      </w:r>
      <w:r w:rsidR="00C90F8D">
        <w:t xml:space="preserve">. </w:t>
      </w:r>
      <w:r>
        <w:t>Son smoking était préparé</w:t>
      </w:r>
      <w:r w:rsidR="00C90F8D">
        <w:t xml:space="preserve">. </w:t>
      </w:r>
      <w:r>
        <w:t>Sur un guéridon</w:t>
      </w:r>
      <w:r w:rsidR="00C90F8D">
        <w:t xml:space="preserve">, </w:t>
      </w:r>
      <w:r>
        <w:t>le boy avait disposé le seau à glace</w:t>
      </w:r>
      <w:r w:rsidR="00C90F8D">
        <w:t xml:space="preserve">, </w:t>
      </w:r>
      <w:r>
        <w:t>le gobelet à cocktails</w:t>
      </w:r>
      <w:r w:rsidR="00C90F8D">
        <w:t xml:space="preserve">, </w:t>
      </w:r>
      <w:r>
        <w:t>trois ou quatre bouteilles</w:t>
      </w:r>
      <w:r w:rsidR="00C90F8D">
        <w:t xml:space="preserve">, </w:t>
      </w:r>
      <w:r>
        <w:t>dont une de gin</w:t>
      </w:r>
      <w:r w:rsidR="00C90F8D">
        <w:t xml:space="preserve">, </w:t>
      </w:r>
      <w:r>
        <w:t>une de vermouth</w:t>
      </w:r>
      <w:r w:rsidR="00C90F8D">
        <w:t xml:space="preserve">. </w:t>
      </w:r>
      <w:r>
        <w:t>Schmidt songea de nouveau à Forestier</w:t>
      </w:r>
      <w:r w:rsidR="00C90F8D">
        <w:t xml:space="preserve">, </w:t>
      </w:r>
      <w:r>
        <w:t>au vice qu</w:t>
      </w:r>
      <w:r w:rsidR="00C90F8D">
        <w:t>’</w:t>
      </w:r>
      <w:r>
        <w:t>on lui prêtait</w:t>
      </w:r>
      <w:r w:rsidR="00C90F8D">
        <w:t xml:space="preserve">, </w:t>
      </w:r>
      <w:r>
        <w:t>de façon si inattendue</w:t>
      </w:r>
      <w:r w:rsidR="00C90F8D">
        <w:t xml:space="preserve">. </w:t>
      </w:r>
      <w:r>
        <w:t>Il rit</w:t>
      </w:r>
      <w:r w:rsidR="00C90F8D">
        <w:t>.</w:t>
      </w:r>
    </w:p>
    <w:p w14:paraId="6FC841C4" w14:textId="77777777" w:rsidR="00C90F8D" w:rsidRDefault="00C90F8D">
      <w:r>
        <w:rPr>
          <w:rFonts w:eastAsia="Georgia"/>
        </w:rPr>
        <w:t>— </w:t>
      </w:r>
      <w:r w:rsidR="00AB2DE8">
        <w:t>Me voilà métamorphosé en bonne d</w:t>
      </w:r>
      <w:r>
        <w:t>’</w:t>
      </w:r>
      <w:r w:rsidR="00AB2DE8">
        <w:t>enfant</w:t>
      </w:r>
      <w:r>
        <w:t xml:space="preserve">, </w:t>
      </w:r>
      <w:r w:rsidR="00AB2DE8">
        <w:t>maintenant</w:t>
      </w:r>
      <w:r>
        <w:t xml:space="preserve"> ! </w:t>
      </w:r>
      <w:r w:rsidR="00AB2DE8">
        <w:t>C</w:t>
      </w:r>
      <w:r>
        <w:t>’</w:t>
      </w:r>
      <w:r w:rsidR="00AB2DE8">
        <w:t>est égal</w:t>
      </w:r>
      <w:r>
        <w:t xml:space="preserve">, </w:t>
      </w:r>
      <w:r w:rsidR="00AB2DE8">
        <w:t>ils exagèrent un peu</w:t>
      </w:r>
      <w:r>
        <w:t xml:space="preserve">, </w:t>
      </w:r>
      <w:r w:rsidR="00AB2DE8">
        <w:t>à Paris</w:t>
      </w:r>
      <w:r>
        <w:t xml:space="preserve">. </w:t>
      </w:r>
      <w:r w:rsidR="00AB2DE8">
        <w:t>Qu</w:t>
      </w:r>
      <w:r>
        <w:t>’</w:t>
      </w:r>
      <w:r w:rsidR="00AB2DE8">
        <w:t>est-ce qu</w:t>
      </w:r>
      <w:r>
        <w:t>’</w:t>
      </w:r>
      <w:r w:rsidR="00AB2DE8">
        <w:t>il doit y avoir dans mon dossier</w:t>
      </w:r>
      <w:r>
        <w:t xml:space="preserve">, </w:t>
      </w:r>
      <w:r w:rsidR="00AB2DE8">
        <w:t>alors</w:t>
      </w:r>
      <w:r>
        <w:t> !</w:t>
      </w:r>
    </w:p>
    <w:p w14:paraId="5B6EDA95" w14:textId="77777777" w:rsidR="00C90F8D" w:rsidRDefault="00AB2DE8">
      <w:r>
        <w:t>Ce dossier</w:t>
      </w:r>
      <w:r w:rsidR="00C90F8D">
        <w:t xml:space="preserve">, </w:t>
      </w:r>
      <w:r>
        <w:t>il l</w:t>
      </w:r>
      <w:r w:rsidR="00C90F8D">
        <w:t>’</w:t>
      </w:r>
      <w:r>
        <w:t>imaginait avec complaisance</w:t>
      </w:r>
      <w:r w:rsidR="00C90F8D">
        <w:t xml:space="preserve">, </w:t>
      </w:r>
      <w:r>
        <w:t>tout bourré des détails de ses succès féminins</w:t>
      </w:r>
      <w:r w:rsidR="00C90F8D">
        <w:t>.</w:t>
      </w:r>
    </w:p>
    <w:p w14:paraId="7D81218D" w14:textId="708FE5C6" w:rsidR="00AB2DE8" w:rsidRDefault="00AB2DE8"/>
    <w:p w14:paraId="7A291627" w14:textId="4EB9B388" w:rsidR="00C90F8D" w:rsidRDefault="00AB2DE8">
      <w:r>
        <w:t>C</w:t>
      </w:r>
      <w:r w:rsidR="00C90F8D">
        <w:t>’</w:t>
      </w:r>
      <w:r>
        <w:t>était là</w:t>
      </w:r>
      <w:r w:rsidR="00C90F8D">
        <w:t xml:space="preserve">, </w:t>
      </w:r>
      <w:r>
        <w:t>en effet</w:t>
      </w:r>
      <w:r w:rsidR="00C90F8D">
        <w:t xml:space="preserve">, </w:t>
      </w:r>
      <w:r>
        <w:t>ainsi qu</w:t>
      </w:r>
      <w:r w:rsidR="00C90F8D">
        <w:t>’</w:t>
      </w:r>
      <w:r>
        <w:t>il a été dit plus haut</w:t>
      </w:r>
      <w:r w:rsidR="00C90F8D">
        <w:t xml:space="preserve">, </w:t>
      </w:r>
      <w:r>
        <w:t xml:space="preserve">le faible de </w:t>
      </w:r>
      <w:r w:rsidR="00C90F8D">
        <w:t>M. </w:t>
      </w:r>
      <w:r>
        <w:t>Raymond Schmidt</w:t>
      </w:r>
      <w:r w:rsidR="00C90F8D">
        <w:t xml:space="preserve">, </w:t>
      </w:r>
      <w:r>
        <w:t>ancien élève de l</w:t>
      </w:r>
      <w:r w:rsidR="00C90F8D">
        <w:t>’</w:t>
      </w:r>
      <w:r>
        <w:t>École Polytechnique</w:t>
      </w:r>
      <w:r w:rsidR="00C90F8D">
        <w:t xml:space="preserve">, </w:t>
      </w:r>
      <w:r>
        <w:t>directeur des services administratifs de l</w:t>
      </w:r>
      <w:r w:rsidR="00C90F8D">
        <w:t>’</w:t>
      </w:r>
      <w:r>
        <w:t>arsenal de Moukden</w:t>
      </w:r>
      <w:r w:rsidR="00C90F8D">
        <w:t>.</w:t>
      </w:r>
    </w:p>
    <w:p w14:paraId="078A9D84" w14:textId="46C4777F" w:rsidR="00AB2DE8" w:rsidRPr="00C90F8D" w:rsidRDefault="00AB2DE8" w:rsidP="00C90F8D">
      <w:pPr>
        <w:pStyle w:val="Titre1"/>
      </w:pPr>
      <w:bookmarkStart w:id="2" w:name="_Toc194755374"/>
      <w:r w:rsidRPr="00C90F8D">
        <w:lastRenderedPageBreak/>
        <w:t>II</w:t>
      </w:r>
      <w:bookmarkEnd w:id="2"/>
    </w:p>
    <w:p w14:paraId="67FF3B2F" w14:textId="77777777" w:rsidR="00C90F8D" w:rsidRDefault="00AB2DE8">
      <w:r>
        <w:rPr>
          <w:bCs/>
        </w:rPr>
        <w:t xml:space="preserve">Le </w:t>
      </w:r>
      <w:r>
        <w:t>vent d</w:t>
      </w:r>
      <w:r w:rsidR="00C90F8D">
        <w:t>’</w:t>
      </w:r>
      <w:r>
        <w:t>ouest chassait sur Moukden d</w:t>
      </w:r>
      <w:r w:rsidR="00C90F8D">
        <w:t>’</w:t>
      </w:r>
      <w:r>
        <w:t>épais tourbillons d</w:t>
      </w:r>
      <w:r w:rsidR="00C90F8D">
        <w:t>’</w:t>
      </w:r>
      <w:r>
        <w:t>un sable rougeâtre qui aveuglait les gens</w:t>
      </w:r>
      <w:r w:rsidR="00C90F8D">
        <w:t xml:space="preserve">, </w:t>
      </w:r>
      <w:r>
        <w:t>encrassait les automobiles</w:t>
      </w:r>
      <w:r w:rsidR="00C90F8D">
        <w:t xml:space="preserve">, </w:t>
      </w:r>
      <w:r>
        <w:t>faisait cligner les yeux des énormes chameaux à fourrure</w:t>
      </w:r>
      <w:r w:rsidR="00C90F8D">
        <w:t xml:space="preserve">, </w:t>
      </w:r>
      <w:r>
        <w:t>venus en lente caravane du fin fond des déserts de Gobi</w:t>
      </w:r>
      <w:r w:rsidR="00C90F8D">
        <w:t xml:space="preserve">. </w:t>
      </w:r>
      <w:r>
        <w:t>Debout à la fenêtre de sa chambre</w:t>
      </w:r>
      <w:r w:rsidR="00C90F8D">
        <w:t xml:space="preserve">, </w:t>
      </w:r>
      <w:r>
        <w:t>Schmidt contemplait la morne descente du crépuscule en tapotant rêveusement la vitre</w:t>
      </w:r>
      <w:r w:rsidR="00C90F8D">
        <w:t xml:space="preserve">. </w:t>
      </w:r>
      <w:r>
        <w:t>Dans la pièce voisine</w:t>
      </w:r>
      <w:r w:rsidR="00C90F8D">
        <w:t xml:space="preserve">, </w:t>
      </w:r>
      <w:r>
        <w:t>il entendait les allées et venues de Forestier qui achevait son installation</w:t>
      </w:r>
      <w:r w:rsidR="00C90F8D">
        <w:t xml:space="preserve">. </w:t>
      </w:r>
      <w:r>
        <w:t>Schmidt lui avait offert de l</w:t>
      </w:r>
      <w:r w:rsidR="00C90F8D">
        <w:t>’</w:t>
      </w:r>
      <w:r>
        <w:t>aider</w:t>
      </w:r>
      <w:r w:rsidR="00C90F8D">
        <w:rPr>
          <w:i/>
          <w:iCs/>
        </w:rPr>
        <w:t>. « </w:t>
      </w:r>
      <w:r>
        <w:t>Ce n</w:t>
      </w:r>
      <w:r w:rsidR="00C90F8D">
        <w:t>’</w:t>
      </w:r>
      <w:r>
        <w:t>est pas la peine</w:t>
      </w:r>
      <w:r w:rsidR="00C90F8D">
        <w:t xml:space="preserve"> », </w:t>
      </w:r>
      <w:r>
        <w:t>avait-il répondu doucement</w:t>
      </w:r>
      <w:r w:rsidR="00C90F8D">
        <w:t xml:space="preserve">. </w:t>
      </w:r>
      <w:r>
        <w:t>Son collègue n</w:t>
      </w:r>
      <w:r w:rsidR="00C90F8D">
        <w:t>’</w:t>
      </w:r>
      <w:r>
        <w:t>avait pas insisté</w:t>
      </w:r>
      <w:r w:rsidR="00C90F8D">
        <w:t xml:space="preserve">. </w:t>
      </w:r>
      <w:r>
        <w:t>Ne s</w:t>
      </w:r>
      <w:r w:rsidR="00C90F8D">
        <w:t>’</w:t>
      </w:r>
      <w:r>
        <w:t>étant pas quittés un seul instant de la journée</w:t>
      </w:r>
      <w:r w:rsidR="00C90F8D">
        <w:t xml:space="preserve">, </w:t>
      </w:r>
      <w:r>
        <w:t>et avec la perspective de se retrouver au repas du soir</w:t>
      </w:r>
      <w:r w:rsidR="00C90F8D">
        <w:t xml:space="preserve">, </w:t>
      </w:r>
      <w:r>
        <w:t>ils aspiraient l</w:t>
      </w:r>
      <w:r w:rsidR="00C90F8D">
        <w:t>’</w:t>
      </w:r>
      <w:r>
        <w:t>un et l</w:t>
      </w:r>
      <w:r w:rsidR="00C90F8D">
        <w:t>’</w:t>
      </w:r>
      <w:r>
        <w:t>autre à quelques minutes de solitude</w:t>
      </w:r>
      <w:r w:rsidR="00C90F8D">
        <w:t>.</w:t>
      </w:r>
    </w:p>
    <w:p w14:paraId="05E7681E" w14:textId="1EED987E" w:rsidR="00C90F8D" w:rsidRDefault="00AB2DE8">
      <w:r>
        <w:t>Assez noctambule</w:t>
      </w:r>
      <w:r w:rsidR="00C90F8D">
        <w:t xml:space="preserve">, </w:t>
      </w:r>
      <w:r>
        <w:t>moins par goût peut-être que par désir de soigner sa réputation de viveur</w:t>
      </w:r>
      <w:r w:rsidR="00C90F8D">
        <w:t xml:space="preserve">, </w:t>
      </w:r>
      <w:r>
        <w:t xml:space="preserve">Schmidt avait eu à </w:t>
      </w:r>
      <w:proofErr w:type="gramStart"/>
      <w:r>
        <w:t>faire</w:t>
      </w:r>
      <w:proofErr w:type="gramEnd"/>
      <w:r>
        <w:t xml:space="preserve"> un effort pour se trouver le matin à la gare</w:t>
      </w:r>
      <w:r w:rsidR="00C90F8D">
        <w:t xml:space="preserve">, </w:t>
      </w:r>
      <w:r>
        <w:t>à l</w:t>
      </w:r>
      <w:r w:rsidR="00C90F8D">
        <w:t>’</w:t>
      </w:r>
      <w:r>
        <w:t>heure de l</w:t>
      </w:r>
      <w:r w:rsidR="00C90F8D">
        <w:t>’</w:t>
      </w:r>
      <w:r>
        <w:t>arrivée du train</w:t>
      </w:r>
      <w:r w:rsidR="00C90F8D">
        <w:t xml:space="preserve">. </w:t>
      </w:r>
      <w:r>
        <w:t>Un peu avant midi</w:t>
      </w:r>
      <w:r w:rsidR="00C90F8D">
        <w:t xml:space="preserve">, </w:t>
      </w:r>
      <w:r>
        <w:t>il avait conduit Forestier à l</w:t>
      </w:r>
      <w:r w:rsidR="00C90F8D">
        <w:t>’</w:t>
      </w:r>
      <w:r>
        <w:t>usine</w:t>
      </w:r>
      <w:r w:rsidR="00C90F8D">
        <w:t xml:space="preserve">, </w:t>
      </w:r>
      <w:r>
        <w:t xml:space="preserve">où ils avaient été reçus par </w:t>
      </w:r>
      <w:r w:rsidR="00C90F8D">
        <w:t>M. </w:t>
      </w:r>
      <w:proofErr w:type="spellStart"/>
      <w:r>
        <w:t>Mauconseil</w:t>
      </w:r>
      <w:proofErr w:type="spellEnd"/>
      <w:r w:rsidR="00C90F8D">
        <w:t xml:space="preserve">. </w:t>
      </w:r>
      <w:r>
        <w:t>Le directeur général s</w:t>
      </w:r>
      <w:r w:rsidR="00C90F8D">
        <w:t>’</w:t>
      </w:r>
      <w:r>
        <w:t>était montré affable à souhait</w:t>
      </w:r>
      <w:r w:rsidR="00C90F8D">
        <w:t xml:space="preserve">, </w:t>
      </w:r>
      <w:r>
        <w:t>et solennel</w:t>
      </w:r>
      <w:r w:rsidR="00C90F8D">
        <w:t xml:space="preserve">. </w:t>
      </w:r>
      <w:r>
        <w:t>On était un samedi</w:t>
      </w:r>
      <w:r w:rsidR="00C90F8D">
        <w:t xml:space="preserve"> ; </w:t>
      </w:r>
      <w:r>
        <w:t>le régime de la semaine anglaise étant appliqué à l</w:t>
      </w:r>
      <w:r w:rsidR="00C90F8D">
        <w:t>’</w:t>
      </w:r>
      <w:r>
        <w:t>Arsenal</w:t>
      </w:r>
      <w:r w:rsidR="00C90F8D">
        <w:t xml:space="preserve">, </w:t>
      </w:r>
      <w:r>
        <w:t>la visite des services avait été renvoyée au lundi</w:t>
      </w:r>
      <w:r w:rsidR="00C90F8D">
        <w:t xml:space="preserve">. </w:t>
      </w:r>
      <w:r>
        <w:t>Mais</w:t>
      </w:r>
      <w:r w:rsidR="00C90F8D">
        <w:t xml:space="preserve">, </w:t>
      </w:r>
      <w:r>
        <w:t>sous couleur de mettre au courant son subordonné</w:t>
      </w:r>
      <w:r w:rsidR="00C90F8D">
        <w:t>, M. </w:t>
      </w:r>
      <w:proofErr w:type="spellStart"/>
      <w:r>
        <w:t>Mauconseil</w:t>
      </w:r>
      <w:proofErr w:type="spellEnd"/>
      <w:r w:rsidR="00C90F8D">
        <w:t xml:space="preserve">, </w:t>
      </w:r>
      <w:r>
        <w:t>bien entendu</w:t>
      </w:r>
      <w:r w:rsidR="00C90F8D">
        <w:t xml:space="preserve">, </w:t>
      </w:r>
      <w:r>
        <w:t>n</w:t>
      </w:r>
      <w:r w:rsidR="00C90F8D">
        <w:t>’</w:t>
      </w:r>
      <w:r>
        <w:t>avait pas laissé perdre une telle occasion de se lancer dans une petite improvisation historico-économique</w:t>
      </w:r>
      <w:r w:rsidR="00C90F8D">
        <w:t xml:space="preserve">. </w:t>
      </w:r>
      <w:r>
        <w:t>Il avait parlé de la situation en Chine</w:t>
      </w:r>
      <w:r w:rsidR="00C90F8D">
        <w:t xml:space="preserve">, </w:t>
      </w:r>
      <w:r>
        <w:t>et particulièrement en Mandchourie</w:t>
      </w:r>
      <w:r w:rsidR="00C90F8D">
        <w:t xml:space="preserve">, </w:t>
      </w:r>
      <w:r>
        <w:t>des intrigues des étrangers</w:t>
      </w:r>
      <w:r w:rsidR="00C90F8D">
        <w:t xml:space="preserve">, </w:t>
      </w:r>
      <w:r>
        <w:t>de celles de Tchang-</w:t>
      </w:r>
      <w:proofErr w:type="spellStart"/>
      <w:r>
        <w:t>Tso</w:t>
      </w:r>
      <w:proofErr w:type="spellEnd"/>
      <w:r>
        <w:t>-Lin et de son entourage</w:t>
      </w:r>
      <w:r w:rsidR="00C90F8D">
        <w:t xml:space="preserve">. </w:t>
      </w:r>
      <w:r>
        <w:t>Actuellement</w:t>
      </w:r>
      <w:r w:rsidR="00C90F8D">
        <w:t xml:space="preserve">, </w:t>
      </w:r>
      <w:r>
        <w:t xml:space="preserve">les affaires de la France étaient à Moukden en </w:t>
      </w:r>
      <w:r>
        <w:lastRenderedPageBreak/>
        <w:t>excellente posture</w:t>
      </w:r>
      <w:r w:rsidR="00C90F8D">
        <w:t xml:space="preserve">, </w:t>
      </w:r>
      <w:r>
        <w:t>grâce à la grande firme industrielle qui avait su se faire octroyer la construction et la régie de l</w:t>
      </w:r>
      <w:r w:rsidR="00C90F8D">
        <w:t>’</w:t>
      </w:r>
      <w:r>
        <w:t>Arsenal</w:t>
      </w:r>
      <w:r w:rsidR="00C90F8D">
        <w:t xml:space="preserve">. </w:t>
      </w:r>
      <w:r>
        <w:t>À la fierté légitime qu</w:t>
      </w:r>
      <w:r w:rsidR="00C90F8D">
        <w:t>’</w:t>
      </w:r>
      <w:r>
        <w:t>avaient le droit d</w:t>
      </w:r>
      <w:r w:rsidR="00C90F8D">
        <w:t>’</w:t>
      </w:r>
      <w:r>
        <w:t>en concevoir les dirigeants de l</w:t>
      </w:r>
      <w:r w:rsidR="00C90F8D">
        <w:t>’</w:t>
      </w:r>
      <w:r>
        <w:t xml:space="preserve">Arsenal en question correspondaient nécessairement une série de devoirs que </w:t>
      </w:r>
      <w:r w:rsidR="00C90F8D">
        <w:t>M. </w:t>
      </w:r>
      <w:proofErr w:type="spellStart"/>
      <w:r>
        <w:t>Mauconseil</w:t>
      </w:r>
      <w:proofErr w:type="spellEnd"/>
      <w:r>
        <w:t xml:space="preserve"> énuméra avec éloquence</w:t>
      </w:r>
      <w:r w:rsidR="00C90F8D">
        <w:t xml:space="preserve">. </w:t>
      </w:r>
      <w:r>
        <w:t>Il n</w:t>
      </w:r>
      <w:r w:rsidR="00C90F8D">
        <w:t>’</w:t>
      </w:r>
      <w:r>
        <w:t>y avait rien dans son homélie que Schmidt n</w:t>
      </w:r>
      <w:r w:rsidR="00C90F8D">
        <w:t>’</w:t>
      </w:r>
      <w:r>
        <w:t>eût entendu mille et mille fois</w:t>
      </w:r>
      <w:r w:rsidR="00C90F8D">
        <w:t xml:space="preserve">. </w:t>
      </w:r>
      <w:r>
        <w:t>Multipliant les signes d</w:t>
      </w:r>
      <w:r w:rsidR="00C90F8D">
        <w:t>’</w:t>
      </w:r>
      <w:r>
        <w:t>approbation qui lui permettaient de voiler sa parfaite indifférence</w:t>
      </w:r>
      <w:r w:rsidR="00C90F8D">
        <w:t xml:space="preserve">, </w:t>
      </w:r>
      <w:r>
        <w:t>il s</w:t>
      </w:r>
      <w:r w:rsidR="00C90F8D">
        <w:t>’</w:t>
      </w:r>
      <w:r>
        <w:t>était donc occupé surtout d</w:t>
      </w:r>
      <w:r w:rsidR="00C90F8D">
        <w:t>’</w:t>
      </w:r>
      <w:r>
        <w:t>observer à la dérobée son nouveau collègue</w:t>
      </w:r>
      <w:r w:rsidR="00C90F8D">
        <w:t xml:space="preserve">. </w:t>
      </w:r>
      <w:r>
        <w:t>Piètre sujet d</w:t>
      </w:r>
      <w:r w:rsidR="00C90F8D">
        <w:t>’</w:t>
      </w:r>
      <w:r>
        <w:t>investigations</w:t>
      </w:r>
      <w:r w:rsidR="00C90F8D">
        <w:t xml:space="preserve"> ! </w:t>
      </w:r>
      <w:r>
        <w:t>Forestier écoutait sans mot dire</w:t>
      </w:r>
      <w:r w:rsidR="00C90F8D">
        <w:t xml:space="preserve">, </w:t>
      </w:r>
      <w:r>
        <w:t>l</w:t>
      </w:r>
      <w:r w:rsidR="00C90F8D">
        <w:t>’</w:t>
      </w:r>
      <w:r>
        <w:t>air recueilli</w:t>
      </w:r>
      <w:r w:rsidR="00C90F8D">
        <w:t xml:space="preserve">, </w:t>
      </w:r>
      <w:r>
        <w:t>essuyant à tout bout de champ les verres de son lorgnon</w:t>
      </w:r>
      <w:r w:rsidR="00C90F8D">
        <w:t xml:space="preserve">. </w:t>
      </w:r>
      <w:r>
        <w:t>De temps en temps il redressait</w:t>
      </w:r>
      <w:r w:rsidR="00C90F8D">
        <w:t xml:space="preserve">, </w:t>
      </w:r>
      <w:r>
        <w:t>par un mouvement brusque</w:t>
      </w:r>
      <w:r w:rsidR="00C90F8D">
        <w:t xml:space="preserve">, </w:t>
      </w:r>
      <w:r>
        <w:t>ses épaules qui recommençaient presque aussitôt à se voûter</w:t>
      </w:r>
      <w:r w:rsidR="00C90F8D">
        <w:t xml:space="preserve">. </w:t>
      </w:r>
      <w:r>
        <w:t>Le visage était marbré aux pommettes d</w:t>
      </w:r>
      <w:r w:rsidR="00C90F8D">
        <w:t>’</w:t>
      </w:r>
      <w:r>
        <w:t>une teinte rose de mauvais aloi</w:t>
      </w:r>
      <w:r w:rsidR="00C90F8D">
        <w:t xml:space="preserve">. </w:t>
      </w:r>
      <w:r>
        <w:t>Les yeux étaient sans éclat</w:t>
      </w:r>
      <w:r w:rsidR="00C90F8D">
        <w:t xml:space="preserve">. </w:t>
      </w:r>
      <w:r>
        <w:t>Forestier était bien entendu vêtu d</w:t>
      </w:r>
      <w:r w:rsidR="00C90F8D">
        <w:t>’</w:t>
      </w:r>
      <w:r>
        <w:t>une jaquette</w:t>
      </w:r>
      <w:r w:rsidR="00C90F8D">
        <w:t xml:space="preserve">. </w:t>
      </w:r>
      <w:r>
        <w:t>On songeait invinciblement à sa mise en bière</w:t>
      </w:r>
      <w:r w:rsidR="00C90F8D">
        <w:t xml:space="preserve">, </w:t>
      </w:r>
      <w:r>
        <w:t>dans cette jaquette-là</w:t>
      </w:r>
      <w:r w:rsidR="00C90F8D">
        <w:t>.</w:t>
      </w:r>
    </w:p>
    <w:p w14:paraId="0D8485FA" w14:textId="77777777" w:rsidR="00C90F8D" w:rsidRDefault="00C90F8D">
      <w:r>
        <w:rPr>
          <w:rFonts w:eastAsia="Georgia"/>
        </w:rPr>
        <w:t>— </w:t>
      </w:r>
      <w:r w:rsidR="00AB2DE8">
        <w:t>Le jour où nous l</w:t>
      </w:r>
      <w:r>
        <w:t>’</w:t>
      </w:r>
      <w:r w:rsidR="00AB2DE8">
        <w:t>avons réexpédié</w:t>
      </w:r>
      <w:r>
        <w:t xml:space="preserve">, </w:t>
      </w:r>
      <w:proofErr w:type="spellStart"/>
      <w:r w:rsidR="00AB2DE8">
        <w:t>Fontanille</w:t>
      </w:r>
      <w:proofErr w:type="spellEnd"/>
      <w:r w:rsidR="00AB2DE8">
        <w:t xml:space="preserve"> avait meilleure mine</w:t>
      </w:r>
      <w:r>
        <w:t xml:space="preserve">, </w:t>
      </w:r>
      <w:r w:rsidR="00AB2DE8">
        <w:t>pensa Schmidt</w:t>
      </w:r>
      <w:r>
        <w:t>.</w:t>
      </w:r>
    </w:p>
    <w:p w14:paraId="1D51FE35" w14:textId="77777777" w:rsidR="00C90F8D" w:rsidRDefault="00AB2DE8">
      <w:r>
        <w:t>Au cercle</w:t>
      </w:r>
      <w:r w:rsidR="00C90F8D">
        <w:t xml:space="preserve">, </w:t>
      </w:r>
      <w:r>
        <w:t>durant le déjeuner</w:t>
      </w:r>
      <w:r w:rsidR="00C90F8D">
        <w:t xml:space="preserve">, </w:t>
      </w:r>
      <w:r>
        <w:t>les deux hommes avaient causé uniquement métier</w:t>
      </w:r>
      <w:r w:rsidR="00C90F8D">
        <w:t xml:space="preserve">. </w:t>
      </w:r>
      <w:r>
        <w:t>La conversation de Forestier n</w:t>
      </w:r>
      <w:r w:rsidR="00C90F8D">
        <w:t>’</w:t>
      </w:r>
      <w:r>
        <w:t>était pas sans charme</w:t>
      </w:r>
      <w:r w:rsidR="00C90F8D">
        <w:t xml:space="preserve">. </w:t>
      </w:r>
      <w:r>
        <w:t>Sur les questions qui l</w:t>
      </w:r>
      <w:r w:rsidR="00C90F8D">
        <w:t>’</w:t>
      </w:r>
      <w:r>
        <w:t>intéressaient</w:t>
      </w:r>
      <w:r w:rsidR="00C90F8D">
        <w:t xml:space="preserve">, </w:t>
      </w:r>
      <w:r>
        <w:t>il était doué d</w:t>
      </w:r>
      <w:r w:rsidR="00C90F8D">
        <w:t>’</w:t>
      </w:r>
      <w:r>
        <w:t>une certaine éloquence naturelle</w:t>
      </w:r>
      <w:r w:rsidR="00C90F8D">
        <w:t xml:space="preserve">. </w:t>
      </w:r>
      <w:r>
        <w:t>Mais dès que Schmidt essayait de lui faire abandonner le terrain professionnel</w:t>
      </w:r>
      <w:r w:rsidR="00C90F8D">
        <w:t xml:space="preserve">, </w:t>
      </w:r>
      <w:r>
        <w:t>il avait un sourire pâle</w:t>
      </w:r>
      <w:r w:rsidR="00C90F8D">
        <w:t xml:space="preserve">, </w:t>
      </w:r>
      <w:r>
        <w:t>comme pour signifier à la fois son indifférence et son incompétence</w:t>
      </w:r>
      <w:r w:rsidR="00C90F8D">
        <w:t xml:space="preserve">. </w:t>
      </w:r>
      <w:r>
        <w:t>Il ne répondait plus que par monosyllabes</w:t>
      </w:r>
      <w:r w:rsidR="00C90F8D">
        <w:t xml:space="preserve">. </w:t>
      </w:r>
      <w:r>
        <w:t>Schmidt avait commandé du vin du Rhin</w:t>
      </w:r>
      <w:r w:rsidR="00C90F8D">
        <w:t xml:space="preserve">. </w:t>
      </w:r>
      <w:r>
        <w:t>Son invité en but à peine</w:t>
      </w:r>
      <w:r w:rsidR="00C90F8D">
        <w:t xml:space="preserve">. </w:t>
      </w:r>
      <w:r>
        <w:t>Il refusa café et liqueurs</w:t>
      </w:r>
      <w:r w:rsidR="00C90F8D">
        <w:t xml:space="preserve">. </w:t>
      </w:r>
      <w:r>
        <w:t>Au début du repas</w:t>
      </w:r>
      <w:r w:rsidR="00C90F8D">
        <w:t xml:space="preserve">, </w:t>
      </w:r>
      <w:r>
        <w:t>il avait repoussé avec une espèce d</w:t>
      </w:r>
      <w:r w:rsidR="00C90F8D">
        <w:t>’</w:t>
      </w:r>
      <w:r>
        <w:t>horreur le verre de vodka que son hôte avait fait placer sournoisement devant lui</w:t>
      </w:r>
      <w:r w:rsidR="00C90F8D">
        <w:t>.</w:t>
      </w:r>
    </w:p>
    <w:p w14:paraId="118DBD9E" w14:textId="77777777" w:rsidR="00C90F8D" w:rsidRDefault="00C90F8D">
      <w:r>
        <w:rPr>
          <w:rFonts w:eastAsia="Georgia"/>
        </w:rPr>
        <w:lastRenderedPageBreak/>
        <w:t>— </w:t>
      </w:r>
      <w:r w:rsidR="00AB2DE8">
        <w:t>Eh bien</w:t>
      </w:r>
      <w:r>
        <w:t xml:space="preserve">, </w:t>
      </w:r>
      <w:r w:rsidR="00AB2DE8">
        <w:t>s</w:t>
      </w:r>
      <w:r>
        <w:t>’</w:t>
      </w:r>
      <w:r w:rsidR="00AB2DE8">
        <w:t>était dit Schmidt</w:t>
      </w:r>
      <w:r>
        <w:t xml:space="preserve">, </w:t>
      </w:r>
      <w:r w:rsidR="00AB2DE8">
        <w:t xml:space="preserve">voilà qui va me permettre de rassurer le père </w:t>
      </w:r>
      <w:proofErr w:type="spellStart"/>
      <w:r w:rsidR="00AB2DE8">
        <w:t>Mauconseil</w:t>
      </w:r>
      <w:proofErr w:type="spellEnd"/>
      <w:r>
        <w:t xml:space="preserve">. </w:t>
      </w:r>
      <w:r w:rsidR="00AB2DE8">
        <w:t>C</w:t>
      </w:r>
      <w:r>
        <w:t>’</w:t>
      </w:r>
      <w:r w:rsidR="00AB2DE8">
        <w:t>est égal</w:t>
      </w:r>
      <w:r>
        <w:t xml:space="preserve">, </w:t>
      </w:r>
      <w:r w:rsidR="00AB2DE8">
        <w:t>parmi les gens qui rédigent nos notes</w:t>
      </w:r>
      <w:r>
        <w:t xml:space="preserve">, </w:t>
      </w:r>
      <w:r w:rsidR="00AB2DE8">
        <w:t>il y a de rudes imbéciles</w:t>
      </w:r>
      <w:r>
        <w:t xml:space="preserve">, </w:t>
      </w:r>
      <w:r w:rsidR="00AB2DE8">
        <w:t>ou de beaux saligauds</w:t>
      </w:r>
      <w:r>
        <w:t>.</w:t>
      </w:r>
    </w:p>
    <w:p w14:paraId="4F4F12D6" w14:textId="77777777" w:rsidR="00C90F8D" w:rsidRDefault="00AB2DE8">
      <w:r>
        <w:t>Néanmoins</w:t>
      </w:r>
      <w:r w:rsidR="00C90F8D">
        <w:t xml:space="preserve">, </w:t>
      </w:r>
      <w:r>
        <w:t>étant méfiant de nature</w:t>
      </w:r>
      <w:r w:rsidR="00C90F8D">
        <w:t xml:space="preserve">, </w:t>
      </w:r>
      <w:r>
        <w:t>il estima qu</w:t>
      </w:r>
      <w:r w:rsidR="00C90F8D">
        <w:t>’</w:t>
      </w:r>
      <w:r>
        <w:t>il y avait lieu d</w:t>
      </w:r>
      <w:r w:rsidR="00C90F8D">
        <w:t>’</w:t>
      </w:r>
      <w:r>
        <w:t>attendre les quelques jours qui permettraient à son opinion de devenir définitive</w:t>
      </w:r>
      <w:r w:rsidR="00C90F8D">
        <w:t>.</w:t>
      </w:r>
    </w:p>
    <w:p w14:paraId="0CA27954" w14:textId="05B0162B" w:rsidR="00AB2DE8" w:rsidRDefault="00AB2DE8"/>
    <w:p w14:paraId="3AD7CE3B" w14:textId="77777777" w:rsidR="00C90F8D" w:rsidRDefault="00AB2DE8">
      <w:r>
        <w:t>Les chambres des deux ingénieurs s</w:t>
      </w:r>
      <w:r w:rsidR="00C90F8D">
        <w:t>’</w:t>
      </w:r>
      <w:r>
        <w:t>ouvraient sur un corridor commun</w:t>
      </w:r>
      <w:r w:rsidR="00C90F8D">
        <w:t xml:space="preserve">. </w:t>
      </w:r>
      <w:r>
        <w:t>Il y avait un moment que tout bruit avait cessé dans celle de Forestier</w:t>
      </w:r>
      <w:r w:rsidR="00C90F8D">
        <w:t xml:space="preserve">. </w:t>
      </w:r>
      <w:r>
        <w:t>Schmidt s</w:t>
      </w:r>
      <w:r w:rsidR="00C90F8D">
        <w:t>’</w:t>
      </w:r>
      <w:r>
        <w:t>en vint frapper à sa porte</w:t>
      </w:r>
      <w:r w:rsidR="00C90F8D">
        <w:t>.</w:t>
      </w:r>
    </w:p>
    <w:p w14:paraId="60587609" w14:textId="77777777" w:rsidR="00C90F8D" w:rsidRDefault="00C90F8D">
      <w:r>
        <w:rPr>
          <w:rFonts w:eastAsia="Georgia"/>
        </w:rPr>
        <w:t>— </w:t>
      </w:r>
      <w:r w:rsidR="00AB2DE8">
        <w:t>Je ne te dérange pas</w:t>
      </w:r>
      <w:r>
        <w:t> ?</w:t>
      </w:r>
    </w:p>
    <w:p w14:paraId="0A77E42C" w14:textId="77777777" w:rsidR="00C90F8D" w:rsidRDefault="00C90F8D">
      <w:r>
        <w:rPr>
          <w:rFonts w:eastAsia="Georgia"/>
        </w:rPr>
        <w:t>— </w:t>
      </w:r>
      <w:r w:rsidR="00AB2DE8">
        <w:t>Tu plaisantes</w:t>
      </w:r>
      <w:r>
        <w:t xml:space="preserve">… </w:t>
      </w:r>
      <w:r w:rsidR="00AB2DE8">
        <w:t>Entre donc</w:t>
      </w:r>
      <w:r>
        <w:t>.</w:t>
      </w:r>
    </w:p>
    <w:p w14:paraId="285F2505" w14:textId="77777777" w:rsidR="00C90F8D" w:rsidRDefault="00AB2DE8">
      <w:r>
        <w:t>L</w:t>
      </w:r>
      <w:r w:rsidR="00C90F8D">
        <w:t>’</w:t>
      </w:r>
      <w:r>
        <w:t>électricité était allumée chez Forestier</w:t>
      </w:r>
      <w:r w:rsidR="00C90F8D">
        <w:t xml:space="preserve">. </w:t>
      </w:r>
      <w:r>
        <w:t>Il était assis à son bureau</w:t>
      </w:r>
      <w:r w:rsidR="00C90F8D">
        <w:t xml:space="preserve">, </w:t>
      </w:r>
      <w:r>
        <w:t>déjà en train de travailler</w:t>
      </w:r>
      <w:r w:rsidR="00C90F8D">
        <w:t xml:space="preserve">. </w:t>
      </w:r>
      <w:r>
        <w:t>Sa fenêtre était restée ouverte</w:t>
      </w:r>
      <w:r w:rsidR="00C90F8D">
        <w:t>.</w:t>
      </w:r>
    </w:p>
    <w:p w14:paraId="7DBAF8C1" w14:textId="77777777" w:rsidR="00C90F8D" w:rsidRDefault="00C90F8D">
      <w:r>
        <w:rPr>
          <w:rFonts w:eastAsia="Georgia"/>
        </w:rPr>
        <w:t>— </w:t>
      </w:r>
      <w:r w:rsidR="00AB2DE8">
        <w:t>Brr</w:t>
      </w:r>
      <w:r>
        <w:t xml:space="preserve">, </w:t>
      </w:r>
      <w:r w:rsidR="00AB2DE8">
        <w:t>fit Schmidt</w:t>
      </w:r>
      <w:r>
        <w:t xml:space="preserve">, </w:t>
      </w:r>
      <w:r w:rsidR="00AB2DE8">
        <w:t>tu n</w:t>
      </w:r>
      <w:r>
        <w:t>’</w:t>
      </w:r>
      <w:r w:rsidR="00AB2DE8">
        <w:t>es pas frileux</w:t>
      </w:r>
      <w:r>
        <w:t>.</w:t>
      </w:r>
    </w:p>
    <w:p w14:paraId="7B126B3D" w14:textId="77777777" w:rsidR="00C90F8D" w:rsidRDefault="00C90F8D">
      <w:r>
        <w:rPr>
          <w:rFonts w:eastAsia="Georgia"/>
        </w:rPr>
        <w:t>— </w:t>
      </w:r>
      <w:r w:rsidR="00AB2DE8">
        <w:t>J</w:t>
      </w:r>
      <w:r>
        <w:t>’</w:t>
      </w:r>
      <w:r w:rsidR="00AB2DE8">
        <w:t>aime l</w:t>
      </w:r>
      <w:r>
        <w:t>’</w:t>
      </w:r>
      <w:r w:rsidR="00AB2DE8">
        <w:t>air</w:t>
      </w:r>
      <w:r>
        <w:t xml:space="preserve"> ; </w:t>
      </w:r>
      <w:r w:rsidR="00AB2DE8">
        <w:t>mais si ça te gêne</w:t>
      </w:r>
      <w:r>
        <w:t>…</w:t>
      </w:r>
    </w:p>
    <w:p w14:paraId="4A4EFFFA" w14:textId="77777777" w:rsidR="00C90F8D" w:rsidRDefault="00AB2DE8">
      <w:r>
        <w:t>Il y avait quelque chose qui sonnait faux dans ce tutoiement auquel les astreignaient</w:t>
      </w:r>
      <w:r w:rsidR="00C90F8D">
        <w:t xml:space="preserve">, </w:t>
      </w:r>
      <w:r>
        <w:t>pour le reste de leur vie</w:t>
      </w:r>
      <w:r w:rsidR="00C90F8D">
        <w:t xml:space="preserve">, </w:t>
      </w:r>
      <w:r>
        <w:t>deux années passées</w:t>
      </w:r>
      <w:r w:rsidR="00C90F8D">
        <w:t xml:space="preserve">, </w:t>
      </w:r>
      <w:r>
        <w:t>vingt ans plus tôt</w:t>
      </w:r>
      <w:r w:rsidR="00C90F8D">
        <w:t xml:space="preserve">, </w:t>
      </w:r>
      <w:r>
        <w:t>à Polytechnique</w:t>
      </w:r>
      <w:r w:rsidR="00C90F8D">
        <w:t xml:space="preserve">, </w:t>
      </w:r>
      <w:r>
        <w:t>deux années pendant lesquelles ils ne s</w:t>
      </w:r>
      <w:r w:rsidR="00C90F8D">
        <w:t>’</w:t>
      </w:r>
      <w:r>
        <w:t>étaient pas peut-être en tout adressé dix fois la parole</w:t>
      </w:r>
      <w:r w:rsidR="00C90F8D">
        <w:t>.</w:t>
      </w:r>
    </w:p>
    <w:p w14:paraId="6250ECA3" w14:textId="77777777" w:rsidR="00C90F8D" w:rsidRDefault="00AB2DE8">
      <w:r>
        <w:t>Forestier alla vers la fenêtre</w:t>
      </w:r>
      <w:r w:rsidR="00C90F8D">
        <w:t xml:space="preserve">, </w:t>
      </w:r>
      <w:r>
        <w:t>dans l</w:t>
      </w:r>
      <w:r w:rsidR="00C90F8D">
        <w:t>’</w:t>
      </w:r>
      <w:r>
        <w:t>intention de la fermer</w:t>
      </w:r>
      <w:r w:rsidR="00C90F8D">
        <w:t>.</w:t>
      </w:r>
    </w:p>
    <w:p w14:paraId="08FF272D" w14:textId="77777777" w:rsidR="00C90F8D" w:rsidRDefault="00C90F8D">
      <w:r>
        <w:rPr>
          <w:rFonts w:eastAsia="Georgia"/>
        </w:rPr>
        <w:t>— </w:t>
      </w:r>
      <w:r w:rsidR="00AB2DE8">
        <w:t>Non</w:t>
      </w:r>
      <w:r>
        <w:t xml:space="preserve">, </w:t>
      </w:r>
      <w:r w:rsidR="00AB2DE8">
        <w:t>non</w:t>
      </w:r>
      <w:r>
        <w:t xml:space="preserve">, </w:t>
      </w:r>
      <w:r w:rsidR="00AB2DE8">
        <w:t>laisse</w:t>
      </w:r>
      <w:r>
        <w:t xml:space="preserve">, </w:t>
      </w:r>
      <w:r w:rsidR="00AB2DE8">
        <w:t>dit Schmidt</w:t>
      </w:r>
      <w:r>
        <w:t xml:space="preserve">. </w:t>
      </w:r>
      <w:r w:rsidR="00AB2DE8">
        <w:t>Moi aussi</w:t>
      </w:r>
      <w:r>
        <w:t xml:space="preserve">, </w:t>
      </w:r>
      <w:r w:rsidR="00AB2DE8">
        <w:t>j</w:t>
      </w:r>
      <w:r>
        <w:t>’</w:t>
      </w:r>
      <w:r w:rsidR="00AB2DE8">
        <w:t>aime l</w:t>
      </w:r>
      <w:r>
        <w:t>’</w:t>
      </w:r>
      <w:r w:rsidR="00AB2DE8">
        <w:t>air</w:t>
      </w:r>
      <w:r>
        <w:t xml:space="preserve">. </w:t>
      </w:r>
      <w:r w:rsidR="00AB2DE8">
        <w:t>Mais quand il est pur</w:t>
      </w:r>
      <w:r>
        <w:t xml:space="preserve">, </w:t>
      </w:r>
      <w:r w:rsidR="00AB2DE8">
        <w:t>autant que possible</w:t>
      </w:r>
      <w:r>
        <w:t xml:space="preserve">. </w:t>
      </w:r>
      <w:r w:rsidR="00AB2DE8">
        <w:t>À Moukden</w:t>
      </w:r>
      <w:r>
        <w:t xml:space="preserve">, </w:t>
      </w:r>
      <w:r w:rsidR="00AB2DE8">
        <w:t xml:space="preserve">moitié </w:t>
      </w:r>
      <w:r w:rsidR="00AB2DE8">
        <w:lastRenderedPageBreak/>
        <w:t>sable</w:t>
      </w:r>
      <w:r>
        <w:t xml:space="preserve">, </w:t>
      </w:r>
      <w:r w:rsidR="00AB2DE8">
        <w:t>moitié charbon</w:t>
      </w:r>
      <w:r>
        <w:t xml:space="preserve">, </w:t>
      </w:r>
      <w:r w:rsidR="00AB2DE8">
        <w:t>voilà sa formule</w:t>
      </w:r>
      <w:r>
        <w:t xml:space="preserve">. </w:t>
      </w:r>
      <w:r w:rsidR="00AB2DE8">
        <w:t>On est obligé d</w:t>
      </w:r>
      <w:r>
        <w:t>’</w:t>
      </w:r>
      <w:r w:rsidR="00AB2DE8">
        <w:t>aller respirer ailleurs</w:t>
      </w:r>
      <w:r>
        <w:t xml:space="preserve">. </w:t>
      </w:r>
      <w:r w:rsidR="00AB2DE8">
        <w:t>Aimes-tu la chasse</w:t>
      </w:r>
      <w:r>
        <w:t> ?</w:t>
      </w:r>
    </w:p>
    <w:p w14:paraId="5F0326BA" w14:textId="77777777" w:rsidR="00C90F8D" w:rsidRDefault="00C90F8D">
      <w:r>
        <w:rPr>
          <w:rFonts w:eastAsia="Georgia"/>
        </w:rPr>
        <w:t>— </w:t>
      </w:r>
      <w:r w:rsidR="00AB2DE8">
        <w:t>Je m</w:t>
      </w:r>
      <w:r>
        <w:t>’</w:t>
      </w:r>
      <w:r w:rsidR="00AB2DE8">
        <w:t>y suis essayé</w:t>
      </w:r>
      <w:r>
        <w:t xml:space="preserve">, </w:t>
      </w:r>
      <w:r w:rsidR="00AB2DE8">
        <w:t>pendant la guerre</w:t>
      </w:r>
      <w:r>
        <w:t xml:space="preserve">, </w:t>
      </w:r>
      <w:r w:rsidR="00AB2DE8">
        <w:t>et les années qui ont suivi</w:t>
      </w:r>
      <w:r>
        <w:t xml:space="preserve">, </w:t>
      </w:r>
      <w:r w:rsidR="00AB2DE8">
        <w:t>moins par goût</w:t>
      </w:r>
      <w:r>
        <w:t xml:space="preserve">, </w:t>
      </w:r>
      <w:r w:rsidR="00AB2DE8">
        <w:t>je l</w:t>
      </w:r>
      <w:r>
        <w:t>’</w:t>
      </w:r>
      <w:r w:rsidR="00AB2DE8">
        <w:t>avoue</w:t>
      </w:r>
      <w:r>
        <w:t xml:space="preserve">, </w:t>
      </w:r>
      <w:r w:rsidR="00AB2DE8">
        <w:t>que par nécessité</w:t>
      </w:r>
      <w:r>
        <w:t xml:space="preserve">. </w:t>
      </w:r>
      <w:r w:rsidR="00AB2DE8">
        <w:t>En Russie</w:t>
      </w:r>
      <w:r>
        <w:t xml:space="preserve">, </w:t>
      </w:r>
      <w:r w:rsidR="00AB2DE8">
        <w:t>où je me trouvais</w:t>
      </w:r>
      <w:r>
        <w:t xml:space="preserve">, </w:t>
      </w:r>
      <w:r w:rsidR="00AB2DE8">
        <w:t>c</w:t>
      </w:r>
      <w:r>
        <w:t>’</w:t>
      </w:r>
      <w:r w:rsidR="00AB2DE8">
        <w:t>était un moyen pour ne pas mourir de faim</w:t>
      </w:r>
      <w:r>
        <w:t xml:space="preserve">. </w:t>
      </w:r>
      <w:r w:rsidR="00AB2DE8">
        <w:t>Mais mes efforts n</w:t>
      </w:r>
      <w:r>
        <w:t>’</w:t>
      </w:r>
      <w:r w:rsidR="00AB2DE8">
        <w:t>ont pas eu beaucoup de succès</w:t>
      </w:r>
      <w:r>
        <w:t xml:space="preserve">. </w:t>
      </w:r>
      <w:r w:rsidR="00AB2DE8">
        <w:t>J</w:t>
      </w:r>
      <w:r>
        <w:t>’</w:t>
      </w:r>
      <w:r w:rsidR="00AB2DE8">
        <w:t>étais fortement handicapé</w:t>
      </w:r>
      <w:r>
        <w:t xml:space="preserve">, </w:t>
      </w:r>
      <w:r w:rsidR="00AB2DE8">
        <w:t>à cause de ceci</w:t>
      </w:r>
      <w:r>
        <w:t xml:space="preserve">, </w:t>
      </w:r>
      <w:r w:rsidR="00AB2DE8">
        <w:t>tu comprends</w:t>
      </w:r>
      <w:r>
        <w:t> ?</w:t>
      </w:r>
    </w:p>
    <w:p w14:paraId="4B2C7595" w14:textId="77777777" w:rsidR="00C90F8D" w:rsidRDefault="00AB2DE8">
      <w:r>
        <w:t>Il souriait</w:t>
      </w:r>
      <w:r w:rsidR="00C90F8D">
        <w:t xml:space="preserve">, </w:t>
      </w:r>
      <w:r>
        <w:t>en montrant son lorgnon</w:t>
      </w:r>
      <w:r w:rsidR="00C90F8D">
        <w:t xml:space="preserve">, </w:t>
      </w:r>
      <w:r>
        <w:t>dont il était en train</w:t>
      </w:r>
      <w:r w:rsidR="00C90F8D">
        <w:t xml:space="preserve">, </w:t>
      </w:r>
      <w:r>
        <w:t>comme par hasard</w:t>
      </w:r>
      <w:r w:rsidR="00C90F8D">
        <w:t xml:space="preserve">, </w:t>
      </w:r>
      <w:r>
        <w:t>d</w:t>
      </w:r>
      <w:r w:rsidR="00C90F8D">
        <w:t>’</w:t>
      </w:r>
      <w:r>
        <w:t>essuyer les verres</w:t>
      </w:r>
      <w:r w:rsidR="00C90F8D">
        <w:t xml:space="preserve">. </w:t>
      </w:r>
      <w:r>
        <w:t>Schmidt sourit aussi</w:t>
      </w:r>
      <w:r w:rsidR="00C90F8D">
        <w:t xml:space="preserve">. </w:t>
      </w:r>
      <w:r>
        <w:t>Il eût préféré</w:t>
      </w:r>
      <w:r w:rsidR="00C90F8D">
        <w:t xml:space="preserve">, </w:t>
      </w:r>
      <w:r>
        <w:t>dans une battue</w:t>
      </w:r>
      <w:r w:rsidR="00C90F8D">
        <w:t xml:space="preserve">, </w:t>
      </w:r>
      <w:r>
        <w:t>ne pas être le voisin immédiat de Forestier</w:t>
      </w:r>
      <w:r w:rsidR="00C90F8D">
        <w:t>.</w:t>
      </w:r>
    </w:p>
    <w:p w14:paraId="54ADBDB8" w14:textId="77777777" w:rsidR="00C90F8D" w:rsidRDefault="00C90F8D">
      <w:r>
        <w:rPr>
          <w:rFonts w:eastAsia="Georgia"/>
        </w:rPr>
        <w:t>— </w:t>
      </w:r>
      <w:r w:rsidR="00AB2DE8">
        <w:t>Adroit ou pas</w:t>
      </w:r>
      <w:r>
        <w:t xml:space="preserve">, </w:t>
      </w:r>
      <w:r w:rsidR="00AB2DE8">
        <w:t>on refait toujours sa provision d</w:t>
      </w:r>
      <w:r>
        <w:t>’</w:t>
      </w:r>
      <w:r w:rsidR="00AB2DE8">
        <w:t>oxygène</w:t>
      </w:r>
      <w:r>
        <w:t xml:space="preserve">, </w:t>
      </w:r>
      <w:r w:rsidR="00AB2DE8">
        <w:t>dit-il</w:t>
      </w:r>
      <w:r>
        <w:t xml:space="preserve">. </w:t>
      </w:r>
      <w:r w:rsidR="00AB2DE8">
        <w:t>Pour moi</w:t>
      </w:r>
      <w:r>
        <w:t xml:space="preserve">, </w:t>
      </w:r>
      <w:r w:rsidR="00AB2DE8">
        <w:t>c</w:t>
      </w:r>
      <w:r>
        <w:t>’</w:t>
      </w:r>
      <w:r w:rsidR="00AB2DE8">
        <w:t>est une habitude</w:t>
      </w:r>
      <w:r>
        <w:t xml:space="preserve">. </w:t>
      </w:r>
      <w:r w:rsidR="00AB2DE8">
        <w:t>Chaque samedi</w:t>
      </w:r>
      <w:r>
        <w:t xml:space="preserve">, </w:t>
      </w:r>
      <w:r w:rsidR="00AB2DE8">
        <w:t>en compagnie de deux ou trois amis</w:t>
      </w:r>
      <w:r>
        <w:t xml:space="preserve">, </w:t>
      </w:r>
      <w:r w:rsidR="00AB2DE8">
        <w:t>je prends le train</w:t>
      </w:r>
      <w:r>
        <w:t xml:space="preserve">. </w:t>
      </w:r>
      <w:r w:rsidR="00AB2DE8">
        <w:t>Nous allons à</w:t>
      </w:r>
      <w:r w:rsidR="00C84A0C">
        <w:t xml:space="preserve"> </w:t>
      </w:r>
      <w:r w:rsidR="00AB2DE8">
        <w:t>l</w:t>
      </w:r>
      <w:r>
        <w:t>’</w:t>
      </w:r>
      <w:r w:rsidR="00AB2DE8">
        <w:t>affût</w:t>
      </w:r>
      <w:r>
        <w:t xml:space="preserve">, </w:t>
      </w:r>
      <w:r w:rsidR="00AB2DE8">
        <w:t xml:space="preserve">au bord du </w:t>
      </w:r>
      <w:proofErr w:type="spellStart"/>
      <w:r w:rsidR="00AB2DE8">
        <w:t>Yalou</w:t>
      </w:r>
      <w:proofErr w:type="spellEnd"/>
      <w:r>
        <w:t xml:space="preserve">. </w:t>
      </w:r>
      <w:r w:rsidR="00AB2DE8">
        <w:t>Nous revenons complètement retapés</w:t>
      </w:r>
      <w:r>
        <w:t xml:space="preserve">. </w:t>
      </w:r>
      <w:r w:rsidR="00AB2DE8">
        <w:t>Et nous ravitaillons le Cercle en gibier</w:t>
      </w:r>
      <w:r>
        <w:t xml:space="preserve">, </w:t>
      </w:r>
      <w:r w:rsidR="00AB2DE8">
        <w:t>ce qui n</w:t>
      </w:r>
      <w:r>
        <w:t>’</w:t>
      </w:r>
      <w:r w:rsidR="00AB2DE8">
        <w:t>est pas non plus négligeable</w:t>
      </w:r>
      <w:r>
        <w:t>.</w:t>
      </w:r>
    </w:p>
    <w:p w14:paraId="3EC1F5E0" w14:textId="77777777" w:rsidR="00C90F8D" w:rsidRDefault="00C90F8D">
      <w:r>
        <w:rPr>
          <w:rFonts w:eastAsia="Georgia"/>
        </w:rPr>
        <w:t>— </w:t>
      </w:r>
      <w:r w:rsidR="00AB2DE8">
        <w:t>Chaque samedi</w:t>
      </w:r>
      <w:r>
        <w:t xml:space="preserve">, </w:t>
      </w:r>
      <w:r w:rsidR="00AB2DE8">
        <w:t>fit Forestier</w:t>
      </w:r>
      <w:r>
        <w:t xml:space="preserve">. </w:t>
      </w:r>
      <w:r w:rsidR="00AB2DE8">
        <w:t>Alors</w:t>
      </w:r>
      <w:r>
        <w:t xml:space="preserve">, </w:t>
      </w:r>
      <w:r w:rsidR="00AB2DE8">
        <w:t>aujourd</w:t>
      </w:r>
      <w:r>
        <w:t>’</w:t>
      </w:r>
      <w:r w:rsidR="00AB2DE8">
        <w:t>hui</w:t>
      </w:r>
      <w:r>
        <w:t xml:space="preserve">, </w:t>
      </w:r>
      <w:r w:rsidR="00AB2DE8">
        <w:t>c</w:t>
      </w:r>
      <w:r>
        <w:t>’</w:t>
      </w:r>
      <w:r w:rsidR="00AB2DE8">
        <w:t>est à cause de moi que tu n</w:t>
      </w:r>
      <w:r>
        <w:t>’</w:t>
      </w:r>
      <w:r w:rsidR="00AB2DE8">
        <w:t>auras pas pu</w:t>
      </w:r>
      <w:r>
        <w:t xml:space="preserve">… </w:t>
      </w:r>
      <w:r w:rsidR="00AB2DE8">
        <w:t>Je m</w:t>
      </w:r>
      <w:r>
        <w:t>’</w:t>
      </w:r>
      <w:r w:rsidR="00AB2DE8">
        <w:t>excuse</w:t>
      </w:r>
      <w:r>
        <w:t>…</w:t>
      </w:r>
    </w:p>
    <w:p w14:paraId="1E919319" w14:textId="77777777" w:rsidR="00C90F8D" w:rsidRDefault="00C90F8D">
      <w:r>
        <w:rPr>
          <w:rFonts w:eastAsia="Georgia"/>
        </w:rPr>
        <w:t>— </w:t>
      </w:r>
      <w:r w:rsidR="00AB2DE8">
        <w:t>Laisse donc</w:t>
      </w:r>
      <w:r>
        <w:t xml:space="preserve">. </w:t>
      </w:r>
      <w:r w:rsidR="00AB2DE8">
        <w:t>Cela n</w:t>
      </w:r>
      <w:r>
        <w:t>’</w:t>
      </w:r>
      <w:r w:rsidR="00AB2DE8">
        <w:t>a pas d</w:t>
      </w:r>
      <w:r>
        <w:t>’</w:t>
      </w:r>
      <w:r w:rsidR="00AB2DE8">
        <w:t>importance</w:t>
      </w:r>
      <w:r>
        <w:t xml:space="preserve">. </w:t>
      </w:r>
      <w:r w:rsidR="00AB2DE8">
        <w:t>D</w:t>
      </w:r>
      <w:r>
        <w:t>’</w:t>
      </w:r>
      <w:r w:rsidR="00AB2DE8">
        <w:t>ailleurs</w:t>
      </w:r>
      <w:r>
        <w:t xml:space="preserve">, </w:t>
      </w:r>
      <w:r w:rsidR="00AB2DE8">
        <w:t>mon compagnon ordinaire</w:t>
      </w:r>
      <w:r>
        <w:t xml:space="preserve">, </w:t>
      </w:r>
      <w:r w:rsidR="00AB2DE8">
        <w:t>notre consul ici</w:t>
      </w:r>
      <w:r>
        <w:t xml:space="preserve">, </w:t>
      </w:r>
      <w:r w:rsidR="00AB2DE8">
        <w:t>n</w:t>
      </w:r>
      <w:r>
        <w:t>’</w:t>
      </w:r>
      <w:r w:rsidR="00AB2DE8">
        <w:t>était pas libre</w:t>
      </w:r>
      <w:r>
        <w:t xml:space="preserve">. </w:t>
      </w:r>
      <w:r w:rsidR="00AB2DE8">
        <w:t>Nous en serons quittes pour aller demain matin tirer les canards sur la rivière</w:t>
      </w:r>
      <w:r>
        <w:t xml:space="preserve">. </w:t>
      </w:r>
      <w:r w:rsidR="00AB2DE8">
        <w:t>L</w:t>
      </w:r>
      <w:r>
        <w:t>’</w:t>
      </w:r>
      <w:r w:rsidR="00AB2DE8">
        <w:t>air y est moins pur</w:t>
      </w:r>
      <w:r>
        <w:t xml:space="preserve">, </w:t>
      </w:r>
      <w:r w:rsidR="00AB2DE8">
        <w:t>il y a moins de gibier</w:t>
      </w:r>
      <w:r>
        <w:t xml:space="preserve">, </w:t>
      </w:r>
      <w:r w:rsidR="00AB2DE8">
        <w:t>mais ça a l</w:t>
      </w:r>
      <w:r>
        <w:t>’</w:t>
      </w:r>
      <w:r w:rsidR="00AB2DE8">
        <w:t>avantage de n</w:t>
      </w:r>
      <w:r>
        <w:t>’</w:t>
      </w:r>
      <w:r w:rsidR="00AB2DE8">
        <w:t>être qu</w:t>
      </w:r>
      <w:r>
        <w:t>’</w:t>
      </w:r>
      <w:r w:rsidR="00AB2DE8">
        <w:t>à deux verstes de la ville</w:t>
      </w:r>
      <w:r>
        <w:t>.</w:t>
      </w:r>
    </w:p>
    <w:p w14:paraId="0C2DC2D6" w14:textId="77777777" w:rsidR="00C90F8D" w:rsidRDefault="00C90F8D">
      <w:r>
        <w:rPr>
          <w:rFonts w:eastAsia="Georgia"/>
        </w:rPr>
        <w:t>— </w:t>
      </w:r>
      <w:r w:rsidR="00AB2DE8">
        <w:t>Deux verstes</w:t>
      </w:r>
      <w:r>
        <w:t xml:space="preserve"> ? </w:t>
      </w:r>
      <w:r w:rsidR="00AB2DE8">
        <w:t>Ce sont les mesures russes qui sont employées à Moukden</w:t>
      </w:r>
      <w:r>
        <w:t> ?</w:t>
      </w:r>
    </w:p>
    <w:p w14:paraId="339ED176" w14:textId="77777777" w:rsidR="00C90F8D" w:rsidRDefault="00C90F8D">
      <w:r>
        <w:rPr>
          <w:rFonts w:eastAsia="Georgia"/>
        </w:rPr>
        <w:lastRenderedPageBreak/>
        <w:t>— </w:t>
      </w:r>
      <w:r w:rsidR="00AB2DE8">
        <w:t>Oh</w:t>
      </w:r>
      <w:r>
        <w:t xml:space="preserve"> ! </w:t>
      </w:r>
      <w:r w:rsidR="00AB2DE8">
        <w:t>fit Schmidt</w:t>
      </w:r>
      <w:r>
        <w:t xml:space="preserve">, </w:t>
      </w:r>
      <w:r w:rsidR="00AB2DE8">
        <w:t>j</w:t>
      </w:r>
      <w:r>
        <w:t>’</w:t>
      </w:r>
      <w:r w:rsidR="00AB2DE8">
        <w:t>aurais dit aussi bien une lieue</w:t>
      </w:r>
      <w:r>
        <w:t xml:space="preserve">, </w:t>
      </w:r>
      <w:r w:rsidR="00AB2DE8">
        <w:t>ou deux milles</w:t>
      </w:r>
      <w:r>
        <w:t xml:space="preserve">. </w:t>
      </w:r>
      <w:r w:rsidR="00AB2DE8">
        <w:t>Moukden</w:t>
      </w:r>
      <w:r>
        <w:t xml:space="preserve">, </w:t>
      </w:r>
      <w:r w:rsidR="00AB2DE8">
        <w:t>vois-tu</w:t>
      </w:r>
      <w:r>
        <w:t xml:space="preserve">, </w:t>
      </w:r>
      <w:r w:rsidR="00AB2DE8">
        <w:t>c</w:t>
      </w:r>
      <w:r>
        <w:t>’</w:t>
      </w:r>
      <w:r w:rsidR="00AB2DE8">
        <w:t>est la Société des Nations</w:t>
      </w:r>
      <w:r>
        <w:t xml:space="preserve">, </w:t>
      </w:r>
      <w:r w:rsidR="00AB2DE8">
        <w:t>la tour de Babel</w:t>
      </w:r>
      <w:r>
        <w:t xml:space="preserve">, </w:t>
      </w:r>
      <w:r w:rsidR="00AB2DE8">
        <w:t>la cour des Miracles</w:t>
      </w:r>
      <w:r>
        <w:t xml:space="preserve">. </w:t>
      </w:r>
      <w:r w:rsidR="00AB2DE8">
        <w:t>Il y a le rouble</w:t>
      </w:r>
      <w:r>
        <w:t xml:space="preserve">, </w:t>
      </w:r>
      <w:r w:rsidR="00AB2DE8">
        <w:t>le yen</w:t>
      </w:r>
      <w:r>
        <w:t xml:space="preserve">, </w:t>
      </w:r>
      <w:r w:rsidR="00AB2DE8">
        <w:t>la livre</w:t>
      </w:r>
      <w:r>
        <w:t xml:space="preserve">, </w:t>
      </w:r>
      <w:r w:rsidR="00AB2DE8">
        <w:t>le dollar américain</w:t>
      </w:r>
      <w:r>
        <w:t xml:space="preserve">, </w:t>
      </w:r>
      <w:r w:rsidR="00AB2DE8">
        <w:t>qui vaut actuellement près de trente francs</w:t>
      </w:r>
      <w:r>
        <w:t xml:space="preserve">, </w:t>
      </w:r>
      <w:r w:rsidR="00AB2DE8">
        <w:t>le dollar chinois qui en vaut dix-sept</w:t>
      </w:r>
      <w:r>
        <w:t xml:space="preserve">. </w:t>
      </w:r>
      <w:r w:rsidR="00AB2DE8">
        <w:t>N</w:t>
      </w:r>
      <w:r>
        <w:t>’</w:t>
      </w:r>
      <w:r w:rsidR="00AB2DE8">
        <w:t>empêche que ce dollar-là arrive tout de même à faire une assez jolie fortune</w:t>
      </w:r>
      <w:r>
        <w:t xml:space="preserve">, </w:t>
      </w:r>
      <w:r w:rsidR="00AB2DE8">
        <w:t>lorsque</w:t>
      </w:r>
      <w:r>
        <w:t xml:space="preserve">, </w:t>
      </w:r>
      <w:r w:rsidR="00AB2DE8">
        <w:t>comme le petit père Tchang-</w:t>
      </w:r>
      <w:proofErr w:type="spellStart"/>
      <w:r w:rsidR="00AB2DE8">
        <w:t>Tso</w:t>
      </w:r>
      <w:proofErr w:type="spellEnd"/>
      <w:r w:rsidR="00AB2DE8">
        <w:t>-Lin</w:t>
      </w:r>
      <w:r>
        <w:t xml:space="preserve">, </w:t>
      </w:r>
      <w:r w:rsidR="00AB2DE8">
        <w:t>on a réussi à en garer une centaine de millions</w:t>
      </w:r>
      <w:r>
        <w:t>.</w:t>
      </w:r>
    </w:p>
    <w:p w14:paraId="305B015F" w14:textId="77777777" w:rsidR="00C90F8D" w:rsidRDefault="00C90F8D">
      <w:r>
        <w:rPr>
          <w:rFonts w:eastAsia="Georgia"/>
        </w:rPr>
        <w:t>— </w:t>
      </w:r>
      <w:r w:rsidR="00AB2DE8">
        <w:t>Cent millions</w:t>
      </w:r>
      <w:r>
        <w:t xml:space="preserve"> ! </w:t>
      </w:r>
      <w:r w:rsidR="00AB2DE8">
        <w:t>dit Forestier</w:t>
      </w:r>
      <w:r>
        <w:t xml:space="preserve">. </w:t>
      </w:r>
      <w:r w:rsidR="00AB2DE8">
        <w:t>Un milliard sept cents millions de francs</w:t>
      </w:r>
      <w:r>
        <w:t xml:space="preserve"> ! </w:t>
      </w:r>
      <w:r w:rsidR="00AB2DE8">
        <w:t>Avec cela</w:t>
      </w:r>
      <w:r>
        <w:t xml:space="preserve">, </w:t>
      </w:r>
      <w:r w:rsidR="00AB2DE8">
        <w:t>on n</w:t>
      </w:r>
      <w:r>
        <w:t>’</w:t>
      </w:r>
      <w:r w:rsidR="00AB2DE8">
        <w:t>est pas à plaindre</w:t>
      </w:r>
      <w:r>
        <w:t xml:space="preserve">. </w:t>
      </w:r>
      <w:r w:rsidR="00AB2DE8">
        <w:t>Dis-moi donc</w:t>
      </w:r>
      <w:r>
        <w:t>…</w:t>
      </w:r>
    </w:p>
    <w:p w14:paraId="5F4F1666" w14:textId="77777777" w:rsidR="00C90F8D" w:rsidRDefault="00AB2DE8">
      <w:r>
        <w:t>Il s</w:t>
      </w:r>
      <w:r w:rsidR="00C90F8D">
        <w:t>’</w:t>
      </w:r>
      <w:r>
        <w:t>arrêta devant la question qu</w:t>
      </w:r>
      <w:r w:rsidR="00C90F8D">
        <w:t>’</w:t>
      </w:r>
      <w:r>
        <w:t>il voulait poser</w:t>
      </w:r>
      <w:r w:rsidR="00C90F8D">
        <w:t xml:space="preserve">. </w:t>
      </w:r>
      <w:r>
        <w:t>Schmidt</w:t>
      </w:r>
      <w:r w:rsidR="00C90F8D">
        <w:t xml:space="preserve">, </w:t>
      </w:r>
      <w:r>
        <w:t>occupé à passer l</w:t>
      </w:r>
      <w:r w:rsidR="00C90F8D">
        <w:t>’</w:t>
      </w:r>
      <w:r>
        <w:t>inspection de l</w:t>
      </w:r>
      <w:r w:rsidR="00C90F8D">
        <w:t>’</w:t>
      </w:r>
      <w:r>
        <w:t>appartement</w:t>
      </w:r>
      <w:r w:rsidR="00C90F8D">
        <w:t xml:space="preserve">, </w:t>
      </w:r>
      <w:r>
        <w:t>ne l</w:t>
      </w:r>
      <w:r w:rsidR="00C90F8D">
        <w:t>’</w:t>
      </w:r>
      <w:r>
        <w:t>écoutait plus</w:t>
      </w:r>
      <w:r w:rsidR="00C90F8D">
        <w:t xml:space="preserve">. </w:t>
      </w:r>
      <w:r>
        <w:t>Il lisait les titres des volumes qui composaient la petite bibliothèque de son collègue</w:t>
      </w:r>
      <w:r w:rsidR="00C90F8D">
        <w:t xml:space="preserve">. </w:t>
      </w:r>
      <w:r>
        <w:t>Étalés sur une table</w:t>
      </w:r>
      <w:r w:rsidR="00C90F8D">
        <w:t xml:space="preserve">, </w:t>
      </w:r>
      <w:r>
        <w:t>des dossiers verts</w:t>
      </w:r>
      <w:r w:rsidR="00C90F8D">
        <w:t xml:space="preserve">, </w:t>
      </w:r>
      <w:r>
        <w:t>bleus</w:t>
      </w:r>
      <w:r w:rsidR="00C90F8D">
        <w:t xml:space="preserve">, </w:t>
      </w:r>
      <w:r>
        <w:t>roses</w:t>
      </w:r>
      <w:r w:rsidR="00C90F8D">
        <w:t xml:space="preserve">, </w:t>
      </w:r>
      <w:r>
        <w:t>retinrent son attention</w:t>
      </w:r>
      <w:r w:rsidR="00C90F8D">
        <w:t xml:space="preserve">. </w:t>
      </w:r>
      <w:r>
        <w:t>Chacun portait le nom d</w:t>
      </w:r>
      <w:r w:rsidR="00C90F8D">
        <w:t>’</w:t>
      </w:r>
      <w:r>
        <w:t>un acier spécial</w:t>
      </w:r>
      <w:r w:rsidR="00C90F8D">
        <w:t xml:space="preserve">, </w:t>
      </w:r>
      <w:r>
        <w:t>avec sa destination</w:t>
      </w:r>
      <w:r w:rsidR="00C90F8D">
        <w:t xml:space="preserve"> : </w:t>
      </w:r>
      <w:r>
        <w:rPr>
          <w:i/>
          <w:iCs/>
        </w:rPr>
        <w:t>aciers au nickel chromé</w:t>
      </w:r>
      <w:r w:rsidR="00C90F8D">
        <w:rPr>
          <w:i/>
          <w:iCs/>
        </w:rPr>
        <w:t xml:space="preserve"> (</w:t>
      </w:r>
      <w:r>
        <w:rPr>
          <w:i/>
          <w:iCs/>
        </w:rPr>
        <w:t>plaques pare-balles</w:t>
      </w:r>
      <w:r w:rsidR="00C90F8D">
        <w:rPr>
          <w:i/>
          <w:iCs/>
        </w:rPr>
        <w:t xml:space="preserve">) ; </w:t>
      </w:r>
      <w:r>
        <w:rPr>
          <w:i/>
          <w:iCs/>
        </w:rPr>
        <w:t>aciers au molybdène</w:t>
      </w:r>
      <w:r w:rsidR="00C90F8D">
        <w:rPr>
          <w:i/>
          <w:iCs/>
        </w:rPr>
        <w:t xml:space="preserve"> (</w:t>
      </w:r>
      <w:r>
        <w:rPr>
          <w:i/>
          <w:iCs/>
        </w:rPr>
        <w:t>obus</w:t>
      </w:r>
      <w:r w:rsidR="00C90F8D">
        <w:rPr>
          <w:i/>
          <w:iCs/>
        </w:rPr>
        <w:t xml:space="preserve">) ; </w:t>
      </w:r>
      <w:r>
        <w:rPr>
          <w:i/>
          <w:iCs/>
        </w:rPr>
        <w:t>aciers au vanadium</w:t>
      </w:r>
      <w:r w:rsidR="00C90F8D">
        <w:rPr>
          <w:i/>
          <w:iCs/>
        </w:rPr>
        <w:t xml:space="preserve"> (</w:t>
      </w:r>
      <w:r>
        <w:rPr>
          <w:i/>
          <w:iCs/>
        </w:rPr>
        <w:t>autos et trains blindés</w:t>
      </w:r>
      <w:r w:rsidR="00C90F8D">
        <w:rPr>
          <w:i/>
          <w:iCs/>
        </w:rPr>
        <w:t xml:space="preserve">) ; </w:t>
      </w:r>
      <w:r>
        <w:rPr>
          <w:i/>
          <w:iCs/>
        </w:rPr>
        <w:t>aciers à l</w:t>
      </w:r>
      <w:r w:rsidR="00C90F8D">
        <w:rPr>
          <w:i/>
          <w:iCs/>
        </w:rPr>
        <w:t>’</w:t>
      </w:r>
      <w:r>
        <w:rPr>
          <w:i/>
          <w:iCs/>
        </w:rPr>
        <w:t>uranium</w:t>
      </w:r>
      <w:r w:rsidR="00C90F8D">
        <w:rPr>
          <w:i/>
          <w:iCs/>
        </w:rPr>
        <w:t xml:space="preserve"> (</w:t>
      </w:r>
      <w:r>
        <w:rPr>
          <w:i/>
          <w:iCs/>
        </w:rPr>
        <w:t>canons</w:t>
      </w:r>
      <w:r w:rsidR="00C90F8D">
        <w:rPr>
          <w:i/>
          <w:iCs/>
        </w:rPr>
        <w:t xml:space="preserve">)… </w:t>
      </w:r>
      <w:r>
        <w:t>quel contraste entre cette terminologie homicide et l</w:t>
      </w:r>
      <w:r w:rsidR="00C90F8D">
        <w:t>’</w:t>
      </w:r>
      <w:r>
        <w:t>aspect inoffensif de ce petit homme voué par sa destinée à la confection des pires engins de mort</w:t>
      </w:r>
      <w:r w:rsidR="00C90F8D">
        <w:t xml:space="preserve"> ! </w:t>
      </w:r>
      <w:r>
        <w:t>Schmidt</w:t>
      </w:r>
      <w:r w:rsidR="00C90F8D">
        <w:t xml:space="preserve">, </w:t>
      </w:r>
      <w:r>
        <w:t>si superficiel pourtant</w:t>
      </w:r>
      <w:r w:rsidR="00C90F8D">
        <w:t xml:space="preserve">, </w:t>
      </w:r>
      <w:r>
        <w:t>ne put faire autrement que d</w:t>
      </w:r>
      <w:r w:rsidR="00C90F8D">
        <w:t>’</w:t>
      </w:r>
      <w:r>
        <w:t>en être frappé</w:t>
      </w:r>
      <w:r w:rsidR="00C90F8D">
        <w:t>.</w:t>
      </w:r>
    </w:p>
    <w:p w14:paraId="48A94ABC" w14:textId="77777777" w:rsidR="00C90F8D" w:rsidRDefault="00C90F8D">
      <w:r>
        <w:rPr>
          <w:rFonts w:eastAsia="Georgia"/>
        </w:rPr>
        <w:t>— </w:t>
      </w:r>
      <w:r w:rsidR="00AB2DE8">
        <w:t>Bravo</w:t>
      </w:r>
      <w:r>
        <w:t xml:space="preserve">, </w:t>
      </w:r>
      <w:r w:rsidR="00AB2DE8">
        <w:t>dit-il enfin</w:t>
      </w:r>
      <w:r>
        <w:t xml:space="preserve">, </w:t>
      </w:r>
      <w:r w:rsidR="00AB2DE8">
        <w:t>bravo</w:t>
      </w:r>
      <w:r>
        <w:t xml:space="preserve"> ! </w:t>
      </w:r>
      <w:r w:rsidR="00AB2DE8">
        <w:t>Chaque chose est déjà à sa place</w:t>
      </w:r>
      <w:r>
        <w:t xml:space="preserve">. </w:t>
      </w:r>
      <w:r w:rsidR="00AB2DE8">
        <w:t>Tu n</w:t>
      </w:r>
      <w:r>
        <w:t>’</w:t>
      </w:r>
      <w:r w:rsidR="00AB2DE8">
        <w:t>as pas perdu ton temps</w:t>
      </w:r>
      <w:r>
        <w:t>.</w:t>
      </w:r>
    </w:p>
    <w:p w14:paraId="5086C013" w14:textId="77777777" w:rsidR="00C90F8D" w:rsidRDefault="00C90F8D">
      <w:r>
        <w:rPr>
          <w:rFonts w:eastAsia="Georgia"/>
        </w:rPr>
        <w:t>— </w:t>
      </w:r>
      <w:r w:rsidR="00AB2DE8">
        <w:t>Le boy m</w:t>
      </w:r>
      <w:r>
        <w:t>’</w:t>
      </w:r>
      <w:r w:rsidR="00AB2DE8">
        <w:t>a aidé</w:t>
      </w:r>
      <w:r>
        <w:t xml:space="preserve">, </w:t>
      </w:r>
      <w:r w:rsidR="00AB2DE8">
        <w:t>dit Forestier</w:t>
      </w:r>
      <w:r>
        <w:t xml:space="preserve">. </w:t>
      </w:r>
      <w:r w:rsidR="00AB2DE8">
        <w:t>Il m</w:t>
      </w:r>
      <w:r>
        <w:t>’</w:t>
      </w:r>
      <w:r w:rsidR="00AB2DE8">
        <w:t>a paru plein de qualités</w:t>
      </w:r>
      <w:r>
        <w:t>.</w:t>
      </w:r>
    </w:p>
    <w:p w14:paraId="38A50268" w14:textId="77777777" w:rsidR="00C90F8D" w:rsidRDefault="00C90F8D">
      <w:r>
        <w:rPr>
          <w:rFonts w:eastAsia="Georgia"/>
        </w:rPr>
        <w:t>— </w:t>
      </w:r>
      <w:r w:rsidR="00AB2DE8">
        <w:t>Il n</w:t>
      </w:r>
      <w:r>
        <w:t>’</w:t>
      </w:r>
      <w:r w:rsidR="00AB2DE8">
        <w:t>en manque pas</w:t>
      </w:r>
      <w:r>
        <w:t xml:space="preserve">. </w:t>
      </w:r>
      <w:r w:rsidR="00AB2DE8">
        <w:t>Mais il n</w:t>
      </w:r>
      <w:r>
        <w:t>’</w:t>
      </w:r>
      <w:r w:rsidR="00AB2DE8">
        <w:t>a qu</w:t>
      </w:r>
      <w:r>
        <w:t>’</w:t>
      </w:r>
      <w:r w:rsidR="00AB2DE8">
        <w:t>un défaut</w:t>
      </w:r>
      <w:r>
        <w:t>.</w:t>
      </w:r>
    </w:p>
    <w:p w14:paraId="7363B3D1" w14:textId="77777777" w:rsidR="00C90F8D" w:rsidRDefault="00C90F8D">
      <w:r>
        <w:rPr>
          <w:rFonts w:eastAsia="Georgia"/>
        </w:rPr>
        <w:lastRenderedPageBreak/>
        <w:t>— </w:t>
      </w:r>
      <w:r w:rsidR="00AB2DE8">
        <w:t>Lequel</w:t>
      </w:r>
      <w:r>
        <w:t> ?</w:t>
      </w:r>
    </w:p>
    <w:p w14:paraId="4C1D02E5" w14:textId="77777777" w:rsidR="00C90F8D" w:rsidRDefault="00AB2DE8">
      <w:r>
        <w:t>Schmidt avait parlé trop vite</w:t>
      </w:r>
      <w:r w:rsidR="00C90F8D">
        <w:t xml:space="preserve">. </w:t>
      </w:r>
      <w:r>
        <w:t>Maintenant</w:t>
      </w:r>
      <w:r w:rsidR="00C90F8D">
        <w:t xml:space="preserve">, </w:t>
      </w:r>
      <w:r>
        <w:t>il ne pouvait plus reculer</w:t>
      </w:r>
      <w:r w:rsidR="00C90F8D">
        <w:t>.</w:t>
      </w:r>
    </w:p>
    <w:p w14:paraId="27EA0909" w14:textId="77777777" w:rsidR="00C90F8D" w:rsidRDefault="00C90F8D">
      <w:r>
        <w:rPr>
          <w:rFonts w:eastAsia="Georgia"/>
        </w:rPr>
        <w:t>— </w:t>
      </w:r>
      <w:r w:rsidR="00AB2DE8">
        <w:t>Il</w:t>
      </w:r>
      <w:r>
        <w:t xml:space="preserve">… </w:t>
      </w:r>
      <w:r w:rsidR="00AB2DE8">
        <w:t>il va un peu fort sur la bouteille</w:t>
      </w:r>
      <w:r>
        <w:t>.</w:t>
      </w:r>
    </w:p>
    <w:p w14:paraId="5EB6586C" w14:textId="77777777" w:rsidR="00C90F8D" w:rsidRDefault="00C90F8D">
      <w:r>
        <w:rPr>
          <w:rFonts w:eastAsia="Georgia"/>
        </w:rPr>
        <w:t>— </w:t>
      </w:r>
      <w:r w:rsidR="00AB2DE8">
        <w:t>Ah</w:t>
      </w:r>
      <w:r>
        <w:t xml:space="preserve"> ! </w:t>
      </w:r>
      <w:r w:rsidR="00AB2DE8">
        <w:t>il boit</w:t>
      </w:r>
      <w:r>
        <w:t xml:space="preserve">, </w:t>
      </w:r>
      <w:r w:rsidR="00AB2DE8">
        <w:t>dit Forestier</w:t>
      </w:r>
      <w:r>
        <w:t xml:space="preserve">. </w:t>
      </w:r>
      <w:r w:rsidR="00AB2DE8">
        <w:t>C</w:t>
      </w:r>
      <w:r>
        <w:t>’</w:t>
      </w:r>
      <w:r w:rsidR="00AB2DE8">
        <w:t>est un défaut</w:t>
      </w:r>
      <w:r>
        <w:t xml:space="preserve">, </w:t>
      </w:r>
      <w:r w:rsidR="00AB2DE8">
        <w:t>en effet</w:t>
      </w:r>
      <w:r>
        <w:t>.</w:t>
      </w:r>
    </w:p>
    <w:p w14:paraId="6C453755" w14:textId="77777777" w:rsidR="00C90F8D" w:rsidRDefault="00C90F8D">
      <w:r>
        <w:rPr>
          <w:rFonts w:eastAsia="Georgia"/>
        </w:rPr>
        <w:t>— </w:t>
      </w:r>
      <w:r w:rsidR="00AB2DE8">
        <w:t>Il y en a de plus graves</w:t>
      </w:r>
      <w:r>
        <w:t xml:space="preserve">, </w:t>
      </w:r>
      <w:r w:rsidR="00AB2DE8">
        <w:t>dit Schmidt</w:t>
      </w:r>
      <w:r>
        <w:t>.</w:t>
      </w:r>
    </w:p>
    <w:p w14:paraId="69F4F4C0" w14:textId="77777777" w:rsidR="00C90F8D" w:rsidRDefault="00C90F8D">
      <w:r>
        <w:rPr>
          <w:rFonts w:eastAsia="Georgia"/>
        </w:rPr>
        <w:t>— </w:t>
      </w:r>
      <w:r w:rsidR="00AB2DE8">
        <w:t>Oh</w:t>
      </w:r>
      <w:r>
        <w:t xml:space="preserve"> ! </w:t>
      </w:r>
      <w:r w:rsidR="00AB2DE8">
        <w:t>évidemment</w:t>
      </w:r>
      <w:r>
        <w:t xml:space="preserve">, </w:t>
      </w:r>
      <w:r w:rsidR="00AB2DE8">
        <w:t>fit Forestier</w:t>
      </w:r>
      <w:r>
        <w:t>.</w:t>
      </w:r>
    </w:p>
    <w:p w14:paraId="40AC377A" w14:textId="77777777" w:rsidR="00C90F8D" w:rsidRDefault="00AB2DE8">
      <w:r>
        <w:t>Le vent s</w:t>
      </w:r>
      <w:r w:rsidR="00C90F8D">
        <w:t>’</w:t>
      </w:r>
      <w:r>
        <w:t>était levé</w:t>
      </w:r>
      <w:r w:rsidR="00C90F8D">
        <w:t xml:space="preserve">. </w:t>
      </w:r>
      <w:r>
        <w:t>De brèves rafales de sable pénétraient dans la chambre</w:t>
      </w:r>
      <w:r w:rsidR="00C90F8D">
        <w:t xml:space="preserve">. </w:t>
      </w:r>
      <w:r>
        <w:t>Forestier se décida à fermer la fenêtre</w:t>
      </w:r>
      <w:r w:rsidR="00C90F8D">
        <w:t>.</w:t>
      </w:r>
    </w:p>
    <w:p w14:paraId="0BA7A3E5" w14:textId="77777777" w:rsidR="00C90F8D" w:rsidRDefault="00C90F8D">
      <w:r>
        <w:rPr>
          <w:rFonts w:eastAsia="Georgia"/>
        </w:rPr>
        <w:t>— </w:t>
      </w:r>
      <w:r w:rsidR="00AB2DE8">
        <w:t>Si tu as besoin de quelque chose</w:t>
      </w:r>
      <w:r>
        <w:t xml:space="preserve">, </w:t>
      </w:r>
      <w:r w:rsidR="00AB2DE8">
        <w:t>reprit Schmidt</w:t>
      </w:r>
      <w:r>
        <w:t xml:space="preserve">, </w:t>
      </w:r>
      <w:r w:rsidR="00AB2DE8">
        <w:t>qui s</w:t>
      </w:r>
      <w:r>
        <w:t>’</w:t>
      </w:r>
      <w:r w:rsidR="00AB2DE8">
        <w:t>était tu un moment</w:t>
      </w:r>
      <w:r>
        <w:t xml:space="preserve">, </w:t>
      </w:r>
      <w:r w:rsidR="00AB2DE8">
        <w:t>ne va pas faire de façons avec moi</w:t>
      </w:r>
      <w:r>
        <w:t xml:space="preserve">. </w:t>
      </w:r>
      <w:r w:rsidR="00AB2DE8">
        <w:t>Moukden n</w:t>
      </w:r>
      <w:r>
        <w:t>’</w:t>
      </w:r>
      <w:r w:rsidR="00AB2DE8">
        <w:t>est pas riche en ressources</w:t>
      </w:r>
      <w:r>
        <w:t xml:space="preserve">. </w:t>
      </w:r>
      <w:r w:rsidR="00AB2DE8">
        <w:t>Mais j</w:t>
      </w:r>
      <w:r>
        <w:t>’</w:t>
      </w:r>
      <w:r w:rsidR="00AB2DE8">
        <w:t>y suis déjà depuis deux ans</w:t>
      </w:r>
      <w:r>
        <w:t xml:space="preserve">. </w:t>
      </w:r>
      <w:r w:rsidR="00AB2DE8">
        <w:t>Je sais m</w:t>
      </w:r>
      <w:r>
        <w:t>’</w:t>
      </w:r>
      <w:r w:rsidR="00AB2DE8">
        <w:t>y débrouiller</w:t>
      </w:r>
      <w:r>
        <w:t xml:space="preserve">. </w:t>
      </w:r>
      <w:r w:rsidR="00AB2DE8">
        <w:t>À ta disposition</w:t>
      </w:r>
      <w:r>
        <w:t>.</w:t>
      </w:r>
    </w:p>
    <w:p w14:paraId="7CC8E0CA" w14:textId="77777777" w:rsidR="00C90F8D" w:rsidRDefault="00C90F8D">
      <w:r>
        <w:rPr>
          <w:rFonts w:eastAsia="Georgia"/>
        </w:rPr>
        <w:t>— </w:t>
      </w:r>
      <w:r w:rsidR="00AB2DE8">
        <w:t>Tu es bien gentil</w:t>
      </w:r>
      <w:r>
        <w:t xml:space="preserve">, </w:t>
      </w:r>
      <w:r w:rsidR="00AB2DE8">
        <w:t>mais je crois que j</w:t>
      </w:r>
      <w:r>
        <w:t>’</w:t>
      </w:r>
      <w:r w:rsidR="00AB2DE8">
        <w:t>ai tout ce qu</w:t>
      </w:r>
      <w:r>
        <w:t>’</w:t>
      </w:r>
      <w:r w:rsidR="00AB2DE8">
        <w:t>il me faut</w:t>
      </w:r>
      <w:r>
        <w:t xml:space="preserve">. </w:t>
      </w:r>
      <w:r w:rsidR="00AB2DE8">
        <w:t>À la vérité</w:t>
      </w:r>
      <w:r>
        <w:t xml:space="preserve">, </w:t>
      </w:r>
      <w:r w:rsidR="00AB2DE8">
        <w:t>je ne comptais pas trouver un logement aussi agréable</w:t>
      </w:r>
      <w:r>
        <w:t xml:space="preserve">. </w:t>
      </w:r>
      <w:r w:rsidR="00AB2DE8">
        <w:t>Dis donc</w:t>
      </w:r>
      <w:r>
        <w:t>…</w:t>
      </w:r>
    </w:p>
    <w:p w14:paraId="4D1FFE04" w14:textId="77777777" w:rsidR="00C90F8D" w:rsidRDefault="00AB2DE8">
      <w:r>
        <w:t>Il hésitait</w:t>
      </w:r>
      <w:r w:rsidR="00C90F8D">
        <w:t xml:space="preserve">. </w:t>
      </w:r>
      <w:r>
        <w:t>C</w:t>
      </w:r>
      <w:r w:rsidR="00C90F8D">
        <w:t>’</w:t>
      </w:r>
      <w:r>
        <w:t>était la question de tout à l</w:t>
      </w:r>
      <w:r w:rsidR="00C90F8D">
        <w:t>’</w:t>
      </w:r>
      <w:r>
        <w:t>heure que de nouveau il n</w:t>
      </w:r>
      <w:r w:rsidR="00C90F8D">
        <w:t>’</w:t>
      </w:r>
      <w:r>
        <w:t>osait poser</w:t>
      </w:r>
      <w:r w:rsidR="00C90F8D">
        <w:t>.</w:t>
      </w:r>
    </w:p>
    <w:p w14:paraId="1BA03035" w14:textId="77777777" w:rsidR="00C90F8D" w:rsidRDefault="00C90F8D">
      <w:r>
        <w:rPr>
          <w:rFonts w:eastAsia="Georgia"/>
        </w:rPr>
        <w:t>— </w:t>
      </w:r>
      <w:r w:rsidR="00AB2DE8">
        <w:t>Écoute</w:t>
      </w:r>
      <w:r>
        <w:t xml:space="preserve"> : </w:t>
      </w:r>
      <w:r w:rsidR="00AB2DE8">
        <w:t>le loyer</w:t>
      </w:r>
      <w:r>
        <w:t xml:space="preserve">, </w:t>
      </w:r>
      <w:r w:rsidR="00AB2DE8">
        <w:t>il doit être élevé</w:t>
      </w:r>
      <w:r>
        <w:t xml:space="preserve"> ? </w:t>
      </w:r>
      <w:r w:rsidR="00AB2DE8">
        <w:t>La vie est chère à Moukden</w:t>
      </w:r>
      <w:r>
        <w:t xml:space="preserve">, </w:t>
      </w:r>
      <w:r w:rsidR="00AB2DE8">
        <w:t>hein</w:t>
      </w:r>
      <w:r>
        <w:t> ?</w:t>
      </w:r>
    </w:p>
    <w:p w14:paraId="4752AECD" w14:textId="77777777" w:rsidR="00C90F8D" w:rsidRDefault="00C90F8D">
      <w:r>
        <w:rPr>
          <w:rFonts w:eastAsia="Georgia"/>
        </w:rPr>
        <w:t>— </w:t>
      </w:r>
      <w:r w:rsidR="00AB2DE8">
        <w:t>Elle n</w:t>
      </w:r>
      <w:r>
        <w:t>’</w:t>
      </w:r>
      <w:r w:rsidR="00AB2DE8">
        <w:t>est pas précisément bon marché</w:t>
      </w:r>
      <w:r>
        <w:t xml:space="preserve">. </w:t>
      </w:r>
      <w:r w:rsidR="00AB2DE8">
        <w:t>Mais</w:t>
      </w:r>
      <w:r>
        <w:t xml:space="preserve">, </w:t>
      </w:r>
      <w:r w:rsidR="00AB2DE8">
        <w:t>pour le loyer</w:t>
      </w:r>
      <w:r>
        <w:t xml:space="preserve">, </w:t>
      </w:r>
      <w:r w:rsidR="00AB2DE8">
        <w:t>ne t</w:t>
      </w:r>
      <w:r>
        <w:t>’</w:t>
      </w:r>
      <w:r w:rsidR="00AB2DE8">
        <w:t>inquiète pas</w:t>
      </w:r>
      <w:r>
        <w:t xml:space="preserve">. </w:t>
      </w:r>
      <w:r w:rsidR="00AB2DE8">
        <w:t>Nous sommes les hôtes de la banque</w:t>
      </w:r>
      <w:r>
        <w:t xml:space="preserve">. </w:t>
      </w:r>
      <w:r w:rsidR="00AB2DE8">
        <w:t>Trois cents francs par mois</w:t>
      </w:r>
      <w:r>
        <w:t xml:space="preserve">, </w:t>
      </w:r>
      <w:r w:rsidR="00AB2DE8">
        <w:t>une bagatelle</w:t>
      </w:r>
      <w:r>
        <w:t xml:space="preserve">. </w:t>
      </w:r>
      <w:r w:rsidR="00AB2DE8">
        <w:t>Partout ailleurs</w:t>
      </w:r>
      <w:r>
        <w:t xml:space="preserve">, </w:t>
      </w:r>
      <w:r w:rsidR="00AB2DE8">
        <w:t>ici</w:t>
      </w:r>
      <w:r>
        <w:t xml:space="preserve">, </w:t>
      </w:r>
      <w:r w:rsidR="00AB2DE8">
        <w:t>tu en aurais eu pour dix fois plus</w:t>
      </w:r>
      <w:r>
        <w:t>.</w:t>
      </w:r>
    </w:p>
    <w:p w14:paraId="50049F32" w14:textId="77777777" w:rsidR="00C90F8D" w:rsidRDefault="00C90F8D">
      <w:r>
        <w:rPr>
          <w:rFonts w:eastAsia="Georgia"/>
        </w:rPr>
        <w:lastRenderedPageBreak/>
        <w:t>— </w:t>
      </w:r>
      <w:r w:rsidR="00AB2DE8">
        <w:t>En effet</w:t>
      </w:r>
      <w:r>
        <w:t xml:space="preserve">, </w:t>
      </w:r>
      <w:r w:rsidR="00AB2DE8">
        <w:t>c</w:t>
      </w:r>
      <w:r>
        <w:t>’</w:t>
      </w:r>
      <w:r w:rsidR="00AB2DE8">
        <w:t>est une chance</w:t>
      </w:r>
      <w:r>
        <w:t xml:space="preserve">, </w:t>
      </w:r>
      <w:r w:rsidR="00AB2DE8">
        <w:t>dit Forestier</w:t>
      </w:r>
      <w:r>
        <w:t xml:space="preserve">, </w:t>
      </w:r>
      <w:r w:rsidR="00AB2DE8">
        <w:t>rasséréné</w:t>
      </w:r>
      <w:r>
        <w:t>.</w:t>
      </w:r>
    </w:p>
    <w:p w14:paraId="5708AA11" w14:textId="77777777" w:rsidR="00C90F8D" w:rsidRDefault="00AB2DE8">
      <w:r>
        <w:t>Il ajouta</w:t>
      </w:r>
      <w:r w:rsidR="00C90F8D">
        <w:t xml:space="preserve">, </w:t>
      </w:r>
      <w:r>
        <w:t>baissant la voix</w:t>
      </w:r>
      <w:r w:rsidR="00C90F8D">
        <w:t>.</w:t>
      </w:r>
    </w:p>
    <w:p w14:paraId="49ABB80A" w14:textId="77777777" w:rsidR="00C90F8D" w:rsidRDefault="00C90F8D">
      <w:r>
        <w:rPr>
          <w:rFonts w:eastAsia="Georgia"/>
        </w:rPr>
        <w:t>— </w:t>
      </w:r>
      <w:proofErr w:type="gramStart"/>
      <w:r w:rsidR="00AB2DE8">
        <w:t>Par contre</w:t>
      </w:r>
      <w:proofErr w:type="gramEnd"/>
      <w:r>
        <w:t xml:space="preserve">, </w:t>
      </w:r>
      <w:r w:rsidR="00AB2DE8">
        <w:t>je pense que le prix de la pension</w:t>
      </w:r>
      <w:r>
        <w:t xml:space="preserve">, </w:t>
      </w:r>
      <w:r w:rsidR="00AB2DE8">
        <w:t>au Cercle</w:t>
      </w:r>
      <w:r>
        <w:t>…</w:t>
      </w:r>
    </w:p>
    <w:p w14:paraId="779E52F9" w14:textId="77777777" w:rsidR="00C90F8D" w:rsidRDefault="00AB2DE8">
      <w:r>
        <w:t>Le chiffre que donna Schmidt le fit légèrement tressaillir</w:t>
      </w:r>
      <w:r w:rsidR="00C90F8D">
        <w:t>.</w:t>
      </w:r>
    </w:p>
    <w:p w14:paraId="6F7BFEB2" w14:textId="77777777" w:rsidR="00C90F8D" w:rsidRDefault="00C90F8D">
      <w:r>
        <w:rPr>
          <w:rFonts w:eastAsia="Georgia"/>
        </w:rPr>
        <w:t>— </w:t>
      </w:r>
      <w:r w:rsidR="00AB2DE8">
        <w:t>Il n</w:t>
      </w:r>
      <w:r>
        <w:t>’</w:t>
      </w:r>
      <w:r w:rsidR="00AB2DE8">
        <w:t>est pas surprenant que dans un pays pareil</w:t>
      </w:r>
      <w:r>
        <w:t xml:space="preserve">, </w:t>
      </w:r>
      <w:r w:rsidR="00AB2DE8">
        <w:t>avec le change</w:t>
      </w:r>
      <w:r>
        <w:t xml:space="preserve">… </w:t>
      </w:r>
      <w:r w:rsidR="00AB2DE8">
        <w:t>Dis-moi</w:t>
      </w:r>
      <w:r>
        <w:t xml:space="preserve">, </w:t>
      </w:r>
      <w:r w:rsidR="00AB2DE8">
        <w:t>crois-tu qu</w:t>
      </w:r>
      <w:r>
        <w:t>’</w:t>
      </w:r>
      <w:r w:rsidR="00AB2DE8">
        <w:t>on consentirait à me faire un prix de demi-pension</w:t>
      </w:r>
      <w:r>
        <w:t xml:space="preserve">, </w:t>
      </w:r>
      <w:r w:rsidR="00AB2DE8">
        <w:t>seulement pour le repas du matin</w:t>
      </w:r>
      <w:r>
        <w:t> ?</w:t>
      </w:r>
    </w:p>
    <w:p w14:paraId="6D204D16" w14:textId="77777777" w:rsidR="00C90F8D" w:rsidRDefault="00C90F8D">
      <w:r>
        <w:rPr>
          <w:rFonts w:eastAsia="Georgia"/>
        </w:rPr>
        <w:t>— </w:t>
      </w:r>
      <w:r w:rsidR="00AB2DE8">
        <w:t>Bien sûr</w:t>
      </w:r>
      <w:r>
        <w:t xml:space="preserve">. </w:t>
      </w:r>
      <w:r w:rsidR="00AB2DE8">
        <w:t>Le Cercle a des habitués qui n</w:t>
      </w:r>
      <w:r>
        <w:t>’</w:t>
      </w:r>
      <w:r w:rsidR="00AB2DE8">
        <w:t>y prennent qu</w:t>
      </w:r>
      <w:r>
        <w:t>’</w:t>
      </w:r>
      <w:r w:rsidR="00AB2DE8">
        <w:t>un repas par jour</w:t>
      </w:r>
      <w:r>
        <w:t xml:space="preserve">. </w:t>
      </w:r>
      <w:r w:rsidR="00AB2DE8">
        <w:t>Par exemple</w:t>
      </w:r>
      <w:r>
        <w:t xml:space="preserve">, </w:t>
      </w:r>
      <w:r w:rsidR="00AB2DE8">
        <w:t>c</w:t>
      </w:r>
      <w:r>
        <w:t>’</w:t>
      </w:r>
      <w:r w:rsidR="00AB2DE8">
        <w:t>est le dîner qu</w:t>
      </w:r>
      <w:r>
        <w:t>’</w:t>
      </w:r>
      <w:r w:rsidR="00AB2DE8">
        <w:t>ils choisissent tous</w:t>
      </w:r>
      <w:r>
        <w:t xml:space="preserve">. </w:t>
      </w:r>
      <w:r w:rsidR="00AB2DE8">
        <w:t>Le travail de la journée est achevé</w:t>
      </w:r>
      <w:r>
        <w:t xml:space="preserve">. </w:t>
      </w:r>
      <w:r w:rsidR="00AB2DE8">
        <w:t>On éprouve le besoin de se délasser</w:t>
      </w:r>
      <w:r>
        <w:t xml:space="preserve">. </w:t>
      </w:r>
      <w:r w:rsidR="00AB2DE8">
        <w:t>Au Cercle</w:t>
      </w:r>
      <w:r>
        <w:t xml:space="preserve">, </w:t>
      </w:r>
      <w:r w:rsidR="00AB2DE8">
        <w:t>il y a de la musique</w:t>
      </w:r>
      <w:r>
        <w:t xml:space="preserve">. </w:t>
      </w:r>
      <w:r w:rsidR="00AB2DE8">
        <w:t>Je te conseille de faire comme eux</w:t>
      </w:r>
      <w:r>
        <w:t>.</w:t>
      </w:r>
    </w:p>
    <w:p w14:paraId="521C3ED7" w14:textId="77777777" w:rsidR="00C90F8D" w:rsidRDefault="00AB2DE8">
      <w:r>
        <w:t>Forestier demeurait perplexe</w:t>
      </w:r>
      <w:r w:rsidR="00C90F8D">
        <w:t>.</w:t>
      </w:r>
    </w:p>
    <w:p w14:paraId="4092BEDE" w14:textId="77777777" w:rsidR="00C90F8D" w:rsidRDefault="00C90F8D">
      <w:r>
        <w:rPr>
          <w:rFonts w:eastAsia="Georgia"/>
        </w:rPr>
        <w:t>— </w:t>
      </w:r>
      <w:r w:rsidR="00AB2DE8">
        <w:t>C</w:t>
      </w:r>
      <w:r>
        <w:t>’</w:t>
      </w:r>
      <w:r w:rsidR="00AB2DE8">
        <w:t>est que le soir</w:t>
      </w:r>
      <w:r>
        <w:t xml:space="preserve">, </w:t>
      </w:r>
      <w:r w:rsidR="00AB2DE8">
        <w:t>justement</w:t>
      </w:r>
      <w:r>
        <w:t xml:space="preserve">, </w:t>
      </w:r>
      <w:r w:rsidR="00AB2DE8">
        <w:t>j</w:t>
      </w:r>
      <w:r>
        <w:t>’</w:t>
      </w:r>
      <w:r w:rsidR="00AB2DE8">
        <w:t>aime bien rentrer chez moi</w:t>
      </w:r>
      <w:r>
        <w:t xml:space="preserve">. </w:t>
      </w:r>
      <w:r w:rsidR="00AB2DE8">
        <w:t>Je n</w:t>
      </w:r>
      <w:r>
        <w:t>’</w:t>
      </w:r>
      <w:r w:rsidR="00AB2DE8">
        <w:t>ai d</w:t>
      </w:r>
      <w:r>
        <w:t>’</w:t>
      </w:r>
      <w:r w:rsidR="00AB2DE8">
        <w:t xml:space="preserve">ailleurs à cette heure-là </w:t>
      </w:r>
      <w:proofErr w:type="gramStart"/>
      <w:r w:rsidR="00AB2DE8">
        <w:t>plus beaucoup</w:t>
      </w:r>
      <w:proofErr w:type="gramEnd"/>
      <w:r w:rsidR="00AB2DE8">
        <w:t xml:space="preserve"> d</w:t>
      </w:r>
      <w:r>
        <w:t>’</w:t>
      </w:r>
      <w:r w:rsidR="00AB2DE8">
        <w:t>appétit</w:t>
      </w:r>
      <w:r>
        <w:t xml:space="preserve">. </w:t>
      </w:r>
      <w:r w:rsidR="00AB2DE8">
        <w:t>Le boy pourra peut-être me faire cuire quelque chose</w:t>
      </w:r>
      <w:r>
        <w:t> ?…</w:t>
      </w:r>
    </w:p>
    <w:p w14:paraId="20612F1C" w14:textId="77777777" w:rsidR="00C90F8D" w:rsidRDefault="00C90F8D">
      <w:r>
        <w:rPr>
          <w:rFonts w:eastAsia="Georgia"/>
        </w:rPr>
        <w:t>— </w:t>
      </w:r>
      <w:r w:rsidR="00AB2DE8">
        <w:t>Oh</w:t>
      </w:r>
      <w:r>
        <w:t xml:space="preserve"> ! </w:t>
      </w:r>
      <w:r w:rsidR="00AB2DE8">
        <w:t>tu n</w:t>
      </w:r>
      <w:r>
        <w:t>’</w:t>
      </w:r>
      <w:r w:rsidR="00AB2DE8">
        <w:t>auras pas de difficulté à t</w:t>
      </w:r>
      <w:r>
        <w:t>’</w:t>
      </w:r>
      <w:r w:rsidR="00AB2DE8">
        <w:t>arranger avec lui</w:t>
      </w:r>
      <w:r>
        <w:t xml:space="preserve">, </w:t>
      </w:r>
      <w:r w:rsidR="00AB2DE8">
        <w:t>dit Schmidt</w:t>
      </w:r>
      <w:r>
        <w:t xml:space="preserve">, </w:t>
      </w:r>
      <w:r w:rsidR="00AB2DE8">
        <w:t>qui n</w:t>
      </w:r>
      <w:r>
        <w:t>’</w:t>
      </w:r>
      <w:r w:rsidR="00AB2DE8">
        <w:t>insista plus</w:t>
      </w:r>
      <w:r>
        <w:t>.</w:t>
      </w:r>
    </w:p>
    <w:p w14:paraId="2F9B263A" w14:textId="77777777" w:rsidR="00C90F8D" w:rsidRDefault="00C90F8D">
      <w:r>
        <w:rPr>
          <w:rFonts w:eastAsia="Georgia"/>
        </w:rPr>
        <w:t>— </w:t>
      </w:r>
      <w:r w:rsidR="00AB2DE8">
        <w:t>Je te remercie</w:t>
      </w:r>
      <w:r>
        <w:t xml:space="preserve">. </w:t>
      </w:r>
      <w:r w:rsidR="00AB2DE8">
        <w:t>Je m</w:t>
      </w:r>
      <w:r>
        <w:t>’</w:t>
      </w:r>
      <w:r w:rsidR="00AB2DE8">
        <w:t>en veux de t</w:t>
      </w:r>
      <w:r>
        <w:t>’</w:t>
      </w:r>
      <w:r w:rsidR="00AB2DE8">
        <w:t>importuner avec ces détails</w:t>
      </w:r>
      <w:r>
        <w:t xml:space="preserve">. </w:t>
      </w:r>
      <w:r w:rsidR="00AB2DE8">
        <w:t>Mais ils sont pour moi de première importance</w:t>
      </w:r>
      <w:r>
        <w:t xml:space="preserve">. </w:t>
      </w:r>
      <w:r w:rsidR="00AB2DE8">
        <w:t>Pourquoi ne pas te l</w:t>
      </w:r>
      <w:r>
        <w:t>’</w:t>
      </w:r>
      <w:r w:rsidR="00AB2DE8">
        <w:t>avouer franchement</w:t>
      </w:r>
      <w:r>
        <w:t xml:space="preserve"> ? </w:t>
      </w:r>
      <w:r w:rsidR="00AB2DE8">
        <w:t>Je ne suis pas venu à Moukden avec l</w:t>
      </w:r>
      <w:r>
        <w:t>’</w:t>
      </w:r>
      <w:r w:rsidR="00AB2DE8">
        <w:t>intention d</w:t>
      </w:r>
      <w:r>
        <w:t>’</w:t>
      </w:r>
      <w:r w:rsidR="00AB2DE8">
        <w:t>y dépenser tout ce que je gagnerai</w:t>
      </w:r>
      <w:r>
        <w:t xml:space="preserve">. </w:t>
      </w:r>
      <w:r w:rsidR="00AB2DE8">
        <w:t>J</w:t>
      </w:r>
      <w:r>
        <w:t>’</w:t>
      </w:r>
      <w:r w:rsidR="00AB2DE8">
        <w:t>entends faire des économies</w:t>
      </w:r>
      <w:r>
        <w:t>.</w:t>
      </w:r>
    </w:p>
    <w:p w14:paraId="69A2DCB8" w14:textId="77777777" w:rsidR="00C90F8D" w:rsidRDefault="00AB2DE8">
      <w:r>
        <w:t>Il inclina un peu la tête</w:t>
      </w:r>
      <w:r w:rsidR="00C90F8D">
        <w:t>.</w:t>
      </w:r>
    </w:p>
    <w:p w14:paraId="4FC082D7" w14:textId="77777777" w:rsidR="00C90F8D" w:rsidRDefault="00C90F8D">
      <w:r>
        <w:rPr>
          <w:rFonts w:eastAsia="Georgia"/>
        </w:rPr>
        <w:t>— </w:t>
      </w:r>
      <w:r w:rsidR="00AB2DE8">
        <w:t>J</w:t>
      </w:r>
      <w:r>
        <w:t>’</w:t>
      </w:r>
      <w:r w:rsidR="00AB2DE8">
        <w:t>ai une famille</w:t>
      </w:r>
      <w:r>
        <w:t xml:space="preserve">, </w:t>
      </w:r>
      <w:r w:rsidR="00AB2DE8">
        <w:t>tu comprends</w:t>
      </w:r>
      <w:r>
        <w:t>.</w:t>
      </w:r>
    </w:p>
    <w:p w14:paraId="6A0AB3FE" w14:textId="77777777" w:rsidR="00C90F8D" w:rsidRDefault="00C90F8D">
      <w:r>
        <w:rPr>
          <w:rFonts w:eastAsia="Georgia"/>
        </w:rPr>
        <w:lastRenderedPageBreak/>
        <w:t>— </w:t>
      </w:r>
      <w:r w:rsidR="00AB2DE8">
        <w:t>Je comprends</w:t>
      </w:r>
      <w:r>
        <w:t xml:space="preserve">, </w:t>
      </w:r>
      <w:r w:rsidR="00AB2DE8">
        <w:t>dit Schmidt</w:t>
      </w:r>
      <w:r>
        <w:t>.</w:t>
      </w:r>
    </w:p>
    <w:p w14:paraId="4620BA6C" w14:textId="77777777" w:rsidR="00C90F8D" w:rsidRDefault="00AB2DE8">
      <w:r>
        <w:t>Cette conversation commençait à l</w:t>
      </w:r>
      <w:r w:rsidR="00C90F8D">
        <w:t>’</w:t>
      </w:r>
      <w:r>
        <w:t>agacer prodigieusement</w:t>
      </w:r>
      <w:r w:rsidR="00C90F8D">
        <w:t xml:space="preserve">. </w:t>
      </w:r>
      <w:r>
        <w:t>Mais il n</w:t>
      </w:r>
      <w:r w:rsidR="00C90F8D">
        <w:t>’</w:t>
      </w:r>
      <w:r>
        <w:t>eut qu</w:t>
      </w:r>
      <w:r w:rsidR="00C90F8D">
        <w:t>’</w:t>
      </w:r>
      <w:r>
        <w:t>à songer</w:t>
      </w:r>
      <w:r w:rsidR="00C90F8D">
        <w:t xml:space="preserve">, </w:t>
      </w:r>
      <w:r>
        <w:t>lui qui avait craint d</w:t>
      </w:r>
      <w:r w:rsidR="00C90F8D">
        <w:t>’</w:t>
      </w:r>
      <w:r>
        <w:t>avoir tout le temps Forestier sur le dos</w:t>
      </w:r>
      <w:r w:rsidR="00C90F8D">
        <w:t xml:space="preserve">, </w:t>
      </w:r>
      <w:r>
        <w:t>qu</w:t>
      </w:r>
      <w:r w:rsidR="00C90F8D">
        <w:t>’</w:t>
      </w:r>
      <w:r>
        <w:t>il en serait débarrassé chaque soir</w:t>
      </w:r>
      <w:r w:rsidR="00C90F8D">
        <w:t xml:space="preserve">, </w:t>
      </w:r>
      <w:r>
        <w:t>à l</w:t>
      </w:r>
      <w:r w:rsidR="00C90F8D">
        <w:t>’</w:t>
      </w:r>
      <w:r>
        <w:t>heure où l</w:t>
      </w:r>
      <w:r w:rsidR="00C90F8D">
        <w:t>’</w:t>
      </w:r>
      <w:r>
        <w:t>existence devenait réellement sympathique</w:t>
      </w:r>
      <w:r w:rsidR="00C90F8D">
        <w:t xml:space="preserve">. </w:t>
      </w:r>
      <w:r>
        <w:t>Cette perspective le rendit aimable</w:t>
      </w:r>
      <w:r w:rsidR="00C90F8D">
        <w:t>.</w:t>
      </w:r>
    </w:p>
    <w:p w14:paraId="45D5D877" w14:textId="77777777" w:rsidR="00C90F8D" w:rsidRDefault="00C90F8D">
      <w:r>
        <w:rPr>
          <w:rFonts w:eastAsia="Georgia"/>
        </w:rPr>
        <w:t>— </w:t>
      </w:r>
      <w:r w:rsidR="00AB2DE8">
        <w:t>Confidence pour confidence</w:t>
      </w:r>
      <w:r>
        <w:t xml:space="preserve">, </w:t>
      </w:r>
      <w:r w:rsidR="00AB2DE8">
        <w:t>continua-t-il en riant</w:t>
      </w:r>
      <w:r>
        <w:t xml:space="preserve">, </w:t>
      </w:r>
      <w:r w:rsidR="00AB2DE8">
        <w:t>je n</w:t>
      </w:r>
      <w:r>
        <w:t>’</w:t>
      </w:r>
      <w:r w:rsidR="00AB2DE8">
        <w:t>ai pas encore trouvé à Moukden le moyen de faire des économies</w:t>
      </w:r>
      <w:r>
        <w:t xml:space="preserve">, </w:t>
      </w:r>
      <w:r w:rsidR="00AB2DE8">
        <w:t>moi</w:t>
      </w:r>
      <w:r>
        <w:t xml:space="preserve">. </w:t>
      </w:r>
      <w:r w:rsidR="00AB2DE8">
        <w:t>Mais enfin</w:t>
      </w:r>
      <w:r>
        <w:t xml:space="preserve">, </w:t>
      </w:r>
      <w:r w:rsidR="00AB2DE8">
        <w:t>avec les traitements que nous avons ici</w:t>
      </w:r>
      <w:r>
        <w:t xml:space="preserve">, </w:t>
      </w:r>
      <w:r w:rsidR="00AB2DE8">
        <w:t>il est certain que quelqu</w:t>
      </w:r>
      <w:r>
        <w:t>’</w:t>
      </w:r>
      <w:r w:rsidR="00AB2DE8">
        <w:t>un qui sort peu</w:t>
      </w:r>
      <w:r>
        <w:t xml:space="preserve">, </w:t>
      </w:r>
      <w:r w:rsidR="00AB2DE8">
        <w:t>qui n</w:t>
      </w:r>
      <w:r>
        <w:t>’</w:t>
      </w:r>
      <w:r w:rsidR="00AB2DE8">
        <w:t>a pas à compter avec les différences de bridge</w:t>
      </w:r>
      <w:r>
        <w:t xml:space="preserve">, </w:t>
      </w:r>
      <w:r w:rsidR="00AB2DE8">
        <w:t>les notes du bar</w:t>
      </w:r>
      <w:r>
        <w:t xml:space="preserve">, </w:t>
      </w:r>
      <w:r w:rsidR="00AB2DE8">
        <w:t>le champagne et les accessoires du Casino où il nous arrive parfois d</w:t>
      </w:r>
      <w:r>
        <w:t>’</w:t>
      </w:r>
      <w:r w:rsidR="00AB2DE8">
        <w:t>aller terminer nos soirées</w:t>
      </w:r>
      <w:r>
        <w:t>…</w:t>
      </w:r>
    </w:p>
    <w:p w14:paraId="63620E9E" w14:textId="77777777" w:rsidR="00C90F8D" w:rsidRDefault="00AB2DE8">
      <w:r>
        <w:t>Forestier eut un sourire discret</w:t>
      </w:r>
      <w:r w:rsidR="00C90F8D">
        <w:t xml:space="preserve">. </w:t>
      </w:r>
      <w:r>
        <w:t>Si de tels plaisirs</w:t>
      </w:r>
      <w:r w:rsidR="00C90F8D">
        <w:t xml:space="preserve">, </w:t>
      </w:r>
      <w:r>
        <w:t>personnellement</w:t>
      </w:r>
      <w:r w:rsidR="00C90F8D">
        <w:t xml:space="preserve">, </w:t>
      </w:r>
      <w:r>
        <w:t>ne lui disaient rien</w:t>
      </w:r>
      <w:r w:rsidR="00C90F8D">
        <w:t xml:space="preserve">, </w:t>
      </w:r>
      <w:r>
        <w:t>il ne se reconnaissait sans doute pas le droit d</w:t>
      </w:r>
      <w:r w:rsidR="00C90F8D">
        <w:t>’</w:t>
      </w:r>
      <w:r>
        <w:t>en dégoûter les autres</w:t>
      </w:r>
      <w:r w:rsidR="00C90F8D">
        <w:t>.</w:t>
      </w:r>
    </w:p>
    <w:p w14:paraId="46FF020C" w14:textId="77777777" w:rsidR="00C90F8D" w:rsidRDefault="00C90F8D">
      <w:r>
        <w:rPr>
          <w:rFonts w:eastAsia="Georgia"/>
        </w:rPr>
        <w:t>— </w:t>
      </w:r>
      <w:r w:rsidR="00AB2DE8">
        <w:t>Eh bien</w:t>
      </w:r>
      <w:r>
        <w:t xml:space="preserve">, </w:t>
      </w:r>
      <w:r w:rsidR="00AB2DE8">
        <w:t>celui-là</w:t>
      </w:r>
      <w:r>
        <w:t xml:space="preserve">, </w:t>
      </w:r>
      <w:r w:rsidR="00AB2DE8">
        <w:t>acheva Schmidt</w:t>
      </w:r>
      <w:r>
        <w:t xml:space="preserve">, </w:t>
      </w:r>
      <w:r w:rsidR="00AB2DE8">
        <w:t>il est certain qu</w:t>
      </w:r>
      <w:r>
        <w:t>’</w:t>
      </w:r>
      <w:r w:rsidR="00AB2DE8">
        <w:t>il peut arriver à mettre</w:t>
      </w:r>
      <w:r>
        <w:t xml:space="preserve">, </w:t>
      </w:r>
      <w:r w:rsidR="00AB2DE8">
        <w:t>bon an mal an</w:t>
      </w:r>
      <w:r>
        <w:t xml:space="preserve">, </w:t>
      </w:r>
      <w:r w:rsidR="00AB2DE8">
        <w:t>une centaine de mille francs de côté</w:t>
      </w:r>
      <w:r>
        <w:t>.</w:t>
      </w:r>
    </w:p>
    <w:p w14:paraId="1F9D3518" w14:textId="77777777" w:rsidR="00C90F8D" w:rsidRDefault="00C90F8D">
      <w:r>
        <w:rPr>
          <w:rFonts w:eastAsia="Georgia"/>
        </w:rPr>
        <w:t>— </w:t>
      </w:r>
      <w:r w:rsidR="00AB2DE8">
        <w:t>Cela m</w:t>
      </w:r>
      <w:r>
        <w:t>’</w:t>
      </w:r>
      <w:r w:rsidR="00AB2DE8">
        <w:t>arrangerait joliment</w:t>
      </w:r>
      <w:r>
        <w:t xml:space="preserve">, </w:t>
      </w:r>
      <w:r w:rsidR="00AB2DE8">
        <w:t>murmura Forestier</w:t>
      </w:r>
      <w:r>
        <w:t>.</w:t>
      </w:r>
    </w:p>
    <w:p w14:paraId="4BA62881" w14:textId="77777777" w:rsidR="00C90F8D" w:rsidRDefault="00C90F8D">
      <w:r>
        <w:rPr>
          <w:rFonts w:eastAsia="Georgia"/>
        </w:rPr>
        <w:t>— </w:t>
      </w:r>
      <w:r w:rsidR="00AB2DE8">
        <w:t>À présent</w:t>
      </w:r>
      <w:r>
        <w:t xml:space="preserve">, </w:t>
      </w:r>
      <w:r w:rsidR="00AB2DE8">
        <w:t>dit Schmidt</w:t>
      </w:r>
      <w:r>
        <w:t xml:space="preserve">, </w:t>
      </w:r>
      <w:r w:rsidR="00AB2DE8">
        <w:t>il est non moins certain que tu ne t</w:t>
      </w:r>
      <w:r>
        <w:t>’</w:t>
      </w:r>
      <w:r w:rsidR="00AB2DE8">
        <w:t>amuseras pas beaucoup</w:t>
      </w:r>
      <w:r>
        <w:t>.</w:t>
      </w:r>
    </w:p>
    <w:p w14:paraId="266D6045" w14:textId="77777777" w:rsidR="00C90F8D" w:rsidRDefault="00AB2DE8">
      <w:r>
        <w:t>Forestier eut un geste vague</w:t>
      </w:r>
      <w:r w:rsidR="00C90F8D">
        <w:t>.</w:t>
      </w:r>
    </w:p>
    <w:p w14:paraId="6DAABAE7" w14:textId="77777777" w:rsidR="00C90F8D" w:rsidRDefault="00C90F8D">
      <w:r>
        <w:rPr>
          <w:rFonts w:eastAsia="Georgia"/>
        </w:rPr>
        <w:t>— </w:t>
      </w:r>
      <w:r w:rsidR="00AB2DE8">
        <w:t>De temps en temps</w:t>
      </w:r>
      <w:r>
        <w:t xml:space="preserve">, </w:t>
      </w:r>
      <w:r w:rsidR="00AB2DE8">
        <w:t>je t</w:t>
      </w:r>
      <w:r>
        <w:t>’</w:t>
      </w:r>
      <w:r w:rsidR="00AB2DE8">
        <w:t>accompagnerai à la chasse</w:t>
      </w:r>
      <w:r>
        <w:t xml:space="preserve">, </w:t>
      </w:r>
      <w:r w:rsidR="00AB2DE8">
        <w:t>si tu le permets</w:t>
      </w:r>
      <w:r>
        <w:t xml:space="preserve">, </w:t>
      </w:r>
      <w:r w:rsidR="00AB2DE8">
        <w:t>murmura-t-il</w:t>
      </w:r>
      <w:r>
        <w:t>.</w:t>
      </w:r>
    </w:p>
    <w:p w14:paraId="7AF074D6" w14:textId="4D1304C4" w:rsidR="00AB2DE8" w:rsidRDefault="00AB2DE8"/>
    <w:p w14:paraId="75AF0F5B" w14:textId="77777777" w:rsidR="00C90F8D" w:rsidRDefault="00AB2DE8">
      <w:r>
        <w:lastRenderedPageBreak/>
        <w:t>Au milieu de sa table de travail</w:t>
      </w:r>
      <w:r w:rsidR="00C90F8D">
        <w:t xml:space="preserve">, </w:t>
      </w:r>
      <w:r>
        <w:t>il y avait une photographie dans un cadre de peluche réséda</w:t>
      </w:r>
      <w:r w:rsidR="00C90F8D">
        <w:t xml:space="preserve">. </w:t>
      </w:r>
      <w:r>
        <w:t>Le regard de Schmidt était posé sur elle</w:t>
      </w:r>
      <w:r w:rsidR="00C90F8D">
        <w:t xml:space="preserve">. </w:t>
      </w:r>
      <w:r>
        <w:t>Forestier s</w:t>
      </w:r>
      <w:r w:rsidR="00C90F8D">
        <w:t>’</w:t>
      </w:r>
      <w:r>
        <w:t>en aperçut</w:t>
      </w:r>
      <w:r w:rsidR="00C90F8D">
        <w:t>.</w:t>
      </w:r>
    </w:p>
    <w:p w14:paraId="3BAD0EFC" w14:textId="77777777" w:rsidR="00C90F8D" w:rsidRDefault="00C90F8D">
      <w:r>
        <w:rPr>
          <w:rFonts w:eastAsia="Georgia"/>
        </w:rPr>
        <w:t>— </w:t>
      </w:r>
      <w:r w:rsidR="00AB2DE8">
        <w:t>Ma famille</w:t>
      </w:r>
      <w:r>
        <w:t xml:space="preserve">, </w:t>
      </w:r>
      <w:r w:rsidR="00AB2DE8">
        <w:t>expliqua-t-il</w:t>
      </w:r>
      <w:r>
        <w:t>.</w:t>
      </w:r>
    </w:p>
    <w:p w14:paraId="0DFA660C" w14:textId="77777777" w:rsidR="00C90F8D" w:rsidRDefault="00C90F8D">
      <w:r>
        <w:rPr>
          <w:rFonts w:eastAsia="Georgia"/>
        </w:rPr>
        <w:t>— </w:t>
      </w:r>
      <w:r w:rsidR="00AB2DE8">
        <w:t>Je vois</w:t>
      </w:r>
      <w:r>
        <w:t xml:space="preserve">, </w:t>
      </w:r>
      <w:r w:rsidR="00AB2DE8">
        <w:t>fit Schmidt</w:t>
      </w:r>
      <w:r>
        <w:t>.</w:t>
      </w:r>
    </w:p>
    <w:p w14:paraId="09B13FB5" w14:textId="77777777" w:rsidR="00C90F8D" w:rsidRDefault="00AB2DE8">
      <w:r>
        <w:t>Il était mal à son aise</w:t>
      </w:r>
      <w:r w:rsidR="00C90F8D">
        <w:t xml:space="preserve">. </w:t>
      </w:r>
      <w:r>
        <w:t>Il cherchait à dire quelque chose</w:t>
      </w:r>
      <w:r w:rsidR="00C90F8D">
        <w:t xml:space="preserve">, </w:t>
      </w:r>
      <w:r>
        <w:t>quelque chose qui ressemblerait à un compliment</w:t>
      </w:r>
      <w:r w:rsidR="00C90F8D">
        <w:t xml:space="preserve">, </w:t>
      </w:r>
      <w:r>
        <w:t>tout au moins une formule de politesse</w:t>
      </w:r>
      <w:r w:rsidR="00C90F8D">
        <w:t xml:space="preserve">. </w:t>
      </w:r>
      <w:r>
        <w:t>Il n</w:t>
      </w:r>
      <w:r w:rsidR="00C90F8D">
        <w:t>’</w:t>
      </w:r>
      <w:r>
        <w:t>y réussissait pas</w:t>
      </w:r>
      <w:r w:rsidR="00C90F8D">
        <w:t>.</w:t>
      </w:r>
    </w:p>
    <w:p w14:paraId="5B5BBDCB" w14:textId="77777777" w:rsidR="00C90F8D" w:rsidRDefault="00AB2DE8">
      <w:r>
        <w:t>Forestier prit le cadre et le lui tendit</w:t>
      </w:r>
      <w:r w:rsidR="00C90F8D">
        <w:t> :</w:t>
      </w:r>
    </w:p>
    <w:p w14:paraId="60253117" w14:textId="77777777" w:rsidR="00C90F8D" w:rsidRDefault="00C90F8D">
      <w:r>
        <w:rPr>
          <w:rFonts w:eastAsia="Georgia"/>
        </w:rPr>
        <w:t>— </w:t>
      </w:r>
      <w:r w:rsidR="00AB2DE8">
        <w:t>Ma femme</w:t>
      </w:r>
      <w:r>
        <w:t xml:space="preserve">, </w:t>
      </w:r>
      <w:r w:rsidR="00AB2DE8">
        <w:t>ma femme et mes enfants</w:t>
      </w:r>
      <w:r>
        <w:t>.</w:t>
      </w:r>
    </w:p>
    <w:p w14:paraId="614E6F4B" w14:textId="77777777" w:rsidR="00C90F8D" w:rsidRDefault="00C90F8D">
      <w:r>
        <w:rPr>
          <w:rFonts w:eastAsia="Georgia"/>
        </w:rPr>
        <w:t>— </w:t>
      </w:r>
      <w:r w:rsidR="00AB2DE8">
        <w:t>Je vois</w:t>
      </w:r>
      <w:r>
        <w:t xml:space="preserve">, </w:t>
      </w:r>
      <w:r w:rsidR="00AB2DE8">
        <w:t>répéta Schmidt</w:t>
      </w:r>
      <w:r>
        <w:t>.</w:t>
      </w:r>
    </w:p>
    <w:p w14:paraId="28B97D86" w14:textId="77777777" w:rsidR="00C90F8D" w:rsidRDefault="00AB2DE8">
      <w:r>
        <w:t>Que trouver de plus</w:t>
      </w:r>
      <w:r w:rsidR="00C90F8D">
        <w:t xml:space="preserve">, </w:t>
      </w:r>
      <w:r>
        <w:t>en effet</w:t>
      </w:r>
      <w:r w:rsidR="00C90F8D">
        <w:t xml:space="preserve">, </w:t>
      </w:r>
      <w:r>
        <w:t>devant l</w:t>
      </w:r>
      <w:r w:rsidR="00C90F8D">
        <w:t>’</w:t>
      </w:r>
      <w:r>
        <w:t>image de ces pauvres êtres</w:t>
      </w:r>
      <w:r w:rsidR="00C90F8D">
        <w:t xml:space="preserve"> ! </w:t>
      </w:r>
      <w:r>
        <w:t>La femme de Forestier était assise sur une chaise</w:t>
      </w:r>
      <w:r w:rsidR="00C90F8D">
        <w:t xml:space="preserve">, </w:t>
      </w:r>
      <w:r>
        <w:t>au premier plan d</w:t>
      </w:r>
      <w:r w:rsidR="00C90F8D">
        <w:t>’</w:t>
      </w:r>
      <w:r>
        <w:t>un paysage rococo</w:t>
      </w:r>
      <w:r w:rsidR="00C90F8D">
        <w:t xml:space="preserve">. </w:t>
      </w:r>
      <w:r>
        <w:t>Elle serrait contre elle deux garçonnets de dix à douze ans</w:t>
      </w:r>
      <w:r w:rsidR="00C90F8D">
        <w:t xml:space="preserve">. </w:t>
      </w:r>
      <w:r>
        <w:t>Trois visages ingrats</w:t>
      </w:r>
      <w:r w:rsidR="00C90F8D">
        <w:t xml:space="preserve">, </w:t>
      </w:r>
      <w:r>
        <w:t>suppliants</w:t>
      </w:r>
      <w:r w:rsidR="00C90F8D">
        <w:t xml:space="preserve">, </w:t>
      </w:r>
      <w:r>
        <w:t>comme apeurés</w:t>
      </w:r>
      <w:r w:rsidR="00C90F8D">
        <w:t>.</w:t>
      </w:r>
    </w:p>
    <w:p w14:paraId="05353390" w14:textId="77777777" w:rsidR="00C90F8D" w:rsidRDefault="00AB2DE8">
      <w:r>
        <w:t>Par-dessus l</w:t>
      </w:r>
      <w:r w:rsidR="00C90F8D">
        <w:t>’</w:t>
      </w:r>
      <w:r>
        <w:t>épaule de Schmidt</w:t>
      </w:r>
      <w:r w:rsidR="00C90F8D">
        <w:t xml:space="preserve">, </w:t>
      </w:r>
      <w:r>
        <w:t>Forestier regardait la photographie</w:t>
      </w:r>
      <w:r w:rsidR="00C90F8D">
        <w:t xml:space="preserve">. </w:t>
      </w:r>
      <w:r>
        <w:t>Schmidt sentait ce regard</w:t>
      </w:r>
      <w:r w:rsidR="00C90F8D">
        <w:t xml:space="preserve">. </w:t>
      </w:r>
      <w:r>
        <w:t>Il sentait aussi combien un tel silence</w:t>
      </w:r>
      <w:r w:rsidR="00C90F8D">
        <w:t xml:space="preserve">, </w:t>
      </w:r>
      <w:r>
        <w:t>en se prolongeant</w:t>
      </w:r>
      <w:r w:rsidR="00C90F8D">
        <w:t xml:space="preserve">, </w:t>
      </w:r>
      <w:r>
        <w:t>devenait pénible</w:t>
      </w:r>
      <w:r w:rsidR="00C90F8D">
        <w:t xml:space="preserve">. </w:t>
      </w:r>
      <w:r>
        <w:t>Et il continuait à ne pas trouver la force de parler</w:t>
      </w:r>
      <w:r w:rsidR="00C90F8D">
        <w:t>.</w:t>
      </w:r>
    </w:p>
    <w:p w14:paraId="79DF52AB" w14:textId="77777777" w:rsidR="00C90F8D" w:rsidRDefault="00C90F8D">
      <w:r>
        <w:rPr>
          <w:rFonts w:eastAsia="Georgia"/>
        </w:rPr>
        <w:t>— </w:t>
      </w:r>
      <w:r w:rsidR="00AB2DE8">
        <w:t>Les bambins ont l</w:t>
      </w:r>
      <w:r>
        <w:t>’</w:t>
      </w:r>
      <w:r w:rsidR="00AB2DE8">
        <w:t>air bien intelligents</w:t>
      </w:r>
      <w:r>
        <w:t xml:space="preserve">, </w:t>
      </w:r>
      <w:r w:rsidR="00AB2DE8">
        <w:t>finit-il par dire</w:t>
      </w:r>
      <w:r>
        <w:t>.</w:t>
      </w:r>
    </w:p>
    <w:p w14:paraId="722FFEFB" w14:textId="77777777" w:rsidR="00C90F8D" w:rsidRDefault="00AB2DE8">
      <w:r>
        <w:t>Forestier lui lança un coup d</w:t>
      </w:r>
      <w:r w:rsidR="00C90F8D">
        <w:t>’</w:t>
      </w:r>
      <w:r>
        <w:t>œil de reconnaissance</w:t>
      </w:r>
      <w:r w:rsidR="00C90F8D">
        <w:t>.</w:t>
      </w:r>
    </w:p>
    <w:p w14:paraId="188278D2" w14:textId="77777777" w:rsidR="00C90F8D" w:rsidRDefault="00C90F8D">
      <w:r>
        <w:rPr>
          <w:rFonts w:eastAsia="Georgia"/>
        </w:rPr>
        <w:t>— </w:t>
      </w:r>
      <w:r w:rsidR="00AB2DE8">
        <w:t>Sous ce rapport</w:t>
      </w:r>
      <w:r>
        <w:t xml:space="preserve">, </w:t>
      </w:r>
      <w:r w:rsidR="00AB2DE8">
        <w:t>nous n</w:t>
      </w:r>
      <w:r>
        <w:t>’</w:t>
      </w:r>
      <w:r w:rsidR="00AB2DE8">
        <w:t>avons pas à nous plaindre</w:t>
      </w:r>
      <w:r>
        <w:t xml:space="preserve">. </w:t>
      </w:r>
      <w:r w:rsidR="00AB2DE8">
        <w:t>C</w:t>
      </w:r>
      <w:r>
        <w:t>’</w:t>
      </w:r>
      <w:r w:rsidR="00AB2DE8">
        <w:t>est plutôt leur santé qui nous donnerait du souci</w:t>
      </w:r>
      <w:r>
        <w:t xml:space="preserve">, </w:t>
      </w:r>
      <w:r w:rsidR="00AB2DE8">
        <w:t>à leur mère et à moi</w:t>
      </w:r>
      <w:r>
        <w:t xml:space="preserve">. </w:t>
      </w:r>
      <w:r w:rsidR="00AB2DE8">
        <w:t>Ma femme non plus n</w:t>
      </w:r>
      <w:r>
        <w:t>’</w:t>
      </w:r>
      <w:r w:rsidR="00AB2DE8">
        <w:t>est pas très forte</w:t>
      </w:r>
      <w:r>
        <w:t xml:space="preserve">. </w:t>
      </w:r>
      <w:r w:rsidR="00AB2DE8">
        <w:t>Les années de guerre l</w:t>
      </w:r>
      <w:r>
        <w:t>’</w:t>
      </w:r>
      <w:r w:rsidR="00AB2DE8">
        <w:t>ont bien éprouvée</w:t>
      </w:r>
      <w:r>
        <w:t>.</w:t>
      </w:r>
    </w:p>
    <w:p w14:paraId="22831DA9" w14:textId="77777777" w:rsidR="00C90F8D" w:rsidRDefault="00C90F8D">
      <w:r>
        <w:rPr>
          <w:rFonts w:eastAsia="Georgia"/>
        </w:rPr>
        <w:lastRenderedPageBreak/>
        <w:t>— </w:t>
      </w:r>
      <w:r w:rsidR="00AB2DE8">
        <w:t>Tout le temps que tu as été retenu en Russie</w:t>
      </w:r>
      <w:r>
        <w:t xml:space="preserve">, </w:t>
      </w:r>
      <w:r w:rsidR="00AB2DE8">
        <w:t>elle n</w:t>
      </w:r>
      <w:r>
        <w:t>’</w:t>
      </w:r>
      <w:r w:rsidR="00AB2DE8">
        <w:t>a pas dû recevoir de tes nouvelles</w:t>
      </w:r>
      <w:r>
        <w:t xml:space="preserve">, </w:t>
      </w:r>
      <w:r w:rsidR="00AB2DE8">
        <w:t>hasarda Schmidt</w:t>
      </w:r>
      <w:r>
        <w:t>.</w:t>
      </w:r>
    </w:p>
    <w:p w14:paraId="281FEE73" w14:textId="77777777" w:rsidR="00C90F8D" w:rsidRDefault="00C90F8D">
      <w:r>
        <w:rPr>
          <w:rFonts w:eastAsia="Georgia"/>
        </w:rPr>
        <w:t>— </w:t>
      </w:r>
      <w:r w:rsidR="00AB2DE8">
        <w:t>Justement</w:t>
      </w:r>
      <w:r>
        <w:t>.</w:t>
      </w:r>
    </w:p>
    <w:p w14:paraId="0E68C712" w14:textId="77777777" w:rsidR="00C90F8D" w:rsidRDefault="00AB2DE8">
      <w:r>
        <w:t>Il reprit</w:t>
      </w:r>
      <w:r w:rsidR="00C90F8D">
        <w:t> :</w:t>
      </w:r>
    </w:p>
    <w:p w14:paraId="5D37F547" w14:textId="77777777" w:rsidR="00C90F8D" w:rsidRDefault="00C90F8D">
      <w:r>
        <w:rPr>
          <w:rFonts w:eastAsia="Georgia"/>
        </w:rPr>
        <w:t>— </w:t>
      </w:r>
      <w:r w:rsidR="00AB2DE8">
        <w:t>J</w:t>
      </w:r>
      <w:r>
        <w:t>’</w:t>
      </w:r>
      <w:r w:rsidR="00AB2DE8">
        <w:t>ai eu d</w:t>
      </w:r>
      <w:r>
        <w:t>’</w:t>
      </w:r>
      <w:r w:rsidR="00AB2DE8">
        <w:t>abord la pensée de les amener ici tous les trois</w:t>
      </w:r>
      <w:r>
        <w:t xml:space="preserve">. </w:t>
      </w:r>
      <w:r w:rsidR="00AB2DE8">
        <w:t>J</w:t>
      </w:r>
      <w:r>
        <w:t>’</w:t>
      </w:r>
      <w:r w:rsidR="00AB2DE8">
        <w:t>y ai vite renoncé</w:t>
      </w:r>
      <w:r>
        <w:t xml:space="preserve">. </w:t>
      </w:r>
      <w:r w:rsidR="00AB2DE8">
        <w:t>Ce n</w:t>
      </w:r>
      <w:r>
        <w:t>’</w:t>
      </w:r>
      <w:r w:rsidR="00AB2DE8">
        <w:t>était pas pratique</w:t>
      </w:r>
      <w:r>
        <w:t xml:space="preserve">. </w:t>
      </w:r>
      <w:r w:rsidR="00AB2DE8">
        <w:t>Il nous aurait été difficile de réaliser des économies</w:t>
      </w:r>
      <w:r>
        <w:t xml:space="preserve">. </w:t>
      </w:r>
      <w:r w:rsidR="00AB2DE8">
        <w:t>À quoi cela m</w:t>
      </w:r>
      <w:r>
        <w:t>’</w:t>
      </w:r>
      <w:r w:rsidR="00AB2DE8">
        <w:t>eût-il servi</w:t>
      </w:r>
      <w:r>
        <w:t xml:space="preserve">, </w:t>
      </w:r>
      <w:r w:rsidR="00AB2DE8">
        <w:t>alors</w:t>
      </w:r>
      <w:r>
        <w:t xml:space="preserve">, </w:t>
      </w:r>
      <w:r w:rsidR="00AB2DE8">
        <w:t>de m</w:t>
      </w:r>
      <w:r>
        <w:t>’</w:t>
      </w:r>
      <w:r w:rsidR="00AB2DE8">
        <w:t>expatrier</w:t>
      </w:r>
      <w:r>
        <w:t xml:space="preserve"> ? </w:t>
      </w:r>
      <w:r w:rsidR="00AB2DE8">
        <w:t>Et puis</w:t>
      </w:r>
      <w:r>
        <w:t xml:space="preserve">, </w:t>
      </w:r>
      <w:r w:rsidR="00AB2DE8">
        <w:t>mes fils sont déjà grands</w:t>
      </w:r>
      <w:r>
        <w:t xml:space="preserve">. </w:t>
      </w:r>
      <w:r w:rsidR="00AB2DE8">
        <w:t>La photo que tu vois remonte à trois ans</w:t>
      </w:r>
      <w:r>
        <w:t xml:space="preserve">. </w:t>
      </w:r>
      <w:r w:rsidR="00AB2DE8">
        <w:t>Aujourd</w:t>
      </w:r>
      <w:r>
        <w:t>’</w:t>
      </w:r>
      <w:r w:rsidR="00AB2DE8">
        <w:t>hui</w:t>
      </w:r>
      <w:r>
        <w:t xml:space="preserve">, </w:t>
      </w:r>
      <w:r w:rsidR="00AB2DE8">
        <w:t>Claude a seize ans</w:t>
      </w:r>
      <w:r>
        <w:t xml:space="preserve">, </w:t>
      </w:r>
      <w:r w:rsidR="00AB2DE8">
        <w:t>Guy quatorze</w:t>
      </w:r>
      <w:r>
        <w:t xml:space="preserve">. </w:t>
      </w:r>
      <w:r w:rsidR="00AB2DE8">
        <w:t>Il y a leurs études qu</w:t>
      </w:r>
      <w:r>
        <w:t>’</w:t>
      </w:r>
      <w:r w:rsidR="00AB2DE8">
        <w:t>il ne faut pas interrompre</w:t>
      </w:r>
      <w:r>
        <w:t xml:space="preserve">. </w:t>
      </w:r>
      <w:r w:rsidR="00AB2DE8">
        <w:t>Ils suivent les cours du Collège Chaptal</w:t>
      </w:r>
      <w:r>
        <w:t xml:space="preserve">. </w:t>
      </w:r>
      <w:r w:rsidR="00AB2DE8">
        <w:t>Nous nous sommes résignés à nous séparer une fois de plus</w:t>
      </w:r>
      <w:r>
        <w:t xml:space="preserve">. </w:t>
      </w:r>
      <w:r w:rsidR="00AB2DE8">
        <w:t>Mais ma femme a eu du chagrin</w:t>
      </w:r>
      <w:r>
        <w:t xml:space="preserve">, </w:t>
      </w:r>
      <w:r w:rsidR="00AB2DE8">
        <w:t>beaucoup de chagrin</w:t>
      </w:r>
      <w:r>
        <w:t xml:space="preserve">… </w:t>
      </w:r>
      <w:r w:rsidR="00AB2DE8">
        <w:t>Tu comprends</w:t>
      </w:r>
      <w:r>
        <w:t> ?</w:t>
      </w:r>
    </w:p>
    <w:p w14:paraId="3EA3B524" w14:textId="77777777" w:rsidR="00C90F8D" w:rsidRDefault="00C90F8D">
      <w:r>
        <w:rPr>
          <w:rFonts w:eastAsia="Georgia"/>
        </w:rPr>
        <w:t>— </w:t>
      </w:r>
      <w:r w:rsidR="00AB2DE8">
        <w:t>Je comprends</w:t>
      </w:r>
      <w:r>
        <w:t xml:space="preserve">, </w:t>
      </w:r>
      <w:r w:rsidR="00AB2DE8">
        <w:t>dit Schmidt</w:t>
      </w:r>
      <w:r>
        <w:t>.</w:t>
      </w:r>
    </w:p>
    <w:p w14:paraId="39F585A6" w14:textId="77777777" w:rsidR="00C90F8D" w:rsidRDefault="00AB2DE8">
      <w:r>
        <w:t>Il se sentait envahi par une tristesse insupportable</w:t>
      </w:r>
      <w:r w:rsidR="00C90F8D">
        <w:t xml:space="preserve">. </w:t>
      </w:r>
      <w:r>
        <w:t>Forestier en eut-il l</w:t>
      </w:r>
      <w:r w:rsidR="00C90F8D">
        <w:t>’</w:t>
      </w:r>
      <w:r>
        <w:t>intuition</w:t>
      </w:r>
      <w:r w:rsidR="00C90F8D">
        <w:t xml:space="preserve"> ? </w:t>
      </w:r>
      <w:r>
        <w:rPr>
          <w:bCs/>
        </w:rPr>
        <w:t>Il</w:t>
      </w:r>
      <w:r>
        <w:t xml:space="preserve"> lui enleva le cadre des mains</w:t>
      </w:r>
      <w:r w:rsidR="00C90F8D">
        <w:t xml:space="preserve">, </w:t>
      </w:r>
      <w:r>
        <w:t>le reposa sur le bureau</w:t>
      </w:r>
      <w:r w:rsidR="00C90F8D">
        <w:t xml:space="preserve">. </w:t>
      </w:r>
      <w:r>
        <w:t>Puis</w:t>
      </w:r>
      <w:r w:rsidR="00C90F8D">
        <w:t xml:space="preserve">, </w:t>
      </w:r>
      <w:r>
        <w:t>enveloppant d</w:t>
      </w:r>
      <w:r w:rsidR="00C90F8D">
        <w:t>’</w:t>
      </w:r>
      <w:r>
        <w:t>un long regard le pitoyable groupe</w:t>
      </w:r>
      <w:r w:rsidR="00C90F8D">
        <w:t> :</w:t>
      </w:r>
    </w:p>
    <w:p w14:paraId="12D4CB0C" w14:textId="77777777" w:rsidR="00C90F8D" w:rsidRDefault="00C90F8D">
      <w:r>
        <w:rPr>
          <w:rFonts w:eastAsia="Georgia"/>
        </w:rPr>
        <w:t>— </w:t>
      </w:r>
      <w:r w:rsidR="00AB2DE8">
        <w:t>Les enfants</w:t>
      </w:r>
      <w:r>
        <w:t xml:space="preserve">, </w:t>
      </w:r>
      <w:r w:rsidR="00AB2DE8">
        <w:t>répéta-t-il tout bas</w:t>
      </w:r>
      <w:r>
        <w:t xml:space="preserve">, </w:t>
      </w:r>
      <w:r w:rsidR="00AB2DE8">
        <w:t>les enfants</w:t>
      </w:r>
      <w:r>
        <w:t> !</w:t>
      </w:r>
    </w:p>
    <w:p w14:paraId="60F062E1" w14:textId="1B151509" w:rsidR="00AB2DE8" w:rsidRDefault="00AB2DE8"/>
    <w:p w14:paraId="6D23B616" w14:textId="77777777" w:rsidR="00C90F8D" w:rsidRDefault="00AB2DE8">
      <w:r>
        <w:t>À sept heures et demie</w:t>
      </w:r>
      <w:r w:rsidR="00C90F8D">
        <w:t xml:space="preserve">, </w:t>
      </w:r>
      <w:r>
        <w:t>ils quittèrent la Banque pour se rendre au Cercle</w:t>
      </w:r>
      <w:r w:rsidR="00C90F8D">
        <w:t xml:space="preserve">. </w:t>
      </w:r>
      <w:r>
        <w:t>Schmidt avait exigé de Forestier que ce soir il fût son hôte</w:t>
      </w:r>
      <w:r w:rsidR="00C90F8D">
        <w:t>. « </w:t>
      </w:r>
      <w:r>
        <w:t>Ce n</w:t>
      </w:r>
      <w:r w:rsidR="00C90F8D">
        <w:t>’</w:t>
      </w:r>
      <w:r>
        <w:t>est pas la peine de t</w:t>
      </w:r>
      <w:r w:rsidR="00C90F8D">
        <w:t>’</w:t>
      </w:r>
      <w:r>
        <w:t>habiller</w:t>
      </w:r>
      <w:r w:rsidR="00C90F8D">
        <w:t xml:space="preserve">. </w:t>
      </w:r>
      <w:r>
        <w:t>Le jour de ton arrivée</w:t>
      </w:r>
      <w:r w:rsidR="00C90F8D">
        <w:t xml:space="preserve">, </w:t>
      </w:r>
      <w:r>
        <w:t>tout le monde trouvera naturel que tu sois venu comme tu es</w:t>
      </w:r>
      <w:r w:rsidR="00C90F8D">
        <w:t>. »</w:t>
      </w:r>
      <w:r>
        <w:t xml:space="preserve"> Mais Forestier avait tenu à passer son smoking</w:t>
      </w:r>
      <w:r w:rsidR="00C90F8D">
        <w:t xml:space="preserve">, </w:t>
      </w:r>
      <w:r>
        <w:t>un smoking un peu démodé</w:t>
      </w:r>
      <w:r w:rsidR="00C90F8D">
        <w:t xml:space="preserve">, </w:t>
      </w:r>
      <w:r>
        <w:t>un peu fripé</w:t>
      </w:r>
      <w:r w:rsidR="00C90F8D">
        <w:t xml:space="preserve">, </w:t>
      </w:r>
      <w:r>
        <w:t xml:space="preserve">préférable </w:t>
      </w:r>
      <w:r>
        <w:lastRenderedPageBreak/>
        <w:t>cependant à sa jaquette noire</w:t>
      </w:r>
      <w:r w:rsidR="00C90F8D">
        <w:t xml:space="preserve">. </w:t>
      </w:r>
      <w:r>
        <w:t>Schmidt en poussa un soupir de soulagement</w:t>
      </w:r>
      <w:r w:rsidR="00C90F8D">
        <w:t>.</w:t>
      </w:r>
    </w:p>
    <w:p w14:paraId="30E6F1FC" w14:textId="77777777" w:rsidR="00C90F8D" w:rsidRDefault="00C90F8D">
      <w:r>
        <w:rPr>
          <w:rFonts w:eastAsia="Georgia"/>
        </w:rPr>
        <w:t>— </w:t>
      </w:r>
      <w:r w:rsidR="00AB2DE8">
        <w:t>Tu as eu raison</w:t>
      </w:r>
      <w:r>
        <w:t xml:space="preserve">, </w:t>
      </w:r>
      <w:r w:rsidR="00AB2DE8">
        <w:t>dit-il</w:t>
      </w:r>
      <w:r>
        <w:t xml:space="preserve">, </w:t>
      </w:r>
      <w:r w:rsidR="00AB2DE8">
        <w:t>quand ils pénétrèrent dans le hall du Cercle</w:t>
      </w:r>
      <w:r>
        <w:t xml:space="preserve">. </w:t>
      </w:r>
      <w:r w:rsidR="00AB2DE8">
        <w:t>J</w:t>
      </w:r>
      <w:r>
        <w:t>’</w:t>
      </w:r>
      <w:r w:rsidR="00AB2DE8">
        <w:t xml:space="preserve">aperçois le père </w:t>
      </w:r>
      <w:proofErr w:type="spellStart"/>
      <w:r w:rsidR="00AB2DE8">
        <w:t>Mauconseil</w:t>
      </w:r>
      <w:proofErr w:type="spellEnd"/>
      <w:r>
        <w:t xml:space="preserve">. </w:t>
      </w:r>
      <w:r w:rsidR="00AB2DE8">
        <w:t>À cheval comme il l</w:t>
      </w:r>
      <w:r>
        <w:t>’</w:t>
      </w:r>
      <w:r w:rsidR="00AB2DE8">
        <w:t>est sur l</w:t>
      </w:r>
      <w:r>
        <w:t>’</w:t>
      </w:r>
      <w:r w:rsidR="00AB2DE8">
        <w:t>étiquette</w:t>
      </w:r>
      <w:r>
        <w:t>…</w:t>
      </w:r>
    </w:p>
    <w:p w14:paraId="32F6162F" w14:textId="77777777" w:rsidR="00C90F8D" w:rsidRDefault="00AB2DE8">
      <w:r>
        <w:t>L</w:t>
      </w:r>
      <w:r w:rsidR="00C90F8D">
        <w:t>’</w:t>
      </w:r>
      <w:r>
        <w:t>assistance était nombreuse et variée</w:t>
      </w:r>
      <w:r w:rsidR="00C90F8D">
        <w:t xml:space="preserve">. </w:t>
      </w:r>
      <w:r>
        <w:t>Ils retrouvèrent quelques compatriotes</w:t>
      </w:r>
      <w:r w:rsidR="00C90F8D">
        <w:t xml:space="preserve"> : </w:t>
      </w:r>
      <w:r>
        <w:t>le consul de France</w:t>
      </w:r>
      <w:r w:rsidR="00C90F8D">
        <w:t xml:space="preserve">, </w:t>
      </w:r>
      <w:r>
        <w:t>des officiers attachés au centre d</w:t>
      </w:r>
      <w:r w:rsidR="00C90F8D">
        <w:t>’</w:t>
      </w:r>
      <w:r>
        <w:t>aviation du maréchal</w:t>
      </w:r>
      <w:r w:rsidR="00C90F8D">
        <w:t xml:space="preserve">, </w:t>
      </w:r>
      <w:r>
        <w:t>deux ou trois gros courtiers</w:t>
      </w:r>
      <w:r w:rsidR="00C90F8D">
        <w:t xml:space="preserve">. </w:t>
      </w:r>
      <w:r>
        <w:t>Le reste était composé d</w:t>
      </w:r>
      <w:r w:rsidR="00C90F8D">
        <w:t>’</w:t>
      </w:r>
      <w:r>
        <w:t>étrangers</w:t>
      </w:r>
      <w:r w:rsidR="00C90F8D">
        <w:t xml:space="preserve"> : </w:t>
      </w:r>
      <w:r>
        <w:t>Anglais</w:t>
      </w:r>
      <w:r w:rsidR="00C90F8D">
        <w:t xml:space="preserve">, </w:t>
      </w:r>
      <w:r>
        <w:t>Américains</w:t>
      </w:r>
      <w:r w:rsidR="00C90F8D">
        <w:t xml:space="preserve">, </w:t>
      </w:r>
      <w:r>
        <w:t>Russes</w:t>
      </w:r>
      <w:r w:rsidR="00C90F8D">
        <w:t xml:space="preserve">, </w:t>
      </w:r>
      <w:r>
        <w:t>Chinois</w:t>
      </w:r>
      <w:r w:rsidR="00C90F8D">
        <w:t xml:space="preserve">, </w:t>
      </w:r>
      <w:r>
        <w:t>Japonais</w:t>
      </w:r>
      <w:r w:rsidR="00C90F8D">
        <w:t xml:space="preserve">. </w:t>
      </w:r>
      <w:r>
        <w:t>Le service était fait par des maîtres d</w:t>
      </w:r>
      <w:r w:rsidR="00C90F8D">
        <w:t>’</w:t>
      </w:r>
      <w:r>
        <w:t>hôtel mandchous</w:t>
      </w:r>
      <w:r w:rsidR="00C90F8D">
        <w:t xml:space="preserve">, </w:t>
      </w:r>
      <w:r>
        <w:t>en longues tuniques de soie bleu fumée</w:t>
      </w:r>
      <w:r w:rsidR="00C90F8D">
        <w:t>.</w:t>
      </w:r>
    </w:p>
    <w:p w14:paraId="7D5003DD" w14:textId="66236957" w:rsidR="00C90F8D" w:rsidRDefault="00C90F8D">
      <w:r>
        <w:rPr>
          <w:rFonts w:eastAsia="Georgia"/>
        </w:rPr>
        <w:t>— </w:t>
      </w:r>
      <w:r w:rsidR="00AB2DE8">
        <w:t xml:space="preserve">Je te préviens que nous dînerons avec le major </w:t>
      </w:r>
      <w:proofErr w:type="spellStart"/>
      <w:r w:rsidR="00AB2DE8">
        <w:t>Matsui</w:t>
      </w:r>
      <w:proofErr w:type="spellEnd"/>
      <w:r>
        <w:t xml:space="preserve">, </w:t>
      </w:r>
      <w:r w:rsidR="00AB2DE8">
        <w:t xml:space="preserve">aide de camp du général </w:t>
      </w:r>
      <w:proofErr w:type="spellStart"/>
      <w:r w:rsidR="00AB2DE8">
        <w:t>Motono</w:t>
      </w:r>
      <w:proofErr w:type="spellEnd"/>
      <w:r>
        <w:t xml:space="preserve">, </w:t>
      </w:r>
      <w:r w:rsidR="00AB2DE8">
        <w:t>qui commande la division japonaise d</w:t>
      </w:r>
      <w:r>
        <w:t>’</w:t>
      </w:r>
      <w:r w:rsidR="00AB2DE8">
        <w:t>occupation</w:t>
      </w:r>
      <w:r>
        <w:t xml:space="preserve">, </w:t>
      </w:r>
      <w:r w:rsidR="00AB2DE8">
        <w:t>avait dit Schmidt durant le trajet</w:t>
      </w:r>
      <w:r>
        <w:t xml:space="preserve">. </w:t>
      </w:r>
      <w:r w:rsidR="00AB2DE8">
        <w:t>Je l</w:t>
      </w:r>
      <w:r>
        <w:t>’</w:t>
      </w:r>
      <w:r w:rsidR="00AB2DE8">
        <w:t>ai invité la semaine dernière</w:t>
      </w:r>
      <w:r>
        <w:t xml:space="preserve">. </w:t>
      </w:r>
      <w:r w:rsidR="00AB2DE8">
        <w:t>Je ne pouvais pas le décommander</w:t>
      </w:r>
      <w:r>
        <w:t xml:space="preserve">. </w:t>
      </w:r>
      <w:r w:rsidR="00AB2DE8">
        <w:t>D</w:t>
      </w:r>
      <w:r>
        <w:t>’</w:t>
      </w:r>
      <w:r w:rsidR="00AB2DE8">
        <w:t>ailleurs</w:t>
      </w:r>
      <w:r>
        <w:t xml:space="preserve">, </w:t>
      </w:r>
      <w:r w:rsidR="00AB2DE8">
        <w:t>il t</w:t>
      </w:r>
      <w:r>
        <w:t>’</w:t>
      </w:r>
      <w:r w:rsidR="00AB2DE8">
        <w:t>intéressera beaucoup</w:t>
      </w:r>
      <w:r>
        <w:t xml:space="preserve">. </w:t>
      </w:r>
      <w:r w:rsidR="00AB2DE8">
        <w:t>Il est artilleur</w:t>
      </w:r>
      <w:r>
        <w:t xml:space="preserve">. </w:t>
      </w:r>
      <w:r w:rsidR="00AB2DE8">
        <w:t>Il a fait campagne chez nous</w:t>
      </w:r>
      <w:r>
        <w:t xml:space="preserve">, </w:t>
      </w:r>
      <w:r w:rsidR="00AB2DE8">
        <w:t>à l</w:t>
      </w:r>
      <w:r>
        <w:t>’</w:t>
      </w:r>
      <w:proofErr w:type="spellStart"/>
      <w:r w:rsidR="00AB2DE8">
        <w:t>état major</w:t>
      </w:r>
      <w:proofErr w:type="spellEnd"/>
      <w:r w:rsidR="00AB2DE8">
        <w:t xml:space="preserve"> de la </w:t>
      </w:r>
      <w:r>
        <w:t>5</w:t>
      </w:r>
      <w:r w:rsidRPr="00C90F8D">
        <w:rPr>
          <w:vertAlign w:val="superscript"/>
        </w:rPr>
        <w:t>e</w:t>
      </w:r>
      <w:r>
        <w:t xml:space="preserve"> </w:t>
      </w:r>
      <w:r w:rsidR="00AB2DE8">
        <w:t>armée</w:t>
      </w:r>
      <w:r>
        <w:t xml:space="preserve">. </w:t>
      </w:r>
      <w:r w:rsidR="00AB2DE8">
        <w:t>Pour des raisons que je t</w:t>
      </w:r>
      <w:r>
        <w:t>’</w:t>
      </w:r>
      <w:r w:rsidR="00AB2DE8">
        <w:t>expliquerai</w:t>
      </w:r>
      <w:r>
        <w:t xml:space="preserve">, </w:t>
      </w:r>
      <w:r w:rsidR="00AB2DE8">
        <w:t>c</w:t>
      </w:r>
      <w:r>
        <w:t>’</w:t>
      </w:r>
      <w:r w:rsidR="00AB2DE8">
        <w:t>est quelqu</w:t>
      </w:r>
      <w:r>
        <w:t>’</w:t>
      </w:r>
      <w:r w:rsidR="00AB2DE8">
        <w:t>un avec qui il nous faut être en bons termes</w:t>
      </w:r>
      <w:r>
        <w:t>.</w:t>
      </w:r>
    </w:p>
    <w:p w14:paraId="03B48CE3" w14:textId="77777777" w:rsidR="00C90F8D" w:rsidRDefault="00AB2DE8">
      <w:r>
        <w:t>Baissant la voix</w:t>
      </w:r>
      <w:r w:rsidR="00C90F8D">
        <w:t xml:space="preserve">, </w:t>
      </w:r>
      <w:r>
        <w:t>Schmidt avait précisé alors les attributions de l</w:t>
      </w:r>
      <w:r w:rsidR="00C90F8D">
        <w:t>’</w:t>
      </w:r>
      <w:r>
        <w:t xml:space="preserve">aide de camp du général </w:t>
      </w:r>
      <w:proofErr w:type="spellStart"/>
      <w:r>
        <w:t>Motono</w:t>
      </w:r>
      <w:proofErr w:type="spellEnd"/>
      <w:r w:rsidR="00C90F8D">
        <w:t xml:space="preserve">. </w:t>
      </w:r>
      <w:r>
        <w:t>Dans cette monstrueuse Moukden de 1926</w:t>
      </w:r>
      <w:r w:rsidR="00C90F8D">
        <w:t xml:space="preserve">, </w:t>
      </w:r>
      <w:r>
        <w:t>où la corruption</w:t>
      </w:r>
      <w:r w:rsidR="00C90F8D">
        <w:t xml:space="preserve">, </w:t>
      </w:r>
      <w:r>
        <w:t>l</w:t>
      </w:r>
      <w:r w:rsidR="00C90F8D">
        <w:t>’</w:t>
      </w:r>
      <w:r>
        <w:t>espionnage</w:t>
      </w:r>
      <w:r w:rsidR="00C90F8D">
        <w:t xml:space="preserve">, </w:t>
      </w:r>
      <w:r>
        <w:t>la prostitution entremêlaient à l</w:t>
      </w:r>
      <w:r w:rsidR="00C90F8D">
        <w:t>’</w:t>
      </w:r>
      <w:r>
        <w:t>envi leurs ténébreux rameaux</w:t>
      </w:r>
      <w:r w:rsidR="00C90F8D">
        <w:t xml:space="preserve">, </w:t>
      </w:r>
      <w:r>
        <w:t>il exerçait des fonctions mystérieuses</w:t>
      </w:r>
      <w:r w:rsidR="00C90F8D">
        <w:t xml:space="preserve">, </w:t>
      </w:r>
      <w:r>
        <w:t>facilitées par la connaissance approfondie de six ou sept langues</w:t>
      </w:r>
      <w:r w:rsidR="00C90F8D">
        <w:t>.</w:t>
      </w:r>
    </w:p>
    <w:p w14:paraId="115A99C4" w14:textId="77777777" w:rsidR="00C90F8D" w:rsidRDefault="00C90F8D">
      <w:r>
        <w:rPr>
          <w:rFonts w:eastAsia="Georgia"/>
        </w:rPr>
        <w:t>— </w:t>
      </w:r>
      <w:r w:rsidR="00AB2DE8">
        <w:t>Le chef de la police de Tchang-</w:t>
      </w:r>
      <w:proofErr w:type="spellStart"/>
      <w:r w:rsidR="00AB2DE8">
        <w:t>Tso</w:t>
      </w:r>
      <w:proofErr w:type="spellEnd"/>
      <w:r w:rsidR="00AB2DE8">
        <w:t>-Lin</w:t>
      </w:r>
      <w:r>
        <w:t xml:space="preserve">, </w:t>
      </w:r>
      <w:r w:rsidR="00AB2DE8">
        <w:t>Li-Kong-</w:t>
      </w:r>
      <w:proofErr w:type="spellStart"/>
      <w:r w:rsidR="00AB2DE8">
        <w:t>Siang</w:t>
      </w:r>
      <w:proofErr w:type="spellEnd"/>
      <w:r>
        <w:t xml:space="preserve">, </w:t>
      </w:r>
      <w:r w:rsidR="00AB2DE8">
        <w:t>l</w:t>
      </w:r>
      <w:r>
        <w:t>’</w:t>
      </w:r>
      <w:r w:rsidR="00AB2DE8">
        <w:t>homme le plus redouté de la Mandchourie après le maréchal</w:t>
      </w:r>
      <w:r>
        <w:t xml:space="preserve">, </w:t>
      </w:r>
      <w:r w:rsidR="00AB2DE8">
        <w:t>n</w:t>
      </w:r>
      <w:r>
        <w:t>’</w:t>
      </w:r>
      <w:r w:rsidR="00AB2DE8">
        <w:t>est qu</w:t>
      </w:r>
      <w:r>
        <w:t>’</w:t>
      </w:r>
      <w:r w:rsidR="00AB2DE8">
        <w:t xml:space="preserve">un pantin entre les mains de </w:t>
      </w:r>
      <w:proofErr w:type="spellStart"/>
      <w:r w:rsidR="00AB2DE8">
        <w:t>Matsui</w:t>
      </w:r>
      <w:proofErr w:type="spellEnd"/>
      <w:r>
        <w:t>.</w:t>
      </w:r>
    </w:p>
    <w:p w14:paraId="60E51EE2" w14:textId="77777777" w:rsidR="00C90F8D" w:rsidRDefault="00AB2DE8">
      <w:r>
        <w:lastRenderedPageBreak/>
        <w:t>Celui-ci les attendait au bar</w:t>
      </w:r>
      <w:r w:rsidR="00C90F8D">
        <w:t xml:space="preserve">, </w:t>
      </w:r>
      <w:r>
        <w:t>visage de buis</w:t>
      </w:r>
      <w:r w:rsidR="00C90F8D">
        <w:t xml:space="preserve">, </w:t>
      </w:r>
      <w:r>
        <w:t>souriant et fermé</w:t>
      </w:r>
      <w:r w:rsidR="00C90F8D">
        <w:t xml:space="preserve">. </w:t>
      </w:r>
      <w:r>
        <w:t>Très élégant</w:t>
      </w:r>
      <w:r w:rsidR="00C90F8D">
        <w:t xml:space="preserve">, </w:t>
      </w:r>
      <w:r>
        <w:t>il n</w:t>
      </w:r>
      <w:r w:rsidR="00C90F8D">
        <w:t>’</w:t>
      </w:r>
      <w:r>
        <w:t>avait eu garde d</w:t>
      </w:r>
      <w:r w:rsidR="00C90F8D">
        <w:t>’</w:t>
      </w:r>
      <w:r>
        <w:t>oublier à son smoking la rosette de la Légion d</w:t>
      </w:r>
      <w:r w:rsidR="00C90F8D">
        <w:t>’</w:t>
      </w:r>
      <w:r>
        <w:t>honneur</w:t>
      </w:r>
      <w:r w:rsidR="00C90F8D">
        <w:t xml:space="preserve">. </w:t>
      </w:r>
      <w:r>
        <w:t>Schmidt poussait devant lui son compagnon</w:t>
      </w:r>
      <w:r w:rsidR="00C90F8D">
        <w:t xml:space="preserve">. </w:t>
      </w:r>
      <w:r>
        <w:t>Après l</w:t>
      </w:r>
      <w:r w:rsidR="00C90F8D">
        <w:t>’</w:t>
      </w:r>
      <w:r>
        <w:t>horreur lépreuse des quartiers qu</w:t>
      </w:r>
      <w:r w:rsidR="00C90F8D">
        <w:t>’</w:t>
      </w:r>
      <w:r>
        <w:t>ils venaient de traverser</w:t>
      </w:r>
      <w:r w:rsidR="00C90F8D">
        <w:t xml:space="preserve">, </w:t>
      </w:r>
      <w:r>
        <w:t>Forestier était ébloui par ces lumières</w:t>
      </w:r>
      <w:r w:rsidR="00C90F8D">
        <w:t xml:space="preserve">, </w:t>
      </w:r>
      <w:r>
        <w:t>ce luxe imprévu</w:t>
      </w:r>
      <w:r w:rsidR="00C90F8D">
        <w:t xml:space="preserve">, </w:t>
      </w:r>
      <w:r>
        <w:t>ces uniformes</w:t>
      </w:r>
      <w:r w:rsidR="00C90F8D">
        <w:t xml:space="preserve">… </w:t>
      </w:r>
      <w:r>
        <w:t>Juchées sur les tabourets du bar</w:t>
      </w:r>
      <w:r w:rsidR="00C90F8D">
        <w:t xml:space="preserve">, </w:t>
      </w:r>
      <w:r>
        <w:t>leurs chalumeaux plongeant dans des gobelets de liqueurs multicolores</w:t>
      </w:r>
      <w:r w:rsidR="00C90F8D">
        <w:t xml:space="preserve">, </w:t>
      </w:r>
      <w:r>
        <w:t>des femmes aussi étaient là</w:t>
      </w:r>
      <w:r w:rsidR="00C90F8D">
        <w:t xml:space="preserve">, </w:t>
      </w:r>
      <w:r>
        <w:t>pour la plupart des femmes d</w:t>
      </w:r>
      <w:r w:rsidR="00C90F8D">
        <w:t>’</w:t>
      </w:r>
      <w:r>
        <w:t>officiers de l</w:t>
      </w:r>
      <w:r w:rsidR="00C90F8D">
        <w:t>’</w:t>
      </w:r>
      <w:r>
        <w:t xml:space="preserve">ex-armée </w:t>
      </w:r>
      <w:proofErr w:type="spellStart"/>
      <w:r>
        <w:t>czariste</w:t>
      </w:r>
      <w:proofErr w:type="spellEnd"/>
      <w:r w:rsidR="00C90F8D">
        <w:t xml:space="preserve">. </w:t>
      </w:r>
      <w:r>
        <w:t>Après avoir tenu leur bout de rôle dans les sanglantes aventures de Koltchak</w:t>
      </w:r>
      <w:r w:rsidR="00C90F8D">
        <w:t xml:space="preserve">, </w:t>
      </w:r>
      <w:r>
        <w:t xml:space="preserve">de </w:t>
      </w:r>
      <w:proofErr w:type="spellStart"/>
      <w:r>
        <w:t>Hungern</w:t>
      </w:r>
      <w:proofErr w:type="spellEnd"/>
      <w:r>
        <w:t xml:space="preserve"> ou de Semenov</w:t>
      </w:r>
      <w:r w:rsidR="00C90F8D">
        <w:t xml:space="preserve">, </w:t>
      </w:r>
      <w:r>
        <w:t>leurs maris servaient</w:t>
      </w:r>
      <w:r w:rsidR="00C90F8D">
        <w:t xml:space="preserve">, </w:t>
      </w:r>
      <w:r>
        <w:t>avec le fatalisme de la race</w:t>
      </w:r>
      <w:r w:rsidR="00C90F8D">
        <w:t xml:space="preserve">, </w:t>
      </w:r>
      <w:r>
        <w:t>dans l</w:t>
      </w:r>
      <w:r w:rsidR="00C90F8D">
        <w:t>’</w:t>
      </w:r>
      <w:r>
        <w:t>armée de Tchang-</w:t>
      </w:r>
      <w:proofErr w:type="spellStart"/>
      <w:r>
        <w:t>Tso</w:t>
      </w:r>
      <w:proofErr w:type="spellEnd"/>
      <w:r>
        <w:t>-Lin</w:t>
      </w:r>
      <w:r w:rsidR="00C90F8D">
        <w:t xml:space="preserve">. </w:t>
      </w:r>
      <w:r>
        <w:t>Presque toutes étaient belles</w:t>
      </w:r>
      <w:r w:rsidR="00C90F8D">
        <w:t xml:space="preserve">. </w:t>
      </w:r>
      <w:r>
        <w:t>Leurs bras</w:t>
      </w:r>
      <w:r w:rsidR="00C90F8D">
        <w:t xml:space="preserve">, </w:t>
      </w:r>
      <w:r>
        <w:t>leur gorge se couvraient d</w:t>
      </w:r>
      <w:r w:rsidR="00C90F8D">
        <w:t>’</w:t>
      </w:r>
      <w:r>
        <w:t>émeraudes et de rubis qui</w:t>
      </w:r>
      <w:r w:rsidR="00C90F8D">
        <w:t xml:space="preserve">, </w:t>
      </w:r>
      <w:r>
        <w:t>véritables</w:t>
      </w:r>
      <w:r w:rsidR="00C90F8D">
        <w:t xml:space="preserve">, </w:t>
      </w:r>
      <w:r>
        <w:t>eussent valu des fortunes</w:t>
      </w:r>
      <w:r w:rsidR="00C90F8D">
        <w:t xml:space="preserve">… </w:t>
      </w:r>
      <w:r>
        <w:t>les répliques</w:t>
      </w:r>
      <w:r w:rsidR="00C90F8D">
        <w:t xml:space="preserve">, </w:t>
      </w:r>
      <w:r>
        <w:t>sans doute</w:t>
      </w:r>
      <w:r w:rsidR="00C90F8D">
        <w:t xml:space="preserve">, </w:t>
      </w:r>
      <w:r>
        <w:t>des pierres qu</w:t>
      </w:r>
      <w:r w:rsidR="00C90F8D">
        <w:t>’</w:t>
      </w:r>
      <w:r>
        <w:t>au temps de la Sainte Russie</w:t>
      </w:r>
      <w:r w:rsidR="00C90F8D">
        <w:t xml:space="preserve">, </w:t>
      </w:r>
      <w:r>
        <w:t>elles avaient vraiment portées</w:t>
      </w:r>
      <w:r w:rsidR="00C90F8D">
        <w:t>.</w:t>
      </w:r>
    </w:p>
    <w:p w14:paraId="09F31A7B" w14:textId="77777777" w:rsidR="00C90F8D" w:rsidRDefault="00C90F8D">
      <w:r>
        <w:rPr>
          <w:rFonts w:eastAsia="Georgia"/>
        </w:rPr>
        <w:t>— </w:t>
      </w:r>
      <w:r w:rsidR="00AB2DE8">
        <w:t>Mesdames</w:t>
      </w:r>
      <w:r>
        <w:t xml:space="preserve">, </w:t>
      </w:r>
      <w:r w:rsidR="00AB2DE8">
        <w:t>dit Schmidt avec désinvolture</w:t>
      </w:r>
      <w:r>
        <w:t xml:space="preserve">, </w:t>
      </w:r>
      <w:r w:rsidR="00AB2DE8">
        <w:t>je vous amène un oiseau rare</w:t>
      </w:r>
      <w:r>
        <w:t xml:space="preserve">, </w:t>
      </w:r>
      <w:r w:rsidR="00AB2DE8">
        <w:t>oui</w:t>
      </w:r>
      <w:r>
        <w:t xml:space="preserve">, </w:t>
      </w:r>
      <w:r w:rsidR="00AB2DE8">
        <w:t>un Français qui parle votre langue</w:t>
      </w:r>
      <w:r>
        <w:t xml:space="preserve">. </w:t>
      </w:r>
      <w:r w:rsidR="00AB2DE8">
        <w:t>Toi</w:t>
      </w:r>
      <w:r>
        <w:t xml:space="preserve">, </w:t>
      </w:r>
      <w:r w:rsidR="00AB2DE8">
        <w:t>si j</w:t>
      </w:r>
      <w:r>
        <w:t>’</w:t>
      </w:r>
      <w:r w:rsidR="00AB2DE8">
        <w:t>ai un conseil à te donner</w:t>
      </w:r>
      <w:r>
        <w:t xml:space="preserve">, </w:t>
      </w:r>
      <w:r w:rsidR="00AB2DE8">
        <w:t>c</w:t>
      </w:r>
      <w:r>
        <w:t>’</w:t>
      </w:r>
      <w:r w:rsidR="00AB2DE8">
        <w:t>est de ne pas faire ici l</w:t>
      </w:r>
      <w:r>
        <w:t>’</w:t>
      </w:r>
      <w:r w:rsidR="00AB2DE8">
        <w:t>éloge des bolchevicks</w:t>
      </w:r>
      <w:r>
        <w:t xml:space="preserve">. </w:t>
      </w:r>
      <w:r w:rsidR="00AB2DE8">
        <w:t>Mais soyez tranquilles</w:t>
      </w:r>
      <w:r>
        <w:t xml:space="preserve"> : </w:t>
      </w:r>
      <w:r w:rsidR="00AB2DE8">
        <w:t>il n</w:t>
      </w:r>
      <w:r>
        <w:t>’</w:t>
      </w:r>
      <w:r w:rsidR="00AB2DE8">
        <w:t>a pas eu</w:t>
      </w:r>
      <w:r>
        <w:t xml:space="preserve">, </w:t>
      </w:r>
      <w:r w:rsidR="00AB2DE8">
        <w:t>si je ne m</w:t>
      </w:r>
      <w:r>
        <w:t>’</w:t>
      </w:r>
      <w:r w:rsidR="00AB2DE8">
        <w:t>abuse</w:t>
      </w:r>
      <w:r>
        <w:t xml:space="preserve">, </w:t>
      </w:r>
      <w:r w:rsidR="00AB2DE8">
        <w:t>assez à se louer d</w:t>
      </w:r>
      <w:r>
        <w:t>’</w:t>
      </w:r>
      <w:r w:rsidR="00AB2DE8">
        <w:t>eux pour que j</w:t>
      </w:r>
      <w:r>
        <w:t>’</w:t>
      </w:r>
      <w:r w:rsidR="00AB2DE8">
        <w:t>aie des craintes sérieuses à ce sujet</w:t>
      </w:r>
      <w:r>
        <w:t>.</w:t>
      </w:r>
    </w:p>
    <w:p w14:paraId="461DA7F2" w14:textId="3F49A3BC" w:rsidR="00C90F8D" w:rsidRDefault="00AB2DE8">
      <w:r>
        <w:t xml:space="preserve">La table où prirent place le major </w:t>
      </w:r>
      <w:proofErr w:type="spellStart"/>
      <w:r>
        <w:t>Matsui</w:t>
      </w:r>
      <w:proofErr w:type="spellEnd"/>
      <w:r>
        <w:t xml:space="preserve"> et les deux ingénieurs était dressée à côté de celle de </w:t>
      </w:r>
      <w:r w:rsidR="00C90F8D">
        <w:t>M. </w:t>
      </w:r>
      <w:proofErr w:type="spellStart"/>
      <w:r>
        <w:t>Mauconseil</w:t>
      </w:r>
      <w:proofErr w:type="spellEnd"/>
      <w:r w:rsidR="00C90F8D">
        <w:t xml:space="preserve">, </w:t>
      </w:r>
      <w:r>
        <w:t xml:space="preserve">qui dînait lui-même en compagnie du colonel </w:t>
      </w:r>
      <w:proofErr w:type="spellStart"/>
      <w:r>
        <w:t>Veraguine</w:t>
      </w:r>
      <w:proofErr w:type="spellEnd"/>
      <w:r w:rsidR="00C90F8D">
        <w:t xml:space="preserve">, </w:t>
      </w:r>
      <w:r>
        <w:t>commandant le régiment de la Garde mandchoue</w:t>
      </w:r>
      <w:r w:rsidR="00C90F8D">
        <w:t xml:space="preserve">, </w:t>
      </w:r>
      <w:r>
        <w:t>et du général Kobayashi</w:t>
      </w:r>
      <w:r w:rsidR="00C90F8D">
        <w:t xml:space="preserve">, </w:t>
      </w:r>
      <w:r>
        <w:t>chef de la deuxième brigade d</w:t>
      </w:r>
      <w:r w:rsidR="00C90F8D">
        <w:t>’</w:t>
      </w:r>
      <w:r>
        <w:t>infanterie japonaise</w:t>
      </w:r>
      <w:r w:rsidR="00C90F8D">
        <w:t>.</w:t>
      </w:r>
    </w:p>
    <w:p w14:paraId="4E1F4599" w14:textId="77777777" w:rsidR="00C90F8D" w:rsidRDefault="00AB2DE8">
      <w:r>
        <w:lastRenderedPageBreak/>
        <w:t>Le repas</w:t>
      </w:r>
      <w:r w:rsidR="00C90F8D">
        <w:t xml:space="preserve">, </w:t>
      </w:r>
      <w:r>
        <w:t>de part et d</w:t>
      </w:r>
      <w:r w:rsidR="00C90F8D">
        <w:t>’</w:t>
      </w:r>
      <w:r>
        <w:t>autre</w:t>
      </w:r>
      <w:r w:rsidR="00C90F8D">
        <w:t xml:space="preserve">, </w:t>
      </w:r>
      <w:r>
        <w:t>fut gai</w:t>
      </w:r>
      <w:r w:rsidR="00C90F8D">
        <w:t xml:space="preserve">. </w:t>
      </w:r>
      <w:r>
        <w:t>Forestier s</w:t>
      </w:r>
      <w:r w:rsidR="00C90F8D">
        <w:t>’</w:t>
      </w:r>
      <w:r>
        <w:t>était déridé</w:t>
      </w:r>
      <w:r w:rsidR="00C90F8D">
        <w:t xml:space="preserve">. </w:t>
      </w:r>
      <w:r>
        <w:t xml:space="preserve">Il écoutait avec une attention passionnée le major </w:t>
      </w:r>
      <w:proofErr w:type="spellStart"/>
      <w:r>
        <w:t>Matsui</w:t>
      </w:r>
      <w:proofErr w:type="spellEnd"/>
      <w:r>
        <w:t xml:space="preserve"> qui évoquait ses souvenirs de la guerre russo-japonaise</w:t>
      </w:r>
      <w:r w:rsidR="00C90F8D">
        <w:t xml:space="preserve">. </w:t>
      </w:r>
      <w:r>
        <w:t>Schmidt faisait des mots</w:t>
      </w:r>
      <w:r w:rsidR="00C90F8D">
        <w:t xml:space="preserve">, </w:t>
      </w:r>
      <w:r>
        <w:t>assez haut pour être entendu de ses belles voisines</w:t>
      </w:r>
      <w:r w:rsidR="00C90F8D">
        <w:t xml:space="preserve">, </w:t>
      </w:r>
      <w:r>
        <w:t>avec qui il échangeait des sourires complices</w:t>
      </w:r>
      <w:r w:rsidR="00C90F8D">
        <w:t>.</w:t>
      </w:r>
    </w:p>
    <w:p w14:paraId="3085DD7E" w14:textId="3819DB03" w:rsidR="00C90F8D" w:rsidRDefault="00AB2DE8">
      <w:r>
        <w:t>Lorsqu</w:t>
      </w:r>
      <w:r w:rsidR="00C90F8D">
        <w:t>’</w:t>
      </w:r>
      <w:r>
        <w:t>on se leva</w:t>
      </w:r>
      <w:r w:rsidR="00C90F8D">
        <w:t>, M. </w:t>
      </w:r>
      <w:proofErr w:type="spellStart"/>
      <w:r>
        <w:t>Mauconseil</w:t>
      </w:r>
      <w:proofErr w:type="spellEnd"/>
      <w:r>
        <w:t xml:space="preserve"> le prit à part</w:t>
      </w:r>
      <w:r w:rsidR="00C90F8D">
        <w:t>.</w:t>
      </w:r>
    </w:p>
    <w:p w14:paraId="772D40B1" w14:textId="435E70E7" w:rsidR="00C90F8D" w:rsidRDefault="00C90F8D">
      <w:r>
        <w:rPr>
          <w:rFonts w:eastAsia="Georgia"/>
        </w:rPr>
        <w:t>— </w:t>
      </w:r>
      <w:r w:rsidR="00AB2DE8">
        <w:t>Je tiens à vous dire que je suis ravi</w:t>
      </w:r>
      <w:r>
        <w:t xml:space="preserve">. </w:t>
      </w:r>
      <w:r w:rsidR="00AB2DE8">
        <w:t>Votre collègue m</w:t>
      </w:r>
      <w:r>
        <w:t>’</w:t>
      </w:r>
      <w:r w:rsidR="00AB2DE8">
        <w:t>a produit ce matin la meilleure impression</w:t>
      </w:r>
      <w:r>
        <w:t xml:space="preserve">. </w:t>
      </w:r>
      <w:r w:rsidR="00AB2DE8">
        <w:t>C</w:t>
      </w:r>
      <w:r>
        <w:t>’</w:t>
      </w:r>
      <w:r w:rsidR="00AB2DE8">
        <w:t>est un garçon de premier ordre</w:t>
      </w:r>
      <w:r>
        <w:t xml:space="preserve">. </w:t>
      </w:r>
      <w:r w:rsidR="00AB2DE8">
        <w:t>Je crois maintenant que nous pouvons être en repos</w:t>
      </w:r>
      <w:r>
        <w:t xml:space="preserve">, </w:t>
      </w:r>
      <w:r w:rsidR="00AB2DE8">
        <w:t>pour la livraison du 1</w:t>
      </w:r>
      <w:r>
        <w:t>5 mai.</w:t>
      </w:r>
    </w:p>
    <w:p w14:paraId="1224093C" w14:textId="77777777" w:rsidR="00C90F8D" w:rsidRDefault="00C90F8D">
      <w:r>
        <w:rPr>
          <w:rFonts w:eastAsia="Georgia"/>
        </w:rPr>
        <w:t>— </w:t>
      </w:r>
      <w:r w:rsidR="00AB2DE8">
        <w:t>Je le crois aussi</w:t>
      </w:r>
      <w:r>
        <w:t>.</w:t>
      </w:r>
    </w:p>
    <w:p w14:paraId="388DDFDB" w14:textId="77777777" w:rsidR="00C90F8D" w:rsidRDefault="00C90F8D">
      <w:r>
        <w:rPr>
          <w:rFonts w:eastAsia="Georgia"/>
        </w:rPr>
        <w:t>— </w:t>
      </w:r>
      <w:r w:rsidR="00AB2DE8">
        <w:t>Voilà qui me tire une rude épine du pied</w:t>
      </w:r>
      <w:r>
        <w:t xml:space="preserve">. </w:t>
      </w:r>
      <w:r w:rsidR="00AB2DE8">
        <w:t>Je suis ravi</w:t>
      </w:r>
      <w:r>
        <w:t xml:space="preserve">, </w:t>
      </w:r>
      <w:r w:rsidR="00AB2DE8">
        <w:t>ravi</w:t>
      </w:r>
      <w:r>
        <w:t xml:space="preserve">. </w:t>
      </w:r>
      <w:r w:rsidR="00AB2DE8">
        <w:t>Quant à la petite chose</w:t>
      </w:r>
      <w:r>
        <w:t xml:space="preserve">, </w:t>
      </w:r>
      <w:r w:rsidR="00AB2DE8">
        <w:t>vous savez</w:t>
      </w:r>
      <w:r>
        <w:t xml:space="preserve">, </w:t>
      </w:r>
      <w:r w:rsidR="00AB2DE8">
        <w:t>la crainte que je vous exprimais hier</w:t>
      </w:r>
      <w:r>
        <w:t>…</w:t>
      </w:r>
    </w:p>
    <w:p w14:paraId="459B4D91" w14:textId="77777777" w:rsidR="00C90F8D" w:rsidRDefault="00C90F8D">
      <w:r>
        <w:rPr>
          <w:rFonts w:eastAsia="Georgia"/>
        </w:rPr>
        <w:t>— </w:t>
      </w:r>
      <w:r w:rsidR="00AB2DE8">
        <w:t>Je ne vous comprends pas</w:t>
      </w:r>
      <w:r>
        <w:t xml:space="preserve">, </w:t>
      </w:r>
      <w:r w:rsidR="00AB2DE8">
        <w:t>fit Schmidt</w:t>
      </w:r>
      <w:r>
        <w:t xml:space="preserve">, </w:t>
      </w:r>
      <w:r w:rsidR="00AB2DE8">
        <w:t>raide</w:t>
      </w:r>
      <w:r>
        <w:t>.</w:t>
      </w:r>
    </w:p>
    <w:p w14:paraId="5A1D7660" w14:textId="77777777" w:rsidR="00C90F8D" w:rsidRDefault="00C90F8D">
      <w:r>
        <w:rPr>
          <w:rFonts w:eastAsia="Georgia"/>
        </w:rPr>
        <w:t>— </w:t>
      </w:r>
      <w:r w:rsidR="00AB2DE8">
        <w:t>Eh oui</w:t>
      </w:r>
      <w:r>
        <w:t xml:space="preserve">, </w:t>
      </w:r>
      <w:r w:rsidR="00AB2DE8">
        <w:t>voyons</w:t>
      </w:r>
      <w:r>
        <w:t>…</w:t>
      </w:r>
    </w:p>
    <w:p w14:paraId="0ACFE92C" w14:textId="77777777" w:rsidR="00C90F8D" w:rsidRDefault="00AB2DE8">
      <w:r>
        <w:t>Il lui dit quelques mots à l</w:t>
      </w:r>
      <w:r w:rsidR="00C90F8D">
        <w:t>’</w:t>
      </w:r>
      <w:r>
        <w:t>oreille</w:t>
      </w:r>
      <w:r w:rsidR="00C90F8D">
        <w:t xml:space="preserve">. </w:t>
      </w:r>
      <w:r>
        <w:t>Schmidt haussa les épaules</w:t>
      </w:r>
      <w:r w:rsidR="00C90F8D">
        <w:t>.</w:t>
      </w:r>
    </w:p>
    <w:p w14:paraId="2299A420" w14:textId="77777777" w:rsidR="00C90F8D" w:rsidRDefault="00C90F8D">
      <w:r>
        <w:rPr>
          <w:rFonts w:eastAsia="Georgia"/>
        </w:rPr>
        <w:t>— </w:t>
      </w:r>
      <w:r w:rsidR="00AB2DE8">
        <w:t>Il me semble</w:t>
      </w:r>
      <w:r>
        <w:t xml:space="preserve">, </w:t>
      </w:r>
      <w:r w:rsidR="00AB2DE8">
        <w:t>dit-il sèchement</w:t>
      </w:r>
      <w:r>
        <w:t xml:space="preserve">, </w:t>
      </w:r>
      <w:r w:rsidR="00AB2DE8">
        <w:t>que je n</w:t>
      </w:r>
      <w:r>
        <w:t>’</w:t>
      </w:r>
      <w:r w:rsidR="00AB2DE8">
        <w:t>ai pas à vous rassurer sous ce rapport</w:t>
      </w:r>
      <w:r>
        <w:t xml:space="preserve">. </w:t>
      </w:r>
      <w:r w:rsidR="00AB2DE8">
        <w:t>Pendant tout le dîner</w:t>
      </w:r>
      <w:r>
        <w:t xml:space="preserve">, </w:t>
      </w:r>
      <w:r w:rsidR="00AB2DE8">
        <w:t>j</w:t>
      </w:r>
      <w:r>
        <w:t>’</w:t>
      </w:r>
      <w:r w:rsidR="00AB2DE8">
        <w:t>ai cru m</w:t>
      </w:r>
      <w:r>
        <w:t>’</w:t>
      </w:r>
      <w:r w:rsidR="00AB2DE8">
        <w:t>apercevoir que vous ne nous perdiez pas de vue</w:t>
      </w:r>
      <w:r>
        <w:t xml:space="preserve">. </w:t>
      </w:r>
      <w:r w:rsidR="00AB2DE8">
        <w:t>Vous avez donc pu vous rendre compte que qui vous savez n</w:t>
      </w:r>
      <w:r>
        <w:t>’</w:t>
      </w:r>
      <w:r w:rsidR="00AB2DE8">
        <w:t>a pas bu</w:t>
      </w:r>
      <w:r>
        <w:t xml:space="preserve">, </w:t>
      </w:r>
      <w:r w:rsidR="00AB2DE8">
        <w:t>en tout et pour tout</w:t>
      </w:r>
      <w:r>
        <w:t xml:space="preserve">, </w:t>
      </w:r>
      <w:r w:rsidR="00AB2DE8">
        <w:t>un verre de vin</w:t>
      </w:r>
      <w:r>
        <w:t>.</w:t>
      </w:r>
    </w:p>
    <w:p w14:paraId="01DE3160" w14:textId="77777777" w:rsidR="00C90F8D" w:rsidRDefault="00AB2DE8">
      <w:r>
        <w:t>Il murmura</w:t>
      </w:r>
      <w:r w:rsidR="00C90F8D">
        <w:t xml:space="preserve">, </w:t>
      </w:r>
      <w:r>
        <w:t>riant sous cape</w:t>
      </w:r>
      <w:r w:rsidR="00C90F8D">
        <w:t> :</w:t>
      </w:r>
    </w:p>
    <w:p w14:paraId="08CE5145" w14:textId="77777777" w:rsidR="00C90F8D" w:rsidRDefault="00C90F8D">
      <w:r>
        <w:rPr>
          <w:rFonts w:eastAsia="Georgia"/>
        </w:rPr>
        <w:t>— </w:t>
      </w:r>
      <w:r w:rsidR="00AB2DE8">
        <w:t>Tout le monde ne pourrait peut-être pas en dire autant</w:t>
      </w:r>
      <w:r>
        <w:t>.</w:t>
      </w:r>
    </w:p>
    <w:p w14:paraId="0B7BA201" w14:textId="6FD05090" w:rsidR="00C90F8D" w:rsidRDefault="00C90F8D">
      <w:r>
        <w:rPr>
          <w:rFonts w:eastAsia="Georgia"/>
        </w:rPr>
        <w:lastRenderedPageBreak/>
        <w:t>— </w:t>
      </w:r>
      <w:r w:rsidR="00AB2DE8">
        <w:t>Je m</w:t>
      </w:r>
      <w:r>
        <w:t>’</w:t>
      </w:r>
      <w:r w:rsidR="00AB2DE8">
        <w:t>en suis rendu compte</w:t>
      </w:r>
      <w:r>
        <w:t xml:space="preserve">, </w:t>
      </w:r>
      <w:r w:rsidR="00AB2DE8">
        <w:t xml:space="preserve">fit précipitamment </w:t>
      </w:r>
      <w:r>
        <w:t>M. </w:t>
      </w:r>
      <w:proofErr w:type="spellStart"/>
      <w:r w:rsidR="00AB2DE8">
        <w:t>Mauconseil</w:t>
      </w:r>
      <w:proofErr w:type="spellEnd"/>
      <w:r>
        <w:t xml:space="preserve">, </w:t>
      </w:r>
      <w:r w:rsidR="00AB2DE8">
        <w:t>qui paraissait en effet un peu congestionné</w:t>
      </w:r>
      <w:r>
        <w:t xml:space="preserve">. </w:t>
      </w:r>
      <w:r w:rsidR="00AB2DE8">
        <w:t>Tout va bien</w:t>
      </w:r>
      <w:r>
        <w:t xml:space="preserve">, </w:t>
      </w:r>
      <w:r w:rsidR="00AB2DE8">
        <w:t>donc</w:t>
      </w:r>
      <w:r>
        <w:t xml:space="preserve">, </w:t>
      </w:r>
      <w:r w:rsidR="00AB2DE8">
        <w:t>tout va très bien</w:t>
      </w:r>
      <w:r>
        <w:t xml:space="preserve">. </w:t>
      </w:r>
      <w:r w:rsidR="00AB2DE8">
        <w:t>À lundi</w:t>
      </w:r>
      <w:r>
        <w:t xml:space="preserve">, </w:t>
      </w:r>
      <w:r w:rsidR="00AB2DE8">
        <w:t>cher ami</w:t>
      </w:r>
      <w:r>
        <w:t xml:space="preserve">. </w:t>
      </w:r>
      <w:r w:rsidR="00AB2DE8">
        <w:t>Je vous attends tous deux</w:t>
      </w:r>
      <w:r>
        <w:t xml:space="preserve">. </w:t>
      </w:r>
      <w:r w:rsidR="00AB2DE8">
        <w:t>Nous procéderons à l</w:t>
      </w:r>
      <w:r>
        <w:t>’</w:t>
      </w:r>
      <w:r w:rsidR="00AB2DE8">
        <w:t>installation de ce brave</w:t>
      </w:r>
      <w:r>
        <w:t xml:space="preserve">, </w:t>
      </w:r>
      <w:r w:rsidR="00AB2DE8">
        <w:t>de cet excellent Forestier</w:t>
      </w:r>
      <w:r>
        <w:t xml:space="preserve">. </w:t>
      </w:r>
      <w:r w:rsidR="00AB2DE8">
        <w:t>À propos</w:t>
      </w:r>
      <w:r>
        <w:t xml:space="preserve">, </w:t>
      </w:r>
      <w:r w:rsidR="00AB2DE8">
        <w:t>réservez l</w:t>
      </w:r>
      <w:r>
        <w:t>’</w:t>
      </w:r>
      <w:r w:rsidR="00AB2DE8">
        <w:t>un et l</w:t>
      </w:r>
      <w:r>
        <w:t>’</w:t>
      </w:r>
      <w:r w:rsidR="00AB2DE8">
        <w:t>autre votre soirée de samedi</w:t>
      </w:r>
      <w:r>
        <w:t xml:space="preserve">. </w:t>
      </w:r>
      <w:r w:rsidR="00AB2DE8">
        <w:t>Je suis heureux de vous apprendre que nous avons l</w:t>
      </w:r>
      <w:r>
        <w:t>’</w:t>
      </w:r>
      <w:r w:rsidR="00AB2DE8">
        <w:t>honneur d</w:t>
      </w:r>
      <w:r>
        <w:t>’</w:t>
      </w:r>
      <w:r w:rsidR="00AB2DE8">
        <w:t>être invités ce jour-là chez le maréchal</w:t>
      </w:r>
      <w:r>
        <w:t>.</w:t>
      </w:r>
    </w:p>
    <w:p w14:paraId="004F8A0E" w14:textId="77777777" w:rsidR="00C90F8D" w:rsidRDefault="00C90F8D">
      <w:r>
        <w:rPr>
          <w:rFonts w:eastAsia="Georgia"/>
        </w:rPr>
        <w:t>— </w:t>
      </w:r>
      <w:r w:rsidR="00AB2DE8">
        <w:t>Quelle scie</w:t>
      </w:r>
      <w:r>
        <w:t xml:space="preserve"> ! </w:t>
      </w:r>
      <w:r w:rsidR="00AB2DE8">
        <w:t>grommela Schmidt</w:t>
      </w:r>
      <w:r>
        <w:t xml:space="preserve">, </w:t>
      </w:r>
      <w:r w:rsidR="00AB2DE8">
        <w:t>quand son directeur général l</w:t>
      </w:r>
      <w:r>
        <w:t>’</w:t>
      </w:r>
      <w:r w:rsidR="00AB2DE8">
        <w:t>eut quitté</w:t>
      </w:r>
      <w:r>
        <w:t xml:space="preserve">. </w:t>
      </w:r>
      <w:r w:rsidR="00AB2DE8">
        <w:t>Ma partie de chasse de la semaine prochaine qui est encore à l</w:t>
      </w:r>
      <w:r>
        <w:t>’</w:t>
      </w:r>
      <w:r w:rsidR="00AB2DE8">
        <w:t>eau</w:t>
      </w:r>
      <w:r>
        <w:t> !</w:t>
      </w:r>
    </w:p>
    <w:p w14:paraId="11700159" w14:textId="77777777" w:rsidR="00C90F8D" w:rsidRDefault="00AB2DE8">
      <w:r>
        <w:t xml:space="preserve">Il alla retrouver au bar Forestier et le major </w:t>
      </w:r>
      <w:proofErr w:type="spellStart"/>
      <w:r>
        <w:t>Matsui</w:t>
      </w:r>
      <w:proofErr w:type="spellEnd"/>
      <w:r w:rsidR="00C90F8D">
        <w:t>.</w:t>
      </w:r>
    </w:p>
    <w:p w14:paraId="72FD4B5E" w14:textId="77777777" w:rsidR="00C90F8D" w:rsidRDefault="00C90F8D">
      <w:r>
        <w:rPr>
          <w:rFonts w:eastAsia="Georgia"/>
        </w:rPr>
        <w:t>— </w:t>
      </w:r>
      <w:r w:rsidR="00AB2DE8">
        <w:t>Il est à peine onze heures et demie</w:t>
      </w:r>
      <w:r>
        <w:t xml:space="preserve">, </w:t>
      </w:r>
      <w:r w:rsidR="00AB2DE8">
        <w:t>dit le Japonais</w:t>
      </w:r>
      <w:r>
        <w:t xml:space="preserve">. </w:t>
      </w:r>
      <w:r w:rsidR="00AB2DE8">
        <w:t xml:space="preserve">Vous accepterez bien une bouteille de champagne au </w:t>
      </w:r>
      <w:proofErr w:type="spellStart"/>
      <w:r w:rsidR="00AB2DE8">
        <w:rPr>
          <w:i/>
          <w:iCs/>
        </w:rPr>
        <w:t>Midnight</w:t>
      </w:r>
      <w:proofErr w:type="spellEnd"/>
      <w:r w:rsidR="00AB2DE8">
        <w:rPr>
          <w:i/>
          <w:iCs/>
        </w:rPr>
        <w:t xml:space="preserve"> Sun</w:t>
      </w:r>
      <w:r>
        <w:t xml:space="preserve">, </w:t>
      </w:r>
      <w:r w:rsidR="00AB2DE8">
        <w:t>n</w:t>
      </w:r>
      <w:r>
        <w:t>’</w:t>
      </w:r>
      <w:r w:rsidR="00AB2DE8">
        <w:t>est-ce pas</w:t>
      </w:r>
      <w:r>
        <w:t> ?</w:t>
      </w:r>
    </w:p>
    <w:p w14:paraId="3810D85B" w14:textId="77777777" w:rsidR="00C90F8D" w:rsidRDefault="00AB2DE8">
      <w:r>
        <w:t>Schmidt hocha la tête</w:t>
      </w:r>
      <w:r w:rsidR="00C90F8D">
        <w:t> :</w:t>
      </w:r>
    </w:p>
    <w:p w14:paraId="00355E3B" w14:textId="77777777" w:rsidR="00C90F8D" w:rsidRDefault="00C90F8D">
      <w:r>
        <w:rPr>
          <w:rFonts w:eastAsia="Georgia"/>
        </w:rPr>
        <w:t>— </w:t>
      </w:r>
      <w:r w:rsidR="00AB2DE8">
        <w:t>Vous savez</w:t>
      </w:r>
      <w:r>
        <w:t xml:space="preserve">, </w:t>
      </w:r>
      <w:r w:rsidR="00AB2DE8">
        <w:t>mon cher commandant</w:t>
      </w:r>
      <w:r>
        <w:t xml:space="preserve">, </w:t>
      </w:r>
      <w:r w:rsidR="00AB2DE8">
        <w:t>que je n</w:t>
      </w:r>
      <w:r>
        <w:t>’</w:t>
      </w:r>
      <w:r w:rsidR="00AB2DE8">
        <w:t>ai pas pour habitude de me faire prier</w:t>
      </w:r>
      <w:r>
        <w:t xml:space="preserve">. </w:t>
      </w:r>
      <w:r w:rsidR="00AB2DE8">
        <w:t>Mais aujourd</w:t>
      </w:r>
      <w:r>
        <w:t>’</w:t>
      </w:r>
      <w:r w:rsidR="00AB2DE8">
        <w:t>hui</w:t>
      </w:r>
      <w:r>
        <w:t xml:space="preserve">, </w:t>
      </w:r>
      <w:r w:rsidR="00AB2DE8">
        <w:t>à cause de mon ami</w:t>
      </w:r>
      <w:r>
        <w:t xml:space="preserve">… </w:t>
      </w:r>
      <w:r w:rsidR="00AB2DE8">
        <w:t xml:space="preserve">Il a </w:t>
      </w:r>
      <w:proofErr w:type="spellStart"/>
      <w:r w:rsidR="00AB2DE8">
        <w:t>voyage</w:t>
      </w:r>
      <w:proofErr w:type="spellEnd"/>
      <w:r w:rsidR="00AB2DE8">
        <w:t xml:space="preserve"> toute la nuit en chemin de fer</w:t>
      </w:r>
      <w:r>
        <w:t xml:space="preserve">. </w:t>
      </w:r>
      <w:r w:rsidR="00AB2DE8">
        <w:t>Il doit avoir besoin de repos</w:t>
      </w:r>
      <w:r>
        <w:t>.</w:t>
      </w:r>
    </w:p>
    <w:p w14:paraId="5419CB5B" w14:textId="77777777" w:rsidR="00C90F8D" w:rsidRDefault="00AB2DE8">
      <w:r>
        <w:t>Il s</w:t>
      </w:r>
      <w:r w:rsidR="00C90F8D">
        <w:t>’</w:t>
      </w:r>
      <w:r>
        <w:t>était lui-même levé de bonne heure</w:t>
      </w:r>
      <w:r w:rsidR="00C90F8D">
        <w:t xml:space="preserve">, </w:t>
      </w:r>
      <w:r>
        <w:t>et se sentait assez fatigué</w:t>
      </w:r>
      <w:r w:rsidR="00C90F8D">
        <w:t>.</w:t>
      </w:r>
    </w:p>
    <w:p w14:paraId="6F8AABE6" w14:textId="1A6C9EEE" w:rsidR="00AB2DE8" w:rsidRDefault="00AB2DE8"/>
    <w:p w14:paraId="6B29B6B5" w14:textId="5B674ECE" w:rsidR="00C90F8D" w:rsidRDefault="00AB2DE8">
      <w:r>
        <w:t>Tel fut</w:t>
      </w:r>
      <w:r w:rsidR="00C90F8D">
        <w:t xml:space="preserve">, </w:t>
      </w:r>
      <w:r>
        <w:t>au cours de cette première journée</w:t>
      </w:r>
      <w:r w:rsidR="00C90F8D">
        <w:t xml:space="preserve">, </w:t>
      </w:r>
      <w:r>
        <w:t>l</w:t>
      </w:r>
      <w:r w:rsidR="00C90F8D">
        <w:t>’</w:t>
      </w:r>
      <w:r>
        <w:t xml:space="preserve">emploi du temps de </w:t>
      </w:r>
      <w:r w:rsidR="00C90F8D">
        <w:t>M. </w:t>
      </w:r>
      <w:r>
        <w:t>Charles Forestier</w:t>
      </w:r>
      <w:r w:rsidR="00C90F8D">
        <w:t xml:space="preserve">, </w:t>
      </w:r>
      <w:r>
        <w:t>ancien élève de l</w:t>
      </w:r>
      <w:r w:rsidR="00C90F8D">
        <w:t>’</w:t>
      </w:r>
      <w:r>
        <w:t>École Polytechnique</w:t>
      </w:r>
      <w:r w:rsidR="00C90F8D">
        <w:t xml:space="preserve">, </w:t>
      </w:r>
      <w:r>
        <w:t>directeur technique de l</w:t>
      </w:r>
      <w:r w:rsidR="00C90F8D">
        <w:t>’</w:t>
      </w:r>
      <w:r>
        <w:t>Arsenal de Moukden</w:t>
      </w:r>
      <w:r w:rsidR="00C90F8D">
        <w:t>.</w:t>
      </w:r>
    </w:p>
    <w:p w14:paraId="0BB955B3" w14:textId="7C9B416C" w:rsidR="00AB2DE8" w:rsidRPr="00C90F8D" w:rsidRDefault="00AB2DE8" w:rsidP="00C90F8D">
      <w:pPr>
        <w:pStyle w:val="Titre1"/>
      </w:pPr>
      <w:bookmarkStart w:id="3" w:name="_Toc194755375"/>
      <w:r w:rsidRPr="00C90F8D">
        <w:lastRenderedPageBreak/>
        <w:t>III</w:t>
      </w:r>
      <w:bookmarkEnd w:id="3"/>
    </w:p>
    <w:p w14:paraId="2163AC78" w14:textId="77777777" w:rsidR="00C90F8D" w:rsidRDefault="00AB2DE8">
      <w:r>
        <w:t>Et toujours cette poussière rougeâtre</w:t>
      </w:r>
      <w:r w:rsidR="00C90F8D">
        <w:t xml:space="preserve">, </w:t>
      </w:r>
      <w:r>
        <w:t>que semblaient déverser d</w:t>
      </w:r>
      <w:r w:rsidR="00C90F8D">
        <w:t>’</w:t>
      </w:r>
      <w:r>
        <w:t>inépuisables sources suspendues dans le firmament</w:t>
      </w:r>
      <w:r w:rsidR="00C90F8D">
        <w:t xml:space="preserve">. </w:t>
      </w:r>
      <w:r>
        <w:t>En dépit du froid</w:t>
      </w:r>
      <w:r w:rsidR="00C90F8D">
        <w:t xml:space="preserve">, </w:t>
      </w:r>
      <w:r>
        <w:t>très vif encore pour la saison</w:t>
      </w:r>
      <w:r w:rsidR="00C90F8D">
        <w:t xml:space="preserve">, </w:t>
      </w:r>
      <w:r>
        <w:t>on en éprouvait une sensation d</w:t>
      </w:r>
      <w:r w:rsidR="00C90F8D">
        <w:t>’</w:t>
      </w:r>
      <w:r>
        <w:t>étouffement</w:t>
      </w:r>
      <w:r w:rsidR="00C90F8D">
        <w:t xml:space="preserve">. </w:t>
      </w:r>
      <w:r>
        <w:t>Une triste lune de cuivre glissait avec lenteur derrière ce rideau sablonneux</w:t>
      </w:r>
      <w:r w:rsidR="00C90F8D">
        <w:t xml:space="preserve">, </w:t>
      </w:r>
      <w:r>
        <w:t>et venait par moments s</w:t>
      </w:r>
      <w:r w:rsidR="00C90F8D">
        <w:t>’</w:t>
      </w:r>
      <w:r>
        <w:t>ébrécher à l</w:t>
      </w:r>
      <w:r w:rsidR="00C90F8D">
        <w:t>’</w:t>
      </w:r>
      <w:r>
        <w:t>un des créneaux biscornus de la citadelle</w:t>
      </w:r>
      <w:r w:rsidR="00C90F8D">
        <w:t xml:space="preserve">. </w:t>
      </w:r>
      <w:r>
        <w:t>Des appels rauques retentirent</w:t>
      </w:r>
      <w:r w:rsidR="00C90F8D">
        <w:t xml:space="preserve">, </w:t>
      </w:r>
      <w:r>
        <w:t>suivis du choc sourd de crosses de fusil sur le pavé</w:t>
      </w:r>
      <w:r w:rsidR="00C90F8D">
        <w:t xml:space="preserve">. </w:t>
      </w:r>
      <w:r>
        <w:t>Une porte cochère s</w:t>
      </w:r>
      <w:r w:rsidR="00C90F8D">
        <w:t>’</w:t>
      </w:r>
      <w:r>
        <w:t>ouvrit</w:t>
      </w:r>
      <w:r w:rsidR="00C90F8D">
        <w:t xml:space="preserve">, </w:t>
      </w:r>
      <w:r>
        <w:t>découpant un rectangle lumineux dans la face noire du palais</w:t>
      </w:r>
      <w:r w:rsidR="00C90F8D">
        <w:t xml:space="preserve">. </w:t>
      </w:r>
      <w:r>
        <w:t>C</w:t>
      </w:r>
      <w:r w:rsidR="00C90F8D">
        <w:t>’</w:t>
      </w:r>
      <w:r>
        <w:t>étaient les convives du maréchal qui se retiraient</w:t>
      </w:r>
      <w:r w:rsidR="00C90F8D">
        <w:t>.</w:t>
      </w:r>
    </w:p>
    <w:p w14:paraId="24140739" w14:textId="33DE2287" w:rsidR="00C90F8D" w:rsidRDefault="00AB2DE8">
      <w:r>
        <w:t>Une dizaine d</w:t>
      </w:r>
      <w:r w:rsidR="00C90F8D">
        <w:t>’</w:t>
      </w:r>
      <w:r>
        <w:t>automobiles attendaient au-dehors</w:t>
      </w:r>
      <w:r w:rsidR="00C90F8D">
        <w:t xml:space="preserve">, </w:t>
      </w:r>
      <w:r>
        <w:t>devant le poste de garde</w:t>
      </w:r>
      <w:r w:rsidR="00C90F8D">
        <w:t xml:space="preserve">. </w:t>
      </w:r>
      <w:r>
        <w:t>Elles avaient sur leurs capots</w:t>
      </w:r>
      <w:r w:rsidR="00C90F8D">
        <w:t xml:space="preserve">, </w:t>
      </w:r>
      <w:r>
        <w:t>éclairés par les lanternes sourdes de soldats qui allaient et venaient</w:t>
      </w:r>
      <w:r w:rsidR="00C90F8D">
        <w:t xml:space="preserve">, </w:t>
      </w:r>
      <w:r>
        <w:t>de petits pavillons indiquant la nationalité de leurs propriétaires</w:t>
      </w:r>
      <w:r w:rsidR="00C90F8D">
        <w:t xml:space="preserve">. </w:t>
      </w:r>
      <w:r>
        <w:t>Ceux-ci prirent congé les uns des autres</w:t>
      </w:r>
      <w:r w:rsidR="00C90F8D">
        <w:t xml:space="preserve">. </w:t>
      </w:r>
      <w:r>
        <w:t xml:space="preserve">Le major </w:t>
      </w:r>
      <w:proofErr w:type="spellStart"/>
      <w:r>
        <w:t>Matsui</w:t>
      </w:r>
      <w:proofErr w:type="spellEnd"/>
      <w:r>
        <w:t xml:space="preserve"> monta dans l</w:t>
      </w:r>
      <w:r w:rsidR="00C90F8D">
        <w:t>’</w:t>
      </w:r>
      <w:r>
        <w:t xml:space="preserve">automobile de </w:t>
      </w:r>
      <w:r w:rsidR="00C90F8D">
        <w:t>M. </w:t>
      </w:r>
      <w:proofErr w:type="spellStart"/>
      <w:r>
        <w:t>Mauconseil</w:t>
      </w:r>
      <w:proofErr w:type="spellEnd"/>
      <w:r w:rsidR="00C90F8D">
        <w:t xml:space="preserve">, </w:t>
      </w:r>
      <w:r>
        <w:t>ainsi que Schmidt et que Forestier</w:t>
      </w:r>
      <w:r w:rsidR="00C90F8D">
        <w:t xml:space="preserve">. </w:t>
      </w:r>
      <w:r>
        <w:t>Le directeur général de l</w:t>
      </w:r>
      <w:r w:rsidR="00C90F8D">
        <w:t>’</w:t>
      </w:r>
      <w:r>
        <w:t>Arsenal avait donné à ses deux collaborateurs rendez-vous au Cercle</w:t>
      </w:r>
      <w:r w:rsidR="00C90F8D">
        <w:t xml:space="preserve">, </w:t>
      </w:r>
      <w:r>
        <w:t>avant le dîner</w:t>
      </w:r>
      <w:r w:rsidR="00C90F8D">
        <w:t xml:space="preserve">. </w:t>
      </w:r>
      <w:r>
        <w:t xml:space="preserve">Ils y avaient rencontré </w:t>
      </w:r>
      <w:proofErr w:type="spellStart"/>
      <w:r>
        <w:t>Matsui</w:t>
      </w:r>
      <w:proofErr w:type="spellEnd"/>
      <w:r w:rsidR="00C90F8D">
        <w:t xml:space="preserve">, </w:t>
      </w:r>
      <w:r>
        <w:t>invité lui aussi chez Tchang-</w:t>
      </w:r>
      <w:proofErr w:type="spellStart"/>
      <w:r>
        <w:t>Tso</w:t>
      </w:r>
      <w:proofErr w:type="spellEnd"/>
      <w:r>
        <w:t>-Lin</w:t>
      </w:r>
      <w:r w:rsidR="00C90F8D">
        <w:t>. M. </w:t>
      </w:r>
      <w:proofErr w:type="spellStart"/>
      <w:r>
        <w:t>Mauconseil</w:t>
      </w:r>
      <w:proofErr w:type="spellEnd"/>
      <w:r>
        <w:t xml:space="preserve"> lui ayant offert une place dans sa limousine</w:t>
      </w:r>
      <w:r w:rsidR="00C90F8D">
        <w:t xml:space="preserve">, </w:t>
      </w:r>
      <w:r>
        <w:t>il avait accepté et renvoyé son chauffeur</w:t>
      </w:r>
      <w:r w:rsidR="00C90F8D">
        <w:t>.</w:t>
      </w:r>
    </w:p>
    <w:p w14:paraId="7CB5EC6B" w14:textId="07DC28C0" w:rsidR="00AB2DE8" w:rsidRDefault="00AB2DE8"/>
    <w:p w14:paraId="70B86CAA" w14:textId="77777777" w:rsidR="00C90F8D" w:rsidRDefault="00AB2DE8">
      <w:r>
        <w:t>Maintenant</w:t>
      </w:r>
      <w:r w:rsidR="00C90F8D">
        <w:t xml:space="preserve">, </w:t>
      </w:r>
      <w:r>
        <w:t>ils filaient à toute vitesse à travers l</w:t>
      </w:r>
      <w:r w:rsidR="00C90F8D">
        <w:t>’</w:t>
      </w:r>
      <w:r>
        <w:t>immense cité déserte</w:t>
      </w:r>
      <w:r w:rsidR="00C90F8D">
        <w:t xml:space="preserve">. </w:t>
      </w:r>
      <w:r>
        <w:t>Ils se taisaient</w:t>
      </w:r>
      <w:r w:rsidR="00C90F8D">
        <w:t>.</w:t>
      </w:r>
    </w:p>
    <w:p w14:paraId="67AAF291" w14:textId="76853C12" w:rsidR="00C90F8D" w:rsidRDefault="00C90F8D">
      <w:r>
        <w:rPr>
          <w:rFonts w:eastAsia="Georgia"/>
        </w:rPr>
        <w:t>— </w:t>
      </w:r>
      <w:r w:rsidR="00AB2DE8">
        <w:t>Soirée des plus agréables</w:t>
      </w:r>
      <w:r>
        <w:t xml:space="preserve">, </w:t>
      </w:r>
      <w:r w:rsidR="00AB2DE8">
        <w:t xml:space="preserve">dit enfin </w:t>
      </w:r>
      <w:r>
        <w:t>M. </w:t>
      </w:r>
      <w:proofErr w:type="spellStart"/>
      <w:r w:rsidR="00AB2DE8">
        <w:t>Mauconseil</w:t>
      </w:r>
      <w:proofErr w:type="spellEnd"/>
      <w:r>
        <w:t xml:space="preserve">. </w:t>
      </w:r>
      <w:r w:rsidR="00AB2DE8">
        <w:t>N</w:t>
      </w:r>
      <w:r>
        <w:t>’</w:t>
      </w:r>
      <w:r w:rsidR="00AB2DE8">
        <w:t>est-ce pas</w:t>
      </w:r>
      <w:r>
        <w:t xml:space="preserve">, </w:t>
      </w:r>
      <w:r w:rsidR="00AB2DE8">
        <w:t>commandant</w:t>
      </w:r>
      <w:r>
        <w:t xml:space="preserve"> ? </w:t>
      </w:r>
      <w:r w:rsidR="00AB2DE8">
        <w:t>N</w:t>
      </w:r>
      <w:r>
        <w:t>’</w:t>
      </w:r>
      <w:r w:rsidR="00AB2DE8">
        <w:t>est-ce pas</w:t>
      </w:r>
      <w:r>
        <w:t xml:space="preserve">, </w:t>
      </w:r>
      <w:r w:rsidR="00AB2DE8">
        <w:t>Messieurs</w:t>
      </w:r>
      <w:r>
        <w:t> ?</w:t>
      </w:r>
    </w:p>
    <w:p w14:paraId="44673323" w14:textId="77777777" w:rsidR="00C90F8D" w:rsidRDefault="00C90F8D">
      <w:r>
        <w:rPr>
          <w:rFonts w:eastAsia="Georgia"/>
        </w:rPr>
        <w:lastRenderedPageBreak/>
        <w:t>— </w:t>
      </w:r>
      <w:r w:rsidR="00AB2DE8">
        <w:t>Des plus agréables</w:t>
      </w:r>
      <w:r>
        <w:t xml:space="preserve">, </w:t>
      </w:r>
      <w:r w:rsidR="00AB2DE8">
        <w:t>dit placidement le Japonais</w:t>
      </w:r>
      <w:r>
        <w:t>.</w:t>
      </w:r>
    </w:p>
    <w:p w14:paraId="132699EF" w14:textId="77777777" w:rsidR="00C90F8D" w:rsidRDefault="00C90F8D">
      <w:r>
        <w:rPr>
          <w:rFonts w:eastAsia="Georgia"/>
        </w:rPr>
        <w:t>— </w:t>
      </w:r>
      <w:r w:rsidR="00AB2DE8">
        <w:t>Des plus agréables</w:t>
      </w:r>
      <w:r>
        <w:t xml:space="preserve">, </w:t>
      </w:r>
      <w:r w:rsidR="00AB2DE8">
        <w:t>mais pas des plus nutritives</w:t>
      </w:r>
      <w:r>
        <w:t xml:space="preserve">, </w:t>
      </w:r>
      <w:r w:rsidR="00AB2DE8">
        <w:t>grogna Schmidt</w:t>
      </w:r>
      <w:r>
        <w:t>.</w:t>
      </w:r>
    </w:p>
    <w:p w14:paraId="5EE3ED06" w14:textId="73CF552A" w:rsidR="00C90F8D" w:rsidRDefault="00C90F8D">
      <w:r>
        <w:t>M. </w:t>
      </w:r>
      <w:proofErr w:type="spellStart"/>
      <w:r w:rsidR="00AB2DE8">
        <w:t>Mauconseil</w:t>
      </w:r>
      <w:proofErr w:type="spellEnd"/>
      <w:r w:rsidR="00AB2DE8">
        <w:t xml:space="preserve"> lui lança un regard de reproche</w:t>
      </w:r>
      <w:r>
        <w:t>.</w:t>
      </w:r>
    </w:p>
    <w:p w14:paraId="135DA7C9" w14:textId="77777777" w:rsidR="00C90F8D" w:rsidRDefault="00C90F8D">
      <w:r>
        <w:rPr>
          <w:rFonts w:eastAsia="Georgia"/>
        </w:rPr>
        <w:t>— </w:t>
      </w:r>
      <w:r w:rsidR="00AB2DE8">
        <w:t>Je ne vous comprends pas</w:t>
      </w:r>
      <w:r>
        <w:t xml:space="preserve">. </w:t>
      </w:r>
      <w:r w:rsidR="00AB2DE8">
        <w:t>Le maréchal a été charmant</w:t>
      </w:r>
      <w:r>
        <w:t>.</w:t>
      </w:r>
    </w:p>
    <w:p w14:paraId="47093EAC" w14:textId="77777777" w:rsidR="00C90F8D" w:rsidRDefault="00C90F8D">
      <w:r>
        <w:rPr>
          <w:rFonts w:eastAsia="Georgia"/>
        </w:rPr>
        <w:t>— </w:t>
      </w:r>
      <w:r w:rsidR="00AB2DE8">
        <w:t>Il ne s</w:t>
      </w:r>
      <w:r>
        <w:t>’</w:t>
      </w:r>
      <w:r w:rsidR="00AB2DE8">
        <w:t>agit pas de Tchang-</w:t>
      </w:r>
      <w:proofErr w:type="spellStart"/>
      <w:r w:rsidR="00AB2DE8">
        <w:t>Tso</w:t>
      </w:r>
      <w:proofErr w:type="spellEnd"/>
      <w:r w:rsidR="00AB2DE8">
        <w:t>-Lin</w:t>
      </w:r>
      <w:r>
        <w:t xml:space="preserve">, </w:t>
      </w:r>
      <w:r w:rsidR="00AB2DE8">
        <w:t>mais des plats qu</w:t>
      </w:r>
      <w:r>
        <w:t>’</w:t>
      </w:r>
      <w:r w:rsidR="00AB2DE8">
        <w:t>il nous a servis</w:t>
      </w:r>
      <w:r>
        <w:t xml:space="preserve">. </w:t>
      </w:r>
      <w:r w:rsidR="00AB2DE8">
        <w:t>Je commence à en avoir assez des œufs faisandés</w:t>
      </w:r>
      <w:r>
        <w:t xml:space="preserve">, </w:t>
      </w:r>
      <w:r w:rsidR="00AB2DE8">
        <w:t>du potage aux ailerons de requin</w:t>
      </w:r>
      <w:r>
        <w:t xml:space="preserve">, </w:t>
      </w:r>
      <w:r w:rsidR="00AB2DE8">
        <w:t xml:space="preserve">et des champignons du </w:t>
      </w:r>
      <w:proofErr w:type="spellStart"/>
      <w:r w:rsidR="00AB2DE8">
        <w:t>Seu-Tchouen</w:t>
      </w:r>
      <w:proofErr w:type="spellEnd"/>
      <w:r w:rsidR="00AB2DE8">
        <w:t xml:space="preserve"> à la crème vanille</w:t>
      </w:r>
      <w:r>
        <w:t>.</w:t>
      </w:r>
    </w:p>
    <w:p w14:paraId="0C53ED93" w14:textId="77777777" w:rsidR="00C90F8D" w:rsidRDefault="00C90F8D">
      <w:r>
        <w:rPr>
          <w:rFonts w:eastAsia="Georgia"/>
        </w:rPr>
        <w:t>— </w:t>
      </w:r>
      <w:r w:rsidR="00AB2DE8">
        <w:t>Vous êtes injuste</w:t>
      </w:r>
      <w:r>
        <w:t xml:space="preserve">, </w:t>
      </w:r>
      <w:r w:rsidR="00AB2DE8">
        <w:t>Schmidt</w:t>
      </w:r>
      <w:r>
        <w:t xml:space="preserve">. </w:t>
      </w:r>
      <w:r w:rsidR="00AB2DE8">
        <w:t>N</w:t>
      </w:r>
      <w:r>
        <w:t>’</w:t>
      </w:r>
      <w:r w:rsidR="00AB2DE8">
        <w:t>êtes-vous pas de mon avis</w:t>
      </w:r>
      <w:r>
        <w:t xml:space="preserve">, </w:t>
      </w:r>
      <w:r w:rsidR="00AB2DE8">
        <w:t>commandant</w:t>
      </w:r>
      <w:r>
        <w:t> ?</w:t>
      </w:r>
    </w:p>
    <w:p w14:paraId="1385C497" w14:textId="77777777" w:rsidR="00C90F8D" w:rsidRDefault="00C90F8D">
      <w:r>
        <w:rPr>
          <w:rFonts w:eastAsia="Georgia"/>
        </w:rPr>
        <w:t>— </w:t>
      </w:r>
      <w:r w:rsidR="00AB2DE8">
        <w:t>Monsieur le directeur</w:t>
      </w:r>
      <w:r>
        <w:t xml:space="preserve">, </w:t>
      </w:r>
      <w:r w:rsidR="00AB2DE8">
        <w:t xml:space="preserve">dit </w:t>
      </w:r>
      <w:proofErr w:type="spellStart"/>
      <w:r w:rsidR="00AB2DE8">
        <w:t>Matsui</w:t>
      </w:r>
      <w:proofErr w:type="spellEnd"/>
      <w:r>
        <w:t xml:space="preserve">, </w:t>
      </w:r>
      <w:r w:rsidR="00AB2DE8">
        <w:t>ce n</w:t>
      </w:r>
      <w:r>
        <w:t>’</w:t>
      </w:r>
      <w:r w:rsidR="00AB2DE8">
        <w:t>est évidemment pas à moi de faire le procès de la cuisine asiatique</w:t>
      </w:r>
      <w:r>
        <w:t xml:space="preserve">. </w:t>
      </w:r>
      <w:r w:rsidR="00AB2DE8">
        <w:t>J</w:t>
      </w:r>
      <w:r>
        <w:t>’</w:t>
      </w:r>
      <w:r w:rsidR="00AB2DE8">
        <w:t>oserai vous avouer néanmoins que je n</w:t>
      </w:r>
      <w:r>
        <w:t>’</w:t>
      </w:r>
      <w:r w:rsidR="00AB2DE8">
        <w:t>ai l</w:t>
      </w:r>
      <w:r>
        <w:t>’</w:t>
      </w:r>
      <w:r w:rsidR="00AB2DE8">
        <w:t>intention de me coucher qu</w:t>
      </w:r>
      <w:r>
        <w:t>’</w:t>
      </w:r>
      <w:r w:rsidR="00AB2DE8">
        <w:t>après avoir essayé de découvrir dans Moukden une aile de poulet ou une tranche de rosbif</w:t>
      </w:r>
      <w:r>
        <w:t>.</w:t>
      </w:r>
    </w:p>
    <w:p w14:paraId="05AC475E" w14:textId="37CAC841" w:rsidR="00C90F8D" w:rsidRDefault="00C90F8D">
      <w:r>
        <w:rPr>
          <w:rFonts w:eastAsia="Georgia"/>
        </w:rPr>
        <w:t>— </w:t>
      </w:r>
      <w:r w:rsidR="00AB2DE8">
        <w:t>Vraiment</w:t>
      </w:r>
      <w:r>
        <w:t xml:space="preserve">, </w:t>
      </w:r>
      <w:r w:rsidR="00AB2DE8">
        <w:t xml:space="preserve">fit </w:t>
      </w:r>
      <w:r>
        <w:t>M. </w:t>
      </w:r>
      <w:proofErr w:type="spellStart"/>
      <w:r w:rsidR="00AB2DE8">
        <w:t>Mauconseil</w:t>
      </w:r>
      <w:proofErr w:type="spellEnd"/>
      <w:r>
        <w:t xml:space="preserve">, </w:t>
      </w:r>
      <w:r w:rsidR="00AB2DE8">
        <w:t>rêveur</w:t>
      </w:r>
      <w:r>
        <w:t xml:space="preserve">. </w:t>
      </w:r>
      <w:r w:rsidR="00AB2DE8">
        <w:t>Eh bien</w:t>
      </w:r>
      <w:r>
        <w:t xml:space="preserve">, </w:t>
      </w:r>
      <w:r w:rsidR="00AB2DE8">
        <w:t>tenez</w:t>
      </w:r>
      <w:r>
        <w:t xml:space="preserve">, </w:t>
      </w:r>
      <w:r w:rsidR="00AB2DE8">
        <w:t>comme c</w:t>
      </w:r>
      <w:r>
        <w:t>’</w:t>
      </w:r>
      <w:r w:rsidR="00AB2DE8">
        <w:t>est étrange</w:t>
      </w:r>
      <w:r>
        <w:t xml:space="preserve"> : </w:t>
      </w:r>
      <w:r w:rsidR="00AB2DE8">
        <w:t>à vous entendre parler de la sorte</w:t>
      </w:r>
      <w:r>
        <w:t xml:space="preserve">, </w:t>
      </w:r>
      <w:r w:rsidR="00AB2DE8">
        <w:t>il me semble qu</w:t>
      </w:r>
      <w:r>
        <w:t>’</w:t>
      </w:r>
      <w:r w:rsidR="00AB2DE8">
        <w:t>à moi aussi il me vient un certain appétit</w:t>
      </w:r>
      <w:r>
        <w:t>.</w:t>
      </w:r>
    </w:p>
    <w:p w14:paraId="0B1F92E7" w14:textId="77777777" w:rsidR="00C90F8D" w:rsidRDefault="00AB2DE8">
      <w:r>
        <w:t>L</w:t>
      </w:r>
      <w:r w:rsidR="00C90F8D">
        <w:t>’</w:t>
      </w:r>
      <w:r>
        <w:t>automobile avait franchi les limites de la ville chinoise</w:t>
      </w:r>
      <w:r w:rsidR="00C90F8D">
        <w:t xml:space="preserve">. </w:t>
      </w:r>
      <w:r>
        <w:t>Elle s</w:t>
      </w:r>
      <w:r w:rsidR="00C90F8D">
        <w:t>’</w:t>
      </w:r>
      <w:r>
        <w:t>engageait sur le chemin de la Gare</w:t>
      </w:r>
      <w:r w:rsidR="00C90F8D">
        <w:t xml:space="preserve">, </w:t>
      </w:r>
      <w:r>
        <w:t xml:space="preserve">à côté de laquelle était située la maison du major </w:t>
      </w:r>
      <w:proofErr w:type="spellStart"/>
      <w:r>
        <w:t>Matsui</w:t>
      </w:r>
      <w:proofErr w:type="spellEnd"/>
      <w:r w:rsidR="00C90F8D">
        <w:t>.</w:t>
      </w:r>
    </w:p>
    <w:p w14:paraId="7D279DDB" w14:textId="77777777" w:rsidR="00C90F8D" w:rsidRDefault="00C90F8D">
      <w:r>
        <w:rPr>
          <w:rFonts w:eastAsia="Georgia"/>
        </w:rPr>
        <w:t>— </w:t>
      </w:r>
      <w:r w:rsidR="00AB2DE8">
        <w:t>Monsieur le directeur général</w:t>
      </w:r>
      <w:r>
        <w:t xml:space="preserve">, </w:t>
      </w:r>
      <w:r w:rsidR="00AB2DE8">
        <w:t>dit hypocritement Schmidt</w:t>
      </w:r>
      <w:r>
        <w:t xml:space="preserve">, </w:t>
      </w:r>
      <w:r w:rsidR="00AB2DE8">
        <w:t>nous ne voulons pas vous astreindre à nous ramener jusque chez nous les uns et les autres</w:t>
      </w:r>
      <w:r>
        <w:t xml:space="preserve">. </w:t>
      </w:r>
      <w:r w:rsidR="00AB2DE8">
        <w:t xml:space="preserve">Nous allons </w:t>
      </w:r>
      <w:r w:rsidR="00AB2DE8">
        <w:lastRenderedPageBreak/>
        <w:t>commencer</w:t>
      </w:r>
      <w:r>
        <w:t xml:space="preserve">, </w:t>
      </w:r>
      <w:r w:rsidR="00AB2DE8">
        <w:t>si vous le voulez bien</w:t>
      </w:r>
      <w:r>
        <w:t xml:space="preserve">, </w:t>
      </w:r>
      <w:r w:rsidR="00AB2DE8">
        <w:t>par vous déposer</w:t>
      </w:r>
      <w:r>
        <w:t xml:space="preserve">, </w:t>
      </w:r>
      <w:r w:rsidR="00AB2DE8">
        <w:t>et vous nous autoriserez à garder la voiture</w:t>
      </w:r>
      <w:r>
        <w:t>…</w:t>
      </w:r>
    </w:p>
    <w:p w14:paraId="6CE6C773" w14:textId="77777777" w:rsidR="00C90F8D" w:rsidRDefault="00AB2DE8">
      <w:r>
        <w:t>Parlant ainsi</w:t>
      </w:r>
      <w:r w:rsidR="00C90F8D">
        <w:t xml:space="preserve">, </w:t>
      </w:r>
      <w:r>
        <w:t xml:space="preserve">il poussait légèrement du genou le genou de </w:t>
      </w:r>
      <w:proofErr w:type="spellStart"/>
      <w:r>
        <w:t>Matsui</w:t>
      </w:r>
      <w:proofErr w:type="spellEnd"/>
      <w:r w:rsidR="00C90F8D">
        <w:t>.</w:t>
      </w:r>
    </w:p>
    <w:p w14:paraId="486CD236" w14:textId="07B0616C" w:rsidR="00C90F8D" w:rsidRDefault="00C90F8D">
      <w:r>
        <w:rPr>
          <w:rFonts w:eastAsia="Georgia"/>
        </w:rPr>
        <w:t>— </w:t>
      </w:r>
      <w:r w:rsidR="00AB2DE8">
        <w:t>Jamais de la vie</w:t>
      </w:r>
      <w:r>
        <w:t xml:space="preserve">, </w:t>
      </w:r>
      <w:r w:rsidR="00AB2DE8">
        <w:t xml:space="preserve">protesta </w:t>
      </w:r>
      <w:r>
        <w:t>M. </w:t>
      </w:r>
      <w:proofErr w:type="spellStart"/>
      <w:r w:rsidR="00AB2DE8">
        <w:t>Mauconseil</w:t>
      </w:r>
      <w:proofErr w:type="spellEnd"/>
      <w:r>
        <w:t xml:space="preserve">, </w:t>
      </w:r>
      <w:r w:rsidR="00AB2DE8">
        <w:t>outré rien qu</w:t>
      </w:r>
      <w:r>
        <w:t>’</w:t>
      </w:r>
      <w:r w:rsidR="00AB2DE8">
        <w:t>à la pensée d</w:t>
      </w:r>
      <w:r>
        <w:t>’</w:t>
      </w:r>
      <w:r w:rsidR="00AB2DE8">
        <w:t>un tel manque de savoir-vivre</w:t>
      </w:r>
      <w:r>
        <w:t xml:space="preserve">, </w:t>
      </w:r>
      <w:r w:rsidR="00AB2DE8">
        <w:t>jamais de la vie</w:t>
      </w:r>
      <w:r>
        <w:t xml:space="preserve"> ! </w:t>
      </w:r>
      <w:r w:rsidR="00AB2DE8">
        <w:t>Je vous raccompagnerai tous les trois</w:t>
      </w:r>
      <w:r>
        <w:t xml:space="preserve">. </w:t>
      </w:r>
      <w:r w:rsidR="00AB2DE8">
        <w:t>C</w:t>
      </w:r>
      <w:r>
        <w:t>’</w:t>
      </w:r>
      <w:r w:rsidR="00AB2DE8">
        <w:t>est la moindre des choses</w:t>
      </w:r>
      <w:r>
        <w:t xml:space="preserve">. </w:t>
      </w:r>
      <w:r w:rsidR="00AB2DE8">
        <w:t>Il n</w:t>
      </w:r>
      <w:r>
        <w:t>’</w:t>
      </w:r>
      <w:r w:rsidR="00AB2DE8">
        <w:t>est pas tard</w:t>
      </w:r>
      <w:r>
        <w:t xml:space="preserve">, </w:t>
      </w:r>
      <w:r w:rsidR="00AB2DE8">
        <w:t>d</w:t>
      </w:r>
      <w:r>
        <w:t>’</w:t>
      </w:r>
      <w:r w:rsidR="00AB2DE8">
        <w:t>ailleurs</w:t>
      </w:r>
      <w:r>
        <w:t xml:space="preserve">. </w:t>
      </w:r>
      <w:r w:rsidR="00AB2DE8">
        <w:t>À peine dix heures et demie</w:t>
      </w:r>
      <w:r>
        <w:t>…</w:t>
      </w:r>
    </w:p>
    <w:p w14:paraId="72732CB9" w14:textId="77777777" w:rsidR="00C90F8D" w:rsidRDefault="00C90F8D">
      <w:r>
        <w:rPr>
          <w:rFonts w:eastAsia="Georgia"/>
        </w:rPr>
        <w:t>— </w:t>
      </w:r>
      <w:r w:rsidR="00AB2DE8">
        <w:t>Vous êtes trop aimable</w:t>
      </w:r>
      <w:r>
        <w:t xml:space="preserve">, </w:t>
      </w:r>
      <w:r w:rsidR="00AB2DE8">
        <w:t>monsieur le directeur</w:t>
      </w:r>
      <w:r>
        <w:t xml:space="preserve">, </w:t>
      </w:r>
      <w:r w:rsidR="00AB2DE8">
        <w:t>dit le Japonais qui avait compris l</w:t>
      </w:r>
      <w:r>
        <w:t>’</w:t>
      </w:r>
      <w:r w:rsidR="00AB2DE8">
        <w:t>appel de Schmidt</w:t>
      </w:r>
      <w:r>
        <w:t xml:space="preserve">. </w:t>
      </w:r>
      <w:r w:rsidR="00AB2DE8">
        <w:t>Mais ce n</w:t>
      </w:r>
      <w:r>
        <w:t>’</w:t>
      </w:r>
      <w:r w:rsidR="00AB2DE8">
        <w:t>est pas la peine d</w:t>
      </w:r>
      <w:r>
        <w:t>’</w:t>
      </w:r>
      <w:r w:rsidR="00AB2DE8">
        <w:t>aller jusque chez moi</w:t>
      </w:r>
      <w:r>
        <w:t xml:space="preserve">. </w:t>
      </w:r>
      <w:r w:rsidR="00AB2DE8">
        <w:t>Voulez-vous avoir simplement la bonté de me laisser au Cercle</w:t>
      </w:r>
      <w:r>
        <w:t xml:space="preserve">. </w:t>
      </w:r>
      <w:r w:rsidR="00AB2DE8">
        <w:t>C</w:t>
      </w:r>
      <w:r>
        <w:t>’</w:t>
      </w:r>
      <w:r w:rsidR="00AB2DE8">
        <w:t>est encore là que je trouverai le plus aisément de quoi corriger l</w:t>
      </w:r>
      <w:r>
        <w:t>’</w:t>
      </w:r>
      <w:r w:rsidR="00AB2DE8">
        <w:t>exotisme un peu agressif des sauces du maréchal</w:t>
      </w:r>
      <w:r>
        <w:t>.</w:t>
      </w:r>
    </w:p>
    <w:p w14:paraId="3892B992" w14:textId="77777777" w:rsidR="00C90F8D" w:rsidRDefault="00AB2DE8">
      <w:r>
        <w:t>Schmidt n</w:t>
      </w:r>
      <w:r w:rsidR="00C90F8D">
        <w:t>’</w:t>
      </w:r>
      <w:r>
        <w:t>eut garde de manquer l</w:t>
      </w:r>
      <w:r w:rsidR="00C90F8D">
        <w:t>’</w:t>
      </w:r>
      <w:r>
        <w:t>occasion qu</w:t>
      </w:r>
      <w:r w:rsidR="00C90F8D">
        <w:t>’</w:t>
      </w:r>
      <w:r>
        <w:t>il avait ainsi provoquée</w:t>
      </w:r>
      <w:r w:rsidR="00C90F8D">
        <w:t>.</w:t>
      </w:r>
    </w:p>
    <w:p w14:paraId="60FFD5A1" w14:textId="77777777" w:rsidR="00C90F8D" w:rsidRDefault="00C90F8D">
      <w:r>
        <w:rPr>
          <w:rFonts w:eastAsia="Georgia"/>
        </w:rPr>
        <w:t>— </w:t>
      </w:r>
      <w:r w:rsidR="00AB2DE8">
        <w:t>Si vous le permettez</w:t>
      </w:r>
      <w:r>
        <w:t xml:space="preserve">, </w:t>
      </w:r>
      <w:r w:rsidR="00AB2DE8">
        <w:t>mon cher directeur</w:t>
      </w:r>
      <w:r>
        <w:t xml:space="preserve">, </w:t>
      </w:r>
      <w:r w:rsidR="00AB2DE8">
        <w:t>je resterai avec le commandant</w:t>
      </w:r>
      <w:r>
        <w:t>.</w:t>
      </w:r>
    </w:p>
    <w:p w14:paraId="68677B53" w14:textId="5D20683D" w:rsidR="00C90F8D" w:rsidRDefault="00C90F8D">
      <w:r>
        <w:rPr>
          <w:rFonts w:eastAsia="Georgia"/>
        </w:rPr>
        <w:t>— </w:t>
      </w:r>
      <w:r w:rsidR="00AB2DE8">
        <w:t>Entendu</w:t>
      </w:r>
      <w:r>
        <w:t xml:space="preserve">, </w:t>
      </w:r>
      <w:r w:rsidR="00AB2DE8">
        <w:t xml:space="preserve">dit </w:t>
      </w:r>
      <w:r>
        <w:t>M. </w:t>
      </w:r>
      <w:proofErr w:type="spellStart"/>
      <w:r w:rsidR="00AB2DE8">
        <w:t>Mauconseil</w:t>
      </w:r>
      <w:proofErr w:type="spellEnd"/>
      <w:r>
        <w:t>.</w:t>
      </w:r>
    </w:p>
    <w:p w14:paraId="5AB99DC0" w14:textId="59E37511" w:rsidR="00C90F8D" w:rsidRDefault="00AB2DE8">
      <w:r>
        <w:t>L</w:t>
      </w:r>
      <w:r w:rsidR="00C90F8D">
        <w:t>’</w:t>
      </w:r>
      <w:r>
        <w:t>automobile fut bientôt devant la porte du Cercle</w:t>
      </w:r>
      <w:r w:rsidR="00C90F8D">
        <w:t xml:space="preserve">. </w:t>
      </w:r>
      <w:r>
        <w:t>Ses quatre occupants descendirent</w:t>
      </w:r>
      <w:r w:rsidR="00C90F8D">
        <w:t xml:space="preserve">. </w:t>
      </w:r>
      <w:r>
        <w:t>Il y eut alors de part et d</w:t>
      </w:r>
      <w:r w:rsidR="00C90F8D">
        <w:t>’</w:t>
      </w:r>
      <w:r>
        <w:t>autre une seconde d</w:t>
      </w:r>
      <w:r w:rsidR="00C90F8D">
        <w:t>’</w:t>
      </w:r>
      <w:r>
        <w:t>hésitation</w:t>
      </w:r>
      <w:r w:rsidR="00C90F8D">
        <w:t xml:space="preserve">. </w:t>
      </w:r>
      <w:r>
        <w:t xml:space="preserve">Schmidt et </w:t>
      </w:r>
      <w:proofErr w:type="spellStart"/>
      <w:r>
        <w:t>Matsui</w:t>
      </w:r>
      <w:proofErr w:type="spellEnd"/>
      <w:r>
        <w:t xml:space="preserve"> attendaient que </w:t>
      </w:r>
      <w:r w:rsidR="00C90F8D">
        <w:t>M. </w:t>
      </w:r>
      <w:proofErr w:type="spellStart"/>
      <w:r>
        <w:t>Mauconseil</w:t>
      </w:r>
      <w:proofErr w:type="spellEnd"/>
      <w:r>
        <w:t xml:space="preserve"> prît congé d</w:t>
      </w:r>
      <w:r w:rsidR="00C90F8D">
        <w:t>’</w:t>
      </w:r>
      <w:r>
        <w:t>eux</w:t>
      </w:r>
      <w:r w:rsidR="00C90F8D">
        <w:t xml:space="preserve">. </w:t>
      </w:r>
      <w:r>
        <w:t>Mais il tardait à le faire</w:t>
      </w:r>
      <w:r w:rsidR="00C90F8D">
        <w:t>.</w:t>
      </w:r>
    </w:p>
    <w:p w14:paraId="11C8D4C4" w14:textId="77777777" w:rsidR="00C90F8D" w:rsidRDefault="00C90F8D">
      <w:r>
        <w:rPr>
          <w:rFonts w:eastAsia="Georgia"/>
        </w:rPr>
        <w:t>— </w:t>
      </w:r>
      <w:r w:rsidR="00AB2DE8">
        <w:t>Vous êtes là pour longtemps</w:t>
      </w:r>
      <w:r>
        <w:t xml:space="preserve"> ? </w:t>
      </w:r>
      <w:r w:rsidR="00AB2DE8">
        <w:t>demanda-t-il enfin</w:t>
      </w:r>
      <w:r>
        <w:t>.</w:t>
      </w:r>
    </w:p>
    <w:p w14:paraId="22DFF9C2" w14:textId="77777777" w:rsidR="00C90F8D" w:rsidRDefault="00AB2DE8">
      <w:proofErr w:type="spellStart"/>
      <w:r>
        <w:t>Matsui</w:t>
      </w:r>
      <w:proofErr w:type="spellEnd"/>
      <w:r>
        <w:t xml:space="preserve"> garda le silence</w:t>
      </w:r>
      <w:r w:rsidR="00C90F8D">
        <w:t xml:space="preserve">. </w:t>
      </w:r>
      <w:r>
        <w:t>Forestier</w:t>
      </w:r>
      <w:r w:rsidR="00C90F8D">
        <w:t xml:space="preserve">, </w:t>
      </w:r>
      <w:r>
        <w:t>naturellement</w:t>
      </w:r>
      <w:r w:rsidR="00C90F8D">
        <w:t xml:space="preserve">, </w:t>
      </w:r>
      <w:r>
        <w:t>se taisait</w:t>
      </w:r>
      <w:r w:rsidR="00C90F8D">
        <w:t xml:space="preserve">. </w:t>
      </w:r>
      <w:r>
        <w:t>Il n</w:t>
      </w:r>
      <w:r w:rsidR="00C90F8D">
        <w:t>’</w:t>
      </w:r>
      <w:r>
        <w:t>avait pas la direction des opérations</w:t>
      </w:r>
      <w:r w:rsidR="00C90F8D">
        <w:t>.</w:t>
      </w:r>
    </w:p>
    <w:p w14:paraId="350E3D7B" w14:textId="77777777" w:rsidR="00C90F8D" w:rsidRDefault="00AB2DE8">
      <w:r>
        <w:lastRenderedPageBreak/>
        <w:t>Ce fut à Schmidt qu</w:t>
      </w:r>
      <w:r w:rsidR="00C90F8D">
        <w:t>’</w:t>
      </w:r>
      <w:r>
        <w:t>échut la responsabilité de répondre</w:t>
      </w:r>
      <w:r w:rsidR="00C90F8D">
        <w:t>.</w:t>
      </w:r>
    </w:p>
    <w:p w14:paraId="452ED857" w14:textId="77777777" w:rsidR="00C90F8D" w:rsidRDefault="00C90F8D">
      <w:r>
        <w:rPr>
          <w:rFonts w:eastAsia="Georgia"/>
        </w:rPr>
        <w:t>— </w:t>
      </w:r>
      <w:r w:rsidR="00AB2DE8">
        <w:t>Pour longtemps</w:t>
      </w:r>
      <w:r>
        <w:t xml:space="preserve">, </w:t>
      </w:r>
      <w:r w:rsidR="00AB2DE8">
        <w:t>non</w:t>
      </w:r>
      <w:r>
        <w:t xml:space="preserve">, </w:t>
      </w:r>
      <w:r w:rsidR="00AB2DE8">
        <w:t>mon cher directeur</w:t>
      </w:r>
      <w:r>
        <w:t xml:space="preserve">. </w:t>
      </w:r>
      <w:r w:rsidR="00AB2DE8">
        <w:t xml:space="preserve">Notre ami </w:t>
      </w:r>
      <w:proofErr w:type="spellStart"/>
      <w:r w:rsidR="00AB2DE8">
        <w:t>Matsui</w:t>
      </w:r>
      <w:proofErr w:type="spellEnd"/>
      <w:r w:rsidR="00AB2DE8">
        <w:t xml:space="preserve"> désire se restaurer un peu</w:t>
      </w:r>
      <w:r>
        <w:t xml:space="preserve">. </w:t>
      </w:r>
      <w:r w:rsidR="00AB2DE8">
        <w:t>Et</w:t>
      </w:r>
      <w:r>
        <w:t xml:space="preserve">, </w:t>
      </w:r>
      <w:r w:rsidR="00AB2DE8">
        <w:t>de mon côté</w:t>
      </w:r>
      <w:r>
        <w:t xml:space="preserve">, </w:t>
      </w:r>
      <w:r w:rsidR="00AB2DE8">
        <w:t>ainsi que je vous le disais tout à l</w:t>
      </w:r>
      <w:r>
        <w:t>’</w:t>
      </w:r>
      <w:r w:rsidR="00AB2DE8">
        <w:t>heure</w:t>
      </w:r>
      <w:r>
        <w:t>…</w:t>
      </w:r>
    </w:p>
    <w:p w14:paraId="58CD893A" w14:textId="05C9CA3B" w:rsidR="00C90F8D" w:rsidRDefault="00C90F8D">
      <w:r>
        <w:rPr>
          <w:rFonts w:eastAsia="Georgia"/>
        </w:rPr>
        <w:t>— </w:t>
      </w:r>
      <w:r w:rsidR="00AB2DE8">
        <w:t>Parfait</w:t>
      </w:r>
      <w:r>
        <w:t xml:space="preserve">, </w:t>
      </w:r>
      <w:r w:rsidR="00AB2DE8">
        <w:t xml:space="preserve">dit </w:t>
      </w:r>
      <w:r>
        <w:t>M. </w:t>
      </w:r>
      <w:proofErr w:type="spellStart"/>
      <w:r w:rsidR="00AB2DE8">
        <w:t>Mauconseil</w:t>
      </w:r>
      <w:proofErr w:type="spellEnd"/>
      <w:r>
        <w:t xml:space="preserve">, </w:t>
      </w:r>
      <w:r w:rsidR="00AB2DE8">
        <w:t>puisqu</w:t>
      </w:r>
      <w:r>
        <w:t>’</w:t>
      </w:r>
      <w:r w:rsidR="00AB2DE8">
        <w:t>il ne s</w:t>
      </w:r>
      <w:r>
        <w:t>’</w:t>
      </w:r>
      <w:r w:rsidR="00AB2DE8">
        <w:t>agit que de quelques instants</w:t>
      </w:r>
      <w:r>
        <w:t xml:space="preserve">, </w:t>
      </w:r>
      <w:r w:rsidR="00AB2DE8">
        <w:t>je resterai avec vous</w:t>
      </w:r>
      <w:r>
        <w:t xml:space="preserve">. </w:t>
      </w:r>
      <w:r w:rsidR="00AB2DE8">
        <w:t>Car</w:t>
      </w:r>
      <w:r>
        <w:t xml:space="preserve">, </w:t>
      </w:r>
      <w:r w:rsidR="00AB2DE8">
        <w:t>moi aussi</w:t>
      </w:r>
      <w:r>
        <w:t xml:space="preserve">, </w:t>
      </w:r>
      <w:r w:rsidR="00AB2DE8">
        <w:t>j</w:t>
      </w:r>
      <w:r>
        <w:t>’</w:t>
      </w:r>
      <w:r w:rsidR="00AB2DE8">
        <w:t>ai faim décidément</w:t>
      </w:r>
      <w:r>
        <w:t>.</w:t>
      </w:r>
    </w:p>
    <w:p w14:paraId="525DB6D1" w14:textId="77777777" w:rsidR="00C90F8D" w:rsidRDefault="00AB2DE8">
      <w:r>
        <w:t xml:space="preserve">Schmidt lança à </w:t>
      </w:r>
      <w:proofErr w:type="spellStart"/>
      <w:r>
        <w:t>Matsui</w:t>
      </w:r>
      <w:proofErr w:type="spellEnd"/>
      <w:r>
        <w:t xml:space="preserve"> un coup d</w:t>
      </w:r>
      <w:r w:rsidR="00C90F8D">
        <w:t>’</w:t>
      </w:r>
      <w:r>
        <w:t>œil de détresse</w:t>
      </w:r>
      <w:r w:rsidR="00C90F8D">
        <w:t xml:space="preserve">. </w:t>
      </w:r>
      <w:r>
        <w:t>Le Japonais riait sous cape</w:t>
      </w:r>
      <w:r w:rsidR="00C90F8D">
        <w:t xml:space="preserve">. </w:t>
      </w:r>
      <w:r>
        <w:t>Il devinait qu</w:t>
      </w:r>
      <w:r w:rsidR="00C90F8D">
        <w:t>’</w:t>
      </w:r>
      <w:r>
        <w:t>il n</w:t>
      </w:r>
      <w:r w:rsidR="00C90F8D">
        <w:t>’</w:t>
      </w:r>
      <w:r>
        <w:t>était pas dans les projets de l</w:t>
      </w:r>
      <w:r w:rsidR="00C90F8D">
        <w:t>’</w:t>
      </w:r>
      <w:r>
        <w:t>ingénieur d</w:t>
      </w:r>
      <w:r w:rsidR="00C90F8D">
        <w:t>’</w:t>
      </w:r>
      <w:r>
        <w:t>achever la soirée dans une compagnie aussi solennelle</w:t>
      </w:r>
      <w:r w:rsidR="00C90F8D">
        <w:t>.</w:t>
      </w:r>
    </w:p>
    <w:p w14:paraId="2ECBA764" w14:textId="60ABB155" w:rsidR="00C90F8D" w:rsidRDefault="00C90F8D">
      <w:r>
        <w:rPr>
          <w:rFonts w:eastAsia="Georgia"/>
        </w:rPr>
        <w:t>— </w:t>
      </w:r>
      <w:r w:rsidR="00AB2DE8">
        <w:t>Vous êtes mes invités</w:t>
      </w:r>
      <w:r>
        <w:t xml:space="preserve">, </w:t>
      </w:r>
      <w:r w:rsidR="00AB2DE8">
        <w:t>comme il convient</w:t>
      </w:r>
      <w:r>
        <w:t xml:space="preserve">, </w:t>
      </w:r>
      <w:r w:rsidR="00AB2DE8">
        <w:t xml:space="preserve">reprit </w:t>
      </w:r>
      <w:r>
        <w:t>M. </w:t>
      </w:r>
      <w:proofErr w:type="spellStart"/>
      <w:r w:rsidR="00AB2DE8">
        <w:t>Mauconseil</w:t>
      </w:r>
      <w:proofErr w:type="spellEnd"/>
      <w:r>
        <w:t xml:space="preserve">. </w:t>
      </w:r>
      <w:r w:rsidR="00AB2DE8">
        <w:t>Entrons</w:t>
      </w:r>
      <w:r>
        <w:t xml:space="preserve">. </w:t>
      </w:r>
      <w:r w:rsidR="00AB2DE8">
        <w:t>Venez</w:t>
      </w:r>
      <w:r>
        <w:t xml:space="preserve">, </w:t>
      </w:r>
      <w:r w:rsidR="00AB2DE8">
        <w:t>Forestier</w:t>
      </w:r>
      <w:r>
        <w:t>.</w:t>
      </w:r>
    </w:p>
    <w:p w14:paraId="46EBA2E1" w14:textId="77777777" w:rsidR="00C90F8D" w:rsidRDefault="00C90F8D">
      <w:r>
        <w:rPr>
          <w:rFonts w:eastAsia="Georgia"/>
        </w:rPr>
        <w:t>— </w:t>
      </w:r>
      <w:r w:rsidR="00AB2DE8">
        <w:t>Monsieur le directeur</w:t>
      </w:r>
      <w:r>
        <w:t xml:space="preserve">, </w:t>
      </w:r>
      <w:r w:rsidR="00AB2DE8">
        <w:t>dit Schmidt</w:t>
      </w:r>
      <w:r>
        <w:t xml:space="preserve">, </w:t>
      </w:r>
      <w:r w:rsidR="00AB2DE8">
        <w:t>qui tentait de se raccrocher à une dernière branche de salut</w:t>
      </w:r>
      <w:r>
        <w:t xml:space="preserve">, </w:t>
      </w:r>
      <w:r w:rsidR="00AB2DE8">
        <w:t>je crois que</w:t>
      </w:r>
      <w:r>
        <w:t xml:space="preserve">… </w:t>
      </w:r>
      <w:r w:rsidR="00AB2DE8">
        <w:t>Forestier n</w:t>
      </w:r>
      <w:r>
        <w:t>’</w:t>
      </w:r>
      <w:r w:rsidR="00AB2DE8">
        <w:t>osera sans doute pas vous l</w:t>
      </w:r>
      <w:r>
        <w:t>’</w:t>
      </w:r>
      <w:r w:rsidR="00AB2DE8">
        <w:t>avouer</w:t>
      </w:r>
      <w:r>
        <w:t>…</w:t>
      </w:r>
    </w:p>
    <w:p w14:paraId="68F91562" w14:textId="77777777" w:rsidR="00C90F8D" w:rsidRDefault="00C90F8D">
      <w:r>
        <w:rPr>
          <w:rFonts w:eastAsia="Georgia"/>
        </w:rPr>
        <w:t>— </w:t>
      </w:r>
      <w:r w:rsidR="00AB2DE8">
        <w:t>Quoi donc</w:t>
      </w:r>
      <w:r>
        <w:t> ?</w:t>
      </w:r>
    </w:p>
    <w:p w14:paraId="0838E3B0" w14:textId="77777777" w:rsidR="00C90F8D" w:rsidRDefault="00C90F8D">
      <w:r>
        <w:rPr>
          <w:rFonts w:eastAsia="Georgia"/>
        </w:rPr>
        <w:t>— </w:t>
      </w:r>
      <w:r w:rsidR="00AB2DE8">
        <w:t>Il a l</w:t>
      </w:r>
      <w:r>
        <w:t>’</w:t>
      </w:r>
      <w:r w:rsidR="00AB2DE8">
        <w:t>habitude de travailler chaque nuit très tard</w:t>
      </w:r>
      <w:r>
        <w:t xml:space="preserve">. </w:t>
      </w:r>
      <w:r w:rsidR="00AB2DE8">
        <w:t>Il se lève le matin de très bonne heure</w:t>
      </w:r>
      <w:r>
        <w:t xml:space="preserve">. </w:t>
      </w:r>
      <w:r w:rsidR="00AB2DE8">
        <w:t>Sans doute préfère-t-il rentrer</w:t>
      </w:r>
      <w:r>
        <w:t>.</w:t>
      </w:r>
    </w:p>
    <w:p w14:paraId="17928879" w14:textId="77777777" w:rsidR="00C90F8D" w:rsidRDefault="00C90F8D">
      <w:r>
        <w:rPr>
          <w:rFonts w:eastAsia="Georgia"/>
        </w:rPr>
        <w:t>— </w:t>
      </w:r>
      <w:r w:rsidR="00AB2DE8">
        <w:t>Eh bien</w:t>
      </w:r>
      <w:r>
        <w:t xml:space="preserve">, </w:t>
      </w:r>
      <w:r w:rsidR="00AB2DE8">
        <w:t>pour une fois</w:t>
      </w:r>
      <w:r>
        <w:t xml:space="preserve">, </w:t>
      </w:r>
      <w:r w:rsidR="00AB2DE8">
        <w:t>il fera une exception</w:t>
      </w:r>
      <w:r>
        <w:t xml:space="preserve">, </w:t>
      </w:r>
      <w:r w:rsidR="00AB2DE8">
        <w:t>n</w:t>
      </w:r>
      <w:r>
        <w:t>’</w:t>
      </w:r>
      <w:r w:rsidR="00AB2DE8">
        <w:t>est-ce pas</w:t>
      </w:r>
      <w:r>
        <w:t xml:space="preserve">, </w:t>
      </w:r>
      <w:r w:rsidR="00AB2DE8">
        <w:t>Forestier</w:t>
      </w:r>
      <w:r>
        <w:t xml:space="preserve"> ? </w:t>
      </w:r>
      <w:r w:rsidR="00AB2DE8">
        <w:t>Mon cher ami</w:t>
      </w:r>
      <w:r>
        <w:t xml:space="preserve">, </w:t>
      </w:r>
      <w:r w:rsidR="00AB2DE8">
        <w:t>mieux que personne</w:t>
      </w:r>
      <w:r>
        <w:t xml:space="preserve">, </w:t>
      </w:r>
      <w:r w:rsidR="00AB2DE8">
        <w:t>je suis au courant de l</w:t>
      </w:r>
      <w:r>
        <w:t>’</w:t>
      </w:r>
      <w:r w:rsidR="00AB2DE8">
        <w:t>effort que vous fournissez</w:t>
      </w:r>
      <w:r>
        <w:t xml:space="preserve">. </w:t>
      </w:r>
      <w:r w:rsidR="00AB2DE8">
        <w:t>Je suis heureux de vous en exprimer publiquement ma gratitude</w:t>
      </w:r>
      <w:r>
        <w:t xml:space="preserve">. </w:t>
      </w:r>
      <w:r w:rsidR="00AB2DE8">
        <w:t>Non</w:t>
      </w:r>
      <w:r>
        <w:t xml:space="preserve">, </w:t>
      </w:r>
      <w:r w:rsidR="00AB2DE8">
        <w:t>non</w:t>
      </w:r>
      <w:r>
        <w:t xml:space="preserve">, </w:t>
      </w:r>
      <w:r w:rsidR="00AB2DE8">
        <w:t>ne protestez pas</w:t>
      </w:r>
      <w:r>
        <w:t xml:space="preserve">. </w:t>
      </w:r>
      <w:r w:rsidR="00AB2DE8">
        <w:t>Je sais</w:t>
      </w:r>
      <w:r>
        <w:t xml:space="preserve">, </w:t>
      </w:r>
      <w:r w:rsidR="00AB2DE8">
        <w:t>je sais</w:t>
      </w:r>
      <w:r>
        <w:t xml:space="preserve">. </w:t>
      </w:r>
      <w:r w:rsidR="00AB2DE8">
        <w:t>Mais enfin</w:t>
      </w:r>
      <w:r>
        <w:t xml:space="preserve">, </w:t>
      </w:r>
      <w:r w:rsidR="00AB2DE8">
        <w:t>trop est trop</w:t>
      </w:r>
      <w:r>
        <w:t xml:space="preserve">, </w:t>
      </w:r>
      <w:r w:rsidR="00AB2DE8">
        <w:t>mon cher</w:t>
      </w:r>
      <w:r>
        <w:t xml:space="preserve">. </w:t>
      </w:r>
      <w:r w:rsidR="00AB2DE8">
        <w:t>Il faut de temps en temps se distraire un peu</w:t>
      </w:r>
      <w:r>
        <w:t xml:space="preserve">, </w:t>
      </w:r>
      <w:r w:rsidR="00AB2DE8">
        <w:t>que diable</w:t>
      </w:r>
      <w:r>
        <w:t xml:space="preserve"> ! </w:t>
      </w:r>
      <w:r w:rsidR="00AB2DE8">
        <w:t>C</w:t>
      </w:r>
      <w:r>
        <w:t>’</w:t>
      </w:r>
      <w:r w:rsidR="00AB2DE8">
        <w:t>est votre chef qui vous le dit</w:t>
      </w:r>
      <w:r>
        <w:t xml:space="preserve">. </w:t>
      </w:r>
      <w:r w:rsidR="00AB2DE8">
        <w:t>Allons</w:t>
      </w:r>
      <w:r>
        <w:t xml:space="preserve">, </w:t>
      </w:r>
      <w:r w:rsidR="00AB2DE8">
        <w:t>venez</w:t>
      </w:r>
      <w:r>
        <w:t>.</w:t>
      </w:r>
    </w:p>
    <w:p w14:paraId="34D8F52A" w14:textId="77777777" w:rsidR="00C90F8D" w:rsidRDefault="00C90F8D">
      <w:r>
        <w:rPr>
          <w:rFonts w:eastAsia="Georgia"/>
        </w:rPr>
        <w:lastRenderedPageBreak/>
        <w:t>— </w:t>
      </w:r>
      <w:r w:rsidR="00AB2DE8">
        <w:t>À vos ordres</w:t>
      </w:r>
      <w:r>
        <w:t xml:space="preserve">, </w:t>
      </w:r>
      <w:r w:rsidR="00AB2DE8">
        <w:t>monsieur le directeur général</w:t>
      </w:r>
      <w:r>
        <w:t xml:space="preserve">, </w:t>
      </w:r>
      <w:r w:rsidR="00AB2DE8">
        <w:t>murmura Forestier</w:t>
      </w:r>
      <w:r>
        <w:t>.</w:t>
      </w:r>
    </w:p>
    <w:p w14:paraId="2F6752CF" w14:textId="6B8A5482" w:rsidR="00AB2DE8" w:rsidRDefault="00AB2DE8"/>
    <w:p w14:paraId="3E3264F6" w14:textId="7846CF19" w:rsidR="00C90F8D" w:rsidRDefault="00AB2DE8">
      <w:r>
        <w:t>Ils s</w:t>
      </w:r>
      <w:r w:rsidR="00C90F8D">
        <w:t>’</w:t>
      </w:r>
      <w:r>
        <w:t>assirent devant des assiettes de viandes froides et deux bouteilles de champagne</w:t>
      </w:r>
      <w:r w:rsidR="00C90F8D">
        <w:t>. M. </w:t>
      </w:r>
      <w:proofErr w:type="spellStart"/>
      <w:r>
        <w:t>Mauconseil</w:t>
      </w:r>
      <w:proofErr w:type="spellEnd"/>
      <w:r>
        <w:t xml:space="preserve"> emplit lui-même les coupes</w:t>
      </w:r>
      <w:r w:rsidR="00C90F8D">
        <w:t xml:space="preserve">, </w:t>
      </w:r>
      <w:r>
        <w:t>tout en continuant à faire le panégyrique de Forestier</w:t>
      </w:r>
      <w:r w:rsidR="00C90F8D">
        <w:t>.</w:t>
      </w:r>
    </w:p>
    <w:p w14:paraId="03878F5D" w14:textId="121581BD" w:rsidR="00C90F8D" w:rsidRDefault="00C90F8D">
      <w:r>
        <w:rPr>
          <w:rFonts w:eastAsia="Georgia"/>
        </w:rPr>
        <w:t>— </w:t>
      </w:r>
      <w:r w:rsidR="00AB2DE8">
        <w:t>Je dois me rendre cette justice</w:t>
      </w:r>
      <w:r>
        <w:t xml:space="preserve"> : </w:t>
      </w:r>
      <w:r w:rsidR="00AB2DE8">
        <w:t>il ne m</w:t>
      </w:r>
      <w:r>
        <w:t>’</w:t>
      </w:r>
      <w:r w:rsidR="00AB2DE8">
        <w:t>a pas fallu longtemps pour savoir à qui j</w:t>
      </w:r>
      <w:r>
        <w:t>’</w:t>
      </w:r>
      <w:r w:rsidR="00AB2DE8">
        <w:t>avais affaire</w:t>
      </w:r>
      <w:r>
        <w:t xml:space="preserve">. </w:t>
      </w:r>
      <w:r w:rsidR="00AB2DE8">
        <w:t>Dès que j</w:t>
      </w:r>
      <w:r>
        <w:t>’</w:t>
      </w:r>
      <w:r w:rsidR="00AB2DE8">
        <w:t xml:space="preserve">ai vu </w:t>
      </w:r>
      <w:r>
        <w:t>M. </w:t>
      </w:r>
      <w:r w:rsidR="00AB2DE8">
        <w:t>Forestier</w:t>
      </w:r>
      <w:r>
        <w:t>…</w:t>
      </w:r>
    </w:p>
    <w:p w14:paraId="71D60712" w14:textId="61FF6741" w:rsidR="00C90F8D" w:rsidRDefault="00C90F8D">
      <w:r>
        <w:rPr>
          <w:rFonts w:eastAsia="Georgia"/>
        </w:rPr>
        <w:t>— </w:t>
      </w:r>
      <w:r w:rsidR="00AB2DE8">
        <w:t>Et même sans doute avant de l</w:t>
      </w:r>
      <w:r>
        <w:t>’</w:t>
      </w:r>
      <w:r w:rsidR="00AB2DE8">
        <w:t>avoir vu</w:t>
      </w:r>
      <w:r>
        <w:t xml:space="preserve">, </w:t>
      </w:r>
      <w:r w:rsidR="00AB2DE8">
        <w:t xml:space="preserve">susurra </w:t>
      </w:r>
      <w:r>
        <w:t>M. </w:t>
      </w:r>
      <w:r w:rsidR="00AB2DE8">
        <w:t>Schmidt</w:t>
      </w:r>
      <w:r>
        <w:t>.</w:t>
      </w:r>
    </w:p>
    <w:p w14:paraId="6090F581" w14:textId="77777777" w:rsidR="00C90F8D" w:rsidRDefault="00C90F8D">
      <w:r>
        <w:rPr>
          <w:rFonts w:eastAsia="Georgia"/>
        </w:rPr>
        <w:t>— </w:t>
      </w:r>
      <w:r w:rsidR="00AB2DE8">
        <w:t>Quoi</w:t>
      </w:r>
      <w:r>
        <w:t> ?</w:t>
      </w:r>
    </w:p>
    <w:p w14:paraId="634045CE" w14:textId="77777777" w:rsidR="00C90F8D" w:rsidRDefault="00C90F8D">
      <w:r>
        <w:rPr>
          <w:rFonts w:eastAsia="Georgia"/>
        </w:rPr>
        <w:t>— </w:t>
      </w:r>
      <w:r w:rsidR="00AB2DE8">
        <w:t>Rien</w:t>
      </w:r>
      <w:r>
        <w:t>.</w:t>
      </w:r>
    </w:p>
    <w:p w14:paraId="543E1251" w14:textId="2B60537D" w:rsidR="00C90F8D" w:rsidRDefault="00C90F8D">
      <w:r>
        <w:rPr>
          <w:rFonts w:eastAsia="Georgia"/>
        </w:rPr>
        <w:t>— </w:t>
      </w:r>
      <w:r w:rsidR="00AB2DE8">
        <w:t>Je poursuis</w:t>
      </w:r>
      <w:r>
        <w:t xml:space="preserve"> : </w:t>
      </w:r>
      <w:r w:rsidR="00AB2DE8">
        <w:t>dès que j</w:t>
      </w:r>
      <w:r>
        <w:t>’</w:t>
      </w:r>
      <w:r w:rsidR="00AB2DE8">
        <w:t xml:space="preserve">ai vu </w:t>
      </w:r>
      <w:r>
        <w:t>M. </w:t>
      </w:r>
      <w:r w:rsidR="00AB2DE8">
        <w:t>Forestier</w:t>
      </w:r>
      <w:r>
        <w:t xml:space="preserve">, </w:t>
      </w:r>
      <w:r w:rsidR="00AB2DE8">
        <w:t>j</w:t>
      </w:r>
      <w:r>
        <w:t>’</w:t>
      </w:r>
      <w:r w:rsidR="00AB2DE8">
        <w:t>ai compris que j</w:t>
      </w:r>
      <w:r>
        <w:t>’</w:t>
      </w:r>
      <w:r w:rsidR="00AB2DE8">
        <w:t>avais enfin sous la main l</w:t>
      </w:r>
      <w:r>
        <w:t>’</w:t>
      </w:r>
      <w:r w:rsidR="00AB2DE8">
        <w:t>homme qu</w:t>
      </w:r>
      <w:r>
        <w:t>’</w:t>
      </w:r>
      <w:r w:rsidR="00AB2DE8">
        <w:t>il me fallait</w:t>
      </w:r>
      <w:r>
        <w:t xml:space="preserve">, </w:t>
      </w:r>
      <w:r w:rsidR="00AB2DE8">
        <w:t>qui m</w:t>
      </w:r>
      <w:r>
        <w:t>’</w:t>
      </w:r>
      <w:r w:rsidR="00AB2DE8">
        <w:t>avait fait défaut jusqu</w:t>
      </w:r>
      <w:r>
        <w:t>’</w:t>
      </w:r>
      <w:r w:rsidR="00AB2DE8">
        <w:t>à présent</w:t>
      </w:r>
      <w:r>
        <w:t xml:space="preserve">. </w:t>
      </w:r>
      <w:r w:rsidR="00AB2DE8">
        <w:t>Ceci n</w:t>
      </w:r>
      <w:r>
        <w:t>’</w:t>
      </w:r>
      <w:r w:rsidR="00AB2DE8">
        <w:t>est pas une critique à votre adresse</w:t>
      </w:r>
      <w:r>
        <w:t xml:space="preserve">, </w:t>
      </w:r>
      <w:r w:rsidR="00AB2DE8">
        <w:t>Schmidt</w:t>
      </w:r>
      <w:r>
        <w:t>.</w:t>
      </w:r>
    </w:p>
    <w:p w14:paraId="12C6FEF3" w14:textId="77777777" w:rsidR="00C90F8D" w:rsidRDefault="00C90F8D">
      <w:r>
        <w:rPr>
          <w:rFonts w:eastAsia="Georgia"/>
        </w:rPr>
        <w:t>— </w:t>
      </w:r>
      <w:r w:rsidR="00AB2DE8">
        <w:t>J</w:t>
      </w:r>
      <w:r>
        <w:t>’</w:t>
      </w:r>
      <w:r w:rsidR="00AB2DE8">
        <w:t>en suis persuadé</w:t>
      </w:r>
      <w:r>
        <w:t xml:space="preserve">, </w:t>
      </w:r>
      <w:r w:rsidR="00AB2DE8">
        <w:t>monsieur le directeur</w:t>
      </w:r>
      <w:r>
        <w:t>.</w:t>
      </w:r>
    </w:p>
    <w:p w14:paraId="72855897" w14:textId="77777777" w:rsidR="00C90F8D" w:rsidRDefault="00C90F8D">
      <w:r>
        <w:rPr>
          <w:rFonts w:eastAsia="Georgia"/>
        </w:rPr>
        <w:t>— </w:t>
      </w:r>
      <w:r w:rsidR="00AB2DE8">
        <w:t>Et vous avez raison</w:t>
      </w:r>
      <w:r>
        <w:t xml:space="preserve">. </w:t>
      </w:r>
      <w:r w:rsidR="00AB2DE8">
        <w:t>Je connais vos qualités</w:t>
      </w:r>
      <w:r>
        <w:t xml:space="preserve">. </w:t>
      </w:r>
      <w:r w:rsidR="00AB2DE8">
        <w:t>Je suis le premier à les apprécier</w:t>
      </w:r>
      <w:r>
        <w:t xml:space="preserve">. </w:t>
      </w:r>
      <w:r w:rsidR="00AB2DE8">
        <w:t>Celles de Forestier sont d</w:t>
      </w:r>
      <w:r>
        <w:t>’</w:t>
      </w:r>
      <w:r w:rsidR="00AB2DE8">
        <w:t>un ordre différent</w:t>
      </w:r>
      <w:r>
        <w:t xml:space="preserve">, </w:t>
      </w:r>
      <w:r w:rsidR="00AB2DE8">
        <w:t>d</w:t>
      </w:r>
      <w:r>
        <w:t>’</w:t>
      </w:r>
      <w:r w:rsidR="00AB2DE8">
        <w:t>un ordre qui</w:t>
      </w:r>
      <w:r>
        <w:t xml:space="preserve">… </w:t>
      </w:r>
      <w:r w:rsidR="00AB2DE8">
        <w:t>un ordre que</w:t>
      </w:r>
      <w:r>
        <w:t xml:space="preserve">… </w:t>
      </w:r>
      <w:r w:rsidR="00AB2DE8">
        <w:t>je m</w:t>
      </w:r>
      <w:r>
        <w:t>’</w:t>
      </w:r>
      <w:r w:rsidR="00AB2DE8">
        <w:t>entends</w:t>
      </w:r>
      <w:r>
        <w:t xml:space="preserve">. </w:t>
      </w:r>
      <w:r w:rsidR="00AB2DE8">
        <w:t>Mais que cette soirée est donc agréable</w:t>
      </w:r>
      <w:r>
        <w:t> !</w:t>
      </w:r>
      <w:r>
        <w:rPr>
          <w:bCs/>
        </w:rPr>
        <w:t xml:space="preserve"> </w:t>
      </w:r>
      <w:r w:rsidR="00AB2DE8">
        <w:t>Mon cher Forestier</w:t>
      </w:r>
      <w:r>
        <w:t xml:space="preserve">, </w:t>
      </w:r>
      <w:r w:rsidR="00AB2DE8">
        <w:t>croyez-en ma vieille expérience</w:t>
      </w:r>
      <w:r>
        <w:t xml:space="preserve">, </w:t>
      </w:r>
      <w:r w:rsidR="00AB2DE8">
        <w:t>il faut savoir s</w:t>
      </w:r>
      <w:r>
        <w:t>’</w:t>
      </w:r>
      <w:r w:rsidR="00AB2DE8">
        <w:t>amuser un peu</w:t>
      </w:r>
      <w:r>
        <w:t xml:space="preserve">, </w:t>
      </w:r>
      <w:r w:rsidR="00AB2DE8">
        <w:t>à l</w:t>
      </w:r>
      <w:r>
        <w:t>’</w:t>
      </w:r>
      <w:r w:rsidR="00AB2DE8">
        <w:t>occasion</w:t>
      </w:r>
      <w:r>
        <w:t xml:space="preserve">. </w:t>
      </w:r>
      <w:r w:rsidR="00AB2DE8">
        <w:t>Buvez</w:t>
      </w:r>
      <w:r>
        <w:t xml:space="preserve">, </w:t>
      </w:r>
      <w:r w:rsidR="00AB2DE8">
        <w:t>Schmidt</w:t>
      </w:r>
      <w:r>
        <w:t xml:space="preserve">. </w:t>
      </w:r>
      <w:r w:rsidR="00AB2DE8">
        <w:t>Buvez</w:t>
      </w:r>
      <w:r>
        <w:t xml:space="preserve">, </w:t>
      </w:r>
      <w:r w:rsidR="00AB2DE8">
        <w:t>commandant</w:t>
      </w:r>
      <w:r>
        <w:t xml:space="preserve">. </w:t>
      </w:r>
      <w:r w:rsidR="00AB2DE8">
        <w:t>Buvez</w:t>
      </w:r>
      <w:r>
        <w:t xml:space="preserve">, </w:t>
      </w:r>
      <w:r w:rsidR="00AB2DE8">
        <w:t>Forestier</w:t>
      </w:r>
      <w:r>
        <w:t xml:space="preserve">. </w:t>
      </w:r>
      <w:r w:rsidR="00AB2DE8">
        <w:t>Encore une fois</w:t>
      </w:r>
      <w:r>
        <w:t xml:space="preserve">, </w:t>
      </w:r>
      <w:r w:rsidR="00AB2DE8">
        <w:t>vous êtes mes invités</w:t>
      </w:r>
      <w:r>
        <w:t xml:space="preserve">, </w:t>
      </w:r>
      <w:r w:rsidR="00AB2DE8">
        <w:t>Messieurs</w:t>
      </w:r>
      <w:r>
        <w:t>.</w:t>
      </w:r>
    </w:p>
    <w:p w14:paraId="431842A6" w14:textId="3BF23350" w:rsidR="00C90F8D" w:rsidRDefault="00AB2DE8">
      <w:r>
        <w:lastRenderedPageBreak/>
        <w:t>Ils choquèrent leurs coupes</w:t>
      </w:r>
      <w:r w:rsidR="00C90F8D">
        <w:t xml:space="preserve">. </w:t>
      </w:r>
      <w:r>
        <w:t>Forestier reposa la sienne intacte sur la table</w:t>
      </w:r>
      <w:r w:rsidR="00C90F8D">
        <w:t>. M. </w:t>
      </w:r>
      <w:proofErr w:type="spellStart"/>
      <w:r>
        <w:t>Mauconseil</w:t>
      </w:r>
      <w:proofErr w:type="spellEnd"/>
      <w:r>
        <w:t xml:space="preserve"> ne s</w:t>
      </w:r>
      <w:r w:rsidR="00C90F8D">
        <w:t>’</w:t>
      </w:r>
      <w:r>
        <w:t>en aperçut pas</w:t>
      </w:r>
      <w:r w:rsidR="00C90F8D">
        <w:t>.</w:t>
      </w:r>
    </w:p>
    <w:p w14:paraId="650679A3" w14:textId="77777777" w:rsidR="00C90F8D" w:rsidRDefault="00AB2DE8">
      <w:r>
        <w:t>À part eux</w:t>
      </w:r>
      <w:r w:rsidR="00C90F8D">
        <w:t xml:space="preserve">, </w:t>
      </w:r>
      <w:r>
        <w:t>la salle ne contenait plus que deux officiers russes</w:t>
      </w:r>
      <w:r w:rsidR="00C90F8D">
        <w:t xml:space="preserve">, </w:t>
      </w:r>
      <w:r>
        <w:t>qui achevaient une partie d</w:t>
      </w:r>
      <w:r w:rsidR="00C90F8D">
        <w:t>’</w:t>
      </w:r>
      <w:r>
        <w:t>écarté</w:t>
      </w:r>
      <w:r w:rsidR="00C90F8D">
        <w:t xml:space="preserve">, </w:t>
      </w:r>
      <w:r>
        <w:t>et un Anglais apoplectique</w:t>
      </w:r>
      <w:r w:rsidR="00C90F8D">
        <w:t xml:space="preserve">, </w:t>
      </w:r>
      <w:r>
        <w:t>somnolant entre les bras d</w:t>
      </w:r>
      <w:r w:rsidR="00C90F8D">
        <w:t>’</w:t>
      </w:r>
      <w:r>
        <w:t>un fauteuil de cuir vaste comme une baignoire</w:t>
      </w:r>
      <w:r w:rsidR="00C90F8D">
        <w:t xml:space="preserve">. </w:t>
      </w:r>
      <w:r>
        <w:t>Les laquais mandchous s</w:t>
      </w:r>
      <w:r w:rsidR="00C90F8D">
        <w:t>’</w:t>
      </w:r>
      <w:r>
        <w:t>étaient arrêtés d</w:t>
      </w:r>
      <w:r w:rsidR="00C90F8D">
        <w:t>’</w:t>
      </w:r>
      <w:r>
        <w:t>aller et de venir</w:t>
      </w:r>
      <w:r w:rsidR="00C90F8D">
        <w:t xml:space="preserve">. </w:t>
      </w:r>
      <w:r>
        <w:t>Collés comme de gigantesques chauves-souris contre les murailles</w:t>
      </w:r>
      <w:r w:rsidR="00C90F8D">
        <w:t xml:space="preserve">, </w:t>
      </w:r>
      <w:r>
        <w:t>ils surveillaient les commutateurs électriques</w:t>
      </w:r>
      <w:r w:rsidR="00C90F8D">
        <w:t xml:space="preserve">, </w:t>
      </w:r>
      <w:r>
        <w:t>attendant l</w:t>
      </w:r>
      <w:r w:rsidR="00C90F8D">
        <w:t>’</w:t>
      </w:r>
      <w:r>
        <w:t>instant où ils auraient le droit de plonger le hall dans l</w:t>
      </w:r>
      <w:r w:rsidR="00C90F8D">
        <w:t>’</w:t>
      </w:r>
      <w:r>
        <w:t>ombre</w:t>
      </w:r>
      <w:r w:rsidR="00C90F8D">
        <w:t>.</w:t>
      </w:r>
    </w:p>
    <w:p w14:paraId="642B4D1D" w14:textId="12204934" w:rsidR="00C90F8D" w:rsidRDefault="00C90F8D">
      <w:r>
        <w:t>M. </w:t>
      </w:r>
      <w:proofErr w:type="spellStart"/>
      <w:r w:rsidR="00AB2DE8">
        <w:t>Mauconseil</w:t>
      </w:r>
      <w:proofErr w:type="spellEnd"/>
      <w:r w:rsidR="00AB2DE8">
        <w:t xml:space="preserve"> soliloquait toujours</w:t>
      </w:r>
      <w:r>
        <w:t xml:space="preserve">. </w:t>
      </w:r>
      <w:proofErr w:type="spellStart"/>
      <w:r w:rsidR="00AB2DE8">
        <w:t>Matsui</w:t>
      </w:r>
      <w:proofErr w:type="spellEnd"/>
      <w:r w:rsidR="00AB2DE8">
        <w:t xml:space="preserve"> l</w:t>
      </w:r>
      <w:r>
        <w:t>’</w:t>
      </w:r>
      <w:r w:rsidR="00AB2DE8">
        <w:t>écoutait avec son éternel sourire poli et glacé</w:t>
      </w:r>
      <w:r>
        <w:t xml:space="preserve">. </w:t>
      </w:r>
      <w:r w:rsidR="00AB2DE8">
        <w:t>Les lèvres de Schmidt se crispaient légèrement</w:t>
      </w:r>
      <w:r>
        <w:t xml:space="preserve">. </w:t>
      </w:r>
      <w:r w:rsidR="00AB2DE8">
        <w:t>Il tirait sa montre</w:t>
      </w:r>
      <w:r>
        <w:t xml:space="preserve">, </w:t>
      </w:r>
      <w:r w:rsidR="00AB2DE8">
        <w:t>multipliant à la dérobée des signes que le Japonais</w:t>
      </w:r>
      <w:r>
        <w:t xml:space="preserve">, </w:t>
      </w:r>
      <w:r w:rsidR="00AB2DE8">
        <w:t>ironique et impassible</w:t>
      </w:r>
      <w:r>
        <w:t xml:space="preserve">, </w:t>
      </w:r>
      <w:r w:rsidR="00AB2DE8">
        <w:t>s</w:t>
      </w:r>
      <w:r>
        <w:t>’</w:t>
      </w:r>
      <w:r w:rsidR="00AB2DE8">
        <w:t>obstinait à ne pas voir</w:t>
      </w:r>
      <w:r>
        <w:t xml:space="preserve">. </w:t>
      </w:r>
      <w:r w:rsidR="00AB2DE8">
        <w:t>La même expression de déférente lassitude continuait à régner sur le visage souffreteux de Forestier</w:t>
      </w:r>
      <w:r>
        <w:t>.</w:t>
      </w:r>
    </w:p>
    <w:p w14:paraId="10E9392B" w14:textId="05ACD13F" w:rsidR="00C90F8D" w:rsidRDefault="00AB2DE8">
      <w:r>
        <w:t>Étonné par le silence dans lequel tombait maintenant chacune de ses paroles</w:t>
      </w:r>
      <w:r w:rsidR="00C90F8D">
        <w:t>, M. </w:t>
      </w:r>
      <w:proofErr w:type="spellStart"/>
      <w:r>
        <w:t>Mauconseil</w:t>
      </w:r>
      <w:proofErr w:type="spellEnd"/>
      <w:r>
        <w:t xml:space="preserve"> se décida lui aussi à regarder sa montre</w:t>
      </w:r>
      <w:r w:rsidR="00C90F8D">
        <w:t>.</w:t>
      </w:r>
    </w:p>
    <w:p w14:paraId="4628BD95" w14:textId="77777777" w:rsidR="00C90F8D" w:rsidRDefault="00C90F8D">
      <w:r>
        <w:rPr>
          <w:rFonts w:eastAsia="Georgia"/>
        </w:rPr>
        <w:t>— </w:t>
      </w:r>
      <w:r w:rsidR="00AB2DE8">
        <w:t>Il va probablement être l</w:t>
      </w:r>
      <w:r>
        <w:t>’</w:t>
      </w:r>
      <w:r w:rsidR="00AB2DE8">
        <w:t>heure</w:t>
      </w:r>
      <w:r>
        <w:t xml:space="preserve">… </w:t>
      </w:r>
      <w:r w:rsidR="00AB2DE8">
        <w:t>Fichtre</w:t>
      </w:r>
      <w:r>
        <w:t xml:space="preserve">, </w:t>
      </w:r>
      <w:r w:rsidR="00AB2DE8">
        <w:t>minuit moins le quart</w:t>
      </w:r>
      <w:r>
        <w:t xml:space="preserve"> ! </w:t>
      </w:r>
      <w:r w:rsidR="00AB2DE8">
        <w:t>Allons</w:t>
      </w:r>
      <w:r>
        <w:t xml:space="preserve">, </w:t>
      </w:r>
      <w:r w:rsidR="00AB2DE8">
        <w:t>allons</w:t>
      </w:r>
      <w:r>
        <w:t xml:space="preserve">, </w:t>
      </w:r>
      <w:r w:rsidR="00AB2DE8">
        <w:t>les meilleures choses doivent avoir une fin</w:t>
      </w:r>
      <w:r>
        <w:t xml:space="preserve">… </w:t>
      </w:r>
      <w:r w:rsidR="00AB2DE8">
        <w:t>Cette fois-ci</w:t>
      </w:r>
      <w:r>
        <w:t xml:space="preserve">, </w:t>
      </w:r>
      <w:r w:rsidR="00AB2DE8">
        <w:t>il est grand temps que je vous reconduise</w:t>
      </w:r>
      <w:r>
        <w:t>.</w:t>
      </w:r>
    </w:p>
    <w:p w14:paraId="5A668E33" w14:textId="33D18199" w:rsidR="00C90F8D" w:rsidRDefault="00AB2DE8">
      <w:r>
        <w:t>Le manège de Schmidt</w:t>
      </w:r>
      <w:r w:rsidR="00C90F8D">
        <w:t xml:space="preserve">, </w:t>
      </w:r>
      <w:r>
        <w:t>en cette minute</w:t>
      </w:r>
      <w:r w:rsidR="00C90F8D">
        <w:t xml:space="preserve">, </w:t>
      </w:r>
      <w:r>
        <w:t>devint une chose bien curieuse à observer</w:t>
      </w:r>
      <w:r w:rsidR="00C90F8D">
        <w:t xml:space="preserve">. </w:t>
      </w:r>
      <w:proofErr w:type="spellStart"/>
      <w:r>
        <w:t>Matsui</w:t>
      </w:r>
      <w:proofErr w:type="spellEnd"/>
      <w:r>
        <w:t xml:space="preserve"> n</w:t>
      </w:r>
      <w:r w:rsidR="00C90F8D">
        <w:t>’</w:t>
      </w:r>
      <w:r>
        <w:t>en perdait pas un détail</w:t>
      </w:r>
      <w:r w:rsidR="00C90F8D">
        <w:t xml:space="preserve">. </w:t>
      </w:r>
      <w:r>
        <w:t>Il connaissait les habitudes de l</w:t>
      </w:r>
      <w:r w:rsidR="00C90F8D">
        <w:t>’</w:t>
      </w:r>
      <w:r>
        <w:t>ingénieur</w:t>
      </w:r>
      <w:r w:rsidR="00C90F8D">
        <w:t xml:space="preserve">, </w:t>
      </w:r>
      <w:r>
        <w:t>et savait qu</w:t>
      </w:r>
      <w:r w:rsidR="00C90F8D">
        <w:t>’</w:t>
      </w:r>
      <w:r>
        <w:t>il n</w:t>
      </w:r>
      <w:r w:rsidR="00C90F8D">
        <w:t>’</w:t>
      </w:r>
      <w:r>
        <w:t>avait pas mis dans ses projets de se coucher si tôt</w:t>
      </w:r>
      <w:r w:rsidR="00C90F8D">
        <w:t xml:space="preserve">. </w:t>
      </w:r>
      <w:r>
        <w:t>Comment allait-il s</w:t>
      </w:r>
      <w:r w:rsidR="00C90F8D">
        <w:t>’</w:t>
      </w:r>
      <w:r>
        <w:t xml:space="preserve">y prendre pour se débarrasser de </w:t>
      </w:r>
      <w:r w:rsidR="00C90F8D">
        <w:t>M. </w:t>
      </w:r>
      <w:proofErr w:type="spellStart"/>
      <w:r>
        <w:t>Mauconseil</w:t>
      </w:r>
      <w:proofErr w:type="spellEnd"/>
      <w:r>
        <w:t xml:space="preserve"> et de ses </w:t>
      </w:r>
      <w:r>
        <w:lastRenderedPageBreak/>
        <w:t>prévenances obstinées</w:t>
      </w:r>
      <w:r w:rsidR="00C90F8D">
        <w:t xml:space="preserve"> ? </w:t>
      </w:r>
      <w:r>
        <w:t>L</w:t>
      </w:r>
      <w:r w:rsidR="00C90F8D">
        <w:t>’</w:t>
      </w:r>
      <w:r>
        <w:t>instant était décisif</w:t>
      </w:r>
      <w:r w:rsidR="00C90F8D">
        <w:t xml:space="preserve">, </w:t>
      </w:r>
      <w:r>
        <w:t>car tous quatre</w:t>
      </w:r>
      <w:r w:rsidR="00C90F8D">
        <w:t xml:space="preserve">, </w:t>
      </w:r>
      <w:r>
        <w:t>ils étaient debout</w:t>
      </w:r>
      <w:r w:rsidR="00C90F8D">
        <w:t xml:space="preserve">, </w:t>
      </w:r>
      <w:r>
        <w:t>en train de revêtir leurs pardessus</w:t>
      </w:r>
      <w:r w:rsidR="00C90F8D">
        <w:t xml:space="preserve">, </w:t>
      </w:r>
      <w:r>
        <w:t>qu</w:t>
      </w:r>
      <w:r w:rsidR="00C90F8D">
        <w:t>’</w:t>
      </w:r>
      <w:r>
        <w:t>un des laquais mandchous venait d</w:t>
      </w:r>
      <w:r w:rsidR="00C90F8D">
        <w:t>’</w:t>
      </w:r>
      <w:r>
        <w:t>apporter</w:t>
      </w:r>
      <w:r w:rsidR="00C90F8D">
        <w:t xml:space="preserve">, </w:t>
      </w:r>
      <w:r>
        <w:t>avec une hâte mal dissimulée</w:t>
      </w:r>
      <w:r w:rsidR="00C90F8D">
        <w:t xml:space="preserve">. </w:t>
      </w:r>
      <w:proofErr w:type="spellStart"/>
      <w:r>
        <w:t>Matsui</w:t>
      </w:r>
      <w:proofErr w:type="spellEnd"/>
      <w:r>
        <w:t xml:space="preserve"> était aux aguets du moindre geste de Schmidt</w:t>
      </w:r>
      <w:r w:rsidR="00C90F8D">
        <w:t xml:space="preserve">. </w:t>
      </w:r>
      <w:r>
        <w:t>Il le vit sourire</w:t>
      </w:r>
      <w:r w:rsidR="00C90F8D">
        <w:t xml:space="preserve">. </w:t>
      </w:r>
      <w:r>
        <w:t>Il comprit qu</w:t>
      </w:r>
      <w:r w:rsidR="00C90F8D">
        <w:t>’</w:t>
      </w:r>
      <w:r>
        <w:t>il avait gagné</w:t>
      </w:r>
      <w:r w:rsidR="00C90F8D">
        <w:t>.</w:t>
      </w:r>
    </w:p>
    <w:p w14:paraId="1F62AE69" w14:textId="60BADC68" w:rsidR="00C90F8D" w:rsidRDefault="00C90F8D">
      <w:r>
        <w:rPr>
          <w:rFonts w:eastAsia="Georgia"/>
        </w:rPr>
        <w:t>— </w:t>
      </w:r>
      <w:r w:rsidR="00AB2DE8">
        <w:t>Eh bien</w:t>
      </w:r>
      <w:r>
        <w:t xml:space="preserve">, </w:t>
      </w:r>
      <w:r w:rsidR="00AB2DE8">
        <w:t>messieurs</w:t>
      </w:r>
      <w:r>
        <w:t xml:space="preserve"> ? </w:t>
      </w:r>
      <w:r w:rsidR="00AB2DE8">
        <w:t xml:space="preserve">fit </w:t>
      </w:r>
      <w:r>
        <w:t>M. </w:t>
      </w:r>
      <w:proofErr w:type="spellStart"/>
      <w:r w:rsidR="00AB2DE8">
        <w:t>Mauconseil</w:t>
      </w:r>
      <w:proofErr w:type="spellEnd"/>
      <w:r>
        <w:t>.</w:t>
      </w:r>
    </w:p>
    <w:p w14:paraId="7EACCD61" w14:textId="77777777" w:rsidR="00C90F8D" w:rsidRDefault="00C90F8D">
      <w:r>
        <w:rPr>
          <w:rFonts w:eastAsia="Georgia"/>
        </w:rPr>
        <w:t>— </w:t>
      </w:r>
      <w:r w:rsidR="00AB2DE8">
        <w:t>Mon cher directeur</w:t>
      </w:r>
      <w:r>
        <w:t xml:space="preserve">, </w:t>
      </w:r>
      <w:r w:rsidR="00AB2DE8">
        <w:t>commença Schmidt</w:t>
      </w:r>
      <w:r>
        <w:t xml:space="preserve">, </w:t>
      </w:r>
      <w:r w:rsidR="00AB2DE8">
        <w:t>alors</w:t>
      </w:r>
      <w:r>
        <w:t xml:space="preserve">, </w:t>
      </w:r>
      <w:r w:rsidR="00AB2DE8">
        <w:t>de sa voix la plus douce</w:t>
      </w:r>
      <w:r>
        <w:t xml:space="preserve">, </w:t>
      </w:r>
      <w:r w:rsidR="00AB2DE8">
        <w:t>nous avons une petite requête à vous présenter</w:t>
      </w:r>
      <w:r>
        <w:t>.</w:t>
      </w:r>
    </w:p>
    <w:p w14:paraId="036C9DFA" w14:textId="77777777" w:rsidR="00C90F8D" w:rsidRDefault="00C90F8D">
      <w:r>
        <w:rPr>
          <w:rFonts w:eastAsia="Georgia"/>
        </w:rPr>
        <w:t>— </w:t>
      </w:r>
      <w:r w:rsidR="00AB2DE8">
        <w:t>Une requête</w:t>
      </w:r>
      <w:r>
        <w:t> ?</w:t>
      </w:r>
    </w:p>
    <w:p w14:paraId="73F9C28B" w14:textId="77777777" w:rsidR="00C90F8D" w:rsidRDefault="00C90F8D">
      <w:r>
        <w:rPr>
          <w:rFonts w:eastAsia="Georgia"/>
        </w:rPr>
        <w:t>— </w:t>
      </w:r>
      <w:r w:rsidR="00AB2DE8">
        <w:t>Mais oui</w:t>
      </w:r>
      <w:r>
        <w:t xml:space="preserve">. </w:t>
      </w:r>
      <w:r w:rsidR="00AB2DE8">
        <w:t>Nous avons été vos invités ce soir</w:t>
      </w:r>
      <w:r>
        <w:t xml:space="preserve">. </w:t>
      </w:r>
      <w:r w:rsidR="00AB2DE8">
        <w:t>À présent</w:t>
      </w:r>
      <w:r>
        <w:t xml:space="preserve">, </w:t>
      </w:r>
      <w:r w:rsidR="00AB2DE8">
        <w:t>vous poussez l</w:t>
      </w:r>
      <w:r>
        <w:t>’</w:t>
      </w:r>
      <w:r w:rsidR="00AB2DE8">
        <w:t>amabilité jusqu</w:t>
      </w:r>
      <w:r>
        <w:t>’</w:t>
      </w:r>
      <w:r w:rsidR="00AB2DE8">
        <w:t>à vouloir nous raccompagner chez nous</w:t>
      </w:r>
      <w:r>
        <w:t xml:space="preserve">. </w:t>
      </w:r>
      <w:r w:rsidR="00AB2DE8">
        <w:t>Souffrez que nous vous prouvions auparavant notre gratitude</w:t>
      </w:r>
      <w:r>
        <w:t xml:space="preserve">. </w:t>
      </w:r>
      <w:r w:rsidR="00AB2DE8">
        <w:t>Acceptez de prendre avec nous une dernière bouteille de champagne</w:t>
      </w:r>
      <w:r>
        <w:t xml:space="preserve">. </w:t>
      </w:r>
      <w:r w:rsidR="00AB2DE8">
        <w:t>Une soirée passée en votre compagnie est une aubaine si rare qu</w:t>
      </w:r>
      <w:r>
        <w:t>’</w:t>
      </w:r>
      <w:r w:rsidR="00AB2DE8">
        <w:t>il ne faut pas nous en vouloir</w:t>
      </w:r>
      <w:r>
        <w:t xml:space="preserve">, </w:t>
      </w:r>
      <w:r w:rsidR="00AB2DE8">
        <w:t>si nous désirons prolonger celle-ci</w:t>
      </w:r>
      <w:r>
        <w:t>.</w:t>
      </w:r>
    </w:p>
    <w:p w14:paraId="2B03D462" w14:textId="3957A5F3" w:rsidR="00C90F8D" w:rsidRDefault="00C90F8D">
      <w:r>
        <w:t>M. </w:t>
      </w:r>
      <w:proofErr w:type="spellStart"/>
      <w:r w:rsidR="00AB2DE8">
        <w:t>Mauconseil</w:t>
      </w:r>
      <w:proofErr w:type="spellEnd"/>
      <w:r w:rsidR="00AB2DE8">
        <w:t xml:space="preserve"> hésitait</w:t>
      </w:r>
      <w:r>
        <w:t xml:space="preserve">, </w:t>
      </w:r>
      <w:r w:rsidR="00AB2DE8">
        <w:t>à la fois surpris et charmé</w:t>
      </w:r>
      <w:r>
        <w:t xml:space="preserve">. </w:t>
      </w:r>
      <w:r w:rsidR="00AB2DE8">
        <w:t>D</w:t>
      </w:r>
      <w:r>
        <w:t>’</w:t>
      </w:r>
      <w:r w:rsidR="00AB2DE8">
        <w:t>une part</w:t>
      </w:r>
      <w:r>
        <w:t xml:space="preserve">, </w:t>
      </w:r>
      <w:r w:rsidR="00AB2DE8">
        <w:t>il était flatté</w:t>
      </w:r>
      <w:r>
        <w:t xml:space="preserve">, </w:t>
      </w:r>
      <w:r w:rsidR="00AB2DE8">
        <w:t>et le champagne l</w:t>
      </w:r>
      <w:r>
        <w:t>’</w:t>
      </w:r>
      <w:r w:rsidR="00AB2DE8">
        <w:t>avait mis en train</w:t>
      </w:r>
      <w:r>
        <w:t xml:space="preserve">. </w:t>
      </w:r>
      <w:r w:rsidR="00AB2DE8">
        <w:t>D</w:t>
      </w:r>
      <w:r>
        <w:t>’</w:t>
      </w:r>
      <w:r w:rsidR="00AB2DE8">
        <w:t>autre part</w:t>
      </w:r>
      <w:r>
        <w:t xml:space="preserve">, </w:t>
      </w:r>
      <w:r w:rsidR="00AB2DE8">
        <w:t>l</w:t>
      </w:r>
      <w:r>
        <w:t>’</w:t>
      </w:r>
      <w:r w:rsidR="00AB2DE8">
        <w:t>heure était si avancée</w:t>
      </w:r>
      <w:r>
        <w:t> !…</w:t>
      </w:r>
    </w:p>
    <w:p w14:paraId="4CC0FED7" w14:textId="77777777" w:rsidR="00C90F8D" w:rsidRDefault="00C90F8D">
      <w:r>
        <w:rPr>
          <w:rFonts w:eastAsia="Georgia"/>
        </w:rPr>
        <w:t>— </w:t>
      </w:r>
      <w:r w:rsidR="00AB2DE8">
        <w:t>Il est bien tard</w:t>
      </w:r>
      <w:r>
        <w:t xml:space="preserve">, </w:t>
      </w:r>
      <w:r w:rsidR="00AB2DE8">
        <w:t>objecta-t-il sans conviction</w:t>
      </w:r>
      <w:r>
        <w:t>.</w:t>
      </w:r>
    </w:p>
    <w:p w14:paraId="6B185C9C" w14:textId="77777777" w:rsidR="00C90F8D" w:rsidRDefault="00C90F8D">
      <w:r>
        <w:rPr>
          <w:rFonts w:eastAsia="Georgia"/>
        </w:rPr>
        <w:t>— </w:t>
      </w:r>
      <w:r w:rsidR="00AB2DE8">
        <w:t>Faites-nous ce plaisir</w:t>
      </w:r>
      <w:r>
        <w:t xml:space="preserve">, </w:t>
      </w:r>
      <w:r w:rsidR="00AB2DE8">
        <w:t>insista Schmidt</w:t>
      </w:r>
      <w:r>
        <w:t>.</w:t>
      </w:r>
    </w:p>
    <w:p w14:paraId="1391E079" w14:textId="77777777" w:rsidR="00C90F8D" w:rsidRDefault="00C90F8D">
      <w:r>
        <w:rPr>
          <w:rFonts w:eastAsia="Georgia"/>
        </w:rPr>
        <w:t>— </w:t>
      </w:r>
      <w:r w:rsidR="00AB2DE8">
        <w:t>Le Cercle est sur le point de fermer</w:t>
      </w:r>
      <w:r>
        <w:t>…</w:t>
      </w:r>
    </w:p>
    <w:p w14:paraId="39D1C9BF" w14:textId="77777777" w:rsidR="00C90F8D" w:rsidRDefault="00C90F8D">
      <w:r>
        <w:rPr>
          <w:rFonts w:eastAsia="Georgia"/>
        </w:rPr>
        <w:t>— </w:t>
      </w:r>
      <w:r w:rsidR="00AB2DE8">
        <w:t>Rien ne nous force à rester au Cercle</w:t>
      </w:r>
      <w:r>
        <w:t>.</w:t>
      </w:r>
    </w:p>
    <w:p w14:paraId="5D2A4068" w14:textId="77777777" w:rsidR="00C90F8D" w:rsidRDefault="00AB2DE8">
      <w:r>
        <w:t>Séduit par le tour cocasse qu</w:t>
      </w:r>
      <w:r w:rsidR="00C90F8D">
        <w:t>’</w:t>
      </w:r>
      <w:r>
        <w:t>il voyait prendre aux choses</w:t>
      </w:r>
      <w:r w:rsidR="00C90F8D">
        <w:t xml:space="preserve">, </w:t>
      </w:r>
      <w:proofErr w:type="spellStart"/>
      <w:r>
        <w:t>Matsui</w:t>
      </w:r>
      <w:proofErr w:type="spellEnd"/>
      <w:r>
        <w:t xml:space="preserve"> vint à la rescousse</w:t>
      </w:r>
      <w:r w:rsidR="00C90F8D">
        <w:t>.</w:t>
      </w:r>
    </w:p>
    <w:p w14:paraId="4816ADA0" w14:textId="21771429" w:rsidR="00C90F8D" w:rsidRDefault="00C90F8D">
      <w:r>
        <w:rPr>
          <w:rFonts w:eastAsia="Georgia"/>
        </w:rPr>
        <w:lastRenderedPageBreak/>
        <w:t>— </w:t>
      </w:r>
      <w:r w:rsidR="00AB2DE8">
        <w:t xml:space="preserve">Je joins mes instances à celles de </w:t>
      </w:r>
      <w:r>
        <w:t>M. </w:t>
      </w:r>
      <w:r w:rsidR="00AB2DE8">
        <w:t>Schmidt</w:t>
      </w:r>
      <w:r>
        <w:t xml:space="preserve">, </w:t>
      </w:r>
      <w:r w:rsidR="00AB2DE8">
        <w:t>monsieur le directeur</w:t>
      </w:r>
      <w:r>
        <w:t>.</w:t>
      </w:r>
    </w:p>
    <w:p w14:paraId="5BE694D2" w14:textId="77777777" w:rsidR="00C90F8D" w:rsidRDefault="00C90F8D">
      <w:r>
        <w:rPr>
          <w:rFonts w:eastAsia="Georgia"/>
        </w:rPr>
        <w:t>— </w:t>
      </w:r>
      <w:r w:rsidR="00AB2DE8">
        <w:t>Vous êtes trop aimable</w:t>
      </w:r>
      <w:r>
        <w:t xml:space="preserve">, </w:t>
      </w:r>
      <w:r w:rsidR="00AB2DE8">
        <w:t>commandant</w:t>
      </w:r>
      <w:r>
        <w:t xml:space="preserve">. </w:t>
      </w:r>
      <w:r w:rsidR="00AB2DE8">
        <w:t>Mais</w:t>
      </w:r>
      <w:r>
        <w:t xml:space="preserve">, </w:t>
      </w:r>
      <w:r w:rsidR="00AB2DE8">
        <w:t>encore une fois</w:t>
      </w:r>
      <w:r>
        <w:t xml:space="preserve">, </w:t>
      </w:r>
      <w:r w:rsidR="00AB2DE8">
        <w:t>il est tard</w:t>
      </w:r>
      <w:r>
        <w:t xml:space="preserve">. </w:t>
      </w:r>
      <w:r w:rsidR="00AB2DE8">
        <w:t>Et il faudrait savoir où aller</w:t>
      </w:r>
      <w:r>
        <w:t>…</w:t>
      </w:r>
    </w:p>
    <w:p w14:paraId="5F12D13C" w14:textId="77777777" w:rsidR="00C90F8D" w:rsidRDefault="00C90F8D">
      <w:pPr>
        <w:rPr>
          <w:i/>
          <w:iCs/>
        </w:rPr>
      </w:pPr>
      <w:r>
        <w:rPr>
          <w:rFonts w:eastAsia="Georgia"/>
        </w:rPr>
        <w:t>— </w:t>
      </w:r>
      <w:r w:rsidR="00AB2DE8">
        <w:t xml:space="preserve">Il me semble que le </w:t>
      </w:r>
      <w:proofErr w:type="spellStart"/>
      <w:r w:rsidR="00AB2DE8">
        <w:rPr>
          <w:i/>
          <w:iCs/>
        </w:rPr>
        <w:t>Midnight</w:t>
      </w:r>
      <w:proofErr w:type="spellEnd"/>
      <w:r w:rsidR="00AB2DE8">
        <w:rPr>
          <w:i/>
          <w:iCs/>
        </w:rPr>
        <w:t xml:space="preserve"> Sun</w:t>
      </w:r>
      <w:r>
        <w:rPr>
          <w:i/>
          <w:iCs/>
        </w:rPr>
        <w:t>…</w:t>
      </w:r>
    </w:p>
    <w:p w14:paraId="2B0E3BFF" w14:textId="5A1530DF" w:rsidR="00C90F8D" w:rsidRDefault="00C90F8D">
      <w:r>
        <w:t>M. </w:t>
      </w:r>
      <w:proofErr w:type="spellStart"/>
      <w:r w:rsidR="00AB2DE8">
        <w:t>Mauconseil</w:t>
      </w:r>
      <w:proofErr w:type="spellEnd"/>
      <w:r w:rsidR="00AB2DE8">
        <w:t xml:space="preserve"> eut un haut-le-corps</w:t>
      </w:r>
      <w:r>
        <w:t>.</w:t>
      </w:r>
    </w:p>
    <w:p w14:paraId="65A4BE8B" w14:textId="77777777" w:rsidR="00C90F8D" w:rsidRDefault="00C90F8D">
      <w:r>
        <w:rPr>
          <w:rFonts w:eastAsia="Georgia"/>
        </w:rPr>
        <w:t>— </w:t>
      </w:r>
      <w:r w:rsidR="00AB2DE8">
        <w:t>Cet endroit</w:t>
      </w:r>
      <w:r>
        <w:t xml:space="preserve">, </w:t>
      </w:r>
      <w:r w:rsidR="00AB2DE8">
        <w:t>où il paraît que vous passez toutes vos nuits</w:t>
      </w:r>
      <w:r>
        <w:t xml:space="preserve"> ? </w:t>
      </w:r>
      <w:r w:rsidR="00AB2DE8">
        <w:t>fit-il</w:t>
      </w:r>
      <w:r>
        <w:t xml:space="preserve">, </w:t>
      </w:r>
      <w:r w:rsidR="00AB2DE8">
        <w:t>se tournant vers Schmidt</w:t>
      </w:r>
      <w:r>
        <w:t>.</w:t>
      </w:r>
    </w:p>
    <w:p w14:paraId="2861468D" w14:textId="77777777" w:rsidR="00C90F8D" w:rsidRDefault="00C90F8D">
      <w:r>
        <w:rPr>
          <w:rFonts w:eastAsia="Georgia"/>
        </w:rPr>
        <w:t>— </w:t>
      </w:r>
      <w:r w:rsidR="00AB2DE8">
        <w:t>Plaît-il</w:t>
      </w:r>
      <w:r>
        <w:t> ?</w:t>
      </w:r>
    </w:p>
    <w:p w14:paraId="3F306E13" w14:textId="77777777" w:rsidR="00C90F8D" w:rsidRDefault="00C90F8D">
      <w:r>
        <w:rPr>
          <w:rFonts w:eastAsia="Georgia"/>
        </w:rPr>
        <w:t>— </w:t>
      </w:r>
      <w:r w:rsidR="00AB2DE8">
        <w:t>C</w:t>
      </w:r>
      <w:r>
        <w:t>’</w:t>
      </w:r>
      <w:r w:rsidR="00AB2DE8">
        <w:t>est ce qu</w:t>
      </w:r>
      <w:r>
        <w:t>’</w:t>
      </w:r>
      <w:r w:rsidR="00AB2DE8">
        <w:t>on dit</w:t>
      </w:r>
      <w:r>
        <w:t xml:space="preserve">, </w:t>
      </w:r>
      <w:r w:rsidR="00AB2DE8">
        <w:t>du moins</w:t>
      </w:r>
      <w:r>
        <w:t>.</w:t>
      </w:r>
    </w:p>
    <w:p w14:paraId="32352D56" w14:textId="77777777" w:rsidR="00C90F8D" w:rsidRDefault="00C90F8D">
      <w:r>
        <w:rPr>
          <w:rFonts w:eastAsia="Georgia"/>
        </w:rPr>
        <w:t>— </w:t>
      </w:r>
      <w:r w:rsidR="00AB2DE8">
        <w:t>Oh</w:t>
      </w:r>
      <w:r>
        <w:t xml:space="preserve"> ! </w:t>
      </w:r>
      <w:r w:rsidR="00AB2DE8">
        <w:t>fit Schmidt avec philosophie</w:t>
      </w:r>
      <w:r>
        <w:t xml:space="preserve">, </w:t>
      </w:r>
      <w:r w:rsidR="00AB2DE8">
        <w:t>vous savez</w:t>
      </w:r>
      <w:r>
        <w:t xml:space="preserve">, </w:t>
      </w:r>
      <w:r w:rsidR="00AB2DE8">
        <w:t>mon cher directeur</w:t>
      </w:r>
      <w:r>
        <w:t xml:space="preserve">, </w:t>
      </w:r>
      <w:r w:rsidR="00AB2DE8">
        <w:t>on dit tant de choses</w:t>
      </w:r>
      <w:r>
        <w:t xml:space="preserve">. </w:t>
      </w:r>
      <w:r w:rsidR="00AB2DE8">
        <w:t>Tant qu</w:t>
      </w:r>
      <w:r>
        <w:t>’</w:t>
      </w:r>
      <w:r w:rsidR="00AB2DE8">
        <w:t>on ne les consigne pas par écrit dans les dossiers des pauvres diables</w:t>
      </w:r>
      <w:r>
        <w:t> !…</w:t>
      </w:r>
    </w:p>
    <w:p w14:paraId="071D6D8C" w14:textId="09A24FCD" w:rsidR="00C90F8D" w:rsidRDefault="00C90F8D">
      <w:r>
        <w:t>M. </w:t>
      </w:r>
      <w:proofErr w:type="spellStart"/>
      <w:r w:rsidR="00AB2DE8">
        <w:t>Mauconseil</w:t>
      </w:r>
      <w:proofErr w:type="spellEnd"/>
      <w:r w:rsidR="00AB2DE8">
        <w:t xml:space="preserve"> lui coupa précipitamment la parole</w:t>
      </w:r>
      <w:r>
        <w:t>.</w:t>
      </w:r>
    </w:p>
    <w:p w14:paraId="161CDE2E" w14:textId="77777777" w:rsidR="00C90F8D" w:rsidRDefault="00C90F8D">
      <w:r>
        <w:rPr>
          <w:rFonts w:eastAsia="Georgia"/>
        </w:rPr>
        <w:t>— </w:t>
      </w:r>
      <w:r w:rsidR="00AB2DE8">
        <w:t>Je ne demande pas mieux que de vous suivre</w:t>
      </w:r>
      <w:r>
        <w:t xml:space="preserve">. </w:t>
      </w:r>
      <w:r w:rsidR="00AB2DE8">
        <w:t>Mais enfin</w:t>
      </w:r>
      <w:r>
        <w:t xml:space="preserve">, </w:t>
      </w:r>
      <w:r w:rsidR="00AB2DE8">
        <w:t>au préalable</w:t>
      </w:r>
      <w:r>
        <w:t xml:space="preserve">, </w:t>
      </w:r>
      <w:r w:rsidR="00AB2DE8">
        <w:t>je désirerais savoir</w:t>
      </w:r>
      <w:r>
        <w:t xml:space="preserve">, </w:t>
      </w:r>
      <w:r w:rsidR="00AB2DE8">
        <w:t>être certain</w:t>
      </w:r>
      <w:r>
        <w:t xml:space="preserve">… </w:t>
      </w:r>
      <w:r w:rsidR="00AB2DE8">
        <w:t>Commandant</w:t>
      </w:r>
      <w:r>
        <w:t xml:space="preserve">, </w:t>
      </w:r>
      <w:r w:rsidR="00AB2DE8">
        <w:t>comprenez ma perplexité</w:t>
      </w:r>
      <w:r>
        <w:t xml:space="preserve"> : </w:t>
      </w:r>
      <w:r w:rsidR="00AB2DE8">
        <w:t>un homme de mon âge</w:t>
      </w:r>
      <w:r>
        <w:t xml:space="preserve">, </w:t>
      </w:r>
      <w:r w:rsidR="00AB2DE8">
        <w:t>de ma situation</w:t>
      </w:r>
      <w:r>
        <w:t xml:space="preserve">, </w:t>
      </w:r>
      <w:r w:rsidR="00AB2DE8">
        <w:t>peut-il sans inconvénient</w:t>
      </w:r>
      <w:r>
        <w:t xml:space="preserve">, </w:t>
      </w:r>
      <w:r w:rsidR="00AB2DE8">
        <w:t>selon vous</w:t>
      </w:r>
      <w:r>
        <w:t xml:space="preserve">, </w:t>
      </w:r>
      <w:r w:rsidR="00AB2DE8">
        <w:t>être vu dans un</w:t>
      </w:r>
      <w:r>
        <w:t xml:space="preserve">… </w:t>
      </w:r>
      <w:r w:rsidR="00AB2DE8">
        <w:t>établissement de ce genre</w:t>
      </w:r>
      <w:r>
        <w:t> ?</w:t>
      </w:r>
    </w:p>
    <w:p w14:paraId="290A80D6" w14:textId="77777777" w:rsidR="00C90F8D" w:rsidRDefault="00C90F8D">
      <w:r>
        <w:rPr>
          <w:rFonts w:eastAsia="Georgia"/>
        </w:rPr>
        <w:t>— </w:t>
      </w:r>
      <w:r w:rsidR="00AB2DE8">
        <w:t>Personnellement</w:t>
      </w:r>
      <w:r>
        <w:t xml:space="preserve">…, </w:t>
      </w:r>
      <w:r w:rsidR="00AB2DE8">
        <w:t xml:space="preserve">commença </w:t>
      </w:r>
      <w:proofErr w:type="spellStart"/>
      <w:r w:rsidR="00AB2DE8">
        <w:t>Matsui</w:t>
      </w:r>
      <w:proofErr w:type="spellEnd"/>
      <w:r>
        <w:t>.</w:t>
      </w:r>
    </w:p>
    <w:p w14:paraId="1A01BF42" w14:textId="77777777" w:rsidR="00C90F8D" w:rsidRDefault="00C90F8D">
      <w:r>
        <w:rPr>
          <w:rFonts w:eastAsia="Georgia"/>
        </w:rPr>
        <w:t>— </w:t>
      </w:r>
      <w:r w:rsidR="00AB2DE8">
        <w:t>On m</w:t>
      </w:r>
      <w:r>
        <w:t>’</w:t>
      </w:r>
      <w:r w:rsidR="00AB2DE8">
        <w:t>a dit que c</w:t>
      </w:r>
      <w:r>
        <w:t>’</w:t>
      </w:r>
      <w:r w:rsidR="00AB2DE8">
        <w:t>était un endroit à femmes</w:t>
      </w:r>
      <w:r>
        <w:t>.</w:t>
      </w:r>
    </w:p>
    <w:p w14:paraId="063E21DD" w14:textId="77777777" w:rsidR="00C90F8D" w:rsidRDefault="00C90F8D">
      <w:r>
        <w:rPr>
          <w:rFonts w:eastAsia="Georgia"/>
        </w:rPr>
        <w:t>— </w:t>
      </w:r>
      <w:r w:rsidR="00AB2DE8">
        <w:t>Incontestablement</w:t>
      </w:r>
      <w:r>
        <w:t xml:space="preserve">, </w:t>
      </w:r>
      <w:r w:rsidR="00AB2DE8">
        <w:t>dit Schmidt</w:t>
      </w:r>
      <w:r>
        <w:t xml:space="preserve">. </w:t>
      </w:r>
      <w:r w:rsidR="00AB2DE8">
        <w:t>Vous commencerez par y retrouver toutes nos belles amies du Cercle</w:t>
      </w:r>
      <w:r>
        <w:t>.</w:t>
      </w:r>
    </w:p>
    <w:p w14:paraId="2CB1D83D" w14:textId="77777777" w:rsidR="00C90F8D" w:rsidRDefault="00C90F8D">
      <w:r>
        <w:rPr>
          <w:rFonts w:eastAsia="Georgia"/>
        </w:rPr>
        <w:t>— </w:t>
      </w:r>
      <w:r w:rsidR="00AB2DE8">
        <w:t>Ce n</w:t>
      </w:r>
      <w:r>
        <w:t>’</w:t>
      </w:r>
      <w:r w:rsidR="00AB2DE8">
        <w:t>est pas celles-là dont je parle</w:t>
      </w:r>
      <w:r>
        <w:t>.</w:t>
      </w:r>
    </w:p>
    <w:p w14:paraId="3CBFAA63" w14:textId="77777777" w:rsidR="00C90F8D" w:rsidRDefault="00AB2DE8">
      <w:r>
        <w:lastRenderedPageBreak/>
        <w:t>Schmidt prit un air offusqué</w:t>
      </w:r>
      <w:r w:rsidR="00C90F8D">
        <w:t>.</w:t>
      </w:r>
    </w:p>
    <w:p w14:paraId="17CE4D8C" w14:textId="77777777" w:rsidR="00C90F8D" w:rsidRDefault="00C90F8D">
      <w:r>
        <w:rPr>
          <w:rFonts w:eastAsia="Georgia"/>
        </w:rPr>
        <w:t>— </w:t>
      </w:r>
      <w:r w:rsidR="00AB2DE8">
        <w:t xml:space="preserve">Cher </w:t>
      </w:r>
      <w:proofErr w:type="spellStart"/>
      <w:r w:rsidR="00AB2DE8">
        <w:t>Matsui</w:t>
      </w:r>
      <w:proofErr w:type="spellEnd"/>
      <w:r>
        <w:t xml:space="preserve">, </w:t>
      </w:r>
      <w:r w:rsidR="00AB2DE8">
        <w:t>il vous est aisé de rassurer d</w:t>
      </w:r>
      <w:r>
        <w:t>’</w:t>
      </w:r>
      <w:r w:rsidR="00AB2DE8">
        <w:t>un mot notre directeur et de lui dire qu</w:t>
      </w:r>
      <w:r>
        <w:t>’</w:t>
      </w:r>
      <w:r w:rsidR="00AB2DE8">
        <w:t>un homme de l</w:t>
      </w:r>
      <w:r>
        <w:t>’</w:t>
      </w:r>
      <w:r w:rsidR="00AB2DE8">
        <w:t>âge</w:t>
      </w:r>
      <w:r>
        <w:t xml:space="preserve">, </w:t>
      </w:r>
      <w:r w:rsidR="00AB2DE8">
        <w:t>de l</w:t>
      </w:r>
      <w:r>
        <w:t>’</w:t>
      </w:r>
      <w:r w:rsidR="00AB2DE8">
        <w:t xml:space="preserve">importance du général </w:t>
      </w:r>
      <w:proofErr w:type="spellStart"/>
      <w:r w:rsidR="00AB2DE8">
        <w:t>Motono</w:t>
      </w:r>
      <w:proofErr w:type="spellEnd"/>
      <w:r>
        <w:t xml:space="preserve">, </w:t>
      </w:r>
      <w:r w:rsidR="00AB2DE8">
        <w:t>ne serait pas un des plus fidèles habitués de cette maison si elle n</w:t>
      </w:r>
      <w:r>
        <w:t>’</w:t>
      </w:r>
      <w:r w:rsidR="00AB2DE8">
        <w:t>était pas des plus correctes</w:t>
      </w:r>
      <w:r>
        <w:t>.</w:t>
      </w:r>
    </w:p>
    <w:p w14:paraId="6AC38B7A" w14:textId="40882E5D" w:rsidR="00C90F8D" w:rsidRDefault="00C90F8D">
      <w:r>
        <w:rPr>
          <w:rFonts w:eastAsia="Georgia"/>
        </w:rPr>
        <w:t>— </w:t>
      </w:r>
      <w:r w:rsidR="00AB2DE8">
        <w:t>Vraiment</w:t>
      </w:r>
      <w:r>
        <w:t xml:space="preserve">, </w:t>
      </w:r>
      <w:r w:rsidR="00AB2DE8">
        <w:t xml:space="preserve">fit </w:t>
      </w:r>
      <w:r>
        <w:t>M. </w:t>
      </w:r>
      <w:proofErr w:type="spellStart"/>
      <w:r w:rsidR="00AB2DE8">
        <w:t>Mauconseil</w:t>
      </w:r>
      <w:proofErr w:type="spellEnd"/>
      <w:r>
        <w:t xml:space="preserve">, </w:t>
      </w:r>
      <w:r w:rsidR="00AB2DE8">
        <w:t xml:space="preserve">le général </w:t>
      </w:r>
      <w:proofErr w:type="spellStart"/>
      <w:r w:rsidR="00AB2DE8">
        <w:t>Motono</w:t>
      </w:r>
      <w:proofErr w:type="spellEnd"/>
      <w:r>
        <w:t xml:space="preserve"> ?… </w:t>
      </w:r>
      <w:r w:rsidR="00AB2DE8">
        <w:t>Dans ces conditions</w:t>
      </w:r>
      <w:r>
        <w:t xml:space="preserve">, </w:t>
      </w:r>
      <w:r w:rsidR="00AB2DE8">
        <w:t>évidemment</w:t>
      </w:r>
      <w:r>
        <w:t>…</w:t>
      </w:r>
    </w:p>
    <w:p w14:paraId="006C3052" w14:textId="77777777" w:rsidR="00C90F8D" w:rsidRDefault="00AB2DE8">
      <w:r>
        <w:t>Il était visible qu</w:t>
      </w:r>
      <w:r w:rsidR="00C90F8D">
        <w:t>’</w:t>
      </w:r>
      <w:r>
        <w:t>il ne demandait qu</w:t>
      </w:r>
      <w:r w:rsidR="00C90F8D">
        <w:t>’</w:t>
      </w:r>
      <w:r>
        <w:t>à voir lever ses derniers scrupules</w:t>
      </w:r>
      <w:r w:rsidR="00C90F8D">
        <w:t xml:space="preserve">. </w:t>
      </w:r>
      <w:r>
        <w:t>Sa curiosité était excitée au plus haut point</w:t>
      </w:r>
      <w:r w:rsidR="00C90F8D">
        <w:t xml:space="preserve">. </w:t>
      </w:r>
      <w:r>
        <w:t>Mais il croyait devoir paraître hésiter encore</w:t>
      </w:r>
      <w:r w:rsidR="00C90F8D">
        <w:t>.</w:t>
      </w:r>
    </w:p>
    <w:p w14:paraId="2DDE1295" w14:textId="77777777" w:rsidR="00C90F8D" w:rsidRDefault="00C90F8D">
      <w:r>
        <w:rPr>
          <w:rFonts w:eastAsia="Georgia"/>
        </w:rPr>
        <w:t>— </w:t>
      </w:r>
      <w:r w:rsidR="00AB2DE8">
        <w:t>Forestier</w:t>
      </w:r>
      <w:r>
        <w:t xml:space="preserve">, </w:t>
      </w:r>
      <w:r w:rsidR="00AB2DE8">
        <w:t>que vous en semble</w:t>
      </w:r>
      <w:r>
        <w:t> ?</w:t>
      </w:r>
    </w:p>
    <w:p w14:paraId="143397EF" w14:textId="77777777" w:rsidR="00C90F8D" w:rsidRDefault="00C90F8D">
      <w:r>
        <w:rPr>
          <w:rFonts w:eastAsia="Georgia"/>
        </w:rPr>
        <w:t>— </w:t>
      </w:r>
      <w:r w:rsidR="00AB2DE8">
        <w:t>Il est de notre avis</w:t>
      </w:r>
      <w:r>
        <w:t xml:space="preserve">, </w:t>
      </w:r>
      <w:r w:rsidR="00AB2DE8">
        <w:t>dit Schmidt</w:t>
      </w:r>
      <w:r>
        <w:t xml:space="preserve">. </w:t>
      </w:r>
      <w:r w:rsidR="00AB2DE8">
        <w:t>Allons</w:t>
      </w:r>
      <w:r>
        <w:t xml:space="preserve">, </w:t>
      </w:r>
      <w:r w:rsidR="00AB2DE8">
        <w:t>voilà qui est entendu</w:t>
      </w:r>
      <w:r>
        <w:t xml:space="preserve">. </w:t>
      </w:r>
      <w:r w:rsidR="00AB2DE8">
        <w:t>Partons</w:t>
      </w:r>
      <w:r>
        <w:t xml:space="preserve">, </w:t>
      </w:r>
      <w:r w:rsidR="00AB2DE8">
        <w:t>nous empêchons ces braves serviteurs de s</w:t>
      </w:r>
      <w:r>
        <w:t>’</w:t>
      </w:r>
      <w:r w:rsidR="00AB2DE8">
        <w:t>aller coucher</w:t>
      </w:r>
      <w:r>
        <w:t>.</w:t>
      </w:r>
    </w:p>
    <w:p w14:paraId="177D6E12" w14:textId="3B7BB74B" w:rsidR="00AB2DE8" w:rsidRDefault="00AB2DE8"/>
    <w:p w14:paraId="4B0AC19E" w14:textId="76529AE1" w:rsidR="00C90F8D" w:rsidRDefault="00AB2DE8">
      <w:r>
        <w:t>L</w:t>
      </w:r>
      <w:r w:rsidR="00C90F8D">
        <w:t>’</w:t>
      </w:r>
      <w:r>
        <w:t xml:space="preserve">automobile de </w:t>
      </w:r>
      <w:r w:rsidR="00C90F8D">
        <w:t>M. </w:t>
      </w:r>
      <w:proofErr w:type="spellStart"/>
      <w:r>
        <w:t>Mauconseil</w:t>
      </w:r>
      <w:proofErr w:type="spellEnd"/>
      <w:r>
        <w:t xml:space="preserve"> les attendait au bas du perron</w:t>
      </w:r>
      <w:r w:rsidR="00C90F8D">
        <w:t xml:space="preserve">. </w:t>
      </w:r>
      <w:r>
        <w:t>Ils ne la prirent point</w:t>
      </w:r>
      <w:r w:rsidR="00C90F8D">
        <w:t xml:space="preserve">, </w:t>
      </w:r>
      <w:r>
        <w:t>sur les instances de Schmidt</w:t>
      </w:r>
      <w:r w:rsidR="00C90F8D">
        <w:t> : « </w:t>
      </w:r>
      <w:r>
        <w:t>Dix minutes à peine</w:t>
      </w:r>
      <w:r w:rsidR="00C90F8D">
        <w:t xml:space="preserve">. </w:t>
      </w:r>
      <w:r>
        <w:t>Le vent était à peu près tombé</w:t>
      </w:r>
      <w:r w:rsidR="00C90F8D">
        <w:t xml:space="preserve">. </w:t>
      </w:r>
      <w:r>
        <w:t>Ce serait un véritable plaisir d</w:t>
      </w:r>
      <w:r w:rsidR="00C90F8D">
        <w:t>’</w:t>
      </w:r>
      <w:r>
        <w:t>aller à pied</w:t>
      </w:r>
      <w:r w:rsidR="00C90F8D">
        <w:t>. »</w:t>
      </w:r>
      <w:r>
        <w:t xml:space="preserve"> L</w:t>
      </w:r>
      <w:r w:rsidR="00C90F8D">
        <w:t>’</w:t>
      </w:r>
      <w:r>
        <w:t xml:space="preserve">ingénieur tenait surtout à recevoir les compliments de </w:t>
      </w:r>
      <w:proofErr w:type="spellStart"/>
      <w:r>
        <w:t>Matsui</w:t>
      </w:r>
      <w:proofErr w:type="spellEnd"/>
      <w:r w:rsidR="00C90F8D">
        <w:t xml:space="preserve">, </w:t>
      </w:r>
      <w:r>
        <w:t>qui fermait avec lui la marche</w:t>
      </w:r>
      <w:r w:rsidR="00C90F8D">
        <w:t xml:space="preserve">. </w:t>
      </w:r>
      <w:r>
        <w:t>Encore que le tour que prenait l</w:t>
      </w:r>
      <w:r w:rsidR="00C90F8D">
        <w:t>’</w:t>
      </w:r>
      <w:r>
        <w:t>aventure ne fût pas sans l</w:t>
      </w:r>
      <w:r w:rsidR="00C90F8D">
        <w:t>’</w:t>
      </w:r>
      <w:r>
        <w:t>amuser</w:t>
      </w:r>
      <w:r w:rsidR="00C90F8D">
        <w:t xml:space="preserve">, </w:t>
      </w:r>
      <w:r>
        <w:t>celui-ci ne les lui prodigua que modérément</w:t>
      </w:r>
      <w:r w:rsidR="00C90F8D">
        <w:t xml:space="preserve">, </w:t>
      </w:r>
      <w:r>
        <w:t>un peu froissé peut-être d</w:t>
      </w:r>
      <w:r w:rsidR="00C90F8D">
        <w:t>’</w:t>
      </w:r>
      <w:r>
        <w:t>avoir vu abuser de la sorte du nom de son chef</w:t>
      </w:r>
      <w:r w:rsidR="00C90F8D">
        <w:t xml:space="preserve">. </w:t>
      </w:r>
      <w:r>
        <w:t xml:space="preserve">Le général </w:t>
      </w:r>
      <w:proofErr w:type="spellStart"/>
      <w:r>
        <w:t>Motono</w:t>
      </w:r>
      <w:proofErr w:type="spellEnd"/>
      <w:r w:rsidR="00C90F8D">
        <w:t xml:space="preserve">, </w:t>
      </w:r>
      <w:r>
        <w:t>gouverneur de Moukden</w:t>
      </w:r>
      <w:r w:rsidR="00C90F8D">
        <w:t xml:space="preserve">, </w:t>
      </w:r>
      <w:r>
        <w:t xml:space="preserve">un familier du </w:t>
      </w:r>
      <w:proofErr w:type="spellStart"/>
      <w:r>
        <w:rPr>
          <w:i/>
          <w:iCs/>
        </w:rPr>
        <w:t>Midnight</w:t>
      </w:r>
      <w:proofErr w:type="spellEnd"/>
      <w:r>
        <w:rPr>
          <w:i/>
          <w:iCs/>
        </w:rPr>
        <w:t xml:space="preserve"> Sun</w:t>
      </w:r>
      <w:r w:rsidR="00C90F8D">
        <w:rPr>
          <w:i/>
          <w:iCs/>
        </w:rPr>
        <w:t xml:space="preserve"> ! </w:t>
      </w:r>
      <w:r>
        <w:t>En réalité</w:t>
      </w:r>
      <w:r w:rsidR="00C90F8D">
        <w:t xml:space="preserve">, </w:t>
      </w:r>
      <w:r>
        <w:t>ce haut dignitaire n</w:t>
      </w:r>
      <w:r w:rsidR="00C90F8D">
        <w:t>’</w:t>
      </w:r>
      <w:r>
        <w:t>avait guère franchi qu</w:t>
      </w:r>
      <w:r w:rsidR="00C90F8D">
        <w:t>’</w:t>
      </w:r>
      <w:r>
        <w:t>à deux ou trois reprises les portes de l</w:t>
      </w:r>
      <w:r w:rsidR="00C90F8D">
        <w:t>’</w:t>
      </w:r>
      <w:r>
        <w:t>établissement en question</w:t>
      </w:r>
      <w:r w:rsidR="00C90F8D">
        <w:t xml:space="preserve">. </w:t>
      </w:r>
      <w:r>
        <w:t xml:space="preserve">Et </w:t>
      </w:r>
      <w:proofErr w:type="spellStart"/>
      <w:r>
        <w:t>Matsui</w:t>
      </w:r>
      <w:proofErr w:type="spellEnd"/>
      <w:r>
        <w:t xml:space="preserve"> avait les meilleures </w:t>
      </w:r>
      <w:r>
        <w:lastRenderedPageBreak/>
        <w:t>raisons du monde pour savoir qu</w:t>
      </w:r>
      <w:r w:rsidR="00C90F8D">
        <w:t>’</w:t>
      </w:r>
      <w:r>
        <w:t>il n</w:t>
      </w:r>
      <w:r w:rsidR="00C90F8D">
        <w:t>’</w:t>
      </w:r>
      <w:r>
        <w:t>y avait jamais été conduit par un goût particulier de la bagatelle</w:t>
      </w:r>
      <w:r w:rsidR="00C90F8D">
        <w:t>.</w:t>
      </w:r>
    </w:p>
    <w:p w14:paraId="40F70B71" w14:textId="2FAFF907" w:rsidR="00C90F8D" w:rsidRDefault="00C90F8D">
      <w:r>
        <w:t>M. </w:t>
      </w:r>
      <w:proofErr w:type="spellStart"/>
      <w:r w:rsidR="00AB2DE8">
        <w:t>Mauconseil</w:t>
      </w:r>
      <w:proofErr w:type="spellEnd"/>
      <w:r>
        <w:t xml:space="preserve">, </w:t>
      </w:r>
      <w:r w:rsidR="00AB2DE8">
        <w:t>son bras passé sous celui de Forestier</w:t>
      </w:r>
      <w:r>
        <w:t xml:space="preserve">, </w:t>
      </w:r>
      <w:r w:rsidR="00AB2DE8">
        <w:t>continuait à discourir avec animation</w:t>
      </w:r>
      <w:r>
        <w:t>.</w:t>
      </w:r>
    </w:p>
    <w:p w14:paraId="7951984F" w14:textId="373D5FA3" w:rsidR="00C90F8D" w:rsidRDefault="00C90F8D">
      <w:r>
        <w:rPr>
          <w:rFonts w:eastAsia="Georgia"/>
        </w:rPr>
        <w:t>— </w:t>
      </w:r>
      <w:r w:rsidR="00AB2DE8">
        <w:t>Eh bien</w:t>
      </w:r>
      <w:r>
        <w:t xml:space="preserve">, </w:t>
      </w:r>
      <w:r w:rsidR="00AB2DE8">
        <w:t>cher ami</w:t>
      </w:r>
      <w:r>
        <w:t xml:space="preserve">, </w:t>
      </w:r>
      <w:r w:rsidR="00AB2DE8">
        <w:t>que dites-vous de cette soirée</w:t>
      </w:r>
      <w:r>
        <w:t xml:space="preserve"> ? </w:t>
      </w:r>
      <w:r w:rsidR="00AB2DE8">
        <w:t>Vous ne pensiez pas qu</w:t>
      </w:r>
      <w:r>
        <w:t>’</w:t>
      </w:r>
      <w:r w:rsidR="00AB2DE8">
        <w:t>à Moukden l</w:t>
      </w:r>
      <w:r>
        <w:t>’</w:t>
      </w:r>
      <w:r w:rsidR="00AB2DE8">
        <w:t>on s</w:t>
      </w:r>
      <w:r>
        <w:t>’</w:t>
      </w:r>
      <w:r w:rsidR="00AB2DE8">
        <w:t>amusât de la sorte</w:t>
      </w:r>
      <w:r>
        <w:t xml:space="preserve">. </w:t>
      </w:r>
      <w:r w:rsidR="00AB2DE8">
        <w:t>Moi-même</w:t>
      </w:r>
      <w:r>
        <w:t xml:space="preserve">, </w:t>
      </w:r>
      <w:r w:rsidR="00AB2DE8">
        <w:t>tout à l</w:t>
      </w:r>
      <w:r>
        <w:t>’</w:t>
      </w:r>
      <w:r w:rsidR="00AB2DE8">
        <w:t>heure</w:t>
      </w:r>
      <w:r>
        <w:t xml:space="preserve">, </w:t>
      </w:r>
      <w:r w:rsidR="00AB2DE8">
        <w:t>chez le maréchal</w:t>
      </w:r>
      <w:r>
        <w:t xml:space="preserve">, </w:t>
      </w:r>
      <w:r w:rsidR="00AB2DE8">
        <w:t>me serais-je douté</w:t>
      </w:r>
      <w:r>
        <w:t xml:space="preserve"> ! </w:t>
      </w:r>
      <w:r w:rsidR="00AB2DE8">
        <w:t>Mais il faut bien prendre un peu de bon temps</w:t>
      </w:r>
      <w:r>
        <w:t xml:space="preserve">. </w:t>
      </w:r>
      <w:r w:rsidR="00AB2DE8">
        <w:t>Soyez tranquille</w:t>
      </w:r>
      <w:r>
        <w:t xml:space="preserve">, </w:t>
      </w:r>
      <w:r w:rsidR="00AB2DE8">
        <w:t>vous me trouverez</w:t>
      </w:r>
      <w:r>
        <w:t xml:space="preserve">, </w:t>
      </w:r>
      <w:r w:rsidR="00AB2DE8">
        <w:t>lundi matin</w:t>
      </w:r>
      <w:r>
        <w:t xml:space="preserve">, </w:t>
      </w:r>
      <w:r w:rsidR="00AB2DE8">
        <w:t>dans mon cabinet</w:t>
      </w:r>
      <w:r>
        <w:t xml:space="preserve">, </w:t>
      </w:r>
      <w:r w:rsidR="00AB2DE8">
        <w:t>fidèle au poste</w:t>
      </w:r>
      <w:r>
        <w:t xml:space="preserve">. </w:t>
      </w:r>
      <w:r w:rsidR="00AB2DE8">
        <w:t>Entre nous</w:t>
      </w:r>
      <w:r>
        <w:t xml:space="preserve">, </w:t>
      </w:r>
      <w:r w:rsidR="00AB2DE8">
        <w:t>en attendant</w:t>
      </w:r>
      <w:r>
        <w:t xml:space="preserve">, </w:t>
      </w:r>
      <w:r w:rsidR="00AB2DE8">
        <w:t>j</w:t>
      </w:r>
      <w:r>
        <w:t>’</w:t>
      </w:r>
      <w:r w:rsidR="00AB2DE8">
        <w:t>aime autant que demain soit dimanche</w:t>
      </w:r>
      <w:r>
        <w:t xml:space="preserve">. </w:t>
      </w:r>
      <w:r w:rsidR="00AB2DE8">
        <w:t>Sacré Schmidt</w:t>
      </w:r>
      <w:r>
        <w:t xml:space="preserve"> ! </w:t>
      </w:r>
      <w:r w:rsidR="00AB2DE8">
        <w:t>Oh</w:t>
      </w:r>
      <w:r>
        <w:t xml:space="preserve"> ! </w:t>
      </w:r>
      <w:r w:rsidR="00AB2DE8">
        <w:t>mais</w:t>
      </w:r>
      <w:r>
        <w:t xml:space="preserve">, </w:t>
      </w:r>
      <w:r w:rsidR="00AB2DE8">
        <w:t>oh</w:t>
      </w:r>
      <w:r>
        <w:t xml:space="preserve"> ! </w:t>
      </w:r>
      <w:r w:rsidR="00AB2DE8">
        <w:t>mais</w:t>
      </w:r>
      <w:r>
        <w:t xml:space="preserve">, </w:t>
      </w:r>
      <w:r w:rsidR="00AB2DE8">
        <w:t>je n</w:t>
      </w:r>
      <w:r>
        <w:t>’</w:t>
      </w:r>
      <w:r w:rsidR="00AB2DE8">
        <w:t>en suis pas à mon coup d</w:t>
      </w:r>
      <w:r>
        <w:t>’</w:t>
      </w:r>
      <w:r w:rsidR="00AB2DE8">
        <w:t>essai</w:t>
      </w:r>
      <w:r>
        <w:t xml:space="preserve">, </w:t>
      </w:r>
      <w:r w:rsidR="00AB2DE8">
        <w:t>vous savez</w:t>
      </w:r>
      <w:r>
        <w:t xml:space="preserve">. </w:t>
      </w:r>
      <w:r w:rsidR="00AB2DE8">
        <w:t>Sacré Schmidt</w:t>
      </w:r>
      <w:r>
        <w:t xml:space="preserve"> ! </w:t>
      </w:r>
      <w:r w:rsidR="00AB2DE8">
        <w:t>Il croit m</w:t>
      </w:r>
      <w:r>
        <w:t>’</w:t>
      </w:r>
      <w:r w:rsidR="00AB2DE8">
        <w:t>étonner en nous entraînant où il nous entraîne</w:t>
      </w:r>
      <w:r>
        <w:t xml:space="preserve">. </w:t>
      </w:r>
      <w:r w:rsidR="00AB2DE8">
        <w:t>C</w:t>
      </w:r>
      <w:r>
        <w:t>’</w:t>
      </w:r>
      <w:r w:rsidR="00AB2DE8">
        <w:t>est lui qui va être surpris</w:t>
      </w:r>
      <w:r>
        <w:t xml:space="preserve">. </w:t>
      </w:r>
      <w:r w:rsidR="00AB2DE8">
        <w:t>Car je suis d</w:t>
      </w:r>
      <w:r>
        <w:t>’</w:t>
      </w:r>
      <w:r w:rsidR="00AB2DE8">
        <w:t>une génération où l</w:t>
      </w:r>
      <w:r>
        <w:t>’</w:t>
      </w:r>
      <w:r w:rsidR="00AB2DE8">
        <w:t>on savait ce que c</w:t>
      </w:r>
      <w:r>
        <w:t>’</w:t>
      </w:r>
      <w:r w:rsidR="00AB2DE8">
        <w:t>est que de s</w:t>
      </w:r>
      <w:r>
        <w:t>’</w:t>
      </w:r>
      <w:r w:rsidR="00AB2DE8">
        <w:t>amuser</w:t>
      </w:r>
      <w:r>
        <w:t xml:space="preserve">. </w:t>
      </w:r>
      <w:r w:rsidR="00AB2DE8">
        <w:t>Votre génération</w:t>
      </w:r>
      <w:r>
        <w:t xml:space="preserve">, </w:t>
      </w:r>
      <w:r w:rsidR="00AB2DE8">
        <w:t>à vous</w:t>
      </w:r>
      <w:r>
        <w:t xml:space="preserve">, </w:t>
      </w:r>
      <w:r w:rsidR="00AB2DE8">
        <w:t>a ses qualités</w:t>
      </w:r>
      <w:r>
        <w:t xml:space="preserve">, </w:t>
      </w:r>
      <w:r w:rsidR="00AB2DE8">
        <w:t>mais elle est morose</w:t>
      </w:r>
      <w:r>
        <w:t xml:space="preserve">. </w:t>
      </w:r>
      <w:r w:rsidR="00AB2DE8">
        <w:t>Comme elle est morose</w:t>
      </w:r>
      <w:r>
        <w:t xml:space="preserve"> ! </w:t>
      </w:r>
      <w:r w:rsidR="00AB2DE8">
        <w:t>Nous</w:t>
      </w:r>
      <w:r>
        <w:t xml:space="preserve">, </w:t>
      </w:r>
      <w:r w:rsidR="00AB2DE8">
        <w:t>c</w:t>
      </w:r>
      <w:r>
        <w:t>’</w:t>
      </w:r>
      <w:r w:rsidR="00AB2DE8">
        <w:t>était autre chose</w:t>
      </w:r>
      <w:r>
        <w:t xml:space="preserve">. </w:t>
      </w:r>
      <w:r w:rsidR="00AB2DE8">
        <w:t>Tenez</w:t>
      </w:r>
      <w:r>
        <w:t xml:space="preserve">, </w:t>
      </w:r>
      <w:r w:rsidR="00AB2DE8">
        <w:t>un petit fait</w:t>
      </w:r>
      <w:r>
        <w:t xml:space="preserve">, </w:t>
      </w:r>
      <w:r w:rsidR="00AB2DE8">
        <w:t>entre cent</w:t>
      </w:r>
      <w:r>
        <w:t xml:space="preserve">, </w:t>
      </w:r>
      <w:r w:rsidR="00AB2DE8">
        <w:t>entre mille</w:t>
      </w:r>
      <w:r>
        <w:t xml:space="preserve">, </w:t>
      </w:r>
      <w:r w:rsidR="00AB2DE8">
        <w:t>entre dix mille</w:t>
      </w:r>
      <w:r>
        <w:t xml:space="preserve">. </w:t>
      </w:r>
      <w:r w:rsidR="00AB2DE8">
        <w:t>C</w:t>
      </w:r>
      <w:r>
        <w:t>’</w:t>
      </w:r>
      <w:r w:rsidR="00AB2DE8">
        <w:t>était en 1889</w:t>
      </w:r>
      <w:r>
        <w:t xml:space="preserve">, </w:t>
      </w:r>
      <w:r w:rsidR="00AB2DE8">
        <w:t>l</w:t>
      </w:r>
      <w:r>
        <w:t>’</w:t>
      </w:r>
      <w:r w:rsidR="00AB2DE8">
        <w:t>année de l</w:t>
      </w:r>
      <w:r>
        <w:t>’</w:t>
      </w:r>
      <w:r w:rsidR="00AB2DE8">
        <w:t>Exposition</w:t>
      </w:r>
      <w:r>
        <w:t xml:space="preserve">. </w:t>
      </w:r>
      <w:r w:rsidR="00AB2DE8">
        <w:t>Je venais d</w:t>
      </w:r>
      <w:r>
        <w:t>’</w:t>
      </w:r>
      <w:r w:rsidR="00AB2DE8">
        <w:t>entrer à l</w:t>
      </w:r>
      <w:r>
        <w:t>’</w:t>
      </w:r>
      <w:r w:rsidR="00AB2DE8">
        <w:t>École</w:t>
      </w:r>
      <w:r>
        <w:t xml:space="preserve">, </w:t>
      </w:r>
      <w:r w:rsidR="00AB2DE8">
        <w:t>numéro</w:t>
      </w:r>
      <w:r>
        <w:t xml:space="preserve"> </w:t>
      </w:r>
      <w:r w:rsidR="00AB2DE8">
        <w:t>7</w:t>
      </w:r>
      <w:r>
        <w:t xml:space="preserve">. </w:t>
      </w:r>
      <w:r w:rsidR="00AB2DE8">
        <w:t>J</w:t>
      </w:r>
      <w:r>
        <w:t>’</w:t>
      </w:r>
      <w:r w:rsidR="00AB2DE8">
        <w:t>en suis sorti avec le numéro</w:t>
      </w:r>
      <w:r>
        <w:t xml:space="preserve"> </w:t>
      </w:r>
      <w:r w:rsidR="00AB2DE8">
        <w:t>9</w:t>
      </w:r>
      <w:r>
        <w:t xml:space="preserve">, </w:t>
      </w:r>
      <w:r w:rsidR="00AB2DE8">
        <w:t>c</w:t>
      </w:r>
      <w:r>
        <w:t>’</w:t>
      </w:r>
      <w:r w:rsidR="00AB2DE8">
        <w:t>est entendu</w:t>
      </w:r>
      <w:r>
        <w:t xml:space="preserve">, </w:t>
      </w:r>
      <w:r w:rsidR="00AB2DE8">
        <w:t>mais huit jours avant l</w:t>
      </w:r>
      <w:r>
        <w:t>’</w:t>
      </w:r>
      <w:r w:rsidR="00AB2DE8">
        <w:t>examen j</w:t>
      </w:r>
      <w:r>
        <w:t>’</w:t>
      </w:r>
      <w:r w:rsidR="00AB2DE8">
        <w:t>avais perdu ma mère</w:t>
      </w:r>
      <w:r>
        <w:t xml:space="preserve">, </w:t>
      </w:r>
      <w:r w:rsidR="00AB2DE8">
        <w:t>ma pauvre mère</w:t>
      </w:r>
      <w:r>
        <w:t xml:space="preserve">. </w:t>
      </w:r>
      <w:r w:rsidR="00AB2DE8">
        <w:t>Des émotions de ce genre excusent bien un recul de deux places</w:t>
      </w:r>
      <w:r>
        <w:t xml:space="preserve">, </w:t>
      </w:r>
      <w:r w:rsidR="00AB2DE8">
        <w:t>n</w:t>
      </w:r>
      <w:r>
        <w:t>’</w:t>
      </w:r>
      <w:r w:rsidR="00AB2DE8">
        <w:t>est-il pas vrai</w:t>
      </w:r>
      <w:r>
        <w:t xml:space="preserve"> ? </w:t>
      </w:r>
      <w:r w:rsidR="00AB2DE8">
        <w:t xml:space="preserve">Il ne faut pas craindre de faire entrer de temps en temps en ligne de compte le </w:t>
      </w:r>
      <w:r>
        <w:t>coef</w:t>
      </w:r>
      <w:r w:rsidR="00AB2DE8">
        <w:t>ficient sentimental</w:t>
      </w:r>
      <w:r>
        <w:t xml:space="preserve">. </w:t>
      </w:r>
      <w:r w:rsidR="00AB2DE8">
        <w:t>J</w:t>
      </w:r>
      <w:r>
        <w:t>’</w:t>
      </w:r>
      <w:r w:rsidR="00AB2DE8">
        <w:t>en reviens à l</w:t>
      </w:r>
      <w:r>
        <w:t>’</w:t>
      </w:r>
      <w:r w:rsidR="00AB2DE8">
        <w:t>année de l</w:t>
      </w:r>
      <w:r>
        <w:t>’</w:t>
      </w:r>
      <w:r w:rsidR="00AB2DE8">
        <w:t>Exposition</w:t>
      </w:r>
      <w:r>
        <w:t xml:space="preserve">. </w:t>
      </w:r>
      <w:r w:rsidR="00AB2DE8">
        <w:t>Eh bien</w:t>
      </w:r>
      <w:r>
        <w:t xml:space="preserve">, </w:t>
      </w:r>
      <w:r w:rsidR="00AB2DE8">
        <w:t>cette année-là</w:t>
      </w:r>
      <w:r>
        <w:t xml:space="preserve">, </w:t>
      </w:r>
      <w:r w:rsidR="00AB2DE8">
        <w:t>savez-vous ce que nous avons fait</w:t>
      </w:r>
      <w:r>
        <w:t xml:space="preserve">, </w:t>
      </w:r>
      <w:r w:rsidR="00AB2DE8">
        <w:t xml:space="preserve">moi et mon ami </w:t>
      </w:r>
      <w:proofErr w:type="spellStart"/>
      <w:r w:rsidR="00AB2DE8">
        <w:t>Marivon</w:t>
      </w:r>
      <w:proofErr w:type="spellEnd"/>
      <w:r>
        <w:t xml:space="preserve">, </w:t>
      </w:r>
      <w:r w:rsidR="00AB2DE8">
        <w:t>le fils du professeur de mécanique rationnelle et appliquée</w:t>
      </w:r>
      <w:r>
        <w:t xml:space="preserve"> ? </w:t>
      </w:r>
      <w:r w:rsidR="00AB2DE8">
        <w:t>On organisait un festival au profit de l</w:t>
      </w:r>
      <w:r>
        <w:t>’</w:t>
      </w:r>
      <w:r w:rsidR="00AB2DE8">
        <w:t>Orphelinat de l</w:t>
      </w:r>
      <w:r>
        <w:t>’</w:t>
      </w:r>
      <w:r w:rsidR="00AB2DE8">
        <w:t>École</w:t>
      </w:r>
      <w:r>
        <w:t xml:space="preserve">. </w:t>
      </w:r>
      <w:r w:rsidR="00AB2DE8">
        <w:t xml:space="preserve">Moi et </w:t>
      </w:r>
      <w:proofErr w:type="spellStart"/>
      <w:r w:rsidR="00AB2DE8">
        <w:t>Marivon</w:t>
      </w:r>
      <w:proofErr w:type="spellEnd"/>
      <w:r>
        <w:t xml:space="preserve">, </w:t>
      </w:r>
      <w:r w:rsidR="00AB2DE8">
        <w:t xml:space="preserve">nous pariâmes que nous obtiendrions le concours de la délicieuse </w:t>
      </w:r>
      <w:proofErr w:type="spellStart"/>
      <w:r w:rsidR="00AB2DE8">
        <w:t>Vivette</w:t>
      </w:r>
      <w:proofErr w:type="spellEnd"/>
      <w:r w:rsidR="00AB2DE8">
        <w:t xml:space="preserve"> Grandier</w:t>
      </w:r>
      <w:r>
        <w:t xml:space="preserve">, </w:t>
      </w:r>
      <w:r w:rsidR="00AB2DE8">
        <w:t>l</w:t>
      </w:r>
      <w:r>
        <w:t>’</w:t>
      </w:r>
      <w:r w:rsidR="00AB2DE8">
        <w:t>étoile des Folies-Bergère</w:t>
      </w:r>
      <w:r>
        <w:t xml:space="preserve">. </w:t>
      </w:r>
      <w:r w:rsidR="00AB2DE8">
        <w:t>Nous nous rendîmes tous les deux dans sa loge</w:t>
      </w:r>
      <w:r>
        <w:t xml:space="preserve">, </w:t>
      </w:r>
      <w:r w:rsidR="00AB2DE8">
        <w:t xml:space="preserve">en </w:t>
      </w:r>
      <w:r w:rsidR="00AB2DE8">
        <w:lastRenderedPageBreak/>
        <w:t>matinée</w:t>
      </w:r>
      <w:r>
        <w:t xml:space="preserve">. </w:t>
      </w:r>
      <w:r w:rsidR="00AB2DE8">
        <w:t>Quelle belle</w:t>
      </w:r>
      <w:r>
        <w:t xml:space="preserve">, </w:t>
      </w:r>
      <w:r w:rsidR="00AB2DE8">
        <w:t>quelle superbe fille</w:t>
      </w:r>
      <w:r>
        <w:t xml:space="preserve"> ! </w:t>
      </w:r>
      <w:r w:rsidR="00AB2DE8">
        <w:t>Et quelle loge</w:t>
      </w:r>
      <w:r>
        <w:t xml:space="preserve"> ! </w:t>
      </w:r>
      <w:r w:rsidR="00AB2DE8">
        <w:t>Pleine de fleurs et de bronzes de chez Barbedienne</w:t>
      </w:r>
      <w:r>
        <w:t xml:space="preserve"> ! </w:t>
      </w:r>
      <w:r w:rsidR="00AB2DE8">
        <w:t>Je passe sur les détails</w:t>
      </w:r>
      <w:r>
        <w:t xml:space="preserve">. </w:t>
      </w:r>
      <w:r w:rsidR="00AB2DE8">
        <w:t>Qu</w:t>
      </w:r>
      <w:r>
        <w:t>’</w:t>
      </w:r>
      <w:r w:rsidR="00AB2DE8">
        <w:t>il vous suffise de savoir que quand nous ressortîmes</w:t>
      </w:r>
      <w:r>
        <w:t xml:space="preserve">, </w:t>
      </w:r>
      <w:r w:rsidR="00AB2DE8">
        <w:t>j</w:t>
      </w:r>
      <w:r>
        <w:t>’</w:t>
      </w:r>
      <w:r w:rsidR="00AB2DE8">
        <w:t>emportais son acceptation</w:t>
      </w:r>
      <w:r>
        <w:t xml:space="preserve">, </w:t>
      </w:r>
      <w:r w:rsidR="00AB2DE8">
        <w:t>et sa photographie dédicacée</w:t>
      </w:r>
      <w:r>
        <w:t xml:space="preserve">. </w:t>
      </w:r>
      <w:r w:rsidR="00AB2DE8">
        <w:t>Un exemple entre cent mille</w:t>
      </w:r>
      <w:r>
        <w:t xml:space="preserve">, </w:t>
      </w:r>
      <w:r w:rsidR="00AB2DE8">
        <w:t>encore une fois</w:t>
      </w:r>
      <w:r>
        <w:t xml:space="preserve">, </w:t>
      </w:r>
      <w:r w:rsidR="00AB2DE8">
        <w:t>mais qui doit suffire à vous démontrer qu</w:t>
      </w:r>
      <w:r>
        <w:t>’</w:t>
      </w:r>
      <w:r w:rsidR="00AB2DE8">
        <w:t>un familier des Folies-Bergère a peu de chances de se sentir dépaysé dans un café-concert de Moukden</w:t>
      </w:r>
      <w:r>
        <w:t>.</w:t>
      </w:r>
    </w:p>
    <w:p w14:paraId="08FC88C6" w14:textId="77777777" w:rsidR="00C90F8D" w:rsidRDefault="00AB2DE8">
      <w:r>
        <w:t>Il buta</w:t>
      </w:r>
      <w:r w:rsidR="00C90F8D">
        <w:t xml:space="preserve">, </w:t>
      </w:r>
      <w:r>
        <w:t>manqua de tomber</w:t>
      </w:r>
      <w:r w:rsidR="00C90F8D">
        <w:t xml:space="preserve">. </w:t>
      </w:r>
      <w:r>
        <w:t>Forestier le retint avec déférence</w:t>
      </w:r>
      <w:r w:rsidR="00C90F8D">
        <w:t>.</w:t>
      </w:r>
    </w:p>
    <w:p w14:paraId="38D6E323" w14:textId="2F6D9434" w:rsidR="00C90F8D" w:rsidRDefault="00C90F8D">
      <w:r>
        <w:rPr>
          <w:rFonts w:eastAsia="Georgia"/>
        </w:rPr>
        <w:t>— </w:t>
      </w:r>
      <w:r w:rsidR="00AB2DE8">
        <w:t>Merci</w:t>
      </w:r>
      <w:r>
        <w:t xml:space="preserve"> ! </w:t>
      </w:r>
      <w:r w:rsidR="00AB2DE8">
        <w:t>Je vous remercie</w:t>
      </w:r>
      <w:r>
        <w:t xml:space="preserve">. </w:t>
      </w:r>
      <w:r w:rsidR="00AB2DE8">
        <w:t>Pas trop de champagne</w:t>
      </w:r>
      <w:r>
        <w:t xml:space="preserve">, </w:t>
      </w:r>
      <w:r w:rsidR="00AB2DE8">
        <w:t>à présent</w:t>
      </w:r>
      <w:r>
        <w:t xml:space="preserve">. </w:t>
      </w:r>
      <w:r w:rsidR="00AB2DE8">
        <w:t>Forestier</w:t>
      </w:r>
      <w:r>
        <w:t xml:space="preserve">, </w:t>
      </w:r>
      <w:r w:rsidR="00AB2DE8">
        <w:t>mon cher ami</w:t>
      </w:r>
      <w:r>
        <w:t xml:space="preserve">, </w:t>
      </w:r>
      <w:r w:rsidR="00AB2DE8">
        <w:t>mon enfant</w:t>
      </w:r>
      <w:r>
        <w:t xml:space="preserve">, </w:t>
      </w:r>
      <w:r w:rsidR="00AB2DE8">
        <w:t>vous veillerez à ce que ce sacré Schmidt</w:t>
      </w:r>
      <w:r>
        <w:t xml:space="preserve">, </w:t>
      </w:r>
      <w:r w:rsidR="00AB2DE8">
        <w:t xml:space="preserve">ce damné </w:t>
      </w:r>
      <w:proofErr w:type="spellStart"/>
      <w:r w:rsidR="00AB2DE8">
        <w:t>Matsui</w:t>
      </w:r>
      <w:proofErr w:type="spellEnd"/>
      <w:r w:rsidR="00AB2DE8">
        <w:t xml:space="preserve"> ne commandent pas trop de champagne</w:t>
      </w:r>
      <w:r>
        <w:t xml:space="preserve">. </w:t>
      </w:r>
      <w:r w:rsidR="00AB2DE8">
        <w:t>Ah</w:t>
      </w:r>
      <w:r>
        <w:t xml:space="preserve"> ! </w:t>
      </w:r>
      <w:r w:rsidR="00AB2DE8">
        <w:t>et puis autre chose</w:t>
      </w:r>
      <w:r>
        <w:t xml:space="preserve">. </w:t>
      </w:r>
      <w:r w:rsidR="00AB2DE8">
        <w:t>J</w:t>
      </w:r>
      <w:r>
        <w:t>’</w:t>
      </w:r>
      <w:r w:rsidR="00AB2DE8">
        <w:t>aurai certainement un jour l</w:t>
      </w:r>
      <w:r>
        <w:t>’</w:t>
      </w:r>
      <w:r w:rsidR="00AB2DE8">
        <w:t xml:space="preserve">occasion de vous présenter </w:t>
      </w:r>
      <w:r>
        <w:t>M</w:t>
      </w:r>
      <w:r w:rsidRPr="00C90F8D">
        <w:rPr>
          <w:vertAlign w:val="superscript"/>
        </w:rPr>
        <w:t>me</w:t>
      </w:r>
      <w:r>
        <w:t> </w:t>
      </w:r>
      <w:proofErr w:type="spellStart"/>
      <w:r w:rsidR="00AB2DE8">
        <w:t>Mauconseil</w:t>
      </w:r>
      <w:proofErr w:type="spellEnd"/>
      <w:r>
        <w:t xml:space="preserve">, </w:t>
      </w:r>
      <w:r w:rsidR="00AB2DE8">
        <w:t>de même que j</w:t>
      </w:r>
      <w:r>
        <w:t>’</w:t>
      </w:r>
      <w:r w:rsidR="00AB2DE8">
        <w:t>espère bien moi aussi avoir l</w:t>
      </w:r>
      <w:r>
        <w:t>’</w:t>
      </w:r>
      <w:r w:rsidR="00AB2DE8">
        <w:t xml:space="preserve">avantage de connaître </w:t>
      </w:r>
      <w:r>
        <w:t>M</w:t>
      </w:r>
      <w:r w:rsidRPr="00C90F8D">
        <w:rPr>
          <w:vertAlign w:val="superscript"/>
        </w:rPr>
        <w:t>me</w:t>
      </w:r>
      <w:r>
        <w:t> </w:t>
      </w:r>
      <w:r w:rsidR="00AB2DE8">
        <w:t>Forestier</w:t>
      </w:r>
      <w:r>
        <w:t xml:space="preserve">. </w:t>
      </w:r>
      <w:r w:rsidR="00AB2DE8">
        <w:t>Ce jour-là</w:t>
      </w:r>
      <w:r>
        <w:t xml:space="preserve">, </w:t>
      </w:r>
      <w:r w:rsidR="00AB2DE8">
        <w:t>pas un mot à ma femme</w:t>
      </w:r>
      <w:r>
        <w:t xml:space="preserve">, </w:t>
      </w:r>
      <w:r w:rsidR="00AB2DE8">
        <w:t>naturellement</w:t>
      </w:r>
      <w:r>
        <w:t xml:space="preserve">. </w:t>
      </w:r>
      <w:r w:rsidR="00AB2DE8">
        <w:t>De mon côté</w:t>
      </w:r>
      <w:r>
        <w:t xml:space="preserve">, </w:t>
      </w:r>
      <w:r w:rsidR="00AB2DE8">
        <w:t>je m</w:t>
      </w:r>
      <w:r>
        <w:t>’</w:t>
      </w:r>
      <w:r w:rsidR="00AB2DE8">
        <w:t>engage</w:t>
      </w:r>
      <w:r>
        <w:t xml:space="preserve">… </w:t>
      </w:r>
      <w:r w:rsidR="00AB2DE8">
        <w:t>À propos</w:t>
      </w:r>
      <w:r>
        <w:t xml:space="preserve">, </w:t>
      </w:r>
      <w:r w:rsidR="00AB2DE8">
        <w:t>où donc est Schmidt</w:t>
      </w:r>
      <w:r>
        <w:t xml:space="preserve"> ? </w:t>
      </w:r>
      <w:r w:rsidR="00AB2DE8">
        <w:t>Il ne faut pas que j</w:t>
      </w:r>
      <w:r>
        <w:t>’</w:t>
      </w:r>
      <w:r w:rsidR="00AB2DE8">
        <w:t>oublie de lui faire la même recommandation</w:t>
      </w:r>
      <w:r>
        <w:t>.</w:t>
      </w:r>
    </w:p>
    <w:p w14:paraId="42B0F67A" w14:textId="63340082" w:rsidR="00C90F8D" w:rsidRDefault="00AB2DE8">
      <w:r>
        <w:t>Les précautions auxquelles il s</w:t>
      </w:r>
      <w:r w:rsidR="00C90F8D">
        <w:t>’</w:t>
      </w:r>
      <w:r>
        <w:t>astreignait d</w:t>
      </w:r>
      <w:r w:rsidR="00C90F8D">
        <w:t>’</w:t>
      </w:r>
      <w:r>
        <w:t>ores et déjà</w:t>
      </w:r>
      <w:r w:rsidR="00C90F8D">
        <w:t xml:space="preserve">, </w:t>
      </w:r>
      <w:r>
        <w:t>en dépit du champagne et de douze mille lieues de distance</w:t>
      </w:r>
      <w:r w:rsidR="00C90F8D">
        <w:t xml:space="preserve">, </w:t>
      </w:r>
      <w:r>
        <w:t xml:space="preserve">pour que </w:t>
      </w:r>
      <w:r w:rsidR="00C90F8D">
        <w:t>M</w:t>
      </w:r>
      <w:r w:rsidR="00C90F8D" w:rsidRPr="00C90F8D">
        <w:rPr>
          <w:vertAlign w:val="superscript"/>
        </w:rPr>
        <w:t>me</w:t>
      </w:r>
      <w:r w:rsidR="00C90F8D">
        <w:t> </w:t>
      </w:r>
      <w:proofErr w:type="spellStart"/>
      <w:r>
        <w:t>Mauconseil</w:t>
      </w:r>
      <w:proofErr w:type="spellEnd"/>
      <w:r w:rsidR="00C90F8D">
        <w:t xml:space="preserve">, </w:t>
      </w:r>
      <w:r>
        <w:t>dans son bel appartement de la rue de Prony</w:t>
      </w:r>
      <w:r w:rsidR="00C90F8D">
        <w:t xml:space="preserve">, </w:t>
      </w:r>
      <w:r>
        <w:t xml:space="preserve">et </w:t>
      </w:r>
      <w:r w:rsidR="00C90F8D">
        <w:t>M</w:t>
      </w:r>
      <w:r w:rsidR="00C90F8D" w:rsidRPr="00C90F8D">
        <w:rPr>
          <w:vertAlign w:val="superscript"/>
        </w:rPr>
        <w:t>me</w:t>
      </w:r>
      <w:r w:rsidR="00C90F8D">
        <w:t> </w:t>
      </w:r>
      <w:r>
        <w:t>Forestier</w:t>
      </w:r>
      <w:r w:rsidR="00C90F8D">
        <w:t xml:space="preserve">, </w:t>
      </w:r>
      <w:r>
        <w:t xml:space="preserve">dans son petit cinquième de la rue </w:t>
      </w:r>
      <w:proofErr w:type="spellStart"/>
      <w:r>
        <w:t>Tourlaque</w:t>
      </w:r>
      <w:proofErr w:type="spellEnd"/>
      <w:r w:rsidR="00C90F8D">
        <w:t xml:space="preserve">, </w:t>
      </w:r>
      <w:r>
        <w:t>ne fussent pas instruites des fredaines de leurs maris</w:t>
      </w:r>
      <w:r w:rsidR="00C90F8D">
        <w:t xml:space="preserve">, </w:t>
      </w:r>
      <w:r>
        <w:t>ces précautions étaient incontestablement tout à l</w:t>
      </w:r>
      <w:r w:rsidR="00C90F8D">
        <w:t>’</w:t>
      </w:r>
      <w:r>
        <w:t>honneur de l</w:t>
      </w:r>
      <w:r w:rsidR="00C90F8D">
        <w:t>’</w:t>
      </w:r>
      <w:r>
        <w:t xml:space="preserve">esprit méticuleux de </w:t>
      </w:r>
      <w:r w:rsidR="00C90F8D">
        <w:t>M. </w:t>
      </w:r>
      <w:proofErr w:type="spellStart"/>
      <w:r>
        <w:t>Mauconseil</w:t>
      </w:r>
      <w:proofErr w:type="spellEnd"/>
      <w:r w:rsidR="00C90F8D">
        <w:t>.</w:t>
      </w:r>
    </w:p>
    <w:p w14:paraId="1DF8395C" w14:textId="77777777" w:rsidR="00C90F8D" w:rsidRDefault="00C90F8D">
      <w:r>
        <w:rPr>
          <w:rFonts w:eastAsia="Georgia"/>
        </w:rPr>
        <w:t>— </w:t>
      </w:r>
      <w:r w:rsidR="00AB2DE8">
        <w:t>Schmidt</w:t>
      </w:r>
      <w:r>
        <w:t xml:space="preserve"> ! </w:t>
      </w:r>
      <w:r w:rsidR="00AB2DE8">
        <w:t>Eh bien</w:t>
      </w:r>
      <w:r>
        <w:t xml:space="preserve">, </w:t>
      </w:r>
      <w:r w:rsidR="00AB2DE8">
        <w:t>Schmidt</w:t>
      </w:r>
      <w:r>
        <w:t> ?</w:t>
      </w:r>
    </w:p>
    <w:p w14:paraId="32867DDC" w14:textId="77777777" w:rsidR="00C90F8D" w:rsidRDefault="00C90F8D">
      <w:r>
        <w:rPr>
          <w:rFonts w:eastAsia="Georgia"/>
        </w:rPr>
        <w:t>— </w:t>
      </w:r>
      <w:r w:rsidR="00AB2DE8">
        <w:t>Nous arrivons</w:t>
      </w:r>
      <w:r>
        <w:t xml:space="preserve">, </w:t>
      </w:r>
      <w:r w:rsidR="00AB2DE8">
        <w:t>nous arrivons</w:t>
      </w:r>
      <w:r>
        <w:t xml:space="preserve">, </w:t>
      </w:r>
      <w:r w:rsidR="00AB2DE8">
        <w:t>monsieur le directeur</w:t>
      </w:r>
      <w:r>
        <w:t>.</w:t>
      </w:r>
    </w:p>
    <w:p w14:paraId="7CD66920" w14:textId="6FDEE30E" w:rsidR="00C90F8D" w:rsidRDefault="00AB2DE8">
      <w:r>
        <w:lastRenderedPageBreak/>
        <w:t>Ils avaient parcouru un peu plus de la moitié du trajet</w:t>
      </w:r>
      <w:r w:rsidR="00C90F8D">
        <w:t xml:space="preserve">. </w:t>
      </w:r>
      <w:r>
        <w:t xml:space="preserve">La grande automobile de </w:t>
      </w:r>
      <w:r w:rsidR="00C90F8D">
        <w:t>M. </w:t>
      </w:r>
      <w:proofErr w:type="spellStart"/>
      <w:r>
        <w:t>Mauconseil</w:t>
      </w:r>
      <w:proofErr w:type="spellEnd"/>
      <w:r>
        <w:t xml:space="preserve"> suivait respectueusement</w:t>
      </w:r>
      <w:r w:rsidR="00C90F8D">
        <w:t xml:space="preserve">, </w:t>
      </w:r>
      <w:r>
        <w:t>à vingt pas en arrière</w:t>
      </w:r>
      <w:r w:rsidR="00C90F8D">
        <w:t xml:space="preserve">. </w:t>
      </w:r>
      <w:r>
        <w:t>Abandonnant l</w:t>
      </w:r>
      <w:r w:rsidR="00C90F8D">
        <w:t>’</w:t>
      </w:r>
      <w:r>
        <w:t>avenue plantée de hautes maisons en briques qu</w:t>
      </w:r>
      <w:r w:rsidR="00C90F8D">
        <w:t>’</w:t>
      </w:r>
      <w:r>
        <w:t>ils avaient descendue depuis leur sortie du Cercle</w:t>
      </w:r>
      <w:r w:rsidR="00C90F8D">
        <w:t xml:space="preserve">, </w:t>
      </w:r>
      <w:r>
        <w:t>ils tournèrent à gauche</w:t>
      </w:r>
      <w:r w:rsidR="00C90F8D">
        <w:t xml:space="preserve">, </w:t>
      </w:r>
      <w:r>
        <w:t>prirent une voie plus étroite</w:t>
      </w:r>
      <w:r w:rsidR="00C90F8D">
        <w:t xml:space="preserve">. </w:t>
      </w:r>
      <w:r>
        <w:t>Le froid augmentait</w:t>
      </w:r>
      <w:r w:rsidR="00C90F8D">
        <w:t xml:space="preserve">. </w:t>
      </w:r>
      <w:r>
        <w:t>La nuit était sombre</w:t>
      </w:r>
      <w:r w:rsidR="00C90F8D">
        <w:t xml:space="preserve">. </w:t>
      </w:r>
      <w:r>
        <w:t>De rares étoiles piquaient de trous imperceptibles le satin jaune du ciel mandchou</w:t>
      </w:r>
      <w:r w:rsidR="00C90F8D">
        <w:t>.</w:t>
      </w:r>
    </w:p>
    <w:p w14:paraId="3BED8367" w14:textId="6C9C6751" w:rsidR="00C90F8D" w:rsidRDefault="00C90F8D">
      <w:r>
        <w:t>M. </w:t>
      </w:r>
      <w:proofErr w:type="spellStart"/>
      <w:r w:rsidR="00AB2DE8">
        <w:t>Mauconseil</w:t>
      </w:r>
      <w:proofErr w:type="spellEnd"/>
      <w:r w:rsidR="00AB2DE8">
        <w:t xml:space="preserve"> parlait toujours</w:t>
      </w:r>
      <w:r>
        <w:t xml:space="preserve">. </w:t>
      </w:r>
      <w:r w:rsidR="00AB2DE8">
        <w:t>Forestier écoutait</w:t>
      </w:r>
      <w:r>
        <w:t xml:space="preserve">, </w:t>
      </w:r>
      <w:r w:rsidR="00AB2DE8">
        <w:t>s</w:t>
      </w:r>
      <w:r>
        <w:t>’</w:t>
      </w:r>
      <w:r w:rsidR="00AB2DE8">
        <w:t xml:space="preserve">efforçant de ne pas se laisser distraire par les chuchotements de Schmidt et de </w:t>
      </w:r>
      <w:proofErr w:type="spellStart"/>
      <w:r w:rsidR="00AB2DE8">
        <w:t>Matsui</w:t>
      </w:r>
      <w:proofErr w:type="spellEnd"/>
      <w:r>
        <w:t xml:space="preserve">. </w:t>
      </w:r>
      <w:r w:rsidR="00AB2DE8">
        <w:t>La rue</w:t>
      </w:r>
      <w:r>
        <w:t xml:space="preserve">, </w:t>
      </w:r>
      <w:r w:rsidR="00AB2DE8">
        <w:t>jusqu</w:t>
      </w:r>
      <w:r>
        <w:t>’</w:t>
      </w:r>
      <w:r w:rsidR="00AB2DE8">
        <w:t>alors à peu près déserte</w:t>
      </w:r>
      <w:r>
        <w:t xml:space="preserve">, </w:t>
      </w:r>
      <w:r w:rsidR="00AB2DE8">
        <w:t>s</w:t>
      </w:r>
      <w:r>
        <w:t>’</w:t>
      </w:r>
      <w:r w:rsidR="00AB2DE8">
        <w:t>animait à présent d</w:t>
      </w:r>
      <w:r>
        <w:t>’</w:t>
      </w:r>
      <w:r w:rsidR="00AB2DE8">
        <w:t>une étrange vie nocturne</w:t>
      </w:r>
      <w:r>
        <w:t xml:space="preserve">. </w:t>
      </w:r>
      <w:r w:rsidR="00AB2DE8">
        <w:t>Des femmes en manteau de soirée</w:t>
      </w:r>
      <w:r>
        <w:t xml:space="preserve">, </w:t>
      </w:r>
      <w:r w:rsidR="00AB2DE8">
        <w:t>des hommes en habit</w:t>
      </w:r>
      <w:r>
        <w:t xml:space="preserve">, </w:t>
      </w:r>
      <w:r w:rsidR="00AB2DE8">
        <w:t>le col de la pelisse relevé</w:t>
      </w:r>
      <w:r>
        <w:t xml:space="preserve">, </w:t>
      </w:r>
      <w:r w:rsidR="00AB2DE8">
        <w:t>marchaient au milieu de la chaussée</w:t>
      </w:r>
      <w:r>
        <w:t xml:space="preserve">, </w:t>
      </w:r>
      <w:r w:rsidR="00AB2DE8">
        <w:t>parlant très fort</w:t>
      </w:r>
      <w:r>
        <w:t xml:space="preserve">, </w:t>
      </w:r>
      <w:r w:rsidR="00AB2DE8">
        <w:t>paraissant ivres</w:t>
      </w:r>
      <w:r>
        <w:t xml:space="preserve">. </w:t>
      </w:r>
      <w:r w:rsidR="00AB2DE8">
        <w:t>Des ombres silencieuses rasaient furtivement les murailles</w:t>
      </w:r>
      <w:r>
        <w:t xml:space="preserve">. </w:t>
      </w:r>
      <w:r w:rsidR="00AB2DE8">
        <w:t>De temps en temps</w:t>
      </w:r>
      <w:r>
        <w:t xml:space="preserve">, </w:t>
      </w:r>
      <w:r w:rsidR="00AB2DE8">
        <w:t>une porte s</w:t>
      </w:r>
      <w:r>
        <w:t>’</w:t>
      </w:r>
      <w:r w:rsidR="00AB2DE8">
        <w:t>entrouvrait</w:t>
      </w:r>
      <w:r>
        <w:t xml:space="preserve">, </w:t>
      </w:r>
      <w:r w:rsidR="00AB2DE8">
        <w:t>livrant au regard quelque mystérieuse salle fuligineuse</w:t>
      </w:r>
      <w:r>
        <w:t xml:space="preserve">, </w:t>
      </w:r>
      <w:r w:rsidR="00AB2DE8">
        <w:t>d</w:t>
      </w:r>
      <w:r>
        <w:t>’</w:t>
      </w:r>
      <w:r w:rsidR="00AB2DE8">
        <w:t>où sortait une odeur âcre et écœurante</w:t>
      </w:r>
      <w:r>
        <w:t xml:space="preserve">, </w:t>
      </w:r>
      <w:r w:rsidR="00AB2DE8">
        <w:t>semblable à celle du chocolat brûlé</w:t>
      </w:r>
      <w:r>
        <w:t xml:space="preserve">. </w:t>
      </w:r>
      <w:r w:rsidR="00AB2DE8">
        <w:t>Un phonographe jouait un air chinois</w:t>
      </w:r>
      <w:r>
        <w:t xml:space="preserve">, </w:t>
      </w:r>
      <w:r w:rsidR="00AB2DE8">
        <w:t>atrocement aigre et plaintif</w:t>
      </w:r>
      <w:r>
        <w:t xml:space="preserve">. </w:t>
      </w:r>
      <w:r w:rsidR="00AB2DE8">
        <w:t>Des trous obscurs</w:t>
      </w:r>
      <w:r>
        <w:t xml:space="preserve">, </w:t>
      </w:r>
      <w:r w:rsidR="00AB2DE8">
        <w:t>latéralement</w:t>
      </w:r>
      <w:r>
        <w:t xml:space="preserve">, </w:t>
      </w:r>
      <w:r w:rsidR="00AB2DE8">
        <w:t>béaient</w:t>
      </w:r>
      <w:r>
        <w:t xml:space="preserve">, </w:t>
      </w:r>
      <w:r w:rsidR="00AB2DE8">
        <w:t>amorçant des ruelles dans les ténèbres desquelles on avait les meilleures raisons du monde de ne pas s</w:t>
      </w:r>
      <w:r>
        <w:t>’</w:t>
      </w:r>
      <w:r w:rsidR="00AB2DE8">
        <w:t>engager</w:t>
      </w:r>
      <w:r>
        <w:t xml:space="preserve">. </w:t>
      </w:r>
      <w:r w:rsidR="00AB2DE8">
        <w:t>Des phonographes encore</w:t>
      </w:r>
      <w:r>
        <w:t xml:space="preserve">. </w:t>
      </w:r>
      <w:r w:rsidR="00AB2DE8">
        <w:t>Des rires sourds</w:t>
      </w:r>
      <w:r>
        <w:t xml:space="preserve">. </w:t>
      </w:r>
      <w:r w:rsidR="00AB2DE8">
        <w:t>Des appels voilés</w:t>
      </w:r>
      <w:r>
        <w:t xml:space="preserve">. </w:t>
      </w:r>
      <w:r w:rsidR="00AB2DE8">
        <w:t>Un étonnant mélange de barbarie raffinée et de civilisation louche</w:t>
      </w:r>
      <w:r>
        <w:t>.</w:t>
      </w:r>
    </w:p>
    <w:p w14:paraId="47D11EE7" w14:textId="77777777" w:rsidR="00C90F8D" w:rsidRDefault="00AB2DE8">
      <w:r>
        <w:t>Machinalement</w:t>
      </w:r>
      <w:r w:rsidR="00C90F8D">
        <w:t xml:space="preserve">, </w:t>
      </w:r>
      <w:r>
        <w:t>le directeur général et Forestier ralentirent le pas pour attendre leurs compagnons</w:t>
      </w:r>
      <w:r w:rsidR="00C90F8D">
        <w:t>.</w:t>
      </w:r>
    </w:p>
    <w:p w14:paraId="30E13C35" w14:textId="43624A10" w:rsidR="00C90F8D" w:rsidRDefault="00C90F8D">
      <w:r>
        <w:rPr>
          <w:rFonts w:eastAsia="Georgia"/>
        </w:rPr>
        <w:t>— </w:t>
      </w:r>
      <w:r w:rsidR="00AB2DE8">
        <w:t>Quelle drôle de ville que Moukden</w:t>
      </w:r>
      <w:r>
        <w:t xml:space="preserve">, </w:t>
      </w:r>
      <w:r w:rsidR="00AB2DE8">
        <w:t>n</w:t>
      </w:r>
      <w:r>
        <w:t>’</w:t>
      </w:r>
      <w:r w:rsidR="00AB2DE8">
        <w:t>est-ce pas</w:t>
      </w:r>
      <w:r>
        <w:t xml:space="preserve">, </w:t>
      </w:r>
      <w:r w:rsidR="00AB2DE8">
        <w:t>commandant</w:t>
      </w:r>
      <w:r>
        <w:t xml:space="preserve"> ? </w:t>
      </w:r>
      <w:r w:rsidR="00AB2DE8">
        <w:t xml:space="preserve">murmura </w:t>
      </w:r>
      <w:r>
        <w:t>M. </w:t>
      </w:r>
      <w:proofErr w:type="spellStart"/>
      <w:r w:rsidR="00AB2DE8">
        <w:t>Mauconseil</w:t>
      </w:r>
      <w:proofErr w:type="spellEnd"/>
      <w:r>
        <w:t>.</w:t>
      </w:r>
    </w:p>
    <w:p w14:paraId="7568AAF3" w14:textId="77777777" w:rsidR="00C90F8D" w:rsidRDefault="00AB2DE8">
      <w:r>
        <w:t xml:space="preserve">Le major </w:t>
      </w:r>
      <w:proofErr w:type="spellStart"/>
      <w:r>
        <w:t>Matsui</w:t>
      </w:r>
      <w:proofErr w:type="spellEnd"/>
      <w:r>
        <w:t xml:space="preserve"> hocha la tête</w:t>
      </w:r>
      <w:r w:rsidR="00C90F8D">
        <w:t>.</w:t>
      </w:r>
    </w:p>
    <w:p w14:paraId="1A3C7681" w14:textId="77777777" w:rsidR="00C90F8D" w:rsidRDefault="00C90F8D">
      <w:r>
        <w:rPr>
          <w:rFonts w:eastAsia="Georgia"/>
        </w:rPr>
        <w:lastRenderedPageBreak/>
        <w:t>— </w:t>
      </w:r>
      <w:r w:rsidR="00AB2DE8">
        <w:t xml:space="preserve">Peu de chose à côté de </w:t>
      </w:r>
      <w:proofErr w:type="spellStart"/>
      <w:r w:rsidR="00AB2DE8">
        <w:t>Kharbine</w:t>
      </w:r>
      <w:proofErr w:type="spellEnd"/>
      <w:r>
        <w:t xml:space="preserve">, </w:t>
      </w:r>
      <w:r w:rsidR="00AB2DE8">
        <w:t>oui</w:t>
      </w:r>
      <w:r>
        <w:t xml:space="preserve">, </w:t>
      </w:r>
      <w:r w:rsidR="00AB2DE8">
        <w:t>peu de chose</w:t>
      </w:r>
      <w:r>
        <w:t xml:space="preserve">, </w:t>
      </w:r>
      <w:r w:rsidR="00AB2DE8">
        <w:t>se borna-t-il à répondre</w:t>
      </w:r>
      <w:r>
        <w:t>.</w:t>
      </w:r>
    </w:p>
    <w:p w14:paraId="7D300D06" w14:textId="6413DB9A" w:rsidR="00C90F8D" w:rsidRDefault="00AB2DE8">
      <w:r>
        <w:t>Ils franchirent encore une cinquantaine de mètres</w:t>
      </w:r>
      <w:r w:rsidR="00C90F8D">
        <w:t xml:space="preserve">. </w:t>
      </w:r>
      <w:r>
        <w:t>L</w:t>
      </w:r>
      <w:r w:rsidR="00C90F8D">
        <w:t>’</w:t>
      </w:r>
      <w:r>
        <w:t xml:space="preserve">enthousiasme de </w:t>
      </w:r>
      <w:r w:rsidR="00C90F8D">
        <w:t>M. </w:t>
      </w:r>
      <w:proofErr w:type="spellStart"/>
      <w:r>
        <w:t>Mauconseil</w:t>
      </w:r>
      <w:proofErr w:type="spellEnd"/>
      <w:r>
        <w:t xml:space="preserve"> semblait diminuer</w:t>
      </w:r>
      <w:r w:rsidR="00C90F8D">
        <w:t xml:space="preserve">, </w:t>
      </w:r>
      <w:r>
        <w:t>être sur le point de l</w:t>
      </w:r>
      <w:r w:rsidR="00C90F8D">
        <w:t>’</w:t>
      </w:r>
      <w:r>
        <w:t>abandonner</w:t>
      </w:r>
      <w:r w:rsidR="00C90F8D">
        <w:t>.</w:t>
      </w:r>
    </w:p>
    <w:p w14:paraId="77379D6B" w14:textId="77777777" w:rsidR="00C90F8D" w:rsidRDefault="00C90F8D">
      <w:r>
        <w:rPr>
          <w:rFonts w:eastAsia="Georgia"/>
        </w:rPr>
        <w:t>— </w:t>
      </w:r>
      <w:r w:rsidR="00AB2DE8">
        <w:t>Dites-moi</w:t>
      </w:r>
      <w:r>
        <w:t xml:space="preserve">, </w:t>
      </w:r>
      <w:r w:rsidR="00AB2DE8">
        <w:t>Schmidt</w:t>
      </w:r>
      <w:r>
        <w:t xml:space="preserve">, </w:t>
      </w:r>
      <w:r w:rsidR="00AB2DE8">
        <w:t>si c</w:t>
      </w:r>
      <w:r>
        <w:t>’</w:t>
      </w:r>
      <w:r w:rsidR="00AB2DE8">
        <w:t>est encore loin</w:t>
      </w:r>
      <w:r>
        <w:t xml:space="preserve">, </w:t>
      </w:r>
      <w:r w:rsidR="00AB2DE8">
        <w:t>nous pourrions bien monter dans l</w:t>
      </w:r>
      <w:r>
        <w:t>’</w:t>
      </w:r>
      <w:r w:rsidR="00AB2DE8">
        <w:t>auto</w:t>
      </w:r>
      <w:r>
        <w:t>…</w:t>
      </w:r>
    </w:p>
    <w:p w14:paraId="0C77836A" w14:textId="77777777" w:rsidR="00C90F8D" w:rsidRDefault="00C90F8D">
      <w:r>
        <w:rPr>
          <w:rFonts w:eastAsia="Georgia"/>
        </w:rPr>
        <w:t>— </w:t>
      </w:r>
      <w:r w:rsidR="00AB2DE8">
        <w:t>Nous arrivons</w:t>
      </w:r>
      <w:r>
        <w:t xml:space="preserve">, </w:t>
      </w:r>
      <w:r w:rsidR="00AB2DE8">
        <w:t>mon cher directeur</w:t>
      </w:r>
      <w:r>
        <w:t xml:space="preserve">, </w:t>
      </w:r>
      <w:r w:rsidR="00AB2DE8">
        <w:t>nous arrivons</w:t>
      </w:r>
      <w:r>
        <w:t>.</w:t>
      </w:r>
    </w:p>
    <w:p w14:paraId="7600288D" w14:textId="712FB436" w:rsidR="00C90F8D" w:rsidRDefault="00AB2DE8">
      <w:r>
        <w:t>Effectivement</w:t>
      </w:r>
      <w:r w:rsidR="00C90F8D">
        <w:t xml:space="preserve">, </w:t>
      </w:r>
      <w:r>
        <w:t>ayant dépassé un coude de la rue</w:t>
      </w:r>
      <w:r w:rsidR="00C90F8D">
        <w:t xml:space="preserve">, </w:t>
      </w:r>
      <w:r>
        <w:t>ils se trouvaient soudain en présence d</w:t>
      </w:r>
      <w:r w:rsidR="00C90F8D">
        <w:t>’</w:t>
      </w:r>
      <w:r>
        <w:t>un vaste bâtiment flambant d</w:t>
      </w:r>
      <w:r w:rsidR="00C90F8D">
        <w:t>’</w:t>
      </w:r>
      <w:r>
        <w:t>ampoules électriques multicolores</w:t>
      </w:r>
      <w:r w:rsidR="00C90F8D">
        <w:t xml:space="preserve">. </w:t>
      </w:r>
      <w:r>
        <w:t>Quantité d</w:t>
      </w:r>
      <w:r w:rsidR="00C90F8D">
        <w:t>’</w:t>
      </w:r>
      <w:r>
        <w:t>automobiles se pressaient là</w:t>
      </w:r>
      <w:r w:rsidR="00C90F8D">
        <w:t xml:space="preserve">, </w:t>
      </w:r>
      <w:r>
        <w:t>qui s</w:t>
      </w:r>
      <w:r w:rsidR="00C90F8D">
        <w:t>’</w:t>
      </w:r>
      <w:r>
        <w:t>écartèrent</w:t>
      </w:r>
      <w:r w:rsidR="00C90F8D">
        <w:t xml:space="preserve">, </w:t>
      </w:r>
      <w:r>
        <w:t xml:space="preserve">sur un ordre sec du major </w:t>
      </w:r>
      <w:proofErr w:type="spellStart"/>
      <w:r>
        <w:t>Matsui</w:t>
      </w:r>
      <w:proofErr w:type="spellEnd"/>
      <w:r w:rsidR="00C90F8D">
        <w:t xml:space="preserve">, </w:t>
      </w:r>
      <w:r>
        <w:t xml:space="preserve">pour faire place à la limousine de </w:t>
      </w:r>
      <w:r w:rsidR="00C90F8D">
        <w:t>M. </w:t>
      </w:r>
      <w:proofErr w:type="spellStart"/>
      <w:r>
        <w:t>Mauconseil</w:t>
      </w:r>
      <w:proofErr w:type="spellEnd"/>
      <w:r w:rsidR="00C90F8D">
        <w:t>.</w:t>
      </w:r>
    </w:p>
    <w:p w14:paraId="21DCFA1C" w14:textId="77777777" w:rsidR="00C90F8D" w:rsidRDefault="00C90F8D">
      <w:r>
        <w:rPr>
          <w:rFonts w:eastAsia="Georgia"/>
        </w:rPr>
        <w:t>— </w:t>
      </w:r>
      <w:r w:rsidR="00AB2DE8">
        <w:t>Eh bien</w:t>
      </w:r>
      <w:r>
        <w:t xml:space="preserve">, </w:t>
      </w:r>
      <w:r w:rsidR="00AB2DE8">
        <w:t>fit celui-ci</w:t>
      </w:r>
      <w:r>
        <w:t xml:space="preserve">, </w:t>
      </w:r>
      <w:r w:rsidR="00AB2DE8">
        <w:t>vous n</w:t>
      </w:r>
      <w:r>
        <w:t>’</w:t>
      </w:r>
      <w:r w:rsidR="00AB2DE8">
        <w:t>avez pas besoin d</w:t>
      </w:r>
      <w:r>
        <w:t>’</w:t>
      </w:r>
      <w:r w:rsidR="00AB2DE8">
        <w:t>être en uniforme</w:t>
      </w:r>
      <w:r>
        <w:t xml:space="preserve">, </w:t>
      </w:r>
      <w:r w:rsidR="00AB2DE8">
        <w:t>vous</w:t>
      </w:r>
      <w:r>
        <w:t xml:space="preserve">, </w:t>
      </w:r>
      <w:r w:rsidR="00AB2DE8">
        <w:t>au moins</w:t>
      </w:r>
      <w:r>
        <w:t xml:space="preserve">, </w:t>
      </w:r>
      <w:r w:rsidR="00AB2DE8">
        <w:t>pour être obéi</w:t>
      </w:r>
      <w:r>
        <w:t xml:space="preserve">. </w:t>
      </w:r>
      <w:r w:rsidR="00AB2DE8">
        <w:t>Mais c</w:t>
      </w:r>
      <w:r>
        <w:t>’</w:t>
      </w:r>
      <w:r w:rsidR="00AB2DE8">
        <w:t>est qu</w:t>
      </w:r>
      <w:r>
        <w:t>’</w:t>
      </w:r>
      <w:r w:rsidR="00AB2DE8">
        <w:t>il y a l</w:t>
      </w:r>
      <w:r>
        <w:t>’</w:t>
      </w:r>
      <w:r w:rsidR="00AB2DE8">
        <w:t>air d</w:t>
      </w:r>
      <w:r>
        <w:t>’</w:t>
      </w:r>
      <w:r w:rsidR="00AB2DE8">
        <w:t>avoir un monde fou</w:t>
      </w:r>
      <w:r>
        <w:t xml:space="preserve">. </w:t>
      </w:r>
      <w:r w:rsidR="00AB2DE8">
        <w:t>Je n</w:t>
      </w:r>
      <w:r>
        <w:t>’</w:t>
      </w:r>
      <w:r w:rsidR="00AB2DE8">
        <w:t>en reviens pas</w:t>
      </w:r>
      <w:r>
        <w:t>.</w:t>
      </w:r>
    </w:p>
    <w:p w14:paraId="36220CE8" w14:textId="77777777" w:rsidR="00C90F8D" w:rsidRDefault="00C90F8D">
      <w:r>
        <w:rPr>
          <w:rFonts w:eastAsia="Georgia"/>
        </w:rPr>
        <w:t>— </w:t>
      </w:r>
      <w:r w:rsidR="00AB2DE8">
        <w:t>Je vous avais prévenu</w:t>
      </w:r>
      <w:r>
        <w:t xml:space="preserve">, </w:t>
      </w:r>
      <w:r w:rsidR="00AB2DE8">
        <w:t>dit Schmidt</w:t>
      </w:r>
      <w:r>
        <w:t xml:space="preserve">, </w:t>
      </w:r>
      <w:r w:rsidR="00AB2DE8">
        <w:t>rayonnant</w:t>
      </w:r>
      <w:r>
        <w:t xml:space="preserve">. </w:t>
      </w:r>
      <w:r w:rsidR="00AB2DE8">
        <w:t>L</w:t>
      </w:r>
      <w:r>
        <w:t>’</w:t>
      </w:r>
      <w:r w:rsidR="00AB2DE8">
        <w:t>endroit le plus sélect de Moukden</w:t>
      </w:r>
      <w:r>
        <w:t xml:space="preserve">. </w:t>
      </w:r>
      <w:r w:rsidR="00AB2DE8">
        <w:t>Vous allez voir</w:t>
      </w:r>
      <w:r>
        <w:t xml:space="preserve"> ! </w:t>
      </w:r>
      <w:r w:rsidR="00AB2DE8">
        <w:t>Vous allez voir</w:t>
      </w:r>
      <w:r>
        <w:t> !</w:t>
      </w:r>
    </w:p>
    <w:p w14:paraId="20A93421" w14:textId="77777777" w:rsidR="00C90F8D" w:rsidRDefault="00AB2DE8">
      <w:r>
        <w:t>Ils atteignirent sans trop de bousculade le seuil de ce bizarre paradis</w:t>
      </w:r>
      <w:r w:rsidR="00C90F8D">
        <w:t xml:space="preserve">. </w:t>
      </w:r>
      <w:r>
        <w:t>Déjà un petit monsieur chauve et replet</w:t>
      </w:r>
      <w:r w:rsidR="00C90F8D">
        <w:t xml:space="preserve">, </w:t>
      </w:r>
      <w:r>
        <w:t>sanglé dans un smoking impeccable</w:t>
      </w:r>
      <w:r w:rsidR="00C90F8D">
        <w:t xml:space="preserve">, </w:t>
      </w:r>
      <w:r>
        <w:t xml:space="preserve">multipliait devant </w:t>
      </w:r>
      <w:proofErr w:type="spellStart"/>
      <w:r>
        <w:t>Matsui</w:t>
      </w:r>
      <w:proofErr w:type="spellEnd"/>
      <w:r>
        <w:t xml:space="preserve"> force courbettes</w:t>
      </w:r>
      <w:r w:rsidR="00C90F8D">
        <w:t xml:space="preserve">. </w:t>
      </w:r>
      <w:r>
        <w:t>En cet instant</w:t>
      </w:r>
      <w:r w:rsidR="00C90F8D">
        <w:t xml:space="preserve">, </w:t>
      </w:r>
      <w:r>
        <w:t>un scrupule vint à Schmidt</w:t>
      </w:r>
      <w:r w:rsidR="00C90F8D">
        <w:t xml:space="preserve">, </w:t>
      </w:r>
      <w:r>
        <w:t>de la façon la plus inattendue</w:t>
      </w:r>
      <w:r w:rsidR="00C90F8D">
        <w:t xml:space="preserve">. </w:t>
      </w:r>
      <w:r>
        <w:t>Il aperçut en pleine lumière le visage de Forestier</w:t>
      </w:r>
      <w:r w:rsidR="00C90F8D">
        <w:t xml:space="preserve">. </w:t>
      </w:r>
      <w:r>
        <w:t>Il se sentit envahir par un inexprimable malaise</w:t>
      </w:r>
      <w:r w:rsidR="00C90F8D">
        <w:t>.</w:t>
      </w:r>
    </w:p>
    <w:p w14:paraId="703FB27B" w14:textId="77777777" w:rsidR="00C90F8D" w:rsidRDefault="00C90F8D">
      <w:r>
        <w:rPr>
          <w:rFonts w:eastAsia="Georgia"/>
        </w:rPr>
        <w:t>— </w:t>
      </w:r>
      <w:r w:rsidR="00AB2DE8">
        <w:t>Monsieur le directeur</w:t>
      </w:r>
      <w:r>
        <w:t xml:space="preserve">, </w:t>
      </w:r>
      <w:r w:rsidR="00AB2DE8">
        <w:t>dit-il</w:t>
      </w:r>
      <w:r>
        <w:t xml:space="preserve">, </w:t>
      </w:r>
      <w:r w:rsidR="00AB2DE8">
        <w:t>se mettant tout à coup à chercher ses mots</w:t>
      </w:r>
      <w:r>
        <w:t xml:space="preserve">, </w:t>
      </w:r>
      <w:r w:rsidR="00AB2DE8">
        <w:t xml:space="preserve">notre ami est habitué à se coucher de </w:t>
      </w:r>
      <w:r w:rsidR="00AB2DE8">
        <w:lastRenderedPageBreak/>
        <w:t>bonne heure</w:t>
      </w:r>
      <w:r>
        <w:t xml:space="preserve">. </w:t>
      </w:r>
      <w:r w:rsidR="00AB2DE8">
        <w:t>Peut-être conviendrait-il</w:t>
      </w:r>
      <w:r>
        <w:t xml:space="preserve">… </w:t>
      </w:r>
      <w:r w:rsidR="00AB2DE8">
        <w:t>oui</w:t>
      </w:r>
      <w:r>
        <w:t xml:space="preserve">, </w:t>
      </w:r>
      <w:r w:rsidR="00AB2DE8">
        <w:t>il vaudrait sans doute mieux le laisser rentrer chez lui</w:t>
      </w:r>
      <w:r>
        <w:t xml:space="preserve">. </w:t>
      </w:r>
      <w:r w:rsidR="00AB2DE8">
        <w:t>Votre automobile pourrait le reconduire</w:t>
      </w:r>
      <w:r>
        <w:t xml:space="preserve">… </w:t>
      </w:r>
      <w:r w:rsidR="00AB2DE8">
        <w:t>Elle reviendrait ensuite vous chercher</w:t>
      </w:r>
      <w:r>
        <w:t>.</w:t>
      </w:r>
    </w:p>
    <w:p w14:paraId="1249FD08" w14:textId="71F1C324" w:rsidR="00C90F8D" w:rsidRDefault="00C90F8D">
      <w:r>
        <w:t>M. </w:t>
      </w:r>
      <w:proofErr w:type="spellStart"/>
      <w:r w:rsidR="00AB2DE8">
        <w:t>Mauconseil</w:t>
      </w:r>
      <w:proofErr w:type="spellEnd"/>
      <w:r w:rsidR="00AB2DE8">
        <w:t xml:space="preserve"> leva les bras au ciel</w:t>
      </w:r>
      <w:r>
        <w:t>.</w:t>
      </w:r>
    </w:p>
    <w:p w14:paraId="3E801086" w14:textId="77777777" w:rsidR="00C90F8D" w:rsidRDefault="00C90F8D">
      <w:r>
        <w:rPr>
          <w:rFonts w:eastAsia="Georgia"/>
        </w:rPr>
        <w:t>— </w:t>
      </w:r>
      <w:r w:rsidR="00AB2DE8">
        <w:t>Mais naturellement</w:t>
      </w:r>
      <w:r>
        <w:t xml:space="preserve">, </w:t>
      </w:r>
      <w:r w:rsidR="00AB2DE8">
        <w:t>dit-il</w:t>
      </w:r>
      <w:r>
        <w:t xml:space="preserve">, </w:t>
      </w:r>
      <w:r w:rsidR="00AB2DE8">
        <w:t>impatienté</w:t>
      </w:r>
      <w:r>
        <w:t xml:space="preserve">. </w:t>
      </w:r>
      <w:r w:rsidR="00AB2DE8">
        <w:t>En voilà des histoires</w:t>
      </w:r>
      <w:r>
        <w:t xml:space="preserve">. </w:t>
      </w:r>
      <w:r w:rsidR="00AB2DE8">
        <w:t>Forestier</w:t>
      </w:r>
      <w:r>
        <w:t xml:space="preserve">, </w:t>
      </w:r>
      <w:r w:rsidR="00AB2DE8">
        <w:t>mon cher</w:t>
      </w:r>
      <w:r>
        <w:t xml:space="preserve">, </w:t>
      </w:r>
      <w:r w:rsidR="00AB2DE8">
        <w:t>à entendre Schmidt</w:t>
      </w:r>
      <w:r>
        <w:t xml:space="preserve">, </w:t>
      </w:r>
      <w:r w:rsidR="00AB2DE8">
        <w:t>on dirait que c</w:t>
      </w:r>
      <w:r>
        <w:t>’</w:t>
      </w:r>
      <w:r w:rsidR="00AB2DE8">
        <w:t>est moi qui vous ai traîné de force ici</w:t>
      </w:r>
      <w:r>
        <w:t xml:space="preserve">. </w:t>
      </w:r>
      <w:r w:rsidR="00AB2DE8">
        <w:t>Rentrez</w:t>
      </w:r>
      <w:r>
        <w:t xml:space="preserve">, </w:t>
      </w:r>
      <w:r w:rsidR="00AB2DE8">
        <w:t>si le cœur vous en dit</w:t>
      </w:r>
      <w:r>
        <w:t xml:space="preserve">, </w:t>
      </w:r>
      <w:r w:rsidR="00AB2DE8">
        <w:t>rentrez</w:t>
      </w:r>
      <w:r>
        <w:t>.</w:t>
      </w:r>
    </w:p>
    <w:p w14:paraId="670CEE64" w14:textId="77777777" w:rsidR="00C90F8D" w:rsidRDefault="00AB2DE8">
      <w:r>
        <w:t>Une seconde</w:t>
      </w:r>
      <w:r w:rsidR="00C90F8D">
        <w:t xml:space="preserve">, </w:t>
      </w:r>
      <w:r>
        <w:t>Forestier parut hésiter</w:t>
      </w:r>
      <w:r w:rsidR="00C90F8D">
        <w:t xml:space="preserve">. </w:t>
      </w:r>
      <w:r>
        <w:t>Puis sa timidité reprit le dessus</w:t>
      </w:r>
      <w:r w:rsidR="00C90F8D">
        <w:t xml:space="preserve">. </w:t>
      </w:r>
      <w:r>
        <w:t>Il sourit faiblement</w:t>
      </w:r>
      <w:r w:rsidR="00C90F8D">
        <w:t>.</w:t>
      </w:r>
    </w:p>
    <w:p w14:paraId="22657F05" w14:textId="77777777" w:rsidR="00C90F8D" w:rsidRDefault="00C90F8D">
      <w:r>
        <w:rPr>
          <w:rFonts w:eastAsia="Georgia"/>
        </w:rPr>
        <w:t>— </w:t>
      </w:r>
      <w:r w:rsidR="00AB2DE8">
        <w:t>Pas du tout</w:t>
      </w:r>
      <w:r>
        <w:t xml:space="preserve">, </w:t>
      </w:r>
      <w:r w:rsidR="00AB2DE8">
        <w:t>monsieur le directeur</w:t>
      </w:r>
      <w:r>
        <w:t xml:space="preserve">, </w:t>
      </w:r>
      <w:r w:rsidR="00AB2DE8">
        <w:t>pas du tout</w:t>
      </w:r>
      <w:r>
        <w:t xml:space="preserve">. </w:t>
      </w:r>
      <w:r w:rsidR="00AB2DE8">
        <w:t>Je suis trop heureux</w:t>
      </w:r>
      <w:r>
        <w:t xml:space="preserve">, </w:t>
      </w:r>
      <w:r w:rsidR="00AB2DE8">
        <w:t>au contraire</w:t>
      </w:r>
      <w:r>
        <w:t>…</w:t>
      </w:r>
    </w:p>
    <w:p w14:paraId="22F5E516" w14:textId="1851B8BD" w:rsidR="00C90F8D" w:rsidRDefault="00C90F8D">
      <w:r>
        <w:rPr>
          <w:rFonts w:eastAsia="Georgia"/>
        </w:rPr>
        <w:t>— </w:t>
      </w:r>
      <w:r w:rsidR="00AB2DE8">
        <w:t>Bravo</w:t>
      </w:r>
      <w:r>
        <w:t xml:space="preserve"> ! </w:t>
      </w:r>
      <w:r w:rsidR="00AB2DE8">
        <w:t>voilà qui est parlé</w:t>
      </w:r>
      <w:r>
        <w:t xml:space="preserve"> ! </w:t>
      </w:r>
      <w:r w:rsidR="00AB2DE8">
        <w:t>s</w:t>
      </w:r>
      <w:r>
        <w:t>’</w:t>
      </w:r>
      <w:r w:rsidR="00AB2DE8">
        <w:t xml:space="preserve">exclama </w:t>
      </w:r>
      <w:r>
        <w:t>M. </w:t>
      </w:r>
      <w:proofErr w:type="spellStart"/>
      <w:r w:rsidR="00AB2DE8">
        <w:t>Mauconseil</w:t>
      </w:r>
      <w:proofErr w:type="spellEnd"/>
      <w:r>
        <w:t xml:space="preserve">, </w:t>
      </w:r>
      <w:r w:rsidR="00AB2DE8">
        <w:t>décidément très en forme</w:t>
      </w:r>
      <w:r>
        <w:t xml:space="preserve">. </w:t>
      </w:r>
      <w:r w:rsidR="00AB2DE8">
        <w:t>Eh bien</w:t>
      </w:r>
      <w:r>
        <w:t xml:space="preserve">, </w:t>
      </w:r>
      <w:r w:rsidR="00AB2DE8">
        <w:t>nous sommes d</w:t>
      </w:r>
      <w:r>
        <w:t>’</w:t>
      </w:r>
      <w:r w:rsidR="00AB2DE8">
        <w:t>accord</w:t>
      </w:r>
      <w:r>
        <w:t xml:space="preserve">, </w:t>
      </w:r>
      <w:r w:rsidR="00AB2DE8">
        <w:t>je pense</w:t>
      </w:r>
      <w:r>
        <w:t>.</w:t>
      </w:r>
    </w:p>
    <w:p w14:paraId="2D1A4185" w14:textId="77777777" w:rsidR="00C90F8D" w:rsidRDefault="00C90F8D">
      <w:r>
        <w:rPr>
          <w:rFonts w:eastAsia="Georgia"/>
        </w:rPr>
        <w:t>— </w:t>
      </w:r>
      <w:r w:rsidR="00AB2DE8">
        <w:t>Soit</w:t>
      </w:r>
      <w:r>
        <w:t xml:space="preserve">, </w:t>
      </w:r>
      <w:r w:rsidR="00AB2DE8">
        <w:t>dit Schmidt</w:t>
      </w:r>
      <w:r>
        <w:t>.</w:t>
      </w:r>
    </w:p>
    <w:p w14:paraId="1A96ABA0" w14:textId="77777777" w:rsidR="00C90F8D" w:rsidRDefault="00AB2DE8">
      <w:r>
        <w:t>Et ils entrèrent</w:t>
      </w:r>
      <w:r w:rsidR="00C90F8D">
        <w:t>.</w:t>
      </w:r>
    </w:p>
    <w:p w14:paraId="5CE4B883" w14:textId="63504C94" w:rsidR="00AB2DE8" w:rsidRPr="00C90F8D" w:rsidRDefault="00AB2DE8" w:rsidP="00C90F8D">
      <w:pPr>
        <w:pStyle w:val="Titre1"/>
      </w:pPr>
      <w:bookmarkStart w:id="4" w:name="_Toc194755376"/>
      <w:r w:rsidRPr="00C90F8D">
        <w:lastRenderedPageBreak/>
        <w:t>IV</w:t>
      </w:r>
      <w:bookmarkEnd w:id="4"/>
    </w:p>
    <w:p w14:paraId="1BF7B2E0" w14:textId="77777777" w:rsidR="00C90F8D" w:rsidRDefault="00AB2DE8">
      <w:r>
        <w:rPr>
          <w:bCs/>
        </w:rPr>
        <w:t xml:space="preserve">Les </w:t>
      </w:r>
      <w:r>
        <w:t xml:space="preserve">marques de déférence prodiguées au major </w:t>
      </w:r>
      <w:proofErr w:type="spellStart"/>
      <w:r>
        <w:t>Matsui</w:t>
      </w:r>
      <w:proofErr w:type="spellEnd"/>
      <w:r>
        <w:t xml:space="preserve"> par le directeur du music-hall où ces messieurs venaient de pénétrer dépassaient de beaucoup les égards auxquels peut prétendre un client ordinaire</w:t>
      </w:r>
      <w:r w:rsidR="00C90F8D">
        <w:t xml:space="preserve">. </w:t>
      </w:r>
      <w:r>
        <w:t>Elles évoquaient bien plutôt l</w:t>
      </w:r>
      <w:r w:rsidR="00C90F8D">
        <w:t>’</w:t>
      </w:r>
      <w:r>
        <w:t>attitude d</w:t>
      </w:r>
      <w:r w:rsidR="00C90F8D">
        <w:t>’</w:t>
      </w:r>
      <w:r>
        <w:t>un subalterne vis-à-vis d</w:t>
      </w:r>
      <w:r w:rsidR="00C90F8D">
        <w:t>’</w:t>
      </w:r>
      <w:r>
        <w:t>un chef redouté</w:t>
      </w:r>
      <w:r w:rsidR="00C90F8D">
        <w:t>.</w:t>
      </w:r>
    </w:p>
    <w:p w14:paraId="7F3D41B8" w14:textId="44016058" w:rsidR="00C90F8D" w:rsidRDefault="00C90F8D">
      <w:r>
        <w:t>M. </w:t>
      </w:r>
      <w:proofErr w:type="spellStart"/>
      <w:r w:rsidR="00AB2DE8">
        <w:t>Sevastopoulo</w:t>
      </w:r>
      <w:proofErr w:type="spellEnd"/>
      <w:r>
        <w:t xml:space="preserve">, </w:t>
      </w:r>
      <w:r w:rsidR="00AB2DE8">
        <w:t>le directeur en question</w:t>
      </w:r>
      <w:r>
        <w:t xml:space="preserve">, </w:t>
      </w:r>
      <w:r w:rsidR="00AB2DE8">
        <w:t>n</w:t>
      </w:r>
      <w:r>
        <w:t>’</w:t>
      </w:r>
      <w:r w:rsidR="00AB2DE8">
        <w:t>en réunissait pas moins toutes les vertus du négociant le plus habile</w:t>
      </w:r>
      <w:r>
        <w:t xml:space="preserve">. </w:t>
      </w:r>
      <w:r w:rsidR="00AB2DE8">
        <w:t>Dès l</w:t>
      </w:r>
      <w:r>
        <w:t>’</w:t>
      </w:r>
      <w:r w:rsidR="00AB2DE8">
        <w:t>origine</w:t>
      </w:r>
      <w:r>
        <w:t xml:space="preserve">, </w:t>
      </w:r>
      <w:r w:rsidR="00AB2DE8">
        <w:t>il n</w:t>
      </w:r>
      <w:r>
        <w:t>’</w:t>
      </w:r>
      <w:r w:rsidR="00AB2DE8">
        <w:t>avait pas manqué de souligner le caractère nettement international de son entreprise</w:t>
      </w:r>
      <w:r>
        <w:t xml:space="preserve">. </w:t>
      </w:r>
      <w:r w:rsidR="00AB2DE8">
        <w:t>Ici</w:t>
      </w:r>
      <w:r>
        <w:t xml:space="preserve">, </w:t>
      </w:r>
      <w:r w:rsidR="00AB2DE8">
        <w:t>tout le monde en avait pour son amour-propre patriotique</w:t>
      </w:r>
      <w:r>
        <w:t xml:space="preserve">, </w:t>
      </w:r>
      <w:r w:rsidR="00AB2DE8">
        <w:t>en même temps que pour son argent</w:t>
      </w:r>
      <w:r>
        <w:t xml:space="preserve">. </w:t>
      </w:r>
      <w:r w:rsidR="00AB2DE8">
        <w:t>La décoration extérieure de l</w:t>
      </w:r>
      <w:r>
        <w:t>’</w:t>
      </w:r>
      <w:r w:rsidR="00AB2DE8">
        <w:t>établissement figurait</w:t>
      </w:r>
      <w:r>
        <w:t xml:space="preserve">, </w:t>
      </w:r>
      <w:r w:rsidR="00AB2DE8">
        <w:t>en manière d</w:t>
      </w:r>
      <w:r>
        <w:t>’</w:t>
      </w:r>
      <w:r w:rsidR="00AB2DE8">
        <w:t>enseigne</w:t>
      </w:r>
      <w:r>
        <w:t xml:space="preserve">, </w:t>
      </w:r>
      <w:r w:rsidR="00AB2DE8">
        <w:t>grâce à un judicieux éclairage électrique</w:t>
      </w:r>
      <w:r>
        <w:t xml:space="preserve">, </w:t>
      </w:r>
      <w:r w:rsidR="00AB2DE8">
        <w:t>les pavillons japonais et mandchou</w:t>
      </w:r>
      <w:r>
        <w:t xml:space="preserve">. </w:t>
      </w:r>
      <w:r w:rsidR="00AB2DE8">
        <w:t>À droite et à gauche</w:t>
      </w:r>
      <w:r>
        <w:t xml:space="preserve">, </w:t>
      </w:r>
      <w:r w:rsidR="00AB2DE8">
        <w:t>des ampoules d</w:t>
      </w:r>
      <w:r>
        <w:t>’</w:t>
      </w:r>
      <w:r w:rsidR="00AB2DE8">
        <w:t>un bleu criard proclamaient</w:t>
      </w:r>
      <w:r>
        <w:t xml:space="preserve">, </w:t>
      </w:r>
      <w:r w:rsidR="00AB2DE8">
        <w:t>dans les langues des deux nations européennes qui se disputaient à Moukden la suprématie</w:t>
      </w:r>
      <w:r>
        <w:t xml:space="preserve">, </w:t>
      </w:r>
      <w:r w:rsidR="00AB2DE8">
        <w:t>la raison sociale de cette estimable exploitation</w:t>
      </w:r>
      <w:r>
        <w:t xml:space="preserve">. </w:t>
      </w:r>
      <w:proofErr w:type="spellStart"/>
      <w:r w:rsidR="00AB2DE8">
        <w:rPr>
          <w:i/>
          <w:iCs/>
        </w:rPr>
        <w:t>Midnight</w:t>
      </w:r>
      <w:proofErr w:type="spellEnd"/>
      <w:r w:rsidR="00AB2DE8">
        <w:rPr>
          <w:i/>
          <w:iCs/>
        </w:rPr>
        <w:t xml:space="preserve"> Sun</w:t>
      </w:r>
      <w:r>
        <w:rPr>
          <w:i/>
          <w:iCs/>
        </w:rPr>
        <w:t xml:space="preserve">, </w:t>
      </w:r>
      <w:r w:rsidR="00AB2DE8">
        <w:rPr>
          <w:i/>
          <w:iCs/>
        </w:rPr>
        <w:t>Soleil de Minuit</w:t>
      </w:r>
      <w:r>
        <w:rPr>
          <w:i/>
          <w:iCs/>
        </w:rPr>
        <w:t xml:space="preserve"> : </w:t>
      </w:r>
      <w:r w:rsidR="00AB2DE8">
        <w:t>les habitués du lieu usaient indifféremment</w:t>
      </w:r>
      <w:r>
        <w:t xml:space="preserve">, </w:t>
      </w:r>
      <w:r w:rsidR="00AB2DE8">
        <w:t>à l</w:t>
      </w:r>
      <w:r>
        <w:t>’</w:t>
      </w:r>
      <w:r w:rsidR="00AB2DE8">
        <w:t>occasion</w:t>
      </w:r>
      <w:r>
        <w:t xml:space="preserve">, </w:t>
      </w:r>
      <w:r w:rsidR="00AB2DE8">
        <w:t>de chacun de ces vocables</w:t>
      </w:r>
      <w:r>
        <w:t>.</w:t>
      </w:r>
    </w:p>
    <w:p w14:paraId="1EAA42FD" w14:textId="77777777" w:rsidR="00C90F8D" w:rsidRDefault="00C90F8D">
      <w:r>
        <w:rPr>
          <w:rFonts w:eastAsia="Georgia"/>
        </w:rPr>
        <w:t>— </w:t>
      </w:r>
      <w:r w:rsidR="00AB2DE8">
        <w:t>Monsieur le commandant</w:t>
      </w:r>
      <w:r>
        <w:t xml:space="preserve">, </w:t>
      </w:r>
      <w:r w:rsidR="00AB2DE8">
        <w:t>messieurs</w:t>
      </w:r>
      <w:r>
        <w:t xml:space="preserve">, </w:t>
      </w:r>
      <w:r w:rsidR="00AB2DE8">
        <w:t>que Vos Excellences veuillent bien se donner la peine</w:t>
      </w:r>
      <w:r>
        <w:t xml:space="preserve"> !… </w:t>
      </w:r>
      <w:r w:rsidR="00AB2DE8">
        <w:t>C</w:t>
      </w:r>
      <w:r>
        <w:t>’</w:t>
      </w:r>
      <w:r w:rsidR="00AB2DE8">
        <w:t>est pour moi un immense honneur</w:t>
      </w:r>
      <w:r>
        <w:t xml:space="preserve"> !… </w:t>
      </w:r>
      <w:r w:rsidR="00AB2DE8">
        <w:t>La représentation vient à peine de commencer</w:t>
      </w:r>
      <w:r>
        <w:t xml:space="preserve">. </w:t>
      </w:r>
      <w:r w:rsidR="00AB2DE8">
        <w:t>Nous avons ce soir des débuts véritablement sensationnels</w:t>
      </w:r>
      <w:r>
        <w:t>.</w:t>
      </w:r>
    </w:p>
    <w:p w14:paraId="03D2C70A" w14:textId="77777777" w:rsidR="00C90F8D" w:rsidRDefault="00AB2DE8">
      <w:r>
        <w:t>Les lieux de plaisir ont tous sans doute le même cachet sinistre</w:t>
      </w:r>
      <w:r w:rsidR="00C90F8D">
        <w:t xml:space="preserve">. </w:t>
      </w:r>
      <w:r>
        <w:t>Mais ils constituent une vaccine dont il faut posséder le certificat</w:t>
      </w:r>
      <w:r w:rsidR="00C90F8D">
        <w:t xml:space="preserve">, </w:t>
      </w:r>
      <w:r>
        <w:t>et leur condamnation n</w:t>
      </w:r>
      <w:r w:rsidR="00C90F8D">
        <w:t>’</w:t>
      </w:r>
      <w:r>
        <w:t xml:space="preserve">est recevable que de la </w:t>
      </w:r>
      <w:r>
        <w:lastRenderedPageBreak/>
        <w:t>part de qui en a la pratique</w:t>
      </w:r>
      <w:r w:rsidR="00C90F8D">
        <w:t xml:space="preserve">. </w:t>
      </w:r>
      <w:r>
        <w:t>Était-ce le cas de Forestier</w:t>
      </w:r>
      <w:r w:rsidR="00C90F8D">
        <w:t xml:space="preserve"> ? </w:t>
      </w:r>
      <w:r>
        <w:t>Non</w:t>
      </w:r>
      <w:r w:rsidR="00C90F8D">
        <w:t xml:space="preserve">, </w:t>
      </w:r>
      <w:r>
        <w:t>probablement</w:t>
      </w:r>
      <w:r w:rsidR="00C90F8D">
        <w:t xml:space="preserve">. </w:t>
      </w:r>
      <w:r>
        <w:t>Du moins</w:t>
      </w:r>
      <w:r w:rsidR="00C90F8D">
        <w:t xml:space="preserve">, </w:t>
      </w:r>
      <w:r>
        <w:t>en l</w:t>
      </w:r>
      <w:r w:rsidR="00C90F8D">
        <w:t>’</w:t>
      </w:r>
      <w:r>
        <w:t>occurrence</w:t>
      </w:r>
      <w:r w:rsidR="00C90F8D">
        <w:t xml:space="preserve">, </w:t>
      </w:r>
      <w:r>
        <w:t>il avait le bon goût de se taire</w:t>
      </w:r>
      <w:r w:rsidR="00C90F8D">
        <w:t xml:space="preserve">, </w:t>
      </w:r>
      <w:r>
        <w:t>de ne point paraître choqué</w:t>
      </w:r>
      <w:r w:rsidR="00C90F8D">
        <w:t xml:space="preserve">. </w:t>
      </w:r>
      <w:r>
        <w:t>Il était doué du sens des convenances</w:t>
      </w:r>
      <w:r w:rsidR="00C90F8D">
        <w:t xml:space="preserve">, </w:t>
      </w:r>
      <w:r>
        <w:t>et aussi de celui de la hiérarchie</w:t>
      </w:r>
      <w:r w:rsidR="00C90F8D">
        <w:t xml:space="preserve">. </w:t>
      </w:r>
      <w:r>
        <w:t>La présence de son chef le couvrait</w:t>
      </w:r>
      <w:r w:rsidR="00C90F8D">
        <w:t>.</w:t>
      </w:r>
    </w:p>
    <w:p w14:paraId="1F23E1A4" w14:textId="5B69CAAB" w:rsidR="00C90F8D" w:rsidRDefault="00C90F8D">
      <w:r>
        <w:t>M. </w:t>
      </w:r>
      <w:proofErr w:type="spellStart"/>
      <w:r w:rsidR="00AB2DE8">
        <w:t>Sevastopoulo</w:t>
      </w:r>
      <w:proofErr w:type="spellEnd"/>
      <w:r w:rsidR="00AB2DE8">
        <w:t xml:space="preserve"> conduisit ses hôtes à la loge d</w:t>
      </w:r>
      <w:r>
        <w:t>’</w:t>
      </w:r>
      <w:r w:rsidR="00AB2DE8">
        <w:t>honneur</w:t>
      </w:r>
      <w:r>
        <w:t xml:space="preserve">, </w:t>
      </w:r>
      <w:r w:rsidR="00AB2DE8">
        <w:t>une sorte de box poisseux que meublaient des fauteuils d</w:t>
      </w:r>
      <w:r>
        <w:t>’</w:t>
      </w:r>
      <w:r w:rsidR="00AB2DE8">
        <w:t>osier disposés autour d</w:t>
      </w:r>
      <w:r>
        <w:t>’</w:t>
      </w:r>
      <w:r w:rsidR="00AB2DE8">
        <w:t>une table de marbre</w:t>
      </w:r>
      <w:r>
        <w:t xml:space="preserve">. </w:t>
      </w:r>
      <w:r w:rsidR="00AB2DE8">
        <w:t>Il veilla à leur installation</w:t>
      </w:r>
      <w:r>
        <w:t xml:space="preserve">, </w:t>
      </w:r>
      <w:r w:rsidR="00AB2DE8">
        <w:t xml:space="preserve">tint à déboucher lui-même les bouteilles de champagne commandées par le major </w:t>
      </w:r>
      <w:proofErr w:type="spellStart"/>
      <w:r w:rsidR="00AB2DE8">
        <w:t>Matsui</w:t>
      </w:r>
      <w:proofErr w:type="spellEnd"/>
      <w:r>
        <w:t xml:space="preserve">. </w:t>
      </w:r>
      <w:r w:rsidR="00AB2DE8">
        <w:t>Et il se retira</w:t>
      </w:r>
      <w:r>
        <w:t xml:space="preserve">, </w:t>
      </w:r>
      <w:r w:rsidR="00AB2DE8">
        <w:t>répétant avec un bon sourire</w:t>
      </w:r>
      <w:r>
        <w:t> :</w:t>
      </w:r>
    </w:p>
    <w:p w14:paraId="53C1ECD6" w14:textId="77777777" w:rsidR="00C90F8D" w:rsidRDefault="00C90F8D">
      <w:r>
        <w:rPr>
          <w:rFonts w:eastAsia="Georgia"/>
        </w:rPr>
        <w:t>— </w:t>
      </w:r>
      <w:r w:rsidR="00AB2DE8">
        <w:t>La représentation vient à peine de commencer</w:t>
      </w:r>
      <w:r>
        <w:t>.</w:t>
      </w:r>
    </w:p>
    <w:p w14:paraId="2AD72E25" w14:textId="0CA03034" w:rsidR="00C90F8D" w:rsidRDefault="00AB2DE8">
      <w:r>
        <w:t>Il était minuit et demi environ</w:t>
      </w:r>
      <w:r w:rsidR="00C90F8D">
        <w:t xml:space="preserve">, </w:t>
      </w:r>
      <w:r>
        <w:t xml:space="preserve">et cependant </w:t>
      </w:r>
      <w:r w:rsidR="00C90F8D">
        <w:t>M. </w:t>
      </w:r>
      <w:proofErr w:type="spellStart"/>
      <w:r>
        <w:t>Sevastopoulo</w:t>
      </w:r>
      <w:proofErr w:type="spellEnd"/>
      <w:r>
        <w:t xml:space="preserve"> ne mentait guère</w:t>
      </w:r>
      <w:r w:rsidR="00C90F8D">
        <w:t xml:space="preserve">. </w:t>
      </w:r>
      <w:r>
        <w:t>Tel avait été en effet son trait de génie</w:t>
      </w:r>
      <w:r w:rsidR="00C90F8D">
        <w:t xml:space="preserve">, </w:t>
      </w:r>
      <w:r>
        <w:t>lorsque</w:t>
      </w:r>
      <w:r w:rsidR="00C90F8D">
        <w:t xml:space="preserve">, </w:t>
      </w:r>
      <w:r>
        <w:t>deux ans auparavant</w:t>
      </w:r>
      <w:r w:rsidR="00C90F8D">
        <w:t xml:space="preserve">, </w:t>
      </w:r>
      <w:r>
        <w:t xml:space="preserve">il avait fondé ce </w:t>
      </w:r>
      <w:r>
        <w:rPr>
          <w:i/>
          <w:iCs/>
        </w:rPr>
        <w:t>Soleil de Minuit</w:t>
      </w:r>
      <w:r w:rsidR="00C90F8D">
        <w:rPr>
          <w:i/>
          <w:iCs/>
        </w:rPr>
        <w:t xml:space="preserve">, </w:t>
      </w:r>
      <w:r>
        <w:t>depuis lors de plus en plus prospère</w:t>
      </w:r>
      <w:r w:rsidR="00C90F8D">
        <w:t xml:space="preserve"> : </w:t>
      </w:r>
      <w:r>
        <w:t>il avait posé en principe qu</w:t>
      </w:r>
      <w:r w:rsidR="00C90F8D">
        <w:t>’</w:t>
      </w:r>
      <w:r>
        <w:t>il est préférable dans la vie de faire attendre que de débuter prématurément</w:t>
      </w:r>
      <w:r w:rsidR="00C90F8D">
        <w:t xml:space="preserve">. </w:t>
      </w:r>
      <w:r>
        <w:t>La clientèle de choix se montre toujours reconnaissante envers qui ne la brusque point</w:t>
      </w:r>
      <w:r w:rsidR="00C90F8D">
        <w:t xml:space="preserve">. </w:t>
      </w:r>
      <w:r>
        <w:t>Et qu</w:t>
      </w:r>
      <w:r w:rsidR="00C90F8D">
        <w:t>’</w:t>
      </w:r>
      <w:r>
        <w:t>importe</w:t>
      </w:r>
      <w:r w:rsidR="00C90F8D">
        <w:t xml:space="preserve">, </w:t>
      </w:r>
      <w:r>
        <w:t>je vous le demande</w:t>
      </w:r>
      <w:r w:rsidR="00C90F8D">
        <w:t xml:space="preserve">, </w:t>
      </w:r>
      <w:r>
        <w:t>qu</w:t>
      </w:r>
      <w:r w:rsidR="00C90F8D">
        <w:t>’</w:t>
      </w:r>
      <w:r>
        <w:t>un spectacle ne se termine pas avant deux heures du matin si cette prolongation a pour conséquence un accroissement du chiffre d</w:t>
      </w:r>
      <w:r w:rsidR="00C90F8D">
        <w:t>’</w:t>
      </w:r>
      <w:r>
        <w:t>affaires</w:t>
      </w:r>
      <w:r w:rsidR="00C90F8D">
        <w:t xml:space="preserve">. </w:t>
      </w:r>
      <w:r>
        <w:t>À partir d</w:t>
      </w:r>
      <w:r w:rsidR="00C90F8D">
        <w:t>’</w:t>
      </w:r>
      <w:r>
        <w:t>un certain moment</w:t>
      </w:r>
      <w:r w:rsidR="00C90F8D">
        <w:t xml:space="preserve">, </w:t>
      </w:r>
      <w:r>
        <w:t>la consommation du champagne cesse d</w:t>
      </w:r>
      <w:r w:rsidR="00C90F8D">
        <w:t>’</w:t>
      </w:r>
      <w:r>
        <w:t>être arithmétique pour devenir géométrique</w:t>
      </w:r>
      <w:r w:rsidR="00C90F8D">
        <w:t xml:space="preserve">. </w:t>
      </w:r>
      <w:r>
        <w:t>Et les pauvres filles que la maison paie</w:t>
      </w:r>
      <w:r w:rsidR="00C90F8D">
        <w:t xml:space="preserve">, </w:t>
      </w:r>
      <w:r>
        <w:t>avec Dieu sait quelle parcimonie</w:t>
      </w:r>
      <w:r w:rsidR="00C90F8D">
        <w:t xml:space="preserve">, </w:t>
      </w:r>
      <w:r>
        <w:t>finissent elles-mêmes par y trouver leur compte</w:t>
      </w:r>
      <w:r w:rsidR="00C90F8D">
        <w:t xml:space="preserve">. </w:t>
      </w:r>
      <w:r>
        <w:t>Plus la nuit avance</w:t>
      </w:r>
      <w:r w:rsidR="00C90F8D">
        <w:t xml:space="preserve">, </w:t>
      </w:r>
      <w:r>
        <w:t>plus le consommateur recule devant la perspective de la terminer seul</w:t>
      </w:r>
      <w:r w:rsidR="00C90F8D">
        <w:t>. M. </w:t>
      </w:r>
      <w:proofErr w:type="spellStart"/>
      <w:r>
        <w:t>Sevastopoulo</w:t>
      </w:r>
      <w:proofErr w:type="spellEnd"/>
      <w:r>
        <w:t xml:space="preserve"> n</w:t>
      </w:r>
      <w:r w:rsidR="00C90F8D">
        <w:t>’</w:t>
      </w:r>
      <w:r>
        <w:t>ignorait rien de tous ces détails de son métier</w:t>
      </w:r>
      <w:r w:rsidR="00C90F8D">
        <w:t xml:space="preserve">. </w:t>
      </w:r>
      <w:r>
        <w:t>Sa réussite était morale</w:t>
      </w:r>
      <w:r w:rsidR="00C90F8D">
        <w:t xml:space="preserve">, </w:t>
      </w:r>
      <w:r>
        <w:t>méritée</w:t>
      </w:r>
      <w:r w:rsidR="00C90F8D">
        <w:t>.</w:t>
      </w:r>
    </w:p>
    <w:p w14:paraId="7912DFD9" w14:textId="77777777" w:rsidR="00C90F8D" w:rsidRDefault="00AB2DE8">
      <w:r>
        <w:lastRenderedPageBreak/>
        <w:t xml:space="preserve">La scène représentait un salon </w:t>
      </w:r>
      <w:r w:rsidR="00C90F8D">
        <w:t xml:space="preserve">Louis XV. </w:t>
      </w:r>
      <w:r>
        <w:t>Une jeune femme</w:t>
      </w:r>
      <w:r w:rsidR="00C90F8D">
        <w:t xml:space="preserve">, </w:t>
      </w:r>
      <w:r>
        <w:t>soulevée par un enthousiasme relatif</w:t>
      </w:r>
      <w:r w:rsidR="00C90F8D">
        <w:t xml:space="preserve">, </w:t>
      </w:r>
      <w:r>
        <w:t>était en train d</w:t>
      </w:r>
      <w:r w:rsidR="00C90F8D">
        <w:t>’</w:t>
      </w:r>
      <w:r>
        <w:t>y achever son tour de chant</w:t>
      </w:r>
      <w:r w:rsidR="00C90F8D">
        <w:t xml:space="preserve">. </w:t>
      </w:r>
      <w:r>
        <w:t>Deux projecteurs</w:t>
      </w:r>
      <w:r w:rsidR="00C90F8D">
        <w:t xml:space="preserve">, </w:t>
      </w:r>
      <w:r>
        <w:t>l</w:t>
      </w:r>
      <w:r w:rsidR="00C90F8D">
        <w:t>’</w:t>
      </w:r>
      <w:r>
        <w:t>un blanc</w:t>
      </w:r>
      <w:r w:rsidR="00C90F8D">
        <w:t xml:space="preserve">, </w:t>
      </w:r>
      <w:r>
        <w:t>l</w:t>
      </w:r>
      <w:r w:rsidR="00C90F8D">
        <w:t>’</w:t>
      </w:r>
      <w:r>
        <w:t>autre rouge</w:t>
      </w:r>
      <w:r w:rsidR="00C90F8D">
        <w:t xml:space="preserve">, </w:t>
      </w:r>
      <w:r>
        <w:t>de leurs feux entremêlés</w:t>
      </w:r>
      <w:r w:rsidR="00C90F8D">
        <w:t xml:space="preserve">, </w:t>
      </w:r>
      <w:r>
        <w:t>sculptaient avec violence ses bras</w:t>
      </w:r>
      <w:r w:rsidR="00C90F8D">
        <w:t xml:space="preserve">, </w:t>
      </w:r>
      <w:r>
        <w:t>ses épaules</w:t>
      </w:r>
      <w:r w:rsidR="00C90F8D">
        <w:t xml:space="preserve">, </w:t>
      </w:r>
      <w:r>
        <w:t>sa gorge bleutée</w:t>
      </w:r>
      <w:r w:rsidR="00C90F8D">
        <w:t xml:space="preserve">. </w:t>
      </w:r>
      <w:r>
        <w:t>Quand elle disparut</w:t>
      </w:r>
      <w:r w:rsidR="00C90F8D">
        <w:t xml:space="preserve">, </w:t>
      </w:r>
      <w:r>
        <w:t>sans espoir de retour</w:t>
      </w:r>
      <w:r w:rsidR="00C90F8D">
        <w:t xml:space="preserve">, </w:t>
      </w:r>
      <w:r>
        <w:t>accompagnée d</w:t>
      </w:r>
      <w:r w:rsidR="00C90F8D">
        <w:t>’</w:t>
      </w:r>
      <w:r>
        <w:t>applaudissements discrets</w:t>
      </w:r>
      <w:r w:rsidR="00C90F8D">
        <w:t xml:space="preserve">, </w:t>
      </w:r>
      <w:r>
        <w:t>un grand silence naquit dans la salle et la lumière</w:t>
      </w:r>
      <w:r w:rsidR="00C90F8D">
        <w:t xml:space="preserve"> – </w:t>
      </w:r>
      <w:r>
        <w:t>une dure lumière</w:t>
      </w:r>
      <w:r w:rsidR="00C90F8D">
        <w:t xml:space="preserve"> – </w:t>
      </w:r>
      <w:r>
        <w:t>surgit</w:t>
      </w:r>
      <w:r w:rsidR="00C90F8D">
        <w:t>.</w:t>
      </w:r>
    </w:p>
    <w:p w14:paraId="1BF790F3" w14:textId="779EF307" w:rsidR="00C90F8D" w:rsidRDefault="00C90F8D">
      <w:r>
        <w:rPr>
          <w:rFonts w:eastAsia="Georgia"/>
        </w:rPr>
        <w:t>— </w:t>
      </w:r>
      <w:r w:rsidR="00AB2DE8">
        <w:t>Très amusant</w:t>
      </w:r>
      <w:r>
        <w:t xml:space="preserve">, </w:t>
      </w:r>
      <w:r w:rsidR="00AB2DE8">
        <w:t xml:space="preserve">dit </w:t>
      </w:r>
      <w:r>
        <w:t>M. </w:t>
      </w:r>
      <w:proofErr w:type="spellStart"/>
      <w:r w:rsidR="00AB2DE8">
        <w:t>Mauconseil</w:t>
      </w:r>
      <w:proofErr w:type="spellEnd"/>
      <w:r>
        <w:t xml:space="preserve">, </w:t>
      </w:r>
      <w:r w:rsidR="00AB2DE8">
        <w:t>qui tenait à paraître à la page</w:t>
      </w:r>
      <w:r>
        <w:t xml:space="preserve">. </w:t>
      </w:r>
      <w:r w:rsidR="00AB2DE8">
        <w:t>Et quel est le nom de cette aimable personne</w:t>
      </w:r>
      <w:r>
        <w:t> ?</w:t>
      </w:r>
    </w:p>
    <w:p w14:paraId="739758E8" w14:textId="77777777" w:rsidR="00C90F8D" w:rsidRDefault="00C90F8D">
      <w:r>
        <w:rPr>
          <w:rFonts w:eastAsia="Georgia"/>
        </w:rPr>
        <w:t>— </w:t>
      </w:r>
      <w:r w:rsidR="00AB2DE8">
        <w:t>Nastasia</w:t>
      </w:r>
      <w:r>
        <w:t xml:space="preserve">, </w:t>
      </w:r>
      <w:r w:rsidR="00AB2DE8">
        <w:t>je crois</w:t>
      </w:r>
      <w:r>
        <w:t xml:space="preserve">, </w:t>
      </w:r>
      <w:r w:rsidR="00AB2DE8">
        <w:t>répondit Schmidt</w:t>
      </w:r>
      <w:r>
        <w:t xml:space="preserve">, </w:t>
      </w:r>
      <w:r w:rsidR="00AB2DE8">
        <w:t>négligemment</w:t>
      </w:r>
      <w:r>
        <w:t xml:space="preserve">. </w:t>
      </w:r>
      <w:r w:rsidR="00AB2DE8">
        <w:t>N</w:t>
      </w:r>
      <w:r>
        <w:t>’</w:t>
      </w:r>
      <w:r w:rsidR="00AB2DE8">
        <w:t>est-ce pas</w:t>
      </w:r>
      <w:r>
        <w:t xml:space="preserve">, </w:t>
      </w:r>
      <w:proofErr w:type="spellStart"/>
      <w:r w:rsidR="00AB2DE8">
        <w:t>Matsui</w:t>
      </w:r>
      <w:proofErr w:type="spellEnd"/>
      <w:r>
        <w:t> ?</w:t>
      </w:r>
    </w:p>
    <w:p w14:paraId="395D8736" w14:textId="77777777" w:rsidR="00C90F8D" w:rsidRDefault="00C90F8D">
      <w:r>
        <w:rPr>
          <w:rFonts w:eastAsia="Georgia"/>
        </w:rPr>
        <w:t>— </w:t>
      </w:r>
      <w:r w:rsidR="00AB2DE8">
        <w:t>Oui</w:t>
      </w:r>
      <w:r>
        <w:t xml:space="preserve">, </w:t>
      </w:r>
      <w:r w:rsidR="00AB2DE8">
        <w:t>fit le Japonais</w:t>
      </w:r>
      <w:r>
        <w:t xml:space="preserve">, </w:t>
      </w:r>
      <w:r w:rsidR="00AB2DE8">
        <w:t>Nastasia</w:t>
      </w:r>
      <w:r>
        <w:t xml:space="preserve">. </w:t>
      </w:r>
      <w:r w:rsidR="00AB2DE8">
        <w:t>D</w:t>
      </w:r>
      <w:r>
        <w:t>’</w:t>
      </w:r>
      <w:r w:rsidR="00AB2DE8">
        <w:t>ailleurs</w:t>
      </w:r>
      <w:r>
        <w:t xml:space="preserve">, </w:t>
      </w:r>
      <w:r w:rsidR="00AB2DE8">
        <w:t>vous le savez aussi bien que moi</w:t>
      </w:r>
      <w:r>
        <w:t>.</w:t>
      </w:r>
    </w:p>
    <w:p w14:paraId="143E57E2" w14:textId="103AC328" w:rsidR="00AB2DE8" w:rsidRDefault="00AB2DE8"/>
    <w:p w14:paraId="5A4FAC11" w14:textId="1500B200" w:rsidR="00C90F8D" w:rsidRDefault="00AB2DE8">
      <w:r>
        <w:t>C</w:t>
      </w:r>
      <w:r w:rsidR="00C90F8D">
        <w:t>’</w:t>
      </w:r>
      <w:r>
        <w:t>était l</w:t>
      </w:r>
      <w:r w:rsidR="00C90F8D">
        <w:t>’</w:t>
      </w:r>
      <w:r>
        <w:t>entracte</w:t>
      </w:r>
      <w:r w:rsidR="00C90F8D">
        <w:t xml:space="preserve">. </w:t>
      </w:r>
      <w:r>
        <w:t>En dépit de l</w:t>
      </w:r>
      <w:r w:rsidR="00C90F8D">
        <w:t>’</w:t>
      </w:r>
      <w:r>
        <w:t>éclairage revenu</w:t>
      </w:r>
      <w:r w:rsidR="00C90F8D">
        <w:t xml:space="preserve">, </w:t>
      </w:r>
      <w:r>
        <w:t>la loge où ils se trouvaient demeurait sombre</w:t>
      </w:r>
      <w:r w:rsidR="00C90F8D">
        <w:t xml:space="preserve">. </w:t>
      </w:r>
      <w:r>
        <w:t xml:space="preserve">Schmidt et </w:t>
      </w:r>
      <w:proofErr w:type="spellStart"/>
      <w:r>
        <w:t>Matsui</w:t>
      </w:r>
      <w:proofErr w:type="spellEnd"/>
      <w:r w:rsidR="00C90F8D">
        <w:t xml:space="preserve">, </w:t>
      </w:r>
      <w:r>
        <w:t>insidieusement</w:t>
      </w:r>
      <w:r w:rsidR="00C90F8D">
        <w:t xml:space="preserve">, </w:t>
      </w:r>
      <w:r>
        <w:t xml:space="preserve">avaient placé Forestier et </w:t>
      </w:r>
      <w:r w:rsidR="00C90F8D">
        <w:t>M. </w:t>
      </w:r>
      <w:proofErr w:type="spellStart"/>
      <w:r>
        <w:t>Mauconseil</w:t>
      </w:r>
      <w:proofErr w:type="spellEnd"/>
      <w:r>
        <w:t xml:space="preserve"> au premier rang</w:t>
      </w:r>
      <w:r w:rsidR="00C90F8D">
        <w:t xml:space="preserve">. </w:t>
      </w:r>
      <w:r>
        <w:t>Eux-mêmes demeuraient au fond</w:t>
      </w:r>
      <w:r w:rsidR="00C90F8D">
        <w:t xml:space="preserve">, </w:t>
      </w:r>
      <w:r>
        <w:t>côte à côte</w:t>
      </w:r>
      <w:r w:rsidR="00C90F8D">
        <w:t xml:space="preserve">, </w:t>
      </w:r>
      <w:r>
        <w:t>formant ainsi le centre de ce petit bataillon sacré</w:t>
      </w:r>
      <w:r w:rsidR="00C90F8D">
        <w:t>.</w:t>
      </w:r>
    </w:p>
    <w:p w14:paraId="49FCC679" w14:textId="77777777" w:rsidR="00C90F8D" w:rsidRDefault="00AB2DE8">
      <w:pPr>
        <w:rPr>
          <w:bCs/>
        </w:rPr>
      </w:pPr>
      <w:r>
        <w:rPr>
          <w:bCs/>
        </w:rPr>
        <w:t>Le directeur général lorgnait l</w:t>
      </w:r>
      <w:r w:rsidR="00C90F8D">
        <w:rPr>
          <w:bCs/>
        </w:rPr>
        <w:t>’</w:t>
      </w:r>
      <w:r>
        <w:rPr>
          <w:bCs/>
        </w:rPr>
        <w:t>assistance</w:t>
      </w:r>
      <w:r w:rsidR="00C90F8D">
        <w:rPr>
          <w:bCs/>
        </w:rPr>
        <w:t>.</w:t>
      </w:r>
    </w:p>
    <w:p w14:paraId="015F05BD" w14:textId="77777777" w:rsidR="00C90F8D" w:rsidRDefault="00C90F8D">
      <w:r>
        <w:rPr>
          <w:rFonts w:eastAsia="Georgia"/>
        </w:rPr>
        <w:t>— </w:t>
      </w:r>
      <w:r w:rsidR="00AB2DE8">
        <w:t xml:space="preserve">Je ne vois pas le général </w:t>
      </w:r>
      <w:proofErr w:type="spellStart"/>
      <w:r w:rsidR="00AB2DE8">
        <w:t>Motono</w:t>
      </w:r>
      <w:proofErr w:type="spellEnd"/>
      <w:r>
        <w:t>.</w:t>
      </w:r>
    </w:p>
    <w:p w14:paraId="04741F0A" w14:textId="77777777" w:rsidR="00C90F8D" w:rsidRDefault="00C90F8D">
      <w:r>
        <w:rPr>
          <w:rFonts w:eastAsia="Georgia"/>
        </w:rPr>
        <w:t>— </w:t>
      </w:r>
      <w:r w:rsidR="00AB2DE8">
        <w:t>C</w:t>
      </w:r>
      <w:r>
        <w:t>’</w:t>
      </w:r>
      <w:r w:rsidR="00AB2DE8">
        <w:t>est jouer de malheur</w:t>
      </w:r>
      <w:r>
        <w:t xml:space="preserve">, </w:t>
      </w:r>
      <w:r w:rsidR="00AB2DE8">
        <w:t>dit Schmidt</w:t>
      </w:r>
      <w:r>
        <w:t xml:space="preserve">. </w:t>
      </w:r>
      <w:r w:rsidR="00AB2DE8">
        <w:t>Il n</w:t>
      </w:r>
      <w:r>
        <w:t>’</w:t>
      </w:r>
      <w:r w:rsidR="00AB2DE8">
        <w:t>y a pas plus assidu que lui</w:t>
      </w:r>
      <w:r>
        <w:t xml:space="preserve">. </w:t>
      </w:r>
      <w:proofErr w:type="gramStart"/>
      <w:r w:rsidR="00AB2DE8">
        <w:t>Par contre</w:t>
      </w:r>
      <w:proofErr w:type="gramEnd"/>
      <w:r>
        <w:t xml:space="preserve">, </w:t>
      </w:r>
      <w:r w:rsidR="00AB2DE8">
        <w:t>vous pouvez constater la présence de toutes nos amies du Cercle</w:t>
      </w:r>
      <w:r>
        <w:t>.</w:t>
      </w:r>
    </w:p>
    <w:p w14:paraId="6334805D" w14:textId="77777777" w:rsidR="00C90F8D" w:rsidRDefault="00AB2DE8">
      <w:r>
        <w:t>Elles étaient là</w:t>
      </w:r>
      <w:r w:rsidR="00C90F8D">
        <w:t xml:space="preserve">, </w:t>
      </w:r>
      <w:r>
        <w:t>en effet</w:t>
      </w:r>
      <w:r w:rsidR="00C90F8D">
        <w:t xml:space="preserve">, </w:t>
      </w:r>
      <w:r>
        <w:t>les belles dames russes</w:t>
      </w:r>
      <w:r w:rsidR="00C90F8D">
        <w:t xml:space="preserve">, </w:t>
      </w:r>
      <w:r>
        <w:t>les femmes des mercenaires de Tchang-</w:t>
      </w:r>
      <w:proofErr w:type="spellStart"/>
      <w:r>
        <w:t>Tso</w:t>
      </w:r>
      <w:proofErr w:type="spellEnd"/>
      <w:r>
        <w:t>-Lin</w:t>
      </w:r>
      <w:r w:rsidR="00C90F8D">
        <w:t xml:space="preserve">. </w:t>
      </w:r>
      <w:r>
        <w:t xml:space="preserve">Elles </w:t>
      </w:r>
      <w:r>
        <w:lastRenderedPageBreak/>
        <w:t>occupaient les loges qui s</w:t>
      </w:r>
      <w:r w:rsidR="00C90F8D">
        <w:t>’</w:t>
      </w:r>
      <w:r>
        <w:t>arrondissaient en fer à cheval autour de la salle</w:t>
      </w:r>
      <w:r w:rsidR="00C90F8D">
        <w:t xml:space="preserve">. </w:t>
      </w:r>
      <w:r>
        <w:t>Cette salle n</w:t>
      </w:r>
      <w:r w:rsidR="00C90F8D">
        <w:t>’</w:t>
      </w:r>
      <w:r>
        <w:t>était qu</w:t>
      </w:r>
      <w:r w:rsidR="00C90F8D">
        <w:t>’</w:t>
      </w:r>
      <w:r>
        <w:t>un vaste café</w:t>
      </w:r>
      <w:r w:rsidR="00C90F8D">
        <w:t xml:space="preserve">. </w:t>
      </w:r>
      <w:r>
        <w:t>D</w:t>
      </w:r>
      <w:r w:rsidR="00C90F8D">
        <w:t>’</w:t>
      </w:r>
      <w:r>
        <w:t>autres femmes</w:t>
      </w:r>
      <w:r w:rsidR="00C90F8D">
        <w:t xml:space="preserve">, </w:t>
      </w:r>
      <w:r>
        <w:t xml:space="preserve">les </w:t>
      </w:r>
      <w:r w:rsidR="00C90F8D">
        <w:t>« </w:t>
      </w:r>
      <w:r>
        <w:t>artistes</w:t>
      </w:r>
      <w:r w:rsidR="00C90F8D">
        <w:t> »</w:t>
      </w:r>
      <w:r>
        <w:t xml:space="preserve"> de la maison</w:t>
      </w:r>
      <w:r w:rsidR="00C90F8D">
        <w:t xml:space="preserve">, </w:t>
      </w:r>
      <w:r>
        <w:t>allaient et venaient de table en table</w:t>
      </w:r>
      <w:r w:rsidR="00C90F8D">
        <w:t xml:space="preserve">, </w:t>
      </w:r>
      <w:r>
        <w:t>à l</w:t>
      </w:r>
      <w:r w:rsidR="00C90F8D">
        <w:t>’</w:t>
      </w:r>
      <w:r>
        <w:t>affût des bouteilles de champagne à faire ouvrir</w:t>
      </w:r>
      <w:r w:rsidR="00C90F8D">
        <w:t xml:space="preserve">, </w:t>
      </w:r>
      <w:r>
        <w:t>s</w:t>
      </w:r>
      <w:r w:rsidR="00C90F8D">
        <w:t>’</w:t>
      </w:r>
      <w:r>
        <w:t>asseyant quelques instants</w:t>
      </w:r>
      <w:r w:rsidR="00C90F8D">
        <w:t xml:space="preserve">, </w:t>
      </w:r>
      <w:r>
        <w:t>repartant lorsque ces bouteilles tiraient à leur fin</w:t>
      </w:r>
      <w:r w:rsidR="00C90F8D">
        <w:t xml:space="preserve">, </w:t>
      </w:r>
      <w:r>
        <w:t>et qu</w:t>
      </w:r>
      <w:r w:rsidR="00C90F8D">
        <w:t>’</w:t>
      </w:r>
      <w:r>
        <w:t>il paraissait peu vraisemblable qu</w:t>
      </w:r>
      <w:r w:rsidR="00C90F8D">
        <w:t>’</w:t>
      </w:r>
      <w:r>
        <w:t>on en commandât d</w:t>
      </w:r>
      <w:r w:rsidR="00C90F8D">
        <w:t>’</w:t>
      </w:r>
      <w:r>
        <w:t>autres</w:t>
      </w:r>
      <w:r w:rsidR="00C90F8D">
        <w:t>.</w:t>
      </w:r>
    </w:p>
    <w:p w14:paraId="16683A0A" w14:textId="2406D7AC" w:rsidR="00C90F8D" w:rsidRDefault="00C90F8D">
      <w:r>
        <w:t>M. </w:t>
      </w:r>
      <w:proofErr w:type="spellStart"/>
      <w:r w:rsidR="00AB2DE8">
        <w:t>Mauconseil</w:t>
      </w:r>
      <w:proofErr w:type="spellEnd"/>
      <w:r w:rsidR="00AB2DE8">
        <w:t xml:space="preserve"> jubilait</w:t>
      </w:r>
      <w:r>
        <w:t xml:space="preserve">. </w:t>
      </w:r>
      <w:r w:rsidR="00AB2DE8">
        <w:t>Forestier laissait traîner sur cet ensemble son triste regard mal éveillé d</w:t>
      </w:r>
      <w:r>
        <w:t>’</w:t>
      </w:r>
      <w:r w:rsidR="00AB2DE8">
        <w:t>oiseau de nuit</w:t>
      </w:r>
      <w:r>
        <w:t>.</w:t>
      </w:r>
    </w:p>
    <w:p w14:paraId="5BF18F27" w14:textId="77777777" w:rsidR="00C90F8D" w:rsidRDefault="00C90F8D">
      <w:r>
        <w:rPr>
          <w:rFonts w:eastAsia="Georgia"/>
        </w:rPr>
        <w:t>— </w:t>
      </w:r>
      <w:r w:rsidR="00AB2DE8">
        <w:t>Dites-moi</w:t>
      </w:r>
      <w:r>
        <w:t xml:space="preserve">, </w:t>
      </w:r>
      <w:r w:rsidR="00AB2DE8">
        <w:t>savez-vous que parmi ces enfants</w:t>
      </w:r>
      <w:r>
        <w:t xml:space="preserve">, </w:t>
      </w:r>
      <w:r w:rsidR="00AB2DE8">
        <w:t>il en est de tout à fait appétissantes</w:t>
      </w:r>
      <w:r>
        <w:t xml:space="preserve"> ? </w:t>
      </w:r>
      <w:r w:rsidR="00AB2DE8">
        <w:t>Schmidt</w:t>
      </w:r>
      <w:r>
        <w:t xml:space="preserve">, </w:t>
      </w:r>
      <w:r w:rsidR="00AB2DE8">
        <w:t>sacré farceur</w:t>
      </w:r>
      <w:r>
        <w:t xml:space="preserve">, </w:t>
      </w:r>
      <w:r w:rsidR="00AB2DE8">
        <w:t>je parie</w:t>
      </w:r>
      <w:r>
        <w:t xml:space="preserve">, </w:t>
      </w:r>
      <w:r w:rsidR="00AB2DE8">
        <w:t>hein</w:t>
      </w:r>
      <w:r>
        <w:t xml:space="preserve">, </w:t>
      </w:r>
      <w:r w:rsidR="00AB2DE8">
        <w:t>que vous connaissez leurs noms à toutes</w:t>
      </w:r>
      <w:r>
        <w:t xml:space="preserve">. </w:t>
      </w:r>
      <w:r w:rsidR="00AB2DE8">
        <w:t>Comment s</w:t>
      </w:r>
      <w:r>
        <w:t>’</w:t>
      </w:r>
      <w:r w:rsidR="00AB2DE8">
        <w:t>appelle celle-ci</w:t>
      </w:r>
      <w:r>
        <w:t xml:space="preserve">, </w:t>
      </w:r>
      <w:r w:rsidR="00AB2DE8">
        <w:t>la grande</w:t>
      </w:r>
      <w:r>
        <w:t xml:space="preserve">, </w:t>
      </w:r>
      <w:r w:rsidR="00AB2DE8">
        <w:t>avec une robe rose et or</w:t>
      </w:r>
      <w:r>
        <w:t> ?</w:t>
      </w:r>
    </w:p>
    <w:p w14:paraId="71013E11" w14:textId="77777777" w:rsidR="00C90F8D" w:rsidRDefault="00C90F8D">
      <w:r>
        <w:rPr>
          <w:rFonts w:eastAsia="Georgia"/>
        </w:rPr>
        <w:t>— </w:t>
      </w:r>
      <w:r w:rsidR="00AB2DE8">
        <w:t>Liouba</w:t>
      </w:r>
      <w:r>
        <w:t xml:space="preserve">. </w:t>
      </w:r>
      <w:r w:rsidR="00AB2DE8">
        <w:t>Elle a fini de chanter</w:t>
      </w:r>
      <w:r>
        <w:t xml:space="preserve">. </w:t>
      </w:r>
      <w:r w:rsidR="00AB2DE8">
        <w:t>C</w:t>
      </w:r>
      <w:r>
        <w:t>’</w:t>
      </w:r>
      <w:r w:rsidR="00AB2DE8">
        <w:t>est dommage</w:t>
      </w:r>
      <w:r>
        <w:t xml:space="preserve">. </w:t>
      </w:r>
      <w:r w:rsidR="00AB2DE8">
        <w:t>Vous l</w:t>
      </w:r>
      <w:r>
        <w:t>’</w:t>
      </w:r>
      <w:r w:rsidR="00AB2DE8">
        <w:t>auriez entendue</w:t>
      </w:r>
      <w:r>
        <w:t xml:space="preserve">. </w:t>
      </w:r>
      <w:r w:rsidR="00AB2DE8">
        <w:t>Elle n</w:t>
      </w:r>
      <w:r>
        <w:t>’</w:t>
      </w:r>
      <w:r w:rsidR="00AB2DE8">
        <w:t>est pas sans talent</w:t>
      </w:r>
      <w:r>
        <w:t>.</w:t>
      </w:r>
    </w:p>
    <w:p w14:paraId="22F2FFE3" w14:textId="77777777" w:rsidR="00C90F8D" w:rsidRDefault="00C90F8D">
      <w:r>
        <w:rPr>
          <w:rFonts w:eastAsia="Georgia"/>
        </w:rPr>
        <w:t>— </w:t>
      </w:r>
      <w:r w:rsidR="00AB2DE8">
        <w:t>Et l</w:t>
      </w:r>
      <w:r>
        <w:t>’</w:t>
      </w:r>
      <w:r w:rsidR="00AB2DE8">
        <w:t>autre</w:t>
      </w:r>
      <w:r>
        <w:t xml:space="preserve">, </w:t>
      </w:r>
      <w:r w:rsidR="00AB2DE8">
        <w:t>là-bas</w:t>
      </w:r>
      <w:r>
        <w:t xml:space="preserve">, </w:t>
      </w:r>
      <w:r w:rsidR="00AB2DE8">
        <w:t>la brune</w:t>
      </w:r>
      <w:r>
        <w:t xml:space="preserve">, </w:t>
      </w:r>
      <w:r w:rsidR="00AB2DE8">
        <w:t>qui passe le long des loges</w:t>
      </w:r>
      <w:r>
        <w:t> ?</w:t>
      </w:r>
    </w:p>
    <w:p w14:paraId="05549F37" w14:textId="77777777" w:rsidR="00C90F8D" w:rsidRDefault="00C90F8D">
      <w:r>
        <w:rPr>
          <w:rFonts w:eastAsia="Georgia"/>
        </w:rPr>
        <w:t>— </w:t>
      </w:r>
      <w:r w:rsidR="00AB2DE8">
        <w:t>Katia</w:t>
      </w:r>
      <w:r>
        <w:t xml:space="preserve">, </w:t>
      </w:r>
      <w:r w:rsidR="00AB2DE8">
        <w:t>une danseuse</w:t>
      </w:r>
      <w:r>
        <w:t xml:space="preserve">, </w:t>
      </w:r>
      <w:r w:rsidR="00AB2DE8">
        <w:t>une brave fille</w:t>
      </w:r>
      <w:r>
        <w:t>.</w:t>
      </w:r>
    </w:p>
    <w:p w14:paraId="55CFAFA2" w14:textId="4503C957" w:rsidR="00C90F8D" w:rsidRDefault="00C90F8D">
      <w:r>
        <w:rPr>
          <w:rFonts w:eastAsia="Georgia"/>
        </w:rPr>
        <w:t>— </w:t>
      </w:r>
      <w:r w:rsidR="00AB2DE8">
        <w:t>Katia</w:t>
      </w:r>
      <w:r>
        <w:t xml:space="preserve">… </w:t>
      </w:r>
      <w:r w:rsidR="00AB2DE8">
        <w:t>Tiens</w:t>
      </w:r>
      <w:r>
        <w:t xml:space="preserve">, </w:t>
      </w:r>
      <w:r w:rsidR="00AB2DE8">
        <w:t>elle s</w:t>
      </w:r>
      <w:r>
        <w:t>’</w:t>
      </w:r>
      <w:r w:rsidR="00AB2DE8">
        <w:t>arrête devant une baignoire</w:t>
      </w:r>
      <w:r>
        <w:t xml:space="preserve">. </w:t>
      </w:r>
      <w:r w:rsidR="00AB2DE8">
        <w:t>Mais</w:t>
      </w:r>
      <w:r>
        <w:t xml:space="preserve">, </w:t>
      </w:r>
      <w:r w:rsidR="00AB2DE8">
        <w:t>ma parole</w:t>
      </w:r>
      <w:r>
        <w:t xml:space="preserve">, </w:t>
      </w:r>
      <w:r w:rsidR="00AB2DE8">
        <w:t>c</w:t>
      </w:r>
      <w:r>
        <w:t>’</w:t>
      </w:r>
      <w:r w:rsidR="00AB2DE8">
        <w:t xml:space="preserve">est à la femme du colonel </w:t>
      </w:r>
      <w:proofErr w:type="spellStart"/>
      <w:r w:rsidR="00AB2DE8">
        <w:t>Pétrof</w:t>
      </w:r>
      <w:proofErr w:type="spellEnd"/>
      <w:r w:rsidR="00AB2DE8">
        <w:t xml:space="preserve"> qu</w:t>
      </w:r>
      <w:r>
        <w:t>’</w:t>
      </w:r>
      <w:r w:rsidR="00AB2DE8">
        <w:t>elle parle</w:t>
      </w:r>
      <w:r>
        <w:t xml:space="preserve">. </w:t>
      </w:r>
      <w:r w:rsidR="00AB2DE8">
        <w:t xml:space="preserve">Comment </w:t>
      </w:r>
      <w:r>
        <w:t>M</w:t>
      </w:r>
      <w:r w:rsidRPr="00C90F8D">
        <w:rPr>
          <w:vertAlign w:val="superscript"/>
        </w:rPr>
        <w:t>me</w:t>
      </w:r>
      <w:r>
        <w:t> </w:t>
      </w:r>
      <w:proofErr w:type="spellStart"/>
      <w:r w:rsidR="00AB2DE8">
        <w:t>Pétrof</w:t>
      </w:r>
      <w:proofErr w:type="spellEnd"/>
      <w:r w:rsidR="00AB2DE8">
        <w:t xml:space="preserve"> peut-elle</w:t>
      </w:r>
      <w:r>
        <w:t> !…</w:t>
      </w:r>
    </w:p>
    <w:p w14:paraId="4278DE83" w14:textId="77777777" w:rsidR="00C90F8D" w:rsidRDefault="00AB2DE8">
      <w:r>
        <w:t>Schmidt haussa doucement les épaules</w:t>
      </w:r>
      <w:r w:rsidR="00C90F8D">
        <w:t>.</w:t>
      </w:r>
    </w:p>
    <w:p w14:paraId="571DA8F3" w14:textId="77777777" w:rsidR="00C90F8D" w:rsidRDefault="00C90F8D">
      <w:r>
        <w:rPr>
          <w:rFonts w:eastAsia="Georgia"/>
        </w:rPr>
        <w:t>— </w:t>
      </w:r>
      <w:r w:rsidR="00AB2DE8">
        <w:t>Russe</w:t>
      </w:r>
      <w:r>
        <w:t xml:space="preserve">, </w:t>
      </w:r>
      <w:r w:rsidR="00AB2DE8">
        <w:t>elle est Russe comme elle</w:t>
      </w:r>
      <w:r>
        <w:t xml:space="preserve">, </w:t>
      </w:r>
      <w:r w:rsidR="00AB2DE8">
        <w:t>monsieur le directeur</w:t>
      </w:r>
      <w:r>
        <w:t xml:space="preserve">. </w:t>
      </w:r>
      <w:r w:rsidR="00AB2DE8">
        <w:t>Femmes du monde ou prostituées</w:t>
      </w:r>
      <w:r>
        <w:t xml:space="preserve">, </w:t>
      </w:r>
      <w:r w:rsidR="00AB2DE8">
        <w:t>toutes</w:t>
      </w:r>
      <w:r>
        <w:t xml:space="preserve">, </w:t>
      </w:r>
      <w:r w:rsidR="00AB2DE8">
        <w:t>ici</w:t>
      </w:r>
      <w:r>
        <w:t xml:space="preserve">, </w:t>
      </w:r>
      <w:r w:rsidR="00AB2DE8">
        <w:t>sont Russes</w:t>
      </w:r>
      <w:r>
        <w:t xml:space="preserve">. </w:t>
      </w:r>
      <w:r w:rsidR="00AB2DE8">
        <w:t>Elles ont assisté à trop de bouleversements pour avoir encore de l</w:t>
      </w:r>
      <w:r>
        <w:t>’</w:t>
      </w:r>
      <w:r w:rsidR="00AB2DE8">
        <w:t>orgueil ou de l</w:t>
      </w:r>
      <w:r>
        <w:t>’</w:t>
      </w:r>
      <w:r w:rsidR="00AB2DE8">
        <w:t>humilité</w:t>
      </w:r>
      <w:r>
        <w:t xml:space="preserve">. </w:t>
      </w:r>
      <w:r w:rsidR="00AB2DE8">
        <w:t>Et Katia n</w:t>
      </w:r>
      <w:r>
        <w:t>’</w:t>
      </w:r>
      <w:r w:rsidR="00AB2DE8">
        <w:t xml:space="preserve">envie point la colonelle </w:t>
      </w:r>
      <w:proofErr w:type="spellStart"/>
      <w:r w:rsidR="00AB2DE8">
        <w:t>Pétrof</w:t>
      </w:r>
      <w:proofErr w:type="spellEnd"/>
      <w:r>
        <w:t xml:space="preserve">, </w:t>
      </w:r>
      <w:r w:rsidR="00AB2DE8">
        <w:t xml:space="preserve">et la colonelle </w:t>
      </w:r>
      <w:proofErr w:type="spellStart"/>
      <w:r w:rsidR="00AB2DE8">
        <w:t>Pétrof</w:t>
      </w:r>
      <w:proofErr w:type="spellEnd"/>
      <w:r w:rsidR="00AB2DE8">
        <w:t xml:space="preserve"> ne méprise pas Katia</w:t>
      </w:r>
      <w:r>
        <w:t xml:space="preserve">. </w:t>
      </w:r>
      <w:r w:rsidR="00AB2DE8">
        <w:t>Un tour de roue de la fortune et l</w:t>
      </w:r>
      <w:r>
        <w:t>’</w:t>
      </w:r>
      <w:r w:rsidR="00AB2DE8">
        <w:t>une</w:t>
      </w:r>
      <w:r>
        <w:t xml:space="preserve"> – </w:t>
      </w:r>
      <w:r w:rsidR="00AB2DE8">
        <w:t xml:space="preserve">elles le savent toutes </w:t>
      </w:r>
      <w:r w:rsidR="00AB2DE8">
        <w:lastRenderedPageBreak/>
        <w:t>deux fort bien</w:t>
      </w:r>
      <w:r>
        <w:t xml:space="preserve"> – </w:t>
      </w:r>
      <w:r w:rsidR="00AB2DE8">
        <w:t>peut du jour au lendemain se trouver à la place de l</w:t>
      </w:r>
      <w:r>
        <w:t>’</w:t>
      </w:r>
      <w:r w:rsidR="00AB2DE8">
        <w:t>autre</w:t>
      </w:r>
      <w:r>
        <w:t>.</w:t>
      </w:r>
    </w:p>
    <w:p w14:paraId="72C6E562" w14:textId="6D3E52E8" w:rsidR="00C90F8D" w:rsidRDefault="00C90F8D">
      <w:r>
        <w:t>M. </w:t>
      </w:r>
      <w:proofErr w:type="spellStart"/>
      <w:r w:rsidR="00AB2DE8">
        <w:t>Mauconseil</w:t>
      </w:r>
      <w:proofErr w:type="spellEnd"/>
      <w:r w:rsidR="00AB2DE8">
        <w:t xml:space="preserve"> eut une moue</w:t>
      </w:r>
      <w:r>
        <w:t>.</w:t>
      </w:r>
    </w:p>
    <w:p w14:paraId="5D36159F" w14:textId="497454F6" w:rsidR="00C90F8D" w:rsidRDefault="00C90F8D">
      <w:r>
        <w:rPr>
          <w:rFonts w:eastAsia="Georgia"/>
        </w:rPr>
        <w:t>— </w:t>
      </w:r>
      <w:r w:rsidR="00AB2DE8">
        <w:t>Hum</w:t>
      </w:r>
      <w:r>
        <w:t xml:space="preserve"> ! </w:t>
      </w:r>
      <w:r w:rsidR="00AB2DE8">
        <w:t>Je veux bien</w:t>
      </w:r>
      <w:r>
        <w:t xml:space="preserve">, </w:t>
      </w:r>
      <w:r w:rsidR="00AB2DE8">
        <w:t>moi</w:t>
      </w:r>
      <w:r>
        <w:t xml:space="preserve">. </w:t>
      </w:r>
      <w:r w:rsidR="00AB2DE8">
        <w:t>Après tout</w:t>
      </w:r>
      <w:r>
        <w:t xml:space="preserve">, </w:t>
      </w:r>
      <w:r w:rsidR="00AB2DE8">
        <w:t xml:space="preserve">ça regarde le colonel </w:t>
      </w:r>
      <w:proofErr w:type="spellStart"/>
      <w:r w:rsidR="00AB2DE8">
        <w:t>Pétrof</w:t>
      </w:r>
      <w:proofErr w:type="spellEnd"/>
      <w:r>
        <w:t xml:space="preserve">. </w:t>
      </w:r>
      <w:r w:rsidR="00AB2DE8">
        <w:t>Il a d</w:t>
      </w:r>
      <w:r>
        <w:t>’</w:t>
      </w:r>
      <w:r w:rsidR="00AB2DE8">
        <w:t>ailleurs l</w:t>
      </w:r>
      <w:r>
        <w:t>’</w:t>
      </w:r>
      <w:r w:rsidR="00AB2DE8">
        <w:t>air de trouver cela naturel</w:t>
      </w:r>
      <w:r>
        <w:t xml:space="preserve">. </w:t>
      </w:r>
      <w:r w:rsidR="00AB2DE8">
        <w:t>C</w:t>
      </w:r>
      <w:r>
        <w:t>’</w:t>
      </w:r>
      <w:r w:rsidR="00AB2DE8">
        <w:t>est égal</w:t>
      </w:r>
      <w:r>
        <w:t xml:space="preserve">, </w:t>
      </w:r>
      <w:r w:rsidR="00AB2DE8">
        <w:t xml:space="preserve">je ne me vois pas autorisant </w:t>
      </w:r>
      <w:r>
        <w:t>M</w:t>
      </w:r>
      <w:r w:rsidRPr="00C90F8D">
        <w:rPr>
          <w:vertAlign w:val="superscript"/>
        </w:rPr>
        <w:t>me</w:t>
      </w:r>
      <w:r>
        <w:t> </w:t>
      </w:r>
      <w:proofErr w:type="spellStart"/>
      <w:r w:rsidR="00AB2DE8">
        <w:t>Mauconseil</w:t>
      </w:r>
      <w:proofErr w:type="spellEnd"/>
      <w:r>
        <w:t xml:space="preserve">… </w:t>
      </w:r>
      <w:r w:rsidR="00AB2DE8">
        <w:t>Qu</w:t>
      </w:r>
      <w:r>
        <w:t>’</w:t>
      </w:r>
      <w:r w:rsidR="00AB2DE8">
        <w:t>en pensez-vous</w:t>
      </w:r>
      <w:r>
        <w:t xml:space="preserve">, </w:t>
      </w:r>
      <w:r w:rsidR="00AB2DE8">
        <w:t>Forestier</w:t>
      </w:r>
      <w:r>
        <w:t> ?</w:t>
      </w:r>
    </w:p>
    <w:p w14:paraId="35D0A56E" w14:textId="77777777" w:rsidR="00C90F8D" w:rsidRDefault="00C90F8D">
      <w:r>
        <w:rPr>
          <w:rFonts w:eastAsia="Georgia"/>
        </w:rPr>
        <w:t>— </w:t>
      </w:r>
      <w:r w:rsidR="00AB2DE8">
        <w:t>Forestier a vécu en Russie</w:t>
      </w:r>
      <w:r>
        <w:t xml:space="preserve">, </w:t>
      </w:r>
      <w:r w:rsidR="00AB2DE8">
        <w:t>dit Schmidt</w:t>
      </w:r>
      <w:r>
        <w:t xml:space="preserve">. </w:t>
      </w:r>
      <w:r w:rsidR="00AB2DE8">
        <w:t>Je présume qu</w:t>
      </w:r>
      <w:r>
        <w:t>’</w:t>
      </w:r>
      <w:r w:rsidR="00AB2DE8">
        <w:t>il est blasé</w:t>
      </w:r>
      <w:r>
        <w:t>.</w:t>
      </w:r>
    </w:p>
    <w:p w14:paraId="34F73970" w14:textId="77777777" w:rsidR="00C90F8D" w:rsidRDefault="00AB2DE8">
      <w:r>
        <w:t>Le directeur général n</w:t>
      </w:r>
      <w:r w:rsidR="00C90F8D">
        <w:t>’</w:t>
      </w:r>
      <w:r>
        <w:t>insista pas</w:t>
      </w:r>
      <w:r w:rsidR="00C90F8D">
        <w:t xml:space="preserve">. </w:t>
      </w:r>
      <w:r>
        <w:t>Il était occupé à suivre avec un extraordinaire intérêt chacun des gestes de la danseuse</w:t>
      </w:r>
      <w:r w:rsidR="00C90F8D">
        <w:t>.</w:t>
      </w:r>
    </w:p>
    <w:p w14:paraId="7D7DA393" w14:textId="77777777" w:rsidR="00C90F8D" w:rsidRDefault="00C90F8D">
      <w:r>
        <w:rPr>
          <w:rFonts w:eastAsia="Georgia"/>
        </w:rPr>
        <w:t>— </w:t>
      </w:r>
      <w:r w:rsidR="00AB2DE8">
        <w:t xml:space="preserve">Elle a fini de causer avec les </w:t>
      </w:r>
      <w:proofErr w:type="spellStart"/>
      <w:r w:rsidR="00AB2DE8">
        <w:t>Pétrof</w:t>
      </w:r>
      <w:proofErr w:type="spellEnd"/>
      <w:r>
        <w:t xml:space="preserve">. </w:t>
      </w:r>
      <w:r w:rsidR="00AB2DE8">
        <w:t>Bon</w:t>
      </w:r>
      <w:r>
        <w:t xml:space="preserve">, </w:t>
      </w:r>
      <w:r w:rsidR="00AB2DE8">
        <w:t>elle vient de notre côté</w:t>
      </w:r>
      <w:r>
        <w:t xml:space="preserve">. </w:t>
      </w:r>
      <w:r w:rsidR="00AB2DE8">
        <w:t>C</w:t>
      </w:r>
      <w:r>
        <w:t>’</w:t>
      </w:r>
      <w:r w:rsidR="00AB2DE8">
        <w:t>est vraiment une superbe fille</w:t>
      </w:r>
      <w:r>
        <w:t>.</w:t>
      </w:r>
    </w:p>
    <w:p w14:paraId="0D4E6FCE" w14:textId="77777777" w:rsidR="00C90F8D" w:rsidRDefault="00C90F8D">
      <w:r>
        <w:rPr>
          <w:rFonts w:eastAsia="Georgia"/>
        </w:rPr>
        <w:t>— </w:t>
      </w:r>
      <w:r w:rsidR="00AB2DE8">
        <w:t>On peut l</w:t>
      </w:r>
      <w:r>
        <w:t>’</w:t>
      </w:r>
      <w:r w:rsidR="00AB2DE8">
        <w:t>inviter à prendre une coupe de champagne</w:t>
      </w:r>
      <w:r>
        <w:t xml:space="preserve">, </w:t>
      </w:r>
      <w:r w:rsidR="00AB2DE8">
        <w:t xml:space="preserve">dit le major </w:t>
      </w:r>
      <w:proofErr w:type="spellStart"/>
      <w:r w:rsidR="00AB2DE8">
        <w:t>Matsui</w:t>
      </w:r>
      <w:proofErr w:type="spellEnd"/>
      <w:r>
        <w:t>.</w:t>
      </w:r>
    </w:p>
    <w:p w14:paraId="1C6BE7E2" w14:textId="77777777" w:rsidR="00C90F8D" w:rsidRDefault="00C90F8D">
      <w:r>
        <w:rPr>
          <w:rFonts w:eastAsia="Georgia"/>
        </w:rPr>
        <w:t>— </w:t>
      </w:r>
      <w:r w:rsidR="00AB2DE8">
        <w:t>Vous croyez qu</w:t>
      </w:r>
      <w:r>
        <w:t>’</w:t>
      </w:r>
      <w:r w:rsidR="00AB2DE8">
        <w:t>elle acceptera</w:t>
      </w:r>
      <w:r>
        <w:t> ?</w:t>
      </w:r>
    </w:p>
    <w:p w14:paraId="3C2F7964" w14:textId="77777777" w:rsidR="00C90F8D" w:rsidRDefault="00AB2DE8">
      <w:r>
        <w:t>Schmidt sourit</w:t>
      </w:r>
      <w:r w:rsidR="00C90F8D">
        <w:t>.</w:t>
      </w:r>
    </w:p>
    <w:p w14:paraId="273668D5" w14:textId="77777777" w:rsidR="00C90F8D" w:rsidRDefault="00C90F8D">
      <w:r>
        <w:rPr>
          <w:rFonts w:eastAsia="Georgia"/>
        </w:rPr>
        <w:t>— </w:t>
      </w:r>
      <w:r w:rsidR="00AB2DE8">
        <w:t>Pauvre petite</w:t>
      </w:r>
      <w:r>
        <w:t xml:space="preserve"> ! </w:t>
      </w:r>
      <w:r w:rsidR="00AB2DE8">
        <w:t>Hep</w:t>
      </w:r>
      <w:r>
        <w:t xml:space="preserve">, </w:t>
      </w:r>
      <w:r w:rsidR="00AB2DE8">
        <w:t>Katia</w:t>
      </w:r>
      <w:r>
        <w:t>.</w:t>
      </w:r>
    </w:p>
    <w:p w14:paraId="2C166F04" w14:textId="77777777" w:rsidR="00C90F8D" w:rsidRDefault="00AB2DE8">
      <w:pPr>
        <w:rPr>
          <w:rFonts w:eastAsia="Georgia"/>
        </w:rPr>
      </w:pPr>
      <w:r>
        <w:t>Elle s</w:t>
      </w:r>
      <w:r w:rsidR="00C90F8D">
        <w:t>’</w:t>
      </w:r>
      <w:r>
        <w:t>approcha</w:t>
      </w:r>
      <w:r w:rsidR="00C90F8D">
        <w:t xml:space="preserve">, </w:t>
      </w:r>
      <w:r>
        <w:t>faisant onduler ses épaules nues</w:t>
      </w:r>
      <w:r w:rsidR="00C90F8D">
        <w:rPr>
          <w:rFonts w:eastAsia="Georgia"/>
        </w:rPr>
        <w:t>.</w:t>
      </w:r>
    </w:p>
    <w:p w14:paraId="6C917D6F" w14:textId="77777777" w:rsidR="00C90F8D" w:rsidRDefault="00C90F8D">
      <w:r>
        <w:rPr>
          <w:rFonts w:eastAsia="Georgia"/>
        </w:rPr>
        <w:t>— </w:t>
      </w:r>
      <w:r w:rsidR="00AB2DE8">
        <w:t>Viens t</w:t>
      </w:r>
      <w:r>
        <w:t>’</w:t>
      </w:r>
      <w:r w:rsidR="00AB2DE8">
        <w:t>asseoir avec nous</w:t>
      </w:r>
      <w:r>
        <w:t>.</w:t>
      </w:r>
    </w:p>
    <w:p w14:paraId="42223212" w14:textId="77777777" w:rsidR="00C90F8D" w:rsidRDefault="00C90F8D">
      <w:pPr>
        <w:rPr>
          <w:rFonts w:eastAsia="Georgia"/>
        </w:rPr>
      </w:pPr>
      <w:r>
        <w:rPr>
          <w:rFonts w:eastAsia="Georgia"/>
        </w:rPr>
        <w:t>— </w:t>
      </w:r>
      <w:r w:rsidR="00AB2DE8">
        <w:t>Je veux bien</w:t>
      </w:r>
      <w:r>
        <w:t xml:space="preserve">, </w:t>
      </w:r>
      <w:r w:rsidR="00AB2DE8">
        <w:t>dit-elle</w:t>
      </w:r>
      <w:r>
        <w:t xml:space="preserve">, </w:t>
      </w:r>
      <w:r w:rsidR="00AB2DE8">
        <w:t>mais vous êtes quatre</w:t>
      </w:r>
      <w:r>
        <w:t xml:space="preserve">. </w:t>
      </w:r>
      <w:r w:rsidR="00AB2DE8">
        <w:t>Je vais aller chercher quelques-unes de mes amies</w:t>
      </w:r>
      <w:r>
        <w:rPr>
          <w:rFonts w:eastAsia="Georgia"/>
        </w:rPr>
        <w:t>.</w:t>
      </w:r>
    </w:p>
    <w:p w14:paraId="381B9B1C" w14:textId="77777777" w:rsidR="00C90F8D" w:rsidRDefault="00C90F8D">
      <w:r>
        <w:rPr>
          <w:rFonts w:eastAsia="Georgia"/>
        </w:rPr>
        <w:t>— </w:t>
      </w:r>
      <w:r w:rsidR="00AB2DE8">
        <w:t>Qui vas-tu nous amener</w:t>
      </w:r>
      <w:r>
        <w:t> ?</w:t>
      </w:r>
    </w:p>
    <w:p w14:paraId="0B11400D" w14:textId="77777777" w:rsidR="00C90F8D" w:rsidRDefault="00C90F8D">
      <w:r>
        <w:rPr>
          <w:rFonts w:eastAsia="Georgia"/>
        </w:rPr>
        <w:lastRenderedPageBreak/>
        <w:t>— </w:t>
      </w:r>
      <w:r w:rsidR="00AB2DE8">
        <w:t>Nastasia</w:t>
      </w:r>
      <w:r>
        <w:t xml:space="preserve">, </w:t>
      </w:r>
      <w:r w:rsidR="00AB2DE8">
        <w:t>par exemple</w:t>
      </w:r>
      <w:r>
        <w:t>.</w:t>
      </w:r>
    </w:p>
    <w:p w14:paraId="49F29765" w14:textId="77777777" w:rsidR="00C90F8D" w:rsidRDefault="00C90F8D">
      <w:r>
        <w:rPr>
          <w:rFonts w:eastAsia="Georgia"/>
        </w:rPr>
        <w:t>— </w:t>
      </w:r>
      <w:r w:rsidR="00AB2DE8">
        <w:t>Va pour Nastasia</w:t>
      </w:r>
      <w:r>
        <w:t xml:space="preserve">. </w:t>
      </w:r>
      <w:r w:rsidR="00AB2DE8">
        <w:t>Elle est bête</w:t>
      </w:r>
      <w:r>
        <w:t xml:space="preserve">, </w:t>
      </w:r>
      <w:r w:rsidR="00AB2DE8">
        <w:t>mais gentille</w:t>
      </w:r>
      <w:r>
        <w:t xml:space="preserve">. </w:t>
      </w:r>
      <w:r w:rsidR="00AB2DE8">
        <w:t>Qui</w:t>
      </w:r>
      <w:r>
        <w:t xml:space="preserve">, </w:t>
      </w:r>
      <w:r w:rsidR="00AB2DE8">
        <w:t>encore</w:t>
      </w:r>
      <w:r>
        <w:t> ?</w:t>
      </w:r>
    </w:p>
    <w:p w14:paraId="6FAF96AB" w14:textId="77777777" w:rsidR="00C90F8D" w:rsidRDefault="00C90F8D">
      <w:r>
        <w:rPr>
          <w:rFonts w:eastAsia="Georgia"/>
        </w:rPr>
        <w:t>— </w:t>
      </w:r>
      <w:r w:rsidR="00AB2DE8">
        <w:t>Vera</w:t>
      </w:r>
      <w:r>
        <w:t xml:space="preserve">, </w:t>
      </w:r>
      <w:r w:rsidR="00AB2DE8">
        <w:t>si vous voulez</w:t>
      </w:r>
      <w:r>
        <w:t>.</w:t>
      </w:r>
    </w:p>
    <w:p w14:paraId="6DE145E6" w14:textId="77777777" w:rsidR="00C90F8D" w:rsidRDefault="00C90F8D">
      <w:r>
        <w:rPr>
          <w:rFonts w:eastAsia="Georgia"/>
        </w:rPr>
        <w:t>— </w:t>
      </w:r>
      <w:r w:rsidR="00AB2DE8">
        <w:t>Non</w:t>
      </w:r>
      <w:r>
        <w:t xml:space="preserve">, </w:t>
      </w:r>
      <w:r w:rsidR="00AB2DE8">
        <w:t>pas Vera</w:t>
      </w:r>
      <w:r>
        <w:t xml:space="preserve">. </w:t>
      </w:r>
      <w:r w:rsidR="00AB2DE8">
        <w:t>Il n</w:t>
      </w:r>
      <w:r>
        <w:t>’</w:t>
      </w:r>
      <w:r w:rsidR="00AB2DE8">
        <w:t>y aurait plus moyen de placer un mot</w:t>
      </w:r>
      <w:r>
        <w:t>.</w:t>
      </w:r>
    </w:p>
    <w:p w14:paraId="18696639" w14:textId="77777777" w:rsidR="00C90F8D" w:rsidRDefault="00C90F8D">
      <w:r>
        <w:rPr>
          <w:rFonts w:eastAsia="Georgia"/>
        </w:rPr>
        <w:t>— </w:t>
      </w:r>
      <w:r w:rsidR="00AB2DE8">
        <w:t>Milena</w:t>
      </w:r>
      <w:r>
        <w:t xml:space="preserve">, </w:t>
      </w:r>
      <w:r w:rsidR="00AB2DE8">
        <w:t>alors</w:t>
      </w:r>
      <w:r>
        <w:t> ?</w:t>
      </w:r>
    </w:p>
    <w:p w14:paraId="2FCEE493" w14:textId="77777777" w:rsidR="00C90F8D" w:rsidRDefault="00C90F8D">
      <w:r>
        <w:rPr>
          <w:rFonts w:eastAsia="Georgia"/>
        </w:rPr>
        <w:t>— </w:t>
      </w:r>
      <w:r w:rsidR="00AB2DE8">
        <w:t>Milena</w:t>
      </w:r>
      <w:r>
        <w:t xml:space="preserve">, </w:t>
      </w:r>
      <w:r w:rsidR="00AB2DE8">
        <w:t>qu</w:t>
      </w:r>
      <w:r>
        <w:t>’</w:t>
      </w:r>
      <w:r w:rsidR="00AB2DE8">
        <w:t>est-ce que c</w:t>
      </w:r>
      <w:r>
        <w:t>’</w:t>
      </w:r>
      <w:r w:rsidR="00AB2DE8">
        <w:t>est que ça</w:t>
      </w:r>
      <w:r>
        <w:t> ?</w:t>
      </w:r>
    </w:p>
    <w:p w14:paraId="03805027" w14:textId="77777777" w:rsidR="00C90F8D" w:rsidRDefault="00C90F8D">
      <w:r>
        <w:rPr>
          <w:rFonts w:eastAsia="Georgia"/>
        </w:rPr>
        <w:t>— </w:t>
      </w:r>
      <w:r w:rsidR="00AB2DE8">
        <w:t>Une nouvelle</w:t>
      </w:r>
      <w:r>
        <w:t xml:space="preserve">. </w:t>
      </w:r>
      <w:r w:rsidR="00AB2DE8">
        <w:t>Elle a débuté hier</w:t>
      </w:r>
      <w:r>
        <w:t>.</w:t>
      </w:r>
    </w:p>
    <w:p w14:paraId="5E1EC5EB" w14:textId="77777777" w:rsidR="00C90F8D" w:rsidRDefault="00C90F8D">
      <w:r>
        <w:rPr>
          <w:rFonts w:eastAsia="Georgia"/>
        </w:rPr>
        <w:t>— </w:t>
      </w:r>
      <w:r w:rsidR="00AB2DE8">
        <w:t>Elle est jolie</w:t>
      </w:r>
      <w:r>
        <w:t> ?</w:t>
      </w:r>
    </w:p>
    <w:p w14:paraId="3B4B0E02" w14:textId="77777777" w:rsidR="00C90F8D" w:rsidRDefault="00AB2DE8">
      <w:proofErr w:type="spellStart"/>
      <w:r>
        <w:t>Matsui</w:t>
      </w:r>
      <w:proofErr w:type="spellEnd"/>
      <w:r>
        <w:t xml:space="preserve"> prit la parole</w:t>
      </w:r>
      <w:r w:rsidR="00C90F8D">
        <w:t>.</w:t>
      </w:r>
    </w:p>
    <w:p w14:paraId="4A44AA32" w14:textId="77777777" w:rsidR="00C90F8D" w:rsidRDefault="00C90F8D">
      <w:r>
        <w:rPr>
          <w:rFonts w:eastAsia="Georgia"/>
        </w:rPr>
        <w:t>— </w:t>
      </w:r>
      <w:r w:rsidR="00AB2DE8">
        <w:t>Elle est jolie</w:t>
      </w:r>
      <w:r>
        <w:t xml:space="preserve">. </w:t>
      </w:r>
      <w:r w:rsidR="00AB2DE8">
        <w:t>Oui</w:t>
      </w:r>
      <w:r>
        <w:t xml:space="preserve">, </w:t>
      </w:r>
      <w:r w:rsidR="00AB2DE8">
        <w:t>va chercher Milena</w:t>
      </w:r>
      <w:r>
        <w:t>.</w:t>
      </w:r>
    </w:p>
    <w:p w14:paraId="4CD87673" w14:textId="085AA4C3" w:rsidR="00C90F8D" w:rsidRDefault="00AB2DE8">
      <w:r>
        <w:t xml:space="preserve">Katia eut la même révérence respectueuse que </w:t>
      </w:r>
      <w:r w:rsidR="00C90F8D">
        <w:t>M. </w:t>
      </w:r>
      <w:proofErr w:type="spellStart"/>
      <w:r>
        <w:t>Sevastopoulo</w:t>
      </w:r>
      <w:proofErr w:type="spellEnd"/>
      <w:r w:rsidR="00C90F8D">
        <w:t>.</w:t>
      </w:r>
    </w:p>
    <w:p w14:paraId="1CFD7228" w14:textId="77777777" w:rsidR="00C90F8D" w:rsidRDefault="00C90F8D">
      <w:r>
        <w:rPr>
          <w:rFonts w:eastAsia="Georgia"/>
        </w:rPr>
        <w:t>— </w:t>
      </w:r>
      <w:r w:rsidR="00AB2DE8">
        <w:t>À vos ordres</w:t>
      </w:r>
      <w:r>
        <w:t xml:space="preserve">, </w:t>
      </w:r>
      <w:r w:rsidR="00AB2DE8">
        <w:t>commandant</w:t>
      </w:r>
      <w:r>
        <w:t xml:space="preserve">, </w:t>
      </w:r>
      <w:r w:rsidR="00AB2DE8">
        <w:t>murmura-t-elle</w:t>
      </w:r>
      <w:r>
        <w:t>.</w:t>
      </w:r>
    </w:p>
    <w:p w14:paraId="27FBACEA" w14:textId="77777777" w:rsidR="00C90F8D" w:rsidRDefault="00C90F8D">
      <w:r>
        <w:rPr>
          <w:rFonts w:eastAsia="Georgia"/>
        </w:rPr>
        <w:t>— </w:t>
      </w:r>
      <w:r w:rsidR="00AB2DE8">
        <w:t>Qui est cette Milena</w:t>
      </w:r>
      <w:r>
        <w:t xml:space="preserve"> ? </w:t>
      </w:r>
      <w:r w:rsidR="00AB2DE8">
        <w:t>demanda Schmidt</w:t>
      </w:r>
      <w:r>
        <w:t xml:space="preserve">, </w:t>
      </w:r>
      <w:r w:rsidR="00AB2DE8">
        <w:t>lorsque Katia s</w:t>
      </w:r>
      <w:r>
        <w:t>’</w:t>
      </w:r>
      <w:r w:rsidR="00AB2DE8">
        <w:t>en fut allée</w:t>
      </w:r>
      <w:r>
        <w:t>.</w:t>
      </w:r>
    </w:p>
    <w:p w14:paraId="1C01C5DF" w14:textId="77777777" w:rsidR="00C90F8D" w:rsidRDefault="00AB2DE8">
      <w:proofErr w:type="spellStart"/>
      <w:r>
        <w:t>Matsui</w:t>
      </w:r>
      <w:proofErr w:type="spellEnd"/>
      <w:r>
        <w:t xml:space="preserve"> eut un geste vague</w:t>
      </w:r>
      <w:r w:rsidR="00C90F8D">
        <w:t>.</w:t>
      </w:r>
    </w:p>
    <w:p w14:paraId="1E33F187" w14:textId="77777777" w:rsidR="00C90F8D" w:rsidRDefault="00C90F8D">
      <w:r>
        <w:rPr>
          <w:rFonts w:eastAsia="Georgia"/>
        </w:rPr>
        <w:t>— </w:t>
      </w:r>
      <w:r w:rsidR="00AB2DE8">
        <w:t>Arrivée il y a trois jours</w:t>
      </w:r>
      <w:r>
        <w:t>…</w:t>
      </w:r>
    </w:p>
    <w:p w14:paraId="39F21A0A" w14:textId="77777777" w:rsidR="00C90F8D" w:rsidRDefault="00C90F8D">
      <w:r>
        <w:rPr>
          <w:rFonts w:eastAsia="Georgia"/>
        </w:rPr>
        <w:t>— </w:t>
      </w:r>
      <w:r w:rsidR="00AB2DE8">
        <w:t>D</w:t>
      </w:r>
      <w:r>
        <w:t>’</w:t>
      </w:r>
      <w:r w:rsidR="00AB2DE8">
        <w:t>où cela</w:t>
      </w:r>
      <w:r>
        <w:t> ?</w:t>
      </w:r>
    </w:p>
    <w:p w14:paraId="30724E0C" w14:textId="77777777" w:rsidR="00C90F8D" w:rsidRDefault="00C90F8D">
      <w:r>
        <w:rPr>
          <w:rFonts w:eastAsia="Georgia"/>
        </w:rPr>
        <w:t>— </w:t>
      </w:r>
      <w:r w:rsidR="00AB2DE8">
        <w:t xml:space="preserve">De </w:t>
      </w:r>
      <w:proofErr w:type="spellStart"/>
      <w:r w:rsidR="00AB2DE8">
        <w:t>Kharbine</w:t>
      </w:r>
      <w:proofErr w:type="spellEnd"/>
      <w:r>
        <w:t xml:space="preserve">, </w:t>
      </w:r>
      <w:r w:rsidR="00AB2DE8">
        <w:t>bien entendu</w:t>
      </w:r>
      <w:r>
        <w:t>.</w:t>
      </w:r>
    </w:p>
    <w:p w14:paraId="3A0151FA" w14:textId="080D9B70" w:rsidR="00C90F8D" w:rsidRDefault="00C90F8D">
      <w:r>
        <w:rPr>
          <w:rFonts w:eastAsia="Georgia"/>
        </w:rPr>
        <w:t>— </w:t>
      </w:r>
      <w:r w:rsidR="00AB2DE8">
        <w:t>Pourquoi</w:t>
      </w:r>
      <w:r>
        <w:t xml:space="preserve">, </w:t>
      </w:r>
      <w:r w:rsidR="00AB2DE8">
        <w:rPr>
          <w:i/>
          <w:iCs/>
        </w:rPr>
        <w:t>bien entendu</w:t>
      </w:r>
      <w:r>
        <w:rPr>
          <w:i/>
          <w:iCs/>
        </w:rPr>
        <w:t xml:space="preserve"> ? </w:t>
      </w:r>
      <w:r w:rsidR="00AB2DE8">
        <w:t xml:space="preserve">fit </w:t>
      </w:r>
      <w:r>
        <w:t>M. </w:t>
      </w:r>
      <w:proofErr w:type="spellStart"/>
      <w:r w:rsidR="00AB2DE8">
        <w:t>Mauconseil</w:t>
      </w:r>
      <w:proofErr w:type="spellEnd"/>
      <w:r>
        <w:t>.</w:t>
      </w:r>
    </w:p>
    <w:p w14:paraId="67ACC7DB" w14:textId="77777777" w:rsidR="00C90F8D" w:rsidRDefault="00C90F8D">
      <w:r>
        <w:rPr>
          <w:rFonts w:eastAsia="Georgia"/>
        </w:rPr>
        <w:lastRenderedPageBreak/>
        <w:t>— </w:t>
      </w:r>
      <w:r w:rsidR="00AB2DE8">
        <w:t>Parce que c</w:t>
      </w:r>
      <w:r>
        <w:t>’</w:t>
      </w:r>
      <w:r w:rsidR="00AB2DE8">
        <w:t>est ainsi</w:t>
      </w:r>
      <w:r>
        <w:t xml:space="preserve">, </w:t>
      </w:r>
      <w:r w:rsidR="00AB2DE8">
        <w:t xml:space="preserve">dit avec lenteur le </w:t>
      </w:r>
      <w:r w:rsidR="00AB2DE8">
        <w:rPr>
          <w:bCs/>
        </w:rPr>
        <w:t>Japonais</w:t>
      </w:r>
      <w:r>
        <w:rPr>
          <w:bCs/>
        </w:rPr>
        <w:t xml:space="preserve">. </w:t>
      </w:r>
      <w:r w:rsidR="00AB2DE8">
        <w:t>Toutes</w:t>
      </w:r>
      <w:r>
        <w:t xml:space="preserve">, </w:t>
      </w:r>
      <w:r w:rsidR="00AB2DE8">
        <w:t>les Nastasia</w:t>
      </w:r>
      <w:r>
        <w:t xml:space="preserve">, </w:t>
      </w:r>
      <w:r w:rsidR="00AB2DE8">
        <w:t>les Katia</w:t>
      </w:r>
      <w:r>
        <w:t xml:space="preserve">, </w:t>
      </w:r>
      <w:r w:rsidR="00AB2DE8">
        <w:t>les Milena</w:t>
      </w:r>
      <w:r>
        <w:t xml:space="preserve">, </w:t>
      </w:r>
      <w:r w:rsidR="00AB2DE8">
        <w:t xml:space="preserve">toutes elles viennent de </w:t>
      </w:r>
      <w:proofErr w:type="spellStart"/>
      <w:r w:rsidR="00AB2DE8">
        <w:t>Kharbine</w:t>
      </w:r>
      <w:proofErr w:type="spellEnd"/>
      <w:r>
        <w:t xml:space="preserve">, </w:t>
      </w:r>
      <w:r w:rsidR="00AB2DE8">
        <w:t>en attendant d</w:t>
      </w:r>
      <w:r>
        <w:t>’</w:t>
      </w:r>
      <w:r w:rsidR="00AB2DE8">
        <w:t>y retourner</w:t>
      </w:r>
      <w:r>
        <w:t>.</w:t>
      </w:r>
    </w:p>
    <w:p w14:paraId="357101A2" w14:textId="59C1AB3F" w:rsidR="00C90F8D" w:rsidRDefault="00C90F8D">
      <w:r>
        <w:t>M. </w:t>
      </w:r>
      <w:proofErr w:type="spellStart"/>
      <w:r w:rsidR="00AB2DE8">
        <w:t>Sevastopoulo</w:t>
      </w:r>
      <w:proofErr w:type="spellEnd"/>
      <w:r w:rsidR="00AB2DE8">
        <w:t xml:space="preserve"> passait</w:t>
      </w:r>
      <w:r>
        <w:t xml:space="preserve">. </w:t>
      </w:r>
      <w:proofErr w:type="spellStart"/>
      <w:r w:rsidR="00AB2DE8">
        <w:t>Matsui</w:t>
      </w:r>
      <w:proofErr w:type="spellEnd"/>
      <w:r w:rsidR="00AB2DE8">
        <w:t xml:space="preserve"> le héla</w:t>
      </w:r>
      <w:r>
        <w:t>.</w:t>
      </w:r>
    </w:p>
    <w:p w14:paraId="1E2831F9" w14:textId="77777777" w:rsidR="00C90F8D" w:rsidRDefault="00C90F8D">
      <w:r>
        <w:rPr>
          <w:rFonts w:eastAsia="Georgia"/>
        </w:rPr>
        <w:t>— </w:t>
      </w:r>
      <w:r w:rsidR="00AB2DE8">
        <w:t>Faites apporter des chaises</w:t>
      </w:r>
      <w:r>
        <w:t xml:space="preserve">. </w:t>
      </w:r>
      <w:r w:rsidR="00AB2DE8">
        <w:t>Nous avons invité trois de vos pensionnaires</w:t>
      </w:r>
      <w:r>
        <w:t xml:space="preserve">. </w:t>
      </w:r>
      <w:r w:rsidR="00AB2DE8">
        <w:t>Veillez à ne pas faire relever trop tôt le rideau</w:t>
      </w:r>
      <w:r>
        <w:t xml:space="preserve">. </w:t>
      </w:r>
      <w:r w:rsidR="00AB2DE8">
        <w:t>Qu</w:t>
      </w:r>
      <w:r>
        <w:t>’</w:t>
      </w:r>
      <w:r w:rsidR="00AB2DE8">
        <w:t>elles puissent boire en paix leur champagne</w:t>
      </w:r>
      <w:r>
        <w:t>.</w:t>
      </w:r>
    </w:p>
    <w:p w14:paraId="54914F94" w14:textId="4B4C6D94" w:rsidR="00C90F8D" w:rsidRDefault="00C90F8D">
      <w:r>
        <w:rPr>
          <w:rFonts w:eastAsia="Georgia"/>
        </w:rPr>
        <w:t>— </w:t>
      </w:r>
      <w:r w:rsidR="00AB2DE8">
        <w:t>Voilà Katia qui revient</w:t>
      </w:r>
      <w:r>
        <w:t xml:space="preserve">, </w:t>
      </w:r>
      <w:r w:rsidR="00AB2DE8">
        <w:t xml:space="preserve">dit </w:t>
      </w:r>
      <w:r>
        <w:t>M. </w:t>
      </w:r>
      <w:proofErr w:type="spellStart"/>
      <w:r w:rsidR="00AB2DE8">
        <w:t>Mauconseil</w:t>
      </w:r>
      <w:proofErr w:type="spellEnd"/>
      <w:r>
        <w:t xml:space="preserve">, </w:t>
      </w:r>
      <w:r w:rsidR="00AB2DE8">
        <w:t>toujours aux aguets</w:t>
      </w:r>
      <w:r>
        <w:t>.</w:t>
      </w:r>
    </w:p>
    <w:p w14:paraId="483A9F04" w14:textId="77777777" w:rsidR="00C90F8D" w:rsidRDefault="00C90F8D">
      <w:r>
        <w:rPr>
          <w:rFonts w:eastAsia="Georgia"/>
        </w:rPr>
        <w:t>— </w:t>
      </w:r>
      <w:r w:rsidR="00AB2DE8">
        <w:t>En effet</w:t>
      </w:r>
      <w:r>
        <w:t xml:space="preserve">, </w:t>
      </w:r>
      <w:r w:rsidR="00AB2DE8">
        <w:t xml:space="preserve">dit </w:t>
      </w:r>
      <w:proofErr w:type="spellStart"/>
      <w:r w:rsidR="00AB2DE8">
        <w:t>Matsui</w:t>
      </w:r>
      <w:proofErr w:type="spellEnd"/>
      <w:r>
        <w:t xml:space="preserve">, </w:t>
      </w:r>
      <w:r w:rsidR="00AB2DE8">
        <w:t>et elle ramène Nastasia et Milena</w:t>
      </w:r>
      <w:r>
        <w:t xml:space="preserve">. </w:t>
      </w:r>
      <w:r w:rsidR="00AB2DE8">
        <w:t>Constatez que je ne vous ai pas trompé</w:t>
      </w:r>
      <w:r>
        <w:t xml:space="preserve">. </w:t>
      </w:r>
      <w:r w:rsidR="00AB2DE8">
        <w:t>Elle n</w:t>
      </w:r>
      <w:r>
        <w:t>’</w:t>
      </w:r>
      <w:r w:rsidR="00AB2DE8">
        <w:t>est pas mal</w:t>
      </w:r>
      <w:r>
        <w:t xml:space="preserve">, </w:t>
      </w:r>
      <w:r w:rsidR="00AB2DE8">
        <w:t>cette Milena</w:t>
      </w:r>
      <w:r>
        <w:t xml:space="preserve">. </w:t>
      </w:r>
      <w:r w:rsidR="00AB2DE8">
        <w:t>À présent</w:t>
      </w:r>
      <w:r>
        <w:t xml:space="preserve">, </w:t>
      </w:r>
      <w:r w:rsidR="00AB2DE8">
        <w:t>on ne peut pas dire</w:t>
      </w:r>
      <w:r>
        <w:t xml:space="preserve">, </w:t>
      </w:r>
      <w:r w:rsidR="00AB2DE8">
        <w:t>évidemment</w:t>
      </w:r>
      <w:r>
        <w:t xml:space="preserve">, </w:t>
      </w:r>
      <w:r w:rsidR="00AB2DE8">
        <w:t>qu</w:t>
      </w:r>
      <w:r>
        <w:t>’</w:t>
      </w:r>
      <w:r w:rsidR="00AB2DE8">
        <w:t>elle ait très bon genre</w:t>
      </w:r>
      <w:r>
        <w:t>.</w:t>
      </w:r>
    </w:p>
    <w:p w14:paraId="0B967702" w14:textId="77777777" w:rsidR="00C90F8D" w:rsidRDefault="00AB2DE8">
      <w:r>
        <w:t>Un garçon apportait les chaises réclamées</w:t>
      </w:r>
      <w:r w:rsidR="00C90F8D">
        <w:t>.</w:t>
      </w:r>
    </w:p>
    <w:p w14:paraId="56E87340" w14:textId="77777777" w:rsidR="00C90F8D" w:rsidRDefault="00C90F8D">
      <w:r>
        <w:rPr>
          <w:rFonts w:eastAsia="Georgia"/>
        </w:rPr>
        <w:t>— </w:t>
      </w:r>
      <w:r w:rsidR="00AB2DE8">
        <w:t>Qu</w:t>
      </w:r>
      <w:r>
        <w:t>’</w:t>
      </w:r>
      <w:r w:rsidR="00AB2DE8">
        <w:t>est-ce qu</w:t>
      </w:r>
      <w:r>
        <w:t>’</w:t>
      </w:r>
      <w:r w:rsidR="00AB2DE8">
        <w:t>il y a</w:t>
      </w:r>
      <w:r>
        <w:t xml:space="preserve"> ? </w:t>
      </w:r>
      <w:r w:rsidR="00AB2DE8">
        <w:t>dit Schmidt à Forestier</w:t>
      </w:r>
      <w:r>
        <w:t xml:space="preserve">, </w:t>
      </w:r>
      <w:r w:rsidR="00AB2DE8">
        <w:t>qui s</w:t>
      </w:r>
      <w:r>
        <w:t>’</w:t>
      </w:r>
      <w:r w:rsidR="00AB2DE8">
        <w:t>était levé</w:t>
      </w:r>
      <w:r>
        <w:t>.</w:t>
      </w:r>
    </w:p>
    <w:p w14:paraId="6C35E9BC" w14:textId="073179B1" w:rsidR="00C90F8D" w:rsidRDefault="00AB2DE8">
      <w:r>
        <w:t>Depuis un moment déjà</w:t>
      </w:r>
      <w:r w:rsidR="00C90F8D">
        <w:t xml:space="preserve">, </w:t>
      </w:r>
      <w:r>
        <w:t>Schmidt avait cessé d</w:t>
      </w:r>
      <w:r w:rsidR="00C90F8D">
        <w:t>’</w:t>
      </w:r>
      <w:r>
        <w:t>intervenir dans la conversation</w:t>
      </w:r>
      <w:r w:rsidR="00C90F8D">
        <w:t xml:space="preserve">. </w:t>
      </w:r>
      <w:r>
        <w:t>Il se sentait repris par l</w:t>
      </w:r>
      <w:r w:rsidR="00C90F8D">
        <w:t>’</w:t>
      </w:r>
      <w:r>
        <w:t>étrange inquiétude qui l</w:t>
      </w:r>
      <w:r w:rsidR="00C90F8D">
        <w:t>’</w:t>
      </w:r>
      <w:r>
        <w:t>avait assailli tout à l</w:t>
      </w:r>
      <w:r w:rsidR="00C90F8D">
        <w:t>’</w:t>
      </w:r>
      <w:r>
        <w:t xml:space="preserve">heure sur le seuil du </w:t>
      </w:r>
      <w:r>
        <w:rPr>
          <w:i/>
          <w:iCs/>
        </w:rPr>
        <w:t>Soleil de Minuit</w:t>
      </w:r>
      <w:r w:rsidR="00C90F8D">
        <w:rPr>
          <w:i/>
          <w:iCs/>
        </w:rPr>
        <w:t xml:space="preserve">. </w:t>
      </w:r>
      <w:r>
        <w:t>Il lui semblait qu</w:t>
      </w:r>
      <w:r w:rsidR="00C90F8D">
        <w:t>’</w:t>
      </w:r>
      <w:r>
        <w:t>il était en train de commettre une mauvaise action</w:t>
      </w:r>
      <w:r w:rsidR="00C90F8D">
        <w:t xml:space="preserve">. </w:t>
      </w:r>
      <w:r>
        <w:t>Il avait beau se répéter qu</w:t>
      </w:r>
      <w:r w:rsidR="00C90F8D">
        <w:t>’</w:t>
      </w:r>
      <w:r>
        <w:t>il n</w:t>
      </w:r>
      <w:r w:rsidR="00C90F8D">
        <w:t>’</w:t>
      </w:r>
      <w:r>
        <w:t>avait eu</w:t>
      </w:r>
      <w:r w:rsidR="00C90F8D">
        <w:t xml:space="preserve">, </w:t>
      </w:r>
      <w:r>
        <w:t>en tout ceci</w:t>
      </w:r>
      <w:r w:rsidR="00C90F8D">
        <w:t xml:space="preserve">, </w:t>
      </w:r>
      <w:r>
        <w:t>d</w:t>
      </w:r>
      <w:r w:rsidR="00C90F8D">
        <w:t>’</w:t>
      </w:r>
      <w:r>
        <w:t xml:space="preserve">autre idée que de jouer un bon tour à </w:t>
      </w:r>
      <w:r w:rsidR="00C90F8D">
        <w:t>M. </w:t>
      </w:r>
      <w:proofErr w:type="spellStart"/>
      <w:r>
        <w:t>Mauconseil</w:t>
      </w:r>
      <w:proofErr w:type="spellEnd"/>
      <w:r w:rsidR="00C90F8D">
        <w:t xml:space="preserve">, </w:t>
      </w:r>
      <w:r>
        <w:t>de se moquer agréablement de lui</w:t>
      </w:r>
      <w:r w:rsidR="00C90F8D">
        <w:t xml:space="preserve">, </w:t>
      </w:r>
      <w:r>
        <w:t>de lui ôter une fois pour toutes le droit de s</w:t>
      </w:r>
      <w:r w:rsidR="00C90F8D">
        <w:t>’</w:t>
      </w:r>
      <w:r>
        <w:t>ériger en censeur des incartades d</w:t>
      </w:r>
      <w:r w:rsidR="00C90F8D">
        <w:t>’</w:t>
      </w:r>
      <w:r>
        <w:t>autrui</w:t>
      </w:r>
      <w:r w:rsidR="00C90F8D">
        <w:t xml:space="preserve">, </w:t>
      </w:r>
      <w:r>
        <w:t>il ne parvenait pas néanmoins à se rassurer</w:t>
      </w:r>
      <w:r w:rsidR="00C90F8D">
        <w:t xml:space="preserve">, </w:t>
      </w:r>
      <w:r>
        <w:t>à retrouver sa gaîté</w:t>
      </w:r>
      <w:r w:rsidR="00C90F8D">
        <w:t xml:space="preserve">. </w:t>
      </w:r>
      <w:r>
        <w:t>Il éprouvait de plus en plus la sensation désagréable du chasseur qui atteint une victime autre que celle qu</w:t>
      </w:r>
      <w:r w:rsidR="00C90F8D">
        <w:t>’</w:t>
      </w:r>
      <w:r>
        <w:t xml:space="preserve">il a </w:t>
      </w:r>
      <w:r>
        <w:lastRenderedPageBreak/>
        <w:t>visée</w:t>
      </w:r>
      <w:r w:rsidR="00C90F8D">
        <w:t xml:space="preserve">. </w:t>
      </w:r>
      <w:r>
        <w:t>La brusquerie avec laquelle Forestier venait de repousser son fauteuil acheva de mettre le comble à ce malaise</w:t>
      </w:r>
      <w:r w:rsidR="00C90F8D">
        <w:t>.</w:t>
      </w:r>
    </w:p>
    <w:p w14:paraId="2C5E16A2" w14:textId="77777777" w:rsidR="00C90F8D" w:rsidRDefault="00C90F8D">
      <w:r>
        <w:rPr>
          <w:rFonts w:eastAsia="Georgia"/>
        </w:rPr>
        <w:t>— </w:t>
      </w:r>
      <w:r w:rsidR="00AB2DE8">
        <w:t>Qu</w:t>
      </w:r>
      <w:r>
        <w:t>’</w:t>
      </w:r>
      <w:r w:rsidR="00AB2DE8">
        <w:t>est-ce que tu as</w:t>
      </w:r>
      <w:r>
        <w:t xml:space="preserve"> ? </w:t>
      </w:r>
      <w:r w:rsidR="00AB2DE8">
        <w:t>répéta-t-il</w:t>
      </w:r>
      <w:r>
        <w:t>.</w:t>
      </w:r>
    </w:p>
    <w:p w14:paraId="2DE65BFA" w14:textId="77777777" w:rsidR="00C90F8D" w:rsidRDefault="00AB2DE8">
      <w:r>
        <w:t>Le calme de la réponse qu</w:t>
      </w:r>
      <w:r w:rsidR="00C90F8D">
        <w:t>’</w:t>
      </w:r>
      <w:r>
        <w:t>il obtint le rassura</w:t>
      </w:r>
      <w:r w:rsidR="00C90F8D">
        <w:t>.</w:t>
      </w:r>
    </w:p>
    <w:p w14:paraId="73D56E03" w14:textId="77777777" w:rsidR="00C90F8D" w:rsidRDefault="00C90F8D">
      <w:r>
        <w:rPr>
          <w:rFonts w:eastAsia="Georgia"/>
        </w:rPr>
        <w:t>— </w:t>
      </w:r>
      <w:r w:rsidR="00AB2DE8">
        <w:t>Ce que j</w:t>
      </w:r>
      <w:r>
        <w:t>’</w:t>
      </w:r>
      <w:r w:rsidR="00AB2DE8">
        <w:t>ai</w:t>
      </w:r>
      <w:r>
        <w:t xml:space="preserve"> ? </w:t>
      </w:r>
      <w:r w:rsidR="00AB2DE8">
        <w:t>dit Forestier</w:t>
      </w:r>
      <w:r>
        <w:t xml:space="preserve">, </w:t>
      </w:r>
      <w:r w:rsidR="00AB2DE8">
        <w:t>rien</w:t>
      </w:r>
      <w:r>
        <w:t xml:space="preserve">. </w:t>
      </w:r>
      <w:r w:rsidR="00AB2DE8">
        <w:t>Je voudrais simplement changer de place avec toi</w:t>
      </w:r>
      <w:r>
        <w:t xml:space="preserve">. </w:t>
      </w:r>
      <w:r w:rsidR="00AB2DE8">
        <w:t>Pour mes débuts ici</w:t>
      </w:r>
      <w:r>
        <w:t xml:space="preserve">, </w:t>
      </w:r>
      <w:r w:rsidR="00AB2DE8">
        <w:t>j</w:t>
      </w:r>
      <w:r>
        <w:t>’</w:t>
      </w:r>
      <w:r w:rsidR="00AB2DE8">
        <w:t>aime autant ne pas être trop en vue</w:t>
      </w:r>
      <w:r>
        <w:t xml:space="preserve">. </w:t>
      </w:r>
      <w:r w:rsidR="00AB2DE8">
        <w:t>Tant que nous étions seuls</w:t>
      </w:r>
      <w:r>
        <w:t xml:space="preserve">, </w:t>
      </w:r>
      <w:r w:rsidR="00AB2DE8">
        <w:t>cela pouvait aller</w:t>
      </w:r>
      <w:r>
        <w:t xml:space="preserve">. </w:t>
      </w:r>
      <w:r w:rsidR="00AB2DE8">
        <w:t>Mais maintenant</w:t>
      </w:r>
      <w:r>
        <w:t>…</w:t>
      </w:r>
    </w:p>
    <w:p w14:paraId="046EB8A7" w14:textId="40354122" w:rsidR="00C90F8D" w:rsidRDefault="00C90F8D">
      <w:r>
        <w:rPr>
          <w:rFonts w:eastAsia="Georgia"/>
        </w:rPr>
        <w:t>— </w:t>
      </w:r>
      <w:r w:rsidR="00AB2DE8">
        <w:t>Il a raison</w:t>
      </w:r>
      <w:r>
        <w:t xml:space="preserve">, </w:t>
      </w:r>
      <w:r w:rsidR="00AB2DE8">
        <w:t xml:space="preserve">fit </w:t>
      </w:r>
      <w:r>
        <w:t>M. </w:t>
      </w:r>
      <w:proofErr w:type="spellStart"/>
      <w:r w:rsidR="00AB2DE8">
        <w:t>Mauconseil</w:t>
      </w:r>
      <w:proofErr w:type="spellEnd"/>
      <w:r>
        <w:t xml:space="preserve">. </w:t>
      </w:r>
      <w:r w:rsidR="00AB2DE8">
        <w:t>Forestier a parfaitement raison</w:t>
      </w:r>
      <w:r>
        <w:t xml:space="preserve">. </w:t>
      </w:r>
      <w:r w:rsidR="00AB2DE8">
        <w:t>Schmidt</w:t>
      </w:r>
      <w:r>
        <w:t xml:space="preserve">, </w:t>
      </w:r>
      <w:r w:rsidR="00AB2DE8">
        <w:t>donnez-lui votre fauteuil</w:t>
      </w:r>
      <w:r>
        <w:t xml:space="preserve">. </w:t>
      </w:r>
      <w:r w:rsidR="00AB2DE8">
        <w:t>Je prierai moi-même le commandant de me céder le sien</w:t>
      </w:r>
      <w:r>
        <w:t>.</w:t>
      </w:r>
    </w:p>
    <w:p w14:paraId="126004A9" w14:textId="5668C46B" w:rsidR="00C90F8D" w:rsidRDefault="00AB2DE8">
      <w:r>
        <w:t>Katia et ses compagnes pénétraient dans la loge</w:t>
      </w:r>
      <w:r w:rsidR="00C90F8D">
        <w:t xml:space="preserve">. </w:t>
      </w:r>
      <w:proofErr w:type="spellStart"/>
      <w:r>
        <w:t>Matsui</w:t>
      </w:r>
      <w:proofErr w:type="spellEnd"/>
      <w:r>
        <w:t xml:space="preserve"> leur en fit les honneurs</w:t>
      </w:r>
      <w:r w:rsidR="00C90F8D">
        <w:t xml:space="preserve">. </w:t>
      </w:r>
      <w:r>
        <w:t>Ils se trouvèrent alors placés de la sorte</w:t>
      </w:r>
      <w:r w:rsidR="00C90F8D">
        <w:t xml:space="preserve"> : </w:t>
      </w:r>
      <w:r>
        <w:t>d</w:t>
      </w:r>
      <w:r w:rsidR="00C90F8D">
        <w:t>’</w:t>
      </w:r>
      <w:r>
        <w:t>abord</w:t>
      </w:r>
      <w:r w:rsidR="00C90F8D">
        <w:t xml:space="preserve">, </w:t>
      </w:r>
      <w:r>
        <w:t>Schmidt</w:t>
      </w:r>
      <w:r w:rsidR="00C90F8D">
        <w:t xml:space="preserve"> ; </w:t>
      </w:r>
      <w:r>
        <w:t>puis</w:t>
      </w:r>
      <w:r w:rsidR="00C90F8D">
        <w:t xml:space="preserve">, </w:t>
      </w:r>
      <w:r>
        <w:t>dans la partie la plus reculée</w:t>
      </w:r>
      <w:r w:rsidR="00C90F8D">
        <w:t xml:space="preserve">, </w:t>
      </w:r>
      <w:r>
        <w:t xml:space="preserve">Forestier et </w:t>
      </w:r>
      <w:r w:rsidR="00C90F8D">
        <w:t>M. </w:t>
      </w:r>
      <w:proofErr w:type="spellStart"/>
      <w:r>
        <w:t>Mauconseil</w:t>
      </w:r>
      <w:proofErr w:type="spellEnd"/>
      <w:r w:rsidR="00C90F8D">
        <w:t xml:space="preserve">, </w:t>
      </w:r>
      <w:r>
        <w:t>qui eut à sa droite la jolie Katia</w:t>
      </w:r>
      <w:r w:rsidR="00C90F8D">
        <w:t xml:space="preserve">. </w:t>
      </w:r>
      <w:r>
        <w:t>Nastasia et Milena s</w:t>
      </w:r>
      <w:r w:rsidR="00C90F8D">
        <w:t>’</w:t>
      </w:r>
      <w:r>
        <w:t>assirent l</w:t>
      </w:r>
      <w:r w:rsidR="00C90F8D">
        <w:t>’</w:t>
      </w:r>
      <w:r>
        <w:t>une à gauche de Schmidt</w:t>
      </w:r>
      <w:r w:rsidR="00C90F8D">
        <w:t xml:space="preserve">, </w:t>
      </w:r>
      <w:r>
        <w:t>l</w:t>
      </w:r>
      <w:r w:rsidR="00C90F8D">
        <w:t>’</w:t>
      </w:r>
      <w:r>
        <w:t xml:space="preserve">autre à droite de </w:t>
      </w:r>
      <w:proofErr w:type="spellStart"/>
      <w:r>
        <w:t>Matsui</w:t>
      </w:r>
      <w:proofErr w:type="spellEnd"/>
      <w:r w:rsidR="00C90F8D">
        <w:t>.</w:t>
      </w:r>
    </w:p>
    <w:p w14:paraId="68EBF22C" w14:textId="5B77A24A" w:rsidR="00C90F8D" w:rsidRDefault="00C90F8D">
      <w:r>
        <w:rPr>
          <w:rFonts w:eastAsia="Georgia"/>
        </w:rPr>
        <w:t>— </w:t>
      </w:r>
      <w:r w:rsidR="00AB2DE8">
        <w:t>Et maintenant</w:t>
      </w:r>
      <w:r>
        <w:t xml:space="preserve">, </w:t>
      </w:r>
      <w:r w:rsidR="00AB2DE8">
        <w:t xml:space="preserve">nous allons porter un toast à la nouvelle étoile du </w:t>
      </w:r>
      <w:r w:rsidR="00AB2DE8">
        <w:rPr>
          <w:i/>
          <w:iCs/>
        </w:rPr>
        <w:t>Soleil de Minuit</w:t>
      </w:r>
      <w:r>
        <w:rPr>
          <w:i/>
          <w:iCs/>
        </w:rPr>
        <w:t xml:space="preserve">. </w:t>
      </w:r>
      <w:r w:rsidR="00AB2DE8">
        <w:t xml:space="preserve">À la santé de </w:t>
      </w:r>
      <w:r>
        <w:t>M</w:t>
      </w:r>
      <w:r w:rsidRPr="00C90F8D">
        <w:rPr>
          <w:vertAlign w:val="superscript"/>
        </w:rPr>
        <w:t>lle</w:t>
      </w:r>
      <w:r>
        <w:t> </w:t>
      </w:r>
      <w:r w:rsidR="00AB2DE8">
        <w:t>Milena</w:t>
      </w:r>
      <w:r>
        <w:t>.</w:t>
      </w:r>
    </w:p>
    <w:p w14:paraId="7A09647A" w14:textId="2B339546" w:rsidR="00C90F8D" w:rsidRDefault="00AB2DE8">
      <w:r>
        <w:t>Ces dames rirent à cette galanterie astronomique</w:t>
      </w:r>
      <w:r w:rsidR="00C90F8D">
        <w:t xml:space="preserve">. </w:t>
      </w:r>
      <w:r>
        <w:t>Milena choqua son verre à celui de Schmidt</w:t>
      </w:r>
      <w:r w:rsidR="00C90F8D">
        <w:t xml:space="preserve">, </w:t>
      </w:r>
      <w:r>
        <w:t xml:space="preserve">de </w:t>
      </w:r>
      <w:r w:rsidR="00C90F8D">
        <w:t>M. </w:t>
      </w:r>
      <w:proofErr w:type="spellStart"/>
      <w:r>
        <w:t>Mauconseil</w:t>
      </w:r>
      <w:proofErr w:type="spellEnd"/>
      <w:r>
        <w:t xml:space="preserve"> et de </w:t>
      </w:r>
      <w:proofErr w:type="spellStart"/>
      <w:r>
        <w:t>Matsui</w:t>
      </w:r>
      <w:proofErr w:type="spellEnd"/>
      <w:r w:rsidR="00C90F8D">
        <w:t xml:space="preserve">. </w:t>
      </w:r>
      <w:r>
        <w:t>Elle dut se hausser légèrement pour atteindre le verre de Forestier</w:t>
      </w:r>
      <w:r w:rsidR="00C90F8D">
        <w:t xml:space="preserve">, </w:t>
      </w:r>
      <w:r>
        <w:t>qui était séparé d</w:t>
      </w:r>
      <w:r w:rsidR="00C90F8D">
        <w:t>’</w:t>
      </w:r>
      <w:r>
        <w:t>elle par toute la longueur de la table</w:t>
      </w:r>
      <w:r w:rsidR="00C90F8D">
        <w:t>.</w:t>
      </w:r>
    </w:p>
    <w:p w14:paraId="77056AFA" w14:textId="77777777" w:rsidR="00C90F8D" w:rsidRDefault="00C90F8D">
      <w:r>
        <w:rPr>
          <w:rFonts w:eastAsia="Georgia"/>
        </w:rPr>
        <w:t>— </w:t>
      </w:r>
      <w:r w:rsidR="00AB2DE8">
        <w:t>Approchez-vous un peu</w:t>
      </w:r>
      <w:r>
        <w:t xml:space="preserve">, </w:t>
      </w:r>
      <w:r w:rsidR="00AB2DE8">
        <w:t>voyons</w:t>
      </w:r>
      <w:r>
        <w:t xml:space="preserve">, </w:t>
      </w:r>
      <w:r w:rsidR="00AB2DE8">
        <w:t>lui dit-elle</w:t>
      </w:r>
      <w:r>
        <w:t xml:space="preserve">. </w:t>
      </w:r>
      <w:r w:rsidR="00AB2DE8">
        <w:t>Vous êtes tout dans le noir</w:t>
      </w:r>
      <w:r>
        <w:t>.</w:t>
      </w:r>
    </w:p>
    <w:p w14:paraId="01C8D5EE" w14:textId="12731DF8" w:rsidR="00C90F8D" w:rsidRDefault="00C90F8D">
      <w:r>
        <w:rPr>
          <w:rFonts w:eastAsia="Georgia"/>
        </w:rPr>
        <w:lastRenderedPageBreak/>
        <w:t>— </w:t>
      </w:r>
      <w:r w:rsidR="00AB2DE8">
        <w:t>Elle est gentille</w:t>
      </w:r>
      <w:r>
        <w:t xml:space="preserve">, </w:t>
      </w:r>
      <w:r w:rsidR="00AB2DE8">
        <w:t>hein</w:t>
      </w:r>
      <w:r>
        <w:t xml:space="preserve"> ? </w:t>
      </w:r>
      <w:r w:rsidR="00AB2DE8">
        <w:t xml:space="preserve">murmura Katia à </w:t>
      </w:r>
      <w:r>
        <w:t>M. </w:t>
      </w:r>
      <w:proofErr w:type="spellStart"/>
      <w:r w:rsidR="00AB2DE8">
        <w:t>Mauconseil</w:t>
      </w:r>
      <w:proofErr w:type="spellEnd"/>
      <w:r>
        <w:t>.</w:t>
      </w:r>
    </w:p>
    <w:p w14:paraId="3F24FE83" w14:textId="77777777" w:rsidR="00C90F8D" w:rsidRDefault="00AB2DE8">
      <w:r>
        <w:t>En même temps</w:t>
      </w:r>
      <w:r w:rsidR="00C90F8D">
        <w:t xml:space="preserve">, </w:t>
      </w:r>
      <w:r>
        <w:t>elle appuyait son bras sur le bras du directeur général</w:t>
      </w:r>
      <w:r w:rsidR="00C90F8D">
        <w:t xml:space="preserve">, </w:t>
      </w:r>
      <w:r>
        <w:t>qui eut soudain contre sa joue la chevelure parfumée de la jeune femme</w:t>
      </w:r>
      <w:r w:rsidR="00C90F8D">
        <w:t>.</w:t>
      </w:r>
    </w:p>
    <w:p w14:paraId="2B5C060D" w14:textId="77777777" w:rsidR="00C90F8D" w:rsidRDefault="00C90F8D">
      <w:r>
        <w:rPr>
          <w:rFonts w:eastAsia="Georgia"/>
        </w:rPr>
        <w:t>— </w:t>
      </w:r>
      <w:r w:rsidR="00AB2DE8">
        <w:t>Et moi</w:t>
      </w:r>
      <w:r>
        <w:t xml:space="preserve">, </w:t>
      </w:r>
      <w:r w:rsidR="00AB2DE8">
        <w:t>comment me trouvez-vous</w:t>
      </w:r>
      <w:r>
        <w:t> ?</w:t>
      </w:r>
    </w:p>
    <w:p w14:paraId="161A87C4" w14:textId="77777777" w:rsidR="00C90F8D" w:rsidRDefault="00C90F8D">
      <w:r>
        <w:rPr>
          <w:rFonts w:eastAsia="Georgia"/>
        </w:rPr>
        <w:t>— </w:t>
      </w:r>
      <w:r w:rsidR="00AB2DE8">
        <w:t>Exquise</w:t>
      </w:r>
      <w:r>
        <w:t xml:space="preserve">, </w:t>
      </w:r>
      <w:r w:rsidR="00AB2DE8">
        <w:t>bégaya le pauvre homme</w:t>
      </w:r>
      <w:r>
        <w:t xml:space="preserve">, </w:t>
      </w:r>
      <w:r w:rsidR="00AB2DE8">
        <w:t>confondu</w:t>
      </w:r>
      <w:r>
        <w:t>.</w:t>
      </w:r>
    </w:p>
    <w:p w14:paraId="622467AC" w14:textId="6A6EF45E" w:rsidR="00C90F8D" w:rsidRDefault="00AB2DE8">
      <w:r>
        <w:t>Katia était menue et petite</w:t>
      </w:r>
      <w:r w:rsidR="00C90F8D">
        <w:t xml:space="preserve">, </w:t>
      </w:r>
      <w:r>
        <w:t>avec des cheveux noirs ébouriffés</w:t>
      </w:r>
      <w:r w:rsidR="00C90F8D">
        <w:t xml:space="preserve">. </w:t>
      </w:r>
      <w:proofErr w:type="spellStart"/>
      <w:r>
        <w:t>Natasia</w:t>
      </w:r>
      <w:proofErr w:type="spellEnd"/>
      <w:r w:rsidR="00C90F8D">
        <w:t xml:space="preserve">, </w:t>
      </w:r>
      <w:r>
        <w:t>très mince</w:t>
      </w:r>
      <w:r w:rsidR="00C90F8D">
        <w:t xml:space="preserve">, </w:t>
      </w:r>
      <w:r>
        <w:t>elle aussi</w:t>
      </w:r>
      <w:r w:rsidR="00C90F8D">
        <w:t xml:space="preserve">, </w:t>
      </w:r>
      <w:r>
        <w:t>portait une robe de satin mauve ornée de perles vertes</w:t>
      </w:r>
      <w:r w:rsidR="00C90F8D">
        <w:t xml:space="preserve">. </w:t>
      </w:r>
      <w:r>
        <w:t>Plus âgée que ses compagnes</w:t>
      </w:r>
      <w:r w:rsidR="00C90F8D">
        <w:t>, M</w:t>
      </w:r>
      <w:r w:rsidR="00C90F8D" w:rsidRPr="00C90F8D">
        <w:rPr>
          <w:vertAlign w:val="superscript"/>
        </w:rPr>
        <w:t>lle</w:t>
      </w:r>
      <w:r w:rsidR="00C90F8D">
        <w:t> </w:t>
      </w:r>
      <w:r>
        <w:t>Milena pouvait avoir une trentaine d</w:t>
      </w:r>
      <w:r w:rsidR="00C90F8D">
        <w:t>’</w:t>
      </w:r>
      <w:r>
        <w:t>années</w:t>
      </w:r>
      <w:r w:rsidR="00C90F8D">
        <w:t xml:space="preserve">. </w:t>
      </w:r>
      <w:r>
        <w:t>Il était difficile de savoir si elle avait été brune ou blonde</w:t>
      </w:r>
      <w:r w:rsidR="00C90F8D">
        <w:t xml:space="preserve">. </w:t>
      </w:r>
      <w:r>
        <w:t>Sa chevelure violemment oxygénée se teintait de reflets métalliques</w:t>
      </w:r>
      <w:r w:rsidR="00C90F8D">
        <w:t xml:space="preserve">, </w:t>
      </w:r>
      <w:r>
        <w:t>qui donnaient à ses traits une sorte de dureté artificielle</w:t>
      </w:r>
      <w:r w:rsidR="00C90F8D">
        <w:t xml:space="preserve">. </w:t>
      </w:r>
      <w:r>
        <w:t>Elle était vêtue d</w:t>
      </w:r>
      <w:r w:rsidR="00C90F8D">
        <w:t>’</w:t>
      </w:r>
      <w:r>
        <w:t>une tunique ponceau</w:t>
      </w:r>
      <w:r w:rsidR="00C90F8D">
        <w:t xml:space="preserve">, </w:t>
      </w:r>
      <w:r>
        <w:t>soutachée de broderies géorgiennes</w:t>
      </w:r>
      <w:r w:rsidR="00C90F8D">
        <w:t xml:space="preserve">. </w:t>
      </w:r>
      <w:r>
        <w:t>Ces broderies</w:t>
      </w:r>
      <w:r w:rsidR="00C90F8D">
        <w:t xml:space="preserve">, </w:t>
      </w:r>
      <w:r>
        <w:t>qui avaient dû être très belles</w:t>
      </w:r>
      <w:r w:rsidR="00C90F8D">
        <w:t xml:space="preserve">, </w:t>
      </w:r>
      <w:r>
        <w:t>s</w:t>
      </w:r>
      <w:r w:rsidR="00C90F8D">
        <w:t>’</w:t>
      </w:r>
      <w:r>
        <w:t>effilochaient à présent lamentablement</w:t>
      </w:r>
      <w:r w:rsidR="00C90F8D">
        <w:t xml:space="preserve">. </w:t>
      </w:r>
      <w:r>
        <w:t>Le visage trop fardé était marqué de précoces flétrissures</w:t>
      </w:r>
      <w:r w:rsidR="00C90F8D">
        <w:t xml:space="preserve">. </w:t>
      </w:r>
      <w:r>
        <w:t>Les tics des paupières</w:t>
      </w:r>
      <w:r w:rsidR="00C90F8D">
        <w:t xml:space="preserve">, </w:t>
      </w:r>
      <w:r>
        <w:t>des lèvres</w:t>
      </w:r>
      <w:r w:rsidR="00C90F8D">
        <w:t xml:space="preserve">, </w:t>
      </w:r>
      <w:r>
        <w:t>des narines révélaient l</w:t>
      </w:r>
      <w:r w:rsidR="00C90F8D">
        <w:t>’</w:t>
      </w:r>
      <w:r>
        <w:t>abus des veilles et</w:t>
      </w:r>
      <w:r w:rsidR="00C90F8D">
        <w:t xml:space="preserve">, </w:t>
      </w:r>
      <w:r>
        <w:t>sans doute aussi</w:t>
      </w:r>
      <w:r w:rsidR="00C90F8D">
        <w:t xml:space="preserve">, </w:t>
      </w:r>
      <w:r>
        <w:t>des stupéfiants</w:t>
      </w:r>
      <w:r w:rsidR="00C90F8D">
        <w:t>.</w:t>
      </w:r>
    </w:p>
    <w:p w14:paraId="0049C9BC" w14:textId="005FAF20" w:rsidR="00C90F8D" w:rsidRDefault="00C90F8D">
      <w:r>
        <w:t>M. </w:t>
      </w:r>
      <w:proofErr w:type="spellStart"/>
      <w:r w:rsidR="00AB2DE8">
        <w:t>Mauconseil</w:t>
      </w:r>
      <w:proofErr w:type="spellEnd"/>
      <w:r>
        <w:t xml:space="preserve">, </w:t>
      </w:r>
      <w:r w:rsidR="00AB2DE8">
        <w:t>de plus en plus impressionné par Katia</w:t>
      </w:r>
      <w:r>
        <w:t xml:space="preserve">, </w:t>
      </w:r>
      <w:r w:rsidR="00AB2DE8">
        <w:t>l</w:t>
      </w:r>
      <w:r>
        <w:t>’</w:t>
      </w:r>
      <w:r w:rsidR="00AB2DE8">
        <w:t>entourait de flatteuses prévenances</w:t>
      </w:r>
      <w:r>
        <w:t xml:space="preserve">. </w:t>
      </w:r>
      <w:r w:rsidR="00AB2DE8">
        <w:t>Schmidt parlait bas à Nastasia</w:t>
      </w:r>
      <w:r>
        <w:t xml:space="preserve">. </w:t>
      </w:r>
      <w:r w:rsidR="00AB2DE8">
        <w:t>Milena</w:t>
      </w:r>
      <w:r>
        <w:t xml:space="preserve">, </w:t>
      </w:r>
      <w:r w:rsidR="00AB2DE8">
        <w:t>à lentes gorgées</w:t>
      </w:r>
      <w:r>
        <w:t xml:space="preserve">, </w:t>
      </w:r>
      <w:r w:rsidR="00AB2DE8">
        <w:t>buvait son champagne</w:t>
      </w:r>
      <w:r>
        <w:t xml:space="preserve">. </w:t>
      </w:r>
      <w:r w:rsidR="00AB2DE8">
        <w:t>L</w:t>
      </w:r>
      <w:r>
        <w:t>’</w:t>
      </w:r>
      <w:r w:rsidR="00AB2DE8">
        <w:t xml:space="preserve">œil glacé de </w:t>
      </w:r>
      <w:proofErr w:type="spellStart"/>
      <w:r w:rsidR="00AB2DE8">
        <w:t>Matsui</w:t>
      </w:r>
      <w:proofErr w:type="spellEnd"/>
      <w:r w:rsidR="00AB2DE8">
        <w:t xml:space="preserve"> s</w:t>
      </w:r>
      <w:r>
        <w:t>’</w:t>
      </w:r>
      <w:r w:rsidR="00AB2DE8">
        <w:t>était fixé sur elle et ne la quittait plus</w:t>
      </w:r>
      <w:r>
        <w:t>.</w:t>
      </w:r>
    </w:p>
    <w:p w14:paraId="35BEC29A" w14:textId="77777777" w:rsidR="00C90F8D" w:rsidRDefault="00AB2DE8">
      <w:r>
        <w:t>Elle finit par en témoigner de l</w:t>
      </w:r>
      <w:r w:rsidR="00C90F8D">
        <w:t>’</w:t>
      </w:r>
      <w:r>
        <w:t>impatience</w:t>
      </w:r>
      <w:r w:rsidR="00C90F8D">
        <w:t>.</w:t>
      </w:r>
    </w:p>
    <w:p w14:paraId="11D6A229" w14:textId="77777777" w:rsidR="00C90F8D" w:rsidRDefault="00C90F8D">
      <w:r>
        <w:rPr>
          <w:rFonts w:eastAsia="Georgia"/>
        </w:rPr>
        <w:t>— </w:t>
      </w:r>
      <w:r w:rsidR="00AB2DE8">
        <w:t>Qu</w:t>
      </w:r>
      <w:r>
        <w:t>’</w:t>
      </w:r>
      <w:r w:rsidR="00AB2DE8">
        <w:t>avez-vous à me regarder ainsi</w:t>
      </w:r>
      <w:r>
        <w:t> ?</w:t>
      </w:r>
    </w:p>
    <w:p w14:paraId="1433A064" w14:textId="77777777" w:rsidR="00C90F8D" w:rsidRDefault="00C90F8D">
      <w:r>
        <w:rPr>
          <w:rFonts w:eastAsia="Georgia"/>
        </w:rPr>
        <w:lastRenderedPageBreak/>
        <w:t>— </w:t>
      </w:r>
      <w:r w:rsidR="00AB2DE8">
        <w:t>J</w:t>
      </w:r>
      <w:r>
        <w:t>’</w:t>
      </w:r>
      <w:r w:rsidR="00AB2DE8">
        <w:t>ai bien le droit de te trouver jolie</w:t>
      </w:r>
      <w:r>
        <w:t xml:space="preserve">, </w:t>
      </w:r>
      <w:r w:rsidR="00AB2DE8">
        <w:t>répondit-il avec ironie</w:t>
      </w:r>
      <w:r>
        <w:t>.</w:t>
      </w:r>
    </w:p>
    <w:p w14:paraId="6B2A5481" w14:textId="77777777" w:rsidR="00C90F8D" w:rsidRDefault="00AB2DE8">
      <w:r>
        <w:t>Elle fronça les sourcils</w:t>
      </w:r>
      <w:r w:rsidR="00C90F8D">
        <w:t>.</w:t>
      </w:r>
    </w:p>
    <w:p w14:paraId="4FF49238" w14:textId="77777777" w:rsidR="00C90F8D" w:rsidRDefault="00C90F8D">
      <w:r>
        <w:rPr>
          <w:rFonts w:eastAsia="Georgia"/>
        </w:rPr>
        <w:t>— </w:t>
      </w:r>
      <w:r w:rsidR="00AB2DE8">
        <w:t>Peut-être</w:t>
      </w:r>
      <w:r>
        <w:t xml:space="preserve">. </w:t>
      </w:r>
      <w:r w:rsidR="00AB2DE8">
        <w:t>En tout cas</w:t>
      </w:r>
      <w:r>
        <w:t xml:space="preserve">, </w:t>
      </w:r>
      <w:r w:rsidR="00AB2DE8">
        <w:t>ce droit-là ne vous en donne pas un autre</w:t>
      </w:r>
      <w:r>
        <w:t xml:space="preserve"> : </w:t>
      </w:r>
      <w:r w:rsidR="00AB2DE8">
        <w:t>celui de me tutoyer</w:t>
      </w:r>
      <w:r>
        <w:t>.</w:t>
      </w:r>
    </w:p>
    <w:p w14:paraId="5EC459C0" w14:textId="77777777" w:rsidR="00C90F8D" w:rsidRDefault="00C90F8D">
      <w:r>
        <w:rPr>
          <w:rFonts w:eastAsia="Georgia"/>
        </w:rPr>
        <w:t>— </w:t>
      </w:r>
      <w:r w:rsidR="00AB2DE8">
        <w:t>Oh</w:t>
      </w:r>
      <w:r>
        <w:t xml:space="preserve"> ! </w:t>
      </w:r>
      <w:r w:rsidR="00AB2DE8">
        <w:t>oh</w:t>
      </w:r>
      <w:r>
        <w:t xml:space="preserve"> ! </w:t>
      </w:r>
      <w:r w:rsidR="00AB2DE8">
        <w:t>fit le Japonais</w:t>
      </w:r>
      <w:r>
        <w:t xml:space="preserve">, </w:t>
      </w:r>
      <w:r w:rsidR="00AB2DE8">
        <w:t>susceptible</w:t>
      </w:r>
      <w:r>
        <w:t xml:space="preserve">, </w:t>
      </w:r>
      <w:r w:rsidR="00AB2DE8">
        <w:t>à ce que je vois</w:t>
      </w:r>
      <w:r>
        <w:t xml:space="preserve"> ! </w:t>
      </w:r>
      <w:r w:rsidR="00AB2DE8">
        <w:t>Dis-moi</w:t>
      </w:r>
      <w:r>
        <w:t xml:space="preserve"> : </w:t>
      </w:r>
      <w:r w:rsidR="00AB2DE8">
        <w:t>tu es danseuse</w:t>
      </w:r>
      <w:r>
        <w:t xml:space="preserve">, </w:t>
      </w:r>
      <w:r w:rsidR="00AB2DE8">
        <w:t>j</w:t>
      </w:r>
      <w:r>
        <w:t>’</w:t>
      </w:r>
      <w:r w:rsidR="00AB2DE8">
        <w:t>espère</w:t>
      </w:r>
      <w:r>
        <w:t> ?</w:t>
      </w:r>
    </w:p>
    <w:p w14:paraId="70ABDD9F" w14:textId="77777777" w:rsidR="00C90F8D" w:rsidRDefault="00C90F8D">
      <w:r>
        <w:rPr>
          <w:rFonts w:eastAsia="Georgia"/>
        </w:rPr>
        <w:t>— </w:t>
      </w:r>
      <w:r w:rsidR="00AB2DE8">
        <w:t>Non</w:t>
      </w:r>
      <w:r>
        <w:t xml:space="preserve">, </w:t>
      </w:r>
      <w:r w:rsidR="00AB2DE8">
        <w:t>chanteuse</w:t>
      </w:r>
      <w:r>
        <w:t xml:space="preserve">. </w:t>
      </w:r>
      <w:r w:rsidR="00AB2DE8">
        <w:t>Pourquoi</w:t>
      </w:r>
      <w:r>
        <w:t> ?</w:t>
      </w:r>
    </w:p>
    <w:p w14:paraId="2965D3D8" w14:textId="77777777" w:rsidR="00C90F8D" w:rsidRDefault="00C90F8D">
      <w:r>
        <w:rPr>
          <w:rFonts w:eastAsia="Georgia"/>
        </w:rPr>
        <w:t>— </w:t>
      </w:r>
      <w:r w:rsidR="00AB2DE8">
        <w:t>Pourquoi</w:t>
      </w:r>
      <w:r>
        <w:t xml:space="preserve"> ? </w:t>
      </w:r>
      <w:r w:rsidR="00AB2DE8">
        <w:t>Pour rien</w:t>
      </w:r>
      <w:r>
        <w:t xml:space="preserve">. </w:t>
      </w:r>
      <w:r w:rsidR="00AB2DE8">
        <w:t>Parce que je crois que tu aurais eu intérêt à être danseuse</w:t>
      </w:r>
      <w:r>
        <w:t xml:space="preserve">, </w:t>
      </w:r>
      <w:r w:rsidR="00AB2DE8">
        <w:t>voilà tout</w:t>
      </w:r>
      <w:r>
        <w:t>.</w:t>
      </w:r>
    </w:p>
    <w:p w14:paraId="483FB186" w14:textId="77777777" w:rsidR="00C90F8D" w:rsidRDefault="00AB2DE8">
      <w:r>
        <w:t>Le visage de la jeune femme s</w:t>
      </w:r>
      <w:r w:rsidR="00C90F8D">
        <w:t>’</w:t>
      </w:r>
      <w:r>
        <w:t>empourpra</w:t>
      </w:r>
      <w:r w:rsidR="00C90F8D">
        <w:t xml:space="preserve">. </w:t>
      </w:r>
      <w:r>
        <w:t>Sa voix</w:t>
      </w:r>
      <w:r w:rsidR="00C90F8D">
        <w:t xml:space="preserve">, </w:t>
      </w:r>
      <w:r>
        <w:t>cette voix qui venait d</w:t>
      </w:r>
      <w:r w:rsidR="00C90F8D">
        <w:t>’</w:t>
      </w:r>
      <w:r>
        <w:t>être si durement raillée</w:t>
      </w:r>
      <w:r w:rsidR="00C90F8D">
        <w:t xml:space="preserve">, </w:t>
      </w:r>
      <w:r>
        <w:t>se fit plus rauque encore</w:t>
      </w:r>
      <w:r w:rsidR="00C90F8D">
        <w:t>.</w:t>
      </w:r>
    </w:p>
    <w:p w14:paraId="263FE454" w14:textId="77777777" w:rsidR="00C90F8D" w:rsidRDefault="00C90F8D">
      <w:r>
        <w:rPr>
          <w:rFonts w:eastAsia="Georgia"/>
        </w:rPr>
        <w:t>— </w:t>
      </w:r>
      <w:r w:rsidR="00AB2DE8">
        <w:t>J</w:t>
      </w:r>
      <w:r>
        <w:t>’</w:t>
      </w:r>
      <w:r w:rsidR="00AB2DE8">
        <w:t>ai eu une angine cet hiver</w:t>
      </w:r>
      <w:r>
        <w:t xml:space="preserve">, </w:t>
      </w:r>
      <w:r w:rsidR="00AB2DE8">
        <w:t>commença-t-elle</w:t>
      </w:r>
      <w:r>
        <w:t>.</w:t>
      </w:r>
    </w:p>
    <w:p w14:paraId="07CF9BBF" w14:textId="77777777" w:rsidR="00C90F8D" w:rsidRDefault="00AB2DE8">
      <w:r>
        <w:t>Et elle allait continuer par une impertinence</w:t>
      </w:r>
      <w:r w:rsidR="00C90F8D">
        <w:t>.</w:t>
      </w:r>
    </w:p>
    <w:p w14:paraId="268A7B72" w14:textId="77777777" w:rsidR="00C90F8D" w:rsidRDefault="00AB2DE8">
      <w:r>
        <w:t>Mais juste en cet instant ses yeux rencontrèrent ceux de Katia</w:t>
      </w:r>
      <w:r w:rsidR="00C90F8D">
        <w:t xml:space="preserve">. </w:t>
      </w:r>
      <w:r>
        <w:t>L</w:t>
      </w:r>
      <w:r w:rsidR="00C90F8D">
        <w:t>’</w:t>
      </w:r>
      <w:r>
        <w:t>inquiétude qu</w:t>
      </w:r>
      <w:r w:rsidR="00C90F8D">
        <w:t>’</w:t>
      </w:r>
      <w:r>
        <w:t>elle y lut lui fit comprendre que son interlocuteur était de ceux qu</w:t>
      </w:r>
      <w:r w:rsidR="00C90F8D">
        <w:t>’</w:t>
      </w:r>
      <w:r>
        <w:t>il est prudent de ménager</w:t>
      </w:r>
      <w:r w:rsidR="00C90F8D">
        <w:t xml:space="preserve">. </w:t>
      </w:r>
      <w:r>
        <w:t>Elle se tut</w:t>
      </w:r>
      <w:r w:rsidR="00C90F8D">
        <w:t xml:space="preserve">, </w:t>
      </w:r>
      <w:r>
        <w:t>baissa la tête</w:t>
      </w:r>
      <w:r w:rsidR="00C90F8D">
        <w:t>.</w:t>
      </w:r>
    </w:p>
    <w:p w14:paraId="2556F635" w14:textId="77777777" w:rsidR="00C90F8D" w:rsidRDefault="00AB2DE8">
      <w:r>
        <w:t>Ce manège n</w:t>
      </w:r>
      <w:r w:rsidR="00C90F8D">
        <w:t>’</w:t>
      </w:r>
      <w:r>
        <w:t xml:space="preserve">avait pas échappé à </w:t>
      </w:r>
      <w:proofErr w:type="spellStart"/>
      <w:r>
        <w:t>Matsui</w:t>
      </w:r>
      <w:proofErr w:type="spellEnd"/>
      <w:r w:rsidR="00C90F8D">
        <w:t xml:space="preserve">. </w:t>
      </w:r>
      <w:r>
        <w:t>Il sourit</w:t>
      </w:r>
      <w:r w:rsidR="00C90F8D">
        <w:t>.</w:t>
      </w:r>
    </w:p>
    <w:p w14:paraId="1626D515" w14:textId="77777777" w:rsidR="00C90F8D" w:rsidRDefault="00C90F8D">
      <w:r>
        <w:rPr>
          <w:rFonts w:eastAsia="Georgia"/>
        </w:rPr>
        <w:t>— </w:t>
      </w:r>
      <w:r w:rsidR="00AB2DE8">
        <w:t>Ah</w:t>
      </w:r>
      <w:r>
        <w:t xml:space="preserve"> ! </w:t>
      </w:r>
      <w:r w:rsidR="00AB2DE8">
        <w:t>tu as eu une angine</w:t>
      </w:r>
      <w:r>
        <w:t xml:space="preserve">, </w:t>
      </w:r>
      <w:r w:rsidR="00AB2DE8">
        <w:t>fit-il bonhomme</w:t>
      </w:r>
      <w:r>
        <w:t xml:space="preserve">. </w:t>
      </w:r>
      <w:r w:rsidR="00AB2DE8">
        <w:t>Eh</w:t>
      </w:r>
      <w:r>
        <w:t xml:space="preserve"> ! </w:t>
      </w:r>
      <w:r w:rsidR="00AB2DE8">
        <w:t>mais</w:t>
      </w:r>
      <w:r>
        <w:t xml:space="preserve">, </w:t>
      </w:r>
      <w:r w:rsidR="00AB2DE8">
        <w:t>c</w:t>
      </w:r>
      <w:r>
        <w:t>’</w:t>
      </w:r>
      <w:r w:rsidR="00AB2DE8">
        <w:t>est une chose qui se soigne</w:t>
      </w:r>
      <w:r>
        <w:t xml:space="preserve">, </w:t>
      </w:r>
      <w:r w:rsidR="00AB2DE8">
        <w:t>qui se soigne même fort bien avec du champagne</w:t>
      </w:r>
      <w:r>
        <w:t xml:space="preserve">. </w:t>
      </w:r>
      <w:r w:rsidR="00AB2DE8">
        <w:t>Schmidt</w:t>
      </w:r>
      <w:r>
        <w:t xml:space="preserve">, </w:t>
      </w:r>
      <w:r w:rsidR="00AB2DE8">
        <w:t>les bouteilles sont à côté de vous et vous nous laissez mourir de soif</w:t>
      </w:r>
      <w:r>
        <w:t> !</w:t>
      </w:r>
      <w:r>
        <w:rPr>
          <w:bCs/>
        </w:rPr>
        <w:t xml:space="preserve"> </w:t>
      </w:r>
      <w:r w:rsidR="00AB2DE8">
        <w:t>Vous êtes inqualifiable</w:t>
      </w:r>
      <w:r>
        <w:t xml:space="preserve">, </w:t>
      </w:r>
      <w:r w:rsidR="00AB2DE8">
        <w:t>mon cher</w:t>
      </w:r>
      <w:r>
        <w:t>.</w:t>
      </w:r>
    </w:p>
    <w:p w14:paraId="48E30026" w14:textId="77777777" w:rsidR="00C90F8D" w:rsidRDefault="00AB2DE8">
      <w:r>
        <w:lastRenderedPageBreak/>
        <w:t>Interrompu dans sa cour à Nastasia</w:t>
      </w:r>
      <w:r w:rsidR="00C90F8D">
        <w:t xml:space="preserve">, </w:t>
      </w:r>
      <w:r>
        <w:t>Schmidt emplit les verres d</w:t>
      </w:r>
      <w:r w:rsidR="00C90F8D">
        <w:t>’</w:t>
      </w:r>
      <w:r>
        <w:t>assez mauvaise grâce</w:t>
      </w:r>
      <w:r w:rsidR="00C90F8D">
        <w:t xml:space="preserve">. </w:t>
      </w:r>
      <w:r>
        <w:t>Arrivé à celui de Forestier</w:t>
      </w:r>
      <w:r w:rsidR="00C90F8D">
        <w:t xml:space="preserve">, </w:t>
      </w:r>
      <w:r>
        <w:t>il constata que</w:t>
      </w:r>
      <w:r w:rsidR="00C90F8D">
        <w:t xml:space="preserve">, </w:t>
      </w:r>
      <w:r>
        <w:t>pour la première fois de la soirée</w:t>
      </w:r>
      <w:r w:rsidR="00C90F8D">
        <w:t xml:space="preserve">, </w:t>
      </w:r>
      <w:r>
        <w:t>il était vide</w:t>
      </w:r>
      <w:r w:rsidR="00C90F8D">
        <w:t xml:space="preserve">. </w:t>
      </w:r>
      <w:r>
        <w:t>Il le remplit comme les autres</w:t>
      </w:r>
      <w:r w:rsidR="00C90F8D">
        <w:t>.</w:t>
      </w:r>
    </w:p>
    <w:p w14:paraId="00DC2058" w14:textId="77777777" w:rsidR="00C90F8D" w:rsidRDefault="00C90F8D">
      <w:r>
        <w:rPr>
          <w:rFonts w:eastAsia="Georgia"/>
        </w:rPr>
        <w:t>— </w:t>
      </w:r>
      <w:r w:rsidR="00AB2DE8">
        <w:t>Excellences</w:t>
      </w:r>
      <w:r>
        <w:t xml:space="preserve">, </w:t>
      </w:r>
      <w:r w:rsidR="00AB2DE8">
        <w:t>ayez la bonté de ne pas m</w:t>
      </w:r>
      <w:r>
        <w:t>’</w:t>
      </w:r>
      <w:r w:rsidR="00AB2DE8">
        <w:t>en vouloir</w:t>
      </w:r>
      <w:r>
        <w:t>…</w:t>
      </w:r>
    </w:p>
    <w:p w14:paraId="5BE03BC2" w14:textId="0BC6E808" w:rsidR="00C90F8D" w:rsidRDefault="00AB2DE8">
      <w:r>
        <w:t>Un crâne rose venait de surgir au-dessus de la cloison de la loge</w:t>
      </w:r>
      <w:r w:rsidR="00C90F8D">
        <w:t xml:space="preserve">. </w:t>
      </w:r>
      <w:r>
        <w:t>C</w:t>
      </w:r>
      <w:r w:rsidR="00C90F8D">
        <w:t>’</w:t>
      </w:r>
      <w:r>
        <w:t xml:space="preserve">était </w:t>
      </w:r>
      <w:r w:rsidR="00C90F8D">
        <w:t>M. </w:t>
      </w:r>
      <w:proofErr w:type="spellStart"/>
      <w:r>
        <w:t>Sevastopoulo</w:t>
      </w:r>
      <w:proofErr w:type="spellEnd"/>
      <w:r>
        <w:t xml:space="preserve"> qui esquissait une tentative pour rentrer en possession de ses pensionnaires</w:t>
      </w:r>
      <w:r w:rsidR="00C90F8D">
        <w:t>.</w:t>
      </w:r>
    </w:p>
    <w:p w14:paraId="6802BCA9" w14:textId="77777777" w:rsidR="00C90F8D" w:rsidRDefault="00C90F8D">
      <w:pPr>
        <w:rPr>
          <w:bCs/>
        </w:rPr>
      </w:pPr>
      <w:r>
        <w:rPr>
          <w:rFonts w:eastAsia="Georgia"/>
        </w:rPr>
        <w:t>— </w:t>
      </w:r>
      <w:r w:rsidR="00AB2DE8">
        <w:rPr>
          <w:bCs/>
        </w:rPr>
        <w:t>Laissez-nous tranquilles</w:t>
      </w:r>
      <w:r>
        <w:rPr>
          <w:bCs/>
        </w:rPr>
        <w:t xml:space="preserve">, </w:t>
      </w:r>
      <w:r w:rsidR="00AB2DE8">
        <w:rPr>
          <w:bCs/>
        </w:rPr>
        <w:t xml:space="preserve">dit </w:t>
      </w:r>
      <w:proofErr w:type="spellStart"/>
      <w:r w:rsidR="00AB2DE8">
        <w:rPr>
          <w:bCs/>
        </w:rPr>
        <w:t>Matsui</w:t>
      </w:r>
      <w:proofErr w:type="spellEnd"/>
      <w:r>
        <w:rPr>
          <w:bCs/>
        </w:rPr>
        <w:t xml:space="preserve">. </w:t>
      </w:r>
      <w:r w:rsidR="00AB2DE8">
        <w:rPr>
          <w:bCs/>
        </w:rPr>
        <w:t>D</w:t>
      </w:r>
      <w:r>
        <w:rPr>
          <w:bCs/>
        </w:rPr>
        <w:t>’</w:t>
      </w:r>
      <w:r w:rsidR="00AB2DE8">
        <w:rPr>
          <w:bCs/>
        </w:rPr>
        <w:t>ailleurs</w:t>
      </w:r>
      <w:r>
        <w:rPr>
          <w:bCs/>
        </w:rPr>
        <w:t xml:space="preserve">, </w:t>
      </w:r>
      <w:r w:rsidR="00AB2DE8">
        <w:rPr>
          <w:bCs/>
        </w:rPr>
        <w:t>vous n</w:t>
      </w:r>
      <w:r>
        <w:rPr>
          <w:bCs/>
        </w:rPr>
        <w:t>’</w:t>
      </w:r>
      <w:r w:rsidR="00AB2DE8">
        <w:rPr>
          <w:bCs/>
        </w:rPr>
        <w:t>avez pas besoin de toutes ces dames à la fois</w:t>
      </w:r>
      <w:r>
        <w:rPr>
          <w:bCs/>
        </w:rPr>
        <w:t>.</w:t>
      </w:r>
    </w:p>
    <w:p w14:paraId="18EC5DEF" w14:textId="77777777" w:rsidR="00C90F8D" w:rsidRDefault="00C90F8D">
      <w:pPr>
        <w:rPr>
          <w:bCs/>
        </w:rPr>
      </w:pPr>
      <w:r>
        <w:rPr>
          <w:rFonts w:eastAsia="Georgia"/>
        </w:rPr>
        <w:t>— </w:t>
      </w:r>
      <w:r w:rsidR="00AB2DE8">
        <w:rPr>
          <w:bCs/>
        </w:rPr>
        <w:t>Je suis au regret</w:t>
      </w:r>
      <w:r>
        <w:rPr>
          <w:bCs/>
        </w:rPr>
        <w:t xml:space="preserve">, </w:t>
      </w:r>
      <w:r w:rsidR="00AB2DE8">
        <w:rPr>
          <w:bCs/>
        </w:rPr>
        <w:t>commandant</w:t>
      </w:r>
      <w:r>
        <w:rPr>
          <w:bCs/>
        </w:rPr>
        <w:t xml:space="preserve">. </w:t>
      </w:r>
      <w:r w:rsidR="00AB2DE8">
        <w:rPr>
          <w:bCs/>
        </w:rPr>
        <w:t>Mais que Votre Excellence consente à consulter le programme</w:t>
      </w:r>
      <w:r>
        <w:rPr>
          <w:bCs/>
        </w:rPr>
        <w:t xml:space="preserve">. </w:t>
      </w:r>
      <w:r w:rsidR="00AB2DE8">
        <w:rPr>
          <w:bCs/>
        </w:rPr>
        <w:t>La seconde partie du spectacle débute par une pantomime à laquelle participe toute la troupe</w:t>
      </w:r>
      <w:r>
        <w:rPr>
          <w:bCs/>
        </w:rPr>
        <w:t>.</w:t>
      </w:r>
    </w:p>
    <w:p w14:paraId="246BD633" w14:textId="77777777" w:rsidR="00C90F8D" w:rsidRDefault="00C90F8D">
      <w:pPr>
        <w:rPr>
          <w:bCs/>
        </w:rPr>
      </w:pPr>
      <w:r>
        <w:rPr>
          <w:rFonts w:eastAsia="Georgia"/>
          <w:bCs/>
        </w:rPr>
        <w:t>— </w:t>
      </w:r>
      <w:r w:rsidR="00AB2DE8">
        <w:rPr>
          <w:bCs/>
        </w:rPr>
        <w:t>Il a raison</w:t>
      </w:r>
      <w:r>
        <w:rPr>
          <w:bCs/>
        </w:rPr>
        <w:t xml:space="preserve">. </w:t>
      </w:r>
      <w:r w:rsidR="00AB2DE8">
        <w:rPr>
          <w:bCs/>
        </w:rPr>
        <w:t>Il nous faut le temps de nous habiller</w:t>
      </w:r>
      <w:r>
        <w:rPr>
          <w:bCs/>
        </w:rPr>
        <w:t xml:space="preserve">, </w:t>
      </w:r>
      <w:r w:rsidR="00AB2DE8">
        <w:rPr>
          <w:bCs/>
        </w:rPr>
        <w:t>dit Nastasia</w:t>
      </w:r>
      <w:r>
        <w:rPr>
          <w:bCs/>
        </w:rPr>
        <w:t xml:space="preserve">, </w:t>
      </w:r>
      <w:r w:rsidR="00AB2DE8">
        <w:rPr>
          <w:bCs/>
        </w:rPr>
        <w:t>qui s</w:t>
      </w:r>
      <w:r>
        <w:rPr>
          <w:bCs/>
        </w:rPr>
        <w:t>’</w:t>
      </w:r>
      <w:r w:rsidR="00AB2DE8">
        <w:rPr>
          <w:bCs/>
        </w:rPr>
        <w:t>était levée</w:t>
      </w:r>
      <w:r>
        <w:rPr>
          <w:bCs/>
        </w:rPr>
        <w:t>.</w:t>
      </w:r>
    </w:p>
    <w:p w14:paraId="57C223AB" w14:textId="77777777" w:rsidR="00C90F8D" w:rsidRDefault="00C90F8D">
      <w:pPr>
        <w:rPr>
          <w:bCs/>
        </w:rPr>
      </w:pPr>
      <w:r>
        <w:rPr>
          <w:rFonts w:eastAsia="Georgia"/>
        </w:rPr>
        <w:t>— </w:t>
      </w:r>
      <w:r w:rsidR="00AB2DE8">
        <w:rPr>
          <w:bCs/>
        </w:rPr>
        <w:t>Bon</w:t>
      </w:r>
      <w:r>
        <w:rPr>
          <w:bCs/>
        </w:rPr>
        <w:t xml:space="preserve">, </w:t>
      </w:r>
      <w:r w:rsidR="00AB2DE8">
        <w:rPr>
          <w:bCs/>
        </w:rPr>
        <w:t>bon</w:t>
      </w:r>
      <w:r>
        <w:rPr>
          <w:bCs/>
        </w:rPr>
        <w:t xml:space="preserve">. </w:t>
      </w:r>
      <w:r w:rsidR="00AB2DE8">
        <w:rPr>
          <w:bCs/>
        </w:rPr>
        <w:t>Une dernière bouteille</w:t>
      </w:r>
      <w:r>
        <w:rPr>
          <w:bCs/>
        </w:rPr>
        <w:t xml:space="preserve">, </w:t>
      </w:r>
      <w:r w:rsidR="00AB2DE8">
        <w:rPr>
          <w:bCs/>
        </w:rPr>
        <w:t>alors</w:t>
      </w:r>
      <w:r>
        <w:rPr>
          <w:bCs/>
        </w:rPr>
        <w:t xml:space="preserve">. </w:t>
      </w:r>
      <w:r w:rsidR="00AB2DE8">
        <w:rPr>
          <w:bCs/>
        </w:rPr>
        <w:t>Trinquez avec nous</w:t>
      </w:r>
      <w:r>
        <w:rPr>
          <w:bCs/>
        </w:rPr>
        <w:t xml:space="preserve">, </w:t>
      </w:r>
      <w:r w:rsidR="00AB2DE8">
        <w:rPr>
          <w:bCs/>
        </w:rPr>
        <w:t xml:space="preserve">seigneur </w:t>
      </w:r>
      <w:proofErr w:type="spellStart"/>
      <w:r w:rsidR="00AB2DE8">
        <w:rPr>
          <w:bCs/>
        </w:rPr>
        <w:t>Sevastopoulo</w:t>
      </w:r>
      <w:proofErr w:type="spellEnd"/>
      <w:r>
        <w:rPr>
          <w:bCs/>
        </w:rPr>
        <w:t xml:space="preserve">. </w:t>
      </w:r>
      <w:r w:rsidR="00AB2DE8">
        <w:rPr>
          <w:bCs/>
        </w:rPr>
        <w:t>Et quel est le titre de cette pantomime</w:t>
      </w:r>
      <w:r>
        <w:rPr>
          <w:bCs/>
        </w:rPr>
        <w:t> ?</w:t>
      </w:r>
    </w:p>
    <w:p w14:paraId="0A9EEE6B" w14:textId="77777777" w:rsidR="00C90F8D" w:rsidRDefault="00C90F8D">
      <w:pPr>
        <w:rPr>
          <w:bCs/>
        </w:rPr>
      </w:pPr>
      <w:r>
        <w:rPr>
          <w:rFonts w:eastAsia="Georgia"/>
        </w:rPr>
        <w:t>— </w:t>
      </w:r>
      <w:r w:rsidR="00AB2DE8">
        <w:rPr>
          <w:bCs/>
        </w:rPr>
        <w:t>Trop d</w:t>
      </w:r>
      <w:r>
        <w:rPr>
          <w:bCs/>
        </w:rPr>
        <w:t>’</w:t>
      </w:r>
      <w:r w:rsidR="00AB2DE8">
        <w:rPr>
          <w:bCs/>
        </w:rPr>
        <w:t>honneur</w:t>
      </w:r>
      <w:r>
        <w:rPr>
          <w:bCs/>
        </w:rPr>
        <w:t xml:space="preserve">, </w:t>
      </w:r>
      <w:r w:rsidR="00AB2DE8">
        <w:rPr>
          <w:bCs/>
        </w:rPr>
        <w:t>Excellence</w:t>
      </w:r>
      <w:r>
        <w:rPr>
          <w:bCs/>
        </w:rPr>
        <w:t xml:space="preserve">. </w:t>
      </w:r>
      <w:r w:rsidR="00AB2DE8">
        <w:rPr>
          <w:bCs/>
        </w:rPr>
        <w:t>Le titre de la pantomime</w:t>
      </w:r>
      <w:r>
        <w:rPr>
          <w:bCs/>
        </w:rPr>
        <w:t xml:space="preserve"> ? </w:t>
      </w:r>
      <w:r w:rsidR="00AB2DE8">
        <w:rPr>
          <w:i/>
          <w:iCs/>
        </w:rPr>
        <w:t xml:space="preserve">Comme au temps de </w:t>
      </w:r>
      <w:proofErr w:type="spellStart"/>
      <w:r w:rsidR="00AB2DE8">
        <w:rPr>
          <w:i/>
          <w:iCs/>
        </w:rPr>
        <w:t>Tsarskoïe</w:t>
      </w:r>
      <w:proofErr w:type="spellEnd"/>
      <w:r>
        <w:rPr>
          <w:i/>
          <w:iCs/>
        </w:rPr>
        <w:t xml:space="preserve"> ; </w:t>
      </w:r>
      <w:r w:rsidR="00AB2DE8">
        <w:rPr>
          <w:bCs/>
        </w:rPr>
        <w:t>quelque chose de très spirituel</w:t>
      </w:r>
      <w:r>
        <w:rPr>
          <w:bCs/>
        </w:rPr>
        <w:t xml:space="preserve">, </w:t>
      </w:r>
      <w:r w:rsidR="00AB2DE8">
        <w:rPr>
          <w:bCs/>
        </w:rPr>
        <w:t>avec une mise en scène réglée par votre serviteur</w:t>
      </w:r>
      <w:r>
        <w:rPr>
          <w:bCs/>
        </w:rPr>
        <w:t xml:space="preserve">. </w:t>
      </w:r>
      <w:r w:rsidR="00AB2DE8">
        <w:rPr>
          <w:bCs/>
        </w:rPr>
        <w:t>Vos Excellences pourront se rendre compte que rien n</w:t>
      </w:r>
      <w:r>
        <w:rPr>
          <w:bCs/>
        </w:rPr>
        <w:t>’</w:t>
      </w:r>
      <w:r w:rsidR="00AB2DE8">
        <w:rPr>
          <w:bCs/>
        </w:rPr>
        <w:t>a été épargné pour que ma fidèle clientèle soit satisfaite</w:t>
      </w:r>
      <w:r>
        <w:rPr>
          <w:bCs/>
        </w:rPr>
        <w:t>.</w:t>
      </w:r>
    </w:p>
    <w:p w14:paraId="64EB6CE6" w14:textId="4DDF4D22" w:rsidR="00AB2DE8" w:rsidRDefault="00AB2DE8"/>
    <w:p w14:paraId="74A12CA4" w14:textId="77777777" w:rsidR="00C90F8D" w:rsidRDefault="00AB2DE8">
      <w:pPr>
        <w:rPr>
          <w:i/>
          <w:iCs/>
        </w:rPr>
      </w:pPr>
      <w:r>
        <w:rPr>
          <w:bCs/>
        </w:rPr>
        <w:lastRenderedPageBreak/>
        <w:t>Si pénibles que puissent être certaines exhibitions</w:t>
      </w:r>
      <w:r w:rsidR="00C90F8D">
        <w:rPr>
          <w:bCs/>
        </w:rPr>
        <w:t xml:space="preserve">, </w:t>
      </w:r>
      <w:r>
        <w:rPr>
          <w:bCs/>
        </w:rPr>
        <w:t>il eût été malaisé d</w:t>
      </w:r>
      <w:r w:rsidR="00C90F8D">
        <w:rPr>
          <w:bCs/>
        </w:rPr>
        <w:t>’</w:t>
      </w:r>
      <w:r>
        <w:rPr>
          <w:bCs/>
        </w:rPr>
        <w:t>en découvrir une qui dépassât en morne bassesse</w:t>
      </w:r>
      <w:r w:rsidR="00C90F8D">
        <w:rPr>
          <w:bCs/>
        </w:rPr>
        <w:t xml:space="preserve"> : </w:t>
      </w:r>
      <w:r>
        <w:rPr>
          <w:i/>
          <w:iCs/>
        </w:rPr>
        <w:t xml:space="preserve">Comme au temps de </w:t>
      </w:r>
      <w:proofErr w:type="spellStart"/>
      <w:r>
        <w:rPr>
          <w:i/>
          <w:iCs/>
        </w:rPr>
        <w:t>Tsarskoïe</w:t>
      </w:r>
      <w:proofErr w:type="spellEnd"/>
      <w:r w:rsidR="00C90F8D">
        <w:rPr>
          <w:i/>
          <w:iCs/>
        </w:rPr>
        <w:t>.</w:t>
      </w:r>
    </w:p>
    <w:p w14:paraId="705735A4" w14:textId="32C2949D" w:rsidR="00C90F8D" w:rsidRDefault="00C90F8D">
      <w:pPr>
        <w:rPr>
          <w:bCs/>
        </w:rPr>
      </w:pPr>
      <w:r>
        <w:rPr>
          <w:rFonts w:eastAsia="Georgia"/>
        </w:rPr>
        <w:t>— </w:t>
      </w:r>
      <w:r w:rsidR="00AB2DE8">
        <w:rPr>
          <w:bCs/>
        </w:rPr>
        <w:t>Ah</w:t>
      </w:r>
      <w:r>
        <w:rPr>
          <w:bCs/>
        </w:rPr>
        <w:t xml:space="preserve"> ! </w:t>
      </w:r>
      <w:r w:rsidR="00AB2DE8">
        <w:rPr>
          <w:bCs/>
        </w:rPr>
        <w:t>voilà Katia</w:t>
      </w:r>
      <w:r>
        <w:rPr>
          <w:bCs/>
        </w:rPr>
        <w:t xml:space="preserve">, </w:t>
      </w:r>
      <w:r w:rsidR="00AB2DE8">
        <w:rPr>
          <w:bCs/>
        </w:rPr>
        <w:t>s</w:t>
      </w:r>
      <w:r>
        <w:rPr>
          <w:bCs/>
        </w:rPr>
        <w:t>’</w:t>
      </w:r>
      <w:r w:rsidR="00AB2DE8">
        <w:rPr>
          <w:bCs/>
        </w:rPr>
        <w:t xml:space="preserve">était écrié </w:t>
      </w:r>
      <w:r>
        <w:rPr>
          <w:bCs/>
        </w:rPr>
        <w:t>M. </w:t>
      </w:r>
      <w:proofErr w:type="spellStart"/>
      <w:r w:rsidR="00AB2DE8">
        <w:rPr>
          <w:bCs/>
        </w:rPr>
        <w:t>Mauconseil</w:t>
      </w:r>
      <w:proofErr w:type="spellEnd"/>
      <w:r>
        <w:rPr>
          <w:bCs/>
        </w:rPr>
        <w:t xml:space="preserve">, </w:t>
      </w:r>
      <w:r w:rsidR="00AB2DE8">
        <w:rPr>
          <w:bCs/>
        </w:rPr>
        <w:t>emporté par l</w:t>
      </w:r>
      <w:r>
        <w:rPr>
          <w:bCs/>
        </w:rPr>
        <w:t>’</w:t>
      </w:r>
      <w:r w:rsidR="00AB2DE8">
        <w:rPr>
          <w:bCs/>
        </w:rPr>
        <w:t>orgueil du néophyte à qui il arrive pour la première fois de voir entrer en scène la belle qui lui a accordé ses faveurs</w:t>
      </w:r>
      <w:r>
        <w:rPr>
          <w:bCs/>
        </w:rPr>
        <w:t>.</w:t>
      </w:r>
    </w:p>
    <w:p w14:paraId="2BA780B7" w14:textId="77777777" w:rsidR="00C90F8D" w:rsidRDefault="00AB2DE8">
      <w:pPr>
        <w:rPr>
          <w:bCs/>
        </w:rPr>
      </w:pPr>
      <w:r>
        <w:rPr>
          <w:bCs/>
        </w:rPr>
        <w:t>Et il avait ajouté</w:t>
      </w:r>
      <w:r w:rsidR="00C90F8D">
        <w:rPr>
          <w:bCs/>
        </w:rPr>
        <w:t xml:space="preserve">, </w:t>
      </w:r>
      <w:r>
        <w:rPr>
          <w:bCs/>
        </w:rPr>
        <w:t>avec un étonnement un peu effarouché</w:t>
      </w:r>
      <w:r w:rsidR="00C90F8D">
        <w:rPr>
          <w:bCs/>
        </w:rPr>
        <w:t> :</w:t>
      </w:r>
    </w:p>
    <w:p w14:paraId="603F4AB2" w14:textId="77777777" w:rsidR="00C90F8D" w:rsidRDefault="00C90F8D">
      <w:pPr>
        <w:rPr>
          <w:bCs/>
        </w:rPr>
      </w:pPr>
      <w:r>
        <w:rPr>
          <w:rFonts w:eastAsia="Georgia"/>
        </w:rPr>
        <w:t>— </w:t>
      </w:r>
      <w:r w:rsidR="00AB2DE8">
        <w:rPr>
          <w:bCs/>
        </w:rPr>
        <w:t>Tiens</w:t>
      </w:r>
      <w:r>
        <w:rPr>
          <w:bCs/>
        </w:rPr>
        <w:t xml:space="preserve"> ! </w:t>
      </w:r>
      <w:r w:rsidR="00AB2DE8">
        <w:rPr>
          <w:bCs/>
        </w:rPr>
        <w:t>Elle est habillée en homme</w:t>
      </w:r>
      <w:r>
        <w:rPr>
          <w:bCs/>
        </w:rPr>
        <w:t>.</w:t>
      </w:r>
    </w:p>
    <w:p w14:paraId="5B1FA717" w14:textId="77777777" w:rsidR="00C90F8D" w:rsidRDefault="00C90F8D">
      <w:pPr>
        <w:rPr>
          <w:bCs/>
        </w:rPr>
      </w:pPr>
      <w:r>
        <w:rPr>
          <w:rFonts w:eastAsia="Georgia"/>
        </w:rPr>
        <w:t>— </w:t>
      </w:r>
      <w:r w:rsidR="00AB2DE8">
        <w:rPr>
          <w:bCs/>
        </w:rPr>
        <w:t>Nastasia aussi</w:t>
      </w:r>
      <w:r>
        <w:rPr>
          <w:bCs/>
        </w:rPr>
        <w:t xml:space="preserve">, </w:t>
      </w:r>
      <w:r w:rsidR="00AB2DE8">
        <w:rPr>
          <w:bCs/>
        </w:rPr>
        <w:t>et Liouba</w:t>
      </w:r>
      <w:r>
        <w:rPr>
          <w:bCs/>
        </w:rPr>
        <w:t xml:space="preserve">, </w:t>
      </w:r>
      <w:r w:rsidR="00AB2DE8">
        <w:rPr>
          <w:bCs/>
        </w:rPr>
        <w:t>et Milena</w:t>
      </w:r>
      <w:r>
        <w:rPr>
          <w:bCs/>
        </w:rPr>
        <w:t xml:space="preserve">, </w:t>
      </w:r>
      <w:r w:rsidR="00AB2DE8">
        <w:rPr>
          <w:bCs/>
        </w:rPr>
        <w:t>toutes sont habillées en hommes</w:t>
      </w:r>
      <w:r>
        <w:rPr>
          <w:bCs/>
        </w:rPr>
        <w:t xml:space="preserve">, </w:t>
      </w:r>
      <w:r w:rsidR="00AB2DE8">
        <w:rPr>
          <w:bCs/>
        </w:rPr>
        <w:t>dit Schmidt</w:t>
      </w:r>
      <w:r>
        <w:rPr>
          <w:bCs/>
        </w:rPr>
        <w:t xml:space="preserve">. </w:t>
      </w:r>
      <w:r w:rsidR="00AB2DE8">
        <w:rPr>
          <w:bCs/>
        </w:rPr>
        <w:t>Qu</w:t>
      </w:r>
      <w:r>
        <w:rPr>
          <w:bCs/>
        </w:rPr>
        <w:t>’</w:t>
      </w:r>
      <w:r w:rsidR="00AB2DE8">
        <w:rPr>
          <w:bCs/>
        </w:rPr>
        <w:t>est-ce que c</w:t>
      </w:r>
      <w:r>
        <w:rPr>
          <w:bCs/>
        </w:rPr>
        <w:t>’</w:t>
      </w:r>
      <w:r w:rsidR="00AB2DE8">
        <w:rPr>
          <w:bCs/>
        </w:rPr>
        <w:t>est encore que cette stupidité qu</w:t>
      </w:r>
      <w:r>
        <w:rPr>
          <w:bCs/>
        </w:rPr>
        <w:t>’</w:t>
      </w:r>
      <w:r w:rsidR="00AB2DE8">
        <w:rPr>
          <w:bCs/>
        </w:rPr>
        <w:t>on va nous servir</w:t>
      </w:r>
      <w:r>
        <w:rPr>
          <w:bCs/>
        </w:rPr>
        <w:t> !</w:t>
      </w:r>
    </w:p>
    <w:p w14:paraId="5FBA7BD5" w14:textId="77777777" w:rsidR="00C90F8D" w:rsidRDefault="00AB2DE8">
      <w:pPr>
        <w:rPr>
          <w:bCs/>
        </w:rPr>
      </w:pPr>
      <w:proofErr w:type="spellStart"/>
      <w:r>
        <w:rPr>
          <w:bCs/>
        </w:rPr>
        <w:t>Matsui</w:t>
      </w:r>
      <w:proofErr w:type="spellEnd"/>
      <w:r>
        <w:rPr>
          <w:bCs/>
        </w:rPr>
        <w:t xml:space="preserve"> mit un doigt sur ses lèvres</w:t>
      </w:r>
      <w:r w:rsidR="00C90F8D">
        <w:rPr>
          <w:bCs/>
        </w:rPr>
        <w:t>.</w:t>
      </w:r>
    </w:p>
    <w:p w14:paraId="3DD87719" w14:textId="77777777" w:rsidR="00C90F8D" w:rsidRDefault="00C90F8D">
      <w:pPr>
        <w:rPr>
          <w:bCs/>
        </w:rPr>
      </w:pPr>
      <w:r>
        <w:rPr>
          <w:rFonts w:eastAsia="Georgia"/>
        </w:rPr>
        <w:t>— </w:t>
      </w:r>
      <w:r w:rsidR="00AB2DE8">
        <w:rPr>
          <w:bCs/>
        </w:rPr>
        <w:t>Chut</w:t>
      </w:r>
      <w:r>
        <w:rPr>
          <w:bCs/>
        </w:rPr>
        <w:t xml:space="preserve">. </w:t>
      </w:r>
      <w:r w:rsidR="00AB2DE8">
        <w:rPr>
          <w:bCs/>
        </w:rPr>
        <w:t>Regardez</w:t>
      </w:r>
      <w:r>
        <w:rPr>
          <w:bCs/>
        </w:rPr>
        <w:t>.</w:t>
      </w:r>
    </w:p>
    <w:p w14:paraId="0E80D772" w14:textId="77777777" w:rsidR="00C90F8D" w:rsidRDefault="00AB2DE8">
      <w:pPr>
        <w:rPr>
          <w:bCs/>
        </w:rPr>
      </w:pPr>
      <w:r>
        <w:rPr>
          <w:bCs/>
        </w:rPr>
        <w:t>L</w:t>
      </w:r>
      <w:r w:rsidR="00C90F8D">
        <w:rPr>
          <w:bCs/>
        </w:rPr>
        <w:t>’</w:t>
      </w:r>
      <w:r>
        <w:rPr>
          <w:bCs/>
        </w:rPr>
        <w:t xml:space="preserve">auteur de </w:t>
      </w:r>
      <w:r>
        <w:rPr>
          <w:i/>
          <w:iCs/>
        </w:rPr>
        <w:t xml:space="preserve">Comme au temps de </w:t>
      </w:r>
      <w:proofErr w:type="spellStart"/>
      <w:r>
        <w:rPr>
          <w:i/>
          <w:iCs/>
        </w:rPr>
        <w:t>Tsarskoïe</w:t>
      </w:r>
      <w:proofErr w:type="spellEnd"/>
      <w:r>
        <w:rPr>
          <w:bCs/>
        </w:rPr>
        <w:t xml:space="preserve"> ne s</w:t>
      </w:r>
      <w:r w:rsidR="00C90F8D">
        <w:rPr>
          <w:bCs/>
        </w:rPr>
        <w:t>’</w:t>
      </w:r>
      <w:r>
        <w:rPr>
          <w:bCs/>
        </w:rPr>
        <w:t>était vraiment pas mis en frais d</w:t>
      </w:r>
      <w:r w:rsidR="00C90F8D">
        <w:rPr>
          <w:bCs/>
        </w:rPr>
        <w:t>’</w:t>
      </w:r>
      <w:r>
        <w:rPr>
          <w:bCs/>
        </w:rPr>
        <w:t>imagination</w:t>
      </w:r>
      <w:r w:rsidR="00C90F8D">
        <w:rPr>
          <w:bCs/>
        </w:rPr>
        <w:t xml:space="preserve">. </w:t>
      </w:r>
      <w:r>
        <w:rPr>
          <w:bCs/>
        </w:rPr>
        <w:t xml:space="preserve">Le décor continuait à être le salon </w:t>
      </w:r>
      <w:r w:rsidR="00C90F8D">
        <w:rPr>
          <w:bCs/>
        </w:rPr>
        <w:t>Louis XV</w:t>
      </w:r>
      <w:r>
        <w:rPr>
          <w:bCs/>
        </w:rPr>
        <w:t xml:space="preserve"> de tout à l</w:t>
      </w:r>
      <w:r w:rsidR="00C90F8D">
        <w:rPr>
          <w:bCs/>
        </w:rPr>
        <w:t>’</w:t>
      </w:r>
      <w:r>
        <w:rPr>
          <w:bCs/>
        </w:rPr>
        <w:t>heure</w:t>
      </w:r>
      <w:r w:rsidR="00C90F8D">
        <w:rPr>
          <w:bCs/>
        </w:rPr>
        <w:t xml:space="preserve">. </w:t>
      </w:r>
      <w:r>
        <w:rPr>
          <w:bCs/>
        </w:rPr>
        <w:t>Quant à l</w:t>
      </w:r>
      <w:r w:rsidR="00C90F8D">
        <w:rPr>
          <w:bCs/>
        </w:rPr>
        <w:t>’</w:t>
      </w:r>
      <w:r>
        <w:rPr>
          <w:bCs/>
        </w:rPr>
        <w:t>action</w:t>
      </w:r>
      <w:r w:rsidR="00C90F8D">
        <w:rPr>
          <w:bCs/>
        </w:rPr>
        <w:t xml:space="preserve">, </w:t>
      </w:r>
      <w:r>
        <w:rPr>
          <w:bCs/>
        </w:rPr>
        <w:t>sa simplicité égalait celle du drame antique</w:t>
      </w:r>
      <w:r w:rsidR="00C90F8D">
        <w:rPr>
          <w:bCs/>
        </w:rPr>
        <w:t xml:space="preserve">. </w:t>
      </w:r>
      <w:r>
        <w:rPr>
          <w:bCs/>
        </w:rPr>
        <w:t xml:space="preserve">Les chanteuses et les danseuses du </w:t>
      </w:r>
      <w:r>
        <w:rPr>
          <w:i/>
          <w:iCs/>
        </w:rPr>
        <w:t>Soleil de Minuit</w:t>
      </w:r>
      <w:r w:rsidR="00C90F8D">
        <w:rPr>
          <w:i/>
          <w:iCs/>
        </w:rPr>
        <w:t xml:space="preserve">, </w:t>
      </w:r>
      <w:r>
        <w:rPr>
          <w:bCs/>
        </w:rPr>
        <w:t>au nombre de douze</w:t>
      </w:r>
      <w:r w:rsidR="00C90F8D">
        <w:rPr>
          <w:bCs/>
        </w:rPr>
        <w:t xml:space="preserve">, </w:t>
      </w:r>
      <w:r>
        <w:rPr>
          <w:bCs/>
        </w:rPr>
        <w:t>toutes déguisées en cosaques</w:t>
      </w:r>
      <w:r w:rsidR="00C90F8D">
        <w:rPr>
          <w:bCs/>
        </w:rPr>
        <w:t xml:space="preserve">, </w:t>
      </w:r>
      <w:r>
        <w:rPr>
          <w:bCs/>
        </w:rPr>
        <w:t>se tenaient sur un rang</w:t>
      </w:r>
      <w:r w:rsidR="00C90F8D">
        <w:rPr>
          <w:bCs/>
        </w:rPr>
        <w:t xml:space="preserve">, </w:t>
      </w:r>
      <w:r>
        <w:rPr>
          <w:bCs/>
        </w:rPr>
        <w:t>au garde-à-vous</w:t>
      </w:r>
      <w:r w:rsidR="00C90F8D">
        <w:rPr>
          <w:bCs/>
        </w:rPr>
        <w:t xml:space="preserve">. </w:t>
      </w:r>
      <w:r>
        <w:rPr>
          <w:bCs/>
        </w:rPr>
        <w:t>Un treizième personnage faisait alors son entrée</w:t>
      </w:r>
      <w:r w:rsidR="00C90F8D">
        <w:rPr>
          <w:bCs/>
        </w:rPr>
        <w:t xml:space="preserve">, </w:t>
      </w:r>
      <w:r>
        <w:rPr>
          <w:bCs/>
        </w:rPr>
        <w:t>le comique de la troupe</w:t>
      </w:r>
      <w:r w:rsidR="00C90F8D">
        <w:rPr>
          <w:bCs/>
        </w:rPr>
        <w:t xml:space="preserve">, </w:t>
      </w:r>
      <w:r>
        <w:rPr>
          <w:bCs/>
        </w:rPr>
        <w:t>habillé bouffonnement en général russe</w:t>
      </w:r>
      <w:r w:rsidR="00C90F8D">
        <w:rPr>
          <w:bCs/>
        </w:rPr>
        <w:t xml:space="preserve">. </w:t>
      </w:r>
      <w:r>
        <w:rPr>
          <w:bCs/>
        </w:rPr>
        <w:t>Il passait l</w:t>
      </w:r>
      <w:r w:rsidR="00C90F8D">
        <w:rPr>
          <w:bCs/>
        </w:rPr>
        <w:t>’</w:t>
      </w:r>
      <w:r>
        <w:rPr>
          <w:bCs/>
        </w:rPr>
        <w:t>inspection de ses soldats</w:t>
      </w:r>
      <w:r w:rsidR="00C90F8D">
        <w:rPr>
          <w:bCs/>
        </w:rPr>
        <w:t xml:space="preserve">, </w:t>
      </w:r>
      <w:r>
        <w:rPr>
          <w:bCs/>
        </w:rPr>
        <w:t>et chaque fois qu</w:t>
      </w:r>
      <w:r w:rsidR="00C90F8D">
        <w:rPr>
          <w:bCs/>
        </w:rPr>
        <w:t>’</w:t>
      </w:r>
      <w:r>
        <w:rPr>
          <w:bCs/>
        </w:rPr>
        <w:t>il avait le dos tourné</w:t>
      </w:r>
      <w:r w:rsidR="00C90F8D">
        <w:rPr>
          <w:bCs/>
        </w:rPr>
        <w:t xml:space="preserve">, </w:t>
      </w:r>
      <w:r>
        <w:rPr>
          <w:bCs/>
        </w:rPr>
        <w:t>ceux-ci en profitaient</w:t>
      </w:r>
      <w:r w:rsidR="00C90F8D">
        <w:rPr>
          <w:bCs/>
        </w:rPr>
        <w:t xml:space="preserve">, </w:t>
      </w:r>
      <w:r>
        <w:rPr>
          <w:bCs/>
        </w:rPr>
        <w:t>à tour de rôle</w:t>
      </w:r>
      <w:r w:rsidR="00C90F8D">
        <w:rPr>
          <w:bCs/>
        </w:rPr>
        <w:t xml:space="preserve">, </w:t>
      </w:r>
      <w:r>
        <w:rPr>
          <w:bCs/>
        </w:rPr>
        <w:t>pour lui décocher au bas des reins un magnifique coup de botte</w:t>
      </w:r>
      <w:r w:rsidR="00C90F8D">
        <w:rPr>
          <w:bCs/>
        </w:rPr>
        <w:t>.</w:t>
      </w:r>
    </w:p>
    <w:p w14:paraId="4AB43D96" w14:textId="2D00E8A9" w:rsidR="00C90F8D" w:rsidRDefault="00AB2DE8">
      <w:pPr>
        <w:rPr>
          <w:bCs/>
        </w:rPr>
      </w:pPr>
      <w:r>
        <w:rPr>
          <w:bCs/>
        </w:rPr>
        <w:t>Schmidt</w:t>
      </w:r>
      <w:r w:rsidR="00C90F8D">
        <w:rPr>
          <w:bCs/>
        </w:rPr>
        <w:t xml:space="preserve">, </w:t>
      </w:r>
      <w:proofErr w:type="spellStart"/>
      <w:r>
        <w:rPr>
          <w:bCs/>
        </w:rPr>
        <w:t>Matsui</w:t>
      </w:r>
      <w:proofErr w:type="spellEnd"/>
      <w:r w:rsidR="00C90F8D">
        <w:rPr>
          <w:bCs/>
        </w:rPr>
        <w:t xml:space="preserve">, </w:t>
      </w:r>
      <w:r>
        <w:rPr>
          <w:bCs/>
        </w:rPr>
        <w:t>Forestier</w:t>
      </w:r>
      <w:r w:rsidR="00C90F8D">
        <w:rPr>
          <w:bCs/>
        </w:rPr>
        <w:t>, M. </w:t>
      </w:r>
      <w:proofErr w:type="spellStart"/>
      <w:r>
        <w:rPr>
          <w:bCs/>
        </w:rPr>
        <w:t>Mauconseil</w:t>
      </w:r>
      <w:proofErr w:type="spellEnd"/>
      <w:r>
        <w:rPr>
          <w:bCs/>
        </w:rPr>
        <w:t xml:space="preserve"> se taisaient</w:t>
      </w:r>
      <w:r w:rsidR="00C90F8D">
        <w:rPr>
          <w:bCs/>
        </w:rPr>
        <w:t xml:space="preserve">. </w:t>
      </w:r>
      <w:r>
        <w:rPr>
          <w:bCs/>
        </w:rPr>
        <w:t>Ils étaient à peu près les seuls à se confiner dans ce silence réprobateur</w:t>
      </w:r>
      <w:r w:rsidR="00C90F8D">
        <w:rPr>
          <w:bCs/>
        </w:rPr>
        <w:t xml:space="preserve">. </w:t>
      </w:r>
      <w:r>
        <w:rPr>
          <w:bCs/>
        </w:rPr>
        <w:t>Les loges</w:t>
      </w:r>
      <w:r w:rsidR="00C90F8D">
        <w:rPr>
          <w:bCs/>
        </w:rPr>
        <w:t xml:space="preserve">, </w:t>
      </w:r>
      <w:r>
        <w:rPr>
          <w:bCs/>
        </w:rPr>
        <w:t>le parterre paraissaient en joie</w:t>
      </w:r>
      <w:r w:rsidR="00C90F8D">
        <w:rPr>
          <w:bCs/>
        </w:rPr>
        <w:t xml:space="preserve">. </w:t>
      </w:r>
      <w:r>
        <w:rPr>
          <w:bCs/>
        </w:rPr>
        <w:lastRenderedPageBreak/>
        <w:t>Chaque coup de pied allongé au pitre était salué par des applaudissements de plus en plus nourris</w:t>
      </w:r>
      <w:r w:rsidR="00C90F8D">
        <w:rPr>
          <w:bCs/>
        </w:rPr>
        <w:t xml:space="preserve">. – </w:t>
      </w:r>
      <w:r>
        <w:rPr>
          <w:bCs/>
        </w:rPr>
        <w:t>Tout de même</w:t>
      </w:r>
      <w:r w:rsidR="00C90F8D">
        <w:rPr>
          <w:bCs/>
        </w:rPr>
        <w:t xml:space="preserve"> !… </w:t>
      </w:r>
      <w:r>
        <w:rPr>
          <w:bCs/>
        </w:rPr>
        <w:t xml:space="preserve">finit par murmurer </w:t>
      </w:r>
      <w:r w:rsidR="00C90F8D">
        <w:rPr>
          <w:bCs/>
        </w:rPr>
        <w:t>M. </w:t>
      </w:r>
      <w:proofErr w:type="spellStart"/>
      <w:r>
        <w:rPr>
          <w:bCs/>
        </w:rPr>
        <w:t>Mauconseil</w:t>
      </w:r>
      <w:proofErr w:type="spellEnd"/>
      <w:r w:rsidR="00C90F8D">
        <w:rPr>
          <w:bCs/>
        </w:rPr>
        <w:t xml:space="preserve"> (</w:t>
      </w:r>
      <w:r>
        <w:rPr>
          <w:bCs/>
        </w:rPr>
        <w:t>Dieu sait pourtant s</w:t>
      </w:r>
      <w:r w:rsidR="00C90F8D">
        <w:rPr>
          <w:bCs/>
        </w:rPr>
        <w:t>’</w:t>
      </w:r>
      <w:r>
        <w:rPr>
          <w:bCs/>
        </w:rPr>
        <w:t>il eût été heureux de contribuer</w:t>
      </w:r>
      <w:r w:rsidR="00C90F8D">
        <w:rPr>
          <w:bCs/>
        </w:rPr>
        <w:t xml:space="preserve">, </w:t>
      </w:r>
      <w:r>
        <w:rPr>
          <w:bCs/>
        </w:rPr>
        <w:t>par ses acclamations</w:t>
      </w:r>
      <w:r w:rsidR="00C90F8D">
        <w:rPr>
          <w:bCs/>
        </w:rPr>
        <w:t xml:space="preserve">, </w:t>
      </w:r>
      <w:r>
        <w:rPr>
          <w:bCs/>
        </w:rPr>
        <w:t>au triomphe de sa chère Katia</w:t>
      </w:r>
      <w:r w:rsidR="00C90F8D">
        <w:rPr>
          <w:bCs/>
        </w:rPr>
        <w:t xml:space="preserve"> !). </w:t>
      </w:r>
      <w:r>
        <w:rPr>
          <w:bCs/>
        </w:rPr>
        <w:t>Tout de même</w:t>
      </w:r>
      <w:r w:rsidR="00C90F8D">
        <w:rPr>
          <w:bCs/>
        </w:rPr>
        <w:t xml:space="preserve">, </w:t>
      </w:r>
      <w:r>
        <w:rPr>
          <w:bCs/>
        </w:rPr>
        <w:t>il y a ici des officiers russes</w:t>
      </w:r>
      <w:r w:rsidR="00C90F8D">
        <w:rPr>
          <w:bCs/>
        </w:rPr>
        <w:t xml:space="preserve">. </w:t>
      </w:r>
      <w:r>
        <w:rPr>
          <w:bCs/>
        </w:rPr>
        <w:t>Comment permettent-ils</w:t>
      </w:r>
      <w:r w:rsidR="00C90F8D">
        <w:rPr>
          <w:bCs/>
        </w:rPr>
        <w:t>…</w:t>
      </w:r>
    </w:p>
    <w:p w14:paraId="73105F3C" w14:textId="77777777" w:rsidR="00C90F8D" w:rsidRDefault="00AB2DE8">
      <w:pPr>
        <w:rPr>
          <w:bCs/>
        </w:rPr>
      </w:pPr>
      <w:r>
        <w:rPr>
          <w:bCs/>
        </w:rPr>
        <w:t xml:space="preserve">Le major </w:t>
      </w:r>
      <w:proofErr w:type="spellStart"/>
      <w:r>
        <w:rPr>
          <w:bCs/>
        </w:rPr>
        <w:t>Matsui</w:t>
      </w:r>
      <w:proofErr w:type="spellEnd"/>
      <w:r>
        <w:rPr>
          <w:bCs/>
        </w:rPr>
        <w:t xml:space="preserve"> haussa doucement les épaules</w:t>
      </w:r>
      <w:r w:rsidR="00C90F8D">
        <w:rPr>
          <w:bCs/>
        </w:rPr>
        <w:t>.</w:t>
      </w:r>
    </w:p>
    <w:p w14:paraId="0390BC33" w14:textId="77777777" w:rsidR="00C90F8D" w:rsidRDefault="00C90F8D">
      <w:pPr>
        <w:rPr>
          <w:bCs/>
        </w:rPr>
      </w:pPr>
      <w:r>
        <w:rPr>
          <w:rFonts w:eastAsia="Georgia"/>
        </w:rPr>
        <w:t>— </w:t>
      </w:r>
      <w:r w:rsidR="00AB2DE8">
        <w:rPr>
          <w:bCs/>
        </w:rPr>
        <w:t>Hélas</w:t>
      </w:r>
      <w:r>
        <w:rPr>
          <w:bCs/>
        </w:rPr>
        <w:t xml:space="preserve"> ! </w:t>
      </w:r>
      <w:r w:rsidR="00AB2DE8">
        <w:rPr>
          <w:bCs/>
        </w:rPr>
        <w:t>Ce sont eux qui rient le plus fort</w:t>
      </w:r>
      <w:r>
        <w:rPr>
          <w:bCs/>
        </w:rPr>
        <w:t xml:space="preserve">, </w:t>
      </w:r>
      <w:r w:rsidR="00AB2DE8">
        <w:rPr>
          <w:bCs/>
        </w:rPr>
        <w:t>monsieur le directeur</w:t>
      </w:r>
      <w:r>
        <w:rPr>
          <w:bCs/>
        </w:rPr>
        <w:t>.</w:t>
      </w:r>
    </w:p>
    <w:p w14:paraId="63E79567" w14:textId="77777777" w:rsidR="00C90F8D" w:rsidRDefault="00C90F8D">
      <w:pPr>
        <w:rPr>
          <w:bCs/>
        </w:rPr>
      </w:pPr>
      <w:r>
        <w:rPr>
          <w:rFonts w:eastAsia="Georgia"/>
        </w:rPr>
        <w:t>— </w:t>
      </w:r>
      <w:r w:rsidR="00AB2DE8">
        <w:rPr>
          <w:bCs/>
        </w:rPr>
        <w:t>C</w:t>
      </w:r>
      <w:r>
        <w:rPr>
          <w:bCs/>
        </w:rPr>
        <w:t>’</w:t>
      </w:r>
      <w:r w:rsidR="00AB2DE8">
        <w:rPr>
          <w:bCs/>
        </w:rPr>
        <w:t>est pourtant vrai</w:t>
      </w:r>
      <w:r>
        <w:rPr>
          <w:bCs/>
        </w:rPr>
        <w:t xml:space="preserve">, </w:t>
      </w:r>
      <w:r w:rsidR="00AB2DE8">
        <w:rPr>
          <w:bCs/>
        </w:rPr>
        <w:t>fit Schmidt</w:t>
      </w:r>
      <w:r>
        <w:rPr>
          <w:bCs/>
        </w:rPr>
        <w:t xml:space="preserve">. </w:t>
      </w:r>
      <w:r w:rsidR="00AB2DE8">
        <w:rPr>
          <w:bCs/>
        </w:rPr>
        <w:t>Drôle de peuple</w:t>
      </w:r>
      <w:r>
        <w:rPr>
          <w:bCs/>
        </w:rPr>
        <w:t xml:space="preserve">. </w:t>
      </w:r>
      <w:proofErr w:type="gramStart"/>
      <w:r w:rsidR="00AB2DE8">
        <w:rPr>
          <w:bCs/>
        </w:rPr>
        <w:t>Par contre</w:t>
      </w:r>
      <w:proofErr w:type="gramEnd"/>
      <w:r>
        <w:rPr>
          <w:bCs/>
        </w:rPr>
        <w:t xml:space="preserve">, </w:t>
      </w:r>
      <w:r w:rsidR="00AB2DE8">
        <w:rPr>
          <w:bCs/>
        </w:rPr>
        <w:t>il y a aussi des officiers japonais dans la salle</w:t>
      </w:r>
      <w:r>
        <w:rPr>
          <w:bCs/>
        </w:rPr>
        <w:t xml:space="preserve">. </w:t>
      </w:r>
      <w:r w:rsidR="00AB2DE8">
        <w:rPr>
          <w:bCs/>
        </w:rPr>
        <w:t>Voyez</w:t>
      </w:r>
      <w:r>
        <w:rPr>
          <w:bCs/>
        </w:rPr>
        <w:t xml:space="preserve"> : </w:t>
      </w:r>
      <w:r w:rsidR="00AB2DE8">
        <w:rPr>
          <w:bCs/>
        </w:rPr>
        <w:t>leur attitude</w:t>
      </w:r>
      <w:r>
        <w:rPr>
          <w:bCs/>
        </w:rPr>
        <w:t xml:space="preserve">, </w:t>
      </w:r>
      <w:r w:rsidR="00AB2DE8">
        <w:rPr>
          <w:bCs/>
        </w:rPr>
        <w:t>à eux</w:t>
      </w:r>
      <w:r>
        <w:rPr>
          <w:bCs/>
        </w:rPr>
        <w:t xml:space="preserve">, </w:t>
      </w:r>
      <w:r w:rsidR="00AB2DE8">
        <w:rPr>
          <w:bCs/>
        </w:rPr>
        <w:t>est absolument correcte</w:t>
      </w:r>
      <w:r>
        <w:rPr>
          <w:bCs/>
        </w:rPr>
        <w:t>.</w:t>
      </w:r>
    </w:p>
    <w:p w14:paraId="3D1F0B1B" w14:textId="376D40D6" w:rsidR="00C90F8D" w:rsidRDefault="00C90F8D">
      <w:pPr>
        <w:rPr>
          <w:bCs/>
        </w:rPr>
      </w:pPr>
      <w:r>
        <w:rPr>
          <w:rFonts w:eastAsia="Georgia"/>
        </w:rPr>
        <w:t>— </w:t>
      </w:r>
      <w:r w:rsidR="00AB2DE8">
        <w:rPr>
          <w:bCs/>
        </w:rPr>
        <w:t>Parbleu</w:t>
      </w:r>
      <w:r>
        <w:rPr>
          <w:bCs/>
        </w:rPr>
        <w:t xml:space="preserve">, </w:t>
      </w:r>
      <w:r w:rsidR="00AB2DE8">
        <w:rPr>
          <w:bCs/>
        </w:rPr>
        <w:t xml:space="preserve">dit </w:t>
      </w:r>
      <w:r>
        <w:rPr>
          <w:bCs/>
        </w:rPr>
        <w:t>M. </w:t>
      </w:r>
      <w:proofErr w:type="spellStart"/>
      <w:r w:rsidR="00AB2DE8">
        <w:rPr>
          <w:bCs/>
        </w:rPr>
        <w:t>Mauconseil</w:t>
      </w:r>
      <w:proofErr w:type="spellEnd"/>
      <w:r>
        <w:rPr>
          <w:bCs/>
        </w:rPr>
        <w:t xml:space="preserve">. </w:t>
      </w:r>
      <w:r w:rsidR="00AB2DE8">
        <w:rPr>
          <w:bCs/>
        </w:rPr>
        <w:t>Ils n</w:t>
      </w:r>
      <w:r>
        <w:rPr>
          <w:bCs/>
        </w:rPr>
        <w:t>’</w:t>
      </w:r>
      <w:r w:rsidR="00AB2DE8">
        <w:rPr>
          <w:bCs/>
        </w:rPr>
        <w:t>ont pas lieu</w:t>
      </w:r>
      <w:r>
        <w:rPr>
          <w:bCs/>
        </w:rPr>
        <w:t xml:space="preserve">, </w:t>
      </w:r>
      <w:r w:rsidR="00AB2DE8">
        <w:rPr>
          <w:bCs/>
        </w:rPr>
        <w:t>eux</w:t>
      </w:r>
      <w:r>
        <w:rPr>
          <w:bCs/>
        </w:rPr>
        <w:t xml:space="preserve">, </w:t>
      </w:r>
      <w:r w:rsidR="00AB2DE8">
        <w:rPr>
          <w:bCs/>
        </w:rPr>
        <w:t>d</w:t>
      </w:r>
      <w:r>
        <w:rPr>
          <w:bCs/>
        </w:rPr>
        <w:t>’</w:t>
      </w:r>
      <w:r w:rsidR="00AB2DE8">
        <w:rPr>
          <w:bCs/>
        </w:rPr>
        <w:t>être mécontents</w:t>
      </w:r>
      <w:r>
        <w:rPr>
          <w:bCs/>
        </w:rPr>
        <w:t>.</w:t>
      </w:r>
    </w:p>
    <w:p w14:paraId="0D4A4290" w14:textId="77777777" w:rsidR="00C90F8D" w:rsidRDefault="00C90F8D">
      <w:pPr>
        <w:rPr>
          <w:bCs/>
        </w:rPr>
      </w:pPr>
      <w:r>
        <w:rPr>
          <w:rFonts w:eastAsia="Georgia"/>
        </w:rPr>
        <w:t>— </w:t>
      </w:r>
      <w:r w:rsidR="00AB2DE8">
        <w:rPr>
          <w:bCs/>
        </w:rPr>
        <w:t>Ils n</w:t>
      </w:r>
      <w:r>
        <w:rPr>
          <w:bCs/>
        </w:rPr>
        <w:t>’</w:t>
      </w:r>
      <w:r w:rsidR="00AB2DE8">
        <w:rPr>
          <w:bCs/>
        </w:rPr>
        <w:t>ont pas lieu non plus d</w:t>
      </w:r>
      <w:r>
        <w:rPr>
          <w:bCs/>
        </w:rPr>
        <w:t>’</w:t>
      </w:r>
      <w:r w:rsidR="00AB2DE8">
        <w:rPr>
          <w:bCs/>
        </w:rPr>
        <w:t>être très flattés</w:t>
      </w:r>
      <w:r>
        <w:rPr>
          <w:bCs/>
        </w:rPr>
        <w:t xml:space="preserve">, </w:t>
      </w:r>
      <w:r w:rsidR="00AB2DE8">
        <w:rPr>
          <w:bCs/>
        </w:rPr>
        <w:t xml:space="preserve">répliqua </w:t>
      </w:r>
      <w:proofErr w:type="spellStart"/>
      <w:r w:rsidR="00AB2DE8">
        <w:rPr>
          <w:bCs/>
        </w:rPr>
        <w:t>Matsui</w:t>
      </w:r>
      <w:proofErr w:type="spellEnd"/>
      <w:r>
        <w:rPr>
          <w:bCs/>
        </w:rPr>
        <w:t>.</w:t>
      </w:r>
    </w:p>
    <w:p w14:paraId="0BA405E8" w14:textId="77777777" w:rsidR="00C90F8D" w:rsidRDefault="00C90F8D">
      <w:pPr>
        <w:rPr>
          <w:bCs/>
        </w:rPr>
      </w:pPr>
      <w:r>
        <w:rPr>
          <w:rFonts w:eastAsia="Georgia"/>
        </w:rPr>
        <w:t>— </w:t>
      </w:r>
      <w:r w:rsidR="00AB2DE8">
        <w:rPr>
          <w:bCs/>
        </w:rPr>
        <w:t>Et pourquoi</w:t>
      </w:r>
      <w:r>
        <w:rPr>
          <w:bCs/>
        </w:rPr>
        <w:t> ?</w:t>
      </w:r>
    </w:p>
    <w:p w14:paraId="7C77188F" w14:textId="77777777" w:rsidR="00C90F8D" w:rsidRDefault="00C90F8D">
      <w:pPr>
        <w:rPr>
          <w:bCs/>
        </w:rPr>
      </w:pPr>
      <w:r>
        <w:rPr>
          <w:rFonts w:eastAsia="Georgia"/>
        </w:rPr>
        <w:t>— </w:t>
      </w:r>
      <w:r w:rsidR="00AB2DE8">
        <w:rPr>
          <w:bCs/>
        </w:rPr>
        <w:t>On n</w:t>
      </w:r>
      <w:r>
        <w:rPr>
          <w:bCs/>
        </w:rPr>
        <w:t>’</w:t>
      </w:r>
      <w:r w:rsidR="00AB2DE8">
        <w:rPr>
          <w:bCs/>
        </w:rPr>
        <w:t>a pas intérêt à voir abaisser un ennemi vaincu</w:t>
      </w:r>
      <w:r>
        <w:rPr>
          <w:bCs/>
        </w:rPr>
        <w:t xml:space="preserve">, </w:t>
      </w:r>
      <w:r w:rsidR="00AB2DE8">
        <w:rPr>
          <w:bCs/>
        </w:rPr>
        <w:t>dit le Japonais</w:t>
      </w:r>
      <w:r>
        <w:rPr>
          <w:bCs/>
        </w:rPr>
        <w:t xml:space="preserve">. </w:t>
      </w:r>
      <w:r w:rsidR="00AB2DE8">
        <w:rPr>
          <w:bCs/>
        </w:rPr>
        <w:t>Car c</w:t>
      </w:r>
      <w:r>
        <w:rPr>
          <w:bCs/>
        </w:rPr>
        <w:t>’</w:t>
      </w:r>
      <w:r w:rsidR="00AB2DE8">
        <w:rPr>
          <w:bCs/>
        </w:rPr>
        <w:t>est la victoire remportée sur lui qui risque</w:t>
      </w:r>
      <w:r>
        <w:rPr>
          <w:bCs/>
        </w:rPr>
        <w:t xml:space="preserve">, </w:t>
      </w:r>
      <w:r w:rsidR="00AB2DE8">
        <w:rPr>
          <w:bCs/>
        </w:rPr>
        <w:t>du même coup</w:t>
      </w:r>
      <w:r>
        <w:rPr>
          <w:bCs/>
        </w:rPr>
        <w:t xml:space="preserve">, </w:t>
      </w:r>
      <w:r w:rsidR="00AB2DE8">
        <w:rPr>
          <w:bCs/>
        </w:rPr>
        <w:t>d</w:t>
      </w:r>
      <w:r>
        <w:rPr>
          <w:bCs/>
        </w:rPr>
        <w:t>’</w:t>
      </w:r>
      <w:r w:rsidR="00AB2DE8">
        <w:rPr>
          <w:bCs/>
        </w:rPr>
        <w:t>être atteinte</w:t>
      </w:r>
      <w:r>
        <w:rPr>
          <w:bCs/>
        </w:rPr>
        <w:t xml:space="preserve">, </w:t>
      </w:r>
      <w:r w:rsidR="00AB2DE8">
        <w:rPr>
          <w:bCs/>
        </w:rPr>
        <w:t>diminuée</w:t>
      </w:r>
      <w:r>
        <w:rPr>
          <w:bCs/>
        </w:rPr>
        <w:t>.</w:t>
      </w:r>
    </w:p>
    <w:p w14:paraId="22DD2400" w14:textId="134F39F1" w:rsidR="00C90F8D" w:rsidRDefault="00C90F8D">
      <w:pPr>
        <w:rPr>
          <w:bCs/>
        </w:rPr>
      </w:pPr>
      <w:r>
        <w:rPr>
          <w:bCs/>
        </w:rPr>
        <w:t>M. </w:t>
      </w:r>
      <w:proofErr w:type="spellStart"/>
      <w:r w:rsidR="00AB2DE8">
        <w:rPr>
          <w:bCs/>
        </w:rPr>
        <w:t>Mauconseil</w:t>
      </w:r>
      <w:proofErr w:type="spellEnd"/>
      <w:r w:rsidR="00AB2DE8">
        <w:rPr>
          <w:bCs/>
        </w:rPr>
        <w:t xml:space="preserve"> le regarda</w:t>
      </w:r>
      <w:r>
        <w:rPr>
          <w:bCs/>
        </w:rPr>
        <w:t xml:space="preserve">, </w:t>
      </w:r>
      <w:r w:rsidR="00AB2DE8">
        <w:rPr>
          <w:bCs/>
        </w:rPr>
        <w:t>interloqué</w:t>
      </w:r>
      <w:r>
        <w:rPr>
          <w:bCs/>
        </w:rPr>
        <w:t>.</w:t>
      </w:r>
    </w:p>
    <w:p w14:paraId="5420FB59" w14:textId="77777777" w:rsidR="00C90F8D" w:rsidRDefault="00C90F8D">
      <w:pPr>
        <w:rPr>
          <w:bCs/>
        </w:rPr>
      </w:pPr>
      <w:r>
        <w:rPr>
          <w:rFonts w:eastAsia="Georgia"/>
        </w:rPr>
        <w:t>— </w:t>
      </w:r>
      <w:r w:rsidR="00AB2DE8">
        <w:rPr>
          <w:bCs/>
        </w:rPr>
        <w:t>Je ne saisis pas</w:t>
      </w:r>
      <w:r>
        <w:rPr>
          <w:bCs/>
        </w:rPr>
        <w:t xml:space="preserve">, </w:t>
      </w:r>
      <w:r w:rsidR="00AB2DE8">
        <w:rPr>
          <w:bCs/>
        </w:rPr>
        <w:t>je ne saisis pas très bien</w:t>
      </w:r>
      <w:r>
        <w:rPr>
          <w:bCs/>
        </w:rPr>
        <w:t xml:space="preserve">. </w:t>
      </w:r>
      <w:r w:rsidR="00AB2DE8">
        <w:rPr>
          <w:bCs/>
        </w:rPr>
        <w:t>C</w:t>
      </w:r>
      <w:r>
        <w:rPr>
          <w:bCs/>
        </w:rPr>
        <w:t>’</w:t>
      </w:r>
      <w:r w:rsidR="00AB2DE8">
        <w:rPr>
          <w:bCs/>
        </w:rPr>
        <w:t>est tout de même vous qui êtes les maîtres</w:t>
      </w:r>
      <w:r>
        <w:rPr>
          <w:bCs/>
        </w:rPr>
        <w:t xml:space="preserve">, </w:t>
      </w:r>
      <w:r w:rsidR="00AB2DE8">
        <w:rPr>
          <w:bCs/>
        </w:rPr>
        <w:t>à Moukden</w:t>
      </w:r>
      <w:r>
        <w:rPr>
          <w:bCs/>
        </w:rPr>
        <w:t xml:space="preserve">. </w:t>
      </w:r>
      <w:r w:rsidR="00AB2DE8">
        <w:rPr>
          <w:bCs/>
        </w:rPr>
        <w:t>Si un spectacle comme celui-ci vous désoblige</w:t>
      </w:r>
      <w:r>
        <w:rPr>
          <w:bCs/>
        </w:rPr>
        <w:t xml:space="preserve">, </w:t>
      </w:r>
      <w:r w:rsidR="00AB2DE8">
        <w:rPr>
          <w:bCs/>
        </w:rPr>
        <w:t>pourquoi ne le faites-vous pas cesser</w:t>
      </w:r>
      <w:r>
        <w:rPr>
          <w:bCs/>
        </w:rPr>
        <w:t> ?</w:t>
      </w:r>
    </w:p>
    <w:p w14:paraId="05355247" w14:textId="77777777" w:rsidR="00C90F8D" w:rsidRDefault="00C90F8D">
      <w:pPr>
        <w:rPr>
          <w:bCs/>
        </w:rPr>
      </w:pPr>
      <w:r>
        <w:rPr>
          <w:rFonts w:eastAsia="Georgia"/>
        </w:rPr>
        <w:t>— </w:t>
      </w:r>
      <w:r w:rsidR="00AB2DE8">
        <w:rPr>
          <w:bCs/>
        </w:rPr>
        <w:t>Pourquoi</w:t>
      </w:r>
      <w:r>
        <w:rPr>
          <w:bCs/>
        </w:rPr>
        <w:t xml:space="preserve"> ? </w:t>
      </w:r>
      <w:r w:rsidR="00AB2DE8">
        <w:rPr>
          <w:bCs/>
        </w:rPr>
        <w:t xml:space="preserve">dit </w:t>
      </w:r>
      <w:proofErr w:type="spellStart"/>
      <w:r w:rsidR="00AB2DE8">
        <w:rPr>
          <w:bCs/>
        </w:rPr>
        <w:t>Matsui</w:t>
      </w:r>
      <w:proofErr w:type="spellEnd"/>
      <w:r>
        <w:rPr>
          <w:bCs/>
        </w:rPr>
        <w:t>.</w:t>
      </w:r>
    </w:p>
    <w:p w14:paraId="0C5060D4" w14:textId="77777777" w:rsidR="00C90F8D" w:rsidRDefault="00AB2DE8">
      <w:pPr>
        <w:rPr>
          <w:bCs/>
        </w:rPr>
      </w:pPr>
      <w:r>
        <w:rPr>
          <w:bCs/>
        </w:rPr>
        <w:lastRenderedPageBreak/>
        <w:t>On put croire qu</w:t>
      </w:r>
      <w:r w:rsidR="00C90F8D">
        <w:rPr>
          <w:bCs/>
        </w:rPr>
        <w:t>’</w:t>
      </w:r>
      <w:r>
        <w:rPr>
          <w:bCs/>
        </w:rPr>
        <w:t>il allait parler</w:t>
      </w:r>
      <w:r w:rsidR="00C90F8D">
        <w:rPr>
          <w:bCs/>
        </w:rPr>
        <w:t xml:space="preserve">. </w:t>
      </w:r>
      <w:r>
        <w:rPr>
          <w:bCs/>
        </w:rPr>
        <w:t>Il n</w:t>
      </w:r>
      <w:r w:rsidR="00C90F8D">
        <w:rPr>
          <w:bCs/>
        </w:rPr>
        <w:t>’</w:t>
      </w:r>
      <w:r>
        <w:rPr>
          <w:bCs/>
        </w:rPr>
        <w:t>en fut rien</w:t>
      </w:r>
      <w:r w:rsidR="00C90F8D">
        <w:rPr>
          <w:bCs/>
        </w:rPr>
        <w:t>.</w:t>
      </w:r>
    </w:p>
    <w:p w14:paraId="3588B1A7" w14:textId="77777777" w:rsidR="00C90F8D" w:rsidRDefault="00AB2DE8">
      <w:pPr>
        <w:rPr>
          <w:bCs/>
        </w:rPr>
      </w:pPr>
      <w:r>
        <w:rPr>
          <w:bCs/>
        </w:rPr>
        <w:t>Ce fut alors que Schmidt intervint</w:t>
      </w:r>
      <w:r w:rsidR="00C90F8D">
        <w:rPr>
          <w:bCs/>
        </w:rPr>
        <w:t>.</w:t>
      </w:r>
    </w:p>
    <w:p w14:paraId="19F77355" w14:textId="77777777" w:rsidR="00C90F8D" w:rsidRDefault="00C90F8D">
      <w:pPr>
        <w:rPr>
          <w:bCs/>
        </w:rPr>
      </w:pPr>
      <w:r>
        <w:rPr>
          <w:rFonts w:eastAsia="Georgia"/>
        </w:rPr>
        <w:t>— </w:t>
      </w:r>
      <w:r w:rsidR="00AB2DE8">
        <w:rPr>
          <w:bCs/>
        </w:rPr>
        <w:t>Monsieur le directeur</w:t>
      </w:r>
      <w:r>
        <w:rPr>
          <w:bCs/>
        </w:rPr>
        <w:t xml:space="preserve">, </w:t>
      </w:r>
      <w:r w:rsidR="00AB2DE8">
        <w:rPr>
          <w:bCs/>
        </w:rPr>
        <w:t>vous embarrassez peut-être notre ami</w:t>
      </w:r>
      <w:r>
        <w:rPr>
          <w:bCs/>
        </w:rPr>
        <w:t xml:space="preserve">. </w:t>
      </w:r>
      <w:r w:rsidR="00AB2DE8">
        <w:rPr>
          <w:bCs/>
        </w:rPr>
        <w:t>Songez qu</w:t>
      </w:r>
      <w:r>
        <w:rPr>
          <w:bCs/>
        </w:rPr>
        <w:t>’</w:t>
      </w:r>
      <w:r w:rsidR="00AB2DE8">
        <w:rPr>
          <w:bCs/>
        </w:rPr>
        <w:t>il peut fort bien ne pas avoir le droit de donner certaines explications</w:t>
      </w:r>
      <w:r>
        <w:rPr>
          <w:bCs/>
        </w:rPr>
        <w:t xml:space="preserve">. </w:t>
      </w:r>
      <w:r w:rsidR="00AB2DE8">
        <w:rPr>
          <w:bCs/>
        </w:rPr>
        <w:t>Tout au plus sans doute pourrait-il vous répondre qu</w:t>
      </w:r>
      <w:r>
        <w:rPr>
          <w:bCs/>
        </w:rPr>
        <w:t>’</w:t>
      </w:r>
      <w:r w:rsidR="00AB2DE8">
        <w:rPr>
          <w:bCs/>
        </w:rPr>
        <w:t>il est d</w:t>
      </w:r>
      <w:r>
        <w:rPr>
          <w:bCs/>
        </w:rPr>
        <w:t>’</w:t>
      </w:r>
      <w:r w:rsidR="00AB2DE8">
        <w:rPr>
          <w:bCs/>
        </w:rPr>
        <w:t>usage</w:t>
      </w:r>
      <w:r>
        <w:rPr>
          <w:bCs/>
        </w:rPr>
        <w:t xml:space="preserve">, </w:t>
      </w:r>
      <w:r w:rsidR="00AB2DE8">
        <w:rPr>
          <w:bCs/>
        </w:rPr>
        <w:t>à la guerre</w:t>
      </w:r>
      <w:r>
        <w:rPr>
          <w:bCs/>
        </w:rPr>
        <w:t xml:space="preserve">, </w:t>
      </w:r>
      <w:r w:rsidR="00AB2DE8">
        <w:rPr>
          <w:bCs/>
        </w:rPr>
        <w:t>non de boucher les postes d</w:t>
      </w:r>
      <w:r>
        <w:rPr>
          <w:bCs/>
        </w:rPr>
        <w:t>’</w:t>
      </w:r>
      <w:r w:rsidR="00AB2DE8">
        <w:rPr>
          <w:bCs/>
        </w:rPr>
        <w:t>écoute</w:t>
      </w:r>
      <w:r>
        <w:rPr>
          <w:bCs/>
        </w:rPr>
        <w:t xml:space="preserve">, </w:t>
      </w:r>
      <w:r w:rsidR="00AB2DE8">
        <w:rPr>
          <w:bCs/>
        </w:rPr>
        <w:t>mais de les entretenir</w:t>
      </w:r>
      <w:r>
        <w:rPr>
          <w:bCs/>
        </w:rPr>
        <w:t>.</w:t>
      </w:r>
    </w:p>
    <w:p w14:paraId="1EC5DA94" w14:textId="67EA8E48" w:rsidR="00C90F8D" w:rsidRDefault="00C90F8D">
      <w:pPr>
        <w:rPr>
          <w:bCs/>
        </w:rPr>
      </w:pPr>
      <w:r>
        <w:rPr>
          <w:bCs/>
        </w:rPr>
        <w:t>M. </w:t>
      </w:r>
      <w:proofErr w:type="spellStart"/>
      <w:r w:rsidR="00AB2DE8">
        <w:rPr>
          <w:bCs/>
        </w:rPr>
        <w:t>Mauconseil</w:t>
      </w:r>
      <w:proofErr w:type="spellEnd"/>
      <w:r w:rsidR="00AB2DE8">
        <w:rPr>
          <w:bCs/>
        </w:rPr>
        <w:t xml:space="preserve"> ouvrit de grands yeux</w:t>
      </w:r>
      <w:r>
        <w:rPr>
          <w:bCs/>
        </w:rPr>
        <w:t>.</w:t>
      </w:r>
    </w:p>
    <w:p w14:paraId="0A432BB8" w14:textId="77777777" w:rsidR="00C90F8D" w:rsidRDefault="00C90F8D">
      <w:pPr>
        <w:rPr>
          <w:bCs/>
        </w:rPr>
      </w:pPr>
      <w:r>
        <w:rPr>
          <w:rFonts w:eastAsia="Georgia"/>
        </w:rPr>
        <w:t>— </w:t>
      </w:r>
      <w:r w:rsidR="00AB2DE8">
        <w:rPr>
          <w:bCs/>
        </w:rPr>
        <w:t>À la guerre</w:t>
      </w:r>
      <w:r>
        <w:rPr>
          <w:bCs/>
        </w:rPr>
        <w:t xml:space="preserve"> ? </w:t>
      </w:r>
      <w:r w:rsidR="00AB2DE8">
        <w:rPr>
          <w:bCs/>
        </w:rPr>
        <w:t>Nous ne sommes plus à la guerre</w:t>
      </w:r>
      <w:r>
        <w:rPr>
          <w:bCs/>
        </w:rPr>
        <w:t>.</w:t>
      </w:r>
    </w:p>
    <w:p w14:paraId="2D0D72CD" w14:textId="77777777" w:rsidR="00C90F8D" w:rsidRDefault="00C90F8D">
      <w:pPr>
        <w:rPr>
          <w:bCs/>
        </w:rPr>
      </w:pPr>
      <w:r>
        <w:rPr>
          <w:rFonts w:eastAsia="Georgia"/>
        </w:rPr>
        <w:t>— </w:t>
      </w:r>
      <w:r w:rsidR="00AB2DE8">
        <w:rPr>
          <w:bCs/>
        </w:rPr>
        <w:t>C</w:t>
      </w:r>
      <w:r>
        <w:rPr>
          <w:bCs/>
        </w:rPr>
        <w:t>’</w:t>
      </w:r>
      <w:r w:rsidR="00AB2DE8">
        <w:rPr>
          <w:bCs/>
        </w:rPr>
        <w:t>est une opinion que vous modifieriez probablement</w:t>
      </w:r>
      <w:r>
        <w:rPr>
          <w:bCs/>
        </w:rPr>
        <w:t xml:space="preserve">, </w:t>
      </w:r>
      <w:r w:rsidR="00AB2DE8">
        <w:rPr>
          <w:bCs/>
        </w:rPr>
        <w:t>s</w:t>
      </w:r>
      <w:r>
        <w:rPr>
          <w:bCs/>
        </w:rPr>
        <w:t>’</w:t>
      </w:r>
      <w:r w:rsidR="00AB2DE8">
        <w:rPr>
          <w:bCs/>
        </w:rPr>
        <w:t xml:space="preserve">il vous arrivait un jour de passer par </w:t>
      </w:r>
      <w:proofErr w:type="spellStart"/>
      <w:r w:rsidR="00AB2DE8">
        <w:rPr>
          <w:bCs/>
        </w:rPr>
        <w:t>Kharbine</w:t>
      </w:r>
      <w:proofErr w:type="spellEnd"/>
      <w:r>
        <w:rPr>
          <w:bCs/>
        </w:rPr>
        <w:t xml:space="preserve">, </w:t>
      </w:r>
      <w:r w:rsidR="00AB2DE8">
        <w:rPr>
          <w:bCs/>
        </w:rPr>
        <w:t xml:space="preserve">dit </w:t>
      </w:r>
      <w:proofErr w:type="spellStart"/>
      <w:r w:rsidR="00AB2DE8">
        <w:rPr>
          <w:bCs/>
        </w:rPr>
        <w:t>Matsui</w:t>
      </w:r>
      <w:proofErr w:type="spellEnd"/>
      <w:r>
        <w:rPr>
          <w:bCs/>
        </w:rPr>
        <w:t>.</w:t>
      </w:r>
    </w:p>
    <w:p w14:paraId="48046C44" w14:textId="77777777" w:rsidR="00C90F8D" w:rsidRDefault="00C90F8D">
      <w:pPr>
        <w:rPr>
          <w:bCs/>
        </w:rPr>
      </w:pPr>
      <w:r>
        <w:rPr>
          <w:rFonts w:eastAsia="Georgia"/>
        </w:rPr>
        <w:t>— </w:t>
      </w:r>
      <w:r w:rsidR="00AB2DE8">
        <w:rPr>
          <w:bCs/>
        </w:rPr>
        <w:t xml:space="preserve">Encore </w:t>
      </w:r>
      <w:proofErr w:type="spellStart"/>
      <w:r w:rsidR="00AB2DE8">
        <w:rPr>
          <w:bCs/>
        </w:rPr>
        <w:t>Kharbine</w:t>
      </w:r>
      <w:proofErr w:type="spellEnd"/>
      <w:r>
        <w:rPr>
          <w:bCs/>
        </w:rPr>
        <w:t> !</w:t>
      </w:r>
    </w:p>
    <w:p w14:paraId="41F48B60" w14:textId="77777777" w:rsidR="00C90F8D" w:rsidRDefault="00C90F8D">
      <w:pPr>
        <w:rPr>
          <w:bCs/>
        </w:rPr>
      </w:pPr>
      <w:r>
        <w:rPr>
          <w:rFonts w:eastAsia="Georgia"/>
        </w:rPr>
        <w:t>— </w:t>
      </w:r>
      <w:r w:rsidR="00AB2DE8">
        <w:rPr>
          <w:bCs/>
        </w:rPr>
        <w:t>J</w:t>
      </w:r>
      <w:r>
        <w:rPr>
          <w:bCs/>
        </w:rPr>
        <w:t>’</w:t>
      </w:r>
      <w:r w:rsidR="00AB2DE8">
        <w:rPr>
          <w:bCs/>
        </w:rPr>
        <w:t>y suis passé</w:t>
      </w:r>
      <w:r>
        <w:rPr>
          <w:bCs/>
        </w:rPr>
        <w:t xml:space="preserve">, </w:t>
      </w:r>
      <w:r w:rsidR="00AB2DE8">
        <w:rPr>
          <w:bCs/>
        </w:rPr>
        <w:t>moi</w:t>
      </w:r>
      <w:r>
        <w:rPr>
          <w:bCs/>
        </w:rPr>
        <w:t xml:space="preserve">, </w:t>
      </w:r>
      <w:r w:rsidR="00AB2DE8">
        <w:rPr>
          <w:bCs/>
        </w:rPr>
        <w:t xml:space="preserve">à </w:t>
      </w:r>
      <w:proofErr w:type="spellStart"/>
      <w:r w:rsidR="00AB2DE8">
        <w:rPr>
          <w:bCs/>
        </w:rPr>
        <w:t>Kharbine</w:t>
      </w:r>
      <w:proofErr w:type="spellEnd"/>
      <w:r>
        <w:rPr>
          <w:bCs/>
        </w:rPr>
        <w:t xml:space="preserve">, </w:t>
      </w:r>
      <w:r w:rsidR="00AB2DE8">
        <w:rPr>
          <w:bCs/>
        </w:rPr>
        <w:t>fit Schmidt</w:t>
      </w:r>
      <w:r>
        <w:rPr>
          <w:bCs/>
        </w:rPr>
        <w:t xml:space="preserve">. </w:t>
      </w:r>
      <w:r w:rsidR="00AB2DE8">
        <w:rPr>
          <w:bCs/>
        </w:rPr>
        <w:t>C</w:t>
      </w:r>
      <w:r>
        <w:rPr>
          <w:bCs/>
        </w:rPr>
        <w:t>’</w:t>
      </w:r>
      <w:r w:rsidR="00AB2DE8">
        <w:rPr>
          <w:bCs/>
        </w:rPr>
        <w:t>était il y a deux ans</w:t>
      </w:r>
      <w:r>
        <w:rPr>
          <w:bCs/>
        </w:rPr>
        <w:t xml:space="preserve">, </w:t>
      </w:r>
      <w:r w:rsidR="00AB2DE8">
        <w:rPr>
          <w:bCs/>
        </w:rPr>
        <w:t>en venant ici</w:t>
      </w:r>
      <w:r>
        <w:rPr>
          <w:bCs/>
        </w:rPr>
        <w:t xml:space="preserve">. </w:t>
      </w:r>
      <w:r w:rsidR="00AB2DE8">
        <w:rPr>
          <w:bCs/>
        </w:rPr>
        <w:t>J</w:t>
      </w:r>
      <w:r>
        <w:rPr>
          <w:bCs/>
        </w:rPr>
        <w:t>’</w:t>
      </w:r>
      <w:r w:rsidR="00AB2DE8">
        <w:rPr>
          <w:bCs/>
        </w:rPr>
        <w:t>y suis resté trois jours</w:t>
      </w:r>
      <w:r>
        <w:rPr>
          <w:bCs/>
        </w:rPr>
        <w:t xml:space="preserve">, </w:t>
      </w:r>
      <w:r w:rsidR="00AB2DE8">
        <w:rPr>
          <w:bCs/>
        </w:rPr>
        <w:t>à attendre la correspondance du Transsibérien</w:t>
      </w:r>
      <w:r>
        <w:rPr>
          <w:bCs/>
        </w:rPr>
        <w:t xml:space="preserve">. </w:t>
      </w:r>
      <w:r w:rsidR="00AB2DE8">
        <w:rPr>
          <w:bCs/>
        </w:rPr>
        <w:t>Quelle ville</w:t>
      </w:r>
      <w:r>
        <w:rPr>
          <w:bCs/>
        </w:rPr>
        <w:t> !</w:t>
      </w:r>
    </w:p>
    <w:p w14:paraId="05C941D9" w14:textId="2D0B4E7E" w:rsidR="00C90F8D" w:rsidRDefault="00C90F8D">
      <w:pPr>
        <w:rPr>
          <w:bCs/>
        </w:rPr>
      </w:pPr>
      <w:r>
        <w:rPr>
          <w:bCs/>
        </w:rPr>
        <w:t>M. </w:t>
      </w:r>
      <w:proofErr w:type="spellStart"/>
      <w:r w:rsidR="00AB2DE8">
        <w:rPr>
          <w:bCs/>
        </w:rPr>
        <w:t>Mauconseil</w:t>
      </w:r>
      <w:proofErr w:type="spellEnd"/>
      <w:r w:rsidR="00AB2DE8">
        <w:rPr>
          <w:bCs/>
        </w:rPr>
        <w:t xml:space="preserve"> allait questionner</w:t>
      </w:r>
      <w:r>
        <w:rPr>
          <w:bCs/>
        </w:rPr>
        <w:t xml:space="preserve">. </w:t>
      </w:r>
      <w:proofErr w:type="spellStart"/>
      <w:r w:rsidR="00AB2DE8">
        <w:rPr>
          <w:bCs/>
        </w:rPr>
        <w:t>Matsui</w:t>
      </w:r>
      <w:proofErr w:type="spellEnd"/>
      <w:r w:rsidR="00AB2DE8">
        <w:rPr>
          <w:bCs/>
        </w:rPr>
        <w:t xml:space="preserve"> l</w:t>
      </w:r>
      <w:r>
        <w:rPr>
          <w:bCs/>
        </w:rPr>
        <w:t>’</w:t>
      </w:r>
      <w:r w:rsidR="00AB2DE8">
        <w:rPr>
          <w:bCs/>
        </w:rPr>
        <w:t>arrêta du geste</w:t>
      </w:r>
      <w:r>
        <w:rPr>
          <w:bCs/>
        </w:rPr>
        <w:t>.</w:t>
      </w:r>
    </w:p>
    <w:p w14:paraId="50D9BDBB" w14:textId="77777777" w:rsidR="00C90F8D" w:rsidRDefault="00C90F8D">
      <w:pPr>
        <w:rPr>
          <w:bCs/>
        </w:rPr>
      </w:pPr>
      <w:r>
        <w:rPr>
          <w:rFonts w:eastAsia="Georgia"/>
        </w:rPr>
        <w:t>— </w:t>
      </w:r>
      <w:r w:rsidR="00AB2DE8">
        <w:rPr>
          <w:bCs/>
        </w:rPr>
        <w:t>Quelle ville</w:t>
      </w:r>
      <w:r>
        <w:rPr>
          <w:bCs/>
        </w:rPr>
        <w:t xml:space="preserve">, </w:t>
      </w:r>
      <w:r w:rsidR="00AB2DE8">
        <w:rPr>
          <w:bCs/>
        </w:rPr>
        <w:t>dites-vous</w:t>
      </w:r>
      <w:r>
        <w:rPr>
          <w:bCs/>
        </w:rPr>
        <w:t xml:space="preserve"> ? </w:t>
      </w:r>
      <w:r w:rsidR="00AB2DE8">
        <w:rPr>
          <w:bCs/>
        </w:rPr>
        <w:t>Quelle impression vous a-t-elle laissée</w:t>
      </w:r>
      <w:r>
        <w:rPr>
          <w:bCs/>
        </w:rPr>
        <w:t xml:space="preserve">, </w:t>
      </w:r>
      <w:r w:rsidR="00AB2DE8">
        <w:rPr>
          <w:bCs/>
        </w:rPr>
        <w:t>cette ville</w:t>
      </w:r>
      <w:r>
        <w:rPr>
          <w:bCs/>
        </w:rPr>
        <w:t> ?</w:t>
      </w:r>
    </w:p>
    <w:p w14:paraId="4A735064" w14:textId="77777777" w:rsidR="00C90F8D" w:rsidRDefault="00AB2DE8">
      <w:pPr>
        <w:rPr>
          <w:bCs/>
        </w:rPr>
      </w:pPr>
      <w:r>
        <w:rPr>
          <w:bCs/>
        </w:rPr>
        <w:t>Schmidt cherchait ses mots</w:t>
      </w:r>
      <w:r w:rsidR="00C90F8D">
        <w:rPr>
          <w:bCs/>
        </w:rPr>
        <w:t>.</w:t>
      </w:r>
    </w:p>
    <w:p w14:paraId="5EAFF8B8" w14:textId="77777777" w:rsidR="00C90F8D" w:rsidRDefault="00C90F8D">
      <w:pPr>
        <w:rPr>
          <w:bCs/>
        </w:rPr>
      </w:pPr>
      <w:r>
        <w:rPr>
          <w:rFonts w:eastAsia="Georgia"/>
        </w:rPr>
        <w:t>— </w:t>
      </w:r>
      <w:r w:rsidR="00AB2DE8">
        <w:rPr>
          <w:bCs/>
        </w:rPr>
        <w:t>Quelle impression</w:t>
      </w:r>
      <w:r>
        <w:rPr>
          <w:bCs/>
        </w:rPr>
        <w:t xml:space="preserve"> ? </w:t>
      </w:r>
      <w:r w:rsidR="00AB2DE8">
        <w:rPr>
          <w:bCs/>
        </w:rPr>
        <w:t>Mon Dieu</w:t>
      </w:r>
      <w:r>
        <w:rPr>
          <w:bCs/>
        </w:rPr>
        <w:t xml:space="preserve">, </w:t>
      </w:r>
      <w:r w:rsidR="00AB2DE8">
        <w:rPr>
          <w:bCs/>
        </w:rPr>
        <w:t>comment expliquer</w:t>
      </w:r>
      <w:r>
        <w:rPr>
          <w:bCs/>
        </w:rPr>
        <w:t xml:space="preserve"> ! </w:t>
      </w:r>
      <w:r w:rsidR="00AB2DE8">
        <w:rPr>
          <w:bCs/>
        </w:rPr>
        <w:t>Le mystère</w:t>
      </w:r>
      <w:r>
        <w:rPr>
          <w:bCs/>
        </w:rPr>
        <w:t xml:space="preserve">, </w:t>
      </w:r>
      <w:r w:rsidR="00AB2DE8">
        <w:rPr>
          <w:bCs/>
        </w:rPr>
        <w:t>le brouillard</w:t>
      </w:r>
      <w:r>
        <w:rPr>
          <w:bCs/>
        </w:rPr>
        <w:t xml:space="preserve">, </w:t>
      </w:r>
      <w:r w:rsidR="00AB2DE8">
        <w:rPr>
          <w:bCs/>
        </w:rPr>
        <w:t>le silence hostile</w:t>
      </w:r>
      <w:r>
        <w:rPr>
          <w:bCs/>
        </w:rPr>
        <w:t xml:space="preserve">. </w:t>
      </w:r>
      <w:r w:rsidR="00AB2DE8">
        <w:rPr>
          <w:bCs/>
        </w:rPr>
        <w:t>Chaque passant que l</w:t>
      </w:r>
      <w:r>
        <w:rPr>
          <w:bCs/>
        </w:rPr>
        <w:t>’</w:t>
      </w:r>
      <w:r w:rsidR="00AB2DE8">
        <w:rPr>
          <w:bCs/>
        </w:rPr>
        <w:t>on croise a l</w:t>
      </w:r>
      <w:r>
        <w:rPr>
          <w:bCs/>
        </w:rPr>
        <w:t>’</w:t>
      </w:r>
      <w:r w:rsidR="00AB2DE8">
        <w:rPr>
          <w:bCs/>
        </w:rPr>
        <w:t>air d</w:t>
      </w:r>
      <w:r>
        <w:rPr>
          <w:bCs/>
        </w:rPr>
        <w:t>’</w:t>
      </w:r>
      <w:r w:rsidR="00AB2DE8">
        <w:rPr>
          <w:bCs/>
        </w:rPr>
        <w:t>un fantôme</w:t>
      </w:r>
      <w:r>
        <w:rPr>
          <w:bCs/>
        </w:rPr>
        <w:t xml:space="preserve">, </w:t>
      </w:r>
      <w:r w:rsidR="00AB2DE8">
        <w:rPr>
          <w:bCs/>
        </w:rPr>
        <w:t>de son double</w:t>
      </w:r>
      <w:r>
        <w:rPr>
          <w:bCs/>
        </w:rPr>
        <w:t xml:space="preserve">. </w:t>
      </w:r>
      <w:r w:rsidR="00AB2DE8">
        <w:rPr>
          <w:bCs/>
        </w:rPr>
        <w:t>Il ne doit guère y avoir d</w:t>
      </w:r>
      <w:r>
        <w:rPr>
          <w:bCs/>
        </w:rPr>
        <w:t>’</w:t>
      </w:r>
      <w:r w:rsidR="00AB2DE8">
        <w:rPr>
          <w:bCs/>
        </w:rPr>
        <w:t>endroit où l</w:t>
      </w:r>
      <w:r>
        <w:rPr>
          <w:bCs/>
        </w:rPr>
        <w:t>’</w:t>
      </w:r>
      <w:r w:rsidR="00AB2DE8">
        <w:rPr>
          <w:bCs/>
        </w:rPr>
        <w:t>on puisse plus aisément se fondre</w:t>
      </w:r>
      <w:r>
        <w:rPr>
          <w:bCs/>
        </w:rPr>
        <w:t xml:space="preserve">, </w:t>
      </w:r>
      <w:r w:rsidR="00AB2DE8">
        <w:rPr>
          <w:bCs/>
        </w:rPr>
        <w:t>disparaître comme une fumée</w:t>
      </w:r>
      <w:r>
        <w:rPr>
          <w:bCs/>
        </w:rPr>
        <w:t xml:space="preserve">, </w:t>
      </w:r>
      <w:r w:rsidR="00AB2DE8">
        <w:rPr>
          <w:bCs/>
        </w:rPr>
        <w:t>sans qu</w:t>
      </w:r>
      <w:r>
        <w:rPr>
          <w:bCs/>
        </w:rPr>
        <w:t>’</w:t>
      </w:r>
      <w:r w:rsidR="00AB2DE8">
        <w:rPr>
          <w:bCs/>
        </w:rPr>
        <w:t>on sache jamais</w:t>
      </w:r>
      <w:r>
        <w:rPr>
          <w:bCs/>
        </w:rPr>
        <w:t xml:space="preserve">, </w:t>
      </w:r>
      <w:r w:rsidR="00AB2DE8">
        <w:rPr>
          <w:bCs/>
        </w:rPr>
        <w:t>jamais ce que vous êtes devenu</w:t>
      </w:r>
      <w:r>
        <w:rPr>
          <w:bCs/>
        </w:rPr>
        <w:t xml:space="preserve">. </w:t>
      </w:r>
      <w:r w:rsidR="00AB2DE8">
        <w:rPr>
          <w:bCs/>
        </w:rPr>
        <w:t>Mais pourquoi m</w:t>
      </w:r>
      <w:r>
        <w:rPr>
          <w:bCs/>
        </w:rPr>
        <w:t>’</w:t>
      </w:r>
      <w:r w:rsidR="00AB2DE8">
        <w:rPr>
          <w:bCs/>
        </w:rPr>
        <w:t>interroger</w:t>
      </w:r>
      <w:r>
        <w:rPr>
          <w:bCs/>
        </w:rPr>
        <w:t xml:space="preserve"> ? </w:t>
      </w:r>
      <w:r w:rsidR="00AB2DE8">
        <w:rPr>
          <w:bCs/>
        </w:rPr>
        <w:lastRenderedPageBreak/>
        <w:t>Nous n</w:t>
      </w:r>
      <w:r>
        <w:rPr>
          <w:bCs/>
        </w:rPr>
        <w:t>’</w:t>
      </w:r>
      <w:r w:rsidR="00AB2DE8">
        <w:rPr>
          <w:bCs/>
        </w:rPr>
        <w:t>aurions eu qu</w:t>
      </w:r>
      <w:r>
        <w:rPr>
          <w:bCs/>
        </w:rPr>
        <w:t>’</w:t>
      </w:r>
      <w:r w:rsidR="00AB2DE8">
        <w:rPr>
          <w:bCs/>
        </w:rPr>
        <w:t>à mettre sur ce chapitre nos petites amies de tout à l</w:t>
      </w:r>
      <w:r>
        <w:rPr>
          <w:bCs/>
        </w:rPr>
        <w:t>’</w:t>
      </w:r>
      <w:r w:rsidR="00AB2DE8">
        <w:rPr>
          <w:bCs/>
        </w:rPr>
        <w:t>heure</w:t>
      </w:r>
      <w:r>
        <w:rPr>
          <w:bCs/>
        </w:rPr>
        <w:t>…</w:t>
      </w:r>
    </w:p>
    <w:p w14:paraId="4672D8F7" w14:textId="77777777" w:rsidR="00C90F8D" w:rsidRDefault="00AB2DE8">
      <w:pPr>
        <w:rPr>
          <w:bCs/>
        </w:rPr>
      </w:pPr>
      <w:proofErr w:type="spellStart"/>
      <w:r>
        <w:rPr>
          <w:bCs/>
        </w:rPr>
        <w:t>Matsui</w:t>
      </w:r>
      <w:proofErr w:type="spellEnd"/>
      <w:r>
        <w:rPr>
          <w:bCs/>
        </w:rPr>
        <w:t xml:space="preserve"> secoua la tête</w:t>
      </w:r>
      <w:r w:rsidR="00C90F8D">
        <w:rPr>
          <w:bCs/>
        </w:rPr>
        <w:t>.</w:t>
      </w:r>
    </w:p>
    <w:p w14:paraId="25CB470A" w14:textId="77777777" w:rsidR="00C90F8D" w:rsidRDefault="00C90F8D">
      <w:pPr>
        <w:rPr>
          <w:bCs/>
        </w:rPr>
      </w:pPr>
      <w:r>
        <w:rPr>
          <w:rFonts w:eastAsia="Georgia"/>
        </w:rPr>
        <w:t>— </w:t>
      </w:r>
      <w:r w:rsidR="00AB2DE8">
        <w:rPr>
          <w:bCs/>
        </w:rPr>
        <w:t>Elles n</w:t>
      </w:r>
      <w:r>
        <w:rPr>
          <w:bCs/>
        </w:rPr>
        <w:t>’</w:t>
      </w:r>
      <w:r w:rsidR="00AB2DE8">
        <w:rPr>
          <w:bCs/>
        </w:rPr>
        <w:t>auraient pas parlé</w:t>
      </w:r>
      <w:r>
        <w:rPr>
          <w:bCs/>
        </w:rPr>
        <w:t>.</w:t>
      </w:r>
    </w:p>
    <w:p w14:paraId="4677AB53" w14:textId="1478FEFC" w:rsidR="00C90F8D" w:rsidRDefault="00C90F8D">
      <w:pPr>
        <w:rPr>
          <w:bCs/>
        </w:rPr>
      </w:pPr>
      <w:r>
        <w:rPr>
          <w:rFonts w:eastAsia="Georgia"/>
        </w:rPr>
        <w:t>— </w:t>
      </w:r>
      <w:r w:rsidR="00AB2DE8">
        <w:rPr>
          <w:bCs/>
        </w:rPr>
        <w:t>Ou je suis le dernier des imbéciles</w:t>
      </w:r>
      <w:r>
        <w:rPr>
          <w:bCs/>
        </w:rPr>
        <w:t xml:space="preserve">, </w:t>
      </w:r>
      <w:r w:rsidR="00AB2DE8">
        <w:rPr>
          <w:bCs/>
        </w:rPr>
        <w:t xml:space="preserve">interrompit </w:t>
      </w:r>
      <w:r>
        <w:rPr>
          <w:bCs/>
        </w:rPr>
        <w:t>M. </w:t>
      </w:r>
      <w:proofErr w:type="spellStart"/>
      <w:r w:rsidR="00AB2DE8">
        <w:rPr>
          <w:bCs/>
        </w:rPr>
        <w:t>Mauconseil</w:t>
      </w:r>
      <w:proofErr w:type="spellEnd"/>
      <w:r>
        <w:rPr>
          <w:bCs/>
        </w:rPr>
        <w:t xml:space="preserve">, </w:t>
      </w:r>
      <w:r w:rsidR="00AB2DE8">
        <w:rPr>
          <w:bCs/>
        </w:rPr>
        <w:t>qui commençait à s</w:t>
      </w:r>
      <w:r>
        <w:rPr>
          <w:bCs/>
        </w:rPr>
        <w:t>’</w:t>
      </w:r>
      <w:r w:rsidR="00AB2DE8">
        <w:rPr>
          <w:bCs/>
        </w:rPr>
        <w:t>énerver</w:t>
      </w:r>
      <w:r>
        <w:rPr>
          <w:bCs/>
        </w:rPr>
        <w:t xml:space="preserve">, </w:t>
      </w:r>
      <w:r w:rsidR="00AB2DE8">
        <w:rPr>
          <w:bCs/>
        </w:rPr>
        <w:t>ou toutes vos allusions</w:t>
      </w:r>
      <w:r>
        <w:rPr>
          <w:bCs/>
        </w:rPr>
        <w:t xml:space="preserve">, </w:t>
      </w:r>
      <w:r w:rsidR="00AB2DE8">
        <w:rPr>
          <w:bCs/>
        </w:rPr>
        <w:t>vos réticences</w:t>
      </w:r>
      <w:r>
        <w:rPr>
          <w:bCs/>
        </w:rPr>
        <w:t xml:space="preserve">, </w:t>
      </w:r>
      <w:r w:rsidR="00AB2DE8">
        <w:rPr>
          <w:bCs/>
        </w:rPr>
        <w:t xml:space="preserve">signifient que les allées et venues de ces demoiselles entre </w:t>
      </w:r>
      <w:proofErr w:type="spellStart"/>
      <w:r w:rsidR="00AB2DE8">
        <w:rPr>
          <w:bCs/>
        </w:rPr>
        <w:t>Kharbine</w:t>
      </w:r>
      <w:proofErr w:type="spellEnd"/>
      <w:r w:rsidR="00AB2DE8">
        <w:rPr>
          <w:bCs/>
        </w:rPr>
        <w:t xml:space="preserve"> et Moukden</w:t>
      </w:r>
      <w:r>
        <w:rPr>
          <w:bCs/>
        </w:rPr>
        <w:t xml:space="preserve">, </w:t>
      </w:r>
      <w:r w:rsidR="00AB2DE8">
        <w:rPr>
          <w:bCs/>
        </w:rPr>
        <w:t>loin d</w:t>
      </w:r>
      <w:r>
        <w:rPr>
          <w:bCs/>
        </w:rPr>
        <w:t>’</w:t>
      </w:r>
      <w:r w:rsidR="00AB2DE8">
        <w:rPr>
          <w:bCs/>
        </w:rPr>
        <w:t>être interdites</w:t>
      </w:r>
      <w:r>
        <w:rPr>
          <w:bCs/>
        </w:rPr>
        <w:t xml:space="preserve">, </w:t>
      </w:r>
      <w:r w:rsidR="00AB2DE8">
        <w:rPr>
          <w:bCs/>
        </w:rPr>
        <w:t>sont favorisées par certains gouvernements</w:t>
      </w:r>
      <w:r>
        <w:rPr>
          <w:bCs/>
        </w:rPr>
        <w:t xml:space="preserve">, </w:t>
      </w:r>
      <w:r w:rsidR="00AB2DE8">
        <w:rPr>
          <w:bCs/>
        </w:rPr>
        <w:t>dans le but intéressé d</w:t>
      </w:r>
      <w:r>
        <w:rPr>
          <w:bCs/>
        </w:rPr>
        <w:t>’</w:t>
      </w:r>
      <w:r w:rsidR="00AB2DE8">
        <w:rPr>
          <w:bCs/>
        </w:rPr>
        <w:t>être renseignés sur les intrigues de ses adversaires</w:t>
      </w:r>
      <w:r>
        <w:rPr>
          <w:bCs/>
        </w:rPr>
        <w:t>.</w:t>
      </w:r>
    </w:p>
    <w:p w14:paraId="74561900" w14:textId="77777777" w:rsidR="00C90F8D" w:rsidRDefault="00AB2DE8">
      <w:pPr>
        <w:rPr>
          <w:bCs/>
        </w:rPr>
      </w:pPr>
      <w:r>
        <w:rPr>
          <w:bCs/>
        </w:rPr>
        <w:t xml:space="preserve">Et comme </w:t>
      </w:r>
      <w:proofErr w:type="spellStart"/>
      <w:r>
        <w:rPr>
          <w:bCs/>
        </w:rPr>
        <w:t>Matsui</w:t>
      </w:r>
      <w:proofErr w:type="spellEnd"/>
      <w:r>
        <w:rPr>
          <w:bCs/>
        </w:rPr>
        <w:t xml:space="preserve"> esquissait une protestation</w:t>
      </w:r>
      <w:r w:rsidR="00C90F8D">
        <w:rPr>
          <w:bCs/>
        </w:rPr>
        <w:t> :</w:t>
      </w:r>
    </w:p>
    <w:p w14:paraId="6A554F39" w14:textId="77777777" w:rsidR="00C90F8D" w:rsidRDefault="00C90F8D">
      <w:pPr>
        <w:rPr>
          <w:bCs/>
        </w:rPr>
      </w:pPr>
      <w:r>
        <w:rPr>
          <w:rFonts w:eastAsia="Georgia"/>
        </w:rPr>
        <w:t>— </w:t>
      </w:r>
      <w:r w:rsidR="00AB2DE8">
        <w:rPr>
          <w:bCs/>
        </w:rPr>
        <w:t>Non</w:t>
      </w:r>
      <w:r>
        <w:rPr>
          <w:bCs/>
        </w:rPr>
        <w:t xml:space="preserve">, </w:t>
      </w:r>
      <w:r w:rsidR="00AB2DE8">
        <w:rPr>
          <w:bCs/>
        </w:rPr>
        <w:t>évidemment</w:t>
      </w:r>
      <w:r>
        <w:rPr>
          <w:bCs/>
        </w:rPr>
        <w:t xml:space="preserve">, </w:t>
      </w:r>
      <w:r w:rsidR="00AB2DE8">
        <w:rPr>
          <w:bCs/>
        </w:rPr>
        <w:t>vous n</w:t>
      </w:r>
      <w:r>
        <w:rPr>
          <w:bCs/>
        </w:rPr>
        <w:t>’</w:t>
      </w:r>
      <w:r w:rsidR="00AB2DE8">
        <w:rPr>
          <w:bCs/>
        </w:rPr>
        <w:t>avez rien dit de tout cela</w:t>
      </w:r>
      <w:r>
        <w:rPr>
          <w:bCs/>
        </w:rPr>
        <w:t xml:space="preserve">. </w:t>
      </w:r>
      <w:r w:rsidR="00AB2DE8">
        <w:rPr>
          <w:bCs/>
        </w:rPr>
        <w:t>Mais je l</w:t>
      </w:r>
      <w:r>
        <w:rPr>
          <w:bCs/>
        </w:rPr>
        <w:t>’</w:t>
      </w:r>
      <w:r w:rsidR="00AB2DE8">
        <w:rPr>
          <w:bCs/>
        </w:rPr>
        <w:t>ai compris</w:t>
      </w:r>
      <w:r>
        <w:rPr>
          <w:bCs/>
        </w:rPr>
        <w:t xml:space="preserve">. </w:t>
      </w:r>
      <w:r w:rsidR="00AB2DE8">
        <w:rPr>
          <w:bCs/>
        </w:rPr>
        <w:t>Eh bien</w:t>
      </w:r>
      <w:r>
        <w:rPr>
          <w:bCs/>
        </w:rPr>
        <w:t xml:space="preserve">, </w:t>
      </w:r>
      <w:r w:rsidR="00AB2DE8">
        <w:rPr>
          <w:bCs/>
        </w:rPr>
        <w:t>laissez-moi vous avouer que je reste sceptique sur la valeur des services que sont capables de rendre de pauvres filles comme celles qui étaient assises avec nous il y a un instant</w:t>
      </w:r>
      <w:r>
        <w:rPr>
          <w:bCs/>
        </w:rPr>
        <w:t>.</w:t>
      </w:r>
    </w:p>
    <w:p w14:paraId="0C8813EF" w14:textId="64E28635" w:rsidR="00C90F8D" w:rsidRDefault="00AB2DE8">
      <w:pPr>
        <w:rPr>
          <w:bCs/>
        </w:rPr>
      </w:pPr>
      <w:r>
        <w:rPr>
          <w:bCs/>
        </w:rPr>
        <w:t xml:space="preserve">Le major </w:t>
      </w:r>
      <w:proofErr w:type="spellStart"/>
      <w:r>
        <w:rPr>
          <w:bCs/>
        </w:rPr>
        <w:t>Matsui</w:t>
      </w:r>
      <w:proofErr w:type="spellEnd"/>
      <w:r>
        <w:rPr>
          <w:bCs/>
        </w:rPr>
        <w:t xml:space="preserve"> regarda </w:t>
      </w:r>
      <w:r w:rsidR="00C90F8D">
        <w:rPr>
          <w:bCs/>
        </w:rPr>
        <w:t>M. </w:t>
      </w:r>
      <w:proofErr w:type="spellStart"/>
      <w:r>
        <w:rPr>
          <w:bCs/>
        </w:rPr>
        <w:t>Mauconseil</w:t>
      </w:r>
      <w:proofErr w:type="spellEnd"/>
      <w:r w:rsidR="00C90F8D">
        <w:rPr>
          <w:bCs/>
        </w:rPr>
        <w:t xml:space="preserve">. </w:t>
      </w:r>
      <w:r>
        <w:rPr>
          <w:bCs/>
        </w:rPr>
        <w:t>Il semblait réfléchir</w:t>
      </w:r>
      <w:r w:rsidR="00C90F8D">
        <w:rPr>
          <w:bCs/>
        </w:rPr>
        <w:t xml:space="preserve">. </w:t>
      </w:r>
      <w:r>
        <w:rPr>
          <w:bCs/>
        </w:rPr>
        <w:t>Puis il sourit</w:t>
      </w:r>
      <w:r w:rsidR="00C90F8D">
        <w:rPr>
          <w:bCs/>
        </w:rPr>
        <w:t xml:space="preserve">, </w:t>
      </w:r>
      <w:r>
        <w:rPr>
          <w:bCs/>
        </w:rPr>
        <w:t>alluma une cigarette</w:t>
      </w:r>
      <w:r w:rsidR="00C90F8D">
        <w:rPr>
          <w:bCs/>
        </w:rPr>
        <w:t>.</w:t>
      </w:r>
    </w:p>
    <w:p w14:paraId="29E9123D" w14:textId="77777777" w:rsidR="00C90F8D" w:rsidRDefault="00C90F8D">
      <w:pPr>
        <w:rPr>
          <w:bCs/>
        </w:rPr>
      </w:pPr>
      <w:r>
        <w:rPr>
          <w:rFonts w:eastAsia="Georgia"/>
        </w:rPr>
        <w:t>— </w:t>
      </w:r>
      <w:r w:rsidR="00AB2DE8">
        <w:rPr>
          <w:bCs/>
        </w:rPr>
        <w:t>Il faut tout de même que je vous raconte une histoire</w:t>
      </w:r>
      <w:r>
        <w:rPr>
          <w:bCs/>
        </w:rPr>
        <w:t xml:space="preserve">, </w:t>
      </w:r>
      <w:r w:rsidR="00AB2DE8">
        <w:rPr>
          <w:bCs/>
        </w:rPr>
        <w:t>dit-il</w:t>
      </w:r>
      <w:r>
        <w:rPr>
          <w:bCs/>
        </w:rPr>
        <w:t>.</w:t>
      </w:r>
    </w:p>
    <w:p w14:paraId="66640BF4" w14:textId="5B71702B" w:rsidR="00AB2DE8" w:rsidRPr="00C90F8D" w:rsidRDefault="00AB2DE8" w:rsidP="00C90F8D">
      <w:pPr>
        <w:pStyle w:val="Titre1"/>
        <w:rPr>
          <w:rFonts w:eastAsia="Georgia"/>
        </w:rPr>
      </w:pPr>
      <w:bookmarkStart w:id="5" w:name="_Toc194755377"/>
      <w:r w:rsidRPr="00C90F8D">
        <w:rPr>
          <w:rFonts w:eastAsia="Georgia"/>
        </w:rPr>
        <w:lastRenderedPageBreak/>
        <w:t>V</w:t>
      </w:r>
      <w:bookmarkEnd w:id="5"/>
    </w:p>
    <w:p w14:paraId="1E0FD949" w14:textId="77777777" w:rsidR="00C90F8D" w:rsidRDefault="00AB2DE8">
      <w:pPr>
        <w:rPr>
          <w:rFonts w:eastAsia="Georgia"/>
        </w:rPr>
      </w:pPr>
      <w:r>
        <w:rPr>
          <w:rFonts w:eastAsia="Georgia"/>
        </w:rPr>
        <w:t>Il sembla à Schmidt qu</w:t>
      </w:r>
      <w:r w:rsidR="00C90F8D">
        <w:rPr>
          <w:rFonts w:eastAsia="Georgia"/>
        </w:rPr>
        <w:t>’</w:t>
      </w:r>
      <w:r>
        <w:rPr>
          <w:rFonts w:eastAsia="Georgia"/>
        </w:rPr>
        <w:t>un soupir venait du fond de la loge</w:t>
      </w:r>
      <w:r w:rsidR="00C90F8D">
        <w:rPr>
          <w:rFonts w:eastAsia="Georgia"/>
        </w:rPr>
        <w:t xml:space="preserve"> : </w:t>
      </w:r>
      <w:r>
        <w:rPr>
          <w:rFonts w:eastAsia="Georgia"/>
        </w:rPr>
        <w:t>Forestier</w:t>
      </w:r>
      <w:r w:rsidR="00C90F8D">
        <w:rPr>
          <w:rFonts w:eastAsia="Georgia"/>
        </w:rPr>
        <w:t xml:space="preserve">, </w:t>
      </w:r>
      <w:r>
        <w:rPr>
          <w:rFonts w:eastAsia="Georgia"/>
        </w:rPr>
        <w:t>sans doute</w:t>
      </w:r>
      <w:r w:rsidR="00C90F8D">
        <w:rPr>
          <w:rFonts w:eastAsia="Georgia"/>
        </w:rPr>
        <w:t xml:space="preserve">, </w:t>
      </w:r>
      <w:r>
        <w:rPr>
          <w:rFonts w:eastAsia="Georgia"/>
        </w:rPr>
        <w:t>qui bâillait</w:t>
      </w:r>
      <w:r w:rsidR="00C90F8D">
        <w:rPr>
          <w:rFonts w:eastAsia="Georgia"/>
        </w:rPr>
        <w:t>.</w:t>
      </w:r>
    </w:p>
    <w:p w14:paraId="2D78B415" w14:textId="77777777" w:rsidR="00C90F8D" w:rsidRDefault="00C90F8D">
      <w:pPr>
        <w:rPr>
          <w:bCs/>
        </w:rPr>
      </w:pPr>
      <w:r>
        <w:rPr>
          <w:rFonts w:eastAsia="Georgia"/>
        </w:rPr>
        <w:t>— </w:t>
      </w:r>
      <w:r w:rsidR="00AB2DE8">
        <w:rPr>
          <w:bCs/>
        </w:rPr>
        <w:t>Le malheureux</w:t>
      </w:r>
      <w:r>
        <w:rPr>
          <w:bCs/>
        </w:rPr>
        <w:t xml:space="preserve">, </w:t>
      </w:r>
      <w:r w:rsidR="00AB2DE8">
        <w:rPr>
          <w:bCs/>
        </w:rPr>
        <w:t>pensa-t-il</w:t>
      </w:r>
      <w:r>
        <w:rPr>
          <w:bCs/>
        </w:rPr>
        <w:t xml:space="preserve">, </w:t>
      </w:r>
      <w:r w:rsidR="00AB2DE8">
        <w:rPr>
          <w:bCs/>
        </w:rPr>
        <w:t>quelle corvée pour lui</w:t>
      </w:r>
      <w:r>
        <w:rPr>
          <w:bCs/>
        </w:rPr>
        <w:t xml:space="preserve"> ! </w:t>
      </w:r>
      <w:r w:rsidR="00AB2DE8">
        <w:rPr>
          <w:bCs/>
        </w:rPr>
        <w:t>Il n</w:t>
      </w:r>
      <w:r>
        <w:rPr>
          <w:bCs/>
        </w:rPr>
        <w:t>’</w:t>
      </w:r>
      <w:r w:rsidR="00AB2DE8">
        <w:rPr>
          <w:bCs/>
        </w:rPr>
        <w:t>ose pas donner le signal du départ</w:t>
      </w:r>
      <w:r>
        <w:rPr>
          <w:bCs/>
        </w:rPr>
        <w:t xml:space="preserve">. </w:t>
      </w:r>
      <w:r w:rsidR="00AB2DE8">
        <w:rPr>
          <w:bCs/>
        </w:rPr>
        <w:t xml:space="preserve">Quand cet abruti de père </w:t>
      </w:r>
      <w:proofErr w:type="spellStart"/>
      <w:r w:rsidR="00AB2DE8">
        <w:rPr>
          <w:bCs/>
        </w:rPr>
        <w:t>Mauconseil</w:t>
      </w:r>
      <w:proofErr w:type="spellEnd"/>
      <w:r w:rsidR="00AB2DE8">
        <w:rPr>
          <w:bCs/>
        </w:rPr>
        <w:t xml:space="preserve"> en aura-t-il donc assez</w:t>
      </w:r>
      <w:r>
        <w:rPr>
          <w:bCs/>
        </w:rPr>
        <w:t> !</w:t>
      </w:r>
    </w:p>
    <w:p w14:paraId="6821F5ED" w14:textId="77777777" w:rsidR="00C90F8D" w:rsidRDefault="00AB2DE8">
      <w:pPr>
        <w:rPr>
          <w:bCs/>
        </w:rPr>
      </w:pPr>
      <w:r>
        <w:rPr>
          <w:bCs/>
        </w:rPr>
        <w:t>Il se pencha vers son collègue</w:t>
      </w:r>
      <w:r w:rsidR="00C90F8D">
        <w:rPr>
          <w:bCs/>
        </w:rPr>
        <w:t>.</w:t>
      </w:r>
    </w:p>
    <w:p w14:paraId="4A799F15" w14:textId="77777777" w:rsidR="00C90F8D" w:rsidRDefault="00C90F8D">
      <w:pPr>
        <w:rPr>
          <w:bCs/>
        </w:rPr>
      </w:pPr>
      <w:r>
        <w:rPr>
          <w:rFonts w:eastAsia="Georgia"/>
        </w:rPr>
        <w:t>— </w:t>
      </w:r>
      <w:r w:rsidR="00AB2DE8">
        <w:rPr>
          <w:bCs/>
        </w:rPr>
        <w:t>Tu te rases</w:t>
      </w:r>
      <w:r>
        <w:rPr>
          <w:bCs/>
        </w:rPr>
        <w:t xml:space="preserve">, </w:t>
      </w:r>
      <w:r w:rsidR="00AB2DE8">
        <w:rPr>
          <w:bCs/>
        </w:rPr>
        <w:t>hein</w:t>
      </w:r>
      <w:r>
        <w:rPr>
          <w:bCs/>
        </w:rPr>
        <w:t xml:space="preserve">, </w:t>
      </w:r>
      <w:r w:rsidR="00AB2DE8">
        <w:rPr>
          <w:bCs/>
        </w:rPr>
        <w:t>pauvre vieux</w:t>
      </w:r>
      <w:r>
        <w:rPr>
          <w:bCs/>
        </w:rPr>
        <w:t xml:space="preserve"> ? </w:t>
      </w:r>
      <w:r w:rsidR="00AB2DE8">
        <w:rPr>
          <w:bCs/>
        </w:rPr>
        <w:t>Il n</w:t>
      </w:r>
      <w:r>
        <w:rPr>
          <w:bCs/>
        </w:rPr>
        <w:t>’</w:t>
      </w:r>
      <w:r w:rsidR="00AB2DE8">
        <w:rPr>
          <w:bCs/>
        </w:rPr>
        <w:t>y en a plus pour bien longtemps</w:t>
      </w:r>
      <w:r>
        <w:rPr>
          <w:bCs/>
        </w:rPr>
        <w:t xml:space="preserve">, </w:t>
      </w:r>
      <w:r w:rsidR="00AB2DE8">
        <w:rPr>
          <w:bCs/>
        </w:rPr>
        <w:t>va</w:t>
      </w:r>
      <w:r>
        <w:rPr>
          <w:bCs/>
        </w:rPr>
        <w:t>.</w:t>
      </w:r>
    </w:p>
    <w:p w14:paraId="33FCCF07" w14:textId="77777777" w:rsidR="00C90F8D" w:rsidRDefault="00C90F8D">
      <w:pPr>
        <w:rPr>
          <w:bCs/>
        </w:rPr>
      </w:pPr>
      <w:r>
        <w:rPr>
          <w:rFonts w:eastAsia="Georgia"/>
        </w:rPr>
        <w:t>— </w:t>
      </w:r>
      <w:r w:rsidR="00AB2DE8">
        <w:rPr>
          <w:bCs/>
        </w:rPr>
        <w:t>Reste-t-il du champagne</w:t>
      </w:r>
      <w:r>
        <w:rPr>
          <w:bCs/>
        </w:rPr>
        <w:t xml:space="preserve"> ? </w:t>
      </w:r>
      <w:r w:rsidR="00AB2DE8">
        <w:rPr>
          <w:bCs/>
        </w:rPr>
        <w:t>demanda Forestier</w:t>
      </w:r>
      <w:r>
        <w:rPr>
          <w:bCs/>
        </w:rPr>
        <w:t>.</w:t>
      </w:r>
    </w:p>
    <w:p w14:paraId="635BFBC7" w14:textId="77777777" w:rsidR="00C90F8D" w:rsidRDefault="00C90F8D">
      <w:pPr>
        <w:rPr>
          <w:bCs/>
        </w:rPr>
      </w:pPr>
      <w:r>
        <w:rPr>
          <w:rFonts w:eastAsia="Georgia"/>
        </w:rPr>
        <w:t>— </w:t>
      </w:r>
      <w:r w:rsidR="00AB2DE8">
        <w:rPr>
          <w:bCs/>
        </w:rPr>
        <w:t>Tiens</w:t>
      </w:r>
      <w:r>
        <w:rPr>
          <w:bCs/>
        </w:rPr>
        <w:t xml:space="preserve">, </w:t>
      </w:r>
      <w:r w:rsidR="00AB2DE8">
        <w:rPr>
          <w:bCs/>
        </w:rPr>
        <w:t>tiens</w:t>
      </w:r>
      <w:r>
        <w:rPr>
          <w:bCs/>
        </w:rPr>
        <w:t xml:space="preserve">, </w:t>
      </w:r>
      <w:r w:rsidR="00AB2DE8">
        <w:rPr>
          <w:bCs/>
        </w:rPr>
        <w:t>se dit Schmidt</w:t>
      </w:r>
      <w:r>
        <w:rPr>
          <w:bCs/>
        </w:rPr>
        <w:t>.</w:t>
      </w:r>
    </w:p>
    <w:p w14:paraId="00706FB7" w14:textId="77777777" w:rsidR="00C90F8D" w:rsidRDefault="00AB2DE8">
      <w:pPr>
        <w:rPr>
          <w:bCs/>
        </w:rPr>
      </w:pPr>
      <w:r>
        <w:rPr>
          <w:bCs/>
        </w:rPr>
        <w:t>Une bouteille demeurait à demi pleine</w:t>
      </w:r>
      <w:r w:rsidR="00C90F8D">
        <w:rPr>
          <w:bCs/>
        </w:rPr>
        <w:t xml:space="preserve">. </w:t>
      </w:r>
      <w:r>
        <w:rPr>
          <w:bCs/>
        </w:rPr>
        <w:t>Il la lui tendit</w:t>
      </w:r>
      <w:r w:rsidR="00C90F8D">
        <w:rPr>
          <w:bCs/>
        </w:rPr>
        <w:t>.</w:t>
      </w:r>
    </w:p>
    <w:p w14:paraId="1A0EA1DE" w14:textId="77777777" w:rsidR="00C90F8D" w:rsidRDefault="00C90F8D">
      <w:pPr>
        <w:rPr>
          <w:bCs/>
        </w:rPr>
      </w:pPr>
      <w:r>
        <w:rPr>
          <w:rFonts w:eastAsia="Georgia"/>
        </w:rPr>
        <w:t>— </w:t>
      </w:r>
      <w:r w:rsidR="00AB2DE8">
        <w:rPr>
          <w:bCs/>
        </w:rPr>
        <w:t>Voilà</w:t>
      </w:r>
      <w:r>
        <w:rPr>
          <w:bCs/>
        </w:rPr>
        <w:t xml:space="preserve">. </w:t>
      </w:r>
      <w:r w:rsidR="00AB2DE8">
        <w:rPr>
          <w:bCs/>
        </w:rPr>
        <w:t>Tu as raison</w:t>
      </w:r>
      <w:r>
        <w:rPr>
          <w:bCs/>
        </w:rPr>
        <w:t xml:space="preserve"> : </w:t>
      </w:r>
      <w:r w:rsidR="00AB2DE8">
        <w:rPr>
          <w:bCs/>
        </w:rPr>
        <w:t>rien comme cela pour vous réveiller</w:t>
      </w:r>
      <w:r>
        <w:rPr>
          <w:bCs/>
        </w:rPr>
        <w:t>.</w:t>
      </w:r>
    </w:p>
    <w:p w14:paraId="30CB48D4" w14:textId="77777777" w:rsidR="00C90F8D" w:rsidRDefault="00AB2DE8">
      <w:pPr>
        <w:rPr>
          <w:bCs/>
        </w:rPr>
      </w:pPr>
      <w:r>
        <w:rPr>
          <w:bCs/>
        </w:rPr>
        <w:t>Et il cessa de s</w:t>
      </w:r>
      <w:r w:rsidR="00C90F8D">
        <w:rPr>
          <w:bCs/>
        </w:rPr>
        <w:t>’</w:t>
      </w:r>
      <w:r>
        <w:rPr>
          <w:bCs/>
        </w:rPr>
        <w:t>occuper de lui</w:t>
      </w:r>
      <w:r w:rsidR="00C90F8D">
        <w:rPr>
          <w:bCs/>
        </w:rPr>
        <w:t xml:space="preserve">, </w:t>
      </w:r>
      <w:r>
        <w:rPr>
          <w:bCs/>
        </w:rPr>
        <w:t>car la pantomime avait pris fin</w:t>
      </w:r>
      <w:r w:rsidR="00C90F8D">
        <w:rPr>
          <w:bCs/>
        </w:rPr>
        <w:t xml:space="preserve">, </w:t>
      </w:r>
      <w:r>
        <w:rPr>
          <w:bCs/>
        </w:rPr>
        <w:t>et Milena</w:t>
      </w:r>
      <w:r w:rsidR="00C90F8D">
        <w:rPr>
          <w:bCs/>
        </w:rPr>
        <w:t xml:space="preserve">, </w:t>
      </w:r>
      <w:r>
        <w:rPr>
          <w:bCs/>
        </w:rPr>
        <w:t>qui en était à sa deuxième chanson</w:t>
      </w:r>
      <w:r w:rsidR="00C90F8D">
        <w:rPr>
          <w:bCs/>
        </w:rPr>
        <w:t xml:space="preserve">, </w:t>
      </w:r>
      <w:r>
        <w:rPr>
          <w:bCs/>
        </w:rPr>
        <w:t>l</w:t>
      </w:r>
      <w:r w:rsidR="00C90F8D">
        <w:rPr>
          <w:bCs/>
        </w:rPr>
        <w:t>’</w:t>
      </w:r>
      <w:r>
        <w:rPr>
          <w:bCs/>
        </w:rPr>
        <w:t>intéressait tout de même plus que Forestier</w:t>
      </w:r>
      <w:r w:rsidR="00C90F8D">
        <w:rPr>
          <w:bCs/>
        </w:rPr>
        <w:t>.</w:t>
      </w:r>
    </w:p>
    <w:p w14:paraId="368086E3" w14:textId="77777777" w:rsidR="00C90F8D" w:rsidRDefault="00AB2DE8">
      <w:pPr>
        <w:rPr>
          <w:bCs/>
        </w:rPr>
      </w:pPr>
      <w:r>
        <w:rPr>
          <w:bCs/>
        </w:rPr>
        <w:t>À cette distance</w:t>
      </w:r>
      <w:r w:rsidR="00C90F8D">
        <w:rPr>
          <w:bCs/>
        </w:rPr>
        <w:t xml:space="preserve">, </w:t>
      </w:r>
      <w:r>
        <w:rPr>
          <w:bCs/>
        </w:rPr>
        <w:t>il ne distinguait que mal les traits de la jeune femme</w:t>
      </w:r>
      <w:r w:rsidR="00C90F8D">
        <w:rPr>
          <w:bCs/>
        </w:rPr>
        <w:t xml:space="preserve">. </w:t>
      </w:r>
      <w:r>
        <w:rPr>
          <w:bCs/>
        </w:rPr>
        <w:t>Il apercevait seulement sa face blanche de poudre</w:t>
      </w:r>
      <w:r w:rsidR="00C90F8D">
        <w:rPr>
          <w:bCs/>
        </w:rPr>
        <w:t xml:space="preserve">, </w:t>
      </w:r>
      <w:r>
        <w:rPr>
          <w:bCs/>
        </w:rPr>
        <w:t>pareille à un blême masque de Pierrot</w:t>
      </w:r>
      <w:r w:rsidR="00C90F8D">
        <w:rPr>
          <w:bCs/>
        </w:rPr>
        <w:t xml:space="preserve">, </w:t>
      </w:r>
      <w:r>
        <w:rPr>
          <w:bCs/>
        </w:rPr>
        <w:t>les trous noirs des yeux</w:t>
      </w:r>
      <w:r w:rsidR="00C90F8D">
        <w:rPr>
          <w:bCs/>
        </w:rPr>
        <w:t xml:space="preserve">, </w:t>
      </w:r>
      <w:r>
        <w:rPr>
          <w:bCs/>
        </w:rPr>
        <w:t>la coupure sanglante de la bouche</w:t>
      </w:r>
      <w:r w:rsidR="00C90F8D">
        <w:rPr>
          <w:bCs/>
        </w:rPr>
        <w:t xml:space="preserve">. </w:t>
      </w:r>
      <w:r>
        <w:rPr>
          <w:bCs/>
        </w:rPr>
        <w:t>Milena chantait sans art</w:t>
      </w:r>
      <w:r w:rsidR="00C90F8D">
        <w:rPr>
          <w:bCs/>
        </w:rPr>
        <w:t xml:space="preserve">, </w:t>
      </w:r>
      <w:r>
        <w:rPr>
          <w:bCs/>
        </w:rPr>
        <w:t>sans conviction</w:t>
      </w:r>
      <w:r w:rsidR="00C90F8D">
        <w:rPr>
          <w:bCs/>
        </w:rPr>
        <w:t xml:space="preserve">, </w:t>
      </w:r>
      <w:r>
        <w:rPr>
          <w:bCs/>
        </w:rPr>
        <w:t>sans dons physiques</w:t>
      </w:r>
      <w:r w:rsidR="00C90F8D">
        <w:rPr>
          <w:bCs/>
        </w:rPr>
        <w:t xml:space="preserve">. </w:t>
      </w:r>
      <w:r>
        <w:rPr>
          <w:bCs/>
        </w:rPr>
        <w:t>Mais la fêlure même de sa voix</w:t>
      </w:r>
      <w:r w:rsidR="00C90F8D">
        <w:rPr>
          <w:bCs/>
        </w:rPr>
        <w:t xml:space="preserve">, </w:t>
      </w:r>
      <w:r>
        <w:rPr>
          <w:bCs/>
        </w:rPr>
        <w:t>ses inflexions sourdes</w:t>
      </w:r>
      <w:r w:rsidR="00C90F8D">
        <w:rPr>
          <w:bCs/>
        </w:rPr>
        <w:t xml:space="preserve">, </w:t>
      </w:r>
      <w:r>
        <w:rPr>
          <w:bCs/>
        </w:rPr>
        <w:t>l</w:t>
      </w:r>
      <w:r w:rsidR="00C90F8D">
        <w:rPr>
          <w:bCs/>
        </w:rPr>
        <w:t>’</w:t>
      </w:r>
      <w:r>
        <w:rPr>
          <w:bCs/>
        </w:rPr>
        <w:t>espèce d</w:t>
      </w:r>
      <w:r w:rsidR="00C90F8D">
        <w:rPr>
          <w:bCs/>
        </w:rPr>
        <w:t>’</w:t>
      </w:r>
      <w:r>
        <w:rPr>
          <w:bCs/>
        </w:rPr>
        <w:t>arrogance douloureuse avec laquelle elle paraissait insister sur ses défaillances au lieu de tenter de les voiler</w:t>
      </w:r>
      <w:r w:rsidR="00C90F8D">
        <w:rPr>
          <w:bCs/>
        </w:rPr>
        <w:t xml:space="preserve">, </w:t>
      </w:r>
      <w:r>
        <w:rPr>
          <w:bCs/>
        </w:rPr>
        <w:t xml:space="preserve">tout cela était en train </w:t>
      </w:r>
      <w:r>
        <w:rPr>
          <w:bCs/>
        </w:rPr>
        <w:lastRenderedPageBreak/>
        <w:t>d</w:t>
      </w:r>
      <w:r w:rsidR="00C90F8D">
        <w:rPr>
          <w:bCs/>
        </w:rPr>
        <w:t>’</w:t>
      </w:r>
      <w:r>
        <w:rPr>
          <w:bCs/>
        </w:rPr>
        <w:t>agir sur Schmidt avec une force singulière</w:t>
      </w:r>
      <w:r w:rsidR="00C90F8D">
        <w:rPr>
          <w:bCs/>
        </w:rPr>
        <w:t xml:space="preserve">. </w:t>
      </w:r>
      <w:r>
        <w:rPr>
          <w:bCs/>
        </w:rPr>
        <w:t>Une bouffée de chaleur lui monta au visage</w:t>
      </w:r>
      <w:r w:rsidR="00C90F8D">
        <w:rPr>
          <w:bCs/>
        </w:rPr>
        <w:t xml:space="preserve">. </w:t>
      </w:r>
      <w:r>
        <w:rPr>
          <w:bCs/>
        </w:rPr>
        <w:t>Un frisson trouble lui parcourut le corps</w:t>
      </w:r>
      <w:r w:rsidR="00C90F8D">
        <w:rPr>
          <w:bCs/>
        </w:rPr>
        <w:t>.</w:t>
      </w:r>
    </w:p>
    <w:p w14:paraId="146F5D1B" w14:textId="77777777" w:rsidR="00C90F8D" w:rsidRDefault="00C90F8D">
      <w:pPr>
        <w:rPr>
          <w:i/>
          <w:iCs/>
        </w:rPr>
      </w:pPr>
      <w:r>
        <w:rPr>
          <w:rFonts w:eastAsia="Georgia"/>
        </w:rPr>
        <w:t>— </w:t>
      </w:r>
      <w:r w:rsidR="00AB2DE8">
        <w:rPr>
          <w:bCs/>
        </w:rPr>
        <w:t>Pourvu qu</w:t>
      </w:r>
      <w:r>
        <w:rPr>
          <w:bCs/>
        </w:rPr>
        <w:t>’</w:t>
      </w:r>
      <w:r w:rsidR="00AB2DE8">
        <w:rPr>
          <w:bCs/>
        </w:rPr>
        <w:t>elle ne s</w:t>
      </w:r>
      <w:r>
        <w:rPr>
          <w:bCs/>
        </w:rPr>
        <w:t>’</w:t>
      </w:r>
      <w:r w:rsidR="00AB2DE8">
        <w:rPr>
          <w:bCs/>
        </w:rPr>
        <w:t>en aille pas tout de suite</w:t>
      </w:r>
      <w:r>
        <w:rPr>
          <w:bCs/>
        </w:rPr>
        <w:t xml:space="preserve">, </w:t>
      </w:r>
      <w:r w:rsidR="00AB2DE8">
        <w:rPr>
          <w:bCs/>
        </w:rPr>
        <w:t>murmura-t-il</w:t>
      </w:r>
      <w:r>
        <w:rPr>
          <w:bCs/>
        </w:rPr>
        <w:t xml:space="preserve">. </w:t>
      </w:r>
      <w:r w:rsidR="00AB2DE8">
        <w:rPr>
          <w:bCs/>
        </w:rPr>
        <w:t>Le temps de semer les petits camarades</w:t>
      </w:r>
      <w:r>
        <w:rPr>
          <w:bCs/>
        </w:rPr>
        <w:t xml:space="preserve">, </w:t>
      </w:r>
      <w:r w:rsidR="00AB2DE8">
        <w:rPr>
          <w:bCs/>
        </w:rPr>
        <w:t xml:space="preserve">et je rapplique au </w:t>
      </w:r>
      <w:r w:rsidR="00AB2DE8">
        <w:rPr>
          <w:i/>
          <w:iCs/>
        </w:rPr>
        <w:t>Soleil de Minuit</w:t>
      </w:r>
      <w:r>
        <w:rPr>
          <w:i/>
          <w:iCs/>
        </w:rPr>
        <w:t>.</w:t>
      </w:r>
    </w:p>
    <w:p w14:paraId="2366503A" w14:textId="7BC37513" w:rsidR="00AB2DE8" w:rsidRDefault="00AB2DE8">
      <w:pPr>
        <w:rPr>
          <w:bCs/>
        </w:rPr>
      </w:pPr>
    </w:p>
    <w:p w14:paraId="12F0A693" w14:textId="77777777" w:rsidR="00C90F8D" w:rsidRDefault="00AB2DE8">
      <w:pPr>
        <w:rPr>
          <w:bCs/>
        </w:rPr>
      </w:pPr>
      <w:r>
        <w:rPr>
          <w:bCs/>
        </w:rPr>
        <w:t xml:space="preserve">Cependant </w:t>
      </w:r>
      <w:proofErr w:type="spellStart"/>
      <w:r>
        <w:rPr>
          <w:bCs/>
        </w:rPr>
        <w:t>Matsui</w:t>
      </w:r>
      <w:proofErr w:type="spellEnd"/>
      <w:r w:rsidR="00C90F8D">
        <w:rPr>
          <w:bCs/>
        </w:rPr>
        <w:t xml:space="preserve">, </w:t>
      </w:r>
      <w:r>
        <w:rPr>
          <w:bCs/>
        </w:rPr>
        <w:t>qui avait terminé sa cigarette</w:t>
      </w:r>
      <w:r w:rsidR="00C90F8D">
        <w:rPr>
          <w:bCs/>
        </w:rPr>
        <w:t xml:space="preserve">, </w:t>
      </w:r>
      <w:r>
        <w:rPr>
          <w:bCs/>
        </w:rPr>
        <w:t>s</w:t>
      </w:r>
      <w:r w:rsidR="00C90F8D">
        <w:rPr>
          <w:bCs/>
        </w:rPr>
        <w:t>’</w:t>
      </w:r>
      <w:r>
        <w:rPr>
          <w:bCs/>
        </w:rPr>
        <w:t>était mis à parler</w:t>
      </w:r>
      <w:r w:rsidR="00C90F8D">
        <w:rPr>
          <w:bCs/>
        </w:rPr>
        <w:t>.</w:t>
      </w:r>
    </w:p>
    <w:p w14:paraId="01CBB2B5" w14:textId="797A31F3" w:rsidR="00C90F8D" w:rsidRDefault="00C90F8D">
      <w:pPr>
        <w:rPr>
          <w:bCs/>
        </w:rPr>
      </w:pPr>
      <w:r>
        <w:rPr>
          <w:rFonts w:eastAsia="Georgia"/>
        </w:rPr>
        <w:t>— </w:t>
      </w:r>
      <w:r w:rsidR="00AB2DE8">
        <w:rPr>
          <w:bCs/>
        </w:rPr>
        <w:t>L</w:t>
      </w:r>
      <w:r>
        <w:rPr>
          <w:bCs/>
        </w:rPr>
        <w:t>’</w:t>
      </w:r>
      <w:r w:rsidR="00AB2DE8">
        <w:rPr>
          <w:bCs/>
        </w:rPr>
        <w:t>histoire à laquelle je fais allusion</w:t>
      </w:r>
      <w:r>
        <w:rPr>
          <w:bCs/>
        </w:rPr>
        <w:t xml:space="preserve">, </w:t>
      </w:r>
      <w:r w:rsidR="00AB2DE8">
        <w:rPr>
          <w:bCs/>
        </w:rPr>
        <w:t>dit-il</w:t>
      </w:r>
      <w:r>
        <w:rPr>
          <w:bCs/>
        </w:rPr>
        <w:t xml:space="preserve">, </w:t>
      </w:r>
      <w:r w:rsidR="00AB2DE8">
        <w:rPr>
          <w:bCs/>
        </w:rPr>
        <w:t>j</w:t>
      </w:r>
      <w:r>
        <w:rPr>
          <w:bCs/>
        </w:rPr>
        <w:t>’</w:t>
      </w:r>
      <w:r w:rsidR="00AB2DE8">
        <w:rPr>
          <w:bCs/>
        </w:rPr>
        <w:t>ai le droit</w:t>
      </w:r>
      <w:r>
        <w:rPr>
          <w:bCs/>
        </w:rPr>
        <w:t xml:space="preserve">, </w:t>
      </w:r>
      <w:r w:rsidR="00AB2DE8">
        <w:rPr>
          <w:bCs/>
        </w:rPr>
        <w:t>de vous la raconter</w:t>
      </w:r>
      <w:r>
        <w:rPr>
          <w:bCs/>
        </w:rPr>
        <w:t xml:space="preserve">, </w:t>
      </w:r>
      <w:r w:rsidR="00AB2DE8">
        <w:rPr>
          <w:bCs/>
        </w:rPr>
        <w:t>car elle n</w:t>
      </w:r>
      <w:r>
        <w:rPr>
          <w:bCs/>
        </w:rPr>
        <w:t>’</w:t>
      </w:r>
      <w:r w:rsidR="00AB2DE8">
        <w:rPr>
          <w:bCs/>
        </w:rPr>
        <w:t>est pas inédite</w:t>
      </w:r>
      <w:r>
        <w:rPr>
          <w:bCs/>
        </w:rPr>
        <w:t>. M. </w:t>
      </w:r>
      <w:r w:rsidR="00AB2DE8">
        <w:rPr>
          <w:bCs/>
        </w:rPr>
        <w:t>Schmidt la connaît</w:t>
      </w:r>
      <w:r>
        <w:rPr>
          <w:bCs/>
        </w:rPr>
        <w:t xml:space="preserve">, </w:t>
      </w:r>
      <w:r w:rsidR="00AB2DE8">
        <w:rPr>
          <w:bCs/>
        </w:rPr>
        <w:t>et ce n</w:t>
      </w:r>
      <w:r>
        <w:rPr>
          <w:bCs/>
        </w:rPr>
        <w:t>’</w:t>
      </w:r>
      <w:r w:rsidR="00AB2DE8">
        <w:rPr>
          <w:bCs/>
        </w:rPr>
        <w:t>est pas de moi qu</w:t>
      </w:r>
      <w:r>
        <w:rPr>
          <w:bCs/>
        </w:rPr>
        <w:t>’</w:t>
      </w:r>
      <w:r w:rsidR="00AB2DE8">
        <w:rPr>
          <w:bCs/>
        </w:rPr>
        <w:t>il la tient</w:t>
      </w:r>
      <w:r>
        <w:rPr>
          <w:bCs/>
        </w:rPr>
        <w:t xml:space="preserve">. </w:t>
      </w:r>
      <w:r w:rsidR="00AB2DE8">
        <w:rPr>
          <w:bCs/>
        </w:rPr>
        <w:t>Je serai bref</w:t>
      </w:r>
      <w:r>
        <w:rPr>
          <w:bCs/>
        </w:rPr>
        <w:t xml:space="preserve">. </w:t>
      </w:r>
      <w:r w:rsidR="00AB2DE8">
        <w:rPr>
          <w:bCs/>
        </w:rPr>
        <w:t>Il y a un an environ</w:t>
      </w:r>
      <w:r>
        <w:rPr>
          <w:bCs/>
        </w:rPr>
        <w:t xml:space="preserve">, </w:t>
      </w:r>
      <w:r w:rsidR="00AB2DE8">
        <w:rPr>
          <w:bCs/>
        </w:rPr>
        <w:t xml:space="preserve">toujours à </w:t>
      </w:r>
      <w:proofErr w:type="spellStart"/>
      <w:r w:rsidR="00AB2DE8">
        <w:rPr>
          <w:bCs/>
        </w:rPr>
        <w:t>Kharbine</w:t>
      </w:r>
      <w:proofErr w:type="spellEnd"/>
      <w:r>
        <w:rPr>
          <w:bCs/>
        </w:rPr>
        <w:t xml:space="preserve">, </w:t>
      </w:r>
      <w:r w:rsidR="00AB2DE8">
        <w:rPr>
          <w:bCs/>
        </w:rPr>
        <w:t>le consul d</w:t>
      </w:r>
      <w:r>
        <w:rPr>
          <w:bCs/>
        </w:rPr>
        <w:t>’</w:t>
      </w:r>
      <w:r w:rsidR="00AB2DE8">
        <w:rPr>
          <w:bCs/>
        </w:rPr>
        <w:t>une grande puissance vint à se douter que le consul d</w:t>
      </w:r>
      <w:r>
        <w:rPr>
          <w:bCs/>
        </w:rPr>
        <w:t>’</w:t>
      </w:r>
      <w:r w:rsidR="00AB2DE8">
        <w:rPr>
          <w:bCs/>
        </w:rPr>
        <w:t>une autre grande puissance avait mis dans son jeu</w:t>
      </w:r>
      <w:r>
        <w:rPr>
          <w:bCs/>
        </w:rPr>
        <w:t xml:space="preserve"> – </w:t>
      </w:r>
      <w:r w:rsidR="00AB2DE8">
        <w:rPr>
          <w:bCs/>
        </w:rPr>
        <w:t>à prix d</w:t>
      </w:r>
      <w:r>
        <w:rPr>
          <w:bCs/>
        </w:rPr>
        <w:t>’</w:t>
      </w:r>
      <w:r w:rsidR="00AB2DE8">
        <w:rPr>
          <w:bCs/>
        </w:rPr>
        <w:t>argent</w:t>
      </w:r>
      <w:r>
        <w:rPr>
          <w:bCs/>
        </w:rPr>
        <w:t xml:space="preserve">, </w:t>
      </w:r>
      <w:r w:rsidR="00AB2DE8">
        <w:rPr>
          <w:bCs/>
        </w:rPr>
        <w:t>bien entendu</w:t>
      </w:r>
      <w:r>
        <w:rPr>
          <w:bCs/>
        </w:rPr>
        <w:t xml:space="preserve"> – </w:t>
      </w:r>
      <w:r w:rsidR="00AB2DE8">
        <w:rPr>
          <w:bCs/>
        </w:rPr>
        <w:t>un haut fonctionnaire d</w:t>
      </w:r>
      <w:r>
        <w:rPr>
          <w:bCs/>
        </w:rPr>
        <w:t>’</w:t>
      </w:r>
      <w:r w:rsidR="00AB2DE8">
        <w:rPr>
          <w:bCs/>
        </w:rPr>
        <w:t>une troisième grande puissance</w:t>
      </w:r>
      <w:r>
        <w:rPr>
          <w:bCs/>
        </w:rPr>
        <w:t xml:space="preserve">. </w:t>
      </w:r>
      <w:r w:rsidR="00AB2DE8">
        <w:rPr>
          <w:bCs/>
        </w:rPr>
        <w:t>D</w:t>
      </w:r>
      <w:r>
        <w:rPr>
          <w:bCs/>
        </w:rPr>
        <w:t>’</w:t>
      </w:r>
      <w:r w:rsidR="00AB2DE8">
        <w:rPr>
          <w:bCs/>
        </w:rPr>
        <w:t>où rupture d</w:t>
      </w:r>
      <w:r>
        <w:rPr>
          <w:bCs/>
        </w:rPr>
        <w:t>’</w:t>
      </w:r>
      <w:r w:rsidR="00AB2DE8">
        <w:rPr>
          <w:bCs/>
        </w:rPr>
        <w:t>équilibre dans la lutte quotidienne</w:t>
      </w:r>
      <w:r>
        <w:rPr>
          <w:bCs/>
        </w:rPr>
        <w:t xml:space="preserve">, </w:t>
      </w:r>
      <w:r w:rsidR="00AB2DE8">
        <w:rPr>
          <w:bCs/>
        </w:rPr>
        <w:t>nécessité d</w:t>
      </w:r>
      <w:r>
        <w:rPr>
          <w:bCs/>
        </w:rPr>
        <w:t>’</w:t>
      </w:r>
      <w:r w:rsidR="00AB2DE8">
        <w:rPr>
          <w:bCs/>
        </w:rPr>
        <w:t>acquérir au plus vite une certitude</w:t>
      </w:r>
      <w:r>
        <w:rPr>
          <w:bCs/>
        </w:rPr>
        <w:t xml:space="preserve">, </w:t>
      </w:r>
      <w:r w:rsidR="00AB2DE8">
        <w:rPr>
          <w:bCs/>
        </w:rPr>
        <w:t>afin d</w:t>
      </w:r>
      <w:r>
        <w:rPr>
          <w:bCs/>
        </w:rPr>
        <w:t>’</w:t>
      </w:r>
      <w:r w:rsidR="00AB2DE8">
        <w:rPr>
          <w:bCs/>
        </w:rPr>
        <w:t>agir en conséquence</w:t>
      </w:r>
      <w:r>
        <w:rPr>
          <w:bCs/>
        </w:rPr>
        <w:t xml:space="preserve">. </w:t>
      </w:r>
      <w:r w:rsidR="00AB2DE8">
        <w:rPr>
          <w:bCs/>
        </w:rPr>
        <w:t>Tout le problème se ramenait à l</w:t>
      </w:r>
      <w:r>
        <w:rPr>
          <w:bCs/>
        </w:rPr>
        <w:t>’</w:t>
      </w:r>
      <w:r w:rsidR="00AB2DE8">
        <w:rPr>
          <w:bCs/>
        </w:rPr>
        <w:t>existence d</w:t>
      </w:r>
      <w:r>
        <w:rPr>
          <w:bCs/>
        </w:rPr>
        <w:t>’</w:t>
      </w:r>
      <w:r w:rsidR="00AB2DE8">
        <w:rPr>
          <w:bCs/>
        </w:rPr>
        <w:t>un chèque</w:t>
      </w:r>
      <w:r>
        <w:rPr>
          <w:bCs/>
        </w:rPr>
        <w:t xml:space="preserve">, </w:t>
      </w:r>
      <w:r w:rsidR="00AB2DE8">
        <w:rPr>
          <w:bCs/>
        </w:rPr>
        <w:t>dont il fallait se procurer immédiatement la photographie</w:t>
      </w:r>
      <w:r>
        <w:rPr>
          <w:bCs/>
        </w:rPr>
        <w:t xml:space="preserve">, – </w:t>
      </w:r>
      <w:r w:rsidR="00AB2DE8">
        <w:rPr>
          <w:bCs/>
        </w:rPr>
        <w:t>je dis immédiatement</w:t>
      </w:r>
      <w:r>
        <w:rPr>
          <w:bCs/>
        </w:rPr>
        <w:t xml:space="preserve">, </w:t>
      </w:r>
      <w:r w:rsidR="00AB2DE8">
        <w:rPr>
          <w:bCs/>
        </w:rPr>
        <w:t>parce que ces objets-là</w:t>
      </w:r>
      <w:r>
        <w:rPr>
          <w:bCs/>
        </w:rPr>
        <w:t xml:space="preserve">, </w:t>
      </w:r>
      <w:r w:rsidR="00AB2DE8">
        <w:rPr>
          <w:bCs/>
        </w:rPr>
        <w:t>n</w:t>
      </w:r>
      <w:r>
        <w:rPr>
          <w:bCs/>
        </w:rPr>
        <w:t>’</w:t>
      </w:r>
      <w:r w:rsidR="00AB2DE8">
        <w:rPr>
          <w:bCs/>
        </w:rPr>
        <w:t>est-ce pas</w:t>
      </w:r>
      <w:r>
        <w:rPr>
          <w:bCs/>
        </w:rPr>
        <w:t xml:space="preserve">, </w:t>
      </w:r>
      <w:r w:rsidR="00AB2DE8">
        <w:rPr>
          <w:bCs/>
        </w:rPr>
        <w:t>n</w:t>
      </w:r>
      <w:r>
        <w:rPr>
          <w:bCs/>
        </w:rPr>
        <w:t>’</w:t>
      </w:r>
      <w:r w:rsidR="00AB2DE8">
        <w:rPr>
          <w:bCs/>
        </w:rPr>
        <w:t>ont pas coutume de s</w:t>
      </w:r>
      <w:r>
        <w:rPr>
          <w:bCs/>
        </w:rPr>
        <w:t>’</w:t>
      </w:r>
      <w:r w:rsidR="00AB2DE8">
        <w:rPr>
          <w:bCs/>
        </w:rPr>
        <w:t>éterniser entre des mains percées</w:t>
      </w:r>
      <w:r>
        <w:rPr>
          <w:bCs/>
        </w:rPr>
        <w:t xml:space="preserve">. </w:t>
      </w:r>
      <w:r w:rsidR="00AB2DE8">
        <w:rPr>
          <w:bCs/>
        </w:rPr>
        <w:t>Voilà les prémisses</w:t>
      </w:r>
      <w:r>
        <w:rPr>
          <w:bCs/>
        </w:rPr>
        <w:t xml:space="preserve">. </w:t>
      </w:r>
      <w:r w:rsidR="00AB2DE8">
        <w:rPr>
          <w:bCs/>
        </w:rPr>
        <w:t>Elles sont simples</w:t>
      </w:r>
      <w:r>
        <w:rPr>
          <w:bCs/>
        </w:rPr>
        <w:t xml:space="preserve">. </w:t>
      </w:r>
      <w:r w:rsidR="00AB2DE8">
        <w:rPr>
          <w:bCs/>
        </w:rPr>
        <w:t>Le dénouement l</w:t>
      </w:r>
      <w:r>
        <w:rPr>
          <w:bCs/>
        </w:rPr>
        <w:t>’</w:t>
      </w:r>
      <w:r w:rsidR="00AB2DE8">
        <w:rPr>
          <w:bCs/>
        </w:rPr>
        <w:t>est plus encore</w:t>
      </w:r>
      <w:r>
        <w:rPr>
          <w:bCs/>
        </w:rPr>
        <w:t xml:space="preserve">. </w:t>
      </w:r>
      <w:r w:rsidR="00AB2DE8">
        <w:rPr>
          <w:bCs/>
        </w:rPr>
        <w:t>Au bout de trois jours</w:t>
      </w:r>
      <w:r>
        <w:rPr>
          <w:bCs/>
        </w:rPr>
        <w:t xml:space="preserve">, </w:t>
      </w:r>
      <w:r w:rsidR="00AB2DE8">
        <w:rPr>
          <w:bCs/>
        </w:rPr>
        <w:t>l</w:t>
      </w:r>
      <w:r>
        <w:rPr>
          <w:bCs/>
        </w:rPr>
        <w:t>’</w:t>
      </w:r>
      <w:r w:rsidR="00AB2DE8">
        <w:rPr>
          <w:bCs/>
        </w:rPr>
        <w:t>agent de la première puissance était en possession de la photographie</w:t>
      </w:r>
      <w:r>
        <w:rPr>
          <w:bCs/>
        </w:rPr>
        <w:t xml:space="preserve">. </w:t>
      </w:r>
      <w:r w:rsidR="00AB2DE8">
        <w:rPr>
          <w:bCs/>
        </w:rPr>
        <w:t>Eh bien ça</w:t>
      </w:r>
      <w:r>
        <w:rPr>
          <w:bCs/>
        </w:rPr>
        <w:t xml:space="preserve">, </w:t>
      </w:r>
      <w:r w:rsidR="00AB2DE8">
        <w:rPr>
          <w:bCs/>
        </w:rPr>
        <w:t>qu</w:t>
      </w:r>
      <w:r>
        <w:rPr>
          <w:bCs/>
        </w:rPr>
        <w:t>’</w:t>
      </w:r>
      <w:r w:rsidR="00AB2DE8">
        <w:rPr>
          <w:bCs/>
        </w:rPr>
        <w:t>on le veuille ou non</w:t>
      </w:r>
      <w:r>
        <w:rPr>
          <w:bCs/>
        </w:rPr>
        <w:t xml:space="preserve">, </w:t>
      </w:r>
      <w:r w:rsidR="00AB2DE8">
        <w:rPr>
          <w:bCs/>
        </w:rPr>
        <w:t>c</w:t>
      </w:r>
      <w:r>
        <w:rPr>
          <w:bCs/>
        </w:rPr>
        <w:t>’</w:t>
      </w:r>
      <w:r w:rsidR="00AB2DE8">
        <w:rPr>
          <w:bCs/>
        </w:rPr>
        <w:t>est du travail</w:t>
      </w:r>
      <w:r>
        <w:rPr>
          <w:bCs/>
        </w:rPr>
        <w:t>.</w:t>
      </w:r>
    </w:p>
    <w:p w14:paraId="7B940DF7" w14:textId="77777777" w:rsidR="00C90F8D" w:rsidRDefault="00C90F8D">
      <w:pPr>
        <w:rPr>
          <w:bCs/>
        </w:rPr>
      </w:pPr>
      <w:r>
        <w:rPr>
          <w:rFonts w:eastAsia="Georgia"/>
        </w:rPr>
        <w:t>— </w:t>
      </w:r>
      <w:r w:rsidR="00AB2DE8">
        <w:rPr>
          <w:bCs/>
        </w:rPr>
        <w:t>Que s</w:t>
      </w:r>
      <w:r>
        <w:rPr>
          <w:bCs/>
        </w:rPr>
        <w:t>’</w:t>
      </w:r>
      <w:r w:rsidR="00AB2DE8">
        <w:rPr>
          <w:bCs/>
        </w:rPr>
        <w:t>était-il passé</w:t>
      </w:r>
      <w:r>
        <w:rPr>
          <w:bCs/>
        </w:rPr>
        <w:t> ?</w:t>
      </w:r>
    </w:p>
    <w:p w14:paraId="7185247B" w14:textId="77777777" w:rsidR="00C90F8D" w:rsidRDefault="00C90F8D">
      <w:pPr>
        <w:rPr>
          <w:bCs/>
        </w:rPr>
      </w:pPr>
      <w:r>
        <w:rPr>
          <w:rFonts w:eastAsia="Georgia"/>
        </w:rPr>
        <w:t>— </w:t>
      </w:r>
      <w:r w:rsidR="00AB2DE8">
        <w:rPr>
          <w:bCs/>
        </w:rPr>
        <w:t>Rien que de très naturel</w:t>
      </w:r>
      <w:r>
        <w:rPr>
          <w:bCs/>
        </w:rPr>
        <w:t xml:space="preserve">. </w:t>
      </w:r>
      <w:r w:rsidR="00AB2DE8">
        <w:rPr>
          <w:bCs/>
        </w:rPr>
        <w:t xml:space="preserve">À </w:t>
      </w:r>
      <w:proofErr w:type="spellStart"/>
      <w:r w:rsidR="00AB2DE8">
        <w:rPr>
          <w:bCs/>
        </w:rPr>
        <w:t>Kharbine</w:t>
      </w:r>
      <w:proofErr w:type="spellEnd"/>
      <w:r>
        <w:rPr>
          <w:bCs/>
        </w:rPr>
        <w:t xml:space="preserve">, </w:t>
      </w:r>
      <w:r w:rsidR="00AB2DE8">
        <w:rPr>
          <w:bCs/>
        </w:rPr>
        <w:t>il y a</w:t>
      </w:r>
      <w:r>
        <w:rPr>
          <w:bCs/>
        </w:rPr>
        <w:t xml:space="preserve">, </w:t>
      </w:r>
      <w:r w:rsidR="00AB2DE8">
        <w:rPr>
          <w:bCs/>
        </w:rPr>
        <w:t>comme de juste</w:t>
      </w:r>
      <w:r>
        <w:rPr>
          <w:bCs/>
        </w:rPr>
        <w:t xml:space="preserve">, </w:t>
      </w:r>
      <w:r w:rsidR="00AB2DE8">
        <w:rPr>
          <w:bCs/>
        </w:rPr>
        <w:t>un café-concert dans le genre de celui-ci</w:t>
      </w:r>
      <w:r>
        <w:rPr>
          <w:bCs/>
        </w:rPr>
        <w:t xml:space="preserve">. </w:t>
      </w:r>
      <w:r w:rsidR="00AB2DE8">
        <w:rPr>
          <w:bCs/>
        </w:rPr>
        <w:t xml:space="preserve">Le haut </w:t>
      </w:r>
      <w:r w:rsidR="00AB2DE8">
        <w:rPr>
          <w:bCs/>
        </w:rPr>
        <w:lastRenderedPageBreak/>
        <w:t>fonctionnaire en question y vint</w:t>
      </w:r>
      <w:r>
        <w:rPr>
          <w:bCs/>
        </w:rPr>
        <w:t xml:space="preserve">, </w:t>
      </w:r>
      <w:r w:rsidR="00AB2DE8">
        <w:rPr>
          <w:bCs/>
        </w:rPr>
        <w:t>avec le chèque dans son portefeuille</w:t>
      </w:r>
      <w:r>
        <w:rPr>
          <w:bCs/>
        </w:rPr>
        <w:t xml:space="preserve">. </w:t>
      </w:r>
      <w:r w:rsidR="00AB2DE8">
        <w:rPr>
          <w:bCs/>
        </w:rPr>
        <w:t>Cette nuit-là</w:t>
      </w:r>
      <w:r>
        <w:rPr>
          <w:bCs/>
        </w:rPr>
        <w:t xml:space="preserve">, </w:t>
      </w:r>
      <w:r w:rsidR="00AB2DE8">
        <w:rPr>
          <w:bCs/>
        </w:rPr>
        <w:t>il ne rentra pas seul chez lui</w:t>
      </w:r>
      <w:r>
        <w:rPr>
          <w:bCs/>
        </w:rPr>
        <w:t xml:space="preserve">, </w:t>
      </w:r>
      <w:r w:rsidR="00AB2DE8">
        <w:rPr>
          <w:bCs/>
        </w:rPr>
        <w:t>vous comprenez</w:t>
      </w:r>
      <w:r>
        <w:rPr>
          <w:bCs/>
        </w:rPr>
        <w:t> ?</w:t>
      </w:r>
    </w:p>
    <w:p w14:paraId="67DA5DEB" w14:textId="75207BB4" w:rsidR="00C90F8D" w:rsidRDefault="00C90F8D">
      <w:pPr>
        <w:rPr>
          <w:bCs/>
        </w:rPr>
      </w:pPr>
      <w:r>
        <w:rPr>
          <w:rFonts w:eastAsia="Georgia"/>
        </w:rPr>
        <w:t>— </w:t>
      </w:r>
      <w:r w:rsidR="00AB2DE8">
        <w:rPr>
          <w:bCs/>
        </w:rPr>
        <w:t>J</w:t>
      </w:r>
      <w:r>
        <w:rPr>
          <w:bCs/>
        </w:rPr>
        <w:t>’</w:t>
      </w:r>
      <w:r w:rsidR="00AB2DE8">
        <w:rPr>
          <w:bCs/>
        </w:rPr>
        <w:t>ai compris</w:t>
      </w:r>
      <w:r>
        <w:rPr>
          <w:bCs/>
        </w:rPr>
        <w:t xml:space="preserve">, </w:t>
      </w:r>
      <w:r w:rsidR="00AB2DE8">
        <w:rPr>
          <w:bCs/>
        </w:rPr>
        <w:t xml:space="preserve">fit pudiquement </w:t>
      </w:r>
      <w:r>
        <w:rPr>
          <w:bCs/>
        </w:rPr>
        <w:t>M. </w:t>
      </w:r>
      <w:proofErr w:type="spellStart"/>
      <w:r w:rsidR="00AB2DE8">
        <w:rPr>
          <w:bCs/>
        </w:rPr>
        <w:t>Mauconseil</w:t>
      </w:r>
      <w:proofErr w:type="spellEnd"/>
      <w:r>
        <w:rPr>
          <w:bCs/>
        </w:rPr>
        <w:t xml:space="preserve">, </w:t>
      </w:r>
      <w:r w:rsidR="00AB2DE8">
        <w:rPr>
          <w:bCs/>
        </w:rPr>
        <w:t>j</w:t>
      </w:r>
      <w:r>
        <w:rPr>
          <w:bCs/>
        </w:rPr>
        <w:t>’</w:t>
      </w:r>
      <w:r w:rsidR="00AB2DE8">
        <w:rPr>
          <w:bCs/>
        </w:rPr>
        <w:t>ai compris</w:t>
      </w:r>
      <w:r>
        <w:rPr>
          <w:bCs/>
        </w:rPr>
        <w:t xml:space="preserve">. </w:t>
      </w:r>
      <w:r w:rsidR="00AB2DE8">
        <w:rPr>
          <w:bCs/>
        </w:rPr>
        <w:t>C</w:t>
      </w:r>
      <w:r>
        <w:rPr>
          <w:bCs/>
        </w:rPr>
        <w:t>’</w:t>
      </w:r>
      <w:r w:rsidR="00AB2DE8">
        <w:rPr>
          <w:bCs/>
        </w:rPr>
        <w:t>est égal</w:t>
      </w:r>
      <w:r>
        <w:rPr>
          <w:bCs/>
        </w:rPr>
        <w:t xml:space="preserve">, </w:t>
      </w:r>
      <w:r w:rsidR="00AB2DE8">
        <w:rPr>
          <w:bCs/>
        </w:rPr>
        <w:t>je pose en principe qu</w:t>
      </w:r>
      <w:r>
        <w:rPr>
          <w:bCs/>
        </w:rPr>
        <w:t>’</w:t>
      </w:r>
      <w:r w:rsidR="00AB2DE8">
        <w:rPr>
          <w:bCs/>
        </w:rPr>
        <w:t>il y a là un cas</w:t>
      </w:r>
      <w:r>
        <w:rPr>
          <w:bCs/>
        </w:rPr>
        <w:t xml:space="preserve"> – </w:t>
      </w:r>
      <w:r w:rsidR="00AB2DE8">
        <w:rPr>
          <w:bCs/>
        </w:rPr>
        <w:t>comment dirais-je</w:t>
      </w:r>
      <w:r>
        <w:rPr>
          <w:bCs/>
        </w:rPr>
        <w:t xml:space="preserve"> ? – </w:t>
      </w:r>
      <w:r w:rsidR="00AB2DE8">
        <w:rPr>
          <w:bCs/>
        </w:rPr>
        <w:t>exceptionnel</w:t>
      </w:r>
      <w:r>
        <w:rPr>
          <w:bCs/>
        </w:rPr>
        <w:t>.</w:t>
      </w:r>
    </w:p>
    <w:p w14:paraId="4560566E" w14:textId="77777777" w:rsidR="00C90F8D" w:rsidRDefault="00C90F8D">
      <w:pPr>
        <w:rPr>
          <w:bCs/>
        </w:rPr>
      </w:pPr>
      <w:r>
        <w:rPr>
          <w:rFonts w:eastAsia="Georgia"/>
        </w:rPr>
        <w:t>— </w:t>
      </w:r>
      <w:r w:rsidR="00AB2DE8">
        <w:rPr>
          <w:bCs/>
        </w:rPr>
        <w:t>Pas si exceptionnel que cela</w:t>
      </w:r>
      <w:r>
        <w:rPr>
          <w:bCs/>
        </w:rPr>
        <w:t xml:space="preserve">, </w:t>
      </w:r>
      <w:r w:rsidR="00AB2DE8">
        <w:rPr>
          <w:bCs/>
        </w:rPr>
        <w:t xml:space="preserve">répliqua </w:t>
      </w:r>
      <w:proofErr w:type="spellStart"/>
      <w:r w:rsidR="00AB2DE8">
        <w:rPr>
          <w:bCs/>
        </w:rPr>
        <w:t>Matsui</w:t>
      </w:r>
      <w:proofErr w:type="spellEnd"/>
      <w:r>
        <w:rPr>
          <w:bCs/>
        </w:rPr>
        <w:t xml:space="preserve">. </w:t>
      </w:r>
      <w:r w:rsidR="00AB2DE8">
        <w:rPr>
          <w:bCs/>
        </w:rPr>
        <w:t>En voulez-vous la preuve</w:t>
      </w:r>
      <w:r>
        <w:rPr>
          <w:bCs/>
        </w:rPr>
        <w:t xml:space="preserve"> ? </w:t>
      </w:r>
      <w:r w:rsidR="00AB2DE8">
        <w:rPr>
          <w:bCs/>
        </w:rPr>
        <w:t>Mais approchez-vous</w:t>
      </w:r>
      <w:r>
        <w:rPr>
          <w:bCs/>
        </w:rPr>
        <w:t xml:space="preserve">, </w:t>
      </w:r>
      <w:r w:rsidR="00AB2DE8">
        <w:rPr>
          <w:bCs/>
        </w:rPr>
        <w:t>alors</w:t>
      </w:r>
      <w:r>
        <w:rPr>
          <w:bCs/>
        </w:rPr>
        <w:t xml:space="preserve">, </w:t>
      </w:r>
      <w:r w:rsidR="00AB2DE8">
        <w:rPr>
          <w:bCs/>
        </w:rPr>
        <w:t>car</w:t>
      </w:r>
      <w:r>
        <w:rPr>
          <w:bCs/>
        </w:rPr>
        <w:t xml:space="preserve">, </w:t>
      </w:r>
      <w:r w:rsidR="00AB2DE8">
        <w:rPr>
          <w:bCs/>
        </w:rPr>
        <w:t>cette fois</w:t>
      </w:r>
      <w:r>
        <w:rPr>
          <w:bCs/>
        </w:rPr>
        <w:t xml:space="preserve">, </w:t>
      </w:r>
      <w:r w:rsidR="00AB2DE8">
        <w:rPr>
          <w:bCs/>
        </w:rPr>
        <w:t>l</w:t>
      </w:r>
      <w:r>
        <w:rPr>
          <w:bCs/>
        </w:rPr>
        <w:t>’</w:t>
      </w:r>
      <w:r w:rsidR="00AB2DE8">
        <w:rPr>
          <w:bCs/>
        </w:rPr>
        <w:t>exemple que j</w:t>
      </w:r>
      <w:r>
        <w:rPr>
          <w:bCs/>
        </w:rPr>
        <w:t>’</w:t>
      </w:r>
      <w:r w:rsidR="00AB2DE8">
        <w:rPr>
          <w:bCs/>
        </w:rPr>
        <w:t>ai à vous citer est d</w:t>
      </w:r>
      <w:r>
        <w:rPr>
          <w:bCs/>
        </w:rPr>
        <w:t>’</w:t>
      </w:r>
      <w:r w:rsidR="00AB2DE8">
        <w:rPr>
          <w:bCs/>
        </w:rPr>
        <w:t>ordre strictement confidentiel</w:t>
      </w:r>
      <w:r>
        <w:rPr>
          <w:bCs/>
        </w:rPr>
        <w:t>.</w:t>
      </w:r>
    </w:p>
    <w:p w14:paraId="13B7F872" w14:textId="1E813A72" w:rsidR="00C90F8D" w:rsidRDefault="00AB2DE8">
      <w:pPr>
        <w:rPr>
          <w:bCs/>
        </w:rPr>
      </w:pPr>
      <w:r>
        <w:rPr>
          <w:bCs/>
        </w:rPr>
        <w:t>Assez intrigué par des façons qui n</w:t>
      </w:r>
      <w:r w:rsidR="00C90F8D">
        <w:rPr>
          <w:bCs/>
        </w:rPr>
        <w:t>’</w:t>
      </w:r>
      <w:r>
        <w:rPr>
          <w:bCs/>
        </w:rPr>
        <w:t>étaient guère dans les habitudes du Japonais</w:t>
      </w:r>
      <w:r w:rsidR="00C90F8D">
        <w:rPr>
          <w:bCs/>
        </w:rPr>
        <w:t xml:space="preserve">, </w:t>
      </w:r>
      <w:r>
        <w:rPr>
          <w:bCs/>
        </w:rPr>
        <w:t>Schmidt ne perdait pas un détail de cette scène</w:t>
      </w:r>
      <w:r w:rsidR="00C90F8D">
        <w:rPr>
          <w:bCs/>
        </w:rPr>
        <w:t xml:space="preserve">. </w:t>
      </w:r>
      <w:r>
        <w:rPr>
          <w:bCs/>
        </w:rPr>
        <w:t>Où sa surprise ne connut plus de bornes</w:t>
      </w:r>
      <w:r w:rsidR="00C90F8D">
        <w:rPr>
          <w:bCs/>
        </w:rPr>
        <w:t xml:space="preserve">, </w:t>
      </w:r>
      <w:r>
        <w:rPr>
          <w:bCs/>
        </w:rPr>
        <w:t xml:space="preserve">ce fut quand il vit </w:t>
      </w:r>
      <w:r w:rsidR="00C90F8D">
        <w:rPr>
          <w:bCs/>
        </w:rPr>
        <w:t>M. </w:t>
      </w:r>
      <w:proofErr w:type="spellStart"/>
      <w:r>
        <w:rPr>
          <w:bCs/>
        </w:rPr>
        <w:t>Mauconseil</w:t>
      </w:r>
      <w:proofErr w:type="spellEnd"/>
      <w:r>
        <w:rPr>
          <w:bCs/>
        </w:rPr>
        <w:t xml:space="preserve"> devenir soudain écarlate et manifester le plus profond effarement</w:t>
      </w:r>
      <w:r w:rsidR="00C90F8D">
        <w:rPr>
          <w:bCs/>
        </w:rPr>
        <w:t>.</w:t>
      </w:r>
    </w:p>
    <w:p w14:paraId="38EF1D55" w14:textId="77777777" w:rsidR="00C90F8D" w:rsidRDefault="00C90F8D">
      <w:pPr>
        <w:rPr>
          <w:bCs/>
        </w:rPr>
      </w:pPr>
      <w:r>
        <w:rPr>
          <w:rFonts w:eastAsia="Georgia"/>
        </w:rPr>
        <w:t>— </w:t>
      </w:r>
      <w:r w:rsidR="00AB2DE8">
        <w:rPr>
          <w:bCs/>
        </w:rPr>
        <w:t>Comment</w:t>
      </w:r>
      <w:r>
        <w:rPr>
          <w:bCs/>
        </w:rPr>
        <w:t xml:space="preserve">, </w:t>
      </w:r>
      <w:r w:rsidR="00AB2DE8">
        <w:rPr>
          <w:bCs/>
        </w:rPr>
        <w:t>vous avez entendu</w:t>
      </w:r>
      <w:r>
        <w:rPr>
          <w:bCs/>
        </w:rPr>
        <w:t> ?…</w:t>
      </w:r>
    </w:p>
    <w:p w14:paraId="1F7140EC" w14:textId="77777777" w:rsidR="00C90F8D" w:rsidRDefault="00C90F8D">
      <w:pPr>
        <w:rPr>
          <w:bCs/>
        </w:rPr>
      </w:pPr>
      <w:r>
        <w:rPr>
          <w:rFonts w:eastAsia="Georgia"/>
        </w:rPr>
        <w:t>— </w:t>
      </w:r>
      <w:r w:rsidR="00AB2DE8">
        <w:rPr>
          <w:bCs/>
        </w:rPr>
        <w:t>J</w:t>
      </w:r>
      <w:r>
        <w:rPr>
          <w:bCs/>
        </w:rPr>
        <w:t>’</w:t>
      </w:r>
      <w:r w:rsidR="00AB2DE8">
        <w:rPr>
          <w:bCs/>
        </w:rPr>
        <w:t>ai entendu</w:t>
      </w:r>
      <w:r>
        <w:rPr>
          <w:bCs/>
        </w:rPr>
        <w:t xml:space="preserve">, </w:t>
      </w:r>
      <w:r w:rsidR="00AB2DE8">
        <w:rPr>
          <w:bCs/>
        </w:rPr>
        <w:t>et je m</w:t>
      </w:r>
      <w:r>
        <w:rPr>
          <w:bCs/>
        </w:rPr>
        <w:t>’</w:t>
      </w:r>
      <w:r w:rsidR="00AB2DE8">
        <w:rPr>
          <w:bCs/>
        </w:rPr>
        <w:t>en excuse</w:t>
      </w:r>
      <w:r>
        <w:rPr>
          <w:bCs/>
        </w:rPr>
        <w:t xml:space="preserve">, </w:t>
      </w:r>
      <w:r w:rsidR="00AB2DE8">
        <w:rPr>
          <w:bCs/>
        </w:rPr>
        <w:t>monsieur le directeur général</w:t>
      </w:r>
      <w:r>
        <w:rPr>
          <w:bCs/>
        </w:rPr>
        <w:t xml:space="preserve">, </w:t>
      </w:r>
      <w:r w:rsidR="00AB2DE8">
        <w:rPr>
          <w:bCs/>
        </w:rPr>
        <w:t xml:space="preserve">disait </w:t>
      </w:r>
      <w:proofErr w:type="spellStart"/>
      <w:r w:rsidR="00AB2DE8">
        <w:rPr>
          <w:bCs/>
        </w:rPr>
        <w:t>Matsui</w:t>
      </w:r>
      <w:proofErr w:type="spellEnd"/>
      <w:r>
        <w:rPr>
          <w:bCs/>
        </w:rPr>
        <w:t xml:space="preserve">. </w:t>
      </w:r>
      <w:r w:rsidR="00AB2DE8">
        <w:rPr>
          <w:bCs/>
        </w:rPr>
        <w:t>Mais calmez-vous</w:t>
      </w:r>
      <w:r>
        <w:rPr>
          <w:bCs/>
        </w:rPr>
        <w:t xml:space="preserve">, </w:t>
      </w:r>
      <w:r w:rsidR="00AB2DE8">
        <w:rPr>
          <w:bCs/>
        </w:rPr>
        <w:t>je vous en prie</w:t>
      </w:r>
      <w:r>
        <w:rPr>
          <w:bCs/>
        </w:rPr>
        <w:t>.</w:t>
      </w:r>
    </w:p>
    <w:p w14:paraId="2D2A9489" w14:textId="77777777" w:rsidR="00C90F8D" w:rsidRDefault="00C90F8D">
      <w:pPr>
        <w:rPr>
          <w:bCs/>
        </w:rPr>
      </w:pPr>
      <w:r>
        <w:rPr>
          <w:rFonts w:eastAsia="Georgia"/>
        </w:rPr>
        <w:t>— </w:t>
      </w:r>
      <w:r w:rsidR="00AB2DE8">
        <w:rPr>
          <w:bCs/>
        </w:rPr>
        <w:t>Vous avez entendu</w:t>
      </w:r>
      <w:r>
        <w:rPr>
          <w:bCs/>
        </w:rPr>
        <w:t xml:space="preserve"> !… </w:t>
      </w:r>
      <w:r w:rsidR="00AB2DE8">
        <w:rPr>
          <w:bCs/>
        </w:rPr>
        <w:t>Mais ça n</w:t>
      </w:r>
      <w:r>
        <w:rPr>
          <w:bCs/>
        </w:rPr>
        <w:t>’</w:t>
      </w:r>
      <w:r w:rsidR="00AB2DE8">
        <w:rPr>
          <w:bCs/>
        </w:rPr>
        <w:t>avait aucun rapport</w:t>
      </w:r>
      <w:r>
        <w:rPr>
          <w:bCs/>
        </w:rPr>
        <w:t xml:space="preserve">, </w:t>
      </w:r>
      <w:r w:rsidR="00AB2DE8">
        <w:rPr>
          <w:bCs/>
        </w:rPr>
        <w:t>mon cher ami</w:t>
      </w:r>
      <w:r>
        <w:rPr>
          <w:bCs/>
        </w:rPr>
        <w:t xml:space="preserve">. </w:t>
      </w:r>
      <w:r w:rsidR="00AB2DE8">
        <w:rPr>
          <w:bCs/>
        </w:rPr>
        <w:t>Une phrase en l</w:t>
      </w:r>
      <w:r>
        <w:rPr>
          <w:bCs/>
        </w:rPr>
        <w:t>’</w:t>
      </w:r>
      <w:r w:rsidR="00AB2DE8">
        <w:rPr>
          <w:bCs/>
        </w:rPr>
        <w:t>air</w:t>
      </w:r>
      <w:r>
        <w:rPr>
          <w:bCs/>
        </w:rPr>
        <w:t xml:space="preserve"> !… </w:t>
      </w:r>
      <w:r w:rsidR="00AB2DE8">
        <w:rPr>
          <w:bCs/>
        </w:rPr>
        <w:t>Une politesse</w:t>
      </w:r>
      <w:r>
        <w:rPr>
          <w:bCs/>
        </w:rPr>
        <w:t xml:space="preserve">, </w:t>
      </w:r>
      <w:r w:rsidR="00AB2DE8">
        <w:rPr>
          <w:bCs/>
        </w:rPr>
        <w:t>une simple politesse</w:t>
      </w:r>
      <w:r>
        <w:rPr>
          <w:bCs/>
        </w:rPr>
        <w:t xml:space="preserve">. </w:t>
      </w:r>
      <w:r w:rsidR="00AB2DE8">
        <w:rPr>
          <w:bCs/>
        </w:rPr>
        <w:t>Faut-il vous en donner ma parole</w:t>
      </w:r>
      <w:r>
        <w:rPr>
          <w:bCs/>
        </w:rPr>
        <w:t xml:space="preserve"> ? </w:t>
      </w:r>
      <w:r w:rsidR="00AB2DE8">
        <w:rPr>
          <w:bCs/>
        </w:rPr>
        <w:t>Pas une minute</w:t>
      </w:r>
      <w:r>
        <w:rPr>
          <w:bCs/>
        </w:rPr>
        <w:t xml:space="preserve">, </w:t>
      </w:r>
      <w:r w:rsidR="00AB2DE8">
        <w:rPr>
          <w:bCs/>
        </w:rPr>
        <w:t>je n</w:t>
      </w:r>
      <w:r>
        <w:rPr>
          <w:bCs/>
        </w:rPr>
        <w:t>’</w:t>
      </w:r>
      <w:r w:rsidR="00AB2DE8">
        <w:rPr>
          <w:bCs/>
        </w:rPr>
        <w:t>ai eu la pensée</w:t>
      </w:r>
      <w:r>
        <w:rPr>
          <w:bCs/>
        </w:rPr>
        <w:t xml:space="preserve">… </w:t>
      </w:r>
      <w:r w:rsidR="00AB2DE8">
        <w:rPr>
          <w:bCs/>
        </w:rPr>
        <w:t>Encore une fois</w:t>
      </w:r>
      <w:r>
        <w:rPr>
          <w:bCs/>
        </w:rPr>
        <w:t xml:space="preserve">, </w:t>
      </w:r>
      <w:r w:rsidR="00AB2DE8">
        <w:rPr>
          <w:bCs/>
        </w:rPr>
        <w:t>ça n</w:t>
      </w:r>
      <w:r>
        <w:rPr>
          <w:bCs/>
        </w:rPr>
        <w:t>’</w:t>
      </w:r>
      <w:r w:rsidR="00AB2DE8">
        <w:rPr>
          <w:bCs/>
        </w:rPr>
        <w:t>a aucun rapport</w:t>
      </w:r>
      <w:r>
        <w:rPr>
          <w:bCs/>
        </w:rPr>
        <w:t>.</w:t>
      </w:r>
    </w:p>
    <w:p w14:paraId="3C14C694" w14:textId="77777777" w:rsidR="00C90F8D" w:rsidRDefault="00C90F8D">
      <w:pPr>
        <w:rPr>
          <w:bCs/>
        </w:rPr>
      </w:pPr>
      <w:r>
        <w:rPr>
          <w:rFonts w:eastAsia="Georgia"/>
        </w:rPr>
        <w:t>— </w:t>
      </w:r>
      <w:r w:rsidR="00AB2DE8">
        <w:rPr>
          <w:bCs/>
        </w:rPr>
        <w:t>Calmez-vous</w:t>
      </w:r>
      <w:r>
        <w:rPr>
          <w:bCs/>
        </w:rPr>
        <w:t xml:space="preserve">, </w:t>
      </w:r>
      <w:r w:rsidR="00AB2DE8">
        <w:rPr>
          <w:bCs/>
        </w:rPr>
        <w:t>calmez-vous</w:t>
      </w:r>
      <w:r>
        <w:rPr>
          <w:bCs/>
        </w:rPr>
        <w:t xml:space="preserve">, </w:t>
      </w:r>
      <w:r w:rsidR="00AB2DE8">
        <w:rPr>
          <w:bCs/>
        </w:rPr>
        <w:t xml:space="preserve">répétait </w:t>
      </w:r>
      <w:proofErr w:type="spellStart"/>
      <w:r w:rsidR="00AB2DE8">
        <w:rPr>
          <w:bCs/>
        </w:rPr>
        <w:t>Matsui</w:t>
      </w:r>
      <w:proofErr w:type="spellEnd"/>
      <w:r>
        <w:rPr>
          <w:bCs/>
        </w:rPr>
        <w:t xml:space="preserve">. </w:t>
      </w:r>
      <w:r w:rsidR="00AB2DE8">
        <w:rPr>
          <w:bCs/>
        </w:rPr>
        <w:t>Aucun rapport</w:t>
      </w:r>
      <w:r>
        <w:rPr>
          <w:bCs/>
        </w:rPr>
        <w:t xml:space="preserve">, </w:t>
      </w:r>
      <w:r w:rsidR="00AB2DE8">
        <w:rPr>
          <w:bCs/>
        </w:rPr>
        <w:t>vous n</w:t>
      </w:r>
      <w:r>
        <w:rPr>
          <w:bCs/>
        </w:rPr>
        <w:t>’</w:t>
      </w:r>
      <w:r w:rsidR="00AB2DE8">
        <w:rPr>
          <w:bCs/>
        </w:rPr>
        <w:t>avez même pas besoin de le dire</w:t>
      </w:r>
      <w:r>
        <w:rPr>
          <w:bCs/>
        </w:rPr>
        <w:t xml:space="preserve">, </w:t>
      </w:r>
      <w:r w:rsidR="00AB2DE8">
        <w:rPr>
          <w:bCs/>
        </w:rPr>
        <w:t>mon cher directeur</w:t>
      </w:r>
      <w:r>
        <w:rPr>
          <w:bCs/>
        </w:rPr>
        <w:t xml:space="preserve">. </w:t>
      </w:r>
      <w:r w:rsidR="00AB2DE8">
        <w:rPr>
          <w:bCs/>
        </w:rPr>
        <w:t>Je serais vraiment désolé</w:t>
      </w:r>
      <w:r>
        <w:rPr>
          <w:bCs/>
        </w:rPr>
        <w:t xml:space="preserve">. </w:t>
      </w:r>
      <w:r w:rsidR="00AB2DE8">
        <w:rPr>
          <w:bCs/>
        </w:rPr>
        <w:t>Vous voyez néanmoins</w:t>
      </w:r>
      <w:r>
        <w:rPr>
          <w:bCs/>
        </w:rPr>
        <w:t xml:space="preserve">, </w:t>
      </w:r>
      <w:r w:rsidR="00AB2DE8">
        <w:rPr>
          <w:bCs/>
        </w:rPr>
        <w:t>dans des pays comme ceux-ci</w:t>
      </w:r>
      <w:r>
        <w:rPr>
          <w:bCs/>
        </w:rPr>
        <w:t xml:space="preserve">, </w:t>
      </w:r>
      <w:r w:rsidR="00AB2DE8">
        <w:rPr>
          <w:bCs/>
        </w:rPr>
        <w:t>la prudence qu</w:t>
      </w:r>
      <w:r>
        <w:rPr>
          <w:bCs/>
        </w:rPr>
        <w:t>’</w:t>
      </w:r>
      <w:r w:rsidR="00AB2DE8">
        <w:rPr>
          <w:bCs/>
        </w:rPr>
        <w:t>il faut avoir</w:t>
      </w:r>
      <w:r>
        <w:rPr>
          <w:bCs/>
        </w:rPr>
        <w:t>.</w:t>
      </w:r>
    </w:p>
    <w:p w14:paraId="64850293" w14:textId="77777777" w:rsidR="00C90F8D" w:rsidRDefault="00C90F8D">
      <w:pPr>
        <w:rPr>
          <w:bCs/>
        </w:rPr>
      </w:pPr>
      <w:r>
        <w:rPr>
          <w:rFonts w:eastAsia="Georgia"/>
        </w:rPr>
        <w:lastRenderedPageBreak/>
        <w:t>— </w:t>
      </w:r>
      <w:r w:rsidR="00AB2DE8">
        <w:rPr>
          <w:bCs/>
        </w:rPr>
        <w:t>Je le sais</w:t>
      </w:r>
      <w:r>
        <w:rPr>
          <w:bCs/>
        </w:rPr>
        <w:t xml:space="preserve">, </w:t>
      </w:r>
      <w:r w:rsidR="00AB2DE8">
        <w:rPr>
          <w:bCs/>
        </w:rPr>
        <w:t>je ne le sais que trop</w:t>
      </w:r>
      <w:r>
        <w:rPr>
          <w:bCs/>
        </w:rPr>
        <w:t xml:space="preserve">. </w:t>
      </w:r>
      <w:r w:rsidR="00AB2DE8">
        <w:rPr>
          <w:bCs/>
        </w:rPr>
        <w:t>C</w:t>
      </w:r>
      <w:r>
        <w:rPr>
          <w:bCs/>
        </w:rPr>
        <w:t>’</w:t>
      </w:r>
      <w:r w:rsidR="00AB2DE8">
        <w:rPr>
          <w:bCs/>
        </w:rPr>
        <w:t>est ce que je ne cesse de répéter à Schmidt</w:t>
      </w:r>
      <w:r>
        <w:rPr>
          <w:bCs/>
        </w:rPr>
        <w:t xml:space="preserve">. </w:t>
      </w:r>
      <w:r w:rsidR="00AB2DE8">
        <w:rPr>
          <w:bCs/>
        </w:rPr>
        <w:t>Vous êtes témoin que ce soir ce n</w:t>
      </w:r>
      <w:r>
        <w:rPr>
          <w:bCs/>
        </w:rPr>
        <w:t>’</w:t>
      </w:r>
      <w:r w:rsidR="00AB2DE8">
        <w:rPr>
          <w:bCs/>
        </w:rPr>
        <w:t>est pas moi qui ai insisté pour venir ici</w:t>
      </w:r>
      <w:r>
        <w:rPr>
          <w:bCs/>
        </w:rPr>
        <w:t xml:space="preserve">. </w:t>
      </w:r>
      <w:r w:rsidR="00AB2DE8">
        <w:rPr>
          <w:bCs/>
        </w:rPr>
        <w:t>Ah</w:t>
      </w:r>
      <w:r>
        <w:rPr>
          <w:bCs/>
        </w:rPr>
        <w:t xml:space="preserve"> ! </w:t>
      </w:r>
      <w:r w:rsidR="00AB2DE8">
        <w:rPr>
          <w:bCs/>
        </w:rPr>
        <w:t>avant qu</w:t>
      </w:r>
      <w:r>
        <w:rPr>
          <w:bCs/>
        </w:rPr>
        <w:t>’</w:t>
      </w:r>
      <w:r w:rsidR="00AB2DE8">
        <w:rPr>
          <w:bCs/>
        </w:rPr>
        <w:t>on m</w:t>
      </w:r>
      <w:r>
        <w:rPr>
          <w:bCs/>
        </w:rPr>
        <w:t>’</w:t>
      </w:r>
      <w:r w:rsidR="00AB2DE8">
        <w:rPr>
          <w:bCs/>
        </w:rPr>
        <w:t>y reprenne</w:t>
      </w:r>
      <w:r>
        <w:rPr>
          <w:bCs/>
        </w:rPr>
        <w:t xml:space="preserve">… </w:t>
      </w:r>
      <w:r w:rsidR="00AB2DE8">
        <w:rPr>
          <w:bCs/>
        </w:rPr>
        <w:t>D</w:t>
      </w:r>
      <w:r>
        <w:rPr>
          <w:bCs/>
        </w:rPr>
        <w:t>’</w:t>
      </w:r>
      <w:r w:rsidR="00AB2DE8">
        <w:rPr>
          <w:bCs/>
        </w:rPr>
        <w:t>ailleurs</w:t>
      </w:r>
      <w:r>
        <w:rPr>
          <w:bCs/>
        </w:rPr>
        <w:t xml:space="preserve">, </w:t>
      </w:r>
      <w:r w:rsidR="00AB2DE8">
        <w:rPr>
          <w:bCs/>
        </w:rPr>
        <w:t>quelle heure est-il</w:t>
      </w:r>
      <w:r>
        <w:rPr>
          <w:bCs/>
        </w:rPr>
        <w:t xml:space="preserve"> ? </w:t>
      </w:r>
      <w:r w:rsidR="00AB2DE8">
        <w:rPr>
          <w:bCs/>
        </w:rPr>
        <w:t>Il doit être temps de partir</w:t>
      </w:r>
      <w:r>
        <w:rPr>
          <w:bCs/>
        </w:rPr>
        <w:t xml:space="preserve">. </w:t>
      </w:r>
      <w:r w:rsidR="00AB2DE8">
        <w:rPr>
          <w:bCs/>
        </w:rPr>
        <w:t>Deux heures moins le quart</w:t>
      </w:r>
      <w:r>
        <w:rPr>
          <w:bCs/>
        </w:rPr>
        <w:t xml:space="preserve"> ? </w:t>
      </w:r>
      <w:r w:rsidR="00AB2DE8">
        <w:rPr>
          <w:bCs/>
        </w:rPr>
        <w:t>Quel scandale</w:t>
      </w:r>
      <w:r>
        <w:rPr>
          <w:bCs/>
        </w:rPr>
        <w:t xml:space="preserve"> ! </w:t>
      </w:r>
      <w:r w:rsidR="00AB2DE8">
        <w:rPr>
          <w:bCs/>
        </w:rPr>
        <w:t>Debout</w:t>
      </w:r>
      <w:r>
        <w:rPr>
          <w:bCs/>
        </w:rPr>
        <w:t xml:space="preserve">, </w:t>
      </w:r>
      <w:r w:rsidR="00AB2DE8">
        <w:rPr>
          <w:bCs/>
        </w:rPr>
        <w:t>Schmidt</w:t>
      </w:r>
      <w:r>
        <w:rPr>
          <w:bCs/>
        </w:rPr>
        <w:t xml:space="preserve"> ! </w:t>
      </w:r>
      <w:r w:rsidR="00AB2DE8">
        <w:rPr>
          <w:bCs/>
        </w:rPr>
        <w:t>Debout</w:t>
      </w:r>
      <w:r>
        <w:rPr>
          <w:bCs/>
        </w:rPr>
        <w:t xml:space="preserve">, </w:t>
      </w:r>
      <w:r w:rsidR="00AB2DE8">
        <w:rPr>
          <w:bCs/>
        </w:rPr>
        <w:t>Forestier</w:t>
      </w:r>
      <w:r>
        <w:rPr>
          <w:bCs/>
        </w:rPr>
        <w:t xml:space="preserve"> ! </w:t>
      </w:r>
      <w:r w:rsidR="00AB2DE8">
        <w:rPr>
          <w:bCs/>
        </w:rPr>
        <w:t>Allons-nous-en</w:t>
      </w:r>
      <w:r>
        <w:rPr>
          <w:bCs/>
        </w:rPr>
        <w:t>.</w:t>
      </w:r>
    </w:p>
    <w:p w14:paraId="4665CDC4" w14:textId="77777777" w:rsidR="00C90F8D" w:rsidRDefault="00C90F8D">
      <w:pPr>
        <w:rPr>
          <w:bCs/>
        </w:rPr>
      </w:pPr>
      <w:r>
        <w:rPr>
          <w:rFonts w:eastAsia="Georgia"/>
        </w:rPr>
        <w:t>— </w:t>
      </w:r>
      <w:r w:rsidR="00AB2DE8">
        <w:rPr>
          <w:bCs/>
        </w:rPr>
        <w:t>Qu</w:t>
      </w:r>
      <w:r>
        <w:rPr>
          <w:bCs/>
        </w:rPr>
        <w:t>’</w:t>
      </w:r>
      <w:r w:rsidR="00AB2DE8">
        <w:rPr>
          <w:bCs/>
        </w:rPr>
        <w:t>est-ce qu</w:t>
      </w:r>
      <w:r>
        <w:rPr>
          <w:bCs/>
        </w:rPr>
        <w:t>’</w:t>
      </w:r>
      <w:r w:rsidR="00AB2DE8">
        <w:rPr>
          <w:bCs/>
        </w:rPr>
        <w:t>il a</w:t>
      </w:r>
      <w:r>
        <w:rPr>
          <w:bCs/>
        </w:rPr>
        <w:t xml:space="preserve"> ! </w:t>
      </w:r>
      <w:r w:rsidR="00AB2DE8">
        <w:rPr>
          <w:bCs/>
        </w:rPr>
        <w:t>grogna Schmidt</w:t>
      </w:r>
      <w:r>
        <w:rPr>
          <w:bCs/>
        </w:rPr>
        <w:t xml:space="preserve">. </w:t>
      </w:r>
      <w:r w:rsidR="00AB2DE8">
        <w:rPr>
          <w:bCs/>
        </w:rPr>
        <w:t>Mon cher directeur</w:t>
      </w:r>
      <w:r>
        <w:rPr>
          <w:bCs/>
        </w:rPr>
        <w:t xml:space="preserve">, </w:t>
      </w:r>
      <w:r w:rsidR="00AB2DE8">
        <w:rPr>
          <w:bCs/>
        </w:rPr>
        <w:t>reprit-il sur le ton le plus affable</w:t>
      </w:r>
      <w:r>
        <w:rPr>
          <w:bCs/>
        </w:rPr>
        <w:t xml:space="preserve">, </w:t>
      </w:r>
      <w:r w:rsidR="00AB2DE8">
        <w:rPr>
          <w:bCs/>
        </w:rPr>
        <w:t>il est vraiment trop tard pour vous imposer la peine de nous raccompagner à l</w:t>
      </w:r>
      <w:r>
        <w:rPr>
          <w:bCs/>
        </w:rPr>
        <w:t>’</w:t>
      </w:r>
      <w:r w:rsidR="00AB2DE8">
        <w:rPr>
          <w:bCs/>
        </w:rPr>
        <w:t>autre bout de la ville</w:t>
      </w:r>
      <w:r>
        <w:rPr>
          <w:bCs/>
        </w:rPr>
        <w:t xml:space="preserve">. </w:t>
      </w:r>
      <w:r w:rsidR="00AB2DE8">
        <w:rPr>
          <w:bCs/>
        </w:rPr>
        <w:t>L</w:t>
      </w:r>
      <w:r>
        <w:rPr>
          <w:bCs/>
        </w:rPr>
        <w:t>’</w:t>
      </w:r>
      <w:r w:rsidR="00AB2DE8">
        <w:rPr>
          <w:bCs/>
        </w:rPr>
        <w:t xml:space="preserve">automobile du major </w:t>
      </w:r>
      <w:proofErr w:type="spellStart"/>
      <w:r w:rsidR="00AB2DE8">
        <w:rPr>
          <w:bCs/>
        </w:rPr>
        <w:t>Matsui</w:t>
      </w:r>
      <w:proofErr w:type="spellEnd"/>
      <w:r w:rsidR="00AB2DE8">
        <w:rPr>
          <w:bCs/>
        </w:rPr>
        <w:t xml:space="preserve"> doit être là</w:t>
      </w:r>
      <w:r>
        <w:rPr>
          <w:bCs/>
        </w:rPr>
        <w:t xml:space="preserve">, </w:t>
      </w:r>
      <w:r w:rsidR="00AB2DE8">
        <w:rPr>
          <w:bCs/>
        </w:rPr>
        <w:t>et</w:t>
      </w:r>
      <w:r>
        <w:rPr>
          <w:bCs/>
        </w:rPr>
        <w:t>…</w:t>
      </w:r>
    </w:p>
    <w:p w14:paraId="1EEB8421" w14:textId="0700F491" w:rsidR="00C90F8D" w:rsidRDefault="00C90F8D">
      <w:pPr>
        <w:rPr>
          <w:bCs/>
        </w:rPr>
      </w:pPr>
      <w:r>
        <w:rPr>
          <w:rFonts w:eastAsia="Georgia"/>
        </w:rPr>
        <w:t>— </w:t>
      </w:r>
      <w:r w:rsidR="00AB2DE8">
        <w:rPr>
          <w:bCs/>
        </w:rPr>
        <w:t>Je vois ce que c</w:t>
      </w:r>
      <w:r>
        <w:rPr>
          <w:bCs/>
        </w:rPr>
        <w:t>’</w:t>
      </w:r>
      <w:r w:rsidR="00AB2DE8">
        <w:rPr>
          <w:bCs/>
        </w:rPr>
        <w:t>est</w:t>
      </w:r>
      <w:r>
        <w:rPr>
          <w:bCs/>
        </w:rPr>
        <w:t xml:space="preserve">, </w:t>
      </w:r>
      <w:r w:rsidR="00AB2DE8">
        <w:rPr>
          <w:bCs/>
        </w:rPr>
        <w:t xml:space="preserve">cria </w:t>
      </w:r>
      <w:r>
        <w:rPr>
          <w:bCs/>
        </w:rPr>
        <w:t>M. </w:t>
      </w:r>
      <w:proofErr w:type="spellStart"/>
      <w:r w:rsidR="00AB2DE8">
        <w:rPr>
          <w:bCs/>
        </w:rPr>
        <w:t>Mauconseil</w:t>
      </w:r>
      <w:proofErr w:type="spellEnd"/>
      <w:r>
        <w:rPr>
          <w:bCs/>
        </w:rPr>
        <w:t xml:space="preserve">, </w:t>
      </w:r>
      <w:r w:rsidR="00AB2DE8">
        <w:rPr>
          <w:bCs/>
        </w:rPr>
        <w:t>hors de lui</w:t>
      </w:r>
      <w:r>
        <w:rPr>
          <w:bCs/>
        </w:rPr>
        <w:t xml:space="preserve">, </w:t>
      </w:r>
      <w:r w:rsidR="00AB2DE8">
        <w:rPr>
          <w:bCs/>
        </w:rPr>
        <w:t>vous voulez rester encore dans cette boîte</w:t>
      </w:r>
      <w:r>
        <w:rPr>
          <w:bCs/>
        </w:rPr>
        <w:t xml:space="preserve">. </w:t>
      </w:r>
      <w:r w:rsidR="00AB2DE8">
        <w:rPr>
          <w:bCs/>
        </w:rPr>
        <w:t>À votre aise</w:t>
      </w:r>
      <w:r>
        <w:rPr>
          <w:bCs/>
        </w:rPr>
        <w:t xml:space="preserve"> ! </w:t>
      </w:r>
      <w:r w:rsidR="00AB2DE8">
        <w:rPr>
          <w:bCs/>
        </w:rPr>
        <w:t>Grand bien vous fasse</w:t>
      </w:r>
      <w:r>
        <w:rPr>
          <w:bCs/>
        </w:rPr>
        <w:t xml:space="preserve"> ! </w:t>
      </w:r>
      <w:r w:rsidR="00AB2DE8">
        <w:rPr>
          <w:bCs/>
        </w:rPr>
        <w:t>Vous</w:t>
      </w:r>
      <w:r>
        <w:rPr>
          <w:bCs/>
        </w:rPr>
        <w:t xml:space="preserve">, </w:t>
      </w:r>
      <w:r w:rsidR="00AB2DE8">
        <w:rPr>
          <w:bCs/>
        </w:rPr>
        <w:t>du moins</w:t>
      </w:r>
      <w:r>
        <w:rPr>
          <w:bCs/>
        </w:rPr>
        <w:t xml:space="preserve">, </w:t>
      </w:r>
      <w:r w:rsidR="00AB2DE8">
        <w:rPr>
          <w:bCs/>
        </w:rPr>
        <w:t>venez</w:t>
      </w:r>
      <w:r>
        <w:rPr>
          <w:bCs/>
        </w:rPr>
        <w:t xml:space="preserve">, </w:t>
      </w:r>
      <w:r w:rsidR="00AB2DE8">
        <w:rPr>
          <w:bCs/>
        </w:rPr>
        <w:t>Forestier</w:t>
      </w:r>
      <w:r>
        <w:rPr>
          <w:bCs/>
        </w:rPr>
        <w:t>.</w:t>
      </w:r>
    </w:p>
    <w:p w14:paraId="328F59F7" w14:textId="77777777" w:rsidR="00C90F8D" w:rsidRDefault="00AB2DE8">
      <w:pPr>
        <w:rPr>
          <w:bCs/>
        </w:rPr>
      </w:pPr>
      <w:r>
        <w:rPr>
          <w:bCs/>
        </w:rPr>
        <w:t>Il lui avait saisi le bras</w:t>
      </w:r>
      <w:r w:rsidR="00C90F8D">
        <w:rPr>
          <w:bCs/>
        </w:rPr>
        <w:t xml:space="preserve">. </w:t>
      </w:r>
      <w:r>
        <w:rPr>
          <w:bCs/>
        </w:rPr>
        <w:t>Forestier se dégagea d</w:t>
      </w:r>
      <w:r w:rsidR="00C90F8D">
        <w:rPr>
          <w:bCs/>
        </w:rPr>
        <w:t>’</w:t>
      </w:r>
      <w:r>
        <w:rPr>
          <w:bCs/>
        </w:rPr>
        <w:t>un geste brusque</w:t>
      </w:r>
      <w:r w:rsidR="00C90F8D">
        <w:rPr>
          <w:bCs/>
        </w:rPr>
        <w:t xml:space="preserve">, </w:t>
      </w:r>
      <w:r>
        <w:rPr>
          <w:bCs/>
        </w:rPr>
        <w:t>et</w:t>
      </w:r>
      <w:r w:rsidR="00C90F8D">
        <w:rPr>
          <w:bCs/>
        </w:rPr>
        <w:t xml:space="preserve">, </w:t>
      </w:r>
      <w:r>
        <w:rPr>
          <w:bCs/>
        </w:rPr>
        <w:t>sans un mot d</w:t>
      </w:r>
      <w:r w:rsidR="00C90F8D">
        <w:rPr>
          <w:bCs/>
        </w:rPr>
        <w:t>’</w:t>
      </w:r>
      <w:r>
        <w:rPr>
          <w:bCs/>
        </w:rPr>
        <w:t>excuse</w:t>
      </w:r>
      <w:r w:rsidR="00C90F8D">
        <w:rPr>
          <w:bCs/>
        </w:rPr>
        <w:t> :</w:t>
      </w:r>
    </w:p>
    <w:p w14:paraId="4DBAE5F7" w14:textId="77777777" w:rsidR="00C90F8D" w:rsidRDefault="00C90F8D">
      <w:pPr>
        <w:rPr>
          <w:bCs/>
        </w:rPr>
      </w:pPr>
      <w:r>
        <w:rPr>
          <w:rFonts w:eastAsia="Georgia"/>
        </w:rPr>
        <w:t>— </w:t>
      </w:r>
      <w:r w:rsidR="00AB2DE8">
        <w:rPr>
          <w:bCs/>
        </w:rPr>
        <w:t>Je reste avec ces messieurs</w:t>
      </w:r>
      <w:r>
        <w:rPr>
          <w:bCs/>
        </w:rPr>
        <w:t xml:space="preserve">, </w:t>
      </w:r>
      <w:r w:rsidR="00AB2DE8">
        <w:rPr>
          <w:bCs/>
        </w:rPr>
        <w:t>dit-il</w:t>
      </w:r>
      <w:r>
        <w:rPr>
          <w:bCs/>
        </w:rPr>
        <w:t>.</w:t>
      </w:r>
    </w:p>
    <w:p w14:paraId="425557C5" w14:textId="77777777" w:rsidR="00C90F8D" w:rsidRDefault="00C90F8D">
      <w:pPr>
        <w:rPr>
          <w:bCs/>
        </w:rPr>
      </w:pPr>
      <w:r>
        <w:rPr>
          <w:rFonts w:eastAsia="Georgia"/>
        </w:rPr>
        <w:t>— </w:t>
      </w:r>
      <w:r w:rsidR="00AB2DE8">
        <w:rPr>
          <w:bCs/>
        </w:rPr>
        <w:t>En voilà bien d</w:t>
      </w:r>
      <w:r>
        <w:rPr>
          <w:bCs/>
        </w:rPr>
        <w:t>’</w:t>
      </w:r>
      <w:r w:rsidR="00AB2DE8">
        <w:rPr>
          <w:bCs/>
        </w:rPr>
        <w:t>une autre</w:t>
      </w:r>
      <w:r>
        <w:rPr>
          <w:bCs/>
        </w:rPr>
        <w:t xml:space="preserve">, </w:t>
      </w:r>
      <w:r w:rsidR="00AB2DE8">
        <w:rPr>
          <w:bCs/>
        </w:rPr>
        <w:t>murmura Schmidt</w:t>
      </w:r>
      <w:r>
        <w:rPr>
          <w:bCs/>
        </w:rPr>
        <w:t xml:space="preserve">, </w:t>
      </w:r>
      <w:r w:rsidR="00AB2DE8">
        <w:rPr>
          <w:bCs/>
        </w:rPr>
        <w:t>au comble de l</w:t>
      </w:r>
      <w:r>
        <w:rPr>
          <w:bCs/>
        </w:rPr>
        <w:t>’</w:t>
      </w:r>
      <w:r w:rsidR="00AB2DE8">
        <w:rPr>
          <w:bCs/>
        </w:rPr>
        <w:t>étonnement</w:t>
      </w:r>
      <w:r>
        <w:rPr>
          <w:bCs/>
        </w:rPr>
        <w:t>.</w:t>
      </w:r>
    </w:p>
    <w:p w14:paraId="533C0085" w14:textId="16151863" w:rsidR="00AB2DE8" w:rsidRDefault="00AB2DE8">
      <w:pPr>
        <w:rPr>
          <w:bCs/>
        </w:rPr>
      </w:pPr>
    </w:p>
    <w:p w14:paraId="425B9F04" w14:textId="5202FCE4" w:rsidR="00C90F8D" w:rsidRDefault="00C90F8D">
      <w:pPr>
        <w:rPr>
          <w:bCs/>
        </w:rPr>
      </w:pPr>
      <w:r>
        <w:rPr>
          <w:bCs/>
        </w:rPr>
        <w:t>M. </w:t>
      </w:r>
      <w:proofErr w:type="spellStart"/>
      <w:r w:rsidR="00AB2DE8">
        <w:rPr>
          <w:bCs/>
        </w:rPr>
        <w:t>Mauconseil</w:t>
      </w:r>
      <w:proofErr w:type="spellEnd"/>
      <w:r w:rsidR="00AB2DE8">
        <w:rPr>
          <w:bCs/>
        </w:rPr>
        <w:t xml:space="preserve"> parti</w:t>
      </w:r>
      <w:r>
        <w:rPr>
          <w:bCs/>
        </w:rPr>
        <w:t xml:space="preserve">, </w:t>
      </w:r>
      <w:proofErr w:type="spellStart"/>
      <w:r w:rsidR="00AB2DE8">
        <w:rPr>
          <w:bCs/>
        </w:rPr>
        <w:t>Matsui</w:t>
      </w:r>
      <w:proofErr w:type="spellEnd"/>
      <w:r w:rsidR="00AB2DE8">
        <w:rPr>
          <w:bCs/>
        </w:rPr>
        <w:t xml:space="preserve"> se mit à rire</w:t>
      </w:r>
      <w:r>
        <w:rPr>
          <w:bCs/>
        </w:rPr>
        <w:t>.</w:t>
      </w:r>
    </w:p>
    <w:p w14:paraId="4B1DE6E9" w14:textId="77777777" w:rsidR="00C90F8D" w:rsidRDefault="00C90F8D">
      <w:pPr>
        <w:rPr>
          <w:bCs/>
        </w:rPr>
      </w:pPr>
      <w:r>
        <w:rPr>
          <w:rFonts w:eastAsia="Georgia"/>
        </w:rPr>
        <w:t>— </w:t>
      </w:r>
      <w:r w:rsidR="00AB2DE8">
        <w:rPr>
          <w:bCs/>
        </w:rPr>
        <w:t>Qu</w:t>
      </w:r>
      <w:r>
        <w:rPr>
          <w:bCs/>
        </w:rPr>
        <w:t>’</w:t>
      </w:r>
      <w:r w:rsidR="00AB2DE8">
        <w:rPr>
          <w:bCs/>
        </w:rPr>
        <w:t>avez-vous</w:t>
      </w:r>
      <w:r>
        <w:rPr>
          <w:bCs/>
        </w:rPr>
        <w:t xml:space="preserve"> ? </w:t>
      </w:r>
      <w:r w:rsidR="00AB2DE8">
        <w:rPr>
          <w:bCs/>
        </w:rPr>
        <w:t>dit Schmidt</w:t>
      </w:r>
      <w:r>
        <w:rPr>
          <w:bCs/>
        </w:rPr>
        <w:t xml:space="preserve">, </w:t>
      </w:r>
      <w:r w:rsidR="00AB2DE8">
        <w:rPr>
          <w:bCs/>
        </w:rPr>
        <w:t>assez nerveusement</w:t>
      </w:r>
      <w:r>
        <w:rPr>
          <w:bCs/>
        </w:rPr>
        <w:t>.</w:t>
      </w:r>
    </w:p>
    <w:p w14:paraId="3D2EEA4F" w14:textId="77777777" w:rsidR="00C90F8D" w:rsidRDefault="00C90F8D">
      <w:pPr>
        <w:rPr>
          <w:bCs/>
        </w:rPr>
      </w:pPr>
      <w:r>
        <w:rPr>
          <w:rFonts w:eastAsia="Georgia"/>
        </w:rPr>
        <w:t>— </w:t>
      </w:r>
      <w:r w:rsidR="00AB2DE8">
        <w:rPr>
          <w:bCs/>
        </w:rPr>
        <w:t>Ce que j</w:t>
      </w:r>
      <w:r>
        <w:rPr>
          <w:bCs/>
        </w:rPr>
        <w:t>’</w:t>
      </w:r>
      <w:r w:rsidR="00AB2DE8">
        <w:rPr>
          <w:bCs/>
        </w:rPr>
        <w:t>ai</w:t>
      </w:r>
      <w:r>
        <w:rPr>
          <w:bCs/>
        </w:rPr>
        <w:t xml:space="preserve"> ? </w:t>
      </w:r>
      <w:r w:rsidR="00AB2DE8">
        <w:rPr>
          <w:bCs/>
        </w:rPr>
        <w:t>Vous n</w:t>
      </w:r>
      <w:r>
        <w:rPr>
          <w:bCs/>
        </w:rPr>
        <w:t>’</w:t>
      </w:r>
      <w:r w:rsidR="00AB2DE8">
        <w:rPr>
          <w:bCs/>
        </w:rPr>
        <w:t>avez donc pas vu la retraite précipitée de votre directeur</w:t>
      </w:r>
      <w:r>
        <w:rPr>
          <w:bCs/>
        </w:rPr>
        <w:t> ?</w:t>
      </w:r>
    </w:p>
    <w:p w14:paraId="604CC43E" w14:textId="77777777" w:rsidR="00C90F8D" w:rsidRDefault="00C90F8D">
      <w:pPr>
        <w:rPr>
          <w:bCs/>
        </w:rPr>
      </w:pPr>
      <w:r>
        <w:rPr>
          <w:rFonts w:eastAsia="Georgia"/>
        </w:rPr>
        <w:t>— </w:t>
      </w:r>
      <w:r w:rsidR="00AB2DE8">
        <w:rPr>
          <w:bCs/>
        </w:rPr>
        <w:t>Eh bien</w:t>
      </w:r>
      <w:r>
        <w:rPr>
          <w:bCs/>
        </w:rPr>
        <w:t> ?</w:t>
      </w:r>
    </w:p>
    <w:p w14:paraId="42970104" w14:textId="77777777" w:rsidR="00C90F8D" w:rsidRDefault="00C90F8D">
      <w:pPr>
        <w:rPr>
          <w:bCs/>
        </w:rPr>
      </w:pPr>
      <w:r>
        <w:rPr>
          <w:rFonts w:eastAsia="Georgia"/>
        </w:rPr>
        <w:t>— </w:t>
      </w:r>
      <w:r w:rsidR="00AB2DE8">
        <w:rPr>
          <w:bCs/>
        </w:rPr>
        <w:t>C</w:t>
      </w:r>
      <w:r>
        <w:rPr>
          <w:bCs/>
        </w:rPr>
        <w:t>’</w:t>
      </w:r>
      <w:r w:rsidR="00AB2DE8">
        <w:rPr>
          <w:bCs/>
        </w:rPr>
        <w:t>est mon œuvre</w:t>
      </w:r>
      <w:r>
        <w:rPr>
          <w:bCs/>
        </w:rPr>
        <w:t>.</w:t>
      </w:r>
    </w:p>
    <w:p w14:paraId="6F8DB39C" w14:textId="77777777" w:rsidR="00C90F8D" w:rsidRDefault="00C90F8D">
      <w:pPr>
        <w:rPr>
          <w:bCs/>
        </w:rPr>
      </w:pPr>
      <w:r>
        <w:rPr>
          <w:rFonts w:eastAsia="Georgia"/>
        </w:rPr>
        <w:lastRenderedPageBreak/>
        <w:t>— </w:t>
      </w:r>
      <w:r w:rsidR="00AB2DE8">
        <w:rPr>
          <w:bCs/>
        </w:rPr>
        <w:t>Votre œuvre</w:t>
      </w:r>
      <w:r>
        <w:rPr>
          <w:bCs/>
        </w:rPr>
        <w:t xml:space="preserve"> ! </w:t>
      </w:r>
      <w:r w:rsidR="00AB2DE8">
        <w:rPr>
          <w:bCs/>
        </w:rPr>
        <w:t>Comment vous y êtes-vous pris</w:t>
      </w:r>
      <w:r>
        <w:rPr>
          <w:bCs/>
        </w:rPr>
        <w:t> ?</w:t>
      </w:r>
    </w:p>
    <w:p w14:paraId="1950C4B3" w14:textId="77777777" w:rsidR="00C90F8D" w:rsidRDefault="00AB2DE8">
      <w:pPr>
        <w:rPr>
          <w:bCs/>
        </w:rPr>
      </w:pPr>
      <w:r>
        <w:rPr>
          <w:bCs/>
        </w:rPr>
        <w:t>Les petits yeux de l</w:t>
      </w:r>
      <w:r w:rsidR="00C90F8D">
        <w:rPr>
          <w:bCs/>
        </w:rPr>
        <w:t>’</w:t>
      </w:r>
      <w:r>
        <w:rPr>
          <w:bCs/>
        </w:rPr>
        <w:t>officier pétillèrent</w:t>
      </w:r>
      <w:r w:rsidR="00C90F8D">
        <w:rPr>
          <w:bCs/>
        </w:rPr>
        <w:t>.</w:t>
      </w:r>
    </w:p>
    <w:p w14:paraId="1660774D" w14:textId="5EBEBA4D" w:rsidR="00C90F8D" w:rsidRDefault="00C90F8D">
      <w:pPr>
        <w:rPr>
          <w:bCs/>
        </w:rPr>
      </w:pPr>
      <w:r>
        <w:rPr>
          <w:rFonts w:eastAsia="Georgia"/>
        </w:rPr>
        <w:t>— </w:t>
      </w:r>
      <w:r w:rsidR="00AB2DE8">
        <w:rPr>
          <w:bCs/>
        </w:rPr>
        <w:t>Ah</w:t>
      </w:r>
      <w:r>
        <w:rPr>
          <w:bCs/>
        </w:rPr>
        <w:t xml:space="preserve"> ! </w:t>
      </w:r>
      <w:r w:rsidR="00AB2DE8">
        <w:rPr>
          <w:bCs/>
        </w:rPr>
        <w:t>voilà</w:t>
      </w:r>
      <w:r>
        <w:rPr>
          <w:bCs/>
        </w:rPr>
        <w:t xml:space="preserve">. </w:t>
      </w:r>
      <w:r w:rsidR="00AB2DE8">
        <w:rPr>
          <w:bCs/>
        </w:rPr>
        <w:t>Vous étiez trop occupé tout à l</w:t>
      </w:r>
      <w:r>
        <w:rPr>
          <w:bCs/>
        </w:rPr>
        <w:t>’</w:t>
      </w:r>
      <w:r w:rsidR="00AB2DE8">
        <w:rPr>
          <w:bCs/>
        </w:rPr>
        <w:t>heure à murmurer des choses à l</w:t>
      </w:r>
      <w:r>
        <w:rPr>
          <w:bCs/>
        </w:rPr>
        <w:t>’</w:t>
      </w:r>
      <w:r w:rsidR="00AB2DE8">
        <w:rPr>
          <w:bCs/>
        </w:rPr>
        <w:t xml:space="preserve">oreille de </w:t>
      </w:r>
      <w:r>
        <w:rPr>
          <w:bCs/>
        </w:rPr>
        <w:t>M</w:t>
      </w:r>
      <w:r w:rsidRPr="00C90F8D">
        <w:rPr>
          <w:bCs/>
          <w:vertAlign w:val="superscript"/>
        </w:rPr>
        <w:t>lle</w:t>
      </w:r>
      <w:r>
        <w:rPr>
          <w:bCs/>
        </w:rPr>
        <w:t> </w:t>
      </w:r>
      <w:r w:rsidR="00AB2DE8">
        <w:rPr>
          <w:bCs/>
        </w:rPr>
        <w:t>Nastasia</w:t>
      </w:r>
      <w:r>
        <w:rPr>
          <w:bCs/>
        </w:rPr>
        <w:t xml:space="preserve">. </w:t>
      </w:r>
      <w:r w:rsidR="00AB2DE8">
        <w:rPr>
          <w:bCs/>
        </w:rPr>
        <w:t>Vous ne pouviez entendre celles que</w:t>
      </w:r>
      <w:r>
        <w:rPr>
          <w:bCs/>
        </w:rPr>
        <w:t xml:space="preserve">, </w:t>
      </w:r>
      <w:r w:rsidR="00AB2DE8">
        <w:rPr>
          <w:bCs/>
        </w:rPr>
        <w:t>de son côté</w:t>
      </w:r>
      <w:r>
        <w:rPr>
          <w:bCs/>
        </w:rPr>
        <w:t xml:space="preserve">, </w:t>
      </w:r>
      <w:r w:rsidR="00AB2DE8">
        <w:rPr>
          <w:bCs/>
        </w:rPr>
        <w:t>il murmurait à l</w:t>
      </w:r>
      <w:r>
        <w:rPr>
          <w:bCs/>
        </w:rPr>
        <w:t>’</w:t>
      </w:r>
      <w:r w:rsidR="00AB2DE8">
        <w:rPr>
          <w:bCs/>
        </w:rPr>
        <w:t xml:space="preserve">oreille de </w:t>
      </w:r>
      <w:r>
        <w:rPr>
          <w:bCs/>
        </w:rPr>
        <w:t>M</w:t>
      </w:r>
      <w:r w:rsidRPr="00C90F8D">
        <w:rPr>
          <w:bCs/>
          <w:vertAlign w:val="superscript"/>
        </w:rPr>
        <w:t>lle</w:t>
      </w:r>
      <w:r>
        <w:rPr>
          <w:bCs/>
        </w:rPr>
        <w:t> </w:t>
      </w:r>
      <w:r w:rsidR="00AB2DE8">
        <w:rPr>
          <w:bCs/>
        </w:rPr>
        <w:t>Katia</w:t>
      </w:r>
      <w:r>
        <w:rPr>
          <w:bCs/>
        </w:rPr>
        <w:t xml:space="preserve">. </w:t>
      </w:r>
      <w:r w:rsidR="00AB2DE8">
        <w:rPr>
          <w:bCs/>
        </w:rPr>
        <w:t>J</w:t>
      </w:r>
      <w:r>
        <w:rPr>
          <w:bCs/>
        </w:rPr>
        <w:t>’</w:t>
      </w:r>
      <w:r w:rsidR="00AB2DE8">
        <w:rPr>
          <w:bCs/>
        </w:rPr>
        <w:t>entendais</w:t>
      </w:r>
      <w:r>
        <w:rPr>
          <w:bCs/>
        </w:rPr>
        <w:t xml:space="preserve">, </w:t>
      </w:r>
      <w:r w:rsidR="00AB2DE8">
        <w:rPr>
          <w:bCs/>
        </w:rPr>
        <w:t>moi</w:t>
      </w:r>
      <w:r>
        <w:rPr>
          <w:bCs/>
        </w:rPr>
        <w:t>.</w:t>
      </w:r>
    </w:p>
    <w:p w14:paraId="20C32C3C" w14:textId="77777777" w:rsidR="00C90F8D" w:rsidRDefault="00C90F8D">
      <w:pPr>
        <w:rPr>
          <w:bCs/>
        </w:rPr>
      </w:pPr>
      <w:r>
        <w:rPr>
          <w:rFonts w:eastAsia="Georgia"/>
        </w:rPr>
        <w:t>— </w:t>
      </w:r>
      <w:r w:rsidR="00AB2DE8">
        <w:rPr>
          <w:bCs/>
        </w:rPr>
        <w:t>Et qu</w:t>
      </w:r>
      <w:r>
        <w:rPr>
          <w:bCs/>
        </w:rPr>
        <w:t>’</w:t>
      </w:r>
      <w:r w:rsidR="00AB2DE8">
        <w:rPr>
          <w:bCs/>
        </w:rPr>
        <w:t>avez-vous entendu</w:t>
      </w:r>
      <w:r>
        <w:rPr>
          <w:bCs/>
        </w:rPr>
        <w:t> ?</w:t>
      </w:r>
    </w:p>
    <w:p w14:paraId="4F348563" w14:textId="77777777" w:rsidR="00C90F8D" w:rsidRDefault="00C90F8D">
      <w:pPr>
        <w:rPr>
          <w:bCs/>
        </w:rPr>
      </w:pPr>
      <w:r>
        <w:rPr>
          <w:rFonts w:eastAsia="Georgia"/>
        </w:rPr>
        <w:t>— </w:t>
      </w:r>
      <w:r w:rsidR="00AB2DE8">
        <w:rPr>
          <w:bCs/>
        </w:rPr>
        <w:t>Vous me croirez si vous voulez</w:t>
      </w:r>
      <w:r>
        <w:rPr>
          <w:bCs/>
        </w:rPr>
        <w:t xml:space="preserve">. </w:t>
      </w:r>
      <w:r w:rsidR="00AB2DE8">
        <w:rPr>
          <w:bCs/>
        </w:rPr>
        <w:t>Il insistait auprès de cette jeune personne pour qu</w:t>
      </w:r>
      <w:r>
        <w:rPr>
          <w:bCs/>
        </w:rPr>
        <w:t>’</w:t>
      </w:r>
      <w:r w:rsidR="00AB2DE8">
        <w:rPr>
          <w:bCs/>
        </w:rPr>
        <w:t>elle vienne le voir à l</w:t>
      </w:r>
      <w:r>
        <w:rPr>
          <w:bCs/>
        </w:rPr>
        <w:t>’</w:t>
      </w:r>
      <w:r w:rsidR="00AB2DE8">
        <w:rPr>
          <w:bCs/>
        </w:rPr>
        <w:t>Arsenal</w:t>
      </w:r>
      <w:r>
        <w:rPr>
          <w:bCs/>
        </w:rPr>
        <w:t xml:space="preserve">. </w:t>
      </w:r>
      <w:r w:rsidR="00AB2DE8">
        <w:rPr>
          <w:bCs/>
        </w:rPr>
        <w:t>Il lui promettait de lui montrer</w:t>
      </w:r>
      <w:r>
        <w:rPr>
          <w:bCs/>
        </w:rPr>
        <w:t xml:space="preserve">, </w:t>
      </w:r>
      <w:r w:rsidR="00AB2DE8">
        <w:rPr>
          <w:bCs/>
        </w:rPr>
        <w:t>entre autres choses</w:t>
      </w:r>
      <w:r>
        <w:rPr>
          <w:bCs/>
        </w:rPr>
        <w:t xml:space="preserve">, </w:t>
      </w:r>
      <w:r w:rsidR="00AB2DE8">
        <w:rPr>
          <w:bCs/>
        </w:rPr>
        <w:t>les hauts fourneaux et de lui expliquer les différences qu</w:t>
      </w:r>
      <w:r>
        <w:rPr>
          <w:bCs/>
        </w:rPr>
        <w:t>’</w:t>
      </w:r>
      <w:r w:rsidR="00AB2DE8">
        <w:rPr>
          <w:bCs/>
        </w:rPr>
        <w:t xml:space="preserve">il </w:t>
      </w:r>
      <w:r w:rsidR="00AB2DE8">
        <w:t xml:space="preserve">y </w:t>
      </w:r>
      <w:r w:rsidR="00AB2DE8">
        <w:rPr>
          <w:bCs/>
        </w:rPr>
        <w:t xml:space="preserve">a entre le système Cowper et le système </w:t>
      </w:r>
      <w:proofErr w:type="spellStart"/>
      <w:r w:rsidR="00AB2DE8">
        <w:rPr>
          <w:bCs/>
        </w:rPr>
        <w:t>Whitwell</w:t>
      </w:r>
      <w:proofErr w:type="spellEnd"/>
      <w:r>
        <w:rPr>
          <w:bCs/>
        </w:rPr>
        <w:t>.</w:t>
      </w:r>
    </w:p>
    <w:p w14:paraId="401AC219" w14:textId="77777777" w:rsidR="00C90F8D" w:rsidRDefault="00C90F8D">
      <w:pPr>
        <w:rPr>
          <w:bCs/>
        </w:rPr>
      </w:pPr>
      <w:r>
        <w:rPr>
          <w:rFonts w:eastAsia="Georgia"/>
        </w:rPr>
        <w:t>— </w:t>
      </w:r>
      <w:r w:rsidR="00AB2DE8">
        <w:rPr>
          <w:bCs/>
        </w:rPr>
        <w:t>Non</w:t>
      </w:r>
      <w:r>
        <w:rPr>
          <w:bCs/>
        </w:rPr>
        <w:t> ?</w:t>
      </w:r>
    </w:p>
    <w:p w14:paraId="38B3940C" w14:textId="77777777" w:rsidR="00C90F8D" w:rsidRDefault="00C90F8D">
      <w:pPr>
        <w:rPr>
          <w:bCs/>
        </w:rPr>
      </w:pPr>
      <w:r>
        <w:rPr>
          <w:rFonts w:eastAsia="Georgia"/>
        </w:rPr>
        <w:t>— </w:t>
      </w:r>
      <w:r w:rsidR="00AB2DE8">
        <w:rPr>
          <w:bCs/>
        </w:rPr>
        <w:t>Si</w:t>
      </w:r>
      <w:r>
        <w:rPr>
          <w:bCs/>
        </w:rPr>
        <w:t> !</w:t>
      </w:r>
    </w:p>
    <w:p w14:paraId="21FA7071" w14:textId="77777777" w:rsidR="00C90F8D" w:rsidRDefault="00C90F8D">
      <w:pPr>
        <w:rPr>
          <w:bCs/>
        </w:rPr>
      </w:pPr>
      <w:r>
        <w:rPr>
          <w:rFonts w:eastAsia="Georgia"/>
        </w:rPr>
        <w:t>— </w:t>
      </w:r>
      <w:r w:rsidR="00AB2DE8">
        <w:rPr>
          <w:bCs/>
        </w:rPr>
        <w:t>Bigre</w:t>
      </w:r>
      <w:r>
        <w:rPr>
          <w:bCs/>
        </w:rPr>
        <w:t xml:space="preserve">, </w:t>
      </w:r>
      <w:r w:rsidR="00AB2DE8">
        <w:rPr>
          <w:bCs/>
        </w:rPr>
        <w:t>fit Schmidt</w:t>
      </w:r>
      <w:r>
        <w:rPr>
          <w:bCs/>
        </w:rPr>
        <w:t xml:space="preserve">, </w:t>
      </w:r>
      <w:r w:rsidR="00AB2DE8">
        <w:rPr>
          <w:bCs/>
        </w:rPr>
        <w:t>abasourdi</w:t>
      </w:r>
      <w:r>
        <w:rPr>
          <w:bCs/>
        </w:rPr>
        <w:t xml:space="preserve">, </w:t>
      </w:r>
      <w:r w:rsidR="00AB2DE8">
        <w:rPr>
          <w:bCs/>
        </w:rPr>
        <w:t>voyez-moi ça</w:t>
      </w:r>
      <w:r>
        <w:rPr>
          <w:bCs/>
        </w:rPr>
        <w:t xml:space="preserve"> ! </w:t>
      </w:r>
      <w:r w:rsidR="00AB2DE8">
        <w:rPr>
          <w:bCs/>
        </w:rPr>
        <w:t>Le petit noceur</w:t>
      </w:r>
      <w:r>
        <w:rPr>
          <w:bCs/>
        </w:rPr>
        <w:t xml:space="preserve"> ! </w:t>
      </w:r>
      <w:r w:rsidR="00AB2DE8">
        <w:rPr>
          <w:bCs/>
        </w:rPr>
        <w:t>Et alors</w:t>
      </w:r>
      <w:r>
        <w:rPr>
          <w:bCs/>
        </w:rPr>
        <w:t> ?</w:t>
      </w:r>
    </w:p>
    <w:p w14:paraId="0061F2C4" w14:textId="77777777" w:rsidR="00C90F8D" w:rsidRDefault="00C90F8D">
      <w:pPr>
        <w:rPr>
          <w:bCs/>
        </w:rPr>
      </w:pPr>
      <w:r>
        <w:rPr>
          <w:rFonts w:eastAsia="Georgia"/>
        </w:rPr>
        <w:t>— </w:t>
      </w:r>
      <w:r w:rsidR="00AB2DE8">
        <w:rPr>
          <w:bCs/>
        </w:rPr>
        <w:t>Alors</w:t>
      </w:r>
      <w:r>
        <w:rPr>
          <w:bCs/>
        </w:rPr>
        <w:t xml:space="preserve">, </w:t>
      </w:r>
      <w:r w:rsidR="00AB2DE8">
        <w:rPr>
          <w:bCs/>
        </w:rPr>
        <w:t>venant tout de suite après</w:t>
      </w:r>
      <w:r>
        <w:rPr>
          <w:bCs/>
        </w:rPr>
        <w:t xml:space="preserve">, </w:t>
      </w:r>
      <w:r w:rsidR="00AB2DE8">
        <w:rPr>
          <w:bCs/>
        </w:rPr>
        <w:t>mes histoires d</w:t>
      </w:r>
      <w:r>
        <w:rPr>
          <w:bCs/>
        </w:rPr>
        <w:t>’</w:t>
      </w:r>
      <w:r w:rsidR="00AB2DE8">
        <w:rPr>
          <w:bCs/>
        </w:rPr>
        <w:t>espionnage</w:t>
      </w:r>
      <w:r>
        <w:rPr>
          <w:bCs/>
        </w:rPr>
        <w:t xml:space="preserve">, </w:t>
      </w:r>
      <w:r w:rsidR="00AB2DE8">
        <w:rPr>
          <w:bCs/>
        </w:rPr>
        <w:t>de secrets d</w:t>
      </w:r>
      <w:r>
        <w:rPr>
          <w:bCs/>
        </w:rPr>
        <w:t>’</w:t>
      </w:r>
      <w:r w:rsidR="00AB2DE8">
        <w:rPr>
          <w:bCs/>
        </w:rPr>
        <w:t>État ravis par des courtisanes n</w:t>
      </w:r>
      <w:r>
        <w:rPr>
          <w:bCs/>
        </w:rPr>
        <w:t>’</w:t>
      </w:r>
      <w:r w:rsidR="00AB2DE8">
        <w:rPr>
          <w:bCs/>
        </w:rPr>
        <w:t>ont pas manqué d</w:t>
      </w:r>
      <w:r>
        <w:rPr>
          <w:bCs/>
        </w:rPr>
        <w:t>’</w:t>
      </w:r>
      <w:r w:rsidR="00AB2DE8">
        <w:rPr>
          <w:bCs/>
        </w:rPr>
        <w:t>obtenir l</w:t>
      </w:r>
      <w:r>
        <w:rPr>
          <w:bCs/>
        </w:rPr>
        <w:t>’</w:t>
      </w:r>
      <w:r w:rsidR="00AB2DE8">
        <w:rPr>
          <w:bCs/>
        </w:rPr>
        <w:t>effet que vous savez</w:t>
      </w:r>
      <w:r>
        <w:rPr>
          <w:bCs/>
        </w:rPr>
        <w:t>.</w:t>
      </w:r>
    </w:p>
    <w:p w14:paraId="6364689B" w14:textId="77777777" w:rsidR="00C90F8D" w:rsidRDefault="00C90F8D">
      <w:pPr>
        <w:rPr>
          <w:bCs/>
        </w:rPr>
      </w:pPr>
      <w:r>
        <w:rPr>
          <w:rFonts w:eastAsia="Georgia"/>
        </w:rPr>
        <w:t>— </w:t>
      </w:r>
      <w:r w:rsidR="00AB2DE8">
        <w:rPr>
          <w:bCs/>
        </w:rPr>
        <w:t>Le malheureux</w:t>
      </w:r>
      <w:r>
        <w:rPr>
          <w:bCs/>
        </w:rPr>
        <w:t xml:space="preserve">, </w:t>
      </w:r>
      <w:r w:rsidR="00AB2DE8">
        <w:rPr>
          <w:bCs/>
        </w:rPr>
        <w:t>dit Schmidt</w:t>
      </w:r>
      <w:r>
        <w:rPr>
          <w:bCs/>
        </w:rPr>
        <w:t xml:space="preserve">. </w:t>
      </w:r>
      <w:r w:rsidR="00AB2DE8">
        <w:rPr>
          <w:bCs/>
        </w:rPr>
        <w:t>Il s</w:t>
      </w:r>
      <w:r>
        <w:rPr>
          <w:bCs/>
        </w:rPr>
        <w:t>’</w:t>
      </w:r>
      <w:r w:rsidR="00AB2DE8">
        <w:rPr>
          <w:bCs/>
        </w:rPr>
        <w:t>est cru déjà en conseil de guerre</w:t>
      </w:r>
      <w:r>
        <w:rPr>
          <w:bCs/>
        </w:rPr>
        <w:t xml:space="preserve">. </w:t>
      </w:r>
      <w:r w:rsidR="00AB2DE8">
        <w:rPr>
          <w:bCs/>
        </w:rPr>
        <w:t>Très drôle</w:t>
      </w:r>
      <w:r>
        <w:rPr>
          <w:bCs/>
        </w:rPr>
        <w:t xml:space="preserve">, </w:t>
      </w:r>
      <w:r w:rsidR="00AB2DE8">
        <w:rPr>
          <w:bCs/>
        </w:rPr>
        <w:t>en vérité</w:t>
      </w:r>
      <w:r>
        <w:rPr>
          <w:bCs/>
        </w:rPr>
        <w:t xml:space="preserve">, </w:t>
      </w:r>
      <w:r w:rsidR="00AB2DE8">
        <w:rPr>
          <w:bCs/>
        </w:rPr>
        <w:t>très drôle</w:t>
      </w:r>
      <w:r>
        <w:rPr>
          <w:bCs/>
        </w:rPr>
        <w:t xml:space="preserve">. </w:t>
      </w:r>
      <w:r w:rsidR="00AB2DE8">
        <w:rPr>
          <w:bCs/>
        </w:rPr>
        <w:t>Mais à y bien réfléchir</w:t>
      </w:r>
      <w:r>
        <w:rPr>
          <w:bCs/>
        </w:rPr>
        <w:t xml:space="preserve">, </w:t>
      </w:r>
      <w:r w:rsidR="00AB2DE8">
        <w:rPr>
          <w:bCs/>
        </w:rPr>
        <w:t>vous avez fait là un joli coup</w:t>
      </w:r>
      <w:r>
        <w:rPr>
          <w:bCs/>
        </w:rPr>
        <w:t xml:space="preserve">. </w:t>
      </w:r>
      <w:r w:rsidR="00AB2DE8">
        <w:rPr>
          <w:bCs/>
        </w:rPr>
        <w:t>Désormais</w:t>
      </w:r>
      <w:r>
        <w:rPr>
          <w:bCs/>
        </w:rPr>
        <w:t xml:space="preserve">, </w:t>
      </w:r>
      <w:r w:rsidR="00AB2DE8">
        <w:rPr>
          <w:bCs/>
        </w:rPr>
        <w:t>il ne va plus vivre qu</w:t>
      </w:r>
      <w:r>
        <w:rPr>
          <w:bCs/>
        </w:rPr>
        <w:t>’</w:t>
      </w:r>
      <w:r w:rsidR="00AB2DE8">
        <w:rPr>
          <w:bCs/>
        </w:rPr>
        <w:t>avec l</w:t>
      </w:r>
      <w:r>
        <w:rPr>
          <w:bCs/>
        </w:rPr>
        <w:t>’</w:t>
      </w:r>
      <w:r w:rsidR="00AB2DE8">
        <w:rPr>
          <w:bCs/>
        </w:rPr>
        <w:t xml:space="preserve">idée que si je fréquente le </w:t>
      </w:r>
      <w:r w:rsidR="00AB2DE8">
        <w:rPr>
          <w:i/>
          <w:iCs/>
        </w:rPr>
        <w:t>Soleil de Minuit</w:t>
      </w:r>
      <w:r>
        <w:rPr>
          <w:i/>
          <w:iCs/>
        </w:rPr>
        <w:t xml:space="preserve">, </w:t>
      </w:r>
      <w:r w:rsidR="00AB2DE8">
        <w:rPr>
          <w:bCs/>
        </w:rPr>
        <w:t>c</w:t>
      </w:r>
      <w:r>
        <w:rPr>
          <w:bCs/>
        </w:rPr>
        <w:t>’</w:t>
      </w:r>
      <w:r w:rsidR="00AB2DE8">
        <w:rPr>
          <w:bCs/>
        </w:rPr>
        <w:t>est pour bazarder à Liouba et à Nastasia la formule des aciers au titane et au zirconium</w:t>
      </w:r>
      <w:r>
        <w:rPr>
          <w:bCs/>
        </w:rPr>
        <w:t xml:space="preserve">. </w:t>
      </w:r>
      <w:r w:rsidR="00AB2DE8">
        <w:rPr>
          <w:bCs/>
        </w:rPr>
        <w:t>Félicitations</w:t>
      </w:r>
      <w:r>
        <w:rPr>
          <w:bCs/>
        </w:rPr>
        <w:t xml:space="preserve"> ! </w:t>
      </w:r>
      <w:r w:rsidR="00AB2DE8">
        <w:rPr>
          <w:bCs/>
        </w:rPr>
        <w:t>Enfin</w:t>
      </w:r>
      <w:r>
        <w:rPr>
          <w:bCs/>
        </w:rPr>
        <w:t xml:space="preserve">, </w:t>
      </w:r>
      <w:r w:rsidR="00AB2DE8">
        <w:rPr>
          <w:bCs/>
        </w:rPr>
        <w:t>peu importe</w:t>
      </w:r>
      <w:r>
        <w:rPr>
          <w:bCs/>
        </w:rPr>
        <w:t xml:space="preserve">, </w:t>
      </w:r>
      <w:r w:rsidR="00AB2DE8">
        <w:rPr>
          <w:bCs/>
        </w:rPr>
        <w:t>il est parti</w:t>
      </w:r>
      <w:r>
        <w:rPr>
          <w:bCs/>
        </w:rPr>
        <w:t xml:space="preserve">. </w:t>
      </w:r>
      <w:r w:rsidR="00AB2DE8">
        <w:rPr>
          <w:bCs/>
        </w:rPr>
        <w:t>Quel crampon</w:t>
      </w:r>
      <w:r>
        <w:rPr>
          <w:bCs/>
        </w:rPr>
        <w:t> !</w:t>
      </w:r>
    </w:p>
    <w:p w14:paraId="17920F26" w14:textId="78041BA8" w:rsidR="00C90F8D" w:rsidRDefault="00AB2DE8">
      <w:pPr>
        <w:rPr>
          <w:bCs/>
        </w:rPr>
      </w:pPr>
      <w:r>
        <w:rPr>
          <w:bCs/>
        </w:rPr>
        <w:lastRenderedPageBreak/>
        <w:t>En toute autre circonstance</w:t>
      </w:r>
      <w:r w:rsidR="00C90F8D">
        <w:rPr>
          <w:bCs/>
        </w:rPr>
        <w:t xml:space="preserve">, </w:t>
      </w:r>
      <w:r>
        <w:rPr>
          <w:bCs/>
        </w:rPr>
        <w:t xml:space="preserve">Schmidt eût ri de bien meilleur cœur du tour joué à </w:t>
      </w:r>
      <w:r w:rsidR="00C90F8D">
        <w:rPr>
          <w:bCs/>
        </w:rPr>
        <w:t>M. </w:t>
      </w:r>
      <w:proofErr w:type="spellStart"/>
      <w:r>
        <w:rPr>
          <w:bCs/>
        </w:rPr>
        <w:t>Mauconseil</w:t>
      </w:r>
      <w:proofErr w:type="spellEnd"/>
      <w:r w:rsidR="00C90F8D">
        <w:rPr>
          <w:bCs/>
        </w:rPr>
        <w:t xml:space="preserve">. </w:t>
      </w:r>
      <w:r>
        <w:rPr>
          <w:bCs/>
        </w:rPr>
        <w:t>Mais il y avait l</w:t>
      </w:r>
      <w:r w:rsidR="00C90F8D">
        <w:rPr>
          <w:bCs/>
        </w:rPr>
        <w:t>’</w:t>
      </w:r>
      <w:r>
        <w:rPr>
          <w:bCs/>
        </w:rPr>
        <w:t>attitude de Forestier</w:t>
      </w:r>
      <w:r w:rsidR="00C90F8D">
        <w:rPr>
          <w:bCs/>
        </w:rPr>
        <w:t xml:space="preserve">, </w:t>
      </w:r>
      <w:r>
        <w:rPr>
          <w:bCs/>
        </w:rPr>
        <w:t>qui l</w:t>
      </w:r>
      <w:r w:rsidR="00C90F8D">
        <w:rPr>
          <w:bCs/>
        </w:rPr>
        <w:t>’</w:t>
      </w:r>
      <w:r>
        <w:rPr>
          <w:bCs/>
        </w:rPr>
        <w:t>emplissait d</w:t>
      </w:r>
      <w:r w:rsidR="00C90F8D">
        <w:rPr>
          <w:bCs/>
        </w:rPr>
        <w:t>’</w:t>
      </w:r>
      <w:r>
        <w:rPr>
          <w:bCs/>
        </w:rPr>
        <w:t>une inquiétude grandissante</w:t>
      </w:r>
      <w:r w:rsidR="00C90F8D">
        <w:rPr>
          <w:bCs/>
        </w:rPr>
        <w:t xml:space="preserve">, </w:t>
      </w:r>
      <w:r>
        <w:rPr>
          <w:bCs/>
        </w:rPr>
        <w:t>lui donnait de plus en plus l</w:t>
      </w:r>
      <w:r w:rsidR="00C90F8D">
        <w:rPr>
          <w:bCs/>
        </w:rPr>
        <w:t>’</w:t>
      </w:r>
      <w:r>
        <w:rPr>
          <w:bCs/>
        </w:rPr>
        <w:t>impression de se mouvoir dans un monde hostile</w:t>
      </w:r>
      <w:r w:rsidR="00C90F8D">
        <w:rPr>
          <w:bCs/>
        </w:rPr>
        <w:t xml:space="preserve">, </w:t>
      </w:r>
      <w:r>
        <w:rPr>
          <w:bCs/>
        </w:rPr>
        <w:t>inattendu</w:t>
      </w:r>
      <w:r w:rsidR="00C90F8D">
        <w:rPr>
          <w:bCs/>
        </w:rPr>
        <w:t xml:space="preserve">. </w:t>
      </w:r>
      <w:r>
        <w:rPr>
          <w:bCs/>
        </w:rPr>
        <w:t>Tout à l</w:t>
      </w:r>
      <w:r w:rsidR="00C90F8D">
        <w:rPr>
          <w:bCs/>
        </w:rPr>
        <w:t>’</w:t>
      </w:r>
      <w:r>
        <w:rPr>
          <w:bCs/>
        </w:rPr>
        <w:t>heure</w:t>
      </w:r>
      <w:r w:rsidR="00C90F8D">
        <w:rPr>
          <w:bCs/>
        </w:rPr>
        <w:t xml:space="preserve">, </w:t>
      </w:r>
      <w:r>
        <w:rPr>
          <w:bCs/>
        </w:rPr>
        <w:t xml:space="preserve">parlant de son passage à </w:t>
      </w:r>
      <w:proofErr w:type="spellStart"/>
      <w:r>
        <w:rPr>
          <w:bCs/>
        </w:rPr>
        <w:t>Kharbine</w:t>
      </w:r>
      <w:proofErr w:type="spellEnd"/>
      <w:r w:rsidR="00C90F8D">
        <w:rPr>
          <w:bCs/>
        </w:rPr>
        <w:t xml:space="preserve">, </w:t>
      </w:r>
      <w:r>
        <w:rPr>
          <w:bCs/>
        </w:rPr>
        <w:t>c</w:t>
      </w:r>
      <w:r w:rsidR="00C90F8D">
        <w:rPr>
          <w:bCs/>
        </w:rPr>
        <w:t>’</w:t>
      </w:r>
      <w:r>
        <w:rPr>
          <w:bCs/>
        </w:rPr>
        <w:t>était cette impression que</w:t>
      </w:r>
      <w:r w:rsidR="00C90F8D">
        <w:rPr>
          <w:bCs/>
        </w:rPr>
        <w:t xml:space="preserve">, </w:t>
      </w:r>
      <w:r>
        <w:rPr>
          <w:bCs/>
        </w:rPr>
        <w:t>moitié sciemment</w:t>
      </w:r>
      <w:r w:rsidR="00C90F8D">
        <w:rPr>
          <w:bCs/>
        </w:rPr>
        <w:t xml:space="preserve">, </w:t>
      </w:r>
      <w:r>
        <w:rPr>
          <w:bCs/>
        </w:rPr>
        <w:t>moitié à son insu</w:t>
      </w:r>
      <w:r w:rsidR="00C90F8D">
        <w:rPr>
          <w:bCs/>
        </w:rPr>
        <w:t xml:space="preserve">, </w:t>
      </w:r>
      <w:r>
        <w:rPr>
          <w:bCs/>
        </w:rPr>
        <w:t>il avait évoquée</w:t>
      </w:r>
      <w:r w:rsidR="00C90F8D">
        <w:rPr>
          <w:bCs/>
        </w:rPr>
        <w:t xml:space="preserve">. </w:t>
      </w:r>
      <w:r>
        <w:rPr>
          <w:bCs/>
        </w:rPr>
        <w:t>Un motif d</w:t>
      </w:r>
      <w:r w:rsidR="00C90F8D">
        <w:rPr>
          <w:bCs/>
        </w:rPr>
        <w:t>’</w:t>
      </w:r>
      <w:r>
        <w:rPr>
          <w:bCs/>
        </w:rPr>
        <w:t>ordre plus personnel augmentait sa mauvaise humeur</w:t>
      </w:r>
      <w:r w:rsidR="00C90F8D">
        <w:rPr>
          <w:bCs/>
        </w:rPr>
        <w:t xml:space="preserve">. </w:t>
      </w:r>
      <w:r>
        <w:rPr>
          <w:bCs/>
        </w:rPr>
        <w:t>Quelques instants plus tôt</w:t>
      </w:r>
      <w:r w:rsidR="00C90F8D">
        <w:rPr>
          <w:bCs/>
        </w:rPr>
        <w:t xml:space="preserve">, </w:t>
      </w:r>
      <w:r>
        <w:rPr>
          <w:bCs/>
        </w:rPr>
        <w:t xml:space="preserve">quand il avait formé le projet de revenir au </w:t>
      </w:r>
      <w:r>
        <w:rPr>
          <w:i/>
          <w:iCs/>
        </w:rPr>
        <w:t>Soleil de Minuit</w:t>
      </w:r>
      <w:r w:rsidR="00C90F8D">
        <w:rPr>
          <w:i/>
          <w:iCs/>
        </w:rPr>
        <w:t xml:space="preserve">, </w:t>
      </w:r>
      <w:r>
        <w:rPr>
          <w:bCs/>
        </w:rPr>
        <w:t xml:space="preserve">il avait escompté le départ de </w:t>
      </w:r>
      <w:r w:rsidR="00C90F8D">
        <w:rPr>
          <w:bCs/>
        </w:rPr>
        <w:t>M. </w:t>
      </w:r>
      <w:proofErr w:type="spellStart"/>
      <w:r>
        <w:rPr>
          <w:bCs/>
        </w:rPr>
        <w:t>Mauconseil</w:t>
      </w:r>
      <w:proofErr w:type="spellEnd"/>
      <w:r>
        <w:rPr>
          <w:bCs/>
        </w:rPr>
        <w:t xml:space="preserve"> et de Forestier</w:t>
      </w:r>
      <w:r w:rsidR="00C90F8D">
        <w:rPr>
          <w:bCs/>
        </w:rPr>
        <w:t xml:space="preserve">. </w:t>
      </w:r>
      <w:r>
        <w:rPr>
          <w:bCs/>
        </w:rPr>
        <w:t>Ce dernier demeurant</w:t>
      </w:r>
      <w:r w:rsidR="00C90F8D">
        <w:rPr>
          <w:bCs/>
        </w:rPr>
        <w:t xml:space="preserve">, </w:t>
      </w:r>
      <w:r>
        <w:rPr>
          <w:bCs/>
        </w:rPr>
        <w:t>la réussite de son projet devenait fort aléatoire</w:t>
      </w:r>
      <w:r w:rsidR="00C90F8D">
        <w:rPr>
          <w:bCs/>
        </w:rPr>
        <w:t>.</w:t>
      </w:r>
    </w:p>
    <w:p w14:paraId="34488B09" w14:textId="77777777" w:rsidR="00C90F8D" w:rsidRDefault="00AB2DE8">
      <w:pPr>
        <w:rPr>
          <w:bCs/>
        </w:rPr>
      </w:pPr>
      <w:r>
        <w:rPr>
          <w:bCs/>
        </w:rPr>
        <w:t>Pourquoi diable Forestier restait-il</w:t>
      </w:r>
      <w:r w:rsidR="00C90F8D">
        <w:rPr>
          <w:bCs/>
        </w:rPr>
        <w:t xml:space="preserve"> ? </w:t>
      </w:r>
      <w:r>
        <w:rPr>
          <w:bCs/>
        </w:rPr>
        <w:t>Que signifiait cette obstination de la part de quelqu</w:t>
      </w:r>
      <w:r w:rsidR="00C90F8D">
        <w:rPr>
          <w:bCs/>
        </w:rPr>
        <w:t>’</w:t>
      </w:r>
      <w:r>
        <w:rPr>
          <w:bCs/>
        </w:rPr>
        <w:t>un qui</w:t>
      </w:r>
      <w:r w:rsidR="00C90F8D">
        <w:rPr>
          <w:bCs/>
        </w:rPr>
        <w:t xml:space="preserve">, </w:t>
      </w:r>
      <w:r>
        <w:rPr>
          <w:bCs/>
        </w:rPr>
        <w:t>deux heures auparavant</w:t>
      </w:r>
      <w:r w:rsidR="00C90F8D">
        <w:rPr>
          <w:bCs/>
        </w:rPr>
        <w:t xml:space="preserve">, </w:t>
      </w:r>
      <w:r>
        <w:rPr>
          <w:bCs/>
        </w:rPr>
        <w:t>tombait littéralement de sommeil</w:t>
      </w:r>
      <w:r w:rsidR="00C90F8D">
        <w:rPr>
          <w:bCs/>
        </w:rPr>
        <w:t xml:space="preserve"> ? </w:t>
      </w:r>
      <w:r>
        <w:rPr>
          <w:bCs/>
        </w:rPr>
        <w:t>Il y avait là un mystère que Schmidt ne se résignait pas à ne pas percer</w:t>
      </w:r>
      <w:r w:rsidR="00C90F8D">
        <w:rPr>
          <w:bCs/>
        </w:rPr>
        <w:t>.</w:t>
      </w:r>
    </w:p>
    <w:p w14:paraId="598E02CB" w14:textId="77777777" w:rsidR="00C90F8D" w:rsidRDefault="00C90F8D">
      <w:pPr>
        <w:rPr>
          <w:bCs/>
        </w:rPr>
      </w:pPr>
      <w:r>
        <w:rPr>
          <w:rFonts w:eastAsia="Georgia"/>
        </w:rPr>
        <w:t>— </w:t>
      </w:r>
      <w:r w:rsidR="00AB2DE8">
        <w:rPr>
          <w:bCs/>
        </w:rPr>
        <w:t>Tu es fatigué</w:t>
      </w:r>
      <w:r>
        <w:rPr>
          <w:bCs/>
        </w:rPr>
        <w:t xml:space="preserve">, </w:t>
      </w:r>
      <w:r w:rsidR="00AB2DE8">
        <w:rPr>
          <w:bCs/>
        </w:rPr>
        <w:t>commença-t-il</w:t>
      </w:r>
      <w:r>
        <w:rPr>
          <w:bCs/>
        </w:rPr>
        <w:t xml:space="preserve">. </w:t>
      </w:r>
      <w:r w:rsidR="00AB2DE8">
        <w:rPr>
          <w:bCs/>
        </w:rPr>
        <w:t>Tu n</w:t>
      </w:r>
      <w:r>
        <w:rPr>
          <w:bCs/>
        </w:rPr>
        <w:t>’</w:t>
      </w:r>
      <w:r w:rsidR="00AB2DE8">
        <w:rPr>
          <w:bCs/>
        </w:rPr>
        <w:t>as guère l</w:t>
      </w:r>
      <w:r>
        <w:rPr>
          <w:bCs/>
        </w:rPr>
        <w:t>’</w:t>
      </w:r>
      <w:r w:rsidR="00AB2DE8">
        <w:rPr>
          <w:bCs/>
        </w:rPr>
        <w:t>habitude de ce genre de distractions</w:t>
      </w:r>
      <w:r>
        <w:rPr>
          <w:bCs/>
        </w:rPr>
        <w:t>…</w:t>
      </w:r>
    </w:p>
    <w:p w14:paraId="0E51D54D" w14:textId="77777777" w:rsidR="00C90F8D" w:rsidRDefault="00C90F8D">
      <w:pPr>
        <w:rPr>
          <w:bCs/>
        </w:rPr>
      </w:pPr>
      <w:r>
        <w:rPr>
          <w:rFonts w:eastAsia="Georgia"/>
        </w:rPr>
        <w:t>— </w:t>
      </w:r>
      <w:r w:rsidR="00AB2DE8">
        <w:rPr>
          <w:bCs/>
        </w:rPr>
        <w:t>Qui te dit que je n</w:t>
      </w:r>
      <w:r>
        <w:rPr>
          <w:bCs/>
        </w:rPr>
        <w:t>’</w:t>
      </w:r>
      <w:r w:rsidR="00AB2DE8">
        <w:rPr>
          <w:bCs/>
        </w:rPr>
        <w:t>en ai pas l</w:t>
      </w:r>
      <w:r>
        <w:rPr>
          <w:bCs/>
        </w:rPr>
        <w:t>’</w:t>
      </w:r>
      <w:r w:rsidR="00AB2DE8">
        <w:rPr>
          <w:bCs/>
        </w:rPr>
        <w:t>habitude</w:t>
      </w:r>
      <w:r>
        <w:rPr>
          <w:bCs/>
        </w:rPr>
        <w:t> !</w:t>
      </w:r>
    </w:p>
    <w:p w14:paraId="22611216" w14:textId="77777777" w:rsidR="00C90F8D" w:rsidRDefault="00AB2DE8">
      <w:pPr>
        <w:rPr>
          <w:bCs/>
        </w:rPr>
      </w:pPr>
      <w:r>
        <w:rPr>
          <w:bCs/>
        </w:rPr>
        <w:t>Le ton de Forestier était sec</w:t>
      </w:r>
      <w:r w:rsidR="00C90F8D">
        <w:rPr>
          <w:bCs/>
        </w:rPr>
        <w:t xml:space="preserve">, </w:t>
      </w:r>
      <w:r>
        <w:rPr>
          <w:bCs/>
        </w:rPr>
        <w:t>hargneux presque</w:t>
      </w:r>
      <w:r w:rsidR="00C90F8D">
        <w:rPr>
          <w:bCs/>
        </w:rPr>
        <w:t xml:space="preserve">. </w:t>
      </w:r>
      <w:r>
        <w:rPr>
          <w:bCs/>
        </w:rPr>
        <w:t xml:space="preserve">Schmidt regarda </w:t>
      </w:r>
      <w:proofErr w:type="spellStart"/>
      <w:r>
        <w:rPr>
          <w:bCs/>
        </w:rPr>
        <w:t>Matsui</w:t>
      </w:r>
      <w:proofErr w:type="spellEnd"/>
      <w:r w:rsidR="00C90F8D">
        <w:rPr>
          <w:bCs/>
        </w:rPr>
        <w:t xml:space="preserve">. </w:t>
      </w:r>
      <w:r>
        <w:rPr>
          <w:bCs/>
        </w:rPr>
        <w:t>Il était impossible que ce dernier n</w:t>
      </w:r>
      <w:r w:rsidR="00C90F8D">
        <w:rPr>
          <w:bCs/>
        </w:rPr>
        <w:t>’</w:t>
      </w:r>
      <w:r>
        <w:rPr>
          <w:bCs/>
        </w:rPr>
        <w:t>eût pas remarqué que leur compagnon n</w:t>
      </w:r>
      <w:r w:rsidR="00C90F8D">
        <w:rPr>
          <w:bCs/>
        </w:rPr>
        <w:t>’</w:t>
      </w:r>
      <w:r>
        <w:rPr>
          <w:bCs/>
        </w:rPr>
        <w:t>était point dans son état normal</w:t>
      </w:r>
      <w:r w:rsidR="00C90F8D">
        <w:rPr>
          <w:bCs/>
        </w:rPr>
        <w:t>.</w:t>
      </w:r>
    </w:p>
    <w:p w14:paraId="67DC0028" w14:textId="77777777" w:rsidR="00C90F8D" w:rsidRDefault="00AB2DE8">
      <w:pPr>
        <w:rPr>
          <w:bCs/>
        </w:rPr>
      </w:pPr>
      <w:r>
        <w:rPr>
          <w:bCs/>
        </w:rPr>
        <w:t>Le spectacle était terminé</w:t>
      </w:r>
      <w:r w:rsidR="00C90F8D">
        <w:rPr>
          <w:bCs/>
        </w:rPr>
        <w:t xml:space="preserve">. </w:t>
      </w:r>
      <w:r>
        <w:rPr>
          <w:bCs/>
        </w:rPr>
        <w:t>De nouveau</w:t>
      </w:r>
      <w:r w:rsidR="00C90F8D">
        <w:rPr>
          <w:bCs/>
        </w:rPr>
        <w:t xml:space="preserve">, </w:t>
      </w:r>
      <w:r>
        <w:rPr>
          <w:bCs/>
        </w:rPr>
        <w:t>chanteuses et danseuses refluaient dans la salle</w:t>
      </w:r>
      <w:r w:rsidR="00C90F8D">
        <w:rPr>
          <w:bCs/>
        </w:rPr>
        <w:t>.</w:t>
      </w:r>
    </w:p>
    <w:p w14:paraId="3A3492CC" w14:textId="77777777" w:rsidR="00C90F8D" w:rsidRDefault="00C90F8D">
      <w:pPr>
        <w:rPr>
          <w:bCs/>
        </w:rPr>
      </w:pPr>
      <w:r>
        <w:rPr>
          <w:rFonts w:eastAsia="Georgia"/>
        </w:rPr>
        <w:t>— </w:t>
      </w:r>
      <w:r w:rsidR="00AB2DE8">
        <w:rPr>
          <w:bCs/>
        </w:rPr>
        <w:t>En invitons-nous deux ou trois à prendre une dernière coupe</w:t>
      </w:r>
      <w:r>
        <w:rPr>
          <w:bCs/>
        </w:rPr>
        <w:t xml:space="preserve"> ? </w:t>
      </w:r>
      <w:r w:rsidR="00AB2DE8">
        <w:rPr>
          <w:bCs/>
        </w:rPr>
        <w:t xml:space="preserve">proposa </w:t>
      </w:r>
      <w:proofErr w:type="spellStart"/>
      <w:r w:rsidR="00AB2DE8">
        <w:rPr>
          <w:bCs/>
        </w:rPr>
        <w:t>Matsui</w:t>
      </w:r>
      <w:proofErr w:type="spellEnd"/>
      <w:r>
        <w:rPr>
          <w:bCs/>
        </w:rPr>
        <w:t xml:space="preserve">, </w:t>
      </w:r>
      <w:r w:rsidR="00AB2DE8">
        <w:rPr>
          <w:bCs/>
        </w:rPr>
        <w:t>pour rompre un silence qui devenait gênant</w:t>
      </w:r>
      <w:r>
        <w:rPr>
          <w:bCs/>
        </w:rPr>
        <w:t>.</w:t>
      </w:r>
    </w:p>
    <w:p w14:paraId="5A771924" w14:textId="77777777" w:rsidR="00C90F8D" w:rsidRDefault="00AB2DE8">
      <w:pPr>
        <w:rPr>
          <w:bCs/>
        </w:rPr>
      </w:pPr>
      <w:r>
        <w:rPr>
          <w:bCs/>
        </w:rPr>
        <w:lastRenderedPageBreak/>
        <w:t>Il ajouta</w:t>
      </w:r>
      <w:r w:rsidR="00C90F8D">
        <w:rPr>
          <w:bCs/>
        </w:rPr>
        <w:t> :</w:t>
      </w:r>
    </w:p>
    <w:p w14:paraId="44521525" w14:textId="77777777" w:rsidR="00C90F8D" w:rsidRDefault="00C90F8D">
      <w:pPr>
        <w:rPr>
          <w:bCs/>
        </w:rPr>
      </w:pPr>
      <w:r>
        <w:rPr>
          <w:rFonts w:eastAsia="Georgia"/>
        </w:rPr>
        <w:t>— </w:t>
      </w:r>
      <w:r w:rsidR="00AB2DE8">
        <w:rPr>
          <w:bCs/>
        </w:rPr>
        <w:t>Les mêmes</w:t>
      </w:r>
      <w:r>
        <w:rPr>
          <w:bCs/>
        </w:rPr>
        <w:t xml:space="preserve">, </w:t>
      </w:r>
      <w:r w:rsidR="00AB2DE8">
        <w:rPr>
          <w:bCs/>
        </w:rPr>
        <w:t>ou d</w:t>
      </w:r>
      <w:r>
        <w:rPr>
          <w:bCs/>
        </w:rPr>
        <w:t>’</w:t>
      </w:r>
      <w:r w:rsidR="00AB2DE8">
        <w:rPr>
          <w:bCs/>
        </w:rPr>
        <w:t>autres</w:t>
      </w:r>
      <w:r>
        <w:rPr>
          <w:bCs/>
        </w:rPr>
        <w:t> ?</w:t>
      </w:r>
    </w:p>
    <w:p w14:paraId="12ACA15E" w14:textId="77777777" w:rsidR="00C90F8D" w:rsidRDefault="00C90F8D">
      <w:pPr>
        <w:rPr>
          <w:bCs/>
        </w:rPr>
      </w:pPr>
      <w:r>
        <w:rPr>
          <w:rFonts w:eastAsia="Georgia"/>
        </w:rPr>
        <w:t>— </w:t>
      </w:r>
      <w:r w:rsidR="00AB2DE8">
        <w:rPr>
          <w:bCs/>
        </w:rPr>
        <w:t>Les mêmes</w:t>
      </w:r>
      <w:r>
        <w:rPr>
          <w:bCs/>
        </w:rPr>
        <w:t xml:space="preserve">, </w:t>
      </w:r>
      <w:r w:rsidR="00AB2DE8">
        <w:rPr>
          <w:bCs/>
        </w:rPr>
        <w:t>tant qu</w:t>
      </w:r>
      <w:r>
        <w:rPr>
          <w:bCs/>
        </w:rPr>
        <w:t>’</w:t>
      </w:r>
      <w:r w:rsidR="00AB2DE8">
        <w:rPr>
          <w:bCs/>
        </w:rPr>
        <w:t>à faire</w:t>
      </w:r>
      <w:r>
        <w:rPr>
          <w:bCs/>
        </w:rPr>
        <w:t xml:space="preserve">, </w:t>
      </w:r>
      <w:r w:rsidR="00AB2DE8">
        <w:rPr>
          <w:bCs/>
        </w:rPr>
        <w:t>dit Schmidt</w:t>
      </w:r>
      <w:r>
        <w:rPr>
          <w:bCs/>
        </w:rPr>
        <w:t>.</w:t>
      </w:r>
    </w:p>
    <w:p w14:paraId="2C36961B" w14:textId="77777777" w:rsidR="00C90F8D" w:rsidRDefault="00AB2DE8">
      <w:pPr>
        <w:rPr>
          <w:bCs/>
        </w:rPr>
      </w:pPr>
      <w:r>
        <w:rPr>
          <w:bCs/>
        </w:rPr>
        <w:t>La proposition lui convenait</w:t>
      </w:r>
      <w:r w:rsidR="00C90F8D">
        <w:rPr>
          <w:bCs/>
        </w:rPr>
        <w:t xml:space="preserve">. </w:t>
      </w:r>
      <w:r>
        <w:rPr>
          <w:bCs/>
        </w:rPr>
        <w:t>Il allait pouvoir prévenir Milena</w:t>
      </w:r>
      <w:r w:rsidR="00C90F8D">
        <w:rPr>
          <w:bCs/>
        </w:rPr>
        <w:t xml:space="preserve">, </w:t>
      </w:r>
      <w:r>
        <w:rPr>
          <w:bCs/>
        </w:rPr>
        <w:t>la prier de l</w:t>
      </w:r>
      <w:r w:rsidR="00C90F8D">
        <w:rPr>
          <w:bCs/>
        </w:rPr>
        <w:t>’</w:t>
      </w:r>
      <w:r>
        <w:rPr>
          <w:bCs/>
        </w:rPr>
        <w:t>attendre</w:t>
      </w:r>
      <w:r w:rsidR="00C90F8D">
        <w:rPr>
          <w:bCs/>
        </w:rPr>
        <w:t>.</w:t>
      </w:r>
    </w:p>
    <w:p w14:paraId="5C1514B0" w14:textId="77777777" w:rsidR="00C90F8D" w:rsidRDefault="00AB2DE8">
      <w:pPr>
        <w:rPr>
          <w:bCs/>
        </w:rPr>
      </w:pPr>
      <w:r>
        <w:rPr>
          <w:bCs/>
        </w:rPr>
        <w:t>Derechef</w:t>
      </w:r>
      <w:r w:rsidR="00C90F8D">
        <w:rPr>
          <w:bCs/>
        </w:rPr>
        <w:t xml:space="preserve">, </w:t>
      </w:r>
      <w:r>
        <w:rPr>
          <w:bCs/>
        </w:rPr>
        <w:t>il avait compté sans Forestier</w:t>
      </w:r>
      <w:r w:rsidR="00C90F8D">
        <w:rPr>
          <w:bCs/>
        </w:rPr>
        <w:t>.</w:t>
      </w:r>
    </w:p>
    <w:p w14:paraId="14E5F94F" w14:textId="77777777" w:rsidR="00C90F8D" w:rsidRDefault="00C90F8D">
      <w:pPr>
        <w:rPr>
          <w:bCs/>
        </w:rPr>
      </w:pPr>
      <w:r>
        <w:rPr>
          <w:rFonts w:eastAsia="Georgia"/>
        </w:rPr>
        <w:t>— </w:t>
      </w:r>
      <w:r w:rsidR="00AB2DE8">
        <w:rPr>
          <w:bCs/>
        </w:rPr>
        <w:t>Non</w:t>
      </w:r>
      <w:r>
        <w:rPr>
          <w:bCs/>
        </w:rPr>
        <w:t xml:space="preserve">, </w:t>
      </w:r>
      <w:r w:rsidR="00AB2DE8">
        <w:rPr>
          <w:bCs/>
        </w:rPr>
        <w:t>fit celui-ci</w:t>
      </w:r>
      <w:r>
        <w:rPr>
          <w:bCs/>
        </w:rPr>
        <w:t xml:space="preserve">, </w:t>
      </w:r>
      <w:r w:rsidR="00AB2DE8">
        <w:rPr>
          <w:bCs/>
        </w:rPr>
        <w:t>ni les mêmes</w:t>
      </w:r>
      <w:r>
        <w:rPr>
          <w:bCs/>
        </w:rPr>
        <w:t xml:space="preserve">, </w:t>
      </w:r>
      <w:r w:rsidR="00AB2DE8">
        <w:rPr>
          <w:bCs/>
        </w:rPr>
        <w:t>ni d</w:t>
      </w:r>
      <w:r>
        <w:rPr>
          <w:bCs/>
        </w:rPr>
        <w:t>’</w:t>
      </w:r>
      <w:r w:rsidR="00AB2DE8">
        <w:rPr>
          <w:bCs/>
        </w:rPr>
        <w:t>autres</w:t>
      </w:r>
      <w:r>
        <w:rPr>
          <w:bCs/>
        </w:rPr>
        <w:t>.</w:t>
      </w:r>
    </w:p>
    <w:p w14:paraId="13AAC74F" w14:textId="77777777" w:rsidR="00C90F8D" w:rsidRDefault="00AB2DE8">
      <w:pPr>
        <w:rPr>
          <w:bCs/>
        </w:rPr>
      </w:pPr>
      <w:r>
        <w:rPr>
          <w:bCs/>
        </w:rPr>
        <w:t>Il avait frappé sur la table</w:t>
      </w:r>
      <w:r w:rsidR="00C90F8D">
        <w:rPr>
          <w:bCs/>
        </w:rPr>
        <w:t xml:space="preserve">. </w:t>
      </w:r>
      <w:r>
        <w:rPr>
          <w:bCs/>
        </w:rPr>
        <w:t>Il parlait avec une autorité insoupçonnée</w:t>
      </w:r>
      <w:r w:rsidR="00C90F8D">
        <w:rPr>
          <w:bCs/>
        </w:rPr>
        <w:t xml:space="preserve"> : </w:t>
      </w:r>
      <w:r>
        <w:rPr>
          <w:bCs/>
        </w:rPr>
        <w:t>l</w:t>
      </w:r>
      <w:r w:rsidR="00C90F8D">
        <w:rPr>
          <w:bCs/>
        </w:rPr>
        <w:t>’</w:t>
      </w:r>
      <w:r>
        <w:rPr>
          <w:bCs/>
        </w:rPr>
        <w:t>effet de la boisson</w:t>
      </w:r>
      <w:r w:rsidR="00C90F8D">
        <w:rPr>
          <w:bCs/>
        </w:rPr>
        <w:t xml:space="preserve">, </w:t>
      </w:r>
      <w:r>
        <w:rPr>
          <w:bCs/>
        </w:rPr>
        <w:t>sans doute</w:t>
      </w:r>
      <w:r w:rsidR="00C90F8D">
        <w:rPr>
          <w:bCs/>
        </w:rPr>
        <w:t>.</w:t>
      </w:r>
    </w:p>
    <w:p w14:paraId="1A634404" w14:textId="77777777" w:rsidR="00C90F8D" w:rsidRDefault="00C90F8D">
      <w:pPr>
        <w:rPr>
          <w:bCs/>
        </w:rPr>
      </w:pPr>
      <w:r>
        <w:rPr>
          <w:rFonts w:eastAsia="Georgia"/>
        </w:rPr>
        <w:t>— </w:t>
      </w:r>
      <w:r w:rsidR="00AB2DE8">
        <w:rPr>
          <w:bCs/>
        </w:rPr>
        <w:t>Alors</w:t>
      </w:r>
      <w:r>
        <w:rPr>
          <w:bCs/>
        </w:rPr>
        <w:t xml:space="preserve">, </w:t>
      </w:r>
      <w:r w:rsidR="00AB2DE8">
        <w:rPr>
          <w:bCs/>
        </w:rPr>
        <w:t>rentrons</w:t>
      </w:r>
      <w:r>
        <w:rPr>
          <w:bCs/>
        </w:rPr>
        <w:t xml:space="preserve">, </w:t>
      </w:r>
      <w:r w:rsidR="00AB2DE8">
        <w:rPr>
          <w:bCs/>
        </w:rPr>
        <w:t>dit Schmidt</w:t>
      </w:r>
      <w:r>
        <w:rPr>
          <w:bCs/>
        </w:rPr>
        <w:t xml:space="preserve">, </w:t>
      </w:r>
      <w:r w:rsidR="00AB2DE8">
        <w:rPr>
          <w:bCs/>
        </w:rPr>
        <w:t>qui commençait à se fâcher</w:t>
      </w:r>
      <w:r>
        <w:rPr>
          <w:bCs/>
        </w:rPr>
        <w:t>.</w:t>
      </w:r>
    </w:p>
    <w:p w14:paraId="28EC940B" w14:textId="77777777" w:rsidR="00C90F8D" w:rsidRDefault="00AB2DE8">
      <w:pPr>
        <w:rPr>
          <w:bCs/>
        </w:rPr>
      </w:pPr>
      <w:r>
        <w:rPr>
          <w:bCs/>
        </w:rPr>
        <w:t>Mais l</w:t>
      </w:r>
      <w:r w:rsidR="00C90F8D">
        <w:rPr>
          <w:bCs/>
        </w:rPr>
        <w:t>’</w:t>
      </w:r>
      <w:r>
        <w:rPr>
          <w:bCs/>
        </w:rPr>
        <w:t>entêtement de Forestier ne faisait que croître</w:t>
      </w:r>
      <w:r w:rsidR="00C90F8D">
        <w:rPr>
          <w:bCs/>
        </w:rPr>
        <w:t>.</w:t>
      </w:r>
    </w:p>
    <w:p w14:paraId="4B834F1B" w14:textId="77777777" w:rsidR="00C90F8D" w:rsidRDefault="00C90F8D">
      <w:pPr>
        <w:rPr>
          <w:bCs/>
        </w:rPr>
      </w:pPr>
      <w:r>
        <w:rPr>
          <w:rFonts w:eastAsia="Georgia"/>
        </w:rPr>
        <w:t>— </w:t>
      </w:r>
      <w:r w:rsidR="00AB2DE8">
        <w:rPr>
          <w:bCs/>
        </w:rPr>
        <w:t>Pas avant que je vous aie rendu vos politesses</w:t>
      </w:r>
      <w:r>
        <w:rPr>
          <w:bCs/>
        </w:rPr>
        <w:t xml:space="preserve">. </w:t>
      </w:r>
      <w:r w:rsidR="00AB2DE8">
        <w:rPr>
          <w:bCs/>
        </w:rPr>
        <w:t>Vous m</w:t>
      </w:r>
      <w:r>
        <w:rPr>
          <w:bCs/>
        </w:rPr>
        <w:t>’</w:t>
      </w:r>
      <w:r w:rsidR="00AB2DE8">
        <w:rPr>
          <w:bCs/>
        </w:rPr>
        <w:t>avez offert à boire toute la soirée</w:t>
      </w:r>
      <w:r>
        <w:rPr>
          <w:bCs/>
        </w:rPr>
        <w:t xml:space="preserve">. </w:t>
      </w:r>
      <w:r w:rsidR="00AB2DE8">
        <w:rPr>
          <w:bCs/>
        </w:rPr>
        <w:t>À mon tour</w:t>
      </w:r>
      <w:r>
        <w:rPr>
          <w:bCs/>
        </w:rPr>
        <w:t xml:space="preserve">, </w:t>
      </w:r>
      <w:r w:rsidR="00AB2DE8">
        <w:rPr>
          <w:bCs/>
        </w:rPr>
        <w:t>maintenant</w:t>
      </w:r>
      <w:r>
        <w:rPr>
          <w:bCs/>
        </w:rPr>
        <w:t>.</w:t>
      </w:r>
    </w:p>
    <w:p w14:paraId="1FB59E57" w14:textId="77777777" w:rsidR="00C90F8D" w:rsidRDefault="00AB2DE8">
      <w:pPr>
        <w:rPr>
          <w:bCs/>
        </w:rPr>
      </w:pPr>
      <w:r>
        <w:rPr>
          <w:bCs/>
        </w:rPr>
        <w:t>Pour le coup</w:t>
      </w:r>
      <w:r w:rsidR="00C90F8D">
        <w:rPr>
          <w:bCs/>
        </w:rPr>
        <w:t xml:space="preserve">, </w:t>
      </w:r>
      <w:r>
        <w:rPr>
          <w:bCs/>
        </w:rPr>
        <w:t>Schmidt n</w:t>
      </w:r>
      <w:r w:rsidR="00C90F8D">
        <w:rPr>
          <w:bCs/>
        </w:rPr>
        <w:t>’</w:t>
      </w:r>
      <w:r>
        <w:rPr>
          <w:bCs/>
        </w:rPr>
        <w:t>y tint plus</w:t>
      </w:r>
      <w:r w:rsidR="00C90F8D">
        <w:rPr>
          <w:bCs/>
        </w:rPr>
        <w:t>.</w:t>
      </w:r>
    </w:p>
    <w:p w14:paraId="248E1918" w14:textId="77777777" w:rsidR="00C90F8D" w:rsidRDefault="00C90F8D">
      <w:pPr>
        <w:rPr>
          <w:bCs/>
        </w:rPr>
      </w:pPr>
      <w:r>
        <w:rPr>
          <w:rFonts w:eastAsia="Georgia"/>
        </w:rPr>
        <w:t>— </w:t>
      </w:r>
      <w:r w:rsidR="00AB2DE8">
        <w:rPr>
          <w:bCs/>
        </w:rPr>
        <w:t>Il s</w:t>
      </w:r>
      <w:r>
        <w:rPr>
          <w:bCs/>
        </w:rPr>
        <w:t>’</w:t>
      </w:r>
      <w:r w:rsidR="00AB2DE8">
        <w:rPr>
          <w:bCs/>
        </w:rPr>
        <w:t>agit tout de même de t</w:t>
      </w:r>
      <w:r>
        <w:rPr>
          <w:bCs/>
        </w:rPr>
        <w:t>’</w:t>
      </w:r>
      <w:r w:rsidR="00AB2DE8">
        <w:rPr>
          <w:bCs/>
        </w:rPr>
        <w:t>expliquer</w:t>
      </w:r>
      <w:r>
        <w:rPr>
          <w:bCs/>
        </w:rPr>
        <w:t xml:space="preserve">. </w:t>
      </w:r>
      <w:r w:rsidR="00AB2DE8">
        <w:rPr>
          <w:bCs/>
        </w:rPr>
        <w:t>Tu ne veux pas rester ici</w:t>
      </w:r>
      <w:r>
        <w:rPr>
          <w:bCs/>
        </w:rPr>
        <w:t xml:space="preserve"> ; </w:t>
      </w:r>
      <w:r w:rsidR="00AB2DE8">
        <w:rPr>
          <w:bCs/>
        </w:rPr>
        <w:t>tu ne veux pas rentrer</w:t>
      </w:r>
      <w:r>
        <w:rPr>
          <w:bCs/>
        </w:rPr>
        <w:t xml:space="preserve">… </w:t>
      </w:r>
      <w:r w:rsidR="00AB2DE8">
        <w:rPr>
          <w:bCs/>
        </w:rPr>
        <w:t>Qu</w:t>
      </w:r>
      <w:r>
        <w:rPr>
          <w:bCs/>
        </w:rPr>
        <w:t>’</w:t>
      </w:r>
      <w:r w:rsidR="00AB2DE8">
        <w:rPr>
          <w:bCs/>
        </w:rPr>
        <w:t>est-ce que tu veux</w:t>
      </w:r>
      <w:r>
        <w:rPr>
          <w:bCs/>
        </w:rPr>
        <w:t> ?</w:t>
      </w:r>
    </w:p>
    <w:p w14:paraId="2070B444" w14:textId="77777777" w:rsidR="00C90F8D" w:rsidRDefault="00C90F8D">
      <w:pPr>
        <w:rPr>
          <w:bCs/>
        </w:rPr>
      </w:pPr>
      <w:r>
        <w:rPr>
          <w:rFonts w:eastAsia="Georgia"/>
        </w:rPr>
        <w:t>— </w:t>
      </w:r>
      <w:r w:rsidR="00AB2DE8">
        <w:rPr>
          <w:bCs/>
        </w:rPr>
        <w:t>Boire</w:t>
      </w:r>
      <w:r>
        <w:rPr>
          <w:bCs/>
        </w:rPr>
        <w:t xml:space="preserve">, </w:t>
      </w:r>
      <w:r w:rsidR="00AB2DE8">
        <w:rPr>
          <w:bCs/>
        </w:rPr>
        <w:t>fit l</w:t>
      </w:r>
      <w:r>
        <w:rPr>
          <w:bCs/>
        </w:rPr>
        <w:t>’</w:t>
      </w:r>
      <w:r w:rsidR="00AB2DE8">
        <w:rPr>
          <w:bCs/>
        </w:rPr>
        <w:t>autre</w:t>
      </w:r>
      <w:r>
        <w:rPr>
          <w:bCs/>
        </w:rPr>
        <w:t xml:space="preserve">, </w:t>
      </w:r>
      <w:r w:rsidR="00AB2DE8">
        <w:rPr>
          <w:bCs/>
        </w:rPr>
        <w:t>boire</w:t>
      </w:r>
      <w:r>
        <w:rPr>
          <w:bCs/>
        </w:rPr>
        <w:t xml:space="preserve">, </w:t>
      </w:r>
      <w:r w:rsidR="00AB2DE8">
        <w:rPr>
          <w:bCs/>
        </w:rPr>
        <w:t>mais pas ici</w:t>
      </w:r>
      <w:r>
        <w:rPr>
          <w:bCs/>
        </w:rPr>
        <w:t xml:space="preserve">. </w:t>
      </w:r>
      <w:r w:rsidR="00AB2DE8">
        <w:rPr>
          <w:bCs/>
        </w:rPr>
        <w:t>Ce n</w:t>
      </w:r>
      <w:r>
        <w:rPr>
          <w:bCs/>
        </w:rPr>
        <w:t>’</w:t>
      </w:r>
      <w:r w:rsidR="00AB2DE8">
        <w:rPr>
          <w:bCs/>
        </w:rPr>
        <w:t>est pas très compliqué</w:t>
      </w:r>
      <w:r>
        <w:rPr>
          <w:bCs/>
        </w:rPr>
        <w:t xml:space="preserve">, </w:t>
      </w:r>
      <w:r w:rsidR="00AB2DE8">
        <w:rPr>
          <w:bCs/>
        </w:rPr>
        <w:t>je pense</w:t>
      </w:r>
      <w:r>
        <w:rPr>
          <w:bCs/>
        </w:rPr>
        <w:t>.</w:t>
      </w:r>
    </w:p>
    <w:p w14:paraId="54F0B81A" w14:textId="77777777" w:rsidR="00C90F8D" w:rsidRDefault="00C90F8D">
      <w:pPr>
        <w:rPr>
          <w:bCs/>
        </w:rPr>
      </w:pPr>
      <w:r>
        <w:rPr>
          <w:rFonts w:eastAsia="Georgia"/>
        </w:rPr>
        <w:t>— </w:t>
      </w:r>
      <w:r w:rsidR="00AB2DE8">
        <w:rPr>
          <w:bCs/>
        </w:rPr>
        <w:t>À l</w:t>
      </w:r>
      <w:r>
        <w:rPr>
          <w:bCs/>
        </w:rPr>
        <w:t>’</w:t>
      </w:r>
      <w:r w:rsidR="00AB2DE8">
        <w:rPr>
          <w:bCs/>
        </w:rPr>
        <w:t>heure qu</w:t>
      </w:r>
      <w:r>
        <w:rPr>
          <w:bCs/>
        </w:rPr>
        <w:t>’</w:t>
      </w:r>
      <w:r w:rsidR="00AB2DE8">
        <w:rPr>
          <w:bCs/>
        </w:rPr>
        <w:t>il est</w:t>
      </w:r>
      <w:r>
        <w:rPr>
          <w:bCs/>
        </w:rPr>
        <w:t xml:space="preserve">, </w:t>
      </w:r>
      <w:r w:rsidR="00AB2DE8">
        <w:rPr>
          <w:bCs/>
        </w:rPr>
        <w:t>tout est fermé</w:t>
      </w:r>
      <w:r>
        <w:rPr>
          <w:bCs/>
        </w:rPr>
        <w:t>.</w:t>
      </w:r>
    </w:p>
    <w:p w14:paraId="1E795085" w14:textId="77777777" w:rsidR="00C90F8D" w:rsidRDefault="00C90F8D">
      <w:pPr>
        <w:rPr>
          <w:bCs/>
        </w:rPr>
      </w:pPr>
      <w:r>
        <w:rPr>
          <w:rFonts w:eastAsia="Georgia"/>
        </w:rPr>
        <w:t>— </w:t>
      </w:r>
      <w:r w:rsidR="00AB2DE8">
        <w:rPr>
          <w:bCs/>
        </w:rPr>
        <w:t>Tout</w:t>
      </w:r>
      <w:r>
        <w:rPr>
          <w:bCs/>
        </w:rPr>
        <w:t xml:space="preserve"> ? </w:t>
      </w:r>
      <w:r w:rsidR="00AB2DE8">
        <w:rPr>
          <w:bCs/>
        </w:rPr>
        <w:t>Je te fais le pari que non</w:t>
      </w:r>
      <w:r>
        <w:rPr>
          <w:bCs/>
        </w:rPr>
        <w:t>.</w:t>
      </w:r>
    </w:p>
    <w:p w14:paraId="7DE1EBE5" w14:textId="77777777" w:rsidR="00C90F8D" w:rsidRDefault="00C90F8D">
      <w:pPr>
        <w:rPr>
          <w:bCs/>
        </w:rPr>
      </w:pPr>
      <w:r>
        <w:rPr>
          <w:rFonts w:eastAsia="Georgia"/>
        </w:rPr>
        <w:t>— </w:t>
      </w:r>
      <w:r w:rsidR="00AB2DE8">
        <w:rPr>
          <w:bCs/>
        </w:rPr>
        <w:t>Es-tu fou</w:t>
      </w:r>
      <w:r>
        <w:rPr>
          <w:bCs/>
        </w:rPr>
        <w:t xml:space="preserve"> ? </w:t>
      </w:r>
      <w:r w:rsidR="00AB2DE8">
        <w:rPr>
          <w:bCs/>
        </w:rPr>
        <w:t>Qu</w:t>
      </w:r>
      <w:r>
        <w:rPr>
          <w:bCs/>
        </w:rPr>
        <w:t>’</w:t>
      </w:r>
      <w:r w:rsidR="00AB2DE8">
        <w:rPr>
          <w:bCs/>
        </w:rPr>
        <w:t>est-ce que cela signifie</w:t>
      </w:r>
      <w:r>
        <w:rPr>
          <w:bCs/>
        </w:rPr>
        <w:t> ?</w:t>
      </w:r>
    </w:p>
    <w:p w14:paraId="751C3C7D" w14:textId="77777777" w:rsidR="00C90F8D" w:rsidRDefault="00AB2DE8">
      <w:pPr>
        <w:rPr>
          <w:bCs/>
        </w:rPr>
      </w:pPr>
      <w:r>
        <w:rPr>
          <w:bCs/>
        </w:rPr>
        <w:lastRenderedPageBreak/>
        <w:t>L</w:t>
      </w:r>
      <w:r w:rsidR="00C90F8D">
        <w:rPr>
          <w:bCs/>
        </w:rPr>
        <w:t>’</w:t>
      </w:r>
      <w:r>
        <w:rPr>
          <w:bCs/>
        </w:rPr>
        <w:t>exaspération gagnait Schmidt</w:t>
      </w:r>
      <w:r w:rsidR="00C90F8D">
        <w:rPr>
          <w:bCs/>
        </w:rPr>
        <w:t xml:space="preserve">. </w:t>
      </w:r>
      <w:proofErr w:type="spellStart"/>
      <w:r>
        <w:rPr>
          <w:bCs/>
        </w:rPr>
        <w:t>Matsui</w:t>
      </w:r>
      <w:proofErr w:type="spellEnd"/>
      <w:r w:rsidR="00C90F8D">
        <w:rPr>
          <w:bCs/>
        </w:rPr>
        <w:t xml:space="preserve">, </w:t>
      </w:r>
      <w:proofErr w:type="gramStart"/>
      <w:r>
        <w:rPr>
          <w:bCs/>
        </w:rPr>
        <w:t>par contre</w:t>
      </w:r>
      <w:proofErr w:type="gramEnd"/>
      <w:r w:rsidR="00C90F8D">
        <w:rPr>
          <w:bCs/>
        </w:rPr>
        <w:t xml:space="preserve">, </w:t>
      </w:r>
      <w:r>
        <w:rPr>
          <w:bCs/>
        </w:rPr>
        <w:t>n</w:t>
      </w:r>
      <w:r w:rsidR="00C90F8D">
        <w:rPr>
          <w:bCs/>
        </w:rPr>
        <w:t>’</w:t>
      </w:r>
      <w:r>
        <w:rPr>
          <w:bCs/>
        </w:rPr>
        <w:t>avait jamais paru plus calme</w:t>
      </w:r>
      <w:r w:rsidR="00C90F8D">
        <w:rPr>
          <w:bCs/>
        </w:rPr>
        <w:t xml:space="preserve">, </w:t>
      </w:r>
      <w:r>
        <w:rPr>
          <w:bCs/>
        </w:rPr>
        <w:t>ni plus attentif</w:t>
      </w:r>
      <w:r w:rsidR="00C90F8D">
        <w:rPr>
          <w:bCs/>
        </w:rPr>
        <w:t>.</w:t>
      </w:r>
    </w:p>
    <w:p w14:paraId="3BC1B9C0" w14:textId="77777777" w:rsidR="00C90F8D" w:rsidRDefault="00AB2DE8">
      <w:pPr>
        <w:rPr>
          <w:bCs/>
        </w:rPr>
      </w:pPr>
      <w:r>
        <w:rPr>
          <w:bCs/>
        </w:rPr>
        <w:t>Ce fut vers lui que Forestier se tourna</w:t>
      </w:r>
      <w:r w:rsidR="00C90F8D">
        <w:rPr>
          <w:bCs/>
        </w:rPr>
        <w:t>.</w:t>
      </w:r>
    </w:p>
    <w:p w14:paraId="1CEAA948" w14:textId="77777777" w:rsidR="00C90F8D" w:rsidRDefault="00C90F8D">
      <w:pPr>
        <w:rPr>
          <w:bCs/>
        </w:rPr>
      </w:pPr>
      <w:r>
        <w:rPr>
          <w:rFonts w:eastAsia="Georgia"/>
        </w:rPr>
        <w:t>— </w:t>
      </w:r>
      <w:r w:rsidR="00AB2DE8">
        <w:rPr>
          <w:bCs/>
        </w:rPr>
        <w:t>Commandant</w:t>
      </w:r>
      <w:r>
        <w:rPr>
          <w:bCs/>
        </w:rPr>
        <w:t xml:space="preserve">, </w:t>
      </w:r>
      <w:r w:rsidR="00AB2DE8">
        <w:rPr>
          <w:bCs/>
        </w:rPr>
        <w:t>me permettez-vous de vous poser une question</w:t>
      </w:r>
      <w:r>
        <w:rPr>
          <w:bCs/>
        </w:rPr>
        <w:t> ?</w:t>
      </w:r>
    </w:p>
    <w:p w14:paraId="7C7DED25" w14:textId="77777777" w:rsidR="00C90F8D" w:rsidRDefault="00C90F8D">
      <w:pPr>
        <w:rPr>
          <w:bCs/>
        </w:rPr>
      </w:pPr>
      <w:r>
        <w:rPr>
          <w:rFonts w:eastAsia="Georgia"/>
        </w:rPr>
        <w:t>— </w:t>
      </w:r>
      <w:r w:rsidR="00AB2DE8">
        <w:rPr>
          <w:bCs/>
        </w:rPr>
        <w:t>Je vous en prie</w:t>
      </w:r>
      <w:r>
        <w:rPr>
          <w:bCs/>
        </w:rPr>
        <w:t>.</w:t>
      </w:r>
    </w:p>
    <w:p w14:paraId="3B0BA34F" w14:textId="77777777" w:rsidR="00C90F8D" w:rsidRDefault="00C90F8D">
      <w:pPr>
        <w:rPr>
          <w:bCs/>
        </w:rPr>
      </w:pPr>
      <w:r>
        <w:rPr>
          <w:rFonts w:eastAsia="Georgia"/>
        </w:rPr>
        <w:t>— </w:t>
      </w:r>
      <w:r w:rsidR="00AB2DE8">
        <w:rPr>
          <w:bCs/>
        </w:rPr>
        <w:t>Où l</w:t>
      </w:r>
      <w:r>
        <w:rPr>
          <w:bCs/>
        </w:rPr>
        <w:t>’</w:t>
      </w:r>
      <w:r w:rsidR="00AB2DE8">
        <w:rPr>
          <w:bCs/>
        </w:rPr>
        <w:t>on joue</w:t>
      </w:r>
      <w:r>
        <w:rPr>
          <w:bCs/>
        </w:rPr>
        <w:t xml:space="preserve">, </w:t>
      </w:r>
      <w:r w:rsidR="00AB2DE8">
        <w:rPr>
          <w:bCs/>
        </w:rPr>
        <w:t>on boit aussi</w:t>
      </w:r>
      <w:r>
        <w:rPr>
          <w:bCs/>
        </w:rPr>
        <w:t xml:space="preserve">, </w:t>
      </w:r>
      <w:r w:rsidR="00AB2DE8">
        <w:rPr>
          <w:bCs/>
        </w:rPr>
        <w:t>n</w:t>
      </w:r>
      <w:r>
        <w:rPr>
          <w:bCs/>
        </w:rPr>
        <w:t>’</w:t>
      </w:r>
      <w:r w:rsidR="00AB2DE8">
        <w:rPr>
          <w:bCs/>
        </w:rPr>
        <w:t>est-ce pas</w:t>
      </w:r>
      <w:r>
        <w:rPr>
          <w:bCs/>
        </w:rPr>
        <w:t> ?</w:t>
      </w:r>
    </w:p>
    <w:p w14:paraId="2EB8FF0A" w14:textId="77777777" w:rsidR="00C90F8D" w:rsidRDefault="00C90F8D">
      <w:pPr>
        <w:rPr>
          <w:bCs/>
        </w:rPr>
      </w:pPr>
      <w:r>
        <w:rPr>
          <w:rFonts w:eastAsia="Georgia"/>
        </w:rPr>
        <w:t>— </w:t>
      </w:r>
      <w:r w:rsidR="00AB2DE8">
        <w:rPr>
          <w:bCs/>
        </w:rPr>
        <w:t>D</w:t>
      </w:r>
      <w:r>
        <w:rPr>
          <w:bCs/>
        </w:rPr>
        <w:t>’</w:t>
      </w:r>
      <w:r w:rsidR="00AB2DE8">
        <w:rPr>
          <w:bCs/>
        </w:rPr>
        <w:t>ordinaire</w:t>
      </w:r>
      <w:r>
        <w:rPr>
          <w:bCs/>
        </w:rPr>
        <w:t xml:space="preserve">, </w:t>
      </w:r>
      <w:r w:rsidR="00AB2DE8">
        <w:rPr>
          <w:bCs/>
        </w:rPr>
        <w:t>oui</w:t>
      </w:r>
      <w:r>
        <w:rPr>
          <w:bCs/>
        </w:rPr>
        <w:t>.</w:t>
      </w:r>
    </w:p>
    <w:p w14:paraId="108813C0" w14:textId="77777777" w:rsidR="00C90F8D" w:rsidRDefault="00C90F8D">
      <w:pPr>
        <w:rPr>
          <w:bCs/>
        </w:rPr>
      </w:pPr>
      <w:r>
        <w:rPr>
          <w:rFonts w:eastAsia="Georgia"/>
        </w:rPr>
        <w:t>— </w:t>
      </w:r>
      <w:r w:rsidR="00AB2DE8">
        <w:rPr>
          <w:bCs/>
        </w:rPr>
        <w:t>Très bien</w:t>
      </w:r>
      <w:r>
        <w:rPr>
          <w:bCs/>
        </w:rPr>
        <w:t xml:space="preserve">. </w:t>
      </w:r>
      <w:r w:rsidR="00AB2DE8">
        <w:rPr>
          <w:bCs/>
        </w:rPr>
        <w:t>Alors</w:t>
      </w:r>
      <w:r>
        <w:rPr>
          <w:bCs/>
        </w:rPr>
        <w:t xml:space="preserve">, </w:t>
      </w:r>
      <w:r w:rsidR="00AB2DE8">
        <w:rPr>
          <w:bCs/>
        </w:rPr>
        <w:t>c</w:t>
      </w:r>
      <w:r>
        <w:rPr>
          <w:bCs/>
        </w:rPr>
        <w:t>’</w:t>
      </w:r>
      <w:r w:rsidR="00AB2DE8">
        <w:rPr>
          <w:bCs/>
        </w:rPr>
        <w:t>est à vous que je vais proposer un pari</w:t>
      </w:r>
      <w:r>
        <w:rPr>
          <w:bCs/>
        </w:rPr>
        <w:t xml:space="preserve">, </w:t>
      </w:r>
      <w:r w:rsidR="00AB2DE8">
        <w:rPr>
          <w:bCs/>
        </w:rPr>
        <w:t>le pari que vient de refuser Schmidt</w:t>
      </w:r>
      <w:r>
        <w:rPr>
          <w:bCs/>
        </w:rPr>
        <w:t xml:space="preserve">, </w:t>
      </w:r>
      <w:r w:rsidR="00AB2DE8">
        <w:rPr>
          <w:bCs/>
        </w:rPr>
        <w:t>ce sacré Schmidt</w:t>
      </w:r>
      <w:r>
        <w:rPr>
          <w:bCs/>
        </w:rPr>
        <w:t xml:space="preserve">. </w:t>
      </w:r>
      <w:r w:rsidR="00AB2DE8">
        <w:rPr>
          <w:bCs/>
        </w:rPr>
        <w:t>Entre nous</w:t>
      </w:r>
      <w:r>
        <w:rPr>
          <w:bCs/>
        </w:rPr>
        <w:t xml:space="preserve">, </w:t>
      </w:r>
      <w:r w:rsidR="00AB2DE8">
        <w:rPr>
          <w:bCs/>
        </w:rPr>
        <w:t>il est beaucoup plus popote qu</w:t>
      </w:r>
      <w:r>
        <w:rPr>
          <w:bCs/>
        </w:rPr>
        <w:t>’</w:t>
      </w:r>
      <w:r w:rsidR="00AB2DE8">
        <w:rPr>
          <w:bCs/>
        </w:rPr>
        <w:t>on ne se le figure</w:t>
      </w:r>
      <w:r>
        <w:rPr>
          <w:bCs/>
        </w:rPr>
        <w:t xml:space="preserve">, </w:t>
      </w:r>
      <w:r w:rsidR="00AB2DE8">
        <w:rPr>
          <w:bCs/>
        </w:rPr>
        <w:t>ce brave Schmidt</w:t>
      </w:r>
      <w:r>
        <w:rPr>
          <w:bCs/>
        </w:rPr>
        <w:t xml:space="preserve">. </w:t>
      </w:r>
      <w:r w:rsidR="00AB2DE8">
        <w:rPr>
          <w:bCs/>
        </w:rPr>
        <w:t>Mais revenons à nos moutons</w:t>
      </w:r>
      <w:r>
        <w:rPr>
          <w:bCs/>
        </w:rPr>
        <w:t xml:space="preserve">. </w:t>
      </w:r>
      <w:r w:rsidR="00AB2DE8">
        <w:rPr>
          <w:bCs/>
        </w:rPr>
        <w:t>Si l</w:t>
      </w:r>
      <w:r>
        <w:rPr>
          <w:bCs/>
        </w:rPr>
        <w:t>’</w:t>
      </w:r>
      <w:r w:rsidR="00AB2DE8">
        <w:rPr>
          <w:bCs/>
        </w:rPr>
        <w:t>on joue</w:t>
      </w:r>
      <w:r>
        <w:rPr>
          <w:bCs/>
        </w:rPr>
        <w:t xml:space="preserve">, </w:t>
      </w:r>
      <w:r w:rsidR="00AB2DE8">
        <w:rPr>
          <w:bCs/>
        </w:rPr>
        <w:t>on boit</w:t>
      </w:r>
      <w:r>
        <w:rPr>
          <w:bCs/>
        </w:rPr>
        <w:t xml:space="preserve">, </w:t>
      </w:r>
      <w:r w:rsidR="00AB2DE8">
        <w:rPr>
          <w:bCs/>
        </w:rPr>
        <w:t>avons-nous dit</w:t>
      </w:r>
      <w:r>
        <w:rPr>
          <w:bCs/>
        </w:rPr>
        <w:t xml:space="preserve">. </w:t>
      </w:r>
      <w:r w:rsidR="00AB2DE8">
        <w:rPr>
          <w:bCs/>
        </w:rPr>
        <w:t>Or</w:t>
      </w:r>
      <w:r>
        <w:rPr>
          <w:bCs/>
        </w:rPr>
        <w:t xml:space="preserve">, </w:t>
      </w:r>
      <w:r w:rsidR="00AB2DE8">
        <w:rPr>
          <w:bCs/>
        </w:rPr>
        <w:t>à deux pas d</w:t>
      </w:r>
      <w:r>
        <w:rPr>
          <w:bCs/>
        </w:rPr>
        <w:t>’</w:t>
      </w:r>
      <w:r w:rsidR="00AB2DE8">
        <w:rPr>
          <w:bCs/>
        </w:rPr>
        <w:t>ici</w:t>
      </w:r>
      <w:r>
        <w:rPr>
          <w:bCs/>
        </w:rPr>
        <w:t xml:space="preserve">, </w:t>
      </w:r>
      <w:r w:rsidR="00AB2DE8">
        <w:rPr>
          <w:bCs/>
        </w:rPr>
        <w:t>je parie qu</w:t>
      </w:r>
      <w:r>
        <w:rPr>
          <w:bCs/>
        </w:rPr>
        <w:t>’</w:t>
      </w:r>
      <w:r w:rsidR="00AB2DE8">
        <w:rPr>
          <w:bCs/>
        </w:rPr>
        <w:t>il y a un endroit où l</w:t>
      </w:r>
      <w:r>
        <w:rPr>
          <w:bCs/>
        </w:rPr>
        <w:t>’</w:t>
      </w:r>
      <w:r w:rsidR="00AB2DE8">
        <w:rPr>
          <w:bCs/>
        </w:rPr>
        <w:t>on joue au baccara</w:t>
      </w:r>
      <w:r>
        <w:rPr>
          <w:bCs/>
        </w:rPr>
        <w:t xml:space="preserve">. </w:t>
      </w:r>
      <w:r w:rsidR="00AB2DE8">
        <w:rPr>
          <w:bCs/>
        </w:rPr>
        <w:t>Tenez-vous le pari</w:t>
      </w:r>
      <w:r>
        <w:rPr>
          <w:bCs/>
        </w:rPr>
        <w:t> ?</w:t>
      </w:r>
    </w:p>
    <w:p w14:paraId="40957040" w14:textId="77777777" w:rsidR="00C90F8D" w:rsidRDefault="00C90F8D">
      <w:pPr>
        <w:rPr>
          <w:bCs/>
        </w:rPr>
      </w:pPr>
      <w:r>
        <w:rPr>
          <w:rFonts w:eastAsia="Georgia"/>
        </w:rPr>
        <w:t>— </w:t>
      </w:r>
      <w:r w:rsidR="00AB2DE8">
        <w:rPr>
          <w:bCs/>
        </w:rPr>
        <w:t>Qu</w:t>
      </w:r>
      <w:r>
        <w:rPr>
          <w:bCs/>
        </w:rPr>
        <w:t>’</w:t>
      </w:r>
      <w:r w:rsidR="00AB2DE8">
        <w:rPr>
          <w:bCs/>
        </w:rPr>
        <w:t>est-ce que c</w:t>
      </w:r>
      <w:r>
        <w:rPr>
          <w:bCs/>
        </w:rPr>
        <w:t>’</w:t>
      </w:r>
      <w:r w:rsidR="00AB2DE8">
        <w:rPr>
          <w:bCs/>
        </w:rPr>
        <w:t>est que cette histoire</w:t>
      </w:r>
      <w:r>
        <w:rPr>
          <w:bCs/>
        </w:rPr>
        <w:t xml:space="preserve"> ? </w:t>
      </w:r>
      <w:r w:rsidR="00AB2DE8">
        <w:rPr>
          <w:bCs/>
        </w:rPr>
        <w:t>fit Schmidt</w:t>
      </w:r>
      <w:r>
        <w:rPr>
          <w:bCs/>
        </w:rPr>
        <w:t xml:space="preserve">, </w:t>
      </w:r>
      <w:r w:rsidR="00AB2DE8">
        <w:rPr>
          <w:bCs/>
        </w:rPr>
        <w:t>vexé et furieux</w:t>
      </w:r>
      <w:r>
        <w:rPr>
          <w:bCs/>
        </w:rPr>
        <w:t xml:space="preserve">. </w:t>
      </w:r>
      <w:r w:rsidR="00AB2DE8">
        <w:rPr>
          <w:bCs/>
        </w:rPr>
        <w:t>Et comment sais-tu qu</w:t>
      </w:r>
      <w:r>
        <w:rPr>
          <w:bCs/>
        </w:rPr>
        <w:t>’</w:t>
      </w:r>
      <w:r w:rsidR="00AB2DE8">
        <w:rPr>
          <w:bCs/>
        </w:rPr>
        <w:t>il y a à côté d</w:t>
      </w:r>
      <w:r>
        <w:rPr>
          <w:bCs/>
        </w:rPr>
        <w:t>’</w:t>
      </w:r>
      <w:r w:rsidR="00AB2DE8">
        <w:rPr>
          <w:bCs/>
        </w:rPr>
        <w:t>ici un endroit où l</w:t>
      </w:r>
      <w:r>
        <w:rPr>
          <w:bCs/>
        </w:rPr>
        <w:t>’</w:t>
      </w:r>
      <w:r w:rsidR="00AB2DE8">
        <w:rPr>
          <w:bCs/>
        </w:rPr>
        <w:t>on joue au baccara</w:t>
      </w:r>
      <w:r>
        <w:rPr>
          <w:bCs/>
        </w:rPr>
        <w:t> ?</w:t>
      </w:r>
    </w:p>
    <w:p w14:paraId="5DDD39BA" w14:textId="77777777" w:rsidR="00C90F8D" w:rsidRDefault="00C90F8D">
      <w:pPr>
        <w:rPr>
          <w:bCs/>
        </w:rPr>
      </w:pPr>
      <w:r>
        <w:rPr>
          <w:rFonts w:eastAsia="Georgia"/>
        </w:rPr>
        <w:t>— </w:t>
      </w:r>
      <w:r w:rsidR="00AB2DE8">
        <w:rPr>
          <w:bCs/>
        </w:rPr>
        <w:t>Ça</w:t>
      </w:r>
      <w:r>
        <w:rPr>
          <w:bCs/>
        </w:rPr>
        <w:t xml:space="preserve">, </w:t>
      </w:r>
      <w:r w:rsidR="00AB2DE8">
        <w:rPr>
          <w:bCs/>
        </w:rPr>
        <w:t>mon petit</w:t>
      </w:r>
      <w:r>
        <w:rPr>
          <w:bCs/>
        </w:rPr>
        <w:t xml:space="preserve">, </w:t>
      </w:r>
      <w:r w:rsidR="00AB2DE8">
        <w:rPr>
          <w:bCs/>
        </w:rPr>
        <w:t>c</w:t>
      </w:r>
      <w:r>
        <w:rPr>
          <w:bCs/>
        </w:rPr>
        <w:t>’</w:t>
      </w:r>
      <w:r w:rsidR="00AB2DE8">
        <w:rPr>
          <w:bCs/>
        </w:rPr>
        <w:t>est mon secret</w:t>
      </w:r>
      <w:r>
        <w:rPr>
          <w:bCs/>
        </w:rPr>
        <w:t xml:space="preserve">, </w:t>
      </w:r>
      <w:r w:rsidR="00AB2DE8">
        <w:rPr>
          <w:bCs/>
        </w:rPr>
        <w:t>dit Forestier</w:t>
      </w:r>
      <w:r>
        <w:rPr>
          <w:bCs/>
        </w:rPr>
        <w:t xml:space="preserve">, </w:t>
      </w:r>
      <w:r w:rsidR="00AB2DE8">
        <w:rPr>
          <w:bCs/>
        </w:rPr>
        <w:t>se frottant les mains</w:t>
      </w:r>
      <w:r>
        <w:rPr>
          <w:bCs/>
        </w:rPr>
        <w:t xml:space="preserve">, </w:t>
      </w:r>
      <w:r w:rsidR="00AB2DE8">
        <w:rPr>
          <w:bCs/>
        </w:rPr>
        <w:t>et j</w:t>
      </w:r>
      <w:r>
        <w:rPr>
          <w:bCs/>
        </w:rPr>
        <w:t>’</w:t>
      </w:r>
      <w:r w:rsidR="00AB2DE8">
        <w:rPr>
          <w:bCs/>
        </w:rPr>
        <w:t>ajoute que ça ne te regarde pas</w:t>
      </w:r>
      <w:r>
        <w:rPr>
          <w:bCs/>
        </w:rPr>
        <w:t xml:space="preserve">. </w:t>
      </w:r>
      <w:r w:rsidR="00AB2DE8">
        <w:rPr>
          <w:bCs/>
        </w:rPr>
        <w:t>C</w:t>
      </w:r>
      <w:r>
        <w:rPr>
          <w:bCs/>
        </w:rPr>
        <w:t>’</w:t>
      </w:r>
      <w:r w:rsidR="00AB2DE8">
        <w:rPr>
          <w:bCs/>
        </w:rPr>
        <w:t>est au commandant que j</w:t>
      </w:r>
      <w:r>
        <w:rPr>
          <w:bCs/>
        </w:rPr>
        <w:t>’</w:t>
      </w:r>
      <w:r w:rsidR="00AB2DE8">
        <w:rPr>
          <w:bCs/>
        </w:rPr>
        <w:t>en ai</w:t>
      </w:r>
      <w:r>
        <w:rPr>
          <w:bCs/>
        </w:rPr>
        <w:t xml:space="preserve">. </w:t>
      </w:r>
      <w:r w:rsidR="00AB2DE8">
        <w:rPr>
          <w:bCs/>
        </w:rPr>
        <w:t>Commandant</w:t>
      </w:r>
      <w:r>
        <w:rPr>
          <w:bCs/>
        </w:rPr>
        <w:t xml:space="preserve">, </w:t>
      </w:r>
      <w:r w:rsidR="00AB2DE8">
        <w:rPr>
          <w:bCs/>
        </w:rPr>
        <w:t>tenez-vous le pari</w:t>
      </w:r>
      <w:r>
        <w:rPr>
          <w:bCs/>
        </w:rPr>
        <w:t> ?</w:t>
      </w:r>
    </w:p>
    <w:p w14:paraId="140D0253" w14:textId="77777777" w:rsidR="00C90F8D" w:rsidRDefault="00AB2DE8">
      <w:pPr>
        <w:rPr>
          <w:bCs/>
        </w:rPr>
      </w:pPr>
      <w:r>
        <w:rPr>
          <w:bCs/>
        </w:rPr>
        <w:t xml:space="preserve">Le major </w:t>
      </w:r>
      <w:proofErr w:type="spellStart"/>
      <w:r>
        <w:rPr>
          <w:bCs/>
        </w:rPr>
        <w:t>Matsui</w:t>
      </w:r>
      <w:proofErr w:type="spellEnd"/>
      <w:r>
        <w:rPr>
          <w:bCs/>
        </w:rPr>
        <w:t xml:space="preserve"> secoua la tête</w:t>
      </w:r>
      <w:r w:rsidR="00C90F8D">
        <w:rPr>
          <w:bCs/>
        </w:rPr>
        <w:t>.</w:t>
      </w:r>
    </w:p>
    <w:p w14:paraId="061D902C" w14:textId="77777777" w:rsidR="00C90F8D" w:rsidRDefault="00C90F8D">
      <w:pPr>
        <w:rPr>
          <w:bCs/>
        </w:rPr>
      </w:pPr>
      <w:r>
        <w:rPr>
          <w:rFonts w:eastAsia="Georgia"/>
        </w:rPr>
        <w:t>— </w:t>
      </w:r>
      <w:r w:rsidR="00AB2DE8">
        <w:rPr>
          <w:bCs/>
        </w:rPr>
        <w:t>Je ne tiens pas le pari</w:t>
      </w:r>
      <w:r>
        <w:rPr>
          <w:bCs/>
        </w:rPr>
        <w:t xml:space="preserve">, </w:t>
      </w:r>
      <w:r w:rsidR="00AB2DE8">
        <w:rPr>
          <w:bCs/>
        </w:rPr>
        <w:t>dit-il lentement</w:t>
      </w:r>
      <w:r>
        <w:rPr>
          <w:bCs/>
        </w:rPr>
        <w:t xml:space="preserve">, </w:t>
      </w:r>
      <w:r w:rsidR="00AB2DE8">
        <w:rPr>
          <w:bCs/>
        </w:rPr>
        <w:t>pesant ses mots</w:t>
      </w:r>
      <w:r>
        <w:rPr>
          <w:bCs/>
        </w:rPr>
        <w:t xml:space="preserve">, </w:t>
      </w:r>
      <w:r w:rsidR="00AB2DE8">
        <w:rPr>
          <w:bCs/>
        </w:rPr>
        <w:t>avec une gravité qui paracheva la stupéfaction de Schmidt</w:t>
      </w:r>
      <w:r>
        <w:rPr>
          <w:bCs/>
        </w:rPr>
        <w:t xml:space="preserve">. </w:t>
      </w:r>
      <w:r w:rsidR="00AB2DE8">
        <w:rPr>
          <w:bCs/>
        </w:rPr>
        <w:t>Oui</w:t>
      </w:r>
      <w:r>
        <w:rPr>
          <w:bCs/>
        </w:rPr>
        <w:t xml:space="preserve">, </w:t>
      </w:r>
      <w:r w:rsidR="00AB2DE8">
        <w:rPr>
          <w:bCs/>
        </w:rPr>
        <w:t>le lieu dont vous parlez existe</w:t>
      </w:r>
      <w:r>
        <w:rPr>
          <w:bCs/>
        </w:rPr>
        <w:t xml:space="preserve">. </w:t>
      </w:r>
      <w:r w:rsidR="00AB2DE8">
        <w:rPr>
          <w:bCs/>
        </w:rPr>
        <w:t>Si je ne tiens pas le pari</w:t>
      </w:r>
      <w:r>
        <w:rPr>
          <w:bCs/>
        </w:rPr>
        <w:t xml:space="preserve">, </w:t>
      </w:r>
      <w:r w:rsidR="00AB2DE8">
        <w:rPr>
          <w:bCs/>
        </w:rPr>
        <w:t>c</w:t>
      </w:r>
      <w:r>
        <w:rPr>
          <w:bCs/>
        </w:rPr>
        <w:t>’</w:t>
      </w:r>
      <w:r w:rsidR="00AB2DE8">
        <w:rPr>
          <w:bCs/>
        </w:rPr>
        <w:t>est parce qu</w:t>
      </w:r>
      <w:r>
        <w:rPr>
          <w:bCs/>
        </w:rPr>
        <w:t>’</w:t>
      </w:r>
      <w:r w:rsidR="00AB2DE8">
        <w:rPr>
          <w:bCs/>
        </w:rPr>
        <w:t>il n</w:t>
      </w:r>
      <w:r>
        <w:rPr>
          <w:bCs/>
        </w:rPr>
        <w:t>’</w:t>
      </w:r>
      <w:r w:rsidR="00AB2DE8">
        <w:rPr>
          <w:bCs/>
        </w:rPr>
        <w:t>est pas très difficile de deviner qu</w:t>
      </w:r>
      <w:r>
        <w:rPr>
          <w:bCs/>
        </w:rPr>
        <w:t>’</w:t>
      </w:r>
      <w:r w:rsidR="00AB2DE8">
        <w:rPr>
          <w:bCs/>
        </w:rPr>
        <w:t xml:space="preserve">à </w:t>
      </w:r>
      <w:r w:rsidR="00AB2DE8">
        <w:rPr>
          <w:bCs/>
        </w:rPr>
        <w:lastRenderedPageBreak/>
        <w:t>côté d</w:t>
      </w:r>
      <w:r>
        <w:rPr>
          <w:bCs/>
        </w:rPr>
        <w:t>’</w:t>
      </w:r>
      <w:r w:rsidR="00AB2DE8">
        <w:rPr>
          <w:bCs/>
        </w:rPr>
        <w:t>un endroit comme celui-ci doit se trouver nécessairement un tripot</w:t>
      </w:r>
      <w:r>
        <w:rPr>
          <w:bCs/>
        </w:rPr>
        <w:t>.</w:t>
      </w:r>
    </w:p>
    <w:p w14:paraId="5DF6F8FA" w14:textId="77777777" w:rsidR="00C90F8D" w:rsidRDefault="00AB2DE8">
      <w:pPr>
        <w:rPr>
          <w:bCs/>
        </w:rPr>
      </w:pPr>
      <w:r>
        <w:rPr>
          <w:bCs/>
        </w:rPr>
        <w:t>Forestier rit de plus belle</w:t>
      </w:r>
      <w:r w:rsidR="00C90F8D">
        <w:rPr>
          <w:bCs/>
        </w:rPr>
        <w:t>.</w:t>
      </w:r>
    </w:p>
    <w:p w14:paraId="1D13961B" w14:textId="77777777" w:rsidR="00C90F8D" w:rsidRDefault="00C90F8D">
      <w:pPr>
        <w:rPr>
          <w:bCs/>
        </w:rPr>
      </w:pPr>
      <w:r>
        <w:rPr>
          <w:rFonts w:eastAsia="Georgia"/>
        </w:rPr>
        <w:t>— </w:t>
      </w:r>
      <w:r w:rsidR="00AB2DE8">
        <w:rPr>
          <w:bCs/>
        </w:rPr>
        <w:t>Non</w:t>
      </w:r>
      <w:r>
        <w:rPr>
          <w:bCs/>
        </w:rPr>
        <w:t xml:space="preserve">, </w:t>
      </w:r>
      <w:r w:rsidR="00AB2DE8">
        <w:rPr>
          <w:bCs/>
        </w:rPr>
        <w:t>évidemment</w:t>
      </w:r>
      <w:r>
        <w:rPr>
          <w:bCs/>
        </w:rPr>
        <w:t xml:space="preserve">, </w:t>
      </w:r>
      <w:r w:rsidR="00AB2DE8">
        <w:rPr>
          <w:bCs/>
        </w:rPr>
        <w:t xml:space="preserve">major </w:t>
      </w:r>
      <w:proofErr w:type="spellStart"/>
      <w:r w:rsidR="00AB2DE8">
        <w:rPr>
          <w:bCs/>
        </w:rPr>
        <w:t>Matsui</w:t>
      </w:r>
      <w:proofErr w:type="spellEnd"/>
      <w:r>
        <w:rPr>
          <w:bCs/>
        </w:rPr>
        <w:t xml:space="preserve">, </w:t>
      </w:r>
      <w:r w:rsidR="00AB2DE8">
        <w:rPr>
          <w:bCs/>
        </w:rPr>
        <w:t>ce n</w:t>
      </w:r>
      <w:r>
        <w:rPr>
          <w:bCs/>
        </w:rPr>
        <w:t>’</w:t>
      </w:r>
      <w:r w:rsidR="00AB2DE8">
        <w:rPr>
          <w:bCs/>
        </w:rPr>
        <w:t>est pas très difficile</w:t>
      </w:r>
      <w:r>
        <w:rPr>
          <w:bCs/>
        </w:rPr>
        <w:t xml:space="preserve">. </w:t>
      </w:r>
      <w:r w:rsidR="00AB2DE8">
        <w:rPr>
          <w:bCs/>
        </w:rPr>
        <w:t>Qu</w:t>
      </w:r>
      <w:r>
        <w:rPr>
          <w:bCs/>
        </w:rPr>
        <w:t>’</w:t>
      </w:r>
      <w:r w:rsidR="00AB2DE8">
        <w:rPr>
          <w:bCs/>
        </w:rPr>
        <w:t>à cela ne tienne</w:t>
      </w:r>
      <w:r>
        <w:rPr>
          <w:bCs/>
        </w:rPr>
        <w:t xml:space="preserve">, </w:t>
      </w:r>
      <w:r w:rsidR="00AB2DE8">
        <w:rPr>
          <w:bCs/>
        </w:rPr>
        <w:t>je vais vous proposer une devinette moins enfantine</w:t>
      </w:r>
      <w:r>
        <w:rPr>
          <w:bCs/>
        </w:rPr>
        <w:t xml:space="preserve">, </w:t>
      </w:r>
      <w:r w:rsidR="00AB2DE8">
        <w:rPr>
          <w:bCs/>
        </w:rPr>
        <w:t>plus digne de vous</w:t>
      </w:r>
      <w:r>
        <w:rPr>
          <w:bCs/>
        </w:rPr>
        <w:t xml:space="preserve">. </w:t>
      </w:r>
      <w:r w:rsidR="00AB2DE8">
        <w:rPr>
          <w:bCs/>
        </w:rPr>
        <w:t>Savez-vous qui nous allons trouver</w:t>
      </w:r>
      <w:r>
        <w:rPr>
          <w:bCs/>
        </w:rPr>
        <w:t xml:space="preserve">, </w:t>
      </w:r>
      <w:r w:rsidR="00AB2DE8">
        <w:rPr>
          <w:bCs/>
        </w:rPr>
        <w:t>dans ce tripot</w:t>
      </w:r>
      <w:r>
        <w:rPr>
          <w:bCs/>
        </w:rPr>
        <w:t> ?</w:t>
      </w:r>
    </w:p>
    <w:p w14:paraId="22917514" w14:textId="09716B11" w:rsidR="00C90F8D" w:rsidRDefault="00C90F8D">
      <w:pPr>
        <w:rPr>
          <w:bCs/>
        </w:rPr>
      </w:pPr>
      <w:r>
        <w:rPr>
          <w:rFonts w:eastAsia="Georgia"/>
        </w:rPr>
        <w:t>— </w:t>
      </w:r>
      <w:r>
        <w:rPr>
          <w:bCs/>
        </w:rPr>
        <w:t>M. </w:t>
      </w:r>
      <w:proofErr w:type="spellStart"/>
      <w:r w:rsidR="00AB2DE8">
        <w:rPr>
          <w:bCs/>
        </w:rPr>
        <w:t>Mauconseil</w:t>
      </w:r>
      <w:proofErr w:type="spellEnd"/>
      <w:r>
        <w:rPr>
          <w:bCs/>
        </w:rPr>
        <w:t xml:space="preserve">, </w:t>
      </w:r>
      <w:r w:rsidR="00AB2DE8">
        <w:rPr>
          <w:bCs/>
        </w:rPr>
        <w:t>peut-être</w:t>
      </w:r>
      <w:r>
        <w:rPr>
          <w:bCs/>
        </w:rPr>
        <w:t xml:space="preserve">, </w:t>
      </w:r>
      <w:r w:rsidR="00AB2DE8">
        <w:rPr>
          <w:bCs/>
        </w:rPr>
        <w:t>grogna Schmidt</w:t>
      </w:r>
      <w:r>
        <w:rPr>
          <w:bCs/>
        </w:rPr>
        <w:t>.</w:t>
      </w:r>
    </w:p>
    <w:p w14:paraId="1A6E08B4" w14:textId="2E6EDA55" w:rsidR="00C90F8D" w:rsidRDefault="00C90F8D">
      <w:pPr>
        <w:rPr>
          <w:bCs/>
        </w:rPr>
      </w:pPr>
      <w:r>
        <w:rPr>
          <w:rFonts w:eastAsia="Georgia"/>
        </w:rPr>
        <w:t>— </w:t>
      </w:r>
      <w:r w:rsidR="00AB2DE8">
        <w:rPr>
          <w:bCs/>
        </w:rPr>
        <w:t>Non</w:t>
      </w:r>
      <w:r>
        <w:rPr>
          <w:bCs/>
        </w:rPr>
        <w:t xml:space="preserve">, </w:t>
      </w:r>
      <w:r w:rsidR="00AB2DE8">
        <w:rPr>
          <w:bCs/>
        </w:rPr>
        <w:t xml:space="preserve">pas </w:t>
      </w:r>
      <w:r>
        <w:rPr>
          <w:bCs/>
        </w:rPr>
        <w:t>M. </w:t>
      </w:r>
      <w:proofErr w:type="spellStart"/>
      <w:r w:rsidR="00AB2DE8">
        <w:rPr>
          <w:bCs/>
        </w:rPr>
        <w:t>Mauconseil</w:t>
      </w:r>
      <w:proofErr w:type="spellEnd"/>
      <w:r>
        <w:rPr>
          <w:bCs/>
        </w:rPr>
        <w:t xml:space="preserve">. </w:t>
      </w:r>
      <w:r w:rsidR="00AB2DE8">
        <w:rPr>
          <w:bCs/>
        </w:rPr>
        <w:t>D</w:t>
      </w:r>
      <w:r>
        <w:rPr>
          <w:bCs/>
        </w:rPr>
        <w:t>’</w:t>
      </w:r>
      <w:r w:rsidR="00AB2DE8">
        <w:rPr>
          <w:bCs/>
        </w:rPr>
        <w:t>abord</w:t>
      </w:r>
      <w:r>
        <w:rPr>
          <w:bCs/>
        </w:rPr>
        <w:t xml:space="preserve">, </w:t>
      </w:r>
      <w:r w:rsidR="00AB2DE8">
        <w:rPr>
          <w:bCs/>
        </w:rPr>
        <w:t>toi</w:t>
      </w:r>
      <w:r>
        <w:rPr>
          <w:bCs/>
        </w:rPr>
        <w:t xml:space="preserve">, </w:t>
      </w:r>
      <w:r w:rsidR="00AB2DE8">
        <w:rPr>
          <w:bCs/>
        </w:rPr>
        <w:t>tais-toi</w:t>
      </w:r>
      <w:r>
        <w:rPr>
          <w:bCs/>
        </w:rPr>
        <w:t xml:space="preserve">. </w:t>
      </w:r>
      <w:r w:rsidR="00AB2DE8">
        <w:rPr>
          <w:bCs/>
        </w:rPr>
        <w:t>Ce n</w:t>
      </w:r>
      <w:r>
        <w:rPr>
          <w:bCs/>
        </w:rPr>
        <w:t>’</w:t>
      </w:r>
      <w:r w:rsidR="00AB2DE8">
        <w:rPr>
          <w:bCs/>
        </w:rPr>
        <w:t>est pas à toi que j</w:t>
      </w:r>
      <w:r>
        <w:rPr>
          <w:bCs/>
        </w:rPr>
        <w:t>’</w:t>
      </w:r>
      <w:r w:rsidR="00AB2DE8">
        <w:rPr>
          <w:bCs/>
        </w:rPr>
        <w:t>en ai</w:t>
      </w:r>
      <w:r>
        <w:rPr>
          <w:bCs/>
        </w:rPr>
        <w:t xml:space="preserve">. </w:t>
      </w:r>
      <w:r w:rsidR="00AB2DE8">
        <w:rPr>
          <w:bCs/>
        </w:rPr>
        <w:t>C</w:t>
      </w:r>
      <w:r>
        <w:rPr>
          <w:bCs/>
        </w:rPr>
        <w:t>’</w:t>
      </w:r>
      <w:r w:rsidR="00AB2DE8">
        <w:rPr>
          <w:bCs/>
        </w:rPr>
        <w:t xml:space="preserve">est au major </w:t>
      </w:r>
      <w:proofErr w:type="spellStart"/>
      <w:r w:rsidR="00AB2DE8">
        <w:rPr>
          <w:bCs/>
        </w:rPr>
        <w:t>Matsui</w:t>
      </w:r>
      <w:proofErr w:type="spellEnd"/>
      <w:r>
        <w:rPr>
          <w:bCs/>
        </w:rPr>
        <w:t xml:space="preserve">, </w:t>
      </w:r>
      <w:r w:rsidR="00AB2DE8">
        <w:rPr>
          <w:bCs/>
        </w:rPr>
        <w:t>qui est si au courant de tout ce qui se passe à Moukden</w:t>
      </w:r>
      <w:r>
        <w:rPr>
          <w:bCs/>
        </w:rPr>
        <w:t xml:space="preserve">, </w:t>
      </w:r>
      <w:r w:rsidR="00AB2DE8">
        <w:rPr>
          <w:bCs/>
        </w:rPr>
        <w:t>et que ce serait un vrai bonheur de voir pris en défaut par un profane</w:t>
      </w:r>
      <w:r>
        <w:rPr>
          <w:bCs/>
        </w:rPr>
        <w:t xml:space="preserve">, </w:t>
      </w:r>
      <w:r w:rsidR="00AB2DE8">
        <w:rPr>
          <w:bCs/>
        </w:rPr>
        <w:t>un nouveau venu</w:t>
      </w:r>
      <w:r>
        <w:rPr>
          <w:bCs/>
        </w:rPr>
        <w:t xml:space="preserve">, </w:t>
      </w:r>
      <w:r w:rsidR="00AB2DE8">
        <w:rPr>
          <w:bCs/>
        </w:rPr>
        <w:t>qui n</w:t>
      </w:r>
      <w:r>
        <w:rPr>
          <w:bCs/>
        </w:rPr>
        <w:t>’</w:t>
      </w:r>
      <w:r w:rsidR="00AB2DE8">
        <w:rPr>
          <w:bCs/>
        </w:rPr>
        <w:t>a pas mis les pieds dehors</w:t>
      </w:r>
      <w:r>
        <w:rPr>
          <w:bCs/>
        </w:rPr>
        <w:t xml:space="preserve">, </w:t>
      </w:r>
      <w:r w:rsidR="00AB2DE8">
        <w:rPr>
          <w:bCs/>
        </w:rPr>
        <w:t>depuis une semaine qu</w:t>
      </w:r>
      <w:r>
        <w:rPr>
          <w:bCs/>
        </w:rPr>
        <w:t>’</w:t>
      </w:r>
      <w:r w:rsidR="00AB2DE8">
        <w:rPr>
          <w:bCs/>
        </w:rPr>
        <w:t>il est ici</w:t>
      </w:r>
      <w:r>
        <w:rPr>
          <w:bCs/>
        </w:rPr>
        <w:t>.</w:t>
      </w:r>
    </w:p>
    <w:p w14:paraId="500CFE96" w14:textId="77777777" w:rsidR="00C90F8D" w:rsidRDefault="00C90F8D">
      <w:pPr>
        <w:rPr>
          <w:bCs/>
        </w:rPr>
      </w:pPr>
      <w:r>
        <w:rPr>
          <w:rFonts w:eastAsia="Georgia"/>
        </w:rPr>
        <w:t>— </w:t>
      </w:r>
      <w:r w:rsidR="00AB2DE8">
        <w:rPr>
          <w:bCs/>
        </w:rPr>
        <w:t>En voilà assez</w:t>
      </w:r>
      <w:r>
        <w:rPr>
          <w:bCs/>
        </w:rPr>
        <w:t xml:space="preserve">, </w:t>
      </w:r>
      <w:r w:rsidR="00AB2DE8">
        <w:rPr>
          <w:bCs/>
        </w:rPr>
        <w:t>dit Schmidt</w:t>
      </w:r>
      <w:r>
        <w:rPr>
          <w:bCs/>
        </w:rPr>
        <w:t xml:space="preserve">, </w:t>
      </w:r>
      <w:r w:rsidR="00AB2DE8">
        <w:rPr>
          <w:bCs/>
        </w:rPr>
        <w:t>violemment</w:t>
      </w:r>
      <w:r>
        <w:rPr>
          <w:bCs/>
        </w:rPr>
        <w:t xml:space="preserve">, </w:t>
      </w:r>
      <w:r w:rsidR="00AB2DE8">
        <w:rPr>
          <w:bCs/>
        </w:rPr>
        <w:t>rentrons</w:t>
      </w:r>
      <w:r>
        <w:rPr>
          <w:bCs/>
        </w:rPr>
        <w:t xml:space="preserve">. </w:t>
      </w:r>
      <w:r w:rsidR="00AB2DE8">
        <w:rPr>
          <w:bCs/>
        </w:rPr>
        <w:t>Cette scène devient ridicule</w:t>
      </w:r>
      <w:r>
        <w:rPr>
          <w:bCs/>
        </w:rPr>
        <w:t>.</w:t>
      </w:r>
    </w:p>
    <w:p w14:paraId="2C313D3F" w14:textId="77777777" w:rsidR="00C90F8D" w:rsidRDefault="00AB2DE8">
      <w:pPr>
        <w:rPr>
          <w:bCs/>
        </w:rPr>
      </w:pPr>
      <w:proofErr w:type="spellStart"/>
      <w:r>
        <w:rPr>
          <w:bCs/>
        </w:rPr>
        <w:t>Matsui</w:t>
      </w:r>
      <w:proofErr w:type="spellEnd"/>
      <w:r>
        <w:rPr>
          <w:bCs/>
        </w:rPr>
        <w:t xml:space="preserve"> lui coupa la parole</w:t>
      </w:r>
      <w:r w:rsidR="00C90F8D">
        <w:rPr>
          <w:bCs/>
        </w:rPr>
        <w:t>.</w:t>
      </w:r>
    </w:p>
    <w:p w14:paraId="4EFE2E9D" w14:textId="77777777" w:rsidR="00C90F8D" w:rsidRDefault="00C90F8D">
      <w:pPr>
        <w:rPr>
          <w:bCs/>
        </w:rPr>
      </w:pPr>
      <w:r>
        <w:rPr>
          <w:rFonts w:eastAsia="Georgia"/>
        </w:rPr>
        <w:t>— </w:t>
      </w:r>
      <w:r w:rsidR="00AB2DE8">
        <w:rPr>
          <w:bCs/>
        </w:rPr>
        <w:t>Monsieur</w:t>
      </w:r>
      <w:r>
        <w:rPr>
          <w:bCs/>
        </w:rPr>
        <w:t xml:space="preserve">, </w:t>
      </w:r>
      <w:r w:rsidR="00AB2DE8">
        <w:rPr>
          <w:bCs/>
        </w:rPr>
        <w:t>dit-il à Forestier</w:t>
      </w:r>
      <w:r>
        <w:rPr>
          <w:bCs/>
        </w:rPr>
        <w:t xml:space="preserve">, </w:t>
      </w:r>
      <w:r w:rsidR="00AB2DE8">
        <w:rPr>
          <w:bCs/>
        </w:rPr>
        <w:t>venez</w:t>
      </w:r>
      <w:r>
        <w:rPr>
          <w:bCs/>
        </w:rPr>
        <w:t xml:space="preserve">. </w:t>
      </w:r>
      <w:r w:rsidR="00AB2DE8">
        <w:rPr>
          <w:bCs/>
        </w:rPr>
        <w:t>Je suis prêt à vous conduire là où vous désirez aller</w:t>
      </w:r>
      <w:r>
        <w:rPr>
          <w:bCs/>
        </w:rPr>
        <w:t>.</w:t>
      </w:r>
    </w:p>
    <w:p w14:paraId="607A7B06" w14:textId="77777777" w:rsidR="00C90F8D" w:rsidRDefault="00AB2DE8">
      <w:pPr>
        <w:rPr>
          <w:bCs/>
        </w:rPr>
      </w:pPr>
      <w:r>
        <w:rPr>
          <w:bCs/>
        </w:rPr>
        <w:t>Ils étaient tous les trois sur le seuil de la loge</w:t>
      </w:r>
      <w:r w:rsidR="00C90F8D">
        <w:rPr>
          <w:bCs/>
        </w:rPr>
        <w:t xml:space="preserve">. </w:t>
      </w:r>
      <w:r>
        <w:rPr>
          <w:bCs/>
        </w:rPr>
        <w:t>Forestier</w:t>
      </w:r>
      <w:r w:rsidR="00C90F8D">
        <w:rPr>
          <w:bCs/>
        </w:rPr>
        <w:t xml:space="preserve">, </w:t>
      </w:r>
      <w:r>
        <w:rPr>
          <w:bCs/>
        </w:rPr>
        <w:t>titubant un peu</w:t>
      </w:r>
      <w:r w:rsidR="00C90F8D">
        <w:rPr>
          <w:bCs/>
        </w:rPr>
        <w:t xml:space="preserve">, </w:t>
      </w:r>
      <w:r>
        <w:rPr>
          <w:bCs/>
        </w:rPr>
        <w:t>passa le premier</w:t>
      </w:r>
      <w:r w:rsidR="00C90F8D">
        <w:rPr>
          <w:bCs/>
        </w:rPr>
        <w:t>.</w:t>
      </w:r>
    </w:p>
    <w:p w14:paraId="6DDBC996" w14:textId="77777777" w:rsidR="00C90F8D" w:rsidRDefault="00AB2DE8">
      <w:pPr>
        <w:rPr>
          <w:bCs/>
        </w:rPr>
      </w:pPr>
      <w:r>
        <w:rPr>
          <w:bCs/>
        </w:rPr>
        <w:t xml:space="preserve">Schmidt en profita pour saisir le bras de </w:t>
      </w:r>
      <w:proofErr w:type="spellStart"/>
      <w:r>
        <w:rPr>
          <w:bCs/>
        </w:rPr>
        <w:t>Matsui</w:t>
      </w:r>
      <w:proofErr w:type="spellEnd"/>
      <w:r w:rsidR="00C90F8D">
        <w:rPr>
          <w:bCs/>
        </w:rPr>
        <w:t>.</w:t>
      </w:r>
    </w:p>
    <w:p w14:paraId="351178F3" w14:textId="77777777" w:rsidR="00C90F8D" w:rsidRDefault="00C90F8D">
      <w:pPr>
        <w:rPr>
          <w:bCs/>
        </w:rPr>
      </w:pPr>
      <w:r>
        <w:rPr>
          <w:rFonts w:eastAsia="Georgia"/>
        </w:rPr>
        <w:t>— </w:t>
      </w:r>
      <w:r w:rsidR="00AB2DE8">
        <w:rPr>
          <w:bCs/>
        </w:rPr>
        <w:t>Je ne vous comprends pas</w:t>
      </w:r>
      <w:r>
        <w:rPr>
          <w:bCs/>
        </w:rPr>
        <w:t xml:space="preserve">, </w:t>
      </w:r>
      <w:r w:rsidR="00AB2DE8">
        <w:rPr>
          <w:bCs/>
        </w:rPr>
        <w:t>murmura-t-il</w:t>
      </w:r>
      <w:r>
        <w:rPr>
          <w:bCs/>
        </w:rPr>
        <w:t xml:space="preserve">, </w:t>
      </w:r>
      <w:r w:rsidR="00AB2DE8">
        <w:rPr>
          <w:bCs/>
        </w:rPr>
        <w:t>non</w:t>
      </w:r>
      <w:r>
        <w:rPr>
          <w:bCs/>
        </w:rPr>
        <w:t xml:space="preserve">, </w:t>
      </w:r>
      <w:r w:rsidR="00AB2DE8">
        <w:rPr>
          <w:bCs/>
        </w:rPr>
        <w:t>je ne vous comprends pas</w:t>
      </w:r>
      <w:r>
        <w:rPr>
          <w:bCs/>
        </w:rPr>
        <w:t xml:space="preserve">. </w:t>
      </w:r>
      <w:r w:rsidR="00AB2DE8">
        <w:rPr>
          <w:bCs/>
        </w:rPr>
        <w:t>En l</w:t>
      </w:r>
      <w:r>
        <w:rPr>
          <w:bCs/>
        </w:rPr>
        <w:t>’</w:t>
      </w:r>
      <w:r w:rsidR="00AB2DE8">
        <w:rPr>
          <w:bCs/>
        </w:rPr>
        <w:t>état où il est</w:t>
      </w:r>
      <w:r>
        <w:rPr>
          <w:bCs/>
        </w:rPr>
        <w:t xml:space="preserve">, </w:t>
      </w:r>
      <w:r w:rsidR="00AB2DE8">
        <w:rPr>
          <w:bCs/>
        </w:rPr>
        <w:t>accepter de le conduire dans ce bouge</w:t>
      </w:r>
      <w:r>
        <w:rPr>
          <w:bCs/>
        </w:rPr>
        <w:t xml:space="preserve"> ! </w:t>
      </w:r>
      <w:r w:rsidR="00AB2DE8">
        <w:rPr>
          <w:bCs/>
        </w:rPr>
        <w:t>Je n</w:t>
      </w:r>
      <w:r>
        <w:rPr>
          <w:bCs/>
        </w:rPr>
        <w:t>’</w:t>
      </w:r>
      <w:r w:rsidR="00AB2DE8">
        <w:rPr>
          <w:bCs/>
        </w:rPr>
        <w:t>y suis allé qu</w:t>
      </w:r>
      <w:r>
        <w:rPr>
          <w:bCs/>
        </w:rPr>
        <w:t>’</w:t>
      </w:r>
      <w:r w:rsidR="00AB2DE8">
        <w:rPr>
          <w:bCs/>
        </w:rPr>
        <w:t>une fois</w:t>
      </w:r>
      <w:r>
        <w:rPr>
          <w:bCs/>
        </w:rPr>
        <w:t xml:space="preserve">, </w:t>
      </w:r>
      <w:r w:rsidR="00AB2DE8">
        <w:rPr>
          <w:bCs/>
        </w:rPr>
        <w:t>et vraiment</w:t>
      </w:r>
      <w:r>
        <w:rPr>
          <w:bCs/>
        </w:rPr>
        <w:t>…</w:t>
      </w:r>
    </w:p>
    <w:p w14:paraId="62C32F10" w14:textId="77777777" w:rsidR="00C90F8D" w:rsidRDefault="00C90F8D">
      <w:pPr>
        <w:rPr>
          <w:bCs/>
        </w:rPr>
      </w:pPr>
      <w:r>
        <w:rPr>
          <w:rFonts w:eastAsia="Georgia"/>
        </w:rPr>
        <w:lastRenderedPageBreak/>
        <w:t>— </w:t>
      </w:r>
      <w:r w:rsidR="00AB2DE8">
        <w:rPr>
          <w:bCs/>
        </w:rPr>
        <w:t>Monsieur Schmidt</w:t>
      </w:r>
      <w:r>
        <w:rPr>
          <w:bCs/>
        </w:rPr>
        <w:t xml:space="preserve">, </w:t>
      </w:r>
      <w:r w:rsidR="00AB2DE8">
        <w:rPr>
          <w:bCs/>
        </w:rPr>
        <w:t>répondit froidement le Japonais</w:t>
      </w:r>
      <w:r>
        <w:rPr>
          <w:bCs/>
        </w:rPr>
        <w:t xml:space="preserve">, </w:t>
      </w:r>
      <w:r w:rsidR="00AB2DE8">
        <w:rPr>
          <w:bCs/>
        </w:rPr>
        <w:t>toutes mes excuses</w:t>
      </w:r>
      <w:r>
        <w:rPr>
          <w:bCs/>
        </w:rPr>
        <w:t xml:space="preserve">. </w:t>
      </w:r>
      <w:r w:rsidR="00AB2DE8">
        <w:rPr>
          <w:bCs/>
        </w:rPr>
        <w:t>Mais les convenances cessent pour moi là où commence mon métier</w:t>
      </w:r>
      <w:r>
        <w:rPr>
          <w:bCs/>
        </w:rPr>
        <w:t>.</w:t>
      </w:r>
    </w:p>
    <w:p w14:paraId="6B020B0F" w14:textId="77777777" w:rsidR="00C90F8D" w:rsidRDefault="00AB2DE8">
      <w:pPr>
        <w:rPr>
          <w:bCs/>
        </w:rPr>
      </w:pPr>
      <w:r>
        <w:rPr>
          <w:bCs/>
        </w:rPr>
        <w:t>Dans la rue</w:t>
      </w:r>
      <w:r w:rsidR="00C90F8D">
        <w:rPr>
          <w:bCs/>
        </w:rPr>
        <w:t xml:space="preserve">, </w:t>
      </w:r>
      <w:proofErr w:type="spellStart"/>
      <w:r>
        <w:rPr>
          <w:bCs/>
        </w:rPr>
        <w:t>Matsui</w:t>
      </w:r>
      <w:proofErr w:type="spellEnd"/>
      <w:r>
        <w:rPr>
          <w:bCs/>
        </w:rPr>
        <w:t xml:space="preserve"> prit la tête</w:t>
      </w:r>
      <w:r w:rsidR="00C90F8D">
        <w:rPr>
          <w:bCs/>
        </w:rPr>
        <w:t xml:space="preserve">. </w:t>
      </w:r>
      <w:r>
        <w:rPr>
          <w:bCs/>
        </w:rPr>
        <w:t>Parvenu à une impasse toute noire</w:t>
      </w:r>
      <w:r w:rsidR="00C90F8D">
        <w:rPr>
          <w:bCs/>
        </w:rPr>
        <w:t xml:space="preserve">, </w:t>
      </w:r>
      <w:r>
        <w:rPr>
          <w:bCs/>
        </w:rPr>
        <w:t>il s</w:t>
      </w:r>
      <w:r w:rsidR="00C90F8D">
        <w:rPr>
          <w:bCs/>
        </w:rPr>
        <w:t>’</w:t>
      </w:r>
      <w:r>
        <w:rPr>
          <w:bCs/>
        </w:rPr>
        <w:t>arrêta</w:t>
      </w:r>
      <w:r w:rsidR="00C90F8D">
        <w:rPr>
          <w:bCs/>
        </w:rPr>
        <w:t>.</w:t>
      </w:r>
    </w:p>
    <w:p w14:paraId="6CC9752C" w14:textId="77777777" w:rsidR="00C90F8D" w:rsidRDefault="00C90F8D">
      <w:pPr>
        <w:rPr>
          <w:bCs/>
        </w:rPr>
      </w:pPr>
      <w:r>
        <w:rPr>
          <w:rFonts w:eastAsia="Georgia"/>
        </w:rPr>
        <w:t>— </w:t>
      </w:r>
      <w:r w:rsidR="00AB2DE8">
        <w:rPr>
          <w:bCs/>
        </w:rPr>
        <w:t>C</w:t>
      </w:r>
      <w:r>
        <w:rPr>
          <w:bCs/>
        </w:rPr>
        <w:t>’</w:t>
      </w:r>
      <w:r w:rsidR="00AB2DE8">
        <w:rPr>
          <w:bCs/>
        </w:rPr>
        <w:t>est ici</w:t>
      </w:r>
      <w:r>
        <w:rPr>
          <w:bCs/>
        </w:rPr>
        <w:t xml:space="preserve">, </w:t>
      </w:r>
      <w:r w:rsidR="00AB2DE8">
        <w:rPr>
          <w:bCs/>
        </w:rPr>
        <w:t>fit-il à voix basse</w:t>
      </w:r>
      <w:r>
        <w:rPr>
          <w:bCs/>
        </w:rPr>
        <w:t>.</w:t>
      </w:r>
    </w:p>
    <w:p w14:paraId="4AC03337" w14:textId="77777777" w:rsidR="00C90F8D" w:rsidRDefault="00C90F8D">
      <w:pPr>
        <w:rPr>
          <w:bCs/>
        </w:rPr>
      </w:pPr>
      <w:r>
        <w:rPr>
          <w:rFonts w:eastAsia="Georgia"/>
        </w:rPr>
        <w:t>— </w:t>
      </w:r>
      <w:r w:rsidR="00AB2DE8">
        <w:rPr>
          <w:bCs/>
        </w:rPr>
        <w:t>Entrons donc</w:t>
      </w:r>
      <w:r>
        <w:rPr>
          <w:bCs/>
        </w:rPr>
        <w:t xml:space="preserve">, </w:t>
      </w:r>
      <w:r w:rsidR="00AB2DE8">
        <w:rPr>
          <w:bCs/>
        </w:rPr>
        <w:t>dit Forestier</w:t>
      </w:r>
      <w:r>
        <w:rPr>
          <w:bCs/>
        </w:rPr>
        <w:t>.</w:t>
      </w:r>
    </w:p>
    <w:p w14:paraId="37BD453A" w14:textId="77777777" w:rsidR="00C90F8D" w:rsidRDefault="00C90F8D">
      <w:pPr>
        <w:rPr>
          <w:bCs/>
        </w:rPr>
      </w:pPr>
      <w:r>
        <w:rPr>
          <w:rFonts w:eastAsia="Georgia"/>
        </w:rPr>
        <w:t>— </w:t>
      </w:r>
      <w:r w:rsidR="00AB2DE8">
        <w:rPr>
          <w:bCs/>
        </w:rPr>
        <w:t>Une minute</w:t>
      </w:r>
      <w:r>
        <w:rPr>
          <w:bCs/>
        </w:rPr>
        <w:t xml:space="preserve">, </w:t>
      </w:r>
      <w:r w:rsidR="00AB2DE8">
        <w:rPr>
          <w:bCs/>
        </w:rPr>
        <w:t>dit le Japonais</w:t>
      </w:r>
      <w:r>
        <w:rPr>
          <w:bCs/>
        </w:rPr>
        <w:t xml:space="preserve">. </w:t>
      </w:r>
      <w:r w:rsidR="00AB2DE8">
        <w:rPr>
          <w:bCs/>
        </w:rPr>
        <w:t>Qui allons-nous</w:t>
      </w:r>
      <w:r>
        <w:rPr>
          <w:bCs/>
        </w:rPr>
        <w:t xml:space="preserve">, </w:t>
      </w:r>
      <w:r w:rsidR="00AB2DE8">
        <w:rPr>
          <w:bCs/>
        </w:rPr>
        <w:t>d</w:t>
      </w:r>
      <w:r>
        <w:rPr>
          <w:bCs/>
        </w:rPr>
        <w:t>’</w:t>
      </w:r>
      <w:r w:rsidR="00AB2DE8">
        <w:rPr>
          <w:bCs/>
        </w:rPr>
        <w:t>après vous</w:t>
      </w:r>
      <w:r>
        <w:rPr>
          <w:bCs/>
        </w:rPr>
        <w:t xml:space="preserve">, </w:t>
      </w:r>
      <w:r w:rsidR="00AB2DE8">
        <w:rPr>
          <w:bCs/>
        </w:rPr>
        <w:t>trouver ici</w:t>
      </w:r>
      <w:r>
        <w:rPr>
          <w:bCs/>
        </w:rPr>
        <w:t> ?</w:t>
      </w:r>
    </w:p>
    <w:p w14:paraId="1F756689" w14:textId="77777777" w:rsidR="00C90F8D" w:rsidRDefault="00C90F8D">
      <w:pPr>
        <w:rPr>
          <w:bCs/>
        </w:rPr>
      </w:pPr>
      <w:r>
        <w:rPr>
          <w:rFonts w:eastAsia="Georgia"/>
        </w:rPr>
        <w:t>— </w:t>
      </w:r>
      <w:r w:rsidR="00AB2DE8">
        <w:rPr>
          <w:bCs/>
        </w:rPr>
        <w:t>Bravo</w:t>
      </w:r>
      <w:r>
        <w:rPr>
          <w:bCs/>
        </w:rPr>
        <w:t xml:space="preserve"> ! </w:t>
      </w:r>
      <w:r w:rsidR="00AB2DE8">
        <w:rPr>
          <w:bCs/>
        </w:rPr>
        <w:t>Le pari marche</w:t>
      </w:r>
      <w:r>
        <w:rPr>
          <w:bCs/>
        </w:rPr>
        <w:t xml:space="preserve">, </w:t>
      </w:r>
      <w:r w:rsidR="00AB2DE8">
        <w:rPr>
          <w:bCs/>
        </w:rPr>
        <w:t>alors</w:t>
      </w:r>
      <w:r>
        <w:rPr>
          <w:bCs/>
        </w:rPr>
        <w:t xml:space="preserve"> ? </w:t>
      </w:r>
      <w:r w:rsidR="00AB2DE8">
        <w:rPr>
          <w:bCs/>
        </w:rPr>
        <w:t>Écoutez-moi donc</w:t>
      </w:r>
      <w:r>
        <w:rPr>
          <w:bCs/>
        </w:rPr>
        <w:t xml:space="preserve">. </w:t>
      </w:r>
      <w:r w:rsidR="00AB2DE8">
        <w:rPr>
          <w:bCs/>
        </w:rPr>
        <w:t>Nous allons bientôt être en présence d</w:t>
      </w:r>
      <w:r>
        <w:rPr>
          <w:bCs/>
        </w:rPr>
        <w:t>’</w:t>
      </w:r>
      <w:r w:rsidR="00AB2DE8">
        <w:rPr>
          <w:bCs/>
        </w:rPr>
        <w:t>un vieux monsieur très bien</w:t>
      </w:r>
      <w:r>
        <w:rPr>
          <w:bCs/>
        </w:rPr>
        <w:t xml:space="preserve">, </w:t>
      </w:r>
      <w:r w:rsidR="00AB2DE8">
        <w:rPr>
          <w:bCs/>
        </w:rPr>
        <w:t>très digne</w:t>
      </w:r>
      <w:r>
        <w:rPr>
          <w:bCs/>
        </w:rPr>
        <w:t xml:space="preserve"> ; </w:t>
      </w:r>
      <w:r w:rsidR="00AB2DE8">
        <w:rPr>
          <w:bCs/>
        </w:rPr>
        <w:t>un vieux monsieur en redingote</w:t>
      </w:r>
      <w:r>
        <w:rPr>
          <w:bCs/>
        </w:rPr>
        <w:t xml:space="preserve">, </w:t>
      </w:r>
      <w:r w:rsidR="00AB2DE8">
        <w:rPr>
          <w:bCs/>
        </w:rPr>
        <w:t>avec des favoris à l</w:t>
      </w:r>
      <w:r>
        <w:rPr>
          <w:bCs/>
        </w:rPr>
        <w:t>’</w:t>
      </w:r>
      <w:r w:rsidR="00AB2DE8">
        <w:rPr>
          <w:bCs/>
        </w:rPr>
        <w:t>Alexandre</w:t>
      </w:r>
      <w:r>
        <w:rPr>
          <w:bCs/>
        </w:rPr>
        <w:t xml:space="preserve"> </w:t>
      </w:r>
      <w:r w:rsidR="00AB2DE8">
        <w:rPr>
          <w:bCs/>
        </w:rPr>
        <w:t>II</w:t>
      </w:r>
      <w:r>
        <w:rPr>
          <w:bCs/>
        </w:rPr>
        <w:t xml:space="preserve">. </w:t>
      </w:r>
      <w:r w:rsidR="00AB2DE8">
        <w:rPr>
          <w:bCs/>
        </w:rPr>
        <w:t>Êtes-vous satisfait</w:t>
      </w:r>
      <w:r>
        <w:rPr>
          <w:bCs/>
        </w:rPr>
        <w:t> ?</w:t>
      </w:r>
    </w:p>
    <w:p w14:paraId="5E7CC686" w14:textId="77777777" w:rsidR="00C90F8D" w:rsidRDefault="00AB2DE8">
      <w:pPr>
        <w:rPr>
          <w:bCs/>
        </w:rPr>
      </w:pPr>
      <w:proofErr w:type="spellStart"/>
      <w:r>
        <w:rPr>
          <w:bCs/>
        </w:rPr>
        <w:t>Matsui</w:t>
      </w:r>
      <w:proofErr w:type="spellEnd"/>
      <w:r>
        <w:rPr>
          <w:bCs/>
        </w:rPr>
        <w:t xml:space="preserve"> secoua la tête</w:t>
      </w:r>
      <w:r w:rsidR="00C90F8D">
        <w:rPr>
          <w:bCs/>
        </w:rPr>
        <w:t>.</w:t>
      </w:r>
    </w:p>
    <w:p w14:paraId="62542331" w14:textId="77777777" w:rsidR="00C90F8D" w:rsidRDefault="00C90F8D">
      <w:pPr>
        <w:rPr>
          <w:bCs/>
        </w:rPr>
      </w:pPr>
      <w:r>
        <w:rPr>
          <w:rFonts w:eastAsia="Georgia"/>
        </w:rPr>
        <w:t>— </w:t>
      </w:r>
      <w:r w:rsidR="00AB2DE8">
        <w:rPr>
          <w:bCs/>
        </w:rPr>
        <w:t>Je connais à Moukden une demi-douzaine d</w:t>
      </w:r>
      <w:r>
        <w:rPr>
          <w:bCs/>
        </w:rPr>
        <w:t>’</w:t>
      </w:r>
      <w:r w:rsidR="00AB2DE8">
        <w:rPr>
          <w:bCs/>
        </w:rPr>
        <w:t>émigrés russes à qui correspond ce signalement</w:t>
      </w:r>
      <w:r>
        <w:rPr>
          <w:bCs/>
        </w:rPr>
        <w:t>.</w:t>
      </w:r>
    </w:p>
    <w:p w14:paraId="639B7FBA" w14:textId="77777777" w:rsidR="00C90F8D" w:rsidRDefault="00C90F8D">
      <w:pPr>
        <w:rPr>
          <w:bCs/>
        </w:rPr>
      </w:pPr>
      <w:r>
        <w:rPr>
          <w:rFonts w:eastAsia="Georgia"/>
        </w:rPr>
        <w:t>— </w:t>
      </w:r>
      <w:r w:rsidR="00AB2DE8">
        <w:rPr>
          <w:bCs/>
        </w:rPr>
        <w:t>Oui-da</w:t>
      </w:r>
      <w:r>
        <w:rPr>
          <w:bCs/>
        </w:rPr>
        <w:t xml:space="preserve">, </w:t>
      </w:r>
      <w:r w:rsidR="00AB2DE8">
        <w:rPr>
          <w:bCs/>
        </w:rPr>
        <w:t>ricana Forestier</w:t>
      </w:r>
      <w:r>
        <w:rPr>
          <w:bCs/>
        </w:rPr>
        <w:t xml:space="preserve">. </w:t>
      </w:r>
      <w:r w:rsidR="00AB2DE8">
        <w:rPr>
          <w:bCs/>
        </w:rPr>
        <w:t>Mais vous ne me laissez même pas le temps de passer aux signes distinctifs</w:t>
      </w:r>
      <w:r>
        <w:rPr>
          <w:bCs/>
        </w:rPr>
        <w:t xml:space="preserve">. </w:t>
      </w:r>
      <w:r w:rsidR="00AB2DE8">
        <w:rPr>
          <w:bCs/>
        </w:rPr>
        <w:t>Lorsque j</w:t>
      </w:r>
      <w:r>
        <w:rPr>
          <w:bCs/>
        </w:rPr>
        <w:t>’</w:t>
      </w:r>
      <w:r w:rsidR="00AB2DE8">
        <w:rPr>
          <w:bCs/>
        </w:rPr>
        <w:t>aurai ajouté que mon vieux monsieur à moi</w:t>
      </w:r>
      <w:r>
        <w:rPr>
          <w:bCs/>
        </w:rPr>
        <w:t xml:space="preserve">, </w:t>
      </w:r>
      <w:r w:rsidR="00AB2DE8">
        <w:rPr>
          <w:bCs/>
        </w:rPr>
        <w:t>en place de main droite</w:t>
      </w:r>
      <w:r>
        <w:rPr>
          <w:bCs/>
        </w:rPr>
        <w:t xml:space="preserve">, </w:t>
      </w:r>
      <w:r w:rsidR="00AB2DE8">
        <w:rPr>
          <w:bCs/>
        </w:rPr>
        <w:t>a un crochet de fer</w:t>
      </w:r>
      <w:r>
        <w:rPr>
          <w:bCs/>
        </w:rPr>
        <w:t xml:space="preserve">, </w:t>
      </w:r>
      <w:r w:rsidR="00AB2DE8">
        <w:rPr>
          <w:bCs/>
        </w:rPr>
        <w:t>qui ne le gêne en rien pour donner les cartes et</w:t>
      </w:r>
      <w:r>
        <w:rPr>
          <w:bCs/>
        </w:rPr>
        <w:t xml:space="preserve">, </w:t>
      </w:r>
      <w:r w:rsidR="00AB2DE8">
        <w:rPr>
          <w:bCs/>
        </w:rPr>
        <w:t>plus souvent qu</w:t>
      </w:r>
      <w:r>
        <w:rPr>
          <w:bCs/>
        </w:rPr>
        <w:t>’</w:t>
      </w:r>
      <w:r w:rsidR="00AB2DE8">
        <w:rPr>
          <w:bCs/>
        </w:rPr>
        <w:t>à son tour</w:t>
      </w:r>
      <w:r>
        <w:rPr>
          <w:bCs/>
        </w:rPr>
        <w:t xml:space="preserve">, </w:t>
      </w:r>
      <w:r w:rsidR="00AB2DE8">
        <w:rPr>
          <w:bCs/>
        </w:rPr>
        <w:t>abattre neuf</w:t>
      </w:r>
      <w:r>
        <w:rPr>
          <w:bCs/>
        </w:rPr>
        <w:t xml:space="preserve">, </w:t>
      </w:r>
      <w:r w:rsidR="00AB2DE8">
        <w:rPr>
          <w:bCs/>
        </w:rPr>
        <w:t>vous n</w:t>
      </w:r>
      <w:r>
        <w:rPr>
          <w:bCs/>
        </w:rPr>
        <w:t>’</w:t>
      </w:r>
      <w:r w:rsidR="00AB2DE8">
        <w:rPr>
          <w:bCs/>
        </w:rPr>
        <w:t>en exigerez pas davantage</w:t>
      </w:r>
      <w:r>
        <w:rPr>
          <w:bCs/>
        </w:rPr>
        <w:t xml:space="preserve">, </w:t>
      </w:r>
      <w:r w:rsidR="00AB2DE8">
        <w:rPr>
          <w:bCs/>
        </w:rPr>
        <w:t>je suppose</w:t>
      </w:r>
      <w:r>
        <w:rPr>
          <w:bCs/>
        </w:rPr>
        <w:t xml:space="preserve">. </w:t>
      </w:r>
      <w:r w:rsidR="00AB2DE8">
        <w:rPr>
          <w:bCs/>
        </w:rPr>
        <w:t>Le pari est-il tenu</w:t>
      </w:r>
      <w:r>
        <w:rPr>
          <w:bCs/>
        </w:rPr>
        <w:t xml:space="preserve">, </w:t>
      </w:r>
      <w:r w:rsidR="00AB2DE8">
        <w:rPr>
          <w:bCs/>
        </w:rPr>
        <w:t>oui ou non</w:t>
      </w:r>
      <w:r>
        <w:rPr>
          <w:bCs/>
        </w:rPr>
        <w:t> ?</w:t>
      </w:r>
    </w:p>
    <w:p w14:paraId="483A2E2D" w14:textId="77777777" w:rsidR="00C90F8D" w:rsidRDefault="00C90F8D">
      <w:pPr>
        <w:rPr>
          <w:bCs/>
        </w:rPr>
      </w:pPr>
      <w:r>
        <w:rPr>
          <w:rFonts w:eastAsia="Georgia"/>
        </w:rPr>
        <w:t>— </w:t>
      </w:r>
      <w:r w:rsidR="00AB2DE8">
        <w:rPr>
          <w:bCs/>
        </w:rPr>
        <w:t>Il l</w:t>
      </w:r>
      <w:r>
        <w:rPr>
          <w:bCs/>
        </w:rPr>
        <w:t>’</w:t>
      </w:r>
      <w:r w:rsidR="00AB2DE8">
        <w:rPr>
          <w:bCs/>
        </w:rPr>
        <w:t>est</w:t>
      </w:r>
      <w:r>
        <w:rPr>
          <w:bCs/>
        </w:rPr>
        <w:t xml:space="preserve">, </w:t>
      </w:r>
      <w:r w:rsidR="00AB2DE8">
        <w:rPr>
          <w:bCs/>
        </w:rPr>
        <w:t xml:space="preserve">dit </w:t>
      </w:r>
      <w:proofErr w:type="spellStart"/>
      <w:r w:rsidR="00AB2DE8">
        <w:rPr>
          <w:bCs/>
        </w:rPr>
        <w:t>Matsui</w:t>
      </w:r>
      <w:proofErr w:type="spellEnd"/>
      <w:r>
        <w:rPr>
          <w:bCs/>
        </w:rPr>
        <w:t xml:space="preserve">, </w:t>
      </w:r>
      <w:r w:rsidR="00AB2DE8">
        <w:rPr>
          <w:bCs/>
        </w:rPr>
        <w:t>brièvement</w:t>
      </w:r>
      <w:r>
        <w:rPr>
          <w:bCs/>
        </w:rPr>
        <w:t>.</w:t>
      </w:r>
    </w:p>
    <w:p w14:paraId="573DC3E6" w14:textId="77777777" w:rsidR="00C90F8D" w:rsidRDefault="00C90F8D">
      <w:pPr>
        <w:rPr>
          <w:bCs/>
        </w:rPr>
      </w:pPr>
      <w:r>
        <w:rPr>
          <w:rFonts w:eastAsia="Georgia"/>
        </w:rPr>
        <w:t>— </w:t>
      </w:r>
      <w:r w:rsidR="00AB2DE8">
        <w:rPr>
          <w:bCs/>
        </w:rPr>
        <w:t>Tonnerre de tonnerre</w:t>
      </w:r>
      <w:r>
        <w:rPr>
          <w:bCs/>
        </w:rPr>
        <w:t xml:space="preserve">, </w:t>
      </w:r>
      <w:r w:rsidR="00AB2DE8">
        <w:rPr>
          <w:bCs/>
        </w:rPr>
        <w:t>fit Schmidt</w:t>
      </w:r>
      <w:r>
        <w:rPr>
          <w:bCs/>
        </w:rPr>
        <w:t xml:space="preserve">, </w:t>
      </w:r>
      <w:r w:rsidR="00AB2DE8">
        <w:rPr>
          <w:bCs/>
        </w:rPr>
        <w:t>entrons</w:t>
      </w:r>
      <w:r>
        <w:rPr>
          <w:bCs/>
        </w:rPr>
        <w:t>.</w:t>
      </w:r>
    </w:p>
    <w:p w14:paraId="70BAE5AA" w14:textId="7B0A5A79" w:rsidR="00AB2DE8" w:rsidRDefault="00AB2DE8">
      <w:pPr>
        <w:rPr>
          <w:bCs/>
        </w:rPr>
      </w:pPr>
    </w:p>
    <w:p w14:paraId="18EF6389" w14:textId="77777777" w:rsidR="00C90F8D" w:rsidRDefault="00AB2DE8">
      <w:pPr>
        <w:rPr>
          <w:bCs/>
        </w:rPr>
      </w:pPr>
      <w:r>
        <w:rPr>
          <w:bCs/>
        </w:rPr>
        <w:lastRenderedPageBreak/>
        <w:t>Ils se trouvaient maintenant à l</w:t>
      </w:r>
      <w:r w:rsidR="00C90F8D">
        <w:rPr>
          <w:bCs/>
        </w:rPr>
        <w:t>’</w:t>
      </w:r>
      <w:r>
        <w:rPr>
          <w:bCs/>
        </w:rPr>
        <w:t>entrée d</w:t>
      </w:r>
      <w:r w:rsidR="00C90F8D">
        <w:rPr>
          <w:bCs/>
        </w:rPr>
        <w:t>’</w:t>
      </w:r>
      <w:r>
        <w:rPr>
          <w:bCs/>
        </w:rPr>
        <w:t>une longue pièce obscure</w:t>
      </w:r>
      <w:r w:rsidR="00C90F8D">
        <w:rPr>
          <w:bCs/>
        </w:rPr>
        <w:t xml:space="preserve">. </w:t>
      </w:r>
      <w:r>
        <w:rPr>
          <w:bCs/>
        </w:rPr>
        <w:t>Quelques ampoules électriques</w:t>
      </w:r>
      <w:r w:rsidR="00C90F8D">
        <w:rPr>
          <w:bCs/>
        </w:rPr>
        <w:t xml:space="preserve">, </w:t>
      </w:r>
      <w:r>
        <w:rPr>
          <w:bCs/>
        </w:rPr>
        <w:t>aux verres mal essuyés</w:t>
      </w:r>
      <w:r w:rsidR="00C90F8D">
        <w:rPr>
          <w:bCs/>
        </w:rPr>
        <w:t xml:space="preserve">, </w:t>
      </w:r>
      <w:r>
        <w:rPr>
          <w:bCs/>
        </w:rPr>
        <w:t>y déversaient un lamentable éclairage de quinquets</w:t>
      </w:r>
      <w:r w:rsidR="00C90F8D">
        <w:rPr>
          <w:bCs/>
        </w:rPr>
        <w:t>.</w:t>
      </w:r>
    </w:p>
    <w:p w14:paraId="1412D440" w14:textId="77777777" w:rsidR="00C90F8D" w:rsidRDefault="00AB2DE8">
      <w:pPr>
        <w:rPr>
          <w:bCs/>
        </w:rPr>
      </w:pPr>
      <w:r>
        <w:rPr>
          <w:bCs/>
        </w:rPr>
        <w:t>Derrière eux</w:t>
      </w:r>
      <w:r w:rsidR="00C90F8D">
        <w:rPr>
          <w:bCs/>
        </w:rPr>
        <w:t xml:space="preserve">, </w:t>
      </w:r>
      <w:r>
        <w:rPr>
          <w:bCs/>
        </w:rPr>
        <w:t>un petit Chinois obséquieux</w:t>
      </w:r>
      <w:r w:rsidR="00C90F8D">
        <w:rPr>
          <w:bCs/>
        </w:rPr>
        <w:t xml:space="preserve">, </w:t>
      </w:r>
      <w:r>
        <w:rPr>
          <w:bCs/>
        </w:rPr>
        <w:t>en smoking jaunâtre</w:t>
      </w:r>
      <w:r w:rsidR="00C90F8D">
        <w:rPr>
          <w:bCs/>
        </w:rPr>
        <w:t xml:space="preserve">, </w:t>
      </w:r>
      <w:r>
        <w:rPr>
          <w:bCs/>
        </w:rPr>
        <w:t>venait de refermer la porte</w:t>
      </w:r>
      <w:r w:rsidR="00C90F8D">
        <w:rPr>
          <w:bCs/>
        </w:rPr>
        <w:t xml:space="preserve">, </w:t>
      </w:r>
      <w:r>
        <w:rPr>
          <w:bCs/>
        </w:rPr>
        <w:t>après s</w:t>
      </w:r>
      <w:r w:rsidR="00C90F8D">
        <w:rPr>
          <w:bCs/>
        </w:rPr>
        <w:t>’</w:t>
      </w:r>
      <w:r>
        <w:rPr>
          <w:bCs/>
        </w:rPr>
        <w:t xml:space="preserve">être incliné profondément devant </w:t>
      </w:r>
      <w:proofErr w:type="spellStart"/>
      <w:r>
        <w:rPr>
          <w:bCs/>
        </w:rPr>
        <w:t>Matsui</w:t>
      </w:r>
      <w:proofErr w:type="spellEnd"/>
      <w:r w:rsidR="00C90F8D">
        <w:rPr>
          <w:bCs/>
        </w:rPr>
        <w:t xml:space="preserve">. </w:t>
      </w:r>
      <w:r>
        <w:rPr>
          <w:bCs/>
        </w:rPr>
        <w:t>La salle était meublée</w:t>
      </w:r>
      <w:r w:rsidR="00C90F8D">
        <w:rPr>
          <w:bCs/>
        </w:rPr>
        <w:t xml:space="preserve">, </w:t>
      </w:r>
      <w:r>
        <w:rPr>
          <w:bCs/>
        </w:rPr>
        <w:t>au centre</w:t>
      </w:r>
      <w:r w:rsidR="00C90F8D">
        <w:rPr>
          <w:bCs/>
        </w:rPr>
        <w:t xml:space="preserve">, </w:t>
      </w:r>
      <w:r>
        <w:rPr>
          <w:bCs/>
        </w:rPr>
        <w:t>d</w:t>
      </w:r>
      <w:r w:rsidR="00C90F8D">
        <w:rPr>
          <w:bCs/>
        </w:rPr>
        <w:t>’</w:t>
      </w:r>
      <w:r>
        <w:rPr>
          <w:bCs/>
        </w:rPr>
        <w:t>une table rectangulaire</w:t>
      </w:r>
      <w:r w:rsidR="00C90F8D">
        <w:rPr>
          <w:bCs/>
        </w:rPr>
        <w:t xml:space="preserve">, </w:t>
      </w:r>
      <w:r>
        <w:rPr>
          <w:bCs/>
        </w:rPr>
        <w:t>recouverte d</w:t>
      </w:r>
      <w:r w:rsidR="00C90F8D">
        <w:rPr>
          <w:bCs/>
        </w:rPr>
        <w:t>’</w:t>
      </w:r>
      <w:r>
        <w:rPr>
          <w:bCs/>
        </w:rPr>
        <w:t>un tapis nauséabond</w:t>
      </w:r>
      <w:r w:rsidR="00C90F8D">
        <w:rPr>
          <w:bCs/>
        </w:rPr>
        <w:t xml:space="preserve">. </w:t>
      </w:r>
      <w:r>
        <w:rPr>
          <w:bCs/>
        </w:rPr>
        <w:t>Dans les encoignures</w:t>
      </w:r>
      <w:r w:rsidR="00C90F8D">
        <w:rPr>
          <w:bCs/>
        </w:rPr>
        <w:t xml:space="preserve">, </w:t>
      </w:r>
      <w:r>
        <w:rPr>
          <w:bCs/>
        </w:rPr>
        <w:t>il y avait des guéridons chargés de bouteilles</w:t>
      </w:r>
      <w:r w:rsidR="00C90F8D">
        <w:rPr>
          <w:bCs/>
        </w:rPr>
        <w:t xml:space="preserve">, </w:t>
      </w:r>
      <w:r>
        <w:rPr>
          <w:bCs/>
        </w:rPr>
        <w:t>de verres à demi vides</w:t>
      </w:r>
      <w:r w:rsidR="00C90F8D">
        <w:rPr>
          <w:bCs/>
        </w:rPr>
        <w:t xml:space="preserve">. </w:t>
      </w:r>
      <w:r>
        <w:rPr>
          <w:bCs/>
        </w:rPr>
        <w:t>De consommateurs</w:t>
      </w:r>
      <w:r w:rsidR="00C90F8D">
        <w:rPr>
          <w:bCs/>
        </w:rPr>
        <w:t xml:space="preserve">, </w:t>
      </w:r>
      <w:r>
        <w:rPr>
          <w:bCs/>
        </w:rPr>
        <w:t>point</w:t>
      </w:r>
      <w:r w:rsidR="00C90F8D">
        <w:rPr>
          <w:bCs/>
        </w:rPr>
        <w:t xml:space="preserve">. </w:t>
      </w:r>
      <w:r>
        <w:rPr>
          <w:bCs/>
        </w:rPr>
        <w:t>Ils se pressaient</w:t>
      </w:r>
      <w:r w:rsidR="00C90F8D">
        <w:rPr>
          <w:bCs/>
        </w:rPr>
        <w:t xml:space="preserve">, </w:t>
      </w:r>
      <w:r>
        <w:rPr>
          <w:bCs/>
        </w:rPr>
        <w:t>assis ou debout</w:t>
      </w:r>
      <w:r w:rsidR="00C90F8D">
        <w:rPr>
          <w:bCs/>
        </w:rPr>
        <w:t xml:space="preserve">, </w:t>
      </w:r>
      <w:r>
        <w:rPr>
          <w:bCs/>
        </w:rPr>
        <w:t>autour de la grande table</w:t>
      </w:r>
      <w:r w:rsidR="00C90F8D">
        <w:rPr>
          <w:bCs/>
        </w:rPr>
        <w:t xml:space="preserve">, </w:t>
      </w:r>
      <w:r>
        <w:rPr>
          <w:bCs/>
        </w:rPr>
        <w:t>où l</w:t>
      </w:r>
      <w:r w:rsidR="00C90F8D">
        <w:rPr>
          <w:bCs/>
        </w:rPr>
        <w:t>’</w:t>
      </w:r>
      <w:r>
        <w:rPr>
          <w:bCs/>
        </w:rPr>
        <w:t>on jouait</w:t>
      </w:r>
      <w:r w:rsidR="00C90F8D">
        <w:rPr>
          <w:bCs/>
        </w:rPr>
        <w:t>.</w:t>
      </w:r>
    </w:p>
    <w:p w14:paraId="155954F4" w14:textId="77777777" w:rsidR="00C90F8D" w:rsidRDefault="00AB2DE8">
      <w:pPr>
        <w:rPr>
          <w:bCs/>
        </w:rPr>
      </w:pPr>
      <w:r>
        <w:rPr>
          <w:bCs/>
        </w:rPr>
        <w:t>On jouait</w:t>
      </w:r>
      <w:r w:rsidR="00C90F8D">
        <w:rPr>
          <w:bCs/>
        </w:rPr>
        <w:t xml:space="preserve">. </w:t>
      </w:r>
      <w:r>
        <w:rPr>
          <w:bCs/>
        </w:rPr>
        <w:t>Sordide partie</w:t>
      </w:r>
      <w:r w:rsidR="00C90F8D">
        <w:rPr>
          <w:bCs/>
        </w:rPr>
        <w:t xml:space="preserve">, </w:t>
      </w:r>
      <w:r>
        <w:rPr>
          <w:bCs/>
        </w:rPr>
        <w:t>à cause de la sordide assistance</w:t>
      </w:r>
      <w:r w:rsidR="00C90F8D">
        <w:rPr>
          <w:bCs/>
        </w:rPr>
        <w:t xml:space="preserve">. </w:t>
      </w:r>
      <w:r>
        <w:rPr>
          <w:bCs/>
        </w:rPr>
        <w:t>Il paraissait invraisemblable qu</w:t>
      </w:r>
      <w:r w:rsidR="00C90F8D">
        <w:rPr>
          <w:bCs/>
        </w:rPr>
        <w:t>’</w:t>
      </w:r>
      <w:r>
        <w:rPr>
          <w:bCs/>
        </w:rPr>
        <w:t>aucun de ces joueurs eût jamais connu la lumière du soleil</w:t>
      </w:r>
      <w:r w:rsidR="00C90F8D">
        <w:rPr>
          <w:bCs/>
        </w:rPr>
        <w:t xml:space="preserve">. </w:t>
      </w:r>
      <w:r>
        <w:rPr>
          <w:bCs/>
        </w:rPr>
        <w:t>Il y avait là des yankees suspects</w:t>
      </w:r>
      <w:r w:rsidR="00C90F8D">
        <w:rPr>
          <w:bCs/>
        </w:rPr>
        <w:t xml:space="preserve">, </w:t>
      </w:r>
      <w:r>
        <w:rPr>
          <w:bCs/>
        </w:rPr>
        <w:t>de mauvais Anglais</w:t>
      </w:r>
      <w:r w:rsidR="00C90F8D">
        <w:rPr>
          <w:bCs/>
        </w:rPr>
        <w:t xml:space="preserve">, </w:t>
      </w:r>
      <w:r>
        <w:rPr>
          <w:bCs/>
        </w:rPr>
        <w:t>des Chinois bouffis</w:t>
      </w:r>
      <w:r w:rsidR="00C90F8D">
        <w:rPr>
          <w:bCs/>
        </w:rPr>
        <w:t xml:space="preserve">, </w:t>
      </w:r>
      <w:r>
        <w:rPr>
          <w:bCs/>
        </w:rPr>
        <w:t>un Coréen tout blanc</w:t>
      </w:r>
      <w:r w:rsidR="00C90F8D">
        <w:rPr>
          <w:bCs/>
        </w:rPr>
        <w:t xml:space="preserve">, </w:t>
      </w:r>
      <w:r>
        <w:rPr>
          <w:bCs/>
        </w:rPr>
        <w:t>des ruffians de tous les pays</w:t>
      </w:r>
      <w:r w:rsidR="00C90F8D">
        <w:rPr>
          <w:bCs/>
        </w:rPr>
        <w:t xml:space="preserve">, </w:t>
      </w:r>
      <w:r>
        <w:rPr>
          <w:bCs/>
        </w:rPr>
        <w:t>de tous les mondes</w:t>
      </w:r>
      <w:r w:rsidR="00C90F8D">
        <w:rPr>
          <w:bCs/>
        </w:rPr>
        <w:t xml:space="preserve">. </w:t>
      </w:r>
      <w:r>
        <w:rPr>
          <w:bCs/>
        </w:rPr>
        <w:t>À chaque carte retournée</w:t>
      </w:r>
      <w:r w:rsidR="00C90F8D">
        <w:rPr>
          <w:bCs/>
        </w:rPr>
        <w:t xml:space="preserve">, </w:t>
      </w:r>
      <w:r>
        <w:rPr>
          <w:bCs/>
        </w:rPr>
        <w:t>un frisson</w:t>
      </w:r>
      <w:r w:rsidR="00C90F8D">
        <w:rPr>
          <w:bCs/>
        </w:rPr>
        <w:t xml:space="preserve">, </w:t>
      </w:r>
      <w:r>
        <w:rPr>
          <w:bCs/>
        </w:rPr>
        <w:t>une rumeur patibulaire courait</w:t>
      </w:r>
      <w:r w:rsidR="00C90F8D">
        <w:rPr>
          <w:bCs/>
        </w:rPr>
        <w:t>.</w:t>
      </w:r>
    </w:p>
    <w:p w14:paraId="305DDFBE" w14:textId="77777777" w:rsidR="00C90F8D" w:rsidRDefault="00AB2DE8">
      <w:pPr>
        <w:rPr>
          <w:bCs/>
        </w:rPr>
      </w:pPr>
      <w:r>
        <w:rPr>
          <w:bCs/>
        </w:rPr>
        <w:t>Appuyé à la muraille</w:t>
      </w:r>
      <w:r w:rsidR="00C90F8D">
        <w:rPr>
          <w:bCs/>
        </w:rPr>
        <w:t xml:space="preserve">, </w:t>
      </w:r>
      <w:r>
        <w:rPr>
          <w:bCs/>
        </w:rPr>
        <w:t>Schmidt contemplait ce spectacle avec écœurement</w:t>
      </w:r>
      <w:r w:rsidR="00C90F8D">
        <w:rPr>
          <w:bCs/>
        </w:rPr>
        <w:t xml:space="preserve">. </w:t>
      </w:r>
      <w:proofErr w:type="spellStart"/>
      <w:r>
        <w:rPr>
          <w:bCs/>
        </w:rPr>
        <w:t>Matsui</w:t>
      </w:r>
      <w:proofErr w:type="spellEnd"/>
      <w:r>
        <w:rPr>
          <w:bCs/>
        </w:rPr>
        <w:t xml:space="preserve"> ne quittait pas des yeux Forestier</w:t>
      </w:r>
      <w:r w:rsidR="00C90F8D">
        <w:rPr>
          <w:bCs/>
        </w:rPr>
        <w:t>.</w:t>
      </w:r>
    </w:p>
    <w:p w14:paraId="400ABB1E" w14:textId="77777777" w:rsidR="00C90F8D" w:rsidRDefault="00C90F8D">
      <w:pPr>
        <w:rPr>
          <w:bCs/>
        </w:rPr>
      </w:pPr>
      <w:r>
        <w:rPr>
          <w:rFonts w:eastAsia="Georgia"/>
        </w:rPr>
        <w:t>— </w:t>
      </w:r>
      <w:r w:rsidR="00AB2DE8">
        <w:rPr>
          <w:bCs/>
        </w:rPr>
        <w:t>Eh bien</w:t>
      </w:r>
      <w:r>
        <w:rPr>
          <w:bCs/>
        </w:rPr>
        <w:t xml:space="preserve">, </w:t>
      </w:r>
      <w:r w:rsidR="00AB2DE8">
        <w:rPr>
          <w:bCs/>
        </w:rPr>
        <w:t>lui dit-il</w:t>
      </w:r>
      <w:r>
        <w:rPr>
          <w:bCs/>
        </w:rPr>
        <w:t xml:space="preserve">, </w:t>
      </w:r>
      <w:r w:rsidR="00AB2DE8">
        <w:rPr>
          <w:bCs/>
        </w:rPr>
        <w:t>après une minute d</w:t>
      </w:r>
      <w:r>
        <w:rPr>
          <w:bCs/>
        </w:rPr>
        <w:t>’</w:t>
      </w:r>
      <w:r w:rsidR="00AB2DE8">
        <w:rPr>
          <w:bCs/>
        </w:rPr>
        <w:t>attente</w:t>
      </w:r>
      <w:r>
        <w:rPr>
          <w:bCs/>
        </w:rPr>
        <w:t xml:space="preserve">, </w:t>
      </w:r>
      <w:r w:rsidR="00AB2DE8">
        <w:rPr>
          <w:bCs/>
        </w:rPr>
        <w:t>il me semble que vous avez perdu</w:t>
      </w:r>
      <w:r>
        <w:rPr>
          <w:bCs/>
        </w:rPr>
        <w:t>.</w:t>
      </w:r>
    </w:p>
    <w:p w14:paraId="3D0D6ED1" w14:textId="77777777" w:rsidR="00C90F8D" w:rsidRDefault="00AB2DE8">
      <w:pPr>
        <w:rPr>
          <w:bCs/>
        </w:rPr>
      </w:pPr>
      <w:r>
        <w:rPr>
          <w:bCs/>
        </w:rPr>
        <w:t>Forestier parut sortir d</w:t>
      </w:r>
      <w:r w:rsidR="00C90F8D">
        <w:rPr>
          <w:bCs/>
        </w:rPr>
        <w:t>’</w:t>
      </w:r>
      <w:r>
        <w:rPr>
          <w:bCs/>
        </w:rPr>
        <w:t>un rêve</w:t>
      </w:r>
      <w:r w:rsidR="00C90F8D">
        <w:rPr>
          <w:bCs/>
        </w:rPr>
        <w:t>.</w:t>
      </w:r>
    </w:p>
    <w:p w14:paraId="71D54AD7" w14:textId="77777777" w:rsidR="00C90F8D" w:rsidRDefault="00C90F8D">
      <w:pPr>
        <w:rPr>
          <w:bCs/>
        </w:rPr>
      </w:pPr>
      <w:r>
        <w:rPr>
          <w:rFonts w:eastAsia="Georgia"/>
        </w:rPr>
        <w:t>— </w:t>
      </w:r>
      <w:r w:rsidR="00AB2DE8">
        <w:rPr>
          <w:bCs/>
        </w:rPr>
        <w:t>C</w:t>
      </w:r>
      <w:r>
        <w:rPr>
          <w:bCs/>
        </w:rPr>
        <w:t>’</w:t>
      </w:r>
      <w:r w:rsidR="00AB2DE8">
        <w:rPr>
          <w:bCs/>
        </w:rPr>
        <w:t>est ce qui vous trompe</w:t>
      </w:r>
      <w:r>
        <w:rPr>
          <w:bCs/>
        </w:rPr>
        <w:t xml:space="preserve">, </w:t>
      </w:r>
      <w:r w:rsidR="00AB2DE8">
        <w:rPr>
          <w:bCs/>
        </w:rPr>
        <w:t>répliqua-t-il doucement</w:t>
      </w:r>
      <w:r>
        <w:rPr>
          <w:bCs/>
        </w:rPr>
        <w:t xml:space="preserve">. </w:t>
      </w:r>
      <w:r w:rsidR="00AB2DE8">
        <w:rPr>
          <w:bCs/>
        </w:rPr>
        <w:t>Voilà mon homme</w:t>
      </w:r>
      <w:r>
        <w:rPr>
          <w:bCs/>
        </w:rPr>
        <w:t xml:space="preserve">, </w:t>
      </w:r>
      <w:r w:rsidR="00AB2DE8">
        <w:rPr>
          <w:bCs/>
        </w:rPr>
        <w:t xml:space="preserve">major </w:t>
      </w:r>
      <w:proofErr w:type="spellStart"/>
      <w:r w:rsidR="00AB2DE8">
        <w:rPr>
          <w:bCs/>
        </w:rPr>
        <w:t>Matsui</w:t>
      </w:r>
      <w:proofErr w:type="spellEnd"/>
      <w:r>
        <w:rPr>
          <w:bCs/>
        </w:rPr>
        <w:t xml:space="preserve">. </w:t>
      </w:r>
      <w:r w:rsidR="00AB2DE8">
        <w:rPr>
          <w:bCs/>
        </w:rPr>
        <w:t>J</w:t>
      </w:r>
      <w:r>
        <w:rPr>
          <w:bCs/>
        </w:rPr>
        <w:t>’</w:t>
      </w:r>
      <w:r w:rsidR="00AB2DE8">
        <w:rPr>
          <w:bCs/>
        </w:rPr>
        <w:t>ai gagné</w:t>
      </w:r>
      <w:r>
        <w:rPr>
          <w:bCs/>
        </w:rPr>
        <w:t>.</w:t>
      </w:r>
    </w:p>
    <w:p w14:paraId="3F39D715" w14:textId="77777777" w:rsidR="00C90F8D" w:rsidRDefault="00AB2DE8">
      <w:pPr>
        <w:rPr>
          <w:bCs/>
        </w:rPr>
      </w:pPr>
      <w:r>
        <w:rPr>
          <w:bCs/>
        </w:rPr>
        <w:t>S</w:t>
      </w:r>
      <w:r w:rsidR="00C90F8D">
        <w:rPr>
          <w:bCs/>
        </w:rPr>
        <w:t>’</w:t>
      </w:r>
      <w:r>
        <w:rPr>
          <w:bCs/>
        </w:rPr>
        <w:t xml:space="preserve">étant un peu déplacés vers la gauche Schmidt et </w:t>
      </w:r>
      <w:proofErr w:type="spellStart"/>
      <w:r>
        <w:rPr>
          <w:bCs/>
        </w:rPr>
        <w:t>Matsui</w:t>
      </w:r>
      <w:proofErr w:type="spellEnd"/>
      <w:r>
        <w:rPr>
          <w:bCs/>
        </w:rPr>
        <w:t xml:space="preserve"> regardèrent</w:t>
      </w:r>
      <w:r w:rsidR="00C90F8D">
        <w:rPr>
          <w:bCs/>
        </w:rPr>
        <w:t xml:space="preserve">. </w:t>
      </w:r>
      <w:r>
        <w:rPr>
          <w:bCs/>
        </w:rPr>
        <w:t>Le personnage ainsi désigné pouvait avoir une soixantaine d</w:t>
      </w:r>
      <w:r w:rsidR="00C90F8D">
        <w:rPr>
          <w:bCs/>
        </w:rPr>
        <w:t>’</w:t>
      </w:r>
      <w:r>
        <w:rPr>
          <w:bCs/>
        </w:rPr>
        <w:t>années</w:t>
      </w:r>
      <w:r w:rsidR="00C90F8D">
        <w:rPr>
          <w:bCs/>
        </w:rPr>
        <w:t xml:space="preserve">, </w:t>
      </w:r>
      <w:r>
        <w:rPr>
          <w:bCs/>
        </w:rPr>
        <w:t xml:space="preserve">mais les ravages imprimés sur sa face </w:t>
      </w:r>
      <w:r>
        <w:rPr>
          <w:bCs/>
        </w:rPr>
        <w:lastRenderedPageBreak/>
        <w:t>faisaient qu</w:t>
      </w:r>
      <w:r w:rsidR="00C90F8D">
        <w:rPr>
          <w:bCs/>
        </w:rPr>
        <w:t>’</w:t>
      </w:r>
      <w:r>
        <w:rPr>
          <w:bCs/>
        </w:rPr>
        <w:t>il en accusait beaucoup plus</w:t>
      </w:r>
      <w:r w:rsidR="00C90F8D">
        <w:rPr>
          <w:bCs/>
        </w:rPr>
        <w:t xml:space="preserve"> : </w:t>
      </w:r>
      <w:r>
        <w:rPr>
          <w:bCs/>
        </w:rPr>
        <w:t>dix</w:t>
      </w:r>
      <w:r w:rsidR="00C90F8D">
        <w:rPr>
          <w:bCs/>
        </w:rPr>
        <w:t xml:space="preserve">, </w:t>
      </w:r>
      <w:r>
        <w:rPr>
          <w:bCs/>
        </w:rPr>
        <w:t>vingt</w:t>
      </w:r>
      <w:r w:rsidR="00C90F8D">
        <w:rPr>
          <w:bCs/>
        </w:rPr>
        <w:t xml:space="preserve">, </w:t>
      </w:r>
      <w:r>
        <w:rPr>
          <w:bCs/>
        </w:rPr>
        <w:t>trente ans de plus</w:t>
      </w:r>
      <w:r w:rsidR="00C90F8D">
        <w:rPr>
          <w:bCs/>
        </w:rPr>
        <w:t xml:space="preserve">, </w:t>
      </w:r>
      <w:r>
        <w:rPr>
          <w:bCs/>
        </w:rPr>
        <w:t>peut-être</w:t>
      </w:r>
      <w:r w:rsidR="00C90F8D">
        <w:rPr>
          <w:bCs/>
        </w:rPr>
        <w:t xml:space="preserve">… </w:t>
      </w:r>
      <w:r>
        <w:rPr>
          <w:bCs/>
        </w:rPr>
        <w:t>on ne savait pas</w:t>
      </w:r>
      <w:r w:rsidR="00C90F8D">
        <w:rPr>
          <w:bCs/>
        </w:rPr>
        <w:t xml:space="preserve">. </w:t>
      </w:r>
      <w:r>
        <w:rPr>
          <w:bCs/>
        </w:rPr>
        <w:t>Le visage pourtant n</w:t>
      </w:r>
      <w:r w:rsidR="00C90F8D">
        <w:rPr>
          <w:bCs/>
        </w:rPr>
        <w:t>’</w:t>
      </w:r>
      <w:r>
        <w:rPr>
          <w:bCs/>
        </w:rPr>
        <w:t>avait pas dû être sans noblesse</w:t>
      </w:r>
      <w:r w:rsidR="00C90F8D">
        <w:rPr>
          <w:bCs/>
        </w:rPr>
        <w:t xml:space="preserve">, </w:t>
      </w:r>
      <w:r>
        <w:rPr>
          <w:bCs/>
        </w:rPr>
        <w:t>à peu près comme la redingote avachie qui vêtait le malheureux et dont les pans traînaient sur le plancher gras n</w:t>
      </w:r>
      <w:r w:rsidR="00C90F8D">
        <w:rPr>
          <w:bCs/>
        </w:rPr>
        <w:t>’</w:t>
      </w:r>
      <w:r>
        <w:rPr>
          <w:bCs/>
        </w:rPr>
        <w:t>avait pas dû être sans élégance</w:t>
      </w:r>
      <w:r w:rsidR="00C90F8D">
        <w:rPr>
          <w:bCs/>
        </w:rPr>
        <w:t>.</w:t>
      </w:r>
    </w:p>
    <w:p w14:paraId="1318064F" w14:textId="77777777" w:rsidR="00C90F8D" w:rsidRDefault="00AB2DE8">
      <w:pPr>
        <w:rPr>
          <w:bCs/>
        </w:rPr>
      </w:pPr>
      <w:r>
        <w:rPr>
          <w:bCs/>
        </w:rPr>
        <w:t>C</w:t>
      </w:r>
      <w:r w:rsidR="00C90F8D">
        <w:rPr>
          <w:bCs/>
        </w:rPr>
        <w:t>’</w:t>
      </w:r>
      <w:r>
        <w:rPr>
          <w:bCs/>
        </w:rPr>
        <w:t>était à lui précisément de donner les cartes</w:t>
      </w:r>
      <w:r w:rsidR="00C90F8D">
        <w:rPr>
          <w:bCs/>
        </w:rPr>
        <w:t xml:space="preserve">. </w:t>
      </w:r>
      <w:r>
        <w:rPr>
          <w:bCs/>
        </w:rPr>
        <w:t>Il se pencha pour les prendre</w:t>
      </w:r>
      <w:r w:rsidR="00C90F8D">
        <w:rPr>
          <w:bCs/>
        </w:rPr>
        <w:t xml:space="preserve">, </w:t>
      </w:r>
      <w:r>
        <w:rPr>
          <w:bCs/>
        </w:rPr>
        <w:t>et l</w:t>
      </w:r>
      <w:r w:rsidR="00C90F8D">
        <w:rPr>
          <w:bCs/>
        </w:rPr>
        <w:t>’</w:t>
      </w:r>
      <w:r>
        <w:rPr>
          <w:bCs/>
        </w:rPr>
        <w:t>expression qu</w:t>
      </w:r>
      <w:r w:rsidR="00C90F8D">
        <w:rPr>
          <w:bCs/>
        </w:rPr>
        <w:t>’</w:t>
      </w:r>
      <w:r>
        <w:rPr>
          <w:bCs/>
        </w:rPr>
        <w:t>il eut en cet instant fut tragique à voir</w:t>
      </w:r>
      <w:r w:rsidR="00C90F8D">
        <w:rPr>
          <w:bCs/>
        </w:rPr>
        <w:t>.</w:t>
      </w:r>
    </w:p>
    <w:p w14:paraId="4D3CF714" w14:textId="77777777" w:rsidR="00C90F8D" w:rsidRDefault="00C90F8D">
      <w:pPr>
        <w:rPr>
          <w:bCs/>
        </w:rPr>
      </w:pPr>
      <w:r>
        <w:rPr>
          <w:rFonts w:eastAsia="Georgia"/>
        </w:rPr>
        <w:t>— </w:t>
      </w:r>
      <w:r w:rsidR="00AB2DE8">
        <w:rPr>
          <w:bCs/>
        </w:rPr>
        <w:t>Huit</w:t>
      </w:r>
      <w:r>
        <w:rPr>
          <w:bCs/>
        </w:rPr>
        <w:t> !</w:t>
      </w:r>
    </w:p>
    <w:p w14:paraId="39C6070B" w14:textId="77777777" w:rsidR="00C90F8D" w:rsidRDefault="00AB2DE8">
      <w:pPr>
        <w:rPr>
          <w:bCs/>
        </w:rPr>
      </w:pPr>
      <w:r>
        <w:rPr>
          <w:bCs/>
        </w:rPr>
        <w:t>Il abattit son jeu</w:t>
      </w:r>
      <w:r w:rsidR="00C90F8D">
        <w:rPr>
          <w:bCs/>
        </w:rPr>
        <w:t xml:space="preserve">. </w:t>
      </w:r>
      <w:r>
        <w:rPr>
          <w:bCs/>
        </w:rPr>
        <w:t>Un bruit métallique retentit</w:t>
      </w:r>
      <w:r w:rsidR="00C90F8D">
        <w:rPr>
          <w:bCs/>
        </w:rPr>
        <w:t xml:space="preserve">. </w:t>
      </w:r>
      <w:r>
        <w:rPr>
          <w:bCs/>
        </w:rPr>
        <w:t>Le crochet de fer qui lui tenait lieu de main venait de heurter la table</w:t>
      </w:r>
      <w:r w:rsidR="00C90F8D">
        <w:rPr>
          <w:bCs/>
        </w:rPr>
        <w:t>.</w:t>
      </w:r>
    </w:p>
    <w:p w14:paraId="5CAFBF68" w14:textId="77777777" w:rsidR="00C90F8D" w:rsidRDefault="00C90F8D">
      <w:pPr>
        <w:rPr>
          <w:bCs/>
        </w:rPr>
      </w:pPr>
      <w:r>
        <w:rPr>
          <w:rFonts w:eastAsia="Georgia"/>
        </w:rPr>
        <w:t>— </w:t>
      </w:r>
      <w:proofErr w:type="spellStart"/>
      <w:r w:rsidR="00AB2DE8">
        <w:rPr>
          <w:bCs/>
        </w:rPr>
        <w:t>Matsui</w:t>
      </w:r>
      <w:proofErr w:type="spellEnd"/>
      <w:r>
        <w:rPr>
          <w:bCs/>
        </w:rPr>
        <w:t xml:space="preserve">, </w:t>
      </w:r>
      <w:r w:rsidR="00AB2DE8">
        <w:rPr>
          <w:bCs/>
        </w:rPr>
        <w:t>murmura Schmidt avec épouvante</w:t>
      </w:r>
      <w:r>
        <w:rPr>
          <w:bCs/>
        </w:rPr>
        <w:t xml:space="preserve">, </w:t>
      </w:r>
      <w:proofErr w:type="spellStart"/>
      <w:r w:rsidR="00AB2DE8">
        <w:rPr>
          <w:bCs/>
        </w:rPr>
        <w:t>Matsui</w:t>
      </w:r>
      <w:proofErr w:type="spellEnd"/>
      <w:r>
        <w:rPr>
          <w:bCs/>
        </w:rPr>
        <w:t xml:space="preserve">, </w:t>
      </w:r>
      <w:r w:rsidR="00AB2DE8">
        <w:rPr>
          <w:bCs/>
        </w:rPr>
        <w:t>pour Dieu</w:t>
      </w:r>
      <w:r>
        <w:rPr>
          <w:bCs/>
        </w:rPr>
        <w:t xml:space="preserve">, </w:t>
      </w:r>
      <w:r w:rsidR="00AB2DE8">
        <w:rPr>
          <w:bCs/>
        </w:rPr>
        <w:t>attention</w:t>
      </w:r>
      <w:r>
        <w:rPr>
          <w:bCs/>
        </w:rPr>
        <w:t> !</w:t>
      </w:r>
    </w:p>
    <w:p w14:paraId="374B88E5" w14:textId="77777777" w:rsidR="00C90F8D" w:rsidRDefault="00AB2DE8">
      <w:pPr>
        <w:rPr>
          <w:bCs/>
        </w:rPr>
      </w:pPr>
      <w:r>
        <w:rPr>
          <w:bCs/>
        </w:rPr>
        <w:t>Trop tard</w:t>
      </w:r>
      <w:r w:rsidR="00C90F8D">
        <w:rPr>
          <w:bCs/>
        </w:rPr>
        <w:t xml:space="preserve"> ! </w:t>
      </w:r>
      <w:r>
        <w:rPr>
          <w:bCs/>
        </w:rPr>
        <w:t>Forestier leur avait échappé</w:t>
      </w:r>
      <w:r w:rsidR="00C90F8D">
        <w:rPr>
          <w:bCs/>
        </w:rPr>
        <w:t xml:space="preserve">. </w:t>
      </w:r>
      <w:r>
        <w:rPr>
          <w:bCs/>
        </w:rPr>
        <w:t>Il était déjà auprès du vieillard</w:t>
      </w:r>
      <w:r w:rsidR="00C90F8D">
        <w:rPr>
          <w:bCs/>
        </w:rPr>
        <w:t xml:space="preserve">. </w:t>
      </w:r>
      <w:r>
        <w:rPr>
          <w:bCs/>
        </w:rPr>
        <w:t>Agrippant son épaule</w:t>
      </w:r>
      <w:r w:rsidR="00C90F8D">
        <w:rPr>
          <w:bCs/>
        </w:rPr>
        <w:t xml:space="preserve">, </w:t>
      </w:r>
      <w:r>
        <w:rPr>
          <w:bCs/>
        </w:rPr>
        <w:t>il le contraignit à se retourner</w:t>
      </w:r>
      <w:r w:rsidR="00C90F8D">
        <w:rPr>
          <w:bCs/>
        </w:rPr>
        <w:t>.</w:t>
      </w:r>
    </w:p>
    <w:p w14:paraId="2125ED22" w14:textId="77777777" w:rsidR="00C90F8D" w:rsidRDefault="00C90F8D">
      <w:pPr>
        <w:rPr>
          <w:bCs/>
        </w:rPr>
      </w:pPr>
      <w:r>
        <w:rPr>
          <w:rFonts w:eastAsia="Georgia"/>
        </w:rPr>
        <w:t>— </w:t>
      </w:r>
      <w:r w:rsidR="00AB2DE8">
        <w:rPr>
          <w:bCs/>
        </w:rPr>
        <w:t>Eh bien</w:t>
      </w:r>
      <w:r>
        <w:rPr>
          <w:bCs/>
        </w:rPr>
        <w:t xml:space="preserve">, </w:t>
      </w:r>
      <w:r w:rsidR="00AB2DE8">
        <w:rPr>
          <w:bCs/>
        </w:rPr>
        <w:t>vieille fripouille</w:t>
      </w:r>
      <w:r>
        <w:rPr>
          <w:bCs/>
        </w:rPr>
        <w:t xml:space="preserve">, </w:t>
      </w:r>
      <w:r w:rsidR="00AB2DE8">
        <w:rPr>
          <w:bCs/>
        </w:rPr>
        <w:t>toujours solide au poste</w:t>
      </w:r>
      <w:r>
        <w:rPr>
          <w:bCs/>
        </w:rPr>
        <w:t xml:space="preserve"> ! </w:t>
      </w:r>
      <w:r w:rsidR="00AB2DE8">
        <w:rPr>
          <w:bCs/>
        </w:rPr>
        <w:t>On ne reconnaît donc plus les petits camarades</w:t>
      </w:r>
      <w:r>
        <w:rPr>
          <w:bCs/>
        </w:rPr>
        <w:t> ?</w:t>
      </w:r>
    </w:p>
    <w:p w14:paraId="701D9852" w14:textId="77777777" w:rsidR="00C90F8D" w:rsidRDefault="00AB2DE8">
      <w:pPr>
        <w:rPr>
          <w:bCs/>
        </w:rPr>
      </w:pPr>
      <w:r>
        <w:rPr>
          <w:bCs/>
        </w:rPr>
        <w:t>Surpris dans le compte de son gain</w:t>
      </w:r>
      <w:r w:rsidR="00C90F8D">
        <w:rPr>
          <w:bCs/>
        </w:rPr>
        <w:t xml:space="preserve">, </w:t>
      </w:r>
      <w:r>
        <w:rPr>
          <w:bCs/>
        </w:rPr>
        <w:t>l</w:t>
      </w:r>
      <w:r w:rsidR="00C90F8D">
        <w:rPr>
          <w:bCs/>
        </w:rPr>
        <w:t>’</w:t>
      </w:r>
      <w:r>
        <w:rPr>
          <w:bCs/>
        </w:rPr>
        <w:t>autre s</w:t>
      </w:r>
      <w:r w:rsidR="00C90F8D">
        <w:rPr>
          <w:bCs/>
        </w:rPr>
        <w:t>’</w:t>
      </w:r>
      <w:r>
        <w:rPr>
          <w:bCs/>
        </w:rPr>
        <w:t>était soulevé</w:t>
      </w:r>
      <w:r w:rsidR="00C90F8D">
        <w:rPr>
          <w:bCs/>
        </w:rPr>
        <w:t xml:space="preserve">. </w:t>
      </w:r>
      <w:r>
        <w:rPr>
          <w:bCs/>
        </w:rPr>
        <w:t>Il considérait Forestier avec un ahurissement</w:t>
      </w:r>
      <w:r w:rsidR="00C90F8D">
        <w:rPr>
          <w:bCs/>
        </w:rPr>
        <w:t xml:space="preserve">, </w:t>
      </w:r>
      <w:r>
        <w:rPr>
          <w:bCs/>
        </w:rPr>
        <w:t>une hébétude impossibles à décrire</w:t>
      </w:r>
      <w:r w:rsidR="00C90F8D">
        <w:rPr>
          <w:bCs/>
        </w:rPr>
        <w:t>.</w:t>
      </w:r>
    </w:p>
    <w:p w14:paraId="7B25D09B" w14:textId="77777777" w:rsidR="00C90F8D" w:rsidRDefault="00C90F8D">
      <w:pPr>
        <w:rPr>
          <w:bCs/>
        </w:rPr>
      </w:pPr>
      <w:r>
        <w:rPr>
          <w:rFonts w:eastAsia="Georgia"/>
        </w:rPr>
        <w:t>— </w:t>
      </w:r>
      <w:r w:rsidR="00AB2DE8">
        <w:rPr>
          <w:bCs/>
        </w:rPr>
        <w:t>Eh mais</w:t>
      </w:r>
      <w:r>
        <w:rPr>
          <w:bCs/>
        </w:rPr>
        <w:t xml:space="preserve">, </w:t>
      </w:r>
      <w:r w:rsidR="00AB2DE8">
        <w:rPr>
          <w:bCs/>
        </w:rPr>
        <w:t>parvint-il à dire enfin</w:t>
      </w:r>
      <w:r>
        <w:rPr>
          <w:bCs/>
        </w:rPr>
        <w:t xml:space="preserve">, </w:t>
      </w:r>
      <w:r w:rsidR="00AB2DE8">
        <w:rPr>
          <w:bCs/>
        </w:rPr>
        <w:t>remuant péniblement sa langue pâteuse</w:t>
      </w:r>
      <w:r>
        <w:rPr>
          <w:bCs/>
        </w:rPr>
        <w:t xml:space="preserve">, </w:t>
      </w:r>
      <w:r w:rsidR="00AB2DE8">
        <w:rPr>
          <w:bCs/>
        </w:rPr>
        <w:t>je ne me trompe pas</w:t>
      </w:r>
      <w:r>
        <w:rPr>
          <w:bCs/>
        </w:rPr>
        <w:t xml:space="preserve">, </w:t>
      </w:r>
      <w:r w:rsidR="00AB2DE8">
        <w:rPr>
          <w:bCs/>
        </w:rPr>
        <w:t>c</w:t>
      </w:r>
      <w:r>
        <w:rPr>
          <w:bCs/>
        </w:rPr>
        <w:t>’</w:t>
      </w:r>
      <w:r w:rsidR="00AB2DE8">
        <w:rPr>
          <w:bCs/>
        </w:rPr>
        <w:t>est Charlie</w:t>
      </w:r>
      <w:r>
        <w:rPr>
          <w:bCs/>
        </w:rPr>
        <w:t xml:space="preserve">, </w:t>
      </w:r>
      <w:r w:rsidR="00AB2DE8">
        <w:rPr>
          <w:bCs/>
        </w:rPr>
        <w:t>ce cher Charlie</w:t>
      </w:r>
      <w:r>
        <w:rPr>
          <w:bCs/>
        </w:rPr>
        <w:t xml:space="preserve"> ! </w:t>
      </w:r>
      <w:r w:rsidR="00AB2DE8">
        <w:rPr>
          <w:bCs/>
        </w:rPr>
        <w:t>Il y avait longtemps qu</w:t>
      </w:r>
      <w:r>
        <w:rPr>
          <w:bCs/>
        </w:rPr>
        <w:t>’</w:t>
      </w:r>
      <w:r w:rsidR="00AB2DE8">
        <w:rPr>
          <w:bCs/>
        </w:rPr>
        <w:t>on ne s</w:t>
      </w:r>
      <w:r>
        <w:rPr>
          <w:bCs/>
        </w:rPr>
        <w:t>’</w:t>
      </w:r>
      <w:r w:rsidR="00AB2DE8">
        <w:rPr>
          <w:bCs/>
        </w:rPr>
        <w:t>était vu</w:t>
      </w:r>
      <w:r>
        <w:rPr>
          <w:bCs/>
        </w:rPr>
        <w:t xml:space="preserve">, </w:t>
      </w:r>
      <w:r w:rsidR="00AB2DE8">
        <w:rPr>
          <w:bCs/>
        </w:rPr>
        <w:t>petit frère</w:t>
      </w:r>
      <w:r>
        <w:rPr>
          <w:bCs/>
        </w:rPr>
        <w:t xml:space="preserve">. </w:t>
      </w:r>
      <w:r w:rsidR="00AB2DE8">
        <w:rPr>
          <w:bCs/>
        </w:rPr>
        <w:t>Tu viens pour la partie</w:t>
      </w:r>
      <w:r>
        <w:rPr>
          <w:bCs/>
        </w:rPr>
        <w:t xml:space="preserve">, </w:t>
      </w:r>
      <w:r w:rsidR="00AB2DE8">
        <w:rPr>
          <w:bCs/>
        </w:rPr>
        <w:t>hein</w:t>
      </w:r>
      <w:r>
        <w:rPr>
          <w:bCs/>
        </w:rPr>
        <w:t> ?</w:t>
      </w:r>
    </w:p>
    <w:p w14:paraId="21E10407" w14:textId="77777777" w:rsidR="00C90F8D" w:rsidRDefault="00AB2DE8">
      <w:pPr>
        <w:rPr>
          <w:bCs/>
        </w:rPr>
      </w:pPr>
      <w:r>
        <w:rPr>
          <w:bCs/>
        </w:rPr>
        <w:t>Ce qui se passa alors fut très rapide</w:t>
      </w:r>
      <w:r w:rsidR="00C90F8D">
        <w:rPr>
          <w:bCs/>
        </w:rPr>
        <w:t xml:space="preserve">. </w:t>
      </w:r>
      <w:r>
        <w:rPr>
          <w:bCs/>
        </w:rPr>
        <w:t>Deux soufflets résonnèrent sur les joues du vieux gentilhomme à favoris</w:t>
      </w:r>
      <w:r w:rsidR="00C90F8D">
        <w:rPr>
          <w:bCs/>
        </w:rPr>
        <w:t xml:space="preserve">, </w:t>
      </w:r>
      <w:r>
        <w:rPr>
          <w:bCs/>
        </w:rPr>
        <w:t xml:space="preserve">tandis </w:t>
      </w:r>
      <w:r>
        <w:rPr>
          <w:bCs/>
        </w:rPr>
        <w:lastRenderedPageBreak/>
        <w:t>que l</w:t>
      </w:r>
      <w:r w:rsidR="00C90F8D">
        <w:rPr>
          <w:bCs/>
        </w:rPr>
        <w:t>’</w:t>
      </w:r>
      <w:r>
        <w:rPr>
          <w:bCs/>
        </w:rPr>
        <w:t>assistance entière se dressait</w:t>
      </w:r>
      <w:r w:rsidR="00C90F8D">
        <w:rPr>
          <w:bCs/>
        </w:rPr>
        <w:t xml:space="preserve">, </w:t>
      </w:r>
      <w:r>
        <w:rPr>
          <w:bCs/>
        </w:rPr>
        <w:t>dans un vacarme étonnant de chaises renversées</w:t>
      </w:r>
      <w:r w:rsidR="00C90F8D">
        <w:rPr>
          <w:bCs/>
        </w:rPr>
        <w:t xml:space="preserve">, </w:t>
      </w:r>
      <w:r>
        <w:rPr>
          <w:bCs/>
        </w:rPr>
        <w:t>de blasphèmes</w:t>
      </w:r>
      <w:r w:rsidR="00C90F8D">
        <w:rPr>
          <w:bCs/>
        </w:rPr>
        <w:t xml:space="preserve">, </w:t>
      </w:r>
      <w:r>
        <w:rPr>
          <w:bCs/>
        </w:rPr>
        <w:t>de menaces</w:t>
      </w:r>
      <w:r w:rsidR="00C90F8D">
        <w:rPr>
          <w:bCs/>
        </w:rPr>
        <w:t xml:space="preserve">. </w:t>
      </w:r>
      <w:r>
        <w:rPr>
          <w:bCs/>
        </w:rPr>
        <w:t>Les joueurs</w:t>
      </w:r>
      <w:r w:rsidR="00C90F8D">
        <w:rPr>
          <w:bCs/>
        </w:rPr>
        <w:t xml:space="preserve">, </w:t>
      </w:r>
      <w:r>
        <w:rPr>
          <w:bCs/>
        </w:rPr>
        <w:t>instantanément redevenus frères</w:t>
      </w:r>
      <w:r w:rsidR="00C90F8D">
        <w:rPr>
          <w:bCs/>
        </w:rPr>
        <w:t xml:space="preserve">, </w:t>
      </w:r>
      <w:r>
        <w:rPr>
          <w:bCs/>
        </w:rPr>
        <w:t>se ruaient sur les intrus coupables de troubler leur affreuse folie</w:t>
      </w:r>
      <w:r w:rsidR="00C90F8D">
        <w:rPr>
          <w:bCs/>
        </w:rPr>
        <w:t>.</w:t>
      </w:r>
    </w:p>
    <w:p w14:paraId="3200D4E6" w14:textId="77777777" w:rsidR="00C90F8D" w:rsidRDefault="00AB2DE8">
      <w:pPr>
        <w:rPr>
          <w:bCs/>
        </w:rPr>
      </w:pPr>
      <w:r>
        <w:rPr>
          <w:bCs/>
        </w:rPr>
        <w:t>Et voici que presque au même instant la mêlée glapissante fut scindée en deux groupes</w:t>
      </w:r>
      <w:r w:rsidR="00C90F8D">
        <w:rPr>
          <w:bCs/>
        </w:rPr>
        <w:t xml:space="preserve">. </w:t>
      </w:r>
      <w:r>
        <w:rPr>
          <w:bCs/>
        </w:rPr>
        <w:t>D</w:t>
      </w:r>
      <w:r w:rsidR="00C90F8D">
        <w:rPr>
          <w:bCs/>
        </w:rPr>
        <w:t>’</w:t>
      </w:r>
      <w:r>
        <w:rPr>
          <w:bCs/>
        </w:rPr>
        <w:t>un côté les assaillants</w:t>
      </w:r>
      <w:r w:rsidR="00C90F8D">
        <w:rPr>
          <w:bCs/>
        </w:rPr>
        <w:t xml:space="preserve">, </w:t>
      </w:r>
      <w:r>
        <w:rPr>
          <w:bCs/>
        </w:rPr>
        <w:t>de l</w:t>
      </w:r>
      <w:r w:rsidR="00C90F8D">
        <w:rPr>
          <w:bCs/>
        </w:rPr>
        <w:t>’</w:t>
      </w:r>
      <w:r>
        <w:rPr>
          <w:bCs/>
        </w:rPr>
        <w:t>autre les trois assaillis</w:t>
      </w:r>
      <w:r w:rsidR="00C90F8D">
        <w:rPr>
          <w:bCs/>
        </w:rPr>
        <w:t xml:space="preserve">. </w:t>
      </w:r>
      <w:r>
        <w:rPr>
          <w:bCs/>
        </w:rPr>
        <w:t>Au milieu</w:t>
      </w:r>
      <w:r w:rsidR="00C90F8D">
        <w:rPr>
          <w:bCs/>
        </w:rPr>
        <w:t xml:space="preserve">, </w:t>
      </w:r>
      <w:r>
        <w:rPr>
          <w:bCs/>
        </w:rPr>
        <w:t>deux gigantesques garçons de bar</w:t>
      </w:r>
      <w:r w:rsidR="00C90F8D">
        <w:rPr>
          <w:bCs/>
        </w:rPr>
        <w:t xml:space="preserve">, </w:t>
      </w:r>
      <w:r>
        <w:rPr>
          <w:bCs/>
        </w:rPr>
        <w:t>surgis l</w:t>
      </w:r>
      <w:r w:rsidR="00C90F8D">
        <w:rPr>
          <w:bCs/>
        </w:rPr>
        <w:t>’</w:t>
      </w:r>
      <w:r>
        <w:rPr>
          <w:bCs/>
        </w:rPr>
        <w:t>on ne savait d</w:t>
      </w:r>
      <w:r w:rsidR="00C90F8D">
        <w:rPr>
          <w:bCs/>
        </w:rPr>
        <w:t>’</w:t>
      </w:r>
      <w:r>
        <w:rPr>
          <w:bCs/>
        </w:rPr>
        <w:t>où</w:t>
      </w:r>
      <w:r w:rsidR="00C90F8D">
        <w:rPr>
          <w:bCs/>
        </w:rPr>
        <w:t xml:space="preserve">, </w:t>
      </w:r>
      <w:r>
        <w:rPr>
          <w:bCs/>
        </w:rPr>
        <w:t>à coups de pied</w:t>
      </w:r>
      <w:r w:rsidR="00C90F8D">
        <w:rPr>
          <w:bCs/>
        </w:rPr>
        <w:t xml:space="preserve">, </w:t>
      </w:r>
      <w:r>
        <w:rPr>
          <w:bCs/>
        </w:rPr>
        <w:t>à coups de poing</w:t>
      </w:r>
      <w:r w:rsidR="00C90F8D">
        <w:rPr>
          <w:bCs/>
        </w:rPr>
        <w:t xml:space="preserve">, </w:t>
      </w:r>
      <w:r>
        <w:rPr>
          <w:bCs/>
        </w:rPr>
        <w:t>se mettaient en devoir de rappeler à l</w:t>
      </w:r>
      <w:r w:rsidR="00C90F8D">
        <w:rPr>
          <w:bCs/>
        </w:rPr>
        <w:t>’</w:t>
      </w:r>
      <w:r>
        <w:rPr>
          <w:bCs/>
        </w:rPr>
        <w:t>ordre ces larves</w:t>
      </w:r>
      <w:r w:rsidR="00C90F8D">
        <w:rPr>
          <w:bCs/>
        </w:rPr>
        <w:t xml:space="preserve">, </w:t>
      </w:r>
      <w:r>
        <w:rPr>
          <w:bCs/>
        </w:rPr>
        <w:t>les repoussant</w:t>
      </w:r>
      <w:r w:rsidR="00C90F8D">
        <w:rPr>
          <w:bCs/>
        </w:rPr>
        <w:t xml:space="preserve">, </w:t>
      </w:r>
      <w:r>
        <w:rPr>
          <w:bCs/>
        </w:rPr>
        <w:t>les chassant à l</w:t>
      </w:r>
      <w:r w:rsidR="00C90F8D">
        <w:rPr>
          <w:bCs/>
        </w:rPr>
        <w:t>’</w:t>
      </w:r>
      <w:r>
        <w:rPr>
          <w:bCs/>
        </w:rPr>
        <w:t>autre bout de la pièce</w:t>
      </w:r>
      <w:r w:rsidR="00C90F8D">
        <w:rPr>
          <w:bCs/>
        </w:rPr>
        <w:t xml:space="preserve">. </w:t>
      </w:r>
      <w:r>
        <w:rPr>
          <w:bCs/>
        </w:rPr>
        <w:t>Courbé jusqu</w:t>
      </w:r>
      <w:r w:rsidR="00C90F8D">
        <w:rPr>
          <w:bCs/>
        </w:rPr>
        <w:t>’</w:t>
      </w:r>
      <w:r>
        <w:rPr>
          <w:bCs/>
        </w:rPr>
        <w:t xml:space="preserve">à terre devant </w:t>
      </w:r>
      <w:proofErr w:type="spellStart"/>
      <w:r>
        <w:rPr>
          <w:bCs/>
        </w:rPr>
        <w:t>Matsui</w:t>
      </w:r>
      <w:proofErr w:type="spellEnd"/>
      <w:r>
        <w:rPr>
          <w:bCs/>
        </w:rPr>
        <w:t xml:space="preserve"> se tenait le petit Chinois obséquieux</w:t>
      </w:r>
      <w:r w:rsidR="00C90F8D">
        <w:rPr>
          <w:bCs/>
        </w:rPr>
        <w:t xml:space="preserve">, </w:t>
      </w:r>
      <w:r>
        <w:rPr>
          <w:bCs/>
        </w:rPr>
        <w:t>les bras en croix sur la poitrine</w:t>
      </w:r>
      <w:r w:rsidR="00C90F8D">
        <w:rPr>
          <w:bCs/>
        </w:rPr>
        <w:t xml:space="preserve">. </w:t>
      </w:r>
      <w:r>
        <w:rPr>
          <w:bCs/>
        </w:rPr>
        <w:t>Ici aussi</w:t>
      </w:r>
      <w:r w:rsidR="00C90F8D">
        <w:rPr>
          <w:bCs/>
        </w:rPr>
        <w:t xml:space="preserve">, </w:t>
      </w:r>
      <w:r>
        <w:rPr>
          <w:bCs/>
        </w:rPr>
        <w:t>la discipline japonaise était à la hauteur de sa tâche</w:t>
      </w:r>
      <w:r w:rsidR="00C90F8D">
        <w:rPr>
          <w:bCs/>
        </w:rPr>
        <w:t>.</w:t>
      </w:r>
    </w:p>
    <w:p w14:paraId="0C041ACC" w14:textId="77777777" w:rsidR="00C90F8D" w:rsidRDefault="00AB2DE8">
      <w:pPr>
        <w:rPr>
          <w:bCs/>
        </w:rPr>
      </w:pPr>
      <w:r>
        <w:rPr>
          <w:bCs/>
        </w:rPr>
        <w:t xml:space="preserve">Le major </w:t>
      </w:r>
      <w:proofErr w:type="spellStart"/>
      <w:r>
        <w:rPr>
          <w:bCs/>
        </w:rPr>
        <w:t>Matsui</w:t>
      </w:r>
      <w:proofErr w:type="spellEnd"/>
      <w:r>
        <w:rPr>
          <w:bCs/>
        </w:rPr>
        <w:t xml:space="preserve"> eut un sourire</w:t>
      </w:r>
      <w:r w:rsidR="00C90F8D">
        <w:rPr>
          <w:bCs/>
        </w:rPr>
        <w:t>.</w:t>
      </w:r>
    </w:p>
    <w:p w14:paraId="4563A60E" w14:textId="77777777" w:rsidR="00C90F8D" w:rsidRDefault="00C90F8D">
      <w:pPr>
        <w:rPr>
          <w:bCs/>
        </w:rPr>
      </w:pPr>
      <w:r>
        <w:rPr>
          <w:rFonts w:eastAsia="Georgia"/>
        </w:rPr>
        <w:t>— </w:t>
      </w:r>
      <w:r w:rsidR="00AB2DE8">
        <w:rPr>
          <w:bCs/>
        </w:rPr>
        <w:t>J</w:t>
      </w:r>
      <w:r>
        <w:rPr>
          <w:bCs/>
        </w:rPr>
        <w:t>’</w:t>
      </w:r>
      <w:r w:rsidR="00AB2DE8">
        <w:rPr>
          <w:bCs/>
        </w:rPr>
        <w:t>ai perdu</w:t>
      </w:r>
      <w:r>
        <w:rPr>
          <w:bCs/>
        </w:rPr>
        <w:t xml:space="preserve">, </w:t>
      </w:r>
      <w:r w:rsidR="00AB2DE8">
        <w:rPr>
          <w:bCs/>
        </w:rPr>
        <w:t>dit-il</w:t>
      </w:r>
      <w:r>
        <w:rPr>
          <w:bCs/>
        </w:rPr>
        <w:t xml:space="preserve">. </w:t>
      </w:r>
      <w:r w:rsidR="00AB2DE8">
        <w:rPr>
          <w:bCs/>
        </w:rPr>
        <w:t>Nous n</w:t>
      </w:r>
      <w:r>
        <w:rPr>
          <w:bCs/>
        </w:rPr>
        <w:t>’</w:t>
      </w:r>
      <w:r w:rsidR="00AB2DE8">
        <w:rPr>
          <w:bCs/>
        </w:rPr>
        <w:t>avons plus rien à faire ici</w:t>
      </w:r>
      <w:r>
        <w:rPr>
          <w:bCs/>
        </w:rPr>
        <w:t xml:space="preserve">, </w:t>
      </w:r>
      <w:r w:rsidR="00AB2DE8">
        <w:rPr>
          <w:bCs/>
        </w:rPr>
        <w:t>messieurs</w:t>
      </w:r>
      <w:r>
        <w:rPr>
          <w:bCs/>
        </w:rPr>
        <w:t>.</w:t>
      </w:r>
    </w:p>
    <w:p w14:paraId="11243571" w14:textId="77777777" w:rsidR="00C90F8D" w:rsidRDefault="00AB2DE8">
      <w:pPr>
        <w:rPr>
          <w:bCs/>
        </w:rPr>
      </w:pPr>
      <w:r>
        <w:rPr>
          <w:bCs/>
        </w:rPr>
        <w:t>Son automobile les attendait dans l</w:t>
      </w:r>
      <w:r w:rsidR="00C90F8D">
        <w:rPr>
          <w:bCs/>
        </w:rPr>
        <w:t>’</w:t>
      </w:r>
      <w:r>
        <w:rPr>
          <w:bCs/>
        </w:rPr>
        <w:t>impasse</w:t>
      </w:r>
      <w:r w:rsidR="00C90F8D">
        <w:rPr>
          <w:bCs/>
        </w:rPr>
        <w:t xml:space="preserve">. </w:t>
      </w:r>
      <w:r>
        <w:rPr>
          <w:bCs/>
        </w:rPr>
        <w:t>Ils y poussèrent rapidement Forestier</w:t>
      </w:r>
      <w:r w:rsidR="00C90F8D">
        <w:rPr>
          <w:bCs/>
        </w:rPr>
        <w:t xml:space="preserve">. </w:t>
      </w:r>
      <w:r>
        <w:rPr>
          <w:bCs/>
        </w:rPr>
        <w:t>Durant le trajet de retour</w:t>
      </w:r>
      <w:r w:rsidR="00C90F8D">
        <w:rPr>
          <w:bCs/>
        </w:rPr>
        <w:t xml:space="preserve">, </w:t>
      </w:r>
      <w:r>
        <w:rPr>
          <w:bCs/>
        </w:rPr>
        <w:t>pas une parole ne fut prononcée</w:t>
      </w:r>
      <w:r w:rsidR="00C90F8D">
        <w:rPr>
          <w:bCs/>
        </w:rPr>
        <w:t>.</w:t>
      </w:r>
    </w:p>
    <w:p w14:paraId="1742FAEC" w14:textId="77777777" w:rsidR="00C90F8D" w:rsidRDefault="00AB2DE8">
      <w:pPr>
        <w:rPr>
          <w:bCs/>
        </w:rPr>
      </w:pPr>
      <w:r>
        <w:rPr>
          <w:bCs/>
        </w:rPr>
        <w:t>Au moment de se quitter</w:t>
      </w:r>
      <w:r w:rsidR="00C90F8D">
        <w:rPr>
          <w:bCs/>
        </w:rPr>
        <w:t xml:space="preserve">, </w:t>
      </w:r>
      <w:r>
        <w:rPr>
          <w:bCs/>
        </w:rPr>
        <w:t>devant l</w:t>
      </w:r>
      <w:r w:rsidR="00C90F8D">
        <w:rPr>
          <w:bCs/>
        </w:rPr>
        <w:t>’</w:t>
      </w:r>
      <w:r>
        <w:rPr>
          <w:bCs/>
        </w:rPr>
        <w:t>immeuble de la banque de Chine</w:t>
      </w:r>
      <w:r w:rsidR="00C90F8D">
        <w:rPr>
          <w:bCs/>
        </w:rPr>
        <w:t xml:space="preserve">, </w:t>
      </w:r>
      <w:r>
        <w:rPr>
          <w:bCs/>
        </w:rPr>
        <w:t xml:space="preserve">Schmidt et </w:t>
      </w:r>
      <w:proofErr w:type="spellStart"/>
      <w:r>
        <w:rPr>
          <w:bCs/>
        </w:rPr>
        <w:t>Matsui</w:t>
      </w:r>
      <w:proofErr w:type="spellEnd"/>
      <w:r>
        <w:rPr>
          <w:bCs/>
        </w:rPr>
        <w:t xml:space="preserve"> échangèrent quelques mots à voix basse</w:t>
      </w:r>
      <w:r w:rsidR="00C90F8D">
        <w:rPr>
          <w:bCs/>
        </w:rPr>
        <w:t>.</w:t>
      </w:r>
    </w:p>
    <w:p w14:paraId="5E277306" w14:textId="77777777" w:rsidR="00C90F8D" w:rsidRDefault="00C90F8D">
      <w:pPr>
        <w:rPr>
          <w:bCs/>
        </w:rPr>
      </w:pPr>
      <w:r>
        <w:rPr>
          <w:rFonts w:eastAsia="Georgia"/>
        </w:rPr>
        <w:t>— </w:t>
      </w:r>
      <w:r w:rsidR="00AB2DE8">
        <w:rPr>
          <w:bCs/>
        </w:rPr>
        <w:t>Excusez-nous</w:t>
      </w:r>
      <w:r>
        <w:rPr>
          <w:bCs/>
        </w:rPr>
        <w:t xml:space="preserve"> ; </w:t>
      </w:r>
      <w:r w:rsidR="00AB2DE8">
        <w:rPr>
          <w:bCs/>
        </w:rPr>
        <w:t>excusez-le</w:t>
      </w:r>
      <w:r>
        <w:rPr>
          <w:bCs/>
        </w:rPr>
        <w:t xml:space="preserve">, </w:t>
      </w:r>
      <w:r w:rsidR="00AB2DE8">
        <w:rPr>
          <w:bCs/>
        </w:rPr>
        <w:t>dit Schmidt en désignant Forestier affalé sur les coussins de la voiture</w:t>
      </w:r>
      <w:r>
        <w:rPr>
          <w:bCs/>
        </w:rPr>
        <w:t xml:space="preserve">. </w:t>
      </w:r>
      <w:r w:rsidR="00AB2DE8">
        <w:rPr>
          <w:bCs/>
        </w:rPr>
        <w:t>Il n</w:t>
      </w:r>
      <w:r>
        <w:rPr>
          <w:bCs/>
        </w:rPr>
        <w:t>’</w:t>
      </w:r>
      <w:r w:rsidR="00AB2DE8">
        <w:rPr>
          <w:bCs/>
        </w:rPr>
        <w:t>a pas l</w:t>
      </w:r>
      <w:r>
        <w:rPr>
          <w:bCs/>
        </w:rPr>
        <w:t>’</w:t>
      </w:r>
      <w:r w:rsidR="00AB2DE8">
        <w:rPr>
          <w:bCs/>
        </w:rPr>
        <w:t>habitude de sortir</w:t>
      </w:r>
      <w:r>
        <w:rPr>
          <w:bCs/>
        </w:rPr>
        <w:t xml:space="preserve">. </w:t>
      </w:r>
      <w:r w:rsidR="00AB2DE8">
        <w:rPr>
          <w:bCs/>
        </w:rPr>
        <w:t>Il est ivre</w:t>
      </w:r>
      <w:r>
        <w:rPr>
          <w:bCs/>
        </w:rPr>
        <w:t>.</w:t>
      </w:r>
    </w:p>
    <w:p w14:paraId="55AB829F" w14:textId="77777777" w:rsidR="00C90F8D" w:rsidRDefault="00C90F8D">
      <w:pPr>
        <w:rPr>
          <w:bCs/>
        </w:rPr>
      </w:pPr>
      <w:r>
        <w:rPr>
          <w:rFonts w:eastAsia="Georgia"/>
        </w:rPr>
        <w:t>— </w:t>
      </w:r>
      <w:r w:rsidR="00AB2DE8">
        <w:rPr>
          <w:bCs/>
        </w:rPr>
        <w:t>Je le crois avec vous</w:t>
      </w:r>
      <w:r>
        <w:rPr>
          <w:bCs/>
        </w:rPr>
        <w:t xml:space="preserve">. </w:t>
      </w:r>
      <w:r w:rsidR="00AB2DE8">
        <w:rPr>
          <w:bCs/>
        </w:rPr>
        <w:t>Mais je crois qu</w:t>
      </w:r>
      <w:r>
        <w:rPr>
          <w:bCs/>
        </w:rPr>
        <w:t>’</w:t>
      </w:r>
      <w:r w:rsidR="00AB2DE8">
        <w:rPr>
          <w:bCs/>
        </w:rPr>
        <w:t>une ivresse aussi sagace est une bien curieuse ivresse</w:t>
      </w:r>
      <w:r>
        <w:rPr>
          <w:bCs/>
        </w:rPr>
        <w:t xml:space="preserve">, </w:t>
      </w:r>
      <w:r w:rsidR="00AB2DE8">
        <w:rPr>
          <w:bCs/>
        </w:rPr>
        <w:t xml:space="preserve">se borna à répondre </w:t>
      </w:r>
      <w:proofErr w:type="spellStart"/>
      <w:r w:rsidR="00AB2DE8">
        <w:rPr>
          <w:bCs/>
        </w:rPr>
        <w:t>Matsui</w:t>
      </w:r>
      <w:proofErr w:type="spellEnd"/>
      <w:r>
        <w:rPr>
          <w:bCs/>
        </w:rPr>
        <w:t>.</w:t>
      </w:r>
    </w:p>
    <w:p w14:paraId="4CAD6F40" w14:textId="77777777" w:rsidR="00C90F8D" w:rsidRDefault="00AB2DE8">
      <w:pPr>
        <w:rPr>
          <w:bCs/>
        </w:rPr>
      </w:pPr>
      <w:r>
        <w:rPr>
          <w:bCs/>
        </w:rPr>
        <w:lastRenderedPageBreak/>
        <w:t>Il reprit</w:t>
      </w:r>
      <w:r w:rsidR="00C90F8D">
        <w:rPr>
          <w:bCs/>
        </w:rPr>
        <w:t> :</w:t>
      </w:r>
    </w:p>
    <w:p w14:paraId="58AEE5EC" w14:textId="77777777" w:rsidR="00C90F8D" w:rsidRDefault="00C90F8D">
      <w:pPr>
        <w:rPr>
          <w:bCs/>
        </w:rPr>
      </w:pPr>
      <w:r>
        <w:rPr>
          <w:rFonts w:eastAsia="Georgia"/>
        </w:rPr>
        <w:t>— </w:t>
      </w:r>
      <w:r w:rsidR="00AB2DE8">
        <w:rPr>
          <w:bCs/>
        </w:rPr>
        <w:t>À votre disposition</w:t>
      </w:r>
      <w:r>
        <w:rPr>
          <w:bCs/>
        </w:rPr>
        <w:t xml:space="preserve">, </w:t>
      </w:r>
      <w:r w:rsidR="00AB2DE8">
        <w:rPr>
          <w:bCs/>
        </w:rPr>
        <w:t>si je peux lui être de quelque utilité</w:t>
      </w:r>
      <w:r>
        <w:rPr>
          <w:bCs/>
        </w:rPr>
        <w:t>.</w:t>
      </w:r>
    </w:p>
    <w:p w14:paraId="3EE8E470" w14:textId="77777777" w:rsidR="00C90F8D" w:rsidRDefault="00C90F8D">
      <w:pPr>
        <w:rPr>
          <w:bCs/>
        </w:rPr>
      </w:pPr>
      <w:r>
        <w:rPr>
          <w:rFonts w:eastAsia="Georgia"/>
        </w:rPr>
        <w:t>— </w:t>
      </w:r>
      <w:r w:rsidR="00AB2DE8">
        <w:rPr>
          <w:bCs/>
        </w:rPr>
        <w:t>Merci</w:t>
      </w:r>
      <w:r>
        <w:rPr>
          <w:bCs/>
        </w:rPr>
        <w:t xml:space="preserve">, </w:t>
      </w:r>
      <w:r w:rsidR="00AB2DE8">
        <w:rPr>
          <w:bCs/>
        </w:rPr>
        <w:t>dit Schmidt</w:t>
      </w:r>
      <w:r>
        <w:rPr>
          <w:bCs/>
        </w:rPr>
        <w:t xml:space="preserve">. </w:t>
      </w:r>
      <w:r w:rsidR="00AB2DE8">
        <w:rPr>
          <w:bCs/>
        </w:rPr>
        <w:t>Pour le moment</w:t>
      </w:r>
      <w:r>
        <w:rPr>
          <w:bCs/>
        </w:rPr>
        <w:t xml:space="preserve">, </w:t>
      </w:r>
      <w:r w:rsidR="00AB2DE8">
        <w:rPr>
          <w:bCs/>
        </w:rPr>
        <w:t>il n</w:t>
      </w:r>
      <w:r>
        <w:rPr>
          <w:bCs/>
        </w:rPr>
        <w:t>’</w:t>
      </w:r>
      <w:r w:rsidR="00AB2DE8">
        <w:rPr>
          <w:bCs/>
        </w:rPr>
        <w:t>a besoin que d</w:t>
      </w:r>
      <w:r>
        <w:rPr>
          <w:bCs/>
        </w:rPr>
        <w:t>’</w:t>
      </w:r>
      <w:r w:rsidR="00AB2DE8">
        <w:rPr>
          <w:bCs/>
        </w:rPr>
        <w:t>une chose</w:t>
      </w:r>
      <w:r>
        <w:rPr>
          <w:bCs/>
        </w:rPr>
        <w:t xml:space="preserve">, </w:t>
      </w:r>
      <w:r w:rsidR="00AB2DE8">
        <w:rPr>
          <w:bCs/>
        </w:rPr>
        <w:t>de son lit</w:t>
      </w:r>
      <w:r>
        <w:rPr>
          <w:bCs/>
        </w:rPr>
        <w:t>.</w:t>
      </w:r>
    </w:p>
    <w:p w14:paraId="4ADDF933" w14:textId="77777777" w:rsidR="00C90F8D" w:rsidRDefault="00C90F8D">
      <w:pPr>
        <w:rPr>
          <w:bCs/>
        </w:rPr>
      </w:pPr>
      <w:r>
        <w:rPr>
          <w:rFonts w:eastAsia="Georgia"/>
        </w:rPr>
        <w:t>— </w:t>
      </w:r>
      <w:r w:rsidR="00AB2DE8">
        <w:rPr>
          <w:bCs/>
        </w:rPr>
        <w:t>Pour le moment</w:t>
      </w:r>
      <w:r>
        <w:rPr>
          <w:bCs/>
        </w:rPr>
        <w:t xml:space="preserve">, </w:t>
      </w:r>
      <w:r w:rsidR="00AB2DE8">
        <w:rPr>
          <w:bCs/>
        </w:rPr>
        <w:t>sans doute</w:t>
      </w:r>
      <w:r>
        <w:rPr>
          <w:bCs/>
        </w:rPr>
        <w:t xml:space="preserve">, </w:t>
      </w:r>
      <w:r w:rsidR="00AB2DE8">
        <w:rPr>
          <w:bCs/>
        </w:rPr>
        <w:t>fit le Japonais</w:t>
      </w:r>
      <w:r>
        <w:rPr>
          <w:bCs/>
        </w:rPr>
        <w:t xml:space="preserve">. </w:t>
      </w:r>
      <w:r w:rsidR="00AB2DE8">
        <w:rPr>
          <w:bCs/>
        </w:rPr>
        <w:t>Mais demain</w:t>
      </w:r>
      <w:r>
        <w:rPr>
          <w:bCs/>
        </w:rPr>
        <w:t xml:space="preserve">, </w:t>
      </w:r>
      <w:r w:rsidR="00AB2DE8">
        <w:rPr>
          <w:bCs/>
        </w:rPr>
        <w:t>mais un jour</w:t>
      </w:r>
      <w:r>
        <w:rPr>
          <w:bCs/>
        </w:rPr>
        <w:t xml:space="preserve">… </w:t>
      </w:r>
      <w:r w:rsidR="00AB2DE8">
        <w:rPr>
          <w:bCs/>
        </w:rPr>
        <w:t>Peut-on savoir</w:t>
      </w:r>
      <w:r>
        <w:rPr>
          <w:bCs/>
        </w:rPr>
        <w:t> !</w:t>
      </w:r>
    </w:p>
    <w:p w14:paraId="762D82A0" w14:textId="07906E23" w:rsidR="00AB2DE8" w:rsidRDefault="00AB2DE8"/>
    <w:p w14:paraId="6C7AED86" w14:textId="77777777" w:rsidR="00C90F8D" w:rsidRDefault="00AB2DE8">
      <w:pPr>
        <w:rPr>
          <w:bCs/>
        </w:rPr>
      </w:pPr>
      <w:r>
        <w:rPr>
          <w:bCs/>
        </w:rPr>
        <w:t>Après avoir conduit Forestier dans sa chambre</w:t>
      </w:r>
      <w:r w:rsidR="00C90F8D">
        <w:rPr>
          <w:bCs/>
        </w:rPr>
        <w:t xml:space="preserve">, </w:t>
      </w:r>
      <w:r>
        <w:rPr>
          <w:bCs/>
        </w:rPr>
        <w:t>Schmidt gagna la sienne et se coucha</w:t>
      </w:r>
      <w:r w:rsidR="00C90F8D">
        <w:rPr>
          <w:bCs/>
        </w:rPr>
        <w:t xml:space="preserve">, </w:t>
      </w:r>
      <w:r>
        <w:rPr>
          <w:bCs/>
        </w:rPr>
        <w:t>rompu et navré</w:t>
      </w:r>
      <w:r w:rsidR="00C90F8D">
        <w:rPr>
          <w:bCs/>
        </w:rPr>
        <w:t>.</w:t>
      </w:r>
    </w:p>
    <w:p w14:paraId="1F298E8A" w14:textId="77777777" w:rsidR="00C90F8D" w:rsidRDefault="00C90F8D">
      <w:pPr>
        <w:rPr>
          <w:bCs/>
        </w:rPr>
      </w:pPr>
      <w:r>
        <w:rPr>
          <w:rFonts w:eastAsia="Georgia"/>
        </w:rPr>
        <w:t>— </w:t>
      </w:r>
      <w:r w:rsidR="00AB2DE8">
        <w:rPr>
          <w:bCs/>
        </w:rPr>
        <w:t>C</w:t>
      </w:r>
      <w:r>
        <w:rPr>
          <w:bCs/>
        </w:rPr>
        <w:t>’</w:t>
      </w:r>
      <w:r w:rsidR="00AB2DE8">
        <w:rPr>
          <w:bCs/>
        </w:rPr>
        <w:t xml:space="preserve">est la faute de ce crétin de père </w:t>
      </w:r>
      <w:proofErr w:type="spellStart"/>
      <w:r w:rsidR="00AB2DE8">
        <w:rPr>
          <w:bCs/>
        </w:rPr>
        <w:t>Mauconseil</w:t>
      </w:r>
      <w:proofErr w:type="spellEnd"/>
      <w:r>
        <w:rPr>
          <w:bCs/>
        </w:rPr>
        <w:t xml:space="preserve">, </w:t>
      </w:r>
      <w:r w:rsidR="00AB2DE8">
        <w:rPr>
          <w:bCs/>
        </w:rPr>
        <w:t>ne cessait-il de se répéter</w:t>
      </w:r>
      <w:r>
        <w:rPr>
          <w:bCs/>
        </w:rPr>
        <w:t xml:space="preserve">. </w:t>
      </w:r>
      <w:r w:rsidR="00AB2DE8">
        <w:rPr>
          <w:bCs/>
        </w:rPr>
        <w:t>Tout de même</w:t>
      </w:r>
      <w:r>
        <w:rPr>
          <w:bCs/>
        </w:rPr>
        <w:t xml:space="preserve">, </w:t>
      </w:r>
      <w:r w:rsidR="00AB2DE8">
        <w:rPr>
          <w:bCs/>
        </w:rPr>
        <w:t>dans quel pays nous entraîne le désir imbécile de gagner quatre sous de plus</w:t>
      </w:r>
      <w:r>
        <w:rPr>
          <w:bCs/>
        </w:rPr>
        <w:t xml:space="preserve"> ! </w:t>
      </w:r>
      <w:r w:rsidR="00AB2DE8">
        <w:rPr>
          <w:bCs/>
        </w:rPr>
        <w:t>Hors de chez eux</w:t>
      </w:r>
      <w:r>
        <w:rPr>
          <w:bCs/>
        </w:rPr>
        <w:t xml:space="preserve">, </w:t>
      </w:r>
      <w:r w:rsidR="00AB2DE8">
        <w:rPr>
          <w:bCs/>
        </w:rPr>
        <w:t>décidément</w:t>
      </w:r>
      <w:r>
        <w:rPr>
          <w:bCs/>
        </w:rPr>
        <w:t xml:space="preserve">, </w:t>
      </w:r>
      <w:r w:rsidR="00AB2DE8">
        <w:rPr>
          <w:bCs/>
        </w:rPr>
        <w:t>les Français ne font que des bêtises</w:t>
      </w:r>
      <w:r>
        <w:rPr>
          <w:bCs/>
        </w:rPr>
        <w:t>.</w:t>
      </w:r>
    </w:p>
    <w:p w14:paraId="074851FD" w14:textId="77777777" w:rsidR="00C90F8D" w:rsidRDefault="00AB2DE8">
      <w:pPr>
        <w:rPr>
          <w:bCs/>
        </w:rPr>
      </w:pPr>
      <w:r>
        <w:rPr>
          <w:bCs/>
        </w:rPr>
        <w:t>Il avait espéré s</w:t>
      </w:r>
      <w:r w:rsidR="00C90F8D">
        <w:rPr>
          <w:bCs/>
        </w:rPr>
        <w:t>’</w:t>
      </w:r>
      <w:r>
        <w:rPr>
          <w:bCs/>
        </w:rPr>
        <w:t>endormir tout de suite</w:t>
      </w:r>
      <w:r w:rsidR="00C90F8D">
        <w:rPr>
          <w:bCs/>
        </w:rPr>
        <w:t xml:space="preserve">. </w:t>
      </w:r>
      <w:r>
        <w:rPr>
          <w:bCs/>
        </w:rPr>
        <w:t>Il ne le put</w:t>
      </w:r>
      <w:r w:rsidR="00C90F8D">
        <w:rPr>
          <w:bCs/>
        </w:rPr>
        <w:t xml:space="preserve">. </w:t>
      </w:r>
      <w:r>
        <w:rPr>
          <w:bCs/>
        </w:rPr>
        <w:t>Le triste vent de la nuit pleurait de façon lugubre dans les persiennes</w:t>
      </w:r>
      <w:r w:rsidR="00C90F8D">
        <w:rPr>
          <w:bCs/>
        </w:rPr>
        <w:t xml:space="preserve">. </w:t>
      </w:r>
      <w:r>
        <w:rPr>
          <w:bCs/>
        </w:rPr>
        <w:t>Il faisait plus froid</w:t>
      </w:r>
      <w:r w:rsidR="00C90F8D">
        <w:rPr>
          <w:bCs/>
        </w:rPr>
        <w:t xml:space="preserve">. </w:t>
      </w:r>
      <w:r>
        <w:rPr>
          <w:bCs/>
        </w:rPr>
        <w:t>L</w:t>
      </w:r>
      <w:r w:rsidR="00C90F8D">
        <w:rPr>
          <w:bCs/>
        </w:rPr>
        <w:t>’</w:t>
      </w:r>
      <w:r>
        <w:rPr>
          <w:bCs/>
        </w:rPr>
        <w:t>aube allait naître</w:t>
      </w:r>
      <w:r w:rsidR="00C90F8D">
        <w:rPr>
          <w:bCs/>
        </w:rPr>
        <w:t xml:space="preserve">. </w:t>
      </w:r>
      <w:r>
        <w:rPr>
          <w:bCs/>
        </w:rPr>
        <w:t>Bientôt sa lueur blême rôderait contre les carreaux</w:t>
      </w:r>
      <w:r w:rsidR="00C90F8D">
        <w:rPr>
          <w:bCs/>
        </w:rPr>
        <w:t xml:space="preserve">. </w:t>
      </w:r>
      <w:r>
        <w:rPr>
          <w:bCs/>
        </w:rPr>
        <w:t>Et soudain Schmidt frémit longuement</w:t>
      </w:r>
      <w:r w:rsidR="00C90F8D">
        <w:rPr>
          <w:bCs/>
        </w:rPr>
        <w:t xml:space="preserve">. </w:t>
      </w:r>
      <w:r>
        <w:rPr>
          <w:bCs/>
        </w:rPr>
        <w:t>Une lueur autre que celle qu</w:t>
      </w:r>
      <w:r w:rsidR="00C90F8D">
        <w:rPr>
          <w:bCs/>
        </w:rPr>
        <w:t>’</w:t>
      </w:r>
      <w:r>
        <w:rPr>
          <w:bCs/>
        </w:rPr>
        <w:t>il attendait venait de poindre</w:t>
      </w:r>
      <w:r w:rsidR="00C90F8D">
        <w:rPr>
          <w:bCs/>
        </w:rPr>
        <w:t xml:space="preserve">. </w:t>
      </w:r>
      <w:r>
        <w:rPr>
          <w:bCs/>
        </w:rPr>
        <w:t>C</w:t>
      </w:r>
      <w:r w:rsidR="00C90F8D">
        <w:rPr>
          <w:bCs/>
        </w:rPr>
        <w:t>’</w:t>
      </w:r>
      <w:r>
        <w:rPr>
          <w:bCs/>
        </w:rPr>
        <w:t>était une mince raie jaune</w:t>
      </w:r>
      <w:r w:rsidR="00C90F8D">
        <w:rPr>
          <w:bCs/>
        </w:rPr>
        <w:t xml:space="preserve">, </w:t>
      </w:r>
      <w:r>
        <w:rPr>
          <w:bCs/>
        </w:rPr>
        <w:t>surgie dans l</w:t>
      </w:r>
      <w:r w:rsidR="00C90F8D">
        <w:rPr>
          <w:bCs/>
        </w:rPr>
        <w:t>’</w:t>
      </w:r>
      <w:r>
        <w:rPr>
          <w:bCs/>
        </w:rPr>
        <w:t>obscurité</w:t>
      </w:r>
      <w:r w:rsidR="00C90F8D">
        <w:rPr>
          <w:bCs/>
        </w:rPr>
        <w:t xml:space="preserve">, </w:t>
      </w:r>
      <w:r>
        <w:rPr>
          <w:bCs/>
        </w:rPr>
        <w:t>tout près</w:t>
      </w:r>
      <w:r w:rsidR="00C90F8D">
        <w:rPr>
          <w:bCs/>
        </w:rPr>
        <w:t xml:space="preserve">, </w:t>
      </w:r>
      <w:r>
        <w:rPr>
          <w:bCs/>
        </w:rPr>
        <w:t>au bas de la porte de la chambre</w:t>
      </w:r>
      <w:r w:rsidR="00C90F8D">
        <w:rPr>
          <w:bCs/>
        </w:rPr>
        <w:t xml:space="preserve">. </w:t>
      </w:r>
      <w:r>
        <w:rPr>
          <w:bCs/>
        </w:rPr>
        <w:t>Quelqu</w:t>
      </w:r>
      <w:r w:rsidR="00C90F8D">
        <w:rPr>
          <w:bCs/>
        </w:rPr>
        <w:t>’</w:t>
      </w:r>
      <w:r>
        <w:rPr>
          <w:bCs/>
        </w:rPr>
        <w:t>un était là</w:t>
      </w:r>
      <w:r w:rsidR="00C90F8D">
        <w:rPr>
          <w:bCs/>
        </w:rPr>
        <w:t>.</w:t>
      </w:r>
    </w:p>
    <w:p w14:paraId="088CBEB8" w14:textId="77777777" w:rsidR="00C90F8D" w:rsidRDefault="00AB2DE8">
      <w:pPr>
        <w:rPr>
          <w:bCs/>
        </w:rPr>
      </w:pPr>
      <w:r>
        <w:rPr>
          <w:bCs/>
        </w:rPr>
        <w:t>Schmidt se dressa sur son séant</w:t>
      </w:r>
      <w:r w:rsidR="00C90F8D">
        <w:rPr>
          <w:bCs/>
        </w:rPr>
        <w:t>.</w:t>
      </w:r>
    </w:p>
    <w:p w14:paraId="56C5965A" w14:textId="77777777" w:rsidR="00C90F8D" w:rsidRDefault="00C90F8D">
      <w:pPr>
        <w:rPr>
          <w:bCs/>
        </w:rPr>
      </w:pPr>
      <w:r>
        <w:rPr>
          <w:rFonts w:eastAsia="Georgia"/>
        </w:rPr>
        <w:t>— </w:t>
      </w:r>
      <w:r w:rsidR="00AB2DE8">
        <w:rPr>
          <w:bCs/>
        </w:rPr>
        <w:t>Qu</w:t>
      </w:r>
      <w:r>
        <w:rPr>
          <w:bCs/>
        </w:rPr>
        <w:t>’</w:t>
      </w:r>
      <w:r w:rsidR="00AB2DE8">
        <w:rPr>
          <w:bCs/>
        </w:rPr>
        <w:t>est-ce que c</w:t>
      </w:r>
      <w:r>
        <w:rPr>
          <w:bCs/>
        </w:rPr>
        <w:t>’</w:t>
      </w:r>
      <w:r w:rsidR="00AB2DE8">
        <w:rPr>
          <w:bCs/>
        </w:rPr>
        <w:t>est</w:t>
      </w:r>
      <w:r>
        <w:rPr>
          <w:bCs/>
        </w:rPr>
        <w:t> ?</w:t>
      </w:r>
    </w:p>
    <w:p w14:paraId="4A25FD1C" w14:textId="77777777" w:rsidR="00C90F8D" w:rsidRDefault="00AB2DE8">
      <w:pPr>
        <w:rPr>
          <w:bCs/>
        </w:rPr>
      </w:pPr>
      <w:r>
        <w:rPr>
          <w:bCs/>
        </w:rPr>
        <w:t>Rien ne répondit</w:t>
      </w:r>
      <w:r w:rsidR="00C90F8D">
        <w:rPr>
          <w:bCs/>
        </w:rPr>
        <w:t xml:space="preserve">. </w:t>
      </w:r>
      <w:r>
        <w:rPr>
          <w:bCs/>
        </w:rPr>
        <w:t>Rien ne bougea</w:t>
      </w:r>
      <w:r w:rsidR="00C90F8D">
        <w:rPr>
          <w:bCs/>
        </w:rPr>
        <w:t>.</w:t>
      </w:r>
    </w:p>
    <w:p w14:paraId="7F66BCF7" w14:textId="77777777" w:rsidR="00C90F8D" w:rsidRDefault="00C90F8D">
      <w:pPr>
        <w:rPr>
          <w:bCs/>
        </w:rPr>
      </w:pPr>
      <w:r>
        <w:rPr>
          <w:rFonts w:eastAsia="Georgia"/>
        </w:rPr>
        <w:t>— </w:t>
      </w:r>
      <w:r w:rsidR="00AB2DE8">
        <w:rPr>
          <w:bCs/>
        </w:rPr>
        <w:t>Qui est là</w:t>
      </w:r>
      <w:r>
        <w:rPr>
          <w:bCs/>
        </w:rPr>
        <w:t xml:space="preserve"> ? </w:t>
      </w:r>
      <w:r w:rsidR="00AB2DE8">
        <w:rPr>
          <w:bCs/>
        </w:rPr>
        <w:t>répéta l</w:t>
      </w:r>
      <w:r>
        <w:rPr>
          <w:bCs/>
        </w:rPr>
        <w:t>’</w:t>
      </w:r>
      <w:r w:rsidR="00AB2DE8">
        <w:rPr>
          <w:bCs/>
        </w:rPr>
        <w:t>ingénieur</w:t>
      </w:r>
      <w:r>
        <w:rPr>
          <w:bCs/>
        </w:rPr>
        <w:t>.</w:t>
      </w:r>
    </w:p>
    <w:p w14:paraId="0B71AA86" w14:textId="77777777" w:rsidR="00C90F8D" w:rsidRDefault="00AB2DE8">
      <w:pPr>
        <w:rPr>
          <w:bCs/>
        </w:rPr>
      </w:pPr>
      <w:r>
        <w:rPr>
          <w:bCs/>
        </w:rPr>
        <w:lastRenderedPageBreak/>
        <w:t>Alors</w:t>
      </w:r>
      <w:r w:rsidR="00C90F8D">
        <w:rPr>
          <w:bCs/>
        </w:rPr>
        <w:t xml:space="preserve">, </w:t>
      </w:r>
      <w:r>
        <w:rPr>
          <w:bCs/>
        </w:rPr>
        <w:t>silencieusement</w:t>
      </w:r>
      <w:r w:rsidR="00C90F8D">
        <w:rPr>
          <w:bCs/>
        </w:rPr>
        <w:t xml:space="preserve">, </w:t>
      </w:r>
      <w:r>
        <w:rPr>
          <w:bCs/>
        </w:rPr>
        <w:t>avec une lenteur effrayante</w:t>
      </w:r>
      <w:r w:rsidR="00C90F8D">
        <w:rPr>
          <w:bCs/>
        </w:rPr>
        <w:t xml:space="preserve">, </w:t>
      </w:r>
      <w:r>
        <w:rPr>
          <w:bCs/>
        </w:rPr>
        <w:t>la porte s</w:t>
      </w:r>
      <w:r w:rsidR="00C90F8D">
        <w:rPr>
          <w:bCs/>
        </w:rPr>
        <w:t>’</w:t>
      </w:r>
      <w:r>
        <w:rPr>
          <w:bCs/>
        </w:rPr>
        <w:t>ouvrit</w:t>
      </w:r>
      <w:r w:rsidR="00C90F8D">
        <w:rPr>
          <w:bCs/>
        </w:rPr>
        <w:t xml:space="preserve">. </w:t>
      </w:r>
      <w:r>
        <w:rPr>
          <w:bCs/>
        </w:rPr>
        <w:t>Forestier apparut</w:t>
      </w:r>
      <w:r w:rsidR="00C90F8D">
        <w:rPr>
          <w:bCs/>
        </w:rPr>
        <w:t xml:space="preserve">, </w:t>
      </w:r>
      <w:r>
        <w:rPr>
          <w:bCs/>
        </w:rPr>
        <w:t>hagard</w:t>
      </w:r>
      <w:r w:rsidR="00C90F8D">
        <w:rPr>
          <w:bCs/>
        </w:rPr>
        <w:t xml:space="preserve">, </w:t>
      </w:r>
      <w:r>
        <w:rPr>
          <w:bCs/>
        </w:rPr>
        <w:t>en chemise</w:t>
      </w:r>
      <w:r w:rsidR="00C90F8D">
        <w:rPr>
          <w:bCs/>
        </w:rPr>
        <w:t xml:space="preserve">, </w:t>
      </w:r>
      <w:r>
        <w:rPr>
          <w:bCs/>
        </w:rPr>
        <w:t>un bougeoir à la main</w:t>
      </w:r>
      <w:r w:rsidR="00C90F8D">
        <w:rPr>
          <w:bCs/>
        </w:rPr>
        <w:t>.</w:t>
      </w:r>
    </w:p>
    <w:p w14:paraId="13B62C50" w14:textId="77777777" w:rsidR="00C90F8D" w:rsidRDefault="00C90F8D">
      <w:pPr>
        <w:rPr>
          <w:bCs/>
        </w:rPr>
      </w:pPr>
      <w:r>
        <w:rPr>
          <w:rFonts w:eastAsia="Georgia"/>
        </w:rPr>
        <w:t>— </w:t>
      </w:r>
      <w:r w:rsidR="00AB2DE8">
        <w:rPr>
          <w:bCs/>
        </w:rPr>
        <w:t>Que veux-tu</w:t>
      </w:r>
      <w:r>
        <w:rPr>
          <w:bCs/>
        </w:rPr>
        <w:t xml:space="preserve"> ? </w:t>
      </w:r>
      <w:r w:rsidR="00AB2DE8">
        <w:rPr>
          <w:bCs/>
        </w:rPr>
        <w:t>dit Schmidt</w:t>
      </w:r>
      <w:r>
        <w:rPr>
          <w:bCs/>
        </w:rPr>
        <w:t>.</w:t>
      </w:r>
    </w:p>
    <w:p w14:paraId="6CB1F9CA" w14:textId="77777777" w:rsidR="00C90F8D" w:rsidRDefault="00AB2DE8">
      <w:pPr>
        <w:rPr>
          <w:bCs/>
        </w:rPr>
      </w:pPr>
      <w:r>
        <w:rPr>
          <w:bCs/>
        </w:rPr>
        <w:t>Et Forestier</w:t>
      </w:r>
      <w:r w:rsidR="00C90F8D">
        <w:rPr>
          <w:bCs/>
        </w:rPr>
        <w:t xml:space="preserve">, </w:t>
      </w:r>
      <w:r>
        <w:rPr>
          <w:bCs/>
        </w:rPr>
        <w:t>dans un sanglot</w:t>
      </w:r>
      <w:r w:rsidR="00C90F8D">
        <w:rPr>
          <w:bCs/>
        </w:rPr>
        <w:t xml:space="preserve">, </w:t>
      </w:r>
      <w:r>
        <w:rPr>
          <w:bCs/>
        </w:rPr>
        <w:t>lui répondit</w:t>
      </w:r>
      <w:r w:rsidR="00C90F8D">
        <w:rPr>
          <w:bCs/>
        </w:rPr>
        <w:t> :</w:t>
      </w:r>
    </w:p>
    <w:p w14:paraId="6826CF9F" w14:textId="77777777" w:rsidR="00C90F8D" w:rsidRDefault="00C90F8D">
      <w:pPr>
        <w:rPr>
          <w:bCs/>
        </w:rPr>
      </w:pPr>
      <w:r>
        <w:rPr>
          <w:rFonts w:eastAsia="Georgia"/>
        </w:rPr>
        <w:t>— </w:t>
      </w:r>
      <w:r w:rsidR="00AB2DE8">
        <w:rPr>
          <w:bCs/>
        </w:rPr>
        <w:t>À boire</w:t>
      </w:r>
      <w:r>
        <w:rPr>
          <w:bCs/>
        </w:rPr>
        <w:t> !</w:t>
      </w:r>
    </w:p>
    <w:p w14:paraId="3E870F19" w14:textId="02C8B079" w:rsidR="00AB2DE8" w:rsidRPr="00C90F8D" w:rsidRDefault="00AB2DE8" w:rsidP="00C90F8D">
      <w:pPr>
        <w:pStyle w:val="Titre1"/>
      </w:pPr>
      <w:bookmarkStart w:id="6" w:name="_Toc194755378"/>
      <w:r w:rsidRPr="00C90F8D">
        <w:lastRenderedPageBreak/>
        <w:t>VI</w:t>
      </w:r>
      <w:bookmarkEnd w:id="6"/>
    </w:p>
    <w:p w14:paraId="4A41DC29" w14:textId="77777777" w:rsidR="00C90F8D" w:rsidRDefault="00AB2DE8">
      <w:pPr>
        <w:rPr>
          <w:bCs/>
        </w:rPr>
      </w:pPr>
      <w:r>
        <w:rPr>
          <w:bCs/>
        </w:rPr>
        <w:t>Sans doute Schmidt n</w:t>
      </w:r>
      <w:r w:rsidR="00C90F8D">
        <w:rPr>
          <w:bCs/>
        </w:rPr>
        <w:t>’</w:t>
      </w:r>
      <w:r>
        <w:rPr>
          <w:bCs/>
        </w:rPr>
        <w:t>eût pas souhaité voir revenir dans sa vie plusieurs journées aussi fertiles en émotions que ce dernier dimanche de mars 1926</w:t>
      </w:r>
      <w:r w:rsidR="00C90F8D">
        <w:rPr>
          <w:bCs/>
        </w:rPr>
        <w:t xml:space="preserve">, </w:t>
      </w:r>
      <w:r>
        <w:rPr>
          <w:bCs/>
        </w:rPr>
        <w:t>qu</w:t>
      </w:r>
      <w:r w:rsidR="00C90F8D">
        <w:rPr>
          <w:bCs/>
        </w:rPr>
        <w:t>’</w:t>
      </w:r>
      <w:r>
        <w:rPr>
          <w:bCs/>
        </w:rPr>
        <w:t>il passa à peu près tout entier au chevet de son camarade</w:t>
      </w:r>
      <w:r w:rsidR="00C90F8D">
        <w:rPr>
          <w:bCs/>
        </w:rPr>
        <w:t>.</w:t>
      </w:r>
    </w:p>
    <w:p w14:paraId="52AE8DEF" w14:textId="77777777" w:rsidR="00C90F8D" w:rsidRDefault="00AB2DE8">
      <w:pPr>
        <w:rPr>
          <w:bCs/>
        </w:rPr>
      </w:pPr>
      <w:r>
        <w:rPr>
          <w:bCs/>
        </w:rPr>
        <w:t>Tiré de son lit avant l</w:t>
      </w:r>
      <w:r w:rsidR="00C90F8D">
        <w:rPr>
          <w:bCs/>
        </w:rPr>
        <w:t>’</w:t>
      </w:r>
      <w:r>
        <w:rPr>
          <w:bCs/>
        </w:rPr>
        <w:t>aube par l</w:t>
      </w:r>
      <w:r w:rsidR="00C90F8D">
        <w:rPr>
          <w:bCs/>
        </w:rPr>
        <w:t>’</w:t>
      </w:r>
      <w:r>
        <w:rPr>
          <w:bCs/>
        </w:rPr>
        <w:t>entrée de Forestier chez lui</w:t>
      </w:r>
      <w:r w:rsidR="00C90F8D">
        <w:rPr>
          <w:bCs/>
        </w:rPr>
        <w:t xml:space="preserve">, </w:t>
      </w:r>
      <w:r>
        <w:rPr>
          <w:bCs/>
        </w:rPr>
        <w:t>il ne devait plus ce jour-là</w:t>
      </w:r>
      <w:r w:rsidR="00C90F8D">
        <w:rPr>
          <w:bCs/>
        </w:rPr>
        <w:t xml:space="preserve">, </w:t>
      </w:r>
      <w:r>
        <w:rPr>
          <w:bCs/>
        </w:rPr>
        <w:t>ni la nuit suivante</w:t>
      </w:r>
      <w:r w:rsidR="00C90F8D">
        <w:rPr>
          <w:bCs/>
        </w:rPr>
        <w:t xml:space="preserve">, </w:t>
      </w:r>
      <w:r>
        <w:rPr>
          <w:bCs/>
        </w:rPr>
        <w:t>se recoucher</w:t>
      </w:r>
      <w:r w:rsidR="00C90F8D">
        <w:rPr>
          <w:bCs/>
        </w:rPr>
        <w:t xml:space="preserve">. </w:t>
      </w:r>
      <w:r>
        <w:rPr>
          <w:bCs/>
        </w:rPr>
        <w:t>Et quelles lamentables péripéties</w:t>
      </w:r>
      <w:r w:rsidR="00C90F8D">
        <w:rPr>
          <w:bCs/>
        </w:rPr>
        <w:t xml:space="preserve"> ! </w:t>
      </w:r>
      <w:r>
        <w:rPr>
          <w:bCs/>
        </w:rPr>
        <w:t>Cela avait débuté par un quasi corps à corps entre les deux hommes</w:t>
      </w:r>
      <w:r w:rsidR="00C90F8D">
        <w:rPr>
          <w:bCs/>
        </w:rPr>
        <w:t xml:space="preserve">, </w:t>
      </w:r>
      <w:r>
        <w:rPr>
          <w:bCs/>
        </w:rPr>
        <w:t>l</w:t>
      </w:r>
      <w:r w:rsidR="00C90F8D">
        <w:rPr>
          <w:bCs/>
        </w:rPr>
        <w:t>’</w:t>
      </w:r>
      <w:r>
        <w:rPr>
          <w:bCs/>
        </w:rPr>
        <w:t>un poursuivi par l</w:t>
      </w:r>
      <w:r w:rsidR="00C90F8D">
        <w:rPr>
          <w:bCs/>
        </w:rPr>
        <w:t>’</w:t>
      </w:r>
      <w:r>
        <w:rPr>
          <w:bCs/>
        </w:rPr>
        <w:t>idée fixe de mettre la main sur le champagne</w:t>
      </w:r>
      <w:r w:rsidR="00C90F8D">
        <w:rPr>
          <w:bCs/>
        </w:rPr>
        <w:t xml:space="preserve">, </w:t>
      </w:r>
      <w:r>
        <w:rPr>
          <w:bCs/>
        </w:rPr>
        <w:t>les alcools que l</w:t>
      </w:r>
      <w:r w:rsidR="00C90F8D">
        <w:rPr>
          <w:bCs/>
        </w:rPr>
        <w:t>’</w:t>
      </w:r>
      <w:r>
        <w:rPr>
          <w:bCs/>
        </w:rPr>
        <w:t>autre avait dans sa chambre</w:t>
      </w:r>
      <w:r w:rsidR="00C90F8D">
        <w:rPr>
          <w:bCs/>
        </w:rPr>
        <w:t xml:space="preserve">, </w:t>
      </w:r>
      <w:r>
        <w:rPr>
          <w:bCs/>
        </w:rPr>
        <w:t>et celui-ci luttant pour l</w:t>
      </w:r>
      <w:r w:rsidR="00C90F8D">
        <w:rPr>
          <w:bCs/>
        </w:rPr>
        <w:t>’</w:t>
      </w:r>
      <w:r>
        <w:rPr>
          <w:bCs/>
        </w:rPr>
        <w:t>en empêcher</w:t>
      </w:r>
      <w:r w:rsidR="00C90F8D">
        <w:rPr>
          <w:bCs/>
        </w:rPr>
        <w:t xml:space="preserve">. </w:t>
      </w:r>
      <w:r>
        <w:rPr>
          <w:bCs/>
        </w:rPr>
        <w:t>Ce ne fut pas sans peine que Schmidt</w:t>
      </w:r>
      <w:r w:rsidR="00C90F8D">
        <w:rPr>
          <w:bCs/>
        </w:rPr>
        <w:t xml:space="preserve">, </w:t>
      </w:r>
      <w:r>
        <w:rPr>
          <w:bCs/>
        </w:rPr>
        <w:t>beaucoup plus robuste cependant</w:t>
      </w:r>
      <w:r w:rsidR="00C90F8D">
        <w:rPr>
          <w:bCs/>
        </w:rPr>
        <w:t xml:space="preserve">, </w:t>
      </w:r>
      <w:r>
        <w:rPr>
          <w:bCs/>
        </w:rPr>
        <w:t>réussit à maîtriser l</w:t>
      </w:r>
      <w:r w:rsidR="00C90F8D">
        <w:rPr>
          <w:bCs/>
        </w:rPr>
        <w:t>’</w:t>
      </w:r>
      <w:r>
        <w:rPr>
          <w:bCs/>
        </w:rPr>
        <w:t>espèce de dément frénétique qu</w:t>
      </w:r>
      <w:r w:rsidR="00C90F8D">
        <w:rPr>
          <w:bCs/>
        </w:rPr>
        <w:t>’</w:t>
      </w:r>
      <w:r>
        <w:rPr>
          <w:bCs/>
        </w:rPr>
        <w:t>était devenu Forestier</w:t>
      </w:r>
      <w:r w:rsidR="00C90F8D">
        <w:rPr>
          <w:bCs/>
        </w:rPr>
        <w:t>. « </w:t>
      </w:r>
      <w:r>
        <w:rPr>
          <w:bCs/>
        </w:rPr>
        <w:t>Heureusement</w:t>
      </w:r>
      <w:r w:rsidR="00C90F8D">
        <w:rPr>
          <w:bCs/>
        </w:rPr>
        <w:t xml:space="preserve">, </w:t>
      </w:r>
      <w:r>
        <w:rPr>
          <w:bCs/>
        </w:rPr>
        <w:t>se disait-il</w:t>
      </w:r>
      <w:r w:rsidR="00C90F8D">
        <w:rPr>
          <w:bCs/>
        </w:rPr>
        <w:t xml:space="preserve">, </w:t>
      </w:r>
      <w:r>
        <w:rPr>
          <w:bCs/>
        </w:rPr>
        <w:t>tout en se colletant avec le forcené</w:t>
      </w:r>
      <w:r w:rsidR="00C90F8D">
        <w:rPr>
          <w:bCs/>
        </w:rPr>
        <w:t xml:space="preserve">, </w:t>
      </w:r>
      <w:r>
        <w:rPr>
          <w:bCs/>
        </w:rPr>
        <w:t>heureusement que c</w:t>
      </w:r>
      <w:r w:rsidR="00C90F8D">
        <w:rPr>
          <w:bCs/>
        </w:rPr>
        <w:t>’</w:t>
      </w:r>
      <w:r>
        <w:rPr>
          <w:bCs/>
        </w:rPr>
        <w:t>est la nuit</w:t>
      </w:r>
      <w:r w:rsidR="00C90F8D">
        <w:rPr>
          <w:bCs/>
        </w:rPr>
        <w:t xml:space="preserve">, </w:t>
      </w:r>
      <w:r>
        <w:rPr>
          <w:bCs/>
        </w:rPr>
        <w:t>et qu</w:t>
      </w:r>
      <w:r w:rsidR="00C90F8D">
        <w:rPr>
          <w:bCs/>
        </w:rPr>
        <w:t>’</w:t>
      </w:r>
      <w:r>
        <w:rPr>
          <w:bCs/>
        </w:rPr>
        <w:t>il n</w:t>
      </w:r>
      <w:r w:rsidR="00C90F8D">
        <w:rPr>
          <w:bCs/>
        </w:rPr>
        <w:t>’</w:t>
      </w:r>
      <w:r>
        <w:rPr>
          <w:bCs/>
        </w:rPr>
        <w:t>y a personne pour assister à une telle scène</w:t>
      </w:r>
      <w:r w:rsidR="00C90F8D">
        <w:rPr>
          <w:bCs/>
        </w:rPr>
        <w:t> ! »</w:t>
      </w:r>
      <w:r>
        <w:rPr>
          <w:bCs/>
        </w:rPr>
        <w:t xml:space="preserve"> </w:t>
      </w:r>
      <w:proofErr w:type="spellStart"/>
      <w:r>
        <w:rPr>
          <w:bCs/>
        </w:rPr>
        <w:t>Daï</w:t>
      </w:r>
      <w:proofErr w:type="spellEnd"/>
      <w:r w:rsidR="00C90F8D">
        <w:rPr>
          <w:bCs/>
        </w:rPr>
        <w:t xml:space="preserve">, </w:t>
      </w:r>
      <w:r>
        <w:rPr>
          <w:bCs/>
        </w:rPr>
        <w:t>le boy</w:t>
      </w:r>
      <w:r w:rsidR="00C90F8D">
        <w:rPr>
          <w:bCs/>
        </w:rPr>
        <w:t xml:space="preserve">, </w:t>
      </w:r>
      <w:r>
        <w:rPr>
          <w:bCs/>
        </w:rPr>
        <w:t>ne logeait pas là</w:t>
      </w:r>
      <w:r w:rsidR="00C90F8D">
        <w:rPr>
          <w:bCs/>
        </w:rPr>
        <w:t xml:space="preserve">. </w:t>
      </w:r>
      <w:r>
        <w:rPr>
          <w:bCs/>
        </w:rPr>
        <w:t>Quant au fonctionnaire de la banque dont ils étaient les hôtes</w:t>
      </w:r>
      <w:r w:rsidR="00C90F8D">
        <w:rPr>
          <w:bCs/>
        </w:rPr>
        <w:t xml:space="preserve">, </w:t>
      </w:r>
      <w:r>
        <w:rPr>
          <w:bCs/>
        </w:rPr>
        <w:t>il habitait au rez-de-chaussée</w:t>
      </w:r>
      <w:r w:rsidR="00C90F8D">
        <w:rPr>
          <w:bCs/>
        </w:rPr>
        <w:t xml:space="preserve">. </w:t>
      </w:r>
      <w:r>
        <w:rPr>
          <w:bCs/>
        </w:rPr>
        <w:t>Il n</w:t>
      </w:r>
      <w:r w:rsidR="00C90F8D">
        <w:rPr>
          <w:bCs/>
        </w:rPr>
        <w:t>’</w:t>
      </w:r>
      <w:r>
        <w:rPr>
          <w:bCs/>
        </w:rPr>
        <w:t>avait pas pu entendre</w:t>
      </w:r>
      <w:r w:rsidR="00C90F8D">
        <w:rPr>
          <w:bCs/>
        </w:rPr>
        <w:t>.</w:t>
      </w:r>
    </w:p>
    <w:p w14:paraId="3499DB60" w14:textId="77777777" w:rsidR="00C90F8D" w:rsidRDefault="00AB2DE8">
      <w:pPr>
        <w:rPr>
          <w:bCs/>
        </w:rPr>
      </w:pPr>
      <w:r>
        <w:rPr>
          <w:bCs/>
        </w:rPr>
        <w:t>Lorsque</w:t>
      </w:r>
      <w:r w:rsidR="00C90F8D">
        <w:rPr>
          <w:bCs/>
        </w:rPr>
        <w:t xml:space="preserve">, </w:t>
      </w:r>
      <w:r>
        <w:rPr>
          <w:bCs/>
        </w:rPr>
        <w:t>dompté enfin</w:t>
      </w:r>
      <w:r w:rsidR="00C90F8D">
        <w:rPr>
          <w:bCs/>
        </w:rPr>
        <w:t xml:space="preserve">, </w:t>
      </w:r>
      <w:r>
        <w:rPr>
          <w:bCs/>
        </w:rPr>
        <w:t>Forestier s</w:t>
      </w:r>
      <w:r w:rsidR="00C90F8D">
        <w:rPr>
          <w:bCs/>
        </w:rPr>
        <w:t>’</w:t>
      </w:r>
      <w:r>
        <w:rPr>
          <w:bCs/>
        </w:rPr>
        <w:t>était abattu sur le plancher</w:t>
      </w:r>
      <w:r w:rsidR="00C90F8D">
        <w:rPr>
          <w:bCs/>
        </w:rPr>
        <w:t xml:space="preserve">, </w:t>
      </w:r>
      <w:r>
        <w:rPr>
          <w:bCs/>
        </w:rPr>
        <w:t>Schmidt avait dû le transporter dans sa chambre</w:t>
      </w:r>
      <w:r w:rsidR="00C90F8D">
        <w:rPr>
          <w:bCs/>
        </w:rPr>
        <w:t xml:space="preserve">, </w:t>
      </w:r>
      <w:r>
        <w:rPr>
          <w:bCs/>
        </w:rPr>
        <w:t>le coucher</w:t>
      </w:r>
      <w:r w:rsidR="00C90F8D">
        <w:rPr>
          <w:bCs/>
        </w:rPr>
        <w:t xml:space="preserve">, </w:t>
      </w:r>
      <w:r>
        <w:rPr>
          <w:bCs/>
        </w:rPr>
        <w:t>puis essayer de le raisonner</w:t>
      </w:r>
      <w:r w:rsidR="00C90F8D">
        <w:rPr>
          <w:bCs/>
        </w:rPr>
        <w:t xml:space="preserve">, </w:t>
      </w:r>
      <w:r>
        <w:rPr>
          <w:bCs/>
        </w:rPr>
        <w:t>de calmer l</w:t>
      </w:r>
      <w:r w:rsidR="00C90F8D">
        <w:rPr>
          <w:bCs/>
        </w:rPr>
        <w:t>’</w:t>
      </w:r>
      <w:r>
        <w:rPr>
          <w:bCs/>
        </w:rPr>
        <w:t>effrayante crise de larmes qui avait succédé aux transports d</w:t>
      </w:r>
      <w:r w:rsidR="00C90F8D">
        <w:rPr>
          <w:bCs/>
        </w:rPr>
        <w:t>’</w:t>
      </w:r>
      <w:r>
        <w:rPr>
          <w:bCs/>
        </w:rPr>
        <w:t>une folie presque furieuse</w:t>
      </w:r>
      <w:r w:rsidR="00C90F8D">
        <w:rPr>
          <w:bCs/>
        </w:rPr>
        <w:t xml:space="preserve">. </w:t>
      </w:r>
      <w:r>
        <w:rPr>
          <w:bCs/>
        </w:rPr>
        <w:t>Oui</w:t>
      </w:r>
      <w:r w:rsidR="00C90F8D">
        <w:rPr>
          <w:bCs/>
        </w:rPr>
        <w:t xml:space="preserve">, </w:t>
      </w:r>
      <w:r>
        <w:rPr>
          <w:bCs/>
        </w:rPr>
        <w:t>quelle nuit</w:t>
      </w:r>
      <w:r w:rsidR="00C90F8D">
        <w:rPr>
          <w:bCs/>
        </w:rPr>
        <w:t xml:space="preserve">, </w:t>
      </w:r>
      <w:r>
        <w:rPr>
          <w:bCs/>
        </w:rPr>
        <w:t>vraiment</w:t>
      </w:r>
      <w:r w:rsidR="00C90F8D">
        <w:rPr>
          <w:bCs/>
        </w:rPr>
        <w:t xml:space="preserve"> ! </w:t>
      </w:r>
      <w:r>
        <w:rPr>
          <w:bCs/>
        </w:rPr>
        <w:t>Vers six heures du matin</w:t>
      </w:r>
      <w:r w:rsidR="00C90F8D">
        <w:rPr>
          <w:bCs/>
        </w:rPr>
        <w:t xml:space="preserve">, </w:t>
      </w:r>
      <w:r>
        <w:rPr>
          <w:bCs/>
        </w:rPr>
        <w:t>Forestier s</w:t>
      </w:r>
      <w:r w:rsidR="00C90F8D">
        <w:rPr>
          <w:bCs/>
        </w:rPr>
        <w:t>’</w:t>
      </w:r>
      <w:r>
        <w:rPr>
          <w:bCs/>
        </w:rPr>
        <w:t>était un peu apaisé</w:t>
      </w:r>
      <w:r w:rsidR="00C90F8D">
        <w:rPr>
          <w:bCs/>
        </w:rPr>
        <w:t xml:space="preserve">. </w:t>
      </w:r>
      <w:r>
        <w:rPr>
          <w:bCs/>
        </w:rPr>
        <w:t>Schmidt en avait profité pour aller à la cuisine</w:t>
      </w:r>
      <w:r w:rsidR="00C90F8D">
        <w:rPr>
          <w:bCs/>
        </w:rPr>
        <w:t xml:space="preserve">, </w:t>
      </w:r>
      <w:r>
        <w:rPr>
          <w:bCs/>
        </w:rPr>
        <w:t xml:space="preserve">où il entendait </w:t>
      </w:r>
      <w:proofErr w:type="spellStart"/>
      <w:r>
        <w:rPr>
          <w:bCs/>
        </w:rPr>
        <w:t>Daï</w:t>
      </w:r>
      <w:proofErr w:type="spellEnd"/>
      <w:r>
        <w:rPr>
          <w:bCs/>
        </w:rPr>
        <w:t xml:space="preserve"> remuer les ustensiles du petit déjeuner</w:t>
      </w:r>
      <w:r w:rsidR="00C90F8D">
        <w:rPr>
          <w:bCs/>
        </w:rPr>
        <w:t xml:space="preserve">. </w:t>
      </w:r>
      <w:r>
        <w:rPr>
          <w:bCs/>
        </w:rPr>
        <w:t>Il l</w:t>
      </w:r>
      <w:r w:rsidR="00C90F8D">
        <w:rPr>
          <w:bCs/>
        </w:rPr>
        <w:t>’</w:t>
      </w:r>
      <w:r>
        <w:rPr>
          <w:bCs/>
        </w:rPr>
        <w:t>avait aussitôt envoyé faire des courses</w:t>
      </w:r>
      <w:r w:rsidR="00C90F8D">
        <w:rPr>
          <w:bCs/>
        </w:rPr>
        <w:t xml:space="preserve">, </w:t>
      </w:r>
      <w:r>
        <w:rPr>
          <w:bCs/>
        </w:rPr>
        <w:t>dans la crainte qu</w:t>
      </w:r>
      <w:r w:rsidR="00C90F8D">
        <w:rPr>
          <w:bCs/>
        </w:rPr>
        <w:t>’</w:t>
      </w:r>
      <w:r>
        <w:rPr>
          <w:bCs/>
        </w:rPr>
        <w:t>il ne fût là</w:t>
      </w:r>
      <w:r w:rsidR="00C90F8D">
        <w:rPr>
          <w:bCs/>
        </w:rPr>
        <w:t xml:space="preserve">, </w:t>
      </w:r>
      <w:r>
        <w:rPr>
          <w:bCs/>
        </w:rPr>
        <w:t>au cas où le scandale de tout à l</w:t>
      </w:r>
      <w:r w:rsidR="00C90F8D">
        <w:rPr>
          <w:bCs/>
        </w:rPr>
        <w:t>’</w:t>
      </w:r>
      <w:r>
        <w:rPr>
          <w:bCs/>
        </w:rPr>
        <w:t>heure recommencerait</w:t>
      </w:r>
      <w:r w:rsidR="00C90F8D">
        <w:rPr>
          <w:bCs/>
        </w:rPr>
        <w:t>.</w:t>
      </w:r>
    </w:p>
    <w:p w14:paraId="44D61B28" w14:textId="77777777" w:rsidR="00C90F8D" w:rsidRDefault="00AB2DE8">
      <w:pPr>
        <w:rPr>
          <w:bCs/>
        </w:rPr>
      </w:pPr>
      <w:r>
        <w:rPr>
          <w:bCs/>
        </w:rPr>
        <w:lastRenderedPageBreak/>
        <w:t>Il se prépara du thé</w:t>
      </w:r>
      <w:r w:rsidR="00C90F8D">
        <w:rPr>
          <w:bCs/>
        </w:rPr>
        <w:t xml:space="preserve">, </w:t>
      </w:r>
      <w:r>
        <w:rPr>
          <w:bCs/>
        </w:rPr>
        <w:t>en but deux ou trois tasses</w:t>
      </w:r>
      <w:r w:rsidR="00C90F8D">
        <w:rPr>
          <w:bCs/>
        </w:rPr>
        <w:t xml:space="preserve">, </w:t>
      </w:r>
      <w:r>
        <w:rPr>
          <w:bCs/>
        </w:rPr>
        <w:t>et revint s</w:t>
      </w:r>
      <w:r w:rsidR="00C90F8D">
        <w:rPr>
          <w:bCs/>
        </w:rPr>
        <w:t>’</w:t>
      </w:r>
      <w:r>
        <w:rPr>
          <w:bCs/>
        </w:rPr>
        <w:t>asseoir auprès du lit de Forestier</w:t>
      </w:r>
      <w:r w:rsidR="00C90F8D">
        <w:rPr>
          <w:bCs/>
        </w:rPr>
        <w:t xml:space="preserve">. </w:t>
      </w:r>
      <w:r>
        <w:rPr>
          <w:bCs/>
        </w:rPr>
        <w:t>C</w:t>
      </w:r>
      <w:r w:rsidR="00C90F8D">
        <w:rPr>
          <w:bCs/>
        </w:rPr>
        <w:t>’</w:t>
      </w:r>
      <w:r>
        <w:rPr>
          <w:bCs/>
        </w:rPr>
        <w:t>était la première fois</w:t>
      </w:r>
      <w:r w:rsidR="00C90F8D">
        <w:rPr>
          <w:bCs/>
        </w:rPr>
        <w:t xml:space="preserve">, </w:t>
      </w:r>
      <w:r>
        <w:rPr>
          <w:bCs/>
        </w:rPr>
        <w:t>depuis bientôt trois heures</w:t>
      </w:r>
      <w:r w:rsidR="00C90F8D">
        <w:rPr>
          <w:bCs/>
        </w:rPr>
        <w:t xml:space="preserve">, </w:t>
      </w:r>
      <w:r>
        <w:rPr>
          <w:bCs/>
        </w:rPr>
        <w:t>qu</w:t>
      </w:r>
      <w:r w:rsidR="00C90F8D">
        <w:rPr>
          <w:bCs/>
        </w:rPr>
        <w:t>’</w:t>
      </w:r>
      <w:r>
        <w:rPr>
          <w:bCs/>
        </w:rPr>
        <w:t>il avait le loisir de mettre un peu d</w:t>
      </w:r>
      <w:r w:rsidR="00C90F8D">
        <w:rPr>
          <w:bCs/>
        </w:rPr>
        <w:t>’</w:t>
      </w:r>
      <w:r>
        <w:rPr>
          <w:bCs/>
        </w:rPr>
        <w:t>ordre dans ses pensées</w:t>
      </w:r>
      <w:r w:rsidR="00C90F8D">
        <w:rPr>
          <w:bCs/>
        </w:rPr>
        <w:t>.</w:t>
      </w:r>
    </w:p>
    <w:p w14:paraId="7F897F21" w14:textId="77777777" w:rsidR="00C90F8D" w:rsidRDefault="00C90F8D">
      <w:pPr>
        <w:rPr>
          <w:bCs/>
        </w:rPr>
      </w:pPr>
      <w:r>
        <w:rPr>
          <w:rFonts w:eastAsia="Georgia"/>
        </w:rPr>
        <w:t>— </w:t>
      </w:r>
      <w:r w:rsidR="00AB2DE8">
        <w:rPr>
          <w:bCs/>
        </w:rPr>
        <w:t>Eh bien</w:t>
      </w:r>
      <w:r>
        <w:rPr>
          <w:bCs/>
        </w:rPr>
        <w:t xml:space="preserve">, </w:t>
      </w:r>
      <w:r w:rsidR="00AB2DE8">
        <w:rPr>
          <w:bCs/>
        </w:rPr>
        <w:t>se répétait-il</w:t>
      </w:r>
      <w:r>
        <w:rPr>
          <w:bCs/>
        </w:rPr>
        <w:t xml:space="preserve">, </w:t>
      </w:r>
      <w:r w:rsidR="00AB2DE8">
        <w:rPr>
          <w:bCs/>
        </w:rPr>
        <w:t>en voilà un qui m</w:t>
      </w:r>
      <w:r>
        <w:rPr>
          <w:bCs/>
        </w:rPr>
        <w:t>’</w:t>
      </w:r>
      <w:r w:rsidR="00AB2DE8">
        <w:rPr>
          <w:bCs/>
        </w:rPr>
        <w:t>a joliment mis dedans</w:t>
      </w:r>
      <w:r>
        <w:rPr>
          <w:bCs/>
        </w:rPr>
        <w:t xml:space="preserve">, </w:t>
      </w:r>
      <w:r w:rsidR="00AB2DE8">
        <w:rPr>
          <w:bCs/>
        </w:rPr>
        <w:t>et qui n</w:t>
      </w:r>
      <w:r>
        <w:rPr>
          <w:bCs/>
        </w:rPr>
        <w:t>’</w:t>
      </w:r>
      <w:r w:rsidR="00AB2DE8">
        <w:rPr>
          <w:bCs/>
        </w:rPr>
        <w:t>a pas volé les appréciations qu</w:t>
      </w:r>
      <w:r>
        <w:rPr>
          <w:bCs/>
        </w:rPr>
        <w:t>’</w:t>
      </w:r>
      <w:r w:rsidR="00AB2DE8">
        <w:rPr>
          <w:bCs/>
        </w:rPr>
        <w:t>il a</w:t>
      </w:r>
      <w:r>
        <w:rPr>
          <w:bCs/>
        </w:rPr>
        <w:t xml:space="preserve">, </w:t>
      </w:r>
      <w:r w:rsidR="00AB2DE8">
        <w:rPr>
          <w:bCs/>
        </w:rPr>
        <w:t>paraît-il</w:t>
      </w:r>
      <w:r>
        <w:rPr>
          <w:bCs/>
        </w:rPr>
        <w:t xml:space="preserve">, </w:t>
      </w:r>
      <w:r w:rsidR="00AB2DE8">
        <w:rPr>
          <w:bCs/>
        </w:rPr>
        <w:t>dans son dossier</w:t>
      </w:r>
      <w:r>
        <w:rPr>
          <w:bCs/>
        </w:rPr>
        <w:t xml:space="preserve">. </w:t>
      </w:r>
      <w:r w:rsidR="00AB2DE8">
        <w:rPr>
          <w:bCs/>
        </w:rPr>
        <w:t>C</w:t>
      </w:r>
      <w:r>
        <w:rPr>
          <w:bCs/>
        </w:rPr>
        <w:t>’</w:t>
      </w:r>
      <w:r w:rsidR="00AB2DE8">
        <w:rPr>
          <w:bCs/>
        </w:rPr>
        <w:t>est égal</w:t>
      </w:r>
      <w:r>
        <w:rPr>
          <w:bCs/>
        </w:rPr>
        <w:t xml:space="preserve">, </w:t>
      </w:r>
      <w:r w:rsidR="00AB2DE8">
        <w:rPr>
          <w:bCs/>
        </w:rPr>
        <w:t>de quelle mouche s</w:t>
      </w:r>
      <w:r>
        <w:rPr>
          <w:bCs/>
        </w:rPr>
        <w:t>’</w:t>
      </w:r>
      <w:r w:rsidR="00AB2DE8">
        <w:rPr>
          <w:bCs/>
        </w:rPr>
        <w:t>est-il trouvé piqué</w:t>
      </w:r>
      <w:r>
        <w:rPr>
          <w:bCs/>
        </w:rPr>
        <w:t> ?</w:t>
      </w:r>
    </w:p>
    <w:p w14:paraId="00D54F35" w14:textId="77777777" w:rsidR="00C90F8D" w:rsidRDefault="00AB2DE8">
      <w:pPr>
        <w:rPr>
          <w:bCs/>
        </w:rPr>
      </w:pPr>
      <w:r>
        <w:rPr>
          <w:bCs/>
        </w:rPr>
        <w:t>Il se souvenait du champagne refusé par Forestier pendant toute la première partie de la soirée</w:t>
      </w:r>
      <w:r w:rsidR="00C90F8D">
        <w:rPr>
          <w:bCs/>
        </w:rPr>
        <w:t xml:space="preserve">, </w:t>
      </w:r>
      <w:r>
        <w:rPr>
          <w:bCs/>
        </w:rPr>
        <w:t>puis de son insistance subite pour boire</w:t>
      </w:r>
      <w:r w:rsidR="00C90F8D">
        <w:rPr>
          <w:bCs/>
        </w:rPr>
        <w:t xml:space="preserve">. </w:t>
      </w:r>
      <w:r>
        <w:rPr>
          <w:bCs/>
        </w:rPr>
        <w:t>Entre ces deux instants</w:t>
      </w:r>
      <w:r w:rsidR="00C90F8D">
        <w:rPr>
          <w:bCs/>
        </w:rPr>
        <w:t xml:space="preserve">, </w:t>
      </w:r>
      <w:r>
        <w:rPr>
          <w:bCs/>
        </w:rPr>
        <w:t>qu</w:t>
      </w:r>
      <w:r w:rsidR="00C90F8D">
        <w:rPr>
          <w:bCs/>
        </w:rPr>
        <w:t>’</w:t>
      </w:r>
      <w:r>
        <w:rPr>
          <w:bCs/>
        </w:rPr>
        <w:t>est-ce qui avait bien pu se passer</w:t>
      </w:r>
      <w:r w:rsidR="00C90F8D">
        <w:rPr>
          <w:bCs/>
        </w:rPr>
        <w:t xml:space="preserve"> ? </w:t>
      </w:r>
      <w:r>
        <w:rPr>
          <w:bCs/>
        </w:rPr>
        <w:t>Schmidt avait beau se prendre le front à deux mains</w:t>
      </w:r>
      <w:r w:rsidR="00C90F8D">
        <w:rPr>
          <w:bCs/>
        </w:rPr>
        <w:t xml:space="preserve">, </w:t>
      </w:r>
      <w:r>
        <w:rPr>
          <w:bCs/>
        </w:rPr>
        <w:t>il n</w:t>
      </w:r>
      <w:r w:rsidR="00C90F8D">
        <w:rPr>
          <w:bCs/>
        </w:rPr>
        <w:t>’</w:t>
      </w:r>
      <w:r>
        <w:rPr>
          <w:bCs/>
        </w:rPr>
        <w:t>arrivait pas à se rappeler</w:t>
      </w:r>
      <w:r w:rsidR="00C90F8D">
        <w:rPr>
          <w:bCs/>
        </w:rPr>
        <w:t xml:space="preserve">, </w:t>
      </w:r>
      <w:r>
        <w:rPr>
          <w:bCs/>
        </w:rPr>
        <w:t>à comprendre</w:t>
      </w:r>
      <w:r w:rsidR="00C90F8D">
        <w:rPr>
          <w:bCs/>
        </w:rPr>
        <w:t xml:space="preserve">. </w:t>
      </w:r>
      <w:r>
        <w:rPr>
          <w:bCs/>
        </w:rPr>
        <w:t>Les événements de cette nuit fantastique le confondaient</w:t>
      </w:r>
      <w:r w:rsidR="00C90F8D">
        <w:rPr>
          <w:bCs/>
        </w:rPr>
        <w:t>.</w:t>
      </w:r>
    </w:p>
    <w:p w14:paraId="16051027" w14:textId="2FBC0326" w:rsidR="00C90F8D" w:rsidRDefault="00AB2DE8">
      <w:pPr>
        <w:rPr>
          <w:bCs/>
        </w:rPr>
      </w:pPr>
      <w:r>
        <w:rPr>
          <w:bCs/>
        </w:rPr>
        <w:t>Forestier dormait d</w:t>
      </w:r>
      <w:r w:rsidR="00C90F8D">
        <w:rPr>
          <w:bCs/>
        </w:rPr>
        <w:t>’</w:t>
      </w:r>
      <w:r>
        <w:rPr>
          <w:bCs/>
        </w:rPr>
        <w:t>un mauvais sommeil tout secoué de cauchemars</w:t>
      </w:r>
      <w:r w:rsidR="00C90F8D">
        <w:rPr>
          <w:bCs/>
        </w:rPr>
        <w:t xml:space="preserve">. </w:t>
      </w:r>
      <w:r>
        <w:rPr>
          <w:bCs/>
        </w:rPr>
        <w:t>Il gémissait comme un enfant</w:t>
      </w:r>
      <w:r w:rsidR="00C90F8D">
        <w:rPr>
          <w:bCs/>
        </w:rPr>
        <w:t xml:space="preserve">, </w:t>
      </w:r>
      <w:r>
        <w:rPr>
          <w:bCs/>
        </w:rPr>
        <w:t>ânonnait des noms</w:t>
      </w:r>
      <w:r w:rsidR="00C90F8D">
        <w:rPr>
          <w:bCs/>
        </w:rPr>
        <w:t xml:space="preserve">, </w:t>
      </w:r>
      <w:r>
        <w:rPr>
          <w:bCs/>
        </w:rPr>
        <w:t>des mots sans suite</w:t>
      </w:r>
      <w:r w:rsidR="00C90F8D">
        <w:rPr>
          <w:bCs/>
        </w:rPr>
        <w:t xml:space="preserve">. </w:t>
      </w:r>
      <w:r>
        <w:rPr>
          <w:bCs/>
        </w:rPr>
        <w:t>Schmidt s</w:t>
      </w:r>
      <w:r w:rsidR="00C90F8D">
        <w:rPr>
          <w:bCs/>
        </w:rPr>
        <w:t>’</w:t>
      </w:r>
      <w:r>
        <w:rPr>
          <w:bCs/>
        </w:rPr>
        <w:t>efforçait de saisir un de ces mots</w:t>
      </w:r>
      <w:r w:rsidR="00C90F8D">
        <w:rPr>
          <w:bCs/>
        </w:rPr>
        <w:t xml:space="preserve">, </w:t>
      </w:r>
      <w:r>
        <w:rPr>
          <w:bCs/>
        </w:rPr>
        <w:t>un de ces noms</w:t>
      </w:r>
      <w:r w:rsidR="00C90F8D">
        <w:rPr>
          <w:bCs/>
        </w:rPr>
        <w:t xml:space="preserve">. </w:t>
      </w:r>
      <w:r>
        <w:rPr>
          <w:bCs/>
        </w:rPr>
        <w:t>Peine perdue</w:t>
      </w:r>
      <w:r w:rsidR="00C90F8D">
        <w:rPr>
          <w:bCs/>
        </w:rPr>
        <w:t xml:space="preserve">. </w:t>
      </w:r>
      <w:r>
        <w:rPr>
          <w:bCs/>
        </w:rPr>
        <w:t>La chambre</w:t>
      </w:r>
      <w:r w:rsidR="00C90F8D">
        <w:rPr>
          <w:bCs/>
        </w:rPr>
        <w:t xml:space="preserve">, </w:t>
      </w:r>
      <w:r>
        <w:rPr>
          <w:bCs/>
        </w:rPr>
        <w:t>la veille encore si pleine d</w:t>
      </w:r>
      <w:r w:rsidR="00C90F8D">
        <w:rPr>
          <w:bCs/>
        </w:rPr>
        <w:t>’</w:t>
      </w:r>
      <w:r>
        <w:rPr>
          <w:bCs/>
        </w:rPr>
        <w:t>ordre</w:t>
      </w:r>
      <w:r w:rsidR="00C90F8D">
        <w:rPr>
          <w:bCs/>
        </w:rPr>
        <w:t xml:space="preserve"> – </w:t>
      </w:r>
      <w:r>
        <w:rPr>
          <w:bCs/>
        </w:rPr>
        <w:t>il n</w:t>
      </w:r>
      <w:r w:rsidR="00C90F8D">
        <w:rPr>
          <w:bCs/>
        </w:rPr>
        <w:t>’</w:t>
      </w:r>
      <w:r>
        <w:rPr>
          <w:bCs/>
        </w:rPr>
        <w:t>y avait même pas douze heures que Schmidt y était venu prévenir Forestier que l</w:t>
      </w:r>
      <w:r w:rsidR="00C90F8D">
        <w:rPr>
          <w:bCs/>
        </w:rPr>
        <w:t>’</w:t>
      </w:r>
      <w:r>
        <w:rPr>
          <w:bCs/>
        </w:rPr>
        <w:t xml:space="preserve">automobile de </w:t>
      </w:r>
      <w:r w:rsidR="00C90F8D">
        <w:rPr>
          <w:bCs/>
        </w:rPr>
        <w:t>M. </w:t>
      </w:r>
      <w:proofErr w:type="spellStart"/>
      <w:r>
        <w:rPr>
          <w:bCs/>
        </w:rPr>
        <w:t>Mauconseil</w:t>
      </w:r>
      <w:proofErr w:type="spellEnd"/>
      <w:r>
        <w:rPr>
          <w:bCs/>
        </w:rPr>
        <w:t xml:space="preserve"> les attendait en bas</w:t>
      </w:r>
      <w:r w:rsidR="00C90F8D">
        <w:rPr>
          <w:bCs/>
        </w:rPr>
        <w:t xml:space="preserve"> – </w:t>
      </w:r>
      <w:r>
        <w:rPr>
          <w:bCs/>
        </w:rPr>
        <w:t>cette chambre avait maintenant des aspects de chaos</w:t>
      </w:r>
      <w:r w:rsidR="00C90F8D">
        <w:rPr>
          <w:bCs/>
        </w:rPr>
        <w:t xml:space="preserve">. </w:t>
      </w:r>
      <w:r>
        <w:rPr>
          <w:bCs/>
        </w:rPr>
        <w:t>Schmidt se leva</w:t>
      </w:r>
      <w:r w:rsidR="00C90F8D">
        <w:rPr>
          <w:bCs/>
        </w:rPr>
        <w:t xml:space="preserve">, </w:t>
      </w:r>
      <w:r>
        <w:rPr>
          <w:bCs/>
        </w:rPr>
        <w:t>rangea du mieux qu</w:t>
      </w:r>
      <w:r w:rsidR="00C90F8D">
        <w:rPr>
          <w:bCs/>
        </w:rPr>
        <w:t>’</w:t>
      </w:r>
      <w:r>
        <w:rPr>
          <w:bCs/>
        </w:rPr>
        <w:t>il put le smoking</w:t>
      </w:r>
      <w:r w:rsidR="00C90F8D">
        <w:rPr>
          <w:bCs/>
        </w:rPr>
        <w:t xml:space="preserve">, </w:t>
      </w:r>
      <w:r>
        <w:rPr>
          <w:bCs/>
        </w:rPr>
        <w:t>le faux col</w:t>
      </w:r>
      <w:r w:rsidR="00C90F8D">
        <w:rPr>
          <w:bCs/>
        </w:rPr>
        <w:t xml:space="preserve">, </w:t>
      </w:r>
      <w:r>
        <w:rPr>
          <w:bCs/>
        </w:rPr>
        <w:t>les bottines</w:t>
      </w:r>
      <w:r w:rsidR="00C90F8D">
        <w:rPr>
          <w:bCs/>
        </w:rPr>
        <w:t xml:space="preserve">, </w:t>
      </w:r>
      <w:r>
        <w:rPr>
          <w:bCs/>
        </w:rPr>
        <w:t>toute la pauvre défroque de soirée de son camarade</w:t>
      </w:r>
      <w:r w:rsidR="00C90F8D">
        <w:rPr>
          <w:bCs/>
        </w:rPr>
        <w:t xml:space="preserve">. </w:t>
      </w:r>
      <w:r>
        <w:rPr>
          <w:bCs/>
        </w:rPr>
        <w:t>Des dossiers avaient glissé à terre</w:t>
      </w:r>
      <w:r w:rsidR="00C90F8D">
        <w:rPr>
          <w:bCs/>
        </w:rPr>
        <w:t xml:space="preserve">, </w:t>
      </w:r>
      <w:r>
        <w:rPr>
          <w:bCs/>
        </w:rPr>
        <w:t>ainsi que le fameux cadre en peluche</w:t>
      </w:r>
      <w:r w:rsidR="00C90F8D">
        <w:rPr>
          <w:bCs/>
        </w:rPr>
        <w:t xml:space="preserve">, </w:t>
      </w:r>
      <w:r>
        <w:rPr>
          <w:bCs/>
        </w:rPr>
        <w:t>la photographie de la famille de Forestier</w:t>
      </w:r>
      <w:r w:rsidR="00C90F8D">
        <w:rPr>
          <w:bCs/>
        </w:rPr>
        <w:t xml:space="preserve">. </w:t>
      </w:r>
      <w:r>
        <w:rPr>
          <w:bCs/>
        </w:rPr>
        <w:t>Il les ramassa consciencieusement</w:t>
      </w:r>
      <w:r w:rsidR="00C90F8D">
        <w:rPr>
          <w:bCs/>
        </w:rPr>
        <w:t xml:space="preserve">. </w:t>
      </w:r>
      <w:r>
        <w:rPr>
          <w:bCs/>
        </w:rPr>
        <w:t>La vitre du cadre était brisée</w:t>
      </w:r>
      <w:r w:rsidR="00C90F8D">
        <w:rPr>
          <w:bCs/>
        </w:rPr>
        <w:t xml:space="preserve">. </w:t>
      </w:r>
      <w:r>
        <w:rPr>
          <w:bCs/>
        </w:rPr>
        <w:t>La mine de la femme</w:t>
      </w:r>
      <w:r w:rsidR="00C90F8D">
        <w:rPr>
          <w:bCs/>
        </w:rPr>
        <w:t xml:space="preserve">, </w:t>
      </w:r>
      <w:r>
        <w:rPr>
          <w:bCs/>
        </w:rPr>
        <w:t>des deux petits garçons</w:t>
      </w:r>
      <w:r w:rsidR="00C90F8D">
        <w:rPr>
          <w:bCs/>
        </w:rPr>
        <w:t xml:space="preserve">, </w:t>
      </w:r>
      <w:r>
        <w:rPr>
          <w:bCs/>
        </w:rPr>
        <w:t>lui parut plus mélancolique</w:t>
      </w:r>
      <w:r w:rsidR="00C90F8D">
        <w:rPr>
          <w:bCs/>
        </w:rPr>
        <w:t xml:space="preserve">, </w:t>
      </w:r>
      <w:r>
        <w:rPr>
          <w:bCs/>
        </w:rPr>
        <w:t>plus morne encore que la première fois</w:t>
      </w:r>
      <w:r w:rsidR="00C90F8D">
        <w:rPr>
          <w:bCs/>
        </w:rPr>
        <w:t>.</w:t>
      </w:r>
    </w:p>
    <w:p w14:paraId="29B93A41" w14:textId="77777777" w:rsidR="00C90F8D" w:rsidRDefault="00C90F8D">
      <w:pPr>
        <w:rPr>
          <w:bCs/>
        </w:rPr>
      </w:pPr>
      <w:r>
        <w:rPr>
          <w:rFonts w:eastAsia="Georgia"/>
        </w:rPr>
        <w:lastRenderedPageBreak/>
        <w:t>— </w:t>
      </w:r>
      <w:r w:rsidR="00AB2DE8">
        <w:rPr>
          <w:bCs/>
        </w:rPr>
        <w:t>Pauvre femme</w:t>
      </w:r>
      <w:r>
        <w:rPr>
          <w:bCs/>
        </w:rPr>
        <w:t xml:space="preserve">, </w:t>
      </w:r>
      <w:r w:rsidR="00AB2DE8">
        <w:rPr>
          <w:bCs/>
        </w:rPr>
        <w:t>pauvres gosses</w:t>
      </w:r>
      <w:r>
        <w:rPr>
          <w:bCs/>
        </w:rPr>
        <w:t xml:space="preserve">, </w:t>
      </w:r>
      <w:r w:rsidR="00AB2DE8">
        <w:rPr>
          <w:bCs/>
        </w:rPr>
        <w:t>murmura-t-il</w:t>
      </w:r>
      <w:r>
        <w:rPr>
          <w:bCs/>
        </w:rPr>
        <w:t xml:space="preserve">. </w:t>
      </w:r>
      <w:r w:rsidR="00AB2DE8">
        <w:rPr>
          <w:bCs/>
        </w:rPr>
        <w:t>Ils n</w:t>
      </w:r>
      <w:r>
        <w:rPr>
          <w:bCs/>
        </w:rPr>
        <w:t>’</w:t>
      </w:r>
      <w:r w:rsidR="00AB2DE8">
        <w:rPr>
          <w:bCs/>
        </w:rPr>
        <w:t>ont pas dû être à la noce tous les jours</w:t>
      </w:r>
      <w:r>
        <w:rPr>
          <w:bCs/>
        </w:rPr>
        <w:t xml:space="preserve">. </w:t>
      </w:r>
      <w:r w:rsidR="00AB2DE8">
        <w:rPr>
          <w:bCs/>
        </w:rPr>
        <w:t>Je comprends maintenant la tête qu</w:t>
      </w:r>
      <w:r>
        <w:rPr>
          <w:bCs/>
        </w:rPr>
        <w:t>’</w:t>
      </w:r>
      <w:r w:rsidR="00AB2DE8">
        <w:rPr>
          <w:bCs/>
        </w:rPr>
        <w:t>ils font</w:t>
      </w:r>
      <w:r>
        <w:rPr>
          <w:bCs/>
        </w:rPr>
        <w:t xml:space="preserve">. </w:t>
      </w:r>
      <w:r w:rsidR="00AB2DE8">
        <w:rPr>
          <w:bCs/>
        </w:rPr>
        <w:t>Ils sont chouettes</w:t>
      </w:r>
      <w:r>
        <w:rPr>
          <w:bCs/>
        </w:rPr>
        <w:t xml:space="preserve">, </w:t>
      </w:r>
      <w:r w:rsidR="00AB2DE8">
        <w:rPr>
          <w:bCs/>
        </w:rPr>
        <w:t>quand ils s</w:t>
      </w:r>
      <w:r>
        <w:rPr>
          <w:bCs/>
        </w:rPr>
        <w:t>’</w:t>
      </w:r>
      <w:r w:rsidR="00AB2DE8">
        <w:rPr>
          <w:bCs/>
        </w:rPr>
        <w:t>y mettent</w:t>
      </w:r>
      <w:r>
        <w:rPr>
          <w:bCs/>
        </w:rPr>
        <w:t xml:space="preserve">, </w:t>
      </w:r>
      <w:r w:rsidR="00AB2DE8">
        <w:rPr>
          <w:bCs/>
        </w:rPr>
        <w:t>les hommes mariés</w:t>
      </w:r>
      <w:r>
        <w:rPr>
          <w:bCs/>
        </w:rPr>
        <w:t xml:space="preserve">. </w:t>
      </w:r>
      <w:r w:rsidR="00AB2DE8">
        <w:rPr>
          <w:bCs/>
        </w:rPr>
        <w:t>Mais tout cela ne me dit pas pourquoi Forestier a calotté ce vieux chenapan</w:t>
      </w:r>
      <w:r>
        <w:rPr>
          <w:bCs/>
        </w:rPr>
        <w:t>.</w:t>
      </w:r>
    </w:p>
    <w:p w14:paraId="146AFF69" w14:textId="77777777" w:rsidR="00C90F8D" w:rsidRDefault="00AB2DE8">
      <w:pPr>
        <w:rPr>
          <w:bCs/>
        </w:rPr>
      </w:pPr>
      <w:r>
        <w:rPr>
          <w:bCs/>
        </w:rPr>
        <w:t>Vers midi</w:t>
      </w:r>
      <w:r w:rsidR="00C90F8D">
        <w:rPr>
          <w:bCs/>
        </w:rPr>
        <w:t xml:space="preserve">, </w:t>
      </w:r>
      <w:r>
        <w:rPr>
          <w:bCs/>
        </w:rPr>
        <w:t>il prit quelque nourriture</w:t>
      </w:r>
      <w:r w:rsidR="00C90F8D">
        <w:rPr>
          <w:bCs/>
        </w:rPr>
        <w:t xml:space="preserve">. </w:t>
      </w:r>
      <w:r>
        <w:rPr>
          <w:bCs/>
        </w:rPr>
        <w:t>Le boy était de retour</w:t>
      </w:r>
      <w:r w:rsidR="00C90F8D">
        <w:rPr>
          <w:bCs/>
        </w:rPr>
        <w:t xml:space="preserve">. </w:t>
      </w:r>
      <w:r>
        <w:rPr>
          <w:bCs/>
        </w:rPr>
        <w:t>Il ne le laissa pas s</w:t>
      </w:r>
      <w:r w:rsidR="00C90F8D">
        <w:rPr>
          <w:bCs/>
        </w:rPr>
        <w:t>’</w:t>
      </w:r>
      <w:r>
        <w:rPr>
          <w:bCs/>
        </w:rPr>
        <w:t>éterniser dans l</w:t>
      </w:r>
      <w:r w:rsidR="00C90F8D">
        <w:rPr>
          <w:bCs/>
        </w:rPr>
        <w:t>’</w:t>
      </w:r>
      <w:r>
        <w:rPr>
          <w:bCs/>
        </w:rPr>
        <w:t>appartement</w:t>
      </w:r>
      <w:r w:rsidR="00C90F8D">
        <w:rPr>
          <w:bCs/>
        </w:rPr>
        <w:t xml:space="preserve">. </w:t>
      </w:r>
      <w:r>
        <w:rPr>
          <w:bCs/>
        </w:rPr>
        <w:t>Il le chargea de porter à des gens chez qui il devait dîner une lettre les prévenant que se sentant un peu fatigué</w:t>
      </w:r>
      <w:r w:rsidR="00C90F8D">
        <w:rPr>
          <w:bCs/>
        </w:rPr>
        <w:t xml:space="preserve">, </w:t>
      </w:r>
      <w:r>
        <w:rPr>
          <w:bCs/>
        </w:rPr>
        <w:t>il ne sortirait pas de la journée</w:t>
      </w:r>
      <w:r w:rsidR="00C90F8D">
        <w:rPr>
          <w:bCs/>
        </w:rPr>
        <w:t xml:space="preserve">. </w:t>
      </w:r>
      <w:r>
        <w:rPr>
          <w:bCs/>
        </w:rPr>
        <w:t>Forestier</w:t>
      </w:r>
      <w:r w:rsidR="00C90F8D">
        <w:rPr>
          <w:bCs/>
        </w:rPr>
        <w:t xml:space="preserve">, </w:t>
      </w:r>
      <w:r>
        <w:rPr>
          <w:bCs/>
        </w:rPr>
        <w:t>qui dormait toujours</w:t>
      </w:r>
      <w:r w:rsidR="00C90F8D">
        <w:rPr>
          <w:bCs/>
        </w:rPr>
        <w:t xml:space="preserve">, </w:t>
      </w:r>
      <w:r>
        <w:rPr>
          <w:bCs/>
        </w:rPr>
        <w:t>paraissait plus paisible</w:t>
      </w:r>
      <w:r w:rsidR="00C90F8D">
        <w:rPr>
          <w:bCs/>
        </w:rPr>
        <w:t xml:space="preserve">. </w:t>
      </w:r>
      <w:r>
        <w:rPr>
          <w:bCs/>
        </w:rPr>
        <w:t>Schmidt s</w:t>
      </w:r>
      <w:r w:rsidR="00C90F8D">
        <w:rPr>
          <w:bCs/>
        </w:rPr>
        <w:t>’</w:t>
      </w:r>
      <w:r>
        <w:rPr>
          <w:bCs/>
        </w:rPr>
        <w:t>installa dans un fauteuil</w:t>
      </w:r>
      <w:r w:rsidR="00C90F8D">
        <w:rPr>
          <w:bCs/>
        </w:rPr>
        <w:t xml:space="preserve">, </w:t>
      </w:r>
      <w:r>
        <w:rPr>
          <w:bCs/>
        </w:rPr>
        <w:t>et</w:t>
      </w:r>
      <w:r w:rsidR="00C90F8D">
        <w:rPr>
          <w:bCs/>
        </w:rPr>
        <w:t xml:space="preserve">, </w:t>
      </w:r>
      <w:r>
        <w:rPr>
          <w:bCs/>
        </w:rPr>
        <w:t>brisé par l</w:t>
      </w:r>
      <w:r w:rsidR="00C90F8D">
        <w:rPr>
          <w:bCs/>
        </w:rPr>
        <w:t>’</w:t>
      </w:r>
      <w:r>
        <w:rPr>
          <w:bCs/>
        </w:rPr>
        <w:t>insomnie</w:t>
      </w:r>
      <w:r w:rsidR="00C90F8D">
        <w:rPr>
          <w:bCs/>
        </w:rPr>
        <w:t xml:space="preserve">, </w:t>
      </w:r>
      <w:r>
        <w:rPr>
          <w:bCs/>
        </w:rPr>
        <w:t>s</w:t>
      </w:r>
      <w:r w:rsidR="00C90F8D">
        <w:rPr>
          <w:bCs/>
        </w:rPr>
        <w:t>’</w:t>
      </w:r>
      <w:r>
        <w:rPr>
          <w:bCs/>
        </w:rPr>
        <w:t>assoupit à son tour</w:t>
      </w:r>
      <w:r w:rsidR="00C90F8D">
        <w:rPr>
          <w:bCs/>
        </w:rPr>
        <w:t xml:space="preserve">. </w:t>
      </w:r>
      <w:r>
        <w:rPr>
          <w:bCs/>
        </w:rPr>
        <w:t>Au fond</w:t>
      </w:r>
      <w:r w:rsidR="00C90F8D">
        <w:rPr>
          <w:bCs/>
        </w:rPr>
        <w:t xml:space="preserve">, </w:t>
      </w:r>
      <w:r>
        <w:rPr>
          <w:bCs/>
        </w:rPr>
        <w:t>comme la plupart des gens qui font profession de cynisme</w:t>
      </w:r>
      <w:r w:rsidR="00C90F8D">
        <w:rPr>
          <w:bCs/>
        </w:rPr>
        <w:t xml:space="preserve">, </w:t>
      </w:r>
      <w:r>
        <w:rPr>
          <w:bCs/>
        </w:rPr>
        <w:t>ce n</w:t>
      </w:r>
      <w:r w:rsidR="00C90F8D">
        <w:rPr>
          <w:bCs/>
        </w:rPr>
        <w:t>’</w:t>
      </w:r>
      <w:r>
        <w:rPr>
          <w:bCs/>
        </w:rPr>
        <w:t>était pas un méchant homme que ce Schmidt</w:t>
      </w:r>
      <w:r w:rsidR="00C90F8D">
        <w:rPr>
          <w:bCs/>
        </w:rPr>
        <w:t xml:space="preserve">. </w:t>
      </w:r>
      <w:r>
        <w:rPr>
          <w:bCs/>
        </w:rPr>
        <w:t>Mais la très réelle commisération que lui inspirait Forestier</w:t>
      </w:r>
      <w:r w:rsidR="00C90F8D">
        <w:rPr>
          <w:bCs/>
        </w:rPr>
        <w:t xml:space="preserve">, </w:t>
      </w:r>
      <w:r>
        <w:rPr>
          <w:bCs/>
        </w:rPr>
        <w:t>il eût été navré qu</w:t>
      </w:r>
      <w:r w:rsidR="00C90F8D">
        <w:rPr>
          <w:bCs/>
        </w:rPr>
        <w:t>’</w:t>
      </w:r>
      <w:r>
        <w:rPr>
          <w:bCs/>
        </w:rPr>
        <w:t>elle fût mise au compte d</w:t>
      </w:r>
      <w:r w:rsidR="00C90F8D">
        <w:rPr>
          <w:bCs/>
        </w:rPr>
        <w:t>’</w:t>
      </w:r>
      <w:r>
        <w:rPr>
          <w:bCs/>
        </w:rPr>
        <w:t>une certaine bonté naturelle</w:t>
      </w:r>
      <w:r w:rsidR="00C90F8D">
        <w:rPr>
          <w:bCs/>
        </w:rPr>
        <w:t xml:space="preserve">. </w:t>
      </w:r>
      <w:r>
        <w:rPr>
          <w:bCs/>
        </w:rPr>
        <w:t>Il ne lui voulait d</w:t>
      </w:r>
      <w:r w:rsidR="00C90F8D">
        <w:rPr>
          <w:bCs/>
        </w:rPr>
        <w:t>’</w:t>
      </w:r>
      <w:r>
        <w:rPr>
          <w:bCs/>
        </w:rPr>
        <w:t>autre explication que l</w:t>
      </w:r>
      <w:r w:rsidR="00C90F8D">
        <w:rPr>
          <w:bCs/>
        </w:rPr>
        <w:t>’</w:t>
      </w:r>
      <w:r>
        <w:rPr>
          <w:bCs/>
        </w:rPr>
        <w:t>esprit de corps</w:t>
      </w:r>
      <w:r w:rsidR="00C90F8D">
        <w:rPr>
          <w:bCs/>
        </w:rPr>
        <w:t xml:space="preserve">, </w:t>
      </w:r>
      <w:r>
        <w:rPr>
          <w:bCs/>
        </w:rPr>
        <w:t>qui commandait que tout fût fait pour éviter qu</w:t>
      </w:r>
      <w:r w:rsidR="00C90F8D">
        <w:rPr>
          <w:bCs/>
        </w:rPr>
        <w:t>’</w:t>
      </w:r>
      <w:r>
        <w:rPr>
          <w:bCs/>
        </w:rPr>
        <w:t>un polytechnicien pût être vu dans l</w:t>
      </w:r>
      <w:r w:rsidR="00C90F8D">
        <w:rPr>
          <w:bCs/>
        </w:rPr>
        <w:t>’</w:t>
      </w:r>
      <w:r>
        <w:rPr>
          <w:bCs/>
        </w:rPr>
        <w:t>état où se trouvait présentement son infortuné compagnon</w:t>
      </w:r>
      <w:r w:rsidR="00C90F8D">
        <w:rPr>
          <w:bCs/>
        </w:rPr>
        <w:t>.</w:t>
      </w:r>
    </w:p>
    <w:p w14:paraId="58613099" w14:textId="41FCA5A2" w:rsidR="00AB2DE8" w:rsidRDefault="00AB2DE8">
      <w:pPr>
        <w:rPr>
          <w:bCs/>
        </w:rPr>
      </w:pPr>
    </w:p>
    <w:p w14:paraId="76E73086" w14:textId="77777777" w:rsidR="00C90F8D" w:rsidRDefault="00AB2DE8">
      <w:pPr>
        <w:rPr>
          <w:bCs/>
        </w:rPr>
      </w:pPr>
      <w:r>
        <w:rPr>
          <w:bCs/>
        </w:rPr>
        <w:t>Quand il se réveilla</w:t>
      </w:r>
      <w:r w:rsidR="00C90F8D">
        <w:rPr>
          <w:bCs/>
        </w:rPr>
        <w:t xml:space="preserve">, </w:t>
      </w:r>
      <w:r>
        <w:rPr>
          <w:bCs/>
        </w:rPr>
        <w:t>la pâle lumière orange dont la fenêtre était baignée annonçait l</w:t>
      </w:r>
      <w:r w:rsidR="00C90F8D">
        <w:rPr>
          <w:bCs/>
        </w:rPr>
        <w:t>’</w:t>
      </w:r>
      <w:r>
        <w:rPr>
          <w:bCs/>
        </w:rPr>
        <w:t>approche du crépuscule</w:t>
      </w:r>
      <w:r w:rsidR="00C90F8D">
        <w:rPr>
          <w:bCs/>
        </w:rPr>
        <w:t xml:space="preserve">. </w:t>
      </w:r>
      <w:r>
        <w:rPr>
          <w:bCs/>
        </w:rPr>
        <w:t>Son regard chercha immédiatement Forestier</w:t>
      </w:r>
      <w:r w:rsidR="00C90F8D">
        <w:rPr>
          <w:bCs/>
        </w:rPr>
        <w:t xml:space="preserve">. </w:t>
      </w:r>
      <w:r>
        <w:rPr>
          <w:bCs/>
        </w:rPr>
        <w:t>Lui aussi</w:t>
      </w:r>
      <w:r w:rsidR="00C90F8D">
        <w:rPr>
          <w:bCs/>
        </w:rPr>
        <w:t xml:space="preserve">, </w:t>
      </w:r>
      <w:r>
        <w:rPr>
          <w:bCs/>
        </w:rPr>
        <w:t>il ne dormait plus</w:t>
      </w:r>
      <w:r w:rsidR="00C90F8D">
        <w:rPr>
          <w:bCs/>
        </w:rPr>
        <w:t xml:space="preserve">. </w:t>
      </w:r>
      <w:r>
        <w:rPr>
          <w:bCs/>
        </w:rPr>
        <w:t>Immobile</w:t>
      </w:r>
      <w:r w:rsidR="00C90F8D">
        <w:rPr>
          <w:bCs/>
        </w:rPr>
        <w:t xml:space="preserve">, </w:t>
      </w:r>
      <w:r>
        <w:rPr>
          <w:bCs/>
        </w:rPr>
        <w:t>il fixait sur Schmidt des yeux suppliants</w:t>
      </w:r>
      <w:r w:rsidR="00C90F8D">
        <w:rPr>
          <w:bCs/>
        </w:rPr>
        <w:t>.</w:t>
      </w:r>
    </w:p>
    <w:p w14:paraId="352EB12B" w14:textId="77777777" w:rsidR="00C90F8D" w:rsidRDefault="00C90F8D">
      <w:pPr>
        <w:rPr>
          <w:bCs/>
        </w:rPr>
      </w:pPr>
      <w:r>
        <w:rPr>
          <w:rFonts w:eastAsia="Georgia"/>
        </w:rPr>
        <w:t>— </w:t>
      </w:r>
      <w:r w:rsidR="00AB2DE8">
        <w:rPr>
          <w:bCs/>
        </w:rPr>
        <w:t>Comment te sens-tu</w:t>
      </w:r>
      <w:r>
        <w:rPr>
          <w:bCs/>
        </w:rPr>
        <w:t> ?</w:t>
      </w:r>
    </w:p>
    <w:p w14:paraId="15D56CD9" w14:textId="77777777" w:rsidR="00C90F8D" w:rsidRDefault="00C90F8D">
      <w:pPr>
        <w:rPr>
          <w:bCs/>
        </w:rPr>
      </w:pPr>
      <w:r>
        <w:rPr>
          <w:rFonts w:eastAsia="Georgia"/>
        </w:rPr>
        <w:t>— </w:t>
      </w:r>
      <w:r w:rsidR="00AB2DE8">
        <w:rPr>
          <w:bCs/>
        </w:rPr>
        <w:t>Mieux</w:t>
      </w:r>
      <w:r>
        <w:rPr>
          <w:bCs/>
        </w:rPr>
        <w:t xml:space="preserve">, </w:t>
      </w:r>
      <w:r w:rsidR="00AB2DE8">
        <w:rPr>
          <w:bCs/>
        </w:rPr>
        <w:t>beaucoup mieux</w:t>
      </w:r>
      <w:r>
        <w:rPr>
          <w:bCs/>
        </w:rPr>
        <w:t>.</w:t>
      </w:r>
    </w:p>
    <w:p w14:paraId="794C3611" w14:textId="77777777" w:rsidR="00C90F8D" w:rsidRDefault="00C90F8D">
      <w:pPr>
        <w:rPr>
          <w:bCs/>
        </w:rPr>
      </w:pPr>
      <w:r>
        <w:rPr>
          <w:rFonts w:eastAsia="Georgia"/>
        </w:rPr>
        <w:t>— </w:t>
      </w:r>
      <w:r w:rsidR="00AB2DE8">
        <w:rPr>
          <w:bCs/>
        </w:rPr>
        <w:t>Tu n</w:t>
      </w:r>
      <w:r>
        <w:rPr>
          <w:bCs/>
        </w:rPr>
        <w:t>’</w:t>
      </w:r>
      <w:r w:rsidR="00AB2DE8">
        <w:rPr>
          <w:bCs/>
        </w:rPr>
        <w:t>as besoin de rien</w:t>
      </w:r>
      <w:r>
        <w:rPr>
          <w:bCs/>
        </w:rPr>
        <w:t> ?</w:t>
      </w:r>
    </w:p>
    <w:p w14:paraId="097FBA17" w14:textId="77777777" w:rsidR="00C90F8D" w:rsidRDefault="00C90F8D">
      <w:pPr>
        <w:rPr>
          <w:bCs/>
        </w:rPr>
      </w:pPr>
      <w:r>
        <w:rPr>
          <w:rFonts w:eastAsia="Georgia"/>
        </w:rPr>
        <w:t>— </w:t>
      </w:r>
      <w:r w:rsidR="00AB2DE8">
        <w:rPr>
          <w:bCs/>
        </w:rPr>
        <w:t>Je voudrais boire</w:t>
      </w:r>
      <w:r>
        <w:rPr>
          <w:bCs/>
        </w:rPr>
        <w:t>.</w:t>
      </w:r>
    </w:p>
    <w:p w14:paraId="5C76BFCF" w14:textId="77777777" w:rsidR="00C90F8D" w:rsidRDefault="00AB2DE8">
      <w:pPr>
        <w:rPr>
          <w:bCs/>
        </w:rPr>
      </w:pPr>
      <w:r>
        <w:rPr>
          <w:bCs/>
        </w:rPr>
        <w:lastRenderedPageBreak/>
        <w:t>Schmidt eut un haut-le-corps</w:t>
      </w:r>
      <w:r w:rsidR="00C90F8D">
        <w:rPr>
          <w:bCs/>
        </w:rPr>
        <w:t>.</w:t>
      </w:r>
    </w:p>
    <w:p w14:paraId="44D56E98" w14:textId="77777777" w:rsidR="00C90F8D" w:rsidRDefault="00C90F8D">
      <w:pPr>
        <w:rPr>
          <w:bCs/>
        </w:rPr>
      </w:pPr>
      <w:r>
        <w:rPr>
          <w:rFonts w:eastAsia="Georgia"/>
        </w:rPr>
        <w:t>— </w:t>
      </w:r>
      <w:r w:rsidR="00AB2DE8">
        <w:rPr>
          <w:bCs/>
        </w:rPr>
        <w:t>Ah non</w:t>
      </w:r>
      <w:r>
        <w:rPr>
          <w:bCs/>
        </w:rPr>
        <w:t xml:space="preserve">, </w:t>
      </w:r>
      <w:r w:rsidR="00AB2DE8">
        <w:rPr>
          <w:bCs/>
        </w:rPr>
        <w:t>mon vieux</w:t>
      </w:r>
      <w:r>
        <w:rPr>
          <w:bCs/>
        </w:rPr>
        <w:t xml:space="preserve">. </w:t>
      </w:r>
      <w:r w:rsidR="00AB2DE8">
        <w:rPr>
          <w:bCs/>
        </w:rPr>
        <w:t>Assez plaisanté</w:t>
      </w:r>
      <w:r>
        <w:rPr>
          <w:bCs/>
        </w:rPr>
        <w:t xml:space="preserve">, </w:t>
      </w:r>
      <w:r w:rsidR="00AB2DE8">
        <w:rPr>
          <w:bCs/>
        </w:rPr>
        <w:t>hein</w:t>
      </w:r>
      <w:r>
        <w:rPr>
          <w:bCs/>
        </w:rPr>
        <w:t> ?</w:t>
      </w:r>
    </w:p>
    <w:p w14:paraId="717EE2CF" w14:textId="77777777" w:rsidR="00C90F8D" w:rsidRDefault="00C90F8D">
      <w:pPr>
        <w:rPr>
          <w:bCs/>
        </w:rPr>
      </w:pPr>
      <w:r>
        <w:rPr>
          <w:rFonts w:eastAsia="Georgia"/>
        </w:rPr>
        <w:t>— </w:t>
      </w:r>
      <w:r w:rsidR="00AB2DE8">
        <w:rPr>
          <w:bCs/>
        </w:rPr>
        <w:t>De la tisane</w:t>
      </w:r>
      <w:r>
        <w:rPr>
          <w:bCs/>
        </w:rPr>
        <w:t xml:space="preserve">, </w:t>
      </w:r>
      <w:r w:rsidR="00AB2DE8">
        <w:rPr>
          <w:bCs/>
        </w:rPr>
        <w:t>de l</w:t>
      </w:r>
      <w:r>
        <w:rPr>
          <w:bCs/>
        </w:rPr>
        <w:t>’</w:t>
      </w:r>
      <w:r w:rsidR="00AB2DE8">
        <w:rPr>
          <w:bCs/>
        </w:rPr>
        <w:t>eau</w:t>
      </w:r>
      <w:r>
        <w:rPr>
          <w:bCs/>
        </w:rPr>
        <w:t xml:space="preserve">, </w:t>
      </w:r>
      <w:r w:rsidR="00AB2DE8">
        <w:rPr>
          <w:bCs/>
        </w:rPr>
        <w:t>ce que tu voudras</w:t>
      </w:r>
      <w:r>
        <w:rPr>
          <w:bCs/>
        </w:rPr>
        <w:t xml:space="preserve">, </w:t>
      </w:r>
      <w:r w:rsidR="00AB2DE8">
        <w:rPr>
          <w:bCs/>
        </w:rPr>
        <w:t>mais boire</w:t>
      </w:r>
      <w:r>
        <w:rPr>
          <w:bCs/>
        </w:rPr>
        <w:t xml:space="preserve">, </w:t>
      </w:r>
      <w:r w:rsidR="00AB2DE8">
        <w:rPr>
          <w:bCs/>
        </w:rPr>
        <w:t>balbutia l</w:t>
      </w:r>
      <w:r>
        <w:rPr>
          <w:bCs/>
        </w:rPr>
        <w:t>’</w:t>
      </w:r>
      <w:r w:rsidR="00AB2DE8">
        <w:rPr>
          <w:bCs/>
        </w:rPr>
        <w:t>autre</w:t>
      </w:r>
      <w:r>
        <w:rPr>
          <w:bCs/>
        </w:rPr>
        <w:t>.</w:t>
      </w:r>
    </w:p>
    <w:p w14:paraId="66077591" w14:textId="77777777" w:rsidR="00C90F8D" w:rsidRDefault="00C90F8D">
      <w:pPr>
        <w:rPr>
          <w:bCs/>
        </w:rPr>
      </w:pPr>
      <w:r>
        <w:rPr>
          <w:rFonts w:eastAsia="Georgia"/>
        </w:rPr>
        <w:t>— </w:t>
      </w:r>
      <w:r w:rsidR="00AB2DE8">
        <w:rPr>
          <w:bCs/>
        </w:rPr>
        <w:t>Comme ça</w:t>
      </w:r>
      <w:r>
        <w:rPr>
          <w:bCs/>
        </w:rPr>
        <w:t xml:space="preserve">, </w:t>
      </w:r>
      <w:r w:rsidR="00AB2DE8">
        <w:rPr>
          <w:bCs/>
        </w:rPr>
        <w:t>c</w:t>
      </w:r>
      <w:r>
        <w:rPr>
          <w:bCs/>
        </w:rPr>
        <w:t>’</w:t>
      </w:r>
      <w:r w:rsidR="00AB2DE8">
        <w:rPr>
          <w:bCs/>
        </w:rPr>
        <w:t>est différent</w:t>
      </w:r>
      <w:r>
        <w:rPr>
          <w:bCs/>
        </w:rPr>
        <w:t xml:space="preserve">, </w:t>
      </w:r>
      <w:r w:rsidR="00AB2DE8">
        <w:rPr>
          <w:bCs/>
        </w:rPr>
        <w:t>dit Schmidt</w:t>
      </w:r>
      <w:r>
        <w:rPr>
          <w:bCs/>
        </w:rPr>
        <w:t xml:space="preserve">, </w:t>
      </w:r>
      <w:r w:rsidR="00AB2DE8">
        <w:rPr>
          <w:bCs/>
        </w:rPr>
        <w:t>rasséréné</w:t>
      </w:r>
      <w:r>
        <w:rPr>
          <w:bCs/>
        </w:rPr>
        <w:t xml:space="preserve">. </w:t>
      </w:r>
      <w:r w:rsidR="00AB2DE8">
        <w:rPr>
          <w:bCs/>
        </w:rPr>
        <w:t>Attends-moi une minute</w:t>
      </w:r>
      <w:r>
        <w:rPr>
          <w:bCs/>
        </w:rPr>
        <w:t>.</w:t>
      </w:r>
    </w:p>
    <w:p w14:paraId="02120D0D" w14:textId="77777777" w:rsidR="00C90F8D" w:rsidRDefault="00AB2DE8">
      <w:pPr>
        <w:rPr>
          <w:bCs/>
        </w:rPr>
      </w:pPr>
      <w:r>
        <w:rPr>
          <w:bCs/>
        </w:rPr>
        <w:t>Il sortit</w:t>
      </w:r>
      <w:r w:rsidR="00C90F8D">
        <w:rPr>
          <w:bCs/>
        </w:rPr>
        <w:t xml:space="preserve">, </w:t>
      </w:r>
      <w:r>
        <w:rPr>
          <w:bCs/>
        </w:rPr>
        <w:t>et revint porteur d</w:t>
      </w:r>
      <w:r w:rsidR="00C90F8D">
        <w:rPr>
          <w:bCs/>
        </w:rPr>
        <w:t>’</w:t>
      </w:r>
      <w:r>
        <w:rPr>
          <w:bCs/>
        </w:rPr>
        <w:t>un pichet empli de thé léger</w:t>
      </w:r>
      <w:r w:rsidR="00C90F8D">
        <w:rPr>
          <w:bCs/>
        </w:rPr>
        <w:t>.</w:t>
      </w:r>
    </w:p>
    <w:p w14:paraId="4123AC79" w14:textId="77777777" w:rsidR="00C90F8D" w:rsidRDefault="00AB2DE8">
      <w:pPr>
        <w:rPr>
          <w:bCs/>
        </w:rPr>
      </w:pPr>
      <w:r>
        <w:rPr>
          <w:bCs/>
        </w:rPr>
        <w:t>Forestier but avidement</w:t>
      </w:r>
      <w:r w:rsidR="00C90F8D">
        <w:rPr>
          <w:bCs/>
        </w:rPr>
        <w:t>.</w:t>
      </w:r>
    </w:p>
    <w:p w14:paraId="5B565DAB" w14:textId="77777777" w:rsidR="00C90F8D" w:rsidRDefault="00C90F8D">
      <w:pPr>
        <w:rPr>
          <w:bCs/>
        </w:rPr>
      </w:pPr>
      <w:r>
        <w:rPr>
          <w:rFonts w:eastAsia="Georgia"/>
        </w:rPr>
        <w:t>— </w:t>
      </w:r>
      <w:r w:rsidR="00AB2DE8">
        <w:rPr>
          <w:bCs/>
        </w:rPr>
        <w:t>Merci</w:t>
      </w:r>
      <w:r>
        <w:rPr>
          <w:bCs/>
        </w:rPr>
        <w:t xml:space="preserve">, </w:t>
      </w:r>
      <w:r w:rsidR="00AB2DE8">
        <w:rPr>
          <w:bCs/>
        </w:rPr>
        <w:t>dit-il</w:t>
      </w:r>
      <w:r>
        <w:rPr>
          <w:bCs/>
        </w:rPr>
        <w:t xml:space="preserve">, </w:t>
      </w:r>
      <w:r w:rsidR="00AB2DE8">
        <w:rPr>
          <w:bCs/>
        </w:rPr>
        <w:t>quand il eut fini</w:t>
      </w:r>
      <w:r>
        <w:rPr>
          <w:bCs/>
        </w:rPr>
        <w:t>.</w:t>
      </w:r>
    </w:p>
    <w:p w14:paraId="0C31D6AE" w14:textId="77777777" w:rsidR="00C90F8D" w:rsidRDefault="00AB2DE8">
      <w:pPr>
        <w:rPr>
          <w:bCs/>
        </w:rPr>
      </w:pPr>
      <w:r>
        <w:rPr>
          <w:bCs/>
        </w:rPr>
        <w:t>Il prit la main de Schmidt</w:t>
      </w:r>
      <w:r w:rsidR="00C90F8D">
        <w:rPr>
          <w:bCs/>
        </w:rPr>
        <w:t xml:space="preserve">, </w:t>
      </w:r>
      <w:r>
        <w:rPr>
          <w:bCs/>
        </w:rPr>
        <w:t>et la serra avec effusion</w:t>
      </w:r>
      <w:r w:rsidR="00C90F8D">
        <w:rPr>
          <w:bCs/>
        </w:rPr>
        <w:t>.</w:t>
      </w:r>
    </w:p>
    <w:p w14:paraId="40393733" w14:textId="77777777" w:rsidR="00C90F8D" w:rsidRDefault="00C90F8D">
      <w:pPr>
        <w:rPr>
          <w:bCs/>
        </w:rPr>
      </w:pPr>
      <w:r>
        <w:rPr>
          <w:rFonts w:eastAsia="Georgia"/>
        </w:rPr>
        <w:t>— </w:t>
      </w:r>
      <w:r w:rsidR="00AB2DE8">
        <w:rPr>
          <w:bCs/>
        </w:rPr>
        <w:t>Merci</w:t>
      </w:r>
      <w:r>
        <w:rPr>
          <w:bCs/>
        </w:rPr>
        <w:t xml:space="preserve">, </w:t>
      </w:r>
      <w:r w:rsidR="00AB2DE8">
        <w:rPr>
          <w:bCs/>
        </w:rPr>
        <w:t>reprit-il</w:t>
      </w:r>
      <w:r>
        <w:rPr>
          <w:bCs/>
        </w:rPr>
        <w:t xml:space="preserve">. </w:t>
      </w:r>
      <w:r w:rsidR="00AB2DE8">
        <w:rPr>
          <w:bCs/>
        </w:rPr>
        <w:t>Je n</w:t>
      </w:r>
      <w:r>
        <w:rPr>
          <w:bCs/>
        </w:rPr>
        <w:t>’</w:t>
      </w:r>
      <w:r w:rsidR="00AB2DE8">
        <w:rPr>
          <w:bCs/>
        </w:rPr>
        <w:t>oublierai point que tu as été bon pour moi</w:t>
      </w:r>
      <w:r>
        <w:rPr>
          <w:bCs/>
        </w:rPr>
        <w:t xml:space="preserve">. </w:t>
      </w:r>
      <w:r w:rsidR="00AB2DE8">
        <w:rPr>
          <w:bCs/>
        </w:rPr>
        <w:t>C</w:t>
      </w:r>
      <w:r>
        <w:rPr>
          <w:bCs/>
        </w:rPr>
        <w:t>’</w:t>
      </w:r>
      <w:r w:rsidR="00AB2DE8">
        <w:rPr>
          <w:bCs/>
        </w:rPr>
        <w:t>est de cela que je n</w:t>
      </w:r>
      <w:r>
        <w:rPr>
          <w:bCs/>
        </w:rPr>
        <w:t>’</w:t>
      </w:r>
      <w:r w:rsidR="00AB2DE8">
        <w:rPr>
          <w:bCs/>
        </w:rPr>
        <w:t>ai pas l</w:t>
      </w:r>
      <w:r>
        <w:rPr>
          <w:bCs/>
        </w:rPr>
        <w:t>’</w:t>
      </w:r>
      <w:r w:rsidR="00AB2DE8">
        <w:rPr>
          <w:bCs/>
        </w:rPr>
        <w:t>habitude</w:t>
      </w:r>
      <w:r>
        <w:rPr>
          <w:bCs/>
        </w:rPr>
        <w:t>.</w:t>
      </w:r>
    </w:p>
    <w:p w14:paraId="2D7D7734" w14:textId="77777777" w:rsidR="00C90F8D" w:rsidRDefault="00AB2DE8">
      <w:pPr>
        <w:rPr>
          <w:bCs/>
        </w:rPr>
      </w:pPr>
      <w:r>
        <w:rPr>
          <w:bCs/>
        </w:rPr>
        <w:t>Un tremblement le parcourut</w:t>
      </w:r>
      <w:r w:rsidR="00C90F8D">
        <w:rPr>
          <w:bCs/>
        </w:rPr>
        <w:t>.</w:t>
      </w:r>
    </w:p>
    <w:p w14:paraId="22D3E0D1" w14:textId="77777777" w:rsidR="00C90F8D" w:rsidRDefault="00C90F8D">
      <w:pPr>
        <w:rPr>
          <w:bCs/>
        </w:rPr>
      </w:pPr>
      <w:r>
        <w:rPr>
          <w:rFonts w:eastAsia="Georgia"/>
        </w:rPr>
        <w:t>— </w:t>
      </w:r>
      <w:r w:rsidR="00AB2DE8">
        <w:rPr>
          <w:bCs/>
        </w:rPr>
        <w:t>Et laisse-moi aussi te demander pardon</w:t>
      </w:r>
      <w:r>
        <w:rPr>
          <w:bCs/>
        </w:rPr>
        <w:t>.</w:t>
      </w:r>
    </w:p>
    <w:p w14:paraId="6867A884" w14:textId="77777777" w:rsidR="00C90F8D" w:rsidRDefault="00AB2DE8">
      <w:pPr>
        <w:rPr>
          <w:bCs/>
        </w:rPr>
      </w:pPr>
      <w:r>
        <w:rPr>
          <w:bCs/>
        </w:rPr>
        <w:t>Schmidt se taisait</w:t>
      </w:r>
      <w:r w:rsidR="00C90F8D">
        <w:rPr>
          <w:bCs/>
        </w:rPr>
        <w:t xml:space="preserve">. </w:t>
      </w:r>
      <w:r>
        <w:rPr>
          <w:bCs/>
        </w:rPr>
        <w:t>D</w:t>
      </w:r>
      <w:r w:rsidR="00C90F8D">
        <w:rPr>
          <w:bCs/>
        </w:rPr>
        <w:t>’</w:t>
      </w:r>
      <w:r>
        <w:rPr>
          <w:bCs/>
        </w:rPr>
        <w:t>une part</w:t>
      </w:r>
      <w:r w:rsidR="00C90F8D">
        <w:rPr>
          <w:bCs/>
        </w:rPr>
        <w:t xml:space="preserve">, </w:t>
      </w:r>
      <w:r>
        <w:rPr>
          <w:bCs/>
        </w:rPr>
        <w:t>sa pitié l</w:t>
      </w:r>
      <w:r w:rsidR="00C90F8D">
        <w:rPr>
          <w:bCs/>
        </w:rPr>
        <w:t>’</w:t>
      </w:r>
      <w:r>
        <w:rPr>
          <w:bCs/>
        </w:rPr>
        <w:t>incitait à détourner la conversation</w:t>
      </w:r>
      <w:r w:rsidR="00C90F8D">
        <w:rPr>
          <w:bCs/>
        </w:rPr>
        <w:t xml:space="preserve">. </w:t>
      </w:r>
      <w:r>
        <w:rPr>
          <w:bCs/>
        </w:rPr>
        <w:t>D</w:t>
      </w:r>
      <w:r w:rsidR="00C90F8D">
        <w:rPr>
          <w:bCs/>
        </w:rPr>
        <w:t>’</w:t>
      </w:r>
      <w:r>
        <w:rPr>
          <w:bCs/>
        </w:rPr>
        <w:t>autre part</w:t>
      </w:r>
      <w:r w:rsidR="00C90F8D">
        <w:rPr>
          <w:bCs/>
        </w:rPr>
        <w:t xml:space="preserve">, </w:t>
      </w:r>
      <w:r>
        <w:rPr>
          <w:bCs/>
        </w:rPr>
        <w:t>évidemment</w:t>
      </w:r>
      <w:r w:rsidR="00C90F8D">
        <w:rPr>
          <w:bCs/>
        </w:rPr>
        <w:t xml:space="preserve">, </w:t>
      </w:r>
      <w:r>
        <w:rPr>
          <w:bCs/>
        </w:rPr>
        <w:t>il n</w:t>
      </w:r>
      <w:r w:rsidR="00C90F8D">
        <w:rPr>
          <w:bCs/>
        </w:rPr>
        <w:t>’</w:t>
      </w:r>
      <w:r>
        <w:rPr>
          <w:bCs/>
        </w:rPr>
        <w:t>eût pas été fâché de savoir</w:t>
      </w:r>
      <w:r w:rsidR="00C90F8D">
        <w:rPr>
          <w:bCs/>
        </w:rPr>
        <w:t xml:space="preserve">, </w:t>
      </w:r>
      <w:r>
        <w:rPr>
          <w:bCs/>
        </w:rPr>
        <w:t>de provoquer certaines confidences</w:t>
      </w:r>
      <w:r w:rsidR="00C90F8D">
        <w:rPr>
          <w:bCs/>
        </w:rPr>
        <w:t>.</w:t>
      </w:r>
    </w:p>
    <w:p w14:paraId="2C4FDD9E" w14:textId="77777777" w:rsidR="00C90F8D" w:rsidRDefault="00AB2DE8">
      <w:pPr>
        <w:rPr>
          <w:bCs/>
        </w:rPr>
      </w:pPr>
      <w:r>
        <w:rPr>
          <w:bCs/>
        </w:rPr>
        <w:t>Forestier prit ce silence pour un blâme</w:t>
      </w:r>
      <w:r w:rsidR="00C90F8D">
        <w:rPr>
          <w:bCs/>
        </w:rPr>
        <w:t xml:space="preserve">. </w:t>
      </w:r>
      <w:r>
        <w:rPr>
          <w:bCs/>
        </w:rPr>
        <w:t>Sa voix se fit plus humble encore</w:t>
      </w:r>
      <w:r w:rsidR="00C90F8D">
        <w:rPr>
          <w:bCs/>
        </w:rPr>
        <w:t>.</w:t>
      </w:r>
    </w:p>
    <w:p w14:paraId="065C902F" w14:textId="77777777" w:rsidR="00C90F8D" w:rsidRDefault="00C90F8D">
      <w:pPr>
        <w:rPr>
          <w:bCs/>
        </w:rPr>
      </w:pPr>
      <w:r>
        <w:rPr>
          <w:rFonts w:eastAsia="Georgia"/>
        </w:rPr>
        <w:t>— </w:t>
      </w:r>
      <w:r w:rsidR="00AB2DE8">
        <w:rPr>
          <w:bCs/>
        </w:rPr>
        <w:t>Pardonne-moi</w:t>
      </w:r>
      <w:r>
        <w:rPr>
          <w:bCs/>
        </w:rPr>
        <w:t xml:space="preserve">. </w:t>
      </w:r>
      <w:r w:rsidR="00AB2DE8">
        <w:rPr>
          <w:bCs/>
        </w:rPr>
        <w:t>Ce n</w:t>
      </w:r>
      <w:r>
        <w:rPr>
          <w:bCs/>
        </w:rPr>
        <w:t>’</w:t>
      </w:r>
      <w:r w:rsidR="00AB2DE8">
        <w:rPr>
          <w:bCs/>
        </w:rPr>
        <w:t>est pas tout à fait ma faute</w:t>
      </w:r>
      <w:r>
        <w:rPr>
          <w:bCs/>
        </w:rPr>
        <w:t xml:space="preserve">, </w:t>
      </w:r>
      <w:r w:rsidR="00AB2DE8">
        <w:rPr>
          <w:bCs/>
        </w:rPr>
        <w:t>vois-tu</w:t>
      </w:r>
      <w:r>
        <w:rPr>
          <w:bCs/>
        </w:rPr>
        <w:t>.</w:t>
      </w:r>
    </w:p>
    <w:p w14:paraId="2217E493" w14:textId="77777777" w:rsidR="00C90F8D" w:rsidRDefault="00C90F8D">
      <w:pPr>
        <w:rPr>
          <w:bCs/>
        </w:rPr>
      </w:pPr>
      <w:r>
        <w:rPr>
          <w:rFonts w:eastAsia="Georgia"/>
        </w:rPr>
        <w:t>— </w:t>
      </w:r>
      <w:r w:rsidR="00AB2DE8">
        <w:rPr>
          <w:bCs/>
        </w:rPr>
        <w:t>Ce n</w:t>
      </w:r>
      <w:r>
        <w:rPr>
          <w:bCs/>
        </w:rPr>
        <w:t>’</w:t>
      </w:r>
      <w:r w:rsidR="00AB2DE8">
        <w:rPr>
          <w:bCs/>
        </w:rPr>
        <w:t>est pas la mienne non plus</w:t>
      </w:r>
      <w:r>
        <w:rPr>
          <w:bCs/>
        </w:rPr>
        <w:t xml:space="preserve">, </w:t>
      </w:r>
      <w:r w:rsidR="00AB2DE8">
        <w:rPr>
          <w:bCs/>
        </w:rPr>
        <w:t>dit Schmidt</w:t>
      </w:r>
      <w:r>
        <w:rPr>
          <w:bCs/>
        </w:rPr>
        <w:t xml:space="preserve">, </w:t>
      </w:r>
      <w:r w:rsidR="00AB2DE8">
        <w:rPr>
          <w:bCs/>
        </w:rPr>
        <w:t>qui</w:t>
      </w:r>
      <w:r>
        <w:rPr>
          <w:bCs/>
        </w:rPr>
        <w:t xml:space="preserve">, </w:t>
      </w:r>
      <w:r w:rsidR="00AB2DE8">
        <w:rPr>
          <w:bCs/>
        </w:rPr>
        <w:t>se rappelant ses pressentiments de la veille</w:t>
      </w:r>
      <w:r>
        <w:rPr>
          <w:bCs/>
        </w:rPr>
        <w:t xml:space="preserve">, </w:t>
      </w:r>
      <w:r w:rsidR="00AB2DE8">
        <w:rPr>
          <w:bCs/>
        </w:rPr>
        <w:t>n</w:t>
      </w:r>
      <w:r>
        <w:rPr>
          <w:bCs/>
        </w:rPr>
        <w:t>’</w:t>
      </w:r>
      <w:r w:rsidR="00AB2DE8">
        <w:rPr>
          <w:bCs/>
        </w:rPr>
        <w:t>était cependant point si rassuré que cela sur son innocence</w:t>
      </w:r>
      <w:r>
        <w:rPr>
          <w:bCs/>
        </w:rPr>
        <w:t>.</w:t>
      </w:r>
    </w:p>
    <w:p w14:paraId="225BA0F7" w14:textId="77777777" w:rsidR="00C90F8D" w:rsidRDefault="00AB2DE8">
      <w:pPr>
        <w:rPr>
          <w:bCs/>
        </w:rPr>
      </w:pPr>
      <w:r>
        <w:rPr>
          <w:bCs/>
        </w:rPr>
        <w:lastRenderedPageBreak/>
        <w:t>Forestier eut un geste désespéré</w:t>
      </w:r>
      <w:r w:rsidR="00C90F8D">
        <w:rPr>
          <w:bCs/>
        </w:rPr>
        <w:t>.</w:t>
      </w:r>
    </w:p>
    <w:p w14:paraId="5DF70B8F" w14:textId="77777777" w:rsidR="00C90F8D" w:rsidRDefault="00C90F8D">
      <w:pPr>
        <w:rPr>
          <w:bCs/>
        </w:rPr>
      </w:pPr>
      <w:r>
        <w:rPr>
          <w:rFonts w:eastAsia="Georgia"/>
        </w:rPr>
        <w:t>— </w:t>
      </w:r>
      <w:r w:rsidR="00AB2DE8">
        <w:rPr>
          <w:bCs/>
        </w:rPr>
        <w:t>Pardonne-moi</w:t>
      </w:r>
      <w:r>
        <w:rPr>
          <w:bCs/>
        </w:rPr>
        <w:t xml:space="preserve">. </w:t>
      </w:r>
      <w:r w:rsidR="00AB2DE8">
        <w:rPr>
          <w:bCs/>
        </w:rPr>
        <w:t>Je n</w:t>
      </w:r>
      <w:r>
        <w:rPr>
          <w:bCs/>
        </w:rPr>
        <w:t>’</w:t>
      </w:r>
      <w:r w:rsidR="00AB2DE8">
        <w:rPr>
          <w:bCs/>
        </w:rPr>
        <w:t>ai plus été mon maître</w:t>
      </w:r>
      <w:r>
        <w:rPr>
          <w:bCs/>
        </w:rPr>
        <w:t xml:space="preserve">, </w:t>
      </w:r>
      <w:r w:rsidR="00AB2DE8">
        <w:rPr>
          <w:bCs/>
        </w:rPr>
        <w:t>tu comprends</w:t>
      </w:r>
      <w:r>
        <w:rPr>
          <w:bCs/>
        </w:rPr>
        <w:t xml:space="preserve">. </w:t>
      </w:r>
      <w:r w:rsidR="00AB2DE8">
        <w:rPr>
          <w:bCs/>
        </w:rPr>
        <w:t>Je voulais voir seulement</w:t>
      </w:r>
      <w:r>
        <w:rPr>
          <w:bCs/>
        </w:rPr>
        <w:t xml:space="preserve">, </w:t>
      </w:r>
      <w:r w:rsidR="00AB2DE8">
        <w:rPr>
          <w:bCs/>
        </w:rPr>
        <w:t xml:space="preserve">voir </w:t>
      </w:r>
      <w:r w:rsidR="00AB2DE8">
        <w:t>s</w:t>
      </w:r>
      <w:r>
        <w:t>’</w:t>
      </w:r>
      <w:r w:rsidR="00AB2DE8">
        <w:rPr>
          <w:i/>
          <w:iCs/>
        </w:rPr>
        <w:t xml:space="preserve">il </w:t>
      </w:r>
      <w:r w:rsidR="00AB2DE8">
        <w:rPr>
          <w:bCs/>
        </w:rPr>
        <w:t>était là</w:t>
      </w:r>
      <w:r>
        <w:rPr>
          <w:bCs/>
        </w:rPr>
        <w:t xml:space="preserve">. </w:t>
      </w:r>
      <w:r w:rsidR="00AB2DE8">
        <w:rPr>
          <w:bCs/>
        </w:rPr>
        <w:t>Je m</w:t>
      </w:r>
      <w:r>
        <w:rPr>
          <w:bCs/>
        </w:rPr>
        <w:t>’</w:t>
      </w:r>
      <w:r w:rsidR="00AB2DE8">
        <w:rPr>
          <w:bCs/>
        </w:rPr>
        <w:t>étais bien juré de me contenir</w:t>
      </w:r>
      <w:r>
        <w:rPr>
          <w:bCs/>
        </w:rPr>
        <w:t xml:space="preserve">. </w:t>
      </w:r>
      <w:r w:rsidR="00AB2DE8">
        <w:rPr>
          <w:bCs/>
        </w:rPr>
        <w:t>Et puis</w:t>
      </w:r>
      <w:r>
        <w:rPr>
          <w:bCs/>
        </w:rPr>
        <w:t xml:space="preserve">, </w:t>
      </w:r>
      <w:r w:rsidR="00AB2DE8">
        <w:rPr>
          <w:bCs/>
        </w:rPr>
        <w:t>quand je l</w:t>
      </w:r>
      <w:r>
        <w:rPr>
          <w:bCs/>
        </w:rPr>
        <w:t>’</w:t>
      </w:r>
      <w:r w:rsidR="00AB2DE8">
        <w:rPr>
          <w:bCs/>
        </w:rPr>
        <w:t>ai eu tout près</w:t>
      </w:r>
      <w:r>
        <w:rPr>
          <w:bCs/>
        </w:rPr>
        <w:t xml:space="preserve">, </w:t>
      </w:r>
      <w:r w:rsidR="00AB2DE8">
        <w:rPr>
          <w:bCs/>
        </w:rPr>
        <w:t>en face de moi</w:t>
      </w:r>
      <w:r>
        <w:rPr>
          <w:bCs/>
        </w:rPr>
        <w:t xml:space="preserve">, </w:t>
      </w:r>
      <w:r w:rsidR="00AB2DE8">
        <w:rPr>
          <w:bCs/>
        </w:rPr>
        <w:t>j</w:t>
      </w:r>
      <w:r>
        <w:rPr>
          <w:bCs/>
        </w:rPr>
        <w:t>’</w:t>
      </w:r>
      <w:r w:rsidR="00AB2DE8">
        <w:rPr>
          <w:bCs/>
        </w:rPr>
        <w:t>ai eu beau faire</w:t>
      </w:r>
      <w:r>
        <w:rPr>
          <w:bCs/>
        </w:rPr>
        <w:t xml:space="preserve">, </w:t>
      </w:r>
      <w:r w:rsidR="00AB2DE8">
        <w:rPr>
          <w:bCs/>
        </w:rPr>
        <w:t>ça a été plus fort que moi</w:t>
      </w:r>
      <w:r>
        <w:rPr>
          <w:bCs/>
        </w:rPr>
        <w:t>.</w:t>
      </w:r>
    </w:p>
    <w:p w14:paraId="7078546D" w14:textId="77777777" w:rsidR="00C90F8D" w:rsidRDefault="00C90F8D">
      <w:pPr>
        <w:rPr>
          <w:bCs/>
        </w:rPr>
      </w:pPr>
      <w:r>
        <w:rPr>
          <w:rFonts w:eastAsia="Georgia"/>
        </w:rPr>
        <w:t>— </w:t>
      </w:r>
      <w:r w:rsidR="00AB2DE8">
        <w:rPr>
          <w:bCs/>
        </w:rPr>
        <w:t>De qui parles-tu</w:t>
      </w:r>
      <w:r>
        <w:rPr>
          <w:bCs/>
        </w:rPr>
        <w:t> ?</w:t>
      </w:r>
    </w:p>
    <w:p w14:paraId="1D9F39DD" w14:textId="77777777" w:rsidR="00C90F8D" w:rsidRDefault="00C90F8D">
      <w:pPr>
        <w:rPr>
          <w:bCs/>
        </w:rPr>
      </w:pPr>
      <w:r>
        <w:rPr>
          <w:rFonts w:eastAsia="Georgia"/>
        </w:rPr>
        <w:t>— </w:t>
      </w:r>
      <w:r w:rsidR="00AB2DE8">
        <w:rPr>
          <w:bCs/>
        </w:rPr>
        <w:t>De qui je parle</w:t>
      </w:r>
      <w:r>
        <w:rPr>
          <w:bCs/>
        </w:rPr>
        <w:t xml:space="preserve"> ? </w:t>
      </w:r>
      <w:r w:rsidR="00AB2DE8">
        <w:rPr>
          <w:bCs/>
        </w:rPr>
        <w:t>Tu le sais bien</w:t>
      </w:r>
      <w:r>
        <w:rPr>
          <w:bCs/>
        </w:rPr>
        <w:t xml:space="preserve"> : </w:t>
      </w:r>
      <w:r w:rsidR="00AB2DE8">
        <w:rPr>
          <w:bCs/>
        </w:rPr>
        <w:t>de ce misérable</w:t>
      </w:r>
      <w:r>
        <w:rPr>
          <w:bCs/>
        </w:rPr>
        <w:t>.</w:t>
      </w:r>
    </w:p>
    <w:p w14:paraId="1FA584BA" w14:textId="77777777" w:rsidR="00C90F8D" w:rsidRDefault="00C90F8D">
      <w:pPr>
        <w:rPr>
          <w:bCs/>
        </w:rPr>
      </w:pPr>
      <w:r>
        <w:rPr>
          <w:rFonts w:eastAsia="Georgia"/>
        </w:rPr>
        <w:t>— </w:t>
      </w:r>
      <w:r w:rsidR="00AB2DE8">
        <w:rPr>
          <w:bCs/>
        </w:rPr>
        <w:t>Qui</w:t>
      </w:r>
      <w:r>
        <w:rPr>
          <w:bCs/>
        </w:rPr>
        <w:t xml:space="preserve"> ? </w:t>
      </w:r>
      <w:r w:rsidR="00AB2DE8">
        <w:rPr>
          <w:bCs/>
        </w:rPr>
        <w:t>Ce vieux débris à qui tu as administré une paire de gifles</w:t>
      </w:r>
      <w:r>
        <w:rPr>
          <w:bCs/>
        </w:rPr>
        <w:t> ?</w:t>
      </w:r>
    </w:p>
    <w:p w14:paraId="09342FF0" w14:textId="77777777" w:rsidR="00C90F8D" w:rsidRDefault="00C90F8D">
      <w:pPr>
        <w:rPr>
          <w:bCs/>
        </w:rPr>
      </w:pPr>
      <w:r>
        <w:rPr>
          <w:rFonts w:eastAsia="Georgia"/>
        </w:rPr>
        <w:t>— </w:t>
      </w:r>
      <w:r w:rsidR="00AB2DE8">
        <w:rPr>
          <w:bCs/>
        </w:rPr>
        <w:t>C</w:t>
      </w:r>
      <w:r>
        <w:rPr>
          <w:bCs/>
        </w:rPr>
        <w:t>’</w:t>
      </w:r>
      <w:r w:rsidR="00AB2DE8">
        <w:rPr>
          <w:bCs/>
        </w:rPr>
        <w:t>est vrai</w:t>
      </w:r>
      <w:r>
        <w:rPr>
          <w:bCs/>
        </w:rPr>
        <w:t xml:space="preserve">, </w:t>
      </w:r>
      <w:r w:rsidR="00AB2DE8">
        <w:rPr>
          <w:bCs/>
        </w:rPr>
        <w:t>je l</w:t>
      </w:r>
      <w:r>
        <w:rPr>
          <w:bCs/>
        </w:rPr>
        <w:t>’</w:t>
      </w:r>
      <w:r w:rsidR="00AB2DE8">
        <w:rPr>
          <w:bCs/>
        </w:rPr>
        <w:t>ai giflé</w:t>
      </w:r>
      <w:r>
        <w:rPr>
          <w:bCs/>
        </w:rPr>
        <w:t xml:space="preserve"> ! </w:t>
      </w:r>
      <w:r w:rsidR="00AB2DE8">
        <w:rPr>
          <w:bCs/>
        </w:rPr>
        <w:t>Eh bien</w:t>
      </w:r>
      <w:r>
        <w:rPr>
          <w:bCs/>
        </w:rPr>
        <w:t xml:space="preserve">, </w:t>
      </w:r>
      <w:r w:rsidR="00AB2DE8">
        <w:rPr>
          <w:bCs/>
        </w:rPr>
        <w:t>je ne le regrette pas</w:t>
      </w:r>
      <w:r>
        <w:rPr>
          <w:bCs/>
        </w:rPr>
        <w:t xml:space="preserve">. </w:t>
      </w:r>
      <w:r w:rsidR="00AB2DE8">
        <w:rPr>
          <w:bCs/>
        </w:rPr>
        <w:t>Un misérable</w:t>
      </w:r>
      <w:r>
        <w:rPr>
          <w:bCs/>
        </w:rPr>
        <w:t xml:space="preserve">, </w:t>
      </w:r>
      <w:r w:rsidR="00AB2DE8">
        <w:rPr>
          <w:bCs/>
        </w:rPr>
        <w:t>tu m</w:t>
      </w:r>
      <w:r>
        <w:rPr>
          <w:bCs/>
        </w:rPr>
        <w:t>’</w:t>
      </w:r>
      <w:r w:rsidR="00AB2DE8">
        <w:rPr>
          <w:bCs/>
        </w:rPr>
        <w:t>entends</w:t>
      </w:r>
      <w:r>
        <w:rPr>
          <w:bCs/>
        </w:rPr>
        <w:t xml:space="preserve"> ! </w:t>
      </w:r>
      <w:r w:rsidR="00AB2DE8">
        <w:rPr>
          <w:bCs/>
        </w:rPr>
        <w:t>Il n</w:t>
      </w:r>
      <w:r>
        <w:rPr>
          <w:bCs/>
        </w:rPr>
        <w:t>’</w:t>
      </w:r>
      <w:r w:rsidR="00AB2DE8">
        <w:rPr>
          <w:bCs/>
        </w:rPr>
        <w:t>y a rien de plus bas au monde que cet homme-là</w:t>
      </w:r>
      <w:r>
        <w:rPr>
          <w:bCs/>
        </w:rPr>
        <w:t xml:space="preserve">. </w:t>
      </w:r>
      <w:r w:rsidR="00AB2DE8">
        <w:rPr>
          <w:bCs/>
        </w:rPr>
        <w:t>C</w:t>
      </w:r>
      <w:r>
        <w:rPr>
          <w:bCs/>
        </w:rPr>
        <w:t>’</w:t>
      </w:r>
      <w:r w:rsidR="00AB2DE8">
        <w:rPr>
          <w:bCs/>
        </w:rPr>
        <w:t>est à cause de lui que</w:t>
      </w:r>
      <w:r>
        <w:rPr>
          <w:bCs/>
        </w:rPr>
        <w:t xml:space="preserve">, </w:t>
      </w:r>
      <w:r w:rsidR="00AB2DE8">
        <w:rPr>
          <w:bCs/>
        </w:rPr>
        <w:t>pendant toute une année</w:t>
      </w:r>
      <w:r>
        <w:rPr>
          <w:bCs/>
        </w:rPr>
        <w:t xml:space="preserve">, </w:t>
      </w:r>
      <w:r w:rsidR="00AB2DE8">
        <w:rPr>
          <w:bCs/>
        </w:rPr>
        <w:t>j</w:t>
      </w:r>
      <w:r>
        <w:rPr>
          <w:bCs/>
        </w:rPr>
        <w:t>’</w:t>
      </w:r>
      <w:r w:rsidR="00AB2DE8">
        <w:rPr>
          <w:bCs/>
        </w:rPr>
        <w:t>ai été comme tu m</w:t>
      </w:r>
      <w:r>
        <w:rPr>
          <w:bCs/>
        </w:rPr>
        <w:t>’</w:t>
      </w:r>
      <w:r w:rsidR="00AB2DE8">
        <w:rPr>
          <w:bCs/>
        </w:rPr>
        <w:t>as vu hier</w:t>
      </w:r>
      <w:r>
        <w:rPr>
          <w:bCs/>
        </w:rPr>
        <w:t xml:space="preserve">, </w:t>
      </w:r>
      <w:r w:rsidR="00AB2DE8">
        <w:rPr>
          <w:bCs/>
        </w:rPr>
        <w:t>et je sais maintenant que ce n</w:t>
      </w:r>
      <w:r>
        <w:rPr>
          <w:bCs/>
        </w:rPr>
        <w:t>’</w:t>
      </w:r>
      <w:r w:rsidR="00AB2DE8">
        <w:rPr>
          <w:bCs/>
        </w:rPr>
        <w:t>est peut-être pas fini</w:t>
      </w:r>
      <w:r>
        <w:rPr>
          <w:bCs/>
        </w:rPr>
        <w:t xml:space="preserve">. </w:t>
      </w:r>
      <w:r w:rsidR="00AB2DE8">
        <w:rPr>
          <w:bCs/>
        </w:rPr>
        <w:t>Il a failli me perdre</w:t>
      </w:r>
      <w:r>
        <w:rPr>
          <w:bCs/>
        </w:rPr>
        <w:t xml:space="preserve">, </w:t>
      </w:r>
      <w:r w:rsidR="00AB2DE8">
        <w:rPr>
          <w:bCs/>
        </w:rPr>
        <w:t>après l</w:t>
      </w:r>
      <w:r>
        <w:rPr>
          <w:bCs/>
        </w:rPr>
        <w:t>’</w:t>
      </w:r>
      <w:r w:rsidR="00AB2DE8">
        <w:rPr>
          <w:bCs/>
        </w:rPr>
        <w:t>avoir perdue</w:t>
      </w:r>
      <w:r>
        <w:rPr>
          <w:bCs/>
        </w:rPr>
        <w:t xml:space="preserve">, </w:t>
      </w:r>
      <w:r w:rsidR="00AB2DE8">
        <w:rPr>
          <w:bCs/>
        </w:rPr>
        <w:t>elle</w:t>
      </w:r>
      <w:r>
        <w:rPr>
          <w:bCs/>
        </w:rPr>
        <w:t xml:space="preserve">, </w:t>
      </w:r>
      <w:r w:rsidR="00AB2DE8">
        <w:rPr>
          <w:bCs/>
        </w:rPr>
        <w:t>irrémédiablement</w:t>
      </w:r>
      <w:r>
        <w:rPr>
          <w:bCs/>
        </w:rPr>
        <w:t>.</w:t>
      </w:r>
    </w:p>
    <w:p w14:paraId="068F6670" w14:textId="77777777" w:rsidR="00C90F8D" w:rsidRDefault="00C90F8D">
      <w:pPr>
        <w:rPr>
          <w:bCs/>
        </w:rPr>
      </w:pPr>
      <w:r>
        <w:rPr>
          <w:rFonts w:eastAsia="Georgia"/>
        </w:rPr>
        <w:t>— </w:t>
      </w:r>
      <w:r w:rsidR="00AB2DE8">
        <w:rPr>
          <w:bCs/>
        </w:rPr>
        <w:t>Qui</w:t>
      </w:r>
      <w:r>
        <w:rPr>
          <w:bCs/>
        </w:rPr>
        <w:t xml:space="preserve">, </w:t>
      </w:r>
      <w:r w:rsidR="00AB2DE8">
        <w:rPr>
          <w:bCs/>
        </w:rPr>
        <w:t>elle</w:t>
      </w:r>
      <w:r>
        <w:rPr>
          <w:bCs/>
        </w:rPr>
        <w:t> ?</w:t>
      </w:r>
    </w:p>
    <w:p w14:paraId="74F7E4C6" w14:textId="77777777" w:rsidR="00C90F8D" w:rsidRDefault="00AB2DE8">
      <w:pPr>
        <w:rPr>
          <w:bCs/>
        </w:rPr>
      </w:pPr>
      <w:r>
        <w:rPr>
          <w:bCs/>
        </w:rPr>
        <w:t>Les yeux de Forestier</w:t>
      </w:r>
      <w:r w:rsidR="00C90F8D">
        <w:rPr>
          <w:bCs/>
        </w:rPr>
        <w:t xml:space="preserve">, </w:t>
      </w:r>
      <w:r>
        <w:rPr>
          <w:bCs/>
        </w:rPr>
        <w:t>déjà agrandis par la fièvre</w:t>
      </w:r>
      <w:r w:rsidR="00C90F8D">
        <w:rPr>
          <w:bCs/>
        </w:rPr>
        <w:t xml:space="preserve">, </w:t>
      </w:r>
      <w:r>
        <w:rPr>
          <w:bCs/>
        </w:rPr>
        <w:t>s</w:t>
      </w:r>
      <w:r w:rsidR="00C90F8D">
        <w:rPr>
          <w:bCs/>
        </w:rPr>
        <w:t>’</w:t>
      </w:r>
      <w:r>
        <w:rPr>
          <w:bCs/>
        </w:rPr>
        <w:t>ouvrirent davantage encore</w:t>
      </w:r>
      <w:r w:rsidR="00C90F8D">
        <w:rPr>
          <w:bCs/>
        </w:rPr>
        <w:t>.</w:t>
      </w:r>
    </w:p>
    <w:p w14:paraId="4563C646" w14:textId="77777777" w:rsidR="00C90F8D" w:rsidRDefault="00C90F8D">
      <w:pPr>
        <w:rPr>
          <w:bCs/>
        </w:rPr>
      </w:pPr>
      <w:r>
        <w:rPr>
          <w:rFonts w:eastAsia="Georgia"/>
        </w:rPr>
        <w:t>— </w:t>
      </w:r>
      <w:r w:rsidR="00AB2DE8">
        <w:rPr>
          <w:bCs/>
        </w:rPr>
        <w:t>Comment qui</w:t>
      </w:r>
      <w:r>
        <w:rPr>
          <w:bCs/>
        </w:rPr>
        <w:t xml:space="preserve"> ? </w:t>
      </w:r>
      <w:r w:rsidR="00AB2DE8">
        <w:rPr>
          <w:bCs/>
        </w:rPr>
        <w:t>Tu ne sais pas de qui il s</w:t>
      </w:r>
      <w:r>
        <w:rPr>
          <w:bCs/>
        </w:rPr>
        <w:t>’</w:t>
      </w:r>
      <w:r w:rsidR="00AB2DE8">
        <w:rPr>
          <w:bCs/>
        </w:rPr>
        <w:t>agit</w:t>
      </w:r>
      <w:r>
        <w:rPr>
          <w:bCs/>
        </w:rPr>
        <w:t xml:space="preserve"> ? </w:t>
      </w:r>
      <w:r w:rsidR="00AB2DE8">
        <w:rPr>
          <w:bCs/>
        </w:rPr>
        <w:t>Tu n</w:t>
      </w:r>
      <w:r>
        <w:rPr>
          <w:bCs/>
        </w:rPr>
        <w:t>’</w:t>
      </w:r>
      <w:r w:rsidR="00AB2DE8">
        <w:rPr>
          <w:bCs/>
        </w:rPr>
        <w:t>as donc pas compris</w:t>
      </w:r>
      <w:r>
        <w:rPr>
          <w:bCs/>
        </w:rPr>
        <w:t> ?</w:t>
      </w:r>
    </w:p>
    <w:p w14:paraId="47456225" w14:textId="77777777" w:rsidR="00C90F8D" w:rsidRDefault="00C90F8D">
      <w:pPr>
        <w:rPr>
          <w:bCs/>
        </w:rPr>
      </w:pPr>
      <w:r>
        <w:rPr>
          <w:rFonts w:eastAsia="Georgia"/>
        </w:rPr>
        <w:t>— </w:t>
      </w:r>
      <w:r w:rsidR="00AB2DE8">
        <w:rPr>
          <w:bCs/>
        </w:rPr>
        <w:t>Comment diable veux-tu que je comprenne</w:t>
      </w:r>
      <w:r>
        <w:rPr>
          <w:bCs/>
        </w:rPr>
        <w:t>.</w:t>
      </w:r>
    </w:p>
    <w:p w14:paraId="786D20C4" w14:textId="77777777" w:rsidR="00C90F8D" w:rsidRDefault="00C90F8D">
      <w:pPr>
        <w:rPr>
          <w:bCs/>
        </w:rPr>
      </w:pPr>
      <w:r>
        <w:rPr>
          <w:rFonts w:eastAsia="Georgia"/>
        </w:rPr>
        <w:t>— </w:t>
      </w:r>
      <w:r w:rsidR="00AB2DE8">
        <w:rPr>
          <w:bCs/>
        </w:rPr>
        <w:t>C</w:t>
      </w:r>
      <w:r>
        <w:rPr>
          <w:bCs/>
        </w:rPr>
        <w:t>’</w:t>
      </w:r>
      <w:r w:rsidR="00AB2DE8">
        <w:rPr>
          <w:bCs/>
        </w:rPr>
        <w:t>est vrai</w:t>
      </w:r>
      <w:r>
        <w:rPr>
          <w:bCs/>
        </w:rPr>
        <w:t xml:space="preserve">, </w:t>
      </w:r>
      <w:r w:rsidR="00AB2DE8">
        <w:rPr>
          <w:bCs/>
        </w:rPr>
        <w:t>mon Dieu</w:t>
      </w:r>
      <w:r>
        <w:rPr>
          <w:bCs/>
        </w:rPr>
        <w:t xml:space="preserve"> ! </w:t>
      </w:r>
      <w:r w:rsidR="00AB2DE8">
        <w:rPr>
          <w:bCs/>
        </w:rPr>
        <w:t>Tu ne pouvais pas comprendre</w:t>
      </w:r>
      <w:r>
        <w:rPr>
          <w:bCs/>
        </w:rPr>
        <w:t xml:space="preserve">… </w:t>
      </w:r>
      <w:r w:rsidR="00AB2DE8">
        <w:rPr>
          <w:bCs/>
        </w:rPr>
        <w:t>tu ne pouvais pas deviner</w:t>
      </w:r>
      <w:r>
        <w:rPr>
          <w:bCs/>
        </w:rPr>
        <w:t xml:space="preserve">. </w:t>
      </w:r>
      <w:r w:rsidR="00AB2DE8">
        <w:rPr>
          <w:bCs/>
        </w:rPr>
        <w:t>Quelle horreur</w:t>
      </w:r>
      <w:r>
        <w:rPr>
          <w:bCs/>
        </w:rPr>
        <w:t> !</w:t>
      </w:r>
    </w:p>
    <w:p w14:paraId="3F9BC51D" w14:textId="77777777" w:rsidR="00C90F8D" w:rsidRDefault="00AB2DE8">
      <w:pPr>
        <w:rPr>
          <w:bCs/>
        </w:rPr>
      </w:pPr>
      <w:r>
        <w:rPr>
          <w:bCs/>
        </w:rPr>
        <w:t>De grosses larmes coulaient sur ses joues</w:t>
      </w:r>
      <w:r w:rsidR="00C90F8D">
        <w:rPr>
          <w:bCs/>
        </w:rPr>
        <w:t>.</w:t>
      </w:r>
    </w:p>
    <w:p w14:paraId="6CAA12D8" w14:textId="77777777" w:rsidR="00C90F8D" w:rsidRDefault="00C90F8D">
      <w:pPr>
        <w:rPr>
          <w:bCs/>
        </w:rPr>
      </w:pPr>
      <w:r>
        <w:rPr>
          <w:rFonts w:eastAsia="Georgia"/>
        </w:rPr>
        <w:lastRenderedPageBreak/>
        <w:t>— </w:t>
      </w:r>
      <w:r w:rsidR="00AB2DE8">
        <w:rPr>
          <w:bCs/>
        </w:rPr>
        <w:t>Mon Dieu</w:t>
      </w:r>
      <w:r>
        <w:rPr>
          <w:bCs/>
        </w:rPr>
        <w:t xml:space="preserve">, </w:t>
      </w:r>
      <w:r w:rsidR="00AB2DE8">
        <w:rPr>
          <w:bCs/>
        </w:rPr>
        <w:t>comme tu as dû</w:t>
      </w:r>
      <w:r>
        <w:rPr>
          <w:bCs/>
        </w:rPr>
        <w:t xml:space="preserve">, </w:t>
      </w:r>
      <w:r w:rsidR="00AB2DE8">
        <w:rPr>
          <w:bCs/>
        </w:rPr>
        <w:t>comme tu dois encore me mépriser</w:t>
      </w:r>
      <w:r>
        <w:rPr>
          <w:bCs/>
        </w:rPr>
        <w:t xml:space="preserve">. </w:t>
      </w:r>
      <w:r w:rsidR="00AB2DE8">
        <w:rPr>
          <w:bCs/>
        </w:rPr>
        <w:t>Tu n</w:t>
      </w:r>
      <w:r>
        <w:rPr>
          <w:bCs/>
        </w:rPr>
        <w:t>’</w:t>
      </w:r>
      <w:r w:rsidR="00AB2DE8">
        <w:rPr>
          <w:bCs/>
        </w:rPr>
        <w:t>avais pas compris</w:t>
      </w:r>
      <w:r>
        <w:rPr>
          <w:bCs/>
        </w:rPr>
        <w:t xml:space="preserve"> ! </w:t>
      </w:r>
      <w:r w:rsidR="00AB2DE8">
        <w:rPr>
          <w:bCs/>
        </w:rPr>
        <w:t>Mais cette chose</w:t>
      </w:r>
      <w:r>
        <w:rPr>
          <w:bCs/>
        </w:rPr>
        <w:t xml:space="preserve">, </w:t>
      </w:r>
      <w:r w:rsidR="00AB2DE8">
        <w:rPr>
          <w:bCs/>
        </w:rPr>
        <w:t>alors</w:t>
      </w:r>
      <w:r>
        <w:rPr>
          <w:bCs/>
        </w:rPr>
        <w:t xml:space="preserve">, </w:t>
      </w:r>
      <w:r w:rsidR="00AB2DE8">
        <w:rPr>
          <w:bCs/>
        </w:rPr>
        <w:t>tu sais</w:t>
      </w:r>
      <w:r>
        <w:rPr>
          <w:bCs/>
        </w:rPr>
        <w:t xml:space="preserve">, </w:t>
      </w:r>
      <w:r w:rsidR="00AB2DE8">
        <w:rPr>
          <w:bCs/>
        </w:rPr>
        <w:t>ce que je veux dire</w:t>
      </w:r>
      <w:r>
        <w:rPr>
          <w:bCs/>
        </w:rPr>
        <w:t xml:space="preserve">, </w:t>
      </w:r>
      <w:r w:rsidR="00AB2DE8">
        <w:rPr>
          <w:bCs/>
        </w:rPr>
        <w:t>oui</w:t>
      </w:r>
      <w:r>
        <w:rPr>
          <w:bCs/>
        </w:rPr>
        <w:t xml:space="preserve">, </w:t>
      </w:r>
      <w:r w:rsidR="00AB2DE8">
        <w:rPr>
          <w:bCs/>
        </w:rPr>
        <w:t>ma folie d</w:t>
      </w:r>
      <w:r>
        <w:rPr>
          <w:bCs/>
        </w:rPr>
        <w:t>’</w:t>
      </w:r>
      <w:r w:rsidR="00AB2DE8">
        <w:rPr>
          <w:bCs/>
        </w:rPr>
        <w:t>hier soir</w:t>
      </w:r>
      <w:r>
        <w:rPr>
          <w:bCs/>
        </w:rPr>
        <w:t xml:space="preserve">, </w:t>
      </w:r>
      <w:r w:rsidR="00AB2DE8">
        <w:rPr>
          <w:bCs/>
        </w:rPr>
        <w:t>mon ivresse enfin</w:t>
      </w:r>
      <w:r>
        <w:rPr>
          <w:bCs/>
        </w:rPr>
        <w:t xml:space="preserve">, </w:t>
      </w:r>
      <w:r w:rsidR="00AB2DE8">
        <w:rPr>
          <w:bCs/>
        </w:rPr>
        <w:t>à quoi as-tu pu l</w:t>
      </w:r>
      <w:r>
        <w:rPr>
          <w:bCs/>
        </w:rPr>
        <w:t>’</w:t>
      </w:r>
      <w:r w:rsidR="00AB2DE8">
        <w:rPr>
          <w:bCs/>
        </w:rPr>
        <w:t>attribuer</w:t>
      </w:r>
      <w:r>
        <w:rPr>
          <w:bCs/>
        </w:rPr>
        <w:t xml:space="preserve"> ? </w:t>
      </w:r>
      <w:r w:rsidR="00AB2DE8">
        <w:rPr>
          <w:bCs/>
        </w:rPr>
        <w:t>Sur le compte de quoi l</w:t>
      </w:r>
      <w:r>
        <w:rPr>
          <w:bCs/>
        </w:rPr>
        <w:t>’</w:t>
      </w:r>
      <w:r w:rsidR="00AB2DE8">
        <w:rPr>
          <w:bCs/>
        </w:rPr>
        <w:t>as-tu mise</w:t>
      </w:r>
      <w:r>
        <w:rPr>
          <w:bCs/>
        </w:rPr>
        <w:t> ?</w:t>
      </w:r>
    </w:p>
    <w:p w14:paraId="025CE335" w14:textId="77777777" w:rsidR="00C90F8D" w:rsidRDefault="00C90F8D">
      <w:pPr>
        <w:rPr>
          <w:bCs/>
        </w:rPr>
      </w:pPr>
      <w:r>
        <w:rPr>
          <w:rFonts w:eastAsia="Georgia"/>
        </w:rPr>
        <w:t>— </w:t>
      </w:r>
      <w:r w:rsidR="00AB2DE8">
        <w:rPr>
          <w:bCs/>
        </w:rPr>
        <w:t>Voyons</w:t>
      </w:r>
      <w:r>
        <w:rPr>
          <w:bCs/>
        </w:rPr>
        <w:t xml:space="preserve">, </w:t>
      </w:r>
      <w:r w:rsidR="00AB2DE8">
        <w:rPr>
          <w:bCs/>
        </w:rPr>
        <w:t>voyons</w:t>
      </w:r>
      <w:r>
        <w:rPr>
          <w:bCs/>
        </w:rPr>
        <w:t xml:space="preserve">, </w:t>
      </w:r>
      <w:r w:rsidR="00AB2DE8">
        <w:rPr>
          <w:bCs/>
        </w:rPr>
        <w:t>ne te monte pas la tête</w:t>
      </w:r>
      <w:r>
        <w:rPr>
          <w:bCs/>
        </w:rPr>
        <w:t xml:space="preserve">. </w:t>
      </w:r>
      <w:r w:rsidR="00AB2DE8">
        <w:rPr>
          <w:bCs/>
        </w:rPr>
        <w:t>Je n</w:t>
      </w:r>
      <w:r>
        <w:rPr>
          <w:bCs/>
        </w:rPr>
        <w:t>’</w:t>
      </w:r>
      <w:r w:rsidR="00AB2DE8">
        <w:rPr>
          <w:bCs/>
        </w:rPr>
        <w:t>ai pas attaché à tout cela plus d</w:t>
      </w:r>
      <w:r>
        <w:rPr>
          <w:bCs/>
        </w:rPr>
        <w:t>’</w:t>
      </w:r>
      <w:r w:rsidR="00AB2DE8">
        <w:rPr>
          <w:bCs/>
        </w:rPr>
        <w:t>importance qu</w:t>
      </w:r>
      <w:r>
        <w:rPr>
          <w:bCs/>
        </w:rPr>
        <w:t>’</w:t>
      </w:r>
      <w:r w:rsidR="00AB2DE8">
        <w:rPr>
          <w:bCs/>
        </w:rPr>
        <w:t>il convenait</w:t>
      </w:r>
      <w:r>
        <w:rPr>
          <w:bCs/>
        </w:rPr>
        <w:t xml:space="preserve">, </w:t>
      </w:r>
      <w:r w:rsidR="00AB2DE8">
        <w:rPr>
          <w:bCs/>
        </w:rPr>
        <w:t>dit Schmidt</w:t>
      </w:r>
      <w:r>
        <w:rPr>
          <w:bCs/>
        </w:rPr>
        <w:t>.</w:t>
      </w:r>
    </w:p>
    <w:p w14:paraId="4E184003" w14:textId="77777777" w:rsidR="00C90F8D" w:rsidRDefault="00AB2DE8">
      <w:pPr>
        <w:rPr>
          <w:bCs/>
        </w:rPr>
      </w:pPr>
      <w:r>
        <w:rPr>
          <w:bCs/>
        </w:rPr>
        <w:t>Devant la surexcitation croissante de Forestier</w:t>
      </w:r>
      <w:r w:rsidR="00C90F8D">
        <w:rPr>
          <w:bCs/>
        </w:rPr>
        <w:t xml:space="preserve">, </w:t>
      </w:r>
      <w:r>
        <w:rPr>
          <w:bCs/>
        </w:rPr>
        <w:t>il ne voulait pas paraître avoir pris au tragique les événements de la nuit précédente</w:t>
      </w:r>
      <w:r w:rsidR="00C90F8D">
        <w:rPr>
          <w:bCs/>
        </w:rPr>
        <w:t>.</w:t>
      </w:r>
    </w:p>
    <w:p w14:paraId="613850E4" w14:textId="77777777" w:rsidR="00C90F8D" w:rsidRDefault="00C90F8D">
      <w:pPr>
        <w:rPr>
          <w:bCs/>
        </w:rPr>
      </w:pPr>
      <w:r>
        <w:rPr>
          <w:rFonts w:eastAsia="Georgia"/>
        </w:rPr>
        <w:t>— </w:t>
      </w:r>
      <w:r w:rsidR="00AB2DE8">
        <w:rPr>
          <w:bCs/>
        </w:rPr>
        <w:t>Parole d</w:t>
      </w:r>
      <w:r>
        <w:rPr>
          <w:bCs/>
        </w:rPr>
        <w:t>’</w:t>
      </w:r>
      <w:r w:rsidR="00AB2DE8">
        <w:rPr>
          <w:bCs/>
        </w:rPr>
        <w:t>honneur</w:t>
      </w:r>
      <w:r>
        <w:rPr>
          <w:bCs/>
        </w:rPr>
        <w:t xml:space="preserve">, </w:t>
      </w:r>
      <w:r w:rsidR="00AB2DE8">
        <w:rPr>
          <w:bCs/>
        </w:rPr>
        <w:t>continua-t-il</w:t>
      </w:r>
      <w:r>
        <w:rPr>
          <w:bCs/>
        </w:rPr>
        <w:t xml:space="preserve">, </w:t>
      </w:r>
      <w:r w:rsidR="00AB2DE8">
        <w:rPr>
          <w:bCs/>
        </w:rPr>
        <w:t>j</w:t>
      </w:r>
      <w:r>
        <w:rPr>
          <w:bCs/>
        </w:rPr>
        <w:t>’</w:t>
      </w:r>
      <w:r w:rsidR="00AB2DE8">
        <w:rPr>
          <w:bCs/>
        </w:rPr>
        <w:t>ai pensé</w:t>
      </w:r>
      <w:r>
        <w:rPr>
          <w:bCs/>
        </w:rPr>
        <w:t xml:space="preserve"> : </w:t>
      </w:r>
      <w:r w:rsidR="00AB2DE8">
        <w:rPr>
          <w:bCs/>
        </w:rPr>
        <w:t>il y a sans doute longtemps que ce brave Forestier n</w:t>
      </w:r>
      <w:r>
        <w:rPr>
          <w:bCs/>
        </w:rPr>
        <w:t>’</w:t>
      </w:r>
      <w:r w:rsidR="00AB2DE8">
        <w:rPr>
          <w:bCs/>
        </w:rPr>
        <w:t>a dû boire de champagne</w:t>
      </w:r>
      <w:r>
        <w:rPr>
          <w:bCs/>
        </w:rPr>
        <w:t xml:space="preserve">, </w:t>
      </w:r>
      <w:r w:rsidR="00AB2DE8">
        <w:rPr>
          <w:bCs/>
        </w:rPr>
        <w:t>voilà tout</w:t>
      </w:r>
      <w:r>
        <w:rPr>
          <w:bCs/>
        </w:rPr>
        <w:t xml:space="preserve">. </w:t>
      </w:r>
      <w:r w:rsidR="00AB2DE8">
        <w:rPr>
          <w:bCs/>
        </w:rPr>
        <w:t>Un verre de trop</w:t>
      </w:r>
      <w:r>
        <w:rPr>
          <w:bCs/>
        </w:rPr>
        <w:t xml:space="preserve">, </w:t>
      </w:r>
      <w:r w:rsidR="00AB2DE8">
        <w:rPr>
          <w:bCs/>
        </w:rPr>
        <w:t>parfois</w:t>
      </w:r>
      <w:r>
        <w:rPr>
          <w:bCs/>
        </w:rPr>
        <w:t xml:space="preserve">, </w:t>
      </w:r>
      <w:r w:rsidR="00AB2DE8">
        <w:rPr>
          <w:bCs/>
        </w:rPr>
        <w:t>suffit</w:t>
      </w:r>
      <w:r>
        <w:rPr>
          <w:bCs/>
        </w:rPr>
        <w:t xml:space="preserve">… </w:t>
      </w:r>
      <w:r w:rsidR="00AB2DE8">
        <w:rPr>
          <w:bCs/>
        </w:rPr>
        <w:t>Calme-toi</w:t>
      </w:r>
      <w:r>
        <w:rPr>
          <w:bCs/>
        </w:rPr>
        <w:t xml:space="preserve">, </w:t>
      </w:r>
      <w:r w:rsidR="00AB2DE8">
        <w:rPr>
          <w:bCs/>
        </w:rPr>
        <w:t>voyons</w:t>
      </w:r>
      <w:r>
        <w:rPr>
          <w:bCs/>
        </w:rPr>
        <w:t xml:space="preserve">, </w:t>
      </w:r>
      <w:r w:rsidR="00AB2DE8">
        <w:rPr>
          <w:bCs/>
        </w:rPr>
        <w:t>calme-toi</w:t>
      </w:r>
      <w:r>
        <w:rPr>
          <w:bCs/>
        </w:rPr>
        <w:t>.</w:t>
      </w:r>
    </w:p>
    <w:p w14:paraId="0DF1779B" w14:textId="77777777" w:rsidR="00C90F8D" w:rsidRDefault="00AB2DE8">
      <w:pPr>
        <w:rPr>
          <w:bCs/>
        </w:rPr>
      </w:pPr>
      <w:r>
        <w:rPr>
          <w:bCs/>
        </w:rPr>
        <w:t>Forestier secoua la tête</w:t>
      </w:r>
      <w:r w:rsidR="00C90F8D">
        <w:rPr>
          <w:bCs/>
        </w:rPr>
        <w:t>.</w:t>
      </w:r>
    </w:p>
    <w:p w14:paraId="4FABD81A" w14:textId="77777777" w:rsidR="00C90F8D" w:rsidRDefault="00C90F8D">
      <w:pPr>
        <w:rPr>
          <w:bCs/>
        </w:rPr>
      </w:pPr>
      <w:r>
        <w:rPr>
          <w:rFonts w:eastAsia="Georgia"/>
        </w:rPr>
        <w:t>— </w:t>
      </w:r>
      <w:r w:rsidR="00AB2DE8">
        <w:rPr>
          <w:bCs/>
        </w:rPr>
        <w:t>Non</w:t>
      </w:r>
      <w:r>
        <w:rPr>
          <w:bCs/>
        </w:rPr>
        <w:t xml:space="preserve">, </w:t>
      </w:r>
      <w:r w:rsidR="00AB2DE8">
        <w:rPr>
          <w:bCs/>
        </w:rPr>
        <w:t>non</w:t>
      </w:r>
      <w:r>
        <w:rPr>
          <w:bCs/>
        </w:rPr>
        <w:t xml:space="preserve">, </w:t>
      </w:r>
      <w:r w:rsidR="00AB2DE8">
        <w:rPr>
          <w:bCs/>
        </w:rPr>
        <w:t>gémit-il</w:t>
      </w:r>
      <w:r>
        <w:rPr>
          <w:bCs/>
        </w:rPr>
        <w:t xml:space="preserve">, </w:t>
      </w:r>
      <w:r w:rsidR="00AB2DE8">
        <w:rPr>
          <w:bCs/>
        </w:rPr>
        <w:t>je ne veux pas que tu me méprises</w:t>
      </w:r>
      <w:r>
        <w:rPr>
          <w:bCs/>
        </w:rPr>
        <w:t xml:space="preserve">. </w:t>
      </w:r>
      <w:r w:rsidR="00AB2DE8">
        <w:rPr>
          <w:bCs/>
        </w:rPr>
        <w:t>Pour cela</w:t>
      </w:r>
      <w:r>
        <w:rPr>
          <w:bCs/>
        </w:rPr>
        <w:t xml:space="preserve">, </w:t>
      </w:r>
      <w:r w:rsidR="00AB2DE8">
        <w:rPr>
          <w:bCs/>
        </w:rPr>
        <w:t>il faut que tu saches</w:t>
      </w:r>
      <w:r>
        <w:rPr>
          <w:bCs/>
        </w:rPr>
        <w:t xml:space="preserve">, </w:t>
      </w:r>
      <w:r w:rsidR="00AB2DE8">
        <w:rPr>
          <w:bCs/>
        </w:rPr>
        <w:t>que je te raconte</w:t>
      </w:r>
      <w:r>
        <w:rPr>
          <w:bCs/>
        </w:rPr>
        <w:t>…</w:t>
      </w:r>
    </w:p>
    <w:p w14:paraId="007302A1" w14:textId="77777777" w:rsidR="00C90F8D" w:rsidRDefault="00C90F8D">
      <w:pPr>
        <w:rPr>
          <w:bCs/>
        </w:rPr>
      </w:pPr>
      <w:r>
        <w:rPr>
          <w:rFonts w:eastAsia="Georgia"/>
        </w:rPr>
        <w:t>— </w:t>
      </w:r>
      <w:r w:rsidR="00AB2DE8">
        <w:t>Écoute</w:t>
      </w:r>
      <w:r>
        <w:rPr>
          <w:bCs/>
        </w:rPr>
        <w:t xml:space="preserve">, </w:t>
      </w:r>
      <w:r w:rsidR="00AB2DE8">
        <w:rPr>
          <w:bCs/>
        </w:rPr>
        <w:t>dit Schmidt</w:t>
      </w:r>
      <w:r>
        <w:rPr>
          <w:bCs/>
        </w:rPr>
        <w:t xml:space="preserve">, </w:t>
      </w:r>
      <w:r w:rsidR="00AB2DE8">
        <w:rPr>
          <w:bCs/>
        </w:rPr>
        <w:t>tu me raconteras tout ce que tu voudras</w:t>
      </w:r>
      <w:r>
        <w:rPr>
          <w:bCs/>
        </w:rPr>
        <w:t xml:space="preserve">, </w:t>
      </w:r>
      <w:r w:rsidR="00AB2DE8">
        <w:rPr>
          <w:bCs/>
        </w:rPr>
        <w:t>mais à une condition</w:t>
      </w:r>
      <w:r>
        <w:rPr>
          <w:bCs/>
        </w:rPr>
        <w:t xml:space="preserve">, </w:t>
      </w:r>
      <w:r w:rsidR="00AB2DE8">
        <w:rPr>
          <w:bCs/>
        </w:rPr>
        <w:t>encore une fois</w:t>
      </w:r>
      <w:r>
        <w:rPr>
          <w:bCs/>
        </w:rPr>
        <w:t xml:space="preserve"> : </w:t>
      </w:r>
      <w:r w:rsidR="00AB2DE8">
        <w:rPr>
          <w:bCs/>
        </w:rPr>
        <w:t>c</w:t>
      </w:r>
      <w:r>
        <w:rPr>
          <w:bCs/>
        </w:rPr>
        <w:t>’</w:t>
      </w:r>
      <w:r w:rsidR="00AB2DE8">
        <w:rPr>
          <w:bCs/>
        </w:rPr>
        <w:t>est que tu sois calme</w:t>
      </w:r>
      <w:r>
        <w:rPr>
          <w:bCs/>
        </w:rPr>
        <w:t>.</w:t>
      </w:r>
    </w:p>
    <w:p w14:paraId="2CCB2F83" w14:textId="77777777" w:rsidR="00C90F8D" w:rsidRDefault="00C90F8D">
      <w:pPr>
        <w:rPr>
          <w:bCs/>
        </w:rPr>
      </w:pPr>
      <w:r>
        <w:rPr>
          <w:rFonts w:eastAsia="Georgia"/>
        </w:rPr>
        <w:t>— </w:t>
      </w:r>
      <w:r w:rsidR="00AB2DE8">
        <w:rPr>
          <w:bCs/>
        </w:rPr>
        <w:t>Je le suis déjà beaucoup plus</w:t>
      </w:r>
      <w:r>
        <w:rPr>
          <w:bCs/>
        </w:rPr>
        <w:t xml:space="preserve">. </w:t>
      </w:r>
      <w:r w:rsidR="00AB2DE8">
        <w:rPr>
          <w:bCs/>
        </w:rPr>
        <w:t>Je le serai tout à fait quand j</w:t>
      </w:r>
      <w:r>
        <w:rPr>
          <w:bCs/>
        </w:rPr>
        <w:t>’</w:t>
      </w:r>
      <w:r w:rsidR="00AB2DE8">
        <w:rPr>
          <w:bCs/>
        </w:rPr>
        <w:t>aurai parlé</w:t>
      </w:r>
      <w:r>
        <w:rPr>
          <w:bCs/>
        </w:rPr>
        <w:t xml:space="preserve">. </w:t>
      </w:r>
      <w:r w:rsidR="00AB2DE8">
        <w:rPr>
          <w:bCs/>
        </w:rPr>
        <w:t>Tu ne peux pas m</w:t>
      </w:r>
      <w:r>
        <w:rPr>
          <w:bCs/>
        </w:rPr>
        <w:t>’</w:t>
      </w:r>
      <w:r w:rsidR="00AB2DE8">
        <w:rPr>
          <w:bCs/>
        </w:rPr>
        <w:t>en empêcher</w:t>
      </w:r>
      <w:r>
        <w:rPr>
          <w:bCs/>
        </w:rPr>
        <w:t xml:space="preserve">. </w:t>
      </w:r>
      <w:r w:rsidR="00AB2DE8">
        <w:rPr>
          <w:bCs/>
        </w:rPr>
        <w:t>Je suis sûr que cela me fera du bien</w:t>
      </w:r>
      <w:r>
        <w:rPr>
          <w:bCs/>
        </w:rPr>
        <w:t>.</w:t>
      </w:r>
    </w:p>
    <w:p w14:paraId="052D91BC" w14:textId="77777777" w:rsidR="00C90F8D" w:rsidRDefault="00AB2DE8">
      <w:pPr>
        <w:rPr>
          <w:bCs/>
        </w:rPr>
      </w:pPr>
      <w:r>
        <w:rPr>
          <w:bCs/>
        </w:rPr>
        <w:t>Schmidt s</w:t>
      </w:r>
      <w:r w:rsidR="00C90F8D">
        <w:rPr>
          <w:bCs/>
        </w:rPr>
        <w:t>’</w:t>
      </w:r>
      <w:r>
        <w:rPr>
          <w:bCs/>
        </w:rPr>
        <w:t>était levé</w:t>
      </w:r>
      <w:r w:rsidR="00C90F8D">
        <w:rPr>
          <w:bCs/>
        </w:rPr>
        <w:t>.</w:t>
      </w:r>
    </w:p>
    <w:p w14:paraId="6C33CDA5" w14:textId="77777777" w:rsidR="00C90F8D" w:rsidRDefault="00C90F8D">
      <w:pPr>
        <w:rPr>
          <w:bCs/>
        </w:rPr>
      </w:pPr>
      <w:r>
        <w:rPr>
          <w:rFonts w:eastAsia="Georgia"/>
        </w:rPr>
        <w:t>— </w:t>
      </w:r>
      <w:r w:rsidR="00AB2DE8">
        <w:rPr>
          <w:bCs/>
        </w:rPr>
        <w:t>Tu me quittes</w:t>
      </w:r>
      <w:r>
        <w:rPr>
          <w:bCs/>
        </w:rPr>
        <w:t xml:space="preserve">, </w:t>
      </w:r>
      <w:r w:rsidR="00AB2DE8">
        <w:rPr>
          <w:bCs/>
        </w:rPr>
        <w:t>dit Forestier avec angoisse</w:t>
      </w:r>
      <w:r>
        <w:rPr>
          <w:bCs/>
        </w:rPr>
        <w:t>.</w:t>
      </w:r>
    </w:p>
    <w:p w14:paraId="35541C30" w14:textId="77777777" w:rsidR="00C90F8D" w:rsidRDefault="00C90F8D">
      <w:pPr>
        <w:rPr>
          <w:bCs/>
        </w:rPr>
      </w:pPr>
      <w:r>
        <w:rPr>
          <w:rFonts w:eastAsia="Georgia"/>
        </w:rPr>
        <w:lastRenderedPageBreak/>
        <w:t>— </w:t>
      </w:r>
      <w:r w:rsidR="00AB2DE8">
        <w:rPr>
          <w:bCs/>
        </w:rPr>
        <w:t>Mais non</w:t>
      </w:r>
      <w:r>
        <w:rPr>
          <w:bCs/>
        </w:rPr>
        <w:t xml:space="preserve">, </w:t>
      </w:r>
      <w:r w:rsidR="00AB2DE8">
        <w:rPr>
          <w:bCs/>
        </w:rPr>
        <w:t>mais non</w:t>
      </w:r>
      <w:r>
        <w:rPr>
          <w:bCs/>
        </w:rPr>
        <w:t xml:space="preserve">, </w:t>
      </w:r>
      <w:r w:rsidR="00AB2DE8">
        <w:rPr>
          <w:bCs/>
        </w:rPr>
        <w:t>je vais être là tout de suite</w:t>
      </w:r>
      <w:r>
        <w:rPr>
          <w:bCs/>
        </w:rPr>
        <w:t xml:space="preserve">. </w:t>
      </w:r>
      <w:r w:rsidR="00AB2DE8">
        <w:rPr>
          <w:bCs/>
        </w:rPr>
        <w:t>Par exemple</w:t>
      </w:r>
      <w:r>
        <w:rPr>
          <w:bCs/>
        </w:rPr>
        <w:t xml:space="preserve">, </w:t>
      </w:r>
      <w:r w:rsidR="00AB2DE8">
        <w:rPr>
          <w:bCs/>
        </w:rPr>
        <w:t>il ne faut pas continuer à t</w:t>
      </w:r>
      <w:r>
        <w:rPr>
          <w:bCs/>
        </w:rPr>
        <w:t>’</w:t>
      </w:r>
      <w:r w:rsidR="00AB2DE8">
        <w:rPr>
          <w:bCs/>
        </w:rPr>
        <w:t>agiter ainsi</w:t>
      </w:r>
      <w:r>
        <w:rPr>
          <w:bCs/>
        </w:rPr>
        <w:t xml:space="preserve">, </w:t>
      </w:r>
      <w:r w:rsidR="00AB2DE8">
        <w:rPr>
          <w:bCs/>
        </w:rPr>
        <w:t>sinon</w:t>
      </w:r>
      <w:r>
        <w:rPr>
          <w:bCs/>
        </w:rPr>
        <w:t xml:space="preserve">, </w:t>
      </w:r>
      <w:r w:rsidR="00AB2DE8">
        <w:rPr>
          <w:bCs/>
        </w:rPr>
        <w:t>je m</w:t>
      </w:r>
      <w:r>
        <w:rPr>
          <w:bCs/>
        </w:rPr>
        <w:t>’</w:t>
      </w:r>
      <w:r w:rsidR="00AB2DE8">
        <w:rPr>
          <w:bCs/>
        </w:rPr>
        <w:t>habille</w:t>
      </w:r>
      <w:r>
        <w:rPr>
          <w:bCs/>
        </w:rPr>
        <w:t xml:space="preserve">, </w:t>
      </w:r>
      <w:r w:rsidR="00AB2DE8">
        <w:rPr>
          <w:bCs/>
        </w:rPr>
        <w:t>et je m</w:t>
      </w:r>
      <w:r>
        <w:rPr>
          <w:bCs/>
        </w:rPr>
        <w:t>’</w:t>
      </w:r>
      <w:r w:rsidR="00AB2DE8">
        <w:rPr>
          <w:bCs/>
        </w:rPr>
        <w:t>en vais dîner au Cercle</w:t>
      </w:r>
      <w:r>
        <w:rPr>
          <w:bCs/>
        </w:rPr>
        <w:t>.</w:t>
      </w:r>
    </w:p>
    <w:p w14:paraId="48020198" w14:textId="77777777" w:rsidR="00C90F8D" w:rsidRDefault="00AB2DE8">
      <w:pPr>
        <w:rPr>
          <w:bCs/>
        </w:rPr>
      </w:pPr>
      <w:r>
        <w:rPr>
          <w:bCs/>
        </w:rPr>
        <w:t>Il revint dans la cuisine</w:t>
      </w:r>
      <w:r w:rsidR="00C90F8D">
        <w:rPr>
          <w:bCs/>
        </w:rPr>
        <w:t xml:space="preserve">. </w:t>
      </w:r>
      <w:r>
        <w:rPr>
          <w:bCs/>
        </w:rPr>
        <w:t>Il voulait se débarrasser définitivement du boy</w:t>
      </w:r>
      <w:r w:rsidR="00C90F8D">
        <w:rPr>
          <w:bCs/>
        </w:rPr>
        <w:t xml:space="preserve">, </w:t>
      </w:r>
      <w:r>
        <w:rPr>
          <w:bCs/>
        </w:rPr>
        <w:t>qu</w:t>
      </w:r>
      <w:r w:rsidR="00C90F8D">
        <w:rPr>
          <w:bCs/>
        </w:rPr>
        <w:t>’</w:t>
      </w:r>
      <w:r>
        <w:rPr>
          <w:bCs/>
        </w:rPr>
        <w:t>il avait l</w:t>
      </w:r>
      <w:r w:rsidR="00C90F8D">
        <w:rPr>
          <w:bCs/>
        </w:rPr>
        <w:t>’</w:t>
      </w:r>
      <w:r>
        <w:rPr>
          <w:bCs/>
        </w:rPr>
        <w:t>impression d</w:t>
      </w:r>
      <w:r w:rsidR="00C90F8D">
        <w:rPr>
          <w:bCs/>
        </w:rPr>
        <w:t>’</w:t>
      </w:r>
      <w:r>
        <w:rPr>
          <w:bCs/>
        </w:rPr>
        <w:t>entendre rôder dans l</w:t>
      </w:r>
      <w:r w:rsidR="00C90F8D">
        <w:rPr>
          <w:bCs/>
        </w:rPr>
        <w:t>’</w:t>
      </w:r>
      <w:r>
        <w:rPr>
          <w:bCs/>
        </w:rPr>
        <w:t>appartement</w:t>
      </w:r>
      <w:r w:rsidR="00C90F8D">
        <w:rPr>
          <w:bCs/>
        </w:rPr>
        <w:t xml:space="preserve">, </w:t>
      </w:r>
      <w:r>
        <w:rPr>
          <w:bCs/>
        </w:rPr>
        <w:t>aux aguets de ce qui pouvait se passer d</w:t>
      </w:r>
      <w:r w:rsidR="00C90F8D">
        <w:rPr>
          <w:bCs/>
        </w:rPr>
        <w:t>’</w:t>
      </w:r>
      <w:r>
        <w:rPr>
          <w:bCs/>
        </w:rPr>
        <w:t>insolite</w:t>
      </w:r>
      <w:r w:rsidR="00C90F8D">
        <w:rPr>
          <w:bCs/>
        </w:rPr>
        <w:t xml:space="preserve">. </w:t>
      </w:r>
      <w:r>
        <w:rPr>
          <w:bCs/>
        </w:rPr>
        <w:t>Quand il fut de retour dans la chambre</w:t>
      </w:r>
      <w:r w:rsidR="00C90F8D">
        <w:rPr>
          <w:bCs/>
        </w:rPr>
        <w:t xml:space="preserve">, </w:t>
      </w:r>
      <w:r>
        <w:rPr>
          <w:bCs/>
        </w:rPr>
        <w:t>la nuit était tout à fait tombée</w:t>
      </w:r>
      <w:r w:rsidR="00C90F8D">
        <w:rPr>
          <w:bCs/>
        </w:rPr>
        <w:t xml:space="preserve">. </w:t>
      </w:r>
      <w:r>
        <w:rPr>
          <w:bCs/>
        </w:rPr>
        <w:t>Il fit jouer le commutateur électrique</w:t>
      </w:r>
      <w:r w:rsidR="00C90F8D">
        <w:rPr>
          <w:bCs/>
        </w:rPr>
        <w:t>.</w:t>
      </w:r>
    </w:p>
    <w:p w14:paraId="021FAF2E" w14:textId="77777777" w:rsidR="00C90F8D" w:rsidRDefault="00C90F8D">
      <w:pPr>
        <w:rPr>
          <w:bCs/>
        </w:rPr>
      </w:pPr>
      <w:r>
        <w:rPr>
          <w:rFonts w:eastAsia="Georgia"/>
        </w:rPr>
        <w:t>— </w:t>
      </w:r>
      <w:r w:rsidR="00AB2DE8">
        <w:rPr>
          <w:bCs/>
        </w:rPr>
        <w:t>Là</w:t>
      </w:r>
      <w:r>
        <w:rPr>
          <w:bCs/>
        </w:rPr>
        <w:t xml:space="preserve">, </w:t>
      </w:r>
      <w:r w:rsidR="00AB2DE8">
        <w:rPr>
          <w:bCs/>
        </w:rPr>
        <w:t>maintenant</w:t>
      </w:r>
      <w:r>
        <w:rPr>
          <w:bCs/>
        </w:rPr>
        <w:t xml:space="preserve">, </w:t>
      </w:r>
      <w:r w:rsidR="00AB2DE8">
        <w:rPr>
          <w:bCs/>
        </w:rPr>
        <w:t>je suis à toi</w:t>
      </w:r>
      <w:r>
        <w:rPr>
          <w:bCs/>
        </w:rPr>
        <w:t xml:space="preserve">. </w:t>
      </w:r>
      <w:r w:rsidR="00AB2DE8">
        <w:rPr>
          <w:bCs/>
        </w:rPr>
        <w:t>Dis-moi tout ce que tu as à me dire</w:t>
      </w:r>
      <w:r>
        <w:rPr>
          <w:bCs/>
        </w:rPr>
        <w:t>.</w:t>
      </w:r>
    </w:p>
    <w:p w14:paraId="79A7A42D" w14:textId="77777777" w:rsidR="00C90F8D" w:rsidRDefault="00AB2DE8">
      <w:pPr>
        <w:rPr>
          <w:bCs/>
        </w:rPr>
      </w:pPr>
      <w:r>
        <w:rPr>
          <w:bCs/>
        </w:rPr>
        <w:t>Forestier avait porté la main à ses paupières</w:t>
      </w:r>
      <w:r w:rsidR="00C90F8D">
        <w:rPr>
          <w:bCs/>
        </w:rPr>
        <w:t>.</w:t>
      </w:r>
    </w:p>
    <w:p w14:paraId="05F90898" w14:textId="77777777" w:rsidR="00C90F8D" w:rsidRDefault="00C90F8D">
      <w:pPr>
        <w:rPr>
          <w:bCs/>
        </w:rPr>
      </w:pPr>
      <w:r>
        <w:rPr>
          <w:rFonts w:eastAsia="Georgia"/>
        </w:rPr>
        <w:t>— </w:t>
      </w:r>
      <w:r w:rsidR="00AB2DE8">
        <w:rPr>
          <w:bCs/>
        </w:rPr>
        <w:t>Est-ce que la lumière te fait mal</w:t>
      </w:r>
      <w:r>
        <w:rPr>
          <w:bCs/>
        </w:rPr>
        <w:t> ?</w:t>
      </w:r>
    </w:p>
    <w:p w14:paraId="3F4B3030" w14:textId="77777777" w:rsidR="00C90F8D" w:rsidRDefault="00C90F8D">
      <w:pPr>
        <w:rPr>
          <w:bCs/>
        </w:rPr>
      </w:pPr>
      <w:r>
        <w:rPr>
          <w:rFonts w:eastAsia="Georgia"/>
        </w:rPr>
        <w:t>— </w:t>
      </w:r>
      <w:r w:rsidR="00AB2DE8">
        <w:rPr>
          <w:bCs/>
        </w:rPr>
        <w:t>Ce n</w:t>
      </w:r>
      <w:r>
        <w:rPr>
          <w:bCs/>
        </w:rPr>
        <w:t>’</w:t>
      </w:r>
      <w:r w:rsidR="00AB2DE8">
        <w:rPr>
          <w:bCs/>
        </w:rPr>
        <w:t>est pas qu</w:t>
      </w:r>
      <w:r>
        <w:rPr>
          <w:bCs/>
        </w:rPr>
        <w:t>’</w:t>
      </w:r>
      <w:r w:rsidR="00AB2DE8">
        <w:rPr>
          <w:bCs/>
        </w:rPr>
        <w:t>elle me fasse mal</w:t>
      </w:r>
      <w:r>
        <w:rPr>
          <w:bCs/>
        </w:rPr>
        <w:t xml:space="preserve">, </w:t>
      </w:r>
      <w:r w:rsidR="00AB2DE8">
        <w:rPr>
          <w:bCs/>
        </w:rPr>
        <w:t>murmura Forestier</w:t>
      </w:r>
      <w:r>
        <w:rPr>
          <w:bCs/>
        </w:rPr>
        <w:t xml:space="preserve">. </w:t>
      </w:r>
      <w:r w:rsidR="00AB2DE8">
        <w:rPr>
          <w:bCs/>
        </w:rPr>
        <w:t>Je vais t</w:t>
      </w:r>
      <w:r>
        <w:rPr>
          <w:bCs/>
        </w:rPr>
        <w:t>’</w:t>
      </w:r>
      <w:r w:rsidR="00AB2DE8">
        <w:rPr>
          <w:bCs/>
        </w:rPr>
        <w:t>expliquer</w:t>
      </w:r>
      <w:r>
        <w:rPr>
          <w:bCs/>
        </w:rPr>
        <w:t xml:space="preserve">. </w:t>
      </w:r>
      <w:r w:rsidR="00AB2DE8">
        <w:rPr>
          <w:bCs/>
        </w:rPr>
        <w:t>Pour les choses que j</w:t>
      </w:r>
      <w:r>
        <w:rPr>
          <w:bCs/>
        </w:rPr>
        <w:t>’</w:t>
      </w:r>
      <w:r w:rsidR="00AB2DE8">
        <w:rPr>
          <w:bCs/>
        </w:rPr>
        <w:t>ai à te dire</w:t>
      </w:r>
      <w:r>
        <w:rPr>
          <w:bCs/>
        </w:rPr>
        <w:t xml:space="preserve">, </w:t>
      </w:r>
      <w:r w:rsidR="00AB2DE8">
        <w:rPr>
          <w:bCs/>
        </w:rPr>
        <w:t>j</w:t>
      </w:r>
      <w:r>
        <w:rPr>
          <w:bCs/>
        </w:rPr>
        <w:t>’</w:t>
      </w:r>
      <w:r w:rsidR="00AB2DE8">
        <w:rPr>
          <w:bCs/>
        </w:rPr>
        <w:t>aime mieux être dans l</w:t>
      </w:r>
      <w:r>
        <w:rPr>
          <w:bCs/>
        </w:rPr>
        <w:t>’</w:t>
      </w:r>
      <w:r w:rsidR="00AB2DE8">
        <w:rPr>
          <w:bCs/>
        </w:rPr>
        <w:t>obscurité</w:t>
      </w:r>
      <w:r>
        <w:rPr>
          <w:bCs/>
        </w:rPr>
        <w:t>.</w:t>
      </w:r>
    </w:p>
    <w:p w14:paraId="70BEF5D9" w14:textId="77777777" w:rsidR="00C90F8D" w:rsidRDefault="00AB2DE8">
      <w:pPr>
        <w:rPr>
          <w:bCs/>
        </w:rPr>
      </w:pPr>
      <w:r>
        <w:rPr>
          <w:bCs/>
        </w:rPr>
        <w:t>Résigné à lui passer autant de fantaisies qu</w:t>
      </w:r>
      <w:r w:rsidR="00C90F8D">
        <w:rPr>
          <w:bCs/>
        </w:rPr>
        <w:t>’</w:t>
      </w:r>
      <w:r>
        <w:rPr>
          <w:bCs/>
        </w:rPr>
        <w:t>à un enfant</w:t>
      </w:r>
      <w:r w:rsidR="00C90F8D">
        <w:rPr>
          <w:bCs/>
        </w:rPr>
        <w:t xml:space="preserve">, </w:t>
      </w:r>
      <w:r>
        <w:rPr>
          <w:bCs/>
        </w:rPr>
        <w:t>Schmidt s</w:t>
      </w:r>
      <w:r w:rsidR="00C90F8D">
        <w:rPr>
          <w:bCs/>
        </w:rPr>
        <w:t>’</w:t>
      </w:r>
      <w:r>
        <w:rPr>
          <w:bCs/>
        </w:rPr>
        <w:t>installa stoïquement dans un fauteuil</w:t>
      </w:r>
      <w:r w:rsidR="00C90F8D">
        <w:rPr>
          <w:bCs/>
        </w:rPr>
        <w:t xml:space="preserve">, </w:t>
      </w:r>
      <w:r>
        <w:rPr>
          <w:bCs/>
        </w:rPr>
        <w:t>après avoir pris soin du moins de choisir le plus confortable</w:t>
      </w:r>
      <w:r w:rsidR="00C90F8D">
        <w:rPr>
          <w:bCs/>
        </w:rPr>
        <w:t>.</w:t>
      </w:r>
    </w:p>
    <w:p w14:paraId="0747830E" w14:textId="77777777" w:rsidR="00C90F8D" w:rsidRDefault="00C90F8D">
      <w:pPr>
        <w:rPr>
          <w:bCs/>
        </w:rPr>
      </w:pPr>
      <w:r>
        <w:rPr>
          <w:rFonts w:eastAsia="Georgia"/>
        </w:rPr>
        <w:t>— </w:t>
      </w:r>
      <w:r w:rsidR="00AB2DE8">
        <w:rPr>
          <w:bCs/>
        </w:rPr>
        <w:t>Qui sait pour combien de temps je suis là</w:t>
      </w:r>
      <w:r>
        <w:rPr>
          <w:bCs/>
        </w:rPr>
        <w:t xml:space="preserve">, </w:t>
      </w:r>
      <w:r w:rsidR="00AB2DE8">
        <w:rPr>
          <w:bCs/>
        </w:rPr>
        <w:t>se disait-il</w:t>
      </w:r>
      <w:r>
        <w:rPr>
          <w:bCs/>
        </w:rPr>
        <w:t xml:space="preserve">. </w:t>
      </w:r>
      <w:r w:rsidR="00AB2DE8">
        <w:rPr>
          <w:bCs/>
        </w:rPr>
        <w:t>Charmante journée</w:t>
      </w:r>
      <w:r>
        <w:rPr>
          <w:bCs/>
        </w:rPr>
        <w:t xml:space="preserve"> ! </w:t>
      </w:r>
      <w:r w:rsidR="00AB2DE8">
        <w:rPr>
          <w:bCs/>
        </w:rPr>
        <w:t>Demain</w:t>
      </w:r>
      <w:r>
        <w:rPr>
          <w:bCs/>
        </w:rPr>
        <w:t xml:space="preserve">, </w:t>
      </w:r>
      <w:r w:rsidR="00AB2DE8">
        <w:rPr>
          <w:bCs/>
        </w:rPr>
        <w:t>à l</w:t>
      </w:r>
      <w:r>
        <w:rPr>
          <w:bCs/>
        </w:rPr>
        <w:t>’</w:t>
      </w:r>
      <w:r w:rsidR="00AB2DE8">
        <w:rPr>
          <w:bCs/>
        </w:rPr>
        <w:t>Arsenal je serai dans un joli état</w:t>
      </w:r>
      <w:r>
        <w:rPr>
          <w:bCs/>
        </w:rPr>
        <w:t>.</w:t>
      </w:r>
    </w:p>
    <w:p w14:paraId="5F7C95F1" w14:textId="3622F395" w:rsidR="00C90F8D" w:rsidRDefault="00AB2DE8">
      <w:pPr>
        <w:rPr>
          <w:bCs/>
        </w:rPr>
      </w:pPr>
      <w:r>
        <w:rPr>
          <w:bCs/>
        </w:rPr>
        <w:t>Il songea aussi que</w:t>
      </w:r>
      <w:r w:rsidR="00C90F8D">
        <w:rPr>
          <w:bCs/>
        </w:rPr>
        <w:t xml:space="preserve">, </w:t>
      </w:r>
      <w:r>
        <w:rPr>
          <w:bCs/>
        </w:rPr>
        <w:t>pour comble d</w:t>
      </w:r>
      <w:r w:rsidR="00C90F8D">
        <w:rPr>
          <w:bCs/>
        </w:rPr>
        <w:t>’</w:t>
      </w:r>
      <w:r>
        <w:rPr>
          <w:bCs/>
        </w:rPr>
        <w:t>agrément</w:t>
      </w:r>
      <w:r w:rsidR="00C90F8D">
        <w:rPr>
          <w:bCs/>
        </w:rPr>
        <w:t xml:space="preserve">, </w:t>
      </w:r>
      <w:r>
        <w:rPr>
          <w:bCs/>
        </w:rPr>
        <w:t>il lui faudrait trouver une excuse correcte à Forestier</w:t>
      </w:r>
      <w:r w:rsidR="00C90F8D">
        <w:rPr>
          <w:bCs/>
        </w:rPr>
        <w:t xml:space="preserve">, </w:t>
      </w:r>
      <w:r>
        <w:rPr>
          <w:bCs/>
        </w:rPr>
        <w:t>qui ne serait certainement pas capable de reprendre son service de deux ou trois</w:t>
      </w:r>
      <w:r w:rsidR="00C84A0C">
        <w:rPr>
          <w:bCs/>
        </w:rPr>
        <w:t xml:space="preserve"> </w:t>
      </w:r>
      <w:r>
        <w:rPr>
          <w:bCs/>
        </w:rPr>
        <w:t>jours</w:t>
      </w:r>
      <w:r w:rsidR="00C90F8D">
        <w:rPr>
          <w:bCs/>
        </w:rPr>
        <w:t xml:space="preserve">. </w:t>
      </w:r>
      <w:r>
        <w:rPr>
          <w:bCs/>
        </w:rPr>
        <w:t>Puis</w:t>
      </w:r>
      <w:r w:rsidR="00C90F8D">
        <w:rPr>
          <w:bCs/>
        </w:rPr>
        <w:t xml:space="preserve">, </w:t>
      </w:r>
      <w:r>
        <w:rPr>
          <w:bCs/>
        </w:rPr>
        <w:t>il réfléchit qu</w:t>
      </w:r>
      <w:r w:rsidR="00C90F8D">
        <w:rPr>
          <w:bCs/>
        </w:rPr>
        <w:t>’</w:t>
      </w:r>
      <w:r>
        <w:rPr>
          <w:bCs/>
        </w:rPr>
        <w:t>il était bien bon de se faire tant de souci</w:t>
      </w:r>
      <w:r w:rsidR="00C90F8D">
        <w:rPr>
          <w:bCs/>
        </w:rPr>
        <w:t xml:space="preserve">. </w:t>
      </w:r>
      <w:r>
        <w:rPr>
          <w:bCs/>
        </w:rPr>
        <w:t>Étant donné sa propre conduite</w:t>
      </w:r>
      <w:r w:rsidR="00C90F8D">
        <w:rPr>
          <w:bCs/>
        </w:rPr>
        <w:t>, M. </w:t>
      </w:r>
      <w:proofErr w:type="spellStart"/>
      <w:r>
        <w:rPr>
          <w:bCs/>
        </w:rPr>
        <w:t>Mauconseil</w:t>
      </w:r>
      <w:proofErr w:type="spellEnd"/>
      <w:r>
        <w:rPr>
          <w:bCs/>
        </w:rPr>
        <w:t xml:space="preserve"> n</w:t>
      </w:r>
      <w:r w:rsidR="00C90F8D">
        <w:rPr>
          <w:bCs/>
        </w:rPr>
        <w:t>’</w:t>
      </w:r>
      <w:r>
        <w:rPr>
          <w:bCs/>
        </w:rPr>
        <w:t xml:space="preserve">avait plus guère le droit de se montrer exigeant sur le choix </w:t>
      </w:r>
      <w:r>
        <w:rPr>
          <w:bCs/>
        </w:rPr>
        <w:lastRenderedPageBreak/>
        <w:t>de cette excuse</w:t>
      </w:r>
      <w:r w:rsidR="00C90F8D">
        <w:rPr>
          <w:bCs/>
        </w:rPr>
        <w:t xml:space="preserve">. </w:t>
      </w:r>
      <w:r>
        <w:rPr>
          <w:bCs/>
        </w:rPr>
        <w:t>Au fond</w:t>
      </w:r>
      <w:r w:rsidR="00C90F8D">
        <w:rPr>
          <w:bCs/>
        </w:rPr>
        <w:t xml:space="preserve">, </w:t>
      </w:r>
      <w:r>
        <w:rPr>
          <w:bCs/>
        </w:rPr>
        <w:t>dans l</w:t>
      </w:r>
      <w:r w:rsidR="00C90F8D">
        <w:rPr>
          <w:bCs/>
        </w:rPr>
        <w:t>’</w:t>
      </w:r>
      <w:r>
        <w:rPr>
          <w:bCs/>
        </w:rPr>
        <w:t>aventure en question</w:t>
      </w:r>
      <w:r w:rsidR="00C90F8D">
        <w:rPr>
          <w:bCs/>
        </w:rPr>
        <w:t xml:space="preserve">, </w:t>
      </w:r>
      <w:r>
        <w:rPr>
          <w:bCs/>
        </w:rPr>
        <w:t>il était le seul</w:t>
      </w:r>
      <w:r w:rsidR="00C90F8D">
        <w:rPr>
          <w:bCs/>
        </w:rPr>
        <w:t xml:space="preserve">, </w:t>
      </w:r>
      <w:r>
        <w:rPr>
          <w:bCs/>
        </w:rPr>
        <w:t>lui</w:t>
      </w:r>
      <w:r w:rsidR="00C90F8D">
        <w:rPr>
          <w:bCs/>
        </w:rPr>
        <w:t xml:space="preserve">, </w:t>
      </w:r>
      <w:r>
        <w:rPr>
          <w:bCs/>
        </w:rPr>
        <w:t>Schmidt</w:t>
      </w:r>
      <w:r w:rsidR="00C90F8D">
        <w:rPr>
          <w:bCs/>
        </w:rPr>
        <w:t xml:space="preserve">, </w:t>
      </w:r>
      <w:r>
        <w:rPr>
          <w:bCs/>
        </w:rPr>
        <w:t>à avoir conservé une attitude décente</w:t>
      </w:r>
      <w:r w:rsidR="00C90F8D">
        <w:rPr>
          <w:bCs/>
        </w:rPr>
        <w:t xml:space="preserve">. </w:t>
      </w:r>
      <w:r>
        <w:rPr>
          <w:bCs/>
        </w:rPr>
        <w:t>Cette idée ne fut pas pour lui déplaire</w:t>
      </w:r>
      <w:r w:rsidR="00C90F8D">
        <w:rPr>
          <w:bCs/>
        </w:rPr>
        <w:t xml:space="preserve">. </w:t>
      </w:r>
      <w:r>
        <w:rPr>
          <w:bCs/>
        </w:rPr>
        <w:t>Elle achevait de le convaincre de la supériorité</w:t>
      </w:r>
      <w:r w:rsidR="00C90F8D">
        <w:rPr>
          <w:bCs/>
        </w:rPr>
        <w:t xml:space="preserve">, </w:t>
      </w:r>
      <w:r>
        <w:rPr>
          <w:bCs/>
        </w:rPr>
        <w:t>sous tous les rapports</w:t>
      </w:r>
      <w:r w:rsidR="00C90F8D">
        <w:rPr>
          <w:bCs/>
        </w:rPr>
        <w:t xml:space="preserve">, </w:t>
      </w:r>
      <w:r>
        <w:rPr>
          <w:bCs/>
        </w:rPr>
        <w:t>des célibataires</w:t>
      </w:r>
      <w:r w:rsidR="00C90F8D">
        <w:rPr>
          <w:bCs/>
        </w:rPr>
        <w:t>.</w:t>
      </w:r>
    </w:p>
    <w:p w14:paraId="413CE3B3" w14:textId="5D7B5519" w:rsidR="00AB2DE8" w:rsidRDefault="00AB2DE8">
      <w:pPr>
        <w:rPr>
          <w:bCs/>
        </w:rPr>
      </w:pPr>
    </w:p>
    <w:p w14:paraId="62863647" w14:textId="77777777" w:rsidR="00C90F8D" w:rsidRDefault="00AB2DE8">
      <w:pPr>
        <w:rPr>
          <w:bCs/>
        </w:rPr>
      </w:pPr>
      <w:r>
        <w:rPr>
          <w:bCs/>
        </w:rPr>
        <w:t>D</w:t>
      </w:r>
      <w:r w:rsidR="00C90F8D">
        <w:rPr>
          <w:bCs/>
        </w:rPr>
        <w:t>’</w:t>
      </w:r>
      <w:r>
        <w:rPr>
          <w:bCs/>
        </w:rPr>
        <w:t>une voix éteinte</w:t>
      </w:r>
      <w:r w:rsidR="00C90F8D">
        <w:rPr>
          <w:bCs/>
        </w:rPr>
        <w:t xml:space="preserve">, </w:t>
      </w:r>
      <w:r>
        <w:rPr>
          <w:bCs/>
        </w:rPr>
        <w:t>monotone</w:t>
      </w:r>
      <w:r w:rsidR="00C90F8D">
        <w:rPr>
          <w:bCs/>
        </w:rPr>
        <w:t xml:space="preserve">, </w:t>
      </w:r>
      <w:r>
        <w:rPr>
          <w:bCs/>
        </w:rPr>
        <w:t>comme s</w:t>
      </w:r>
      <w:r w:rsidR="00C90F8D">
        <w:rPr>
          <w:bCs/>
        </w:rPr>
        <w:t>’</w:t>
      </w:r>
      <w:r>
        <w:rPr>
          <w:bCs/>
        </w:rPr>
        <w:t>il se fût agi d</w:t>
      </w:r>
      <w:r w:rsidR="00C90F8D">
        <w:rPr>
          <w:bCs/>
        </w:rPr>
        <w:t>’</w:t>
      </w:r>
      <w:r>
        <w:rPr>
          <w:bCs/>
        </w:rPr>
        <w:t>une confidence qu</w:t>
      </w:r>
      <w:r w:rsidR="00C90F8D">
        <w:rPr>
          <w:bCs/>
        </w:rPr>
        <w:t>’</w:t>
      </w:r>
      <w:r>
        <w:rPr>
          <w:bCs/>
        </w:rPr>
        <w:t>il se serait faite à lui-même</w:t>
      </w:r>
      <w:r w:rsidR="00C90F8D">
        <w:rPr>
          <w:bCs/>
        </w:rPr>
        <w:t xml:space="preserve">, </w:t>
      </w:r>
      <w:r>
        <w:rPr>
          <w:bCs/>
        </w:rPr>
        <w:t>Forestier</w:t>
      </w:r>
      <w:r w:rsidR="00C90F8D">
        <w:rPr>
          <w:bCs/>
        </w:rPr>
        <w:t xml:space="preserve">, </w:t>
      </w:r>
      <w:r>
        <w:rPr>
          <w:bCs/>
        </w:rPr>
        <w:t>cependant</w:t>
      </w:r>
      <w:r w:rsidR="00C90F8D">
        <w:rPr>
          <w:bCs/>
        </w:rPr>
        <w:t xml:space="preserve">, </w:t>
      </w:r>
      <w:r>
        <w:rPr>
          <w:bCs/>
        </w:rPr>
        <w:t>s</w:t>
      </w:r>
      <w:r w:rsidR="00C90F8D">
        <w:rPr>
          <w:bCs/>
        </w:rPr>
        <w:t>’</w:t>
      </w:r>
      <w:r>
        <w:rPr>
          <w:bCs/>
        </w:rPr>
        <w:t>était mis à parler</w:t>
      </w:r>
      <w:r w:rsidR="00C90F8D">
        <w:rPr>
          <w:bCs/>
        </w:rPr>
        <w:t>.</w:t>
      </w:r>
    </w:p>
    <w:p w14:paraId="2C7C7060" w14:textId="77777777" w:rsidR="00C90F8D" w:rsidRDefault="00C90F8D">
      <w:pPr>
        <w:rPr>
          <w:bCs/>
        </w:rPr>
      </w:pPr>
      <w:r>
        <w:rPr>
          <w:rFonts w:eastAsia="Georgia"/>
        </w:rPr>
        <w:t>— </w:t>
      </w:r>
      <w:r w:rsidR="00AB2DE8">
        <w:rPr>
          <w:bCs/>
        </w:rPr>
        <w:t>Sapristi</w:t>
      </w:r>
      <w:r>
        <w:rPr>
          <w:bCs/>
        </w:rPr>
        <w:t xml:space="preserve">, </w:t>
      </w:r>
      <w:r w:rsidR="00AB2DE8">
        <w:rPr>
          <w:bCs/>
        </w:rPr>
        <w:t>pensa Schmidt</w:t>
      </w:r>
      <w:r>
        <w:rPr>
          <w:bCs/>
        </w:rPr>
        <w:t xml:space="preserve">, </w:t>
      </w:r>
      <w:r w:rsidR="00AB2DE8">
        <w:rPr>
          <w:bCs/>
        </w:rPr>
        <w:t>qui n</w:t>
      </w:r>
      <w:r>
        <w:rPr>
          <w:bCs/>
        </w:rPr>
        <w:t>’</w:t>
      </w:r>
      <w:r w:rsidR="00AB2DE8">
        <w:rPr>
          <w:bCs/>
        </w:rPr>
        <w:t>avait d</w:t>
      </w:r>
      <w:r>
        <w:rPr>
          <w:bCs/>
        </w:rPr>
        <w:t>’</w:t>
      </w:r>
      <w:r w:rsidR="00AB2DE8">
        <w:rPr>
          <w:bCs/>
        </w:rPr>
        <w:t>abord écouté que d</w:t>
      </w:r>
      <w:r>
        <w:rPr>
          <w:bCs/>
        </w:rPr>
        <w:t>’</w:t>
      </w:r>
      <w:r w:rsidR="00AB2DE8">
        <w:rPr>
          <w:bCs/>
        </w:rPr>
        <w:t>une oreille</w:t>
      </w:r>
      <w:r>
        <w:rPr>
          <w:bCs/>
        </w:rPr>
        <w:t xml:space="preserve">, </w:t>
      </w:r>
      <w:r w:rsidR="00AB2DE8">
        <w:rPr>
          <w:bCs/>
        </w:rPr>
        <w:t>on dirait qu</w:t>
      </w:r>
      <w:r>
        <w:rPr>
          <w:bCs/>
        </w:rPr>
        <w:t>’</w:t>
      </w:r>
      <w:r w:rsidR="00AB2DE8">
        <w:rPr>
          <w:bCs/>
        </w:rPr>
        <w:t>il commence par le commencement</w:t>
      </w:r>
      <w:r>
        <w:rPr>
          <w:bCs/>
        </w:rPr>
        <w:t xml:space="preserve">, </w:t>
      </w:r>
      <w:r w:rsidR="00AB2DE8">
        <w:rPr>
          <w:bCs/>
        </w:rPr>
        <w:t>le bougre</w:t>
      </w:r>
      <w:r>
        <w:rPr>
          <w:bCs/>
        </w:rPr>
        <w:t xml:space="preserve">. </w:t>
      </w:r>
      <w:r w:rsidR="00AB2DE8">
        <w:rPr>
          <w:bCs/>
        </w:rPr>
        <w:t>Et c</w:t>
      </w:r>
      <w:r>
        <w:rPr>
          <w:bCs/>
        </w:rPr>
        <w:t>’</w:t>
      </w:r>
      <w:r w:rsidR="00AB2DE8">
        <w:rPr>
          <w:bCs/>
        </w:rPr>
        <w:t>est que ça n</w:t>
      </w:r>
      <w:r>
        <w:rPr>
          <w:bCs/>
        </w:rPr>
        <w:t>’</w:t>
      </w:r>
      <w:r w:rsidR="00AB2DE8">
        <w:rPr>
          <w:bCs/>
        </w:rPr>
        <w:t>a pas l</w:t>
      </w:r>
      <w:r>
        <w:rPr>
          <w:bCs/>
        </w:rPr>
        <w:t>’</w:t>
      </w:r>
      <w:r w:rsidR="00AB2DE8">
        <w:rPr>
          <w:bCs/>
        </w:rPr>
        <w:t>air d</w:t>
      </w:r>
      <w:r>
        <w:rPr>
          <w:bCs/>
        </w:rPr>
        <w:t>’</w:t>
      </w:r>
      <w:r w:rsidR="00AB2DE8">
        <w:rPr>
          <w:bCs/>
        </w:rPr>
        <w:t>être particulièrement folichon</w:t>
      </w:r>
      <w:r>
        <w:rPr>
          <w:bCs/>
        </w:rPr>
        <w:t xml:space="preserve">, </w:t>
      </w:r>
      <w:r w:rsidR="00AB2DE8">
        <w:rPr>
          <w:bCs/>
        </w:rPr>
        <w:t>ce qu</w:t>
      </w:r>
      <w:r>
        <w:rPr>
          <w:bCs/>
        </w:rPr>
        <w:t>’</w:t>
      </w:r>
      <w:r w:rsidR="00AB2DE8">
        <w:rPr>
          <w:bCs/>
        </w:rPr>
        <w:t>il tient à me raconter</w:t>
      </w:r>
      <w:r>
        <w:rPr>
          <w:bCs/>
        </w:rPr>
        <w:t xml:space="preserve">. </w:t>
      </w:r>
      <w:r w:rsidR="00AB2DE8">
        <w:rPr>
          <w:bCs/>
        </w:rPr>
        <w:t>À Dieu vat</w:t>
      </w:r>
      <w:r>
        <w:rPr>
          <w:bCs/>
        </w:rPr>
        <w:t xml:space="preserve"> ! </w:t>
      </w:r>
      <w:r w:rsidR="00AB2DE8">
        <w:rPr>
          <w:bCs/>
        </w:rPr>
        <w:t>Si je m</w:t>
      </w:r>
      <w:r>
        <w:rPr>
          <w:bCs/>
        </w:rPr>
        <w:t>’</w:t>
      </w:r>
      <w:r w:rsidR="00AB2DE8">
        <w:rPr>
          <w:bCs/>
        </w:rPr>
        <w:t>endors</w:t>
      </w:r>
      <w:r>
        <w:rPr>
          <w:bCs/>
        </w:rPr>
        <w:t xml:space="preserve">, </w:t>
      </w:r>
      <w:r w:rsidR="00AB2DE8">
        <w:rPr>
          <w:bCs/>
        </w:rPr>
        <w:t>il le verra bien</w:t>
      </w:r>
      <w:r>
        <w:rPr>
          <w:bCs/>
        </w:rPr>
        <w:t xml:space="preserve">, </w:t>
      </w:r>
      <w:r w:rsidR="00AB2DE8">
        <w:rPr>
          <w:bCs/>
        </w:rPr>
        <w:t>et j</w:t>
      </w:r>
      <w:r>
        <w:rPr>
          <w:bCs/>
        </w:rPr>
        <w:t>’</w:t>
      </w:r>
      <w:r w:rsidR="00AB2DE8">
        <w:rPr>
          <w:bCs/>
        </w:rPr>
        <w:t>espère qu</w:t>
      </w:r>
      <w:r>
        <w:rPr>
          <w:bCs/>
        </w:rPr>
        <w:t>’</w:t>
      </w:r>
      <w:r w:rsidR="00AB2DE8">
        <w:rPr>
          <w:bCs/>
        </w:rPr>
        <w:t>il n</w:t>
      </w:r>
      <w:r>
        <w:rPr>
          <w:bCs/>
        </w:rPr>
        <w:t>’</w:t>
      </w:r>
      <w:r w:rsidR="00AB2DE8">
        <w:rPr>
          <w:bCs/>
        </w:rPr>
        <w:t>aura tout de même pas le toupet de s</w:t>
      </w:r>
      <w:r>
        <w:rPr>
          <w:bCs/>
        </w:rPr>
        <w:t>’</w:t>
      </w:r>
      <w:r w:rsidR="00AB2DE8">
        <w:rPr>
          <w:bCs/>
        </w:rPr>
        <w:t>en formaliser</w:t>
      </w:r>
      <w:r>
        <w:rPr>
          <w:bCs/>
        </w:rPr>
        <w:t>.</w:t>
      </w:r>
    </w:p>
    <w:p w14:paraId="59F76A0F" w14:textId="77777777" w:rsidR="00C90F8D" w:rsidRDefault="00AB2DE8">
      <w:pPr>
        <w:rPr>
          <w:bCs/>
        </w:rPr>
      </w:pPr>
      <w:r>
        <w:rPr>
          <w:bCs/>
        </w:rPr>
        <w:t>Mais ses craintes</w:t>
      </w:r>
      <w:r w:rsidR="00C90F8D">
        <w:rPr>
          <w:bCs/>
        </w:rPr>
        <w:t xml:space="preserve">, </w:t>
      </w:r>
      <w:r>
        <w:rPr>
          <w:bCs/>
        </w:rPr>
        <w:t>à cet égard</w:t>
      </w:r>
      <w:r w:rsidR="00C90F8D">
        <w:rPr>
          <w:bCs/>
        </w:rPr>
        <w:t xml:space="preserve">, </w:t>
      </w:r>
      <w:r>
        <w:rPr>
          <w:bCs/>
        </w:rPr>
        <w:t>furent vaines</w:t>
      </w:r>
      <w:r w:rsidR="00C90F8D">
        <w:rPr>
          <w:bCs/>
        </w:rPr>
        <w:t xml:space="preserve">. </w:t>
      </w:r>
      <w:r>
        <w:rPr>
          <w:bCs/>
        </w:rPr>
        <w:t>Chacune des minutes de cette nuit</w:t>
      </w:r>
      <w:r w:rsidR="00C90F8D">
        <w:rPr>
          <w:bCs/>
        </w:rPr>
        <w:t xml:space="preserve">, </w:t>
      </w:r>
      <w:r>
        <w:rPr>
          <w:bCs/>
        </w:rPr>
        <w:t>au fur et à mesure de leur venue</w:t>
      </w:r>
      <w:r w:rsidR="00C90F8D">
        <w:rPr>
          <w:bCs/>
        </w:rPr>
        <w:t xml:space="preserve">, </w:t>
      </w:r>
      <w:r>
        <w:rPr>
          <w:bCs/>
        </w:rPr>
        <w:t>allait le trouver plus attentif</w:t>
      </w:r>
      <w:r w:rsidR="00C90F8D">
        <w:rPr>
          <w:bCs/>
        </w:rPr>
        <w:t xml:space="preserve">, </w:t>
      </w:r>
      <w:r>
        <w:rPr>
          <w:bCs/>
        </w:rPr>
        <w:t>plus éveillé que la précédente</w:t>
      </w:r>
      <w:r w:rsidR="00C90F8D">
        <w:rPr>
          <w:bCs/>
        </w:rPr>
        <w:t>.</w:t>
      </w:r>
    </w:p>
    <w:p w14:paraId="10F64A3D" w14:textId="77777777" w:rsidR="00C90F8D" w:rsidRDefault="00AB2DE8">
      <w:pPr>
        <w:rPr>
          <w:bCs/>
        </w:rPr>
      </w:pPr>
      <w:r>
        <w:rPr>
          <w:bCs/>
        </w:rPr>
        <w:t>Le récit de Forestier ne fut pourtant</w:t>
      </w:r>
      <w:r w:rsidR="00C90F8D">
        <w:rPr>
          <w:bCs/>
        </w:rPr>
        <w:t xml:space="preserve">, </w:t>
      </w:r>
      <w:r>
        <w:rPr>
          <w:bCs/>
        </w:rPr>
        <w:t>à l</w:t>
      </w:r>
      <w:r w:rsidR="00C90F8D">
        <w:rPr>
          <w:bCs/>
        </w:rPr>
        <w:t>’</w:t>
      </w:r>
      <w:r>
        <w:rPr>
          <w:bCs/>
        </w:rPr>
        <w:t>origine</w:t>
      </w:r>
      <w:r w:rsidR="00C90F8D">
        <w:rPr>
          <w:bCs/>
        </w:rPr>
        <w:t xml:space="preserve">, </w:t>
      </w:r>
      <w:r>
        <w:rPr>
          <w:bCs/>
        </w:rPr>
        <w:t>qu</w:t>
      </w:r>
      <w:r w:rsidR="00C90F8D">
        <w:rPr>
          <w:bCs/>
        </w:rPr>
        <w:t>’</w:t>
      </w:r>
      <w:r>
        <w:rPr>
          <w:bCs/>
        </w:rPr>
        <w:t>une espèce de monologue morne</w:t>
      </w:r>
      <w:r w:rsidR="00C90F8D">
        <w:rPr>
          <w:bCs/>
        </w:rPr>
        <w:t>.</w:t>
      </w:r>
    </w:p>
    <w:p w14:paraId="0B9058EF" w14:textId="77777777" w:rsidR="00C90F8D" w:rsidRDefault="00C90F8D">
      <w:pPr>
        <w:rPr>
          <w:bCs/>
        </w:rPr>
      </w:pPr>
      <w:r>
        <w:rPr>
          <w:rFonts w:eastAsia="Georgia"/>
        </w:rPr>
        <w:t>— </w:t>
      </w:r>
      <w:r w:rsidR="00AB2DE8">
        <w:rPr>
          <w:bCs/>
        </w:rPr>
        <w:t>Toute ma vie</w:t>
      </w:r>
      <w:r>
        <w:rPr>
          <w:bCs/>
        </w:rPr>
        <w:t xml:space="preserve">, </w:t>
      </w:r>
      <w:r w:rsidR="00AB2DE8">
        <w:rPr>
          <w:bCs/>
        </w:rPr>
        <w:t>disait-il</w:t>
      </w:r>
      <w:r>
        <w:rPr>
          <w:bCs/>
        </w:rPr>
        <w:t xml:space="preserve">, </w:t>
      </w:r>
      <w:r w:rsidR="00AB2DE8">
        <w:rPr>
          <w:bCs/>
        </w:rPr>
        <w:t>aussi loin que mon souvenir remonte</w:t>
      </w:r>
      <w:r>
        <w:rPr>
          <w:bCs/>
        </w:rPr>
        <w:t xml:space="preserve">, </w:t>
      </w:r>
      <w:r w:rsidR="00AB2DE8">
        <w:rPr>
          <w:bCs/>
        </w:rPr>
        <w:t>toute ma vie je n</w:t>
      </w:r>
      <w:r>
        <w:rPr>
          <w:bCs/>
        </w:rPr>
        <w:t>’</w:t>
      </w:r>
      <w:r w:rsidR="00AB2DE8">
        <w:rPr>
          <w:bCs/>
        </w:rPr>
        <w:t>ai cessé de travailler</w:t>
      </w:r>
      <w:r>
        <w:rPr>
          <w:bCs/>
        </w:rPr>
        <w:t xml:space="preserve">. </w:t>
      </w:r>
      <w:r w:rsidR="00AB2DE8">
        <w:rPr>
          <w:bCs/>
        </w:rPr>
        <w:t>À cinq ans mes parents étaient fiers de moi</w:t>
      </w:r>
      <w:r>
        <w:rPr>
          <w:bCs/>
        </w:rPr>
        <w:t xml:space="preserve">, </w:t>
      </w:r>
      <w:r w:rsidR="00AB2DE8">
        <w:rPr>
          <w:bCs/>
        </w:rPr>
        <w:t>parce que je connaissais ma table de multiplication</w:t>
      </w:r>
      <w:r>
        <w:rPr>
          <w:bCs/>
        </w:rPr>
        <w:t xml:space="preserve">. </w:t>
      </w:r>
      <w:r w:rsidR="00AB2DE8">
        <w:rPr>
          <w:bCs/>
        </w:rPr>
        <w:t>Si j</w:t>
      </w:r>
      <w:r>
        <w:rPr>
          <w:bCs/>
        </w:rPr>
        <w:t>’</w:t>
      </w:r>
      <w:r w:rsidR="00AB2DE8">
        <w:rPr>
          <w:bCs/>
        </w:rPr>
        <w:t>avais pu savoir de quel prix je devais payer les éloges qu</w:t>
      </w:r>
      <w:r>
        <w:rPr>
          <w:bCs/>
        </w:rPr>
        <w:t>’</w:t>
      </w:r>
      <w:r w:rsidR="00AB2DE8">
        <w:rPr>
          <w:bCs/>
        </w:rPr>
        <w:t>on m</w:t>
      </w:r>
      <w:r>
        <w:rPr>
          <w:bCs/>
        </w:rPr>
        <w:t>’</w:t>
      </w:r>
      <w:r w:rsidR="00AB2DE8">
        <w:rPr>
          <w:bCs/>
        </w:rPr>
        <w:t>adressait alors</w:t>
      </w:r>
      <w:r>
        <w:rPr>
          <w:bCs/>
        </w:rPr>
        <w:t xml:space="preserve"> ! </w:t>
      </w:r>
      <w:r w:rsidR="00AB2DE8">
        <w:rPr>
          <w:bCs/>
        </w:rPr>
        <w:t>Le dimanche après-midi</w:t>
      </w:r>
      <w:r>
        <w:rPr>
          <w:bCs/>
        </w:rPr>
        <w:t xml:space="preserve">, </w:t>
      </w:r>
      <w:r w:rsidR="00AB2DE8">
        <w:rPr>
          <w:bCs/>
        </w:rPr>
        <w:t>on habillait mes sœurs</w:t>
      </w:r>
      <w:r>
        <w:rPr>
          <w:bCs/>
        </w:rPr>
        <w:t xml:space="preserve">. </w:t>
      </w:r>
      <w:r w:rsidR="00AB2DE8">
        <w:rPr>
          <w:bCs/>
        </w:rPr>
        <w:t>Elles allaient se promener avec mon père et ma mère</w:t>
      </w:r>
      <w:r>
        <w:rPr>
          <w:bCs/>
        </w:rPr>
        <w:t xml:space="preserve">. </w:t>
      </w:r>
      <w:r w:rsidR="00AB2DE8">
        <w:rPr>
          <w:bCs/>
        </w:rPr>
        <w:t>Au retour</w:t>
      </w:r>
      <w:r>
        <w:rPr>
          <w:bCs/>
        </w:rPr>
        <w:t xml:space="preserve">, </w:t>
      </w:r>
      <w:r w:rsidR="00AB2DE8">
        <w:rPr>
          <w:bCs/>
        </w:rPr>
        <w:t>ils faisaient une halte chez le pâtissier</w:t>
      </w:r>
      <w:r>
        <w:rPr>
          <w:bCs/>
        </w:rPr>
        <w:t xml:space="preserve">. </w:t>
      </w:r>
      <w:r w:rsidR="00AB2DE8">
        <w:rPr>
          <w:bCs/>
        </w:rPr>
        <w:t>On me rapportait un chou à la crème</w:t>
      </w:r>
      <w:r>
        <w:rPr>
          <w:bCs/>
        </w:rPr>
        <w:t xml:space="preserve">, </w:t>
      </w:r>
      <w:r w:rsidR="00AB2DE8">
        <w:rPr>
          <w:bCs/>
        </w:rPr>
        <w:t>qu</w:t>
      </w:r>
      <w:r>
        <w:rPr>
          <w:bCs/>
        </w:rPr>
        <w:t>’</w:t>
      </w:r>
      <w:r w:rsidR="00AB2DE8">
        <w:rPr>
          <w:bCs/>
        </w:rPr>
        <w:t>on venait déposer en grand mystère sur la table où j</w:t>
      </w:r>
      <w:r>
        <w:rPr>
          <w:bCs/>
        </w:rPr>
        <w:t>’</w:t>
      </w:r>
      <w:r w:rsidR="00AB2DE8">
        <w:rPr>
          <w:bCs/>
        </w:rPr>
        <w:t xml:space="preserve">étais resté à faire </w:t>
      </w:r>
      <w:r w:rsidR="00AB2DE8">
        <w:rPr>
          <w:bCs/>
        </w:rPr>
        <w:lastRenderedPageBreak/>
        <w:t>mes devoirs</w:t>
      </w:r>
      <w:r>
        <w:rPr>
          <w:bCs/>
        </w:rPr>
        <w:t xml:space="preserve">, </w:t>
      </w:r>
      <w:r w:rsidR="00AB2DE8">
        <w:rPr>
          <w:bCs/>
        </w:rPr>
        <w:t>à préparer mes compositions</w:t>
      </w:r>
      <w:r>
        <w:rPr>
          <w:bCs/>
        </w:rPr>
        <w:t xml:space="preserve">. </w:t>
      </w:r>
      <w:r w:rsidR="00AB2DE8">
        <w:rPr>
          <w:bCs/>
        </w:rPr>
        <w:t>Mon père était conducteur des ponts et chaussées</w:t>
      </w:r>
      <w:r>
        <w:rPr>
          <w:bCs/>
        </w:rPr>
        <w:t xml:space="preserve">. </w:t>
      </w:r>
      <w:r w:rsidR="00AB2DE8">
        <w:rPr>
          <w:bCs/>
        </w:rPr>
        <w:t>En quittant son bureau</w:t>
      </w:r>
      <w:r>
        <w:rPr>
          <w:bCs/>
        </w:rPr>
        <w:t xml:space="preserve">, </w:t>
      </w:r>
      <w:r w:rsidR="00AB2DE8">
        <w:rPr>
          <w:bCs/>
        </w:rPr>
        <w:t>il venait me chercher parfois à la porte du lycée</w:t>
      </w:r>
      <w:r>
        <w:rPr>
          <w:bCs/>
        </w:rPr>
        <w:t xml:space="preserve">. </w:t>
      </w:r>
      <w:r w:rsidR="00AB2DE8">
        <w:rPr>
          <w:bCs/>
        </w:rPr>
        <w:t>Il s</w:t>
      </w:r>
      <w:r>
        <w:rPr>
          <w:bCs/>
        </w:rPr>
        <w:t>’</w:t>
      </w:r>
      <w:r w:rsidR="00AB2DE8">
        <w:rPr>
          <w:bCs/>
        </w:rPr>
        <w:t>entretenait avec les professeurs</w:t>
      </w:r>
      <w:r>
        <w:rPr>
          <w:bCs/>
        </w:rPr>
        <w:t>. « </w:t>
      </w:r>
      <w:r w:rsidR="00AB2DE8">
        <w:rPr>
          <w:bCs/>
        </w:rPr>
        <w:t>Si votre gamin continue à travailler de la sorte</w:t>
      </w:r>
      <w:r>
        <w:rPr>
          <w:bCs/>
        </w:rPr>
        <w:t xml:space="preserve">, </w:t>
      </w:r>
      <w:r w:rsidR="00AB2DE8">
        <w:rPr>
          <w:bCs/>
        </w:rPr>
        <w:t>lui confiaient ceux-ci</w:t>
      </w:r>
      <w:r>
        <w:rPr>
          <w:bCs/>
        </w:rPr>
        <w:t xml:space="preserve">, </w:t>
      </w:r>
      <w:r w:rsidR="00AB2DE8">
        <w:rPr>
          <w:bCs/>
        </w:rPr>
        <w:t>il pourra fort bien se présenter un jour avec des chances à l</w:t>
      </w:r>
      <w:r>
        <w:rPr>
          <w:bCs/>
        </w:rPr>
        <w:t>’</w:t>
      </w:r>
      <w:r w:rsidR="00AB2DE8">
        <w:rPr>
          <w:bCs/>
        </w:rPr>
        <w:t>École normale supérieure</w:t>
      </w:r>
      <w:r>
        <w:rPr>
          <w:bCs/>
        </w:rPr>
        <w:t xml:space="preserve">, </w:t>
      </w:r>
      <w:r w:rsidR="00AB2DE8">
        <w:rPr>
          <w:bCs/>
        </w:rPr>
        <w:t>ou à Polytechnique</w:t>
      </w:r>
      <w:r>
        <w:rPr>
          <w:bCs/>
        </w:rPr>
        <w:t>. »</w:t>
      </w:r>
      <w:r w:rsidR="00AB2DE8">
        <w:rPr>
          <w:bCs/>
        </w:rPr>
        <w:t xml:space="preserve"> Nous habitions une ville du Nord</w:t>
      </w:r>
      <w:r>
        <w:rPr>
          <w:bCs/>
        </w:rPr>
        <w:t xml:space="preserve">, </w:t>
      </w:r>
      <w:r w:rsidR="00AB2DE8">
        <w:rPr>
          <w:bCs/>
        </w:rPr>
        <w:t>une ville noyée dans la fumée des charbonnages</w:t>
      </w:r>
      <w:r>
        <w:rPr>
          <w:bCs/>
        </w:rPr>
        <w:t xml:space="preserve">. </w:t>
      </w:r>
      <w:r w:rsidR="00AB2DE8">
        <w:rPr>
          <w:bCs/>
        </w:rPr>
        <w:t>Le paysage était si triste que je n</w:t>
      </w:r>
      <w:r>
        <w:rPr>
          <w:bCs/>
        </w:rPr>
        <w:t>’</w:t>
      </w:r>
      <w:r w:rsidR="00AB2DE8">
        <w:rPr>
          <w:bCs/>
        </w:rPr>
        <w:t>avais qu</w:t>
      </w:r>
      <w:r>
        <w:rPr>
          <w:bCs/>
        </w:rPr>
        <w:t>’</w:t>
      </w:r>
      <w:r w:rsidR="00AB2DE8">
        <w:rPr>
          <w:bCs/>
        </w:rPr>
        <w:t>à coller mon front une seconde à la fenêtre de ma chambre pour revenir aussitôt à ma table de travail</w:t>
      </w:r>
      <w:r>
        <w:rPr>
          <w:bCs/>
        </w:rPr>
        <w:t xml:space="preserve">. </w:t>
      </w:r>
      <w:r w:rsidR="00AB2DE8">
        <w:rPr>
          <w:bCs/>
        </w:rPr>
        <w:t>Un ciel de suie</w:t>
      </w:r>
      <w:r>
        <w:rPr>
          <w:bCs/>
        </w:rPr>
        <w:t xml:space="preserve"> ; </w:t>
      </w:r>
      <w:r w:rsidR="00AB2DE8">
        <w:rPr>
          <w:bCs/>
        </w:rPr>
        <w:t>des passants invisibles sous leurs parapluies</w:t>
      </w:r>
      <w:r>
        <w:rPr>
          <w:bCs/>
        </w:rPr>
        <w:t xml:space="preserve"> ; </w:t>
      </w:r>
      <w:r w:rsidR="00AB2DE8">
        <w:rPr>
          <w:bCs/>
        </w:rPr>
        <w:t>la devanture morose d</w:t>
      </w:r>
      <w:r>
        <w:rPr>
          <w:bCs/>
        </w:rPr>
        <w:t>’</w:t>
      </w:r>
      <w:r w:rsidR="00AB2DE8">
        <w:rPr>
          <w:bCs/>
        </w:rPr>
        <w:t>un estaminet</w:t>
      </w:r>
      <w:r>
        <w:rPr>
          <w:bCs/>
        </w:rPr>
        <w:t xml:space="preserve"> ; </w:t>
      </w:r>
      <w:r w:rsidR="00AB2DE8">
        <w:rPr>
          <w:bCs/>
        </w:rPr>
        <w:t>les murailles rébarbatives d</w:t>
      </w:r>
      <w:r>
        <w:rPr>
          <w:bCs/>
        </w:rPr>
        <w:t>’</w:t>
      </w:r>
      <w:r w:rsidR="00AB2DE8">
        <w:rPr>
          <w:bCs/>
        </w:rPr>
        <w:t>une caserne</w:t>
      </w:r>
      <w:r>
        <w:rPr>
          <w:bCs/>
        </w:rPr>
        <w:t xml:space="preserve">, </w:t>
      </w:r>
      <w:r w:rsidR="00AB2DE8">
        <w:rPr>
          <w:bCs/>
        </w:rPr>
        <w:t>d</w:t>
      </w:r>
      <w:r>
        <w:rPr>
          <w:bCs/>
        </w:rPr>
        <w:t>’</w:t>
      </w:r>
      <w:r w:rsidR="00AB2DE8">
        <w:rPr>
          <w:bCs/>
        </w:rPr>
        <w:t>où s</w:t>
      </w:r>
      <w:r>
        <w:rPr>
          <w:bCs/>
        </w:rPr>
        <w:t>’</w:t>
      </w:r>
      <w:r w:rsidR="00AB2DE8">
        <w:rPr>
          <w:bCs/>
        </w:rPr>
        <w:t>échappaient</w:t>
      </w:r>
      <w:r>
        <w:rPr>
          <w:bCs/>
        </w:rPr>
        <w:t xml:space="preserve">, </w:t>
      </w:r>
      <w:r w:rsidR="00AB2DE8">
        <w:rPr>
          <w:bCs/>
        </w:rPr>
        <w:t>à des heures désespérément fixes</w:t>
      </w:r>
      <w:r>
        <w:rPr>
          <w:bCs/>
        </w:rPr>
        <w:t xml:space="preserve">, </w:t>
      </w:r>
      <w:r w:rsidR="00AB2DE8">
        <w:rPr>
          <w:bCs/>
        </w:rPr>
        <w:t>de lugubres sonneries de clairon</w:t>
      </w:r>
      <w:r>
        <w:rPr>
          <w:bCs/>
        </w:rPr>
        <w:t xml:space="preserve"> : </w:t>
      </w:r>
      <w:r w:rsidR="00AB2DE8">
        <w:rPr>
          <w:bCs/>
        </w:rPr>
        <w:t>réveil</w:t>
      </w:r>
      <w:r>
        <w:rPr>
          <w:bCs/>
        </w:rPr>
        <w:t xml:space="preserve">, </w:t>
      </w:r>
      <w:r w:rsidR="00AB2DE8">
        <w:rPr>
          <w:bCs/>
        </w:rPr>
        <w:t>visite</w:t>
      </w:r>
      <w:r>
        <w:rPr>
          <w:bCs/>
        </w:rPr>
        <w:t xml:space="preserve">, </w:t>
      </w:r>
      <w:r w:rsidR="00AB2DE8">
        <w:rPr>
          <w:bCs/>
        </w:rPr>
        <w:t>appel</w:t>
      </w:r>
      <w:r>
        <w:rPr>
          <w:bCs/>
        </w:rPr>
        <w:t xml:space="preserve">, </w:t>
      </w:r>
      <w:r w:rsidR="00AB2DE8">
        <w:rPr>
          <w:bCs/>
        </w:rPr>
        <w:t>extinction des feux</w:t>
      </w:r>
      <w:r>
        <w:rPr>
          <w:bCs/>
        </w:rPr>
        <w:t xml:space="preserve">… </w:t>
      </w:r>
      <w:r w:rsidR="00AB2DE8">
        <w:rPr>
          <w:bCs/>
        </w:rPr>
        <w:t>Mais</w:t>
      </w:r>
      <w:r>
        <w:rPr>
          <w:bCs/>
        </w:rPr>
        <w:t xml:space="preserve">, </w:t>
      </w:r>
      <w:r w:rsidR="00AB2DE8">
        <w:rPr>
          <w:bCs/>
        </w:rPr>
        <w:t>quand celle-ci avait sonné</w:t>
      </w:r>
      <w:r>
        <w:rPr>
          <w:bCs/>
        </w:rPr>
        <w:t xml:space="preserve">, </w:t>
      </w:r>
      <w:r w:rsidR="00AB2DE8">
        <w:rPr>
          <w:bCs/>
        </w:rPr>
        <w:t>ma lampe</w:t>
      </w:r>
      <w:r>
        <w:rPr>
          <w:bCs/>
        </w:rPr>
        <w:t xml:space="preserve">, </w:t>
      </w:r>
      <w:r w:rsidR="00AB2DE8">
        <w:rPr>
          <w:bCs/>
        </w:rPr>
        <w:t>à moi</w:t>
      </w:r>
      <w:r>
        <w:rPr>
          <w:bCs/>
        </w:rPr>
        <w:t xml:space="preserve">, </w:t>
      </w:r>
      <w:r w:rsidR="00AB2DE8">
        <w:rPr>
          <w:bCs/>
        </w:rPr>
        <w:t>restait longtemps allumée encore</w:t>
      </w:r>
      <w:r>
        <w:rPr>
          <w:bCs/>
        </w:rPr>
        <w:t xml:space="preserve">. </w:t>
      </w:r>
      <w:r w:rsidR="00AB2DE8">
        <w:rPr>
          <w:bCs/>
        </w:rPr>
        <w:t>Et pourtant</w:t>
      </w:r>
      <w:r>
        <w:rPr>
          <w:bCs/>
        </w:rPr>
        <w:t xml:space="preserve">, </w:t>
      </w:r>
      <w:r w:rsidR="00AB2DE8">
        <w:rPr>
          <w:bCs/>
        </w:rPr>
        <w:t>je n</w:t>
      </w:r>
      <w:r>
        <w:rPr>
          <w:bCs/>
        </w:rPr>
        <w:t>’</w:t>
      </w:r>
      <w:r w:rsidR="00AB2DE8">
        <w:rPr>
          <w:bCs/>
        </w:rPr>
        <w:t>étais pas malheureux</w:t>
      </w:r>
      <w:r>
        <w:rPr>
          <w:bCs/>
        </w:rPr>
        <w:t xml:space="preserve">. </w:t>
      </w:r>
      <w:r w:rsidR="00AB2DE8">
        <w:rPr>
          <w:bCs/>
        </w:rPr>
        <w:t>Pour l</w:t>
      </w:r>
      <w:r>
        <w:rPr>
          <w:bCs/>
        </w:rPr>
        <w:t>’</w:t>
      </w:r>
      <w:r w:rsidR="00AB2DE8">
        <w:rPr>
          <w:bCs/>
        </w:rPr>
        <w:t>être</w:t>
      </w:r>
      <w:r>
        <w:rPr>
          <w:bCs/>
        </w:rPr>
        <w:t xml:space="preserve">, </w:t>
      </w:r>
      <w:r w:rsidR="00AB2DE8">
        <w:rPr>
          <w:bCs/>
        </w:rPr>
        <w:t>il faut pouvoir comparer</w:t>
      </w:r>
      <w:r>
        <w:rPr>
          <w:bCs/>
        </w:rPr>
        <w:t xml:space="preserve"> ; </w:t>
      </w:r>
      <w:r w:rsidR="00AB2DE8">
        <w:rPr>
          <w:bCs/>
        </w:rPr>
        <w:t>il faut savoir que d</w:t>
      </w:r>
      <w:r>
        <w:rPr>
          <w:bCs/>
        </w:rPr>
        <w:t>’</w:t>
      </w:r>
      <w:r w:rsidR="00AB2DE8">
        <w:rPr>
          <w:bCs/>
        </w:rPr>
        <w:t>autres sont heureux</w:t>
      </w:r>
      <w:r>
        <w:rPr>
          <w:bCs/>
        </w:rPr>
        <w:t>.</w:t>
      </w:r>
    </w:p>
    <w:p w14:paraId="7DA2FBDF" w14:textId="77777777" w:rsidR="00C90F8D" w:rsidRDefault="00AB2DE8">
      <w:pPr>
        <w:rPr>
          <w:bCs/>
        </w:rPr>
      </w:pPr>
      <w:r>
        <w:rPr>
          <w:bCs/>
        </w:rPr>
        <w:t>Il soupira profondément</w:t>
      </w:r>
      <w:r w:rsidR="00C90F8D">
        <w:rPr>
          <w:bCs/>
        </w:rPr>
        <w:t>.</w:t>
      </w:r>
    </w:p>
    <w:p w14:paraId="1D53538F" w14:textId="77777777" w:rsidR="00C90F8D" w:rsidRDefault="00C90F8D">
      <w:pPr>
        <w:rPr>
          <w:bCs/>
        </w:rPr>
      </w:pPr>
      <w:r>
        <w:rPr>
          <w:rFonts w:eastAsia="Georgia"/>
        </w:rPr>
        <w:t>— </w:t>
      </w:r>
      <w:r w:rsidR="00AB2DE8">
        <w:rPr>
          <w:bCs/>
        </w:rPr>
        <w:t>Veux-tu que je te fasse une confidence</w:t>
      </w:r>
      <w:r>
        <w:rPr>
          <w:bCs/>
        </w:rPr>
        <w:t xml:space="preserve"> ? </w:t>
      </w:r>
      <w:r w:rsidR="00AB2DE8">
        <w:rPr>
          <w:bCs/>
        </w:rPr>
        <w:t>poursuivit-il</w:t>
      </w:r>
      <w:r>
        <w:rPr>
          <w:bCs/>
        </w:rPr>
        <w:t xml:space="preserve">. </w:t>
      </w:r>
      <w:r w:rsidR="00AB2DE8">
        <w:rPr>
          <w:bCs/>
        </w:rPr>
        <w:t>Je n</w:t>
      </w:r>
      <w:r>
        <w:rPr>
          <w:bCs/>
        </w:rPr>
        <w:t>’</w:t>
      </w:r>
      <w:r w:rsidR="00AB2DE8">
        <w:rPr>
          <w:bCs/>
        </w:rPr>
        <w:t>ai pas assez vécu</w:t>
      </w:r>
      <w:r>
        <w:rPr>
          <w:bCs/>
        </w:rPr>
        <w:t xml:space="preserve">, </w:t>
      </w:r>
      <w:r w:rsidR="00AB2DE8">
        <w:rPr>
          <w:bCs/>
        </w:rPr>
        <w:t>connu la vie</w:t>
      </w:r>
      <w:r>
        <w:rPr>
          <w:bCs/>
        </w:rPr>
        <w:t xml:space="preserve">, </w:t>
      </w:r>
      <w:r w:rsidR="00AB2DE8">
        <w:rPr>
          <w:bCs/>
        </w:rPr>
        <w:t>si tu préfères</w:t>
      </w:r>
      <w:r>
        <w:rPr>
          <w:bCs/>
        </w:rPr>
        <w:t xml:space="preserve">. </w:t>
      </w:r>
      <w:r w:rsidR="00AB2DE8">
        <w:rPr>
          <w:bCs/>
        </w:rPr>
        <w:t>Tout le mal est venu de là</w:t>
      </w:r>
      <w:r>
        <w:rPr>
          <w:bCs/>
        </w:rPr>
        <w:t xml:space="preserve">. </w:t>
      </w:r>
      <w:r w:rsidR="00AB2DE8">
        <w:rPr>
          <w:bCs/>
        </w:rPr>
        <w:t>Du premier coup</w:t>
      </w:r>
      <w:r>
        <w:rPr>
          <w:bCs/>
        </w:rPr>
        <w:t xml:space="preserve">, </w:t>
      </w:r>
      <w:r w:rsidR="00AB2DE8">
        <w:rPr>
          <w:bCs/>
        </w:rPr>
        <w:t>j</w:t>
      </w:r>
      <w:r>
        <w:rPr>
          <w:bCs/>
        </w:rPr>
        <w:t>’</w:t>
      </w:r>
      <w:r w:rsidR="00AB2DE8">
        <w:rPr>
          <w:bCs/>
        </w:rPr>
        <w:t>ai trébuché contre un obstacle qu</w:t>
      </w:r>
      <w:r>
        <w:rPr>
          <w:bCs/>
        </w:rPr>
        <w:t>’</w:t>
      </w:r>
      <w:r w:rsidR="00AB2DE8">
        <w:rPr>
          <w:bCs/>
        </w:rPr>
        <w:t>un autre que moi</w:t>
      </w:r>
      <w:r>
        <w:rPr>
          <w:bCs/>
        </w:rPr>
        <w:t xml:space="preserve">, </w:t>
      </w:r>
      <w:r w:rsidR="00AB2DE8">
        <w:rPr>
          <w:bCs/>
        </w:rPr>
        <w:t>toi par exemple</w:t>
      </w:r>
      <w:r>
        <w:rPr>
          <w:bCs/>
        </w:rPr>
        <w:t xml:space="preserve">, </w:t>
      </w:r>
      <w:r w:rsidR="00AB2DE8">
        <w:rPr>
          <w:bCs/>
        </w:rPr>
        <w:t>aurait aisément surmonté</w:t>
      </w:r>
      <w:r>
        <w:rPr>
          <w:bCs/>
        </w:rPr>
        <w:t xml:space="preserve">. </w:t>
      </w:r>
      <w:r w:rsidR="00AB2DE8">
        <w:rPr>
          <w:bCs/>
        </w:rPr>
        <w:t>Tu as toujours eu de la fortune</w:t>
      </w:r>
      <w:r>
        <w:rPr>
          <w:bCs/>
        </w:rPr>
        <w:t xml:space="preserve">, </w:t>
      </w:r>
      <w:r w:rsidR="00AB2DE8">
        <w:rPr>
          <w:bCs/>
        </w:rPr>
        <w:t>n</w:t>
      </w:r>
      <w:r>
        <w:rPr>
          <w:bCs/>
        </w:rPr>
        <w:t>’</w:t>
      </w:r>
      <w:r w:rsidR="00AB2DE8">
        <w:rPr>
          <w:bCs/>
        </w:rPr>
        <w:t>est-ce pas</w:t>
      </w:r>
      <w:r>
        <w:rPr>
          <w:bCs/>
        </w:rPr>
        <w:t> ?</w:t>
      </w:r>
    </w:p>
    <w:p w14:paraId="00BA3CA7" w14:textId="77777777" w:rsidR="00C90F8D" w:rsidRDefault="00C90F8D">
      <w:pPr>
        <w:rPr>
          <w:bCs/>
        </w:rPr>
      </w:pPr>
      <w:r>
        <w:rPr>
          <w:rFonts w:eastAsia="Georgia"/>
        </w:rPr>
        <w:t>— </w:t>
      </w:r>
      <w:r w:rsidR="00AB2DE8">
        <w:rPr>
          <w:bCs/>
        </w:rPr>
        <w:t>Hum</w:t>
      </w:r>
      <w:r>
        <w:rPr>
          <w:bCs/>
        </w:rPr>
        <w:t xml:space="preserve"> ! </w:t>
      </w:r>
      <w:r w:rsidR="00AB2DE8">
        <w:rPr>
          <w:bCs/>
        </w:rPr>
        <w:t>fit Schmidt</w:t>
      </w:r>
      <w:r>
        <w:rPr>
          <w:bCs/>
        </w:rPr>
        <w:t xml:space="preserve">, </w:t>
      </w:r>
      <w:r w:rsidR="00AB2DE8">
        <w:rPr>
          <w:bCs/>
        </w:rPr>
        <w:t>surpris</w:t>
      </w:r>
      <w:r>
        <w:rPr>
          <w:bCs/>
        </w:rPr>
        <w:t xml:space="preserve">, </w:t>
      </w:r>
      <w:r w:rsidR="00AB2DE8">
        <w:rPr>
          <w:bCs/>
        </w:rPr>
        <w:t>choqué même de cette bizarre prise à partie</w:t>
      </w:r>
      <w:r>
        <w:rPr>
          <w:bCs/>
        </w:rPr>
        <w:t xml:space="preserve">, </w:t>
      </w:r>
      <w:r w:rsidR="00AB2DE8">
        <w:rPr>
          <w:bCs/>
        </w:rPr>
        <w:t>pas grand-chose</w:t>
      </w:r>
      <w:r>
        <w:rPr>
          <w:bCs/>
        </w:rPr>
        <w:t>.</w:t>
      </w:r>
    </w:p>
    <w:p w14:paraId="6324EAED" w14:textId="77777777" w:rsidR="00C90F8D" w:rsidRDefault="00C90F8D">
      <w:pPr>
        <w:rPr>
          <w:bCs/>
        </w:rPr>
      </w:pPr>
      <w:r>
        <w:rPr>
          <w:rFonts w:eastAsia="Georgia"/>
        </w:rPr>
        <w:t>— </w:t>
      </w:r>
      <w:r w:rsidR="00AB2DE8">
        <w:rPr>
          <w:bCs/>
        </w:rPr>
        <w:t>Mais encore</w:t>
      </w:r>
      <w:r>
        <w:rPr>
          <w:bCs/>
        </w:rPr>
        <w:t> ?</w:t>
      </w:r>
    </w:p>
    <w:p w14:paraId="5C68BE9F" w14:textId="77777777" w:rsidR="00C90F8D" w:rsidRDefault="00C90F8D">
      <w:pPr>
        <w:rPr>
          <w:bCs/>
        </w:rPr>
      </w:pPr>
      <w:r>
        <w:rPr>
          <w:rFonts w:eastAsia="Georgia"/>
        </w:rPr>
        <w:lastRenderedPageBreak/>
        <w:t>— </w:t>
      </w:r>
      <w:r w:rsidR="00AB2DE8">
        <w:rPr>
          <w:bCs/>
        </w:rPr>
        <w:t>Une vingtaine de mille francs de rente</w:t>
      </w:r>
      <w:r>
        <w:rPr>
          <w:bCs/>
        </w:rPr>
        <w:t xml:space="preserve">. </w:t>
      </w:r>
      <w:r w:rsidR="00AB2DE8">
        <w:rPr>
          <w:bCs/>
        </w:rPr>
        <w:t>Avant la guerre</w:t>
      </w:r>
      <w:r>
        <w:rPr>
          <w:bCs/>
        </w:rPr>
        <w:t xml:space="preserve">, </w:t>
      </w:r>
      <w:r w:rsidR="00AB2DE8">
        <w:rPr>
          <w:bCs/>
        </w:rPr>
        <w:t>cela pouvait compter</w:t>
      </w:r>
      <w:r>
        <w:rPr>
          <w:bCs/>
        </w:rPr>
        <w:t xml:space="preserve">. </w:t>
      </w:r>
      <w:r w:rsidR="00AB2DE8">
        <w:rPr>
          <w:bCs/>
        </w:rPr>
        <w:t>Maintenant</w:t>
      </w:r>
      <w:r>
        <w:rPr>
          <w:bCs/>
        </w:rPr>
        <w:t xml:space="preserve">, </w:t>
      </w:r>
      <w:r w:rsidR="00AB2DE8">
        <w:rPr>
          <w:bCs/>
        </w:rPr>
        <w:t>ça ne vaut plus même la peine qu</w:t>
      </w:r>
      <w:r>
        <w:rPr>
          <w:bCs/>
        </w:rPr>
        <w:t>’</w:t>
      </w:r>
      <w:r w:rsidR="00AB2DE8">
        <w:rPr>
          <w:bCs/>
        </w:rPr>
        <w:t>on en parle</w:t>
      </w:r>
      <w:r>
        <w:rPr>
          <w:bCs/>
        </w:rPr>
        <w:t>.</w:t>
      </w:r>
    </w:p>
    <w:p w14:paraId="0F51597B" w14:textId="77777777" w:rsidR="00C90F8D" w:rsidRDefault="00C90F8D">
      <w:pPr>
        <w:rPr>
          <w:bCs/>
        </w:rPr>
      </w:pPr>
      <w:r>
        <w:rPr>
          <w:rFonts w:eastAsia="Georgia"/>
        </w:rPr>
        <w:t>— </w:t>
      </w:r>
      <w:r w:rsidR="00AB2DE8">
        <w:rPr>
          <w:bCs/>
        </w:rPr>
        <w:t>C</w:t>
      </w:r>
      <w:r>
        <w:rPr>
          <w:bCs/>
        </w:rPr>
        <w:t>’</w:t>
      </w:r>
      <w:r w:rsidR="00AB2DE8">
        <w:rPr>
          <w:bCs/>
        </w:rPr>
        <w:t>est justement à la période qui a précédé la guerre que je fais allusion</w:t>
      </w:r>
      <w:r>
        <w:rPr>
          <w:bCs/>
        </w:rPr>
        <w:t xml:space="preserve">, </w:t>
      </w:r>
      <w:r w:rsidR="00AB2DE8">
        <w:rPr>
          <w:bCs/>
        </w:rPr>
        <w:t>dit Forestier</w:t>
      </w:r>
      <w:r>
        <w:rPr>
          <w:bCs/>
        </w:rPr>
        <w:t xml:space="preserve">. </w:t>
      </w:r>
      <w:r w:rsidR="00AB2DE8">
        <w:rPr>
          <w:bCs/>
        </w:rPr>
        <w:t>C</w:t>
      </w:r>
      <w:r>
        <w:rPr>
          <w:bCs/>
        </w:rPr>
        <w:t>’</w:t>
      </w:r>
      <w:r w:rsidR="00AB2DE8">
        <w:rPr>
          <w:bCs/>
        </w:rPr>
        <w:t>est de nos communes années de Polytechnique qu</w:t>
      </w:r>
      <w:r>
        <w:rPr>
          <w:bCs/>
        </w:rPr>
        <w:t>’</w:t>
      </w:r>
      <w:r w:rsidR="00AB2DE8">
        <w:rPr>
          <w:bCs/>
        </w:rPr>
        <w:t>il s</w:t>
      </w:r>
      <w:r>
        <w:rPr>
          <w:bCs/>
        </w:rPr>
        <w:t>’</w:t>
      </w:r>
      <w:r w:rsidR="00AB2DE8">
        <w:rPr>
          <w:bCs/>
        </w:rPr>
        <w:t>agit</w:t>
      </w:r>
      <w:r>
        <w:rPr>
          <w:bCs/>
        </w:rPr>
        <w:t xml:space="preserve">. </w:t>
      </w:r>
      <w:r w:rsidR="00AB2DE8">
        <w:rPr>
          <w:bCs/>
        </w:rPr>
        <w:t>Les élèves d</w:t>
      </w:r>
      <w:r>
        <w:rPr>
          <w:bCs/>
        </w:rPr>
        <w:t>’</w:t>
      </w:r>
      <w:r w:rsidR="00AB2DE8">
        <w:rPr>
          <w:bCs/>
        </w:rPr>
        <w:t>une même promotion</w:t>
      </w:r>
      <w:r>
        <w:rPr>
          <w:bCs/>
        </w:rPr>
        <w:t xml:space="preserve">, </w:t>
      </w:r>
      <w:r w:rsidR="00AB2DE8">
        <w:rPr>
          <w:bCs/>
        </w:rPr>
        <w:t>on a coutume de les diviser en bon et en mauvais</w:t>
      </w:r>
      <w:r>
        <w:rPr>
          <w:bCs/>
        </w:rPr>
        <w:t xml:space="preserve">. </w:t>
      </w:r>
      <w:r w:rsidR="00AB2DE8">
        <w:rPr>
          <w:bCs/>
        </w:rPr>
        <w:t>Il est</w:t>
      </w:r>
      <w:r>
        <w:rPr>
          <w:bCs/>
        </w:rPr>
        <w:t xml:space="preserve">, </w:t>
      </w:r>
      <w:r w:rsidR="00AB2DE8">
        <w:rPr>
          <w:bCs/>
        </w:rPr>
        <w:t>hélas</w:t>
      </w:r>
      <w:r>
        <w:rPr>
          <w:bCs/>
        </w:rPr>
        <w:t xml:space="preserve"> ! </w:t>
      </w:r>
      <w:r w:rsidR="00AB2DE8">
        <w:rPr>
          <w:bCs/>
        </w:rPr>
        <w:t>une autre classification</w:t>
      </w:r>
      <w:r>
        <w:rPr>
          <w:bCs/>
        </w:rPr>
        <w:t xml:space="preserve">, </w:t>
      </w:r>
      <w:r w:rsidR="00AB2DE8">
        <w:rPr>
          <w:bCs/>
        </w:rPr>
        <w:t>plus brutale</w:t>
      </w:r>
      <w:r>
        <w:rPr>
          <w:bCs/>
        </w:rPr>
        <w:t xml:space="preserve">, </w:t>
      </w:r>
      <w:r w:rsidR="00AB2DE8">
        <w:rPr>
          <w:bCs/>
        </w:rPr>
        <w:t>sinon plus équitable</w:t>
      </w:r>
      <w:r>
        <w:rPr>
          <w:bCs/>
        </w:rPr>
        <w:t xml:space="preserve">. </w:t>
      </w:r>
      <w:r w:rsidR="00AB2DE8">
        <w:rPr>
          <w:bCs/>
        </w:rPr>
        <w:t>Il y a ceux qui ont de l</w:t>
      </w:r>
      <w:r>
        <w:rPr>
          <w:bCs/>
        </w:rPr>
        <w:t>’</w:t>
      </w:r>
      <w:r w:rsidR="00AB2DE8">
        <w:rPr>
          <w:bCs/>
        </w:rPr>
        <w:t>argent</w:t>
      </w:r>
      <w:r>
        <w:rPr>
          <w:bCs/>
        </w:rPr>
        <w:t xml:space="preserve">, </w:t>
      </w:r>
      <w:r w:rsidR="00AB2DE8">
        <w:rPr>
          <w:bCs/>
        </w:rPr>
        <w:t>et puis les autres</w:t>
      </w:r>
      <w:r>
        <w:rPr>
          <w:bCs/>
        </w:rPr>
        <w:t xml:space="preserve">. </w:t>
      </w:r>
      <w:r w:rsidR="00AB2DE8">
        <w:rPr>
          <w:bCs/>
        </w:rPr>
        <w:t>Je n</w:t>
      </w:r>
      <w:r>
        <w:rPr>
          <w:bCs/>
        </w:rPr>
        <w:t>’</w:t>
      </w:r>
      <w:r w:rsidR="00AB2DE8">
        <w:rPr>
          <w:bCs/>
        </w:rPr>
        <w:t>ignore pas que</w:t>
      </w:r>
      <w:r>
        <w:rPr>
          <w:bCs/>
        </w:rPr>
        <w:t xml:space="preserve">, </w:t>
      </w:r>
      <w:r w:rsidR="00AB2DE8">
        <w:rPr>
          <w:bCs/>
        </w:rPr>
        <w:t>par la suite</w:t>
      </w:r>
      <w:r>
        <w:rPr>
          <w:bCs/>
        </w:rPr>
        <w:t xml:space="preserve">, </w:t>
      </w:r>
      <w:r w:rsidR="00AB2DE8">
        <w:rPr>
          <w:bCs/>
        </w:rPr>
        <w:t>le travail</w:t>
      </w:r>
      <w:r>
        <w:rPr>
          <w:bCs/>
        </w:rPr>
        <w:t xml:space="preserve">, </w:t>
      </w:r>
      <w:r w:rsidR="00AB2DE8">
        <w:rPr>
          <w:bCs/>
        </w:rPr>
        <w:t>la valeur personnelle</w:t>
      </w:r>
      <w:r>
        <w:rPr>
          <w:bCs/>
        </w:rPr>
        <w:t xml:space="preserve">, </w:t>
      </w:r>
      <w:r w:rsidR="00AB2DE8">
        <w:rPr>
          <w:bCs/>
        </w:rPr>
        <w:t>la chance</w:t>
      </w:r>
      <w:r>
        <w:rPr>
          <w:bCs/>
        </w:rPr>
        <w:t xml:space="preserve">, </w:t>
      </w:r>
      <w:r w:rsidR="00AB2DE8">
        <w:rPr>
          <w:bCs/>
        </w:rPr>
        <w:t>un tas d</w:t>
      </w:r>
      <w:r>
        <w:rPr>
          <w:bCs/>
        </w:rPr>
        <w:t>’</w:t>
      </w:r>
      <w:r w:rsidR="00AB2DE8">
        <w:rPr>
          <w:bCs/>
        </w:rPr>
        <w:t>autres facteurs peuvent intervenir</w:t>
      </w:r>
      <w:r>
        <w:rPr>
          <w:bCs/>
        </w:rPr>
        <w:t xml:space="preserve">, </w:t>
      </w:r>
      <w:r w:rsidR="00AB2DE8">
        <w:rPr>
          <w:bCs/>
        </w:rPr>
        <w:t>modifier</w:t>
      </w:r>
      <w:r>
        <w:rPr>
          <w:bCs/>
        </w:rPr>
        <w:t xml:space="preserve">, </w:t>
      </w:r>
      <w:r w:rsidR="00AB2DE8">
        <w:rPr>
          <w:bCs/>
        </w:rPr>
        <w:t>ratifier le classement en question</w:t>
      </w:r>
      <w:r>
        <w:rPr>
          <w:bCs/>
        </w:rPr>
        <w:t xml:space="preserve">. </w:t>
      </w:r>
      <w:r w:rsidR="00AB2DE8">
        <w:rPr>
          <w:bCs/>
        </w:rPr>
        <w:t>Mais qui dira jamais assez l</w:t>
      </w:r>
      <w:r>
        <w:rPr>
          <w:bCs/>
        </w:rPr>
        <w:t>’</w:t>
      </w:r>
      <w:r w:rsidR="00AB2DE8">
        <w:rPr>
          <w:bCs/>
        </w:rPr>
        <w:t>importance de ce handicap initial</w:t>
      </w:r>
      <w:r>
        <w:rPr>
          <w:bCs/>
        </w:rPr>
        <w:t> ?</w:t>
      </w:r>
    </w:p>
    <w:p w14:paraId="11866B9F" w14:textId="77777777" w:rsidR="00C90F8D" w:rsidRDefault="00C90F8D">
      <w:pPr>
        <w:rPr>
          <w:bCs/>
        </w:rPr>
      </w:pPr>
      <w:r>
        <w:rPr>
          <w:rFonts w:eastAsia="Georgia"/>
        </w:rPr>
        <w:t>— </w:t>
      </w:r>
      <w:r w:rsidR="00AB2DE8">
        <w:rPr>
          <w:bCs/>
        </w:rPr>
        <w:t>Tu exagères</w:t>
      </w:r>
      <w:r>
        <w:rPr>
          <w:bCs/>
        </w:rPr>
        <w:t xml:space="preserve">, </w:t>
      </w:r>
      <w:r w:rsidR="00AB2DE8">
        <w:rPr>
          <w:bCs/>
        </w:rPr>
        <w:t>dit Schmidt</w:t>
      </w:r>
      <w:r>
        <w:rPr>
          <w:bCs/>
        </w:rPr>
        <w:t xml:space="preserve">, </w:t>
      </w:r>
      <w:r w:rsidR="00AB2DE8">
        <w:rPr>
          <w:bCs/>
        </w:rPr>
        <w:t>assez mollement</w:t>
      </w:r>
      <w:r>
        <w:rPr>
          <w:bCs/>
        </w:rPr>
        <w:t xml:space="preserve">. </w:t>
      </w:r>
      <w:r w:rsidR="00AB2DE8">
        <w:rPr>
          <w:bCs/>
        </w:rPr>
        <w:t>Si je n</w:t>
      </w:r>
      <w:r>
        <w:rPr>
          <w:bCs/>
        </w:rPr>
        <w:t>’</w:t>
      </w:r>
      <w:r w:rsidR="00AB2DE8">
        <w:rPr>
          <w:bCs/>
        </w:rPr>
        <w:t>avais pas disposé</w:t>
      </w:r>
      <w:r>
        <w:rPr>
          <w:bCs/>
        </w:rPr>
        <w:t xml:space="preserve">, </w:t>
      </w:r>
      <w:r w:rsidR="00AB2DE8">
        <w:rPr>
          <w:bCs/>
        </w:rPr>
        <w:t>moi</w:t>
      </w:r>
      <w:r>
        <w:rPr>
          <w:bCs/>
        </w:rPr>
        <w:t xml:space="preserve">, </w:t>
      </w:r>
      <w:r w:rsidR="00AB2DE8">
        <w:rPr>
          <w:bCs/>
        </w:rPr>
        <w:t>à cette époque</w:t>
      </w:r>
      <w:r>
        <w:rPr>
          <w:bCs/>
        </w:rPr>
        <w:t xml:space="preserve">, </w:t>
      </w:r>
      <w:r w:rsidR="00AB2DE8">
        <w:rPr>
          <w:bCs/>
        </w:rPr>
        <w:t>de quelque argent de poche</w:t>
      </w:r>
      <w:r>
        <w:rPr>
          <w:bCs/>
        </w:rPr>
        <w:t xml:space="preserve">, </w:t>
      </w:r>
      <w:r w:rsidR="00AB2DE8">
        <w:rPr>
          <w:bCs/>
        </w:rPr>
        <w:t>je crois que j</w:t>
      </w:r>
      <w:r>
        <w:rPr>
          <w:bCs/>
        </w:rPr>
        <w:t>’</w:t>
      </w:r>
      <w:r w:rsidR="00AB2DE8">
        <w:rPr>
          <w:bCs/>
        </w:rPr>
        <w:t>aurais travaillé davantage</w:t>
      </w:r>
      <w:r>
        <w:rPr>
          <w:bCs/>
        </w:rPr>
        <w:t xml:space="preserve">. </w:t>
      </w:r>
      <w:r w:rsidR="00AB2DE8">
        <w:rPr>
          <w:bCs/>
        </w:rPr>
        <w:t>Certaines bêtises en tout cas m</w:t>
      </w:r>
      <w:r>
        <w:rPr>
          <w:bCs/>
        </w:rPr>
        <w:t>’</w:t>
      </w:r>
      <w:r w:rsidR="00AB2DE8">
        <w:rPr>
          <w:bCs/>
        </w:rPr>
        <w:t>eussent été évitées</w:t>
      </w:r>
      <w:r>
        <w:rPr>
          <w:bCs/>
        </w:rPr>
        <w:t>…</w:t>
      </w:r>
    </w:p>
    <w:p w14:paraId="383300BB" w14:textId="77777777" w:rsidR="00C90F8D" w:rsidRDefault="00AB2DE8">
      <w:pPr>
        <w:rPr>
          <w:bCs/>
        </w:rPr>
      </w:pPr>
      <w:r>
        <w:rPr>
          <w:bCs/>
        </w:rPr>
        <w:t>Forestier l</w:t>
      </w:r>
      <w:r w:rsidR="00C90F8D">
        <w:rPr>
          <w:bCs/>
        </w:rPr>
        <w:t>’</w:t>
      </w:r>
      <w:r>
        <w:rPr>
          <w:bCs/>
        </w:rPr>
        <w:t>interrompit avec douceur</w:t>
      </w:r>
      <w:r w:rsidR="00C90F8D">
        <w:rPr>
          <w:bCs/>
        </w:rPr>
        <w:t>.</w:t>
      </w:r>
    </w:p>
    <w:p w14:paraId="4DCA2766" w14:textId="77777777" w:rsidR="00C90F8D" w:rsidRDefault="00C90F8D">
      <w:pPr>
        <w:rPr>
          <w:bCs/>
        </w:rPr>
      </w:pPr>
      <w:r>
        <w:rPr>
          <w:rFonts w:eastAsia="Georgia"/>
        </w:rPr>
        <w:t>— </w:t>
      </w:r>
      <w:r w:rsidR="00AB2DE8">
        <w:rPr>
          <w:bCs/>
        </w:rPr>
        <w:t>Ces bêtises</w:t>
      </w:r>
      <w:proofErr w:type="spellStart"/>
      <w:r w:rsidR="00AB2DE8">
        <w:rPr>
          <w:bCs/>
        </w:rPr>
        <w:t>-la</w:t>
      </w:r>
      <w:proofErr w:type="spellEnd"/>
      <w:r>
        <w:rPr>
          <w:bCs/>
        </w:rPr>
        <w:t xml:space="preserve">, </w:t>
      </w:r>
      <w:r w:rsidR="00AB2DE8">
        <w:rPr>
          <w:bCs/>
        </w:rPr>
        <w:t>ne les regrette pas</w:t>
      </w:r>
      <w:r>
        <w:rPr>
          <w:bCs/>
        </w:rPr>
        <w:t xml:space="preserve">. </w:t>
      </w:r>
      <w:r w:rsidR="00AB2DE8">
        <w:rPr>
          <w:bCs/>
        </w:rPr>
        <w:t>Tu les aurais</w:t>
      </w:r>
      <w:r>
        <w:rPr>
          <w:bCs/>
        </w:rPr>
        <w:t xml:space="preserve">, </w:t>
      </w:r>
      <w:r w:rsidR="00AB2DE8">
        <w:rPr>
          <w:bCs/>
        </w:rPr>
        <w:t>il y a neuf chances sur dix</w:t>
      </w:r>
      <w:r>
        <w:rPr>
          <w:bCs/>
        </w:rPr>
        <w:t xml:space="preserve">, </w:t>
      </w:r>
      <w:r w:rsidR="00AB2DE8">
        <w:rPr>
          <w:bCs/>
        </w:rPr>
        <w:t>commises plus tard</w:t>
      </w:r>
      <w:r>
        <w:rPr>
          <w:bCs/>
        </w:rPr>
        <w:t xml:space="preserve">. </w:t>
      </w:r>
      <w:r w:rsidR="00AB2DE8">
        <w:rPr>
          <w:bCs/>
        </w:rPr>
        <w:t>Et les bêtises d</w:t>
      </w:r>
      <w:r>
        <w:rPr>
          <w:bCs/>
        </w:rPr>
        <w:t>’</w:t>
      </w:r>
      <w:r w:rsidR="00AB2DE8">
        <w:rPr>
          <w:bCs/>
        </w:rPr>
        <w:t>un homme mûr ont une autre gravité</w:t>
      </w:r>
      <w:r>
        <w:rPr>
          <w:bCs/>
        </w:rPr>
        <w:t xml:space="preserve">, </w:t>
      </w:r>
      <w:r w:rsidR="00AB2DE8">
        <w:rPr>
          <w:bCs/>
        </w:rPr>
        <w:t>crois-moi</w:t>
      </w:r>
      <w:r>
        <w:rPr>
          <w:bCs/>
        </w:rPr>
        <w:t xml:space="preserve">, </w:t>
      </w:r>
      <w:r w:rsidR="00AB2DE8">
        <w:rPr>
          <w:bCs/>
        </w:rPr>
        <w:t>que les bêtises des jeunes gens</w:t>
      </w:r>
      <w:r>
        <w:rPr>
          <w:bCs/>
        </w:rPr>
        <w:t xml:space="preserve">. </w:t>
      </w:r>
      <w:r w:rsidR="00AB2DE8">
        <w:rPr>
          <w:bCs/>
        </w:rPr>
        <w:t>C</w:t>
      </w:r>
      <w:r>
        <w:rPr>
          <w:bCs/>
        </w:rPr>
        <w:t>’</w:t>
      </w:r>
      <w:r w:rsidR="00AB2DE8">
        <w:rPr>
          <w:bCs/>
        </w:rPr>
        <w:t>est l</w:t>
      </w:r>
      <w:r>
        <w:rPr>
          <w:bCs/>
        </w:rPr>
        <w:t>’</w:t>
      </w:r>
      <w:r w:rsidR="00AB2DE8">
        <w:rPr>
          <w:bCs/>
        </w:rPr>
        <w:t>expérience qui m</w:t>
      </w:r>
      <w:r>
        <w:rPr>
          <w:bCs/>
        </w:rPr>
        <w:t>’</w:t>
      </w:r>
      <w:r w:rsidR="00AB2DE8">
        <w:rPr>
          <w:bCs/>
        </w:rPr>
        <w:t>a appris à quel point tu avais été favorisé par rapport à moi</w:t>
      </w:r>
      <w:r>
        <w:rPr>
          <w:bCs/>
        </w:rPr>
        <w:t xml:space="preserve">. </w:t>
      </w:r>
      <w:r w:rsidR="00AB2DE8">
        <w:rPr>
          <w:bCs/>
        </w:rPr>
        <w:t>Au temps de notre jeunesse</w:t>
      </w:r>
      <w:r>
        <w:rPr>
          <w:bCs/>
        </w:rPr>
        <w:t xml:space="preserve">, </w:t>
      </w:r>
      <w:r w:rsidR="00AB2DE8">
        <w:rPr>
          <w:bCs/>
        </w:rPr>
        <w:t>j</w:t>
      </w:r>
      <w:r>
        <w:rPr>
          <w:bCs/>
        </w:rPr>
        <w:t>’</w:t>
      </w:r>
      <w:r w:rsidR="00AB2DE8">
        <w:rPr>
          <w:bCs/>
        </w:rPr>
        <w:t>étais presque persuadé du contraire</w:t>
      </w:r>
      <w:r>
        <w:rPr>
          <w:bCs/>
        </w:rPr>
        <w:t xml:space="preserve">. </w:t>
      </w:r>
      <w:r w:rsidR="00AB2DE8">
        <w:rPr>
          <w:bCs/>
        </w:rPr>
        <w:t>Je mettais une espèce de ferveur à bénir ce manque d</w:t>
      </w:r>
      <w:r>
        <w:rPr>
          <w:bCs/>
        </w:rPr>
        <w:t>’</w:t>
      </w:r>
      <w:r w:rsidR="00AB2DE8">
        <w:rPr>
          <w:bCs/>
        </w:rPr>
        <w:t>argent qui m</w:t>
      </w:r>
      <w:r>
        <w:rPr>
          <w:bCs/>
        </w:rPr>
        <w:t>’</w:t>
      </w:r>
      <w:r w:rsidR="00AB2DE8">
        <w:rPr>
          <w:bCs/>
        </w:rPr>
        <w:t>obligeait</w:t>
      </w:r>
      <w:r>
        <w:rPr>
          <w:bCs/>
        </w:rPr>
        <w:t xml:space="preserve">, </w:t>
      </w:r>
      <w:r w:rsidR="00AB2DE8">
        <w:rPr>
          <w:bCs/>
        </w:rPr>
        <w:t>les jours de fête</w:t>
      </w:r>
      <w:r>
        <w:rPr>
          <w:bCs/>
        </w:rPr>
        <w:t xml:space="preserve">, </w:t>
      </w:r>
      <w:r w:rsidR="00AB2DE8">
        <w:rPr>
          <w:bCs/>
        </w:rPr>
        <w:t>à rester à l</w:t>
      </w:r>
      <w:r>
        <w:rPr>
          <w:bCs/>
        </w:rPr>
        <w:t>’</w:t>
      </w:r>
      <w:r w:rsidR="00AB2DE8">
        <w:rPr>
          <w:bCs/>
        </w:rPr>
        <w:t>École</w:t>
      </w:r>
      <w:r>
        <w:rPr>
          <w:bCs/>
        </w:rPr>
        <w:t xml:space="preserve">, </w:t>
      </w:r>
      <w:r w:rsidR="00AB2DE8">
        <w:rPr>
          <w:bCs/>
        </w:rPr>
        <w:t>ou à y rentrer après une brève promenade au Luxembourg</w:t>
      </w:r>
      <w:r>
        <w:rPr>
          <w:bCs/>
        </w:rPr>
        <w:t xml:space="preserve">. </w:t>
      </w:r>
      <w:r w:rsidR="00AB2DE8">
        <w:rPr>
          <w:bCs/>
        </w:rPr>
        <w:t>Souviens-toi d</w:t>
      </w:r>
      <w:r>
        <w:rPr>
          <w:bCs/>
        </w:rPr>
        <w:t>’</w:t>
      </w:r>
      <w:r w:rsidR="00AB2DE8">
        <w:rPr>
          <w:bCs/>
        </w:rPr>
        <w:t>un de ces dimanches</w:t>
      </w:r>
      <w:r>
        <w:rPr>
          <w:bCs/>
        </w:rPr>
        <w:t xml:space="preserve">. </w:t>
      </w:r>
      <w:r w:rsidR="00AB2DE8">
        <w:rPr>
          <w:bCs/>
        </w:rPr>
        <w:t>C</w:t>
      </w:r>
      <w:r>
        <w:rPr>
          <w:bCs/>
        </w:rPr>
        <w:t>’</w:t>
      </w:r>
      <w:r w:rsidR="00AB2DE8">
        <w:rPr>
          <w:bCs/>
        </w:rPr>
        <w:t>était en 1903</w:t>
      </w:r>
      <w:r>
        <w:rPr>
          <w:bCs/>
        </w:rPr>
        <w:t xml:space="preserve">, </w:t>
      </w:r>
      <w:r w:rsidR="00AB2DE8">
        <w:rPr>
          <w:bCs/>
        </w:rPr>
        <w:t>vers la fin d</w:t>
      </w:r>
      <w:r>
        <w:rPr>
          <w:bCs/>
        </w:rPr>
        <w:t>’</w:t>
      </w:r>
      <w:r w:rsidR="00AB2DE8">
        <w:rPr>
          <w:bCs/>
        </w:rPr>
        <w:t>avril</w:t>
      </w:r>
      <w:r>
        <w:rPr>
          <w:bCs/>
        </w:rPr>
        <w:t xml:space="preserve">. </w:t>
      </w:r>
      <w:r w:rsidR="00AB2DE8">
        <w:rPr>
          <w:bCs/>
        </w:rPr>
        <w:t>Tu m</w:t>
      </w:r>
      <w:r>
        <w:rPr>
          <w:bCs/>
        </w:rPr>
        <w:t>’</w:t>
      </w:r>
      <w:r w:rsidR="00AB2DE8">
        <w:rPr>
          <w:bCs/>
        </w:rPr>
        <w:t>avais offert l</w:t>
      </w:r>
      <w:r>
        <w:rPr>
          <w:bCs/>
        </w:rPr>
        <w:t>’</w:t>
      </w:r>
      <w:r w:rsidR="00AB2DE8">
        <w:rPr>
          <w:bCs/>
        </w:rPr>
        <w:t>apéritif à la terrasse d</w:t>
      </w:r>
      <w:r>
        <w:rPr>
          <w:bCs/>
        </w:rPr>
        <w:t>’</w:t>
      </w:r>
      <w:r w:rsidR="00AB2DE8">
        <w:rPr>
          <w:bCs/>
        </w:rPr>
        <w:t>un café du carrefour Médicis</w:t>
      </w:r>
      <w:r>
        <w:rPr>
          <w:bCs/>
        </w:rPr>
        <w:t xml:space="preserve">. </w:t>
      </w:r>
      <w:r w:rsidR="00AB2DE8">
        <w:rPr>
          <w:bCs/>
        </w:rPr>
        <w:t>Une amie à toi vint t</w:t>
      </w:r>
      <w:r>
        <w:rPr>
          <w:bCs/>
        </w:rPr>
        <w:t>’</w:t>
      </w:r>
      <w:r w:rsidR="00AB2DE8">
        <w:rPr>
          <w:bCs/>
        </w:rPr>
        <w:t>y rejoindre</w:t>
      </w:r>
      <w:r>
        <w:rPr>
          <w:bCs/>
        </w:rPr>
        <w:t xml:space="preserve">. </w:t>
      </w:r>
      <w:r w:rsidR="00AB2DE8">
        <w:rPr>
          <w:bCs/>
        </w:rPr>
        <w:t>Je la vois encore</w:t>
      </w:r>
      <w:r>
        <w:rPr>
          <w:bCs/>
        </w:rPr>
        <w:t xml:space="preserve">. </w:t>
      </w:r>
      <w:r w:rsidR="00AB2DE8">
        <w:rPr>
          <w:bCs/>
        </w:rPr>
        <w:t>C</w:t>
      </w:r>
      <w:r>
        <w:rPr>
          <w:bCs/>
        </w:rPr>
        <w:t>’</w:t>
      </w:r>
      <w:r w:rsidR="00AB2DE8">
        <w:rPr>
          <w:bCs/>
        </w:rPr>
        <w:t xml:space="preserve">était une </w:t>
      </w:r>
      <w:r w:rsidR="00AB2DE8">
        <w:rPr>
          <w:bCs/>
        </w:rPr>
        <w:lastRenderedPageBreak/>
        <w:t>jeune femme blonde</w:t>
      </w:r>
      <w:r>
        <w:rPr>
          <w:bCs/>
        </w:rPr>
        <w:t xml:space="preserve">, </w:t>
      </w:r>
      <w:r w:rsidR="00AB2DE8">
        <w:rPr>
          <w:bCs/>
        </w:rPr>
        <w:t>avec un vaste chapeau cloche comme on les portait alors</w:t>
      </w:r>
      <w:r>
        <w:rPr>
          <w:bCs/>
        </w:rPr>
        <w:t xml:space="preserve">. </w:t>
      </w:r>
      <w:r w:rsidR="00AB2DE8">
        <w:rPr>
          <w:bCs/>
        </w:rPr>
        <w:t>Te souviens-tu</w:t>
      </w:r>
      <w:r>
        <w:rPr>
          <w:bCs/>
        </w:rPr>
        <w:t> ?</w:t>
      </w:r>
    </w:p>
    <w:p w14:paraId="0E334DA4" w14:textId="77777777" w:rsidR="00C90F8D" w:rsidRDefault="00C90F8D">
      <w:pPr>
        <w:rPr>
          <w:bCs/>
        </w:rPr>
      </w:pPr>
      <w:r>
        <w:rPr>
          <w:rFonts w:eastAsia="Georgia"/>
        </w:rPr>
        <w:t>— </w:t>
      </w:r>
      <w:r w:rsidR="00AB2DE8">
        <w:rPr>
          <w:bCs/>
        </w:rPr>
        <w:t>C</w:t>
      </w:r>
      <w:r>
        <w:rPr>
          <w:bCs/>
        </w:rPr>
        <w:t>’</w:t>
      </w:r>
      <w:r w:rsidR="00AB2DE8">
        <w:rPr>
          <w:bCs/>
        </w:rPr>
        <w:t>est drôle</w:t>
      </w:r>
      <w:r>
        <w:rPr>
          <w:bCs/>
        </w:rPr>
        <w:t xml:space="preserve">, </w:t>
      </w:r>
      <w:r w:rsidR="00AB2DE8">
        <w:rPr>
          <w:bCs/>
        </w:rPr>
        <w:t>murmura Schmidt</w:t>
      </w:r>
      <w:r>
        <w:rPr>
          <w:bCs/>
        </w:rPr>
        <w:t xml:space="preserve">, </w:t>
      </w:r>
      <w:r w:rsidR="00AB2DE8">
        <w:rPr>
          <w:bCs/>
        </w:rPr>
        <w:t>rêveur</w:t>
      </w:r>
      <w:r>
        <w:rPr>
          <w:bCs/>
        </w:rPr>
        <w:t xml:space="preserve">. </w:t>
      </w:r>
      <w:r w:rsidR="00AB2DE8">
        <w:rPr>
          <w:bCs/>
        </w:rPr>
        <w:t>Je me rappelle le jour</w:t>
      </w:r>
      <w:r>
        <w:rPr>
          <w:bCs/>
        </w:rPr>
        <w:t xml:space="preserve">, </w:t>
      </w:r>
      <w:r w:rsidR="00AB2DE8">
        <w:rPr>
          <w:bCs/>
        </w:rPr>
        <w:t>le lieu</w:t>
      </w:r>
      <w:r>
        <w:rPr>
          <w:bCs/>
        </w:rPr>
        <w:t xml:space="preserve">, </w:t>
      </w:r>
      <w:r w:rsidR="00AB2DE8">
        <w:rPr>
          <w:bCs/>
        </w:rPr>
        <w:t>la circonstance</w:t>
      </w:r>
      <w:r>
        <w:rPr>
          <w:bCs/>
        </w:rPr>
        <w:t xml:space="preserve">, </w:t>
      </w:r>
      <w:r w:rsidR="00AB2DE8">
        <w:rPr>
          <w:bCs/>
        </w:rPr>
        <w:t>tout</w:t>
      </w:r>
      <w:r>
        <w:rPr>
          <w:bCs/>
        </w:rPr>
        <w:t xml:space="preserve">. </w:t>
      </w:r>
      <w:r w:rsidR="00AB2DE8">
        <w:rPr>
          <w:bCs/>
        </w:rPr>
        <w:t>Et je ne me la rappelle pas</w:t>
      </w:r>
      <w:r>
        <w:rPr>
          <w:bCs/>
        </w:rPr>
        <w:t xml:space="preserve">, </w:t>
      </w:r>
      <w:r w:rsidR="00AB2DE8">
        <w:rPr>
          <w:bCs/>
        </w:rPr>
        <w:t>elle</w:t>
      </w:r>
      <w:r>
        <w:rPr>
          <w:bCs/>
        </w:rPr>
        <w:t>.</w:t>
      </w:r>
    </w:p>
    <w:p w14:paraId="7A411F60" w14:textId="77777777" w:rsidR="00C90F8D" w:rsidRDefault="00C90F8D">
      <w:pPr>
        <w:rPr>
          <w:bCs/>
        </w:rPr>
      </w:pPr>
      <w:r>
        <w:rPr>
          <w:rFonts w:eastAsia="Georgia"/>
        </w:rPr>
        <w:t>— </w:t>
      </w:r>
      <w:r w:rsidR="00AB2DE8">
        <w:rPr>
          <w:bCs/>
        </w:rPr>
        <w:t>Ni elle</w:t>
      </w:r>
      <w:r>
        <w:rPr>
          <w:bCs/>
        </w:rPr>
        <w:t xml:space="preserve">, </w:t>
      </w:r>
      <w:r w:rsidR="00AB2DE8">
        <w:rPr>
          <w:bCs/>
        </w:rPr>
        <w:t>ni beaucoup d</w:t>
      </w:r>
      <w:r>
        <w:rPr>
          <w:bCs/>
        </w:rPr>
        <w:t>’</w:t>
      </w:r>
      <w:r w:rsidR="00AB2DE8">
        <w:rPr>
          <w:bCs/>
        </w:rPr>
        <w:t>autres</w:t>
      </w:r>
      <w:r>
        <w:rPr>
          <w:bCs/>
        </w:rPr>
        <w:t xml:space="preserve">, </w:t>
      </w:r>
      <w:r w:rsidR="00AB2DE8">
        <w:rPr>
          <w:bCs/>
        </w:rPr>
        <w:t>sans doute</w:t>
      </w:r>
      <w:r>
        <w:rPr>
          <w:bCs/>
        </w:rPr>
        <w:t xml:space="preserve">, </w:t>
      </w:r>
      <w:r w:rsidR="00AB2DE8">
        <w:rPr>
          <w:bCs/>
        </w:rPr>
        <w:t>dit âprement Forestier</w:t>
      </w:r>
      <w:r>
        <w:rPr>
          <w:bCs/>
        </w:rPr>
        <w:t xml:space="preserve">. </w:t>
      </w:r>
      <w:r w:rsidR="00AB2DE8">
        <w:rPr>
          <w:bCs/>
        </w:rPr>
        <w:t>Vous autres</w:t>
      </w:r>
      <w:r>
        <w:rPr>
          <w:bCs/>
        </w:rPr>
        <w:t xml:space="preserve">, </w:t>
      </w:r>
      <w:r w:rsidR="00AB2DE8">
        <w:rPr>
          <w:bCs/>
        </w:rPr>
        <w:t>les riches</w:t>
      </w:r>
      <w:r>
        <w:rPr>
          <w:bCs/>
        </w:rPr>
        <w:t xml:space="preserve">, </w:t>
      </w:r>
      <w:r w:rsidR="00AB2DE8">
        <w:rPr>
          <w:bCs/>
        </w:rPr>
        <w:t>vous avez pu tout de suite avoir des maîtresses</w:t>
      </w:r>
      <w:r>
        <w:rPr>
          <w:bCs/>
        </w:rPr>
        <w:t xml:space="preserve">, </w:t>
      </w:r>
      <w:r w:rsidR="00AB2DE8">
        <w:rPr>
          <w:bCs/>
        </w:rPr>
        <w:t>et ce sont elles</w:t>
      </w:r>
      <w:r>
        <w:rPr>
          <w:bCs/>
        </w:rPr>
        <w:t xml:space="preserve">, </w:t>
      </w:r>
      <w:r w:rsidR="00AB2DE8">
        <w:rPr>
          <w:bCs/>
        </w:rPr>
        <w:t>c</w:t>
      </w:r>
      <w:r>
        <w:rPr>
          <w:bCs/>
        </w:rPr>
        <w:t>’</w:t>
      </w:r>
      <w:r w:rsidR="00AB2DE8">
        <w:rPr>
          <w:bCs/>
        </w:rPr>
        <w:t>est leur nombre qui vous ont sauvés</w:t>
      </w:r>
      <w:r>
        <w:rPr>
          <w:bCs/>
        </w:rPr>
        <w:t xml:space="preserve">. </w:t>
      </w:r>
      <w:r w:rsidR="00AB2DE8">
        <w:rPr>
          <w:bCs/>
        </w:rPr>
        <w:t>Nous</w:t>
      </w:r>
      <w:r>
        <w:rPr>
          <w:bCs/>
        </w:rPr>
        <w:t xml:space="preserve">, </w:t>
      </w:r>
      <w:r w:rsidR="00AB2DE8">
        <w:rPr>
          <w:bCs/>
        </w:rPr>
        <w:t>les pauvres</w:t>
      </w:r>
      <w:r>
        <w:rPr>
          <w:bCs/>
        </w:rPr>
        <w:t xml:space="preserve">, </w:t>
      </w:r>
      <w:r w:rsidR="00AB2DE8">
        <w:rPr>
          <w:bCs/>
        </w:rPr>
        <w:t>pour parvenir à posséder une femme</w:t>
      </w:r>
      <w:r>
        <w:rPr>
          <w:bCs/>
        </w:rPr>
        <w:t xml:space="preserve">, </w:t>
      </w:r>
      <w:r w:rsidR="00AB2DE8">
        <w:rPr>
          <w:bCs/>
        </w:rPr>
        <w:t>nous n</w:t>
      </w:r>
      <w:r>
        <w:rPr>
          <w:bCs/>
        </w:rPr>
        <w:t>’</w:t>
      </w:r>
      <w:r w:rsidR="00AB2DE8">
        <w:rPr>
          <w:bCs/>
        </w:rPr>
        <w:t>avons eu la plupart du temps d</w:t>
      </w:r>
      <w:r>
        <w:rPr>
          <w:bCs/>
        </w:rPr>
        <w:t>’</w:t>
      </w:r>
      <w:r w:rsidR="00AB2DE8">
        <w:rPr>
          <w:bCs/>
        </w:rPr>
        <w:t>autre moyen que de l</w:t>
      </w:r>
      <w:r>
        <w:rPr>
          <w:bCs/>
        </w:rPr>
        <w:t>’</w:t>
      </w:r>
      <w:r w:rsidR="00AB2DE8">
        <w:rPr>
          <w:bCs/>
        </w:rPr>
        <w:t>épouser</w:t>
      </w:r>
      <w:r>
        <w:rPr>
          <w:bCs/>
        </w:rPr>
        <w:t xml:space="preserve">. </w:t>
      </w:r>
      <w:r w:rsidR="00AB2DE8">
        <w:rPr>
          <w:bCs/>
        </w:rPr>
        <w:t>De là ces lamentables unions prématurées</w:t>
      </w:r>
      <w:r>
        <w:rPr>
          <w:bCs/>
        </w:rPr>
        <w:t xml:space="preserve">, </w:t>
      </w:r>
      <w:r w:rsidR="00AB2DE8">
        <w:rPr>
          <w:bCs/>
        </w:rPr>
        <w:t>que guettent</w:t>
      </w:r>
      <w:r>
        <w:rPr>
          <w:bCs/>
        </w:rPr>
        <w:t xml:space="preserve">, </w:t>
      </w:r>
      <w:r w:rsidR="00AB2DE8">
        <w:rPr>
          <w:bCs/>
        </w:rPr>
        <w:t>à la première occasion</w:t>
      </w:r>
      <w:r>
        <w:rPr>
          <w:bCs/>
        </w:rPr>
        <w:t xml:space="preserve">, </w:t>
      </w:r>
      <w:r w:rsidR="00AB2DE8">
        <w:rPr>
          <w:bCs/>
        </w:rPr>
        <w:t>les pires catastrophes</w:t>
      </w:r>
      <w:r>
        <w:rPr>
          <w:bCs/>
        </w:rPr>
        <w:t>.</w:t>
      </w:r>
    </w:p>
    <w:p w14:paraId="340CFDCB" w14:textId="77777777" w:rsidR="00C90F8D" w:rsidRDefault="00C90F8D">
      <w:pPr>
        <w:rPr>
          <w:bCs/>
        </w:rPr>
      </w:pPr>
      <w:r>
        <w:rPr>
          <w:rFonts w:eastAsia="Georgia"/>
        </w:rPr>
        <w:t>— </w:t>
      </w:r>
      <w:r w:rsidR="00AB2DE8">
        <w:rPr>
          <w:bCs/>
        </w:rPr>
        <w:t>Tu n</w:t>
      </w:r>
      <w:r>
        <w:rPr>
          <w:bCs/>
        </w:rPr>
        <w:t>’</w:t>
      </w:r>
      <w:r w:rsidR="00AB2DE8">
        <w:rPr>
          <w:bCs/>
        </w:rPr>
        <w:t>as pas le droit de parler ainsi</w:t>
      </w:r>
      <w:r>
        <w:rPr>
          <w:bCs/>
        </w:rPr>
        <w:t xml:space="preserve">. </w:t>
      </w:r>
      <w:r w:rsidR="00AB2DE8">
        <w:rPr>
          <w:bCs/>
        </w:rPr>
        <w:t>Tu aimes ta femme</w:t>
      </w:r>
      <w:r>
        <w:rPr>
          <w:bCs/>
        </w:rPr>
        <w:t xml:space="preserve">, </w:t>
      </w:r>
      <w:r w:rsidR="00AB2DE8">
        <w:rPr>
          <w:bCs/>
        </w:rPr>
        <w:t>dit Schmidt</w:t>
      </w:r>
      <w:r>
        <w:rPr>
          <w:bCs/>
        </w:rPr>
        <w:t xml:space="preserve">, </w:t>
      </w:r>
      <w:r w:rsidR="00AB2DE8">
        <w:rPr>
          <w:bCs/>
        </w:rPr>
        <w:t>sur un ton de reproche</w:t>
      </w:r>
      <w:r>
        <w:rPr>
          <w:bCs/>
        </w:rPr>
        <w:t>.</w:t>
      </w:r>
    </w:p>
    <w:p w14:paraId="1C90F3A0" w14:textId="77777777" w:rsidR="00C90F8D" w:rsidRDefault="00C90F8D">
      <w:pPr>
        <w:rPr>
          <w:bCs/>
        </w:rPr>
      </w:pPr>
      <w:r>
        <w:rPr>
          <w:rFonts w:eastAsia="Georgia"/>
        </w:rPr>
        <w:t>— </w:t>
      </w:r>
      <w:r w:rsidR="00AB2DE8">
        <w:rPr>
          <w:bCs/>
        </w:rPr>
        <w:t>Je l</w:t>
      </w:r>
      <w:r>
        <w:rPr>
          <w:bCs/>
        </w:rPr>
        <w:t>’</w:t>
      </w:r>
      <w:r w:rsidR="00AB2DE8">
        <w:rPr>
          <w:bCs/>
        </w:rPr>
        <w:t>aime</w:t>
      </w:r>
      <w:r>
        <w:rPr>
          <w:bCs/>
        </w:rPr>
        <w:t xml:space="preserve">, </w:t>
      </w:r>
      <w:r w:rsidR="00AB2DE8">
        <w:rPr>
          <w:bCs/>
        </w:rPr>
        <w:t>bien sûr</w:t>
      </w:r>
      <w:r>
        <w:rPr>
          <w:bCs/>
        </w:rPr>
        <w:t xml:space="preserve">, </w:t>
      </w:r>
      <w:r w:rsidR="00AB2DE8">
        <w:rPr>
          <w:bCs/>
        </w:rPr>
        <w:t>je l</w:t>
      </w:r>
      <w:r>
        <w:rPr>
          <w:bCs/>
        </w:rPr>
        <w:t>’</w:t>
      </w:r>
      <w:r w:rsidR="00AB2DE8">
        <w:rPr>
          <w:bCs/>
        </w:rPr>
        <w:t>aime</w:t>
      </w:r>
      <w:r>
        <w:rPr>
          <w:bCs/>
        </w:rPr>
        <w:t xml:space="preserve">, </w:t>
      </w:r>
      <w:r w:rsidR="00AB2DE8">
        <w:rPr>
          <w:bCs/>
        </w:rPr>
        <w:t>répliqua Forestier qui recommençait à s</w:t>
      </w:r>
      <w:r>
        <w:rPr>
          <w:bCs/>
        </w:rPr>
        <w:t>’</w:t>
      </w:r>
      <w:r w:rsidR="00AB2DE8">
        <w:rPr>
          <w:bCs/>
        </w:rPr>
        <w:t>exalter</w:t>
      </w:r>
      <w:r>
        <w:rPr>
          <w:bCs/>
        </w:rPr>
        <w:t xml:space="preserve">. </w:t>
      </w:r>
      <w:r w:rsidR="00AB2DE8">
        <w:rPr>
          <w:bCs/>
        </w:rPr>
        <w:t>Et puis après</w:t>
      </w:r>
      <w:r>
        <w:rPr>
          <w:bCs/>
        </w:rPr>
        <w:t xml:space="preserve"> ? </w:t>
      </w:r>
      <w:r w:rsidR="00AB2DE8">
        <w:rPr>
          <w:bCs/>
        </w:rPr>
        <w:t>Tu me fais rire</w:t>
      </w:r>
      <w:r>
        <w:rPr>
          <w:bCs/>
        </w:rPr>
        <w:t xml:space="preserve">. </w:t>
      </w:r>
      <w:r w:rsidR="00AB2DE8">
        <w:rPr>
          <w:bCs/>
        </w:rPr>
        <w:t>Aimer</w:t>
      </w:r>
      <w:r>
        <w:rPr>
          <w:bCs/>
        </w:rPr>
        <w:t xml:space="preserve">, </w:t>
      </w:r>
      <w:r w:rsidR="00AB2DE8">
        <w:rPr>
          <w:bCs/>
        </w:rPr>
        <w:t>qu</w:t>
      </w:r>
      <w:r>
        <w:rPr>
          <w:bCs/>
        </w:rPr>
        <w:t>’</w:t>
      </w:r>
      <w:r w:rsidR="00AB2DE8">
        <w:rPr>
          <w:bCs/>
        </w:rPr>
        <w:t>est-ce que cela signifie</w:t>
      </w:r>
      <w:r>
        <w:rPr>
          <w:bCs/>
        </w:rPr>
        <w:t xml:space="preserve"> ? </w:t>
      </w:r>
      <w:r w:rsidR="00AB2DE8">
        <w:rPr>
          <w:bCs/>
        </w:rPr>
        <w:t>je te le demande</w:t>
      </w:r>
      <w:r>
        <w:rPr>
          <w:bCs/>
        </w:rPr>
        <w:t xml:space="preserve">. </w:t>
      </w:r>
      <w:r w:rsidR="00AB2DE8">
        <w:rPr>
          <w:bCs/>
        </w:rPr>
        <w:t>Tu sursauterais</w:t>
      </w:r>
      <w:r>
        <w:rPr>
          <w:bCs/>
        </w:rPr>
        <w:t xml:space="preserve">, </w:t>
      </w:r>
      <w:r w:rsidR="00AB2DE8">
        <w:rPr>
          <w:bCs/>
        </w:rPr>
        <w:t>je pense</w:t>
      </w:r>
      <w:r>
        <w:rPr>
          <w:bCs/>
        </w:rPr>
        <w:t xml:space="preserve">, </w:t>
      </w:r>
      <w:r w:rsidR="00AB2DE8">
        <w:rPr>
          <w:bCs/>
        </w:rPr>
        <w:t>si</w:t>
      </w:r>
      <w:r>
        <w:rPr>
          <w:bCs/>
        </w:rPr>
        <w:t xml:space="preserve">, </w:t>
      </w:r>
      <w:r w:rsidR="00AB2DE8">
        <w:rPr>
          <w:bCs/>
        </w:rPr>
        <w:t>en chimie</w:t>
      </w:r>
      <w:r>
        <w:rPr>
          <w:bCs/>
        </w:rPr>
        <w:t xml:space="preserve">, </w:t>
      </w:r>
      <w:r w:rsidR="00AB2DE8">
        <w:rPr>
          <w:bCs/>
        </w:rPr>
        <w:t>tu m</w:t>
      </w:r>
      <w:r>
        <w:rPr>
          <w:bCs/>
        </w:rPr>
        <w:t>’</w:t>
      </w:r>
      <w:r w:rsidR="00AB2DE8">
        <w:rPr>
          <w:bCs/>
        </w:rPr>
        <w:t>entendais employer au hasard les termes de la nomenclature</w:t>
      </w:r>
      <w:r>
        <w:rPr>
          <w:bCs/>
        </w:rPr>
        <w:t xml:space="preserve">. </w:t>
      </w:r>
      <w:r w:rsidR="00AB2DE8">
        <w:rPr>
          <w:bCs/>
        </w:rPr>
        <w:t>Mais</w:t>
      </w:r>
      <w:r>
        <w:rPr>
          <w:bCs/>
        </w:rPr>
        <w:t xml:space="preserve">, </w:t>
      </w:r>
      <w:r w:rsidR="00AB2DE8">
        <w:rPr>
          <w:bCs/>
        </w:rPr>
        <w:t>du moment que c</w:t>
      </w:r>
      <w:r>
        <w:rPr>
          <w:bCs/>
        </w:rPr>
        <w:t>’</w:t>
      </w:r>
      <w:r w:rsidR="00AB2DE8">
        <w:rPr>
          <w:bCs/>
        </w:rPr>
        <w:t>est l</w:t>
      </w:r>
      <w:r>
        <w:rPr>
          <w:bCs/>
        </w:rPr>
        <w:t>’</w:t>
      </w:r>
      <w:r w:rsidR="00AB2DE8">
        <w:rPr>
          <w:bCs/>
        </w:rPr>
        <w:t>univers autrement complexe du sentiment qui est en jeu</w:t>
      </w:r>
      <w:r>
        <w:rPr>
          <w:bCs/>
        </w:rPr>
        <w:t xml:space="preserve">, </w:t>
      </w:r>
      <w:r w:rsidR="00AB2DE8">
        <w:rPr>
          <w:bCs/>
        </w:rPr>
        <w:t>tu te contentes de cet unique</w:t>
      </w:r>
      <w:r>
        <w:rPr>
          <w:bCs/>
        </w:rPr>
        <w:t xml:space="preserve">, </w:t>
      </w:r>
      <w:r w:rsidR="00AB2DE8">
        <w:rPr>
          <w:bCs/>
        </w:rPr>
        <w:t>ce ridicule mot</w:t>
      </w:r>
      <w:r>
        <w:rPr>
          <w:bCs/>
        </w:rPr>
        <w:t xml:space="preserve"> : </w:t>
      </w:r>
      <w:r w:rsidR="00AB2DE8">
        <w:rPr>
          <w:bCs/>
        </w:rPr>
        <w:t>l</w:t>
      </w:r>
      <w:r>
        <w:rPr>
          <w:bCs/>
        </w:rPr>
        <w:t>’</w:t>
      </w:r>
      <w:r w:rsidR="00AB2DE8">
        <w:rPr>
          <w:bCs/>
        </w:rPr>
        <w:t>amour</w:t>
      </w:r>
      <w:r>
        <w:rPr>
          <w:bCs/>
        </w:rPr>
        <w:t xml:space="preserve">. </w:t>
      </w:r>
      <w:r w:rsidR="00AB2DE8">
        <w:rPr>
          <w:bCs/>
        </w:rPr>
        <w:t>En voilà un qui a bon dos</w:t>
      </w:r>
      <w:r>
        <w:rPr>
          <w:bCs/>
        </w:rPr>
        <w:t xml:space="preserve"> ! </w:t>
      </w:r>
      <w:r w:rsidR="00AB2DE8">
        <w:rPr>
          <w:bCs/>
        </w:rPr>
        <w:t>Il s</w:t>
      </w:r>
      <w:r>
        <w:rPr>
          <w:bCs/>
        </w:rPr>
        <w:t>’</w:t>
      </w:r>
      <w:r w:rsidR="00AB2DE8">
        <w:rPr>
          <w:bCs/>
        </w:rPr>
        <w:t>applique à tout</w:t>
      </w:r>
      <w:r>
        <w:rPr>
          <w:bCs/>
        </w:rPr>
        <w:t xml:space="preserve">, </w:t>
      </w:r>
      <w:r w:rsidR="00AB2DE8">
        <w:rPr>
          <w:bCs/>
        </w:rPr>
        <w:t>il couvre tout</w:t>
      </w:r>
      <w:r>
        <w:rPr>
          <w:bCs/>
        </w:rPr>
        <w:t xml:space="preserve">, </w:t>
      </w:r>
      <w:r w:rsidR="00AB2DE8">
        <w:rPr>
          <w:bCs/>
        </w:rPr>
        <w:t>il explique tout</w:t>
      </w:r>
      <w:r>
        <w:rPr>
          <w:bCs/>
        </w:rPr>
        <w:t xml:space="preserve">, </w:t>
      </w:r>
      <w:r w:rsidR="00AB2DE8">
        <w:rPr>
          <w:bCs/>
        </w:rPr>
        <w:t>depuis les tumultes les plus mystérieux de la chair et du sang jusqu</w:t>
      </w:r>
      <w:r>
        <w:rPr>
          <w:bCs/>
        </w:rPr>
        <w:t>’</w:t>
      </w:r>
      <w:r w:rsidR="00AB2DE8">
        <w:rPr>
          <w:bCs/>
        </w:rPr>
        <w:t>à la gratitude que l</w:t>
      </w:r>
      <w:r>
        <w:rPr>
          <w:bCs/>
        </w:rPr>
        <w:t>’</w:t>
      </w:r>
      <w:r w:rsidR="00AB2DE8">
        <w:rPr>
          <w:bCs/>
        </w:rPr>
        <w:t>on a pour la compagne qui prépare votre café au lait et raccommode vos chaussettes</w:t>
      </w:r>
      <w:r>
        <w:rPr>
          <w:bCs/>
        </w:rPr>
        <w:t xml:space="preserve">, </w:t>
      </w:r>
      <w:r w:rsidR="00AB2DE8">
        <w:rPr>
          <w:bCs/>
        </w:rPr>
        <w:t>ou le respect que vous inspire la mère de vos enfants</w:t>
      </w:r>
      <w:r>
        <w:rPr>
          <w:bCs/>
        </w:rPr>
        <w:t xml:space="preserve">. </w:t>
      </w:r>
      <w:r w:rsidR="00AB2DE8">
        <w:rPr>
          <w:bCs/>
        </w:rPr>
        <w:t>Cette femme</w:t>
      </w:r>
      <w:r>
        <w:rPr>
          <w:bCs/>
        </w:rPr>
        <w:t xml:space="preserve">, </w:t>
      </w:r>
      <w:r w:rsidR="00AB2DE8">
        <w:rPr>
          <w:bCs/>
        </w:rPr>
        <w:t>cette passante que tu as oubliée</w:t>
      </w:r>
      <w:r>
        <w:rPr>
          <w:bCs/>
        </w:rPr>
        <w:t xml:space="preserve">, </w:t>
      </w:r>
      <w:r w:rsidR="00AB2DE8">
        <w:rPr>
          <w:bCs/>
        </w:rPr>
        <w:t>je me la rappelle</w:t>
      </w:r>
      <w:r>
        <w:rPr>
          <w:bCs/>
        </w:rPr>
        <w:t xml:space="preserve">, </w:t>
      </w:r>
      <w:r w:rsidR="00AB2DE8">
        <w:rPr>
          <w:bCs/>
        </w:rPr>
        <w:t>moi</w:t>
      </w:r>
      <w:r>
        <w:rPr>
          <w:bCs/>
        </w:rPr>
        <w:t xml:space="preserve">, </w:t>
      </w:r>
      <w:r w:rsidR="00AB2DE8">
        <w:rPr>
          <w:bCs/>
        </w:rPr>
        <w:t>car elle a pris dans mon souvenir la valeur d</w:t>
      </w:r>
      <w:r>
        <w:rPr>
          <w:bCs/>
        </w:rPr>
        <w:t>’</w:t>
      </w:r>
      <w:r w:rsidR="00AB2DE8">
        <w:rPr>
          <w:bCs/>
        </w:rPr>
        <w:t>un symbole</w:t>
      </w:r>
      <w:r>
        <w:rPr>
          <w:bCs/>
        </w:rPr>
        <w:t xml:space="preserve">. </w:t>
      </w:r>
      <w:r w:rsidR="00AB2DE8">
        <w:rPr>
          <w:bCs/>
        </w:rPr>
        <w:t>Vous discutiez tous les deux de l</w:t>
      </w:r>
      <w:r>
        <w:rPr>
          <w:bCs/>
        </w:rPr>
        <w:t>’</w:t>
      </w:r>
      <w:r w:rsidR="00AB2DE8">
        <w:rPr>
          <w:bCs/>
        </w:rPr>
        <w:t>endroit où vous iriez déjeuner</w:t>
      </w:r>
      <w:r>
        <w:rPr>
          <w:bCs/>
        </w:rPr>
        <w:t xml:space="preserve">. </w:t>
      </w:r>
      <w:r w:rsidR="00AB2DE8">
        <w:rPr>
          <w:bCs/>
        </w:rPr>
        <w:t xml:space="preserve">Tu </w:t>
      </w:r>
      <w:r w:rsidR="00AB2DE8">
        <w:rPr>
          <w:bCs/>
        </w:rPr>
        <w:lastRenderedPageBreak/>
        <w:t>vois si ma mémoire est fidèle</w:t>
      </w:r>
      <w:r>
        <w:rPr>
          <w:bCs/>
        </w:rPr>
        <w:t xml:space="preserve">. </w:t>
      </w:r>
      <w:r w:rsidR="00AB2DE8">
        <w:rPr>
          <w:bCs/>
        </w:rPr>
        <w:t>Elle finit par choisir un restaurant de Bougival</w:t>
      </w:r>
      <w:r>
        <w:rPr>
          <w:bCs/>
        </w:rPr>
        <w:t xml:space="preserve">. </w:t>
      </w:r>
      <w:r w:rsidR="00AB2DE8">
        <w:rPr>
          <w:bCs/>
        </w:rPr>
        <w:t>Tu m</w:t>
      </w:r>
      <w:r>
        <w:rPr>
          <w:bCs/>
        </w:rPr>
        <w:t>’</w:t>
      </w:r>
      <w:r w:rsidR="00AB2DE8">
        <w:rPr>
          <w:bCs/>
        </w:rPr>
        <w:t>invitas même</w:t>
      </w:r>
      <w:r>
        <w:rPr>
          <w:bCs/>
        </w:rPr>
        <w:t xml:space="preserve">, </w:t>
      </w:r>
      <w:r w:rsidR="00AB2DE8">
        <w:rPr>
          <w:bCs/>
        </w:rPr>
        <w:t>par gentillesse</w:t>
      </w:r>
      <w:r>
        <w:rPr>
          <w:bCs/>
        </w:rPr>
        <w:t xml:space="preserve">, </w:t>
      </w:r>
      <w:r w:rsidR="00AB2DE8">
        <w:rPr>
          <w:bCs/>
        </w:rPr>
        <w:t>à vous accompagner</w:t>
      </w:r>
      <w:r>
        <w:rPr>
          <w:bCs/>
        </w:rPr>
        <w:t xml:space="preserve">. </w:t>
      </w:r>
      <w:r w:rsidR="00AB2DE8">
        <w:rPr>
          <w:bCs/>
        </w:rPr>
        <w:t>Que le ciel était bleu</w:t>
      </w:r>
      <w:r>
        <w:rPr>
          <w:bCs/>
        </w:rPr>
        <w:t xml:space="preserve">, </w:t>
      </w:r>
      <w:r w:rsidR="00AB2DE8">
        <w:rPr>
          <w:bCs/>
        </w:rPr>
        <w:t>qu</w:t>
      </w:r>
      <w:r>
        <w:rPr>
          <w:bCs/>
        </w:rPr>
        <w:t>’</w:t>
      </w:r>
      <w:r w:rsidR="00AB2DE8">
        <w:rPr>
          <w:bCs/>
        </w:rPr>
        <w:t>il faisait beau</w:t>
      </w:r>
      <w:r>
        <w:rPr>
          <w:bCs/>
        </w:rPr>
        <w:t xml:space="preserve">, </w:t>
      </w:r>
      <w:r w:rsidR="00AB2DE8">
        <w:rPr>
          <w:bCs/>
        </w:rPr>
        <w:t>mon Dieu</w:t>
      </w:r>
      <w:r>
        <w:rPr>
          <w:bCs/>
        </w:rPr>
        <w:t xml:space="preserve"> ! </w:t>
      </w:r>
      <w:r w:rsidR="00AB2DE8">
        <w:rPr>
          <w:bCs/>
        </w:rPr>
        <w:t>Je trouvai un prétexte pour ne pas accepter</w:t>
      </w:r>
      <w:r>
        <w:rPr>
          <w:bCs/>
        </w:rPr>
        <w:t xml:space="preserve">, </w:t>
      </w:r>
      <w:r w:rsidR="00AB2DE8">
        <w:rPr>
          <w:bCs/>
        </w:rPr>
        <w:t>le prétexte de ceux qui savent qu</w:t>
      </w:r>
      <w:r>
        <w:rPr>
          <w:bCs/>
        </w:rPr>
        <w:t>’</w:t>
      </w:r>
      <w:r w:rsidR="00AB2DE8">
        <w:rPr>
          <w:bCs/>
        </w:rPr>
        <w:t>un apéritif</w:t>
      </w:r>
      <w:r>
        <w:rPr>
          <w:bCs/>
        </w:rPr>
        <w:t xml:space="preserve">, </w:t>
      </w:r>
      <w:r w:rsidR="00AB2DE8">
        <w:rPr>
          <w:bCs/>
        </w:rPr>
        <w:t>ils peuvent le rendre</w:t>
      </w:r>
      <w:r>
        <w:rPr>
          <w:bCs/>
        </w:rPr>
        <w:t xml:space="preserve">, </w:t>
      </w:r>
      <w:r w:rsidR="00AB2DE8">
        <w:rPr>
          <w:bCs/>
        </w:rPr>
        <w:t>tandis qu</w:t>
      </w:r>
      <w:r>
        <w:rPr>
          <w:bCs/>
        </w:rPr>
        <w:t>’</w:t>
      </w:r>
      <w:r w:rsidR="00AB2DE8">
        <w:rPr>
          <w:bCs/>
        </w:rPr>
        <w:t>un déjeuner</w:t>
      </w:r>
      <w:r>
        <w:rPr>
          <w:bCs/>
        </w:rPr>
        <w:t xml:space="preserve">, </w:t>
      </w:r>
      <w:r w:rsidR="00AB2DE8">
        <w:rPr>
          <w:bCs/>
        </w:rPr>
        <w:t>ça ne leur est pas aussi commode</w:t>
      </w:r>
      <w:r>
        <w:rPr>
          <w:bCs/>
        </w:rPr>
        <w:t xml:space="preserve">. </w:t>
      </w:r>
      <w:r w:rsidR="00AB2DE8">
        <w:rPr>
          <w:bCs/>
        </w:rPr>
        <w:t>Vous partis</w:t>
      </w:r>
      <w:r>
        <w:rPr>
          <w:bCs/>
        </w:rPr>
        <w:t xml:space="preserve">, </w:t>
      </w:r>
      <w:r w:rsidR="00AB2DE8">
        <w:rPr>
          <w:bCs/>
        </w:rPr>
        <w:t>je regagnai la vieille rue Descartes et me plongeai avec une ardeur mystique dans mes cahiers</w:t>
      </w:r>
      <w:r>
        <w:rPr>
          <w:bCs/>
        </w:rPr>
        <w:t xml:space="preserve">. </w:t>
      </w:r>
      <w:r w:rsidR="00AB2DE8">
        <w:rPr>
          <w:bCs/>
        </w:rPr>
        <w:t>Encore une fois</w:t>
      </w:r>
      <w:r>
        <w:rPr>
          <w:bCs/>
        </w:rPr>
        <w:t xml:space="preserve">, </w:t>
      </w:r>
      <w:r w:rsidR="00AB2DE8">
        <w:rPr>
          <w:bCs/>
        </w:rPr>
        <w:t>je ne souffrais point</w:t>
      </w:r>
      <w:r>
        <w:rPr>
          <w:bCs/>
        </w:rPr>
        <w:t xml:space="preserve">. </w:t>
      </w:r>
      <w:r w:rsidR="00AB2DE8">
        <w:rPr>
          <w:bCs/>
        </w:rPr>
        <w:t>Je trouvais cette différence de ton sort et du mien toute naturelle</w:t>
      </w:r>
      <w:r>
        <w:rPr>
          <w:bCs/>
        </w:rPr>
        <w:t xml:space="preserve">. </w:t>
      </w:r>
      <w:r w:rsidR="00AB2DE8">
        <w:rPr>
          <w:bCs/>
        </w:rPr>
        <w:t>J</w:t>
      </w:r>
      <w:r>
        <w:rPr>
          <w:bCs/>
        </w:rPr>
        <w:t>’</w:t>
      </w:r>
      <w:r w:rsidR="00AB2DE8">
        <w:rPr>
          <w:bCs/>
        </w:rPr>
        <w:t>avais une confiance naïve dans l</w:t>
      </w:r>
      <w:r>
        <w:rPr>
          <w:bCs/>
        </w:rPr>
        <w:t>’</w:t>
      </w:r>
      <w:r w:rsidR="00AB2DE8">
        <w:rPr>
          <w:bCs/>
        </w:rPr>
        <w:t>avenir pour l</w:t>
      </w:r>
      <w:r>
        <w:rPr>
          <w:bCs/>
        </w:rPr>
        <w:t>’</w:t>
      </w:r>
      <w:r w:rsidR="00AB2DE8">
        <w:rPr>
          <w:bCs/>
        </w:rPr>
        <w:t>effacer</w:t>
      </w:r>
      <w:r>
        <w:rPr>
          <w:bCs/>
        </w:rPr>
        <w:t xml:space="preserve">. </w:t>
      </w:r>
      <w:r w:rsidR="00AB2DE8">
        <w:rPr>
          <w:bCs/>
        </w:rPr>
        <w:t>Mais l</w:t>
      </w:r>
      <w:r>
        <w:rPr>
          <w:bCs/>
        </w:rPr>
        <w:t>’</w:t>
      </w:r>
      <w:r w:rsidR="00AB2DE8">
        <w:rPr>
          <w:bCs/>
        </w:rPr>
        <w:t>avenir n</w:t>
      </w:r>
      <w:r>
        <w:rPr>
          <w:bCs/>
        </w:rPr>
        <w:t>’</w:t>
      </w:r>
      <w:r w:rsidR="00AB2DE8">
        <w:rPr>
          <w:bCs/>
        </w:rPr>
        <w:t>efface jamais rien</w:t>
      </w:r>
      <w:r>
        <w:rPr>
          <w:bCs/>
        </w:rPr>
        <w:t xml:space="preserve"> ; </w:t>
      </w:r>
      <w:r w:rsidR="00AB2DE8">
        <w:rPr>
          <w:bCs/>
        </w:rPr>
        <w:t>il aggrave</w:t>
      </w:r>
      <w:r>
        <w:rPr>
          <w:bCs/>
        </w:rPr>
        <w:t xml:space="preserve">. </w:t>
      </w:r>
      <w:r w:rsidR="00AB2DE8">
        <w:rPr>
          <w:bCs/>
        </w:rPr>
        <w:t>Si j</w:t>
      </w:r>
      <w:r>
        <w:rPr>
          <w:bCs/>
        </w:rPr>
        <w:t>’</w:t>
      </w:r>
      <w:r w:rsidR="00AB2DE8">
        <w:rPr>
          <w:bCs/>
        </w:rPr>
        <w:t>avais souffert</w:t>
      </w:r>
      <w:r>
        <w:rPr>
          <w:bCs/>
        </w:rPr>
        <w:t xml:space="preserve">, </w:t>
      </w:r>
      <w:r w:rsidR="00AB2DE8">
        <w:rPr>
          <w:bCs/>
        </w:rPr>
        <w:t>si je m</w:t>
      </w:r>
      <w:r>
        <w:rPr>
          <w:bCs/>
        </w:rPr>
        <w:t>’</w:t>
      </w:r>
      <w:r w:rsidR="00AB2DE8">
        <w:rPr>
          <w:bCs/>
        </w:rPr>
        <w:t>étais insurgé</w:t>
      </w:r>
      <w:r>
        <w:rPr>
          <w:bCs/>
        </w:rPr>
        <w:t xml:space="preserve">, </w:t>
      </w:r>
      <w:r w:rsidR="00AB2DE8">
        <w:rPr>
          <w:bCs/>
        </w:rPr>
        <w:t>j</w:t>
      </w:r>
      <w:r>
        <w:rPr>
          <w:bCs/>
        </w:rPr>
        <w:t>’</w:t>
      </w:r>
      <w:r w:rsidR="00AB2DE8">
        <w:rPr>
          <w:bCs/>
        </w:rPr>
        <w:t>aurais peut-être été sauvé</w:t>
      </w:r>
      <w:r>
        <w:rPr>
          <w:bCs/>
        </w:rPr>
        <w:t xml:space="preserve">. </w:t>
      </w:r>
      <w:r w:rsidR="00AB2DE8">
        <w:rPr>
          <w:bCs/>
        </w:rPr>
        <w:t>Je n</w:t>
      </w:r>
      <w:r>
        <w:rPr>
          <w:bCs/>
        </w:rPr>
        <w:t>’</w:t>
      </w:r>
      <w:r w:rsidR="00AB2DE8">
        <w:rPr>
          <w:bCs/>
        </w:rPr>
        <w:t>aurais pas été celui qui prend tout au sérieux</w:t>
      </w:r>
      <w:r>
        <w:rPr>
          <w:bCs/>
        </w:rPr>
        <w:t xml:space="preserve">, </w:t>
      </w:r>
      <w:r w:rsidR="00AB2DE8">
        <w:rPr>
          <w:bCs/>
        </w:rPr>
        <w:t>et croit sa destinée engagée pour toujours par le sourire de la première femme qui passe</w:t>
      </w:r>
      <w:r>
        <w:rPr>
          <w:bCs/>
        </w:rPr>
        <w:t xml:space="preserve">. </w:t>
      </w:r>
      <w:r w:rsidR="00AB2DE8">
        <w:rPr>
          <w:bCs/>
        </w:rPr>
        <w:t>Cette femme</w:t>
      </w:r>
      <w:r>
        <w:rPr>
          <w:bCs/>
        </w:rPr>
        <w:t xml:space="preserve">, </w:t>
      </w:r>
      <w:r w:rsidR="00AB2DE8">
        <w:rPr>
          <w:bCs/>
        </w:rPr>
        <w:t>sans doute</w:t>
      </w:r>
      <w:r>
        <w:rPr>
          <w:bCs/>
        </w:rPr>
        <w:t xml:space="preserve">, </w:t>
      </w:r>
      <w:r w:rsidR="00AB2DE8">
        <w:rPr>
          <w:bCs/>
        </w:rPr>
        <w:t>elle peut ne jamais passer</w:t>
      </w:r>
      <w:r>
        <w:rPr>
          <w:bCs/>
        </w:rPr>
        <w:t xml:space="preserve">. </w:t>
      </w:r>
      <w:r w:rsidR="00AB2DE8">
        <w:rPr>
          <w:bCs/>
        </w:rPr>
        <w:t>Alors</w:t>
      </w:r>
      <w:r>
        <w:rPr>
          <w:bCs/>
        </w:rPr>
        <w:t xml:space="preserve">, </w:t>
      </w:r>
      <w:r w:rsidR="00AB2DE8">
        <w:rPr>
          <w:bCs/>
        </w:rPr>
        <w:t>tout est bien</w:t>
      </w:r>
      <w:r>
        <w:rPr>
          <w:bCs/>
        </w:rPr>
        <w:t xml:space="preserve">, </w:t>
      </w:r>
      <w:r w:rsidR="00AB2DE8">
        <w:rPr>
          <w:bCs/>
        </w:rPr>
        <w:t>et l</w:t>
      </w:r>
      <w:r>
        <w:rPr>
          <w:bCs/>
        </w:rPr>
        <w:t>’</w:t>
      </w:r>
      <w:r w:rsidR="00AB2DE8">
        <w:rPr>
          <w:bCs/>
        </w:rPr>
        <w:t>on arrive sans secousses au terme de son existence</w:t>
      </w:r>
      <w:r>
        <w:rPr>
          <w:bCs/>
        </w:rPr>
        <w:t xml:space="preserve">, </w:t>
      </w:r>
      <w:r w:rsidR="00AB2DE8">
        <w:rPr>
          <w:bCs/>
        </w:rPr>
        <w:t>en s</w:t>
      </w:r>
      <w:r>
        <w:rPr>
          <w:bCs/>
        </w:rPr>
        <w:t>’</w:t>
      </w:r>
      <w:r w:rsidR="00AB2DE8">
        <w:rPr>
          <w:bCs/>
        </w:rPr>
        <w:t>imaginant que le bonheur</w:t>
      </w:r>
      <w:r>
        <w:rPr>
          <w:bCs/>
        </w:rPr>
        <w:t xml:space="preserve">, </w:t>
      </w:r>
      <w:r w:rsidR="00AB2DE8">
        <w:rPr>
          <w:bCs/>
        </w:rPr>
        <w:t>c</w:t>
      </w:r>
      <w:r>
        <w:rPr>
          <w:bCs/>
        </w:rPr>
        <w:t>’</w:t>
      </w:r>
      <w:r w:rsidR="00AB2DE8">
        <w:rPr>
          <w:bCs/>
        </w:rPr>
        <w:t>est cette monotonie</w:t>
      </w:r>
      <w:r>
        <w:rPr>
          <w:bCs/>
        </w:rPr>
        <w:t xml:space="preserve">, </w:t>
      </w:r>
      <w:r w:rsidR="00AB2DE8">
        <w:rPr>
          <w:bCs/>
        </w:rPr>
        <w:t>ce néant</w:t>
      </w:r>
      <w:r>
        <w:rPr>
          <w:bCs/>
        </w:rPr>
        <w:t xml:space="preserve">, </w:t>
      </w:r>
      <w:r w:rsidR="00AB2DE8">
        <w:rPr>
          <w:bCs/>
        </w:rPr>
        <w:t>ce vide</w:t>
      </w:r>
      <w:r>
        <w:rPr>
          <w:bCs/>
        </w:rPr>
        <w:t xml:space="preserve">. </w:t>
      </w:r>
      <w:r w:rsidR="00AB2DE8">
        <w:rPr>
          <w:bCs/>
        </w:rPr>
        <w:t>La terre est peuplée d</w:t>
      </w:r>
      <w:r>
        <w:rPr>
          <w:bCs/>
        </w:rPr>
        <w:t>’</w:t>
      </w:r>
      <w:r w:rsidR="00AB2DE8">
        <w:rPr>
          <w:bCs/>
        </w:rPr>
        <w:t>infortunés de ce genre</w:t>
      </w:r>
      <w:r>
        <w:rPr>
          <w:bCs/>
        </w:rPr>
        <w:t xml:space="preserve">, </w:t>
      </w:r>
      <w:r w:rsidR="00AB2DE8">
        <w:rPr>
          <w:bCs/>
        </w:rPr>
        <w:t>qui se figurent que rien ne leur manque</w:t>
      </w:r>
      <w:r>
        <w:rPr>
          <w:bCs/>
        </w:rPr>
        <w:t xml:space="preserve">. </w:t>
      </w:r>
      <w:r w:rsidR="00AB2DE8">
        <w:rPr>
          <w:bCs/>
        </w:rPr>
        <w:t>Mais que l</w:t>
      </w:r>
      <w:r>
        <w:rPr>
          <w:bCs/>
        </w:rPr>
        <w:t>’</w:t>
      </w:r>
      <w:r w:rsidR="00AB2DE8">
        <w:rPr>
          <w:bCs/>
        </w:rPr>
        <w:t>événement qu</w:t>
      </w:r>
      <w:r>
        <w:rPr>
          <w:bCs/>
        </w:rPr>
        <w:t>’</w:t>
      </w:r>
      <w:r w:rsidR="00AB2DE8">
        <w:rPr>
          <w:bCs/>
        </w:rPr>
        <w:t>ils n</w:t>
      </w:r>
      <w:r>
        <w:rPr>
          <w:bCs/>
        </w:rPr>
        <w:t>’</w:t>
      </w:r>
      <w:r w:rsidR="00AB2DE8">
        <w:rPr>
          <w:bCs/>
        </w:rPr>
        <w:t>attendaient pas vienne à se produire</w:t>
      </w:r>
      <w:r>
        <w:rPr>
          <w:bCs/>
        </w:rPr>
        <w:t xml:space="preserve">, </w:t>
      </w:r>
      <w:r w:rsidR="00AB2DE8">
        <w:rPr>
          <w:bCs/>
        </w:rPr>
        <w:t>qu</w:t>
      </w:r>
      <w:r>
        <w:rPr>
          <w:bCs/>
        </w:rPr>
        <w:t>’</w:t>
      </w:r>
      <w:r w:rsidR="00AB2DE8">
        <w:rPr>
          <w:bCs/>
        </w:rPr>
        <w:t>ils aient</w:t>
      </w:r>
      <w:r>
        <w:rPr>
          <w:bCs/>
        </w:rPr>
        <w:t xml:space="preserve">, </w:t>
      </w:r>
      <w:r w:rsidR="00AB2DE8">
        <w:rPr>
          <w:bCs/>
        </w:rPr>
        <w:t>à sa lueur</w:t>
      </w:r>
      <w:r>
        <w:rPr>
          <w:bCs/>
        </w:rPr>
        <w:t xml:space="preserve">, </w:t>
      </w:r>
      <w:r w:rsidR="00AB2DE8">
        <w:rPr>
          <w:bCs/>
        </w:rPr>
        <w:t>la soudaine révélation qu</w:t>
      </w:r>
      <w:r>
        <w:rPr>
          <w:bCs/>
        </w:rPr>
        <w:t>’</w:t>
      </w:r>
      <w:r w:rsidR="00AB2DE8">
        <w:rPr>
          <w:bCs/>
        </w:rPr>
        <w:t>il y a tout de même autre chose</w:t>
      </w:r>
      <w:r>
        <w:rPr>
          <w:bCs/>
        </w:rPr>
        <w:t xml:space="preserve">, </w:t>
      </w:r>
      <w:r w:rsidR="00AB2DE8">
        <w:rPr>
          <w:bCs/>
        </w:rPr>
        <w:t>une chose qu</w:t>
      </w:r>
      <w:r>
        <w:rPr>
          <w:bCs/>
        </w:rPr>
        <w:t>’</w:t>
      </w:r>
      <w:r w:rsidR="00AB2DE8">
        <w:rPr>
          <w:bCs/>
        </w:rPr>
        <w:t>ils ont failli ne pas connaître</w:t>
      </w:r>
      <w:r>
        <w:rPr>
          <w:bCs/>
        </w:rPr>
        <w:t xml:space="preserve">, </w:t>
      </w:r>
      <w:r w:rsidR="00AB2DE8">
        <w:rPr>
          <w:bCs/>
        </w:rPr>
        <w:t>les voilà alors avec l</w:t>
      </w:r>
      <w:r>
        <w:rPr>
          <w:bCs/>
        </w:rPr>
        <w:t>’</w:t>
      </w:r>
      <w:r w:rsidR="00AB2DE8">
        <w:rPr>
          <w:bCs/>
        </w:rPr>
        <w:t>impression qu</w:t>
      </w:r>
      <w:r>
        <w:rPr>
          <w:bCs/>
        </w:rPr>
        <w:t>’</w:t>
      </w:r>
      <w:r w:rsidR="00AB2DE8">
        <w:rPr>
          <w:bCs/>
        </w:rPr>
        <w:t>ils ont été bernés</w:t>
      </w:r>
      <w:r>
        <w:rPr>
          <w:bCs/>
        </w:rPr>
        <w:t xml:space="preserve">. </w:t>
      </w:r>
      <w:r w:rsidR="00AB2DE8">
        <w:rPr>
          <w:bCs/>
        </w:rPr>
        <w:t>Le réveil est épouvantable</w:t>
      </w:r>
      <w:r>
        <w:rPr>
          <w:bCs/>
        </w:rPr>
        <w:t xml:space="preserve">, </w:t>
      </w:r>
      <w:r w:rsidR="00AB2DE8">
        <w:rPr>
          <w:bCs/>
        </w:rPr>
        <w:t>tu peux m</w:t>
      </w:r>
      <w:r>
        <w:rPr>
          <w:bCs/>
        </w:rPr>
        <w:t>’</w:t>
      </w:r>
      <w:r w:rsidR="00AB2DE8">
        <w:rPr>
          <w:bCs/>
        </w:rPr>
        <w:t>en croire</w:t>
      </w:r>
      <w:r>
        <w:rPr>
          <w:bCs/>
        </w:rPr>
        <w:t xml:space="preserve">. </w:t>
      </w:r>
      <w:r w:rsidR="00AB2DE8">
        <w:rPr>
          <w:bCs/>
        </w:rPr>
        <w:t>Ma vie</w:t>
      </w:r>
      <w:r>
        <w:rPr>
          <w:bCs/>
        </w:rPr>
        <w:t xml:space="preserve">, </w:t>
      </w:r>
      <w:r w:rsidR="00AB2DE8">
        <w:rPr>
          <w:bCs/>
        </w:rPr>
        <w:t>à moi</w:t>
      </w:r>
      <w:r>
        <w:rPr>
          <w:bCs/>
        </w:rPr>
        <w:t xml:space="preserve">, </w:t>
      </w:r>
      <w:r w:rsidR="00AB2DE8">
        <w:rPr>
          <w:bCs/>
        </w:rPr>
        <w:t>semblait bien réunir toutes les conditions pour ne jamais être bouleversée par quelque chose de semblable</w:t>
      </w:r>
      <w:r>
        <w:rPr>
          <w:bCs/>
        </w:rPr>
        <w:t xml:space="preserve">. </w:t>
      </w:r>
      <w:r w:rsidR="00AB2DE8">
        <w:rPr>
          <w:bCs/>
        </w:rPr>
        <w:t>Je ne soupçonnais même pas que cela pût exister</w:t>
      </w:r>
      <w:r>
        <w:rPr>
          <w:bCs/>
        </w:rPr>
        <w:t xml:space="preserve">. </w:t>
      </w:r>
      <w:r w:rsidR="00AB2DE8">
        <w:rPr>
          <w:bCs/>
        </w:rPr>
        <w:t>Mais on ne peut</w:t>
      </w:r>
      <w:r>
        <w:rPr>
          <w:bCs/>
        </w:rPr>
        <w:t xml:space="preserve">, </w:t>
      </w:r>
      <w:r w:rsidR="00AB2DE8">
        <w:rPr>
          <w:bCs/>
        </w:rPr>
        <w:t>n</w:t>
      </w:r>
      <w:r>
        <w:rPr>
          <w:bCs/>
        </w:rPr>
        <w:t>’</w:t>
      </w:r>
      <w:r w:rsidR="00AB2DE8">
        <w:rPr>
          <w:bCs/>
        </w:rPr>
        <w:t>est-ce pas</w:t>
      </w:r>
      <w:r>
        <w:rPr>
          <w:bCs/>
        </w:rPr>
        <w:t xml:space="preserve">, </w:t>
      </w:r>
      <w:r w:rsidR="00AB2DE8">
        <w:rPr>
          <w:bCs/>
        </w:rPr>
        <w:t>se défier de l</w:t>
      </w:r>
      <w:r>
        <w:rPr>
          <w:bCs/>
        </w:rPr>
        <w:t>’</w:t>
      </w:r>
      <w:r w:rsidR="00AB2DE8">
        <w:rPr>
          <w:bCs/>
        </w:rPr>
        <w:t>inconnu</w:t>
      </w:r>
      <w:r>
        <w:rPr>
          <w:bCs/>
        </w:rPr>
        <w:t xml:space="preserve">, </w:t>
      </w:r>
      <w:r w:rsidR="00AB2DE8">
        <w:rPr>
          <w:bCs/>
        </w:rPr>
        <w:t>ni calculer l</w:t>
      </w:r>
      <w:r>
        <w:rPr>
          <w:bCs/>
        </w:rPr>
        <w:t>’</w:t>
      </w:r>
      <w:r w:rsidR="00AB2DE8">
        <w:rPr>
          <w:bCs/>
        </w:rPr>
        <w:t>imprévisible</w:t>
      </w:r>
      <w:r>
        <w:rPr>
          <w:bCs/>
        </w:rPr>
        <w:t xml:space="preserve">. </w:t>
      </w:r>
      <w:r w:rsidR="00AB2DE8">
        <w:rPr>
          <w:bCs/>
        </w:rPr>
        <w:t>Il y a eu la guerre</w:t>
      </w:r>
      <w:r>
        <w:rPr>
          <w:bCs/>
        </w:rPr>
        <w:t xml:space="preserve">. </w:t>
      </w:r>
      <w:r w:rsidR="00AB2DE8">
        <w:rPr>
          <w:bCs/>
        </w:rPr>
        <w:t>La guerre a apporté à de pauvres hommes qui se croyaient heureux la terrible révélation du contraire</w:t>
      </w:r>
      <w:r>
        <w:rPr>
          <w:bCs/>
        </w:rPr>
        <w:t xml:space="preserve">. </w:t>
      </w:r>
      <w:r w:rsidR="00AB2DE8">
        <w:rPr>
          <w:bCs/>
        </w:rPr>
        <w:t>J</w:t>
      </w:r>
      <w:r>
        <w:rPr>
          <w:bCs/>
        </w:rPr>
        <w:t>’</w:t>
      </w:r>
      <w:r w:rsidR="00AB2DE8">
        <w:rPr>
          <w:bCs/>
        </w:rPr>
        <w:t>ai été de ces victimes-là</w:t>
      </w:r>
      <w:r>
        <w:rPr>
          <w:bCs/>
        </w:rPr>
        <w:t xml:space="preserve">. </w:t>
      </w:r>
      <w:r w:rsidR="00AB2DE8">
        <w:rPr>
          <w:bCs/>
        </w:rPr>
        <w:t>Je t</w:t>
      </w:r>
      <w:r>
        <w:rPr>
          <w:bCs/>
        </w:rPr>
        <w:t>’</w:t>
      </w:r>
      <w:r w:rsidR="00AB2DE8">
        <w:rPr>
          <w:bCs/>
        </w:rPr>
        <w:t xml:space="preserve">ai promis </w:t>
      </w:r>
      <w:r w:rsidR="00AB2DE8">
        <w:rPr>
          <w:bCs/>
        </w:rPr>
        <w:lastRenderedPageBreak/>
        <w:t>d</w:t>
      </w:r>
      <w:r>
        <w:rPr>
          <w:bCs/>
        </w:rPr>
        <w:t>’</w:t>
      </w:r>
      <w:r w:rsidR="00AB2DE8">
        <w:rPr>
          <w:bCs/>
        </w:rPr>
        <w:t>être calme</w:t>
      </w:r>
      <w:r>
        <w:rPr>
          <w:bCs/>
        </w:rPr>
        <w:t xml:space="preserve">. </w:t>
      </w:r>
      <w:r w:rsidR="00AB2DE8">
        <w:rPr>
          <w:bCs/>
        </w:rPr>
        <w:t>Je crains de t</w:t>
      </w:r>
      <w:r>
        <w:rPr>
          <w:bCs/>
        </w:rPr>
        <w:t>’</w:t>
      </w:r>
      <w:r w:rsidR="00AB2DE8">
        <w:rPr>
          <w:bCs/>
        </w:rPr>
        <w:t>ennuyer</w:t>
      </w:r>
      <w:r>
        <w:rPr>
          <w:bCs/>
        </w:rPr>
        <w:t xml:space="preserve">, </w:t>
      </w:r>
      <w:r w:rsidR="00AB2DE8">
        <w:rPr>
          <w:bCs/>
        </w:rPr>
        <w:t>à la longue</w:t>
      </w:r>
      <w:r>
        <w:rPr>
          <w:bCs/>
        </w:rPr>
        <w:t xml:space="preserve">, </w:t>
      </w:r>
      <w:r w:rsidR="00AB2DE8">
        <w:rPr>
          <w:bCs/>
        </w:rPr>
        <w:t>avec mes divagations</w:t>
      </w:r>
      <w:r>
        <w:rPr>
          <w:bCs/>
        </w:rPr>
        <w:t>…</w:t>
      </w:r>
    </w:p>
    <w:p w14:paraId="2A2EE907" w14:textId="77777777" w:rsidR="00C90F8D" w:rsidRDefault="00AB2DE8">
      <w:pPr>
        <w:rPr>
          <w:bCs/>
        </w:rPr>
      </w:pPr>
      <w:r>
        <w:rPr>
          <w:bCs/>
        </w:rPr>
        <w:t>Schmidt secoua la tête</w:t>
      </w:r>
      <w:r w:rsidR="00C90F8D">
        <w:rPr>
          <w:bCs/>
        </w:rPr>
        <w:t>.</w:t>
      </w:r>
    </w:p>
    <w:p w14:paraId="16B30573" w14:textId="77777777" w:rsidR="00C90F8D" w:rsidRDefault="00C90F8D">
      <w:pPr>
        <w:rPr>
          <w:bCs/>
        </w:rPr>
      </w:pPr>
      <w:r>
        <w:rPr>
          <w:rFonts w:eastAsia="Georgia"/>
        </w:rPr>
        <w:t>— </w:t>
      </w:r>
      <w:r w:rsidR="00AB2DE8">
        <w:rPr>
          <w:bCs/>
        </w:rPr>
        <w:t>Continue</w:t>
      </w:r>
      <w:r>
        <w:rPr>
          <w:bCs/>
        </w:rPr>
        <w:t xml:space="preserve">, </w:t>
      </w:r>
      <w:r w:rsidR="00AB2DE8">
        <w:rPr>
          <w:bCs/>
        </w:rPr>
        <w:t>dit-il gravement</w:t>
      </w:r>
      <w:r>
        <w:rPr>
          <w:bCs/>
        </w:rPr>
        <w:t>.</w:t>
      </w:r>
    </w:p>
    <w:p w14:paraId="74B29483" w14:textId="64AE8862" w:rsidR="00AB2DE8" w:rsidRPr="00C90F8D" w:rsidRDefault="00AB2DE8" w:rsidP="00C90F8D">
      <w:pPr>
        <w:pStyle w:val="Titre1"/>
      </w:pPr>
      <w:bookmarkStart w:id="7" w:name="_Toc194755379"/>
      <w:r w:rsidRPr="00C90F8D">
        <w:lastRenderedPageBreak/>
        <w:t>VII</w:t>
      </w:r>
      <w:bookmarkEnd w:id="7"/>
    </w:p>
    <w:p w14:paraId="2053FC68" w14:textId="77777777" w:rsidR="00C90F8D" w:rsidRDefault="00AB2DE8">
      <w:pPr>
        <w:rPr>
          <w:bCs/>
        </w:rPr>
      </w:pPr>
      <w:r>
        <w:rPr>
          <w:bCs/>
        </w:rPr>
        <w:t>Les yeux de Schmidt commençaient à se faire aux ténèbres environnantes</w:t>
      </w:r>
      <w:r w:rsidR="00C90F8D">
        <w:rPr>
          <w:bCs/>
        </w:rPr>
        <w:t xml:space="preserve">. </w:t>
      </w:r>
      <w:r>
        <w:rPr>
          <w:bCs/>
        </w:rPr>
        <w:t>Contre les carreaux de la fenêtre</w:t>
      </w:r>
      <w:r w:rsidR="00C90F8D">
        <w:rPr>
          <w:bCs/>
        </w:rPr>
        <w:t xml:space="preserve">, </w:t>
      </w:r>
      <w:r>
        <w:rPr>
          <w:bCs/>
        </w:rPr>
        <w:t>il entendait le crissement aigu du sable rabattu par le vent</w:t>
      </w:r>
      <w:r w:rsidR="00C90F8D">
        <w:rPr>
          <w:bCs/>
        </w:rPr>
        <w:t>.</w:t>
      </w:r>
    </w:p>
    <w:p w14:paraId="0FF0827A" w14:textId="77777777" w:rsidR="00C90F8D" w:rsidRDefault="00AB2DE8">
      <w:pPr>
        <w:rPr>
          <w:bCs/>
        </w:rPr>
      </w:pPr>
      <w:r>
        <w:rPr>
          <w:bCs/>
        </w:rPr>
        <w:t>Sans s</w:t>
      </w:r>
      <w:r w:rsidR="00C90F8D">
        <w:rPr>
          <w:bCs/>
        </w:rPr>
        <w:t>’</w:t>
      </w:r>
      <w:r>
        <w:rPr>
          <w:bCs/>
        </w:rPr>
        <w:t>en apercevoir</w:t>
      </w:r>
      <w:r w:rsidR="00C90F8D">
        <w:rPr>
          <w:bCs/>
        </w:rPr>
        <w:t xml:space="preserve">, </w:t>
      </w:r>
      <w:r>
        <w:rPr>
          <w:bCs/>
        </w:rPr>
        <w:t>il avait rapproché son fauteuil du lit</w:t>
      </w:r>
      <w:r w:rsidR="00C90F8D">
        <w:rPr>
          <w:bCs/>
        </w:rPr>
        <w:t xml:space="preserve">. </w:t>
      </w:r>
      <w:r>
        <w:rPr>
          <w:bCs/>
        </w:rPr>
        <w:t>C</w:t>
      </w:r>
      <w:r w:rsidR="00C90F8D">
        <w:rPr>
          <w:bCs/>
        </w:rPr>
        <w:t>’</w:t>
      </w:r>
      <w:r>
        <w:rPr>
          <w:bCs/>
        </w:rPr>
        <w:t>était une curieuse chose que l</w:t>
      </w:r>
      <w:r w:rsidR="00C90F8D">
        <w:rPr>
          <w:bCs/>
        </w:rPr>
        <w:t>’</w:t>
      </w:r>
      <w:r>
        <w:rPr>
          <w:bCs/>
        </w:rPr>
        <w:t>émotion avec laquelle il se remémorait à présent les deux années qu</w:t>
      </w:r>
      <w:r w:rsidR="00C90F8D">
        <w:rPr>
          <w:bCs/>
        </w:rPr>
        <w:t>’</w:t>
      </w:r>
      <w:r>
        <w:rPr>
          <w:bCs/>
        </w:rPr>
        <w:t>ils avaient passées ensemble à Polytechnique</w:t>
      </w:r>
      <w:r w:rsidR="00C90F8D">
        <w:rPr>
          <w:bCs/>
        </w:rPr>
        <w:t xml:space="preserve">. </w:t>
      </w:r>
      <w:r>
        <w:rPr>
          <w:bCs/>
        </w:rPr>
        <w:t>Jamais Forestier n</w:t>
      </w:r>
      <w:r w:rsidR="00C90F8D">
        <w:rPr>
          <w:bCs/>
        </w:rPr>
        <w:t>’</w:t>
      </w:r>
      <w:r>
        <w:rPr>
          <w:bCs/>
        </w:rPr>
        <w:t>y avait eu la réputation d</w:t>
      </w:r>
      <w:r w:rsidR="00C90F8D">
        <w:rPr>
          <w:bCs/>
        </w:rPr>
        <w:t>’</w:t>
      </w:r>
      <w:r>
        <w:rPr>
          <w:bCs/>
        </w:rPr>
        <w:t>un garçon très communicatif</w:t>
      </w:r>
      <w:r w:rsidR="00C90F8D">
        <w:rPr>
          <w:bCs/>
        </w:rPr>
        <w:t xml:space="preserve">. </w:t>
      </w:r>
      <w:r>
        <w:rPr>
          <w:bCs/>
        </w:rPr>
        <w:t>Depuis une semaine qu</w:t>
      </w:r>
      <w:r w:rsidR="00C90F8D">
        <w:rPr>
          <w:bCs/>
        </w:rPr>
        <w:t>’</w:t>
      </w:r>
      <w:r>
        <w:rPr>
          <w:bCs/>
        </w:rPr>
        <w:t>il était à Moukden</w:t>
      </w:r>
      <w:r w:rsidR="00C90F8D">
        <w:rPr>
          <w:bCs/>
        </w:rPr>
        <w:t xml:space="preserve">, </w:t>
      </w:r>
      <w:r>
        <w:rPr>
          <w:bCs/>
        </w:rPr>
        <w:t>c</w:t>
      </w:r>
      <w:r w:rsidR="00C90F8D">
        <w:rPr>
          <w:bCs/>
        </w:rPr>
        <w:t>’</w:t>
      </w:r>
      <w:r>
        <w:rPr>
          <w:bCs/>
        </w:rPr>
        <w:t>est à peine s</w:t>
      </w:r>
      <w:r w:rsidR="00C90F8D">
        <w:rPr>
          <w:bCs/>
        </w:rPr>
        <w:t>’</w:t>
      </w:r>
      <w:r>
        <w:rPr>
          <w:bCs/>
        </w:rPr>
        <w:t>ils avaient échangé quelques mots en dehors du service</w:t>
      </w:r>
      <w:r w:rsidR="00C90F8D">
        <w:rPr>
          <w:bCs/>
        </w:rPr>
        <w:t xml:space="preserve">. </w:t>
      </w:r>
      <w:r>
        <w:rPr>
          <w:bCs/>
        </w:rPr>
        <w:t>Et</w:t>
      </w:r>
      <w:r w:rsidR="00C90F8D">
        <w:rPr>
          <w:bCs/>
        </w:rPr>
        <w:t xml:space="preserve">, </w:t>
      </w:r>
      <w:r>
        <w:rPr>
          <w:bCs/>
        </w:rPr>
        <w:t>tout à coup</w:t>
      </w:r>
      <w:r w:rsidR="00C90F8D">
        <w:rPr>
          <w:bCs/>
        </w:rPr>
        <w:t xml:space="preserve">, </w:t>
      </w:r>
      <w:r>
        <w:rPr>
          <w:bCs/>
        </w:rPr>
        <w:t>ce brusque besoin de parler</w:t>
      </w:r>
      <w:r w:rsidR="00C90F8D">
        <w:rPr>
          <w:bCs/>
        </w:rPr>
        <w:t xml:space="preserve"> ! </w:t>
      </w:r>
      <w:r>
        <w:rPr>
          <w:bCs/>
        </w:rPr>
        <w:t>Schmidt ne pouvait s</w:t>
      </w:r>
      <w:r w:rsidR="00C90F8D">
        <w:rPr>
          <w:bCs/>
        </w:rPr>
        <w:t>’</w:t>
      </w:r>
      <w:r>
        <w:rPr>
          <w:bCs/>
        </w:rPr>
        <w:t>empêcher de songer à la gravité des motifs qui avaient pu décider son ami à rompre ainsi ses habitudes de silence</w:t>
      </w:r>
      <w:r w:rsidR="00C90F8D">
        <w:rPr>
          <w:bCs/>
        </w:rPr>
        <w:t>.</w:t>
      </w:r>
    </w:p>
    <w:p w14:paraId="21D1D586" w14:textId="77777777" w:rsidR="00C90F8D" w:rsidRDefault="00C90F8D">
      <w:pPr>
        <w:rPr>
          <w:bCs/>
        </w:rPr>
      </w:pPr>
      <w:r>
        <w:rPr>
          <w:rFonts w:eastAsia="Georgia"/>
        </w:rPr>
        <w:t>— </w:t>
      </w:r>
      <w:r w:rsidR="00AB2DE8">
        <w:rPr>
          <w:bCs/>
        </w:rPr>
        <w:t>Qu</w:t>
      </w:r>
      <w:r>
        <w:rPr>
          <w:bCs/>
        </w:rPr>
        <w:t>’</w:t>
      </w:r>
      <w:r w:rsidR="00AB2DE8">
        <w:rPr>
          <w:bCs/>
        </w:rPr>
        <w:t>as-tu su exactement de ma vie</w:t>
      </w:r>
      <w:r>
        <w:rPr>
          <w:bCs/>
        </w:rPr>
        <w:t xml:space="preserve">, </w:t>
      </w:r>
      <w:r w:rsidR="00AB2DE8">
        <w:rPr>
          <w:bCs/>
        </w:rPr>
        <w:t>depuis notre sortie de l</w:t>
      </w:r>
      <w:r>
        <w:rPr>
          <w:bCs/>
        </w:rPr>
        <w:t>’</w:t>
      </w:r>
      <w:r w:rsidR="00AB2DE8">
        <w:rPr>
          <w:bCs/>
        </w:rPr>
        <w:t>École</w:t>
      </w:r>
      <w:r>
        <w:rPr>
          <w:bCs/>
        </w:rPr>
        <w:t xml:space="preserve"> ? </w:t>
      </w:r>
      <w:r w:rsidR="00AB2DE8">
        <w:rPr>
          <w:bCs/>
        </w:rPr>
        <w:t>demanda Forestier</w:t>
      </w:r>
      <w:r>
        <w:rPr>
          <w:bCs/>
        </w:rPr>
        <w:t xml:space="preserve">, </w:t>
      </w:r>
      <w:r w:rsidR="00AB2DE8">
        <w:rPr>
          <w:bCs/>
        </w:rPr>
        <w:t>après une pause</w:t>
      </w:r>
      <w:r>
        <w:rPr>
          <w:bCs/>
        </w:rPr>
        <w:t>.</w:t>
      </w:r>
    </w:p>
    <w:p w14:paraId="3878A083" w14:textId="77777777" w:rsidR="00C90F8D" w:rsidRDefault="00C90F8D">
      <w:pPr>
        <w:rPr>
          <w:bCs/>
        </w:rPr>
      </w:pPr>
      <w:r>
        <w:rPr>
          <w:rFonts w:eastAsia="Georgia"/>
        </w:rPr>
        <w:t>— </w:t>
      </w:r>
      <w:r w:rsidR="00AB2DE8">
        <w:rPr>
          <w:bCs/>
        </w:rPr>
        <w:t>Pourquoi cette question</w:t>
      </w:r>
      <w:r>
        <w:rPr>
          <w:bCs/>
        </w:rPr>
        <w:t xml:space="preserve"> ? </w:t>
      </w:r>
      <w:r w:rsidR="00AB2DE8">
        <w:rPr>
          <w:bCs/>
        </w:rPr>
        <w:t>dit Schmidt</w:t>
      </w:r>
      <w:r>
        <w:rPr>
          <w:bCs/>
        </w:rPr>
        <w:t>.</w:t>
      </w:r>
    </w:p>
    <w:p w14:paraId="0BDC69D4" w14:textId="77777777" w:rsidR="00C90F8D" w:rsidRDefault="00C90F8D">
      <w:pPr>
        <w:rPr>
          <w:bCs/>
        </w:rPr>
      </w:pPr>
      <w:r>
        <w:rPr>
          <w:rFonts w:eastAsia="Georgia"/>
        </w:rPr>
        <w:t>— </w:t>
      </w:r>
      <w:r w:rsidR="00AB2DE8">
        <w:rPr>
          <w:bCs/>
        </w:rPr>
        <w:t>Rassure-toi</w:t>
      </w:r>
      <w:r>
        <w:rPr>
          <w:bCs/>
        </w:rPr>
        <w:t xml:space="preserve"> : </w:t>
      </w:r>
      <w:r w:rsidR="00AB2DE8">
        <w:rPr>
          <w:bCs/>
        </w:rPr>
        <w:t>ce n</w:t>
      </w:r>
      <w:r>
        <w:rPr>
          <w:bCs/>
        </w:rPr>
        <w:t>’</w:t>
      </w:r>
      <w:r w:rsidR="00AB2DE8">
        <w:rPr>
          <w:bCs/>
        </w:rPr>
        <w:t>est pas un piège que je te tends</w:t>
      </w:r>
      <w:r>
        <w:rPr>
          <w:bCs/>
        </w:rPr>
        <w:t xml:space="preserve">. </w:t>
      </w:r>
      <w:r w:rsidR="00AB2DE8">
        <w:rPr>
          <w:bCs/>
        </w:rPr>
        <w:t>Je n</w:t>
      </w:r>
      <w:r>
        <w:rPr>
          <w:bCs/>
        </w:rPr>
        <w:t>’</w:t>
      </w:r>
      <w:r w:rsidR="00AB2DE8">
        <w:rPr>
          <w:bCs/>
        </w:rPr>
        <w:t>ai d</w:t>
      </w:r>
      <w:r>
        <w:rPr>
          <w:bCs/>
        </w:rPr>
        <w:t>’</w:t>
      </w:r>
      <w:r w:rsidR="00AB2DE8">
        <w:rPr>
          <w:bCs/>
        </w:rPr>
        <w:t>autre but que d</w:t>
      </w:r>
      <w:r>
        <w:rPr>
          <w:bCs/>
        </w:rPr>
        <w:t>’</w:t>
      </w:r>
      <w:r w:rsidR="00AB2DE8">
        <w:rPr>
          <w:bCs/>
        </w:rPr>
        <w:t>éviter les détails fastidieux</w:t>
      </w:r>
      <w:r>
        <w:rPr>
          <w:bCs/>
        </w:rPr>
        <w:t xml:space="preserve">. </w:t>
      </w:r>
      <w:r w:rsidR="00AB2DE8">
        <w:rPr>
          <w:bCs/>
        </w:rPr>
        <w:t>Je ne veux pas risquer de te raconter des faits au courant desquels il est possible que tu sois déjà</w:t>
      </w:r>
      <w:r>
        <w:rPr>
          <w:bCs/>
        </w:rPr>
        <w:t>.</w:t>
      </w:r>
    </w:p>
    <w:p w14:paraId="745A4010" w14:textId="77777777" w:rsidR="00C90F8D" w:rsidRDefault="00C90F8D">
      <w:pPr>
        <w:rPr>
          <w:bCs/>
        </w:rPr>
      </w:pPr>
      <w:r>
        <w:rPr>
          <w:rFonts w:eastAsia="Georgia"/>
        </w:rPr>
        <w:t>— </w:t>
      </w:r>
      <w:r w:rsidR="00AB2DE8">
        <w:rPr>
          <w:bCs/>
        </w:rPr>
        <w:t>Je n</w:t>
      </w:r>
      <w:r>
        <w:rPr>
          <w:bCs/>
        </w:rPr>
        <w:t>’</w:t>
      </w:r>
      <w:r w:rsidR="00AB2DE8">
        <w:rPr>
          <w:bCs/>
        </w:rPr>
        <w:t>en sais pas beaucoup plus sur toi que sur la plupart de nos camarades</w:t>
      </w:r>
      <w:r>
        <w:rPr>
          <w:bCs/>
        </w:rPr>
        <w:t xml:space="preserve">. </w:t>
      </w:r>
      <w:r w:rsidR="00AB2DE8">
        <w:rPr>
          <w:bCs/>
        </w:rPr>
        <w:t>Tu as d</w:t>
      </w:r>
      <w:r>
        <w:rPr>
          <w:bCs/>
        </w:rPr>
        <w:t>’</w:t>
      </w:r>
      <w:r w:rsidR="00AB2DE8">
        <w:rPr>
          <w:bCs/>
        </w:rPr>
        <w:t>abord été ingénieur des mines</w:t>
      </w:r>
      <w:r>
        <w:rPr>
          <w:bCs/>
        </w:rPr>
        <w:t xml:space="preserve">. </w:t>
      </w:r>
      <w:r w:rsidR="00AB2DE8">
        <w:rPr>
          <w:bCs/>
        </w:rPr>
        <w:t>Puis</w:t>
      </w:r>
      <w:r>
        <w:rPr>
          <w:bCs/>
        </w:rPr>
        <w:t xml:space="preserve">, </w:t>
      </w:r>
      <w:r w:rsidR="00AB2DE8">
        <w:rPr>
          <w:bCs/>
        </w:rPr>
        <w:t>tu es entré dans l</w:t>
      </w:r>
      <w:r>
        <w:rPr>
          <w:bCs/>
        </w:rPr>
        <w:t>’</w:t>
      </w:r>
      <w:r w:rsidR="00AB2DE8">
        <w:rPr>
          <w:bCs/>
        </w:rPr>
        <w:t>industrie privée</w:t>
      </w:r>
      <w:r>
        <w:rPr>
          <w:bCs/>
        </w:rPr>
        <w:t xml:space="preserve">. </w:t>
      </w:r>
      <w:r w:rsidR="00AB2DE8">
        <w:rPr>
          <w:bCs/>
        </w:rPr>
        <w:t>La société à laquelle tu appartenais t</w:t>
      </w:r>
      <w:r>
        <w:rPr>
          <w:bCs/>
        </w:rPr>
        <w:t>’</w:t>
      </w:r>
      <w:r w:rsidR="00AB2DE8">
        <w:rPr>
          <w:bCs/>
        </w:rPr>
        <w:t>a envoyé en Russie</w:t>
      </w:r>
      <w:r>
        <w:rPr>
          <w:bCs/>
        </w:rPr>
        <w:t xml:space="preserve">. </w:t>
      </w:r>
      <w:r w:rsidR="00AB2DE8">
        <w:rPr>
          <w:bCs/>
        </w:rPr>
        <w:t>Tu as regagné la France au moment de la guerre</w:t>
      </w:r>
      <w:r>
        <w:rPr>
          <w:bCs/>
        </w:rPr>
        <w:t xml:space="preserve">. </w:t>
      </w:r>
      <w:r w:rsidR="00AB2DE8">
        <w:rPr>
          <w:bCs/>
        </w:rPr>
        <w:t>Tu as été blessé</w:t>
      </w:r>
      <w:r>
        <w:rPr>
          <w:bCs/>
        </w:rPr>
        <w:t xml:space="preserve">. </w:t>
      </w:r>
      <w:r w:rsidR="00AB2DE8">
        <w:rPr>
          <w:bCs/>
        </w:rPr>
        <w:t>Tu es revenu là-bas en 1915</w:t>
      </w:r>
      <w:r>
        <w:rPr>
          <w:bCs/>
        </w:rPr>
        <w:t xml:space="preserve">. </w:t>
      </w:r>
      <w:r w:rsidR="00AB2DE8">
        <w:rPr>
          <w:bCs/>
        </w:rPr>
        <w:t>Tu y es resté jusqu</w:t>
      </w:r>
      <w:r>
        <w:rPr>
          <w:bCs/>
        </w:rPr>
        <w:t>’</w:t>
      </w:r>
      <w:r w:rsidR="00AB2DE8">
        <w:rPr>
          <w:bCs/>
        </w:rPr>
        <w:t>après l</w:t>
      </w:r>
      <w:r>
        <w:rPr>
          <w:bCs/>
        </w:rPr>
        <w:t>’</w:t>
      </w:r>
      <w:r w:rsidR="00AB2DE8">
        <w:rPr>
          <w:bCs/>
        </w:rPr>
        <w:t>armistice</w:t>
      </w:r>
      <w:r>
        <w:rPr>
          <w:bCs/>
        </w:rPr>
        <w:t xml:space="preserve">. </w:t>
      </w:r>
      <w:r w:rsidR="00AB2DE8">
        <w:rPr>
          <w:bCs/>
        </w:rPr>
        <w:t>Voilà</w:t>
      </w:r>
      <w:r>
        <w:rPr>
          <w:bCs/>
        </w:rPr>
        <w:t xml:space="preserve">. </w:t>
      </w:r>
      <w:r w:rsidR="00AB2DE8">
        <w:rPr>
          <w:bCs/>
        </w:rPr>
        <w:lastRenderedPageBreak/>
        <w:t>Ah</w:t>
      </w:r>
      <w:r>
        <w:rPr>
          <w:bCs/>
        </w:rPr>
        <w:t xml:space="preserve"> ! </w:t>
      </w:r>
      <w:r w:rsidR="00AB2DE8">
        <w:rPr>
          <w:bCs/>
        </w:rPr>
        <w:t>j</w:t>
      </w:r>
      <w:r>
        <w:rPr>
          <w:bCs/>
        </w:rPr>
        <w:t>’</w:t>
      </w:r>
      <w:r w:rsidR="00AB2DE8">
        <w:rPr>
          <w:bCs/>
        </w:rPr>
        <w:t>oubliais</w:t>
      </w:r>
      <w:r>
        <w:rPr>
          <w:bCs/>
        </w:rPr>
        <w:t xml:space="preserve"> : </w:t>
      </w:r>
      <w:r w:rsidR="00AB2DE8">
        <w:rPr>
          <w:bCs/>
        </w:rPr>
        <w:t>je sais aussi que tu es marié</w:t>
      </w:r>
      <w:r>
        <w:rPr>
          <w:bCs/>
        </w:rPr>
        <w:t xml:space="preserve">, </w:t>
      </w:r>
      <w:r w:rsidR="00AB2DE8">
        <w:rPr>
          <w:bCs/>
        </w:rPr>
        <w:t>et que tu as deux enfants</w:t>
      </w:r>
      <w:r>
        <w:rPr>
          <w:bCs/>
        </w:rPr>
        <w:t>.</w:t>
      </w:r>
    </w:p>
    <w:p w14:paraId="74DFF975" w14:textId="77777777" w:rsidR="00C90F8D" w:rsidRDefault="00C90F8D">
      <w:pPr>
        <w:rPr>
          <w:bCs/>
        </w:rPr>
      </w:pPr>
      <w:r>
        <w:rPr>
          <w:rFonts w:eastAsia="Georgia"/>
        </w:rPr>
        <w:t>— </w:t>
      </w:r>
      <w:r w:rsidR="00AB2DE8">
        <w:rPr>
          <w:bCs/>
        </w:rPr>
        <w:t>C</w:t>
      </w:r>
      <w:r>
        <w:rPr>
          <w:bCs/>
        </w:rPr>
        <w:t>’</w:t>
      </w:r>
      <w:r w:rsidR="00AB2DE8">
        <w:rPr>
          <w:bCs/>
        </w:rPr>
        <w:t>est tout</w:t>
      </w:r>
      <w:r>
        <w:rPr>
          <w:bCs/>
        </w:rPr>
        <w:t> ?</w:t>
      </w:r>
    </w:p>
    <w:p w14:paraId="5F956329" w14:textId="77777777" w:rsidR="00C90F8D" w:rsidRDefault="00C90F8D">
      <w:pPr>
        <w:rPr>
          <w:bCs/>
        </w:rPr>
      </w:pPr>
      <w:r>
        <w:rPr>
          <w:rFonts w:eastAsia="Georgia"/>
        </w:rPr>
        <w:t>— </w:t>
      </w:r>
      <w:r w:rsidR="00AB2DE8">
        <w:rPr>
          <w:bCs/>
        </w:rPr>
        <w:t>Oui</w:t>
      </w:r>
      <w:r>
        <w:rPr>
          <w:bCs/>
        </w:rPr>
        <w:t xml:space="preserve">, </w:t>
      </w:r>
      <w:r w:rsidR="00AB2DE8">
        <w:rPr>
          <w:bCs/>
        </w:rPr>
        <w:t>c</w:t>
      </w:r>
      <w:r>
        <w:rPr>
          <w:bCs/>
        </w:rPr>
        <w:t>’</w:t>
      </w:r>
      <w:r w:rsidR="00AB2DE8">
        <w:rPr>
          <w:bCs/>
        </w:rPr>
        <w:t>est tout</w:t>
      </w:r>
      <w:r>
        <w:rPr>
          <w:bCs/>
        </w:rPr>
        <w:t>.</w:t>
      </w:r>
    </w:p>
    <w:p w14:paraId="7AE4E843" w14:textId="77777777" w:rsidR="00C90F8D" w:rsidRDefault="00C90F8D">
      <w:pPr>
        <w:rPr>
          <w:bCs/>
        </w:rPr>
      </w:pPr>
      <w:r>
        <w:rPr>
          <w:rFonts w:eastAsia="Georgia"/>
        </w:rPr>
        <w:t>— </w:t>
      </w:r>
      <w:r w:rsidR="00AB2DE8">
        <w:rPr>
          <w:bCs/>
        </w:rPr>
        <w:t>Est-ce que tu n</w:t>
      </w:r>
      <w:r>
        <w:rPr>
          <w:bCs/>
        </w:rPr>
        <w:t>’</w:t>
      </w:r>
      <w:r w:rsidR="00AB2DE8">
        <w:rPr>
          <w:bCs/>
        </w:rPr>
        <w:t>as jamais eu l</w:t>
      </w:r>
      <w:r>
        <w:rPr>
          <w:bCs/>
        </w:rPr>
        <w:t>’</w:t>
      </w:r>
      <w:r w:rsidR="00AB2DE8">
        <w:rPr>
          <w:bCs/>
        </w:rPr>
        <w:t>occasion d</w:t>
      </w:r>
      <w:r>
        <w:rPr>
          <w:bCs/>
        </w:rPr>
        <w:t>’</w:t>
      </w:r>
      <w:r w:rsidR="00AB2DE8">
        <w:rPr>
          <w:bCs/>
        </w:rPr>
        <w:t>aller en Russie</w:t>
      </w:r>
      <w:r>
        <w:rPr>
          <w:bCs/>
        </w:rPr>
        <w:t xml:space="preserve">, </w:t>
      </w:r>
      <w:r w:rsidR="00AB2DE8">
        <w:rPr>
          <w:bCs/>
        </w:rPr>
        <w:t>d</w:t>
      </w:r>
      <w:r>
        <w:rPr>
          <w:bCs/>
        </w:rPr>
        <w:t>’</w:t>
      </w:r>
      <w:r w:rsidR="00AB2DE8">
        <w:rPr>
          <w:bCs/>
        </w:rPr>
        <w:t>y séjourner</w:t>
      </w:r>
      <w:r>
        <w:rPr>
          <w:bCs/>
        </w:rPr>
        <w:t> ?</w:t>
      </w:r>
    </w:p>
    <w:p w14:paraId="70667994" w14:textId="77777777" w:rsidR="00C90F8D" w:rsidRDefault="00C90F8D">
      <w:pPr>
        <w:rPr>
          <w:bCs/>
        </w:rPr>
      </w:pPr>
      <w:r>
        <w:rPr>
          <w:rFonts w:eastAsia="Georgia"/>
        </w:rPr>
        <w:t>— </w:t>
      </w:r>
      <w:r w:rsidR="00AB2DE8">
        <w:rPr>
          <w:bCs/>
        </w:rPr>
        <w:t>Jamais</w:t>
      </w:r>
      <w:r>
        <w:rPr>
          <w:bCs/>
        </w:rPr>
        <w:t>.</w:t>
      </w:r>
    </w:p>
    <w:p w14:paraId="5D26C4A3" w14:textId="77777777" w:rsidR="00C90F8D" w:rsidRDefault="00C90F8D">
      <w:pPr>
        <w:rPr>
          <w:bCs/>
        </w:rPr>
      </w:pPr>
      <w:r>
        <w:rPr>
          <w:rFonts w:eastAsia="Georgia"/>
        </w:rPr>
        <w:t>— </w:t>
      </w:r>
      <w:r w:rsidR="00AB2DE8">
        <w:rPr>
          <w:bCs/>
        </w:rPr>
        <w:t>Bien</w:t>
      </w:r>
      <w:r>
        <w:rPr>
          <w:bCs/>
        </w:rPr>
        <w:t xml:space="preserve">, </w:t>
      </w:r>
      <w:r w:rsidR="00AB2DE8">
        <w:rPr>
          <w:bCs/>
        </w:rPr>
        <w:t>dit Forestier</w:t>
      </w:r>
      <w:r>
        <w:rPr>
          <w:bCs/>
        </w:rPr>
        <w:t xml:space="preserve">. </w:t>
      </w:r>
      <w:r w:rsidR="00AB2DE8">
        <w:rPr>
          <w:bCs/>
        </w:rPr>
        <w:t>Approche-toi un peu plus</w:t>
      </w:r>
      <w:r>
        <w:rPr>
          <w:bCs/>
        </w:rPr>
        <w:t xml:space="preserve">, </w:t>
      </w:r>
      <w:r w:rsidR="00AB2DE8">
        <w:rPr>
          <w:bCs/>
        </w:rPr>
        <w:t>veux-tu</w:t>
      </w:r>
      <w:r>
        <w:rPr>
          <w:bCs/>
        </w:rPr>
        <w:t> ?</w:t>
      </w:r>
    </w:p>
    <w:p w14:paraId="003EA321" w14:textId="77777777" w:rsidR="00C90F8D" w:rsidRDefault="00AB2DE8">
      <w:pPr>
        <w:rPr>
          <w:bCs/>
        </w:rPr>
      </w:pPr>
      <w:r>
        <w:rPr>
          <w:bCs/>
        </w:rPr>
        <w:t>Sa voix était maintenant étrangement calme</w:t>
      </w:r>
      <w:r w:rsidR="00C90F8D">
        <w:rPr>
          <w:bCs/>
        </w:rPr>
        <w:t xml:space="preserve">. </w:t>
      </w:r>
      <w:r>
        <w:rPr>
          <w:bCs/>
        </w:rPr>
        <w:t>Mais sa main</w:t>
      </w:r>
      <w:r w:rsidR="00C90F8D">
        <w:rPr>
          <w:bCs/>
        </w:rPr>
        <w:t xml:space="preserve">, </w:t>
      </w:r>
      <w:r>
        <w:rPr>
          <w:bCs/>
        </w:rPr>
        <w:t xml:space="preserve">qui </w:t>
      </w:r>
      <w:proofErr w:type="spellStart"/>
      <w:r>
        <w:rPr>
          <w:bCs/>
        </w:rPr>
        <w:t>serrait</w:t>
      </w:r>
      <w:proofErr w:type="spellEnd"/>
      <w:r>
        <w:rPr>
          <w:bCs/>
        </w:rPr>
        <w:t xml:space="preserve"> plus fort celle de Schmidt</w:t>
      </w:r>
      <w:r w:rsidR="00C90F8D">
        <w:rPr>
          <w:bCs/>
        </w:rPr>
        <w:t xml:space="preserve">, </w:t>
      </w:r>
      <w:r>
        <w:rPr>
          <w:bCs/>
        </w:rPr>
        <w:t>brûlait</w:t>
      </w:r>
      <w:r w:rsidR="00C90F8D">
        <w:rPr>
          <w:bCs/>
        </w:rPr>
        <w:t>.</w:t>
      </w:r>
    </w:p>
    <w:p w14:paraId="1CA1665D" w14:textId="77777777" w:rsidR="00C90F8D" w:rsidRDefault="00C90F8D">
      <w:pPr>
        <w:rPr>
          <w:bCs/>
        </w:rPr>
      </w:pPr>
      <w:r>
        <w:rPr>
          <w:rFonts w:eastAsia="Georgia"/>
        </w:rPr>
        <w:t>— </w:t>
      </w:r>
      <w:r w:rsidR="00AB2DE8">
        <w:rPr>
          <w:bCs/>
        </w:rPr>
        <w:t>Ce fut en 1912</w:t>
      </w:r>
      <w:r>
        <w:rPr>
          <w:bCs/>
        </w:rPr>
        <w:t xml:space="preserve">, </w:t>
      </w:r>
      <w:r w:rsidR="00AB2DE8">
        <w:rPr>
          <w:bCs/>
        </w:rPr>
        <w:t>commença-t-il</w:t>
      </w:r>
      <w:r>
        <w:rPr>
          <w:bCs/>
        </w:rPr>
        <w:t xml:space="preserve">, </w:t>
      </w:r>
      <w:r w:rsidR="00AB2DE8">
        <w:rPr>
          <w:bCs/>
        </w:rPr>
        <w:t>que je cessai d</w:t>
      </w:r>
      <w:r>
        <w:rPr>
          <w:bCs/>
        </w:rPr>
        <w:t>’</w:t>
      </w:r>
      <w:r w:rsidR="00AB2DE8">
        <w:rPr>
          <w:bCs/>
        </w:rPr>
        <w:t>être au service de l</w:t>
      </w:r>
      <w:r>
        <w:rPr>
          <w:bCs/>
        </w:rPr>
        <w:t>’</w:t>
      </w:r>
      <w:r w:rsidR="00AB2DE8">
        <w:rPr>
          <w:bCs/>
        </w:rPr>
        <w:t>État</w:t>
      </w:r>
      <w:r>
        <w:rPr>
          <w:bCs/>
        </w:rPr>
        <w:t xml:space="preserve">. </w:t>
      </w:r>
      <w:r w:rsidR="00AB2DE8">
        <w:rPr>
          <w:bCs/>
        </w:rPr>
        <w:t>Je n</w:t>
      </w:r>
      <w:r>
        <w:rPr>
          <w:bCs/>
        </w:rPr>
        <w:t>’</w:t>
      </w:r>
      <w:r w:rsidR="00AB2DE8">
        <w:rPr>
          <w:bCs/>
        </w:rPr>
        <w:t>aurais pas mieux demandé que d</w:t>
      </w:r>
      <w:r>
        <w:rPr>
          <w:bCs/>
        </w:rPr>
        <w:t>’</w:t>
      </w:r>
      <w:r w:rsidR="00AB2DE8">
        <w:rPr>
          <w:bCs/>
        </w:rPr>
        <w:t>y demeurer</w:t>
      </w:r>
      <w:r>
        <w:rPr>
          <w:bCs/>
        </w:rPr>
        <w:t xml:space="preserve">. </w:t>
      </w:r>
      <w:r w:rsidR="00AB2DE8">
        <w:rPr>
          <w:bCs/>
        </w:rPr>
        <w:t>Mon peu d</w:t>
      </w:r>
      <w:r>
        <w:rPr>
          <w:bCs/>
        </w:rPr>
        <w:t>’</w:t>
      </w:r>
      <w:r w:rsidR="00AB2DE8">
        <w:rPr>
          <w:bCs/>
        </w:rPr>
        <w:t>ambition</w:t>
      </w:r>
      <w:r>
        <w:rPr>
          <w:bCs/>
        </w:rPr>
        <w:t xml:space="preserve">, </w:t>
      </w:r>
      <w:r w:rsidR="00AB2DE8">
        <w:rPr>
          <w:bCs/>
        </w:rPr>
        <w:t>mon goût de la stabilité</w:t>
      </w:r>
      <w:r>
        <w:rPr>
          <w:bCs/>
        </w:rPr>
        <w:t xml:space="preserve">, </w:t>
      </w:r>
      <w:r w:rsidR="00AB2DE8">
        <w:rPr>
          <w:bCs/>
        </w:rPr>
        <w:t>tout concourait à faire de moi un fonctionnaire</w:t>
      </w:r>
      <w:r>
        <w:rPr>
          <w:bCs/>
        </w:rPr>
        <w:t xml:space="preserve">. </w:t>
      </w:r>
      <w:r w:rsidR="00AB2DE8">
        <w:rPr>
          <w:bCs/>
        </w:rPr>
        <w:t>Mais je n</w:t>
      </w:r>
      <w:r>
        <w:rPr>
          <w:bCs/>
        </w:rPr>
        <w:t>’</w:t>
      </w:r>
      <w:r w:rsidR="00AB2DE8">
        <w:rPr>
          <w:bCs/>
        </w:rPr>
        <w:t>étais déjà plus mon maître</w:t>
      </w:r>
      <w:r>
        <w:rPr>
          <w:bCs/>
        </w:rPr>
        <w:t xml:space="preserve">. </w:t>
      </w:r>
      <w:r w:rsidR="00AB2DE8">
        <w:rPr>
          <w:bCs/>
        </w:rPr>
        <w:t>J</w:t>
      </w:r>
      <w:r>
        <w:rPr>
          <w:bCs/>
        </w:rPr>
        <w:t>’</w:t>
      </w:r>
      <w:r w:rsidR="00AB2DE8">
        <w:rPr>
          <w:bCs/>
        </w:rPr>
        <w:t>avais des charges</w:t>
      </w:r>
      <w:r>
        <w:rPr>
          <w:bCs/>
        </w:rPr>
        <w:t xml:space="preserve">. </w:t>
      </w:r>
      <w:r w:rsidR="00AB2DE8">
        <w:rPr>
          <w:bCs/>
        </w:rPr>
        <w:t>Quelques années auparavant</w:t>
      </w:r>
      <w:r>
        <w:rPr>
          <w:bCs/>
        </w:rPr>
        <w:t xml:space="preserve">, </w:t>
      </w:r>
      <w:r w:rsidR="00AB2DE8">
        <w:rPr>
          <w:bCs/>
        </w:rPr>
        <w:t>je m</w:t>
      </w:r>
      <w:r>
        <w:rPr>
          <w:bCs/>
        </w:rPr>
        <w:t>’</w:t>
      </w:r>
      <w:r w:rsidR="00AB2DE8">
        <w:rPr>
          <w:bCs/>
        </w:rPr>
        <w:t>étais marié</w:t>
      </w:r>
      <w:r>
        <w:rPr>
          <w:bCs/>
        </w:rPr>
        <w:t xml:space="preserve">. </w:t>
      </w:r>
      <w:r w:rsidR="00AB2DE8">
        <w:rPr>
          <w:bCs/>
        </w:rPr>
        <w:t>J</w:t>
      </w:r>
      <w:r>
        <w:rPr>
          <w:bCs/>
        </w:rPr>
        <w:t>’</w:t>
      </w:r>
      <w:r w:rsidR="00AB2DE8">
        <w:rPr>
          <w:bCs/>
        </w:rPr>
        <w:t>avais épousé une de mes cousines</w:t>
      </w:r>
      <w:r>
        <w:rPr>
          <w:bCs/>
        </w:rPr>
        <w:t xml:space="preserve">, </w:t>
      </w:r>
      <w:r w:rsidR="00AB2DE8">
        <w:rPr>
          <w:bCs/>
        </w:rPr>
        <w:t>genre d</w:t>
      </w:r>
      <w:r>
        <w:rPr>
          <w:bCs/>
        </w:rPr>
        <w:t>’</w:t>
      </w:r>
      <w:r w:rsidR="00AB2DE8">
        <w:rPr>
          <w:bCs/>
        </w:rPr>
        <w:t>union</w:t>
      </w:r>
      <w:r>
        <w:rPr>
          <w:bCs/>
        </w:rPr>
        <w:t xml:space="preserve">, </w:t>
      </w:r>
      <w:r w:rsidR="00AB2DE8">
        <w:rPr>
          <w:bCs/>
        </w:rPr>
        <w:t>penseras-tu</w:t>
      </w:r>
      <w:r>
        <w:rPr>
          <w:bCs/>
        </w:rPr>
        <w:t xml:space="preserve">, </w:t>
      </w:r>
      <w:r w:rsidR="00AB2DE8">
        <w:rPr>
          <w:bCs/>
        </w:rPr>
        <w:t>sans doute</w:t>
      </w:r>
      <w:r>
        <w:rPr>
          <w:bCs/>
        </w:rPr>
        <w:t xml:space="preserve">, </w:t>
      </w:r>
      <w:r w:rsidR="00AB2DE8">
        <w:rPr>
          <w:bCs/>
        </w:rPr>
        <w:t>plus à la louange de mon esprit de famille qu</w:t>
      </w:r>
      <w:r>
        <w:rPr>
          <w:bCs/>
        </w:rPr>
        <w:t>’</w:t>
      </w:r>
      <w:r w:rsidR="00AB2DE8">
        <w:rPr>
          <w:bCs/>
        </w:rPr>
        <w:t>à celle de mon imagination</w:t>
      </w:r>
      <w:r>
        <w:rPr>
          <w:bCs/>
        </w:rPr>
        <w:t>.</w:t>
      </w:r>
    </w:p>
    <w:p w14:paraId="24ACACA3" w14:textId="77777777" w:rsidR="00C90F8D" w:rsidRDefault="00AB2DE8">
      <w:pPr>
        <w:rPr>
          <w:bCs/>
        </w:rPr>
      </w:pPr>
      <w:r>
        <w:rPr>
          <w:bCs/>
        </w:rPr>
        <w:t>Notre second fils venait de naître</w:t>
      </w:r>
      <w:r w:rsidR="00C90F8D">
        <w:rPr>
          <w:bCs/>
        </w:rPr>
        <w:t xml:space="preserve">. </w:t>
      </w:r>
      <w:r>
        <w:rPr>
          <w:bCs/>
        </w:rPr>
        <w:t>Une opération qu</w:t>
      </w:r>
      <w:r w:rsidR="00C90F8D">
        <w:rPr>
          <w:bCs/>
        </w:rPr>
        <w:t>’</w:t>
      </w:r>
      <w:r>
        <w:rPr>
          <w:bCs/>
        </w:rPr>
        <w:t>avait dû subir ma femme nous avait coûté très cher</w:t>
      </w:r>
      <w:r w:rsidR="00C90F8D">
        <w:rPr>
          <w:bCs/>
        </w:rPr>
        <w:t xml:space="preserve">, </w:t>
      </w:r>
      <w:r>
        <w:rPr>
          <w:bCs/>
        </w:rPr>
        <w:t>avait absorbé toutes mes petites disponibilités</w:t>
      </w:r>
      <w:r w:rsidR="00C90F8D">
        <w:rPr>
          <w:bCs/>
        </w:rPr>
        <w:t xml:space="preserve">. </w:t>
      </w:r>
      <w:r>
        <w:rPr>
          <w:bCs/>
        </w:rPr>
        <w:t>Si les grandes aventures ont généralement des dénouements médiocres</w:t>
      </w:r>
      <w:r w:rsidR="00C90F8D">
        <w:rPr>
          <w:bCs/>
        </w:rPr>
        <w:t xml:space="preserve">, </w:t>
      </w:r>
      <w:r>
        <w:rPr>
          <w:bCs/>
        </w:rPr>
        <w:t>à l</w:t>
      </w:r>
      <w:r w:rsidR="00C90F8D">
        <w:rPr>
          <w:bCs/>
        </w:rPr>
        <w:t>’</w:t>
      </w:r>
      <w:r>
        <w:rPr>
          <w:bCs/>
        </w:rPr>
        <w:t>inverse</w:t>
      </w:r>
      <w:r w:rsidR="00C90F8D">
        <w:rPr>
          <w:bCs/>
        </w:rPr>
        <w:t xml:space="preserve">, </w:t>
      </w:r>
      <w:r>
        <w:rPr>
          <w:bCs/>
        </w:rPr>
        <w:t xml:space="preserve">on trouve bien </w:t>
      </w:r>
      <w:proofErr w:type="gramStart"/>
      <w:r>
        <w:rPr>
          <w:bCs/>
        </w:rPr>
        <w:t>des fois</w:t>
      </w:r>
      <w:proofErr w:type="gramEnd"/>
      <w:r>
        <w:rPr>
          <w:bCs/>
        </w:rPr>
        <w:t xml:space="preserve"> d</w:t>
      </w:r>
      <w:r w:rsidR="00C90F8D">
        <w:rPr>
          <w:bCs/>
        </w:rPr>
        <w:t>’</w:t>
      </w:r>
      <w:r>
        <w:rPr>
          <w:bCs/>
        </w:rPr>
        <w:t>humbles circonstances comme celles-ci à la base des plus graves bouleversements</w:t>
      </w:r>
      <w:r w:rsidR="00C90F8D">
        <w:rPr>
          <w:bCs/>
        </w:rPr>
        <w:t>.</w:t>
      </w:r>
    </w:p>
    <w:p w14:paraId="14F303FA" w14:textId="77777777" w:rsidR="00C90F8D" w:rsidRDefault="00AB2DE8">
      <w:pPr>
        <w:rPr>
          <w:bCs/>
        </w:rPr>
      </w:pPr>
      <w:r>
        <w:rPr>
          <w:bCs/>
        </w:rPr>
        <w:t>Un an plus tôt</w:t>
      </w:r>
      <w:r w:rsidR="00C90F8D">
        <w:rPr>
          <w:bCs/>
        </w:rPr>
        <w:t xml:space="preserve">, </w:t>
      </w:r>
      <w:r>
        <w:rPr>
          <w:bCs/>
        </w:rPr>
        <w:t>j</w:t>
      </w:r>
      <w:r w:rsidR="00C90F8D">
        <w:rPr>
          <w:bCs/>
        </w:rPr>
        <w:t>’</w:t>
      </w:r>
      <w:r>
        <w:rPr>
          <w:bCs/>
        </w:rPr>
        <w:t>avais refusé dans l</w:t>
      </w:r>
      <w:r w:rsidR="00C90F8D">
        <w:rPr>
          <w:bCs/>
        </w:rPr>
        <w:t>’</w:t>
      </w:r>
      <w:r>
        <w:rPr>
          <w:bCs/>
        </w:rPr>
        <w:t>industrie privée une situation fort intéressante</w:t>
      </w:r>
      <w:r w:rsidR="00C90F8D">
        <w:rPr>
          <w:bCs/>
        </w:rPr>
        <w:t xml:space="preserve">. </w:t>
      </w:r>
      <w:r>
        <w:rPr>
          <w:bCs/>
        </w:rPr>
        <w:t>Il m</w:t>
      </w:r>
      <w:r w:rsidR="00C90F8D">
        <w:rPr>
          <w:bCs/>
        </w:rPr>
        <w:t>’</w:t>
      </w:r>
      <w:r>
        <w:rPr>
          <w:bCs/>
        </w:rPr>
        <w:t>eût fallu m</w:t>
      </w:r>
      <w:r w:rsidR="00C90F8D">
        <w:rPr>
          <w:bCs/>
        </w:rPr>
        <w:t>’</w:t>
      </w:r>
      <w:r>
        <w:rPr>
          <w:bCs/>
        </w:rPr>
        <w:t>expatrier</w:t>
      </w:r>
      <w:r w:rsidR="00C90F8D">
        <w:rPr>
          <w:bCs/>
        </w:rPr>
        <w:t xml:space="preserve">. </w:t>
      </w:r>
      <w:r>
        <w:rPr>
          <w:bCs/>
        </w:rPr>
        <w:t>Après la naissance de mon second petit garçon</w:t>
      </w:r>
      <w:r w:rsidR="00C90F8D">
        <w:rPr>
          <w:bCs/>
        </w:rPr>
        <w:t xml:space="preserve">, </w:t>
      </w:r>
      <w:r>
        <w:rPr>
          <w:bCs/>
        </w:rPr>
        <w:t xml:space="preserve">la maladie de ma </w:t>
      </w:r>
      <w:r>
        <w:rPr>
          <w:bCs/>
        </w:rPr>
        <w:lastRenderedPageBreak/>
        <w:t>femme</w:t>
      </w:r>
      <w:r w:rsidR="00C90F8D">
        <w:rPr>
          <w:bCs/>
        </w:rPr>
        <w:t xml:space="preserve">, </w:t>
      </w:r>
      <w:r>
        <w:rPr>
          <w:bCs/>
        </w:rPr>
        <w:t>il ne me fut plus permis d</w:t>
      </w:r>
      <w:r w:rsidR="00C90F8D">
        <w:rPr>
          <w:bCs/>
        </w:rPr>
        <w:t>’</w:t>
      </w:r>
      <w:r>
        <w:rPr>
          <w:bCs/>
        </w:rPr>
        <w:t>hésiter</w:t>
      </w:r>
      <w:r w:rsidR="00C90F8D">
        <w:rPr>
          <w:bCs/>
        </w:rPr>
        <w:t xml:space="preserve">. </w:t>
      </w:r>
      <w:r>
        <w:rPr>
          <w:bCs/>
        </w:rPr>
        <w:t>Je pris mes informations</w:t>
      </w:r>
      <w:r w:rsidR="00C90F8D">
        <w:rPr>
          <w:bCs/>
        </w:rPr>
        <w:t xml:space="preserve">. </w:t>
      </w:r>
      <w:r>
        <w:rPr>
          <w:bCs/>
        </w:rPr>
        <w:t>Le poste qu</w:t>
      </w:r>
      <w:r w:rsidR="00C90F8D">
        <w:rPr>
          <w:bCs/>
        </w:rPr>
        <w:t>’</w:t>
      </w:r>
      <w:r>
        <w:rPr>
          <w:bCs/>
        </w:rPr>
        <w:t>on m</w:t>
      </w:r>
      <w:r w:rsidR="00C90F8D">
        <w:rPr>
          <w:bCs/>
        </w:rPr>
        <w:t>’</w:t>
      </w:r>
      <w:r>
        <w:rPr>
          <w:bCs/>
        </w:rPr>
        <w:t>avait proposé n</w:t>
      </w:r>
      <w:r w:rsidR="00C90F8D">
        <w:rPr>
          <w:bCs/>
        </w:rPr>
        <w:t>’</w:t>
      </w:r>
      <w:r>
        <w:rPr>
          <w:bCs/>
        </w:rPr>
        <w:t>était plus vacant</w:t>
      </w:r>
      <w:r w:rsidR="00C90F8D">
        <w:rPr>
          <w:bCs/>
        </w:rPr>
        <w:t xml:space="preserve">. </w:t>
      </w:r>
      <w:r>
        <w:rPr>
          <w:bCs/>
        </w:rPr>
        <w:t>Mais les affaires montées par la société qui m</w:t>
      </w:r>
      <w:r w:rsidR="00C90F8D">
        <w:rPr>
          <w:bCs/>
        </w:rPr>
        <w:t>’</w:t>
      </w:r>
      <w:r>
        <w:rPr>
          <w:bCs/>
        </w:rPr>
        <w:t>avait pressenti étaient en train de prendre une extension énorme</w:t>
      </w:r>
      <w:r w:rsidR="00C90F8D">
        <w:rPr>
          <w:bCs/>
        </w:rPr>
        <w:t xml:space="preserve">. </w:t>
      </w:r>
      <w:r>
        <w:rPr>
          <w:bCs/>
        </w:rPr>
        <w:t>On envisageait la création prochaine de nouveaux emplois</w:t>
      </w:r>
      <w:r w:rsidR="00C90F8D">
        <w:rPr>
          <w:bCs/>
        </w:rPr>
        <w:t xml:space="preserve">. </w:t>
      </w:r>
      <w:r>
        <w:rPr>
          <w:bCs/>
        </w:rPr>
        <w:t>Seulement</w:t>
      </w:r>
      <w:r w:rsidR="00C90F8D">
        <w:rPr>
          <w:bCs/>
        </w:rPr>
        <w:t xml:space="preserve">, </w:t>
      </w:r>
      <w:r>
        <w:rPr>
          <w:bCs/>
        </w:rPr>
        <w:t>il me fallait tout de suite poser ma candidature</w:t>
      </w:r>
      <w:r w:rsidR="00C90F8D">
        <w:rPr>
          <w:bCs/>
        </w:rPr>
        <w:t xml:space="preserve">. </w:t>
      </w:r>
      <w:r>
        <w:rPr>
          <w:bCs/>
        </w:rPr>
        <w:t>C</w:t>
      </w:r>
      <w:r w:rsidR="00C90F8D">
        <w:rPr>
          <w:bCs/>
        </w:rPr>
        <w:t>’</w:t>
      </w:r>
      <w:r>
        <w:rPr>
          <w:bCs/>
        </w:rPr>
        <w:t>est ce que je fis</w:t>
      </w:r>
      <w:r w:rsidR="00C90F8D">
        <w:rPr>
          <w:bCs/>
        </w:rPr>
        <w:t xml:space="preserve">. </w:t>
      </w:r>
      <w:r>
        <w:rPr>
          <w:bCs/>
        </w:rPr>
        <w:t>J</w:t>
      </w:r>
      <w:r w:rsidR="00C90F8D">
        <w:rPr>
          <w:bCs/>
        </w:rPr>
        <w:t>’</w:t>
      </w:r>
      <w:r>
        <w:rPr>
          <w:bCs/>
        </w:rPr>
        <w:t>obtins un congé de trois ans</w:t>
      </w:r>
      <w:r w:rsidR="00C90F8D">
        <w:rPr>
          <w:bCs/>
        </w:rPr>
        <w:t xml:space="preserve">, </w:t>
      </w:r>
      <w:r>
        <w:rPr>
          <w:bCs/>
        </w:rPr>
        <w:t>pour convenances personnelles</w:t>
      </w:r>
      <w:r w:rsidR="00C90F8D">
        <w:rPr>
          <w:bCs/>
        </w:rPr>
        <w:t xml:space="preserve">. </w:t>
      </w:r>
      <w:r>
        <w:rPr>
          <w:bCs/>
        </w:rPr>
        <w:t>Tu connais certainement la société en question</w:t>
      </w:r>
      <w:r w:rsidR="00C90F8D">
        <w:rPr>
          <w:bCs/>
        </w:rPr>
        <w:t xml:space="preserve"> : </w:t>
      </w:r>
      <w:r>
        <w:rPr>
          <w:i/>
          <w:iCs/>
        </w:rPr>
        <w:t>L</w:t>
      </w:r>
      <w:r w:rsidR="00C90F8D">
        <w:rPr>
          <w:i/>
          <w:iCs/>
        </w:rPr>
        <w:t>’</w:t>
      </w:r>
      <w:r>
        <w:rPr>
          <w:i/>
          <w:iCs/>
        </w:rPr>
        <w:t>Union Métallurgique de Saône-et-Loire</w:t>
      </w:r>
      <w:r w:rsidR="00C90F8D">
        <w:rPr>
          <w:i/>
          <w:iCs/>
        </w:rPr>
        <w:t xml:space="preserve">. </w:t>
      </w:r>
      <w:r>
        <w:rPr>
          <w:bCs/>
        </w:rPr>
        <w:t>Je me mis aussitôt à sa disposition</w:t>
      </w:r>
      <w:r w:rsidR="00C90F8D">
        <w:rPr>
          <w:bCs/>
        </w:rPr>
        <w:t>.</w:t>
      </w:r>
    </w:p>
    <w:p w14:paraId="07809310" w14:textId="77777777" w:rsidR="00C90F8D" w:rsidRDefault="00AB2DE8">
      <w:pPr>
        <w:rPr>
          <w:bCs/>
        </w:rPr>
      </w:pPr>
      <w:r>
        <w:rPr>
          <w:bCs/>
        </w:rPr>
        <w:t>Cette société</w:t>
      </w:r>
      <w:r w:rsidR="00C90F8D">
        <w:rPr>
          <w:bCs/>
        </w:rPr>
        <w:t xml:space="preserve">, </w:t>
      </w:r>
      <w:r>
        <w:rPr>
          <w:bCs/>
        </w:rPr>
        <w:t>spécialisée dans la production du matériel d</w:t>
      </w:r>
      <w:r w:rsidR="00C90F8D">
        <w:rPr>
          <w:bCs/>
        </w:rPr>
        <w:t>’</w:t>
      </w:r>
      <w:r>
        <w:rPr>
          <w:bCs/>
        </w:rPr>
        <w:t>artillerie</w:t>
      </w:r>
      <w:r w:rsidR="00C90F8D">
        <w:rPr>
          <w:bCs/>
        </w:rPr>
        <w:t xml:space="preserve">, </w:t>
      </w:r>
      <w:r>
        <w:rPr>
          <w:bCs/>
        </w:rPr>
        <w:t>avait doublé rapidement son capital</w:t>
      </w:r>
      <w:r w:rsidR="00C90F8D">
        <w:rPr>
          <w:bCs/>
        </w:rPr>
        <w:t xml:space="preserve">, </w:t>
      </w:r>
      <w:r>
        <w:rPr>
          <w:bCs/>
        </w:rPr>
        <w:t>à la suite de grosses commandes passées par les puissances balkaniques</w:t>
      </w:r>
      <w:r w:rsidR="00C90F8D">
        <w:rPr>
          <w:bCs/>
        </w:rPr>
        <w:t xml:space="preserve">. </w:t>
      </w:r>
      <w:r>
        <w:rPr>
          <w:bCs/>
        </w:rPr>
        <w:t>Sa réputation était devenue telle que le gouvernement russe</w:t>
      </w:r>
      <w:r w:rsidR="00C90F8D">
        <w:rPr>
          <w:bCs/>
        </w:rPr>
        <w:t xml:space="preserve">, </w:t>
      </w:r>
      <w:r>
        <w:rPr>
          <w:bCs/>
        </w:rPr>
        <w:t>à son tour</w:t>
      </w:r>
      <w:r w:rsidR="00C90F8D">
        <w:rPr>
          <w:bCs/>
        </w:rPr>
        <w:t xml:space="preserve">, </w:t>
      </w:r>
      <w:r>
        <w:rPr>
          <w:bCs/>
        </w:rPr>
        <w:t>par l</w:t>
      </w:r>
      <w:r w:rsidR="00C90F8D">
        <w:rPr>
          <w:bCs/>
        </w:rPr>
        <w:t>’</w:t>
      </w:r>
      <w:r>
        <w:rPr>
          <w:bCs/>
        </w:rPr>
        <w:t>intermédiaire du nôtre</w:t>
      </w:r>
      <w:r w:rsidR="00C90F8D">
        <w:rPr>
          <w:bCs/>
        </w:rPr>
        <w:t xml:space="preserve">, </w:t>
      </w:r>
      <w:r>
        <w:rPr>
          <w:bCs/>
        </w:rPr>
        <w:t>était entré en rapports avec elle</w:t>
      </w:r>
      <w:r w:rsidR="00C90F8D">
        <w:rPr>
          <w:bCs/>
        </w:rPr>
        <w:t xml:space="preserve">. </w:t>
      </w:r>
      <w:r>
        <w:rPr>
          <w:bCs/>
        </w:rPr>
        <w:t>Il ne s</w:t>
      </w:r>
      <w:r w:rsidR="00C90F8D">
        <w:rPr>
          <w:bCs/>
        </w:rPr>
        <w:t>’</w:t>
      </w:r>
      <w:r>
        <w:rPr>
          <w:bCs/>
        </w:rPr>
        <w:t>agissait primitivement que de livraison de matériel fabriqué en France</w:t>
      </w:r>
      <w:r w:rsidR="00C90F8D">
        <w:rPr>
          <w:bCs/>
        </w:rPr>
        <w:t xml:space="preserve">. </w:t>
      </w:r>
      <w:r>
        <w:rPr>
          <w:bCs/>
        </w:rPr>
        <w:t>Mais</w:t>
      </w:r>
      <w:r w:rsidR="00C90F8D">
        <w:rPr>
          <w:bCs/>
        </w:rPr>
        <w:t xml:space="preserve">, </w:t>
      </w:r>
      <w:r>
        <w:rPr>
          <w:bCs/>
        </w:rPr>
        <w:t>très vite</w:t>
      </w:r>
      <w:r w:rsidR="00C90F8D">
        <w:rPr>
          <w:bCs/>
        </w:rPr>
        <w:t xml:space="preserve">, </w:t>
      </w:r>
      <w:r>
        <w:rPr>
          <w:bCs/>
        </w:rPr>
        <w:t>l</w:t>
      </w:r>
      <w:r w:rsidR="00C90F8D">
        <w:rPr>
          <w:bCs/>
        </w:rPr>
        <w:t>’</w:t>
      </w:r>
      <w:r>
        <w:rPr>
          <w:bCs/>
        </w:rPr>
        <w:t>affaire s</w:t>
      </w:r>
      <w:r w:rsidR="00C90F8D">
        <w:rPr>
          <w:bCs/>
        </w:rPr>
        <w:t>’</w:t>
      </w:r>
      <w:r>
        <w:rPr>
          <w:bCs/>
        </w:rPr>
        <w:t>amplifia</w:t>
      </w:r>
      <w:r w:rsidR="00C90F8D">
        <w:rPr>
          <w:bCs/>
        </w:rPr>
        <w:t xml:space="preserve">. </w:t>
      </w:r>
      <w:r>
        <w:rPr>
          <w:bCs/>
        </w:rPr>
        <w:t>Les dirigeants de la société</w:t>
      </w:r>
      <w:r w:rsidR="00C90F8D">
        <w:rPr>
          <w:bCs/>
        </w:rPr>
        <w:t xml:space="preserve">, </w:t>
      </w:r>
      <w:r>
        <w:rPr>
          <w:bCs/>
        </w:rPr>
        <w:t>séduits par l</w:t>
      </w:r>
      <w:r w:rsidR="00C90F8D">
        <w:rPr>
          <w:bCs/>
        </w:rPr>
        <w:t>’</w:t>
      </w:r>
      <w:r>
        <w:rPr>
          <w:bCs/>
        </w:rPr>
        <w:t>idée de la fabrication sur place</w:t>
      </w:r>
      <w:r w:rsidR="00C90F8D">
        <w:rPr>
          <w:bCs/>
        </w:rPr>
        <w:t xml:space="preserve">, </w:t>
      </w:r>
      <w:r>
        <w:rPr>
          <w:bCs/>
        </w:rPr>
        <w:t>s</w:t>
      </w:r>
      <w:r w:rsidR="00C90F8D">
        <w:rPr>
          <w:bCs/>
        </w:rPr>
        <w:t>’</w:t>
      </w:r>
      <w:r>
        <w:rPr>
          <w:bCs/>
        </w:rPr>
        <w:t>appliquèrent aux moyens de la réaliser</w:t>
      </w:r>
      <w:r w:rsidR="00C90F8D">
        <w:rPr>
          <w:bCs/>
        </w:rPr>
        <w:t xml:space="preserve">. </w:t>
      </w:r>
      <w:r>
        <w:rPr>
          <w:bCs/>
        </w:rPr>
        <w:t>Je n</w:t>
      </w:r>
      <w:r w:rsidR="00C90F8D">
        <w:rPr>
          <w:bCs/>
        </w:rPr>
        <w:t>’</w:t>
      </w:r>
      <w:r>
        <w:rPr>
          <w:bCs/>
        </w:rPr>
        <w:t>ai pas besoin d</w:t>
      </w:r>
      <w:r w:rsidR="00C90F8D">
        <w:rPr>
          <w:bCs/>
        </w:rPr>
        <w:t>’</w:t>
      </w:r>
      <w:r>
        <w:rPr>
          <w:bCs/>
        </w:rPr>
        <w:t>insister sur les avantages de la combinaison</w:t>
      </w:r>
      <w:r w:rsidR="00C90F8D">
        <w:rPr>
          <w:bCs/>
        </w:rPr>
        <w:t xml:space="preserve"> : </w:t>
      </w:r>
      <w:r>
        <w:rPr>
          <w:bCs/>
        </w:rPr>
        <w:t>suppression des frais et des difficultés de transport</w:t>
      </w:r>
      <w:r w:rsidR="00C90F8D">
        <w:rPr>
          <w:bCs/>
        </w:rPr>
        <w:t xml:space="preserve">, </w:t>
      </w:r>
      <w:r>
        <w:rPr>
          <w:bCs/>
        </w:rPr>
        <w:t>mainmise financière sur un des territoires du monde les plus riches en minerais de toutes sortes</w:t>
      </w:r>
      <w:r w:rsidR="00C90F8D">
        <w:rPr>
          <w:bCs/>
        </w:rPr>
        <w:t xml:space="preserve">. </w:t>
      </w:r>
      <w:r>
        <w:rPr>
          <w:bCs/>
        </w:rPr>
        <w:t>Inutile de te dire</w:t>
      </w:r>
      <w:r w:rsidR="00C90F8D">
        <w:rPr>
          <w:bCs/>
        </w:rPr>
        <w:t xml:space="preserve">, </w:t>
      </w:r>
      <w:r>
        <w:rPr>
          <w:bCs/>
        </w:rPr>
        <w:t>en effet</w:t>
      </w:r>
      <w:r w:rsidR="00C90F8D">
        <w:rPr>
          <w:bCs/>
        </w:rPr>
        <w:t xml:space="preserve">, </w:t>
      </w:r>
      <w:r>
        <w:rPr>
          <w:bCs/>
        </w:rPr>
        <w:t>qu</w:t>
      </w:r>
      <w:r w:rsidR="00C90F8D">
        <w:rPr>
          <w:bCs/>
        </w:rPr>
        <w:t>’</w:t>
      </w:r>
      <w:r>
        <w:rPr>
          <w:bCs/>
        </w:rPr>
        <w:t>on ne s</w:t>
      </w:r>
      <w:r w:rsidR="00C90F8D">
        <w:rPr>
          <w:bCs/>
        </w:rPr>
        <w:t>’</w:t>
      </w:r>
      <w:r>
        <w:rPr>
          <w:bCs/>
        </w:rPr>
        <w:t>engageait pas au hasard</w:t>
      </w:r>
      <w:r w:rsidR="00C90F8D">
        <w:rPr>
          <w:bCs/>
        </w:rPr>
        <w:t xml:space="preserve">, </w:t>
      </w:r>
      <w:r>
        <w:rPr>
          <w:bCs/>
        </w:rPr>
        <w:t>et que le choix de la région où devaient s</w:t>
      </w:r>
      <w:r w:rsidR="00C90F8D">
        <w:rPr>
          <w:bCs/>
        </w:rPr>
        <w:t>’</w:t>
      </w:r>
      <w:r>
        <w:rPr>
          <w:bCs/>
        </w:rPr>
        <w:t>élever nos usines était l</w:t>
      </w:r>
      <w:r w:rsidR="00C90F8D">
        <w:rPr>
          <w:bCs/>
        </w:rPr>
        <w:t>’</w:t>
      </w:r>
      <w:r>
        <w:rPr>
          <w:bCs/>
        </w:rPr>
        <w:t>œuvre d</w:t>
      </w:r>
      <w:r w:rsidR="00C90F8D">
        <w:rPr>
          <w:bCs/>
        </w:rPr>
        <w:t>’</w:t>
      </w:r>
      <w:r>
        <w:rPr>
          <w:bCs/>
        </w:rPr>
        <w:t>experts qui avaient étudié la question de longue date</w:t>
      </w:r>
      <w:r w:rsidR="00C90F8D">
        <w:rPr>
          <w:bCs/>
        </w:rPr>
        <w:t xml:space="preserve">, </w:t>
      </w:r>
      <w:r>
        <w:rPr>
          <w:bCs/>
        </w:rPr>
        <w:t>et qui n</w:t>
      </w:r>
      <w:r w:rsidR="00C90F8D">
        <w:rPr>
          <w:bCs/>
        </w:rPr>
        <w:t>’</w:t>
      </w:r>
      <w:r>
        <w:rPr>
          <w:bCs/>
        </w:rPr>
        <w:t>étaient pas précisément des enfants</w:t>
      </w:r>
      <w:r w:rsidR="00C90F8D">
        <w:rPr>
          <w:bCs/>
        </w:rPr>
        <w:t>.</w:t>
      </w:r>
    </w:p>
    <w:p w14:paraId="28A800DF" w14:textId="77777777" w:rsidR="00C90F8D" w:rsidRDefault="00AB2DE8">
      <w:pPr>
        <w:rPr>
          <w:bCs/>
        </w:rPr>
      </w:pPr>
      <w:r>
        <w:rPr>
          <w:bCs/>
        </w:rPr>
        <w:t>Tout marcha au début comme sur des roulettes</w:t>
      </w:r>
      <w:r w:rsidR="00C90F8D">
        <w:rPr>
          <w:bCs/>
        </w:rPr>
        <w:t xml:space="preserve">. </w:t>
      </w:r>
      <w:r>
        <w:rPr>
          <w:bCs/>
        </w:rPr>
        <w:t>Avec les Russes</w:t>
      </w:r>
      <w:r w:rsidR="00C90F8D">
        <w:rPr>
          <w:bCs/>
        </w:rPr>
        <w:t xml:space="preserve">, </w:t>
      </w:r>
      <w:r>
        <w:rPr>
          <w:bCs/>
        </w:rPr>
        <w:t>tant qu</w:t>
      </w:r>
      <w:r w:rsidR="00C90F8D">
        <w:rPr>
          <w:bCs/>
        </w:rPr>
        <w:t>’</w:t>
      </w:r>
      <w:r>
        <w:rPr>
          <w:bCs/>
        </w:rPr>
        <w:t>il ne s</w:t>
      </w:r>
      <w:r w:rsidR="00C90F8D">
        <w:rPr>
          <w:bCs/>
        </w:rPr>
        <w:t>’</w:t>
      </w:r>
      <w:r>
        <w:rPr>
          <w:bCs/>
        </w:rPr>
        <w:t>agit que de projets</w:t>
      </w:r>
      <w:r w:rsidR="00C90F8D">
        <w:rPr>
          <w:bCs/>
        </w:rPr>
        <w:t xml:space="preserve">, </w:t>
      </w:r>
      <w:r>
        <w:rPr>
          <w:bCs/>
        </w:rPr>
        <w:t>de promesses</w:t>
      </w:r>
      <w:r w:rsidR="00C90F8D">
        <w:rPr>
          <w:bCs/>
        </w:rPr>
        <w:t xml:space="preserve">, </w:t>
      </w:r>
      <w:r>
        <w:rPr>
          <w:bCs/>
        </w:rPr>
        <w:t>on s</w:t>
      </w:r>
      <w:r w:rsidR="00C90F8D">
        <w:rPr>
          <w:bCs/>
        </w:rPr>
        <w:t>’</w:t>
      </w:r>
      <w:r>
        <w:rPr>
          <w:bCs/>
        </w:rPr>
        <w:t>entend toujours</w:t>
      </w:r>
      <w:r w:rsidR="00C90F8D">
        <w:rPr>
          <w:bCs/>
        </w:rPr>
        <w:t xml:space="preserve">. </w:t>
      </w:r>
      <w:r>
        <w:rPr>
          <w:bCs/>
        </w:rPr>
        <w:t>Les choses ne se compliquent qu</w:t>
      </w:r>
      <w:r w:rsidR="00C90F8D">
        <w:rPr>
          <w:bCs/>
        </w:rPr>
        <w:t>’</w:t>
      </w:r>
      <w:r>
        <w:rPr>
          <w:bCs/>
        </w:rPr>
        <w:t>au moment où les engagements doivent être tenus</w:t>
      </w:r>
      <w:r w:rsidR="00C90F8D">
        <w:rPr>
          <w:bCs/>
        </w:rPr>
        <w:t xml:space="preserve">. </w:t>
      </w:r>
      <w:r>
        <w:rPr>
          <w:bCs/>
        </w:rPr>
        <w:t>Et ce qu</w:t>
      </w:r>
      <w:r w:rsidR="00C90F8D">
        <w:rPr>
          <w:bCs/>
        </w:rPr>
        <w:t>’</w:t>
      </w:r>
      <w:r>
        <w:rPr>
          <w:bCs/>
        </w:rPr>
        <w:t xml:space="preserve">il y a </w:t>
      </w:r>
      <w:r>
        <w:rPr>
          <w:bCs/>
        </w:rPr>
        <w:lastRenderedPageBreak/>
        <w:t>alors de plus déprimant</w:t>
      </w:r>
      <w:r w:rsidR="00C90F8D">
        <w:rPr>
          <w:bCs/>
        </w:rPr>
        <w:t xml:space="preserve">, </w:t>
      </w:r>
      <w:r>
        <w:rPr>
          <w:bCs/>
        </w:rPr>
        <w:t>c</w:t>
      </w:r>
      <w:r w:rsidR="00C90F8D">
        <w:rPr>
          <w:bCs/>
        </w:rPr>
        <w:t>’</w:t>
      </w:r>
      <w:r>
        <w:rPr>
          <w:bCs/>
        </w:rPr>
        <w:t>est qu</w:t>
      </w:r>
      <w:r w:rsidR="00C90F8D">
        <w:rPr>
          <w:bCs/>
        </w:rPr>
        <w:t>’</w:t>
      </w:r>
      <w:r>
        <w:rPr>
          <w:bCs/>
        </w:rPr>
        <w:t>on n</w:t>
      </w:r>
      <w:r w:rsidR="00C90F8D">
        <w:rPr>
          <w:bCs/>
        </w:rPr>
        <w:t>’</w:t>
      </w:r>
      <w:r>
        <w:rPr>
          <w:bCs/>
        </w:rPr>
        <w:t>a même pas la ressource de leur en vouloir</w:t>
      </w:r>
      <w:r w:rsidR="00C90F8D">
        <w:rPr>
          <w:bCs/>
        </w:rPr>
        <w:t xml:space="preserve">, </w:t>
      </w:r>
      <w:r>
        <w:rPr>
          <w:bCs/>
        </w:rPr>
        <w:t>de suspecter leur bonne foi</w:t>
      </w:r>
      <w:r w:rsidR="00C90F8D">
        <w:rPr>
          <w:bCs/>
        </w:rPr>
        <w:t xml:space="preserve">, </w:t>
      </w:r>
      <w:r>
        <w:rPr>
          <w:bCs/>
        </w:rPr>
        <w:t>qui continue à rester entière</w:t>
      </w:r>
      <w:r w:rsidR="00C90F8D">
        <w:rPr>
          <w:bCs/>
        </w:rPr>
        <w:t>.</w:t>
      </w:r>
    </w:p>
    <w:p w14:paraId="484AA6ED" w14:textId="77777777" w:rsidR="00C90F8D" w:rsidRDefault="00AB2DE8">
      <w:pPr>
        <w:rPr>
          <w:bCs/>
        </w:rPr>
      </w:pPr>
      <w:r>
        <w:rPr>
          <w:bCs/>
        </w:rPr>
        <w:t>Je te donnerai</w:t>
      </w:r>
      <w:r w:rsidR="00C90F8D">
        <w:rPr>
          <w:bCs/>
        </w:rPr>
        <w:t xml:space="preserve">, </w:t>
      </w:r>
      <w:r>
        <w:rPr>
          <w:bCs/>
        </w:rPr>
        <w:t>si besoin est</w:t>
      </w:r>
      <w:r w:rsidR="00C90F8D">
        <w:rPr>
          <w:bCs/>
        </w:rPr>
        <w:t xml:space="preserve">, </w:t>
      </w:r>
      <w:r>
        <w:rPr>
          <w:bCs/>
        </w:rPr>
        <w:t>au cours de mon récit</w:t>
      </w:r>
      <w:r w:rsidR="00C90F8D">
        <w:rPr>
          <w:bCs/>
        </w:rPr>
        <w:t xml:space="preserve">, </w:t>
      </w:r>
      <w:r>
        <w:rPr>
          <w:bCs/>
        </w:rPr>
        <w:t>des détails complémentaires sur notre cahier des charges</w:t>
      </w:r>
      <w:r w:rsidR="00C90F8D">
        <w:rPr>
          <w:bCs/>
        </w:rPr>
        <w:t xml:space="preserve">, </w:t>
      </w:r>
      <w:r>
        <w:rPr>
          <w:bCs/>
        </w:rPr>
        <w:t>sur les clauses du contrat qui unissait sous le contrôle tout naturel de l</w:t>
      </w:r>
      <w:r w:rsidR="00C90F8D">
        <w:rPr>
          <w:bCs/>
        </w:rPr>
        <w:t>’</w:t>
      </w:r>
      <w:r>
        <w:rPr>
          <w:bCs/>
        </w:rPr>
        <w:t>État français</w:t>
      </w:r>
      <w:r w:rsidR="00C90F8D">
        <w:rPr>
          <w:bCs/>
        </w:rPr>
        <w:t xml:space="preserve">, </w:t>
      </w:r>
      <w:r>
        <w:rPr>
          <w:bCs/>
        </w:rPr>
        <w:t>notre société et le gouvernement impérial</w:t>
      </w:r>
      <w:r w:rsidR="00C90F8D">
        <w:rPr>
          <w:bCs/>
        </w:rPr>
        <w:t xml:space="preserve">. </w:t>
      </w:r>
      <w:r>
        <w:rPr>
          <w:bCs/>
        </w:rPr>
        <w:t>Pour l</w:t>
      </w:r>
      <w:r w:rsidR="00C90F8D">
        <w:rPr>
          <w:bCs/>
        </w:rPr>
        <w:t>’</w:t>
      </w:r>
      <w:r>
        <w:rPr>
          <w:bCs/>
        </w:rPr>
        <w:t>instant</w:t>
      </w:r>
      <w:r w:rsidR="00C90F8D">
        <w:rPr>
          <w:bCs/>
        </w:rPr>
        <w:t xml:space="preserve">, </w:t>
      </w:r>
      <w:r>
        <w:rPr>
          <w:bCs/>
        </w:rPr>
        <w:t>qu</w:t>
      </w:r>
      <w:r w:rsidR="00C90F8D">
        <w:rPr>
          <w:bCs/>
        </w:rPr>
        <w:t>’</w:t>
      </w:r>
      <w:r>
        <w:rPr>
          <w:bCs/>
        </w:rPr>
        <w:t>il te suffise de savoir qu</w:t>
      </w:r>
      <w:r w:rsidR="00C90F8D">
        <w:rPr>
          <w:bCs/>
        </w:rPr>
        <w:t>’</w:t>
      </w:r>
      <w:r>
        <w:rPr>
          <w:bCs/>
        </w:rPr>
        <w:t>au début de 1913</w:t>
      </w:r>
      <w:r w:rsidR="00C90F8D">
        <w:rPr>
          <w:bCs/>
        </w:rPr>
        <w:t xml:space="preserve">, </w:t>
      </w:r>
      <w:r>
        <w:rPr>
          <w:bCs/>
        </w:rPr>
        <w:t>après un court stage au siège social pour me mettre au courant et entrer en contact avec le haut personnel administratif de l</w:t>
      </w:r>
      <w:r w:rsidR="00C90F8D">
        <w:rPr>
          <w:bCs/>
        </w:rPr>
        <w:t>’</w:t>
      </w:r>
      <w:r>
        <w:rPr>
          <w:bCs/>
        </w:rPr>
        <w:t>entreprise</w:t>
      </w:r>
      <w:r w:rsidR="00C90F8D">
        <w:rPr>
          <w:bCs/>
        </w:rPr>
        <w:t xml:space="preserve">, </w:t>
      </w:r>
      <w:r>
        <w:rPr>
          <w:bCs/>
        </w:rPr>
        <w:t>je partais pour la Russie</w:t>
      </w:r>
      <w:r w:rsidR="00C90F8D">
        <w:rPr>
          <w:bCs/>
        </w:rPr>
        <w:t xml:space="preserve">. </w:t>
      </w:r>
      <w:r>
        <w:rPr>
          <w:bCs/>
        </w:rPr>
        <w:t>Ma femme</w:t>
      </w:r>
      <w:r w:rsidR="00C90F8D">
        <w:rPr>
          <w:bCs/>
        </w:rPr>
        <w:t xml:space="preserve">, </w:t>
      </w:r>
      <w:r>
        <w:rPr>
          <w:bCs/>
        </w:rPr>
        <w:t>remise depuis peu</w:t>
      </w:r>
      <w:r w:rsidR="00C90F8D">
        <w:rPr>
          <w:bCs/>
        </w:rPr>
        <w:t xml:space="preserve">, </w:t>
      </w:r>
      <w:r>
        <w:rPr>
          <w:bCs/>
        </w:rPr>
        <w:t>m</w:t>
      </w:r>
      <w:r w:rsidR="00C90F8D">
        <w:rPr>
          <w:bCs/>
        </w:rPr>
        <w:t>’</w:t>
      </w:r>
      <w:r>
        <w:rPr>
          <w:bCs/>
        </w:rPr>
        <w:t>accompagna à la gare</w:t>
      </w:r>
      <w:r w:rsidR="00C90F8D">
        <w:rPr>
          <w:bCs/>
        </w:rPr>
        <w:t xml:space="preserve">, </w:t>
      </w:r>
      <w:r>
        <w:rPr>
          <w:bCs/>
        </w:rPr>
        <w:t>avec les deux enfants</w:t>
      </w:r>
      <w:r w:rsidR="00C90F8D">
        <w:rPr>
          <w:bCs/>
        </w:rPr>
        <w:t xml:space="preserve">. </w:t>
      </w:r>
      <w:r>
        <w:rPr>
          <w:bCs/>
        </w:rPr>
        <w:t>Nous pleurâmes bien l</w:t>
      </w:r>
      <w:r w:rsidR="00C90F8D">
        <w:rPr>
          <w:bCs/>
        </w:rPr>
        <w:t>’</w:t>
      </w:r>
      <w:r>
        <w:rPr>
          <w:bCs/>
        </w:rPr>
        <w:t>un et l</w:t>
      </w:r>
      <w:r w:rsidR="00C90F8D">
        <w:rPr>
          <w:bCs/>
        </w:rPr>
        <w:t>’</w:t>
      </w:r>
      <w:r>
        <w:rPr>
          <w:bCs/>
        </w:rPr>
        <w:t>autre</w:t>
      </w:r>
      <w:r w:rsidR="00C90F8D">
        <w:rPr>
          <w:bCs/>
        </w:rPr>
        <w:t xml:space="preserve">, </w:t>
      </w:r>
      <w:r>
        <w:rPr>
          <w:bCs/>
        </w:rPr>
        <w:t>je te le jure</w:t>
      </w:r>
      <w:r w:rsidR="00C90F8D">
        <w:rPr>
          <w:bCs/>
        </w:rPr>
        <w:t xml:space="preserve">, </w:t>
      </w:r>
      <w:r>
        <w:rPr>
          <w:bCs/>
        </w:rPr>
        <w:t>cette fois-là</w:t>
      </w:r>
      <w:r w:rsidR="00C90F8D">
        <w:rPr>
          <w:bCs/>
        </w:rPr>
        <w:t xml:space="preserve">, </w:t>
      </w:r>
      <w:r>
        <w:rPr>
          <w:bCs/>
        </w:rPr>
        <w:t>en nous quittant</w:t>
      </w:r>
      <w:r w:rsidR="00C90F8D">
        <w:rPr>
          <w:bCs/>
        </w:rPr>
        <w:t>.</w:t>
      </w:r>
    </w:p>
    <w:p w14:paraId="6219EF1A" w14:textId="77777777" w:rsidR="00C90F8D" w:rsidRDefault="00AB2DE8">
      <w:pPr>
        <w:rPr>
          <w:bCs/>
        </w:rPr>
      </w:pPr>
      <w:r>
        <w:rPr>
          <w:bCs/>
        </w:rPr>
        <w:t>Arrivé là-bas</w:t>
      </w:r>
      <w:r w:rsidR="00C90F8D">
        <w:rPr>
          <w:bCs/>
        </w:rPr>
        <w:t xml:space="preserve">, </w:t>
      </w:r>
      <w:r>
        <w:rPr>
          <w:bCs/>
        </w:rPr>
        <w:t>j</w:t>
      </w:r>
      <w:r w:rsidR="00C90F8D">
        <w:rPr>
          <w:bCs/>
        </w:rPr>
        <w:t>’</w:t>
      </w:r>
      <w:r>
        <w:rPr>
          <w:bCs/>
        </w:rPr>
        <w:t>eus l</w:t>
      </w:r>
      <w:r w:rsidR="00C90F8D">
        <w:rPr>
          <w:bCs/>
        </w:rPr>
        <w:t>’</w:t>
      </w:r>
      <w:r>
        <w:rPr>
          <w:bCs/>
        </w:rPr>
        <w:t>heureuse surprise de trouver les travaux de premier établissement beaucoup plus avancés qu</w:t>
      </w:r>
      <w:r w:rsidR="00C90F8D">
        <w:rPr>
          <w:bCs/>
        </w:rPr>
        <w:t>’</w:t>
      </w:r>
      <w:r>
        <w:rPr>
          <w:bCs/>
        </w:rPr>
        <w:t>on ne se l</w:t>
      </w:r>
      <w:r w:rsidR="00C90F8D">
        <w:rPr>
          <w:bCs/>
        </w:rPr>
        <w:t>’</w:t>
      </w:r>
      <w:r>
        <w:rPr>
          <w:bCs/>
        </w:rPr>
        <w:t>imaginait à Paris</w:t>
      </w:r>
      <w:r w:rsidR="00C90F8D">
        <w:rPr>
          <w:bCs/>
        </w:rPr>
        <w:t xml:space="preserve">. </w:t>
      </w:r>
      <w:r>
        <w:rPr>
          <w:bCs/>
        </w:rPr>
        <w:t>Les ateliers étaient construits</w:t>
      </w:r>
      <w:r w:rsidR="00C90F8D">
        <w:rPr>
          <w:bCs/>
        </w:rPr>
        <w:t xml:space="preserve"> ; </w:t>
      </w:r>
      <w:r>
        <w:rPr>
          <w:bCs/>
        </w:rPr>
        <w:t>la plupart des machines se trouvaient déjà en place</w:t>
      </w:r>
      <w:r w:rsidR="00C90F8D">
        <w:rPr>
          <w:bCs/>
        </w:rPr>
        <w:t xml:space="preserve">, </w:t>
      </w:r>
      <w:r>
        <w:rPr>
          <w:bCs/>
        </w:rPr>
        <w:t>ne demandant qu</w:t>
      </w:r>
      <w:r w:rsidR="00C90F8D">
        <w:rPr>
          <w:bCs/>
        </w:rPr>
        <w:t>’</w:t>
      </w:r>
      <w:r>
        <w:rPr>
          <w:bCs/>
        </w:rPr>
        <w:t>à fonctionner</w:t>
      </w:r>
      <w:r w:rsidR="00C90F8D">
        <w:rPr>
          <w:bCs/>
        </w:rPr>
        <w:t xml:space="preserve">. </w:t>
      </w:r>
      <w:r>
        <w:rPr>
          <w:bCs/>
        </w:rPr>
        <w:t>Quant aux matières premières</w:t>
      </w:r>
      <w:r w:rsidR="00C90F8D">
        <w:rPr>
          <w:bCs/>
        </w:rPr>
        <w:t xml:space="preserve">, </w:t>
      </w:r>
      <w:r>
        <w:rPr>
          <w:bCs/>
        </w:rPr>
        <w:t>étant donné l</w:t>
      </w:r>
      <w:r w:rsidR="00C90F8D">
        <w:rPr>
          <w:bCs/>
        </w:rPr>
        <w:t>’</w:t>
      </w:r>
      <w:r>
        <w:rPr>
          <w:bCs/>
        </w:rPr>
        <w:t>endroit choisi</w:t>
      </w:r>
      <w:r w:rsidR="00C90F8D">
        <w:rPr>
          <w:bCs/>
        </w:rPr>
        <w:t xml:space="preserve">, </w:t>
      </w:r>
      <w:r>
        <w:rPr>
          <w:bCs/>
        </w:rPr>
        <w:t>elles étaient bien entendu à pied d</w:t>
      </w:r>
      <w:r w:rsidR="00C90F8D">
        <w:rPr>
          <w:bCs/>
        </w:rPr>
        <w:t>’</w:t>
      </w:r>
      <w:r>
        <w:rPr>
          <w:bCs/>
        </w:rPr>
        <w:t>œuvre</w:t>
      </w:r>
      <w:r w:rsidR="00C90F8D">
        <w:rPr>
          <w:bCs/>
        </w:rPr>
        <w:t xml:space="preserve">. </w:t>
      </w:r>
      <w:r>
        <w:rPr>
          <w:bCs/>
        </w:rPr>
        <w:t>Le directeur général</w:t>
      </w:r>
      <w:r w:rsidR="00C90F8D">
        <w:rPr>
          <w:bCs/>
        </w:rPr>
        <w:t xml:space="preserve">, </w:t>
      </w:r>
      <w:r>
        <w:rPr>
          <w:bCs/>
        </w:rPr>
        <w:t>auprès de qui on me détachait en qualité d</w:t>
      </w:r>
      <w:r w:rsidR="00C90F8D">
        <w:rPr>
          <w:bCs/>
        </w:rPr>
        <w:t>’</w:t>
      </w:r>
      <w:r>
        <w:rPr>
          <w:bCs/>
        </w:rPr>
        <w:t>adjoint</w:t>
      </w:r>
      <w:r w:rsidR="00C90F8D">
        <w:rPr>
          <w:bCs/>
        </w:rPr>
        <w:t xml:space="preserve">, </w:t>
      </w:r>
      <w:r>
        <w:rPr>
          <w:bCs/>
        </w:rPr>
        <w:t>n</w:t>
      </w:r>
      <w:r w:rsidR="00C90F8D">
        <w:rPr>
          <w:bCs/>
        </w:rPr>
        <w:t>’</w:t>
      </w:r>
      <w:r>
        <w:rPr>
          <w:bCs/>
        </w:rPr>
        <w:t>avait pas boudé à la besogne</w:t>
      </w:r>
      <w:r w:rsidR="00C90F8D">
        <w:rPr>
          <w:bCs/>
        </w:rPr>
        <w:t xml:space="preserve">. </w:t>
      </w:r>
      <w:r>
        <w:rPr>
          <w:bCs/>
        </w:rPr>
        <w:t>Il était de ceux qui promettent peu et font beaucoup</w:t>
      </w:r>
      <w:r w:rsidR="00C90F8D">
        <w:rPr>
          <w:bCs/>
        </w:rPr>
        <w:t xml:space="preserve">. </w:t>
      </w:r>
      <w:r>
        <w:rPr>
          <w:bCs/>
        </w:rPr>
        <w:t>Son nom te dira sûrement quelque chose</w:t>
      </w:r>
      <w:r w:rsidR="00C90F8D">
        <w:rPr>
          <w:bCs/>
        </w:rPr>
        <w:t xml:space="preserve"> : </w:t>
      </w:r>
      <w:proofErr w:type="spellStart"/>
      <w:r>
        <w:rPr>
          <w:bCs/>
        </w:rPr>
        <w:t>Dumanoir</w:t>
      </w:r>
      <w:proofErr w:type="spellEnd"/>
      <w:r w:rsidR="00C90F8D">
        <w:rPr>
          <w:bCs/>
        </w:rPr>
        <w:t xml:space="preserve">, </w:t>
      </w:r>
      <w:r>
        <w:rPr>
          <w:bCs/>
        </w:rPr>
        <w:t>un ancien ingénieur des mines</w:t>
      </w:r>
      <w:r w:rsidR="00C90F8D">
        <w:rPr>
          <w:bCs/>
        </w:rPr>
        <w:t xml:space="preserve">, </w:t>
      </w:r>
      <w:r>
        <w:rPr>
          <w:bCs/>
        </w:rPr>
        <w:t>lui aussi</w:t>
      </w:r>
      <w:r w:rsidR="00C90F8D">
        <w:rPr>
          <w:bCs/>
        </w:rPr>
        <w:t xml:space="preserve">. </w:t>
      </w:r>
      <w:r>
        <w:rPr>
          <w:bCs/>
        </w:rPr>
        <w:t>Chef de bataillon du génie dans la réserve</w:t>
      </w:r>
      <w:r w:rsidR="00C90F8D">
        <w:rPr>
          <w:bCs/>
        </w:rPr>
        <w:t xml:space="preserve">, </w:t>
      </w:r>
      <w:r>
        <w:rPr>
          <w:bCs/>
        </w:rPr>
        <w:t>il devait rentrer en France en août 1914</w:t>
      </w:r>
      <w:r w:rsidR="00C90F8D">
        <w:rPr>
          <w:bCs/>
        </w:rPr>
        <w:t xml:space="preserve">, </w:t>
      </w:r>
      <w:r>
        <w:rPr>
          <w:bCs/>
        </w:rPr>
        <w:t>en même temps que moi</w:t>
      </w:r>
      <w:r w:rsidR="00C90F8D">
        <w:rPr>
          <w:bCs/>
        </w:rPr>
        <w:t xml:space="preserve">, </w:t>
      </w:r>
      <w:r>
        <w:rPr>
          <w:bCs/>
        </w:rPr>
        <w:t>pour se faire tuer bêtement</w:t>
      </w:r>
      <w:r w:rsidR="00C90F8D">
        <w:rPr>
          <w:bCs/>
        </w:rPr>
        <w:t xml:space="preserve">, </w:t>
      </w:r>
      <w:r>
        <w:rPr>
          <w:bCs/>
        </w:rPr>
        <w:t>dès les premières semaines de la guerre</w:t>
      </w:r>
      <w:r w:rsidR="00C90F8D">
        <w:rPr>
          <w:bCs/>
        </w:rPr>
        <w:t xml:space="preserve">, </w:t>
      </w:r>
      <w:r>
        <w:rPr>
          <w:bCs/>
        </w:rPr>
        <w:t>à un poste où le premier venu l</w:t>
      </w:r>
      <w:r w:rsidR="00C90F8D">
        <w:rPr>
          <w:bCs/>
        </w:rPr>
        <w:t>’</w:t>
      </w:r>
      <w:r>
        <w:rPr>
          <w:bCs/>
        </w:rPr>
        <w:t>aurait aussi bien remplacé</w:t>
      </w:r>
      <w:r w:rsidR="00C90F8D">
        <w:rPr>
          <w:bCs/>
        </w:rPr>
        <w:t xml:space="preserve">. </w:t>
      </w:r>
      <w:r>
        <w:rPr>
          <w:bCs/>
        </w:rPr>
        <w:t>Sa mort aura eu sur ma vie une influence capitale</w:t>
      </w:r>
      <w:r w:rsidR="00C90F8D">
        <w:rPr>
          <w:bCs/>
        </w:rPr>
        <w:t>.</w:t>
      </w:r>
    </w:p>
    <w:p w14:paraId="69624BAC" w14:textId="77777777" w:rsidR="00C90F8D" w:rsidRDefault="00AB2DE8">
      <w:pPr>
        <w:rPr>
          <w:bCs/>
        </w:rPr>
      </w:pPr>
      <w:r>
        <w:rPr>
          <w:bCs/>
        </w:rPr>
        <w:lastRenderedPageBreak/>
        <w:t>La concession qui nous avait été octroyée était située sur le versant asiatique de l</w:t>
      </w:r>
      <w:r w:rsidR="00C90F8D">
        <w:rPr>
          <w:bCs/>
        </w:rPr>
        <w:t>’</w:t>
      </w:r>
      <w:r>
        <w:rPr>
          <w:bCs/>
        </w:rPr>
        <w:t>Oural</w:t>
      </w:r>
      <w:r w:rsidR="00C90F8D">
        <w:rPr>
          <w:bCs/>
        </w:rPr>
        <w:t xml:space="preserve">, </w:t>
      </w:r>
      <w:r>
        <w:rPr>
          <w:bCs/>
        </w:rPr>
        <w:t>dans le gouvernement d</w:t>
      </w:r>
      <w:r w:rsidR="00C90F8D">
        <w:rPr>
          <w:bCs/>
        </w:rPr>
        <w:t>’</w:t>
      </w:r>
      <w:r>
        <w:rPr>
          <w:bCs/>
        </w:rPr>
        <w:t>Orenbourg</w:t>
      </w:r>
      <w:r w:rsidR="00C90F8D">
        <w:rPr>
          <w:bCs/>
        </w:rPr>
        <w:t xml:space="preserve">, </w:t>
      </w:r>
      <w:r>
        <w:rPr>
          <w:bCs/>
        </w:rPr>
        <w:t>district de Tcheliabinsk</w:t>
      </w:r>
      <w:r w:rsidR="00C90F8D">
        <w:rPr>
          <w:bCs/>
        </w:rPr>
        <w:t xml:space="preserve">, </w:t>
      </w:r>
      <w:r>
        <w:rPr>
          <w:bCs/>
        </w:rPr>
        <w:t>à une demi-lieue environ d</w:t>
      </w:r>
      <w:r w:rsidR="00C90F8D">
        <w:rPr>
          <w:bCs/>
        </w:rPr>
        <w:t>’</w:t>
      </w:r>
      <w:r>
        <w:rPr>
          <w:bCs/>
        </w:rPr>
        <w:t>une ville de six mille habitants</w:t>
      </w:r>
      <w:r w:rsidR="00C90F8D">
        <w:rPr>
          <w:bCs/>
        </w:rPr>
        <w:t xml:space="preserve">, </w:t>
      </w:r>
      <w:r>
        <w:rPr>
          <w:bCs/>
        </w:rPr>
        <w:t>du nom de Novo-Petrovsk</w:t>
      </w:r>
      <w:r w:rsidR="00C90F8D">
        <w:rPr>
          <w:bCs/>
        </w:rPr>
        <w:t>.</w:t>
      </w:r>
    </w:p>
    <w:p w14:paraId="7BA35FD5" w14:textId="77777777" w:rsidR="00C90F8D" w:rsidRDefault="00AB2DE8">
      <w:pPr>
        <w:rPr>
          <w:bCs/>
        </w:rPr>
      </w:pPr>
      <w:r>
        <w:rPr>
          <w:bCs/>
        </w:rPr>
        <w:t>C</w:t>
      </w:r>
      <w:r w:rsidR="00C90F8D">
        <w:rPr>
          <w:bCs/>
        </w:rPr>
        <w:t>’</w:t>
      </w:r>
      <w:r>
        <w:rPr>
          <w:bCs/>
        </w:rPr>
        <w:t>était une cité assez coquette</w:t>
      </w:r>
      <w:r w:rsidR="00C90F8D">
        <w:rPr>
          <w:bCs/>
        </w:rPr>
        <w:t xml:space="preserve">, </w:t>
      </w:r>
      <w:r>
        <w:rPr>
          <w:bCs/>
        </w:rPr>
        <w:t>avec ses maisons de bois à balustrade</w:t>
      </w:r>
      <w:r w:rsidR="00C90F8D">
        <w:rPr>
          <w:bCs/>
        </w:rPr>
        <w:t xml:space="preserve">, </w:t>
      </w:r>
      <w:r>
        <w:rPr>
          <w:bCs/>
        </w:rPr>
        <w:t>son Kremlin</w:t>
      </w:r>
      <w:r w:rsidR="00C90F8D">
        <w:rPr>
          <w:bCs/>
        </w:rPr>
        <w:t xml:space="preserve">, </w:t>
      </w:r>
      <w:r>
        <w:rPr>
          <w:bCs/>
        </w:rPr>
        <w:t>la coupole pourpre et or de son église</w:t>
      </w:r>
      <w:r w:rsidR="00C90F8D">
        <w:rPr>
          <w:bCs/>
        </w:rPr>
        <w:t xml:space="preserve">, </w:t>
      </w:r>
      <w:r>
        <w:rPr>
          <w:bCs/>
        </w:rPr>
        <w:t>son bazar où</w:t>
      </w:r>
      <w:r w:rsidR="00C90F8D">
        <w:rPr>
          <w:bCs/>
        </w:rPr>
        <w:t xml:space="preserve">, </w:t>
      </w:r>
      <w:r>
        <w:rPr>
          <w:bCs/>
        </w:rPr>
        <w:t>vers l</w:t>
      </w:r>
      <w:r w:rsidR="00C90F8D">
        <w:rPr>
          <w:bCs/>
        </w:rPr>
        <w:t>’</w:t>
      </w:r>
      <w:r>
        <w:rPr>
          <w:bCs/>
        </w:rPr>
        <w:t>époque de la foire d</w:t>
      </w:r>
      <w:r w:rsidR="00C90F8D">
        <w:rPr>
          <w:bCs/>
        </w:rPr>
        <w:t>’</w:t>
      </w:r>
      <w:r>
        <w:rPr>
          <w:bCs/>
        </w:rPr>
        <w:t>Irbit</w:t>
      </w:r>
      <w:r w:rsidR="00C90F8D">
        <w:rPr>
          <w:bCs/>
        </w:rPr>
        <w:t xml:space="preserve">, </w:t>
      </w:r>
      <w:r>
        <w:rPr>
          <w:bCs/>
        </w:rPr>
        <w:t>campaient des caravanes tartares venues de Semipalatinsk</w:t>
      </w:r>
      <w:r w:rsidR="00C90F8D">
        <w:rPr>
          <w:bCs/>
        </w:rPr>
        <w:t xml:space="preserve">, </w:t>
      </w:r>
      <w:r>
        <w:rPr>
          <w:bCs/>
        </w:rPr>
        <w:t xml:space="preserve">de Merv et de </w:t>
      </w:r>
      <w:proofErr w:type="spellStart"/>
      <w:r>
        <w:rPr>
          <w:bCs/>
        </w:rPr>
        <w:t>Bokhara</w:t>
      </w:r>
      <w:proofErr w:type="spellEnd"/>
      <w:r w:rsidR="00C90F8D">
        <w:rPr>
          <w:bCs/>
        </w:rPr>
        <w:t xml:space="preserve">. </w:t>
      </w:r>
      <w:r>
        <w:rPr>
          <w:bCs/>
        </w:rPr>
        <w:t>L</w:t>
      </w:r>
      <w:r w:rsidR="00C90F8D">
        <w:rPr>
          <w:bCs/>
        </w:rPr>
        <w:t>’</w:t>
      </w:r>
      <w:r>
        <w:rPr>
          <w:bCs/>
        </w:rPr>
        <w:t>atmosphère était alors toute chargée d</w:t>
      </w:r>
      <w:r w:rsidR="00C90F8D">
        <w:rPr>
          <w:bCs/>
        </w:rPr>
        <w:t>’</w:t>
      </w:r>
      <w:r>
        <w:rPr>
          <w:bCs/>
        </w:rPr>
        <w:t>étranges senteurs orientales</w:t>
      </w:r>
      <w:r w:rsidR="00C90F8D">
        <w:rPr>
          <w:bCs/>
        </w:rPr>
        <w:t xml:space="preserve">. </w:t>
      </w:r>
      <w:r>
        <w:rPr>
          <w:bCs/>
        </w:rPr>
        <w:t>Par Novo-Petrovsk passe</w:t>
      </w:r>
      <w:r w:rsidR="00C90F8D">
        <w:rPr>
          <w:bCs/>
        </w:rPr>
        <w:t xml:space="preserve"> – </w:t>
      </w:r>
      <w:r>
        <w:rPr>
          <w:bCs/>
        </w:rPr>
        <w:t>passait</w:t>
      </w:r>
      <w:r w:rsidR="00C90F8D">
        <w:rPr>
          <w:bCs/>
        </w:rPr>
        <w:t xml:space="preserve">, </w:t>
      </w:r>
      <w:r>
        <w:rPr>
          <w:bCs/>
        </w:rPr>
        <w:t>plutôt</w:t>
      </w:r>
      <w:r w:rsidR="00C90F8D">
        <w:rPr>
          <w:bCs/>
        </w:rPr>
        <w:t xml:space="preserve"> – </w:t>
      </w:r>
      <w:r>
        <w:rPr>
          <w:bCs/>
        </w:rPr>
        <w:t xml:space="preserve">la grande allée de bouleaux que </w:t>
      </w:r>
      <w:r w:rsidR="00C90F8D">
        <w:rPr>
          <w:bCs/>
        </w:rPr>
        <w:t>Catherine II</w:t>
      </w:r>
      <w:r>
        <w:rPr>
          <w:bCs/>
        </w:rPr>
        <w:t xml:space="preserve"> fit planter de Nijni-Novgorod aux provinces minières</w:t>
      </w:r>
      <w:r w:rsidR="00C90F8D">
        <w:rPr>
          <w:bCs/>
        </w:rPr>
        <w:t xml:space="preserve">. </w:t>
      </w:r>
      <w:r>
        <w:rPr>
          <w:bCs/>
        </w:rPr>
        <w:t>Une rivière</w:t>
      </w:r>
      <w:r w:rsidR="00C90F8D">
        <w:rPr>
          <w:bCs/>
        </w:rPr>
        <w:t xml:space="preserve">, </w:t>
      </w:r>
      <w:r>
        <w:rPr>
          <w:bCs/>
        </w:rPr>
        <w:t xml:space="preserve">la </w:t>
      </w:r>
      <w:proofErr w:type="spellStart"/>
      <w:r>
        <w:rPr>
          <w:bCs/>
        </w:rPr>
        <w:t>Mouravia</w:t>
      </w:r>
      <w:proofErr w:type="spellEnd"/>
      <w:r w:rsidR="00C90F8D">
        <w:rPr>
          <w:bCs/>
        </w:rPr>
        <w:t xml:space="preserve">, </w:t>
      </w:r>
      <w:r>
        <w:rPr>
          <w:bCs/>
        </w:rPr>
        <w:t>affluent de l</w:t>
      </w:r>
      <w:r w:rsidR="00C90F8D">
        <w:rPr>
          <w:bCs/>
        </w:rPr>
        <w:t>’</w:t>
      </w:r>
      <w:proofErr w:type="spellStart"/>
      <w:r>
        <w:rPr>
          <w:bCs/>
        </w:rPr>
        <w:t>Ischim</w:t>
      </w:r>
      <w:proofErr w:type="spellEnd"/>
      <w:r w:rsidR="00C90F8D">
        <w:rPr>
          <w:bCs/>
        </w:rPr>
        <w:t xml:space="preserve">, </w:t>
      </w:r>
      <w:r>
        <w:rPr>
          <w:bCs/>
        </w:rPr>
        <w:t>lui-même affluent de l</w:t>
      </w:r>
      <w:r w:rsidR="00C90F8D">
        <w:rPr>
          <w:bCs/>
        </w:rPr>
        <w:t>’</w:t>
      </w:r>
      <w:proofErr w:type="spellStart"/>
      <w:r>
        <w:rPr>
          <w:bCs/>
        </w:rPr>
        <w:t>Irtich</w:t>
      </w:r>
      <w:proofErr w:type="spellEnd"/>
      <w:r w:rsidR="00C90F8D">
        <w:rPr>
          <w:bCs/>
        </w:rPr>
        <w:t xml:space="preserve">, </w:t>
      </w:r>
      <w:r>
        <w:rPr>
          <w:bCs/>
        </w:rPr>
        <w:t>l</w:t>
      </w:r>
      <w:r w:rsidR="00C90F8D">
        <w:rPr>
          <w:bCs/>
        </w:rPr>
        <w:t>’</w:t>
      </w:r>
      <w:r>
        <w:rPr>
          <w:bCs/>
        </w:rPr>
        <w:t>arrose</w:t>
      </w:r>
      <w:r w:rsidR="00C90F8D">
        <w:rPr>
          <w:bCs/>
        </w:rPr>
        <w:t xml:space="preserve">, </w:t>
      </w:r>
      <w:r>
        <w:rPr>
          <w:bCs/>
        </w:rPr>
        <w:t>et fournissait de mon temps du poisson en abondance</w:t>
      </w:r>
      <w:r w:rsidR="00C90F8D">
        <w:rPr>
          <w:bCs/>
        </w:rPr>
        <w:t xml:space="preserve">, </w:t>
      </w:r>
      <w:r>
        <w:rPr>
          <w:bCs/>
        </w:rPr>
        <w:t>et de qualité excellente</w:t>
      </w:r>
      <w:r w:rsidR="00C90F8D">
        <w:rPr>
          <w:bCs/>
        </w:rPr>
        <w:t xml:space="preserve">. </w:t>
      </w:r>
      <w:r>
        <w:rPr>
          <w:bCs/>
        </w:rPr>
        <w:t>La ville est adossée aux contreforts de l</w:t>
      </w:r>
      <w:r w:rsidR="00C90F8D">
        <w:rPr>
          <w:bCs/>
        </w:rPr>
        <w:t>’</w:t>
      </w:r>
      <w:r>
        <w:rPr>
          <w:bCs/>
        </w:rPr>
        <w:t>Oural qui</w:t>
      </w:r>
      <w:r w:rsidR="00C90F8D">
        <w:rPr>
          <w:bCs/>
        </w:rPr>
        <w:t xml:space="preserve">, </w:t>
      </w:r>
      <w:r>
        <w:rPr>
          <w:bCs/>
        </w:rPr>
        <w:t>dans cette région</w:t>
      </w:r>
      <w:r w:rsidR="00C90F8D">
        <w:rPr>
          <w:bCs/>
        </w:rPr>
        <w:t xml:space="preserve">, </w:t>
      </w:r>
      <w:r>
        <w:rPr>
          <w:bCs/>
        </w:rPr>
        <w:t>atteignent de douze à quinze cents mètres d</w:t>
      </w:r>
      <w:r w:rsidR="00C90F8D">
        <w:rPr>
          <w:bCs/>
        </w:rPr>
        <w:t>’</w:t>
      </w:r>
      <w:r>
        <w:rPr>
          <w:bCs/>
        </w:rPr>
        <w:t>altitude</w:t>
      </w:r>
      <w:r w:rsidR="00C90F8D">
        <w:rPr>
          <w:bCs/>
        </w:rPr>
        <w:t xml:space="preserve">. </w:t>
      </w:r>
      <w:r>
        <w:rPr>
          <w:bCs/>
        </w:rPr>
        <w:t xml:space="preserve">Elle est située à distance égale de Tcheliabinsk et de </w:t>
      </w:r>
      <w:proofErr w:type="spellStart"/>
      <w:r>
        <w:rPr>
          <w:bCs/>
        </w:rPr>
        <w:t>Troïtsk</w:t>
      </w:r>
      <w:proofErr w:type="spellEnd"/>
      <w:r>
        <w:rPr>
          <w:bCs/>
        </w:rPr>
        <w:t xml:space="preserve"> sur le tronçon du Transsibérien qui unit ces deux villes et se prolonge</w:t>
      </w:r>
      <w:r w:rsidR="00C90F8D">
        <w:rPr>
          <w:bCs/>
        </w:rPr>
        <w:t xml:space="preserve">, </w:t>
      </w:r>
      <w:r>
        <w:rPr>
          <w:bCs/>
        </w:rPr>
        <w:t xml:space="preserve">par-delà </w:t>
      </w:r>
      <w:proofErr w:type="spellStart"/>
      <w:r>
        <w:rPr>
          <w:bCs/>
        </w:rPr>
        <w:t>Troïtsk</w:t>
      </w:r>
      <w:proofErr w:type="spellEnd"/>
      <w:r w:rsidR="00C90F8D">
        <w:rPr>
          <w:bCs/>
        </w:rPr>
        <w:t xml:space="preserve">, </w:t>
      </w:r>
      <w:r>
        <w:rPr>
          <w:bCs/>
        </w:rPr>
        <w:t>jusqu</w:t>
      </w:r>
      <w:r w:rsidR="00C90F8D">
        <w:rPr>
          <w:bCs/>
        </w:rPr>
        <w:t>’</w:t>
      </w:r>
      <w:r>
        <w:rPr>
          <w:bCs/>
        </w:rPr>
        <w:t>à Orsk et à Gouriev</w:t>
      </w:r>
      <w:r w:rsidR="00C90F8D">
        <w:rPr>
          <w:bCs/>
        </w:rPr>
        <w:t xml:space="preserve">, </w:t>
      </w:r>
      <w:r>
        <w:rPr>
          <w:bCs/>
        </w:rPr>
        <w:t>qui est un port fortifié du même gouvernement</w:t>
      </w:r>
      <w:r w:rsidR="00C90F8D">
        <w:rPr>
          <w:bCs/>
        </w:rPr>
        <w:t xml:space="preserve">, </w:t>
      </w:r>
      <w:r>
        <w:rPr>
          <w:bCs/>
        </w:rPr>
        <w:t>au nord de la Caspienne</w:t>
      </w:r>
      <w:r w:rsidR="00C90F8D">
        <w:rPr>
          <w:bCs/>
        </w:rPr>
        <w:t xml:space="preserve">. </w:t>
      </w:r>
      <w:r>
        <w:rPr>
          <w:bCs/>
        </w:rPr>
        <w:t>Je m</w:t>
      </w:r>
      <w:r w:rsidR="00C90F8D">
        <w:rPr>
          <w:bCs/>
        </w:rPr>
        <w:t>’</w:t>
      </w:r>
      <w:r>
        <w:rPr>
          <w:bCs/>
        </w:rPr>
        <w:t>excuse d</w:t>
      </w:r>
      <w:r w:rsidR="00C90F8D">
        <w:rPr>
          <w:bCs/>
        </w:rPr>
        <w:t>’</w:t>
      </w:r>
      <w:r>
        <w:rPr>
          <w:bCs/>
        </w:rPr>
        <w:t>insister si longuement sur Novo-Petrovsk</w:t>
      </w:r>
      <w:r w:rsidR="00C90F8D">
        <w:rPr>
          <w:bCs/>
        </w:rPr>
        <w:t xml:space="preserve">, </w:t>
      </w:r>
      <w:r>
        <w:rPr>
          <w:bCs/>
        </w:rPr>
        <w:t>mais j</w:t>
      </w:r>
      <w:r w:rsidR="00C90F8D">
        <w:rPr>
          <w:bCs/>
        </w:rPr>
        <w:t>’</w:t>
      </w:r>
      <w:r>
        <w:rPr>
          <w:bCs/>
        </w:rPr>
        <w:t>y ai vécu quatre années de mon existence et la plupart des événements dont j</w:t>
      </w:r>
      <w:r w:rsidR="00C90F8D">
        <w:rPr>
          <w:bCs/>
        </w:rPr>
        <w:t>’</w:t>
      </w:r>
      <w:r>
        <w:rPr>
          <w:bCs/>
        </w:rPr>
        <w:t>ai à te parler ont eu cet endroit pour décor</w:t>
      </w:r>
      <w:r w:rsidR="00C90F8D">
        <w:rPr>
          <w:bCs/>
        </w:rPr>
        <w:t>.</w:t>
      </w:r>
    </w:p>
    <w:p w14:paraId="38460A4A" w14:textId="77777777" w:rsidR="00C90F8D" w:rsidRDefault="00AB2DE8">
      <w:pPr>
        <w:rPr>
          <w:bCs/>
        </w:rPr>
      </w:pPr>
      <w:r>
        <w:rPr>
          <w:bCs/>
        </w:rPr>
        <w:t>Un des premiers soins de notre directeur</w:t>
      </w:r>
      <w:r w:rsidR="00C90F8D">
        <w:rPr>
          <w:bCs/>
        </w:rPr>
        <w:t xml:space="preserve">, </w:t>
      </w:r>
      <w:r>
        <w:rPr>
          <w:bCs/>
        </w:rPr>
        <w:t>à son arrivée</w:t>
      </w:r>
      <w:r w:rsidR="00C90F8D">
        <w:rPr>
          <w:bCs/>
        </w:rPr>
        <w:t xml:space="preserve">, </w:t>
      </w:r>
      <w:r>
        <w:rPr>
          <w:bCs/>
        </w:rPr>
        <w:t>un an auparavant</w:t>
      </w:r>
      <w:r w:rsidR="00C90F8D">
        <w:rPr>
          <w:bCs/>
        </w:rPr>
        <w:t xml:space="preserve">, </w:t>
      </w:r>
      <w:r>
        <w:rPr>
          <w:bCs/>
        </w:rPr>
        <w:t>avait été de faire construire deux kilomètres de voie ferrée</w:t>
      </w:r>
      <w:r w:rsidR="00C90F8D">
        <w:rPr>
          <w:bCs/>
        </w:rPr>
        <w:t xml:space="preserve">, </w:t>
      </w:r>
      <w:r>
        <w:rPr>
          <w:bCs/>
        </w:rPr>
        <w:t>destinés à relier à la gare de Novo-Petrovsk l</w:t>
      </w:r>
      <w:r w:rsidR="00C90F8D">
        <w:rPr>
          <w:bCs/>
        </w:rPr>
        <w:t>’</w:t>
      </w:r>
      <w:r>
        <w:rPr>
          <w:bCs/>
        </w:rPr>
        <w:t>emplacement où s</w:t>
      </w:r>
      <w:r w:rsidR="00C90F8D">
        <w:rPr>
          <w:bCs/>
        </w:rPr>
        <w:t>’</w:t>
      </w:r>
      <w:r>
        <w:rPr>
          <w:bCs/>
        </w:rPr>
        <w:t>élevait l</w:t>
      </w:r>
      <w:r w:rsidR="00C90F8D">
        <w:rPr>
          <w:bCs/>
        </w:rPr>
        <w:t>’</w:t>
      </w:r>
      <w:r>
        <w:rPr>
          <w:bCs/>
        </w:rPr>
        <w:t>usine</w:t>
      </w:r>
      <w:r w:rsidR="00C90F8D">
        <w:rPr>
          <w:bCs/>
        </w:rPr>
        <w:t xml:space="preserve">. </w:t>
      </w:r>
      <w:r>
        <w:rPr>
          <w:bCs/>
        </w:rPr>
        <w:t>Cette précaution lui avait permis de gagner beaucoup de temps</w:t>
      </w:r>
      <w:r w:rsidR="00C90F8D">
        <w:rPr>
          <w:bCs/>
        </w:rPr>
        <w:t xml:space="preserve">, </w:t>
      </w:r>
      <w:r>
        <w:rPr>
          <w:bCs/>
        </w:rPr>
        <w:t>dans un pays où</w:t>
      </w:r>
      <w:r w:rsidR="00C90F8D">
        <w:rPr>
          <w:bCs/>
        </w:rPr>
        <w:t xml:space="preserve">, </w:t>
      </w:r>
      <w:r>
        <w:rPr>
          <w:bCs/>
        </w:rPr>
        <w:t>d</w:t>
      </w:r>
      <w:r w:rsidR="00C90F8D">
        <w:rPr>
          <w:bCs/>
        </w:rPr>
        <w:t>’</w:t>
      </w:r>
      <w:r>
        <w:rPr>
          <w:bCs/>
        </w:rPr>
        <w:t>ordinaire</w:t>
      </w:r>
      <w:r w:rsidR="00C90F8D">
        <w:rPr>
          <w:bCs/>
        </w:rPr>
        <w:t xml:space="preserve">, </w:t>
      </w:r>
      <w:r>
        <w:rPr>
          <w:bCs/>
        </w:rPr>
        <w:t>les communications sont interminables</w:t>
      </w:r>
      <w:r w:rsidR="00C90F8D">
        <w:rPr>
          <w:bCs/>
        </w:rPr>
        <w:t xml:space="preserve">, </w:t>
      </w:r>
      <w:r>
        <w:rPr>
          <w:bCs/>
        </w:rPr>
        <w:t>et de réaliser</w:t>
      </w:r>
      <w:r w:rsidR="00C90F8D">
        <w:rPr>
          <w:bCs/>
        </w:rPr>
        <w:t xml:space="preserve">, </w:t>
      </w:r>
      <w:r>
        <w:rPr>
          <w:bCs/>
        </w:rPr>
        <w:t>dans un délai relativement court</w:t>
      </w:r>
      <w:r w:rsidR="00C90F8D">
        <w:rPr>
          <w:bCs/>
        </w:rPr>
        <w:t xml:space="preserve">, </w:t>
      </w:r>
      <w:r>
        <w:rPr>
          <w:bCs/>
        </w:rPr>
        <w:t xml:space="preserve">le transport des </w:t>
      </w:r>
      <w:r>
        <w:rPr>
          <w:bCs/>
        </w:rPr>
        <w:lastRenderedPageBreak/>
        <w:t>matériaux qu</w:t>
      </w:r>
      <w:r w:rsidR="00C90F8D">
        <w:rPr>
          <w:bCs/>
        </w:rPr>
        <w:t>’</w:t>
      </w:r>
      <w:r>
        <w:rPr>
          <w:bCs/>
        </w:rPr>
        <w:t>il ne lui avait pas été possible de se procurer sur place</w:t>
      </w:r>
      <w:r w:rsidR="00C90F8D">
        <w:rPr>
          <w:bCs/>
        </w:rPr>
        <w:t xml:space="preserve">. </w:t>
      </w:r>
      <w:r>
        <w:rPr>
          <w:bCs/>
        </w:rPr>
        <w:t>La main-d</w:t>
      </w:r>
      <w:r w:rsidR="00C90F8D">
        <w:rPr>
          <w:bCs/>
        </w:rPr>
        <w:t>’</w:t>
      </w:r>
      <w:r>
        <w:rPr>
          <w:bCs/>
        </w:rPr>
        <w:t>œuvre non plus ne lui avait pas manqué</w:t>
      </w:r>
      <w:r w:rsidR="00C90F8D">
        <w:rPr>
          <w:bCs/>
        </w:rPr>
        <w:t xml:space="preserve">, </w:t>
      </w:r>
      <w:r>
        <w:rPr>
          <w:bCs/>
        </w:rPr>
        <w:t>grâce au concours des autorités locales</w:t>
      </w:r>
      <w:r w:rsidR="00C90F8D">
        <w:rPr>
          <w:bCs/>
        </w:rPr>
        <w:t xml:space="preserve"> ; </w:t>
      </w:r>
      <w:r>
        <w:rPr>
          <w:bCs/>
        </w:rPr>
        <w:t>il avait recruté des Kirghizes</w:t>
      </w:r>
      <w:r w:rsidR="00C90F8D">
        <w:rPr>
          <w:bCs/>
        </w:rPr>
        <w:t xml:space="preserve">, </w:t>
      </w:r>
      <w:r>
        <w:rPr>
          <w:bCs/>
        </w:rPr>
        <w:t>des Turkmènes</w:t>
      </w:r>
      <w:r w:rsidR="00C90F8D">
        <w:rPr>
          <w:bCs/>
        </w:rPr>
        <w:t xml:space="preserve">, </w:t>
      </w:r>
      <w:r>
        <w:rPr>
          <w:bCs/>
        </w:rPr>
        <w:t xml:space="preserve">des Chinois de </w:t>
      </w:r>
      <w:proofErr w:type="spellStart"/>
      <w:r>
        <w:rPr>
          <w:bCs/>
        </w:rPr>
        <w:t>Kachgarie</w:t>
      </w:r>
      <w:proofErr w:type="spellEnd"/>
      <w:r w:rsidR="00C90F8D">
        <w:rPr>
          <w:bCs/>
        </w:rPr>
        <w:t xml:space="preserve">, </w:t>
      </w:r>
      <w:r>
        <w:rPr>
          <w:bCs/>
        </w:rPr>
        <w:t>qui sont les meilleurs remueurs de terre que l</w:t>
      </w:r>
      <w:r w:rsidR="00C90F8D">
        <w:rPr>
          <w:bCs/>
        </w:rPr>
        <w:t>’</w:t>
      </w:r>
      <w:r>
        <w:rPr>
          <w:bCs/>
        </w:rPr>
        <w:t>on connaisse</w:t>
      </w:r>
      <w:r w:rsidR="00C90F8D">
        <w:rPr>
          <w:bCs/>
        </w:rPr>
        <w:t xml:space="preserve">. </w:t>
      </w:r>
      <w:r>
        <w:rPr>
          <w:bCs/>
        </w:rPr>
        <w:t>L</w:t>
      </w:r>
      <w:r w:rsidR="00C90F8D">
        <w:rPr>
          <w:bCs/>
        </w:rPr>
        <w:t>’</w:t>
      </w:r>
      <w:r>
        <w:rPr>
          <w:bCs/>
        </w:rPr>
        <w:t>élite de nos ouvriers se composait d</w:t>
      </w:r>
      <w:r w:rsidR="00C90F8D">
        <w:rPr>
          <w:bCs/>
        </w:rPr>
        <w:t>’</w:t>
      </w:r>
      <w:r>
        <w:rPr>
          <w:bCs/>
        </w:rPr>
        <w:t>Allemands sans lesquels nous n</w:t>
      </w:r>
      <w:r w:rsidR="00C90F8D">
        <w:rPr>
          <w:bCs/>
        </w:rPr>
        <w:t>’</w:t>
      </w:r>
      <w:r>
        <w:rPr>
          <w:bCs/>
        </w:rPr>
        <w:t>eussions pu rien faire</w:t>
      </w:r>
      <w:r w:rsidR="00C90F8D">
        <w:rPr>
          <w:bCs/>
        </w:rPr>
        <w:t xml:space="preserve">. </w:t>
      </w:r>
      <w:r>
        <w:rPr>
          <w:bCs/>
        </w:rPr>
        <w:t>Ce n</w:t>
      </w:r>
      <w:r w:rsidR="00C90F8D">
        <w:rPr>
          <w:bCs/>
        </w:rPr>
        <w:t>’</w:t>
      </w:r>
      <w:r>
        <w:rPr>
          <w:bCs/>
        </w:rPr>
        <w:t>était pas une chose excellente quant aux secrets de fabrication</w:t>
      </w:r>
      <w:r w:rsidR="00C90F8D">
        <w:rPr>
          <w:bCs/>
        </w:rPr>
        <w:t xml:space="preserve">. </w:t>
      </w:r>
      <w:r>
        <w:rPr>
          <w:bCs/>
        </w:rPr>
        <w:t>Mais dans la vie</w:t>
      </w:r>
      <w:r w:rsidR="00C90F8D">
        <w:rPr>
          <w:bCs/>
        </w:rPr>
        <w:t xml:space="preserve">, </w:t>
      </w:r>
      <w:r>
        <w:rPr>
          <w:bCs/>
        </w:rPr>
        <w:t>il y a toujours du pour et du contre</w:t>
      </w:r>
      <w:r w:rsidR="00C90F8D">
        <w:rPr>
          <w:bCs/>
        </w:rPr>
        <w:t>.</w:t>
      </w:r>
    </w:p>
    <w:p w14:paraId="5853D1FA" w14:textId="77777777" w:rsidR="00C90F8D" w:rsidRDefault="00AB2DE8">
      <w:pPr>
        <w:rPr>
          <w:bCs/>
        </w:rPr>
      </w:pPr>
      <w:r>
        <w:rPr>
          <w:bCs/>
        </w:rPr>
        <w:t>Au début de mai 1913</w:t>
      </w:r>
      <w:r w:rsidR="00C90F8D">
        <w:rPr>
          <w:bCs/>
        </w:rPr>
        <w:t xml:space="preserve">, </w:t>
      </w:r>
      <w:r>
        <w:rPr>
          <w:bCs/>
        </w:rPr>
        <w:t>l</w:t>
      </w:r>
      <w:r w:rsidR="00C90F8D">
        <w:rPr>
          <w:bCs/>
        </w:rPr>
        <w:t>’</w:t>
      </w:r>
      <w:r>
        <w:rPr>
          <w:bCs/>
        </w:rPr>
        <w:t>installation était donc déjà presque terminée</w:t>
      </w:r>
      <w:r w:rsidR="00C90F8D">
        <w:rPr>
          <w:bCs/>
        </w:rPr>
        <w:t xml:space="preserve">. </w:t>
      </w:r>
      <w:r>
        <w:rPr>
          <w:bCs/>
        </w:rPr>
        <w:t>Les ateliers</w:t>
      </w:r>
      <w:r w:rsidR="00C90F8D">
        <w:rPr>
          <w:bCs/>
        </w:rPr>
        <w:t xml:space="preserve">, </w:t>
      </w:r>
      <w:r>
        <w:rPr>
          <w:bCs/>
        </w:rPr>
        <w:t>les magasins</w:t>
      </w:r>
      <w:r w:rsidR="00C90F8D">
        <w:rPr>
          <w:bCs/>
        </w:rPr>
        <w:t xml:space="preserve">, </w:t>
      </w:r>
      <w:r>
        <w:rPr>
          <w:bCs/>
        </w:rPr>
        <w:t>les bâtiments annexes s</w:t>
      </w:r>
      <w:r w:rsidR="00C90F8D">
        <w:rPr>
          <w:bCs/>
        </w:rPr>
        <w:t>’</w:t>
      </w:r>
      <w:r>
        <w:rPr>
          <w:bCs/>
        </w:rPr>
        <w:t>étageaient au flanc d</w:t>
      </w:r>
      <w:r w:rsidR="00C90F8D">
        <w:rPr>
          <w:bCs/>
        </w:rPr>
        <w:t>’</w:t>
      </w:r>
      <w:r>
        <w:rPr>
          <w:bCs/>
        </w:rPr>
        <w:t>une montagne couverte de sapins dans sa partie supérieure</w:t>
      </w:r>
      <w:r w:rsidR="00C90F8D">
        <w:rPr>
          <w:bCs/>
        </w:rPr>
        <w:t xml:space="preserve">, </w:t>
      </w:r>
      <w:r>
        <w:rPr>
          <w:bCs/>
        </w:rPr>
        <w:t>dans sa partie basse de bouleaux et autres arbres à feuilles tombantes</w:t>
      </w:r>
      <w:r w:rsidR="00C90F8D">
        <w:rPr>
          <w:bCs/>
        </w:rPr>
        <w:t xml:space="preserve">. </w:t>
      </w:r>
      <w:r>
        <w:rPr>
          <w:bCs/>
        </w:rPr>
        <w:t>Un torrent qui bordait notre territoire</w:t>
      </w:r>
      <w:r w:rsidR="00C90F8D">
        <w:rPr>
          <w:bCs/>
        </w:rPr>
        <w:t xml:space="preserve">, </w:t>
      </w:r>
      <w:r>
        <w:rPr>
          <w:bCs/>
        </w:rPr>
        <w:t>et se jetait</w:t>
      </w:r>
      <w:r w:rsidR="00C90F8D">
        <w:rPr>
          <w:bCs/>
        </w:rPr>
        <w:t xml:space="preserve">, </w:t>
      </w:r>
      <w:r>
        <w:rPr>
          <w:bCs/>
        </w:rPr>
        <w:t>cinq cents mètres plus loin</w:t>
      </w:r>
      <w:r w:rsidR="00C90F8D">
        <w:rPr>
          <w:bCs/>
        </w:rPr>
        <w:t xml:space="preserve">, </w:t>
      </w:r>
      <w:r>
        <w:rPr>
          <w:bCs/>
        </w:rPr>
        <w:t xml:space="preserve">dans la </w:t>
      </w:r>
      <w:proofErr w:type="spellStart"/>
      <w:r>
        <w:rPr>
          <w:bCs/>
        </w:rPr>
        <w:t>Mouravia</w:t>
      </w:r>
      <w:proofErr w:type="spellEnd"/>
      <w:r w:rsidR="00C90F8D">
        <w:rPr>
          <w:bCs/>
        </w:rPr>
        <w:t xml:space="preserve">, </w:t>
      </w:r>
      <w:r>
        <w:rPr>
          <w:bCs/>
        </w:rPr>
        <w:t>fournissait l</w:t>
      </w:r>
      <w:r w:rsidR="00C90F8D">
        <w:rPr>
          <w:bCs/>
        </w:rPr>
        <w:t>’</w:t>
      </w:r>
      <w:r>
        <w:rPr>
          <w:bCs/>
        </w:rPr>
        <w:t>énergie électrique</w:t>
      </w:r>
      <w:r w:rsidR="00C90F8D">
        <w:rPr>
          <w:bCs/>
        </w:rPr>
        <w:t xml:space="preserve">, </w:t>
      </w:r>
      <w:r>
        <w:rPr>
          <w:bCs/>
        </w:rPr>
        <w:t>nous dispensant de recourir à l</w:t>
      </w:r>
      <w:r w:rsidR="00C90F8D">
        <w:rPr>
          <w:bCs/>
        </w:rPr>
        <w:t>’</w:t>
      </w:r>
      <w:r>
        <w:rPr>
          <w:bCs/>
        </w:rPr>
        <w:t>usine de Novo-Petrovsk dont les turbines étaient sans cesse en réparation</w:t>
      </w:r>
      <w:r w:rsidR="00C90F8D">
        <w:rPr>
          <w:bCs/>
        </w:rPr>
        <w:t xml:space="preserve">. </w:t>
      </w:r>
      <w:r>
        <w:rPr>
          <w:bCs/>
        </w:rPr>
        <w:t>Les habitations du personnel étaient prêtes</w:t>
      </w:r>
      <w:r w:rsidR="00C90F8D">
        <w:rPr>
          <w:bCs/>
        </w:rPr>
        <w:t xml:space="preserve">. </w:t>
      </w:r>
      <w:r>
        <w:rPr>
          <w:bCs/>
        </w:rPr>
        <w:t>Le directeur technique</w:t>
      </w:r>
      <w:r w:rsidR="00C90F8D">
        <w:rPr>
          <w:bCs/>
        </w:rPr>
        <w:t xml:space="preserve">, </w:t>
      </w:r>
      <w:r>
        <w:rPr>
          <w:bCs/>
        </w:rPr>
        <w:t>le chef de la comptabilité et moi</w:t>
      </w:r>
      <w:r w:rsidR="00C90F8D">
        <w:rPr>
          <w:bCs/>
        </w:rPr>
        <w:t xml:space="preserve">, </w:t>
      </w:r>
      <w:r>
        <w:rPr>
          <w:bCs/>
        </w:rPr>
        <w:t>nous avions pour notre part un chalet spacieux</w:t>
      </w:r>
      <w:r w:rsidR="00C90F8D">
        <w:rPr>
          <w:bCs/>
        </w:rPr>
        <w:t xml:space="preserve">, </w:t>
      </w:r>
      <w:r>
        <w:rPr>
          <w:bCs/>
        </w:rPr>
        <w:t>élevé au bord du torrent</w:t>
      </w:r>
      <w:r w:rsidR="00C90F8D">
        <w:rPr>
          <w:bCs/>
        </w:rPr>
        <w:t xml:space="preserve">, </w:t>
      </w:r>
      <w:r>
        <w:rPr>
          <w:bCs/>
        </w:rPr>
        <w:t>en un coin de la concession qu</w:t>
      </w:r>
      <w:r w:rsidR="00C90F8D">
        <w:rPr>
          <w:bCs/>
        </w:rPr>
        <w:t>’</w:t>
      </w:r>
      <w:r>
        <w:rPr>
          <w:bCs/>
        </w:rPr>
        <w:t>on s</w:t>
      </w:r>
      <w:r w:rsidR="00C90F8D">
        <w:rPr>
          <w:bCs/>
        </w:rPr>
        <w:t>’</w:t>
      </w:r>
      <w:r>
        <w:rPr>
          <w:bCs/>
        </w:rPr>
        <w:t>était gardé de déboiser</w:t>
      </w:r>
      <w:r w:rsidR="00C90F8D">
        <w:rPr>
          <w:bCs/>
        </w:rPr>
        <w:t xml:space="preserve">. </w:t>
      </w:r>
      <w:r>
        <w:rPr>
          <w:bCs/>
        </w:rPr>
        <w:t>Bien que le printemps fût cette année particulièrement précoce</w:t>
      </w:r>
      <w:r w:rsidR="00C90F8D">
        <w:rPr>
          <w:bCs/>
        </w:rPr>
        <w:t xml:space="preserve">, </w:t>
      </w:r>
      <w:r>
        <w:rPr>
          <w:bCs/>
        </w:rPr>
        <w:t>il y avait encore des écharpes de neige immaculée au pied des mélèzes</w:t>
      </w:r>
      <w:r w:rsidR="00C90F8D">
        <w:rPr>
          <w:bCs/>
        </w:rPr>
        <w:t xml:space="preserve">, </w:t>
      </w:r>
      <w:r>
        <w:rPr>
          <w:bCs/>
        </w:rPr>
        <w:t>dans les creux des vallonnements exposés au nord</w:t>
      </w:r>
      <w:r w:rsidR="00C90F8D">
        <w:rPr>
          <w:bCs/>
        </w:rPr>
        <w:t xml:space="preserve">. </w:t>
      </w:r>
      <w:r>
        <w:rPr>
          <w:bCs/>
        </w:rPr>
        <w:t>Le murmure des eaux courantes se mêlait toute la nuit au murmure du vent dans les arbres</w:t>
      </w:r>
      <w:r w:rsidR="00C90F8D">
        <w:rPr>
          <w:bCs/>
        </w:rPr>
        <w:t xml:space="preserve">. </w:t>
      </w:r>
      <w:r>
        <w:rPr>
          <w:bCs/>
        </w:rPr>
        <w:t>Le jour</w:t>
      </w:r>
      <w:r w:rsidR="00C90F8D">
        <w:rPr>
          <w:bCs/>
        </w:rPr>
        <w:t xml:space="preserve">, </w:t>
      </w:r>
      <w:r>
        <w:rPr>
          <w:bCs/>
        </w:rPr>
        <w:t>de la fenêtre de ma chambre</w:t>
      </w:r>
      <w:r w:rsidR="00C90F8D">
        <w:rPr>
          <w:bCs/>
        </w:rPr>
        <w:t xml:space="preserve">, </w:t>
      </w:r>
      <w:r>
        <w:rPr>
          <w:bCs/>
        </w:rPr>
        <w:t>j</w:t>
      </w:r>
      <w:r w:rsidR="00C90F8D">
        <w:rPr>
          <w:bCs/>
        </w:rPr>
        <w:t>’</w:t>
      </w:r>
      <w:r>
        <w:rPr>
          <w:bCs/>
        </w:rPr>
        <w:t>apercevais à ma droite les noires sapinières qui dévalaient du faîte de la montagne</w:t>
      </w:r>
      <w:r w:rsidR="00C90F8D">
        <w:rPr>
          <w:bCs/>
        </w:rPr>
        <w:t xml:space="preserve">, </w:t>
      </w:r>
      <w:r>
        <w:rPr>
          <w:bCs/>
        </w:rPr>
        <w:t>et</w:t>
      </w:r>
      <w:r w:rsidR="00C90F8D">
        <w:rPr>
          <w:bCs/>
        </w:rPr>
        <w:t xml:space="preserve">, </w:t>
      </w:r>
      <w:r>
        <w:rPr>
          <w:bCs/>
        </w:rPr>
        <w:t>devant moi</w:t>
      </w:r>
      <w:r w:rsidR="00C90F8D">
        <w:rPr>
          <w:bCs/>
        </w:rPr>
        <w:t xml:space="preserve">, </w:t>
      </w:r>
      <w:r>
        <w:rPr>
          <w:bCs/>
        </w:rPr>
        <w:t>l</w:t>
      </w:r>
      <w:r w:rsidR="00C90F8D">
        <w:rPr>
          <w:bCs/>
        </w:rPr>
        <w:t>’</w:t>
      </w:r>
      <w:r>
        <w:rPr>
          <w:bCs/>
        </w:rPr>
        <w:t>immense steppe sibérienne</w:t>
      </w:r>
      <w:r w:rsidR="00C90F8D">
        <w:rPr>
          <w:bCs/>
        </w:rPr>
        <w:t xml:space="preserve">, </w:t>
      </w:r>
      <w:r>
        <w:rPr>
          <w:bCs/>
        </w:rPr>
        <w:t>dont les hautes herbes argentées ondulaient à perte de vue</w:t>
      </w:r>
      <w:r w:rsidR="00C90F8D">
        <w:rPr>
          <w:bCs/>
        </w:rPr>
        <w:t>.</w:t>
      </w:r>
    </w:p>
    <w:p w14:paraId="1F550377" w14:textId="77777777" w:rsidR="00C90F8D" w:rsidRDefault="00AB2DE8">
      <w:pPr>
        <w:rPr>
          <w:bCs/>
        </w:rPr>
      </w:pPr>
      <w:r>
        <w:rPr>
          <w:bCs/>
        </w:rPr>
        <w:lastRenderedPageBreak/>
        <w:t>J</w:t>
      </w:r>
      <w:r w:rsidR="00C90F8D">
        <w:rPr>
          <w:bCs/>
        </w:rPr>
        <w:t>’</w:t>
      </w:r>
      <w:r>
        <w:rPr>
          <w:bCs/>
        </w:rPr>
        <w:t>étais heureux</w:t>
      </w:r>
      <w:r w:rsidR="00C90F8D">
        <w:rPr>
          <w:bCs/>
        </w:rPr>
        <w:t xml:space="preserve">. </w:t>
      </w:r>
      <w:r>
        <w:rPr>
          <w:bCs/>
        </w:rPr>
        <w:t>J</w:t>
      </w:r>
      <w:r w:rsidR="00C90F8D">
        <w:rPr>
          <w:bCs/>
        </w:rPr>
        <w:t>’</w:t>
      </w:r>
      <w:r>
        <w:rPr>
          <w:bCs/>
        </w:rPr>
        <w:t>avais une triple raison de l</w:t>
      </w:r>
      <w:r w:rsidR="00C90F8D">
        <w:rPr>
          <w:bCs/>
        </w:rPr>
        <w:t>’</w:t>
      </w:r>
      <w:r>
        <w:rPr>
          <w:bCs/>
        </w:rPr>
        <w:t>être</w:t>
      </w:r>
      <w:r w:rsidR="00C90F8D">
        <w:rPr>
          <w:bCs/>
        </w:rPr>
        <w:t xml:space="preserve">. </w:t>
      </w:r>
      <w:r>
        <w:rPr>
          <w:bCs/>
        </w:rPr>
        <w:t>D</w:t>
      </w:r>
      <w:r w:rsidR="00C90F8D">
        <w:rPr>
          <w:bCs/>
        </w:rPr>
        <w:t>’</w:t>
      </w:r>
      <w:r>
        <w:rPr>
          <w:bCs/>
        </w:rPr>
        <w:t>abord</w:t>
      </w:r>
      <w:r w:rsidR="00C90F8D">
        <w:rPr>
          <w:bCs/>
        </w:rPr>
        <w:t xml:space="preserve">, </w:t>
      </w:r>
      <w:r>
        <w:rPr>
          <w:bCs/>
        </w:rPr>
        <w:t>j</w:t>
      </w:r>
      <w:r w:rsidR="00C90F8D">
        <w:rPr>
          <w:bCs/>
        </w:rPr>
        <w:t>’</w:t>
      </w:r>
      <w:r>
        <w:rPr>
          <w:bCs/>
        </w:rPr>
        <w:t>étais logé avec un confort dont je n</w:t>
      </w:r>
      <w:r w:rsidR="00C90F8D">
        <w:rPr>
          <w:bCs/>
        </w:rPr>
        <w:t>’</w:t>
      </w:r>
      <w:r>
        <w:rPr>
          <w:bCs/>
        </w:rPr>
        <w:t>avais encore jamais bénéficié</w:t>
      </w:r>
      <w:r w:rsidR="00C90F8D">
        <w:rPr>
          <w:bCs/>
        </w:rPr>
        <w:t xml:space="preserve">. </w:t>
      </w:r>
      <w:r>
        <w:rPr>
          <w:bCs/>
        </w:rPr>
        <w:t>Ensuite</w:t>
      </w:r>
      <w:r w:rsidR="00C90F8D">
        <w:rPr>
          <w:bCs/>
        </w:rPr>
        <w:t xml:space="preserve">, </w:t>
      </w:r>
      <w:r>
        <w:rPr>
          <w:bCs/>
        </w:rPr>
        <w:t>n</w:t>
      </w:r>
      <w:r w:rsidR="00C90F8D">
        <w:rPr>
          <w:bCs/>
        </w:rPr>
        <w:t>’</w:t>
      </w:r>
      <w:r>
        <w:rPr>
          <w:bCs/>
        </w:rPr>
        <w:t>ayant ni l</w:t>
      </w:r>
      <w:r w:rsidR="00C90F8D">
        <w:rPr>
          <w:bCs/>
        </w:rPr>
        <w:t>’</w:t>
      </w:r>
      <w:r>
        <w:rPr>
          <w:bCs/>
        </w:rPr>
        <w:t>envie</w:t>
      </w:r>
      <w:r w:rsidR="00C90F8D">
        <w:rPr>
          <w:bCs/>
        </w:rPr>
        <w:t xml:space="preserve">, </w:t>
      </w:r>
      <w:r>
        <w:rPr>
          <w:bCs/>
        </w:rPr>
        <w:t>ni les occasions de faire des dépenses</w:t>
      </w:r>
      <w:r w:rsidR="00C90F8D">
        <w:rPr>
          <w:bCs/>
        </w:rPr>
        <w:t xml:space="preserve">, </w:t>
      </w:r>
      <w:r>
        <w:rPr>
          <w:bCs/>
        </w:rPr>
        <w:t>j</w:t>
      </w:r>
      <w:r w:rsidR="00C90F8D">
        <w:rPr>
          <w:bCs/>
        </w:rPr>
        <w:t>’</w:t>
      </w:r>
      <w:r>
        <w:rPr>
          <w:bCs/>
        </w:rPr>
        <w:t>étais rassuré sur le sort des miens</w:t>
      </w:r>
      <w:r w:rsidR="00C90F8D">
        <w:rPr>
          <w:bCs/>
        </w:rPr>
        <w:t xml:space="preserve">, </w:t>
      </w:r>
      <w:r>
        <w:rPr>
          <w:bCs/>
        </w:rPr>
        <w:t>à qui je pouvais envoyer chaque mois la moitié de mon traitement</w:t>
      </w:r>
      <w:r w:rsidR="00C90F8D">
        <w:rPr>
          <w:bCs/>
        </w:rPr>
        <w:t xml:space="preserve">, </w:t>
      </w:r>
      <w:r>
        <w:rPr>
          <w:bCs/>
        </w:rPr>
        <w:t>le reste demeurant entre mes mains pour y constituer</w:t>
      </w:r>
      <w:r w:rsidR="00C90F8D">
        <w:rPr>
          <w:bCs/>
        </w:rPr>
        <w:t xml:space="preserve">, </w:t>
      </w:r>
      <w:r>
        <w:rPr>
          <w:bCs/>
        </w:rPr>
        <w:t>en très peu de temps</w:t>
      </w:r>
      <w:r w:rsidR="00C90F8D">
        <w:rPr>
          <w:bCs/>
        </w:rPr>
        <w:t xml:space="preserve">, </w:t>
      </w:r>
      <w:r>
        <w:rPr>
          <w:bCs/>
        </w:rPr>
        <w:t>une réserve des plus rassurantes</w:t>
      </w:r>
      <w:r w:rsidR="00C90F8D">
        <w:rPr>
          <w:bCs/>
        </w:rPr>
        <w:t xml:space="preserve">. </w:t>
      </w:r>
      <w:r>
        <w:rPr>
          <w:bCs/>
        </w:rPr>
        <w:t>Ma tâche</w:t>
      </w:r>
      <w:r w:rsidR="00C90F8D">
        <w:rPr>
          <w:bCs/>
        </w:rPr>
        <w:t xml:space="preserve">, </w:t>
      </w:r>
      <w:r>
        <w:rPr>
          <w:bCs/>
        </w:rPr>
        <w:t>enfin</w:t>
      </w:r>
      <w:r w:rsidR="00C90F8D">
        <w:rPr>
          <w:bCs/>
        </w:rPr>
        <w:t xml:space="preserve">, </w:t>
      </w:r>
      <w:r>
        <w:rPr>
          <w:bCs/>
        </w:rPr>
        <w:t>me passionnait</w:t>
      </w:r>
      <w:r w:rsidR="00C90F8D">
        <w:rPr>
          <w:bCs/>
        </w:rPr>
        <w:t xml:space="preserve">. </w:t>
      </w:r>
      <w:r>
        <w:rPr>
          <w:bCs/>
        </w:rPr>
        <w:t>Déjà l</w:t>
      </w:r>
      <w:r w:rsidR="00C90F8D">
        <w:rPr>
          <w:bCs/>
        </w:rPr>
        <w:t>’</w:t>
      </w:r>
      <w:r>
        <w:rPr>
          <w:bCs/>
        </w:rPr>
        <w:t>ère de la production était ouverte</w:t>
      </w:r>
      <w:r w:rsidR="00C90F8D">
        <w:rPr>
          <w:bCs/>
        </w:rPr>
        <w:t xml:space="preserve">, </w:t>
      </w:r>
      <w:r>
        <w:rPr>
          <w:bCs/>
        </w:rPr>
        <w:t>et les premiers résultats obtenus nous valaient</w:t>
      </w:r>
      <w:r w:rsidR="00C90F8D">
        <w:rPr>
          <w:bCs/>
        </w:rPr>
        <w:t xml:space="preserve">, </w:t>
      </w:r>
      <w:r>
        <w:rPr>
          <w:bCs/>
        </w:rPr>
        <w:t>d</w:t>
      </w:r>
      <w:r w:rsidR="00C90F8D">
        <w:rPr>
          <w:bCs/>
        </w:rPr>
        <w:t>’</w:t>
      </w:r>
      <w:r>
        <w:rPr>
          <w:bCs/>
        </w:rPr>
        <w:t>un côté</w:t>
      </w:r>
      <w:r w:rsidR="00C90F8D">
        <w:rPr>
          <w:bCs/>
        </w:rPr>
        <w:t xml:space="preserve">, </w:t>
      </w:r>
      <w:r>
        <w:rPr>
          <w:bCs/>
        </w:rPr>
        <w:t>les félicitations de notre société</w:t>
      </w:r>
      <w:r w:rsidR="00C90F8D">
        <w:rPr>
          <w:bCs/>
        </w:rPr>
        <w:t xml:space="preserve">, </w:t>
      </w:r>
      <w:r>
        <w:rPr>
          <w:bCs/>
        </w:rPr>
        <w:t>de l</w:t>
      </w:r>
      <w:r w:rsidR="00C90F8D">
        <w:rPr>
          <w:bCs/>
        </w:rPr>
        <w:t>’</w:t>
      </w:r>
      <w:r>
        <w:rPr>
          <w:bCs/>
        </w:rPr>
        <w:t>autre</w:t>
      </w:r>
      <w:r w:rsidR="00C90F8D">
        <w:rPr>
          <w:bCs/>
        </w:rPr>
        <w:t xml:space="preserve">, </w:t>
      </w:r>
      <w:r>
        <w:rPr>
          <w:bCs/>
        </w:rPr>
        <w:t>celles de l</w:t>
      </w:r>
      <w:r w:rsidR="00C90F8D">
        <w:rPr>
          <w:bCs/>
        </w:rPr>
        <w:t>’</w:t>
      </w:r>
      <w:r>
        <w:rPr>
          <w:bCs/>
        </w:rPr>
        <w:t>état-major russe</w:t>
      </w:r>
      <w:r w:rsidR="00C90F8D">
        <w:rPr>
          <w:bCs/>
        </w:rPr>
        <w:t xml:space="preserve">. </w:t>
      </w:r>
      <w:r>
        <w:rPr>
          <w:bCs/>
        </w:rPr>
        <w:t>Théoriquement</w:t>
      </w:r>
      <w:r w:rsidR="00C90F8D">
        <w:rPr>
          <w:bCs/>
        </w:rPr>
        <w:t xml:space="preserve">, </w:t>
      </w:r>
      <w:r>
        <w:rPr>
          <w:bCs/>
        </w:rPr>
        <w:t>nous travaillions sous la tutelle des services de l</w:t>
      </w:r>
      <w:r w:rsidR="00C90F8D">
        <w:rPr>
          <w:bCs/>
        </w:rPr>
        <w:t>’</w:t>
      </w:r>
      <w:r>
        <w:rPr>
          <w:bCs/>
        </w:rPr>
        <w:t>artillerie impériale</w:t>
      </w:r>
      <w:r w:rsidR="00C90F8D">
        <w:rPr>
          <w:bCs/>
        </w:rPr>
        <w:t xml:space="preserve">, </w:t>
      </w:r>
      <w:r>
        <w:rPr>
          <w:bCs/>
        </w:rPr>
        <w:t>qui s</w:t>
      </w:r>
      <w:r w:rsidR="00C90F8D">
        <w:rPr>
          <w:bCs/>
        </w:rPr>
        <w:t>’</w:t>
      </w:r>
      <w:r>
        <w:rPr>
          <w:bCs/>
        </w:rPr>
        <w:t>exerçait par l</w:t>
      </w:r>
      <w:r w:rsidR="00C90F8D">
        <w:rPr>
          <w:bCs/>
        </w:rPr>
        <w:t>’</w:t>
      </w:r>
      <w:r>
        <w:rPr>
          <w:bCs/>
        </w:rPr>
        <w:t>intermédiaire du gouverneur d</w:t>
      </w:r>
      <w:r w:rsidR="00C90F8D">
        <w:rPr>
          <w:bCs/>
        </w:rPr>
        <w:t>’</w:t>
      </w:r>
      <w:r>
        <w:rPr>
          <w:bCs/>
        </w:rPr>
        <w:t>Orenbourg</w:t>
      </w:r>
      <w:r w:rsidR="00C90F8D">
        <w:rPr>
          <w:bCs/>
        </w:rPr>
        <w:t xml:space="preserve">, </w:t>
      </w:r>
      <w:r>
        <w:rPr>
          <w:bCs/>
        </w:rPr>
        <w:t xml:space="preserve">le général prince </w:t>
      </w:r>
      <w:proofErr w:type="spellStart"/>
      <w:r>
        <w:rPr>
          <w:bCs/>
        </w:rPr>
        <w:t>Ordonov</w:t>
      </w:r>
      <w:proofErr w:type="spellEnd"/>
      <w:r w:rsidR="00C90F8D">
        <w:rPr>
          <w:bCs/>
        </w:rPr>
        <w:t xml:space="preserve">. </w:t>
      </w:r>
      <w:r>
        <w:rPr>
          <w:bCs/>
        </w:rPr>
        <w:t xml:space="preserve">Le général </w:t>
      </w:r>
      <w:proofErr w:type="spellStart"/>
      <w:r>
        <w:rPr>
          <w:bCs/>
        </w:rPr>
        <w:t>Ordonov</w:t>
      </w:r>
      <w:proofErr w:type="spellEnd"/>
      <w:r>
        <w:rPr>
          <w:bCs/>
        </w:rPr>
        <w:t xml:space="preserve"> avait accompli toute sa carrière dans la cavalerie</w:t>
      </w:r>
      <w:r w:rsidR="00C90F8D">
        <w:rPr>
          <w:bCs/>
        </w:rPr>
        <w:t xml:space="preserve">. </w:t>
      </w:r>
      <w:r>
        <w:rPr>
          <w:bCs/>
        </w:rPr>
        <w:t>C</w:t>
      </w:r>
      <w:r w:rsidR="00C90F8D">
        <w:rPr>
          <w:bCs/>
        </w:rPr>
        <w:t>’</w:t>
      </w:r>
      <w:r>
        <w:rPr>
          <w:bCs/>
        </w:rPr>
        <w:t>était un parfait gentilhomme et un brave officier</w:t>
      </w:r>
      <w:r w:rsidR="00C90F8D">
        <w:rPr>
          <w:bCs/>
        </w:rPr>
        <w:t xml:space="preserve">, </w:t>
      </w:r>
      <w:r>
        <w:rPr>
          <w:bCs/>
        </w:rPr>
        <w:t>mais sa compétence en matière de canons semblait assez restreinte</w:t>
      </w:r>
      <w:r w:rsidR="00C90F8D">
        <w:rPr>
          <w:bCs/>
        </w:rPr>
        <w:t xml:space="preserve">. </w:t>
      </w:r>
      <w:r>
        <w:rPr>
          <w:bCs/>
        </w:rPr>
        <w:t>Ses inspections</w:t>
      </w:r>
      <w:r w:rsidR="00C90F8D">
        <w:rPr>
          <w:bCs/>
        </w:rPr>
        <w:t xml:space="preserve"> </w:t>
      </w:r>
      <w:r w:rsidR="00C90F8D">
        <w:rPr>
          <w:rFonts w:eastAsia="Georgia"/>
        </w:rPr>
        <w:t xml:space="preserve">– </w:t>
      </w:r>
      <w:r>
        <w:rPr>
          <w:bCs/>
        </w:rPr>
        <w:t>il y en eut trois en un an</w:t>
      </w:r>
      <w:r w:rsidR="00C90F8D">
        <w:rPr>
          <w:bCs/>
        </w:rPr>
        <w:t xml:space="preserve"> – </w:t>
      </w:r>
      <w:r>
        <w:rPr>
          <w:bCs/>
        </w:rPr>
        <w:t>revêtaient plutôt le caractère de visites mondaines</w:t>
      </w:r>
      <w:r w:rsidR="00C90F8D">
        <w:rPr>
          <w:bCs/>
        </w:rPr>
        <w:t xml:space="preserve">. </w:t>
      </w:r>
      <w:r>
        <w:rPr>
          <w:bCs/>
        </w:rPr>
        <w:t>Escorté d</w:t>
      </w:r>
      <w:r w:rsidR="00C90F8D">
        <w:rPr>
          <w:bCs/>
        </w:rPr>
        <w:t>’</w:t>
      </w:r>
      <w:r>
        <w:rPr>
          <w:bCs/>
        </w:rPr>
        <w:t>aides de camp aux uniformes éblouissants</w:t>
      </w:r>
      <w:r w:rsidR="00C90F8D">
        <w:rPr>
          <w:bCs/>
        </w:rPr>
        <w:t xml:space="preserve">, </w:t>
      </w:r>
      <w:r>
        <w:rPr>
          <w:bCs/>
        </w:rPr>
        <w:t>il traversait rapidement les ateliers</w:t>
      </w:r>
      <w:r w:rsidR="00C90F8D">
        <w:rPr>
          <w:bCs/>
        </w:rPr>
        <w:t xml:space="preserve">, </w:t>
      </w:r>
      <w:r>
        <w:rPr>
          <w:bCs/>
        </w:rPr>
        <w:t>ne se perdait pas en vaines demandes d</w:t>
      </w:r>
      <w:r w:rsidR="00C90F8D">
        <w:rPr>
          <w:bCs/>
        </w:rPr>
        <w:t>’</w:t>
      </w:r>
      <w:r>
        <w:rPr>
          <w:bCs/>
        </w:rPr>
        <w:t>explications</w:t>
      </w:r>
      <w:r w:rsidR="00C90F8D">
        <w:rPr>
          <w:bCs/>
        </w:rPr>
        <w:t xml:space="preserve">, </w:t>
      </w:r>
      <w:r>
        <w:rPr>
          <w:bCs/>
        </w:rPr>
        <w:t>distribuait à tous des compliments et de bonnes paroles</w:t>
      </w:r>
      <w:r w:rsidR="00C90F8D">
        <w:rPr>
          <w:bCs/>
        </w:rPr>
        <w:t xml:space="preserve">, </w:t>
      </w:r>
      <w:r>
        <w:rPr>
          <w:bCs/>
        </w:rPr>
        <w:t>réclamait un jour de congé et des gratifications pour les ouvriers</w:t>
      </w:r>
      <w:r w:rsidR="00C90F8D">
        <w:rPr>
          <w:bCs/>
        </w:rPr>
        <w:t xml:space="preserve">, </w:t>
      </w:r>
      <w:r>
        <w:rPr>
          <w:bCs/>
        </w:rPr>
        <w:t>et passait</w:t>
      </w:r>
      <w:r w:rsidR="00C90F8D">
        <w:rPr>
          <w:bCs/>
        </w:rPr>
        <w:t xml:space="preserve">, </w:t>
      </w:r>
      <w:r>
        <w:rPr>
          <w:bCs/>
        </w:rPr>
        <w:t>pour finir</w:t>
      </w:r>
      <w:r w:rsidR="00C90F8D">
        <w:rPr>
          <w:bCs/>
        </w:rPr>
        <w:t xml:space="preserve">, </w:t>
      </w:r>
      <w:r>
        <w:rPr>
          <w:bCs/>
        </w:rPr>
        <w:t>dans notre salle à manger</w:t>
      </w:r>
      <w:r w:rsidR="00C90F8D">
        <w:rPr>
          <w:bCs/>
        </w:rPr>
        <w:t xml:space="preserve">, </w:t>
      </w:r>
      <w:r>
        <w:rPr>
          <w:bCs/>
        </w:rPr>
        <w:t>où l</w:t>
      </w:r>
      <w:r w:rsidR="00C90F8D">
        <w:rPr>
          <w:bCs/>
        </w:rPr>
        <w:t>’</w:t>
      </w:r>
      <w:r>
        <w:rPr>
          <w:bCs/>
        </w:rPr>
        <w:t>attendait un champagne dont il se déclarait plus satisfait que de tout le reste</w:t>
      </w:r>
      <w:r w:rsidR="00C90F8D">
        <w:rPr>
          <w:bCs/>
        </w:rPr>
        <w:t>.</w:t>
      </w:r>
    </w:p>
    <w:p w14:paraId="186E2888" w14:textId="49237AEC" w:rsidR="00C90F8D" w:rsidRDefault="00AB2DE8">
      <w:pPr>
        <w:rPr>
          <w:bCs/>
        </w:rPr>
      </w:pPr>
      <w:r>
        <w:rPr>
          <w:bCs/>
        </w:rPr>
        <w:t>Lorsque</w:t>
      </w:r>
      <w:r w:rsidR="00C90F8D">
        <w:rPr>
          <w:bCs/>
        </w:rPr>
        <w:t xml:space="preserve">, </w:t>
      </w:r>
      <w:r>
        <w:rPr>
          <w:bCs/>
        </w:rPr>
        <w:t>rappelés en France par la mobilisation</w:t>
      </w:r>
      <w:r w:rsidR="00C90F8D">
        <w:rPr>
          <w:bCs/>
        </w:rPr>
        <w:t xml:space="preserve">, </w:t>
      </w:r>
      <w:r>
        <w:rPr>
          <w:bCs/>
        </w:rPr>
        <w:t>nous nous arrêtâmes à Orenbourg</w:t>
      </w:r>
      <w:r w:rsidR="00C90F8D">
        <w:rPr>
          <w:bCs/>
        </w:rPr>
        <w:t xml:space="preserve">, </w:t>
      </w:r>
      <w:r>
        <w:rPr>
          <w:bCs/>
        </w:rPr>
        <w:t>où nous devions prendre le train pour gagner Moscou par Samara</w:t>
      </w:r>
      <w:r w:rsidR="00C90F8D">
        <w:rPr>
          <w:bCs/>
        </w:rPr>
        <w:t xml:space="preserve">, </w:t>
      </w:r>
      <w:r>
        <w:rPr>
          <w:bCs/>
        </w:rPr>
        <w:t>il nous reçut magnifiquement et nous convia à une grande parade guerrière</w:t>
      </w:r>
      <w:r w:rsidR="00C90F8D">
        <w:rPr>
          <w:bCs/>
        </w:rPr>
        <w:t xml:space="preserve">, </w:t>
      </w:r>
      <w:r>
        <w:rPr>
          <w:bCs/>
        </w:rPr>
        <w:t>avec défilé des troupes de la garnison</w:t>
      </w:r>
      <w:r w:rsidR="00C90F8D">
        <w:rPr>
          <w:bCs/>
        </w:rPr>
        <w:t xml:space="preserve">, </w:t>
      </w:r>
      <w:r>
        <w:rPr>
          <w:bCs/>
        </w:rPr>
        <w:t>charges de cosaques</w:t>
      </w:r>
      <w:r w:rsidR="00C90F8D">
        <w:rPr>
          <w:bCs/>
        </w:rPr>
        <w:t xml:space="preserve">, </w:t>
      </w:r>
      <w:r>
        <w:rPr>
          <w:bCs/>
        </w:rPr>
        <w:t>tirs réels d</w:t>
      </w:r>
      <w:r w:rsidR="00C90F8D">
        <w:rPr>
          <w:bCs/>
        </w:rPr>
        <w:t>’</w:t>
      </w:r>
      <w:r>
        <w:rPr>
          <w:bCs/>
        </w:rPr>
        <w:t>artillerie</w:t>
      </w:r>
      <w:r w:rsidR="00C90F8D">
        <w:rPr>
          <w:bCs/>
        </w:rPr>
        <w:t xml:space="preserve">. </w:t>
      </w:r>
      <w:r>
        <w:rPr>
          <w:bCs/>
        </w:rPr>
        <w:t xml:space="preserve">Ce dernier numéro du programme fut le moins </w:t>
      </w:r>
      <w:r>
        <w:rPr>
          <w:bCs/>
        </w:rPr>
        <w:lastRenderedPageBreak/>
        <w:t>bien exécuté</w:t>
      </w:r>
      <w:r w:rsidR="00C90F8D">
        <w:rPr>
          <w:bCs/>
        </w:rPr>
        <w:t xml:space="preserve">, </w:t>
      </w:r>
      <w:r>
        <w:rPr>
          <w:bCs/>
        </w:rPr>
        <w:t>par suite d</w:t>
      </w:r>
      <w:r w:rsidR="00C90F8D">
        <w:rPr>
          <w:bCs/>
        </w:rPr>
        <w:t>’</w:t>
      </w:r>
      <w:r>
        <w:rPr>
          <w:bCs/>
        </w:rPr>
        <w:t>une distraction des servants qui</w:t>
      </w:r>
      <w:r w:rsidR="00C90F8D">
        <w:rPr>
          <w:bCs/>
        </w:rPr>
        <w:t xml:space="preserve">, </w:t>
      </w:r>
      <w:r>
        <w:rPr>
          <w:bCs/>
        </w:rPr>
        <w:t>ayant à présenter une batterie de 75 en action</w:t>
      </w:r>
      <w:r w:rsidR="00C90F8D">
        <w:rPr>
          <w:bCs/>
        </w:rPr>
        <w:t xml:space="preserve">, </w:t>
      </w:r>
      <w:r>
        <w:rPr>
          <w:bCs/>
        </w:rPr>
        <w:t>s</w:t>
      </w:r>
      <w:r w:rsidR="00C90F8D">
        <w:rPr>
          <w:bCs/>
        </w:rPr>
        <w:t>’</w:t>
      </w:r>
      <w:r>
        <w:rPr>
          <w:bCs/>
        </w:rPr>
        <w:t>étaient fait suivre au polygone de caissons d</w:t>
      </w:r>
      <w:r w:rsidR="00C90F8D">
        <w:rPr>
          <w:bCs/>
        </w:rPr>
        <w:t>’</w:t>
      </w:r>
      <w:r>
        <w:rPr>
          <w:bCs/>
        </w:rPr>
        <w:t>obus de 155</w:t>
      </w:r>
      <w:r w:rsidR="00C90F8D">
        <w:rPr>
          <w:bCs/>
        </w:rPr>
        <w:t xml:space="preserve">. </w:t>
      </w:r>
      <w:r>
        <w:rPr>
          <w:bCs/>
        </w:rPr>
        <w:t xml:space="preserve">La bonne humeur du prince </w:t>
      </w:r>
      <w:proofErr w:type="spellStart"/>
      <w:r>
        <w:rPr>
          <w:bCs/>
        </w:rPr>
        <w:t>Ordonov</w:t>
      </w:r>
      <w:proofErr w:type="spellEnd"/>
      <w:r>
        <w:rPr>
          <w:bCs/>
        </w:rPr>
        <w:t xml:space="preserve"> ne s</w:t>
      </w:r>
      <w:r w:rsidR="00C90F8D">
        <w:rPr>
          <w:bCs/>
        </w:rPr>
        <w:t>’</w:t>
      </w:r>
      <w:r>
        <w:rPr>
          <w:bCs/>
        </w:rPr>
        <w:t>en trouva pas compromise le moins du monde</w:t>
      </w:r>
      <w:r w:rsidR="00C90F8D">
        <w:rPr>
          <w:bCs/>
        </w:rPr>
        <w:t xml:space="preserve"> : </w:t>
      </w:r>
      <w:r w:rsidR="00C90F8D">
        <w:rPr>
          <w:i/>
          <w:iCs/>
        </w:rPr>
        <w:t>« </w:t>
      </w:r>
      <w:r>
        <w:rPr>
          <w:bCs/>
        </w:rPr>
        <w:t>À Berlin</w:t>
      </w:r>
      <w:r w:rsidR="00C90F8D">
        <w:rPr>
          <w:bCs/>
        </w:rPr>
        <w:t xml:space="preserve"> ! </w:t>
      </w:r>
      <w:r>
        <w:rPr>
          <w:bCs/>
        </w:rPr>
        <w:t>cria-t-il</w:t>
      </w:r>
      <w:r w:rsidR="00C90F8D">
        <w:rPr>
          <w:bCs/>
        </w:rPr>
        <w:t xml:space="preserve">, </w:t>
      </w:r>
      <w:r>
        <w:rPr>
          <w:bCs/>
        </w:rPr>
        <w:t>tandis que notre train s</w:t>
      </w:r>
      <w:r w:rsidR="00C90F8D">
        <w:rPr>
          <w:bCs/>
        </w:rPr>
        <w:t>’</w:t>
      </w:r>
      <w:r>
        <w:rPr>
          <w:bCs/>
        </w:rPr>
        <w:t>ébranlait</w:t>
      </w:r>
      <w:r w:rsidR="00C90F8D">
        <w:rPr>
          <w:bCs/>
        </w:rPr>
        <w:t xml:space="preserve">. </w:t>
      </w:r>
      <w:r>
        <w:rPr>
          <w:bCs/>
        </w:rPr>
        <w:t>Je vous y retiens tous à dîner avant six semaines</w:t>
      </w:r>
      <w:r w:rsidR="00C90F8D">
        <w:rPr>
          <w:bCs/>
        </w:rPr>
        <w:t>. »</w:t>
      </w:r>
      <w:r>
        <w:rPr>
          <w:bCs/>
        </w:rPr>
        <w:t xml:space="preserve"> De tous les occupants du wagon qui nous emportait</w:t>
      </w:r>
      <w:r w:rsidR="00C90F8D">
        <w:rPr>
          <w:bCs/>
        </w:rPr>
        <w:t xml:space="preserve">, </w:t>
      </w:r>
      <w:r>
        <w:rPr>
          <w:bCs/>
        </w:rPr>
        <w:t>notre directeur était le seul peut-être à ne point partager cet optimisme</w:t>
      </w:r>
      <w:r w:rsidR="00C90F8D">
        <w:rPr>
          <w:bCs/>
        </w:rPr>
        <w:t xml:space="preserve">. </w:t>
      </w:r>
      <w:r>
        <w:rPr>
          <w:bCs/>
        </w:rPr>
        <w:t>Non qu</w:t>
      </w:r>
      <w:r w:rsidR="00C90F8D">
        <w:rPr>
          <w:bCs/>
        </w:rPr>
        <w:t>’</w:t>
      </w:r>
      <w:r>
        <w:rPr>
          <w:bCs/>
        </w:rPr>
        <w:t>il ne fût pas confiant dans l</w:t>
      </w:r>
      <w:r w:rsidR="00C90F8D">
        <w:rPr>
          <w:bCs/>
        </w:rPr>
        <w:t>’</w:t>
      </w:r>
      <w:r>
        <w:rPr>
          <w:bCs/>
        </w:rPr>
        <w:t>issue de la guerre</w:t>
      </w:r>
      <w:r w:rsidR="00C90F8D">
        <w:rPr>
          <w:bCs/>
        </w:rPr>
        <w:t xml:space="preserve">. </w:t>
      </w:r>
      <w:r>
        <w:rPr>
          <w:bCs/>
        </w:rPr>
        <w:t>Mais il laissait son usine aux mains de techniciens russes</w:t>
      </w:r>
      <w:r w:rsidR="00C90F8D">
        <w:rPr>
          <w:bCs/>
        </w:rPr>
        <w:t xml:space="preserve">. </w:t>
      </w:r>
      <w:r>
        <w:rPr>
          <w:bCs/>
        </w:rPr>
        <w:t>De tout le personnel français</w:t>
      </w:r>
      <w:r w:rsidR="00C90F8D">
        <w:rPr>
          <w:bCs/>
        </w:rPr>
        <w:t xml:space="preserve">, </w:t>
      </w:r>
      <w:r>
        <w:rPr>
          <w:bCs/>
        </w:rPr>
        <w:t>il ne restait à Novo-Petrovsk que notre chef comptable</w:t>
      </w:r>
      <w:r w:rsidR="00C90F8D">
        <w:rPr>
          <w:bCs/>
        </w:rPr>
        <w:t xml:space="preserve">, </w:t>
      </w:r>
      <w:r>
        <w:rPr>
          <w:bCs/>
        </w:rPr>
        <w:t>dispensé par son âge du devoir militaire</w:t>
      </w:r>
      <w:r w:rsidR="00C90F8D">
        <w:rPr>
          <w:bCs/>
        </w:rPr>
        <w:t xml:space="preserve">. </w:t>
      </w:r>
      <w:r>
        <w:rPr>
          <w:bCs/>
        </w:rPr>
        <w:t>L</w:t>
      </w:r>
      <w:r w:rsidR="00C90F8D">
        <w:rPr>
          <w:bCs/>
        </w:rPr>
        <w:t>’</w:t>
      </w:r>
      <w:r>
        <w:rPr>
          <w:bCs/>
        </w:rPr>
        <w:t>avant-veille</w:t>
      </w:r>
      <w:r w:rsidR="00C90F8D">
        <w:rPr>
          <w:bCs/>
        </w:rPr>
        <w:t xml:space="preserve">, </w:t>
      </w:r>
      <w:r>
        <w:rPr>
          <w:bCs/>
        </w:rPr>
        <w:t>avait eu lieu la remise des services</w:t>
      </w:r>
      <w:r w:rsidR="00C90F8D">
        <w:rPr>
          <w:bCs/>
        </w:rPr>
        <w:t xml:space="preserve">. </w:t>
      </w:r>
      <w:r>
        <w:rPr>
          <w:bCs/>
        </w:rPr>
        <w:t>Elle s</w:t>
      </w:r>
      <w:r w:rsidR="00C90F8D">
        <w:rPr>
          <w:bCs/>
        </w:rPr>
        <w:t>’</w:t>
      </w:r>
      <w:r>
        <w:rPr>
          <w:bCs/>
        </w:rPr>
        <w:t>était effectuée dans un enthousiasme qui n</w:t>
      </w:r>
      <w:r w:rsidR="00C90F8D">
        <w:rPr>
          <w:bCs/>
        </w:rPr>
        <w:t>’</w:t>
      </w:r>
      <w:r>
        <w:rPr>
          <w:bCs/>
        </w:rPr>
        <w:t xml:space="preserve">était pas parvenu à dissiper les sombres pressentiments de </w:t>
      </w:r>
      <w:r w:rsidR="00C90F8D">
        <w:rPr>
          <w:bCs/>
        </w:rPr>
        <w:t>M. </w:t>
      </w:r>
      <w:proofErr w:type="spellStart"/>
      <w:r>
        <w:rPr>
          <w:bCs/>
        </w:rPr>
        <w:t>Dumanoir</w:t>
      </w:r>
      <w:proofErr w:type="spellEnd"/>
      <w:r w:rsidR="00C90F8D">
        <w:rPr>
          <w:bCs/>
        </w:rPr>
        <w:t>. « </w:t>
      </w:r>
      <w:r>
        <w:rPr>
          <w:bCs/>
        </w:rPr>
        <w:t>Dans quel état retrouverons-nous tout cela</w:t>
      </w:r>
      <w:r w:rsidR="00C90F8D">
        <w:rPr>
          <w:bCs/>
        </w:rPr>
        <w:t xml:space="preserve"> ? », </w:t>
      </w:r>
      <w:r>
        <w:rPr>
          <w:bCs/>
        </w:rPr>
        <w:t>n</w:t>
      </w:r>
      <w:r w:rsidR="00C90F8D">
        <w:rPr>
          <w:bCs/>
        </w:rPr>
        <w:t>’</w:t>
      </w:r>
      <w:r>
        <w:rPr>
          <w:bCs/>
        </w:rPr>
        <w:t>avait-il cessé de murmurer</w:t>
      </w:r>
      <w:r w:rsidR="00C90F8D">
        <w:rPr>
          <w:bCs/>
        </w:rPr>
        <w:t xml:space="preserve">, </w:t>
      </w:r>
      <w:r>
        <w:rPr>
          <w:bCs/>
        </w:rPr>
        <w:t>en jetant un dernier regard sur son œuvre</w:t>
      </w:r>
      <w:r w:rsidR="00C90F8D">
        <w:rPr>
          <w:bCs/>
        </w:rPr>
        <w:t xml:space="preserve">. </w:t>
      </w:r>
      <w:r>
        <w:rPr>
          <w:bCs/>
        </w:rPr>
        <w:t>Ce genre d</w:t>
      </w:r>
      <w:r w:rsidR="00C90F8D">
        <w:rPr>
          <w:bCs/>
        </w:rPr>
        <w:t>’</w:t>
      </w:r>
      <w:r>
        <w:rPr>
          <w:bCs/>
        </w:rPr>
        <w:t>épreuve devait pourtant lui être épargné</w:t>
      </w:r>
      <w:r w:rsidR="00C90F8D">
        <w:rPr>
          <w:bCs/>
        </w:rPr>
        <w:t xml:space="preserve">. </w:t>
      </w:r>
      <w:r>
        <w:rPr>
          <w:bCs/>
        </w:rPr>
        <w:t>C</w:t>
      </w:r>
      <w:r w:rsidR="00C90F8D">
        <w:rPr>
          <w:bCs/>
        </w:rPr>
        <w:t>’</w:t>
      </w:r>
      <w:r>
        <w:rPr>
          <w:bCs/>
        </w:rPr>
        <w:t>était à moi</w:t>
      </w:r>
      <w:r w:rsidR="00C90F8D">
        <w:rPr>
          <w:bCs/>
        </w:rPr>
        <w:t xml:space="preserve">, </w:t>
      </w:r>
      <w:r>
        <w:rPr>
          <w:bCs/>
        </w:rPr>
        <w:t>à moi seul</w:t>
      </w:r>
      <w:r w:rsidR="00C90F8D">
        <w:rPr>
          <w:bCs/>
        </w:rPr>
        <w:t xml:space="preserve">, </w:t>
      </w:r>
      <w:r>
        <w:rPr>
          <w:bCs/>
        </w:rPr>
        <w:t>qu</w:t>
      </w:r>
      <w:r w:rsidR="00C90F8D">
        <w:rPr>
          <w:bCs/>
        </w:rPr>
        <w:t>’</w:t>
      </w:r>
      <w:r>
        <w:rPr>
          <w:bCs/>
        </w:rPr>
        <w:t>était réservé le douloureux privilège de comprendre ce qu</w:t>
      </w:r>
      <w:r w:rsidR="00C90F8D">
        <w:rPr>
          <w:bCs/>
        </w:rPr>
        <w:t>’</w:t>
      </w:r>
      <w:r>
        <w:rPr>
          <w:bCs/>
        </w:rPr>
        <w:t>il avait voulu dire</w:t>
      </w:r>
      <w:r w:rsidR="00C90F8D">
        <w:rPr>
          <w:bCs/>
        </w:rPr>
        <w:t>.</w:t>
      </w:r>
    </w:p>
    <w:p w14:paraId="39CB94CA" w14:textId="77777777" w:rsidR="00C90F8D" w:rsidRDefault="00AB2DE8">
      <w:pPr>
        <w:rPr>
          <w:bCs/>
        </w:rPr>
      </w:pPr>
      <w:r>
        <w:rPr>
          <w:bCs/>
        </w:rPr>
        <w:t>Je ne souhaite pas à quelqu</w:t>
      </w:r>
      <w:r w:rsidR="00C90F8D">
        <w:rPr>
          <w:bCs/>
        </w:rPr>
        <w:t>’</w:t>
      </w:r>
      <w:r>
        <w:rPr>
          <w:bCs/>
        </w:rPr>
        <w:t>un qui aime tant soit peu son métier de connaître les affres par lesquelles je passai au cours des six premiers mois qui suivirent mon retour à Novo-Petrovsk</w:t>
      </w:r>
      <w:r w:rsidR="00C90F8D">
        <w:rPr>
          <w:bCs/>
        </w:rPr>
        <w:t xml:space="preserve">. </w:t>
      </w:r>
      <w:r>
        <w:rPr>
          <w:bCs/>
        </w:rPr>
        <w:t>La blessure que j</w:t>
      </w:r>
      <w:r w:rsidR="00C90F8D">
        <w:rPr>
          <w:bCs/>
        </w:rPr>
        <w:t>’</w:t>
      </w:r>
      <w:r>
        <w:rPr>
          <w:bCs/>
        </w:rPr>
        <w:t>avais reçue en 1914 m</w:t>
      </w:r>
      <w:r w:rsidR="00C90F8D">
        <w:rPr>
          <w:bCs/>
        </w:rPr>
        <w:t>’</w:t>
      </w:r>
      <w:r>
        <w:rPr>
          <w:bCs/>
        </w:rPr>
        <w:t>avait tenu une année entière éloigné du front</w:t>
      </w:r>
      <w:r w:rsidR="00C90F8D">
        <w:rPr>
          <w:bCs/>
        </w:rPr>
        <w:t xml:space="preserve">. </w:t>
      </w:r>
      <w:r>
        <w:rPr>
          <w:bCs/>
        </w:rPr>
        <w:t>Je m</w:t>
      </w:r>
      <w:r w:rsidR="00C90F8D">
        <w:rPr>
          <w:bCs/>
        </w:rPr>
        <w:t>’</w:t>
      </w:r>
      <w:r>
        <w:rPr>
          <w:bCs/>
        </w:rPr>
        <w:t>apprêtais à rejoindre mon corps</w:t>
      </w:r>
      <w:r w:rsidR="00C90F8D">
        <w:rPr>
          <w:bCs/>
        </w:rPr>
        <w:t xml:space="preserve">, </w:t>
      </w:r>
      <w:r>
        <w:rPr>
          <w:bCs/>
        </w:rPr>
        <w:t>lorsque je fus convoqué au siège de la société</w:t>
      </w:r>
      <w:r w:rsidR="00C90F8D">
        <w:rPr>
          <w:bCs/>
        </w:rPr>
        <w:t xml:space="preserve">. </w:t>
      </w:r>
      <w:r>
        <w:rPr>
          <w:bCs/>
        </w:rPr>
        <w:t>Là me fut notifiée une décision du ministère de la Guerre qui me plaçait</w:t>
      </w:r>
      <w:r w:rsidR="00C90F8D">
        <w:rPr>
          <w:bCs/>
        </w:rPr>
        <w:t xml:space="preserve">, </w:t>
      </w:r>
      <w:r>
        <w:rPr>
          <w:bCs/>
        </w:rPr>
        <w:t>d</w:t>
      </w:r>
      <w:r w:rsidR="00C90F8D">
        <w:rPr>
          <w:bCs/>
        </w:rPr>
        <w:t>’</w:t>
      </w:r>
      <w:r>
        <w:rPr>
          <w:bCs/>
        </w:rPr>
        <w:t>accord avec le gouvernement russe</w:t>
      </w:r>
      <w:r w:rsidR="00C90F8D">
        <w:rPr>
          <w:bCs/>
        </w:rPr>
        <w:t xml:space="preserve">, </w:t>
      </w:r>
      <w:r>
        <w:rPr>
          <w:bCs/>
        </w:rPr>
        <w:t>à la tête de notre usine de l</w:t>
      </w:r>
      <w:r w:rsidR="00C90F8D">
        <w:rPr>
          <w:bCs/>
        </w:rPr>
        <w:t>’</w:t>
      </w:r>
      <w:r>
        <w:rPr>
          <w:bCs/>
        </w:rPr>
        <w:t>Oural</w:t>
      </w:r>
      <w:r w:rsidR="00C90F8D">
        <w:rPr>
          <w:bCs/>
        </w:rPr>
        <w:t xml:space="preserve">. </w:t>
      </w:r>
      <w:r>
        <w:rPr>
          <w:bCs/>
        </w:rPr>
        <w:t>On était à peu près sans nouvelles de celle-ci</w:t>
      </w:r>
      <w:r w:rsidR="00C90F8D">
        <w:rPr>
          <w:bCs/>
        </w:rPr>
        <w:t xml:space="preserve"> ; </w:t>
      </w:r>
      <w:r>
        <w:rPr>
          <w:bCs/>
        </w:rPr>
        <w:t>depuis trois mois</w:t>
      </w:r>
      <w:r w:rsidR="00C90F8D">
        <w:rPr>
          <w:bCs/>
        </w:rPr>
        <w:t xml:space="preserve">, </w:t>
      </w:r>
      <w:r>
        <w:rPr>
          <w:bCs/>
        </w:rPr>
        <w:t>on n</w:t>
      </w:r>
      <w:r w:rsidR="00C90F8D">
        <w:rPr>
          <w:bCs/>
        </w:rPr>
        <w:t>’</w:t>
      </w:r>
      <w:r>
        <w:rPr>
          <w:bCs/>
        </w:rPr>
        <w:t>avait pas eu une seule lettre de notre chef comptable</w:t>
      </w:r>
      <w:r w:rsidR="00C90F8D">
        <w:rPr>
          <w:bCs/>
        </w:rPr>
        <w:t xml:space="preserve">, </w:t>
      </w:r>
      <w:r>
        <w:rPr>
          <w:bCs/>
        </w:rPr>
        <w:t>et son dernier rapport</w:t>
      </w:r>
      <w:r w:rsidR="00C90F8D">
        <w:rPr>
          <w:bCs/>
        </w:rPr>
        <w:t xml:space="preserve">, </w:t>
      </w:r>
      <w:r>
        <w:rPr>
          <w:bCs/>
        </w:rPr>
        <w:t xml:space="preserve">pour qui </w:t>
      </w:r>
      <w:r>
        <w:rPr>
          <w:bCs/>
        </w:rPr>
        <w:lastRenderedPageBreak/>
        <w:t>savait lire entre les lignes</w:t>
      </w:r>
      <w:r w:rsidR="00C90F8D">
        <w:rPr>
          <w:bCs/>
        </w:rPr>
        <w:t xml:space="preserve">, </w:t>
      </w:r>
      <w:r>
        <w:rPr>
          <w:bCs/>
        </w:rPr>
        <w:t>avait paru assez alarmant</w:t>
      </w:r>
      <w:r w:rsidR="00C90F8D">
        <w:rPr>
          <w:bCs/>
        </w:rPr>
        <w:t xml:space="preserve">. </w:t>
      </w:r>
      <w:r>
        <w:rPr>
          <w:bCs/>
        </w:rPr>
        <w:t>L</w:t>
      </w:r>
      <w:r w:rsidR="00C90F8D">
        <w:rPr>
          <w:bCs/>
        </w:rPr>
        <w:t>’</w:t>
      </w:r>
      <w:r>
        <w:rPr>
          <w:bCs/>
        </w:rPr>
        <w:t>ordre était formel</w:t>
      </w:r>
      <w:r w:rsidR="00C90F8D">
        <w:rPr>
          <w:bCs/>
        </w:rPr>
        <w:t xml:space="preserve">. </w:t>
      </w:r>
      <w:r>
        <w:rPr>
          <w:bCs/>
        </w:rPr>
        <w:t>Sans me faire illusion sur la valeur de l</w:t>
      </w:r>
      <w:r w:rsidR="00C90F8D">
        <w:rPr>
          <w:bCs/>
        </w:rPr>
        <w:t>’</w:t>
      </w:r>
      <w:r>
        <w:rPr>
          <w:bCs/>
        </w:rPr>
        <w:t>avancement que je recevais de la sorte</w:t>
      </w:r>
      <w:r w:rsidR="00C90F8D">
        <w:rPr>
          <w:bCs/>
        </w:rPr>
        <w:t xml:space="preserve">, </w:t>
      </w:r>
      <w:r>
        <w:rPr>
          <w:bCs/>
        </w:rPr>
        <w:t>je partis</w:t>
      </w:r>
      <w:r w:rsidR="00C90F8D">
        <w:rPr>
          <w:bCs/>
        </w:rPr>
        <w:t xml:space="preserve">. </w:t>
      </w:r>
      <w:r>
        <w:rPr>
          <w:bCs/>
        </w:rPr>
        <w:t>Je me souviendrai toujours de mon arrivée après trois semaines du plus démoralisant des voyages</w:t>
      </w:r>
      <w:r w:rsidR="00C90F8D">
        <w:rPr>
          <w:bCs/>
        </w:rPr>
        <w:t xml:space="preserve">. </w:t>
      </w:r>
      <w:r>
        <w:rPr>
          <w:bCs/>
        </w:rPr>
        <w:t>Il était onze heures du soir</w:t>
      </w:r>
      <w:r w:rsidR="00C90F8D">
        <w:rPr>
          <w:bCs/>
        </w:rPr>
        <w:t xml:space="preserve">, </w:t>
      </w:r>
      <w:r>
        <w:rPr>
          <w:bCs/>
        </w:rPr>
        <w:t>en plein hiver</w:t>
      </w:r>
      <w:r w:rsidR="00C90F8D">
        <w:rPr>
          <w:bCs/>
        </w:rPr>
        <w:t xml:space="preserve">. </w:t>
      </w:r>
      <w:r>
        <w:rPr>
          <w:bCs/>
        </w:rPr>
        <w:t>Ce fut à grand-peine que je trouvai</w:t>
      </w:r>
      <w:r w:rsidR="00C90F8D">
        <w:rPr>
          <w:bCs/>
        </w:rPr>
        <w:t xml:space="preserve">, </w:t>
      </w:r>
      <w:r>
        <w:rPr>
          <w:bCs/>
        </w:rPr>
        <w:t>dans la ville endormie sous la neige</w:t>
      </w:r>
      <w:r w:rsidR="00C90F8D">
        <w:rPr>
          <w:bCs/>
        </w:rPr>
        <w:t xml:space="preserve">, </w:t>
      </w:r>
      <w:r>
        <w:rPr>
          <w:bCs/>
        </w:rPr>
        <w:t>une voiture pour franchir les deux kilomètres qui me séparaient de l</w:t>
      </w:r>
      <w:r w:rsidR="00C90F8D">
        <w:rPr>
          <w:bCs/>
        </w:rPr>
        <w:t>’</w:t>
      </w:r>
      <w:r>
        <w:rPr>
          <w:bCs/>
        </w:rPr>
        <w:t>usine</w:t>
      </w:r>
      <w:r w:rsidR="00C90F8D">
        <w:rPr>
          <w:bCs/>
        </w:rPr>
        <w:t xml:space="preserve">. </w:t>
      </w:r>
      <w:r>
        <w:rPr>
          <w:bCs/>
        </w:rPr>
        <w:t>Non</w:t>
      </w:r>
      <w:r w:rsidR="00C90F8D">
        <w:rPr>
          <w:bCs/>
        </w:rPr>
        <w:t xml:space="preserve">, </w:t>
      </w:r>
      <w:r>
        <w:rPr>
          <w:bCs/>
        </w:rPr>
        <w:t xml:space="preserve">le pauvre </w:t>
      </w:r>
      <w:proofErr w:type="spellStart"/>
      <w:r>
        <w:rPr>
          <w:bCs/>
        </w:rPr>
        <w:t>Dumanoir</w:t>
      </w:r>
      <w:proofErr w:type="spellEnd"/>
      <w:r>
        <w:rPr>
          <w:bCs/>
        </w:rPr>
        <w:t xml:space="preserve"> ne s</w:t>
      </w:r>
      <w:r w:rsidR="00C90F8D">
        <w:rPr>
          <w:bCs/>
        </w:rPr>
        <w:t>’</w:t>
      </w:r>
      <w:r>
        <w:rPr>
          <w:bCs/>
        </w:rPr>
        <w:t>était pas trompé</w:t>
      </w:r>
      <w:r w:rsidR="00C90F8D">
        <w:rPr>
          <w:bCs/>
        </w:rPr>
        <w:t xml:space="preserve">. </w:t>
      </w:r>
      <w:r>
        <w:rPr>
          <w:bCs/>
        </w:rPr>
        <w:t>Dans quel état je la retrouvais</w:t>
      </w:r>
      <w:r w:rsidR="00C90F8D">
        <w:rPr>
          <w:bCs/>
        </w:rPr>
        <w:t xml:space="preserve">, </w:t>
      </w:r>
      <w:r>
        <w:rPr>
          <w:bCs/>
        </w:rPr>
        <w:t>mon Dieu</w:t>
      </w:r>
      <w:r w:rsidR="00C90F8D">
        <w:rPr>
          <w:bCs/>
        </w:rPr>
        <w:t> !</w:t>
      </w:r>
    </w:p>
    <w:p w14:paraId="7A88C6F6" w14:textId="77777777" w:rsidR="00C90F8D" w:rsidRDefault="00AB2DE8">
      <w:pPr>
        <w:rPr>
          <w:bCs/>
        </w:rPr>
      </w:pPr>
      <w:r>
        <w:rPr>
          <w:bCs/>
        </w:rPr>
        <w:t>À la fin de 1916</w:t>
      </w:r>
      <w:r w:rsidR="00C90F8D">
        <w:rPr>
          <w:bCs/>
        </w:rPr>
        <w:t xml:space="preserve">, </w:t>
      </w:r>
      <w:r>
        <w:rPr>
          <w:bCs/>
        </w:rPr>
        <w:t>j</w:t>
      </w:r>
      <w:r w:rsidR="00C90F8D">
        <w:rPr>
          <w:bCs/>
        </w:rPr>
        <w:t>’</w:t>
      </w:r>
      <w:r>
        <w:rPr>
          <w:bCs/>
        </w:rPr>
        <w:t>avais réussi néanmoins à remettre à peu près tout sur pied</w:t>
      </w:r>
      <w:r w:rsidR="00C90F8D">
        <w:rPr>
          <w:bCs/>
        </w:rPr>
        <w:t xml:space="preserve">. </w:t>
      </w:r>
      <w:r>
        <w:rPr>
          <w:bCs/>
        </w:rPr>
        <w:t>La fabrication des canons avait été</w:t>
      </w:r>
      <w:r w:rsidR="00C90F8D">
        <w:rPr>
          <w:bCs/>
        </w:rPr>
        <w:t xml:space="preserve">, </w:t>
      </w:r>
      <w:r>
        <w:rPr>
          <w:bCs/>
        </w:rPr>
        <w:t>bien entendu</w:t>
      </w:r>
      <w:r w:rsidR="00C90F8D">
        <w:rPr>
          <w:bCs/>
        </w:rPr>
        <w:t xml:space="preserve">, </w:t>
      </w:r>
      <w:r>
        <w:rPr>
          <w:bCs/>
        </w:rPr>
        <w:t>interrompue</w:t>
      </w:r>
      <w:r w:rsidR="00C90F8D">
        <w:rPr>
          <w:bCs/>
        </w:rPr>
        <w:t xml:space="preserve">. </w:t>
      </w:r>
      <w:r>
        <w:rPr>
          <w:bCs/>
        </w:rPr>
        <w:t>Nous nous consacrions uniquement à celle des munitions</w:t>
      </w:r>
      <w:r w:rsidR="00C90F8D">
        <w:rPr>
          <w:bCs/>
        </w:rPr>
        <w:t xml:space="preserve">, </w:t>
      </w:r>
      <w:r>
        <w:rPr>
          <w:bCs/>
        </w:rPr>
        <w:t>dont l</w:t>
      </w:r>
      <w:r w:rsidR="00C90F8D">
        <w:rPr>
          <w:bCs/>
        </w:rPr>
        <w:t>’</w:t>
      </w:r>
      <w:r>
        <w:rPr>
          <w:bCs/>
        </w:rPr>
        <w:t>offensive engagée par Broussilov entraînait une consommation gigantesque</w:t>
      </w:r>
      <w:r w:rsidR="00C90F8D">
        <w:rPr>
          <w:bCs/>
        </w:rPr>
        <w:t xml:space="preserve">. </w:t>
      </w:r>
      <w:r>
        <w:rPr>
          <w:bCs/>
        </w:rPr>
        <w:t>L</w:t>
      </w:r>
      <w:r w:rsidR="00C90F8D">
        <w:rPr>
          <w:bCs/>
        </w:rPr>
        <w:t>’</w:t>
      </w:r>
      <w:r>
        <w:rPr>
          <w:bCs/>
        </w:rPr>
        <w:t>usine</w:t>
      </w:r>
      <w:r w:rsidR="00C90F8D">
        <w:rPr>
          <w:bCs/>
        </w:rPr>
        <w:t xml:space="preserve">, </w:t>
      </w:r>
      <w:r>
        <w:rPr>
          <w:bCs/>
        </w:rPr>
        <w:t>pendant mon absence</w:t>
      </w:r>
      <w:r w:rsidR="00C90F8D">
        <w:rPr>
          <w:bCs/>
        </w:rPr>
        <w:t xml:space="preserve">, </w:t>
      </w:r>
      <w:r>
        <w:rPr>
          <w:bCs/>
        </w:rPr>
        <w:t>avait été militarisée</w:t>
      </w:r>
      <w:r w:rsidR="00C90F8D">
        <w:rPr>
          <w:bCs/>
        </w:rPr>
        <w:t xml:space="preserve">. </w:t>
      </w:r>
      <w:r>
        <w:rPr>
          <w:bCs/>
        </w:rPr>
        <w:t>Il me fallut d</w:t>
      </w:r>
      <w:r w:rsidR="00C90F8D">
        <w:rPr>
          <w:bCs/>
        </w:rPr>
        <w:t>’</w:t>
      </w:r>
      <w:r>
        <w:rPr>
          <w:bCs/>
        </w:rPr>
        <w:t>abord</w:t>
      </w:r>
      <w:r w:rsidR="00C90F8D">
        <w:rPr>
          <w:bCs/>
        </w:rPr>
        <w:t xml:space="preserve">, </w:t>
      </w:r>
      <w:r>
        <w:rPr>
          <w:bCs/>
        </w:rPr>
        <w:t>sous la menace réitérée de ma démission</w:t>
      </w:r>
      <w:r w:rsidR="00C90F8D">
        <w:rPr>
          <w:bCs/>
        </w:rPr>
        <w:t xml:space="preserve">, </w:t>
      </w:r>
      <w:r>
        <w:rPr>
          <w:bCs/>
        </w:rPr>
        <w:t>obtenir qu</w:t>
      </w:r>
      <w:r w:rsidR="00C90F8D">
        <w:rPr>
          <w:bCs/>
        </w:rPr>
        <w:t>’</w:t>
      </w:r>
      <w:r>
        <w:rPr>
          <w:bCs/>
        </w:rPr>
        <w:t>on me débarrassât des ingénieurs et des officiers russes qui nous avaient succédé</w:t>
      </w:r>
      <w:r w:rsidR="00C90F8D">
        <w:rPr>
          <w:bCs/>
        </w:rPr>
        <w:t xml:space="preserve">, </w:t>
      </w:r>
      <w:r>
        <w:rPr>
          <w:bCs/>
        </w:rPr>
        <w:t>et dont la nullité n</w:t>
      </w:r>
      <w:r w:rsidR="00C90F8D">
        <w:rPr>
          <w:bCs/>
        </w:rPr>
        <w:t>’</w:t>
      </w:r>
      <w:r>
        <w:rPr>
          <w:bCs/>
        </w:rPr>
        <w:t>avait d</w:t>
      </w:r>
      <w:r w:rsidR="00C90F8D">
        <w:rPr>
          <w:bCs/>
        </w:rPr>
        <w:t>’</w:t>
      </w:r>
      <w:r>
        <w:rPr>
          <w:bCs/>
        </w:rPr>
        <w:t>égale que l</w:t>
      </w:r>
      <w:r w:rsidR="00C90F8D">
        <w:rPr>
          <w:bCs/>
        </w:rPr>
        <w:t>’</w:t>
      </w:r>
      <w:r>
        <w:rPr>
          <w:bCs/>
        </w:rPr>
        <w:t>apathie</w:t>
      </w:r>
      <w:r w:rsidR="00C90F8D">
        <w:rPr>
          <w:bCs/>
        </w:rPr>
        <w:t xml:space="preserve"> ; </w:t>
      </w:r>
      <w:r>
        <w:rPr>
          <w:bCs/>
        </w:rPr>
        <w:t>j</w:t>
      </w:r>
      <w:r w:rsidR="00C90F8D">
        <w:rPr>
          <w:bCs/>
        </w:rPr>
        <w:t>’</w:t>
      </w:r>
      <w:r>
        <w:rPr>
          <w:bCs/>
        </w:rPr>
        <w:t>en reçus d</w:t>
      </w:r>
      <w:r w:rsidR="00C90F8D">
        <w:rPr>
          <w:bCs/>
        </w:rPr>
        <w:t>’</w:t>
      </w:r>
      <w:r>
        <w:rPr>
          <w:bCs/>
        </w:rPr>
        <w:t>autres</w:t>
      </w:r>
      <w:r w:rsidR="00C90F8D">
        <w:rPr>
          <w:bCs/>
        </w:rPr>
        <w:t xml:space="preserve">, </w:t>
      </w:r>
      <w:r>
        <w:rPr>
          <w:bCs/>
        </w:rPr>
        <w:t>qui ne valurent guère mieux</w:t>
      </w:r>
      <w:r w:rsidR="00C90F8D">
        <w:rPr>
          <w:bCs/>
        </w:rPr>
        <w:t>.</w:t>
      </w:r>
    </w:p>
    <w:p w14:paraId="4AC24741" w14:textId="77777777" w:rsidR="00C90F8D" w:rsidRDefault="00AB2DE8">
      <w:pPr>
        <w:rPr>
          <w:bCs/>
        </w:rPr>
      </w:pPr>
      <w:r>
        <w:rPr>
          <w:bCs/>
        </w:rPr>
        <w:t>Comme ouvriers</w:t>
      </w:r>
      <w:r w:rsidR="00C90F8D">
        <w:rPr>
          <w:bCs/>
        </w:rPr>
        <w:t xml:space="preserve">, </w:t>
      </w:r>
      <w:r>
        <w:rPr>
          <w:bCs/>
        </w:rPr>
        <w:t>pas un spécialiste</w:t>
      </w:r>
      <w:r w:rsidR="00C90F8D">
        <w:rPr>
          <w:bCs/>
        </w:rPr>
        <w:t xml:space="preserve"> : </w:t>
      </w:r>
      <w:r>
        <w:rPr>
          <w:bCs/>
        </w:rPr>
        <w:t>des soldats réformés</w:t>
      </w:r>
      <w:r w:rsidR="00C90F8D">
        <w:rPr>
          <w:bCs/>
        </w:rPr>
        <w:t xml:space="preserve">, </w:t>
      </w:r>
      <w:r>
        <w:rPr>
          <w:bCs/>
        </w:rPr>
        <w:t>des condamnés</w:t>
      </w:r>
      <w:r w:rsidR="00C90F8D">
        <w:rPr>
          <w:bCs/>
        </w:rPr>
        <w:t xml:space="preserve">, </w:t>
      </w:r>
      <w:r>
        <w:rPr>
          <w:bCs/>
        </w:rPr>
        <w:t>des prisonniers de guerre</w:t>
      </w:r>
      <w:r w:rsidR="00C90F8D">
        <w:rPr>
          <w:bCs/>
        </w:rPr>
        <w:t xml:space="preserve">. </w:t>
      </w:r>
      <w:r>
        <w:rPr>
          <w:bCs/>
        </w:rPr>
        <w:t>Au milieu de ce troupeau</w:t>
      </w:r>
      <w:r w:rsidR="00C90F8D">
        <w:rPr>
          <w:bCs/>
        </w:rPr>
        <w:t xml:space="preserve">, </w:t>
      </w:r>
      <w:r>
        <w:rPr>
          <w:bCs/>
        </w:rPr>
        <w:t>moi</w:t>
      </w:r>
      <w:r w:rsidR="00C90F8D">
        <w:rPr>
          <w:bCs/>
        </w:rPr>
        <w:t xml:space="preserve">, </w:t>
      </w:r>
      <w:r>
        <w:rPr>
          <w:bCs/>
        </w:rPr>
        <w:t>seul Français</w:t>
      </w:r>
      <w:r w:rsidR="00C90F8D">
        <w:rPr>
          <w:bCs/>
        </w:rPr>
        <w:t xml:space="preserve">. </w:t>
      </w:r>
      <w:r>
        <w:rPr>
          <w:bCs/>
        </w:rPr>
        <w:t>La première chose</w:t>
      </w:r>
      <w:r w:rsidR="00C90F8D">
        <w:rPr>
          <w:bCs/>
        </w:rPr>
        <w:t xml:space="preserve">, </w:t>
      </w:r>
      <w:r>
        <w:rPr>
          <w:bCs/>
        </w:rPr>
        <w:t>en effet</w:t>
      </w:r>
      <w:r w:rsidR="00C90F8D">
        <w:rPr>
          <w:bCs/>
        </w:rPr>
        <w:t xml:space="preserve">, </w:t>
      </w:r>
      <w:r>
        <w:rPr>
          <w:bCs/>
        </w:rPr>
        <w:t>que j</w:t>
      </w:r>
      <w:r w:rsidR="00C90F8D">
        <w:rPr>
          <w:bCs/>
        </w:rPr>
        <w:t>’</w:t>
      </w:r>
      <w:r>
        <w:rPr>
          <w:bCs/>
        </w:rPr>
        <w:t>avais apprise en arrivant à Novo-Petrovsk</w:t>
      </w:r>
      <w:r w:rsidR="00C90F8D">
        <w:rPr>
          <w:bCs/>
        </w:rPr>
        <w:t xml:space="preserve">, </w:t>
      </w:r>
      <w:r>
        <w:rPr>
          <w:bCs/>
        </w:rPr>
        <w:t>avait été la raison du silence de notre chef comptable</w:t>
      </w:r>
      <w:r w:rsidR="00C90F8D">
        <w:rPr>
          <w:bCs/>
        </w:rPr>
        <w:t xml:space="preserve">. </w:t>
      </w:r>
      <w:r>
        <w:rPr>
          <w:bCs/>
        </w:rPr>
        <w:t>Il était mort plusieurs mois auparavant</w:t>
      </w:r>
      <w:r w:rsidR="00C90F8D">
        <w:rPr>
          <w:bCs/>
        </w:rPr>
        <w:t xml:space="preserve">, </w:t>
      </w:r>
      <w:r>
        <w:rPr>
          <w:bCs/>
        </w:rPr>
        <w:t>et personne à l</w:t>
      </w:r>
      <w:r w:rsidR="00C90F8D">
        <w:rPr>
          <w:bCs/>
        </w:rPr>
        <w:t>’</w:t>
      </w:r>
      <w:r>
        <w:rPr>
          <w:bCs/>
        </w:rPr>
        <w:t>usine n</w:t>
      </w:r>
      <w:r w:rsidR="00C90F8D">
        <w:rPr>
          <w:bCs/>
        </w:rPr>
        <w:t>’</w:t>
      </w:r>
      <w:r>
        <w:rPr>
          <w:bCs/>
        </w:rPr>
        <w:t>avait pris la peine d</w:t>
      </w:r>
      <w:r w:rsidR="00C90F8D">
        <w:rPr>
          <w:bCs/>
        </w:rPr>
        <w:t>’</w:t>
      </w:r>
      <w:r>
        <w:rPr>
          <w:bCs/>
        </w:rPr>
        <w:t>informer qui que ce fût de son décès</w:t>
      </w:r>
      <w:r w:rsidR="00C90F8D">
        <w:rPr>
          <w:bCs/>
        </w:rPr>
        <w:t>.</w:t>
      </w:r>
    </w:p>
    <w:p w14:paraId="66B78D8D" w14:textId="77777777" w:rsidR="00C90F8D" w:rsidRDefault="00AB2DE8">
      <w:pPr>
        <w:rPr>
          <w:bCs/>
        </w:rPr>
      </w:pPr>
      <w:r>
        <w:rPr>
          <w:bCs/>
        </w:rPr>
        <w:t>Tant de tourments</w:t>
      </w:r>
      <w:r w:rsidR="00C90F8D">
        <w:rPr>
          <w:bCs/>
        </w:rPr>
        <w:t xml:space="preserve">, </w:t>
      </w:r>
      <w:r>
        <w:rPr>
          <w:bCs/>
        </w:rPr>
        <w:t>de fatigues</w:t>
      </w:r>
      <w:r w:rsidR="00C90F8D">
        <w:rPr>
          <w:bCs/>
        </w:rPr>
        <w:t xml:space="preserve">, </w:t>
      </w:r>
      <w:r>
        <w:rPr>
          <w:bCs/>
        </w:rPr>
        <w:t>de labeur pour rien</w:t>
      </w:r>
      <w:r w:rsidR="00C90F8D">
        <w:rPr>
          <w:bCs/>
        </w:rPr>
        <w:t xml:space="preserve">, </w:t>
      </w:r>
      <w:r>
        <w:rPr>
          <w:bCs/>
        </w:rPr>
        <w:t>tu m</w:t>
      </w:r>
      <w:r w:rsidR="00C90F8D">
        <w:rPr>
          <w:bCs/>
        </w:rPr>
        <w:t>’</w:t>
      </w:r>
      <w:r>
        <w:rPr>
          <w:bCs/>
        </w:rPr>
        <w:t>entends</w:t>
      </w:r>
      <w:r w:rsidR="00C90F8D">
        <w:rPr>
          <w:bCs/>
        </w:rPr>
        <w:t xml:space="preserve">, </w:t>
      </w:r>
      <w:r>
        <w:rPr>
          <w:bCs/>
        </w:rPr>
        <w:t>pour rien</w:t>
      </w:r>
      <w:r w:rsidR="00C90F8D">
        <w:rPr>
          <w:bCs/>
        </w:rPr>
        <w:t xml:space="preserve"> ! </w:t>
      </w:r>
      <w:r>
        <w:rPr>
          <w:bCs/>
        </w:rPr>
        <w:t>J</w:t>
      </w:r>
      <w:r w:rsidR="00C90F8D">
        <w:rPr>
          <w:bCs/>
        </w:rPr>
        <w:t>’</w:t>
      </w:r>
      <w:r>
        <w:rPr>
          <w:bCs/>
        </w:rPr>
        <w:t>en ai encore la nausée au cœur</w:t>
      </w:r>
      <w:r w:rsidR="00C90F8D">
        <w:rPr>
          <w:bCs/>
        </w:rPr>
        <w:t xml:space="preserve">. </w:t>
      </w:r>
      <w:r>
        <w:rPr>
          <w:bCs/>
        </w:rPr>
        <w:t>Mon usine était devenue le microcosme où j</w:t>
      </w:r>
      <w:r w:rsidR="00C90F8D">
        <w:rPr>
          <w:bCs/>
        </w:rPr>
        <w:t>’</w:t>
      </w:r>
      <w:r>
        <w:rPr>
          <w:bCs/>
        </w:rPr>
        <w:t>assistais à la décomposition de la Russie</w:t>
      </w:r>
      <w:r w:rsidR="00C90F8D">
        <w:rPr>
          <w:bCs/>
        </w:rPr>
        <w:t xml:space="preserve">. </w:t>
      </w:r>
      <w:r>
        <w:rPr>
          <w:bCs/>
        </w:rPr>
        <w:t>Désastres militaires</w:t>
      </w:r>
      <w:r w:rsidR="00C90F8D">
        <w:rPr>
          <w:bCs/>
        </w:rPr>
        <w:t xml:space="preserve">, </w:t>
      </w:r>
      <w:r>
        <w:rPr>
          <w:bCs/>
        </w:rPr>
        <w:t xml:space="preserve">avènement de </w:t>
      </w:r>
      <w:proofErr w:type="spellStart"/>
      <w:r>
        <w:rPr>
          <w:bCs/>
        </w:rPr>
        <w:lastRenderedPageBreak/>
        <w:t>Kerensky</w:t>
      </w:r>
      <w:proofErr w:type="spellEnd"/>
      <w:r w:rsidR="00C90F8D">
        <w:rPr>
          <w:bCs/>
        </w:rPr>
        <w:t xml:space="preserve">, </w:t>
      </w:r>
      <w:r>
        <w:rPr>
          <w:bCs/>
        </w:rPr>
        <w:t>coup d</w:t>
      </w:r>
      <w:r w:rsidR="00C90F8D">
        <w:rPr>
          <w:bCs/>
        </w:rPr>
        <w:t>’</w:t>
      </w:r>
      <w:r>
        <w:rPr>
          <w:bCs/>
        </w:rPr>
        <w:t>État bolcheviste</w:t>
      </w:r>
      <w:r w:rsidR="00C90F8D">
        <w:rPr>
          <w:bCs/>
        </w:rPr>
        <w:t xml:space="preserve">, </w:t>
      </w:r>
      <w:r>
        <w:rPr>
          <w:bCs/>
        </w:rPr>
        <w:t>tout cela se manifestait pour moi de la même façon</w:t>
      </w:r>
      <w:r w:rsidR="00C90F8D">
        <w:rPr>
          <w:bCs/>
        </w:rPr>
        <w:t xml:space="preserve"> ; </w:t>
      </w:r>
      <w:r>
        <w:rPr>
          <w:bCs/>
        </w:rPr>
        <w:t>tout cela m</w:t>
      </w:r>
      <w:r w:rsidR="00C90F8D">
        <w:rPr>
          <w:bCs/>
        </w:rPr>
        <w:t>’</w:t>
      </w:r>
      <w:r>
        <w:rPr>
          <w:bCs/>
        </w:rPr>
        <w:t>était annoncé</w:t>
      </w:r>
      <w:r w:rsidR="00C90F8D">
        <w:rPr>
          <w:bCs/>
        </w:rPr>
        <w:t xml:space="preserve">, </w:t>
      </w:r>
      <w:r>
        <w:rPr>
          <w:bCs/>
        </w:rPr>
        <w:t>non par les journaux ou des nouvelles qui n</w:t>
      </w:r>
      <w:r w:rsidR="00C90F8D">
        <w:rPr>
          <w:bCs/>
        </w:rPr>
        <w:t>’</w:t>
      </w:r>
      <w:r>
        <w:rPr>
          <w:bCs/>
        </w:rPr>
        <w:t>arrivaient plus</w:t>
      </w:r>
      <w:r w:rsidR="00C90F8D">
        <w:rPr>
          <w:bCs/>
        </w:rPr>
        <w:t xml:space="preserve">, </w:t>
      </w:r>
      <w:r>
        <w:rPr>
          <w:bCs/>
        </w:rPr>
        <w:t>mais par des défections de plus en plus fréquentes dans mon personnel</w:t>
      </w:r>
      <w:r w:rsidR="00C90F8D">
        <w:rPr>
          <w:bCs/>
        </w:rPr>
        <w:t xml:space="preserve">. </w:t>
      </w:r>
      <w:r>
        <w:rPr>
          <w:bCs/>
        </w:rPr>
        <w:t>Les gradés furent loin d</w:t>
      </w:r>
      <w:r w:rsidR="00C90F8D">
        <w:rPr>
          <w:bCs/>
        </w:rPr>
        <w:t>’</w:t>
      </w:r>
      <w:r>
        <w:rPr>
          <w:bCs/>
        </w:rPr>
        <w:t>être les derniers à s</w:t>
      </w:r>
      <w:r w:rsidR="00C90F8D">
        <w:rPr>
          <w:bCs/>
        </w:rPr>
        <w:t>’</w:t>
      </w:r>
      <w:r>
        <w:rPr>
          <w:bCs/>
        </w:rPr>
        <w:t>éclipser</w:t>
      </w:r>
      <w:r w:rsidR="00C90F8D">
        <w:rPr>
          <w:bCs/>
        </w:rPr>
        <w:t xml:space="preserve">. </w:t>
      </w:r>
      <w:r>
        <w:rPr>
          <w:bCs/>
        </w:rPr>
        <w:t>Ils avaient été précédés dans leur désertion par la plus grande partie des ouvriers russes</w:t>
      </w:r>
      <w:r w:rsidR="00C90F8D">
        <w:rPr>
          <w:bCs/>
        </w:rPr>
        <w:t xml:space="preserve">. </w:t>
      </w:r>
      <w:r>
        <w:rPr>
          <w:bCs/>
        </w:rPr>
        <w:t>Les prisonniers suivirent</w:t>
      </w:r>
      <w:r w:rsidR="00C90F8D">
        <w:rPr>
          <w:bCs/>
        </w:rPr>
        <w:t xml:space="preserve"> ; </w:t>
      </w:r>
      <w:r>
        <w:rPr>
          <w:bCs/>
        </w:rPr>
        <w:t>les uns</w:t>
      </w:r>
      <w:r w:rsidR="00C90F8D">
        <w:rPr>
          <w:bCs/>
        </w:rPr>
        <w:t xml:space="preserve">, </w:t>
      </w:r>
      <w:r>
        <w:rPr>
          <w:bCs/>
        </w:rPr>
        <w:t>comme les Allemands</w:t>
      </w:r>
      <w:r w:rsidR="00C90F8D">
        <w:rPr>
          <w:bCs/>
        </w:rPr>
        <w:t xml:space="preserve">, </w:t>
      </w:r>
      <w:r>
        <w:rPr>
          <w:bCs/>
        </w:rPr>
        <w:t>que la révolution et la paix rendaient libres</w:t>
      </w:r>
      <w:r w:rsidR="00C90F8D">
        <w:rPr>
          <w:bCs/>
        </w:rPr>
        <w:t xml:space="preserve"> ; </w:t>
      </w:r>
      <w:r>
        <w:rPr>
          <w:bCs/>
        </w:rPr>
        <w:t>les autres</w:t>
      </w:r>
      <w:r w:rsidR="00C90F8D">
        <w:rPr>
          <w:bCs/>
        </w:rPr>
        <w:t xml:space="preserve">, </w:t>
      </w:r>
      <w:r>
        <w:rPr>
          <w:bCs/>
        </w:rPr>
        <w:t>comme les Tchécoslovaques</w:t>
      </w:r>
      <w:r w:rsidR="00C90F8D">
        <w:rPr>
          <w:bCs/>
        </w:rPr>
        <w:t xml:space="preserve">, </w:t>
      </w:r>
      <w:r>
        <w:rPr>
          <w:bCs/>
        </w:rPr>
        <w:t>qui s</w:t>
      </w:r>
      <w:r w:rsidR="00C90F8D">
        <w:rPr>
          <w:bCs/>
        </w:rPr>
        <w:t>’</w:t>
      </w:r>
      <w:r>
        <w:rPr>
          <w:bCs/>
        </w:rPr>
        <w:t>en allèrent par petits paquets</w:t>
      </w:r>
      <w:r w:rsidR="00C90F8D">
        <w:rPr>
          <w:bCs/>
        </w:rPr>
        <w:t xml:space="preserve">, </w:t>
      </w:r>
      <w:r>
        <w:rPr>
          <w:bCs/>
        </w:rPr>
        <w:t>sans qu</w:t>
      </w:r>
      <w:r w:rsidR="00C90F8D">
        <w:rPr>
          <w:bCs/>
        </w:rPr>
        <w:t>’</w:t>
      </w:r>
      <w:r>
        <w:rPr>
          <w:bCs/>
        </w:rPr>
        <w:t>à la fin je cherchasse même à les retenir</w:t>
      </w:r>
      <w:r w:rsidR="00C90F8D">
        <w:rPr>
          <w:bCs/>
        </w:rPr>
        <w:t xml:space="preserve">. </w:t>
      </w:r>
      <w:r>
        <w:rPr>
          <w:bCs/>
        </w:rPr>
        <w:t>Le jour où le dernier de mes hauts fourneaux s</w:t>
      </w:r>
      <w:r w:rsidR="00C90F8D">
        <w:rPr>
          <w:bCs/>
        </w:rPr>
        <w:t>’</w:t>
      </w:r>
      <w:r>
        <w:rPr>
          <w:bCs/>
        </w:rPr>
        <w:t>éteignit</w:t>
      </w:r>
      <w:r w:rsidR="00C90F8D">
        <w:rPr>
          <w:bCs/>
        </w:rPr>
        <w:t xml:space="preserve">, </w:t>
      </w:r>
      <w:r>
        <w:rPr>
          <w:bCs/>
        </w:rPr>
        <w:t>je n</w:t>
      </w:r>
      <w:r w:rsidR="00C90F8D">
        <w:rPr>
          <w:bCs/>
        </w:rPr>
        <w:t>’</w:t>
      </w:r>
      <w:r>
        <w:rPr>
          <w:bCs/>
        </w:rPr>
        <w:t>éprouvai pas de souffrance particulière</w:t>
      </w:r>
      <w:r w:rsidR="00C90F8D">
        <w:rPr>
          <w:bCs/>
        </w:rPr>
        <w:t xml:space="preserve">. </w:t>
      </w:r>
      <w:r>
        <w:rPr>
          <w:bCs/>
        </w:rPr>
        <w:t>Il y avait longtemps que je m</w:t>
      </w:r>
      <w:r w:rsidR="00C90F8D">
        <w:rPr>
          <w:bCs/>
        </w:rPr>
        <w:t>’</w:t>
      </w:r>
      <w:r>
        <w:rPr>
          <w:bCs/>
        </w:rPr>
        <w:t>y attendais</w:t>
      </w:r>
      <w:r w:rsidR="00C90F8D">
        <w:rPr>
          <w:bCs/>
        </w:rPr>
        <w:t xml:space="preserve">. </w:t>
      </w:r>
      <w:r>
        <w:rPr>
          <w:bCs/>
        </w:rPr>
        <w:t>J</w:t>
      </w:r>
      <w:r w:rsidR="00C90F8D">
        <w:rPr>
          <w:bCs/>
        </w:rPr>
        <w:t>’</w:t>
      </w:r>
      <w:r>
        <w:rPr>
          <w:bCs/>
        </w:rPr>
        <w:t>avais tenu du mieux que j</w:t>
      </w:r>
      <w:r w:rsidR="00C90F8D">
        <w:rPr>
          <w:bCs/>
        </w:rPr>
        <w:t>’</w:t>
      </w:r>
      <w:r>
        <w:rPr>
          <w:bCs/>
        </w:rPr>
        <w:t>avais pu Paris au courant des événements</w:t>
      </w:r>
      <w:r w:rsidR="00C90F8D">
        <w:rPr>
          <w:bCs/>
        </w:rPr>
        <w:t xml:space="preserve">, </w:t>
      </w:r>
      <w:r>
        <w:rPr>
          <w:bCs/>
        </w:rPr>
        <w:t>répété que ma présence n</w:t>
      </w:r>
      <w:r w:rsidR="00C90F8D">
        <w:rPr>
          <w:bCs/>
        </w:rPr>
        <w:t>’</w:t>
      </w:r>
      <w:r>
        <w:rPr>
          <w:bCs/>
        </w:rPr>
        <w:t>était plus là-bas d</w:t>
      </w:r>
      <w:r w:rsidR="00C90F8D">
        <w:rPr>
          <w:bCs/>
        </w:rPr>
        <w:t>’</w:t>
      </w:r>
      <w:r>
        <w:rPr>
          <w:bCs/>
        </w:rPr>
        <w:t>aucune utilité</w:t>
      </w:r>
      <w:r w:rsidR="00C90F8D">
        <w:rPr>
          <w:bCs/>
        </w:rPr>
        <w:t xml:space="preserve">, </w:t>
      </w:r>
      <w:r>
        <w:rPr>
          <w:bCs/>
        </w:rPr>
        <w:t>réclamé mon rappel</w:t>
      </w:r>
      <w:r w:rsidR="00C90F8D">
        <w:rPr>
          <w:bCs/>
        </w:rPr>
        <w:t xml:space="preserve">… </w:t>
      </w:r>
      <w:r>
        <w:rPr>
          <w:bCs/>
        </w:rPr>
        <w:t>Chaque fois on avait répondu en insistant pour que je restasse</w:t>
      </w:r>
      <w:r w:rsidR="00C90F8D">
        <w:rPr>
          <w:bCs/>
        </w:rPr>
        <w:t xml:space="preserve">. </w:t>
      </w:r>
      <w:r>
        <w:rPr>
          <w:bCs/>
        </w:rPr>
        <w:t>Chose plus grave</w:t>
      </w:r>
      <w:r w:rsidR="00C90F8D">
        <w:rPr>
          <w:bCs/>
        </w:rPr>
        <w:t xml:space="preserve">, </w:t>
      </w:r>
      <w:r>
        <w:rPr>
          <w:bCs/>
        </w:rPr>
        <w:t>on ajoutait qu</w:t>
      </w:r>
      <w:r w:rsidR="00C90F8D">
        <w:rPr>
          <w:bCs/>
        </w:rPr>
        <w:t>’</w:t>
      </w:r>
      <w:r>
        <w:rPr>
          <w:bCs/>
        </w:rPr>
        <w:t>on me laissait juge du moment où je devrais mettre la clef sous la porte</w:t>
      </w:r>
      <w:r w:rsidR="00C90F8D">
        <w:rPr>
          <w:bCs/>
        </w:rPr>
        <w:t xml:space="preserve">, </w:t>
      </w:r>
      <w:r>
        <w:rPr>
          <w:bCs/>
        </w:rPr>
        <w:t>en admettant qu</w:t>
      </w:r>
      <w:r w:rsidR="00C90F8D">
        <w:rPr>
          <w:bCs/>
        </w:rPr>
        <w:t>’</w:t>
      </w:r>
      <w:r>
        <w:rPr>
          <w:bCs/>
        </w:rPr>
        <w:t>il y eût encore une clef et une porte dans un pays que je sentais sombrer avec une vitesse vertigineuse dans le chaos</w:t>
      </w:r>
      <w:r w:rsidR="00C90F8D">
        <w:rPr>
          <w:bCs/>
        </w:rPr>
        <w:t xml:space="preserve">. </w:t>
      </w:r>
      <w:r>
        <w:rPr>
          <w:bCs/>
        </w:rPr>
        <w:t>Celles de ces instructions qui réussissaient à me parvenir avaient subi des retards de deux et trois mois et ne correspondaient plus que de très loin à une réalité sans cesse aggravée</w:t>
      </w:r>
      <w:r w:rsidR="00C90F8D">
        <w:rPr>
          <w:bCs/>
        </w:rPr>
        <w:t xml:space="preserve">. </w:t>
      </w:r>
      <w:r>
        <w:rPr>
          <w:bCs/>
        </w:rPr>
        <w:t>Si j</w:t>
      </w:r>
      <w:r w:rsidR="00C90F8D">
        <w:rPr>
          <w:bCs/>
        </w:rPr>
        <w:t>’</w:t>
      </w:r>
      <w:r>
        <w:rPr>
          <w:bCs/>
        </w:rPr>
        <w:t>étais rentré en France</w:t>
      </w:r>
      <w:r w:rsidR="00C90F8D">
        <w:rPr>
          <w:bCs/>
        </w:rPr>
        <w:t xml:space="preserve">, </w:t>
      </w:r>
      <w:r>
        <w:rPr>
          <w:bCs/>
        </w:rPr>
        <w:t>personne n</w:t>
      </w:r>
      <w:r w:rsidR="00C90F8D">
        <w:rPr>
          <w:bCs/>
        </w:rPr>
        <w:t>’</w:t>
      </w:r>
      <w:r>
        <w:rPr>
          <w:bCs/>
        </w:rPr>
        <w:t>eût été en droit de me faire grief de ma décision</w:t>
      </w:r>
      <w:r w:rsidR="00C90F8D">
        <w:rPr>
          <w:bCs/>
        </w:rPr>
        <w:t xml:space="preserve">. </w:t>
      </w:r>
      <w:r>
        <w:rPr>
          <w:bCs/>
        </w:rPr>
        <w:t>Tout autre que moi</w:t>
      </w:r>
      <w:r w:rsidR="00C90F8D">
        <w:rPr>
          <w:bCs/>
        </w:rPr>
        <w:t xml:space="preserve">, </w:t>
      </w:r>
      <w:r>
        <w:rPr>
          <w:bCs/>
        </w:rPr>
        <w:t>probablement</w:t>
      </w:r>
      <w:r w:rsidR="00C90F8D">
        <w:rPr>
          <w:bCs/>
        </w:rPr>
        <w:t xml:space="preserve">, </w:t>
      </w:r>
      <w:r>
        <w:rPr>
          <w:bCs/>
        </w:rPr>
        <w:t>serait parti</w:t>
      </w:r>
      <w:r w:rsidR="00C90F8D">
        <w:rPr>
          <w:bCs/>
        </w:rPr>
        <w:t xml:space="preserve">, </w:t>
      </w:r>
      <w:r>
        <w:rPr>
          <w:bCs/>
        </w:rPr>
        <w:t>et aurait bien fait de partir</w:t>
      </w:r>
      <w:r w:rsidR="00C90F8D">
        <w:rPr>
          <w:bCs/>
        </w:rPr>
        <w:t xml:space="preserve">. </w:t>
      </w:r>
      <w:r>
        <w:rPr>
          <w:bCs/>
        </w:rPr>
        <w:t>Captif de mes vains scrupules</w:t>
      </w:r>
      <w:r w:rsidR="00C90F8D">
        <w:rPr>
          <w:bCs/>
        </w:rPr>
        <w:t xml:space="preserve">, </w:t>
      </w:r>
      <w:r>
        <w:rPr>
          <w:bCs/>
        </w:rPr>
        <w:t>je restai</w:t>
      </w:r>
      <w:r w:rsidR="00C90F8D">
        <w:rPr>
          <w:bCs/>
        </w:rPr>
        <w:t>.</w:t>
      </w:r>
    </w:p>
    <w:p w14:paraId="44A36C14" w14:textId="1A34629B" w:rsidR="00AB2DE8" w:rsidRDefault="00AB2DE8">
      <w:pPr>
        <w:rPr>
          <w:bCs/>
        </w:rPr>
      </w:pPr>
    </w:p>
    <w:p w14:paraId="62526845" w14:textId="77777777" w:rsidR="00C90F8D" w:rsidRDefault="00AB2DE8">
      <w:pPr>
        <w:rPr>
          <w:bCs/>
        </w:rPr>
      </w:pPr>
      <w:r>
        <w:rPr>
          <w:bCs/>
        </w:rPr>
        <w:t>Je restai</w:t>
      </w:r>
      <w:r w:rsidR="00C90F8D">
        <w:rPr>
          <w:bCs/>
        </w:rPr>
        <w:t xml:space="preserve">, </w:t>
      </w:r>
      <w:r>
        <w:rPr>
          <w:bCs/>
        </w:rPr>
        <w:t>et je dirais sans doute que cette époque fut la plus lugubre de ma vie</w:t>
      </w:r>
      <w:r w:rsidR="00C90F8D">
        <w:rPr>
          <w:bCs/>
        </w:rPr>
        <w:t xml:space="preserve">, </w:t>
      </w:r>
      <w:r>
        <w:rPr>
          <w:bCs/>
        </w:rPr>
        <w:t>s</w:t>
      </w:r>
      <w:r w:rsidR="00C90F8D">
        <w:rPr>
          <w:bCs/>
        </w:rPr>
        <w:t>’</w:t>
      </w:r>
      <w:r>
        <w:rPr>
          <w:bCs/>
        </w:rPr>
        <w:t>il n</w:t>
      </w:r>
      <w:r w:rsidR="00C90F8D">
        <w:rPr>
          <w:bCs/>
        </w:rPr>
        <w:t>’</w:t>
      </w:r>
      <w:r>
        <w:rPr>
          <w:bCs/>
        </w:rPr>
        <w:t>y avait eu celle qui est venue ensuite</w:t>
      </w:r>
      <w:r w:rsidR="00C90F8D">
        <w:rPr>
          <w:bCs/>
        </w:rPr>
        <w:t xml:space="preserve">. </w:t>
      </w:r>
      <w:r>
        <w:rPr>
          <w:bCs/>
        </w:rPr>
        <w:t>Je restai</w:t>
      </w:r>
      <w:r w:rsidR="00C90F8D">
        <w:rPr>
          <w:bCs/>
        </w:rPr>
        <w:t xml:space="preserve">, </w:t>
      </w:r>
      <w:r>
        <w:rPr>
          <w:bCs/>
        </w:rPr>
        <w:t>et si j</w:t>
      </w:r>
      <w:r w:rsidR="00C90F8D">
        <w:rPr>
          <w:bCs/>
        </w:rPr>
        <w:t>’</w:t>
      </w:r>
      <w:r>
        <w:rPr>
          <w:bCs/>
        </w:rPr>
        <w:t xml:space="preserve">insiste sur les raisons parfaitement </w:t>
      </w:r>
      <w:r>
        <w:rPr>
          <w:bCs/>
        </w:rPr>
        <w:lastRenderedPageBreak/>
        <w:t>honorables qui m</w:t>
      </w:r>
      <w:r w:rsidR="00C90F8D">
        <w:rPr>
          <w:bCs/>
        </w:rPr>
        <w:t>’</w:t>
      </w:r>
      <w:r>
        <w:rPr>
          <w:bCs/>
        </w:rPr>
        <w:t>y décidèrent</w:t>
      </w:r>
      <w:r w:rsidR="00C90F8D">
        <w:rPr>
          <w:bCs/>
        </w:rPr>
        <w:t xml:space="preserve">, </w:t>
      </w:r>
      <w:r>
        <w:rPr>
          <w:bCs/>
        </w:rPr>
        <w:t>c</w:t>
      </w:r>
      <w:r w:rsidR="00C90F8D">
        <w:rPr>
          <w:bCs/>
        </w:rPr>
        <w:t>’</w:t>
      </w:r>
      <w:r>
        <w:rPr>
          <w:bCs/>
        </w:rPr>
        <w:t>est que je ne devais plus avoir</w:t>
      </w:r>
      <w:r w:rsidR="00C90F8D">
        <w:rPr>
          <w:bCs/>
        </w:rPr>
        <w:t xml:space="preserve">, </w:t>
      </w:r>
      <w:r>
        <w:rPr>
          <w:bCs/>
        </w:rPr>
        <w:t>un peu plus tard</w:t>
      </w:r>
      <w:r w:rsidR="00C90F8D">
        <w:rPr>
          <w:bCs/>
        </w:rPr>
        <w:t xml:space="preserve">, </w:t>
      </w:r>
      <w:r>
        <w:rPr>
          <w:bCs/>
        </w:rPr>
        <w:t>pour demeurer</w:t>
      </w:r>
      <w:r w:rsidR="00C90F8D">
        <w:rPr>
          <w:bCs/>
        </w:rPr>
        <w:t xml:space="preserve">, </w:t>
      </w:r>
      <w:r>
        <w:rPr>
          <w:bCs/>
        </w:rPr>
        <w:t>que des raisons déshonorantes</w:t>
      </w:r>
      <w:r w:rsidR="00C90F8D">
        <w:rPr>
          <w:bCs/>
        </w:rPr>
        <w:t xml:space="preserve">. </w:t>
      </w:r>
      <w:r>
        <w:rPr>
          <w:bCs/>
        </w:rPr>
        <w:t>Je restai</w:t>
      </w:r>
      <w:r w:rsidR="00C90F8D">
        <w:rPr>
          <w:bCs/>
        </w:rPr>
        <w:t xml:space="preserve">, </w:t>
      </w:r>
      <w:r>
        <w:rPr>
          <w:bCs/>
        </w:rPr>
        <w:t>et le jour ne fut pas long à venir où je me trouvai seul</w:t>
      </w:r>
      <w:r w:rsidR="00C90F8D">
        <w:rPr>
          <w:bCs/>
        </w:rPr>
        <w:t xml:space="preserve">, </w:t>
      </w:r>
      <w:r>
        <w:rPr>
          <w:bCs/>
        </w:rPr>
        <w:t>parmi les bâtiments de l</w:t>
      </w:r>
      <w:r w:rsidR="00C90F8D">
        <w:rPr>
          <w:bCs/>
        </w:rPr>
        <w:t>’</w:t>
      </w:r>
      <w:r>
        <w:rPr>
          <w:bCs/>
        </w:rPr>
        <w:t>usine désertée</w:t>
      </w:r>
      <w:r w:rsidR="00C90F8D">
        <w:rPr>
          <w:bCs/>
        </w:rPr>
        <w:t xml:space="preserve">. </w:t>
      </w:r>
      <w:r>
        <w:rPr>
          <w:bCs/>
        </w:rPr>
        <w:t>Je dis seul</w:t>
      </w:r>
      <w:r w:rsidR="00C90F8D">
        <w:rPr>
          <w:bCs/>
        </w:rPr>
        <w:t xml:space="preserve">, </w:t>
      </w:r>
      <w:r>
        <w:rPr>
          <w:bCs/>
        </w:rPr>
        <w:t>car je ne puis compter pour grand-chose trois pauvres domestiques tartares qui s</w:t>
      </w:r>
      <w:r w:rsidR="00C90F8D">
        <w:rPr>
          <w:bCs/>
        </w:rPr>
        <w:t>’</w:t>
      </w:r>
      <w:r>
        <w:rPr>
          <w:bCs/>
        </w:rPr>
        <w:t>étaient attachés à moi</w:t>
      </w:r>
      <w:r w:rsidR="00C90F8D">
        <w:rPr>
          <w:bCs/>
        </w:rPr>
        <w:t xml:space="preserve">, </w:t>
      </w:r>
      <w:r>
        <w:rPr>
          <w:bCs/>
        </w:rPr>
        <w:t>les deux premiers je ne sais trop pourquoi</w:t>
      </w:r>
      <w:r w:rsidR="00C90F8D">
        <w:rPr>
          <w:bCs/>
        </w:rPr>
        <w:t xml:space="preserve">, </w:t>
      </w:r>
      <w:r>
        <w:rPr>
          <w:bCs/>
        </w:rPr>
        <w:t>car je n</w:t>
      </w:r>
      <w:r w:rsidR="00C90F8D">
        <w:rPr>
          <w:bCs/>
        </w:rPr>
        <w:t>’</w:t>
      </w:r>
      <w:r>
        <w:rPr>
          <w:bCs/>
        </w:rPr>
        <w:t>avais jamais eu à leur égard de bontés particulières</w:t>
      </w:r>
      <w:r w:rsidR="00C90F8D">
        <w:rPr>
          <w:bCs/>
        </w:rPr>
        <w:t xml:space="preserve">, </w:t>
      </w:r>
      <w:r>
        <w:rPr>
          <w:bCs/>
        </w:rPr>
        <w:t>le dernier parce que je l</w:t>
      </w:r>
      <w:r w:rsidR="00C90F8D">
        <w:rPr>
          <w:bCs/>
        </w:rPr>
        <w:t>’</w:t>
      </w:r>
      <w:r>
        <w:rPr>
          <w:bCs/>
        </w:rPr>
        <w:t>avais arraché</w:t>
      </w:r>
      <w:r w:rsidR="00C90F8D">
        <w:rPr>
          <w:bCs/>
        </w:rPr>
        <w:t xml:space="preserve">, </w:t>
      </w:r>
      <w:r>
        <w:rPr>
          <w:bCs/>
        </w:rPr>
        <w:t>un an auparavant</w:t>
      </w:r>
      <w:r w:rsidR="00C90F8D">
        <w:rPr>
          <w:bCs/>
        </w:rPr>
        <w:t xml:space="preserve">, </w:t>
      </w:r>
      <w:r>
        <w:rPr>
          <w:bCs/>
        </w:rPr>
        <w:t>à un ivrogne de contremaître qui l</w:t>
      </w:r>
      <w:r w:rsidR="00C90F8D">
        <w:rPr>
          <w:bCs/>
        </w:rPr>
        <w:t>’</w:t>
      </w:r>
      <w:r>
        <w:rPr>
          <w:bCs/>
        </w:rPr>
        <w:t>avait fait attacher nu jusqu</w:t>
      </w:r>
      <w:r w:rsidR="00C90F8D">
        <w:rPr>
          <w:bCs/>
        </w:rPr>
        <w:t>’</w:t>
      </w:r>
      <w:r>
        <w:rPr>
          <w:bCs/>
        </w:rPr>
        <w:t>à la ceinture</w:t>
      </w:r>
      <w:r w:rsidR="00C90F8D">
        <w:rPr>
          <w:bCs/>
        </w:rPr>
        <w:t xml:space="preserve">, </w:t>
      </w:r>
      <w:r>
        <w:rPr>
          <w:bCs/>
        </w:rPr>
        <w:t>au tronc d</w:t>
      </w:r>
      <w:r w:rsidR="00C90F8D">
        <w:rPr>
          <w:bCs/>
        </w:rPr>
        <w:t>’</w:t>
      </w:r>
      <w:r>
        <w:rPr>
          <w:bCs/>
        </w:rPr>
        <w:t>un sapin</w:t>
      </w:r>
      <w:r w:rsidR="00C90F8D">
        <w:rPr>
          <w:bCs/>
        </w:rPr>
        <w:t>.</w:t>
      </w:r>
    </w:p>
    <w:p w14:paraId="07CCD036" w14:textId="77777777" w:rsidR="00C90F8D" w:rsidRDefault="00AB2DE8">
      <w:pPr>
        <w:rPr>
          <w:bCs/>
        </w:rPr>
      </w:pPr>
      <w:r>
        <w:rPr>
          <w:bCs/>
        </w:rPr>
        <w:t>Tels sont les pauvres diables qui m</w:t>
      </w:r>
      <w:r w:rsidR="00C90F8D">
        <w:rPr>
          <w:bCs/>
        </w:rPr>
        <w:t>’</w:t>
      </w:r>
      <w:r>
        <w:rPr>
          <w:bCs/>
        </w:rPr>
        <w:t>ont aidé</w:t>
      </w:r>
      <w:r w:rsidR="00C90F8D">
        <w:rPr>
          <w:bCs/>
        </w:rPr>
        <w:t xml:space="preserve">, </w:t>
      </w:r>
      <w:r>
        <w:rPr>
          <w:bCs/>
        </w:rPr>
        <w:t>armés jusqu</w:t>
      </w:r>
      <w:r w:rsidR="00C90F8D">
        <w:rPr>
          <w:bCs/>
        </w:rPr>
        <w:t>’</w:t>
      </w:r>
      <w:r>
        <w:rPr>
          <w:bCs/>
        </w:rPr>
        <w:t>aux dents</w:t>
      </w:r>
      <w:r w:rsidR="00C90F8D">
        <w:rPr>
          <w:bCs/>
        </w:rPr>
        <w:t xml:space="preserve">, </w:t>
      </w:r>
      <w:r>
        <w:rPr>
          <w:bCs/>
        </w:rPr>
        <w:t>durant les semaines les plus menaçantes</w:t>
      </w:r>
      <w:r w:rsidR="00C90F8D">
        <w:rPr>
          <w:bCs/>
        </w:rPr>
        <w:t xml:space="preserve">, </w:t>
      </w:r>
      <w:r>
        <w:rPr>
          <w:bCs/>
        </w:rPr>
        <w:t>à tenir en respect les pillards de l</w:t>
      </w:r>
      <w:r w:rsidR="00C90F8D">
        <w:rPr>
          <w:bCs/>
        </w:rPr>
        <w:t>’</w:t>
      </w:r>
      <w:r>
        <w:rPr>
          <w:bCs/>
        </w:rPr>
        <w:t>émeute et des grands chemins</w:t>
      </w:r>
      <w:r w:rsidR="00C90F8D">
        <w:rPr>
          <w:bCs/>
        </w:rPr>
        <w:t xml:space="preserve">, </w:t>
      </w:r>
      <w:r>
        <w:rPr>
          <w:bCs/>
        </w:rPr>
        <w:t>à sauvegarder les intérêts des actionnaires d</w:t>
      </w:r>
      <w:r w:rsidR="00C90F8D">
        <w:rPr>
          <w:bCs/>
        </w:rPr>
        <w:t>’</w:t>
      </w:r>
      <w:r>
        <w:rPr>
          <w:bCs/>
        </w:rPr>
        <w:t>une entreprise où je n</w:t>
      </w:r>
      <w:r w:rsidR="00C90F8D">
        <w:rPr>
          <w:bCs/>
        </w:rPr>
        <w:t>’</w:t>
      </w:r>
      <w:r>
        <w:rPr>
          <w:bCs/>
        </w:rPr>
        <w:t>avais pas un centime</w:t>
      </w:r>
      <w:r w:rsidR="00C90F8D">
        <w:rPr>
          <w:bCs/>
        </w:rPr>
        <w:t xml:space="preserve">. </w:t>
      </w:r>
      <w:r>
        <w:rPr>
          <w:bCs/>
        </w:rPr>
        <w:t>J</w:t>
      </w:r>
      <w:r w:rsidR="00C90F8D">
        <w:rPr>
          <w:bCs/>
        </w:rPr>
        <w:t>’</w:t>
      </w:r>
      <w:r>
        <w:rPr>
          <w:bCs/>
        </w:rPr>
        <w:t>avais fait filer</w:t>
      </w:r>
      <w:r w:rsidR="00C90F8D">
        <w:rPr>
          <w:bCs/>
        </w:rPr>
        <w:t xml:space="preserve">, </w:t>
      </w:r>
      <w:r>
        <w:rPr>
          <w:bCs/>
        </w:rPr>
        <w:t>dès que les choses m</w:t>
      </w:r>
      <w:r w:rsidR="00C90F8D">
        <w:rPr>
          <w:bCs/>
        </w:rPr>
        <w:t>’</w:t>
      </w:r>
      <w:r>
        <w:rPr>
          <w:bCs/>
        </w:rPr>
        <w:t>avaient paru se gâter</w:t>
      </w:r>
      <w:r w:rsidR="00C90F8D">
        <w:rPr>
          <w:bCs/>
        </w:rPr>
        <w:t xml:space="preserve">, </w:t>
      </w:r>
      <w:r>
        <w:rPr>
          <w:bCs/>
        </w:rPr>
        <w:t>tous les fonds dont j</w:t>
      </w:r>
      <w:r w:rsidR="00C90F8D">
        <w:rPr>
          <w:bCs/>
        </w:rPr>
        <w:t>’</w:t>
      </w:r>
      <w:r>
        <w:rPr>
          <w:bCs/>
        </w:rPr>
        <w:t>étais responsable</w:t>
      </w:r>
      <w:r w:rsidR="00C90F8D">
        <w:rPr>
          <w:bCs/>
        </w:rPr>
        <w:t xml:space="preserve">, </w:t>
      </w:r>
      <w:r>
        <w:rPr>
          <w:bCs/>
        </w:rPr>
        <w:t>ne conservant</w:t>
      </w:r>
      <w:r w:rsidR="00C90F8D">
        <w:rPr>
          <w:bCs/>
        </w:rPr>
        <w:t xml:space="preserve">, </w:t>
      </w:r>
      <w:r>
        <w:rPr>
          <w:bCs/>
        </w:rPr>
        <w:t>outre ce qui m</w:t>
      </w:r>
      <w:r w:rsidR="00C90F8D">
        <w:rPr>
          <w:bCs/>
        </w:rPr>
        <w:t>’</w:t>
      </w:r>
      <w:r>
        <w:rPr>
          <w:bCs/>
        </w:rPr>
        <w:t>appartenait</w:t>
      </w:r>
      <w:r w:rsidR="00C90F8D">
        <w:rPr>
          <w:bCs/>
        </w:rPr>
        <w:t xml:space="preserve">, </w:t>
      </w:r>
      <w:r>
        <w:rPr>
          <w:bCs/>
        </w:rPr>
        <w:t>qu</w:t>
      </w:r>
      <w:r w:rsidR="00C90F8D">
        <w:rPr>
          <w:bCs/>
        </w:rPr>
        <w:t>’</w:t>
      </w:r>
      <w:r>
        <w:rPr>
          <w:bCs/>
        </w:rPr>
        <w:t>une centaine de mille francs</w:t>
      </w:r>
      <w:r w:rsidR="00C90F8D">
        <w:rPr>
          <w:bCs/>
        </w:rPr>
        <w:t xml:space="preserve">, </w:t>
      </w:r>
      <w:r>
        <w:rPr>
          <w:bCs/>
        </w:rPr>
        <w:t>pour parer aux nécessités immédiates d</w:t>
      </w:r>
      <w:r w:rsidR="00C90F8D">
        <w:rPr>
          <w:bCs/>
        </w:rPr>
        <w:t>’</w:t>
      </w:r>
      <w:r>
        <w:rPr>
          <w:bCs/>
        </w:rPr>
        <w:t>une reprise éventuelle des affaires</w:t>
      </w:r>
      <w:r w:rsidR="00C90F8D">
        <w:rPr>
          <w:bCs/>
        </w:rPr>
        <w:t xml:space="preserve">. </w:t>
      </w:r>
      <w:r>
        <w:rPr>
          <w:bCs/>
        </w:rPr>
        <w:t>Cet argent-là</w:t>
      </w:r>
      <w:r w:rsidR="00C90F8D">
        <w:rPr>
          <w:bCs/>
        </w:rPr>
        <w:t xml:space="preserve">, </w:t>
      </w:r>
      <w:r>
        <w:rPr>
          <w:bCs/>
        </w:rPr>
        <w:t>bien entendu</w:t>
      </w:r>
      <w:r w:rsidR="00C90F8D">
        <w:rPr>
          <w:bCs/>
        </w:rPr>
        <w:t xml:space="preserve">, </w:t>
      </w:r>
      <w:r>
        <w:rPr>
          <w:bCs/>
        </w:rPr>
        <w:t>je ne l</w:t>
      </w:r>
      <w:r w:rsidR="00C90F8D">
        <w:rPr>
          <w:bCs/>
        </w:rPr>
        <w:t>’</w:t>
      </w:r>
      <w:r>
        <w:rPr>
          <w:bCs/>
        </w:rPr>
        <w:t>avais pas laissé dans le coffre-fort de l</w:t>
      </w:r>
      <w:r w:rsidR="00C90F8D">
        <w:rPr>
          <w:bCs/>
        </w:rPr>
        <w:t>’</w:t>
      </w:r>
      <w:r>
        <w:rPr>
          <w:bCs/>
        </w:rPr>
        <w:t>usine</w:t>
      </w:r>
      <w:r w:rsidR="00C90F8D">
        <w:rPr>
          <w:bCs/>
        </w:rPr>
        <w:t xml:space="preserve">. </w:t>
      </w:r>
      <w:r>
        <w:rPr>
          <w:bCs/>
        </w:rPr>
        <w:t>Autant eût valu publier à son de trompe</w:t>
      </w:r>
      <w:r w:rsidR="00C90F8D">
        <w:rPr>
          <w:bCs/>
        </w:rPr>
        <w:t xml:space="preserve">, </w:t>
      </w:r>
      <w:r>
        <w:rPr>
          <w:bCs/>
        </w:rPr>
        <w:t>sur la grand-place de Novo-Petrovsk</w:t>
      </w:r>
      <w:r w:rsidR="00C90F8D">
        <w:rPr>
          <w:bCs/>
        </w:rPr>
        <w:t xml:space="preserve">, </w:t>
      </w:r>
      <w:r>
        <w:rPr>
          <w:bCs/>
        </w:rPr>
        <w:t>où il se trouvait</w:t>
      </w:r>
      <w:r w:rsidR="00C90F8D">
        <w:rPr>
          <w:bCs/>
        </w:rPr>
        <w:t xml:space="preserve">. </w:t>
      </w:r>
      <w:r>
        <w:rPr>
          <w:bCs/>
        </w:rPr>
        <w:t>Je m</w:t>
      </w:r>
      <w:r w:rsidR="00C90F8D">
        <w:rPr>
          <w:bCs/>
        </w:rPr>
        <w:t>’</w:t>
      </w:r>
      <w:r>
        <w:rPr>
          <w:bCs/>
        </w:rPr>
        <w:t>étais ingénié à découvrir pour lui une cachette sûre</w:t>
      </w:r>
      <w:r w:rsidR="00C90F8D">
        <w:rPr>
          <w:bCs/>
        </w:rPr>
        <w:t xml:space="preserve">, </w:t>
      </w:r>
      <w:r>
        <w:rPr>
          <w:bCs/>
        </w:rPr>
        <w:t>ainsi d</w:t>
      </w:r>
      <w:r w:rsidR="00C90F8D">
        <w:rPr>
          <w:bCs/>
        </w:rPr>
        <w:t>’</w:t>
      </w:r>
      <w:r>
        <w:rPr>
          <w:bCs/>
        </w:rPr>
        <w:t>ailleurs que pour le champagne et les liqueurs que mes techniciens n</w:t>
      </w:r>
      <w:r w:rsidR="00C90F8D">
        <w:rPr>
          <w:bCs/>
        </w:rPr>
        <w:t>’</w:t>
      </w:r>
      <w:r>
        <w:rPr>
          <w:bCs/>
        </w:rPr>
        <w:t>avaient pas eu le temps de boire avant leur désertion</w:t>
      </w:r>
      <w:r w:rsidR="00C90F8D">
        <w:rPr>
          <w:bCs/>
        </w:rPr>
        <w:t xml:space="preserve">, </w:t>
      </w:r>
      <w:r>
        <w:rPr>
          <w:bCs/>
        </w:rPr>
        <w:t>car le vin</w:t>
      </w:r>
      <w:r w:rsidR="00C90F8D">
        <w:rPr>
          <w:bCs/>
        </w:rPr>
        <w:t xml:space="preserve">, </w:t>
      </w:r>
      <w:r>
        <w:rPr>
          <w:bCs/>
        </w:rPr>
        <w:t>l</w:t>
      </w:r>
      <w:r w:rsidR="00C90F8D">
        <w:rPr>
          <w:bCs/>
        </w:rPr>
        <w:t>’</w:t>
      </w:r>
      <w:r>
        <w:rPr>
          <w:bCs/>
        </w:rPr>
        <w:t>alcool</w:t>
      </w:r>
      <w:r w:rsidR="00C90F8D">
        <w:rPr>
          <w:bCs/>
        </w:rPr>
        <w:t xml:space="preserve">, </w:t>
      </w:r>
      <w:r>
        <w:rPr>
          <w:bCs/>
        </w:rPr>
        <w:t>dans ce pays enfantin et tragique</w:t>
      </w:r>
      <w:r w:rsidR="00C90F8D">
        <w:rPr>
          <w:bCs/>
        </w:rPr>
        <w:t xml:space="preserve">, </w:t>
      </w:r>
      <w:r>
        <w:rPr>
          <w:bCs/>
        </w:rPr>
        <w:t>autant et plus que l</w:t>
      </w:r>
      <w:r w:rsidR="00C90F8D">
        <w:rPr>
          <w:bCs/>
        </w:rPr>
        <w:t>’</w:t>
      </w:r>
      <w:r>
        <w:rPr>
          <w:bCs/>
        </w:rPr>
        <w:t>argent</w:t>
      </w:r>
      <w:r w:rsidR="00C90F8D">
        <w:rPr>
          <w:bCs/>
        </w:rPr>
        <w:t xml:space="preserve">, </w:t>
      </w:r>
      <w:r>
        <w:rPr>
          <w:bCs/>
        </w:rPr>
        <w:t>rendent les hommes fous et traîtres</w:t>
      </w:r>
      <w:r w:rsidR="00C90F8D">
        <w:rPr>
          <w:bCs/>
        </w:rPr>
        <w:t xml:space="preserve">. </w:t>
      </w:r>
      <w:r>
        <w:rPr>
          <w:bCs/>
        </w:rPr>
        <w:t>Je sais</w:t>
      </w:r>
      <w:r w:rsidR="00C90F8D">
        <w:rPr>
          <w:bCs/>
        </w:rPr>
        <w:t xml:space="preserve">, </w:t>
      </w:r>
      <w:r>
        <w:rPr>
          <w:bCs/>
        </w:rPr>
        <w:t>je sais</w:t>
      </w:r>
      <w:r w:rsidR="00C90F8D">
        <w:rPr>
          <w:bCs/>
        </w:rPr>
        <w:t xml:space="preserve">, </w:t>
      </w:r>
      <w:r>
        <w:rPr>
          <w:bCs/>
        </w:rPr>
        <w:t>il y a un troisième fléau</w:t>
      </w:r>
      <w:r w:rsidR="00C90F8D">
        <w:rPr>
          <w:bCs/>
        </w:rPr>
        <w:t xml:space="preserve"> : </w:t>
      </w:r>
      <w:r>
        <w:rPr>
          <w:bCs/>
        </w:rPr>
        <w:t>le jeu</w:t>
      </w:r>
      <w:r w:rsidR="00C90F8D">
        <w:rPr>
          <w:bCs/>
        </w:rPr>
        <w:t xml:space="preserve">. </w:t>
      </w:r>
      <w:r>
        <w:rPr>
          <w:bCs/>
        </w:rPr>
        <w:t>N</w:t>
      </w:r>
      <w:r w:rsidR="00C90F8D">
        <w:rPr>
          <w:bCs/>
        </w:rPr>
        <w:t>’</w:t>
      </w:r>
      <w:r>
        <w:rPr>
          <w:bCs/>
        </w:rPr>
        <w:t>aie pas peur</w:t>
      </w:r>
      <w:r w:rsidR="00C90F8D">
        <w:rPr>
          <w:bCs/>
        </w:rPr>
        <w:t xml:space="preserve">. </w:t>
      </w:r>
      <w:r>
        <w:rPr>
          <w:bCs/>
        </w:rPr>
        <w:t>Nous en reparlerons bientôt</w:t>
      </w:r>
      <w:r w:rsidR="00C90F8D">
        <w:rPr>
          <w:bCs/>
        </w:rPr>
        <w:t>.</w:t>
      </w:r>
    </w:p>
    <w:p w14:paraId="0EBD66C5" w14:textId="77777777" w:rsidR="00C90F8D" w:rsidRDefault="00AB2DE8">
      <w:pPr>
        <w:rPr>
          <w:bCs/>
        </w:rPr>
      </w:pPr>
      <w:r>
        <w:rPr>
          <w:bCs/>
        </w:rPr>
        <w:lastRenderedPageBreak/>
        <w:t>Je juge vain et au-dessus de mes forces de te dépeindre ce qui arriva pendant cet hiver de 1917-1918</w:t>
      </w:r>
      <w:r w:rsidR="00C90F8D">
        <w:rPr>
          <w:bCs/>
        </w:rPr>
        <w:t xml:space="preserve">, </w:t>
      </w:r>
      <w:r>
        <w:rPr>
          <w:bCs/>
        </w:rPr>
        <w:t>la désorganisation</w:t>
      </w:r>
      <w:r w:rsidR="00C90F8D">
        <w:rPr>
          <w:bCs/>
        </w:rPr>
        <w:t xml:space="preserve">, </w:t>
      </w:r>
      <w:r>
        <w:rPr>
          <w:bCs/>
        </w:rPr>
        <w:t>le retour à la barbarie d</w:t>
      </w:r>
      <w:r w:rsidR="00C90F8D">
        <w:rPr>
          <w:bCs/>
        </w:rPr>
        <w:t>’</w:t>
      </w:r>
      <w:r>
        <w:rPr>
          <w:bCs/>
        </w:rPr>
        <w:t>une contrée que j</w:t>
      </w:r>
      <w:r w:rsidR="00C90F8D">
        <w:rPr>
          <w:bCs/>
        </w:rPr>
        <w:t>’</w:t>
      </w:r>
      <w:r>
        <w:rPr>
          <w:bCs/>
        </w:rPr>
        <w:t>avais connue travailleuse et prospère</w:t>
      </w:r>
      <w:r w:rsidR="00C90F8D">
        <w:rPr>
          <w:bCs/>
        </w:rPr>
        <w:t xml:space="preserve">, </w:t>
      </w:r>
      <w:r>
        <w:rPr>
          <w:bCs/>
        </w:rPr>
        <w:t>sans que</w:t>
      </w:r>
      <w:r w:rsidR="00C90F8D">
        <w:rPr>
          <w:bCs/>
        </w:rPr>
        <w:t xml:space="preserve">, </w:t>
      </w:r>
      <w:r>
        <w:rPr>
          <w:bCs/>
        </w:rPr>
        <w:t>d</w:t>
      </w:r>
      <w:r w:rsidR="00C90F8D">
        <w:rPr>
          <w:bCs/>
        </w:rPr>
        <w:t>’</w:t>
      </w:r>
      <w:r>
        <w:rPr>
          <w:bCs/>
        </w:rPr>
        <w:t>ailleurs</w:t>
      </w:r>
      <w:r w:rsidR="00C90F8D">
        <w:rPr>
          <w:bCs/>
        </w:rPr>
        <w:t xml:space="preserve">, </w:t>
      </w:r>
      <w:r>
        <w:rPr>
          <w:bCs/>
        </w:rPr>
        <w:t>à l</w:t>
      </w:r>
      <w:r w:rsidR="00C90F8D">
        <w:rPr>
          <w:bCs/>
        </w:rPr>
        <w:t>’</w:t>
      </w:r>
      <w:r>
        <w:rPr>
          <w:bCs/>
        </w:rPr>
        <w:t>origine</w:t>
      </w:r>
      <w:r w:rsidR="00C90F8D">
        <w:rPr>
          <w:bCs/>
        </w:rPr>
        <w:t xml:space="preserve">, </w:t>
      </w:r>
      <w:r>
        <w:rPr>
          <w:bCs/>
        </w:rPr>
        <w:t>la paix de ce pays ait été particulièrement menacée</w:t>
      </w:r>
      <w:r w:rsidR="00C90F8D">
        <w:rPr>
          <w:bCs/>
        </w:rPr>
        <w:t xml:space="preserve">. </w:t>
      </w:r>
      <w:r>
        <w:rPr>
          <w:bCs/>
        </w:rPr>
        <w:t>Trop éloigné des centres révolutionnaires</w:t>
      </w:r>
      <w:r w:rsidR="00C90F8D">
        <w:rPr>
          <w:bCs/>
        </w:rPr>
        <w:t xml:space="preserve">, </w:t>
      </w:r>
      <w:r>
        <w:rPr>
          <w:bCs/>
        </w:rPr>
        <w:t>il ne devait être que plus tard tiré de force de son sommeil</w:t>
      </w:r>
      <w:r w:rsidR="00C90F8D">
        <w:rPr>
          <w:bCs/>
        </w:rPr>
        <w:t xml:space="preserve">. </w:t>
      </w:r>
      <w:r>
        <w:rPr>
          <w:bCs/>
        </w:rPr>
        <w:t>Sa population n</w:t>
      </w:r>
      <w:r w:rsidR="00C90F8D">
        <w:rPr>
          <w:bCs/>
        </w:rPr>
        <w:t>’</w:t>
      </w:r>
      <w:r>
        <w:rPr>
          <w:bCs/>
        </w:rPr>
        <w:t>était pas mûre pour placer tout de go Karl Marx au nombre de ses icônes</w:t>
      </w:r>
      <w:r w:rsidR="00C90F8D">
        <w:rPr>
          <w:bCs/>
        </w:rPr>
        <w:t xml:space="preserve">. </w:t>
      </w:r>
      <w:r>
        <w:rPr>
          <w:bCs/>
        </w:rPr>
        <w:t>Les premiers émissaires du nouveau régime y furent reçus à coups de fourche et de fusil</w:t>
      </w:r>
      <w:r w:rsidR="00C90F8D">
        <w:rPr>
          <w:bCs/>
        </w:rPr>
        <w:t xml:space="preserve">. </w:t>
      </w:r>
      <w:r>
        <w:rPr>
          <w:bCs/>
        </w:rPr>
        <w:t>Leur retraite précipitée raya Novo-Petrovsk du reste de l</w:t>
      </w:r>
      <w:r w:rsidR="00C90F8D">
        <w:rPr>
          <w:bCs/>
        </w:rPr>
        <w:t>’</w:t>
      </w:r>
      <w:r>
        <w:rPr>
          <w:bCs/>
        </w:rPr>
        <w:t>univers</w:t>
      </w:r>
      <w:r w:rsidR="00C90F8D">
        <w:rPr>
          <w:bCs/>
        </w:rPr>
        <w:t xml:space="preserve">. </w:t>
      </w:r>
      <w:r>
        <w:rPr>
          <w:bCs/>
        </w:rPr>
        <w:t>Le chemin de fer n</w:t>
      </w:r>
      <w:r w:rsidR="00C90F8D">
        <w:rPr>
          <w:bCs/>
        </w:rPr>
        <w:t>’</w:t>
      </w:r>
      <w:r>
        <w:rPr>
          <w:bCs/>
        </w:rPr>
        <w:t>y arrivait plus</w:t>
      </w:r>
      <w:r w:rsidR="00C90F8D">
        <w:rPr>
          <w:bCs/>
        </w:rPr>
        <w:t xml:space="preserve">. </w:t>
      </w:r>
      <w:r>
        <w:rPr>
          <w:bCs/>
        </w:rPr>
        <w:t>Les rames de wagons</w:t>
      </w:r>
      <w:r w:rsidR="00C90F8D">
        <w:rPr>
          <w:bCs/>
        </w:rPr>
        <w:t xml:space="preserve">, </w:t>
      </w:r>
      <w:r>
        <w:rPr>
          <w:bCs/>
        </w:rPr>
        <w:t>les locomotives demeurées dans la gare disparaissaient petit à petit sous la neige</w:t>
      </w:r>
      <w:r w:rsidR="00C90F8D">
        <w:rPr>
          <w:bCs/>
        </w:rPr>
        <w:t xml:space="preserve">, </w:t>
      </w:r>
      <w:r>
        <w:rPr>
          <w:bCs/>
        </w:rPr>
        <w:t>prenaient figure de tumulus informes</w:t>
      </w:r>
      <w:r w:rsidR="00C90F8D">
        <w:rPr>
          <w:bCs/>
        </w:rPr>
        <w:t>.</w:t>
      </w:r>
    </w:p>
    <w:p w14:paraId="41DAE044" w14:textId="77777777" w:rsidR="00C90F8D" w:rsidRDefault="00AB2DE8">
      <w:pPr>
        <w:rPr>
          <w:bCs/>
        </w:rPr>
      </w:pPr>
      <w:r>
        <w:rPr>
          <w:bCs/>
        </w:rPr>
        <w:t>Cet engourdissement qui gagnait le monde extérieur n</w:t>
      </w:r>
      <w:r w:rsidR="00C90F8D">
        <w:rPr>
          <w:bCs/>
        </w:rPr>
        <w:t>’</w:t>
      </w:r>
      <w:r>
        <w:rPr>
          <w:bCs/>
        </w:rPr>
        <w:t>était rien auprès de celui qui</w:t>
      </w:r>
      <w:r w:rsidR="00C90F8D">
        <w:rPr>
          <w:bCs/>
        </w:rPr>
        <w:t xml:space="preserve">, </w:t>
      </w:r>
      <w:r>
        <w:rPr>
          <w:bCs/>
        </w:rPr>
        <w:t>dans le même temps</w:t>
      </w:r>
      <w:r w:rsidR="00C90F8D">
        <w:rPr>
          <w:bCs/>
        </w:rPr>
        <w:t xml:space="preserve">, </w:t>
      </w:r>
      <w:r>
        <w:rPr>
          <w:bCs/>
        </w:rPr>
        <w:t>commença à s</w:t>
      </w:r>
      <w:r w:rsidR="00C90F8D">
        <w:rPr>
          <w:bCs/>
        </w:rPr>
        <w:t>’</w:t>
      </w:r>
      <w:r>
        <w:rPr>
          <w:bCs/>
        </w:rPr>
        <w:t>emparer de moi</w:t>
      </w:r>
      <w:r w:rsidR="00C90F8D">
        <w:rPr>
          <w:bCs/>
        </w:rPr>
        <w:t xml:space="preserve">. </w:t>
      </w:r>
      <w:r>
        <w:rPr>
          <w:bCs/>
        </w:rPr>
        <w:t>Au début</w:t>
      </w:r>
      <w:r w:rsidR="00C90F8D">
        <w:rPr>
          <w:bCs/>
        </w:rPr>
        <w:t xml:space="preserve">, </w:t>
      </w:r>
      <w:r>
        <w:rPr>
          <w:bCs/>
        </w:rPr>
        <w:t>je me rendais quotidiennement à Novo-Petrovsk</w:t>
      </w:r>
      <w:r w:rsidR="00C90F8D">
        <w:rPr>
          <w:bCs/>
        </w:rPr>
        <w:t xml:space="preserve">. </w:t>
      </w:r>
      <w:r>
        <w:rPr>
          <w:bCs/>
        </w:rPr>
        <w:t>Puis</w:t>
      </w:r>
      <w:r w:rsidR="00C90F8D">
        <w:rPr>
          <w:bCs/>
        </w:rPr>
        <w:t xml:space="preserve">, </w:t>
      </w:r>
      <w:r>
        <w:rPr>
          <w:bCs/>
        </w:rPr>
        <w:t>je n</w:t>
      </w:r>
      <w:r w:rsidR="00C90F8D">
        <w:rPr>
          <w:bCs/>
        </w:rPr>
        <w:t>’</w:t>
      </w:r>
      <w:r>
        <w:rPr>
          <w:bCs/>
        </w:rPr>
        <w:t>y allai plus qu</w:t>
      </w:r>
      <w:r w:rsidR="00C90F8D">
        <w:rPr>
          <w:bCs/>
        </w:rPr>
        <w:t>’</w:t>
      </w:r>
      <w:r>
        <w:rPr>
          <w:bCs/>
        </w:rPr>
        <w:t>une ou deux fois par semaine</w:t>
      </w:r>
      <w:r w:rsidR="00C90F8D">
        <w:rPr>
          <w:bCs/>
        </w:rPr>
        <w:t xml:space="preserve">. </w:t>
      </w:r>
      <w:r>
        <w:rPr>
          <w:bCs/>
        </w:rPr>
        <w:t>Puis</w:t>
      </w:r>
      <w:r w:rsidR="00C90F8D">
        <w:rPr>
          <w:bCs/>
        </w:rPr>
        <w:t xml:space="preserve">, </w:t>
      </w:r>
      <w:r>
        <w:rPr>
          <w:bCs/>
        </w:rPr>
        <w:t>plus du tout</w:t>
      </w:r>
      <w:r w:rsidR="00C90F8D">
        <w:rPr>
          <w:bCs/>
        </w:rPr>
        <w:t xml:space="preserve">. </w:t>
      </w:r>
      <w:r>
        <w:rPr>
          <w:bCs/>
        </w:rPr>
        <w:t>Le jour vint où je ne sortis plus de la concession</w:t>
      </w:r>
      <w:r w:rsidR="00C90F8D">
        <w:rPr>
          <w:bCs/>
        </w:rPr>
        <w:t xml:space="preserve">, </w:t>
      </w:r>
      <w:r>
        <w:rPr>
          <w:bCs/>
        </w:rPr>
        <w:t>où je n</w:t>
      </w:r>
      <w:r w:rsidR="00C90F8D">
        <w:rPr>
          <w:bCs/>
        </w:rPr>
        <w:t>’</w:t>
      </w:r>
      <w:r>
        <w:rPr>
          <w:bCs/>
        </w:rPr>
        <w:t>eus même plus la force de me soustraire au spectacle de la désagrégation de mon usine</w:t>
      </w:r>
      <w:r w:rsidR="00C90F8D">
        <w:rPr>
          <w:bCs/>
        </w:rPr>
        <w:t xml:space="preserve">. </w:t>
      </w:r>
      <w:r>
        <w:rPr>
          <w:bCs/>
        </w:rPr>
        <w:t>De tous les rouages de cette merveille industrielle dont j</w:t>
      </w:r>
      <w:r w:rsidR="00C90F8D">
        <w:rPr>
          <w:bCs/>
        </w:rPr>
        <w:t>’</w:t>
      </w:r>
      <w:r>
        <w:rPr>
          <w:bCs/>
        </w:rPr>
        <w:t>avais été si fier</w:t>
      </w:r>
      <w:r w:rsidR="00C90F8D">
        <w:rPr>
          <w:bCs/>
        </w:rPr>
        <w:t xml:space="preserve">, </w:t>
      </w:r>
      <w:r>
        <w:rPr>
          <w:bCs/>
        </w:rPr>
        <w:t>seul l</w:t>
      </w:r>
      <w:r w:rsidR="00C90F8D">
        <w:rPr>
          <w:bCs/>
        </w:rPr>
        <w:t>’</w:t>
      </w:r>
      <w:r>
        <w:rPr>
          <w:bCs/>
        </w:rPr>
        <w:t>éclairage fonctionnait encore</w:t>
      </w:r>
      <w:r w:rsidR="00C90F8D">
        <w:rPr>
          <w:bCs/>
        </w:rPr>
        <w:t xml:space="preserve">. </w:t>
      </w:r>
      <w:r>
        <w:rPr>
          <w:bCs/>
        </w:rPr>
        <w:t>Sous le dôme obscur des sapins</w:t>
      </w:r>
      <w:r w:rsidR="00C90F8D">
        <w:rPr>
          <w:bCs/>
        </w:rPr>
        <w:t xml:space="preserve">, </w:t>
      </w:r>
      <w:r>
        <w:rPr>
          <w:bCs/>
        </w:rPr>
        <w:t>les ampoules électriques continuaient à briller</w:t>
      </w:r>
      <w:r w:rsidR="00C90F8D">
        <w:rPr>
          <w:bCs/>
        </w:rPr>
        <w:t xml:space="preserve">, </w:t>
      </w:r>
      <w:r>
        <w:rPr>
          <w:bCs/>
        </w:rPr>
        <w:t>solitaires</w:t>
      </w:r>
      <w:r w:rsidR="00C90F8D">
        <w:rPr>
          <w:bCs/>
        </w:rPr>
        <w:t xml:space="preserve">, </w:t>
      </w:r>
      <w:r>
        <w:rPr>
          <w:bCs/>
        </w:rPr>
        <w:t>semblables à des halos de triste féerie</w:t>
      </w:r>
      <w:r w:rsidR="00C90F8D">
        <w:rPr>
          <w:bCs/>
        </w:rPr>
        <w:t xml:space="preserve">. </w:t>
      </w:r>
      <w:r>
        <w:rPr>
          <w:bCs/>
        </w:rPr>
        <w:t>Le soir où je les laissai s</w:t>
      </w:r>
      <w:r w:rsidR="00C90F8D">
        <w:rPr>
          <w:bCs/>
        </w:rPr>
        <w:t>’</w:t>
      </w:r>
      <w:r>
        <w:rPr>
          <w:bCs/>
        </w:rPr>
        <w:t>éteindre</w:t>
      </w:r>
      <w:r w:rsidR="00C90F8D">
        <w:rPr>
          <w:bCs/>
        </w:rPr>
        <w:t xml:space="preserve">, </w:t>
      </w:r>
      <w:r>
        <w:rPr>
          <w:bCs/>
        </w:rPr>
        <w:t>je poussai le soupir de soulagement de celui qui a trop lutté</w:t>
      </w:r>
      <w:r w:rsidR="00C90F8D">
        <w:rPr>
          <w:bCs/>
        </w:rPr>
        <w:t xml:space="preserve">. </w:t>
      </w:r>
      <w:r>
        <w:rPr>
          <w:bCs/>
        </w:rPr>
        <w:t>Tout disparut dans la grande nuit hivernale</w:t>
      </w:r>
      <w:r w:rsidR="00C90F8D">
        <w:rPr>
          <w:bCs/>
        </w:rPr>
        <w:t xml:space="preserve">. </w:t>
      </w:r>
      <w:r>
        <w:rPr>
          <w:bCs/>
        </w:rPr>
        <w:t>Il n</w:t>
      </w:r>
      <w:r w:rsidR="00C90F8D">
        <w:rPr>
          <w:bCs/>
        </w:rPr>
        <w:t>’</w:t>
      </w:r>
      <w:r>
        <w:rPr>
          <w:bCs/>
        </w:rPr>
        <w:t>y eut plus que la lumière de la lune pour éclairer ce décor glacial</w:t>
      </w:r>
      <w:r w:rsidR="00C90F8D">
        <w:rPr>
          <w:bCs/>
        </w:rPr>
        <w:t xml:space="preserve">, </w:t>
      </w:r>
      <w:r>
        <w:rPr>
          <w:bCs/>
        </w:rPr>
        <w:t>ces bâtiments abandonnés</w:t>
      </w:r>
      <w:r w:rsidR="00C90F8D">
        <w:rPr>
          <w:bCs/>
        </w:rPr>
        <w:t xml:space="preserve">, </w:t>
      </w:r>
      <w:r>
        <w:rPr>
          <w:bCs/>
        </w:rPr>
        <w:t>ce torrent à demi figé dans sa course</w:t>
      </w:r>
      <w:r w:rsidR="00C90F8D">
        <w:rPr>
          <w:bCs/>
        </w:rPr>
        <w:t xml:space="preserve">, </w:t>
      </w:r>
      <w:r>
        <w:rPr>
          <w:bCs/>
        </w:rPr>
        <w:t>ces bosquets de bouleaux blanchâtres qui me donnaient</w:t>
      </w:r>
      <w:r w:rsidR="00C90F8D">
        <w:rPr>
          <w:bCs/>
        </w:rPr>
        <w:t xml:space="preserve">, </w:t>
      </w:r>
      <w:r>
        <w:rPr>
          <w:bCs/>
        </w:rPr>
        <w:t>quand il m</w:t>
      </w:r>
      <w:r w:rsidR="00C90F8D">
        <w:rPr>
          <w:bCs/>
        </w:rPr>
        <w:t>’</w:t>
      </w:r>
      <w:r>
        <w:rPr>
          <w:bCs/>
        </w:rPr>
        <w:t xml:space="preserve">arrivait de me </w:t>
      </w:r>
      <w:r>
        <w:rPr>
          <w:bCs/>
        </w:rPr>
        <w:lastRenderedPageBreak/>
        <w:t>promener parmi eux</w:t>
      </w:r>
      <w:r w:rsidR="00C90F8D">
        <w:rPr>
          <w:bCs/>
        </w:rPr>
        <w:t xml:space="preserve">, </w:t>
      </w:r>
      <w:r>
        <w:rPr>
          <w:bCs/>
        </w:rPr>
        <w:t>l</w:t>
      </w:r>
      <w:r w:rsidR="00C90F8D">
        <w:rPr>
          <w:bCs/>
        </w:rPr>
        <w:t>’</w:t>
      </w:r>
      <w:r>
        <w:rPr>
          <w:bCs/>
        </w:rPr>
        <w:t>impression d</w:t>
      </w:r>
      <w:r w:rsidR="00C90F8D">
        <w:rPr>
          <w:bCs/>
        </w:rPr>
        <w:t>’</w:t>
      </w:r>
      <w:r>
        <w:rPr>
          <w:bCs/>
        </w:rPr>
        <w:t>errer au milieu d</w:t>
      </w:r>
      <w:r w:rsidR="00C90F8D">
        <w:rPr>
          <w:bCs/>
        </w:rPr>
        <w:t>’</w:t>
      </w:r>
      <w:r>
        <w:rPr>
          <w:bCs/>
        </w:rPr>
        <w:t>une forêt d</w:t>
      </w:r>
      <w:r w:rsidR="00C90F8D">
        <w:rPr>
          <w:bCs/>
        </w:rPr>
        <w:t>’</w:t>
      </w:r>
      <w:r>
        <w:rPr>
          <w:bCs/>
        </w:rPr>
        <w:t>ossements</w:t>
      </w:r>
      <w:r w:rsidR="00C90F8D">
        <w:rPr>
          <w:bCs/>
        </w:rPr>
        <w:t>.</w:t>
      </w:r>
    </w:p>
    <w:p w14:paraId="4C978CC0" w14:textId="77777777" w:rsidR="00C90F8D" w:rsidRDefault="00AB2DE8">
      <w:pPr>
        <w:rPr>
          <w:bCs/>
        </w:rPr>
      </w:pPr>
      <w:r>
        <w:rPr>
          <w:bCs/>
        </w:rPr>
        <w:t>Au pied de ma véranda</w:t>
      </w:r>
      <w:r w:rsidR="00C90F8D">
        <w:rPr>
          <w:bCs/>
        </w:rPr>
        <w:t xml:space="preserve">, </w:t>
      </w:r>
      <w:r>
        <w:rPr>
          <w:bCs/>
        </w:rPr>
        <w:t>la route de Novo-</w:t>
      </w:r>
      <w:proofErr w:type="spellStart"/>
      <w:r>
        <w:rPr>
          <w:bCs/>
        </w:rPr>
        <w:t>Pétrovsk</w:t>
      </w:r>
      <w:proofErr w:type="spellEnd"/>
      <w:r>
        <w:rPr>
          <w:bCs/>
        </w:rPr>
        <w:t xml:space="preserve"> passait</w:t>
      </w:r>
      <w:r w:rsidR="00C90F8D">
        <w:rPr>
          <w:bCs/>
        </w:rPr>
        <w:t xml:space="preserve">, </w:t>
      </w:r>
      <w:r>
        <w:rPr>
          <w:bCs/>
        </w:rPr>
        <w:t>déserte</w:t>
      </w:r>
      <w:r w:rsidR="00C90F8D">
        <w:rPr>
          <w:bCs/>
        </w:rPr>
        <w:t xml:space="preserve">. </w:t>
      </w:r>
      <w:r>
        <w:rPr>
          <w:bCs/>
        </w:rPr>
        <w:t>Cette route</w:t>
      </w:r>
      <w:r w:rsidR="00C90F8D">
        <w:rPr>
          <w:bCs/>
        </w:rPr>
        <w:t xml:space="preserve">, </w:t>
      </w:r>
      <w:r>
        <w:rPr>
          <w:bCs/>
        </w:rPr>
        <w:t>que j</w:t>
      </w:r>
      <w:r w:rsidR="00C90F8D">
        <w:rPr>
          <w:bCs/>
        </w:rPr>
        <w:t>’</w:t>
      </w:r>
      <w:r>
        <w:rPr>
          <w:bCs/>
        </w:rPr>
        <w:t>avais connue grouillante des allées et venues de près de deux mille ouvriers</w:t>
      </w:r>
      <w:r w:rsidR="00C90F8D">
        <w:rPr>
          <w:bCs/>
        </w:rPr>
        <w:t xml:space="preserve">, </w:t>
      </w:r>
      <w:r>
        <w:rPr>
          <w:bCs/>
        </w:rPr>
        <w:t>je la contemplais silencieusement</w:t>
      </w:r>
      <w:r w:rsidR="00C90F8D">
        <w:rPr>
          <w:bCs/>
        </w:rPr>
        <w:t xml:space="preserve">, </w:t>
      </w:r>
      <w:r>
        <w:rPr>
          <w:bCs/>
        </w:rPr>
        <w:t>des journées entières</w:t>
      </w:r>
      <w:r w:rsidR="00C90F8D">
        <w:rPr>
          <w:bCs/>
        </w:rPr>
        <w:t xml:space="preserve">. </w:t>
      </w:r>
      <w:r>
        <w:rPr>
          <w:bCs/>
        </w:rPr>
        <w:t>Je ne pouvais certes me douter que l</w:t>
      </w:r>
      <w:r w:rsidR="00C90F8D">
        <w:rPr>
          <w:bCs/>
        </w:rPr>
        <w:t>’</w:t>
      </w:r>
      <w:r>
        <w:rPr>
          <w:bCs/>
        </w:rPr>
        <w:t>heure n</w:t>
      </w:r>
      <w:r w:rsidR="00C90F8D">
        <w:rPr>
          <w:bCs/>
        </w:rPr>
        <w:t>’</w:t>
      </w:r>
      <w:r>
        <w:rPr>
          <w:bCs/>
        </w:rPr>
        <w:t>était plus éloignée où j</w:t>
      </w:r>
      <w:r w:rsidR="00C90F8D">
        <w:rPr>
          <w:bCs/>
        </w:rPr>
        <w:t>’</w:t>
      </w:r>
      <w:r>
        <w:rPr>
          <w:bCs/>
        </w:rPr>
        <w:t>allais y voir s</w:t>
      </w:r>
      <w:r w:rsidR="00C90F8D">
        <w:rPr>
          <w:bCs/>
        </w:rPr>
        <w:t>’</w:t>
      </w:r>
      <w:r>
        <w:rPr>
          <w:bCs/>
        </w:rPr>
        <w:t>avancer à petits pas</w:t>
      </w:r>
      <w:r w:rsidR="00C90F8D">
        <w:rPr>
          <w:bCs/>
        </w:rPr>
        <w:t xml:space="preserve">, </w:t>
      </w:r>
      <w:r>
        <w:rPr>
          <w:bCs/>
        </w:rPr>
        <w:t>dans le plus baroque appareil</w:t>
      </w:r>
      <w:r w:rsidR="00C90F8D">
        <w:rPr>
          <w:bCs/>
        </w:rPr>
        <w:t xml:space="preserve">, </w:t>
      </w:r>
      <w:r>
        <w:rPr>
          <w:bCs/>
        </w:rPr>
        <w:t>ma pitoyable destinée</w:t>
      </w:r>
      <w:r w:rsidR="00C90F8D">
        <w:rPr>
          <w:bCs/>
        </w:rPr>
        <w:t>.</w:t>
      </w:r>
    </w:p>
    <w:p w14:paraId="04BEF600" w14:textId="04DA7A6E" w:rsidR="00AB2DE8" w:rsidRPr="00C90F8D" w:rsidRDefault="00AB2DE8" w:rsidP="00C90F8D">
      <w:pPr>
        <w:pStyle w:val="Titre1"/>
      </w:pPr>
      <w:bookmarkStart w:id="8" w:name="_Toc194755380"/>
      <w:r w:rsidRPr="00C90F8D">
        <w:lastRenderedPageBreak/>
        <w:t>VIII</w:t>
      </w:r>
      <w:bookmarkEnd w:id="8"/>
    </w:p>
    <w:p w14:paraId="2171534E" w14:textId="77777777" w:rsidR="00C90F8D" w:rsidRDefault="00AB2DE8">
      <w:pPr>
        <w:rPr>
          <w:bCs/>
        </w:rPr>
      </w:pPr>
      <w:r>
        <w:rPr>
          <w:bCs/>
        </w:rPr>
        <w:t>Forestier s</w:t>
      </w:r>
      <w:r w:rsidR="00C90F8D">
        <w:rPr>
          <w:bCs/>
        </w:rPr>
        <w:t>’</w:t>
      </w:r>
      <w:r>
        <w:rPr>
          <w:bCs/>
        </w:rPr>
        <w:t>arrêta brusquement</w:t>
      </w:r>
      <w:r w:rsidR="00C90F8D">
        <w:rPr>
          <w:bCs/>
        </w:rPr>
        <w:t xml:space="preserve">. </w:t>
      </w:r>
      <w:r>
        <w:rPr>
          <w:bCs/>
        </w:rPr>
        <w:t>Une sonnerie venait de retentir dans le corridor</w:t>
      </w:r>
      <w:r w:rsidR="00C90F8D">
        <w:rPr>
          <w:bCs/>
        </w:rPr>
        <w:t>.</w:t>
      </w:r>
    </w:p>
    <w:p w14:paraId="6BF813DA" w14:textId="77777777" w:rsidR="00C90F8D" w:rsidRDefault="00C90F8D">
      <w:pPr>
        <w:rPr>
          <w:bCs/>
        </w:rPr>
      </w:pPr>
      <w:r>
        <w:rPr>
          <w:rFonts w:eastAsia="Georgia"/>
        </w:rPr>
        <w:t>— </w:t>
      </w:r>
      <w:r w:rsidR="00AB2DE8">
        <w:rPr>
          <w:bCs/>
        </w:rPr>
        <w:t>Quelqu</w:t>
      </w:r>
      <w:r>
        <w:rPr>
          <w:bCs/>
        </w:rPr>
        <w:t>’</w:t>
      </w:r>
      <w:r w:rsidR="00AB2DE8">
        <w:rPr>
          <w:bCs/>
        </w:rPr>
        <w:t>un</w:t>
      </w:r>
      <w:r>
        <w:rPr>
          <w:bCs/>
        </w:rPr>
        <w:t> ?</w:t>
      </w:r>
    </w:p>
    <w:p w14:paraId="58370394" w14:textId="77777777" w:rsidR="00C90F8D" w:rsidRDefault="00C90F8D">
      <w:pPr>
        <w:rPr>
          <w:bCs/>
        </w:rPr>
      </w:pPr>
      <w:r>
        <w:rPr>
          <w:rFonts w:eastAsia="Georgia"/>
        </w:rPr>
        <w:t>— </w:t>
      </w:r>
      <w:r w:rsidR="00AB2DE8">
        <w:rPr>
          <w:bCs/>
        </w:rPr>
        <w:t>Non</w:t>
      </w:r>
      <w:r>
        <w:rPr>
          <w:bCs/>
        </w:rPr>
        <w:t xml:space="preserve">, </w:t>
      </w:r>
      <w:r w:rsidR="00AB2DE8">
        <w:rPr>
          <w:bCs/>
        </w:rPr>
        <w:t>dit Schmidt</w:t>
      </w:r>
      <w:r>
        <w:rPr>
          <w:bCs/>
        </w:rPr>
        <w:t xml:space="preserve">, </w:t>
      </w:r>
      <w:r w:rsidR="00AB2DE8">
        <w:rPr>
          <w:bCs/>
        </w:rPr>
        <w:t>le téléphone</w:t>
      </w:r>
      <w:r>
        <w:rPr>
          <w:bCs/>
        </w:rPr>
        <w:t>.</w:t>
      </w:r>
    </w:p>
    <w:p w14:paraId="4B8BA139" w14:textId="77777777" w:rsidR="00C90F8D" w:rsidRDefault="00C90F8D">
      <w:pPr>
        <w:rPr>
          <w:bCs/>
        </w:rPr>
      </w:pPr>
      <w:r>
        <w:rPr>
          <w:rFonts w:eastAsia="Georgia"/>
        </w:rPr>
        <w:t>— </w:t>
      </w:r>
      <w:r w:rsidR="00AB2DE8">
        <w:rPr>
          <w:bCs/>
        </w:rPr>
        <w:t>C</w:t>
      </w:r>
      <w:r>
        <w:rPr>
          <w:bCs/>
        </w:rPr>
        <w:t>’</w:t>
      </w:r>
      <w:r w:rsidR="00AB2DE8">
        <w:rPr>
          <w:bCs/>
        </w:rPr>
        <w:t>est pour toi</w:t>
      </w:r>
      <w:r>
        <w:rPr>
          <w:bCs/>
        </w:rPr>
        <w:t xml:space="preserve">. </w:t>
      </w:r>
      <w:r w:rsidR="00AB2DE8">
        <w:rPr>
          <w:bCs/>
        </w:rPr>
        <w:t>Va voir</w:t>
      </w:r>
      <w:r>
        <w:rPr>
          <w:bCs/>
        </w:rPr>
        <w:t>.</w:t>
      </w:r>
    </w:p>
    <w:p w14:paraId="270F0913" w14:textId="77777777" w:rsidR="00C90F8D" w:rsidRDefault="00C90F8D">
      <w:pPr>
        <w:rPr>
          <w:bCs/>
        </w:rPr>
      </w:pPr>
      <w:r>
        <w:rPr>
          <w:rFonts w:eastAsia="Georgia"/>
        </w:rPr>
        <w:t>— </w:t>
      </w:r>
      <w:r w:rsidR="00AB2DE8">
        <w:rPr>
          <w:bCs/>
        </w:rPr>
        <w:t>Inutile</w:t>
      </w:r>
      <w:r>
        <w:rPr>
          <w:bCs/>
        </w:rPr>
        <w:t xml:space="preserve">. </w:t>
      </w:r>
      <w:r w:rsidR="00AB2DE8">
        <w:rPr>
          <w:bCs/>
        </w:rPr>
        <w:t>Je n</w:t>
      </w:r>
      <w:r>
        <w:rPr>
          <w:bCs/>
        </w:rPr>
        <w:t>’</w:t>
      </w:r>
      <w:r w:rsidR="00AB2DE8">
        <w:rPr>
          <w:bCs/>
        </w:rPr>
        <w:t>attends rien</w:t>
      </w:r>
      <w:r>
        <w:rPr>
          <w:bCs/>
        </w:rPr>
        <w:t xml:space="preserve">. </w:t>
      </w:r>
      <w:r w:rsidR="00AB2DE8">
        <w:rPr>
          <w:bCs/>
        </w:rPr>
        <w:t>Continue</w:t>
      </w:r>
      <w:r>
        <w:rPr>
          <w:bCs/>
        </w:rPr>
        <w:t>.</w:t>
      </w:r>
    </w:p>
    <w:p w14:paraId="3A21A63B" w14:textId="77777777" w:rsidR="00C90F8D" w:rsidRDefault="00C90F8D">
      <w:pPr>
        <w:rPr>
          <w:bCs/>
        </w:rPr>
      </w:pPr>
      <w:r>
        <w:rPr>
          <w:rFonts w:eastAsia="Georgia"/>
        </w:rPr>
        <w:t>— </w:t>
      </w:r>
      <w:r w:rsidR="00AB2DE8">
        <w:rPr>
          <w:bCs/>
        </w:rPr>
        <w:t>Va tout de même</w:t>
      </w:r>
      <w:r>
        <w:rPr>
          <w:bCs/>
        </w:rPr>
        <w:t xml:space="preserve">. </w:t>
      </w:r>
      <w:r w:rsidR="00AB2DE8">
        <w:rPr>
          <w:bCs/>
        </w:rPr>
        <w:t>Qui peut savoir</w:t>
      </w:r>
      <w:r>
        <w:rPr>
          <w:bCs/>
        </w:rPr>
        <w:t> ?</w:t>
      </w:r>
    </w:p>
    <w:p w14:paraId="7DDF2D21" w14:textId="77777777" w:rsidR="00C90F8D" w:rsidRDefault="00AB2DE8">
      <w:pPr>
        <w:rPr>
          <w:bCs/>
        </w:rPr>
      </w:pPr>
      <w:r>
        <w:rPr>
          <w:bCs/>
        </w:rPr>
        <w:t>Il priait et ordonnait à la fois</w:t>
      </w:r>
      <w:r w:rsidR="00C90F8D">
        <w:rPr>
          <w:bCs/>
        </w:rPr>
        <w:t xml:space="preserve">. </w:t>
      </w:r>
      <w:r>
        <w:rPr>
          <w:bCs/>
        </w:rPr>
        <w:t>Le drôle d</w:t>
      </w:r>
      <w:r w:rsidR="00C90F8D">
        <w:rPr>
          <w:bCs/>
        </w:rPr>
        <w:t>’</w:t>
      </w:r>
      <w:r>
        <w:rPr>
          <w:bCs/>
        </w:rPr>
        <w:t>homme</w:t>
      </w:r>
      <w:r w:rsidR="00C90F8D">
        <w:rPr>
          <w:bCs/>
        </w:rPr>
        <w:t xml:space="preserve"> ! </w:t>
      </w:r>
      <w:r>
        <w:rPr>
          <w:bCs/>
        </w:rPr>
        <w:t>Schmidt se leva</w:t>
      </w:r>
      <w:r w:rsidR="00C90F8D">
        <w:rPr>
          <w:bCs/>
        </w:rPr>
        <w:t>.</w:t>
      </w:r>
    </w:p>
    <w:p w14:paraId="42BF6D97" w14:textId="77777777" w:rsidR="00C90F8D" w:rsidRDefault="00C90F8D">
      <w:pPr>
        <w:rPr>
          <w:bCs/>
        </w:rPr>
      </w:pPr>
      <w:r>
        <w:rPr>
          <w:rFonts w:eastAsia="Georgia"/>
        </w:rPr>
        <w:t>— </w:t>
      </w:r>
      <w:r w:rsidR="00AB2DE8">
        <w:rPr>
          <w:bCs/>
        </w:rPr>
        <w:t>Soit</w:t>
      </w:r>
      <w:r>
        <w:rPr>
          <w:bCs/>
        </w:rPr>
        <w:t xml:space="preserve">. </w:t>
      </w:r>
      <w:r w:rsidR="00AB2DE8">
        <w:rPr>
          <w:bCs/>
        </w:rPr>
        <w:t>Je reviens tout de suite</w:t>
      </w:r>
      <w:r>
        <w:rPr>
          <w:bCs/>
        </w:rPr>
        <w:t>.</w:t>
      </w:r>
    </w:p>
    <w:p w14:paraId="48E3F13C" w14:textId="77777777" w:rsidR="00C90F8D" w:rsidRDefault="00C90F8D">
      <w:pPr>
        <w:rPr>
          <w:bCs/>
        </w:rPr>
      </w:pPr>
      <w:r>
        <w:rPr>
          <w:rFonts w:eastAsia="Georgia"/>
        </w:rPr>
        <w:t>— </w:t>
      </w:r>
      <w:r w:rsidR="00AB2DE8">
        <w:rPr>
          <w:bCs/>
        </w:rPr>
        <w:t>Eh bien</w:t>
      </w:r>
      <w:r>
        <w:rPr>
          <w:bCs/>
        </w:rPr>
        <w:t xml:space="preserve"> ? </w:t>
      </w:r>
      <w:r w:rsidR="00AB2DE8">
        <w:rPr>
          <w:bCs/>
        </w:rPr>
        <w:t>fit Forestier</w:t>
      </w:r>
      <w:r>
        <w:rPr>
          <w:bCs/>
        </w:rPr>
        <w:t xml:space="preserve">, </w:t>
      </w:r>
      <w:r w:rsidR="00AB2DE8">
        <w:rPr>
          <w:bCs/>
        </w:rPr>
        <w:t>quand l</w:t>
      </w:r>
      <w:r>
        <w:rPr>
          <w:bCs/>
        </w:rPr>
        <w:t>’</w:t>
      </w:r>
      <w:r w:rsidR="00AB2DE8">
        <w:rPr>
          <w:bCs/>
        </w:rPr>
        <w:t>autre fut de retour</w:t>
      </w:r>
      <w:r>
        <w:rPr>
          <w:bCs/>
        </w:rPr>
        <w:t>.</w:t>
      </w:r>
    </w:p>
    <w:p w14:paraId="0225DB6D" w14:textId="77777777" w:rsidR="00C90F8D" w:rsidRDefault="00C90F8D">
      <w:pPr>
        <w:rPr>
          <w:bCs/>
        </w:rPr>
      </w:pPr>
      <w:r>
        <w:rPr>
          <w:rFonts w:eastAsia="Georgia"/>
        </w:rPr>
        <w:t>— </w:t>
      </w:r>
      <w:r w:rsidR="00AB2DE8">
        <w:rPr>
          <w:bCs/>
        </w:rPr>
        <w:t>Rien d</w:t>
      </w:r>
      <w:r>
        <w:rPr>
          <w:bCs/>
        </w:rPr>
        <w:t>’</w:t>
      </w:r>
      <w:r w:rsidR="00AB2DE8">
        <w:rPr>
          <w:bCs/>
        </w:rPr>
        <w:t>important</w:t>
      </w:r>
      <w:r>
        <w:rPr>
          <w:bCs/>
        </w:rPr>
        <w:t xml:space="preserve">, </w:t>
      </w:r>
      <w:r w:rsidR="00AB2DE8">
        <w:rPr>
          <w:bCs/>
        </w:rPr>
        <w:t>dit Schmidt</w:t>
      </w:r>
      <w:r>
        <w:rPr>
          <w:bCs/>
        </w:rPr>
        <w:t>.</w:t>
      </w:r>
    </w:p>
    <w:p w14:paraId="4BCCDD67" w14:textId="77777777" w:rsidR="00C90F8D" w:rsidRDefault="00C90F8D">
      <w:pPr>
        <w:rPr>
          <w:bCs/>
        </w:rPr>
      </w:pPr>
      <w:r>
        <w:rPr>
          <w:rFonts w:eastAsia="Georgia"/>
        </w:rPr>
        <w:t>— </w:t>
      </w:r>
      <w:r w:rsidR="00AB2DE8">
        <w:rPr>
          <w:bCs/>
        </w:rPr>
        <w:t>C</w:t>
      </w:r>
      <w:r>
        <w:rPr>
          <w:bCs/>
        </w:rPr>
        <w:t>’</w:t>
      </w:r>
      <w:r w:rsidR="00AB2DE8">
        <w:rPr>
          <w:bCs/>
        </w:rPr>
        <w:t xml:space="preserve">était le major </w:t>
      </w:r>
      <w:proofErr w:type="spellStart"/>
      <w:r w:rsidR="00AB2DE8">
        <w:rPr>
          <w:bCs/>
        </w:rPr>
        <w:t>Matsui</w:t>
      </w:r>
      <w:proofErr w:type="spellEnd"/>
      <w:r>
        <w:rPr>
          <w:bCs/>
        </w:rPr>
        <w:t xml:space="preserve">, </w:t>
      </w:r>
      <w:r w:rsidR="00AB2DE8">
        <w:rPr>
          <w:bCs/>
        </w:rPr>
        <w:t>n</w:t>
      </w:r>
      <w:r>
        <w:rPr>
          <w:bCs/>
        </w:rPr>
        <w:t>’</w:t>
      </w:r>
      <w:r w:rsidR="00AB2DE8">
        <w:rPr>
          <w:bCs/>
        </w:rPr>
        <w:t>est-ce pas</w:t>
      </w:r>
      <w:r>
        <w:rPr>
          <w:bCs/>
        </w:rPr>
        <w:t xml:space="preserve"> ? </w:t>
      </w:r>
      <w:r w:rsidR="00AB2DE8">
        <w:rPr>
          <w:bCs/>
        </w:rPr>
        <w:t>Il voulait avoir de mes nouvelles</w:t>
      </w:r>
      <w:r>
        <w:rPr>
          <w:bCs/>
        </w:rPr>
        <w:t>.</w:t>
      </w:r>
    </w:p>
    <w:p w14:paraId="4EE1D2E9" w14:textId="77777777" w:rsidR="00C90F8D" w:rsidRDefault="00C90F8D">
      <w:pPr>
        <w:rPr>
          <w:bCs/>
        </w:rPr>
      </w:pPr>
      <w:r>
        <w:rPr>
          <w:rFonts w:eastAsia="Georgia"/>
        </w:rPr>
        <w:t>— </w:t>
      </w:r>
      <w:r w:rsidR="00AB2DE8">
        <w:rPr>
          <w:bCs/>
        </w:rPr>
        <w:t>Non</w:t>
      </w:r>
      <w:r>
        <w:rPr>
          <w:bCs/>
        </w:rPr>
        <w:t xml:space="preserve">, </w:t>
      </w:r>
      <w:r w:rsidR="00AB2DE8">
        <w:rPr>
          <w:bCs/>
        </w:rPr>
        <w:t>oui</w:t>
      </w:r>
      <w:r>
        <w:rPr>
          <w:bCs/>
        </w:rPr>
        <w:t xml:space="preserve">… </w:t>
      </w:r>
      <w:r w:rsidR="00AB2DE8">
        <w:rPr>
          <w:bCs/>
        </w:rPr>
        <w:t>c</w:t>
      </w:r>
      <w:r>
        <w:rPr>
          <w:bCs/>
        </w:rPr>
        <w:t>’</w:t>
      </w:r>
      <w:r w:rsidR="00AB2DE8">
        <w:rPr>
          <w:bCs/>
        </w:rPr>
        <w:t>est-à-dire</w:t>
      </w:r>
      <w:r>
        <w:rPr>
          <w:bCs/>
        </w:rPr>
        <w:t xml:space="preserve">… </w:t>
      </w:r>
      <w:r w:rsidR="00AB2DE8">
        <w:rPr>
          <w:bCs/>
        </w:rPr>
        <w:t xml:space="preserve">Je devais dîner ce soir chez des amis avec </w:t>
      </w:r>
      <w:proofErr w:type="spellStart"/>
      <w:r w:rsidR="00AB2DE8">
        <w:rPr>
          <w:bCs/>
        </w:rPr>
        <w:t>Matsui</w:t>
      </w:r>
      <w:proofErr w:type="spellEnd"/>
      <w:r>
        <w:rPr>
          <w:bCs/>
        </w:rPr>
        <w:t xml:space="preserve">. </w:t>
      </w:r>
      <w:r w:rsidR="00AB2DE8">
        <w:rPr>
          <w:bCs/>
        </w:rPr>
        <w:t>Il voulait savoir s</w:t>
      </w:r>
      <w:r>
        <w:rPr>
          <w:bCs/>
        </w:rPr>
        <w:t>’</w:t>
      </w:r>
      <w:r w:rsidR="00AB2DE8">
        <w:rPr>
          <w:bCs/>
        </w:rPr>
        <w:t>il devait venir me chercher en auto</w:t>
      </w:r>
      <w:r>
        <w:rPr>
          <w:bCs/>
        </w:rPr>
        <w:t xml:space="preserve">, </w:t>
      </w:r>
      <w:r w:rsidR="00AB2DE8">
        <w:rPr>
          <w:bCs/>
        </w:rPr>
        <w:t>comme il fait d</w:t>
      </w:r>
      <w:r>
        <w:rPr>
          <w:bCs/>
        </w:rPr>
        <w:t>’</w:t>
      </w:r>
      <w:r w:rsidR="00AB2DE8">
        <w:rPr>
          <w:bCs/>
        </w:rPr>
        <w:t>ordinaire</w:t>
      </w:r>
      <w:r>
        <w:rPr>
          <w:bCs/>
        </w:rPr>
        <w:t xml:space="preserve">. </w:t>
      </w:r>
      <w:r w:rsidR="00AB2DE8">
        <w:rPr>
          <w:bCs/>
        </w:rPr>
        <w:t>Mais je lui ai dit que je ne sortais pas</w:t>
      </w:r>
      <w:r>
        <w:rPr>
          <w:bCs/>
        </w:rPr>
        <w:t>.</w:t>
      </w:r>
    </w:p>
    <w:p w14:paraId="65FB12F6" w14:textId="77777777" w:rsidR="00C90F8D" w:rsidRDefault="00C90F8D">
      <w:pPr>
        <w:rPr>
          <w:bCs/>
        </w:rPr>
      </w:pPr>
      <w:r>
        <w:rPr>
          <w:rFonts w:eastAsia="Georgia"/>
        </w:rPr>
        <w:t>— </w:t>
      </w:r>
      <w:r w:rsidR="00AB2DE8">
        <w:rPr>
          <w:bCs/>
        </w:rPr>
        <w:t>Et il en a profité pour te demander comment j</w:t>
      </w:r>
      <w:r>
        <w:rPr>
          <w:bCs/>
        </w:rPr>
        <w:t>’</w:t>
      </w:r>
      <w:r w:rsidR="00AB2DE8">
        <w:rPr>
          <w:bCs/>
        </w:rPr>
        <w:t>allais</w:t>
      </w:r>
      <w:r>
        <w:rPr>
          <w:bCs/>
        </w:rPr>
        <w:t> ?</w:t>
      </w:r>
    </w:p>
    <w:p w14:paraId="3C658126" w14:textId="77777777" w:rsidR="00C90F8D" w:rsidRDefault="00C90F8D">
      <w:pPr>
        <w:rPr>
          <w:bCs/>
        </w:rPr>
      </w:pPr>
      <w:r>
        <w:rPr>
          <w:rFonts w:eastAsia="Georgia"/>
        </w:rPr>
        <w:t>— </w:t>
      </w:r>
      <w:r w:rsidR="00AB2DE8">
        <w:rPr>
          <w:bCs/>
        </w:rPr>
        <w:t>C</w:t>
      </w:r>
      <w:r>
        <w:rPr>
          <w:bCs/>
        </w:rPr>
        <w:t>’</w:t>
      </w:r>
      <w:r w:rsidR="00AB2DE8">
        <w:rPr>
          <w:bCs/>
        </w:rPr>
        <w:t>était la moindre des choses</w:t>
      </w:r>
      <w:r>
        <w:rPr>
          <w:bCs/>
        </w:rPr>
        <w:t xml:space="preserve">. </w:t>
      </w:r>
      <w:r w:rsidR="00AB2DE8">
        <w:rPr>
          <w:bCs/>
        </w:rPr>
        <w:t>Veux-tu boire</w:t>
      </w:r>
      <w:r>
        <w:rPr>
          <w:bCs/>
        </w:rPr>
        <w:t> ?</w:t>
      </w:r>
    </w:p>
    <w:p w14:paraId="492079E5" w14:textId="77777777" w:rsidR="00C90F8D" w:rsidRDefault="00C90F8D">
      <w:pPr>
        <w:rPr>
          <w:bCs/>
        </w:rPr>
      </w:pPr>
      <w:r>
        <w:rPr>
          <w:rFonts w:eastAsia="Georgia"/>
        </w:rPr>
        <w:t>— </w:t>
      </w:r>
      <w:r w:rsidR="00AB2DE8">
        <w:rPr>
          <w:bCs/>
        </w:rPr>
        <w:t>Volontiers</w:t>
      </w:r>
      <w:r>
        <w:rPr>
          <w:bCs/>
        </w:rPr>
        <w:t>.</w:t>
      </w:r>
    </w:p>
    <w:p w14:paraId="252A72CE" w14:textId="77777777" w:rsidR="00C90F8D" w:rsidRDefault="00AB2DE8">
      <w:pPr>
        <w:rPr>
          <w:bCs/>
        </w:rPr>
      </w:pPr>
      <w:r>
        <w:rPr>
          <w:bCs/>
        </w:rPr>
        <w:lastRenderedPageBreak/>
        <w:t>Il vida lentement la tasse de thé que lui tendait à tâtons son camarade</w:t>
      </w:r>
      <w:r w:rsidR="00C90F8D">
        <w:rPr>
          <w:bCs/>
        </w:rPr>
        <w:t>.</w:t>
      </w:r>
    </w:p>
    <w:p w14:paraId="08B6A575" w14:textId="77777777" w:rsidR="00C90F8D" w:rsidRDefault="00C90F8D">
      <w:pPr>
        <w:rPr>
          <w:bCs/>
        </w:rPr>
      </w:pPr>
      <w:r>
        <w:rPr>
          <w:rFonts w:eastAsia="Georgia"/>
        </w:rPr>
        <w:t>— </w:t>
      </w:r>
      <w:r w:rsidR="00AB2DE8">
        <w:rPr>
          <w:bCs/>
        </w:rPr>
        <w:t>Je ne t</w:t>
      </w:r>
      <w:r>
        <w:rPr>
          <w:bCs/>
        </w:rPr>
        <w:t>’</w:t>
      </w:r>
      <w:r w:rsidR="00AB2DE8">
        <w:rPr>
          <w:bCs/>
        </w:rPr>
        <w:t>ennuie pas</w:t>
      </w:r>
      <w:r>
        <w:rPr>
          <w:bCs/>
        </w:rPr>
        <w:t xml:space="preserve">, </w:t>
      </w:r>
      <w:r w:rsidR="00AB2DE8">
        <w:rPr>
          <w:bCs/>
        </w:rPr>
        <w:t>au moins</w:t>
      </w:r>
      <w:r>
        <w:rPr>
          <w:bCs/>
        </w:rPr>
        <w:t xml:space="preserve">, </w:t>
      </w:r>
      <w:r w:rsidR="00AB2DE8">
        <w:rPr>
          <w:bCs/>
        </w:rPr>
        <w:t>avec mon histoire</w:t>
      </w:r>
      <w:r>
        <w:rPr>
          <w:bCs/>
        </w:rPr>
        <w:t> ?</w:t>
      </w:r>
    </w:p>
    <w:p w14:paraId="3A9BBCB4" w14:textId="77777777" w:rsidR="00C90F8D" w:rsidRDefault="00C90F8D">
      <w:pPr>
        <w:rPr>
          <w:bCs/>
        </w:rPr>
      </w:pPr>
      <w:r>
        <w:rPr>
          <w:rFonts w:eastAsia="Georgia"/>
        </w:rPr>
        <w:t>— </w:t>
      </w:r>
      <w:r w:rsidR="00AB2DE8">
        <w:rPr>
          <w:bCs/>
        </w:rPr>
        <w:t>Tu plaisantes</w:t>
      </w:r>
      <w:r>
        <w:rPr>
          <w:bCs/>
        </w:rPr>
        <w:t xml:space="preserve">, </w:t>
      </w:r>
      <w:r w:rsidR="00AB2DE8">
        <w:rPr>
          <w:bCs/>
        </w:rPr>
        <w:t>voyons</w:t>
      </w:r>
      <w:r>
        <w:rPr>
          <w:bCs/>
        </w:rPr>
        <w:t>.</w:t>
      </w:r>
    </w:p>
    <w:p w14:paraId="22DDF886" w14:textId="77777777" w:rsidR="00C90F8D" w:rsidRDefault="00AB2DE8">
      <w:pPr>
        <w:rPr>
          <w:bCs/>
        </w:rPr>
      </w:pPr>
      <w:r>
        <w:rPr>
          <w:bCs/>
        </w:rPr>
        <w:t>Schmidt s</w:t>
      </w:r>
      <w:r w:rsidR="00C90F8D">
        <w:rPr>
          <w:bCs/>
        </w:rPr>
        <w:t>’</w:t>
      </w:r>
      <w:r>
        <w:rPr>
          <w:bCs/>
        </w:rPr>
        <w:t>efforçait de ne paraître que poli</w:t>
      </w:r>
      <w:r w:rsidR="00C90F8D">
        <w:rPr>
          <w:bCs/>
        </w:rPr>
        <w:t xml:space="preserve">. </w:t>
      </w:r>
      <w:r>
        <w:rPr>
          <w:bCs/>
        </w:rPr>
        <w:t>Il ne voulait pas s</w:t>
      </w:r>
      <w:r w:rsidR="00C90F8D">
        <w:rPr>
          <w:bCs/>
        </w:rPr>
        <w:t>’</w:t>
      </w:r>
      <w:r>
        <w:rPr>
          <w:bCs/>
        </w:rPr>
        <w:t>avouer que la curiosité qu</w:t>
      </w:r>
      <w:r w:rsidR="00C90F8D">
        <w:rPr>
          <w:bCs/>
        </w:rPr>
        <w:t>’</w:t>
      </w:r>
      <w:r>
        <w:rPr>
          <w:bCs/>
        </w:rPr>
        <w:t>il venait effectivement de sentir dans le coup de téléphone du Japonais</w:t>
      </w:r>
      <w:r w:rsidR="00C90F8D">
        <w:rPr>
          <w:bCs/>
        </w:rPr>
        <w:t xml:space="preserve">, </w:t>
      </w:r>
      <w:r>
        <w:rPr>
          <w:bCs/>
        </w:rPr>
        <w:t>avait décuplé la sienne</w:t>
      </w:r>
      <w:r w:rsidR="00C90F8D">
        <w:rPr>
          <w:bCs/>
        </w:rPr>
        <w:t>.</w:t>
      </w:r>
    </w:p>
    <w:p w14:paraId="1DC5DC4A" w14:textId="77777777" w:rsidR="00C90F8D" w:rsidRDefault="00C90F8D">
      <w:pPr>
        <w:rPr>
          <w:bCs/>
        </w:rPr>
      </w:pPr>
      <w:r>
        <w:rPr>
          <w:rFonts w:eastAsia="Georgia"/>
        </w:rPr>
        <w:t>— </w:t>
      </w:r>
      <w:r w:rsidR="00AB2DE8">
        <w:rPr>
          <w:bCs/>
        </w:rPr>
        <w:t>Le comble serait que</w:t>
      </w:r>
      <w:r>
        <w:rPr>
          <w:bCs/>
        </w:rPr>
        <w:t xml:space="preserve">, </w:t>
      </w:r>
      <w:r w:rsidR="00AB2DE8">
        <w:rPr>
          <w:bCs/>
        </w:rPr>
        <w:t>dès hier</w:t>
      </w:r>
      <w:r>
        <w:rPr>
          <w:bCs/>
        </w:rPr>
        <w:t xml:space="preserve">, </w:t>
      </w:r>
      <w:r w:rsidR="00AB2DE8">
        <w:rPr>
          <w:bCs/>
        </w:rPr>
        <w:t>il eût deviné ce que je ne saisis pas encore</w:t>
      </w:r>
      <w:r>
        <w:rPr>
          <w:bCs/>
        </w:rPr>
        <w:t xml:space="preserve">, </w:t>
      </w:r>
      <w:r w:rsidR="00AB2DE8">
        <w:rPr>
          <w:bCs/>
        </w:rPr>
        <w:t>pensa-t-il</w:t>
      </w:r>
      <w:r>
        <w:rPr>
          <w:bCs/>
        </w:rPr>
        <w:t xml:space="preserve">, </w:t>
      </w:r>
      <w:r w:rsidR="00AB2DE8">
        <w:rPr>
          <w:bCs/>
        </w:rPr>
        <w:t>se remémorant certaines phrases</w:t>
      </w:r>
      <w:r>
        <w:rPr>
          <w:bCs/>
        </w:rPr>
        <w:t xml:space="preserve">, </w:t>
      </w:r>
      <w:r w:rsidR="00AB2DE8">
        <w:rPr>
          <w:bCs/>
        </w:rPr>
        <w:t xml:space="preserve">certains silences de </w:t>
      </w:r>
      <w:proofErr w:type="spellStart"/>
      <w:r w:rsidR="00AB2DE8">
        <w:rPr>
          <w:bCs/>
        </w:rPr>
        <w:t>Matsui</w:t>
      </w:r>
      <w:proofErr w:type="spellEnd"/>
      <w:r>
        <w:rPr>
          <w:bCs/>
        </w:rPr>
        <w:t>.</w:t>
      </w:r>
    </w:p>
    <w:p w14:paraId="15101B9C" w14:textId="77777777" w:rsidR="00C90F8D" w:rsidRDefault="00AB2DE8">
      <w:pPr>
        <w:rPr>
          <w:bCs/>
        </w:rPr>
      </w:pPr>
      <w:r>
        <w:rPr>
          <w:bCs/>
        </w:rPr>
        <w:t>Forestier</w:t>
      </w:r>
      <w:r w:rsidR="00C90F8D">
        <w:rPr>
          <w:bCs/>
        </w:rPr>
        <w:t xml:space="preserve">, </w:t>
      </w:r>
      <w:r>
        <w:rPr>
          <w:bCs/>
        </w:rPr>
        <w:t>cependant</w:t>
      </w:r>
      <w:r w:rsidR="00C90F8D">
        <w:rPr>
          <w:bCs/>
        </w:rPr>
        <w:t xml:space="preserve">, </w:t>
      </w:r>
      <w:r>
        <w:rPr>
          <w:bCs/>
        </w:rPr>
        <w:t>s</w:t>
      </w:r>
      <w:r w:rsidR="00C90F8D">
        <w:rPr>
          <w:bCs/>
        </w:rPr>
        <w:t>’</w:t>
      </w:r>
      <w:r>
        <w:rPr>
          <w:bCs/>
        </w:rPr>
        <w:t>était remis à parler</w:t>
      </w:r>
      <w:r w:rsidR="00C90F8D">
        <w:rPr>
          <w:bCs/>
        </w:rPr>
        <w:t>.</w:t>
      </w:r>
    </w:p>
    <w:p w14:paraId="7FE4F253" w14:textId="4AA0C771" w:rsidR="00C90F8D" w:rsidRDefault="00C90F8D">
      <w:pPr>
        <w:rPr>
          <w:bCs/>
        </w:rPr>
      </w:pPr>
    </w:p>
    <w:p w14:paraId="679419A0" w14:textId="77777777" w:rsidR="00C90F8D" w:rsidRDefault="00C90F8D">
      <w:pPr>
        <w:rPr>
          <w:bCs/>
        </w:rPr>
      </w:pPr>
      <w:r>
        <w:rPr>
          <w:bCs/>
        </w:rPr>
        <w:t>— </w:t>
      </w:r>
      <w:r w:rsidR="00AB2DE8">
        <w:rPr>
          <w:bCs/>
        </w:rPr>
        <w:t>Un jour de 1918</w:t>
      </w:r>
      <w:r>
        <w:rPr>
          <w:bCs/>
        </w:rPr>
        <w:t xml:space="preserve"> – </w:t>
      </w:r>
      <w:r w:rsidR="00AB2DE8">
        <w:rPr>
          <w:bCs/>
        </w:rPr>
        <w:t>l</w:t>
      </w:r>
      <w:r>
        <w:rPr>
          <w:bCs/>
        </w:rPr>
        <w:t>’</w:t>
      </w:r>
      <w:r w:rsidR="00AB2DE8">
        <w:rPr>
          <w:bCs/>
        </w:rPr>
        <w:t>été approchait de sa fin</w:t>
      </w:r>
      <w:r>
        <w:rPr>
          <w:bCs/>
        </w:rPr>
        <w:t xml:space="preserve">, </w:t>
      </w:r>
      <w:r w:rsidR="00AB2DE8">
        <w:rPr>
          <w:bCs/>
        </w:rPr>
        <w:t>et des nuages blancs passaient dans le ciel bleu pâle</w:t>
      </w:r>
      <w:r>
        <w:rPr>
          <w:bCs/>
        </w:rPr>
        <w:t xml:space="preserve"> – </w:t>
      </w:r>
      <w:r w:rsidR="00AB2DE8">
        <w:rPr>
          <w:bCs/>
        </w:rPr>
        <w:t>un événement quasi miraculeux se produisit</w:t>
      </w:r>
      <w:r>
        <w:rPr>
          <w:bCs/>
        </w:rPr>
        <w:t>.</w:t>
      </w:r>
    </w:p>
    <w:p w14:paraId="43ABEED8" w14:textId="77777777" w:rsidR="00C90F8D" w:rsidRDefault="00AB2DE8">
      <w:pPr>
        <w:rPr>
          <w:bCs/>
        </w:rPr>
      </w:pPr>
      <w:r>
        <w:rPr>
          <w:bCs/>
        </w:rPr>
        <w:t>J</w:t>
      </w:r>
      <w:r w:rsidR="00C90F8D">
        <w:rPr>
          <w:bCs/>
        </w:rPr>
        <w:t>’</w:t>
      </w:r>
      <w:r>
        <w:rPr>
          <w:bCs/>
        </w:rPr>
        <w:t xml:space="preserve">étais en train de prendre mon repas de midi dans cette salle à manger qui avait connu les grandes réceptions du général </w:t>
      </w:r>
      <w:proofErr w:type="spellStart"/>
      <w:r>
        <w:rPr>
          <w:bCs/>
        </w:rPr>
        <w:t>Ordonov</w:t>
      </w:r>
      <w:proofErr w:type="spellEnd"/>
      <w:r w:rsidR="00C90F8D">
        <w:rPr>
          <w:bCs/>
        </w:rPr>
        <w:t xml:space="preserve">, </w:t>
      </w:r>
      <w:r>
        <w:rPr>
          <w:bCs/>
        </w:rPr>
        <w:t>lorsqu</w:t>
      </w:r>
      <w:r w:rsidR="00C90F8D">
        <w:rPr>
          <w:bCs/>
        </w:rPr>
        <w:t>’</w:t>
      </w:r>
      <w:r>
        <w:rPr>
          <w:bCs/>
        </w:rPr>
        <w:t>un ronflement de moteur</w:t>
      </w:r>
      <w:r w:rsidR="00C90F8D">
        <w:rPr>
          <w:bCs/>
        </w:rPr>
        <w:t xml:space="preserve">, </w:t>
      </w:r>
      <w:r>
        <w:rPr>
          <w:bCs/>
        </w:rPr>
        <w:t>suivi de l</w:t>
      </w:r>
      <w:r w:rsidR="00C90F8D">
        <w:rPr>
          <w:bCs/>
        </w:rPr>
        <w:t>’</w:t>
      </w:r>
      <w:r>
        <w:rPr>
          <w:bCs/>
        </w:rPr>
        <w:t>appel d</w:t>
      </w:r>
      <w:r w:rsidR="00C90F8D">
        <w:rPr>
          <w:bCs/>
        </w:rPr>
        <w:t>’</w:t>
      </w:r>
      <w:r>
        <w:rPr>
          <w:bCs/>
        </w:rPr>
        <w:t>une trompe d</w:t>
      </w:r>
      <w:r w:rsidR="00C90F8D">
        <w:rPr>
          <w:bCs/>
        </w:rPr>
        <w:t>’</w:t>
      </w:r>
      <w:r>
        <w:rPr>
          <w:bCs/>
        </w:rPr>
        <w:t>automobile</w:t>
      </w:r>
      <w:r w:rsidR="00C90F8D">
        <w:rPr>
          <w:bCs/>
        </w:rPr>
        <w:t xml:space="preserve">, </w:t>
      </w:r>
      <w:r>
        <w:rPr>
          <w:bCs/>
        </w:rPr>
        <w:t>se fit entendre</w:t>
      </w:r>
      <w:r w:rsidR="00C90F8D">
        <w:rPr>
          <w:bCs/>
        </w:rPr>
        <w:t>.</w:t>
      </w:r>
    </w:p>
    <w:p w14:paraId="555B896B" w14:textId="77777777" w:rsidR="00C90F8D" w:rsidRDefault="00AB2DE8">
      <w:pPr>
        <w:rPr>
          <w:bCs/>
        </w:rPr>
      </w:pPr>
      <w:r>
        <w:rPr>
          <w:bCs/>
        </w:rPr>
        <w:t>Le Tartare qui me servait avait bondi au-dehors</w:t>
      </w:r>
      <w:r w:rsidR="00C90F8D">
        <w:rPr>
          <w:bCs/>
        </w:rPr>
        <w:t xml:space="preserve">. </w:t>
      </w:r>
      <w:r>
        <w:rPr>
          <w:bCs/>
        </w:rPr>
        <w:t>Je n</w:t>
      </w:r>
      <w:r w:rsidR="00C90F8D">
        <w:rPr>
          <w:bCs/>
        </w:rPr>
        <w:t>’</w:t>
      </w:r>
      <w:r>
        <w:rPr>
          <w:bCs/>
        </w:rPr>
        <w:t>eus pas moi-même le temps de sortir qu</w:t>
      </w:r>
      <w:r w:rsidR="00C90F8D">
        <w:rPr>
          <w:bCs/>
        </w:rPr>
        <w:t>’</w:t>
      </w:r>
      <w:r>
        <w:rPr>
          <w:bCs/>
        </w:rPr>
        <w:t>il était déjà de retour</w:t>
      </w:r>
      <w:r w:rsidR="00C90F8D">
        <w:rPr>
          <w:bCs/>
        </w:rPr>
        <w:t xml:space="preserve">. </w:t>
      </w:r>
      <w:r>
        <w:rPr>
          <w:bCs/>
        </w:rPr>
        <w:t>Il dansait et chantait</w:t>
      </w:r>
      <w:r w:rsidR="00C90F8D">
        <w:rPr>
          <w:bCs/>
        </w:rPr>
        <w:t>.</w:t>
      </w:r>
    </w:p>
    <w:p w14:paraId="11941BFF" w14:textId="77777777" w:rsidR="00C90F8D" w:rsidRDefault="00C90F8D">
      <w:pPr>
        <w:rPr>
          <w:bCs/>
        </w:rPr>
      </w:pPr>
      <w:r>
        <w:rPr>
          <w:rFonts w:eastAsia="Georgia"/>
        </w:rPr>
        <w:t>— </w:t>
      </w:r>
      <w:r w:rsidR="00AB2DE8">
        <w:rPr>
          <w:bCs/>
        </w:rPr>
        <w:t>Qu</w:t>
      </w:r>
      <w:r>
        <w:rPr>
          <w:bCs/>
        </w:rPr>
        <w:t>’</w:t>
      </w:r>
      <w:r w:rsidR="00AB2DE8">
        <w:rPr>
          <w:bCs/>
        </w:rPr>
        <w:t>y a-t-il</w:t>
      </w:r>
      <w:r>
        <w:rPr>
          <w:bCs/>
        </w:rPr>
        <w:t> ?</w:t>
      </w:r>
    </w:p>
    <w:p w14:paraId="5425AEFC" w14:textId="77777777" w:rsidR="00C90F8D" w:rsidRDefault="00C90F8D">
      <w:pPr>
        <w:rPr>
          <w:bCs/>
        </w:rPr>
      </w:pPr>
      <w:r>
        <w:rPr>
          <w:rFonts w:eastAsia="Georgia"/>
        </w:rPr>
        <w:t>— </w:t>
      </w:r>
      <w:r w:rsidR="00AB2DE8">
        <w:rPr>
          <w:bCs/>
        </w:rPr>
        <w:t>Monsieur le directeur</w:t>
      </w:r>
      <w:r>
        <w:rPr>
          <w:bCs/>
        </w:rPr>
        <w:t xml:space="preserve">, </w:t>
      </w:r>
      <w:r w:rsidR="00AB2DE8">
        <w:rPr>
          <w:bCs/>
        </w:rPr>
        <w:t>c</w:t>
      </w:r>
      <w:r>
        <w:rPr>
          <w:bCs/>
        </w:rPr>
        <w:t>’</w:t>
      </w:r>
      <w:r w:rsidR="00AB2DE8">
        <w:rPr>
          <w:bCs/>
        </w:rPr>
        <w:t>est Georges</w:t>
      </w:r>
      <w:r>
        <w:rPr>
          <w:bCs/>
        </w:rPr>
        <w:t>.</w:t>
      </w:r>
    </w:p>
    <w:p w14:paraId="3562486E" w14:textId="77777777" w:rsidR="00C90F8D" w:rsidRDefault="00C90F8D">
      <w:pPr>
        <w:rPr>
          <w:bCs/>
        </w:rPr>
      </w:pPr>
      <w:r>
        <w:rPr>
          <w:rFonts w:eastAsia="Georgia"/>
        </w:rPr>
        <w:lastRenderedPageBreak/>
        <w:t>— </w:t>
      </w:r>
      <w:r w:rsidR="00AB2DE8">
        <w:rPr>
          <w:bCs/>
        </w:rPr>
        <w:t>Qui</w:t>
      </w:r>
      <w:r>
        <w:rPr>
          <w:bCs/>
        </w:rPr>
        <w:t xml:space="preserve">, </w:t>
      </w:r>
      <w:r w:rsidR="00AB2DE8">
        <w:rPr>
          <w:bCs/>
        </w:rPr>
        <w:t>Georges</w:t>
      </w:r>
      <w:r>
        <w:rPr>
          <w:bCs/>
        </w:rPr>
        <w:t> ?</w:t>
      </w:r>
    </w:p>
    <w:p w14:paraId="7FCCBE43" w14:textId="77777777" w:rsidR="00C90F8D" w:rsidRDefault="00C90F8D">
      <w:pPr>
        <w:rPr>
          <w:bCs/>
        </w:rPr>
      </w:pPr>
      <w:r>
        <w:rPr>
          <w:rFonts w:eastAsia="Georgia"/>
        </w:rPr>
        <w:t>— </w:t>
      </w:r>
      <w:r w:rsidR="00AB2DE8">
        <w:rPr>
          <w:bCs/>
        </w:rPr>
        <w:t>Monsieur le directeur ne se souvient pas</w:t>
      </w:r>
      <w:r>
        <w:rPr>
          <w:bCs/>
        </w:rPr>
        <w:t> ?</w:t>
      </w:r>
    </w:p>
    <w:p w14:paraId="2150E73E" w14:textId="77777777" w:rsidR="00C90F8D" w:rsidRDefault="00AB2DE8">
      <w:pPr>
        <w:rPr>
          <w:bCs/>
        </w:rPr>
      </w:pPr>
      <w:r>
        <w:rPr>
          <w:bCs/>
        </w:rPr>
        <w:t>J</w:t>
      </w:r>
      <w:r w:rsidR="00C90F8D">
        <w:rPr>
          <w:bCs/>
        </w:rPr>
        <w:t>’</w:t>
      </w:r>
      <w:r>
        <w:rPr>
          <w:bCs/>
        </w:rPr>
        <w:t>avais beau fouiller dans ma mémoire</w:t>
      </w:r>
      <w:r w:rsidR="00C90F8D">
        <w:rPr>
          <w:bCs/>
        </w:rPr>
        <w:t xml:space="preserve">, </w:t>
      </w:r>
      <w:r>
        <w:rPr>
          <w:bCs/>
        </w:rPr>
        <w:t>je ne réussissais pas à y découvrir qui était ce Georges</w:t>
      </w:r>
      <w:r w:rsidR="00C90F8D">
        <w:rPr>
          <w:bCs/>
        </w:rPr>
        <w:t xml:space="preserve">. </w:t>
      </w:r>
      <w:r>
        <w:rPr>
          <w:bCs/>
        </w:rPr>
        <w:t>Je n</w:t>
      </w:r>
      <w:r w:rsidR="00C90F8D">
        <w:rPr>
          <w:bCs/>
        </w:rPr>
        <w:t>’</w:t>
      </w:r>
      <w:r>
        <w:rPr>
          <w:bCs/>
        </w:rPr>
        <w:t>y parvins pas davantage quand il fut devant moi</w:t>
      </w:r>
      <w:r w:rsidR="00C90F8D">
        <w:rPr>
          <w:bCs/>
        </w:rPr>
        <w:t>.</w:t>
      </w:r>
    </w:p>
    <w:p w14:paraId="75E4C798" w14:textId="77777777" w:rsidR="00C90F8D" w:rsidRDefault="00AB2DE8">
      <w:pPr>
        <w:rPr>
          <w:bCs/>
        </w:rPr>
      </w:pPr>
      <w:r>
        <w:rPr>
          <w:bCs/>
        </w:rPr>
        <w:t>Introduit par les Tartares</w:t>
      </w:r>
      <w:r w:rsidR="00C90F8D">
        <w:rPr>
          <w:bCs/>
        </w:rPr>
        <w:t xml:space="preserve">, </w:t>
      </w:r>
      <w:r>
        <w:rPr>
          <w:bCs/>
        </w:rPr>
        <w:t>je vis entrer un homme d</w:t>
      </w:r>
      <w:r w:rsidR="00C90F8D">
        <w:rPr>
          <w:bCs/>
        </w:rPr>
        <w:t>’</w:t>
      </w:r>
      <w:r>
        <w:rPr>
          <w:bCs/>
        </w:rPr>
        <w:t>une trentaine d</w:t>
      </w:r>
      <w:r w:rsidR="00C90F8D">
        <w:rPr>
          <w:bCs/>
        </w:rPr>
        <w:t>’</w:t>
      </w:r>
      <w:r>
        <w:rPr>
          <w:bCs/>
        </w:rPr>
        <w:t>années</w:t>
      </w:r>
      <w:r w:rsidR="00C90F8D">
        <w:rPr>
          <w:bCs/>
        </w:rPr>
        <w:t xml:space="preserve">, </w:t>
      </w:r>
      <w:r>
        <w:rPr>
          <w:bCs/>
        </w:rPr>
        <w:t>engoncé dans une capote de lieutenant de l</w:t>
      </w:r>
      <w:r w:rsidR="00C90F8D">
        <w:rPr>
          <w:bCs/>
        </w:rPr>
        <w:t>’</w:t>
      </w:r>
      <w:r>
        <w:rPr>
          <w:bCs/>
        </w:rPr>
        <w:t>armée russe</w:t>
      </w:r>
      <w:r w:rsidR="00C90F8D">
        <w:rPr>
          <w:bCs/>
        </w:rPr>
        <w:t xml:space="preserve">, </w:t>
      </w:r>
      <w:r>
        <w:rPr>
          <w:bCs/>
        </w:rPr>
        <w:t>mais avec des détails de costume</w:t>
      </w:r>
      <w:r w:rsidR="00C90F8D">
        <w:rPr>
          <w:bCs/>
        </w:rPr>
        <w:t xml:space="preserve">, </w:t>
      </w:r>
      <w:r>
        <w:rPr>
          <w:bCs/>
        </w:rPr>
        <w:t>des insignes</w:t>
      </w:r>
      <w:r w:rsidR="00C90F8D">
        <w:rPr>
          <w:bCs/>
        </w:rPr>
        <w:t xml:space="preserve">, </w:t>
      </w:r>
      <w:r>
        <w:rPr>
          <w:bCs/>
        </w:rPr>
        <w:t>des écussons que je ne connaissais pas</w:t>
      </w:r>
      <w:r w:rsidR="00C90F8D">
        <w:rPr>
          <w:bCs/>
        </w:rPr>
        <w:t xml:space="preserve">. </w:t>
      </w:r>
      <w:r>
        <w:rPr>
          <w:bCs/>
        </w:rPr>
        <w:t>Georges eut le bon goût de ne pas différer les éclaircissements que mon attitude un peu sur le qui-vive exigeait de lui</w:t>
      </w:r>
      <w:r w:rsidR="00C90F8D">
        <w:rPr>
          <w:bCs/>
        </w:rPr>
        <w:t xml:space="preserve">. </w:t>
      </w:r>
      <w:r>
        <w:rPr>
          <w:bCs/>
        </w:rPr>
        <w:t>Ex-sous-officier dans l</w:t>
      </w:r>
      <w:r w:rsidR="00C90F8D">
        <w:rPr>
          <w:bCs/>
        </w:rPr>
        <w:t>’</w:t>
      </w:r>
      <w:r>
        <w:rPr>
          <w:bCs/>
        </w:rPr>
        <w:t>armée autrichienne</w:t>
      </w:r>
      <w:r w:rsidR="00C90F8D">
        <w:rPr>
          <w:bCs/>
        </w:rPr>
        <w:t xml:space="preserve">, </w:t>
      </w:r>
      <w:r>
        <w:rPr>
          <w:bCs/>
        </w:rPr>
        <w:t>prisonnier de guerre</w:t>
      </w:r>
      <w:r w:rsidR="00C90F8D">
        <w:rPr>
          <w:bCs/>
        </w:rPr>
        <w:t xml:space="preserve">, </w:t>
      </w:r>
      <w:r>
        <w:rPr>
          <w:bCs/>
        </w:rPr>
        <w:t>il avait été pendant deux ans employé à l</w:t>
      </w:r>
      <w:r w:rsidR="00C90F8D">
        <w:rPr>
          <w:bCs/>
        </w:rPr>
        <w:t>’</w:t>
      </w:r>
      <w:r>
        <w:rPr>
          <w:bCs/>
        </w:rPr>
        <w:t>usine</w:t>
      </w:r>
      <w:r w:rsidR="00C90F8D">
        <w:rPr>
          <w:bCs/>
        </w:rPr>
        <w:t xml:space="preserve">. </w:t>
      </w:r>
      <w:r>
        <w:rPr>
          <w:bCs/>
        </w:rPr>
        <w:t>Il était parti l</w:t>
      </w:r>
      <w:r w:rsidR="00C90F8D">
        <w:rPr>
          <w:bCs/>
        </w:rPr>
        <w:t>’</w:t>
      </w:r>
      <w:r>
        <w:rPr>
          <w:bCs/>
        </w:rPr>
        <w:t>un des premiers</w:t>
      </w:r>
      <w:r w:rsidR="00C90F8D">
        <w:rPr>
          <w:bCs/>
        </w:rPr>
        <w:t xml:space="preserve">, </w:t>
      </w:r>
      <w:r>
        <w:rPr>
          <w:bCs/>
        </w:rPr>
        <w:t>à la faveur de l</w:t>
      </w:r>
      <w:r w:rsidR="00C90F8D">
        <w:rPr>
          <w:bCs/>
        </w:rPr>
        <w:t>’</w:t>
      </w:r>
      <w:r>
        <w:rPr>
          <w:bCs/>
        </w:rPr>
        <w:t>anarchie commençante</w:t>
      </w:r>
      <w:r w:rsidR="00C90F8D">
        <w:rPr>
          <w:bCs/>
        </w:rPr>
        <w:t xml:space="preserve">. </w:t>
      </w:r>
      <w:r>
        <w:rPr>
          <w:bCs/>
        </w:rPr>
        <w:t>Je t</w:t>
      </w:r>
      <w:r w:rsidR="00C90F8D">
        <w:rPr>
          <w:bCs/>
        </w:rPr>
        <w:t>’</w:t>
      </w:r>
      <w:r>
        <w:rPr>
          <w:bCs/>
        </w:rPr>
        <w:t>ai dit tout à l</w:t>
      </w:r>
      <w:r w:rsidR="00C90F8D">
        <w:rPr>
          <w:bCs/>
        </w:rPr>
        <w:t>’</w:t>
      </w:r>
      <w:r>
        <w:rPr>
          <w:bCs/>
        </w:rPr>
        <w:t>heure que je n</w:t>
      </w:r>
      <w:r w:rsidR="00C90F8D">
        <w:rPr>
          <w:bCs/>
        </w:rPr>
        <w:t>’</w:t>
      </w:r>
      <w:r>
        <w:rPr>
          <w:bCs/>
        </w:rPr>
        <w:t>avais eu ni le pouvoir</w:t>
      </w:r>
      <w:r w:rsidR="00C90F8D">
        <w:rPr>
          <w:bCs/>
        </w:rPr>
        <w:t xml:space="preserve">, </w:t>
      </w:r>
      <w:r>
        <w:rPr>
          <w:bCs/>
        </w:rPr>
        <w:t>ni la volonté de m</w:t>
      </w:r>
      <w:r w:rsidR="00C90F8D">
        <w:rPr>
          <w:bCs/>
        </w:rPr>
        <w:t>’</w:t>
      </w:r>
      <w:r>
        <w:rPr>
          <w:bCs/>
        </w:rPr>
        <w:t>opposer à ce genre d</w:t>
      </w:r>
      <w:r w:rsidR="00C90F8D">
        <w:rPr>
          <w:bCs/>
        </w:rPr>
        <w:t>’</w:t>
      </w:r>
      <w:r>
        <w:rPr>
          <w:bCs/>
        </w:rPr>
        <w:t>exode</w:t>
      </w:r>
      <w:r w:rsidR="00C90F8D">
        <w:rPr>
          <w:bCs/>
        </w:rPr>
        <w:t xml:space="preserve">. </w:t>
      </w:r>
      <w:r>
        <w:rPr>
          <w:bCs/>
        </w:rPr>
        <w:t>Maintenant</w:t>
      </w:r>
      <w:r w:rsidR="00C90F8D">
        <w:rPr>
          <w:bCs/>
        </w:rPr>
        <w:t xml:space="preserve">, </w:t>
      </w:r>
      <w:r>
        <w:rPr>
          <w:bCs/>
        </w:rPr>
        <w:t>il était de retour</w:t>
      </w:r>
      <w:r w:rsidR="00C90F8D">
        <w:rPr>
          <w:bCs/>
        </w:rPr>
        <w:t xml:space="preserve">, </w:t>
      </w:r>
      <w:r>
        <w:rPr>
          <w:bCs/>
        </w:rPr>
        <w:t>sous un uniforme</w:t>
      </w:r>
      <w:r w:rsidR="00C90F8D">
        <w:rPr>
          <w:bCs/>
        </w:rPr>
        <w:t xml:space="preserve">, </w:t>
      </w:r>
      <w:r>
        <w:rPr>
          <w:bCs/>
        </w:rPr>
        <w:t>m</w:t>
      </w:r>
      <w:r w:rsidR="00C90F8D">
        <w:rPr>
          <w:bCs/>
        </w:rPr>
        <w:t>’</w:t>
      </w:r>
      <w:r>
        <w:rPr>
          <w:bCs/>
        </w:rPr>
        <w:t>expliqua-t-il</w:t>
      </w:r>
      <w:r w:rsidR="00C90F8D">
        <w:rPr>
          <w:bCs/>
        </w:rPr>
        <w:t xml:space="preserve">, </w:t>
      </w:r>
      <w:r>
        <w:rPr>
          <w:bCs/>
        </w:rPr>
        <w:t>qui n</w:t>
      </w:r>
      <w:r w:rsidR="00C90F8D">
        <w:rPr>
          <w:bCs/>
        </w:rPr>
        <w:t>’</w:t>
      </w:r>
      <w:r>
        <w:rPr>
          <w:bCs/>
        </w:rPr>
        <w:t>était pas un déguisement</w:t>
      </w:r>
      <w:r w:rsidR="00C90F8D">
        <w:rPr>
          <w:bCs/>
        </w:rPr>
        <w:t xml:space="preserve">. </w:t>
      </w:r>
      <w:r>
        <w:rPr>
          <w:bCs/>
        </w:rPr>
        <w:t>Je congédiai les Tartares</w:t>
      </w:r>
      <w:r w:rsidR="00C90F8D">
        <w:rPr>
          <w:bCs/>
        </w:rPr>
        <w:t xml:space="preserve">, </w:t>
      </w:r>
      <w:r>
        <w:rPr>
          <w:bCs/>
        </w:rPr>
        <w:t>et</w:t>
      </w:r>
      <w:r w:rsidR="00C90F8D">
        <w:rPr>
          <w:bCs/>
        </w:rPr>
        <w:t xml:space="preserve">, </w:t>
      </w:r>
      <w:r>
        <w:rPr>
          <w:bCs/>
        </w:rPr>
        <w:t>l</w:t>
      </w:r>
      <w:r w:rsidR="00C90F8D">
        <w:rPr>
          <w:bCs/>
        </w:rPr>
        <w:t>’</w:t>
      </w:r>
      <w:r>
        <w:rPr>
          <w:bCs/>
        </w:rPr>
        <w:t>ayant fait asseoir</w:t>
      </w:r>
      <w:r w:rsidR="00C90F8D">
        <w:rPr>
          <w:bCs/>
        </w:rPr>
        <w:t xml:space="preserve">, </w:t>
      </w:r>
      <w:r>
        <w:rPr>
          <w:bCs/>
        </w:rPr>
        <w:t>je l</w:t>
      </w:r>
      <w:r w:rsidR="00C90F8D">
        <w:rPr>
          <w:bCs/>
        </w:rPr>
        <w:t>’</w:t>
      </w:r>
      <w:r>
        <w:rPr>
          <w:bCs/>
        </w:rPr>
        <w:t>écoutai</w:t>
      </w:r>
      <w:r w:rsidR="00C90F8D">
        <w:rPr>
          <w:bCs/>
        </w:rPr>
        <w:t xml:space="preserve">. </w:t>
      </w:r>
      <w:r>
        <w:rPr>
          <w:bCs/>
        </w:rPr>
        <w:t>Ce qu</w:t>
      </w:r>
      <w:r w:rsidR="00C90F8D">
        <w:rPr>
          <w:bCs/>
        </w:rPr>
        <w:t>’</w:t>
      </w:r>
      <w:r>
        <w:rPr>
          <w:bCs/>
        </w:rPr>
        <w:t>il avait à me dire</w:t>
      </w:r>
      <w:r w:rsidR="00C90F8D">
        <w:rPr>
          <w:bCs/>
        </w:rPr>
        <w:t xml:space="preserve">, </w:t>
      </w:r>
      <w:r>
        <w:rPr>
          <w:bCs/>
        </w:rPr>
        <w:t>ainsi que tu vas le voir</w:t>
      </w:r>
      <w:r w:rsidR="00C90F8D">
        <w:rPr>
          <w:bCs/>
        </w:rPr>
        <w:t xml:space="preserve">, </w:t>
      </w:r>
      <w:r>
        <w:rPr>
          <w:bCs/>
        </w:rPr>
        <w:t>était loin d</w:t>
      </w:r>
      <w:r w:rsidR="00C90F8D">
        <w:rPr>
          <w:bCs/>
        </w:rPr>
        <w:t>’</w:t>
      </w:r>
      <w:r>
        <w:rPr>
          <w:bCs/>
        </w:rPr>
        <w:t>être dénué d</w:t>
      </w:r>
      <w:r w:rsidR="00C90F8D">
        <w:rPr>
          <w:bCs/>
        </w:rPr>
        <w:t>’</w:t>
      </w:r>
      <w:r>
        <w:rPr>
          <w:bCs/>
        </w:rPr>
        <w:t>intérêt</w:t>
      </w:r>
      <w:r w:rsidR="00C90F8D">
        <w:rPr>
          <w:bCs/>
        </w:rPr>
        <w:t>.</w:t>
      </w:r>
    </w:p>
    <w:p w14:paraId="368AD27C" w14:textId="77777777" w:rsidR="00C90F8D" w:rsidRDefault="00AB2DE8">
      <w:pPr>
        <w:rPr>
          <w:bCs/>
        </w:rPr>
      </w:pPr>
      <w:r>
        <w:rPr>
          <w:bCs/>
        </w:rPr>
        <w:t>Né aux environs de Prague</w:t>
      </w:r>
      <w:r w:rsidR="00C90F8D">
        <w:rPr>
          <w:bCs/>
        </w:rPr>
        <w:t xml:space="preserve">, </w:t>
      </w:r>
      <w:r>
        <w:rPr>
          <w:bCs/>
        </w:rPr>
        <w:t>Georges était Tchèque</w:t>
      </w:r>
      <w:r w:rsidR="00C90F8D">
        <w:rPr>
          <w:bCs/>
        </w:rPr>
        <w:t xml:space="preserve">, </w:t>
      </w:r>
      <w:r>
        <w:rPr>
          <w:bCs/>
        </w:rPr>
        <w:t>et</w:t>
      </w:r>
      <w:r w:rsidR="00C90F8D">
        <w:rPr>
          <w:bCs/>
        </w:rPr>
        <w:t xml:space="preserve">, </w:t>
      </w:r>
      <w:r>
        <w:rPr>
          <w:bCs/>
        </w:rPr>
        <w:t>comme tel</w:t>
      </w:r>
      <w:r w:rsidR="00C90F8D">
        <w:rPr>
          <w:bCs/>
        </w:rPr>
        <w:t xml:space="preserve">, </w:t>
      </w:r>
      <w:r>
        <w:rPr>
          <w:bCs/>
        </w:rPr>
        <w:t>il ne nourrissait qu</w:t>
      </w:r>
      <w:r w:rsidR="00C90F8D">
        <w:rPr>
          <w:bCs/>
        </w:rPr>
        <w:t>’</w:t>
      </w:r>
      <w:r>
        <w:rPr>
          <w:bCs/>
        </w:rPr>
        <w:t>une sympathie modérée pour les Autrichiens qui l</w:t>
      </w:r>
      <w:r w:rsidR="00C90F8D">
        <w:rPr>
          <w:bCs/>
        </w:rPr>
        <w:t>’</w:t>
      </w:r>
      <w:r>
        <w:rPr>
          <w:bCs/>
        </w:rPr>
        <w:t>avaient enrôlé dans leur armée</w:t>
      </w:r>
      <w:r w:rsidR="00C90F8D">
        <w:rPr>
          <w:bCs/>
        </w:rPr>
        <w:t xml:space="preserve">, </w:t>
      </w:r>
      <w:r>
        <w:rPr>
          <w:bCs/>
        </w:rPr>
        <w:t>pour les Allemands qui avaient contraint l</w:t>
      </w:r>
      <w:r w:rsidR="00C90F8D">
        <w:rPr>
          <w:bCs/>
        </w:rPr>
        <w:t>’</w:t>
      </w:r>
      <w:r>
        <w:rPr>
          <w:bCs/>
        </w:rPr>
        <w:t>Autriche à entrer en guerre</w:t>
      </w:r>
      <w:r w:rsidR="00C90F8D">
        <w:rPr>
          <w:bCs/>
        </w:rPr>
        <w:t xml:space="preserve">, </w:t>
      </w:r>
      <w:r>
        <w:rPr>
          <w:bCs/>
        </w:rPr>
        <w:t>pour les Russes dont il n</w:t>
      </w:r>
      <w:r w:rsidR="00C90F8D">
        <w:rPr>
          <w:bCs/>
        </w:rPr>
        <w:t>’</w:t>
      </w:r>
      <w:r>
        <w:rPr>
          <w:bCs/>
        </w:rPr>
        <w:t>avait pas eu beaucoup à se louer durant sa captivité</w:t>
      </w:r>
      <w:r w:rsidR="00C90F8D">
        <w:rPr>
          <w:bCs/>
        </w:rPr>
        <w:t xml:space="preserve">. </w:t>
      </w:r>
      <w:r>
        <w:rPr>
          <w:bCs/>
        </w:rPr>
        <w:t>Sa bonne étoile l</w:t>
      </w:r>
      <w:r w:rsidR="00C90F8D">
        <w:rPr>
          <w:bCs/>
        </w:rPr>
        <w:t>’</w:t>
      </w:r>
      <w:r>
        <w:rPr>
          <w:bCs/>
        </w:rPr>
        <w:t>avait fait affecter à notre usine</w:t>
      </w:r>
      <w:r w:rsidR="00C90F8D">
        <w:rPr>
          <w:bCs/>
        </w:rPr>
        <w:t xml:space="preserve">, </w:t>
      </w:r>
      <w:r>
        <w:rPr>
          <w:bCs/>
        </w:rPr>
        <w:t>et il gardait un excellent souvenir du temps qu</w:t>
      </w:r>
      <w:r w:rsidR="00C90F8D">
        <w:rPr>
          <w:bCs/>
        </w:rPr>
        <w:t>’</w:t>
      </w:r>
      <w:r>
        <w:rPr>
          <w:bCs/>
        </w:rPr>
        <w:t>il y avait passé</w:t>
      </w:r>
      <w:r w:rsidR="00C90F8D">
        <w:rPr>
          <w:bCs/>
        </w:rPr>
        <w:t xml:space="preserve">. </w:t>
      </w:r>
      <w:r>
        <w:rPr>
          <w:bCs/>
        </w:rPr>
        <w:t>Il s</w:t>
      </w:r>
      <w:r w:rsidR="00C90F8D">
        <w:rPr>
          <w:bCs/>
        </w:rPr>
        <w:t>’</w:t>
      </w:r>
      <w:r>
        <w:rPr>
          <w:bCs/>
        </w:rPr>
        <w:t>exprimait avec un enjouement</w:t>
      </w:r>
      <w:r w:rsidR="00C90F8D">
        <w:rPr>
          <w:bCs/>
        </w:rPr>
        <w:t xml:space="preserve">, </w:t>
      </w:r>
      <w:r>
        <w:rPr>
          <w:bCs/>
        </w:rPr>
        <w:t>un air de franchise qui me conquirent vite</w:t>
      </w:r>
      <w:r w:rsidR="00C90F8D">
        <w:rPr>
          <w:bCs/>
        </w:rPr>
        <w:t xml:space="preserve">, </w:t>
      </w:r>
      <w:r>
        <w:rPr>
          <w:bCs/>
        </w:rPr>
        <w:t>trop heureux que j</w:t>
      </w:r>
      <w:r w:rsidR="00C90F8D">
        <w:rPr>
          <w:bCs/>
        </w:rPr>
        <w:t>’</w:t>
      </w:r>
      <w:r>
        <w:rPr>
          <w:bCs/>
        </w:rPr>
        <w:t>étais</w:t>
      </w:r>
      <w:r w:rsidR="00C90F8D">
        <w:rPr>
          <w:bCs/>
        </w:rPr>
        <w:t xml:space="preserve">, </w:t>
      </w:r>
      <w:r>
        <w:rPr>
          <w:bCs/>
        </w:rPr>
        <w:t>par ailleurs</w:t>
      </w:r>
      <w:r w:rsidR="00C90F8D">
        <w:rPr>
          <w:bCs/>
        </w:rPr>
        <w:t xml:space="preserve">, </w:t>
      </w:r>
      <w:r>
        <w:rPr>
          <w:bCs/>
        </w:rPr>
        <w:t>de cette aubaine inattendue</w:t>
      </w:r>
      <w:r w:rsidR="00C90F8D">
        <w:rPr>
          <w:bCs/>
        </w:rPr>
        <w:t xml:space="preserve">. </w:t>
      </w:r>
      <w:r>
        <w:rPr>
          <w:bCs/>
        </w:rPr>
        <w:t xml:space="preserve">Je ne le laissai pas entrer </w:t>
      </w:r>
      <w:r>
        <w:rPr>
          <w:bCs/>
        </w:rPr>
        <w:lastRenderedPageBreak/>
        <w:t>davantage dans la voie des explications</w:t>
      </w:r>
      <w:r w:rsidR="00C90F8D">
        <w:rPr>
          <w:bCs/>
        </w:rPr>
        <w:t xml:space="preserve">. </w:t>
      </w:r>
      <w:r>
        <w:rPr>
          <w:bCs/>
        </w:rPr>
        <w:t>Il y avait bien six mois que je n</w:t>
      </w:r>
      <w:r w:rsidR="00C90F8D">
        <w:rPr>
          <w:bCs/>
        </w:rPr>
        <w:t>’</w:t>
      </w:r>
      <w:r>
        <w:rPr>
          <w:bCs/>
        </w:rPr>
        <w:t>avais mis les pieds dans la cachette aux liqueurs</w:t>
      </w:r>
      <w:r w:rsidR="00C90F8D">
        <w:rPr>
          <w:bCs/>
        </w:rPr>
        <w:t xml:space="preserve">. </w:t>
      </w:r>
      <w:r>
        <w:rPr>
          <w:bCs/>
        </w:rPr>
        <w:t>J</w:t>
      </w:r>
      <w:r w:rsidR="00C90F8D">
        <w:rPr>
          <w:bCs/>
        </w:rPr>
        <w:t>’</w:t>
      </w:r>
      <w:r>
        <w:rPr>
          <w:bCs/>
        </w:rPr>
        <w:t>y descendis tout exprès pour lui</w:t>
      </w:r>
      <w:r w:rsidR="00C90F8D">
        <w:rPr>
          <w:bCs/>
        </w:rPr>
        <w:t xml:space="preserve">, </w:t>
      </w:r>
      <w:r>
        <w:rPr>
          <w:bCs/>
        </w:rPr>
        <w:t>en remontai une bouteille prise au hasard</w:t>
      </w:r>
      <w:r w:rsidR="00C90F8D">
        <w:rPr>
          <w:bCs/>
        </w:rPr>
        <w:t xml:space="preserve">, </w:t>
      </w:r>
      <w:r>
        <w:rPr>
          <w:bCs/>
        </w:rPr>
        <w:t>et nous causâmes</w:t>
      </w:r>
      <w:r w:rsidR="00C90F8D">
        <w:rPr>
          <w:bCs/>
        </w:rPr>
        <w:t>.</w:t>
      </w:r>
    </w:p>
    <w:p w14:paraId="1A8435D8" w14:textId="77777777" w:rsidR="00C90F8D" w:rsidRDefault="00AB2DE8">
      <w:pPr>
        <w:rPr>
          <w:bCs/>
        </w:rPr>
      </w:pPr>
      <w:r>
        <w:rPr>
          <w:bCs/>
        </w:rPr>
        <w:t>Il me mit au courant des plus récentes nouvelles de la guerre</w:t>
      </w:r>
      <w:r w:rsidR="00C90F8D">
        <w:rPr>
          <w:bCs/>
        </w:rPr>
        <w:t xml:space="preserve">. </w:t>
      </w:r>
      <w:r>
        <w:rPr>
          <w:bCs/>
        </w:rPr>
        <w:t>Je ne savais plus rien des opérations sur le front occidental</w:t>
      </w:r>
      <w:r w:rsidR="00C90F8D">
        <w:rPr>
          <w:bCs/>
        </w:rPr>
        <w:t xml:space="preserve">, </w:t>
      </w:r>
      <w:r>
        <w:rPr>
          <w:bCs/>
        </w:rPr>
        <w:t>ni des progrès de la révolution en Russie</w:t>
      </w:r>
      <w:r w:rsidR="00C90F8D">
        <w:rPr>
          <w:bCs/>
        </w:rPr>
        <w:t xml:space="preserve">. </w:t>
      </w:r>
      <w:r>
        <w:rPr>
          <w:bCs/>
        </w:rPr>
        <w:t>Georges satisfit du mieux qu</w:t>
      </w:r>
      <w:r w:rsidR="00C90F8D">
        <w:rPr>
          <w:bCs/>
        </w:rPr>
        <w:t>’</w:t>
      </w:r>
      <w:r>
        <w:rPr>
          <w:bCs/>
        </w:rPr>
        <w:t>il put ma légitime curiosité</w:t>
      </w:r>
      <w:r w:rsidR="00C90F8D">
        <w:rPr>
          <w:bCs/>
        </w:rPr>
        <w:t xml:space="preserve">. </w:t>
      </w:r>
      <w:r>
        <w:rPr>
          <w:bCs/>
        </w:rPr>
        <w:t>Il termina son petit exposé en m</w:t>
      </w:r>
      <w:r w:rsidR="00C90F8D">
        <w:rPr>
          <w:bCs/>
        </w:rPr>
        <w:t>’</w:t>
      </w:r>
      <w:r>
        <w:rPr>
          <w:bCs/>
        </w:rPr>
        <w:t>apprenant la récente formation</w:t>
      </w:r>
      <w:r w:rsidR="00C90F8D">
        <w:rPr>
          <w:bCs/>
        </w:rPr>
        <w:t xml:space="preserve">, </w:t>
      </w:r>
      <w:r>
        <w:rPr>
          <w:bCs/>
        </w:rPr>
        <w:t>en Ukraine</w:t>
      </w:r>
      <w:r w:rsidR="00C90F8D">
        <w:rPr>
          <w:bCs/>
        </w:rPr>
        <w:t xml:space="preserve">, </w:t>
      </w:r>
      <w:r>
        <w:rPr>
          <w:bCs/>
        </w:rPr>
        <w:t>sous les auspices de l</w:t>
      </w:r>
      <w:r w:rsidR="00C90F8D">
        <w:rPr>
          <w:bCs/>
        </w:rPr>
        <w:t>’</w:t>
      </w:r>
      <w:r>
        <w:rPr>
          <w:bCs/>
        </w:rPr>
        <w:t>Angleterre et de la France</w:t>
      </w:r>
      <w:r w:rsidR="00C90F8D">
        <w:rPr>
          <w:bCs/>
        </w:rPr>
        <w:t xml:space="preserve">, </w:t>
      </w:r>
      <w:r>
        <w:rPr>
          <w:bCs/>
        </w:rPr>
        <w:t>de légions tchécoslovaques</w:t>
      </w:r>
      <w:r w:rsidR="00C90F8D">
        <w:rPr>
          <w:bCs/>
        </w:rPr>
        <w:t xml:space="preserve">, </w:t>
      </w:r>
      <w:r>
        <w:rPr>
          <w:bCs/>
        </w:rPr>
        <w:t>destinées à seconder les efforts de l</w:t>
      </w:r>
      <w:r w:rsidR="00C90F8D">
        <w:rPr>
          <w:bCs/>
        </w:rPr>
        <w:t>’</w:t>
      </w:r>
      <w:r>
        <w:rPr>
          <w:bCs/>
        </w:rPr>
        <w:t>Entente et à lutter contre les bolchevicks</w:t>
      </w:r>
      <w:r w:rsidR="00C90F8D">
        <w:rPr>
          <w:bCs/>
        </w:rPr>
        <w:t>.</w:t>
      </w:r>
    </w:p>
    <w:p w14:paraId="22D401C9" w14:textId="77777777" w:rsidR="00C90F8D" w:rsidRDefault="00AB2DE8">
      <w:pPr>
        <w:rPr>
          <w:bCs/>
        </w:rPr>
      </w:pPr>
      <w:r>
        <w:rPr>
          <w:bCs/>
        </w:rPr>
        <w:t>Cette dernière information ne me surprit qu</w:t>
      </w:r>
      <w:r w:rsidR="00C90F8D">
        <w:rPr>
          <w:bCs/>
        </w:rPr>
        <w:t>’</w:t>
      </w:r>
      <w:r>
        <w:rPr>
          <w:bCs/>
        </w:rPr>
        <w:t>à demi</w:t>
      </w:r>
      <w:r w:rsidR="00C90F8D">
        <w:rPr>
          <w:bCs/>
        </w:rPr>
        <w:t xml:space="preserve">. </w:t>
      </w:r>
      <w:r>
        <w:rPr>
          <w:bCs/>
        </w:rPr>
        <w:t>Je savais qu</w:t>
      </w:r>
      <w:r w:rsidR="00C90F8D">
        <w:rPr>
          <w:bCs/>
        </w:rPr>
        <w:t>’</w:t>
      </w:r>
      <w:r>
        <w:rPr>
          <w:bCs/>
        </w:rPr>
        <w:t>un tel projet était nourri depuis longtemps par les Alliés</w:t>
      </w:r>
      <w:r w:rsidR="00C90F8D">
        <w:rPr>
          <w:bCs/>
        </w:rPr>
        <w:t xml:space="preserve">. </w:t>
      </w:r>
      <w:r>
        <w:rPr>
          <w:bCs/>
        </w:rPr>
        <w:t>Je n</w:t>
      </w:r>
      <w:r w:rsidR="00C90F8D">
        <w:rPr>
          <w:bCs/>
        </w:rPr>
        <w:t>’</w:t>
      </w:r>
      <w:r>
        <w:rPr>
          <w:bCs/>
        </w:rPr>
        <w:t>avais qu</w:t>
      </w:r>
      <w:r w:rsidR="00C90F8D">
        <w:rPr>
          <w:bCs/>
        </w:rPr>
        <w:t>’</w:t>
      </w:r>
      <w:r>
        <w:rPr>
          <w:bCs/>
        </w:rPr>
        <w:t>à me souvenir de toute la série de circulaires par lesquelles le gouvernement français</w:t>
      </w:r>
      <w:r w:rsidR="00C90F8D">
        <w:rPr>
          <w:bCs/>
        </w:rPr>
        <w:t xml:space="preserve">, </w:t>
      </w:r>
      <w:r>
        <w:rPr>
          <w:bCs/>
        </w:rPr>
        <w:t>alors que l</w:t>
      </w:r>
      <w:r w:rsidR="00C90F8D">
        <w:rPr>
          <w:bCs/>
        </w:rPr>
        <w:t>’</w:t>
      </w:r>
      <w:r>
        <w:rPr>
          <w:bCs/>
        </w:rPr>
        <w:t>usine fonctionnait encore</w:t>
      </w:r>
      <w:r w:rsidR="00C90F8D">
        <w:rPr>
          <w:bCs/>
        </w:rPr>
        <w:t xml:space="preserve">, </w:t>
      </w:r>
      <w:r>
        <w:rPr>
          <w:bCs/>
        </w:rPr>
        <w:t>me prescrivait de traiter avec des ménagements particuliers les prisonniers d</w:t>
      </w:r>
      <w:r w:rsidR="00C90F8D">
        <w:rPr>
          <w:bCs/>
        </w:rPr>
        <w:t>’</w:t>
      </w:r>
      <w:r>
        <w:rPr>
          <w:bCs/>
        </w:rPr>
        <w:t>origine tchèque que je pouvais avoir sous mes ordres</w:t>
      </w:r>
      <w:r w:rsidR="00C90F8D">
        <w:rPr>
          <w:bCs/>
        </w:rPr>
        <w:t xml:space="preserve">. </w:t>
      </w:r>
      <w:r>
        <w:rPr>
          <w:bCs/>
        </w:rPr>
        <w:t>Il m</w:t>
      </w:r>
      <w:r w:rsidR="00C90F8D">
        <w:rPr>
          <w:bCs/>
        </w:rPr>
        <w:t>’</w:t>
      </w:r>
      <w:r>
        <w:rPr>
          <w:bCs/>
        </w:rPr>
        <w:t>avait été à cette époque d</w:t>
      </w:r>
      <w:r w:rsidR="00C90F8D">
        <w:rPr>
          <w:bCs/>
        </w:rPr>
        <w:t>’</w:t>
      </w:r>
      <w:r>
        <w:rPr>
          <w:bCs/>
        </w:rPr>
        <w:t>autant moins difficile d</w:t>
      </w:r>
      <w:r w:rsidR="00C90F8D">
        <w:rPr>
          <w:bCs/>
        </w:rPr>
        <w:t>’</w:t>
      </w:r>
      <w:r>
        <w:rPr>
          <w:bCs/>
        </w:rPr>
        <w:t>appliquer ces instructions</w:t>
      </w:r>
      <w:r w:rsidR="00C90F8D">
        <w:rPr>
          <w:bCs/>
        </w:rPr>
        <w:t xml:space="preserve">, </w:t>
      </w:r>
      <w:r>
        <w:rPr>
          <w:bCs/>
        </w:rPr>
        <w:t>que je n</w:t>
      </w:r>
      <w:r w:rsidR="00C90F8D">
        <w:rPr>
          <w:bCs/>
        </w:rPr>
        <w:t>’</w:t>
      </w:r>
      <w:r>
        <w:rPr>
          <w:bCs/>
        </w:rPr>
        <w:t>avais qu</w:t>
      </w:r>
      <w:r w:rsidR="00C90F8D">
        <w:rPr>
          <w:bCs/>
        </w:rPr>
        <w:t>’</w:t>
      </w:r>
      <w:r>
        <w:rPr>
          <w:bCs/>
        </w:rPr>
        <w:t>à me louer de ces prisonniers-là</w:t>
      </w:r>
      <w:r w:rsidR="00C90F8D">
        <w:rPr>
          <w:bCs/>
        </w:rPr>
        <w:t xml:space="preserve">. </w:t>
      </w:r>
      <w:r>
        <w:rPr>
          <w:bCs/>
        </w:rPr>
        <w:t>Depuis</w:t>
      </w:r>
      <w:r w:rsidR="00C90F8D">
        <w:rPr>
          <w:bCs/>
        </w:rPr>
        <w:t xml:space="preserve">, </w:t>
      </w:r>
      <w:r>
        <w:rPr>
          <w:bCs/>
        </w:rPr>
        <w:t>les ponts avaient été coupés entre Novo-Petrovsk et le monde civilisé</w:t>
      </w:r>
      <w:r w:rsidR="00C90F8D">
        <w:rPr>
          <w:bCs/>
        </w:rPr>
        <w:t xml:space="preserve">. </w:t>
      </w:r>
      <w:r>
        <w:rPr>
          <w:bCs/>
        </w:rPr>
        <w:t>Je n</w:t>
      </w:r>
      <w:r w:rsidR="00C90F8D">
        <w:rPr>
          <w:bCs/>
        </w:rPr>
        <w:t>’</w:t>
      </w:r>
      <w:r>
        <w:rPr>
          <w:bCs/>
        </w:rPr>
        <w:t>avais eu aucun moyen d</w:t>
      </w:r>
      <w:r w:rsidR="00C90F8D">
        <w:rPr>
          <w:bCs/>
        </w:rPr>
        <w:t>’</w:t>
      </w:r>
      <w:r>
        <w:rPr>
          <w:bCs/>
        </w:rPr>
        <w:t>apprendre que le fameux projet en question était devenu une réalité</w:t>
      </w:r>
      <w:r w:rsidR="00C90F8D">
        <w:rPr>
          <w:bCs/>
        </w:rPr>
        <w:t>.</w:t>
      </w:r>
    </w:p>
    <w:p w14:paraId="75BA96E0" w14:textId="77777777" w:rsidR="00C90F8D" w:rsidRDefault="00AB2DE8">
      <w:pPr>
        <w:rPr>
          <w:bCs/>
        </w:rPr>
      </w:pPr>
      <w:r>
        <w:rPr>
          <w:bCs/>
        </w:rPr>
        <w:t>Pour l</w:t>
      </w:r>
      <w:r w:rsidR="00C90F8D">
        <w:rPr>
          <w:bCs/>
        </w:rPr>
        <w:t>’</w:t>
      </w:r>
      <w:r>
        <w:rPr>
          <w:bCs/>
        </w:rPr>
        <w:t>instant</w:t>
      </w:r>
      <w:r w:rsidR="00C90F8D">
        <w:rPr>
          <w:bCs/>
        </w:rPr>
        <w:t xml:space="preserve">, </w:t>
      </w:r>
      <w:r>
        <w:rPr>
          <w:bCs/>
        </w:rPr>
        <w:t>la nouvelle armée était en train de procéder à l</w:t>
      </w:r>
      <w:r w:rsidR="00C90F8D">
        <w:rPr>
          <w:bCs/>
        </w:rPr>
        <w:t>’</w:t>
      </w:r>
      <w:r>
        <w:rPr>
          <w:bCs/>
        </w:rPr>
        <w:t>organisation du front de l</w:t>
      </w:r>
      <w:r w:rsidR="00C90F8D">
        <w:rPr>
          <w:bCs/>
        </w:rPr>
        <w:t>’</w:t>
      </w:r>
      <w:r>
        <w:rPr>
          <w:bCs/>
        </w:rPr>
        <w:t>Oural</w:t>
      </w:r>
      <w:r w:rsidR="00C90F8D">
        <w:rPr>
          <w:bCs/>
        </w:rPr>
        <w:t xml:space="preserve">, </w:t>
      </w:r>
      <w:r>
        <w:rPr>
          <w:bCs/>
        </w:rPr>
        <w:t>dont elle avait la défense contre les troupes rouges</w:t>
      </w:r>
      <w:r w:rsidR="00C90F8D">
        <w:rPr>
          <w:bCs/>
        </w:rPr>
        <w:t xml:space="preserve">. </w:t>
      </w:r>
      <w:r>
        <w:rPr>
          <w:bCs/>
        </w:rPr>
        <w:t xml:space="preserve">Le général tchèque </w:t>
      </w:r>
      <w:proofErr w:type="spellStart"/>
      <w:r>
        <w:rPr>
          <w:bCs/>
        </w:rPr>
        <w:t>Syrovy</w:t>
      </w:r>
      <w:proofErr w:type="spellEnd"/>
      <w:r w:rsidR="00C90F8D">
        <w:rPr>
          <w:bCs/>
        </w:rPr>
        <w:t xml:space="preserve">, </w:t>
      </w:r>
      <w:r>
        <w:rPr>
          <w:bCs/>
        </w:rPr>
        <w:t>commandant en chef</w:t>
      </w:r>
      <w:r w:rsidR="00C90F8D">
        <w:rPr>
          <w:bCs/>
        </w:rPr>
        <w:t xml:space="preserve">, </w:t>
      </w:r>
      <w:r>
        <w:rPr>
          <w:bCs/>
        </w:rPr>
        <w:t>avait son quartier général à Tcheliabinsk</w:t>
      </w:r>
      <w:r w:rsidR="00C90F8D">
        <w:rPr>
          <w:bCs/>
        </w:rPr>
        <w:t xml:space="preserve">. </w:t>
      </w:r>
      <w:r>
        <w:rPr>
          <w:bCs/>
        </w:rPr>
        <w:t>Afin d</w:t>
      </w:r>
      <w:r w:rsidR="00C90F8D">
        <w:rPr>
          <w:bCs/>
        </w:rPr>
        <w:t>’</w:t>
      </w:r>
      <w:r>
        <w:rPr>
          <w:bCs/>
        </w:rPr>
        <w:t>établir la liaison avec Orsk et Orenbourg</w:t>
      </w:r>
      <w:r w:rsidR="00C90F8D">
        <w:rPr>
          <w:bCs/>
        </w:rPr>
        <w:t xml:space="preserve">, </w:t>
      </w:r>
      <w:r>
        <w:rPr>
          <w:bCs/>
        </w:rPr>
        <w:t>demeurés aux mains des Russes blancs</w:t>
      </w:r>
      <w:r w:rsidR="00C90F8D">
        <w:rPr>
          <w:bCs/>
        </w:rPr>
        <w:t xml:space="preserve">, </w:t>
      </w:r>
      <w:r>
        <w:rPr>
          <w:bCs/>
        </w:rPr>
        <w:t xml:space="preserve">sous les ordres de </w:t>
      </w:r>
      <w:r>
        <w:rPr>
          <w:bCs/>
        </w:rPr>
        <w:lastRenderedPageBreak/>
        <w:t>l</w:t>
      </w:r>
      <w:r w:rsidR="00C90F8D">
        <w:rPr>
          <w:bCs/>
        </w:rPr>
        <w:t>’</w:t>
      </w:r>
      <w:r>
        <w:rPr>
          <w:bCs/>
        </w:rPr>
        <w:t xml:space="preserve">ataman </w:t>
      </w:r>
      <w:proofErr w:type="spellStart"/>
      <w:r>
        <w:rPr>
          <w:bCs/>
        </w:rPr>
        <w:t>Doutov</w:t>
      </w:r>
      <w:proofErr w:type="spellEnd"/>
      <w:r w:rsidR="00C90F8D">
        <w:rPr>
          <w:bCs/>
        </w:rPr>
        <w:t xml:space="preserve">, </w:t>
      </w:r>
      <w:r>
        <w:rPr>
          <w:bCs/>
        </w:rPr>
        <w:t>Novo-Petrovsk allait servir de base d</w:t>
      </w:r>
      <w:r w:rsidR="00C90F8D">
        <w:rPr>
          <w:bCs/>
        </w:rPr>
        <w:t>’</w:t>
      </w:r>
      <w:r>
        <w:rPr>
          <w:bCs/>
        </w:rPr>
        <w:t>opérations à un régiment tchécoslovaque</w:t>
      </w:r>
      <w:r w:rsidR="00C90F8D">
        <w:rPr>
          <w:bCs/>
        </w:rPr>
        <w:t xml:space="preserve">. </w:t>
      </w:r>
      <w:r>
        <w:rPr>
          <w:bCs/>
        </w:rPr>
        <w:t>L</w:t>
      </w:r>
      <w:r w:rsidR="00C90F8D">
        <w:rPr>
          <w:bCs/>
        </w:rPr>
        <w:t>’</w:t>
      </w:r>
      <w:r>
        <w:rPr>
          <w:bCs/>
        </w:rPr>
        <w:t>arrivée du colonel Gregor</w:t>
      </w:r>
      <w:r w:rsidR="00C90F8D">
        <w:rPr>
          <w:bCs/>
        </w:rPr>
        <w:t xml:space="preserve">, </w:t>
      </w:r>
      <w:r>
        <w:rPr>
          <w:bCs/>
        </w:rPr>
        <w:t>placé à la tête de ce régiment</w:t>
      </w:r>
      <w:r w:rsidR="00C90F8D">
        <w:rPr>
          <w:bCs/>
        </w:rPr>
        <w:t xml:space="preserve">, </w:t>
      </w:r>
      <w:r>
        <w:rPr>
          <w:bCs/>
        </w:rPr>
        <w:t>était annoncée pour le surlendemain</w:t>
      </w:r>
      <w:r w:rsidR="00C90F8D">
        <w:rPr>
          <w:bCs/>
        </w:rPr>
        <w:t>.</w:t>
      </w:r>
    </w:p>
    <w:p w14:paraId="7FEE05C8" w14:textId="77777777" w:rsidR="00C90F8D" w:rsidRDefault="00C90F8D">
      <w:pPr>
        <w:rPr>
          <w:bCs/>
        </w:rPr>
      </w:pPr>
      <w:r>
        <w:rPr>
          <w:rFonts w:eastAsia="Georgia"/>
        </w:rPr>
        <w:t>— </w:t>
      </w:r>
      <w:r w:rsidR="00AB2DE8">
        <w:rPr>
          <w:bCs/>
        </w:rPr>
        <w:t>Sachant que je connais le pays</w:t>
      </w:r>
      <w:r>
        <w:rPr>
          <w:bCs/>
        </w:rPr>
        <w:t xml:space="preserve">, </w:t>
      </w:r>
      <w:r w:rsidR="00AB2DE8">
        <w:rPr>
          <w:bCs/>
        </w:rPr>
        <w:t>dit Georges</w:t>
      </w:r>
      <w:r>
        <w:rPr>
          <w:bCs/>
        </w:rPr>
        <w:t xml:space="preserve">, </w:t>
      </w:r>
      <w:r w:rsidR="00AB2DE8">
        <w:rPr>
          <w:bCs/>
        </w:rPr>
        <w:t>le colonel Gregor m</w:t>
      </w:r>
      <w:r>
        <w:rPr>
          <w:bCs/>
        </w:rPr>
        <w:t>’</w:t>
      </w:r>
      <w:r w:rsidR="00AB2DE8">
        <w:rPr>
          <w:bCs/>
        </w:rPr>
        <w:t>a pris comme officier d</w:t>
      </w:r>
      <w:r>
        <w:rPr>
          <w:bCs/>
        </w:rPr>
        <w:t>’</w:t>
      </w:r>
      <w:r w:rsidR="00AB2DE8">
        <w:rPr>
          <w:bCs/>
        </w:rPr>
        <w:t>ordonnance et m</w:t>
      </w:r>
      <w:r>
        <w:rPr>
          <w:bCs/>
        </w:rPr>
        <w:t>’</w:t>
      </w:r>
      <w:r w:rsidR="00AB2DE8">
        <w:rPr>
          <w:bCs/>
        </w:rPr>
        <w:t>a envoyé en éclaireur</w:t>
      </w:r>
      <w:r>
        <w:rPr>
          <w:bCs/>
        </w:rPr>
        <w:t xml:space="preserve">. </w:t>
      </w:r>
      <w:r w:rsidR="00AB2DE8">
        <w:rPr>
          <w:bCs/>
        </w:rPr>
        <w:t>C</w:t>
      </w:r>
      <w:r>
        <w:rPr>
          <w:bCs/>
        </w:rPr>
        <w:t>’</w:t>
      </w:r>
      <w:r w:rsidR="00AB2DE8">
        <w:rPr>
          <w:bCs/>
        </w:rPr>
        <w:t>est un homme d</w:t>
      </w:r>
      <w:r>
        <w:rPr>
          <w:bCs/>
        </w:rPr>
        <w:t>’</w:t>
      </w:r>
      <w:r w:rsidR="00AB2DE8">
        <w:rPr>
          <w:bCs/>
        </w:rPr>
        <w:t>une grande politesse</w:t>
      </w:r>
      <w:r>
        <w:rPr>
          <w:bCs/>
        </w:rPr>
        <w:t xml:space="preserve">, </w:t>
      </w:r>
      <w:r w:rsidR="00AB2DE8">
        <w:rPr>
          <w:bCs/>
        </w:rPr>
        <w:t>avec qui vous vous entendrez fort bien</w:t>
      </w:r>
      <w:r>
        <w:rPr>
          <w:bCs/>
        </w:rPr>
        <w:t xml:space="preserve">. </w:t>
      </w:r>
      <w:r w:rsidR="00AB2DE8">
        <w:rPr>
          <w:bCs/>
        </w:rPr>
        <w:t>Je suis à Novo-Petrovsk depuis ce matin</w:t>
      </w:r>
      <w:r>
        <w:rPr>
          <w:bCs/>
        </w:rPr>
        <w:t xml:space="preserve">. </w:t>
      </w:r>
      <w:r w:rsidR="00AB2DE8">
        <w:rPr>
          <w:bCs/>
        </w:rPr>
        <w:t>Vous voyez que je n</w:t>
      </w:r>
      <w:r>
        <w:rPr>
          <w:bCs/>
        </w:rPr>
        <w:t>’</w:t>
      </w:r>
      <w:r w:rsidR="00AB2DE8">
        <w:rPr>
          <w:bCs/>
        </w:rPr>
        <w:t>ai pas trop tardé à vous rendre visite</w:t>
      </w:r>
      <w:r>
        <w:rPr>
          <w:bCs/>
        </w:rPr>
        <w:t>.</w:t>
      </w:r>
    </w:p>
    <w:p w14:paraId="3F8C017F" w14:textId="77777777" w:rsidR="00C90F8D" w:rsidRDefault="00AB2DE8">
      <w:pPr>
        <w:rPr>
          <w:bCs/>
        </w:rPr>
      </w:pPr>
      <w:r>
        <w:rPr>
          <w:bCs/>
        </w:rPr>
        <w:t>Ses galons tout neufs le rendaient optimiste</w:t>
      </w:r>
      <w:r w:rsidR="00C90F8D">
        <w:rPr>
          <w:bCs/>
        </w:rPr>
        <w:t>.</w:t>
      </w:r>
    </w:p>
    <w:p w14:paraId="316C7347" w14:textId="77777777" w:rsidR="00C90F8D" w:rsidRDefault="00C90F8D">
      <w:pPr>
        <w:rPr>
          <w:bCs/>
        </w:rPr>
      </w:pPr>
      <w:r>
        <w:rPr>
          <w:rFonts w:eastAsia="Georgia"/>
        </w:rPr>
        <w:t>— </w:t>
      </w:r>
      <w:r w:rsidR="00AB2DE8">
        <w:rPr>
          <w:bCs/>
        </w:rPr>
        <w:t>Nous en avons vu de rudes</w:t>
      </w:r>
      <w:r>
        <w:rPr>
          <w:bCs/>
        </w:rPr>
        <w:t xml:space="preserve">, </w:t>
      </w:r>
      <w:r w:rsidR="00AB2DE8">
        <w:rPr>
          <w:bCs/>
        </w:rPr>
        <w:t>en Ukraine et en Sibérie</w:t>
      </w:r>
      <w:r>
        <w:rPr>
          <w:bCs/>
        </w:rPr>
        <w:t xml:space="preserve">, </w:t>
      </w:r>
      <w:r w:rsidR="00AB2DE8">
        <w:rPr>
          <w:bCs/>
        </w:rPr>
        <w:t>continua-t-il</w:t>
      </w:r>
      <w:r>
        <w:rPr>
          <w:bCs/>
        </w:rPr>
        <w:t xml:space="preserve">. </w:t>
      </w:r>
      <w:r w:rsidR="00AB2DE8">
        <w:rPr>
          <w:bCs/>
        </w:rPr>
        <w:t>Mais à présent</w:t>
      </w:r>
      <w:r>
        <w:rPr>
          <w:bCs/>
        </w:rPr>
        <w:t xml:space="preserve">, </w:t>
      </w:r>
      <w:r w:rsidR="00AB2DE8">
        <w:rPr>
          <w:bCs/>
        </w:rPr>
        <w:t>tout va bien marcher</w:t>
      </w:r>
      <w:r>
        <w:rPr>
          <w:bCs/>
        </w:rPr>
        <w:t xml:space="preserve">. </w:t>
      </w:r>
      <w:r w:rsidR="00AB2DE8">
        <w:rPr>
          <w:bCs/>
        </w:rPr>
        <w:t>Je constate avec plaisir que l</w:t>
      </w:r>
      <w:r>
        <w:rPr>
          <w:bCs/>
        </w:rPr>
        <w:t>’</w:t>
      </w:r>
      <w:r w:rsidR="00AB2DE8">
        <w:rPr>
          <w:bCs/>
        </w:rPr>
        <w:t>usine n</w:t>
      </w:r>
      <w:r>
        <w:rPr>
          <w:bCs/>
        </w:rPr>
        <w:t>’</w:t>
      </w:r>
      <w:r w:rsidR="00AB2DE8">
        <w:rPr>
          <w:bCs/>
        </w:rPr>
        <w:t>a pas trop souffert</w:t>
      </w:r>
      <w:r>
        <w:rPr>
          <w:bCs/>
        </w:rPr>
        <w:t xml:space="preserve">. </w:t>
      </w:r>
      <w:r w:rsidR="00AB2DE8">
        <w:rPr>
          <w:bCs/>
        </w:rPr>
        <w:t>D</w:t>
      </w:r>
      <w:r>
        <w:rPr>
          <w:bCs/>
        </w:rPr>
        <w:t>’</w:t>
      </w:r>
      <w:r w:rsidR="00AB2DE8">
        <w:rPr>
          <w:bCs/>
        </w:rPr>
        <w:t>ici un mois</w:t>
      </w:r>
      <w:r>
        <w:rPr>
          <w:bCs/>
        </w:rPr>
        <w:t xml:space="preserve">, </w:t>
      </w:r>
      <w:r w:rsidR="00AB2DE8">
        <w:rPr>
          <w:bCs/>
        </w:rPr>
        <w:t>elle aura rallumé ses fourneaux</w:t>
      </w:r>
      <w:r>
        <w:rPr>
          <w:bCs/>
        </w:rPr>
        <w:t xml:space="preserve">. </w:t>
      </w:r>
      <w:r w:rsidR="00AB2DE8">
        <w:rPr>
          <w:bCs/>
        </w:rPr>
        <w:t>Nous n</w:t>
      </w:r>
      <w:r>
        <w:rPr>
          <w:bCs/>
        </w:rPr>
        <w:t>’</w:t>
      </w:r>
      <w:r w:rsidR="00AB2DE8">
        <w:rPr>
          <w:bCs/>
        </w:rPr>
        <w:t>étions pas de trop mauvais ouvriers</w:t>
      </w:r>
      <w:r>
        <w:rPr>
          <w:bCs/>
        </w:rPr>
        <w:t xml:space="preserve">, </w:t>
      </w:r>
      <w:r w:rsidR="00AB2DE8">
        <w:rPr>
          <w:bCs/>
        </w:rPr>
        <w:t>n</w:t>
      </w:r>
      <w:r>
        <w:rPr>
          <w:bCs/>
        </w:rPr>
        <w:t>’</w:t>
      </w:r>
      <w:r w:rsidR="00AB2DE8">
        <w:rPr>
          <w:bCs/>
        </w:rPr>
        <w:t>est-ce pas</w:t>
      </w:r>
      <w:r>
        <w:rPr>
          <w:bCs/>
        </w:rPr>
        <w:t xml:space="preserve">, </w:t>
      </w:r>
      <w:r w:rsidR="00AB2DE8">
        <w:rPr>
          <w:bCs/>
        </w:rPr>
        <w:t>quand nous servions ici comme prisonniers</w:t>
      </w:r>
      <w:r>
        <w:rPr>
          <w:bCs/>
        </w:rPr>
        <w:t xml:space="preserve">. </w:t>
      </w:r>
      <w:r w:rsidR="00AB2DE8">
        <w:rPr>
          <w:bCs/>
        </w:rPr>
        <w:t>Songez donc à ce que vous êtes en droit d</w:t>
      </w:r>
      <w:r>
        <w:rPr>
          <w:bCs/>
        </w:rPr>
        <w:t>’</w:t>
      </w:r>
      <w:r w:rsidR="00AB2DE8">
        <w:rPr>
          <w:bCs/>
        </w:rPr>
        <w:t>attendre de nous</w:t>
      </w:r>
      <w:r>
        <w:rPr>
          <w:bCs/>
        </w:rPr>
        <w:t xml:space="preserve">, </w:t>
      </w:r>
      <w:r w:rsidR="00AB2DE8">
        <w:rPr>
          <w:bCs/>
        </w:rPr>
        <w:t>maintenant que c</w:t>
      </w:r>
      <w:r>
        <w:rPr>
          <w:bCs/>
        </w:rPr>
        <w:t>’</w:t>
      </w:r>
      <w:r w:rsidR="00AB2DE8">
        <w:rPr>
          <w:bCs/>
        </w:rPr>
        <w:t>est pour notre liberté</w:t>
      </w:r>
      <w:r>
        <w:rPr>
          <w:bCs/>
        </w:rPr>
        <w:t xml:space="preserve">, </w:t>
      </w:r>
      <w:r w:rsidR="00AB2DE8">
        <w:rPr>
          <w:bCs/>
        </w:rPr>
        <w:t>pour notre idéal</w:t>
      </w:r>
      <w:r>
        <w:rPr>
          <w:bCs/>
        </w:rPr>
        <w:t xml:space="preserve">, </w:t>
      </w:r>
      <w:r w:rsidR="00AB2DE8">
        <w:rPr>
          <w:bCs/>
        </w:rPr>
        <w:t>que nous allons nous mettre à l</w:t>
      </w:r>
      <w:r>
        <w:rPr>
          <w:bCs/>
        </w:rPr>
        <w:t>’</w:t>
      </w:r>
      <w:r w:rsidR="00AB2DE8">
        <w:rPr>
          <w:bCs/>
        </w:rPr>
        <w:t>œuvre</w:t>
      </w:r>
      <w:r>
        <w:rPr>
          <w:bCs/>
        </w:rPr>
        <w:t>.</w:t>
      </w:r>
    </w:p>
    <w:p w14:paraId="1B150EDB" w14:textId="77777777" w:rsidR="00C90F8D" w:rsidRDefault="00AB2DE8">
      <w:pPr>
        <w:rPr>
          <w:bCs/>
        </w:rPr>
      </w:pPr>
      <w:r>
        <w:rPr>
          <w:bCs/>
        </w:rPr>
        <w:t>J</w:t>
      </w:r>
      <w:r w:rsidR="00C90F8D">
        <w:rPr>
          <w:bCs/>
        </w:rPr>
        <w:t>’</w:t>
      </w:r>
      <w:r>
        <w:rPr>
          <w:bCs/>
        </w:rPr>
        <w:t>aurais eu d</w:t>
      </w:r>
      <w:r w:rsidR="00C90F8D">
        <w:rPr>
          <w:bCs/>
        </w:rPr>
        <w:t>’</w:t>
      </w:r>
      <w:r>
        <w:rPr>
          <w:bCs/>
        </w:rPr>
        <w:t>autant plus mauvaise grâce à douter de ces paroles</w:t>
      </w:r>
      <w:r w:rsidR="00C90F8D">
        <w:rPr>
          <w:bCs/>
        </w:rPr>
        <w:t xml:space="preserve">, </w:t>
      </w:r>
      <w:r>
        <w:rPr>
          <w:bCs/>
        </w:rPr>
        <w:t>que j</w:t>
      </w:r>
      <w:r w:rsidR="00C90F8D">
        <w:rPr>
          <w:bCs/>
        </w:rPr>
        <w:t>’</w:t>
      </w:r>
      <w:r>
        <w:rPr>
          <w:bCs/>
        </w:rPr>
        <w:t>étais naturellement enchanté de la tournure inespérée que prenaient les événements</w:t>
      </w:r>
      <w:r w:rsidR="00C90F8D">
        <w:rPr>
          <w:bCs/>
        </w:rPr>
        <w:t xml:space="preserve">. </w:t>
      </w:r>
      <w:r>
        <w:rPr>
          <w:bCs/>
        </w:rPr>
        <w:t>Je crus bon</w:t>
      </w:r>
      <w:r w:rsidR="00C90F8D">
        <w:rPr>
          <w:bCs/>
        </w:rPr>
        <w:t xml:space="preserve">, </w:t>
      </w:r>
      <w:r>
        <w:rPr>
          <w:bCs/>
        </w:rPr>
        <w:t>néanmoins</w:t>
      </w:r>
      <w:r w:rsidR="00C90F8D">
        <w:rPr>
          <w:bCs/>
        </w:rPr>
        <w:t xml:space="preserve">, </w:t>
      </w:r>
      <w:r>
        <w:rPr>
          <w:bCs/>
        </w:rPr>
        <w:t>de ne pas m</w:t>
      </w:r>
      <w:r w:rsidR="00C90F8D">
        <w:rPr>
          <w:bCs/>
        </w:rPr>
        <w:t>’</w:t>
      </w:r>
      <w:r>
        <w:rPr>
          <w:bCs/>
        </w:rPr>
        <w:t>abandonner tout de suite à un enthousiasme peut-être imprudent</w:t>
      </w:r>
      <w:r w:rsidR="00C90F8D">
        <w:rPr>
          <w:bCs/>
        </w:rPr>
        <w:t xml:space="preserve">, </w:t>
      </w:r>
      <w:r>
        <w:rPr>
          <w:bCs/>
        </w:rPr>
        <w:t>de faire quelques réserves</w:t>
      </w:r>
      <w:r w:rsidR="00C90F8D">
        <w:rPr>
          <w:bCs/>
        </w:rPr>
        <w:t>.</w:t>
      </w:r>
    </w:p>
    <w:p w14:paraId="7CC07F1C" w14:textId="77777777" w:rsidR="00C90F8D" w:rsidRDefault="00C90F8D">
      <w:pPr>
        <w:rPr>
          <w:bCs/>
        </w:rPr>
      </w:pPr>
      <w:r>
        <w:rPr>
          <w:rFonts w:eastAsia="Georgia"/>
        </w:rPr>
        <w:t>— </w:t>
      </w:r>
      <w:r w:rsidR="00AB2DE8">
        <w:rPr>
          <w:bCs/>
        </w:rPr>
        <w:t>Je m</w:t>
      </w:r>
      <w:r>
        <w:rPr>
          <w:bCs/>
        </w:rPr>
        <w:t>’</w:t>
      </w:r>
      <w:r w:rsidR="00AB2DE8">
        <w:rPr>
          <w:bCs/>
        </w:rPr>
        <w:t>attendais plutôt</w:t>
      </w:r>
      <w:r>
        <w:rPr>
          <w:bCs/>
        </w:rPr>
        <w:t xml:space="preserve">, </w:t>
      </w:r>
      <w:r w:rsidR="00AB2DE8">
        <w:rPr>
          <w:bCs/>
        </w:rPr>
        <w:t>évidemment</w:t>
      </w:r>
      <w:r>
        <w:rPr>
          <w:bCs/>
        </w:rPr>
        <w:t xml:space="preserve">, </w:t>
      </w:r>
      <w:r w:rsidR="00AB2DE8">
        <w:rPr>
          <w:bCs/>
        </w:rPr>
        <w:t>à l</w:t>
      </w:r>
      <w:r>
        <w:rPr>
          <w:bCs/>
        </w:rPr>
        <w:t>’</w:t>
      </w:r>
      <w:r w:rsidR="00AB2DE8">
        <w:rPr>
          <w:bCs/>
        </w:rPr>
        <w:t>arrivée des bolcheviks qu</w:t>
      </w:r>
      <w:r>
        <w:rPr>
          <w:bCs/>
        </w:rPr>
        <w:t>’</w:t>
      </w:r>
      <w:r w:rsidR="00AB2DE8">
        <w:rPr>
          <w:bCs/>
        </w:rPr>
        <w:t>à la vôtre</w:t>
      </w:r>
      <w:r>
        <w:rPr>
          <w:bCs/>
        </w:rPr>
        <w:t xml:space="preserve">, </w:t>
      </w:r>
      <w:r w:rsidR="00AB2DE8">
        <w:rPr>
          <w:bCs/>
        </w:rPr>
        <w:t>fis-je</w:t>
      </w:r>
      <w:r>
        <w:rPr>
          <w:bCs/>
        </w:rPr>
        <w:t xml:space="preserve">. </w:t>
      </w:r>
      <w:r w:rsidR="00AB2DE8">
        <w:rPr>
          <w:bCs/>
        </w:rPr>
        <w:t>C</w:t>
      </w:r>
      <w:r>
        <w:rPr>
          <w:bCs/>
        </w:rPr>
        <w:t>’</w:t>
      </w:r>
      <w:r w:rsidR="00AB2DE8">
        <w:rPr>
          <w:bCs/>
        </w:rPr>
        <w:t>est vous dire assez que ma surprise est des plus agréables</w:t>
      </w:r>
      <w:r>
        <w:rPr>
          <w:bCs/>
        </w:rPr>
        <w:t xml:space="preserve">. </w:t>
      </w:r>
      <w:r w:rsidR="00AB2DE8">
        <w:rPr>
          <w:bCs/>
        </w:rPr>
        <w:t>Pour ce qui est de l</w:t>
      </w:r>
      <w:r>
        <w:rPr>
          <w:bCs/>
        </w:rPr>
        <w:t>’</w:t>
      </w:r>
      <w:r w:rsidR="00AB2DE8">
        <w:rPr>
          <w:bCs/>
        </w:rPr>
        <w:t>usine</w:t>
      </w:r>
      <w:r>
        <w:rPr>
          <w:bCs/>
        </w:rPr>
        <w:t xml:space="preserve">, </w:t>
      </w:r>
      <w:r w:rsidR="00AB2DE8">
        <w:rPr>
          <w:bCs/>
        </w:rPr>
        <w:t>je ne demanderais pas mieux que de la mettre à votre disposition</w:t>
      </w:r>
      <w:r>
        <w:rPr>
          <w:bCs/>
        </w:rPr>
        <w:t xml:space="preserve">. </w:t>
      </w:r>
      <w:r w:rsidR="00AB2DE8">
        <w:rPr>
          <w:bCs/>
        </w:rPr>
        <w:t xml:space="preserve">Vous comprendrez néanmoins que je désire connaître les </w:t>
      </w:r>
      <w:r w:rsidR="00AB2DE8">
        <w:rPr>
          <w:bCs/>
        </w:rPr>
        <w:lastRenderedPageBreak/>
        <w:t>intentions de mon gouvernement de façon un peu précise</w:t>
      </w:r>
      <w:r>
        <w:rPr>
          <w:bCs/>
        </w:rPr>
        <w:t xml:space="preserve">. </w:t>
      </w:r>
      <w:r w:rsidR="00AB2DE8">
        <w:rPr>
          <w:bCs/>
        </w:rPr>
        <w:t>Il ne faut pas oublier</w:t>
      </w:r>
      <w:r>
        <w:rPr>
          <w:bCs/>
        </w:rPr>
        <w:t xml:space="preserve">, </w:t>
      </w:r>
      <w:r w:rsidR="00AB2DE8">
        <w:rPr>
          <w:bCs/>
        </w:rPr>
        <w:t>en outre</w:t>
      </w:r>
      <w:r>
        <w:rPr>
          <w:bCs/>
        </w:rPr>
        <w:t xml:space="preserve">, </w:t>
      </w:r>
      <w:r w:rsidR="00AB2DE8">
        <w:rPr>
          <w:bCs/>
        </w:rPr>
        <w:t>que si je suis resté ici</w:t>
      </w:r>
      <w:r>
        <w:rPr>
          <w:bCs/>
        </w:rPr>
        <w:t xml:space="preserve">, </w:t>
      </w:r>
      <w:r w:rsidR="00AB2DE8">
        <w:rPr>
          <w:bCs/>
        </w:rPr>
        <w:t>c</w:t>
      </w:r>
      <w:r>
        <w:rPr>
          <w:bCs/>
        </w:rPr>
        <w:t>’</w:t>
      </w:r>
      <w:r w:rsidR="00AB2DE8">
        <w:rPr>
          <w:bCs/>
        </w:rPr>
        <w:t>est aussi pour sauvegarder les intérêts de la société que je représente</w:t>
      </w:r>
      <w:r>
        <w:rPr>
          <w:bCs/>
        </w:rPr>
        <w:t xml:space="preserve">. </w:t>
      </w:r>
      <w:r w:rsidR="00AB2DE8">
        <w:rPr>
          <w:bCs/>
        </w:rPr>
        <w:t>Dans ces conditions</w:t>
      </w:r>
      <w:r>
        <w:rPr>
          <w:bCs/>
        </w:rPr>
        <w:t>…</w:t>
      </w:r>
    </w:p>
    <w:p w14:paraId="5150C2BD" w14:textId="77777777" w:rsidR="00C90F8D" w:rsidRDefault="00AB2DE8">
      <w:pPr>
        <w:rPr>
          <w:bCs/>
        </w:rPr>
      </w:pPr>
      <w:r>
        <w:rPr>
          <w:bCs/>
        </w:rPr>
        <w:t>Mais Georges me coupa la parole</w:t>
      </w:r>
      <w:r w:rsidR="00C90F8D">
        <w:rPr>
          <w:bCs/>
        </w:rPr>
        <w:t>.</w:t>
      </w:r>
    </w:p>
    <w:p w14:paraId="4E0DEDD7" w14:textId="77777777" w:rsidR="00C90F8D" w:rsidRDefault="00C90F8D">
      <w:pPr>
        <w:rPr>
          <w:bCs/>
        </w:rPr>
      </w:pPr>
      <w:r>
        <w:rPr>
          <w:rFonts w:eastAsia="Georgia"/>
        </w:rPr>
        <w:t>— </w:t>
      </w:r>
      <w:r w:rsidR="00AB2DE8">
        <w:rPr>
          <w:bCs/>
        </w:rPr>
        <w:t>Cinq minutes de discussion avec le colonel Gregor auront tôt fait d</w:t>
      </w:r>
      <w:r>
        <w:rPr>
          <w:bCs/>
        </w:rPr>
        <w:t>’</w:t>
      </w:r>
      <w:r w:rsidR="00AB2DE8">
        <w:rPr>
          <w:bCs/>
        </w:rPr>
        <w:t>arranger tout cela</w:t>
      </w:r>
      <w:r>
        <w:rPr>
          <w:bCs/>
        </w:rPr>
        <w:t xml:space="preserve">. </w:t>
      </w:r>
      <w:r w:rsidR="00AB2DE8">
        <w:rPr>
          <w:bCs/>
        </w:rPr>
        <w:t>Il a les documents qu</w:t>
      </w:r>
      <w:r>
        <w:rPr>
          <w:bCs/>
        </w:rPr>
        <w:t>’</w:t>
      </w:r>
      <w:r w:rsidR="00AB2DE8">
        <w:rPr>
          <w:bCs/>
        </w:rPr>
        <w:t>il lui faut pour lever vos scrupules</w:t>
      </w:r>
      <w:r>
        <w:rPr>
          <w:bCs/>
        </w:rPr>
        <w:t xml:space="preserve">, </w:t>
      </w:r>
      <w:r w:rsidR="00AB2DE8">
        <w:rPr>
          <w:bCs/>
        </w:rPr>
        <w:t>pour vous prouver que nous sommes appelés</w:t>
      </w:r>
      <w:r>
        <w:rPr>
          <w:bCs/>
        </w:rPr>
        <w:t xml:space="preserve">, </w:t>
      </w:r>
      <w:r w:rsidR="00AB2DE8">
        <w:rPr>
          <w:bCs/>
        </w:rPr>
        <w:t>vous et nous</w:t>
      </w:r>
      <w:r>
        <w:rPr>
          <w:bCs/>
        </w:rPr>
        <w:t xml:space="preserve">, </w:t>
      </w:r>
      <w:r w:rsidR="00AB2DE8">
        <w:rPr>
          <w:bCs/>
        </w:rPr>
        <w:t>à mener le même combat</w:t>
      </w:r>
      <w:r>
        <w:rPr>
          <w:bCs/>
        </w:rPr>
        <w:t xml:space="preserve">. </w:t>
      </w:r>
      <w:r w:rsidR="00AB2DE8">
        <w:rPr>
          <w:bCs/>
        </w:rPr>
        <w:t>À présent</w:t>
      </w:r>
      <w:r>
        <w:rPr>
          <w:bCs/>
        </w:rPr>
        <w:t xml:space="preserve">, </w:t>
      </w:r>
      <w:r w:rsidR="00AB2DE8">
        <w:rPr>
          <w:bCs/>
        </w:rPr>
        <w:t>monsieur le directeur</w:t>
      </w:r>
      <w:r>
        <w:rPr>
          <w:bCs/>
        </w:rPr>
        <w:t xml:space="preserve">, </w:t>
      </w:r>
      <w:r w:rsidR="00AB2DE8">
        <w:rPr>
          <w:bCs/>
        </w:rPr>
        <w:t>je vais vous demander une grâce</w:t>
      </w:r>
      <w:r>
        <w:rPr>
          <w:bCs/>
        </w:rPr>
        <w:t xml:space="preserve">. </w:t>
      </w:r>
      <w:r w:rsidR="00AB2DE8">
        <w:rPr>
          <w:bCs/>
        </w:rPr>
        <w:t>Autorisez-moi à me promener un peu dans la concession</w:t>
      </w:r>
      <w:r>
        <w:rPr>
          <w:bCs/>
        </w:rPr>
        <w:t xml:space="preserve">. </w:t>
      </w:r>
      <w:r w:rsidR="00AB2DE8">
        <w:rPr>
          <w:bCs/>
        </w:rPr>
        <w:t>Si vous saviez la joie qu</w:t>
      </w:r>
      <w:r>
        <w:rPr>
          <w:bCs/>
        </w:rPr>
        <w:t>’</w:t>
      </w:r>
      <w:r w:rsidR="00AB2DE8">
        <w:rPr>
          <w:bCs/>
        </w:rPr>
        <w:t>il peut y avoir à parcourir</w:t>
      </w:r>
      <w:r>
        <w:rPr>
          <w:bCs/>
        </w:rPr>
        <w:t xml:space="preserve">, </w:t>
      </w:r>
      <w:r w:rsidR="00AB2DE8">
        <w:rPr>
          <w:bCs/>
        </w:rPr>
        <w:t>homme libre</w:t>
      </w:r>
      <w:r>
        <w:rPr>
          <w:bCs/>
        </w:rPr>
        <w:t xml:space="preserve">, </w:t>
      </w:r>
      <w:r w:rsidR="00AB2DE8">
        <w:rPr>
          <w:bCs/>
        </w:rPr>
        <w:t>les endroits où l</w:t>
      </w:r>
      <w:r>
        <w:rPr>
          <w:bCs/>
        </w:rPr>
        <w:t>’</w:t>
      </w:r>
      <w:r w:rsidR="00AB2DE8">
        <w:rPr>
          <w:bCs/>
        </w:rPr>
        <w:t>on a vécu prisonnier</w:t>
      </w:r>
      <w:r>
        <w:rPr>
          <w:bCs/>
        </w:rPr>
        <w:t> !</w:t>
      </w:r>
    </w:p>
    <w:p w14:paraId="66F5F638" w14:textId="224BB93C" w:rsidR="00AB2DE8" w:rsidRDefault="00AB2DE8">
      <w:pPr>
        <w:rPr>
          <w:bCs/>
        </w:rPr>
      </w:pPr>
    </w:p>
    <w:p w14:paraId="0FC1CECC" w14:textId="77777777" w:rsidR="00C90F8D" w:rsidRDefault="00AB2DE8">
      <w:pPr>
        <w:rPr>
          <w:bCs/>
        </w:rPr>
      </w:pPr>
      <w:r>
        <w:rPr>
          <w:bCs/>
        </w:rPr>
        <w:t>Le lendemain matin</w:t>
      </w:r>
      <w:r w:rsidR="00C90F8D">
        <w:rPr>
          <w:bCs/>
        </w:rPr>
        <w:t xml:space="preserve">, </w:t>
      </w:r>
      <w:r>
        <w:rPr>
          <w:bCs/>
        </w:rPr>
        <w:t>à la première heure</w:t>
      </w:r>
      <w:r w:rsidR="00C90F8D">
        <w:rPr>
          <w:bCs/>
        </w:rPr>
        <w:t xml:space="preserve">, </w:t>
      </w:r>
      <w:r>
        <w:rPr>
          <w:bCs/>
        </w:rPr>
        <w:t>de nouveaux appels de trompe résonnant devant la porte de l</w:t>
      </w:r>
      <w:r w:rsidR="00C90F8D">
        <w:rPr>
          <w:bCs/>
        </w:rPr>
        <w:t>’</w:t>
      </w:r>
      <w:r>
        <w:rPr>
          <w:bCs/>
        </w:rPr>
        <w:t>usine vinrent nous convaincre</w:t>
      </w:r>
      <w:r w:rsidR="00C90F8D">
        <w:rPr>
          <w:bCs/>
        </w:rPr>
        <w:t xml:space="preserve">, </w:t>
      </w:r>
      <w:r>
        <w:rPr>
          <w:bCs/>
        </w:rPr>
        <w:t>mes Tartares et moi</w:t>
      </w:r>
      <w:r w:rsidR="00C90F8D">
        <w:rPr>
          <w:bCs/>
        </w:rPr>
        <w:t xml:space="preserve">, </w:t>
      </w:r>
      <w:r>
        <w:rPr>
          <w:bCs/>
        </w:rPr>
        <w:t>que l</w:t>
      </w:r>
      <w:r w:rsidR="00C90F8D">
        <w:rPr>
          <w:bCs/>
        </w:rPr>
        <w:t>’</w:t>
      </w:r>
      <w:r>
        <w:rPr>
          <w:bCs/>
        </w:rPr>
        <w:t>ère de l</w:t>
      </w:r>
      <w:r w:rsidR="00C90F8D">
        <w:rPr>
          <w:bCs/>
        </w:rPr>
        <w:t>’</w:t>
      </w:r>
      <w:r>
        <w:rPr>
          <w:bCs/>
        </w:rPr>
        <w:t>isolement était bien close</w:t>
      </w:r>
      <w:r w:rsidR="00C90F8D">
        <w:rPr>
          <w:bCs/>
        </w:rPr>
        <w:t xml:space="preserve">. </w:t>
      </w:r>
      <w:r>
        <w:rPr>
          <w:bCs/>
        </w:rPr>
        <w:t>Le commandant militaire de Novo-Petrovsk était arrivé dans la nuit</w:t>
      </w:r>
      <w:r w:rsidR="00C90F8D">
        <w:rPr>
          <w:bCs/>
        </w:rPr>
        <w:t xml:space="preserve">, </w:t>
      </w:r>
      <w:r>
        <w:rPr>
          <w:bCs/>
        </w:rPr>
        <w:t>en avance d</w:t>
      </w:r>
      <w:r w:rsidR="00C90F8D">
        <w:rPr>
          <w:bCs/>
        </w:rPr>
        <w:t>’</w:t>
      </w:r>
      <w:r>
        <w:rPr>
          <w:bCs/>
        </w:rPr>
        <w:t>un jour sur son itinéraire</w:t>
      </w:r>
      <w:r w:rsidR="00C90F8D">
        <w:rPr>
          <w:bCs/>
        </w:rPr>
        <w:t xml:space="preserve">. </w:t>
      </w:r>
      <w:r>
        <w:rPr>
          <w:bCs/>
        </w:rPr>
        <w:t>Il désirait s</w:t>
      </w:r>
      <w:r w:rsidR="00C90F8D">
        <w:rPr>
          <w:bCs/>
        </w:rPr>
        <w:t>’</w:t>
      </w:r>
      <w:r>
        <w:rPr>
          <w:bCs/>
        </w:rPr>
        <w:t>entretenir avec moi le plus tôt possible</w:t>
      </w:r>
      <w:r w:rsidR="00C90F8D">
        <w:rPr>
          <w:bCs/>
        </w:rPr>
        <w:t xml:space="preserve">. </w:t>
      </w:r>
      <w:r>
        <w:rPr>
          <w:bCs/>
        </w:rPr>
        <w:t>Si mes occupations m</w:t>
      </w:r>
      <w:r w:rsidR="00C90F8D">
        <w:rPr>
          <w:bCs/>
        </w:rPr>
        <w:t>’</w:t>
      </w:r>
      <w:r>
        <w:rPr>
          <w:bCs/>
        </w:rPr>
        <w:t>en laissaient le loisir</w:t>
      </w:r>
      <w:r w:rsidR="00C90F8D">
        <w:rPr>
          <w:bCs/>
        </w:rPr>
        <w:t xml:space="preserve">, </w:t>
      </w:r>
      <w:r>
        <w:rPr>
          <w:bCs/>
        </w:rPr>
        <w:t>je n</w:t>
      </w:r>
      <w:r w:rsidR="00C90F8D">
        <w:rPr>
          <w:bCs/>
        </w:rPr>
        <w:t>’</w:t>
      </w:r>
      <w:r>
        <w:rPr>
          <w:bCs/>
        </w:rPr>
        <w:t>avais qu</w:t>
      </w:r>
      <w:r w:rsidR="00C90F8D">
        <w:rPr>
          <w:bCs/>
        </w:rPr>
        <w:t>’</w:t>
      </w:r>
      <w:r>
        <w:rPr>
          <w:bCs/>
        </w:rPr>
        <w:t>à monter aussitôt dans l</w:t>
      </w:r>
      <w:r w:rsidR="00C90F8D">
        <w:rPr>
          <w:bCs/>
        </w:rPr>
        <w:t>’</w:t>
      </w:r>
      <w:r>
        <w:rPr>
          <w:bCs/>
        </w:rPr>
        <w:t>automobile qu</w:t>
      </w:r>
      <w:r w:rsidR="00C90F8D">
        <w:rPr>
          <w:bCs/>
        </w:rPr>
        <w:t>’</w:t>
      </w:r>
      <w:r>
        <w:rPr>
          <w:bCs/>
        </w:rPr>
        <w:t>il m</w:t>
      </w:r>
      <w:r w:rsidR="00C90F8D">
        <w:rPr>
          <w:bCs/>
        </w:rPr>
        <w:t>’</w:t>
      </w:r>
      <w:r>
        <w:rPr>
          <w:bCs/>
        </w:rPr>
        <w:t>envoyait</w:t>
      </w:r>
      <w:r w:rsidR="00C90F8D">
        <w:rPr>
          <w:bCs/>
        </w:rPr>
        <w:t xml:space="preserve">. </w:t>
      </w:r>
      <w:r>
        <w:rPr>
          <w:bCs/>
        </w:rPr>
        <w:t>Sinon</w:t>
      </w:r>
      <w:r w:rsidR="00C90F8D">
        <w:rPr>
          <w:bCs/>
        </w:rPr>
        <w:t xml:space="preserve">, </w:t>
      </w:r>
      <w:r>
        <w:rPr>
          <w:bCs/>
        </w:rPr>
        <w:t>j</w:t>
      </w:r>
      <w:r w:rsidR="00C90F8D">
        <w:rPr>
          <w:bCs/>
        </w:rPr>
        <w:t>’</w:t>
      </w:r>
      <w:r>
        <w:rPr>
          <w:bCs/>
        </w:rPr>
        <w:t>indiquerais à quel moment je désirais qu</w:t>
      </w:r>
      <w:r w:rsidR="00C90F8D">
        <w:rPr>
          <w:bCs/>
        </w:rPr>
        <w:t>’</w:t>
      </w:r>
      <w:r>
        <w:rPr>
          <w:bCs/>
        </w:rPr>
        <w:t>on revînt me chercher</w:t>
      </w:r>
      <w:r w:rsidR="00C90F8D">
        <w:rPr>
          <w:bCs/>
        </w:rPr>
        <w:t>.</w:t>
      </w:r>
    </w:p>
    <w:p w14:paraId="0A88701E" w14:textId="77777777" w:rsidR="00C90F8D" w:rsidRDefault="00C90F8D">
      <w:pPr>
        <w:rPr>
          <w:bCs/>
        </w:rPr>
      </w:pPr>
      <w:r>
        <w:rPr>
          <w:rFonts w:eastAsia="Georgia"/>
        </w:rPr>
        <w:t>— </w:t>
      </w:r>
      <w:r w:rsidR="00AB2DE8">
        <w:rPr>
          <w:bCs/>
        </w:rPr>
        <w:t>Mes occupations me laissent libre</w:t>
      </w:r>
      <w:r>
        <w:rPr>
          <w:bCs/>
        </w:rPr>
        <w:t xml:space="preserve">, </w:t>
      </w:r>
      <w:r w:rsidR="00AB2DE8">
        <w:rPr>
          <w:bCs/>
        </w:rPr>
        <w:t>dis-je avec dignité au chauffeur qui me transmettait cette courtoise invitation</w:t>
      </w:r>
      <w:r>
        <w:rPr>
          <w:bCs/>
        </w:rPr>
        <w:t>.</w:t>
      </w:r>
    </w:p>
    <w:p w14:paraId="0FD534AF" w14:textId="77777777" w:rsidR="00C90F8D" w:rsidRDefault="00AB2DE8">
      <w:pPr>
        <w:rPr>
          <w:bCs/>
        </w:rPr>
      </w:pPr>
      <w:r>
        <w:rPr>
          <w:bCs/>
        </w:rPr>
        <w:t>En traversant la ville</w:t>
      </w:r>
      <w:r w:rsidR="00C90F8D">
        <w:rPr>
          <w:bCs/>
        </w:rPr>
        <w:t xml:space="preserve">, </w:t>
      </w:r>
      <w:r>
        <w:rPr>
          <w:bCs/>
        </w:rPr>
        <w:t>je fus favorablement impressionné par le spectacle de soldats tchécoslovaques déjà attelés à des travaux de voierie</w:t>
      </w:r>
      <w:r w:rsidR="00C90F8D">
        <w:rPr>
          <w:bCs/>
        </w:rPr>
        <w:t xml:space="preserve">. </w:t>
      </w:r>
      <w:r>
        <w:rPr>
          <w:bCs/>
        </w:rPr>
        <w:t>D</w:t>
      </w:r>
      <w:r w:rsidR="00C90F8D">
        <w:rPr>
          <w:bCs/>
        </w:rPr>
        <w:t>’</w:t>
      </w:r>
      <w:r>
        <w:rPr>
          <w:bCs/>
        </w:rPr>
        <w:t>autres travaillaient avec ardeur au déblaiement de la gare</w:t>
      </w:r>
      <w:r w:rsidR="00C90F8D">
        <w:rPr>
          <w:bCs/>
        </w:rPr>
        <w:t xml:space="preserve">. </w:t>
      </w:r>
      <w:r>
        <w:rPr>
          <w:bCs/>
        </w:rPr>
        <w:t xml:space="preserve">Nombre de boutiques avaient rouvert </w:t>
      </w:r>
      <w:r>
        <w:rPr>
          <w:bCs/>
        </w:rPr>
        <w:lastRenderedPageBreak/>
        <w:t>leurs portes</w:t>
      </w:r>
      <w:r w:rsidR="00C90F8D">
        <w:rPr>
          <w:bCs/>
        </w:rPr>
        <w:t xml:space="preserve">. </w:t>
      </w:r>
      <w:r>
        <w:rPr>
          <w:bCs/>
        </w:rPr>
        <w:t>Nous croisâmes un bataillon qui défilait dans un ordre excellent</w:t>
      </w:r>
      <w:r w:rsidR="00C90F8D">
        <w:rPr>
          <w:bCs/>
        </w:rPr>
        <w:t xml:space="preserve">, </w:t>
      </w:r>
      <w:r>
        <w:rPr>
          <w:bCs/>
        </w:rPr>
        <w:t>musique en tête</w:t>
      </w:r>
      <w:r w:rsidR="00C90F8D">
        <w:rPr>
          <w:bCs/>
        </w:rPr>
        <w:t xml:space="preserve">, </w:t>
      </w:r>
      <w:r>
        <w:rPr>
          <w:bCs/>
        </w:rPr>
        <w:t>escorté d</w:t>
      </w:r>
      <w:r w:rsidR="00C90F8D">
        <w:rPr>
          <w:bCs/>
        </w:rPr>
        <w:t>’</w:t>
      </w:r>
      <w:r>
        <w:rPr>
          <w:bCs/>
        </w:rPr>
        <w:t>enfants gambadant et poussant des cris de joie</w:t>
      </w:r>
      <w:r w:rsidR="00C90F8D">
        <w:rPr>
          <w:bCs/>
        </w:rPr>
        <w:t>.</w:t>
      </w:r>
    </w:p>
    <w:p w14:paraId="64105007" w14:textId="77777777" w:rsidR="00C90F8D" w:rsidRDefault="00AB2DE8">
      <w:pPr>
        <w:rPr>
          <w:bCs/>
        </w:rPr>
      </w:pPr>
      <w:r>
        <w:rPr>
          <w:bCs/>
        </w:rPr>
        <w:t>Je fus immédiatement introduit auprès du colonel Gregor</w:t>
      </w:r>
      <w:r w:rsidR="00C90F8D">
        <w:rPr>
          <w:bCs/>
        </w:rPr>
        <w:t>.</w:t>
      </w:r>
    </w:p>
    <w:p w14:paraId="4CBD58A2" w14:textId="77777777" w:rsidR="00C90F8D" w:rsidRDefault="00AB2DE8">
      <w:pPr>
        <w:rPr>
          <w:bCs/>
        </w:rPr>
      </w:pPr>
      <w:r>
        <w:rPr>
          <w:bCs/>
        </w:rPr>
        <w:t>C</w:t>
      </w:r>
      <w:r w:rsidR="00C90F8D">
        <w:rPr>
          <w:bCs/>
        </w:rPr>
        <w:t>’</w:t>
      </w:r>
      <w:r>
        <w:rPr>
          <w:bCs/>
        </w:rPr>
        <w:t>était un homme de belle prestance</w:t>
      </w:r>
      <w:r w:rsidR="00C90F8D">
        <w:rPr>
          <w:bCs/>
        </w:rPr>
        <w:t xml:space="preserve">, </w:t>
      </w:r>
      <w:r>
        <w:rPr>
          <w:bCs/>
        </w:rPr>
        <w:t>âgé tout au plus de quarante-cinq ans</w:t>
      </w:r>
      <w:r w:rsidR="00C90F8D">
        <w:rPr>
          <w:bCs/>
        </w:rPr>
        <w:t xml:space="preserve">, </w:t>
      </w:r>
      <w:r>
        <w:rPr>
          <w:bCs/>
        </w:rPr>
        <w:t>mais à qui des cheveux presque tout blancs en faisaient paraître soixante</w:t>
      </w:r>
      <w:r w:rsidR="00C90F8D">
        <w:rPr>
          <w:bCs/>
        </w:rPr>
        <w:t xml:space="preserve">. </w:t>
      </w:r>
      <w:r>
        <w:rPr>
          <w:bCs/>
        </w:rPr>
        <w:t>Il était grand</w:t>
      </w:r>
      <w:r w:rsidR="00C90F8D">
        <w:rPr>
          <w:bCs/>
        </w:rPr>
        <w:t xml:space="preserve">, </w:t>
      </w:r>
      <w:r>
        <w:rPr>
          <w:bCs/>
        </w:rPr>
        <w:t>bâti en force</w:t>
      </w:r>
      <w:r w:rsidR="00C90F8D">
        <w:rPr>
          <w:bCs/>
        </w:rPr>
        <w:t xml:space="preserve">. </w:t>
      </w:r>
      <w:r>
        <w:rPr>
          <w:bCs/>
        </w:rPr>
        <w:t>Mais</w:t>
      </w:r>
      <w:r w:rsidR="00C90F8D">
        <w:rPr>
          <w:bCs/>
        </w:rPr>
        <w:t xml:space="preserve">, </w:t>
      </w:r>
      <w:r>
        <w:rPr>
          <w:bCs/>
        </w:rPr>
        <w:t>par instants</w:t>
      </w:r>
      <w:r w:rsidR="00C90F8D">
        <w:rPr>
          <w:bCs/>
        </w:rPr>
        <w:t xml:space="preserve">, </w:t>
      </w:r>
      <w:r>
        <w:rPr>
          <w:bCs/>
        </w:rPr>
        <w:t>ce corps robuste semblait se tasser</w:t>
      </w:r>
      <w:r w:rsidR="00C90F8D">
        <w:rPr>
          <w:bCs/>
        </w:rPr>
        <w:t xml:space="preserve">. </w:t>
      </w:r>
      <w:r>
        <w:rPr>
          <w:bCs/>
        </w:rPr>
        <w:t>Une expression de découragement</w:t>
      </w:r>
      <w:r w:rsidR="00C90F8D">
        <w:rPr>
          <w:bCs/>
        </w:rPr>
        <w:t xml:space="preserve">, </w:t>
      </w:r>
      <w:r>
        <w:rPr>
          <w:bCs/>
        </w:rPr>
        <w:t>de lassitude infinie envahissait ce visage altier et volontaire</w:t>
      </w:r>
      <w:r w:rsidR="00C90F8D">
        <w:rPr>
          <w:bCs/>
        </w:rPr>
        <w:t xml:space="preserve">… </w:t>
      </w:r>
      <w:r>
        <w:rPr>
          <w:bCs/>
        </w:rPr>
        <w:t>Quoiqu</w:t>
      </w:r>
      <w:r w:rsidR="00C90F8D">
        <w:rPr>
          <w:bCs/>
        </w:rPr>
        <w:t>’</w:t>
      </w:r>
      <w:r>
        <w:rPr>
          <w:bCs/>
        </w:rPr>
        <w:t>elle m</w:t>
      </w:r>
      <w:r w:rsidR="00C90F8D">
        <w:rPr>
          <w:bCs/>
        </w:rPr>
        <w:t>’</w:t>
      </w:r>
      <w:r>
        <w:rPr>
          <w:bCs/>
        </w:rPr>
        <w:t>eût frappé dès ce premier contact</w:t>
      </w:r>
      <w:r w:rsidR="00C90F8D">
        <w:rPr>
          <w:bCs/>
        </w:rPr>
        <w:t xml:space="preserve">, </w:t>
      </w:r>
      <w:r>
        <w:rPr>
          <w:bCs/>
        </w:rPr>
        <w:t>il ne m</w:t>
      </w:r>
      <w:r w:rsidR="00C90F8D">
        <w:rPr>
          <w:bCs/>
        </w:rPr>
        <w:t>’</w:t>
      </w:r>
      <w:r>
        <w:rPr>
          <w:bCs/>
        </w:rPr>
        <w:t>était pas possible de soupçonner alors les véritables motifs d</w:t>
      </w:r>
      <w:r w:rsidR="00C90F8D">
        <w:rPr>
          <w:bCs/>
        </w:rPr>
        <w:t>’</w:t>
      </w:r>
      <w:r>
        <w:rPr>
          <w:bCs/>
        </w:rPr>
        <w:t>une mélancolie que les soucis du métier et les vicissitudes de la guerre me parurent suffire à justifier pour le moment</w:t>
      </w:r>
      <w:r w:rsidR="00C90F8D">
        <w:rPr>
          <w:bCs/>
        </w:rPr>
        <w:t>.</w:t>
      </w:r>
    </w:p>
    <w:p w14:paraId="2B87C12D" w14:textId="77777777" w:rsidR="00C90F8D" w:rsidRDefault="00AB2DE8">
      <w:pPr>
        <w:rPr>
          <w:bCs/>
        </w:rPr>
      </w:pPr>
      <w:r>
        <w:rPr>
          <w:bCs/>
        </w:rPr>
        <w:t>Son officier d</w:t>
      </w:r>
      <w:r w:rsidR="00C90F8D">
        <w:rPr>
          <w:bCs/>
        </w:rPr>
        <w:t>’</w:t>
      </w:r>
      <w:r>
        <w:rPr>
          <w:bCs/>
        </w:rPr>
        <w:t>ordonnance ne s</w:t>
      </w:r>
      <w:r w:rsidR="00C90F8D">
        <w:rPr>
          <w:bCs/>
        </w:rPr>
        <w:t>’</w:t>
      </w:r>
      <w:r>
        <w:rPr>
          <w:bCs/>
        </w:rPr>
        <w:t>était pas trop avancé en affirmant que je m</w:t>
      </w:r>
      <w:r w:rsidR="00C90F8D">
        <w:rPr>
          <w:bCs/>
        </w:rPr>
        <w:t>’</w:t>
      </w:r>
      <w:r>
        <w:rPr>
          <w:bCs/>
        </w:rPr>
        <w:t>entendrais très vite avec le colonel Gregor</w:t>
      </w:r>
      <w:r w:rsidR="00C90F8D">
        <w:rPr>
          <w:bCs/>
        </w:rPr>
        <w:t xml:space="preserve">. </w:t>
      </w:r>
      <w:r>
        <w:rPr>
          <w:bCs/>
        </w:rPr>
        <w:t>En moins d</w:t>
      </w:r>
      <w:r w:rsidR="00C90F8D">
        <w:rPr>
          <w:bCs/>
        </w:rPr>
        <w:t>’</w:t>
      </w:r>
      <w:r>
        <w:rPr>
          <w:bCs/>
        </w:rPr>
        <w:t>un quart d</w:t>
      </w:r>
      <w:r w:rsidR="00C90F8D">
        <w:rPr>
          <w:bCs/>
        </w:rPr>
        <w:t>’</w:t>
      </w:r>
      <w:r>
        <w:rPr>
          <w:bCs/>
        </w:rPr>
        <w:t>heure</w:t>
      </w:r>
      <w:r w:rsidR="00C90F8D">
        <w:rPr>
          <w:bCs/>
        </w:rPr>
        <w:t xml:space="preserve">, </w:t>
      </w:r>
      <w:r>
        <w:rPr>
          <w:bCs/>
        </w:rPr>
        <w:t>il avait levé toutes mes hésitations</w:t>
      </w:r>
      <w:r w:rsidR="00C90F8D">
        <w:rPr>
          <w:bCs/>
        </w:rPr>
        <w:t xml:space="preserve">. </w:t>
      </w:r>
      <w:r>
        <w:rPr>
          <w:bCs/>
        </w:rPr>
        <w:t>Les dépêches du gouvernement français dont il était porteur ne laissaient aucun doute sur le caractère absolu de la collaboration que j</w:t>
      </w:r>
      <w:r w:rsidR="00C90F8D">
        <w:rPr>
          <w:bCs/>
        </w:rPr>
        <w:t>’</w:t>
      </w:r>
      <w:r>
        <w:rPr>
          <w:bCs/>
        </w:rPr>
        <w:t>étais tenu de prêter à nos nouveaux alliés</w:t>
      </w:r>
      <w:r w:rsidR="00C90F8D">
        <w:rPr>
          <w:bCs/>
        </w:rPr>
        <w:t xml:space="preserve">. </w:t>
      </w:r>
      <w:r>
        <w:rPr>
          <w:bCs/>
        </w:rPr>
        <w:t>Quand même j</w:t>
      </w:r>
      <w:r w:rsidR="00C90F8D">
        <w:rPr>
          <w:bCs/>
        </w:rPr>
        <w:t>’</w:t>
      </w:r>
      <w:r>
        <w:rPr>
          <w:bCs/>
        </w:rPr>
        <w:t>y eusse répugné</w:t>
      </w:r>
      <w:r w:rsidR="00C90F8D">
        <w:rPr>
          <w:bCs/>
        </w:rPr>
        <w:t xml:space="preserve">, </w:t>
      </w:r>
      <w:r>
        <w:rPr>
          <w:bCs/>
        </w:rPr>
        <w:t>ce qui n</w:t>
      </w:r>
      <w:r w:rsidR="00C90F8D">
        <w:rPr>
          <w:bCs/>
        </w:rPr>
        <w:t>’</w:t>
      </w:r>
      <w:r>
        <w:rPr>
          <w:bCs/>
        </w:rPr>
        <w:t>était pas le cas</w:t>
      </w:r>
      <w:r w:rsidR="00C90F8D">
        <w:rPr>
          <w:bCs/>
        </w:rPr>
        <w:t xml:space="preserve">, </w:t>
      </w:r>
      <w:r>
        <w:rPr>
          <w:bCs/>
        </w:rPr>
        <w:t>je n</w:t>
      </w:r>
      <w:r w:rsidR="00C90F8D">
        <w:rPr>
          <w:bCs/>
        </w:rPr>
        <w:t>’</w:t>
      </w:r>
      <w:r>
        <w:rPr>
          <w:bCs/>
        </w:rPr>
        <w:t>avais plus</w:t>
      </w:r>
      <w:r w:rsidR="00C90F8D">
        <w:rPr>
          <w:bCs/>
        </w:rPr>
        <w:t xml:space="preserve">, </w:t>
      </w:r>
      <w:r>
        <w:rPr>
          <w:bCs/>
        </w:rPr>
        <w:t>en présence d</w:t>
      </w:r>
      <w:r w:rsidR="00C90F8D">
        <w:rPr>
          <w:bCs/>
        </w:rPr>
        <w:t>’</w:t>
      </w:r>
      <w:r>
        <w:rPr>
          <w:bCs/>
        </w:rPr>
        <w:t>ordres aussi péremptoires</w:t>
      </w:r>
      <w:r w:rsidR="00C90F8D">
        <w:rPr>
          <w:bCs/>
        </w:rPr>
        <w:t xml:space="preserve">, </w:t>
      </w:r>
      <w:r>
        <w:rPr>
          <w:bCs/>
        </w:rPr>
        <w:t>qu</w:t>
      </w:r>
      <w:r w:rsidR="00C90F8D">
        <w:rPr>
          <w:bCs/>
        </w:rPr>
        <w:t>’</w:t>
      </w:r>
      <w:r>
        <w:rPr>
          <w:bCs/>
        </w:rPr>
        <w:t>à mettre mon usine à la disposition du commandement tchécoslovaque</w:t>
      </w:r>
      <w:r w:rsidR="00C90F8D">
        <w:rPr>
          <w:bCs/>
        </w:rPr>
        <w:t xml:space="preserve">, </w:t>
      </w:r>
      <w:r>
        <w:rPr>
          <w:bCs/>
        </w:rPr>
        <w:t>et qu</w:t>
      </w:r>
      <w:r w:rsidR="00C90F8D">
        <w:rPr>
          <w:bCs/>
        </w:rPr>
        <w:t>’</w:t>
      </w:r>
      <w:r>
        <w:rPr>
          <w:bCs/>
        </w:rPr>
        <w:t>à m</w:t>
      </w:r>
      <w:r w:rsidR="00C90F8D">
        <w:rPr>
          <w:bCs/>
        </w:rPr>
        <w:t>’</w:t>
      </w:r>
      <w:r>
        <w:rPr>
          <w:bCs/>
        </w:rPr>
        <w:t>y mettre également</w:t>
      </w:r>
      <w:r w:rsidR="00C90F8D">
        <w:rPr>
          <w:bCs/>
        </w:rPr>
        <w:t>.</w:t>
      </w:r>
    </w:p>
    <w:p w14:paraId="3BAB5417" w14:textId="77777777" w:rsidR="00C90F8D" w:rsidRDefault="00C90F8D">
      <w:pPr>
        <w:rPr>
          <w:bCs/>
        </w:rPr>
      </w:pPr>
      <w:r>
        <w:rPr>
          <w:rFonts w:eastAsia="Georgia"/>
        </w:rPr>
        <w:t>— </w:t>
      </w:r>
      <w:r w:rsidR="00AB2DE8">
        <w:rPr>
          <w:bCs/>
        </w:rPr>
        <w:t>Je tâcherai donc de faire de bonne besogne</w:t>
      </w:r>
      <w:r>
        <w:rPr>
          <w:bCs/>
        </w:rPr>
        <w:t xml:space="preserve">, </w:t>
      </w:r>
      <w:r w:rsidR="00AB2DE8">
        <w:rPr>
          <w:bCs/>
        </w:rPr>
        <w:t>dis-je</w:t>
      </w:r>
      <w:r>
        <w:rPr>
          <w:bCs/>
        </w:rPr>
        <w:t xml:space="preserve">, </w:t>
      </w:r>
      <w:r w:rsidR="00AB2DE8">
        <w:rPr>
          <w:bCs/>
        </w:rPr>
        <w:t>pour peu que vous m</w:t>
      </w:r>
      <w:r>
        <w:rPr>
          <w:bCs/>
        </w:rPr>
        <w:t>’</w:t>
      </w:r>
      <w:r w:rsidR="00AB2DE8">
        <w:rPr>
          <w:bCs/>
        </w:rPr>
        <w:t>en fournissiez les moyens</w:t>
      </w:r>
      <w:r>
        <w:rPr>
          <w:bCs/>
        </w:rPr>
        <w:t>.</w:t>
      </w:r>
    </w:p>
    <w:p w14:paraId="5CE80A4F" w14:textId="77777777" w:rsidR="00C90F8D" w:rsidRDefault="00C90F8D">
      <w:pPr>
        <w:rPr>
          <w:bCs/>
        </w:rPr>
      </w:pPr>
      <w:r>
        <w:rPr>
          <w:rFonts w:eastAsia="Georgia"/>
        </w:rPr>
        <w:lastRenderedPageBreak/>
        <w:t>— </w:t>
      </w:r>
      <w:r w:rsidR="00AB2DE8">
        <w:rPr>
          <w:bCs/>
        </w:rPr>
        <w:t>Je m</w:t>
      </w:r>
      <w:r>
        <w:rPr>
          <w:bCs/>
        </w:rPr>
        <w:t>’</w:t>
      </w:r>
      <w:r w:rsidR="00AB2DE8">
        <w:rPr>
          <w:bCs/>
        </w:rPr>
        <w:t>efforcerai moi-même de vous les fournir</w:t>
      </w:r>
      <w:r>
        <w:rPr>
          <w:bCs/>
        </w:rPr>
        <w:t xml:space="preserve">. </w:t>
      </w:r>
      <w:r w:rsidR="00AB2DE8">
        <w:rPr>
          <w:bCs/>
        </w:rPr>
        <w:t>Pour commencer</w:t>
      </w:r>
      <w:r>
        <w:rPr>
          <w:bCs/>
        </w:rPr>
        <w:t xml:space="preserve">, </w:t>
      </w:r>
      <w:r w:rsidR="00AB2DE8">
        <w:rPr>
          <w:bCs/>
        </w:rPr>
        <w:t>si vous n</w:t>
      </w:r>
      <w:r>
        <w:rPr>
          <w:bCs/>
        </w:rPr>
        <w:t>’</w:t>
      </w:r>
      <w:r w:rsidR="00AB2DE8">
        <w:rPr>
          <w:bCs/>
        </w:rPr>
        <w:t>y voyez pas d</w:t>
      </w:r>
      <w:r>
        <w:rPr>
          <w:bCs/>
        </w:rPr>
        <w:t>’</w:t>
      </w:r>
      <w:r w:rsidR="00AB2DE8">
        <w:rPr>
          <w:bCs/>
        </w:rPr>
        <w:t>inconvénient</w:t>
      </w:r>
      <w:r>
        <w:rPr>
          <w:bCs/>
        </w:rPr>
        <w:t xml:space="preserve">, </w:t>
      </w:r>
      <w:r w:rsidR="00AB2DE8">
        <w:rPr>
          <w:bCs/>
        </w:rPr>
        <w:t>je serai heureux de visiter l</w:t>
      </w:r>
      <w:r>
        <w:rPr>
          <w:bCs/>
        </w:rPr>
        <w:t>’</w:t>
      </w:r>
      <w:r w:rsidR="00AB2DE8">
        <w:rPr>
          <w:bCs/>
        </w:rPr>
        <w:t>usine le plus tôt possible</w:t>
      </w:r>
      <w:r>
        <w:rPr>
          <w:bCs/>
        </w:rPr>
        <w:t>.</w:t>
      </w:r>
    </w:p>
    <w:p w14:paraId="58C1FC27" w14:textId="77777777" w:rsidR="00C90F8D" w:rsidRDefault="00C90F8D">
      <w:pPr>
        <w:rPr>
          <w:bCs/>
        </w:rPr>
      </w:pPr>
      <w:r>
        <w:rPr>
          <w:rFonts w:eastAsia="Georgia"/>
        </w:rPr>
        <w:t>— </w:t>
      </w:r>
      <w:r w:rsidR="00AB2DE8">
        <w:rPr>
          <w:bCs/>
        </w:rPr>
        <w:t>Aujourd</w:t>
      </w:r>
      <w:r>
        <w:rPr>
          <w:bCs/>
        </w:rPr>
        <w:t>’</w:t>
      </w:r>
      <w:r w:rsidR="00AB2DE8">
        <w:rPr>
          <w:bCs/>
        </w:rPr>
        <w:t>hui même</w:t>
      </w:r>
      <w:r>
        <w:rPr>
          <w:bCs/>
        </w:rPr>
        <w:t xml:space="preserve">, </w:t>
      </w:r>
      <w:r w:rsidR="00AB2DE8">
        <w:rPr>
          <w:bCs/>
        </w:rPr>
        <w:t>si vous voulez</w:t>
      </w:r>
      <w:r>
        <w:rPr>
          <w:bCs/>
        </w:rPr>
        <w:t>.</w:t>
      </w:r>
    </w:p>
    <w:p w14:paraId="23033FE0" w14:textId="77777777" w:rsidR="00C90F8D" w:rsidRDefault="00C90F8D">
      <w:pPr>
        <w:rPr>
          <w:bCs/>
        </w:rPr>
      </w:pPr>
      <w:r>
        <w:rPr>
          <w:rFonts w:eastAsia="Georgia"/>
        </w:rPr>
        <w:t>— </w:t>
      </w:r>
      <w:r w:rsidR="00AB2DE8">
        <w:rPr>
          <w:bCs/>
        </w:rPr>
        <w:t>Parfait</w:t>
      </w:r>
      <w:r>
        <w:rPr>
          <w:bCs/>
        </w:rPr>
        <w:t xml:space="preserve">, </w:t>
      </w:r>
      <w:r w:rsidR="00AB2DE8">
        <w:rPr>
          <w:bCs/>
        </w:rPr>
        <w:t>et vous me ferez ensuite l</w:t>
      </w:r>
      <w:r>
        <w:rPr>
          <w:bCs/>
        </w:rPr>
        <w:t>’</w:t>
      </w:r>
      <w:r w:rsidR="00AB2DE8">
        <w:rPr>
          <w:bCs/>
        </w:rPr>
        <w:t>honneur de dîner avec moi</w:t>
      </w:r>
      <w:r>
        <w:rPr>
          <w:bCs/>
        </w:rPr>
        <w:t xml:space="preserve">, </w:t>
      </w:r>
      <w:r w:rsidR="00AB2DE8">
        <w:rPr>
          <w:bCs/>
        </w:rPr>
        <w:t>n</w:t>
      </w:r>
      <w:r>
        <w:rPr>
          <w:bCs/>
        </w:rPr>
        <w:t>’</w:t>
      </w:r>
      <w:r w:rsidR="00AB2DE8">
        <w:rPr>
          <w:bCs/>
        </w:rPr>
        <w:t>est-ce pas</w:t>
      </w:r>
      <w:r>
        <w:rPr>
          <w:bCs/>
        </w:rPr>
        <w:t> ?</w:t>
      </w:r>
    </w:p>
    <w:p w14:paraId="3E73F8BD" w14:textId="77777777" w:rsidR="00C90F8D" w:rsidRDefault="00C90F8D">
      <w:pPr>
        <w:rPr>
          <w:bCs/>
        </w:rPr>
      </w:pPr>
      <w:r>
        <w:rPr>
          <w:rFonts w:eastAsia="Georgia"/>
        </w:rPr>
        <w:t>— </w:t>
      </w:r>
      <w:r w:rsidR="00AB2DE8">
        <w:rPr>
          <w:bCs/>
        </w:rPr>
        <w:t>Volontiers</w:t>
      </w:r>
      <w:r>
        <w:rPr>
          <w:bCs/>
        </w:rPr>
        <w:t>.</w:t>
      </w:r>
    </w:p>
    <w:p w14:paraId="416CFA95" w14:textId="77777777" w:rsidR="00C90F8D" w:rsidRDefault="00C90F8D">
      <w:pPr>
        <w:rPr>
          <w:bCs/>
        </w:rPr>
      </w:pPr>
      <w:r>
        <w:rPr>
          <w:rFonts w:eastAsia="Georgia"/>
        </w:rPr>
        <w:t>— </w:t>
      </w:r>
      <w:r w:rsidR="00AB2DE8">
        <w:rPr>
          <w:bCs/>
        </w:rPr>
        <w:t>Par exemple</w:t>
      </w:r>
      <w:r>
        <w:rPr>
          <w:bCs/>
        </w:rPr>
        <w:t xml:space="preserve">, </w:t>
      </w:r>
      <w:r w:rsidR="00AB2DE8">
        <w:rPr>
          <w:bCs/>
        </w:rPr>
        <w:t>dit-il en souriant</w:t>
      </w:r>
      <w:r>
        <w:rPr>
          <w:bCs/>
        </w:rPr>
        <w:t xml:space="preserve">, </w:t>
      </w:r>
      <w:r w:rsidR="00AB2DE8">
        <w:rPr>
          <w:bCs/>
        </w:rPr>
        <w:t>il ne faudra pas vous montrer trop difficile</w:t>
      </w:r>
      <w:r>
        <w:rPr>
          <w:bCs/>
        </w:rPr>
        <w:t xml:space="preserve">. </w:t>
      </w:r>
      <w:r w:rsidR="00AB2DE8">
        <w:rPr>
          <w:bCs/>
        </w:rPr>
        <w:t>La science de mon cuisinier est fort modeste</w:t>
      </w:r>
      <w:r>
        <w:rPr>
          <w:bCs/>
        </w:rPr>
        <w:t xml:space="preserve">, </w:t>
      </w:r>
      <w:r w:rsidR="00AB2DE8">
        <w:rPr>
          <w:bCs/>
        </w:rPr>
        <w:t>et je crains en outre qu</w:t>
      </w:r>
      <w:r>
        <w:rPr>
          <w:bCs/>
        </w:rPr>
        <w:t>’</w:t>
      </w:r>
      <w:r w:rsidR="00AB2DE8">
        <w:rPr>
          <w:bCs/>
        </w:rPr>
        <w:t>arrivé seulement de ce matin à Novo-Petrovsk</w:t>
      </w:r>
      <w:r>
        <w:rPr>
          <w:bCs/>
        </w:rPr>
        <w:t>…</w:t>
      </w:r>
    </w:p>
    <w:p w14:paraId="082B9CE3" w14:textId="77777777" w:rsidR="00C90F8D" w:rsidRDefault="00AB2DE8">
      <w:pPr>
        <w:rPr>
          <w:bCs/>
        </w:rPr>
      </w:pPr>
      <w:r>
        <w:rPr>
          <w:bCs/>
        </w:rPr>
        <w:t>Je souris aussi</w:t>
      </w:r>
      <w:r w:rsidR="00C90F8D">
        <w:rPr>
          <w:bCs/>
        </w:rPr>
        <w:t>.</w:t>
      </w:r>
    </w:p>
    <w:p w14:paraId="68C8BCB9" w14:textId="77777777" w:rsidR="00C90F8D" w:rsidRDefault="00C90F8D">
      <w:pPr>
        <w:rPr>
          <w:bCs/>
        </w:rPr>
      </w:pPr>
      <w:r>
        <w:rPr>
          <w:rFonts w:eastAsia="Georgia"/>
        </w:rPr>
        <w:t>— </w:t>
      </w:r>
      <w:r w:rsidR="00AB2DE8">
        <w:rPr>
          <w:bCs/>
        </w:rPr>
        <w:t>J</w:t>
      </w:r>
      <w:r>
        <w:rPr>
          <w:bCs/>
        </w:rPr>
        <w:t>’</w:t>
      </w:r>
      <w:r w:rsidR="00AB2DE8">
        <w:rPr>
          <w:bCs/>
        </w:rPr>
        <w:t>ai passé dans ce pays par trop de traverses pour avoir conservé le droit de me montrer très exigeant</w:t>
      </w:r>
      <w:r>
        <w:rPr>
          <w:bCs/>
        </w:rPr>
        <w:t xml:space="preserve">. </w:t>
      </w:r>
      <w:r w:rsidR="00AB2DE8">
        <w:rPr>
          <w:bCs/>
        </w:rPr>
        <w:t>Néanmoins</w:t>
      </w:r>
      <w:r>
        <w:rPr>
          <w:bCs/>
        </w:rPr>
        <w:t xml:space="preserve">, </w:t>
      </w:r>
      <w:r w:rsidR="00AB2DE8">
        <w:rPr>
          <w:bCs/>
        </w:rPr>
        <w:t>mon colonel</w:t>
      </w:r>
      <w:r>
        <w:rPr>
          <w:bCs/>
        </w:rPr>
        <w:t xml:space="preserve">, </w:t>
      </w:r>
      <w:r w:rsidR="00AB2DE8">
        <w:rPr>
          <w:bCs/>
        </w:rPr>
        <w:t>je crois que</w:t>
      </w:r>
      <w:r>
        <w:rPr>
          <w:bCs/>
        </w:rPr>
        <w:t xml:space="preserve">, </w:t>
      </w:r>
      <w:r w:rsidR="00AB2DE8">
        <w:rPr>
          <w:bCs/>
        </w:rPr>
        <w:t>pour le premier jour</w:t>
      </w:r>
      <w:r>
        <w:rPr>
          <w:bCs/>
        </w:rPr>
        <w:t xml:space="preserve">, </w:t>
      </w:r>
      <w:r w:rsidR="00AB2DE8">
        <w:rPr>
          <w:bCs/>
        </w:rPr>
        <w:t>il serait bon de procéder de façon différente</w:t>
      </w:r>
      <w:r>
        <w:rPr>
          <w:bCs/>
        </w:rPr>
        <w:t xml:space="preserve">. </w:t>
      </w:r>
      <w:r w:rsidR="00AB2DE8">
        <w:rPr>
          <w:bCs/>
        </w:rPr>
        <w:t>Mon installation n</w:t>
      </w:r>
      <w:r>
        <w:rPr>
          <w:bCs/>
        </w:rPr>
        <w:t>’</w:t>
      </w:r>
      <w:r w:rsidR="00AB2DE8">
        <w:rPr>
          <w:bCs/>
        </w:rPr>
        <w:t>est certes pas fameuse</w:t>
      </w:r>
      <w:r>
        <w:rPr>
          <w:bCs/>
        </w:rPr>
        <w:t xml:space="preserve">, </w:t>
      </w:r>
      <w:r w:rsidR="00AB2DE8">
        <w:rPr>
          <w:bCs/>
        </w:rPr>
        <w:t>mais elle date de plusieurs années</w:t>
      </w:r>
      <w:r>
        <w:rPr>
          <w:bCs/>
        </w:rPr>
        <w:t xml:space="preserve">, </w:t>
      </w:r>
      <w:r w:rsidR="00AB2DE8">
        <w:rPr>
          <w:bCs/>
        </w:rPr>
        <w:t>et</w:t>
      </w:r>
      <w:r>
        <w:rPr>
          <w:bCs/>
        </w:rPr>
        <w:t xml:space="preserve">, </w:t>
      </w:r>
      <w:r w:rsidR="00AB2DE8">
        <w:rPr>
          <w:bCs/>
        </w:rPr>
        <w:t>comme telle</w:t>
      </w:r>
      <w:r>
        <w:rPr>
          <w:bCs/>
        </w:rPr>
        <w:t xml:space="preserve">, </w:t>
      </w:r>
      <w:r w:rsidR="00AB2DE8">
        <w:rPr>
          <w:bCs/>
        </w:rPr>
        <w:t>elle est certainement supérieure à la vôtre</w:t>
      </w:r>
      <w:r>
        <w:rPr>
          <w:bCs/>
        </w:rPr>
        <w:t xml:space="preserve">. </w:t>
      </w:r>
      <w:r w:rsidR="00AB2DE8">
        <w:rPr>
          <w:bCs/>
        </w:rPr>
        <w:t>Ce soir</w:t>
      </w:r>
      <w:r>
        <w:rPr>
          <w:bCs/>
        </w:rPr>
        <w:t xml:space="preserve">, </w:t>
      </w:r>
      <w:r w:rsidR="00AB2DE8">
        <w:rPr>
          <w:bCs/>
        </w:rPr>
        <w:t>c</w:t>
      </w:r>
      <w:r>
        <w:rPr>
          <w:bCs/>
        </w:rPr>
        <w:t>’</w:t>
      </w:r>
      <w:r w:rsidR="00AB2DE8">
        <w:rPr>
          <w:bCs/>
        </w:rPr>
        <w:t>est vous qui accepterez mon hospitalité</w:t>
      </w:r>
      <w:r>
        <w:rPr>
          <w:bCs/>
        </w:rPr>
        <w:t>.</w:t>
      </w:r>
    </w:p>
    <w:p w14:paraId="3EEDF407" w14:textId="77777777" w:rsidR="00C90F8D" w:rsidRDefault="00C90F8D">
      <w:pPr>
        <w:rPr>
          <w:bCs/>
        </w:rPr>
      </w:pPr>
      <w:r>
        <w:rPr>
          <w:rFonts w:eastAsia="Georgia"/>
        </w:rPr>
        <w:t>— </w:t>
      </w:r>
      <w:r w:rsidR="00AB2DE8">
        <w:rPr>
          <w:bCs/>
        </w:rPr>
        <w:t>Soit</w:t>
      </w:r>
      <w:r>
        <w:rPr>
          <w:bCs/>
        </w:rPr>
        <w:t xml:space="preserve">, </w:t>
      </w:r>
      <w:r w:rsidR="00AB2DE8">
        <w:rPr>
          <w:bCs/>
        </w:rPr>
        <w:t>dit-il</w:t>
      </w:r>
      <w:r>
        <w:rPr>
          <w:bCs/>
        </w:rPr>
        <w:t xml:space="preserve">, </w:t>
      </w:r>
      <w:r w:rsidR="00AB2DE8">
        <w:rPr>
          <w:bCs/>
        </w:rPr>
        <w:t>et de grand cœur</w:t>
      </w:r>
      <w:r>
        <w:rPr>
          <w:bCs/>
        </w:rPr>
        <w:t xml:space="preserve">. </w:t>
      </w:r>
      <w:r w:rsidR="00AB2DE8">
        <w:rPr>
          <w:bCs/>
        </w:rPr>
        <w:t>Je serai donc là-haut vers six heures</w:t>
      </w:r>
      <w:r>
        <w:rPr>
          <w:bCs/>
        </w:rPr>
        <w:t xml:space="preserve">, </w:t>
      </w:r>
      <w:r w:rsidR="00AB2DE8">
        <w:rPr>
          <w:bCs/>
        </w:rPr>
        <w:t>afin que nous ayons le temps de faire notre tournée avant la tombée de la nuit</w:t>
      </w:r>
      <w:r>
        <w:rPr>
          <w:bCs/>
        </w:rPr>
        <w:t>.</w:t>
      </w:r>
    </w:p>
    <w:p w14:paraId="1F05BD24" w14:textId="77777777" w:rsidR="00C90F8D" w:rsidRDefault="00AB2DE8">
      <w:pPr>
        <w:rPr>
          <w:bCs/>
        </w:rPr>
      </w:pPr>
      <w:r>
        <w:rPr>
          <w:bCs/>
        </w:rPr>
        <w:t>Il fut exact au rendez-vous</w:t>
      </w:r>
      <w:r w:rsidR="00C90F8D">
        <w:rPr>
          <w:bCs/>
        </w:rPr>
        <w:t xml:space="preserve">, </w:t>
      </w:r>
      <w:r>
        <w:rPr>
          <w:bCs/>
        </w:rPr>
        <w:t>et nous commençâmes aussitôt notre randonnée à travers les bâtiments de l</w:t>
      </w:r>
      <w:r w:rsidR="00C90F8D">
        <w:rPr>
          <w:bCs/>
        </w:rPr>
        <w:t>’</w:t>
      </w:r>
      <w:r>
        <w:rPr>
          <w:bCs/>
        </w:rPr>
        <w:t>usine</w:t>
      </w:r>
      <w:r w:rsidR="00C90F8D">
        <w:rPr>
          <w:bCs/>
        </w:rPr>
        <w:t xml:space="preserve">. </w:t>
      </w:r>
      <w:r>
        <w:rPr>
          <w:bCs/>
        </w:rPr>
        <w:t>La perspective de voir celle-ci sortir enfin de son sommeil avait secoué ma propre torpeur</w:t>
      </w:r>
      <w:r w:rsidR="00C90F8D">
        <w:rPr>
          <w:bCs/>
        </w:rPr>
        <w:t xml:space="preserve">. </w:t>
      </w:r>
      <w:r>
        <w:rPr>
          <w:bCs/>
        </w:rPr>
        <w:t>Je multipliais les détails</w:t>
      </w:r>
      <w:r w:rsidR="00C90F8D">
        <w:rPr>
          <w:bCs/>
        </w:rPr>
        <w:t xml:space="preserve">, </w:t>
      </w:r>
      <w:r>
        <w:rPr>
          <w:bCs/>
        </w:rPr>
        <w:t xml:space="preserve">les explications que le colonel Gregor écoutait avec une gravité </w:t>
      </w:r>
      <w:r>
        <w:rPr>
          <w:bCs/>
        </w:rPr>
        <w:lastRenderedPageBreak/>
        <w:t>réfléchie</w:t>
      </w:r>
      <w:r w:rsidR="00C90F8D">
        <w:rPr>
          <w:bCs/>
        </w:rPr>
        <w:t xml:space="preserve">. </w:t>
      </w:r>
      <w:r>
        <w:rPr>
          <w:bCs/>
        </w:rPr>
        <w:t>Son arme d</w:t>
      </w:r>
      <w:r w:rsidR="00C90F8D">
        <w:rPr>
          <w:bCs/>
        </w:rPr>
        <w:t>’</w:t>
      </w:r>
      <w:r>
        <w:rPr>
          <w:bCs/>
        </w:rPr>
        <w:t>origine étant l</w:t>
      </w:r>
      <w:r w:rsidR="00C90F8D">
        <w:rPr>
          <w:bCs/>
        </w:rPr>
        <w:t>’</w:t>
      </w:r>
      <w:r>
        <w:rPr>
          <w:bCs/>
        </w:rPr>
        <w:t>infanterie</w:t>
      </w:r>
      <w:r w:rsidR="00C90F8D">
        <w:rPr>
          <w:bCs/>
        </w:rPr>
        <w:t xml:space="preserve">, </w:t>
      </w:r>
      <w:r>
        <w:rPr>
          <w:bCs/>
        </w:rPr>
        <w:t>les questions relevant du domaine des industries de guerre lui demeuraient naturellement assez étrangères</w:t>
      </w:r>
      <w:r w:rsidR="00C90F8D">
        <w:rPr>
          <w:bCs/>
        </w:rPr>
        <w:t xml:space="preserve">. </w:t>
      </w:r>
      <w:r>
        <w:rPr>
          <w:bCs/>
        </w:rPr>
        <w:t>Mais il était d</w:t>
      </w:r>
      <w:r w:rsidR="00C90F8D">
        <w:rPr>
          <w:bCs/>
        </w:rPr>
        <w:t>’</w:t>
      </w:r>
      <w:r>
        <w:rPr>
          <w:bCs/>
        </w:rPr>
        <w:t>esprit ouvert</w:t>
      </w:r>
      <w:r w:rsidR="00C90F8D">
        <w:rPr>
          <w:bCs/>
        </w:rPr>
        <w:t xml:space="preserve">, </w:t>
      </w:r>
      <w:r>
        <w:rPr>
          <w:bCs/>
        </w:rPr>
        <w:t>avait du bon sens</w:t>
      </w:r>
      <w:r w:rsidR="00C90F8D">
        <w:rPr>
          <w:bCs/>
        </w:rPr>
        <w:t xml:space="preserve">, </w:t>
      </w:r>
      <w:r>
        <w:rPr>
          <w:bCs/>
        </w:rPr>
        <w:t>savait questionner à propos</w:t>
      </w:r>
      <w:r w:rsidR="00C90F8D">
        <w:rPr>
          <w:bCs/>
        </w:rPr>
        <w:t xml:space="preserve">. </w:t>
      </w:r>
      <w:r>
        <w:rPr>
          <w:bCs/>
        </w:rPr>
        <w:t>Il n</w:t>
      </w:r>
      <w:r w:rsidR="00C90F8D">
        <w:rPr>
          <w:bCs/>
        </w:rPr>
        <w:t>’</w:t>
      </w:r>
      <w:r>
        <w:rPr>
          <w:bCs/>
        </w:rPr>
        <w:t>y avait que lorsque l</w:t>
      </w:r>
      <w:r w:rsidR="00C90F8D">
        <w:rPr>
          <w:bCs/>
        </w:rPr>
        <w:t>’</w:t>
      </w:r>
      <w:r>
        <w:rPr>
          <w:bCs/>
        </w:rPr>
        <w:t>expression dont j</w:t>
      </w:r>
      <w:r w:rsidR="00C90F8D">
        <w:rPr>
          <w:bCs/>
        </w:rPr>
        <w:t>’</w:t>
      </w:r>
      <w:r>
        <w:rPr>
          <w:bCs/>
        </w:rPr>
        <w:t>ai parlé réapparaissait sur son visage que ces qualités se trouvaient comme suspendues</w:t>
      </w:r>
      <w:r w:rsidR="00C90F8D">
        <w:rPr>
          <w:bCs/>
        </w:rPr>
        <w:t xml:space="preserve">. </w:t>
      </w:r>
      <w:r>
        <w:rPr>
          <w:bCs/>
        </w:rPr>
        <w:t>Deux ou trois fois</w:t>
      </w:r>
      <w:r w:rsidR="00C90F8D">
        <w:rPr>
          <w:bCs/>
        </w:rPr>
        <w:t xml:space="preserve">, </w:t>
      </w:r>
      <w:r>
        <w:rPr>
          <w:bCs/>
        </w:rPr>
        <w:t>à la façon dont il me fit répéter</w:t>
      </w:r>
      <w:r w:rsidR="00C90F8D">
        <w:rPr>
          <w:bCs/>
        </w:rPr>
        <w:t xml:space="preserve">, </w:t>
      </w:r>
      <w:r>
        <w:rPr>
          <w:bCs/>
        </w:rPr>
        <w:t>en s</w:t>
      </w:r>
      <w:r w:rsidR="00C90F8D">
        <w:rPr>
          <w:bCs/>
        </w:rPr>
        <w:t>’</w:t>
      </w:r>
      <w:r>
        <w:rPr>
          <w:bCs/>
        </w:rPr>
        <w:t>excusant</w:t>
      </w:r>
      <w:r w:rsidR="00C90F8D">
        <w:rPr>
          <w:bCs/>
        </w:rPr>
        <w:t xml:space="preserve">, </w:t>
      </w:r>
      <w:r>
        <w:rPr>
          <w:bCs/>
        </w:rPr>
        <w:t>un renseignement que je venais de lui donner</w:t>
      </w:r>
      <w:r w:rsidR="00C90F8D">
        <w:rPr>
          <w:bCs/>
        </w:rPr>
        <w:t xml:space="preserve">, </w:t>
      </w:r>
      <w:r>
        <w:rPr>
          <w:bCs/>
        </w:rPr>
        <w:t>je compris que ce n</w:t>
      </w:r>
      <w:r w:rsidR="00C90F8D">
        <w:rPr>
          <w:bCs/>
        </w:rPr>
        <w:t>’</w:t>
      </w:r>
      <w:r>
        <w:rPr>
          <w:bCs/>
        </w:rPr>
        <w:t>était pas son intelligence qui devait être mise en cause</w:t>
      </w:r>
      <w:r w:rsidR="00C90F8D">
        <w:rPr>
          <w:bCs/>
        </w:rPr>
        <w:t xml:space="preserve">, </w:t>
      </w:r>
      <w:r>
        <w:rPr>
          <w:bCs/>
        </w:rPr>
        <w:t>mais son attention</w:t>
      </w:r>
      <w:r w:rsidR="00C90F8D">
        <w:rPr>
          <w:bCs/>
        </w:rPr>
        <w:t>.</w:t>
      </w:r>
    </w:p>
    <w:p w14:paraId="3E06D6F6" w14:textId="77777777" w:rsidR="00C90F8D" w:rsidRDefault="00AB2DE8">
      <w:pPr>
        <w:rPr>
          <w:bCs/>
        </w:rPr>
      </w:pPr>
      <w:r>
        <w:rPr>
          <w:bCs/>
        </w:rPr>
        <w:t>À sept heures et demie</w:t>
      </w:r>
      <w:r w:rsidR="00C90F8D">
        <w:rPr>
          <w:bCs/>
        </w:rPr>
        <w:t xml:space="preserve">, </w:t>
      </w:r>
      <w:r>
        <w:rPr>
          <w:bCs/>
        </w:rPr>
        <w:t>nous en avions terminé avec l</w:t>
      </w:r>
      <w:r w:rsidR="00C90F8D">
        <w:rPr>
          <w:bCs/>
        </w:rPr>
        <w:t>’</w:t>
      </w:r>
      <w:r>
        <w:rPr>
          <w:bCs/>
        </w:rPr>
        <w:t>usine</w:t>
      </w:r>
      <w:r w:rsidR="00C90F8D">
        <w:rPr>
          <w:bCs/>
        </w:rPr>
        <w:t xml:space="preserve">, </w:t>
      </w:r>
      <w:r>
        <w:rPr>
          <w:bCs/>
        </w:rPr>
        <w:t>je le ramenai au chalet</w:t>
      </w:r>
      <w:r w:rsidR="00C90F8D">
        <w:rPr>
          <w:bCs/>
        </w:rPr>
        <w:t xml:space="preserve">, </w:t>
      </w:r>
      <w:r>
        <w:rPr>
          <w:bCs/>
        </w:rPr>
        <w:t>dans la salle à manger où le couvert était dressé</w:t>
      </w:r>
      <w:r w:rsidR="00C90F8D">
        <w:rPr>
          <w:bCs/>
        </w:rPr>
        <w:t xml:space="preserve">, </w:t>
      </w:r>
      <w:r>
        <w:rPr>
          <w:bCs/>
        </w:rPr>
        <w:t>sous la dansante clarté de quatre chandelles de résine</w:t>
      </w:r>
      <w:r w:rsidR="00C90F8D">
        <w:rPr>
          <w:bCs/>
        </w:rPr>
        <w:t>.</w:t>
      </w:r>
    </w:p>
    <w:p w14:paraId="469EC471" w14:textId="77777777" w:rsidR="00C90F8D" w:rsidRDefault="00C90F8D">
      <w:pPr>
        <w:rPr>
          <w:bCs/>
        </w:rPr>
      </w:pPr>
      <w:r>
        <w:rPr>
          <w:rFonts w:eastAsia="Georgia"/>
        </w:rPr>
        <w:t>— </w:t>
      </w:r>
      <w:r w:rsidR="00AB2DE8">
        <w:rPr>
          <w:bCs/>
        </w:rPr>
        <w:t>Excusez cet éclairage de fortune</w:t>
      </w:r>
      <w:r>
        <w:rPr>
          <w:bCs/>
        </w:rPr>
        <w:t xml:space="preserve">. </w:t>
      </w:r>
      <w:r w:rsidR="00AB2DE8">
        <w:rPr>
          <w:bCs/>
        </w:rPr>
        <w:t>Mais ainsi que je vous le disais tout à l</w:t>
      </w:r>
      <w:r>
        <w:rPr>
          <w:bCs/>
        </w:rPr>
        <w:t>’</w:t>
      </w:r>
      <w:r w:rsidR="00AB2DE8">
        <w:rPr>
          <w:bCs/>
        </w:rPr>
        <w:t>heure</w:t>
      </w:r>
      <w:r>
        <w:rPr>
          <w:bCs/>
        </w:rPr>
        <w:t xml:space="preserve">, </w:t>
      </w:r>
      <w:r w:rsidR="00AB2DE8">
        <w:rPr>
          <w:bCs/>
        </w:rPr>
        <w:t>en moins d</w:t>
      </w:r>
      <w:r>
        <w:rPr>
          <w:bCs/>
        </w:rPr>
        <w:t>’</w:t>
      </w:r>
      <w:r w:rsidR="00AB2DE8">
        <w:rPr>
          <w:bCs/>
        </w:rPr>
        <w:t>une semaine</w:t>
      </w:r>
      <w:r>
        <w:rPr>
          <w:bCs/>
        </w:rPr>
        <w:t xml:space="preserve">, </w:t>
      </w:r>
      <w:r w:rsidR="00AB2DE8">
        <w:rPr>
          <w:bCs/>
        </w:rPr>
        <w:t>pour peu que j</w:t>
      </w:r>
      <w:r>
        <w:rPr>
          <w:bCs/>
        </w:rPr>
        <w:t>’</w:t>
      </w:r>
      <w:r w:rsidR="00AB2DE8">
        <w:rPr>
          <w:bCs/>
        </w:rPr>
        <w:t>aie la main-d</w:t>
      </w:r>
      <w:r>
        <w:rPr>
          <w:bCs/>
        </w:rPr>
        <w:t>’</w:t>
      </w:r>
      <w:r w:rsidR="00AB2DE8">
        <w:rPr>
          <w:bCs/>
        </w:rPr>
        <w:t>œuvre indispensable</w:t>
      </w:r>
      <w:r>
        <w:rPr>
          <w:bCs/>
        </w:rPr>
        <w:t xml:space="preserve">, </w:t>
      </w:r>
      <w:r w:rsidR="00AB2DE8">
        <w:rPr>
          <w:bCs/>
        </w:rPr>
        <w:t>l</w:t>
      </w:r>
      <w:r>
        <w:rPr>
          <w:bCs/>
        </w:rPr>
        <w:t>’</w:t>
      </w:r>
      <w:r w:rsidR="00AB2DE8">
        <w:rPr>
          <w:bCs/>
        </w:rPr>
        <w:t>électricité peut être rétablie</w:t>
      </w:r>
      <w:r>
        <w:rPr>
          <w:bCs/>
        </w:rPr>
        <w:t>.</w:t>
      </w:r>
    </w:p>
    <w:p w14:paraId="4873ACD3" w14:textId="77777777" w:rsidR="00C90F8D" w:rsidRDefault="00AB2DE8">
      <w:pPr>
        <w:rPr>
          <w:bCs/>
        </w:rPr>
      </w:pPr>
      <w:r>
        <w:rPr>
          <w:bCs/>
        </w:rPr>
        <w:t>Il faut reconnaître que mes Tartares avaient bien fait les choses</w:t>
      </w:r>
      <w:r w:rsidR="00C90F8D">
        <w:rPr>
          <w:bCs/>
        </w:rPr>
        <w:t xml:space="preserve">. </w:t>
      </w:r>
      <w:r>
        <w:rPr>
          <w:bCs/>
        </w:rPr>
        <w:t>Ce fut moi qui recueillis les éloges qui leur étaient dus</w:t>
      </w:r>
      <w:r w:rsidR="00C90F8D">
        <w:rPr>
          <w:bCs/>
        </w:rPr>
        <w:t>.</w:t>
      </w:r>
    </w:p>
    <w:p w14:paraId="30E55772" w14:textId="77777777" w:rsidR="00C90F8D" w:rsidRDefault="00C90F8D">
      <w:pPr>
        <w:rPr>
          <w:bCs/>
        </w:rPr>
      </w:pPr>
      <w:r>
        <w:rPr>
          <w:rFonts w:eastAsia="Georgia"/>
        </w:rPr>
        <w:t>— </w:t>
      </w:r>
      <w:r w:rsidR="00AB2DE8">
        <w:rPr>
          <w:bCs/>
        </w:rPr>
        <w:t>Je n</w:t>
      </w:r>
      <w:r>
        <w:rPr>
          <w:bCs/>
        </w:rPr>
        <w:t>’</w:t>
      </w:r>
      <w:r w:rsidR="00AB2DE8">
        <w:rPr>
          <w:bCs/>
        </w:rPr>
        <w:t>ai pas tous les jours l</w:t>
      </w:r>
      <w:r>
        <w:rPr>
          <w:bCs/>
        </w:rPr>
        <w:t>’</w:t>
      </w:r>
      <w:r w:rsidR="00AB2DE8">
        <w:rPr>
          <w:bCs/>
        </w:rPr>
        <w:t>occasion de m</w:t>
      </w:r>
      <w:r>
        <w:rPr>
          <w:bCs/>
        </w:rPr>
        <w:t>’</w:t>
      </w:r>
      <w:r w:rsidR="00AB2DE8">
        <w:rPr>
          <w:bCs/>
        </w:rPr>
        <w:t>asseoir devant un dîner semblable</w:t>
      </w:r>
      <w:r>
        <w:rPr>
          <w:bCs/>
        </w:rPr>
        <w:t xml:space="preserve">, </w:t>
      </w:r>
      <w:r w:rsidR="00AB2DE8">
        <w:rPr>
          <w:bCs/>
        </w:rPr>
        <w:t>dit le colonel Gregor</w:t>
      </w:r>
      <w:r>
        <w:rPr>
          <w:bCs/>
        </w:rPr>
        <w:t>.</w:t>
      </w:r>
    </w:p>
    <w:p w14:paraId="04AB7211" w14:textId="77777777" w:rsidR="00C90F8D" w:rsidRDefault="00AB2DE8">
      <w:pPr>
        <w:rPr>
          <w:bCs/>
        </w:rPr>
      </w:pPr>
      <w:r>
        <w:rPr>
          <w:bCs/>
        </w:rPr>
        <w:t>En quelques phrases</w:t>
      </w:r>
      <w:r w:rsidR="00C90F8D">
        <w:rPr>
          <w:bCs/>
        </w:rPr>
        <w:t xml:space="preserve">, </w:t>
      </w:r>
      <w:r>
        <w:rPr>
          <w:bCs/>
        </w:rPr>
        <w:t>évitant avec soin de se mettre en valeur</w:t>
      </w:r>
      <w:r w:rsidR="00C90F8D">
        <w:rPr>
          <w:bCs/>
        </w:rPr>
        <w:t xml:space="preserve">, </w:t>
      </w:r>
      <w:r>
        <w:rPr>
          <w:bCs/>
        </w:rPr>
        <w:t>il me raconta alors ce qu</w:t>
      </w:r>
      <w:r w:rsidR="00C90F8D">
        <w:rPr>
          <w:bCs/>
        </w:rPr>
        <w:t>’</w:t>
      </w:r>
      <w:r>
        <w:rPr>
          <w:bCs/>
        </w:rPr>
        <w:t>avait été son existence depuis 1914</w:t>
      </w:r>
      <w:r w:rsidR="00C90F8D">
        <w:rPr>
          <w:bCs/>
        </w:rPr>
        <w:t xml:space="preserve"> : </w:t>
      </w:r>
      <w:r>
        <w:rPr>
          <w:bCs/>
        </w:rPr>
        <w:t>la guerre</w:t>
      </w:r>
      <w:r w:rsidR="00C90F8D">
        <w:rPr>
          <w:bCs/>
        </w:rPr>
        <w:t xml:space="preserve">, </w:t>
      </w:r>
      <w:r>
        <w:rPr>
          <w:bCs/>
        </w:rPr>
        <w:t>qu</w:t>
      </w:r>
      <w:r w:rsidR="00C90F8D">
        <w:rPr>
          <w:bCs/>
        </w:rPr>
        <w:t>’</w:t>
      </w:r>
      <w:r>
        <w:rPr>
          <w:bCs/>
        </w:rPr>
        <w:t>il avait faite comme capitaine dans l</w:t>
      </w:r>
      <w:r w:rsidR="00C90F8D">
        <w:rPr>
          <w:bCs/>
        </w:rPr>
        <w:t>’</w:t>
      </w:r>
      <w:r>
        <w:rPr>
          <w:bCs/>
        </w:rPr>
        <w:t>armée autrichienne</w:t>
      </w:r>
      <w:r w:rsidR="00C90F8D">
        <w:rPr>
          <w:bCs/>
        </w:rPr>
        <w:t xml:space="preserve"> ; </w:t>
      </w:r>
      <w:r>
        <w:rPr>
          <w:bCs/>
        </w:rPr>
        <w:t>sa captivité en Russie</w:t>
      </w:r>
      <w:r w:rsidR="00C90F8D">
        <w:rPr>
          <w:bCs/>
        </w:rPr>
        <w:t xml:space="preserve"> ; </w:t>
      </w:r>
      <w:r>
        <w:rPr>
          <w:bCs/>
        </w:rPr>
        <w:t>la formation des légions tchécoslovaques</w:t>
      </w:r>
      <w:r w:rsidR="00C90F8D">
        <w:rPr>
          <w:bCs/>
        </w:rPr>
        <w:t xml:space="preserve"> ; </w:t>
      </w:r>
      <w:r>
        <w:rPr>
          <w:bCs/>
        </w:rPr>
        <w:t>puis la lutte</w:t>
      </w:r>
      <w:r w:rsidR="00C90F8D">
        <w:rPr>
          <w:bCs/>
        </w:rPr>
        <w:t xml:space="preserve"> – </w:t>
      </w:r>
      <w:r>
        <w:rPr>
          <w:bCs/>
        </w:rPr>
        <w:t>lutte qu</w:t>
      </w:r>
      <w:r w:rsidR="00C90F8D">
        <w:rPr>
          <w:bCs/>
        </w:rPr>
        <w:t>’</w:t>
      </w:r>
      <w:r>
        <w:rPr>
          <w:bCs/>
        </w:rPr>
        <w:t>on devinait pleine d</w:t>
      </w:r>
      <w:r w:rsidR="00C90F8D">
        <w:rPr>
          <w:bCs/>
        </w:rPr>
        <w:t>’</w:t>
      </w:r>
      <w:r>
        <w:rPr>
          <w:bCs/>
        </w:rPr>
        <w:t>épisodes atroces</w:t>
      </w:r>
      <w:r w:rsidR="00C90F8D">
        <w:rPr>
          <w:bCs/>
        </w:rPr>
        <w:t xml:space="preserve"> – </w:t>
      </w:r>
      <w:r>
        <w:rPr>
          <w:bCs/>
        </w:rPr>
        <w:t>contre les bolcheviks</w:t>
      </w:r>
      <w:r w:rsidR="00C90F8D">
        <w:rPr>
          <w:bCs/>
        </w:rPr>
        <w:t xml:space="preserve">, </w:t>
      </w:r>
      <w:r>
        <w:rPr>
          <w:bCs/>
        </w:rPr>
        <w:t>en Ukraine</w:t>
      </w:r>
      <w:r w:rsidR="00C90F8D">
        <w:rPr>
          <w:bCs/>
        </w:rPr>
        <w:t xml:space="preserve">, </w:t>
      </w:r>
      <w:r>
        <w:rPr>
          <w:bCs/>
        </w:rPr>
        <w:t>en Sibérie</w:t>
      </w:r>
      <w:r w:rsidR="00C90F8D">
        <w:rPr>
          <w:bCs/>
        </w:rPr>
        <w:t>…</w:t>
      </w:r>
    </w:p>
    <w:p w14:paraId="7CB3D5A6" w14:textId="77777777" w:rsidR="00C90F8D" w:rsidRDefault="00C90F8D">
      <w:pPr>
        <w:rPr>
          <w:bCs/>
        </w:rPr>
      </w:pPr>
      <w:r>
        <w:rPr>
          <w:rFonts w:eastAsia="Georgia"/>
        </w:rPr>
        <w:lastRenderedPageBreak/>
        <w:t>— </w:t>
      </w:r>
      <w:r w:rsidR="00AB2DE8">
        <w:rPr>
          <w:bCs/>
        </w:rPr>
        <w:t>Je crois</w:t>
      </w:r>
      <w:r>
        <w:rPr>
          <w:bCs/>
        </w:rPr>
        <w:t xml:space="preserve">, </w:t>
      </w:r>
      <w:r w:rsidR="00AB2DE8">
        <w:rPr>
          <w:bCs/>
        </w:rPr>
        <w:t>dit-il</w:t>
      </w:r>
      <w:r>
        <w:rPr>
          <w:bCs/>
        </w:rPr>
        <w:t xml:space="preserve">, </w:t>
      </w:r>
      <w:r w:rsidR="00AB2DE8">
        <w:rPr>
          <w:bCs/>
        </w:rPr>
        <w:t>en manière de conclusion</w:t>
      </w:r>
      <w:r>
        <w:rPr>
          <w:bCs/>
        </w:rPr>
        <w:t xml:space="preserve">, </w:t>
      </w:r>
      <w:r w:rsidR="00AB2DE8">
        <w:rPr>
          <w:bCs/>
        </w:rPr>
        <w:t>avoir perdu pour bien longtemps l</w:t>
      </w:r>
      <w:r>
        <w:rPr>
          <w:bCs/>
        </w:rPr>
        <w:t>’</w:t>
      </w:r>
      <w:r w:rsidR="00AB2DE8">
        <w:rPr>
          <w:bCs/>
        </w:rPr>
        <w:t>habitude de dormir dans un lit une nuit entière</w:t>
      </w:r>
      <w:r>
        <w:rPr>
          <w:bCs/>
        </w:rPr>
        <w:t>.</w:t>
      </w:r>
    </w:p>
    <w:p w14:paraId="30A41DD1" w14:textId="77777777" w:rsidR="00C90F8D" w:rsidRDefault="00C90F8D">
      <w:pPr>
        <w:rPr>
          <w:bCs/>
        </w:rPr>
      </w:pPr>
      <w:r>
        <w:rPr>
          <w:rFonts w:eastAsia="Georgia"/>
        </w:rPr>
        <w:t>— </w:t>
      </w:r>
      <w:r w:rsidR="00AB2DE8">
        <w:rPr>
          <w:bCs/>
        </w:rPr>
        <w:t>Ma vie non plus n</w:t>
      </w:r>
      <w:r>
        <w:rPr>
          <w:bCs/>
        </w:rPr>
        <w:t>’</w:t>
      </w:r>
      <w:r w:rsidR="00AB2DE8">
        <w:rPr>
          <w:bCs/>
        </w:rPr>
        <w:t>a pas toujours été ici couleur de rose</w:t>
      </w:r>
      <w:r>
        <w:rPr>
          <w:bCs/>
        </w:rPr>
        <w:t xml:space="preserve">, </w:t>
      </w:r>
      <w:r w:rsidR="00AB2DE8">
        <w:rPr>
          <w:bCs/>
        </w:rPr>
        <w:t>fis-je</w:t>
      </w:r>
      <w:r>
        <w:rPr>
          <w:bCs/>
        </w:rPr>
        <w:t xml:space="preserve">. </w:t>
      </w:r>
      <w:r w:rsidR="00AB2DE8">
        <w:rPr>
          <w:bCs/>
        </w:rPr>
        <w:t>Mais</w:t>
      </w:r>
      <w:r>
        <w:rPr>
          <w:bCs/>
        </w:rPr>
        <w:t xml:space="preserve">, </w:t>
      </w:r>
      <w:r w:rsidR="00AB2DE8">
        <w:rPr>
          <w:bCs/>
        </w:rPr>
        <w:t>pour ce qui est du confort</w:t>
      </w:r>
      <w:r>
        <w:rPr>
          <w:bCs/>
        </w:rPr>
        <w:t xml:space="preserve">, </w:t>
      </w:r>
      <w:r w:rsidR="00AB2DE8">
        <w:rPr>
          <w:bCs/>
        </w:rPr>
        <w:t>j</w:t>
      </w:r>
      <w:r>
        <w:rPr>
          <w:bCs/>
        </w:rPr>
        <w:t>’</w:t>
      </w:r>
      <w:r w:rsidR="00AB2DE8">
        <w:rPr>
          <w:bCs/>
        </w:rPr>
        <w:t>aurais</w:t>
      </w:r>
      <w:r>
        <w:rPr>
          <w:bCs/>
        </w:rPr>
        <w:t xml:space="preserve">, </w:t>
      </w:r>
      <w:r w:rsidR="00AB2DE8">
        <w:rPr>
          <w:bCs/>
        </w:rPr>
        <w:t>certes</w:t>
      </w:r>
      <w:r>
        <w:rPr>
          <w:bCs/>
        </w:rPr>
        <w:t xml:space="preserve">, </w:t>
      </w:r>
      <w:r w:rsidR="00AB2DE8">
        <w:rPr>
          <w:bCs/>
        </w:rPr>
        <w:t>mauvaise grâce à me plaindre</w:t>
      </w:r>
      <w:r>
        <w:rPr>
          <w:bCs/>
        </w:rPr>
        <w:t>.</w:t>
      </w:r>
    </w:p>
    <w:p w14:paraId="0645F018" w14:textId="77777777" w:rsidR="00C90F8D" w:rsidRDefault="00AB2DE8">
      <w:pPr>
        <w:rPr>
          <w:bCs/>
        </w:rPr>
      </w:pPr>
      <w:r>
        <w:rPr>
          <w:bCs/>
        </w:rPr>
        <w:t>Sur ce</w:t>
      </w:r>
      <w:r w:rsidR="00C90F8D">
        <w:rPr>
          <w:bCs/>
        </w:rPr>
        <w:t xml:space="preserve">, </w:t>
      </w:r>
      <w:r>
        <w:rPr>
          <w:bCs/>
        </w:rPr>
        <w:t>je lui proposai tout naturellement de clore son inspection par la visite du chalet</w:t>
      </w:r>
      <w:r w:rsidR="00C90F8D">
        <w:rPr>
          <w:bCs/>
        </w:rPr>
        <w:t>.</w:t>
      </w:r>
    </w:p>
    <w:p w14:paraId="7A757AED" w14:textId="77777777" w:rsidR="00C90F8D" w:rsidRDefault="00C90F8D">
      <w:pPr>
        <w:rPr>
          <w:bCs/>
        </w:rPr>
      </w:pPr>
      <w:r>
        <w:rPr>
          <w:rFonts w:eastAsia="Georgia"/>
        </w:rPr>
        <w:t>— </w:t>
      </w:r>
      <w:r w:rsidR="00AB2DE8">
        <w:rPr>
          <w:bCs/>
        </w:rPr>
        <w:t>Vous le voyez</w:t>
      </w:r>
      <w:r>
        <w:rPr>
          <w:bCs/>
        </w:rPr>
        <w:t xml:space="preserve">, </w:t>
      </w:r>
      <w:r w:rsidR="00AB2DE8">
        <w:rPr>
          <w:bCs/>
        </w:rPr>
        <w:t>ce ne sont pas les lits qui manquent</w:t>
      </w:r>
      <w:r>
        <w:rPr>
          <w:bCs/>
        </w:rPr>
        <w:t xml:space="preserve">, </w:t>
      </w:r>
      <w:r w:rsidR="00AB2DE8">
        <w:rPr>
          <w:bCs/>
        </w:rPr>
        <w:t>lui dis-je</w:t>
      </w:r>
      <w:r>
        <w:rPr>
          <w:bCs/>
        </w:rPr>
        <w:t xml:space="preserve">, </w:t>
      </w:r>
      <w:r w:rsidR="00AB2DE8">
        <w:rPr>
          <w:bCs/>
        </w:rPr>
        <w:t>quand j</w:t>
      </w:r>
      <w:r>
        <w:rPr>
          <w:bCs/>
        </w:rPr>
        <w:t>’</w:t>
      </w:r>
      <w:r w:rsidR="00AB2DE8">
        <w:rPr>
          <w:bCs/>
        </w:rPr>
        <w:t>eus fini de lui faire faire le tour des appartements inhabités</w:t>
      </w:r>
      <w:r>
        <w:rPr>
          <w:bCs/>
        </w:rPr>
        <w:t>.</w:t>
      </w:r>
    </w:p>
    <w:p w14:paraId="17FAEA00" w14:textId="77777777" w:rsidR="00C90F8D" w:rsidRDefault="00AB2DE8">
      <w:pPr>
        <w:rPr>
          <w:bCs/>
        </w:rPr>
      </w:pPr>
      <w:r>
        <w:rPr>
          <w:bCs/>
        </w:rPr>
        <w:t>Il ne répondit pas</w:t>
      </w:r>
      <w:r w:rsidR="00C90F8D">
        <w:rPr>
          <w:bCs/>
        </w:rPr>
        <w:t xml:space="preserve">. </w:t>
      </w:r>
      <w:r>
        <w:rPr>
          <w:bCs/>
        </w:rPr>
        <w:t>Son rêve morne l</w:t>
      </w:r>
      <w:r w:rsidR="00C90F8D">
        <w:rPr>
          <w:bCs/>
        </w:rPr>
        <w:t>’</w:t>
      </w:r>
      <w:r>
        <w:rPr>
          <w:bCs/>
        </w:rPr>
        <w:t>avait repris</w:t>
      </w:r>
      <w:r w:rsidR="00C90F8D">
        <w:rPr>
          <w:bCs/>
        </w:rPr>
        <w:t xml:space="preserve">. </w:t>
      </w:r>
      <w:r>
        <w:rPr>
          <w:bCs/>
        </w:rPr>
        <w:t>Je l</w:t>
      </w:r>
      <w:r w:rsidR="00C90F8D">
        <w:rPr>
          <w:bCs/>
        </w:rPr>
        <w:t>’</w:t>
      </w:r>
      <w:r>
        <w:rPr>
          <w:bCs/>
        </w:rPr>
        <w:t>observais attentivement et vis passer soudain dans son regard quelque chose que je crus être une lueur de convoitise</w:t>
      </w:r>
      <w:r w:rsidR="00C90F8D">
        <w:rPr>
          <w:bCs/>
        </w:rPr>
        <w:t>.</w:t>
      </w:r>
    </w:p>
    <w:p w14:paraId="7A037BA3" w14:textId="77777777" w:rsidR="00C90F8D" w:rsidRDefault="00C90F8D">
      <w:pPr>
        <w:rPr>
          <w:bCs/>
        </w:rPr>
      </w:pPr>
      <w:r>
        <w:rPr>
          <w:rFonts w:eastAsia="Georgia"/>
        </w:rPr>
        <w:t>— </w:t>
      </w:r>
      <w:r w:rsidR="00AB2DE8">
        <w:rPr>
          <w:bCs/>
        </w:rPr>
        <w:t>À votre disposition</w:t>
      </w:r>
      <w:r>
        <w:rPr>
          <w:bCs/>
        </w:rPr>
        <w:t xml:space="preserve">, </w:t>
      </w:r>
      <w:r w:rsidR="00AB2DE8">
        <w:rPr>
          <w:bCs/>
        </w:rPr>
        <w:t>dis-je alors</w:t>
      </w:r>
      <w:r>
        <w:rPr>
          <w:bCs/>
        </w:rPr>
        <w:t xml:space="preserve">. </w:t>
      </w:r>
      <w:r w:rsidR="00AB2DE8">
        <w:rPr>
          <w:bCs/>
        </w:rPr>
        <w:t>Tant que vous n</w:t>
      </w:r>
      <w:r>
        <w:rPr>
          <w:bCs/>
        </w:rPr>
        <w:t>’</w:t>
      </w:r>
      <w:r w:rsidR="00AB2DE8">
        <w:rPr>
          <w:bCs/>
        </w:rPr>
        <w:t>aurez rien trouvé de convenable à Novo-Petrovsk</w:t>
      </w:r>
      <w:r>
        <w:rPr>
          <w:bCs/>
        </w:rPr>
        <w:t xml:space="preserve">, </w:t>
      </w:r>
      <w:r w:rsidR="00AB2DE8">
        <w:rPr>
          <w:bCs/>
        </w:rPr>
        <w:t>vous n</w:t>
      </w:r>
      <w:r>
        <w:rPr>
          <w:bCs/>
        </w:rPr>
        <w:t>’</w:t>
      </w:r>
      <w:r w:rsidR="00AB2DE8">
        <w:rPr>
          <w:bCs/>
        </w:rPr>
        <w:t>avez qu</w:t>
      </w:r>
      <w:r>
        <w:rPr>
          <w:bCs/>
        </w:rPr>
        <w:t>’</w:t>
      </w:r>
      <w:r w:rsidR="00AB2DE8">
        <w:rPr>
          <w:bCs/>
        </w:rPr>
        <w:t>à vous installer ici</w:t>
      </w:r>
      <w:r>
        <w:rPr>
          <w:bCs/>
        </w:rPr>
        <w:t xml:space="preserve">, </w:t>
      </w:r>
      <w:r w:rsidR="00AB2DE8">
        <w:rPr>
          <w:bCs/>
        </w:rPr>
        <w:t>vous et cinq ou six de vos collaborateurs</w:t>
      </w:r>
      <w:r>
        <w:rPr>
          <w:bCs/>
        </w:rPr>
        <w:t>.</w:t>
      </w:r>
    </w:p>
    <w:p w14:paraId="26B385F9" w14:textId="77777777" w:rsidR="00C90F8D" w:rsidRDefault="00AB2DE8">
      <w:pPr>
        <w:rPr>
          <w:bCs/>
        </w:rPr>
      </w:pPr>
      <w:r>
        <w:rPr>
          <w:bCs/>
        </w:rPr>
        <w:t>Il me regarda de façon étrange</w:t>
      </w:r>
      <w:r w:rsidR="00C90F8D">
        <w:rPr>
          <w:bCs/>
        </w:rPr>
        <w:t>.</w:t>
      </w:r>
    </w:p>
    <w:p w14:paraId="107C204B" w14:textId="77777777" w:rsidR="00C90F8D" w:rsidRDefault="00C90F8D">
      <w:pPr>
        <w:rPr>
          <w:bCs/>
        </w:rPr>
      </w:pPr>
      <w:r>
        <w:rPr>
          <w:rFonts w:eastAsia="Georgia"/>
        </w:rPr>
        <w:t>— </w:t>
      </w:r>
      <w:r w:rsidR="00AB2DE8">
        <w:rPr>
          <w:bCs/>
        </w:rPr>
        <w:t>Vous êtes trop aimable</w:t>
      </w:r>
      <w:r>
        <w:rPr>
          <w:bCs/>
        </w:rPr>
        <w:t xml:space="preserve">, </w:t>
      </w:r>
      <w:r w:rsidR="00AB2DE8">
        <w:rPr>
          <w:bCs/>
        </w:rPr>
        <w:t>dit-il lentement</w:t>
      </w:r>
      <w:r>
        <w:rPr>
          <w:bCs/>
        </w:rPr>
        <w:t xml:space="preserve">. </w:t>
      </w:r>
      <w:r w:rsidR="00AB2DE8">
        <w:rPr>
          <w:bCs/>
        </w:rPr>
        <w:t>Nous finirons bien par nous arranger à Novo-Petrovsk</w:t>
      </w:r>
      <w:r>
        <w:rPr>
          <w:bCs/>
        </w:rPr>
        <w:t xml:space="preserve">. </w:t>
      </w:r>
      <w:r w:rsidR="00AB2DE8">
        <w:rPr>
          <w:bCs/>
        </w:rPr>
        <w:t>Pour le temps</w:t>
      </w:r>
      <w:r>
        <w:rPr>
          <w:bCs/>
        </w:rPr>
        <w:t xml:space="preserve">, </w:t>
      </w:r>
      <w:r w:rsidR="00AB2DE8">
        <w:rPr>
          <w:bCs/>
        </w:rPr>
        <w:t>d</w:t>
      </w:r>
      <w:r>
        <w:rPr>
          <w:bCs/>
        </w:rPr>
        <w:t>’</w:t>
      </w:r>
      <w:r w:rsidR="00AB2DE8">
        <w:rPr>
          <w:bCs/>
        </w:rPr>
        <w:t>ailleurs</w:t>
      </w:r>
      <w:r>
        <w:rPr>
          <w:bCs/>
        </w:rPr>
        <w:t xml:space="preserve">, </w:t>
      </w:r>
      <w:r w:rsidR="00AB2DE8">
        <w:rPr>
          <w:bCs/>
        </w:rPr>
        <w:t>que je suis appelé à y rester</w:t>
      </w:r>
      <w:r>
        <w:rPr>
          <w:bCs/>
        </w:rPr>
        <w:t xml:space="preserve"> ! </w:t>
      </w:r>
      <w:r w:rsidR="00AB2DE8">
        <w:rPr>
          <w:bCs/>
        </w:rPr>
        <w:t>Avec le front que j</w:t>
      </w:r>
      <w:r>
        <w:rPr>
          <w:bCs/>
        </w:rPr>
        <w:t>’</w:t>
      </w:r>
      <w:r w:rsidR="00AB2DE8">
        <w:rPr>
          <w:bCs/>
        </w:rPr>
        <w:t>ai à surveiller</w:t>
      </w:r>
      <w:r>
        <w:rPr>
          <w:bCs/>
        </w:rPr>
        <w:t xml:space="preserve">, </w:t>
      </w:r>
      <w:r w:rsidR="00AB2DE8">
        <w:rPr>
          <w:bCs/>
        </w:rPr>
        <w:t>je coucherai sans doute surtout dans mon automobile</w:t>
      </w:r>
      <w:r>
        <w:rPr>
          <w:bCs/>
        </w:rPr>
        <w:t xml:space="preserve">, </w:t>
      </w:r>
      <w:r w:rsidR="00AB2DE8">
        <w:rPr>
          <w:bCs/>
        </w:rPr>
        <w:t>ou dans mon wagon</w:t>
      </w:r>
      <w:r>
        <w:rPr>
          <w:bCs/>
        </w:rPr>
        <w:t xml:space="preserve">. </w:t>
      </w:r>
      <w:r w:rsidR="00AB2DE8">
        <w:rPr>
          <w:bCs/>
        </w:rPr>
        <w:t>Néanmoins</w:t>
      </w:r>
      <w:r>
        <w:rPr>
          <w:bCs/>
        </w:rPr>
        <w:t xml:space="preserve">, </w:t>
      </w:r>
      <w:r w:rsidR="00AB2DE8">
        <w:rPr>
          <w:bCs/>
        </w:rPr>
        <w:t>je retiens votre offre</w:t>
      </w:r>
      <w:r>
        <w:rPr>
          <w:bCs/>
        </w:rPr>
        <w:t xml:space="preserve">, </w:t>
      </w:r>
      <w:r w:rsidR="00AB2DE8">
        <w:rPr>
          <w:bCs/>
        </w:rPr>
        <w:t>et il peut arriver que</w:t>
      </w:r>
      <w:r>
        <w:rPr>
          <w:bCs/>
        </w:rPr>
        <w:t xml:space="preserve">, </w:t>
      </w:r>
      <w:r w:rsidR="00AB2DE8">
        <w:rPr>
          <w:bCs/>
        </w:rPr>
        <w:t>soit pour moi</w:t>
      </w:r>
      <w:r>
        <w:rPr>
          <w:bCs/>
        </w:rPr>
        <w:t xml:space="preserve">, </w:t>
      </w:r>
      <w:r w:rsidR="00AB2DE8">
        <w:rPr>
          <w:bCs/>
        </w:rPr>
        <w:t>soit pour</w:t>
      </w:r>
      <w:r>
        <w:rPr>
          <w:bCs/>
        </w:rPr>
        <w:t>…</w:t>
      </w:r>
    </w:p>
    <w:p w14:paraId="7498A5FF" w14:textId="77777777" w:rsidR="00C90F8D" w:rsidRDefault="00C90F8D">
      <w:pPr>
        <w:rPr>
          <w:rFonts w:eastAsia="Georgia"/>
          <w:bCs/>
        </w:rPr>
      </w:pPr>
      <w:r>
        <w:rPr>
          <w:rFonts w:eastAsia="Georgia"/>
        </w:rPr>
        <w:t>— </w:t>
      </w:r>
      <w:r w:rsidR="00AB2DE8">
        <w:rPr>
          <w:bCs/>
        </w:rPr>
        <w:t>Soit pour vous</w:t>
      </w:r>
      <w:r>
        <w:rPr>
          <w:bCs/>
        </w:rPr>
        <w:t xml:space="preserve">, </w:t>
      </w:r>
      <w:r w:rsidR="00AB2DE8">
        <w:rPr>
          <w:bCs/>
        </w:rPr>
        <w:t>soit pour qui vous voudrez</w:t>
      </w:r>
      <w:r>
        <w:rPr>
          <w:bCs/>
        </w:rPr>
        <w:t xml:space="preserve">, </w:t>
      </w:r>
      <w:r w:rsidR="00AB2DE8">
        <w:rPr>
          <w:bCs/>
        </w:rPr>
        <w:t>fis-je</w:t>
      </w:r>
      <w:r>
        <w:rPr>
          <w:bCs/>
        </w:rPr>
        <w:t xml:space="preserve">. </w:t>
      </w:r>
      <w:r w:rsidR="00AB2DE8">
        <w:rPr>
          <w:bCs/>
        </w:rPr>
        <w:t>Et songez que c</w:t>
      </w:r>
      <w:r>
        <w:rPr>
          <w:bCs/>
        </w:rPr>
        <w:t>’</w:t>
      </w:r>
      <w:r w:rsidR="00AB2DE8">
        <w:rPr>
          <w:bCs/>
        </w:rPr>
        <w:t>est encore moi qui serai votre obligé</w:t>
      </w:r>
      <w:r>
        <w:rPr>
          <w:bCs/>
        </w:rPr>
        <w:t xml:space="preserve">. </w:t>
      </w:r>
      <w:r w:rsidR="00AB2DE8">
        <w:rPr>
          <w:bCs/>
        </w:rPr>
        <w:t xml:space="preserve">Mes </w:t>
      </w:r>
      <w:r w:rsidR="00AB2DE8">
        <w:rPr>
          <w:bCs/>
        </w:rPr>
        <w:lastRenderedPageBreak/>
        <w:t>Tartares sont bien gentils</w:t>
      </w:r>
      <w:r>
        <w:rPr>
          <w:bCs/>
        </w:rPr>
        <w:t xml:space="preserve">, </w:t>
      </w:r>
      <w:r w:rsidR="00AB2DE8">
        <w:rPr>
          <w:bCs/>
        </w:rPr>
        <w:t>mais une année passée uniquement en leur compagnie</w:t>
      </w:r>
      <w:r>
        <w:rPr>
          <w:bCs/>
        </w:rPr>
        <w:t xml:space="preserve">, </w:t>
      </w:r>
      <w:r w:rsidR="00AB2DE8">
        <w:rPr>
          <w:bCs/>
        </w:rPr>
        <w:t>croyez-moi</w:t>
      </w:r>
      <w:r>
        <w:rPr>
          <w:bCs/>
        </w:rPr>
        <w:t xml:space="preserve">, </w:t>
      </w:r>
      <w:r w:rsidR="00AB2DE8">
        <w:rPr>
          <w:bCs/>
        </w:rPr>
        <w:t>c</w:t>
      </w:r>
      <w:r>
        <w:rPr>
          <w:bCs/>
        </w:rPr>
        <w:t>’</w:t>
      </w:r>
      <w:r w:rsidR="00AB2DE8">
        <w:rPr>
          <w:bCs/>
        </w:rPr>
        <w:t>est plutôt sévère</w:t>
      </w:r>
      <w:r>
        <w:rPr>
          <w:rFonts w:eastAsia="Georgia"/>
          <w:bCs/>
        </w:rPr>
        <w:t>.</w:t>
      </w:r>
    </w:p>
    <w:p w14:paraId="70C3A5D9" w14:textId="77777777" w:rsidR="00C90F8D" w:rsidRDefault="00C90F8D">
      <w:pPr>
        <w:rPr>
          <w:bCs/>
        </w:rPr>
      </w:pPr>
      <w:r>
        <w:rPr>
          <w:rFonts w:eastAsia="Georgia"/>
        </w:rPr>
        <w:t>— </w:t>
      </w:r>
      <w:r w:rsidR="00AB2DE8">
        <w:rPr>
          <w:bCs/>
        </w:rPr>
        <w:t>Merci</w:t>
      </w:r>
      <w:r>
        <w:rPr>
          <w:bCs/>
        </w:rPr>
        <w:t> !</w:t>
      </w:r>
    </w:p>
    <w:p w14:paraId="5016BC5C" w14:textId="77777777" w:rsidR="00C90F8D" w:rsidRDefault="00AB2DE8">
      <w:pPr>
        <w:rPr>
          <w:bCs/>
        </w:rPr>
      </w:pPr>
      <w:r>
        <w:rPr>
          <w:bCs/>
        </w:rPr>
        <w:t>Il me serra la main avec effusion</w:t>
      </w:r>
      <w:r w:rsidR="00C90F8D">
        <w:rPr>
          <w:bCs/>
        </w:rPr>
        <w:t xml:space="preserve">, </w:t>
      </w:r>
      <w:r>
        <w:rPr>
          <w:bCs/>
        </w:rPr>
        <w:t>une effusion qui</w:t>
      </w:r>
      <w:r w:rsidR="00C90F8D">
        <w:rPr>
          <w:bCs/>
        </w:rPr>
        <w:t xml:space="preserve">, </w:t>
      </w:r>
      <w:r>
        <w:rPr>
          <w:bCs/>
        </w:rPr>
        <w:t>je l</w:t>
      </w:r>
      <w:r w:rsidR="00C90F8D">
        <w:rPr>
          <w:bCs/>
        </w:rPr>
        <w:t>’</w:t>
      </w:r>
      <w:r>
        <w:rPr>
          <w:bCs/>
        </w:rPr>
        <w:t>avoue</w:t>
      </w:r>
      <w:r w:rsidR="00C90F8D">
        <w:rPr>
          <w:bCs/>
        </w:rPr>
        <w:t xml:space="preserve">, </w:t>
      </w:r>
      <w:r>
        <w:rPr>
          <w:bCs/>
        </w:rPr>
        <w:t>ne laissa pas de me surprendre quelque peu</w:t>
      </w:r>
      <w:r w:rsidR="00C90F8D">
        <w:rPr>
          <w:bCs/>
        </w:rPr>
        <w:t xml:space="preserve">. </w:t>
      </w:r>
      <w:r>
        <w:rPr>
          <w:bCs/>
        </w:rPr>
        <w:t>Ma proposition</w:t>
      </w:r>
      <w:r w:rsidR="00C90F8D">
        <w:rPr>
          <w:bCs/>
        </w:rPr>
        <w:t xml:space="preserve">, </w:t>
      </w:r>
      <w:r>
        <w:rPr>
          <w:bCs/>
        </w:rPr>
        <w:t>vu les circonstances</w:t>
      </w:r>
      <w:r w:rsidR="00C90F8D">
        <w:rPr>
          <w:bCs/>
        </w:rPr>
        <w:t xml:space="preserve">, </w:t>
      </w:r>
      <w:r>
        <w:rPr>
          <w:bCs/>
        </w:rPr>
        <w:t>n</w:t>
      </w:r>
      <w:r w:rsidR="00C90F8D">
        <w:rPr>
          <w:bCs/>
        </w:rPr>
        <w:t>’</w:t>
      </w:r>
      <w:r>
        <w:rPr>
          <w:bCs/>
        </w:rPr>
        <w:t>était-elle pas toute naturelle</w:t>
      </w:r>
      <w:r w:rsidR="00C90F8D">
        <w:rPr>
          <w:bCs/>
        </w:rPr>
        <w:t> ?</w:t>
      </w:r>
    </w:p>
    <w:p w14:paraId="59D3E1E1" w14:textId="1CBE6ADF" w:rsidR="00AB2DE8" w:rsidRDefault="00AB2DE8">
      <w:pPr>
        <w:rPr>
          <w:bCs/>
        </w:rPr>
      </w:pPr>
    </w:p>
    <w:p w14:paraId="7875CA86" w14:textId="693157E3" w:rsidR="00C90F8D" w:rsidRDefault="00AB2DE8">
      <w:pPr>
        <w:rPr>
          <w:rFonts w:eastAsia="Georgia"/>
        </w:rPr>
      </w:pPr>
      <w:r>
        <w:rPr>
          <w:bCs/>
        </w:rPr>
        <w:t>Une pause suivit cette question que Forestier</w:t>
      </w:r>
      <w:r w:rsidR="00C90F8D">
        <w:rPr>
          <w:bCs/>
        </w:rPr>
        <w:t xml:space="preserve">, </w:t>
      </w:r>
      <w:r>
        <w:rPr>
          <w:bCs/>
        </w:rPr>
        <w:t>par-delà huit années</w:t>
      </w:r>
      <w:r w:rsidR="00C90F8D">
        <w:rPr>
          <w:bCs/>
        </w:rPr>
        <w:t xml:space="preserve">, </w:t>
      </w:r>
      <w:r>
        <w:rPr>
          <w:bCs/>
        </w:rPr>
        <w:t>semblait encore se poser à lui-même</w:t>
      </w:r>
      <w:r w:rsidR="00C90F8D">
        <w:rPr>
          <w:bCs/>
        </w:rPr>
        <w:t xml:space="preserve">. </w:t>
      </w:r>
      <w:r>
        <w:rPr>
          <w:bCs/>
        </w:rPr>
        <w:t>Et Schmidt l</w:t>
      </w:r>
      <w:r w:rsidR="00C90F8D">
        <w:rPr>
          <w:bCs/>
        </w:rPr>
        <w:t>’</w:t>
      </w:r>
      <w:r>
        <w:rPr>
          <w:bCs/>
        </w:rPr>
        <w:t>entendit qui murmurait</w:t>
      </w:r>
      <w:r w:rsidR="00C90F8D">
        <w:rPr>
          <w:bCs/>
        </w:rPr>
        <w:t> : « </w:t>
      </w:r>
      <w:r>
        <w:rPr>
          <w:bCs/>
        </w:rPr>
        <w:t>Mon Dieu</w:t>
      </w:r>
      <w:r w:rsidR="00C90F8D">
        <w:rPr>
          <w:bCs/>
        </w:rPr>
        <w:t> ! »</w:t>
      </w:r>
    </w:p>
    <w:p w14:paraId="58A9B758" w14:textId="77777777" w:rsidR="00C90F8D" w:rsidRDefault="00C90F8D">
      <w:pPr>
        <w:rPr>
          <w:bCs/>
        </w:rPr>
      </w:pPr>
      <w:r>
        <w:rPr>
          <w:rFonts w:eastAsia="Georgia"/>
        </w:rPr>
        <w:t>— </w:t>
      </w:r>
      <w:r w:rsidR="00AB2DE8">
        <w:rPr>
          <w:bCs/>
        </w:rPr>
        <w:t>Qu</w:t>
      </w:r>
      <w:r>
        <w:rPr>
          <w:bCs/>
        </w:rPr>
        <w:t>’</w:t>
      </w:r>
      <w:r w:rsidR="00AB2DE8">
        <w:rPr>
          <w:bCs/>
        </w:rPr>
        <w:t>as-tu</w:t>
      </w:r>
      <w:r>
        <w:rPr>
          <w:bCs/>
        </w:rPr>
        <w:t> ?</w:t>
      </w:r>
    </w:p>
    <w:p w14:paraId="45389504" w14:textId="77777777" w:rsidR="00C90F8D" w:rsidRDefault="00C90F8D">
      <w:pPr>
        <w:rPr>
          <w:bCs/>
        </w:rPr>
      </w:pPr>
      <w:r>
        <w:rPr>
          <w:rFonts w:eastAsia="Georgia"/>
        </w:rPr>
        <w:t>— </w:t>
      </w:r>
      <w:r w:rsidR="00AB2DE8">
        <w:rPr>
          <w:bCs/>
        </w:rPr>
        <w:t>Rien</w:t>
      </w:r>
      <w:r>
        <w:rPr>
          <w:bCs/>
        </w:rPr>
        <w:t xml:space="preserve">. </w:t>
      </w:r>
      <w:r w:rsidR="00AB2DE8">
        <w:rPr>
          <w:bCs/>
        </w:rPr>
        <w:t>Ou plutôt si</w:t>
      </w:r>
      <w:r>
        <w:rPr>
          <w:bCs/>
        </w:rPr>
        <w:t xml:space="preserve"> : </w:t>
      </w:r>
      <w:r w:rsidR="00AB2DE8">
        <w:rPr>
          <w:bCs/>
        </w:rPr>
        <w:t>je pense à quelque chose</w:t>
      </w:r>
      <w:r>
        <w:rPr>
          <w:bCs/>
        </w:rPr>
        <w:t xml:space="preserve">. </w:t>
      </w:r>
      <w:r w:rsidR="00AB2DE8">
        <w:rPr>
          <w:bCs/>
        </w:rPr>
        <w:t>C</w:t>
      </w:r>
      <w:r>
        <w:rPr>
          <w:bCs/>
        </w:rPr>
        <w:t>’</w:t>
      </w:r>
      <w:r w:rsidR="00AB2DE8">
        <w:rPr>
          <w:bCs/>
        </w:rPr>
        <w:t>est que toujours</w:t>
      </w:r>
      <w:r>
        <w:rPr>
          <w:bCs/>
        </w:rPr>
        <w:t xml:space="preserve">, </w:t>
      </w:r>
      <w:r w:rsidR="00AB2DE8">
        <w:rPr>
          <w:bCs/>
        </w:rPr>
        <w:t>toujours</w:t>
      </w:r>
      <w:r>
        <w:rPr>
          <w:bCs/>
        </w:rPr>
        <w:t xml:space="preserve">, </w:t>
      </w:r>
      <w:r w:rsidR="00AB2DE8">
        <w:rPr>
          <w:bCs/>
        </w:rPr>
        <w:t>toujours</w:t>
      </w:r>
      <w:r>
        <w:rPr>
          <w:bCs/>
        </w:rPr>
        <w:t xml:space="preserve">, </w:t>
      </w:r>
      <w:r w:rsidR="00AB2DE8">
        <w:rPr>
          <w:bCs/>
        </w:rPr>
        <w:t>c</w:t>
      </w:r>
      <w:r>
        <w:rPr>
          <w:bCs/>
        </w:rPr>
        <w:t>’</w:t>
      </w:r>
      <w:r w:rsidR="00AB2DE8">
        <w:rPr>
          <w:bCs/>
        </w:rPr>
        <w:t>est nous qui sommes les artisans des catastrophes qui nous accablent</w:t>
      </w:r>
      <w:r>
        <w:rPr>
          <w:bCs/>
        </w:rPr>
        <w:t xml:space="preserve">. </w:t>
      </w:r>
      <w:r w:rsidR="00AB2DE8">
        <w:rPr>
          <w:bCs/>
        </w:rPr>
        <w:t>C</w:t>
      </w:r>
      <w:r>
        <w:rPr>
          <w:bCs/>
        </w:rPr>
        <w:t>’</w:t>
      </w:r>
      <w:r w:rsidR="00AB2DE8">
        <w:rPr>
          <w:bCs/>
        </w:rPr>
        <w:t>est nous</w:t>
      </w:r>
      <w:r>
        <w:rPr>
          <w:bCs/>
        </w:rPr>
        <w:t xml:space="preserve">, </w:t>
      </w:r>
      <w:r w:rsidR="00AB2DE8">
        <w:rPr>
          <w:bCs/>
        </w:rPr>
        <w:t>toujours</w:t>
      </w:r>
      <w:r>
        <w:rPr>
          <w:bCs/>
        </w:rPr>
        <w:t xml:space="preserve">, </w:t>
      </w:r>
      <w:r w:rsidR="00AB2DE8">
        <w:rPr>
          <w:bCs/>
        </w:rPr>
        <w:t>aveuglément</w:t>
      </w:r>
      <w:r>
        <w:rPr>
          <w:bCs/>
        </w:rPr>
        <w:t xml:space="preserve">, </w:t>
      </w:r>
      <w:r w:rsidR="00AB2DE8">
        <w:rPr>
          <w:bCs/>
        </w:rPr>
        <w:t>qui provoquons notre destin</w:t>
      </w:r>
      <w:r>
        <w:rPr>
          <w:bCs/>
        </w:rPr>
        <w:t>.</w:t>
      </w:r>
    </w:p>
    <w:p w14:paraId="378694EA" w14:textId="77777777" w:rsidR="00C90F8D" w:rsidRDefault="00C90F8D">
      <w:pPr>
        <w:rPr>
          <w:bCs/>
        </w:rPr>
      </w:pPr>
      <w:r>
        <w:rPr>
          <w:rFonts w:eastAsia="Georgia"/>
        </w:rPr>
        <w:t>— </w:t>
      </w:r>
      <w:r w:rsidR="00AB2DE8">
        <w:rPr>
          <w:bCs/>
        </w:rPr>
        <w:t>Que veux-tu dire</w:t>
      </w:r>
      <w:r>
        <w:rPr>
          <w:bCs/>
        </w:rPr>
        <w:t> ?</w:t>
      </w:r>
    </w:p>
    <w:p w14:paraId="77931443" w14:textId="77777777" w:rsidR="00C90F8D" w:rsidRDefault="00C90F8D">
      <w:pPr>
        <w:rPr>
          <w:bCs/>
        </w:rPr>
      </w:pPr>
      <w:r>
        <w:rPr>
          <w:rFonts w:eastAsia="Georgia"/>
        </w:rPr>
        <w:t>— </w:t>
      </w:r>
      <w:r w:rsidR="00AB2DE8">
        <w:rPr>
          <w:bCs/>
        </w:rPr>
        <w:t>Ce que je veux dire</w:t>
      </w:r>
      <w:r>
        <w:rPr>
          <w:bCs/>
        </w:rPr>
        <w:t xml:space="preserve"> ? </w:t>
      </w:r>
      <w:r w:rsidR="00AB2DE8">
        <w:rPr>
          <w:bCs/>
        </w:rPr>
        <w:t>Oh</w:t>
      </w:r>
      <w:r>
        <w:rPr>
          <w:bCs/>
        </w:rPr>
        <w:t xml:space="preserve"> ! </w:t>
      </w:r>
      <w:r w:rsidR="00AB2DE8">
        <w:rPr>
          <w:bCs/>
        </w:rPr>
        <w:t>c</w:t>
      </w:r>
      <w:r>
        <w:rPr>
          <w:bCs/>
        </w:rPr>
        <w:t>’</w:t>
      </w:r>
      <w:r w:rsidR="00AB2DE8">
        <w:rPr>
          <w:bCs/>
        </w:rPr>
        <w:t>est bien simple</w:t>
      </w:r>
      <w:r>
        <w:rPr>
          <w:bCs/>
        </w:rPr>
        <w:t xml:space="preserve">. </w:t>
      </w:r>
      <w:r w:rsidR="00AB2DE8">
        <w:rPr>
          <w:bCs/>
        </w:rPr>
        <w:t>Je veux dire que</w:t>
      </w:r>
      <w:r>
        <w:rPr>
          <w:bCs/>
        </w:rPr>
        <w:t xml:space="preserve">, </w:t>
      </w:r>
      <w:r w:rsidR="00AB2DE8">
        <w:rPr>
          <w:bCs/>
        </w:rPr>
        <w:t>ce dîner terminé</w:t>
      </w:r>
      <w:r>
        <w:rPr>
          <w:bCs/>
        </w:rPr>
        <w:t xml:space="preserve">, </w:t>
      </w:r>
      <w:r w:rsidR="00AB2DE8">
        <w:rPr>
          <w:bCs/>
        </w:rPr>
        <w:t>rien ne m</w:t>
      </w:r>
      <w:r>
        <w:rPr>
          <w:bCs/>
        </w:rPr>
        <w:t>’</w:t>
      </w:r>
      <w:r w:rsidR="00AB2DE8">
        <w:rPr>
          <w:bCs/>
        </w:rPr>
        <w:t>obligeait à faire faire au colonel Gregor cette chose que rien ne justifiait</w:t>
      </w:r>
      <w:r>
        <w:rPr>
          <w:bCs/>
        </w:rPr>
        <w:t xml:space="preserve">, </w:t>
      </w:r>
      <w:r w:rsidR="00AB2DE8">
        <w:rPr>
          <w:bCs/>
        </w:rPr>
        <w:t>qui n</w:t>
      </w:r>
      <w:r>
        <w:rPr>
          <w:bCs/>
        </w:rPr>
        <w:t>’</w:t>
      </w:r>
      <w:r w:rsidR="00AB2DE8">
        <w:rPr>
          <w:bCs/>
        </w:rPr>
        <w:t>avait ni rime ni raison</w:t>
      </w:r>
      <w:r>
        <w:rPr>
          <w:bCs/>
        </w:rPr>
        <w:t xml:space="preserve">, </w:t>
      </w:r>
      <w:r w:rsidR="00AB2DE8">
        <w:rPr>
          <w:bCs/>
        </w:rPr>
        <w:t>cet imbécile tour du propriétaire</w:t>
      </w:r>
      <w:r>
        <w:rPr>
          <w:bCs/>
        </w:rPr>
        <w:t xml:space="preserve">. </w:t>
      </w:r>
      <w:r w:rsidR="00AB2DE8">
        <w:rPr>
          <w:bCs/>
        </w:rPr>
        <w:t>À partir de ce moment</w:t>
      </w:r>
      <w:r>
        <w:rPr>
          <w:bCs/>
        </w:rPr>
        <w:t xml:space="preserve">, </w:t>
      </w:r>
      <w:r w:rsidR="00AB2DE8">
        <w:rPr>
          <w:bCs/>
        </w:rPr>
        <w:t>ç</w:t>
      </w:r>
      <w:r>
        <w:rPr>
          <w:bCs/>
        </w:rPr>
        <w:t>’</w:t>
      </w:r>
      <w:r w:rsidR="00AB2DE8">
        <w:rPr>
          <w:bCs/>
        </w:rPr>
        <w:t>a été fini</w:t>
      </w:r>
      <w:r>
        <w:rPr>
          <w:bCs/>
        </w:rPr>
        <w:t xml:space="preserve">. </w:t>
      </w:r>
      <w:r w:rsidR="00AB2DE8">
        <w:rPr>
          <w:bCs/>
        </w:rPr>
        <w:t>L</w:t>
      </w:r>
      <w:r>
        <w:rPr>
          <w:bCs/>
        </w:rPr>
        <w:t>’</w:t>
      </w:r>
      <w:r w:rsidR="00AB2DE8">
        <w:rPr>
          <w:bCs/>
        </w:rPr>
        <w:t>avalanche n</w:t>
      </w:r>
      <w:r>
        <w:rPr>
          <w:bCs/>
        </w:rPr>
        <w:t>’</w:t>
      </w:r>
      <w:r w:rsidR="00AB2DE8">
        <w:rPr>
          <w:bCs/>
        </w:rPr>
        <w:t>a plus eu qu</w:t>
      </w:r>
      <w:r>
        <w:rPr>
          <w:bCs/>
        </w:rPr>
        <w:t>’</w:t>
      </w:r>
      <w:r w:rsidR="00AB2DE8">
        <w:rPr>
          <w:bCs/>
        </w:rPr>
        <w:t>à rouler</w:t>
      </w:r>
      <w:r>
        <w:rPr>
          <w:bCs/>
        </w:rPr>
        <w:t>.</w:t>
      </w:r>
    </w:p>
    <w:p w14:paraId="3EF961BF" w14:textId="77777777" w:rsidR="00C90F8D" w:rsidRDefault="00C90F8D">
      <w:pPr>
        <w:rPr>
          <w:bCs/>
        </w:rPr>
      </w:pPr>
      <w:r>
        <w:rPr>
          <w:rFonts w:eastAsia="Georgia"/>
        </w:rPr>
        <w:t>— </w:t>
      </w:r>
      <w:r w:rsidR="00AB2DE8">
        <w:rPr>
          <w:bCs/>
        </w:rPr>
        <w:t>Je ne comprends pas</w:t>
      </w:r>
      <w:r>
        <w:rPr>
          <w:bCs/>
        </w:rPr>
        <w:t xml:space="preserve">, </w:t>
      </w:r>
      <w:r w:rsidR="00AB2DE8">
        <w:rPr>
          <w:bCs/>
        </w:rPr>
        <w:t>dit Schmidt</w:t>
      </w:r>
      <w:r>
        <w:rPr>
          <w:bCs/>
        </w:rPr>
        <w:t xml:space="preserve">, </w:t>
      </w:r>
      <w:r w:rsidR="00AB2DE8">
        <w:rPr>
          <w:bCs/>
        </w:rPr>
        <w:t>haletant</w:t>
      </w:r>
      <w:r>
        <w:rPr>
          <w:bCs/>
        </w:rPr>
        <w:t xml:space="preserve">, </w:t>
      </w:r>
      <w:r w:rsidR="00AB2DE8">
        <w:rPr>
          <w:bCs/>
        </w:rPr>
        <w:t>et qui ne craignait à la vérité que de commencer à comprendre</w:t>
      </w:r>
      <w:r>
        <w:rPr>
          <w:bCs/>
        </w:rPr>
        <w:t>.</w:t>
      </w:r>
    </w:p>
    <w:p w14:paraId="1060EB68" w14:textId="77777777" w:rsidR="00C90F8D" w:rsidRDefault="00AB2DE8">
      <w:pPr>
        <w:rPr>
          <w:bCs/>
        </w:rPr>
      </w:pPr>
      <w:r>
        <w:rPr>
          <w:bCs/>
        </w:rPr>
        <w:t>Il reprit</w:t>
      </w:r>
      <w:r w:rsidR="00C90F8D">
        <w:rPr>
          <w:bCs/>
        </w:rPr>
        <w:t> :</w:t>
      </w:r>
    </w:p>
    <w:p w14:paraId="674EDA8E" w14:textId="77777777" w:rsidR="00C90F8D" w:rsidRDefault="00C90F8D">
      <w:pPr>
        <w:rPr>
          <w:rFonts w:eastAsia="Georgia"/>
          <w:bCs/>
        </w:rPr>
      </w:pPr>
      <w:r>
        <w:rPr>
          <w:rFonts w:eastAsia="Georgia"/>
        </w:rPr>
        <w:t>— </w:t>
      </w:r>
      <w:r w:rsidR="00AB2DE8">
        <w:rPr>
          <w:bCs/>
        </w:rPr>
        <w:t>Explique-toi</w:t>
      </w:r>
      <w:r>
        <w:rPr>
          <w:bCs/>
        </w:rPr>
        <w:t> !</w:t>
      </w:r>
    </w:p>
    <w:p w14:paraId="0485E8C5" w14:textId="77777777" w:rsidR="00C90F8D" w:rsidRDefault="00C90F8D">
      <w:pPr>
        <w:rPr>
          <w:bCs/>
        </w:rPr>
      </w:pPr>
      <w:r>
        <w:rPr>
          <w:rFonts w:eastAsia="Georgia"/>
        </w:rPr>
        <w:lastRenderedPageBreak/>
        <w:t>— </w:t>
      </w:r>
      <w:r w:rsidR="00AB2DE8">
        <w:rPr>
          <w:bCs/>
        </w:rPr>
        <w:t>M</w:t>
      </w:r>
      <w:r>
        <w:rPr>
          <w:bCs/>
        </w:rPr>
        <w:t>’</w:t>
      </w:r>
      <w:r w:rsidR="00AB2DE8">
        <w:rPr>
          <w:bCs/>
        </w:rPr>
        <w:t>expliquer</w:t>
      </w:r>
      <w:r>
        <w:rPr>
          <w:bCs/>
        </w:rPr>
        <w:t xml:space="preserve"> ! </w:t>
      </w:r>
      <w:r w:rsidR="00AB2DE8">
        <w:rPr>
          <w:bCs/>
        </w:rPr>
        <w:t>dit Forestier</w:t>
      </w:r>
      <w:r>
        <w:rPr>
          <w:bCs/>
        </w:rPr>
        <w:t xml:space="preserve">, </w:t>
      </w:r>
      <w:r w:rsidR="00AB2DE8">
        <w:rPr>
          <w:bCs/>
        </w:rPr>
        <w:t>dans un sanglot</w:t>
      </w:r>
      <w:r>
        <w:rPr>
          <w:bCs/>
        </w:rPr>
        <w:t xml:space="preserve">. </w:t>
      </w:r>
      <w:r w:rsidR="00AB2DE8">
        <w:rPr>
          <w:bCs/>
        </w:rPr>
        <w:t>En aurai-je le courage</w:t>
      </w:r>
      <w:r>
        <w:rPr>
          <w:bCs/>
        </w:rPr>
        <w:t xml:space="preserve">, </w:t>
      </w:r>
      <w:r w:rsidR="00AB2DE8">
        <w:rPr>
          <w:bCs/>
        </w:rPr>
        <w:t>à présent que le moment en est venu</w:t>
      </w:r>
      <w:r>
        <w:rPr>
          <w:bCs/>
        </w:rPr>
        <w:t> ?</w:t>
      </w:r>
    </w:p>
    <w:p w14:paraId="3E54DF88" w14:textId="77777777" w:rsidR="00C90F8D" w:rsidRDefault="00AB2DE8">
      <w:pPr>
        <w:rPr>
          <w:bCs/>
        </w:rPr>
      </w:pPr>
      <w:r>
        <w:rPr>
          <w:bCs/>
        </w:rPr>
        <w:t>Il y eut quelques minutes de silence</w:t>
      </w:r>
      <w:r w:rsidR="00C90F8D">
        <w:rPr>
          <w:bCs/>
        </w:rPr>
        <w:t xml:space="preserve">, </w:t>
      </w:r>
      <w:r>
        <w:rPr>
          <w:bCs/>
        </w:rPr>
        <w:t>un silence qui rendit autour d</w:t>
      </w:r>
      <w:r w:rsidR="00C90F8D">
        <w:rPr>
          <w:bCs/>
        </w:rPr>
        <w:t>’</w:t>
      </w:r>
      <w:r>
        <w:rPr>
          <w:bCs/>
        </w:rPr>
        <w:t>eux les ténèbres plus épaisses</w:t>
      </w:r>
      <w:r w:rsidR="00C90F8D">
        <w:rPr>
          <w:bCs/>
        </w:rPr>
        <w:t xml:space="preserve">, </w:t>
      </w:r>
      <w:r>
        <w:rPr>
          <w:bCs/>
        </w:rPr>
        <w:t>un silence que Schmidt</w:t>
      </w:r>
      <w:r w:rsidR="00C90F8D">
        <w:rPr>
          <w:bCs/>
        </w:rPr>
        <w:t xml:space="preserve">, </w:t>
      </w:r>
      <w:r>
        <w:rPr>
          <w:bCs/>
        </w:rPr>
        <w:t>tendu pourtant de tout son être vers ce qui allait suivre</w:t>
      </w:r>
      <w:r w:rsidR="00C90F8D">
        <w:rPr>
          <w:bCs/>
        </w:rPr>
        <w:t xml:space="preserve">, </w:t>
      </w:r>
      <w:r>
        <w:rPr>
          <w:bCs/>
        </w:rPr>
        <w:t>n</w:t>
      </w:r>
      <w:r w:rsidR="00C90F8D">
        <w:rPr>
          <w:bCs/>
        </w:rPr>
        <w:t>’</w:t>
      </w:r>
      <w:r>
        <w:rPr>
          <w:bCs/>
        </w:rPr>
        <w:t>aurait rompu pour rien au monde</w:t>
      </w:r>
      <w:r w:rsidR="00C90F8D">
        <w:rPr>
          <w:bCs/>
        </w:rPr>
        <w:t>…</w:t>
      </w:r>
    </w:p>
    <w:p w14:paraId="5F4207C8" w14:textId="77777777" w:rsidR="00C90F8D" w:rsidRDefault="00AB2DE8">
      <w:pPr>
        <w:rPr>
          <w:bCs/>
        </w:rPr>
      </w:pPr>
      <w:r>
        <w:rPr>
          <w:bCs/>
        </w:rPr>
        <w:t>Et Forestier continua son récit</w:t>
      </w:r>
      <w:r w:rsidR="00C90F8D">
        <w:rPr>
          <w:bCs/>
        </w:rPr>
        <w:t>.</w:t>
      </w:r>
    </w:p>
    <w:p w14:paraId="4CFAB40F" w14:textId="59103EB2" w:rsidR="00C90F8D" w:rsidRDefault="00C90F8D">
      <w:pPr>
        <w:rPr>
          <w:bCs/>
        </w:rPr>
      </w:pPr>
    </w:p>
    <w:p w14:paraId="19D68C0D" w14:textId="77777777" w:rsidR="00C90F8D" w:rsidRDefault="00C90F8D">
      <w:pPr>
        <w:rPr>
          <w:bCs/>
        </w:rPr>
      </w:pPr>
      <w:r>
        <w:rPr>
          <w:bCs/>
        </w:rPr>
        <w:t>— </w:t>
      </w:r>
      <w:r w:rsidR="00AB2DE8">
        <w:rPr>
          <w:bCs/>
        </w:rPr>
        <w:t>Contrairement à ce que nous avions espéré</w:t>
      </w:r>
      <w:r>
        <w:rPr>
          <w:bCs/>
        </w:rPr>
        <w:t xml:space="preserve">, </w:t>
      </w:r>
      <w:r w:rsidR="00AB2DE8">
        <w:rPr>
          <w:bCs/>
        </w:rPr>
        <w:t>l</w:t>
      </w:r>
      <w:r>
        <w:rPr>
          <w:bCs/>
        </w:rPr>
        <w:t>’</w:t>
      </w:r>
      <w:r w:rsidR="00AB2DE8">
        <w:rPr>
          <w:bCs/>
        </w:rPr>
        <w:t>activité de l</w:t>
      </w:r>
      <w:r>
        <w:rPr>
          <w:bCs/>
        </w:rPr>
        <w:t>’</w:t>
      </w:r>
      <w:r w:rsidR="00AB2DE8">
        <w:rPr>
          <w:bCs/>
        </w:rPr>
        <w:t>usine était loin de reprendre</w:t>
      </w:r>
      <w:r>
        <w:rPr>
          <w:bCs/>
        </w:rPr>
        <w:t xml:space="preserve">. </w:t>
      </w:r>
      <w:r w:rsidR="00AB2DE8">
        <w:rPr>
          <w:bCs/>
        </w:rPr>
        <w:t>Il n</w:t>
      </w:r>
      <w:r>
        <w:rPr>
          <w:bCs/>
        </w:rPr>
        <w:t>’</w:t>
      </w:r>
      <w:r w:rsidR="00AB2DE8">
        <w:rPr>
          <w:bCs/>
        </w:rPr>
        <w:t>y allait pas de ma faute</w:t>
      </w:r>
      <w:r>
        <w:rPr>
          <w:bCs/>
        </w:rPr>
        <w:t xml:space="preserve">. </w:t>
      </w:r>
      <w:r w:rsidR="00AB2DE8">
        <w:rPr>
          <w:bCs/>
        </w:rPr>
        <w:t>Que pouvais-je faire</w:t>
      </w:r>
      <w:r>
        <w:rPr>
          <w:bCs/>
        </w:rPr>
        <w:t xml:space="preserve">, </w:t>
      </w:r>
      <w:r w:rsidR="00AB2DE8">
        <w:rPr>
          <w:bCs/>
        </w:rPr>
        <w:t>avec la quarantaine d</w:t>
      </w:r>
      <w:r>
        <w:rPr>
          <w:bCs/>
        </w:rPr>
        <w:t>’</w:t>
      </w:r>
      <w:r w:rsidR="00AB2DE8">
        <w:rPr>
          <w:bCs/>
        </w:rPr>
        <w:t>éclopés qu</w:t>
      </w:r>
      <w:r>
        <w:rPr>
          <w:bCs/>
        </w:rPr>
        <w:t>’</w:t>
      </w:r>
      <w:r w:rsidR="00AB2DE8">
        <w:rPr>
          <w:bCs/>
        </w:rPr>
        <w:t>on avait mis à ma disposition</w:t>
      </w:r>
      <w:r>
        <w:rPr>
          <w:bCs/>
        </w:rPr>
        <w:t xml:space="preserve">. </w:t>
      </w:r>
      <w:r w:rsidR="00AB2DE8">
        <w:rPr>
          <w:bCs/>
        </w:rPr>
        <w:t>C</w:t>
      </w:r>
      <w:r>
        <w:rPr>
          <w:bCs/>
        </w:rPr>
        <w:t>’</w:t>
      </w:r>
      <w:r w:rsidR="00AB2DE8">
        <w:rPr>
          <w:bCs/>
        </w:rPr>
        <w:t>était tout juste si j</w:t>
      </w:r>
      <w:r>
        <w:rPr>
          <w:bCs/>
        </w:rPr>
        <w:t>’</w:t>
      </w:r>
      <w:r w:rsidR="00AB2DE8">
        <w:rPr>
          <w:bCs/>
        </w:rPr>
        <w:t>avais réussi à rétablir le fonctionnement de la machinerie électrique</w:t>
      </w:r>
      <w:r>
        <w:rPr>
          <w:bCs/>
        </w:rPr>
        <w:t xml:space="preserve">. </w:t>
      </w:r>
      <w:r w:rsidR="00AB2DE8">
        <w:rPr>
          <w:bCs/>
        </w:rPr>
        <w:t>On m</w:t>
      </w:r>
      <w:r>
        <w:rPr>
          <w:bCs/>
        </w:rPr>
        <w:t>’</w:t>
      </w:r>
      <w:r w:rsidR="00AB2DE8">
        <w:rPr>
          <w:bCs/>
        </w:rPr>
        <w:t>annonçait sans cesse l</w:t>
      </w:r>
      <w:r>
        <w:rPr>
          <w:bCs/>
        </w:rPr>
        <w:t>’</w:t>
      </w:r>
      <w:r w:rsidR="00AB2DE8">
        <w:rPr>
          <w:bCs/>
        </w:rPr>
        <w:t>arrivée d</w:t>
      </w:r>
      <w:r>
        <w:rPr>
          <w:bCs/>
        </w:rPr>
        <w:t>’</w:t>
      </w:r>
      <w:r w:rsidR="00AB2DE8">
        <w:rPr>
          <w:bCs/>
        </w:rPr>
        <w:t>un personnel spécialisé</w:t>
      </w:r>
      <w:r>
        <w:rPr>
          <w:bCs/>
        </w:rPr>
        <w:t xml:space="preserve">, </w:t>
      </w:r>
      <w:r w:rsidR="00AB2DE8">
        <w:rPr>
          <w:bCs/>
        </w:rPr>
        <w:t>que je ne voyais jamais venir</w:t>
      </w:r>
      <w:r>
        <w:rPr>
          <w:bCs/>
        </w:rPr>
        <w:t xml:space="preserve">. </w:t>
      </w:r>
      <w:r w:rsidR="00AB2DE8">
        <w:rPr>
          <w:bCs/>
        </w:rPr>
        <w:t>Le haut commandement tchécoslovaque</w:t>
      </w:r>
      <w:r>
        <w:rPr>
          <w:bCs/>
        </w:rPr>
        <w:t xml:space="preserve">, </w:t>
      </w:r>
      <w:r w:rsidR="00AB2DE8">
        <w:rPr>
          <w:bCs/>
        </w:rPr>
        <w:t>lui non plus</w:t>
      </w:r>
      <w:r>
        <w:rPr>
          <w:bCs/>
        </w:rPr>
        <w:t xml:space="preserve">, </w:t>
      </w:r>
      <w:r w:rsidR="00AB2DE8">
        <w:rPr>
          <w:bCs/>
        </w:rPr>
        <w:t>ne pouvait être tenu pour responsable de cette carence</w:t>
      </w:r>
      <w:r>
        <w:rPr>
          <w:bCs/>
        </w:rPr>
        <w:t xml:space="preserve">. </w:t>
      </w:r>
      <w:r w:rsidR="00AB2DE8">
        <w:rPr>
          <w:bCs/>
        </w:rPr>
        <w:t>Disposant d</w:t>
      </w:r>
      <w:r>
        <w:rPr>
          <w:bCs/>
        </w:rPr>
        <w:t>’</w:t>
      </w:r>
      <w:r w:rsidR="00AB2DE8">
        <w:rPr>
          <w:bCs/>
        </w:rPr>
        <w:t>effectifs très réduits pour organiser l</w:t>
      </w:r>
      <w:r>
        <w:rPr>
          <w:bCs/>
        </w:rPr>
        <w:t>’</w:t>
      </w:r>
      <w:r w:rsidR="00AB2DE8">
        <w:rPr>
          <w:bCs/>
        </w:rPr>
        <w:t>immense front dont il avait la charge</w:t>
      </w:r>
      <w:r>
        <w:rPr>
          <w:bCs/>
        </w:rPr>
        <w:t xml:space="preserve">, </w:t>
      </w:r>
      <w:r w:rsidR="00AB2DE8">
        <w:rPr>
          <w:bCs/>
        </w:rPr>
        <w:t>il n</w:t>
      </w:r>
      <w:r>
        <w:rPr>
          <w:bCs/>
        </w:rPr>
        <w:t>’</w:t>
      </w:r>
      <w:r w:rsidR="00AB2DE8">
        <w:rPr>
          <w:bCs/>
        </w:rPr>
        <w:t>osait point opérer sur des unités appelées d</w:t>
      </w:r>
      <w:r>
        <w:rPr>
          <w:bCs/>
        </w:rPr>
        <w:t>’</w:t>
      </w:r>
      <w:r w:rsidR="00AB2DE8">
        <w:rPr>
          <w:bCs/>
        </w:rPr>
        <w:t>un moment à l</w:t>
      </w:r>
      <w:r>
        <w:rPr>
          <w:bCs/>
        </w:rPr>
        <w:t>’</w:t>
      </w:r>
      <w:r w:rsidR="00AB2DE8">
        <w:rPr>
          <w:bCs/>
        </w:rPr>
        <w:t>autre à combattre les prélèvements qu</w:t>
      </w:r>
      <w:r>
        <w:rPr>
          <w:bCs/>
        </w:rPr>
        <w:t>’</w:t>
      </w:r>
      <w:r w:rsidR="00AB2DE8">
        <w:rPr>
          <w:bCs/>
        </w:rPr>
        <w:t>eût nécessités un agencement tant soit peu sérieux des services de l</w:t>
      </w:r>
      <w:r>
        <w:rPr>
          <w:bCs/>
        </w:rPr>
        <w:t>’</w:t>
      </w:r>
      <w:r w:rsidR="00AB2DE8">
        <w:rPr>
          <w:bCs/>
        </w:rPr>
        <w:t>arrière</w:t>
      </w:r>
      <w:r>
        <w:rPr>
          <w:bCs/>
        </w:rPr>
        <w:t xml:space="preserve">. </w:t>
      </w:r>
      <w:r w:rsidR="00AB2DE8">
        <w:rPr>
          <w:bCs/>
        </w:rPr>
        <w:t>Je n</w:t>
      </w:r>
      <w:r>
        <w:rPr>
          <w:bCs/>
        </w:rPr>
        <w:t>’</w:t>
      </w:r>
      <w:r w:rsidR="00AB2DE8">
        <w:rPr>
          <w:bCs/>
        </w:rPr>
        <w:t>avais donc même pas la ressource de me plaindre au colonel Gregor d</w:t>
      </w:r>
      <w:r>
        <w:rPr>
          <w:bCs/>
        </w:rPr>
        <w:t>’</w:t>
      </w:r>
      <w:r w:rsidR="00AB2DE8">
        <w:rPr>
          <w:bCs/>
        </w:rPr>
        <w:t>un tel état de choses</w:t>
      </w:r>
      <w:r>
        <w:rPr>
          <w:bCs/>
        </w:rPr>
        <w:t xml:space="preserve">. </w:t>
      </w:r>
      <w:r w:rsidR="00AB2DE8">
        <w:rPr>
          <w:bCs/>
        </w:rPr>
        <w:t>D</w:t>
      </w:r>
      <w:r>
        <w:rPr>
          <w:bCs/>
        </w:rPr>
        <w:t>’</w:t>
      </w:r>
      <w:r w:rsidR="00AB2DE8">
        <w:rPr>
          <w:bCs/>
        </w:rPr>
        <w:t>ailleurs</w:t>
      </w:r>
      <w:r>
        <w:rPr>
          <w:bCs/>
        </w:rPr>
        <w:t xml:space="preserve">, </w:t>
      </w:r>
      <w:r w:rsidR="00AB2DE8">
        <w:rPr>
          <w:bCs/>
        </w:rPr>
        <w:t>depuis l</w:t>
      </w:r>
      <w:r>
        <w:rPr>
          <w:bCs/>
        </w:rPr>
        <w:t>’</w:t>
      </w:r>
      <w:r w:rsidR="00AB2DE8">
        <w:rPr>
          <w:bCs/>
        </w:rPr>
        <w:t>occupation du pays par ses troupes</w:t>
      </w:r>
      <w:r>
        <w:rPr>
          <w:bCs/>
        </w:rPr>
        <w:t xml:space="preserve">, </w:t>
      </w:r>
      <w:r w:rsidR="00AB2DE8">
        <w:rPr>
          <w:bCs/>
        </w:rPr>
        <w:t>les occasions que j</w:t>
      </w:r>
      <w:r>
        <w:rPr>
          <w:bCs/>
        </w:rPr>
        <w:t>’</w:t>
      </w:r>
      <w:r w:rsidR="00AB2DE8">
        <w:rPr>
          <w:bCs/>
        </w:rPr>
        <w:t>avais eues de m</w:t>
      </w:r>
      <w:r>
        <w:rPr>
          <w:bCs/>
        </w:rPr>
        <w:t>’</w:t>
      </w:r>
      <w:r w:rsidR="00AB2DE8">
        <w:rPr>
          <w:bCs/>
        </w:rPr>
        <w:t>entretenir avec lui avaient été extrêmement rares</w:t>
      </w:r>
      <w:r>
        <w:rPr>
          <w:bCs/>
        </w:rPr>
        <w:t xml:space="preserve">. </w:t>
      </w:r>
      <w:r w:rsidR="00AB2DE8">
        <w:rPr>
          <w:bCs/>
        </w:rPr>
        <w:t>Il était bien venu</w:t>
      </w:r>
      <w:r>
        <w:rPr>
          <w:bCs/>
        </w:rPr>
        <w:t xml:space="preserve">, </w:t>
      </w:r>
      <w:r w:rsidR="00AB2DE8">
        <w:rPr>
          <w:bCs/>
        </w:rPr>
        <w:t>à diverses reprises</w:t>
      </w:r>
      <w:r>
        <w:rPr>
          <w:bCs/>
        </w:rPr>
        <w:t xml:space="preserve">, </w:t>
      </w:r>
      <w:r w:rsidR="00AB2DE8">
        <w:rPr>
          <w:bCs/>
        </w:rPr>
        <w:t>déjeuner ou dîner au chalet</w:t>
      </w:r>
      <w:r>
        <w:rPr>
          <w:bCs/>
        </w:rPr>
        <w:t xml:space="preserve"> ; </w:t>
      </w:r>
      <w:r w:rsidR="00AB2DE8">
        <w:rPr>
          <w:bCs/>
        </w:rPr>
        <w:t>il y avait même couché deux fois</w:t>
      </w:r>
      <w:r>
        <w:rPr>
          <w:bCs/>
        </w:rPr>
        <w:t xml:space="preserve">, </w:t>
      </w:r>
      <w:r w:rsidR="00AB2DE8">
        <w:rPr>
          <w:bCs/>
        </w:rPr>
        <w:t>mais toujours seul</w:t>
      </w:r>
      <w:r>
        <w:rPr>
          <w:bCs/>
        </w:rPr>
        <w:t xml:space="preserve">, </w:t>
      </w:r>
      <w:r w:rsidR="00AB2DE8">
        <w:rPr>
          <w:bCs/>
        </w:rPr>
        <w:t>n</w:t>
      </w:r>
      <w:r>
        <w:rPr>
          <w:bCs/>
        </w:rPr>
        <w:t>’</w:t>
      </w:r>
      <w:r w:rsidR="00AB2DE8">
        <w:rPr>
          <w:bCs/>
        </w:rPr>
        <w:t>amenant jamais avec lui ses officiers d</w:t>
      </w:r>
      <w:r>
        <w:rPr>
          <w:bCs/>
        </w:rPr>
        <w:t>’</w:t>
      </w:r>
      <w:r w:rsidR="00AB2DE8">
        <w:rPr>
          <w:bCs/>
        </w:rPr>
        <w:t>ordonnance</w:t>
      </w:r>
      <w:r>
        <w:rPr>
          <w:bCs/>
        </w:rPr>
        <w:t xml:space="preserve">. </w:t>
      </w:r>
      <w:r w:rsidR="00AB2DE8">
        <w:rPr>
          <w:bCs/>
        </w:rPr>
        <w:t>J</w:t>
      </w:r>
      <w:r>
        <w:rPr>
          <w:bCs/>
        </w:rPr>
        <w:t>’</w:t>
      </w:r>
      <w:r w:rsidR="00AB2DE8">
        <w:rPr>
          <w:bCs/>
        </w:rPr>
        <w:t>avais pris le parti de ne plus lui renouveler l</w:t>
      </w:r>
      <w:r>
        <w:rPr>
          <w:bCs/>
        </w:rPr>
        <w:t>’</w:t>
      </w:r>
      <w:r w:rsidR="00AB2DE8">
        <w:rPr>
          <w:bCs/>
        </w:rPr>
        <w:t>offre que je lui avais faite lors de sa première visite</w:t>
      </w:r>
      <w:r>
        <w:rPr>
          <w:bCs/>
        </w:rPr>
        <w:t xml:space="preserve">, </w:t>
      </w:r>
      <w:r w:rsidR="00AB2DE8">
        <w:rPr>
          <w:bCs/>
        </w:rPr>
        <w:t xml:space="preserve">et il fallut un événement des plus imprévus pour que la </w:t>
      </w:r>
      <w:r w:rsidR="00AB2DE8">
        <w:rPr>
          <w:bCs/>
        </w:rPr>
        <w:lastRenderedPageBreak/>
        <w:t>chaleur avec laquelle il m</w:t>
      </w:r>
      <w:r>
        <w:rPr>
          <w:bCs/>
        </w:rPr>
        <w:t>’</w:t>
      </w:r>
      <w:r w:rsidR="00AB2DE8">
        <w:rPr>
          <w:bCs/>
        </w:rPr>
        <w:t>avait alors remercié me revînt en mémoire</w:t>
      </w:r>
      <w:r>
        <w:rPr>
          <w:bCs/>
        </w:rPr>
        <w:t>.</w:t>
      </w:r>
    </w:p>
    <w:p w14:paraId="3F5381C5" w14:textId="77777777" w:rsidR="00C90F8D" w:rsidRDefault="00AB2DE8">
      <w:pPr>
        <w:rPr>
          <w:bCs/>
        </w:rPr>
      </w:pPr>
      <w:r>
        <w:rPr>
          <w:bCs/>
        </w:rPr>
        <w:t>Lentement</w:t>
      </w:r>
      <w:r w:rsidR="00C90F8D">
        <w:rPr>
          <w:bCs/>
        </w:rPr>
        <w:t xml:space="preserve">, </w:t>
      </w:r>
      <w:r>
        <w:rPr>
          <w:bCs/>
        </w:rPr>
        <w:t>les beaux jours finissaient</w:t>
      </w:r>
      <w:r w:rsidR="00C90F8D">
        <w:rPr>
          <w:bCs/>
        </w:rPr>
        <w:t xml:space="preserve">. </w:t>
      </w:r>
      <w:r>
        <w:rPr>
          <w:bCs/>
        </w:rPr>
        <w:t>Peu à peu</w:t>
      </w:r>
      <w:r w:rsidR="00C90F8D">
        <w:rPr>
          <w:bCs/>
        </w:rPr>
        <w:t xml:space="preserve">, </w:t>
      </w:r>
      <w:r>
        <w:rPr>
          <w:bCs/>
        </w:rPr>
        <w:t>la neige recouvrit les pentes de la montagne et descendit jusque dans la plaine</w:t>
      </w:r>
      <w:r w:rsidR="00C90F8D">
        <w:rPr>
          <w:bCs/>
        </w:rPr>
        <w:t xml:space="preserve">. </w:t>
      </w:r>
      <w:r>
        <w:rPr>
          <w:bCs/>
        </w:rPr>
        <w:t>Prisonnières désormais pour six mois de leur gangue de glace</w:t>
      </w:r>
      <w:r w:rsidR="00C90F8D">
        <w:rPr>
          <w:bCs/>
        </w:rPr>
        <w:t xml:space="preserve">, </w:t>
      </w:r>
      <w:r>
        <w:rPr>
          <w:bCs/>
        </w:rPr>
        <w:t>les eaux interrompirent leur chanson</w:t>
      </w:r>
      <w:r w:rsidR="00C90F8D">
        <w:rPr>
          <w:bCs/>
        </w:rPr>
        <w:t xml:space="preserve">. </w:t>
      </w:r>
      <w:r>
        <w:rPr>
          <w:bCs/>
        </w:rPr>
        <w:t>Ce fut sur ces entrefaites que je reçus un billet du colonel G</w:t>
      </w:r>
      <w:r>
        <w:t>r</w:t>
      </w:r>
      <w:r>
        <w:rPr>
          <w:bCs/>
        </w:rPr>
        <w:t>egor</w:t>
      </w:r>
      <w:r w:rsidR="00C90F8D">
        <w:rPr>
          <w:bCs/>
        </w:rPr>
        <w:t xml:space="preserve">. </w:t>
      </w:r>
      <w:r>
        <w:rPr>
          <w:bCs/>
        </w:rPr>
        <w:t>Il ne manquait jamais de s</w:t>
      </w:r>
      <w:r w:rsidR="00C90F8D">
        <w:rPr>
          <w:bCs/>
        </w:rPr>
        <w:t>’</w:t>
      </w:r>
      <w:r>
        <w:rPr>
          <w:bCs/>
        </w:rPr>
        <w:t>annoncer ainsi</w:t>
      </w:r>
      <w:r w:rsidR="00C90F8D">
        <w:rPr>
          <w:bCs/>
        </w:rPr>
        <w:t xml:space="preserve">. </w:t>
      </w:r>
      <w:r>
        <w:rPr>
          <w:bCs/>
        </w:rPr>
        <w:t>Mais</w:t>
      </w:r>
      <w:r w:rsidR="00C90F8D">
        <w:rPr>
          <w:bCs/>
        </w:rPr>
        <w:t xml:space="preserve">, </w:t>
      </w:r>
      <w:r>
        <w:rPr>
          <w:bCs/>
        </w:rPr>
        <w:t>cette fois</w:t>
      </w:r>
      <w:r w:rsidR="00C90F8D">
        <w:rPr>
          <w:bCs/>
        </w:rPr>
        <w:t xml:space="preserve">, </w:t>
      </w:r>
      <w:r>
        <w:rPr>
          <w:bCs/>
        </w:rPr>
        <w:t>ce n</w:t>
      </w:r>
      <w:r w:rsidR="00C90F8D">
        <w:rPr>
          <w:bCs/>
        </w:rPr>
        <w:t>’</w:t>
      </w:r>
      <w:r>
        <w:rPr>
          <w:bCs/>
        </w:rPr>
        <w:t>était pas de lui qu</w:t>
      </w:r>
      <w:r w:rsidR="00C90F8D">
        <w:rPr>
          <w:bCs/>
        </w:rPr>
        <w:t>’</w:t>
      </w:r>
      <w:r>
        <w:rPr>
          <w:bCs/>
        </w:rPr>
        <w:t>il s</w:t>
      </w:r>
      <w:r w:rsidR="00C90F8D">
        <w:rPr>
          <w:bCs/>
        </w:rPr>
        <w:t>’</w:t>
      </w:r>
      <w:r>
        <w:rPr>
          <w:bCs/>
        </w:rPr>
        <w:t>agissait</w:t>
      </w:r>
      <w:r w:rsidR="00C90F8D">
        <w:rPr>
          <w:bCs/>
        </w:rPr>
        <w:t>.</w:t>
      </w:r>
    </w:p>
    <w:p w14:paraId="62C9C38B" w14:textId="77777777" w:rsidR="00C90F8D" w:rsidRDefault="00AB2DE8">
      <w:r>
        <w:t>Il y avait bien trois semaines que je ne l</w:t>
      </w:r>
      <w:r w:rsidR="00C90F8D">
        <w:t>’</w:t>
      </w:r>
      <w:r>
        <w:t>avais vu</w:t>
      </w:r>
      <w:r w:rsidR="00C90F8D">
        <w:t xml:space="preserve">. </w:t>
      </w:r>
      <w:r>
        <w:t>Je savais seulement qu</w:t>
      </w:r>
      <w:r w:rsidR="00C90F8D">
        <w:t>’</w:t>
      </w:r>
      <w:r>
        <w:t>il était en inspection dans la partie la plus excentrique de son secteur</w:t>
      </w:r>
      <w:r w:rsidR="00C90F8D">
        <w:t xml:space="preserve">, </w:t>
      </w:r>
      <w:r>
        <w:t>vers le sud</w:t>
      </w:r>
      <w:r w:rsidR="00C90F8D">
        <w:t xml:space="preserve">, </w:t>
      </w:r>
      <w:r>
        <w:t>du côté d</w:t>
      </w:r>
      <w:r w:rsidR="00C90F8D">
        <w:t>’</w:t>
      </w:r>
      <w:r>
        <w:t>Orenbourg</w:t>
      </w:r>
      <w:r w:rsidR="00C90F8D">
        <w:t xml:space="preserve">. </w:t>
      </w:r>
      <w:r>
        <w:t>Sa lettre me parlait d</w:t>
      </w:r>
      <w:r w:rsidR="00C90F8D">
        <w:t>’</w:t>
      </w:r>
      <w:r>
        <w:t xml:space="preserve">un certain général prince </w:t>
      </w:r>
      <w:proofErr w:type="spellStart"/>
      <w:r>
        <w:t>Irénéïef</w:t>
      </w:r>
      <w:proofErr w:type="spellEnd"/>
      <w:r w:rsidR="00C90F8D">
        <w:t xml:space="preserve">, </w:t>
      </w:r>
      <w:r>
        <w:t>gentilhomme russe envers qui il me disait avoir contracté une dette de reconnaissance durant sa captivité</w:t>
      </w:r>
      <w:r w:rsidR="00C90F8D">
        <w:t xml:space="preserve">. </w:t>
      </w:r>
      <w:r>
        <w:t>Aujourd</w:t>
      </w:r>
      <w:r w:rsidR="00C90F8D">
        <w:t>’</w:t>
      </w:r>
      <w:r>
        <w:t>hui</w:t>
      </w:r>
      <w:r w:rsidR="00C90F8D">
        <w:t xml:space="preserve">, </w:t>
      </w:r>
      <w:r>
        <w:t xml:space="preserve">le général </w:t>
      </w:r>
      <w:proofErr w:type="spellStart"/>
      <w:r>
        <w:t>Irénéïef</w:t>
      </w:r>
      <w:proofErr w:type="spellEnd"/>
      <w:r w:rsidR="00C90F8D">
        <w:t xml:space="preserve">, </w:t>
      </w:r>
      <w:r>
        <w:t>chassé de ses terres par la révolution</w:t>
      </w:r>
      <w:r w:rsidR="00C90F8D">
        <w:t xml:space="preserve">, </w:t>
      </w:r>
      <w:r>
        <w:t>et trop âgé pour reprendre du service</w:t>
      </w:r>
      <w:r w:rsidR="00C90F8D">
        <w:t xml:space="preserve">, </w:t>
      </w:r>
      <w:r>
        <w:t>s</w:t>
      </w:r>
      <w:r w:rsidR="00C90F8D">
        <w:t>’</w:t>
      </w:r>
      <w:r>
        <w:t>était réfugié dans la région de son pays occupée par les Tchécoslovaques</w:t>
      </w:r>
      <w:r w:rsidR="00C90F8D">
        <w:t xml:space="preserve">. </w:t>
      </w:r>
      <w:r>
        <w:t>Le colonel Gregor m</w:t>
      </w:r>
      <w:r w:rsidR="00C90F8D">
        <w:t>’</w:t>
      </w:r>
      <w:r>
        <w:t>annonçait le passage prochain à Novo-Petrovsk de cet émigré de marque</w:t>
      </w:r>
      <w:r w:rsidR="00C90F8D">
        <w:t xml:space="preserve">. </w:t>
      </w:r>
      <w:r>
        <w:t>Il me priait de le faire bénéficier d</w:t>
      </w:r>
      <w:r w:rsidR="00C90F8D">
        <w:t>’</w:t>
      </w:r>
      <w:r>
        <w:t>une hospitalité dont il gardait</w:t>
      </w:r>
      <w:r w:rsidR="00C90F8D">
        <w:t xml:space="preserve">, </w:t>
      </w:r>
      <w:r>
        <w:t>quant à lui</w:t>
      </w:r>
      <w:r w:rsidR="00C90F8D">
        <w:t xml:space="preserve">, </w:t>
      </w:r>
      <w:r>
        <w:t>le regret de n</w:t>
      </w:r>
      <w:r w:rsidR="00C90F8D">
        <w:t>’</w:t>
      </w:r>
      <w:r>
        <w:t>avoir pu profiter plus souvent</w:t>
      </w:r>
      <w:r w:rsidR="00C90F8D">
        <w:t>.</w:t>
      </w:r>
    </w:p>
    <w:p w14:paraId="7D003E08" w14:textId="77777777" w:rsidR="00C90F8D" w:rsidRDefault="00AB2DE8">
      <w:r>
        <w:t>Il n</w:t>
      </w:r>
      <w:r w:rsidR="00C90F8D">
        <w:t>’</w:t>
      </w:r>
      <w:r>
        <w:t>y avait dans le ton de cette requête rien de nature à me mettre en garde contre quoi que ce fût</w:t>
      </w:r>
      <w:r w:rsidR="00C90F8D">
        <w:t xml:space="preserve">. </w:t>
      </w:r>
      <w:r>
        <w:t>La réponse que je confiai au vaguemestre qui m</w:t>
      </w:r>
      <w:r w:rsidR="00C90F8D">
        <w:t>’</w:t>
      </w:r>
      <w:r>
        <w:t>apportait la lettre du colonel Gregor fut donc celle que tout autre que moi aurait faite à ma place</w:t>
      </w:r>
      <w:r w:rsidR="00C90F8D">
        <w:t xml:space="preserve">. </w:t>
      </w:r>
      <w:r>
        <w:t>J</w:t>
      </w:r>
      <w:r w:rsidR="00C90F8D">
        <w:t>’</w:t>
      </w:r>
      <w:r>
        <w:t>y assurais le colonel de ma joie à lui être agréable</w:t>
      </w:r>
      <w:r w:rsidR="00C90F8D">
        <w:t xml:space="preserve">, </w:t>
      </w:r>
      <w:r>
        <w:t>ainsi que des égards avec lesquels ne manquerait pas d</w:t>
      </w:r>
      <w:r w:rsidR="00C90F8D">
        <w:t>’</w:t>
      </w:r>
      <w:r>
        <w:t>être accueilli son ancien protecteur devenu maintenant son protégé</w:t>
      </w:r>
      <w:r w:rsidR="00C90F8D">
        <w:t>.</w:t>
      </w:r>
    </w:p>
    <w:p w14:paraId="7CAD67A2" w14:textId="715FA315" w:rsidR="00AB2DE8" w:rsidRDefault="00AB2DE8"/>
    <w:p w14:paraId="2085B020" w14:textId="77777777" w:rsidR="00C90F8D" w:rsidRDefault="00AB2DE8">
      <w:r>
        <w:t>Huit jours environ s</w:t>
      </w:r>
      <w:r w:rsidR="00C90F8D">
        <w:t>’</w:t>
      </w:r>
      <w:r>
        <w:t>écoulèrent</w:t>
      </w:r>
      <w:r w:rsidR="00C90F8D">
        <w:t xml:space="preserve">, </w:t>
      </w:r>
      <w:r>
        <w:t>durant lesquels</w:t>
      </w:r>
      <w:r w:rsidR="00C90F8D">
        <w:t xml:space="preserve">, </w:t>
      </w:r>
      <w:r>
        <w:t>continuant à me croiser les bras</w:t>
      </w:r>
      <w:r w:rsidR="00C90F8D">
        <w:t xml:space="preserve">, </w:t>
      </w:r>
      <w:r>
        <w:t>j</w:t>
      </w:r>
      <w:r w:rsidR="00C90F8D">
        <w:t>’</w:t>
      </w:r>
      <w:r>
        <w:t>attendis avec la plus parfaite indifférence le bon plaisir de mon hôte inconnu</w:t>
      </w:r>
      <w:r w:rsidR="00C90F8D">
        <w:t xml:space="preserve">. </w:t>
      </w:r>
      <w:r>
        <w:t>Puis</w:t>
      </w:r>
      <w:r w:rsidR="00C90F8D">
        <w:t xml:space="preserve">, </w:t>
      </w:r>
      <w:r>
        <w:t>vers la fin d</w:t>
      </w:r>
      <w:r w:rsidR="00C90F8D">
        <w:t>’</w:t>
      </w:r>
      <w:r>
        <w:t>un après-midi</w:t>
      </w:r>
      <w:r w:rsidR="00C90F8D">
        <w:t xml:space="preserve">, </w:t>
      </w:r>
      <w:r>
        <w:t>comme j</w:t>
      </w:r>
      <w:r w:rsidR="00C90F8D">
        <w:t>’</w:t>
      </w:r>
      <w:r>
        <w:t>étais accoudé au balcon de ma véranda</w:t>
      </w:r>
      <w:r w:rsidR="00C90F8D">
        <w:t xml:space="preserve">, </w:t>
      </w:r>
      <w:r>
        <w:t>regardant mélancoliquement la fumée bleuâtre d</w:t>
      </w:r>
      <w:r w:rsidR="00C90F8D">
        <w:t>’</w:t>
      </w:r>
      <w:r>
        <w:t>une petite locomotive qui se hâtait à travers la steppe</w:t>
      </w:r>
      <w:r w:rsidR="00C90F8D">
        <w:t xml:space="preserve">, </w:t>
      </w:r>
      <w:r>
        <w:t>le plus abracadabrant des spectacles s</w:t>
      </w:r>
      <w:r w:rsidR="00C90F8D">
        <w:t>’</w:t>
      </w:r>
      <w:r>
        <w:t>offrit à mes yeux tout à coup</w:t>
      </w:r>
      <w:r w:rsidR="00C90F8D">
        <w:t>.</w:t>
      </w:r>
    </w:p>
    <w:p w14:paraId="1A2670D4" w14:textId="77777777" w:rsidR="00C90F8D" w:rsidRDefault="00AB2DE8">
      <w:r>
        <w:t>La route de Novo-Petrovsk</w:t>
      </w:r>
      <w:r w:rsidR="00C90F8D">
        <w:t xml:space="preserve">, </w:t>
      </w:r>
      <w:r>
        <w:t>à cent mètres de l</w:t>
      </w:r>
      <w:r w:rsidR="00C90F8D">
        <w:t>’</w:t>
      </w:r>
      <w:r>
        <w:t>usine</w:t>
      </w:r>
      <w:r w:rsidR="00C90F8D">
        <w:t xml:space="preserve">, </w:t>
      </w:r>
      <w:r>
        <w:t>faisait un coude</w:t>
      </w:r>
      <w:r w:rsidR="00C90F8D">
        <w:t xml:space="preserve">. </w:t>
      </w:r>
      <w:r>
        <w:t>À ce coude venait d</w:t>
      </w:r>
      <w:r w:rsidR="00C90F8D">
        <w:t>’</w:t>
      </w:r>
      <w:r>
        <w:t>apparaître une automobile comme je n</w:t>
      </w:r>
      <w:r w:rsidR="00C90F8D">
        <w:t>’</w:t>
      </w:r>
      <w:r>
        <w:t>en avais pas vu depuis bien longtemps</w:t>
      </w:r>
      <w:r w:rsidR="00C90F8D">
        <w:t xml:space="preserve">, </w:t>
      </w:r>
      <w:r>
        <w:t>comme on n</w:t>
      </w:r>
      <w:r w:rsidR="00C90F8D">
        <w:t>’</w:t>
      </w:r>
      <w:r>
        <w:t>aurait plus chance d</w:t>
      </w:r>
      <w:r w:rsidR="00C90F8D">
        <w:t>’</w:t>
      </w:r>
      <w:r>
        <w:t>en rencontrer que dans les expositions rétrospectives</w:t>
      </w:r>
      <w:r w:rsidR="00C90F8D">
        <w:t xml:space="preserve">. </w:t>
      </w:r>
      <w:r>
        <w:t>Ce vénérable véhicule</w:t>
      </w:r>
      <w:r w:rsidR="00C90F8D">
        <w:t xml:space="preserve">, </w:t>
      </w:r>
      <w:r>
        <w:t>ressemblant déjà par tant de traits à la roulotte d</w:t>
      </w:r>
      <w:r w:rsidR="00C90F8D">
        <w:t>’</w:t>
      </w:r>
      <w:r>
        <w:t>une famille de bohémiens</w:t>
      </w:r>
      <w:r w:rsidR="00C90F8D">
        <w:t xml:space="preserve">, </w:t>
      </w:r>
      <w:r>
        <w:t>avait encore ceci de commun avec elle qu</w:t>
      </w:r>
      <w:r w:rsidR="00C90F8D">
        <w:t>’</w:t>
      </w:r>
      <w:r>
        <w:t>il répugnait</w:t>
      </w:r>
      <w:r w:rsidR="00C90F8D">
        <w:t xml:space="preserve">, </w:t>
      </w:r>
      <w:r>
        <w:t>pour aller de l</w:t>
      </w:r>
      <w:r w:rsidR="00C90F8D">
        <w:t>’</w:t>
      </w:r>
      <w:r>
        <w:t>avant</w:t>
      </w:r>
      <w:r w:rsidR="00C90F8D">
        <w:t xml:space="preserve">, </w:t>
      </w:r>
      <w:r>
        <w:t>aux procédés strictement mécaniques</w:t>
      </w:r>
      <w:r w:rsidR="00C90F8D">
        <w:t xml:space="preserve">. </w:t>
      </w:r>
      <w:r>
        <w:t>Évitant de son mieux les fondrières neigeuses</w:t>
      </w:r>
      <w:r w:rsidR="00C90F8D">
        <w:t xml:space="preserve">, </w:t>
      </w:r>
      <w:r>
        <w:t>un équipage de six chevaux</w:t>
      </w:r>
      <w:r w:rsidR="00C90F8D">
        <w:t xml:space="preserve">, </w:t>
      </w:r>
      <w:r>
        <w:t>conduits par deux soldats</w:t>
      </w:r>
      <w:r w:rsidR="00C90F8D">
        <w:t xml:space="preserve">, </w:t>
      </w:r>
      <w:r>
        <w:t>l</w:t>
      </w:r>
      <w:r w:rsidR="00C90F8D">
        <w:t>’</w:t>
      </w:r>
      <w:r>
        <w:t>amenait vers moi avec une sage lenteur</w:t>
      </w:r>
      <w:r w:rsidR="00C90F8D">
        <w:t>.</w:t>
      </w:r>
    </w:p>
    <w:p w14:paraId="0F4280F0" w14:textId="77777777" w:rsidR="00C90F8D" w:rsidRDefault="00AB2DE8">
      <w:r>
        <w:t>Ce cortège étonnant parvint ainsi jusque sous mes fenêtres</w:t>
      </w:r>
      <w:r w:rsidR="00C90F8D">
        <w:t xml:space="preserve">, </w:t>
      </w:r>
      <w:r>
        <w:t>devant la grande porte de l</w:t>
      </w:r>
      <w:r w:rsidR="00C90F8D">
        <w:t>’</w:t>
      </w:r>
      <w:r>
        <w:t>usine</w:t>
      </w:r>
      <w:r w:rsidR="00C90F8D">
        <w:t xml:space="preserve">. </w:t>
      </w:r>
      <w:r>
        <w:t>L</w:t>
      </w:r>
      <w:r w:rsidR="00C90F8D">
        <w:t>’</w:t>
      </w:r>
      <w:r>
        <w:t>automobile alors s</w:t>
      </w:r>
      <w:r w:rsidR="00C90F8D">
        <w:t>’</w:t>
      </w:r>
      <w:r>
        <w:t>arrêta</w:t>
      </w:r>
      <w:r w:rsidR="00C90F8D">
        <w:t xml:space="preserve">. </w:t>
      </w:r>
      <w:r>
        <w:t>Il en sortit un grand vieillard enveloppé dans une houppelande de fourrure</w:t>
      </w:r>
      <w:r w:rsidR="00C90F8D">
        <w:t xml:space="preserve">. </w:t>
      </w:r>
      <w:r>
        <w:t>Galamment</w:t>
      </w:r>
      <w:r w:rsidR="00C90F8D">
        <w:t xml:space="preserve">, </w:t>
      </w:r>
      <w:r>
        <w:t>il se retourna</w:t>
      </w:r>
      <w:r w:rsidR="00C90F8D">
        <w:t xml:space="preserve">, </w:t>
      </w:r>
      <w:r>
        <w:t>et</w:t>
      </w:r>
      <w:r w:rsidR="00C90F8D">
        <w:t xml:space="preserve">, </w:t>
      </w:r>
      <w:r>
        <w:t>procédant avec autant de cérémonie que s</w:t>
      </w:r>
      <w:r w:rsidR="00C90F8D">
        <w:t>’</w:t>
      </w:r>
      <w:r>
        <w:t>il se fût trouvé à la portière d</w:t>
      </w:r>
      <w:r w:rsidR="00C90F8D">
        <w:t>’</w:t>
      </w:r>
      <w:r>
        <w:t>un carrosse</w:t>
      </w:r>
      <w:r w:rsidR="00C90F8D">
        <w:t xml:space="preserve">, </w:t>
      </w:r>
      <w:r>
        <w:t>il tendit son bras à une jeune femme</w:t>
      </w:r>
      <w:r w:rsidR="00C90F8D">
        <w:t xml:space="preserve">, </w:t>
      </w:r>
      <w:r>
        <w:t>qui sauta prestement sur le sol</w:t>
      </w:r>
      <w:r w:rsidR="00C90F8D">
        <w:t>.</w:t>
      </w:r>
    </w:p>
    <w:p w14:paraId="4898F427" w14:textId="4FC337DA" w:rsidR="00AB2DE8" w:rsidRPr="00C90F8D" w:rsidRDefault="00AB2DE8" w:rsidP="00C90F8D">
      <w:pPr>
        <w:pStyle w:val="Titre1"/>
      </w:pPr>
      <w:bookmarkStart w:id="9" w:name="_Toc194755381"/>
      <w:r w:rsidRPr="00C90F8D">
        <w:lastRenderedPageBreak/>
        <w:t>IX</w:t>
      </w:r>
      <w:bookmarkEnd w:id="9"/>
    </w:p>
    <w:p w14:paraId="4895AFA1" w14:textId="77777777" w:rsidR="00C90F8D" w:rsidRDefault="00AB2DE8">
      <w:pPr>
        <w:rPr>
          <w:bCs/>
        </w:rPr>
      </w:pPr>
      <w:r>
        <w:rPr>
          <w:bCs/>
        </w:rPr>
        <w:t>Forestier se recueillit une minute</w:t>
      </w:r>
      <w:r w:rsidR="00C90F8D">
        <w:rPr>
          <w:bCs/>
        </w:rPr>
        <w:t>.</w:t>
      </w:r>
    </w:p>
    <w:p w14:paraId="044C8D7A" w14:textId="77777777" w:rsidR="00C90F8D" w:rsidRDefault="00C90F8D">
      <w:r>
        <w:rPr>
          <w:rFonts w:eastAsia="Georgia"/>
        </w:rPr>
        <w:t>— </w:t>
      </w:r>
      <w:r w:rsidR="00AB2DE8">
        <w:t>C</w:t>
      </w:r>
      <w:r>
        <w:t>’</w:t>
      </w:r>
      <w:r w:rsidR="00AB2DE8">
        <w:t>est ce que je te disais en commençant</w:t>
      </w:r>
      <w:r>
        <w:t xml:space="preserve">, </w:t>
      </w:r>
      <w:r w:rsidR="00AB2DE8">
        <w:t>reprit-il</w:t>
      </w:r>
      <w:r>
        <w:t xml:space="preserve"> : </w:t>
      </w:r>
      <w:r w:rsidR="00AB2DE8">
        <w:t>sans doute</w:t>
      </w:r>
      <w:r>
        <w:t xml:space="preserve">, </w:t>
      </w:r>
      <w:r w:rsidR="00AB2DE8">
        <w:t>si j</w:t>
      </w:r>
      <w:r>
        <w:t>’</w:t>
      </w:r>
      <w:r w:rsidR="00AB2DE8">
        <w:t>avais connu</w:t>
      </w:r>
      <w:r>
        <w:t xml:space="preserve">, </w:t>
      </w:r>
      <w:r w:rsidR="00AB2DE8">
        <w:t>si j</w:t>
      </w:r>
      <w:r>
        <w:t>’</w:t>
      </w:r>
      <w:r w:rsidR="00AB2DE8">
        <w:t>avais aimé d</w:t>
      </w:r>
      <w:r>
        <w:t>’</w:t>
      </w:r>
      <w:r w:rsidR="00AB2DE8">
        <w:t>autres femmes</w:t>
      </w:r>
      <w:r>
        <w:t xml:space="preserve">, </w:t>
      </w:r>
      <w:r w:rsidR="00AB2DE8">
        <w:t>je ne serais pas devenu fou de celle-ci</w:t>
      </w:r>
      <w:r>
        <w:t xml:space="preserve">, </w:t>
      </w:r>
      <w:r w:rsidR="00AB2DE8">
        <w:t>la première fois</w:t>
      </w:r>
      <w:r>
        <w:t xml:space="preserve">, </w:t>
      </w:r>
      <w:r w:rsidR="00AB2DE8">
        <w:t>tu m</w:t>
      </w:r>
      <w:r>
        <w:t>’</w:t>
      </w:r>
      <w:r w:rsidR="00AB2DE8">
        <w:t>entends</w:t>
      </w:r>
      <w:r>
        <w:t xml:space="preserve">, </w:t>
      </w:r>
      <w:r w:rsidR="00AB2DE8">
        <w:t>qu</w:t>
      </w:r>
      <w:r>
        <w:t>’</w:t>
      </w:r>
      <w:r w:rsidR="00AB2DE8">
        <w:t>elle m</w:t>
      </w:r>
      <w:r>
        <w:t>’</w:t>
      </w:r>
      <w:r w:rsidR="00AB2DE8">
        <w:t>apparut</w:t>
      </w:r>
      <w:r>
        <w:t>.</w:t>
      </w:r>
    </w:p>
    <w:p w14:paraId="26FEDAFB" w14:textId="77777777" w:rsidR="00C90F8D" w:rsidRDefault="00AB2DE8">
      <w:r>
        <w:t>Des gens prétendent que c</w:t>
      </w:r>
      <w:r w:rsidR="00C90F8D">
        <w:t>’</w:t>
      </w:r>
      <w:r>
        <w:t>est impossible</w:t>
      </w:r>
      <w:r w:rsidR="00C90F8D">
        <w:t xml:space="preserve">. </w:t>
      </w:r>
      <w:r>
        <w:t>Je ne sais pas</w:t>
      </w:r>
      <w:r w:rsidR="00C90F8D">
        <w:t xml:space="preserve">. </w:t>
      </w:r>
      <w:r>
        <w:t>Je n</w:t>
      </w:r>
      <w:r w:rsidR="00C90F8D">
        <w:t>’</w:t>
      </w:r>
      <w:r>
        <w:t>ai que mon exemple</w:t>
      </w:r>
      <w:r w:rsidR="00C90F8D">
        <w:t xml:space="preserve">, </w:t>
      </w:r>
      <w:r>
        <w:t>à moi</w:t>
      </w:r>
      <w:r w:rsidR="00C90F8D">
        <w:t xml:space="preserve">. </w:t>
      </w:r>
      <w:r>
        <w:t>Évidemment</w:t>
      </w:r>
      <w:r w:rsidR="00C90F8D">
        <w:t xml:space="preserve">, </w:t>
      </w:r>
      <w:r>
        <w:t>pour qu</w:t>
      </w:r>
      <w:r w:rsidR="00C90F8D">
        <w:t>’</w:t>
      </w:r>
      <w:r>
        <w:t>une telle chose ait lieu</w:t>
      </w:r>
      <w:r w:rsidR="00C90F8D">
        <w:t xml:space="preserve">, </w:t>
      </w:r>
      <w:r>
        <w:t>il faut tout un concours de circonstances</w:t>
      </w:r>
      <w:r w:rsidR="00C90F8D">
        <w:t xml:space="preserve">. </w:t>
      </w:r>
      <w:r>
        <w:t>Je crois avoir assez bien résumé celles qui ont présidé à mon égarement</w:t>
      </w:r>
      <w:r w:rsidR="00C90F8D">
        <w:t xml:space="preserve">. </w:t>
      </w:r>
      <w:r>
        <w:t>À Paris</w:t>
      </w:r>
      <w:r w:rsidR="00C90F8D">
        <w:t xml:space="preserve">, </w:t>
      </w:r>
      <w:r>
        <w:t>en temps ordinaire</w:t>
      </w:r>
      <w:r w:rsidR="00C90F8D">
        <w:t xml:space="preserve">, </w:t>
      </w:r>
      <w:r>
        <w:t>auprès de ma femme</w:t>
      </w:r>
      <w:r w:rsidR="00C90F8D">
        <w:t xml:space="preserve">, </w:t>
      </w:r>
      <w:r>
        <w:t>de mes pauvres petits garçons</w:t>
      </w:r>
      <w:r w:rsidR="00C90F8D">
        <w:t xml:space="preserve">, </w:t>
      </w:r>
      <w:r>
        <w:t>dans mon foyer</w:t>
      </w:r>
      <w:r w:rsidR="00C90F8D">
        <w:t xml:space="preserve">, </w:t>
      </w:r>
      <w:r>
        <w:t>ce qui est arrivé ne se serait peut-être pas produit</w:t>
      </w:r>
      <w:r w:rsidR="00C90F8D">
        <w:t xml:space="preserve">, – </w:t>
      </w:r>
      <w:r>
        <w:t>et encore</w:t>
      </w:r>
      <w:r w:rsidR="00C90F8D">
        <w:t xml:space="preserve">, </w:t>
      </w:r>
      <w:r>
        <w:t>je n</w:t>
      </w:r>
      <w:r w:rsidR="00C90F8D">
        <w:t>’</w:t>
      </w:r>
      <w:r>
        <w:t>en sais rien</w:t>
      </w:r>
      <w:r w:rsidR="00C90F8D">
        <w:t xml:space="preserve">. </w:t>
      </w:r>
      <w:r>
        <w:t>Ce que je sais</w:t>
      </w:r>
      <w:r w:rsidR="00C90F8D">
        <w:t xml:space="preserve">, </w:t>
      </w:r>
      <w:r>
        <w:t>c</w:t>
      </w:r>
      <w:r w:rsidR="00C90F8D">
        <w:t>’</w:t>
      </w:r>
      <w:r>
        <w:t>est que là-bas</w:t>
      </w:r>
      <w:r w:rsidR="00C90F8D">
        <w:t xml:space="preserve">, </w:t>
      </w:r>
      <w:r>
        <w:t>retranché du reste du monde</w:t>
      </w:r>
      <w:r w:rsidR="00C90F8D">
        <w:t xml:space="preserve">, </w:t>
      </w:r>
      <w:r>
        <w:t>privé de leurs tristes nouvelles</w:t>
      </w:r>
      <w:r w:rsidR="00C90F8D">
        <w:t xml:space="preserve">, </w:t>
      </w:r>
      <w:r>
        <w:t>j</w:t>
      </w:r>
      <w:r w:rsidR="00C90F8D">
        <w:t>’</w:t>
      </w:r>
      <w:r>
        <w:t>étais une proie toute marquée</w:t>
      </w:r>
      <w:r w:rsidR="00C90F8D">
        <w:t xml:space="preserve">. </w:t>
      </w:r>
      <w:r>
        <w:t>Quand je la vis</w:t>
      </w:r>
      <w:r w:rsidR="00C90F8D">
        <w:t xml:space="preserve">, </w:t>
      </w:r>
      <w:r>
        <w:t>je l</w:t>
      </w:r>
      <w:r w:rsidR="00C90F8D">
        <w:t>’</w:t>
      </w:r>
      <w:r>
        <w:t>aimai tout de suite</w:t>
      </w:r>
      <w:r w:rsidR="00C90F8D">
        <w:t xml:space="preserve">. </w:t>
      </w:r>
      <w:r>
        <w:t>Mais ce ne fut pas tout de suite que je compris que je l</w:t>
      </w:r>
      <w:r w:rsidR="00C90F8D">
        <w:t>’</w:t>
      </w:r>
      <w:r>
        <w:t>aimais</w:t>
      </w:r>
      <w:r w:rsidR="00C90F8D">
        <w:t>.</w:t>
      </w:r>
    </w:p>
    <w:p w14:paraId="6160A7A8" w14:textId="77777777" w:rsidR="00C90F8D" w:rsidRDefault="00AB2DE8">
      <w:r>
        <w:t>Mes souvenirs sont fidèles</w:t>
      </w:r>
      <w:r w:rsidR="00C90F8D">
        <w:t xml:space="preserve"> : </w:t>
      </w:r>
      <w:r>
        <w:t>ce que je ressentis à cette soudaine irruption dans mon existence</w:t>
      </w:r>
      <w:r w:rsidR="00C90F8D">
        <w:t xml:space="preserve">, </w:t>
      </w:r>
      <w:r>
        <w:t>ce fut d</w:t>
      </w:r>
      <w:r w:rsidR="00C90F8D">
        <w:t>’</w:t>
      </w:r>
      <w:r>
        <w:t>abord un mélange de surprise et de mauvaise humeur</w:t>
      </w:r>
      <w:r w:rsidR="00C90F8D">
        <w:t xml:space="preserve">. </w:t>
      </w:r>
      <w:r>
        <w:t>La mauvaise humeur était assez explicable</w:t>
      </w:r>
      <w:r w:rsidR="00C90F8D">
        <w:t xml:space="preserve">. </w:t>
      </w:r>
      <w:r>
        <w:t>J</w:t>
      </w:r>
      <w:r w:rsidR="00C90F8D">
        <w:t>’</w:t>
      </w:r>
      <w:r>
        <w:t>en voulais au colonel Gregor de m</w:t>
      </w:r>
      <w:r w:rsidR="00C90F8D">
        <w:t>’</w:t>
      </w:r>
      <w:r>
        <w:t>avoir laissé ignorer que c</w:t>
      </w:r>
      <w:r w:rsidR="00C90F8D">
        <w:t>’</w:t>
      </w:r>
      <w:r>
        <w:t>était non pas un seul</w:t>
      </w:r>
      <w:r w:rsidR="00C90F8D">
        <w:t xml:space="preserve">, </w:t>
      </w:r>
      <w:r>
        <w:t>mais deux hôtes qu</w:t>
      </w:r>
      <w:r w:rsidR="00C90F8D">
        <w:t>’</w:t>
      </w:r>
      <w:r>
        <w:t>il m</w:t>
      </w:r>
      <w:r w:rsidR="00C90F8D">
        <w:t>’</w:t>
      </w:r>
      <w:r>
        <w:t>imposait</w:t>
      </w:r>
      <w:r w:rsidR="00C90F8D">
        <w:t xml:space="preserve">. </w:t>
      </w:r>
      <w:r>
        <w:t>Et s</w:t>
      </w:r>
      <w:r w:rsidR="00C90F8D">
        <w:t>’</w:t>
      </w:r>
      <w:r>
        <w:t>il ne se fût agi que d</w:t>
      </w:r>
      <w:r w:rsidR="00C90F8D">
        <w:t>’</w:t>
      </w:r>
      <w:r>
        <w:t>hommes</w:t>
      </w:r>
      <w:r w:rsidR="00C90F8D">
        <w:t xml:space="preserve"> ! </w:t>
      </w:r>
      <w:r>
        <w:t>Mais une femme</w:t>
      </w:r>
      <w:r w:rsidR="00C90F8D">
        <w:t xml:space="preserve"> ! </w:t>
      </w:r>
      <w:r>
        <w:t>C</w:t>
      </w:r>
      <w:r w:rsidR="00C90F8D">
        <w:t>’</w:t>
      </w:r>
      <w:r>
        <w:t>était le complet bouleversement de mes habitudes</w:t>
      </w:r>
      <w:r w:rsidR="00C90F8D">
        <w:t xml:space="preserve"> ! </w:t>
      </w:r>
      <w:r>
        <w:t>Et pour combien de temps</w:t>
      </w:r>
      <w:r w:rsidR="00C90F8D">
        <w:t xml:space="preserve"> ? </w:t>
      </w:r>
      <w:r>
        <w:t>Je n</w:t>
      </w:r>
      <w:r w:rsidR="00C90F8D">
        <w:t>’</w:t>
      </w:r>
      <w:r>
        <w:t>avais pas</w:t>
      </w:r>
      <w:r w:rsidR="00C90F8D">
        <w:t xml:space="preserve">, </w:t>
      </w:r>
      <w:r>
        <w:t>là-dessus</w:t>
      </w:r>
      <w:r w:rsidR="00C90F8D">
        <w:t xml:space="preserve">, </w:t>
      </w:r>
      <w:r>
        <w:t>la plus petite précision</w:t>
      </w:r>
      <w:r w:rsidR="00C90F8D">
        <w:t xml:space="preserve">. </w:t>
      </w:r>
      <w:r>
        <w:t>Je constatais que la discrétion du colonel à mon égard s</w:t>
      </w:r>
      <w:r w:rsidR="00C90F8D">
        <w:t>’</w:t>
      </w:r>
      <w:r>
        <w:t>était transformée tout à coup en une bien curieuse désinvolture</w:t>
      </w:r>
      <w:r w:rsidR="00C90F8D">
        <w:t xml:space="preserve">. </w:t>
      </w:r>
      <w:r>
        <w:t>Quant à ma surprise</w:t>
      </w:r>
      <w:r w:rsidR="00C90F8D">
        <w:t xml:space="preserve">, </w:t>
      </w:r>
      <w:r>
        <w:t>elle était</w:t>
      </w:r>
      <w:r w:rsidR="00C90F8D">
        <w:t xml:space="preserve">, </w:t>
      </w:r>
      <w:r>
        <w:t xml:space="preserve">on </w:t>
      </w:r>
      <w:r>
        <w:lastRenderedPageBreak/>
        <w:t>l</w:t>
      </w:r>
      <w:r w:rsidR="00C90F8D">
        <w:t>’</w:t>
      </w:r>
      <w:r>
        <w:t>avouera</w:t>
      </w:r>
      <w:r w:rsidR="00C90F8D">
        <w:t xml:space="preserve">, </w:t>
      </w:r>
      <w:r>
        <w:t>plutôt justifiée par la façon dont ces deux intrus venaient de se présenter à moi</w:t>
      </w:r>
      <w:r w:rsidR="00C90F8D">
        <w:t>.</w:t>
      </w:r>
    </w:p>
    <w:p w14:paraId="0932859B" w14:textId="77777777" w:rsidR="00C90F8D" w:rsidRDefault="00AB2DE8">
      <w:r>
        <w:t>Me portant à la rencontre des nouveaux arrivants</w:t>
      </w:r>
      <w:r w:rsidR="00C90F8D">
        <w:t xml:space="preserve">, </w:t>
      </w:r>
      <w:r>
        <w:t>j</w:t>
      </w:r>
      <w:r w:rsidR="00C90F8D">
        <w:t>’</w:t>
      </w:r>
      <w:r>
        <w:t>étais en train de descendre mon escalier avec une hâte relative</w:t>
      </w:r>
      <w:r w:rsidR="00C90F8D">
        <w:t xml:space="preserve">, </w:t>
      </w:r>
      <w:r>
        <w:t>lorsqu</w:t>
      </w:r>
      <w:r w:rsidR="00C90F8D">
        <w:t>’</w:t>
      </w:r>
      <w:r>
        <w:t>un fracas d</w:t>
      </w:r>
      <w:r w:rsidR="00C90F8D">
        <w:t>’</w:t>
      </w:r>
      <w:r>
        <w:t>imprécations vint accélérer mon allure</w:t>
      </w:r>
      <w:r w:rsidR="00C90F8D">
        <w:t xml:space="preserve">. </w:t>
      </w:r>
      <w:r>
        <w:t>C</w:t>
      </w:r>
      <w:r w:rsidR="00C90F8D">
        <w:t>’</w:t>
      </w:r>
      <w:r>
        <w:t>était le vieillard à la houppelande qui dévidait à mes Tartares abasourdis un splendide chapelet d</w:t>
      </w:r>
      <w:r w:rsidR="00C90F8D">
        <w:t>’</w:t>
      </w:r>
      <w:r>
        <w:t>injures</w:t>
      </w:r>
      <w:r w:rsidR="00C90F8D">
        <w:t xml:space="preserve">. </w:t>
      </w:r>
      <w:r>
        <w:t>M</w:t>
      </w:r>
      <w:r w:rsidR="00C90F8D">
        <w:t>’</w:t>
      </w:r>
      <w:r>
        <w:t>ayant aperçu</w:t>
      </w:r>
      <w:r w:rsidR="00C90F8D">
        <w:t xml:space="preserve">, </w:t>
      </w:r>
      <w:r>
        <w:t>ce fut tout juste s</w:t>
      </w:r>
      <w:r w:rsidR="00C90F8D">
        <w:t>’</w:t>
      </w:r>
      <w:r>
        <w:t>il ne tourna point contre moi sa colère</w:t>
      </w:r>
      <w:r w:rsidR="00C90F8D">
        <w:t>.</w:t>
      </w:r>
    </w:p>
    <w:p w14:paraId="0C5B5588" w14:textId="77777777" w:rsidR="00C90F8D" w:rsidRDefault="00C90F8D">
      <w:r>
        <w:rPr>
          <w:rFonts w:eastAsia="Georgia"/>
        </w:rPr>
        <w:t>— </w:t>
      </w:r>
      <w:r w:rsidR="00AB2DE8">
        <w:t>Monsieur Forestier</w:t>
      </w:r>
      <w:r>
        <w:t xml:space="preserve">, </w:t>
      </w:r>
      <w:r w:rsidR="00AB2DE8">
        <w:t>je présume</w:t>
      </w:r>
      <w:r>
        <w:t xml:space="preserve"> ? </w:t>
      </w:r>
      <w:r w:rsidR="00AB2DE8">
        <w:t>Bon</w:t>
      </w:r>
      <w:r>
        <w:t xml:space="preserve">. </w:t>
      </w:r>
      <w:r w:rsidR="00AB2DE8">
        <w:t>Ici</w:t>
      </w:r>
      <w:r>
        <w:t xml:space="preserve">, </w:t>
      </w:r>
      <w:r w:rsidR="00AB2DE8">
        <w:t xml:space="preserve">le général prince </w:t>
      </w:r>
      <w:proofErr w:type="spellStart"/>
      <w:r w:rsidR="00AB2DE8">
        <w:t>Ephrem</w:t>
      </w:r>
      <w:proofErr w:type="spellEnd"/>
      <w:r w:rsidR="00AB2DE8">
        <w:t xml:space="preserve"> </w:t>
      </w:r>
      <w:proofErr w:type="spellStart"/>
      <w:r w:rsidR="00AB2DE8">
        <w:t>Fedorovitch</w:t>
      </w:r>
      <w:proofErr w:type="spellEnd"/>
      <w:r w:rsidR="00AB2DE8">
        <w:t xml:space="preserve"> </w:t>
      </w:r>
      <w:proofErr w:type="spellStart"/>
      <w:r w:rsidR="00AB2DE8">
        <w:t>Irénéïef</w:t>
      </w:r>
      <w:proofErr w:type="spellEnd"/>
      <w:r>
        <w:t xml:space="preserve">, </w:t>
      </w:r>
      <w:r w:rsidR="00AB2DE8">
        <w:t xml:space="preserve">ex-premier aide de camp de Sa Majesté le Czar </w:t>
      </w:r>
      <w:r>
        <w:t xml:space="preserve">Alexandre III. </w:t>
      </w:r>
      <w:r w:rsidR="00AB2DE8">
        <w:t>Par les saintes icônes</w:t>
      </w:r>
      <w:r>
        <w:t xml:space="preserve">, </w:t>
      </w:r>
      <w:r w:rsidR="00AB2DE8">
        <w:t>par les mânes de la grande Catherine</w:t>
      </w:r>
      <w:r>
        <w:t xml:space="preserve">, </w:t>
      </w:r>
      <w:r w:rsidR="00AB2DE8">
        <w:t>par la main que j</w:t>
      </w:r>
      <w:r>
        <w:t>’</w:t>
      </w:r>
      <w:r w:rsidR="00AB2DE8">
        <w:t>ai offerte en holocauste à ma patrie bien-aimée</w:t>
      </w:r>
      <w:r>
        <w:t xml:space="preserve">, </w:t>
      </w:r>
      <w:r w:rsidR="00AB2DE8">
        <w:t>vous ne pouvez pas arguer</w:t>
      </w:r>
      <w:r>
        <w:t xml:space="preserve">, </w:t>
      </w:r>
      <w:r w:rsidR="00AB2DE8">
        <w:t>monsieur</w:t>
      </w:r>
      <w:r>
        <w:t xml:space="preserve">, </w:t>
      </w:r>
      <w:r w:rsidR="00AB2DE8">
        <w:t>que vous n</w:t>
      </w:r>
      <w:r>
        <w:t>’</w:t>
      </w:r>
      <w:r w:rsidR="00AB2DE8">
        <w:t>étiez pas informé de mon arrivée</w:t>
      </w:r>
      <w:r>
        <w:t xml:space="preserve">. </w:t>
      </w:r>
      <w:r w:rsidR="00AB2DE8">
        <w:t>Alors</w:t>
      </w:r>
      <w:r>
        <w:t xml:space="preserve">, </w:t>
      </w:r>
      <w:r w:rsidR="00AB2DE8">
        <w:t>que signifie</w:t>
      </w:r>
      <w:r>
        <w:t xml:space="preserve">, </w:t>
      </w:r>
      <w:r w:rsidR="00AB2DE8">
        <w:t>je vous le demande</w:t>
      </w:r>
      <w:r>
        <w:t xml:space="preserve">, </w:t>
      </w:r>
      <w:r w:rsidR="00AB2DE8">
        <w:t>une réception semblable</w:t>
      </w:r>
      <w:r>
        <w:t xml:space="preserve"> ? </w:t>
      </w:r>
      <w:r w:rsidR="00AB2DE8">
        <w:t>À qui entend-on manquer de respect</w:t>
      </w:r>
      <w:r>
        <w:t xml:space="preserve"> ? </w:t>
      </w:r>
      <w:r w:rsidR="00AB2DE8">
        <w:t>Je sais</w:t>
      </w:r>
      <w:r>
        <w:t xml:space="preserve">, </w:t>
      </w:r>
      <w:r w:rsidR="00AB2DE8">
        <w:t>je sais</w:t>
      </w:r>
      <w:r>
        <w:t xml:space="preserve">, </w:t>
      </w:r>
      <w:r w:rsidR="00AB2DE8">
        <w:t>il</w:t>
      </w:r>
      <w:r w:rsidR="00AB2DE8">
        <w:rPr>
          <w:bCs/>
        </w:rPr>
        <w:t xml:space="preserve"> </w:t>
      </w:r>
      <w:r w:rsidR="00AB2DE8">
        <w:t>est toujours loisible d</w:t>
      </w:r>
      <w:r>
        <w:t>’</w:t>
      </w:r>
      <w:r w:rsidR="00AB2DE8">
        <w:t>ergoter</w:t>
      </w:r>
      <w:r>
        <w:t xml:space="preserve">, </w:t>
      </w:r>
      <w:r w:rsidR="00AB2DE8">
        <w:t>d</w:t>
      </w:r>
      <w:r>
        <w:t>’</w:t>
      </w:r>
      <w:r w:rsidR="00AB2DE8">
        <w:t>accuser</w:t>
      </w:r>
      <w:r>
        <w:t xml:space="preserve">, </w:t>
      </w:r>
      <w:r w:rsidR="00AB2DE8">
        <w:t>pour se disculper</w:t>
      </w:r>
      <w:r>
        <w:t xml:space="preserve">, </w:t>
      </w:r>
      <w:r w:rsidR="00AB2DE8">
        <w:t>ses serviteurs</w:t>
      </w:r>
      <w:r>
        <w:t xml:space="preserve">. </w:t>
      </w:r>
      <w:r w:rsidR="00AB2DE8">
        <w:t>Tel maître</w:t>
      </w:r>
      <w:r>
        <w:t xml:space="preserve">, </w:t>
      </w:r>
      <w:r w:rsidR="00AB2DE8">
        <w:t>tels valets</w:t>
      </w:r>
      <w:r>
        <w:t xml:space="preserve">, </w:t>
      </w:r>
      <w:r w:rsidR="00AB2DE8">
        <w:t>monsieur</w:t>
      </w:r>
      <w:r>
        <w:t xml:space="preserve">. </w:t>
      </w:r>
      <w:r w:rsidR="00AB2DE8">
        <w:t>Non</w:t>
      </w:r>
      <w:r>
        <w:t xml:space="preserve">, </w:t>
      </w:r>
      <w:r w:rsidR="00AB2DE8">
        <w:t>non</w:t>
      </w:r>
      <w:r>
        <w:t xml:space="preserve">, </w:t>
      </w:r>
      <w:r w:rsidR="00AB2DE8">
        <w:t>plus un mot</w:t>
      </w:r>
      <w:r>
        <w:t xml:space="preserve">, </w:t>
      </w:r>
      <w:r w:rsidR="00AB2DE8">
        <w:t>je ne le souffrirai pas</w:t>
      </w:r>
      <w:r>
        <w:t xml:space="preserve">. </w:t>
      </w:r>
      <w:r w:rsidR="00AB2DE8">
        <w:t>Au reste</w:t>
      </w:r>
      <w:r>
        <w:t xml:space="preserve">, </w:t>
      </w:r>
      <w:r w:rsidR="00AB2DE8">
        <w:t>si vous tenez absolument à faire éclater votre bonne foi</w:t>
      </w:r>
      <w:r>
        <w:t xml:space="preserve">, </w:t>
      </w:r>
      <w:r w:rsidR="00AB2DE8">
        <w:t>donnez donc sur-le-champ des ordres à ces trois imbéciles</w:t>
      </w:r>
      <w:r>
        <w:t xml:space="preserve">. </w:t>
      </w:r>
      <w:r w:rsidR="00AB2DE8">
        <w:t>Dites-leur qu</w:t>
      </w:r>
      <w:r>
        <w:t>’</w:t>
      </w:r>
      <w:r w:rsidR="00AB2DE8">
        <w:t>au lieu de me contempler comme une bête curieuse</w:t>
      </w:r>
      <w:r>
        <w:t xml:space="preserve">, </w:t>
      </w:r>
      <w:r w:rsidR="00AB2DE8">
        <w:t>ils feraient mieux d</w:t>
      </w:r>
      <w:r>
        <w:t>’</w:t>
      </w:r>
      <w:r w:rsidR="00AB2DE8">
        <w:t>aider les braves soldats que voici à décharger nos bagages</w:t>
      </w:r>
      <w:r>
        <w:t xml:space="preserve">. </w:t>
      </w:r>
      <w:r w:rsidR="00AB2DE8">
        <w:t>Dites-le</w:t>
      </w:r>
      <w:r>
        <w:t xml:space="preserve">, </w:t>
      </w:r>
      <w:r w:rsidR="00AB2DE8">
        <w:t>dites-leur</w:t>
      </w:r>
      <w:r>
        <w:t xml:space="preserve">, </w:t>
      </w:r>
      <w:r w:rsidR="00AB2DE8">
        <w:t>monsieur</w:t>
      </w:r>
      <w:r>
        <w:t>.</w:t>
      </w:r>
    </w:p>
    <w:p w14:paraId="6BC42F38" w14:textId="77777777" w:rsidR="00C90F8D" w:rsidRDefault="00AB2DE8">
      <w:r>
        <w:t>Brièvement</w:t>
      </w:r>
      <w:r w:rsidR="00C90F8D">
        <w:t xml:space="preserve">, </w:t>
      </w:r>
      <w:r>
        <w:t>je donnai les instructions nécessaires</w:t>
      </w:r>
      <w:r w:rsidR="00C90F8D">
        <w:t xml:space="preserve">. </w:t>
      </w:r>
      <w:r>
        <w:t>À la sécheresse de ma voix</w:t>
      </w:r>
      <w:r w:rsidR="00C90F8D">
        <w:t xml:space="preserve">, </w:t>
      </w:r>
      <w:r>
        <w:t>il dut comprendre qu</w:t>
      </w:r>
      <w:r w:rsidR="00C90F8D">
        <w:t>’</w:t>
      </w:r>
      <w:r>
        <w:t>il avait un peu exagéré</w:t>
      </w:r>
      <w:r w:rsidR="00C90F8D">
        <w:t xml:space="preserve">, </w:t>
      </w:r>
      <w:r>
        <w:t>car la sienne se fit tout sucre et tout miel</w:t>
      </w:r>
      <w:r w:rsidR="00C90F8D">
        <w:t>.</w:t>
      </w:r>
    </w:p>
    <w:p w14:paraId="21C05B86" w14:textId="77777777" w:rsidR="00C90F8D" w:rsidRDefault="00C90F8D">
      <w:r>
        <w:rPr>
          <w:rFonts w:eastAsia="Georgia"/>
        </w:rPr>
        <w:t>— </w:t>
      </w:r>
      <w:r w:rsidR="00AB2DE8">
        <w:t>Excusez l</w:t>
      </w:r>
      <w:r>
        <w:t>’</w:t>
      </w:r>
      <w:r w:rsidR="00AB2DE8">
        <w:t>énervement du voyage</w:t>
      </w:r>
      <w:r>
        <w:t xml:space="preserve">. </w:t>
      </w:r>
      <w:r w:rsidR="00AB2DE8">
        <w:t>Nous roulons ainsi depuis des jours et des nuits</w:t>
      </w:r>
      <w:r>
        <w:t xml:space="preserve">. </w:t>
      </w:r>
      <w:r w:rsidR="00AB2DE8">
        <w:t>Et par-dessus le marché</w:t>
      </w:r>
      <w:r>
        <w:t xml:space="preserve">, </w:t>
      </w:r>
      <w:r w:rsidR="00AB2DE8">
        <w:t xml:space="preserve">il a </w:t>
      </w:r>
      <w:r w:rsidR="00AB2DE8">
        <w:lastRenderedPageBreak/>
        <w:t>fallu</w:t>
      </w:r>
      <w:r>
        <w:t xml:space="preserve">, </w:t>
      </w:r>
      <w:r w:rsidR="00AB2DE8">
        <w:t>à la dernière étape avant Novo-Petrovsk</w:t>
      </w:r>
      <w:r>
        <w:t xml:space="preserve">, </w:t>
      </w:r>
      <w:r w:rsidR="00AB2DE8">
        <w:t>cette ridicule avarie au moteur de notre limousine</w:t>
      </w:r>
      <w:r>
        <w:t xml:space="preserve">. </w:t>
      </w:r>
      <w:r w:rsidR="00AB2DE8">
        <w:t>Une voiture qui s</w:t>
      </w:r>
      <w:r>
        <w:t>’</w:t>
      </w:r>
      <w:r w:rsidR="00AB2DE8">
        <w:t>était toujours si bien comportée</w:t>
      </w:r>
      <w:r>
        <w:t xml:space="preserve"> ! </w:t>
      </w:r>
      <w:r w:rsidR="00AB2DE8">
        <w:t>L</w:t>
      </w:r>
      <w:r>
        <w:t>’</w:t>
      </w:r>
      <w:r w:rsidR="00AB2DE8">
        <w:t xml:space="preserve">impératrice Maria </w:t>
      </w:r>
      <w:proofErr w:type="spellStart"/>
      <w:r w:rsidR="00AB2DE8">
        <w:t>Feodorovna</w:t>
      </w:r>
      <w:proofErr w:type="spellEnd"/>
      <w:r>
        <w:t xml:space="preserve">, </w:t>
      </w:r>
      <w:r w:rsidR="00AB2DE8">
        <w:t>que Dieu continue à l</w:t>
      </w:r>
      <w:r>
        <w:t>’</w:t>
      </w:r>
      <w:r w:rsidR="00AB2DE8">
        <w:t>avoir en sa sainte garde</w:t>
      </w:r>
      <w:r>
        <w:t xml:space="preserve">, </w:t>
      </w:r>
      <w:r w:rsidR="00AB2DE8">
        <w:t>avait coutume de faire à son sujet un mot charmant</w:t>
      </w:r>
      <w:r>
        <w:t> : « </w:t>
      </w:r>
      <w:r w:rsidR="00AB2DE8">
        <w:t>De même</w:t>
      </w:r>
      <w:r>
        <w:t xml:space="preserve">, </w:t>
      </w:r>
      <w:r w:rsidR="00AB2DE8">
        <w:t>disait-elle</w:t>
      </w:r>
      <w:r>
        <w:t xml:space="preserve">, </w:t>
      </w:r>
      <w:r w:rsidR="00AB2DE8">
        <w:t>que le Czar n</w:t>
      </w:r>
      <w:r>
        <w:t>’</w:t>
      </w:r>
      <w:r w:rsidR="00AB2DE8">
        <w:t>a jamais connu sujet plus loyal qu</w:t>
      </w:r>
      <w:r>
        <w:t>’</w:t>
      </w:r>
      <w:proofErr w:type="spellStart"/>
      <w:r w:rsidR="00AB2DE8">
        <w:t>Ephrem</w:t>
      </w:r>
      <w:proofErr w:type="spellEnd"/>
      <w:r w:rsidR="00AB2DE8">
        <w:t xml:space="preserve"> </w:t>
      </w:r>
      <w:proofErr w:type="spellStart"/>
      <w:r w:rsidR="00AB2DE8">
        <w:t>Fedorovitch</w:t>
      </w:r>
      <w:proofErr w:type="spellEnd"/>
      <w:r>
        <w:t xml:space="preserve">, </w:t>
      </w:r>
      <w:r w:rsidR="00AB2DE8">
        <w:t>de même la Czarine n</w:t>
      </w:r>
      <w:r>
        <w:t>’</w:t>
      </w:r>
      <w:r w:rsidR="00AB2DE8">
        <w:t>a jamais connu meilleure automobile que la sienne</w:t>
      </w:r>
      <w:r>
        <w:t>. »</w:t>
      </w:r>
      <w:r w:rsidR="00AB2DE8">
        <w:t xml:space="preserve"> C</w:t>
      </w:r>
      <w:r>
        <w:t>’</w:t>
      </w:r>
      <w:r w:rsidR="00AB2DE8">
        <w:t>est même ce compliment</w:t>
      </w:r>
      <w:r>
        <w:t xml:space="preserve">, </w:t>
      </w:r>
      <w:r w:rsidR="00AB2DE8">
        <w:t>adressé à l</w:t>
      </w:r>
      <w:r>
        <w:t>’</w:t>
      </w:r>
      <w:r w:rsidR="00AB2DE8">
        <w:t>auto que voici vers 1910</w:t>
      </w:r>
      <w:r>
        <w:t xml:space="preserve">, </w:t>
      </w:r>
      <w:r w:rsidR="00AB2DE8">
        <w:t>qui m</w:t>
      </w:r>
      <w:r>
        <w:t>’</w:t>
      </w:r>
      <w:r w:rsidR="00AB2DE8">
        <w:t>a empêché de la changer</w:t>
      </w:r>
      <w:r>
        <w:t xml:space="preserve">, </w:t>
      </w:r>
      <w:r w:rsidR="00AB2DE8">
        <w:t>ou seulement de la faire carrosser à neuf</w:t>
      </w:r>
      <w:r>
        <w:t xml:space="preserve">. </w:t>
      </w:r>
      <w:r w:rsidR="00AB2DE8">
        <w:t>Comme disait l</w:t>
      </w:r>
      <w:r>
        <w:t>’</w:t>
      </w:r>
      <w:r w:rsidR="00AB2DE8">
        <w:t>impératrice</w:t>
      </w:r>
      <w:r>
        <w:t xml:space="preserve">, </w:t>
      </w:r>
      <w:r w:rsidR="00AB2DE8">
        <w:t>vieillesse est synonyme de loyalisme</w:t>
      </w:r>
      <w:r>
        <w:t xml:space="preserve">. </w:t>
      </w:r>
      <w:r w:rsidR="00AB2DE8">
        <w:t>Vive le Czar</w:t>
      </w:r>
      <w:r>
        <w:t xml:space="preserve"> ! </w:t>
      </w:r>
      <w:r w:rsidR="00AB2DE8">
        <w:t>Vive la Sainte Russie</w:t>
      </w:r>
      <w:r>
        <w:t xml:space="preserve"> ! </w:t>
      </w:r>
      <w:r w:rsidR="00AB2DE8">
        <w:t>Ah</w:t>
      </w:r>
      <w:r>
        <w:t xml:space="preserve"> ! </w:t>
      </w:r>
      <w:r w:rsidR="00AB2DE8">
        <w:t>mais</w:t>
      </w:r>
      <w:r>
        <w:t xml:space="preserve"> ! </w:t>
      </w:r>
      <w:r w:rsidR="00AB2DE8">
        <w:t>Ah</w:t>
      </w:r>
      <w:r>
        <w:t xml:space="preserve"> ! </w:t>
      </w:r>
      <w:r w:rsidR="00AB2DE8">
        <w:t>mais</w:t>
      </w:r>
      <w:r>
        <w:t xml:space="preserve"> ! </w:t>
      </w:r>
      <w:r w:rsidR="00AB2DE8">
        <w:t>La plaisanterie sur tout ce qu</w:t>
      </w:r>
      <w:r>
        <w:t>’</w:t>
      </w:r>
      <w:r w:rsidR="00AB2DE8">
        <w:t>on veut</w:t>
      </w:r>
      <w:r>
        <w:t xml:space="preserve">, </w:t>
      </w:r>
      <w:r w:rsidR="00AB2DE8">
        <w:t>mais pas sur les principes</w:t>
      </w:r>
      <w:r>
        <w:t xml:space="preserve">. </w:t>
      </w:r>
      <w:r w:rsidR="00AB2DE8">
        <w:t>Le colonel Gregor a dû vous en avertir</w:t>
      </w:r>
      <w:r>
        <w:t xml:space="preserve">. </w:t>
      </w:r>
      <w:r w:rsidR="00AB2DE8">
        <w:t>Cher colonel Gregor</w:t>
      </w:r>
      <w:r>
        <w:t xml:space="preserve"> ! </w:t>
      </w:r>
      <w:r w:rsidR="00AB2DE8">
        <w:t>Avec quelle amitié il parle de vous</w:t>
      </w:r>
      <w:r>
        <w:t xml:space="preserve"> ! </w:t>
      </w:r>
      <w:r w:rsidR="00AB2DE8">
        <w:t>Je vous le dis</w:t>
      </w:r>
      <w:r>
        <w:t xml:space="preserve">, </w:t>
      </w:r>
      <w:r w:rsidR="00AB2DE8">
        <w:t xml:space="preserve">Armide </w:t>
      </w:r>
      <w:proofErr w:type="spellStart"/>
      <w:r w:rsidR="00AB2DE8">
        <w:t>Ephremovna</w:t>
      </w:r>
      <w:proofErr w:type="spellEnd"/>
      <w:r w:rsidR="00AB2DE8">
        <w:t xml:space="preserve"> vous le dira</w:t>
      </w:r>
      <w:r>
        <w:t xml:space="preserve">. </w:t>
      </w:r>
      <w:r w:rsidR="00AB2DE8">
        <w:t>N</w:t>
      </w:r>
      <w:r>
        <w:t>’</w:t>
      </w:r>
      <w:r w:rsidR="00AB2DE8">
        <w:t>est-il pas vrai</w:t>
      </w:r>
      <w:r>
        <w:t xml:space="preserve">, </w:t>
      </w:r>
      <w:r w:rsidR="00AB2DE8">
        <w:t>Armide</w:t>
      </w:r>
      <w:r>
        <w:t xml:space="preserve"> ? </w:t>
      </w:r>
      <w:r w:rsidR="00AB2DE8">
        <w:t>Mais quel être impardonnable je fais</w:t>
      </w:r>
      <w:r>
        <w:t xml:space="preserve"> ! </w:t>
      </w:r>
      <w:r w:rsidR="00AB2DE8">
        <w:t>Les déplorables événements que nous traversons suffiraient-ils donc à transformer un prince en moujik sous le rapport de la plus élémentaire politesse</w:t>
      </w:r>
      <w:r>
        <w:t xml:space="preserve"> ? </w:t>
      </w:r>
      <w:r w:rsidR="00AB2DE8">
        <w:t>Je m</w:t>
      </w:r>
      <w:r>
        <w:t>’</w:t>
      </w:r>
      <w:r w:rsidR="00AB2DE8">
        <w:t>aperçois que je ne vous ai même pas présenté à ma fille</w:t>
      </w:r>
      <w:r>
        <w:t xml:space="preserve">. </w:t>
      </w:r>
      <w:r w:rsidR="00AB2DE8">
        <w:t>Ah</w:t>
      </w:r>
      <w:r>
        <w:t xml:space="preserve"> ! </w:t>
      </w:r>
      <w:r w:rsidR="00AB2DE8">
        <w:t>mais</w:t>
      </w:r>
      <w:r>
        <w:t xml:space="preserve"> ! </w:t>
      </w:r>
      <w:r w:rsidR="00AB2DE8">
        <w:t>Ah</w:t>
      </w:r>
      <w:r>
        <w:t xml:space="preserve"> ! </w:t>
      </w:r>
      <w:r w:rsidR="00AB2DE8">
        <w:t>mais</w:t>
      </w:r>
      <w:r>
        <w:t xml:space="preserve"> ! </w:t>
      </w:r>
      <w:r w:rsidR="00AB2DE8">
        <w:t>Voilà qui mérite d</w:t>
      </w:r>
      <w:r>
        <w:t>’</w:t>
      </w:r>
      <w:r w:rsidR="00AB2DE8">
        <w:t>être tout de suite réparé</w:t>
      </w:r>
      <w:r>
        <w:t xml:space="preserve">. – </w:t>
      </w:r>
      <w:r w:rsidR="00AB2DE8">
        <w:t>Monsieur Forestier</w:t>
      </w:r>
      <w:r>
        <w:t xml:space="preserve">. – </w:t>
      </w:r>
      <w:r w:rsidR="00AB2DE8">
        <w:t xml:space="preserve">La princesse </w:t>
      </w:r>
      <w:proofErr w:type="spellStart"/>
      <w:r w:rsidR="00AB2DE8">
        <w:t>Irénéïef</w:t>
      </w:r>
      <w:proofErr w:type="spellEnd"/>
      <w:r>
        <w:t>.</w:t>
      </w:r>
    </w:p>
    <w:p w14:paraId="3FFB1C00" w14:textId="77777777" w:rsidR="00C90F8D" w:rsidRDefault="00AB2DE8">
      <w:r>
        <w:t xml:space="preserve">Je </w:t>
      </w:r>
      <w:proofErr w:type="spellStart"/>
      <w:r>
        <w:t>serrai</w:t>
      </w:r>
      <w:proofErr w:type="spellEnd"/>
      <w:r>
        <w:t xml:space="preserve"> maladroitement la petite main gantée que me tendait la jeune fille</w:t>
      </w:r>
      <w:r w:rsidR="00C90F8D">
        <w:t xml:space="preserve">. </w:t>
      </w:r>
      <w:r>
        <w:t>Le col de son manteau de fourrure relevé ne laissait entrevoir que la partie supérieure de son visage</w:t>
      </w:r>
      <w:r w:rsidR="00C90F8D">
        <w:t xml:space="preserve"> : </w:t>
      </w:r>
      <w:r>
        <w:t>un front très pur</w:t>
      </w:r>
      <w:r w:rsidR="00C90F8D">
        <w:t xml:space="preserve">, </w:t>
      </w:r>
      <w:r>
        <w:t>de grands yeux clairs</w:t>
      </w:r>
      <w:r w:rsidR="00C90F8D">
        <w:t xml:space="preserve">, </w:t>
      </w:r>
      <w:r>
        <w:t>qui souriaient</w:t>
      </w:r>
      <w:r w:rsidR="00C90F8D">
        <w:t>.</w:t>
      </w:r>
    </w:p>
    <w:p w14:paraId="59A0E943" w14:textId="77777777" w:rsidR="00C90F8D" w:rsidRDefault="00C90F8D">
      <w:r>
        <w:rPr>
          <w:rFonts w:eastAsia="Georgia"/>
        </w:rPr>
        <w:t>— </w:t>
      </w:r>
      <w:r w:rsidR="00AB2DE8">
        <w:t>Vous devez être bien fatiguée</w:t>
      </w:r>
      <w:r>
        <w:t xml:space="preserve">, </w:t>
      </w:r>
      <w:r w:rsidR="00AB2DE8">
        <w:t>balbutiai-je</w:t>
      </w:r>
      <w:r>
        <w:t xml:space="preserve">, </w:t>
      </w:r>
      <w:r w:rsidR="00AB2DE8">
        <w:t>mademoiselle</w:t>
      </w:r>
      <w:r>
        <w:t xml:space="preserve">. </w:t>
      </w:r>
      <w:r w:rsidR="00AB2DE8">
        <w:t>Permettez-moi de vous conduire chez vous</w:t>
      </w:r>
      <w:r>
        <w:t>.</w:t>
      </w:r>
    </w:p>
    <w:p w14:paraId="5AB53A17" w14:textId="77777777" w:rsidR="00C90F8D" w:rsidRDefault="00C90F8D">
      <w:r>
        <w:rPr>
          <w:rFonts w:eastAsia="Georgia"/>
        </w:rPr>
        <w:t>— </w:t>
      </w:r>
      <w:r w:rsidR="00AB2DE8">
        <w:t>Chez vous</w:t>
      </w:r>
      <w:r>
        <w:t xml:space="preserve">, </w:t>
      </w:r>
      <w:r w:rsidR="00AB2DE8">
        <w:t>s</w:t>
      </w:r>
      <w:r>
        <w:t>’</w:t>
      </w:r>
      <w:r w:rsidR="00AB2DE8">
        <w:t>extasia le général</w:t>
      </w:r>
      <w:r>
        <w:t xml:space="preserve">, </w:t>
      </w:r>
      <w:r w:rsidR="00AB2DE8">
        <w:t>chez vous</w:t>
      </w:r>
      <w:r>
        <w:t xml:space="preserve"> ! </w:t>
      </w:r>
      <w:r w:rsidR="00AB2DE8">
        <w:t>La voilà bien</w:t>
      </w:r>
      <w:r>
        <w:t xml:space="preserve">, </w:t>
      </w:r>
      <w:r w:rsidR="00AB2DE8">
        <w:t>l</w:t>
      </w:r>
      <w:r>
        <w:t>’</w:t>
      </w:r>
      <w:r w:rsidR="00AB2DE8">
        <w:t>admirable</w:t>
      </w:r>
      <w:r>
        <w:t xml:space="preserve">, </w:t>
      </w:r>
      <w:r w:rsidR="00AB2DE8">
        <w:t>l</w:t>
      </w:r>
      <w:r>
        <w:t>’</w:t>
      </w:r>
      <w:r w:rsidR="00AB2DE8">
        <w:t>éternelle politesse française</w:t>
      </w:r>
      <w:r>
        <w:t xml:space="preserve"> ! </w:t>
      </w:r>
      <w:r w:rsidR="00AB2DE8">
        <w:t xml:space="preserve">Nous vous </w:t>
      </w:r>
      <w:r w:rsidR="00AB2DE8">
        <w:lastRenderedPageBreak/>
        <w:t>suivons</w:t>
      </w:r>
      <w:r>
        <w:t xml:space="preserve">, </w:t>
      </w:r>
      <w:r w:rsidR="00AB2DE8">
        <w:t>cher monsieur Forestier</w:t>
      </w:r>
      <w:r>
        <w:t xml:space="preserve">. </w:t>
      </w:r>
      <w:r w:rsidR="00AB2DE8">
        <w:t>Non</w:t>
      </w:r>
      <w:r>
        <w:t xml:space="preserve">, </w:t>
      </w:r>
      <w:r w:rsidR="00AB2DE8">
        <w:t>cependant</w:t>
      </w:r>
      <w:r>
        <w:t xml:space="preserve">, </w:t>
      </w:r>
      <w:r w:rsidR="00AB2DE8">
        <w:t>emmenez la princesse</w:t>
      </w:r>
      <w:r>
        <w:t xml:space="preserve">. </w:t>
      </w:r>
      <w:r w:rsidR="00AB2DE8">
        <w:t>Moi</w:t>
      </w:r>
      <w:r>
        <w:t xml:space="preserve">, </w:t>
      </w:r>
      <w:r w:rsidR="00AB2DE8">
        <w:t>je tiens à serrer la main aux braves tringlots qui nous ont aidés à parvenir jusqu</w:t>
      </w:r>
      <w:r>
        <w:t>’</w:t>
      </w:r>
      <w:r w:rsidR="00AB2DE8">
        <w:t>à vous</w:t>
      </w:r>
      <w:r>
        <w:t xml:space="preserve">. </w:t>
      </w:r>
      <w:r w:rsidR="00AB2DE8">
        <w:t>Je veux également leur laisser un petit souvenir</w:t>
      </w:r>
      <w:r>
        <w:t xml:space="preserve">. </w:t>
      </w:r>
      <w:r w:rsidR="00AB2DE8">
        <w:t>Cinquante roubles</w:t>
      </w:r>
      <w:r>
        <w:t xml:space="preserve">, </w:t>
      </w:r>
      <w:r w:rsidR="00AB2DE8">
        <w:t>c</w:t>
      </w:r>
      <w:r>
        <w:t>’</w:t>
      </w:r>
      <w:r w:rsidR="00AB2DE8">
        <w:t>est la moindre des choses</w:t>
      </w:r>
      <w:r>
        <w:t xml:space="preserve">, </w:t>
      </w:r>
      <w:r w:rsidR="00AB2DE8">
        <w:t>n</w:t>
      </w:r>
      <w:r>
        <w:t>’</w:t>
      </w:r>
      <w:r w:rsidR="00AB2DE8">
        <w:t>est-il pas vrai</w:t>
      </w:r>
      <w:r>
        <w:t xml:space="preserve"> ? </w:t>
      </w:r>
      <w:r w:rsidR="00AB2DE8">
        <w:t>Personne n</w:t>
      </w:r>
      <w:r>
        <w:t>’</w:t>
      </w:r>
      <w:r w:rsidR="00AB2DE8">
        <w:t xml:space="preserve">a jamais obligé en vain le prince </w:t>
      </w:r>
      <w:proofErr w:type="spellStart"/>
      <w:r w:rsidR="00AB2DE8">
        <w:t>Irénéïef</w:t>
      </w:r>
      <w:proofErr w:type="spellEnd"/>
      <w:r>
        <w:t xml:space="preserve">. </w:t>
      </w:r>
      <w:r w:rsidR="00AB2DE8">
        <w:t>Allons</w:t>
      </w:r>
      <w:r>
        <w:t xml:space="preserve">, </w:t>
      </w:r>
      <w:r w:rsidR="00AB2DE8">
        <w:t>bon</w:t>
      </w:r>
      <w:r>
        <w:t xml:space="preserve"> ! </w:t>
      </w:r>
      <w:r w:rsidR="00AB2DE8">
        <w:t>Quelle contrariété</w:t>
      </w:r>
      <w:r>
        <w:t xml:space="preserve"> ! </w:t>
      </w:r>
      <w:r w:rsidR="00AB2DE8">
        <w:t>Rien que des billets de mille roubles dans mon portefeuille</w:t>
      </w:r>
      <w:r>
        <w:t> !</w:t>
      </w:r>
    </w:p>
    <w:p w14:paraId="24E5FB87" w14:textId="77777777" w:rsidR="00C90F8D" w:rsidRDefault="00AB2DE8">
      <w:r>
        <w:t>Je tirai le mien</w:t>
      </w:r>
      <w:r w:rsidR="00C90F8D">
        <w:t>.</w:t>
      </w:r>
    </w:p>
    <w:p w14:paraId="656E1965" w14:textId="77777777" w:rsidR="00C90F8D" w:rsidRDefault="00C90F8D">
      <w:r>
        <w:rPr>
          <w:rFonts w:eastAsia="Georgia"/>
        </w:rPr>
        <w:t>— </w:t>
      </w:r>
      <w:r w:rsidR="00AB2DE8">
        <w:t>Voici deux billets de cinquante roubles</w:t>
      </w:r>
      <w:r>
        <w:t xml:space="preserve">, </w:t>
      </w:r>
      <w:r w:rsidR="00AB2DE8">
        <w:t>mon général</w:t>
      </w:r>
      <w:r>
        <w:t>.</w:t>
      </w:r>
    </w:p>
    <w:p w14:paraId="313B01D1" w14:textId="77777777" w:rsidR="00C90F8D" w:rsidRDefault="00C90F8D">
      <w:r>
        <w:rPr>
          <w:rFonts w:eastAsia="Georgia"/>
        </w:rPr>
        <w:t>— </w:t>
      </w:r>
      <w:r w:rsidR="00AB2DE8">
        <w:t>Merci</w:t>
      </w:r>
      <w:r>
        <w:t xml:space="preserve">. </w:t>
      </w:r>
      <w:r w:rsidR="00AB2DE8">
        <w:t>N</w:t>
      </w:r>
      <w:r>
        <w:t>’</w:t>
      </w:r>
      <w:r w:rsidR="00AB2DE8">
        <w:t>oubliez pas de me faire penser à vous restituer cette bagatelle</w:t>
      </w:r>
      <w:r>
        <w:t xml:space="preserve">. </w:t>
      </w:r>
      <w:r w:rsidR="00AB2DE8">
        <w:t xml:space="preserve">Conduisez Armide </w:t>
      </w:r>
      <w:proofErr w:type="spellStart"/>
      <w:r w:rsidR="00AB2DE8">
        <w:t>Ephremovna</w:t>
      </w:r>
      <w:proofErr w:type="spellEnd"/>
      <w:r w:rsidR="00AB2DE8">
        <w:t xml:space="preserve"> dans ses appartements</w:t>
      </w:r>
      <w:r>
        <w:t xml:space="preserve">. </w:t>
      </w:r>
      <w:r w:rsidR="00AB2DE8">
        <w:t>Je vais m</w:t>
      </w:r>
      <w:r>
        <w:t>’</w:t>
      </w:r>
      <w:r w:rsidR="00AB2DE8">
        <w:t>occuper de nos bagages</w:t>
      </w:r>
      <w:r>
        <w:t xml:space="preserve">. </w:t>
      </w:r>
      <w:r w:rsidR="00AB2DE8">
        <w:t>Non</w:t>
      </w:r>
      <w:r>
        <w:t xml:space="preserve">, </w:t>
      </w:r>
      <w:r w:rsidR="00AB2DE8">
        <w:t>non</w:t>
      </w:r>
      <w:r>
        <w:t xml:space="preserve">, </w:t>
      </w:r>
      <w:r w:rsidR="00AB2DE8">
        <w:t>n</w:t>
      </w:r>
      <w:r>
        <w:t>’</w:t>
      </w:r>
      <w:r w:rsidR="00AB2DE8">
        <w:t>insistez pas pour me décharger de ce soin</w:t>
      </w:r>
      <w:r>
        <w:t xml:space="preserve">. </w:t>
      </w:r>
      <w:r w:rsidR="00AB2DE8">
        <w:t>C</w:t>
      </w:r>
      <w:r>
        <w:t>’</w:t>
      </w:r>
      <w:r w:rsidR="00AB2DE8">
        <w:t>est une besogne qu</w:t>
      </w:r>
      <w:r>
        <w:t>’</w:t>
      </w:r>
      <w:r w:rsidR="00AB2DE8">
        <w:t>il m</w:t>
      </w:r>
      <w:r>
        <w:t>’</w:t>
      </w:r>
      <w:r w:rsidR="00AB2DE8">
        <w:t>est impossible de confier à personne</w:t>
      </w:r>
      <w:r>
        <w:t xml:space="preserve">. </w:t>
      </w:r>
      <w:r w:rsidR="00AB2DE8">
        <w:t>J</w:t>
      </w:r>
      <w:r>
        <w:t>’</w:t>
      </w:r>
      <w:r w:rsidR="00AB2DE8">
        <w:t>ai dans mes malles trop de documents secrets</w:t>
      </w:r>
      <w:r>
        <w:t xml:space="preserve">, </w:t>
      </w:r>
      <w:r w:rsidR="00AB2DE8">
        <w:t>de papiers d</w:t>
      </w:r>
      <w:r>
        <w:t>’</w:t>
      </w:r>
      <w:r w:rsidR="00AB2DE8">
        <w:t>une importance capitale</w:t>
      </w:r>
      <w:r>
        <w:t xml:space="preserve">. </w:t>
      </w:r>
      <w:r w:rsidR="00AB2DE8">
        <w:t>Vous saisissez</w:t>
      </w:r>
      <w:r>
        <w:t xml:space="preserve"> ? </w:t>
      </w:r>
      <w:r w:rsidR="00AB2DE8">
        <w:t>On n</w:t>
      </w:r>
      <w:r>
        <w:t>’</w:t>
      </w:r>
      <w:r w:rsidR="00AB2DE8">
        <w:t>a pas été impunément pendant vingt années le dépositaire des pensées du maître du monde</w:t>
      </w:r>
      <w:r>
        <w:t xml:space="preserve">. </w:t>
      </w:r>
      <w:r w:rsidR="00AB2DE8">
        <w:t>Laissez-moi faire</w:t>
      </w:r>
      <w:r>
        <w:t xml:space="preserve">. </w:t>
      </w:r>
      <w:r w:rsidR="00AB2DE8">
        <w:t>Dans un quart d</w:t>
      </w:r>
      <w:r>
        <w:t>’</w:t>
      </w:r>
      <w:r w:rsidR="00AB2DE8">
        <w:t>heure</w:t>
      </w:r>
      <w:r>
        <w:t xml:space="preserve">, </w:t>
      </w:r>
      <w:r w:rsidR="00AB2DE8">
        <w:t>je vous aurai rejoints</w:t>
      </w:r>
      <w:r>
        <w:t>.</w:t>
      </w:r>
    </w:p>
    <w:p w14:paraId="7DCE22B3" w14:textId="77777777" w:rsidR="00C90F8D" w:rsidRDefault="00AB2DE8">
      <w:r>
        <w:t>Si j</w:t>
      </w:r>
      <w:r w:rsidR="00C90F8D">
        <w:t>’</w:t>
      </w:r>
      <w:r>
        <w:t>avais pu prévoir que la chambre que j</w:t>
      </w:r>
      <w:r w:rsidR="00C90F8D">
        <w:t>’</w:t>
      </w:r>
      <w:r>
        <w:t>avais donné l</w:t>
      </w:r>
      <w:r w:rsidR="00C90F8D">
        <w:t>’</w:t>
      </w:r>
      <w:r>
        <w:t>ordre huit jours plus tôt de préparer dût être destinée à une femme</w:t>
      </w:r>
      <w:r w:rsidR="00C90F8D">
        <w:t xml:space="preserve">, </w:t>
      </w:r>
      <w:r>
        <w:t>j</w:t>
      </w:r>
      <w:r w:rsidR="00C90F8D">
        <w:t>’</w:t>
      </w:r>
      <w:r>
        <w:t>aurais</w:t>
      </w:r>
      <w:r w:rsidR="00C90F8D">
        <w:t xml:space="preserve">, </w:t>
      </w:r>
      <w:r>
        <w:t>certes</w:t>
      </w:r>
      <w:r w:rsidR="00C90F8D">
        <w:t xml:space="preserve">, </w:t>
      </w:r>
      <w:r>
        <w:t>veillé davantage à son arrangement</w:t>
      </w:r>
      <w:r w:rsidR="00C90F8D">
        <w:t xml:space="preserve">. </w:t>
      </w:r>
      <w:r>
        <w:t>Telle quelle</w:t>
      </w:r>
      <w:r w:rsidR="00C90F8D">
        <w:t xml:space="preserve">, </w:t>
      </w:r>
      <w:r>
        <w:t>elle n</w:t>
      </w:r>
      <w:r w:rsidR="00C90F8D">
        <w:t>’</w:t>
      </w:r>
      <w:r>
        <w:t>eut pas cependant l</w:t>
      </w:r>
      <w:r w:rsidR="00C90F8D">
        <w:t>’</w:t>
      </w:r>
      <w:r>
        <w:t xml:space="preserve">air de déplaire à la princesse </w:t>
      </w:r>
      <w:proofErr w:type="spellStart"/>
      <w:r>
        <w:t>Irénéïef</w:t>
      </w:r>
      <w:proofErr w:type="spellEnd"/>
      <w:r w:rsidR="00C90F8D">
        <w:t xml:space="preserve">. </w:t>
      </w:r>
      <w:r>
        <w:t>Son visage s</w:t>
      </w:r>
      <w:r w:rsidR="00C90F8D">
        <w:t>’</w:t>
      </w:r>
      <w:r>
        <w:t>éclaira</w:t>
      </w:r>
      <w:r w:rsidR="00C90F8D">
        <w:t xml:space="preserve">. </w:t>
      </w:r>
      <w:r>
        <w:t>Elle poussa le soupir de ceux qui ont longtemps marché</w:t>
      </w:r>
      <w:r w:rsidR="00C90F8D">
        <w:t xml:space="preserve">, </w:t>
      </w:r>
      <w:r>
        <w:t>et pour qui luit soudain la perspective d</w:t>
      </w:r>
      <w:r w:rsidR="00C90F8D">
        <w:t>’</w:t>
      </w:r>
      <w:r>
        <w:t>un peu de repos</w:t>
      </w:r>
      <w:r w:rsidR="00C90F8D">
        <w:t>.</w:t>
      </w:r>
    </w:p>
    <w:p w14:paraId="36B23818" w14:textId="77777777" w:rsidR="00C90F8D" w:rsidRDefault="00C90F8D">
      <w:r>
        <w:rPr>
          <w:rFonts w:eastAsia="Georgia"/>
        </w:rPr>
        <w:t>— </w:t>
      </w:r>
      <w:r w:rsidR="00AB2DE8">
        <w:t>Je serai bien</w:t>
      </w:r>
      <w:r>
        <w:t xml:space="preserve">, </w:t>
      </w:r>
      <w:r w:rsidR="00AB2DE8">
        <w:t>ici</w:t>
      </w:r>
      <w:r>
        <w:t xml:space="preserve">, </w:t>
      </w:r>
      <w:r w:rsidR="00AB2DE8">
        <w:t>murmura-t-elle</w:t>
      </w:r>
      <w:r>
        <w:t>.</w:t>
      </w:r>
    </w:p>
    <w:p w14:paraId="2D1A0F76" w14:textId="77777777" w:rsidR="00C90F8D" w:rsidRDefault="00AB2DE8">
      <w:r>
        <w:lastRenderedPageBreak/>
        <w:t>Elle s</w:t>
      </w:r>
      <w:r w:rsidR="00C90F8D">
        <w:t>’</w:t>
      </w:r>
      <w:r>
        <w:t>était mise en devoir de se débarrasser de son manteau de fourrure</w:t>
      </w:r>
      <w:r w:rsidR="00C90F8D">
        <w:t xml:space="preserve">. </w:t>
      </w:r>
      <w:r>
        <w:t>Une des agrafes résistait</w:t>
      </w:r>
      <w:r w:rsidR="00C90F8D">
        <w:t xml:space="preserve">. </w:t>
      </w:r>
      <w:r>
        <w:t xml:space="preserve">La princesse </w:t>
      </w:r>
      <w:proofErr w:type="spellStart"/>
      <w:r>
        <w:t>Irénéïef</w:t>
      </w:r>
      <w:proofErr w:type="spellEnd"/>
      <w:r>
        <w:t xml:space="preserve"> eut un geste d</w:t>
      </w:r>
      <w:r w:rsidR="00C90F8D">
        <w:t>’</w:t>
      </w:r>
      <w:r>
        <w:t>impatience</w:t>
      </w:r>
      <w:r w:rsidR="00C90F8D">
        <w:t xml:space="preserve">. </w:t>
      </w:r>
      <w:r>
        <w:t>Jamais je n</w:t>
      </w:r>
      <w:r w:rsidR="00C90F8D">
        <w:t>’</w:t>
      </w:r>
      <w:r>
        <w:t>aurais songé à lui proposer mon aide sans l</w:t>
      </w:r>
      <w:r w:rsidR="00C90F8D">
        <w:t>’</w:t>
      </w:r>
      <w:r>
        <w:t>invitation involontaire que je lus dans son regard</w:t>
      </w:r>
      <w:r w:rsidR="00C90F8D">
        <w:t>.</w:t>
      </w:r>
    </w:p>
    <w:p w14:paraId="52014291" w14:textId="77777777" w:rsidR="00C90F8D" w:rsidRDefault="00AB2DE8">
      <w:r>
        <w:t>Il me fallut du temps</w:t>
      </w:r>
      <w:r w:rsidR="00C90F8D">
        <w:t xml:space="preserve">, </w:t>
      </w:r>
      <w:r>
        <w:t>des précautions</w:t>
      </w:r>
      <w:r w:rsidR="00C90F8D">
        <w:t xml:space="preserve">, </w:t>
      </w:r>
      <w:r>
        <w:t>pour venir à bout de l</w:t>
      </w:r>
      <w:r w:rsidR="00C90F8D">
        <w:t>’</w:t>
      </w:r>
      <w:r>
        <w:t>agrafe récalcitrante</w:t>
      </w:r>
      <w:r w:rsidR="00C90F8D">
        <w:t xml:space="preserve">. </w:t>
      </w:r>
      <w:r>
        <w:t>La doublure du manteau était en assez mauvais état</w:t>
      </w:r>
      <w:r w:rsidR="00C90F8D">
        <w:t xml:space="preserve">. </w:t>
      </w:r>
      <w:r>
        <w:t>L</w:t>
      </w:r>
      <w:r w:rsidR="00C90F8D">
        <w:t>’</w:t>
      </w:r>
      <w:r>
        <w:t>étoffe menaçait de céder</w:t>
      </w:r>
      <w:r w:rsidR="00C90F8D">
        <w:t>…</w:t>
      </w:r>
    </w:p>
    <w:p w14:paraId="295ED89B" w14:textId="77777777" w:rsidR="00C90F8D" w:rsidRDefault="00AB2DE8">
      <w:r>
        <w:t>J</w:t>
      </w:r>
      <w:r w:rsidR="00C90F8D">
        <w:t>’</w:t>
      </w:r>
      <w:r>
        <w:t>ai toujours été bien novice dans l</w:t>
      </w:r>
      <w:r w:rsidR="00C90F8D">
        <w:t>’</w:t>
      </w:r>
      <w:r>
        <w:t>art de dissimuler mes impressions</w:t>
      </w:r>
      <w:r w:rsidR="00C90F8D">
        <w:t xml:space="preserve">. </w:t>
      </w:r>
      <w:r>
        <w:t>Celle que j</w:t>
      </w:r>
      <w:r w:rsidR="00C90F8D">
        <w:t>’</w:t>
      </w:r>
      <w:r>
        <w:t xml:space="preserve">étais en train de ressentir ne dut pas échapper à la princesse </w:t>
      </w:r>
      <w:proofErr w:type="spellStart"/>
      <w:r>
        <w:t>Irénéïef</w:t>
      </w:r>
      <w:proofErr w:type="spellEnd"/>
      <w:r w:rsidR="00C90F8D">
        <w:t xml:space="preserve">. </w:t>
      </w:r>
      <w:r>
        <w:t>Elle rougit légèrement</w:t>
      </w:r>
      <w:r w:rsidR="00C90F8D">
        <w:t>.</w:t>
      </w:r>
    </w:p>
    <w:p w14:paraId="7A51E844" w14:textId="77777777" w:rsidR="00C90F8D" w:rsidRDefault="00C90F8D">
      <w:r>
        <w:rPr>
          <w:rFonts w:eastAsia="Georgia"/>
        </w:rPr>
        <w:t>— </w:t>
      </w:r>
      <w:r w:rsidR="00AB2DE8">
        <w:t>C</w:t>
      </w:r>
      <w:r>
        <w:t>’</w:t>
      </w:r>
      <w:r w:rsidR="00AB2DE8">
        <w:t>est un vieux</w:t>
      </w:r>
      <w:r>
        <w:t xml:space="preserve">, </w:t>
      </w:r>
      <w:r w:rsidR="00AB2DE8">
        <w:t>très vieux manteau</w:t>
      </w:r>
      <w:r>
        <w:t xml:space="preserve">, </w:t>
      </w:r>
      <w:r w:rsidR="00AB2DE8">
        <w:t>dit-elle tout bas</w:t>
      </w:r>
      <w:r>
        <w:t xml:space="preserve">. </w:t>
      </w:r>
      <w:r w:rsidR="00AB2DE8">
        <w:t>Mais</w:t>
      </w:r>
      <w:r>
        <w:t xml:space="preserve">, </w:t>
      </w:r>
      <w:r w:rsidR="00AB2DE8">
        <w:t>n</w:t>
      </w:r>
      <w:r>
        <w:t>’</w:t>
      </w:r>
      <w:r w:rsidR="00AB2DE8">
        <w:t>est-ce pas</w:t>
      </w:r>
      <w:r>
        <w:t xml:space="preserve">, </w:t>
      </w:r>
      <w:r w:rsidR="00AB2DE8">
        <w:t>vous comprenez</w:t>
      </w:r>
      <w:r>
        <w:t xml:space="preserve">, </w:t>
      </w:r>
      <w:r w:rsidR="00AB2DE8">
        <w:t>pour le voyage</w:t>
      </w:r>
      <w:r>
        <w:t>…</w:t>
      </w:r>
    </w:p>
    <w:p w14:paraId="00025AA2" w14:textId="77777777" w:rsidR="00C90F8D" w:rsidRDefault="00C90F8D">
      <w:r>
        <w:rPr>
          <w:rFonts w:eastAsia="Georgia"/>
        </w:rPr>
        <w:t>— </w:t>
      </w:r>
      <w:r w:rsidR="00AB2DE8">
        <w:t>Évidemment</w:t>
      </w:r>
      <w:r>
        <w:t xml:space="preserve">, </w:t>
      </w:r>
      <w:r w:rsidR="00AB2DE8">
        <w:t>répétai-je</w:t>
      </w:r>
      <w:r>
        <w:t xml:space="preserve">, </w:t>
      </w:r>
      <w:r w:rsidR="00AB2DE8">
        <w:t>pour le voyage</w:t>
      </w:r>
      <w:r>
        <w:t> !…</w:t>
      </w:r>
    </w:p>
    <w:p w14:paraId="59424070" w14:textId="77777777" w:rsidR="00C90F8D" w:rsidRDefault="00AB2DE8">
      <w:r>
        <w:t>Nous demeurions debout</w:t>
      </w:r>
      <w:r w:rsidR="00C90F8D">
        <w:t xml:space="preserve">, </w:t>
      </w:r>
      <w:r>
        <w:t>l</w:t>
      </w:r>
      <w:r w:rsidR="00C90F8D">
        <w:t>’</w:t>
      </w:r>
      <w:r>
        <w:t>un en face de l</w:t>
      </w:r>
      <w:r w:rsidR="00C90F8D">
        <w:t>’</w:t>
      </w:r>
      <w:r>
        <w:t>autre</w:t>
      </w:r>
      <w:r w:rsidR="00C90F8D">
        <w:t xml:space="preserve">, </w:t>
      </w:r>
      <w:r>
        <w:t>elle les yeux baissés</w:t>
      </w:r>
      <w:r w:rsidR="00C90F8D">
        <w:t xml:space="preserve">, </w:t>
      </w:r>
      <w:r>
        <w:t>moi incapable de trouver la phrase</w:t>
      </w:r>
      <w:r w:rsidR="00C90F8D">
        <w:t xml:space="preserve">, </w:t>
      </w:r>
      <w:r>
        <w:t>le mot qui m</w:t>
      </w:r>
      <w:r w:rsidR="00C90F8D">
        <w:t>’</w:t>
      </w:r>
      <w:r>
        <w:t>eût permis de battre en retraite</w:t>
      </w:r>
      <w:r w:rsidR="00C90F8D">
        <w:t xml:space="preserve">, </w:t>
      </w:r>
      <w:r>
        <w:t>de la débarrasser de ma présence</w:t>
      </w:r>
      <w:r w:rsidR="00C90F8D">
        <w:t xml:space="preserve">. </w:t>
      </w:r>
      <w:r>
        <w:t>La chambre n</w:t>
      </w:r>
      <w:r w:rsidR="00C90F8D">
        <w:t>’</w:t>
      </w:r>
      <w:r>
        <w:t>était plus éclairée que par les derniers reflets du jour qui traînaient sur la plaine neigeuse</w:t>
      </w:r>
      <w:r w:rsidR="00C90F8D">
        <w:t xml:space="preserve">. </w:t>
      </w:r>
      <w:r>
        <w:t>Je ne sais combien de temps encore je serais resté là</w:t>
      </w:r>
      <w:r w:rsidR="00C90F8D">
        <w:t xml:space="preserve">, </w:t>
      </w:r>
      <w:r>
        <w:t>figé dans cette posture ridicule</w:t>
      </w:r>
      <w:r w:rsidR="00C90F8D">
        <w:t xml:space="preserve">, </w:t>
      </w:r>
      <w:r>
        <w:t>si je n</w:t>
      </w:r>
      <w:r w:rsidR="00C90F8D">
        <w:t>’</w:t>
      </w:r>
      <w:r>
        <w:t>avais entendu soudain</w:t>
      </w:r>
      <w:r w:rsidR="00C90F8D">
        <w:t xml:space="preserve">, </w:t>
      </w:r>
      <w:r>
        <w:t>au rez-de-chaussée</w:t>
      </w:r>
      <w:r w:rsidR="00C90F8D">
        <w:t xml:space="preserve">, </w:t>
      </w:r>
      <w:r>
        <w:t>la voix sonore du général qui m</w:t>
      </w:r>
      <w:r w:rsidR="00C90F8D">
        <w:t>’</w:t>
      </w:r>
      <w:r>
        <w:t>appelait</w:t>
      </w:r>
      <w:r w:rsidR="00C90F8D">
        <w:t>.</w:t>
      </w:r>
    </w:p>
    <w:p w14:paraId="73A90094" w14:textId="755BAE7F" w:rsidR="00C90F8D" w:rsidRDefault="00C90F8D"/>
    <w:p w14:paraId="1A8E1733" w14:textId="32336F8A" w:rsidR="00C90F8D" w:rsidRDefault="00C90F8D">
      <w:r>
        <w:t>— </w:t>
      </w:r>
      <w:r w:rsidR="00AB2DE8">
        <w:t>Excusez-moi de vous avoir fait attendre</w:t>
      </w:r>
      <w:r>
        <w:t xml:space="preserve">, </w:t>
      </w:r>
      <w:r w:rsidR="00AB2DE8">
        <w:t>lui dis-je</w:t>
      </w:r>
      <w:r>
        <w:t xml:space="preserve">. </w:t>
      </w:r>
      <w:r w:rsidR="00AB2DE8">
        <w:t>Je veillais à l</w:t>
      </w:r>
      <w:r>
        <w:t>’</w:t>
      </w:r>
      <w:r w:rsidR="00AB2DE8">
        <w:t xml:space="preserve">installation de </w:t>
      </w:r>
      <w:r>
        <w:t>M</w:t>
      </w:r>
      <w:r w:rsidRPr="00C90F8D">
        <w:rPr>
          <w:vertAlign w:val="superscript"/>
        </w:rPr>
        <w:t>lle</w:t>
      </w:r>
      <w:r>
        <w:t> </w:t>
      </w:r>
      <w:proofErr w:type="spellStart"/>
      <w:r w:rsidR="00AB2DE8">
        <w:t>Irénéïef</w:t>
      </w:r>
      <w:proofErr w:type="spellEnd"/>
      <w:r>
        <w:t>.</w:t>
      </w:r>
    </w:p>
    <w:p w14:paraId="609BB891" w14:textId="77777777" w:rsidR="00C90F8D" w:rsidRDefault="00C90F8D">
      <w:r>
        <w:rPr>
          <w:rFonts w:eastAsia="Georgia"/>
        </w:rPr>
        <w:lastRenderedPageBreak/>
        <w:t>— </w:t>
      </w:r>
      <w:r w:rsidR="00AB2DE8">
        <w:t>La princesse</w:t>
      </w:r>
      <w:r>
        <w:t xml:space="preserve">, </w:t>
      </w:r>
      <w:r w:rsidR="00AB2DE8">
        <w:t>mon ami</w:t>
      </w:r>
      <w:r>
        <w:t xml:space="preserve">, </w:t>
      </w:r>
      <w:r w:rsidR="00AB2DE8">
        <w:t>dites la princesse</w:t>
      </w:r>
      <w:r>
        <w:t xml:space="preserve">. </w:t>
      </w:r>
      <w:r w:rsidR="00AB2DE8">
        <w:t>Ça ne coûte pas plus cher</w:t>
      </w:r>
      <w:r>
        <w:t xml:space="preserve">, </w:t>
      </w:r>
      <w:r w:rsidR="00AB2DE8">
        <w:t>et c</w:t>
      </w:r>
      <w:r>
        <w:t>’</w:t>
      </w:r>
      <w:r w:rsidR="00AB2DE8">
        <w:t>est tellement plus correct</w:t>
      </w:r>
      <w:r>
        <w:t xml:space="preserve">. </w:t>
      </w:r>
      <w:r w:rsidR="00AB2DE8">
        <w:t>Eh bien</w:t>
      </w:r>
      <w:r>
        <w:t xml:space="preserve">, </w:t>
      </w:r>
      <w:r w:rsidR="00AB2DE8">
        <w:t>est-elle satisfaite</w:t>
      </w:r>
      <w:r>
        <w:t xml:space="preserve">, </w:t>
      </w:r>
      <w:r w:rsidR="00AB2DE8">
        <w:t>la chère enfant</w:t>
      </w:r>
      <w:r>
        <w:t> ?</w:t>
      </w:r>
    </w:p>
    <w:p w14:paraId="35502CC2" w14:textId="77777777" w:rsidR="00C90F8D" w:rsidRDefault="00C90F8D">
      <w:r>
        <w:rPr>
          <w:rFonts w:eastAsia="Georgia"/>
        </w:rPr>
        <w:t>— </w:t>
      </w:r>
      <w:r w:rsidR="00AB2DE8">
        <w:t>Elle ne m</w:t>
      </w:r>
      <w:r>
        <w:t>’</w:t>
      </w:r>
      <w:r w:rsidR="00AB2DE8">
        <w:t>a point paru mécontente</w:t>
      </w:r>
      <w:r>
        <w:t xml:space="preserve">. </w:t>
      </w:r>
      <w:r w:rsidR="00AB2DE8">
        <w:t>J</w:t>
      </w:r>
      <w:r>
        <w:t>’</w:t>
      </w:r>
      <w:r w:rsidR="00AB2DE8">
        <w:t>ai dû lui donner la chambre qui vous était réservée</w:t>
      </w:r>
      <w:r>
        <w:t xml:space="preserve">, </w:t>
      </w:r>
      <w:r w:rsidR="00AB2DE8">
        <w:t>le colonel Gregor ne m</w:t>
      </w:r>
      <w:r>
        <w:t>’</w:t>
      </w:r>
      <w:r w:rsidR="00AB2DE8">
        <w:t>ayant avisé que de votre seule venue</w:t>
      </w:r>
      <w:r>
        <w:t xml:space="preserve">. </w:t>
      </w:r>
      <w:r w:rsidR="00AB2DE8">
        <w:t>Vous allez donc me permettre</w:t>
      </w:r>
      <w:r>
        <w:t xml:space="preserve">, </w:t>
      </w:r>
      <w:r w:rsidR="00AB2DE8">
        <w:t>maintenant</w:t>
      </w:r>
      <w:r>
        <w:t xml:space="preserve">, </w:t>
      </w:r>
      <w:r w:rsidR="00AB2DE8">
        <w:t>de m</w:t>
      </w:r>
      <w:r>
        <w:t>’</w:t>
      </w:r>
      <w:r w:rsidR="00AB2DE8">
        <w:t>occuper de vous</w:t>
      </w:r>
      <w:r>
        <w:t>.</w:t>
      </w:r>
    </w:p>
    <w:p w14:paraId="13097A41" w14:textId="77777777" w:rsidR="00C90F8D" w:rsidRDefault="00C90F8D">
      <w:r>
        <w:rPr>
          <w:rFonts w:eastAsia="Georgia"/>
        </w:rPr>
        <w:t>— </w:t>
      </w:r>
      <w:r w:rsidR="00AB2DE8">
        <w:t>Inutile</w:t>
      </w:r>
      <w:r>
        <w:t xml:space="preserve">, </w:t>
      </w:r>
      <w:r w:rsidR="00AB2DE8">
        <w:t>je suis installé</w:t>
      </w:r>
      <w:r>
        <w:t xml:space="preserve">. </w:t>
      </w:r>
      <w:r w:rsidR="00AB2DE8">
        <w:t>J</w:t>
      </w:r>
      <w:r>
        <w:t>’</w:t>
      </w:r>
      <w:r w:rsidR="00AB2DE8">
        <w:t>ai choisi une chambre</w:t>
      </w:r>
      <w:r>
        <w:t xml:space="preserve">, </w:t>
      </w:r>
      <w:r w:rsidR="00AB2DE8">
        <w:t>au hasard</w:t>
      </w:r>
      <w:r>
        <w:t xml:space="preserve">, </w:t>
      </w:r>
      <w:r w:rsidR="00AB2DE8">
        <w:t>la dernière</w:t>
      </w:r>
      <w:r>
        <w:t xml:space="preserve">, </w:t>
      </w:r>
      <w:r w:rsidR="00AB2DE8">
        <w:t>à droite</w:t>
      </w:r>
      <w:r>
        <w:t xml:space="preserve">, </w:t>
      </w:r>
      <w:r w:rsidR="00AB2DE8">
        <w:t>au bout de la véranda</w:t>
      </w:r>
      <w:r>
        <w:t xml:space="preserve">. </w:t>
      </w:r>
      <w:r w:rsidR="00AB2DE8">
        <w:t>J</w:t>
      </w:r>
      <w:r>
        <w:t>’</w:t>
      </w:r>
      <w:r w:rsidR="00AB2DE8">
        <w:t>y ai fait monter mes bagages</w:t>
      </w:r>
      <w:r>
        <w:t>.</w:t>
      </w:r>
    </w:p>
    <w:p w14:paraId="4217F1A5" w14:textId="77777777" w:rsidR="00C90F8D" w:rsidRDefault="00AB2DE8">
      <w:r>
        <w:t>La chambre en question était précisément celle que je lui destinais</w:t>
      </w:r>
      <w:r w:rsidR="00C90F8D">
        <w:t xml:space="preserve">. </w:t>
      </w:r>
      <w:r>
        <w:t>Il y avait néanmoins de sa part un certain sans-gêne à préjuger ainsi mes intentions</w:t>
      </w:r>
      <w:r w:rsidR="00C90F8D">
        <w:t>.</w:t>
      </w:r>
    </w:p>
    <w:p w14:paraId="6A2903AC" w14:textId="77777777" w:rsidR="00C90F8D" w:rsidRDefault="00C90F8D">
      <w:r>
        <w:rPr>
          <w:rFonts w:eastAsia="Georgia"/>
        </w:rPr>
        <w:t>— </w:t>
      </w:r>
      <w:r w:rsidR="00AB2DE8">
        <w:t>Vous avez alors tout ce qu</w:t>
      </w:r>
      <w:r>
        <w:t>’</w:t>
      </w:r>
      <w:r w:rsidR="00AB2DE8">
        <w:t>il vous faut</w:t>
      </w:r>
      <w:r>
        <w:t xml:space="preserve"> ? </w:t>
      </w:r>
      <w:r w:rsidR="00AB2DE8">
        <w:t>demandai-je assez froidement</w:t>
      </w:r>
      <w:r>
        <w:t>.</w:t>
      </w:r>
    </w:p>
    <w:p w14:paraId="184AB7C4" w14:textId="77777777" w:rsidR="00C90F8D" w:rsidRDefault="00C90F8D">
      <w:r>
        <w:rPr>
          <w:rFonts w:eastAsia="Georgia"/>
        </w:rPr>
        <w:t>— </w:t>
      </w:r>
      <w:r w:rsidR="00AB2DE8">
        <w:t>Tout</w:t>
      </w:r>
      <w:r>
        <w:t xml:space="preserve"> ? </w:t>
      </w:r>
      <w:r w:rsidR="00AB2DE8">
        <w:t>Heu</w:t>
      </w:r>
      <w:r>
        <w:t xml:space="preserve"> ! </w:t>
      </w:r>
      <w:r w:rsidR="00AB2DE8">
        <w:t>Nous verrons</w:t>
      </w:r>
      <w:r>
        <w:t xml:space="preserve">, </w:t>
      </w:r>
      <w:r w:rsidR="00AB2DE8">
        <w:t>au fur et à mesure</w:t>
      </w:r>
      <w:r>
        <w:t xml:space="preserve">. </w:t>
      </w:r>
      <w:r w:rsidR="00AB2DE8">
        <w:t>Dites-moi</w:t>
      </w:r>
      <w:r>
        <w:t xml:space="preserve">, </w:t>
      </w:r>
      <w:r w:rsidR="00AB2DE8">
        <w:t>quelles sont les heures des repas</w:t>
      </w:r>
      <w:r>
        <w:t xml:space="preserve">, </w:t>
      </w:r>
      <w:r w:rsidR="00AB2DE8">
        <w:t>ici</w:t>
      </w:r>
      <w:r>
        <w:t> ?</w:t>
      </w:r>
    </w:p>
    <w:p w14:paraId="0077F481" w14:textId="77777777" w:rsidR="00C90F8D" w:rsidRDefault="00C90F8D">
      <w:r>
        <w:rPr>
          <w:rFonts w:eastAsia="Georgia"/>
        </w:rPr>
        <w:t>— </w:t>
      </w:r>
      <w:r w:rsidR="00AB2DE8">
        <w:t>À votre gré</w:t>
      </w:r>
      <w:r>
        <w:t xml:space="preserve">, </w:t>
      </w:r>
      <w:r w:rsidR="00AB2DE8">
        <w:t>et au gré de la princesse</w:t>
      </w:r>
      <w:r>
        <w:t>.</w:t>
      </w:r>
    </w:p>
    <w:p w14:paraId="2E0630E3" w14:textId="77777777" w:rsidR="00C90F8D" w:rsidRDefault="00C90F8D">
      <w:r>
        <w:rPr>
          <w:rFonts w:eastAsia="Georgia"/>
        </w:rPr>
        <w:t>— </w:t>
      </w:r>
      <w:r w:rsidR="00AB2DE8">
        <w:t>À merveille</w:t>
      </w:r>
      <w:r>
        <w:t xml:space="preserve"> ! </w:t>
      </w:r>
      <w:r w:rsidR="00AB2DE8">
        <w:t>Voilà qui est parlé</w:t>
      </w:r>
      <w:r>
        <w:t xml:space="preserve">. </w:t>
      </w:r>
      <w:r w:rsidR="00AB2DE8">
        <w:t>Dans ces conditions</w:t>
      </w:r>
      <w:r>
        <w:t xml:space="preserve">, </w:t>
      </w:r>
      <w:r w:rsidR="00AB2DE8">
        <w:t>donnez donc tout de suite les ordres pour qu</w:t>
      </w:r>
      <w:r>
        <w:t>’</w:t>
      </w:r>
      <w:r w:rsidR="00AB2DE8">
        <w:t>on nous apporte le thé</w:t>
      </w:r>
      <w:r>
        <w:t xml:space="preserve">. </w:t>
      </w:r>
      <w:r w:rsidR="00AB2DE8">
        <w:t>À propos</w:t>
      </w:r>
      <w:r>
        <w:t xml:space="preserve">, </w:t>
      </w:r>
      <w:r w:rsidR="00AB2DE8">
        <w:t>étant donné l</w:t>
      </w:r>
      <w:r>
        <w:t>’</w:t>
      </w:r>
      <w:r w:rsidR="00AB2DE8">
        <w:t>heure tardive de notre arrivée</w:t>
      </w:r>
      <w:r>
        <w:t xml:space="preserve">, </w:t>
      </w:r>
      <w:r w:rsidR="00AB2DE8">
        <w:t>vous m</w:t>
      </w:r>
      <w:r>
        <w:t>’</w:t>
      </w:r>
      <w:r w:rsidR="00AB2DE8">
        <w:t>accorderez bien</w:t>
      </w:r>
      <w:r>
        <w:t xml:space="preserve">, </w:t>
      </w:r>
      <w:r w:rsidR="00AB2DE8">
        <w:t>n</w:t>
      </w:r>
      <w:r>
        <w:t>’</w:t>
      </w:r>
      <w:r w:rsidR="00AB2DE8">
        <w:t>est-ce pas</w:t>
      </w:r>
      <w:r>
        <w:t xml:space="preserve">, </w:t>
      </w:r>
      <w:r w:rsidR="00AB2DE8">
        <w:t>pour le premier soir</w:t>
      </w:r>
      <w:r>
        <w:t xml:space="preserve">, </w:t>
      </w:r>
      <w:r w:rsidR="00AB2DE8">
        <w:t>l</w:t>
      </w:r>
      <w:r>
        <w:t>’</w:t>
      </w:r>
      <w:r w:rsidR="00AB2DE8">
        <w:t>autorisation de rester comme je suis</w:t>
      </w:r>
      <w:r>
        <w:t xml:space="preserve">, </w:t>
      </w:r>
      <w:r w:rsidR="00AB2DE8">
        <w:t>de ne pas me mettre en habit</w:t>
      </w:r>
      <w:r>
        <w:t> ?</w:t>
      </w:r>
    </w:p>
    <w:p w14:paraId="71D3C54C" w14:textId="77777777" w:rsidR="00C90F8D" w:rsidRDefault="00AB2DE8">
      <w:r>
        <w:t>Je le regardai avec quelque stupeur</w:t>
      </w:r>
      <w:r w:rsidR="00C90F8D">
        <w:t xml:space="preserve">. </w:t>
      </w:r>
      <w:r>
        <w:t>Il n</w:t>
      </w:r>
      <w:r w:rsidR="00C90F8D">
        <w:t>’</w:t>
      </w:r>
      <w:r>
        <w:t>eut point l</w:t>
      </w:r>
      <w:r w:rsidR="00C90F8D">
        <w:t>’</w:t>
      </w:r>
      <w:r>
        <w:t>air fâché de l</w:t>
      </w:r>
      <w:r w:rsidR="00C90F8D">
        <w:t>’</w:t>
      </w:r>
      <w:r>
        <w:t>effet obtenu</w:t>
      </w:r>
      <w:r w:rsidR="00C90F8D">
        <w:t>.</w:t>
      </w:r>
    </w:p>
    <w:p w14:paraId="43654D69" w14:textId="77777777" w:rsidR="00C90F8D" w:rsidRDefault="00AB2DE8">
      <w:r>
        <w:lastRenderedPageBreak/>
        <w:t>Un quart d</w:t>
      </w:r>
      <w:r w:rsidR="00C90F8D">
        <w:t>’</w:t>
      </w:r>
      <w:r>
        <w:t>heure plus tard</w:t>
      </w:r>
      <w:r w:rsidR="00C90F8D">
        <w:t xml:space="preserve">, </w:t>
      </w:r>
      <w:r>
        <w:t>nous étions réunis tous deux dans la salle à manger</w:t>
      </w:r>
      <w:r w:rsidR="00C90F8D">
        <w:t xml:space="preserve">. </w:t>
      </w:r>
      <w:r>
        <w:t xml:space="preserve">Armide </w:t>
      </w:r>
      <w:proofErr w:type="spellStart"/>
      <w:r>
        <w:t>Ephremovna</w:t>
      </w:r>
      <w:proofErr w:type="spellEnd"/>
      <w:r w:rsidR="00C90F8D">
        <w:t xml:space="preserve">, </w:t>
      </w:r>
      <w:r>
        <w:t>qu</w:t>
      </w:r>
      <w:r w:rsidR="00C90F8D">
        <w:t>’</w:t>
      </w:r>
      <w:r>
        <w:t>on était allé prévenir</w:t>
      </w:r>
      <w:r w:rsidR="00C90F8D">
        <w:t xml:space="preserve">, </w:t>
      </w:r>
      <w:r>
        <w:t>s</w:t>
      </w:r>
      <w:r w:rsidR="00C90F8D">
        <w:t>’</w:t>
      </w:r>
      <w:r>
        <w:t>était déclarée un peu fatiguée</w:t>
      </w:r>
      <w:r w:rsidR="00C90F8D">
        <w:t xml:space="preserve">. </w:t>
      </w:r>
      <w:r>
        <w:t>Elle avait exprimé le désir que le thé lui fût servi dans sa chambre</w:t>
      </w:r>
      <w:r w:rsidR="00C90F8D">
        <w:t>.</w:t>
      </w:r>
    </w:p>
    <w:p w14:paraId="5C0C3496" w14:textId="77777777" w:rsidR="00C90F8D" w:rsidRDefault="00AB2DE8">
      <w:r>
        <w:t>La conversation sitôt engagée</w:t>
      </w:r>
      <w:r w:rsidR="00C90F8D">
        <w:t xml:space="preserve">, </w:t>
      </w:r>
      <w:r>
        <w:t>je pus constater que le général avait su mettre à profit le court moment que j</w:t>
      </w:r>
      <w:r w:rsidR="00C90F8D">
        <w:t>’</w:t>
      </w:r>
      <w:r>
        <w:t>avais passé auprès de sa fille pour opérer un recensement en règle des ressources de la maison</w:t>
      </w:r>
      <w:r w:rsidR="00C90F8D">
        <w:t>.</w:t>
      </w:r>
    </w:p>
    <w:p w14:paraId="4A76BA01" w14:textId="77777777" w:rsidR="00C90F8D" w:rsidRDefault="00C90F8D">
      <w:r>
        <w:rPr>
          <w:rFonts w:eastAsia="Georgia"/>
        </w:rPr>
        <w:t>— </w:t>
      </w:r>
      <w:r w:rsidR="00AB2DE8">
        <w:t>Ça ira</w:t>
      </w:r>
      <w:r>
        <w:t xml:space="preserve">, </w:t>
      </w:r>
      <w:r w:rsidR="00AB2DE8">
        <w:t>ça pourra aller</w:t>
      </w:r>
      <w:r>
        <w:t xml:space="preserve">, </w:t>
      </w:r>
      <w:r w:rsidR="00AB2DE8">
        <w:t>conclut-il</w:t>
      </w:r>
      <w:r>
        <w:t xml:space="preserve">. </w:t>
      </w:r>
      <w:r w:rsidR="00AB2DE8">
        <w:t>Il manque évidemment bien des petites choses</w:t>
      </w:r>
      <w:r>
        <w:t xml:space="preserve">. </w:t>
      </w:r>
      <w:r w:rsidR="00AB2DE8">
        <w:t>Mais nous ne sommes pas difficiles</w:t>
      </w:r>
      <w:r>
        <w:t xml:space="preserve">. </w:t>
      </w:r>
      <w:r w:rsidR="00AB2DE8">
        <w:t>Nous savons tenir compte des circonstances</w:t>
      </w:r>
      <w:r>
        <w:t xml:space="preserve">. </w:t>
      </w:r>
      <w:r w:rsidR="00AB2DE8">
        <w:t>Lorsque toutes ces horreurs auront pris fin</w:t>
      </w:r>
      <w:r>
        <w:t xml:space="preserve">, </w:t>
      </w:r>
      <w:r w:rsidR="00AB2DE8">
        <w:t>quand la révolution sera jugulée</w:t>
      </w:r>
      <w:r>
        <w:t xml:space="preserve">, </w:t>
      </w:r>
      <w:r w:rsidR="00AB2DE8">
        <w:t>vous viendrez nous voir</w:t>
      </w:r>
      <w:r>
        <w:t xml:space="preserve">, </w:t>
      </w:r>
      <w:r w:rsidR="00AB2DE8">
        <w:t xml:space="preserve">à </w:t>
      </w:r>
      <w:proofErr w:type="spellStart"/>
      <w:r w:rsidR="00AB2DE8">
        <w:t>Irénéïevka</w:t>
      </w:r>
      <w:proofErr w:type="spellEnd"/>
      <w:r>
        <w:t xml:space="preserve">, </w:t>
      </w:r>
      <w:r w:rsidR="00AB2DE8">
        <w:t>et j</w:t>
      </w:r>
      <w:r>
        <w:t>’</w:t>
      </w:r>
      <w:r w:rsidR="00AB2DE8">
        <w:t>aurai plaisir à vous apprendre ce que doit être une hospitalité digne de ce nom</w:t>
      </w:r>
      <w:r>
        <w:t xml:space="preserve">. </w:t>
      </w:r>
      <w:r w:rsidR="00AB2DE8">
        <w:t>Un exemple entre mille</w:t>
      </w:r>
      <w:r>
        <w:t xml:space="preserve"> : </w:t>
      </w:r>
      <w:r w:rsidR="00AB2DE8">
        <w:t>votre thé est buvable</w:t>
      </w:r>
      <w:r>
        <w:t xml:space="preserve">, </w:t>
      </w:r>
      <w:r w:rsidR="00AB2DE8">
        <w:t>mais avouez qu</w:t>
      </w:r>
      <w:r>
        <w:t>’</w:t>
      </w:r>
      <w:r w:rsidR="00AB2DE8">
        <w:t>il ne perdrait rien à être relevé par certains condiments</w:t>
      </w:r>
      <w:r>
        <w:t>.</w:t>
      </w:r>
    </w:p>
    <w:p w14:paraId="449C20EE" w14:textId="77777777" w:rsidR="00C90F8D" w:rsidRDefault="00C90F8D">
      <w:r>
        <w:rPr>
          <w:rFonts w:eastAsia="Georgia"/>
        </w:rPr>
        <w:t>— </w:t>
      </w:r>
      <w:r w:rsidR="00AB2DE8">
        <w:t>Je vous demande pardon</w:t>
      </w:r>
      <w:r>
        <w:t xml:space="preserve">, </w:t>
      </w:r>
      <w:r w:rsidR="00AB2DE8">
        <w:t>dis-je</w:t>
      </w:r>
      <w:r>
        <w:t xml:space="preserve">. </w:t>
      </w:r>
      <w:r w:rsidR="00AB2DE8">
        <w:t>Je m</w:t>
      </w:r>
      <w:r>
        <w:t>’</w:t>
      </w:r>
      <w:r w:rsidR="00AB2DE8">
        <w:t>aperçois</w:t>
      </w:r>
      <w:r>
        <w:t xml:space="preserve">, </w:t>
      </w:r>
      <w:r w:rsidR="00AB2DE8">
        <w:t>en effet</w:t>
      </w:r>
      <w:r>
        <w:t xml:space="preserve">, </w:t>
      </w:r>
      <w:r w:rsidR="00AB2DE8">
        <w:t>que mes serviteurs ont oublié les petits gâteaux</w:t>
      </w:r>
      <w:r>
        <w:t>.</w:t>
      </w:r>
    </w:p>
    <w:p w14:paraId="2FF5E19F" w14:textId="77777777" w:rsidR="00C90F8D" w:rsidRDefault="00AB2DE8">
      <w:r>
        <w:t>Il haussa les épaules</w:t>
      </w:r>
      <w:r w:rsidR="00C90F8D">
        <w:t>.</w:t>
      </w:r>
    </w:p>
    <w:p w14:paraId="76D98CEB" w14:textId="77777777" w:rsidR="00C90F8D" w:rsidRDefault="00C90F8D">
      <w:r>
        <w:rPr>
          <w:rFonts w:eastAsia="Georgia"/>
        </w:rPr>
        <w:t>— </w:t>
      </w:r>
      <w:r w:rsidR="00AB2DE8">
        <w:t>Les petits gâteaux</w:t>
      </w:r>
      <w:r>
        <w:t xml:space="preserve"> ? </w:t>
      </w:r>
      <w:r w:rsidR="00AB2DE8">
        <w:t>Poussière</w:t>
      </w:r>
      <w:r>
        <w:t xml:space="preserve">. </w:t>
      </w:r>
      <w:r w:rsidR="00AB2DE8">
        <w:t>Qui vous parle de petits gâteaux</w:t>
      </w:r>
      <w:r>
        <w:t xml:space="preserve"> ? </w:t>
      </w:r>
      <w:r w:rsidR="00AB2DE8">
        <w:t>Non</w:t>
      </w:r>
      <w:r>
        <w:t xml:space="preserve">, </w:t>
      </w:r>
      <w:r w:rsidR="00AB2DE8">
        <w:t>non</w:t>
      </w:r>
      <w:r>
        <w:t xml:space="preserve">, </w:t>
      </w:r>
      <w:r w:rsidR="00AB2DE8">
        <w:t>il s</w:t>
      </w:r>
      <w:r>
        <w:t>’</w:t>
      </w:r>
      <w:r w:rsidR="00AB2DE8">
        <w:t>agit d</w:t>
      </w:r>
      <w:r>
        <w:t>’</w:t>
      </w:r>
      <w:r w:rsidR="00AB2DE8">
        <w:t>autre chose</w:t>
      </w:r>
      <w:r>
        <w:t>.</w:t>
      </w:r>
    </w:p>
    <w:p w14:paraId="017DC84C" w14:textId="77777777" w:rsidR="00C90F8D" w:rsidRDefault="00AB2DE8">
      <w:r>
        <w:t>J</w:t>
      </w:r>
      <w:r w:rsidR="00C90F8D">
        <w:t>’</w:t>
      </w:r>
      <w:r>
        <w:t>écarquillai les yeux</w:t>
      </w:r>
      <w:r w:rsidR="00C90F8D">
        <w:t xml:space="preserve">. </w:t>
      </w:r>
      <w:r>
        <w:t>Il sourit</w:t>
      </w:r>
      <w:r w:rsidR="00C90F8D">
        <w:t xml:space="preserve">, </w:t>
      </w:r>
      <w:r>
        <w:t>mit un doigt sur les lèvres</w:t>
      </w:r>
      <w:r w:rsidR="00C90F8D">
        <w:t>.</w:t>
      </w:r>
    </w:p>
    <w:p w14:paraId="48EC0669" w14:textId="77777777" w:rsidR="00C90F8D" w:rsidRDefault="00C90F8D">
      <w:r>
        <w:rPr>
          <w:rFonts w:eastAsia="Georgia"/>
        </w:rPr>
        <w:t>— </w:t>
      </w:r>
      <w:r w:rsidR="00AB2DE8">
        <w:t>Tout à l</w:t>
      </w:r>
      <w:r>
        <w:t>’</w:t>
      </w:r>
      <w:r w:rsidR="00AB2DE8">
        <w:t>heure</w:t>
      </w:r>
      <w:r>
        <w:t xml:space="preserve">, </w:t>
      </w:r>
      <w:r w:rsidR="00AB2DE8">
        <w:t>continua-t-il avec mystère</w:t>
      </w:r>
      <w:r>
        <w:t xml:space="preserve">, </w:t>
      </w:r>
      <w:r w:rsidR="00AB2DE8">
        <w:t>absolument par hasard</w:t>
      </w:r>
      <w:r>
        <w:t xml:space="preserve">, </w:t>
      </w:r>
      <w:r w:rsidR="00AB2DE8">
        <w:t>j</w:t>
      </w:r>
      <w:r>
        <w:t>’</w:t>
      </w:r>
      <w:r w:rsidR="00AB2DE8">
        <w:t>ai traversé l</w:t>
      </w:r>
      <w:r>
        <w:t>’</w:t>
      </w:r>
      <w:r w:rsidR="00AB2DE8">
        <w:t>office</w:t>
      </w:r>
      <w:r>
        <w:t xml:space="preserve">. </w:t>
      </w:r>
      <w:r w:rsidR="00AB2DE8">
        <w:t>Quelque chose a attiré mon attention</w:t>
      </w:r>
      <w:r>
        <w:t xml:space="preserve">. </w:t>
      </w:r>
      <w:r w:rsidR="00AB2DE8">
        <w:t>Oui</w:t>
      </w:r>
      <w:r>
        <w:t xml:space="preserve">, </w:t>
      </w:r>
      <w:r w:rsidR="00AB2DE8">
        <w:t>sur une étagère</w:t>
      </w:r>
      <w:r>
        <w:t xml:space="preserve">, </w:t>
      </w:r>
      <w:r w:rsidR="00AB2DE8">
        <w:t>une bouteille de rhum</w:t>
      </w:r>
      <w:r>
        <w:t xml:space="preserve">, </w:t>
      </w:r>
      <w:r w:rsidR="00AB2DE8">
        <w:t>d</w:t>
      </w:r>
      <w:r>
        <w:t>’</w:t>
      </w:r>
      <w:r w:rsidR="00AB2DE8">
        <w:t>assez bonne marque</w:t>
      </w:r>
      <w:r>
        <w:t xml:space="preserve">, </w:t>
      </w:r>
      <w:r w:rsidR="00AB2DE8">
        <w:t>ma foi</w:t>
      </w:r>
      <w:r>
        <w:t xml:space="preserve">. </w:t>
      </w:r>
      <w:r w:rsidR="00AB2DE8">
        <w:t>Malheureusement</w:t>
      </w:r>
      <w:r>
        <w:t xml:space="preserve">, </w:t>
      </w:r>
      <w:r w:rsidR="00AB2DE8">
        <w:t>elle était vide</w:t>
      </w:r>
      <w:r>
        <w:t xml:space="preserve">, </w:t>
      </w:r>
      <w:r w:rsidR="00AB2DE8">
        <w:t>ou tout comme</w:t>
      </w:r>
      <w:r>
        <w:t>…</w:t>
      </w:r>
    </w:p>
    <w:p w14:paraId="31348C68" w14:textId="77777777" w:rsidR="00C90F8D" w:rsidRDefault="00AB2DE8">
      <w:r>
        <w:lastRenderedPageBreak/>
        <w:t>Pour le coup</w:t>
      </w:r>
      <w:r w:rsidR="00C90F8D">
        <w:t xml:space="preserve">, </w:t>
      </w:r>
      <w:r>
        <w:t>j</w:t>
      </w:r>
      <w:r w:rsidR="00C90F8D">
        <w:t>’</w:t>
      </w:r>
      <w:r>
        <w:t>avais compris</w:t>
      </w:r>
      <w:r w:rsidR="00C90F8D">
        <w:t xml:space="preserve">. </w:t>
      </w:r>
      <w:r>
        <w:t>Je me levai</w:t>
      </w:r>
      <w:r w:rsidR="00C90F8D">
        <w:t>.</w:t>
      </w:r>
    </w:p>
    <w:p w14:paraId="0C0D0168" w14:textId="77777777" w:rsidR="00C90F8D" w:rsidRDefault="00C90F8D">
      <w:r>
        <w:rPr>
          <w:rFonts w:eastAsia="Georgia"/>
        </w:rPr>
        <w:t>— </w:t>
      </w:r>
      <w:r w:rsidR="00AB2DE8">
        <w:t>Ayez la bonté de m</w:t>
      </w:r>
      <w:r>
        <w:t>’</w:t>
      </w:r>
      <w:r w:rsidR="00AB2DE8">
        <w:t>attendre un instant</w:t>
      </w:r>
      <w:r>
        <w:t xml:space="preserve">, </w:t>
      </w:r>
      <w:r w:rsidR="00AB2DE8">
        <w:t>dis-je</w:t>
      </w:r>
      <w:r>
        <w:t>.</w:t>
      </w:r>
    </w:p>
    <w:p w14:paraId="7670C048" w14:textId="77777777" w:rsidR="00C90F8D" w:rsidRDefault="00C90F8D">
      <w:r>
        <w:rPr>
          <w:rFonts w:eastAsia="Georgia"/>
        </w:rPr>
        <w:t>— </w:t>
      </w:r>
      <w:r w:rsidR="00AB2DE8">
        <w:t>Je vous accompagne</w:t>
      </w:r>
      <w:r>
        <w:t xml:space="preserve">, </w:t>
      </w:r>
      <w:r w:rsidR="00AB2DE8">
        <w:t>fit résolument le général</w:t>
      </w:r>
      <w:r>
        <w:t>.</w:t>
      </w:r>
    </w:p>
    <w:p w14:paraId="7821303C" w14:textId="77777777" w:rsidR="00C90F8D" w:rsidRDefault="00C90F8D">
      <w:r>
        <w:rPr>
          <w:rFonts w:eastAsia="Georgia"/>
        </w:rPr>
        <w:t>— </w:t>
      </w:r>
      <w:r w:rsidR="00AB2DE8">
        <w:t>Je vous en prie</w:t>
      </w:r>
      <w:r>
        <w:t xml:space="preserve">, </w:t>
      </w:r>
      <w:r w:rsidR="00AB2DE8">
        <w:t>ne vous dérangez pas</w:t>
      </w:r>
      <w:r>
        <w:t>.</w:t>
      </w:r>
    </w:p>
    <w:p w14:paraId="54F28DB7" w14:textId="77777777" w:rsidR="00C90F8D" w:rsidRDefault="00C90F8D">
      <w:r>
        <w:rPr>
          <w:rFonts w:eastAsia="Georgia"/>
        </w:rPr>
        <w:t>— </w:t>
      </w:r>
      <w:r w:rsidR="00AB2DE8">
        <w:t>Mais si</w:t>
      </w:r>
      <w:r>
        <w:t xml:space="preserve">, </w:t>
      </w:r>
      <w:r w:rsidR="00AB2DE8">
        <w:t>mais si</w:t>
      </w:r>
      <w:r>
        <w:t xml:space="preserve">, </w:t>
      </w:r>
      <w:r w:rsidR="00AB2DE8">
        <w:t>voyons</w:t>
      </w:r>
      <w:r>
        <w:t xml:space="preserve">, </w:t>
      </w:r>
      <w:r w:rsidR="00AB2DE8">
        <w:t>c</w:t>
      </w:r>
      <w:r>
        <w:t>’</w:t>
      </w:r>
      <w:r w:rsidR="00AB2DE8">
        <w:t>est la moindre des choses</w:t>
      </w:r>
      <w:r>
        <w:t>.</w:t>
      </w:r>
    </w:p>
    <w:p w14:paraId="69A869F8" w14:textId="77777777" w:rsidR="00C90F8D" w:rsidRDefault="00AB2DE8">
      <w:r>
        <w:t>Il m</w:t>
      </w:r>
      <w:r w:rsidR="00C90F8D">
        <w:t>’</w:t>
      </w:r>
      <w:r>
        <w:t>avait emboîté le pas</w:t>
      </w:r>
      <w:r w:rsidR="00C90F8D">
        <w:t xml:space="preserve">, </w:t>
      </w:r>
      <w:r>
        <w:t>avec une décision qui rendait de ma part toute résistance inutile</w:t>
      </w:r>
      <w:r w:rsidR="00C90F8D">
        <w:t>.</w:t>
      </w:r>
    </w:p>
    <w:p w14:paraId="0DB7C608" w14:textId="77777777" w:rsidR="00C90F8D" w:rsidRDefault="00AB2DE8">
      <w:r>
        <w:t>Résigné</w:t>
      </w:r>
      <w:r w:rsidR="00C90F8D">
        <w:t xml:space="preserve">, </w:t>
      </w:r>
      <w:r>
        <w:t>j</w:t>
      </w:r>
      <w:r w:rsidR="00C90F8D">
        <w:t>’</w:t>
      </w:r>
      <w:r>
        <w:t>allai prendre dans le corridor une lanterne que j</w:t>
      </w:r>
      <w:r w:rsidR="00C90F8D">
        <w:t>’</w:t>
      </w:r>
      <w:r>
        <w:t>allumai</w:t>
      </w:r>
      <w:r w:rsidR="00C90F8D">
        <w:t xml:space="preserve">. </w:t>
      </w:r>
      <w:r>
        <w:t>La cachette aux spiritueux se trouvait au sous-sol</w:t>
      </w:r>
      <w:r w:rsidR="00C90F8D">
        <w:t xml:space="preserve">, </w:t>
      </w:r>
      <w:r>
        <w:t>et l</w:t>
      </w:r>
      <w:r w:rsidR="00C90F8D">
        <w:t>’</w:t>
      </w:r>
      <w:r>
        <w:t>escalier qui y conduisait était des plus obscurs</w:t>
      </w:r>
      <w:r w:rsidR="00C90F8D">
        <w:t>.</w:t>
      </w:r>
    </w:p>
    <w:p w14:paraId="2A041973" w14:textId="77777777" w:rsidR="00C90F8D" w:rsidRDefault="00AB2DE8">
      <w:r>
        <w:t>Ayant ouvert la porte et franchi le seuil du caveau</w:t>
      </w:r>
      <w:r w:rsidR="00C90F8D">
        <w:t xml:space="preserve">, </w:t>
      </w:r>
      <w:r>
        <w:t>j</w:t>
      </w:r>
      <w:r w:rsidR="00C90F8D">
        <w:t>’</w:t>
      </w:r>
      <w:r>
        <w:t>élevai la lanterne</w:t>
      </w:r>
      <w:r w:rsidR="00C90F8D">
        <w:t xml:space="preserve">. </w:t>
      </w:r>
      <w:r>
        <w:t>Lentement</w:t>
      </w:r>
      <w:r w:rsidR="00C90F8D">
        <w:t xml:space="preserve">, </w:t>
      </w:r>
      <w:r>
        <w:t>les ténèbres se dissipèrent</w:t>
      </w:r>
      <w:r w:rsidR="00C90F8D">
        <w:t xml:space="preserve">. </w:t>
      </w:r>
      <w:r>
        <w:t>Derrière moi</w:t>
      </w:r>
      <w:r w:rsidR="00C90F8D">
        <w:t xml:space="preserve">, </w:t>
      </w:r>
      <w:proofErr w:type="spellStart"/>
      <w:r>
        <w:t>Ephrem</w:t>
      </w:r>
      <w:proofErr w:type="spellEnd"/>
      <w:r>
        <w:t xml:space="preserve"> </w:t>
      </w:r>
      <w:proofErr w:type="spellStart"/>
      <w:r>
        <w:t>Fedorovitch</w:t>
      </w:r>
      <w:proofErr w:type="spellEnd"/>
      <w:r>
        <w:t xml:space="preserve"> eut une exclamation</w:t>
      </w:r>
      <w:r w:rsidR="00C90F8D">
        <w:t xml:space="preserve">. </w:t>
      </w:r>
      <w:r>
        <w:t>Ce qu</w:t>
      </w:r>
      <w:r w:rsidR="00C90F8D">
        <w:t>’</w:t>
      </w:r>
      <w:r>
        <w:t>il venait d</w:t>
      </w:r>
      <w:r w:rsidR="00C90F8D">
        <w:t>’</w:t>
      </w:r>
      <w:r>
        <w:t>entrevoir dépassait certainement ses espérances</w:t>
      </w:r>
      <w:r w:rsidR="00C90F8D">
        <w:t>.</w:t>
      </w:r>
    </w:p>
    <w:p w14:paraId="156711E3" w14:textId="77777777" w:rsidR="00C90F8D" w:rsidRDefault="00C90F8D">
      <w:r>
        <w:rPr>
          <w:rFonts w:eastAsia="Georgia"/>
        </w:rPr>
        <w:t>— </w:t>
      </w:r>
      <w:r w:rsidR="00AB2DE8">
        <w:t>Oh</w:t>
      </w:r>
      <w:r>
        <w:t xml:space="preserve"> ! </w:t>
      </w:r>
      <w:r w:rsidR="00AB2DE8">
        <w:t>mais</w:t>
      </w:r>
      <w:r>
        <w:t xml:space="preserve">, </w:t>
      </w:r>
      <w:r w:rsidR="00AB2DE8">
        <w:t>oh</w:t>
      </w:r>
      <w:r>
        <w:t xml:space="preserve"> ! </w:t>
      </w:r>
      <w:r w:rsidR="00AB2DE8">
        <w:t>mais</w:t>
      </w:r>
      <w:r>
        <w:t xml:space="preserve">, </w:t>
      </w:r>
      <w:r w:rsidR="00AB2DE8">
        <w:t>qu</w:t>
      </w:r>
      <w:r>
        <w:t>’</w:t>
      </w:r>
      <w:r w:rsidR="00AB2DE8">
        <w:t>est ceci</w:t>
      </w:r>
      <w:r>
        <w:t xml:space="preserve">, </w:t>
      </w:r>
      <w:r w:rsidR="00AB2DE8">
        <w:t>s</w:t>
      </w:r>
      <w:r>
        <w:t>’</w:t>
      </w:r>
      <w:r w:rsidR="00AB2DE8">
        <w:t>il vous plaît</w:t>
      </w:r>
      <w:r>
        <w:t xml:space="preserve"> ? </w:t>
      </w:r>
      <w:r w:rsidR="00AB2DE8">
        <w:t>Du champagne</w:t>
      </w:r>
      <w:r>
        <w:t xml:space="preserve">, </w:t>
      </w:r>
      <w:r w:rsidR="00AB2DE8">
        <w:t>parole d</w:t>
      </w:r>
      <w:r>
        <w:t>’</w:t>
      </w:r>
      <w:r w:rsidR="00AB2DE8">
        <w:t>honneur</w:t>
      </w:r>
      <w:r>
        <w:t> !</w:t>
      </w:r>
    </w:p>
    <w:p w14:paraId="7E87C653" w14:textId="77777777" w:rsidR="00C90F8D" w:rsidRDefault="00C90F8D">
      <w:r>
        <w:rPr>
          <w:rFonts w:eastAsia="Georgia"/>
        </w:rPr>
        <w:t>— </w:t>
      </w:r>
      <w:r w:rsidR="00AB2DE8">
        <w:t>Oui</w:t>
      </w:r>
      <w:r>
        <w:t xml:space="preserve">, </w:t>
      </w:r>
      <w:r w:rsidR="00AB2DE8">
        <w:t>fis-je modestement</w:t>
      </w:r>
      <w:r>
        <w:t xml:space="preserve">, </w:t>
      </w:r>
      <w:r w:rsidR="00AB2DE8">
        <w:t>quelques bouteilles de champagne</w:t>
      </w:r>
      <w:r>
        <w:t>.</w:t>
      </w:r>
    </w:p>
    <w:p w14:paraId="07427785" w14:textId="77777777" w:rsidR="00C90F8D" w:rsidRDefault="00C90F8D">
      <w:r>
        <w:rPr>
          <w:rFonts w:eastAsia="Georgia"/>
        </w:rPr>
        <w:t>— </w:t>
      </w:r>
      <w:r w:rsidR="00AB2DE8">
        <w:t>Quelques bouteilles</w:t>
      </w:r>
      <w:r>
        <w:t xml:space="preserve">, </w:t>
      </w:r>
      <w:r w:rsidR="00AB2DE8">
        <w:t>dites-vous</w:t>
      </w:r>
      <w:r>
        <w:t xml:space="preserve"> ? </w:t>
      </w:r>
      <w:r w:rsidR="00AB2DE8">
        <w:t>Ah</w:t>
      </w:r>
      <w:r>
        <w:t xml:space="preserve"> ! </w:t>
      </w:r>
      <w:r w:rsidR="00AB2DE8">
        <w:t>mon cher Forestier</w:t>
      </w:r>
      <w:r>
        <w:t xml:space="preserve">, </w:t>
      </w:r>
      <w:r w:rsidR="00AB2DE8">
        <w:t>mon brave ami</w:t>
      </w:r>
      <w:r>
        <w:t xml:space="preserve">, </w:t>
      </w:r>
      <w:r w:rsidR="00AB2DE8">
        <w:t>mes plus sincères</w:t>
      </w:r>
      <w:r>
        <w:t xml:space="preserve">, </w:t>
      </w:r>
      <w:r w:rsidR="00AB2DE8">
        <w:t>mes plus affectueuses félicitations</w:t>
      </w:r>
      <w:r>
        <w:t>.</w:t>
      </w:r>
    </w:p>
    <w:p w14:paraId="5C100841" w14:textId="77777777" w:rsidR="00C90F8D" w:rsidRDefault="00AB2DE8">
      <w:r>
        <w:t>M</w:t>
      </w:r>
      <w:r w:rsidR="00C90F8D">
        <w:t>’</w:t>
      </w:r>
      <w:r>
        <w:t>ayant arraché la lanterne des mains</w:t>
      </w:r>
      <w:r w:rsidR="00C90F8D">
        <w:t xml:space="preserve">, </w:t>
      </w:r>
      <w:r>
        <w:t>il en promenait la lumière sur les alvéoles poussiéreux</w:t>
      </w:r>
      <w:r w:rsidR="00C90F8D">
        <w:t xml:space="preserve">, </w:t>
      </w:r>
      <w:r>
        <w:t>tout en poussant une série de grognements admiratifs</w:t>
      </w:r>
      <w:r w:rsidR="00C90F8D">
        <w:t>.</w:t>
      </w:r>
    </w:p>
    <w:p w14:paraId="635AF563" w14:textId="77777777" w:rsidR="00C90F8D" w:rsidRDefault="00C90F8D">
      <w:r>
        <w:rPr>
          <w:rFonts w:eastAsia="Georgia"/>
        </w:rPr>
        <w:lastRenderedPageBreak/>
        <w:t>— </w:t>
      </w:r>
      <w:r w:rsidR="00AB2DE8">
        <w:t>Quatre</w:t>
      </w:r>
      <w:r>
        <w:t xml:space="preserve">, </w:t>
      </w:r>
      <w:r w:rsidR="00AB2DE8">
        <w:t>cinq rangées de casiers</w:t>
      </w:r>
      <w:r>
        <w:t xml:space="preserve"> ! </w:t>
      </w:r>
      <w:r w:rsidR="00AB2DE8">
        <w:t>Six casiers à la rangée</w:t>
      </w:r>
      <w:r>
        <w:t xml:space="preserve"> ! </w:t>
      </w:r>
      <w:r w:rsidR="00AB2DE8">
        <w:t>Et combien de bouteilles dans chacun d</w:t>
      </w:r>
      <w:r>
        <w:t>’</w:t>
      </w:r>
      <w:r w:rsidR="00AB2DE8">
        <w:t>eux</w:t>
      </w:r>
      <w:r>
        <w:t xml:space="preserve"> ? </w:t>
      </w:r>
      <w:r w:rsidR="00AB2DE8">
        <w:t>Huit</w:t>
      </w:r>
      <w:r>
        <w:t xml:space="preserve">, </w:t>
      </w:r>
      <w:r w:rsidR="00AB2DE8">
        <w:t>seize</w:t>
      </w:r>
      <w:r>
        <w:t xml:space="preserve">, </w:t>
      </w:r>
      <w:r w:rsidR="00AB2DE8">
        <w:t>vingt-quatre</w:t>
      </w:r>
      <w:r>
        <w:t xml:space="preserve">, </w:t>
      </w:r>
      <w:r w:rsidR="00AB2DE8">
        <w:t>trente-deux bouteilles</w:t>
      </w:r>
      <w:r>
        <w:t xml:space="preserve"> ! </w:t>
      </w:r>
      <w:r w:rsidR="00AB2DE8">
        <w:t>Dieu est bon</w:t>
      </w:r>
      <w:r>
        <w:t xml:space="preserve">. </w:t>
      </w:r>
      <w:r w:rsidR="00AB2DE8">
        <w:t>Louange à lui</w:t>
      </w:r>
      <w:r>
        <w:t xml:space="preserve">, </w:t>
      </w:r>
      <w:r w:rsidR="00AB2DE8">
        <w:t>à lui seul</w:t>
      </w:r>
      <w:r>
        <w:t> !</w:t>
      </w:r>
    </w:p>
    <w:p w14:paraId="0925AAF8" w14:textId="77777777" w:rsidR="00C90F8D" w:rsidRDefault="00AB2DE8">
      <w:r>
        <w:t>Je crois que je n</w:t>
      </w:r>
      <w:r w:rsidR="00C90F8D">
        <w:t>’</w:t>
      </w:r>
      <w:r>
        <w:t>assisterai plus de longtemps à un inventaire opéré dans de telles conditions de précision et de rapidité</w:t>
      </w:r>
      <w:r w:rsidR="00C90F8D">
        <w:t xml:space="preserve">. </w:t>
      </w:r>
      <w:r>
        <w:t>J</w:t>
      </w:r>
      <w:r w:rsidR="00C90F8D">
        <w:t>’</w:t>
      </w:r>
      <w:r>
        <w:t>étais tout ensemble amusé de la joie enfantine du vieillard</w:t>
      </w:r>
      <w:r w:rsidR="00C90F8D">
        <w:t xml:space="preserve">, </w:t>
      </w:r>
      <w:r>
        <w:t>flatté des louanges dont il ne cessait de m</w:t>
      </w:r>
      <w:r w:rsidR="00C90F8D">
        <w:t>’</w:t>
      </w:r>
      <w:r>
        <w:t>accabler</w:t>
      </w:r>
      <w:r w:rsidR="00C90F8D">
        <w:t xml:space="preserve">, </w:t>
      </w:r>
      <w:r>
        <w:t>et</w:t>
      </w:r>
      <w:r w:rsidR="00C90F8D">
        <w:t xml:space="preserve">, </w:t>
      </w:r>
      <w:r>
        <w:t>pour être franc</w:t>
      </w:r>
      <w:r w:rsidR="00C90F8D">
        <w:t xml:space="preserve">, </w:t>
      </w:r>
      <w:r>
        <w:t>en proie aussi à une vague inquiétude</w:t>
      </w:r>
      <w:r w:rsidR="00C90F8D">
        <w:t>.</w:t>
      </w:r>
    </w:p>
    <w:p w14:paraId="39195392" w14:textId="77777777" w:rsidR="00C90F8D" w:rsidRDefault="00C90F8D">
      <w:r>
        <w:rPr>
          <w:rFonts w:eastAsia="Georgia"/>
        </w:rPr>
        <w:t>— </w:t>
      </w:r>
      <w:r w:rsidR="00AB2DE8">
        <w:t>Et des liqueurs</w:t>
      </w:r>
      <w:r>
        <w:t xml:space="preserve">, </w:t>
      </w:r>
      <w:r w:rsidR="00AB2DE8">
        <w:t>à présent</w:t>
      </w:r>
      <w:r>
        <w:t xml:space="preserve">, </w:t>
      </w:r>
      <w:r w:rsidR="00AB2DE8">
        <w:t>voilà des liqueurs</w:t>
      </w:r>
      <w:r>
        <w:t xml:space="preserve">. </w:t>
      </w:r>
      <w:r w:rsidR="00AB2DE8">
        <w:t>Mais c</w:t>
      </w:r>
      <w:r>
        <w:t>’</w:t>
      </w:r>
      <w:r w:rsidR="00AB2DE8">
        <w:t>en est une bénédiction</w:t>
      </w:r>
      <w:r>
        <w:t xml:space="preserve"> ! </w:t>
      </w:r>
      <w:r w:rsidR="00AB2DE8">
        <w:t>Peste</w:t>
      </w:r>
      <w:r>
        <w:t xml:space="preserve">, </w:t>
      </w:r>
      <w:r w:rsidR="00AB2DE8">
        <w:t>mon enfant</w:t>
      </w:r>
      <w:r>
        <w:t xml:space="preserve">, </w:t>
      </w:r>
      <w:r w:rsidR="00AB2DE8">
        <w:t>on ne s</w:t>
      </w:r>
      <w:r>
        <w:t>’</w:t>
      </w:r>
      <w:r w:rsidR="00AB2DE8">
        <w:t>ennuie pas chez vous</w:t>
      </w:r>
      <w:r>
        <w:t xml:space="preserve">. </w:t>
      </w:r>
      <w:r w:rsidR="00AB2DE8">
        <w:t>Et là</w:t>
      </w:r>
      <w:r>
        <w:t xml:space="preserve">, </w:t>
      </w:r>
      <w:r w:rsidR="00AB2DE8">
        <w:t>dans le coin</w:t>
      </w:r>
      <w:r>
        <w:t xml:space="preserve">, </w:t>
      </w:r>
      <w:r w:rsidR="00AB2DE8">
        <w:t>qu</w:t>
      </w:r>
      <w:r>
        <w:t>’</w:t>
      </w:r>
      <w:r w:rsidR="00AB2DE8">
        <w:t>est-ce que j</w:t>
      </w:r>
      <w:r>
        <w:t>’</w:t>
      </w:r>
      <w:r w:rsidR="00AB2DE8">
        <w:t>aperçois</w:t>
      </w:r>
      <w:r>
        <w:t xml:space="preserve"> ? </w:t>
      </w:r>
      <w:r w:rsidR="00AB2DE8">
        <w:t>Par les saints apôtres Cyrille et Méthode</w:t>
      </w:r>
      <w:r>
        <w:t xml:space="preserve">, </w:t>
      </w:r>
      <w:r w:rsidR="00AB2DE8">
        <w:t>de jolis</w:t>
      </w:r>
      <w:r>
        <w:t xml:space="preserve">, </w:t>
      </w:r>
      <w:r w:rsidR="00AB2DE8">
        <w:t>de mignons</w:t>
      </w:r>
      <w:r>
        <w:t xml:space="preserve">, </w:t>
      </w:r>
      <w:r w:rsidR="00AB2DE8">
        <w:t>d</w:t>
      </w:r>
      <w:r>
        <w:t>’</w:t>
      </w:r>
      <w:r w:rsidR="00AB2DE8">
        <w:t>adorables flacons de vin du Rhin</w:t>
      </w:r>
      <w:r>
        <w:t xml:space="preserve"> ! </w:t>
      </w:r>
      <w:r w:rsidR="00AB2DE8">
        <w:t>Et ici</w:t>
      </w:r>
      <w:r>
        <w:t xml:space="preserve">, </w:t>
      </w:r>
      <w:r w:rsidR="00AB2DE8">
        <w:t>je reconnais la délicate silhouette des bordeaux</w:t>
      </w:r>
      <w:r>
        <w:t xml:space="preserve">, </w:t>
      </w:r>
      <w:r w:rsidR="00AB2DE8">
        <w:t>et celle</w:t>
      </w:r>
      <w:r>
        <w:t xml:space="preserve">, </w:t>
      </w:r>
      <w:r w:rsidR="00AB2DE8">
        <w:t>plus majestueuse</w:t>
      </w:r>
      <w:r>
        <w:t xml:space="preserve">, </w:t>
      </w:r>
      <w:r w:rsidR="00AB2DE8">
        <w:t>des bourgognes</w:t>
      </w:r>
      <w:r>
        <w:t xml:space="preserve">. </w:t>
      </w:r>
      <w:r w:rsidR="00AB2DE8">
        <w:t>Mais c</w:t>
      </w:r>
      <w:r>
        <w:t>’</w:t>
      </w:r>
      <w:r w:rsidR="00AB2DE8">
        <w:t>est un trésor</w:t>
      </w:r>
      <w:r>
        <w:t xml:space="preserve">, </w:t>
      </w:r>
      <w:r w:rsidR="00AB2DE8">
        <w:t>mon ami</w:t>
      </w:r>
      <w:r>
        <w:t xml:space="preserve">, </w:t>
      </w:r>
      <w:r w:rsidR="00AB2DE8">
        <w:t>que vous possédez</w:t>
      </w:r>
      <w:r>
        <w:t xml:space="preserve"> ! </w:t>
      </w:r>
      <w:r w:rsidR="00AB2DE8">
        <w:t>Il s</w:t>
      </w:r>
      <w:r>
        <w:t>’</w:t>
      </w:r>
      <w:r w:rsidR="00AB2DE8">
        <w:t>agit de veiller sur lui</w:t>
      </w:r>
      <w:r>
        <w:t xml:space="preserve">. </w:t>
      </w:r>
      <w:r w:rsidR="00AB2DE8">
        <w:t>Vous allez me faire la promesse de ne jamais laisser pénétrer ici qui que ce soit</w:t>
      </w:r>
      <w:r>
        <w:t>.</w:t>
      </w:r>
    </w:p>
    <w:p w14:paraId="106F1EFC" w14:textId="77777777" w:rsidR="00C90F8D" w:rsidRDefault="00C90F8D">
      <w:r>
        <w:rPr>
          <w:rFonts w:eastAsia="Georgia"/>
        </w:rPr>
        <w:t>— </w:t>
      </w:r>
      <w:r w:rsidR="00AB2DE8">
        <w:t>Soyez tranquille à cet égard</w:t>
      </w:r>
      <w:r>
        <w:t xml:space="preserve">, </w:t>
      </w:r>
      <w:r w:rsidR="00AB2DE8">
        <w:t>fis-je</w:t>
      </w:r>
      <w:r>
        <w:t xml:space="preserve">. </w:t>
      </w:r>
      <w:r w:rsidR="00AB2DE8">
        <w:t>C</w:t>
      </w:r>
      <w:r>
        <w:t>’</w:t>
      </w:r>
      <w:r w:rsidR="00AB2DE8">
        <w:t>est moi qui ai la clef de ce caveau</w:t>
      </w:r>
      <w:r>
        <w:t xml:space="preserve">. </w:t>
      </w:r>
      <w:r w:rsidR="00AB2DE8">
        <w:t>Et personne n</w:t>
      </w:r>
      <w:r>
        <w:t>’</w:t>
      </w:r>
      <w:r w:rsidR="00AB2DE8">
        <w:t>y est jamais entré</w:t>
      </w:r>
      <w:r>
        <w:t xml:space="preserve">, </w:t>
      </w:r>
      <w:r w:rsidR="00AB2DE8">
        <w:t>n</w:t>
      </w:r>
      <w:r>
        <w:t>’</w:t>
      </w:r>
      <w:r w:rsidR="00AB2DE8">
        <w:t>y entrera qu</w:t>
      </w:r>
      <w:r>
        <w:t>’</w:t>
      </w:r>
      <w:r w:rsidR="00AB2DE8">
        <w:t>avec mon assentiment</w:t>
      </w:r>
      <w:r>
        <w:t>.</w:t>
      </w:r>
    </w:p>
    <w:p w14:paraId="4EBBE678" w14:textId="77777777" w:rsidR="00C90F8D" w:rsidRDefault="00AB2DE8">
      <w:r>
        <w:t>Il ne m</w:t>
      </w:r>
      <w:r w:rsidR="00C90F8D">
        <w:t>’</w:t>
      </w:r>
      <w:r>
        <w:t>écoutait pas</w:t>
      </w:r>
      <w:r w:rsidR="00C90F8D">
        <w:t xml:space="preserve">. </w:t>
      </w:r>
      <w:r>
        <w:t>M</w:t>
      </w:r>
      <w:r w:rsidR="00C90F8D">
        <w:t>’</w:t>
      </w:r>
      <w:r>
        <w:t>ayant rendu ma lanterne</w:t>
      </w:r>
      <w:r w:rsidR="00C90F8D">
        <w:t xml:space="preserve">, </w:t>
      </w:r>
      <w:r>
        <w:t>il avait cessé de s</w:t>
      </w:r>
      <w:r w:rsidR="00C90F8D">
        <w:t>’</w:t>
      </w:r>
      <w:r>
        <w:t>abîmer dans une vaine contemplation</w:t>
      </w:r>
      <w:r w:rsidR="00C90F8D">
        <w:t xml:space="preserve">. </w:t>
      </w:r>
      <w:r>
        <w:t>L</w:t>
      </w:r>
      <w:r w:rsidR="00C90F8D">
        <w:t>’</w:t>
      </w:r>
      <w:r>
        <w:t>action</w:t>
      </w:r>
      <w:r w:rsidR="00C90F8D">
        <w:t xml:space="preserve">, </w:t>
      </w:r>
      <w:r>
        <w:t>chez lui</w:t>
      </w:r>
      <w:r w:rsidR="00C90F8D">
        <w:t xml:space="preserve">, </w:t>
      </w:r>
      <w:r>
        <w:t>était nettement en train de devenir la sœur du rêve</w:t>
      </w:r>
      <w:r w:rsidR="00C90F8D">
        <w:t xml:space="preserve">, </w:t>
      </w:r>
      <w:r>
        <w:t>et même sa sœur aînée</w:t>
      </w:r>
      <w:r w:rsidR="00C90F8D">
        <w:t xml:space="preserve">. </w:t>
      </w:r>
      <w:r>
        <w:t>J</w:t>
      </w:r>
      <w:r w:rsidR="00C90F8D">
        <w:t>’</w:t>
      </w:r>
      <w:r>
        <w:t>entendais dans les casiers le grincement des bouteilles remuées</w:t>
      </w:r>
      <w:r w:rsidR="00C90F8D">
        <w:t xml:space="preserve">, </w:t>
      </w:r>
      <w:r>
        <w:t>et aussi un tintement bizarre</w:t>
      </w:r>
      <w:r w:rsidR="00C90F8D">
        <w:t xml:space="preserve">, </w:t>
      </w:r>
      <w:r>
        <w:t>un bruit de verre heurté par du fer</w:t>
      </w:r>
      <w:r w:rsidR="00C90F8D">
        <w:t xml:space="preserve">, </w:t>
      </w:r>
      <w:r>
        <w:t xml:space="preserve">le fer du crochet qui tenait lieu de main droite au général </w:t>
      </w:r>
      <w:proofErr w:type="spellStart"/>
      <w:r>
        <w:t>Irénéïef</w:t>
      </w:r>
      <w:proofErr w:type="spellEnd"/>
      <w:r w:rsidR="00C90F8D">
        <w:t>.</w:t>
      </w:r>
    </w:p>
    <w:p w14:paraId="2DB1A615" w14:textId="77777777" w:rsidR="00C90F8D" w:rsidRDefault="00C90F8D">
      <w:r>
        <w:rPr>
          <w:rFonts w:eastAsia="Georgia"/>
        </w:rPr>
        <w:lastRenderedPageBreak/>
        <w:t>— </w:t>
      </w:r>
      <w:r w:rsidR="00AB2DE8">
        <w:t>Deux</w:t>
      </w:r>
      <w:r>
        <w:t xml:space="preserve">, </w:t>
      </w:r>
      <w:r w:rsidR="00AB2DE8">
        <w:t>trois bouteilles de champagne</w:t>
      </w:r>
      <w:r>
        <w:t xml:space="preserve"> ! </w:t>
      </w:r>
      <w:r w:rsidR="00AB2DE8">
        <w:t>Mettons-en quatre</w:t>
      </w:r>
      <w:r>
        <w:t xml:space="preserve">, </w:t>
      </w:r>
      <w:r w:rsidR="00AB2DE8">
        <w:t>pas une de plus</w:t>
      </w:r>
      <w:r>
        <w:t xml:space="preserve">. </w:t>
      </w:r>
      <w:r w:rsidR="00AB2DE8">
        <w:t>Mon cher Forestier</w:t>
      </w:r>
      <w:r>
        <w:t xml:space="preserve">, </w:t>
      </w:r>
      <w:r w:rsidR="00AB2DE8">
        <w:t>il faut me comprendre</w:t>
      </w:r>
      <w:r>
        <w:t xml:space="preserve">. </w:t>
      </w:r>
      <w:r w:rsidR="00AB2DE8">
        <w:t>Appelés à vivre sous le même toit</w:t>
      </w:r>
      <w:r>
        <w:t xml:space="preserve">, </w:t>
      </w:r>
      <w:r w:rsidR="00AB2DE8">
        <w:t>nous avons intérêt à nous connaître</w:t>
      </w:r>
      <w:r>
        <w:t xml:space="preserve">, </w:t>
      </w:r>
      <w:r w:rsidR="00AB2DE8">
        <w:t>à nous apprécier dans le plus bref délai possible</w:t>
      </w:r>
      <w:r>
        <w:t xml:space="preserve">. </w:t>
      </w:r>
      <w:r w:rsidR="00AB2DE8">
        <w:t>Or</w:t>
      </w:r>
      <w:r>
        <w:t xml:space="preserve">, </w:t>
      </w:r>
      <w:r w:rsidR="00AB2DE8">
        <w:t>rien comme un vin</w:t>
      </w:r>
      <w:r>
        <w:t xml:space="preserve">, </w:t>
      </w:r>
      <w:r w:rsidR="00AB2DE8">
        <w:t>des vins généreux</w:t>
      </w:r>
      <w:r>
        <w:t xml:space="preserve">, </w:t>
      </w:r>
      <w:r w:rsidR="00AB2DE8">
        <w:t>mon ami</w:t>
      </w:r>
      <w:r>
        <w:t xml:space="preserve">, </w:t>
      </w:r>
      <w:r w:rsidR="00AB2DE8">
        <w:t>pour aider l</w:t>
      </w:r>
      <w:r>
        <w:t>’</w:t>
      </w:r>
      <w:r w:rsidR="00AB2DE8">
        <w:t>amitié à brûler les étapes</w:t>
      </w:r>
      <w:r>
        <w:t xml:space="preserve">. </w:t>
      </w:r>
      <w:r w:rsidR="00AB2DE8">
        <w:t>Dès le premier soir</w:t>
      </w:r>
      <w:r>
        <w:t xml:space="preserve">, </w:t>
      </w:r>
      <w:r w:rsidR="00AB2DE8">
        <w:t>je veux être à même d</w:t>
      </w:r>
      <w:r>
        <w:t>’</w:t>
      </w:r>
      <w:r w:rsidR="00AB2DE8">
        <w:t>estimer vos vertus</w:t>
      </w:r>
      <w:r>
        <w:t xml:space="preserve">, </w:t>
      </w:r>
      <w:r w:rsidR="00AB2DE8">
        <w:t>comme je veux que vous soyez fixé sur celles d</w:t>
      </w:r>
      <w:r>
        <w:t>’</w:t>
      </w:r>
      <w:proofErr w:type="spellStart"/>
      <w:r w:rsidR="00AB2DE8">
        <w:t>Ephrem</w:t>
      </w:r>
      <w:proofErr w:type="spellEnd"/>
      <w:r w:rsidR="00AB2DE8">
        <w:t xml:space="preserve"> </w:t>
      </w:r>
      <w:proofErr w:type="spellStart"/>
      <w:r w:rsidR="00AB2DE8">
        <w:t>Fedorovitch</w:t>
      </w:r>
      <w:proofErr w:type="spellEnd"/>
      <w:r w:rsidR="00AB2DE8">
        <w:t xml:space="preserve"> </w:t>
      </w:r>
      <w:proofErr w:type="spellStart"/>
      <w:r w:rsidR="00AB2DE8">
        <w:t>Irénéïef</w:t>
      </w:r>
      <w:proofErr w:type="spellEnd"/>
      <w:r>
        <w:t xml:space="preserve">, </w:t>
      </w:r>
      <w:r w:rsidR="00AB2DE8">
        <w:t>ataman de Podolie</w:t>
      </w:r>
      <w:r>
        <w:t xml:space="preserve">, </w:t>
      </w:r>
      <w:r w:rsidR="00AB2DE8">
        <w:t>commandeur de l</w:t>
      </w:r>
      <w:r>
        <w:t>’</w:t>
      </w:r>
      <w:r w:rsidR="00AB2DE8">
        <w:t>ordre de Sainte-Olga</w:t>
      </w:r>
      <w:r>
        <w:t xml:space="preserve">, </w:t>
      </w:r>
      <w:r w:rsidR="00AB2DE8">
        <w:t>chevalier sans peur et sans reproche</w:t>
      </w:r>
      <w:r>
        <w:t xml:space="preserve">. </w:t>
      </w:r>
      <w:r w:rsidR="00AB2DE8">
        <w:t>Remettez-vous-en à moi</w:t>
      </w:r>
      <w:r>
        <w:t xml:space="preserve">. </w:t>
      </w:r>
      <w:r w:rsidR="00AB2DE8">
        <w:t>Mais qu</w:t>
      </w:r>
      <w:r>
        <w:t>’</w:t>
      </w:r>
      <w:r w:rsidR="00AB2DE8">
        <w:t>est-ce encore</w:t>
      </w:r>
      <w:r>
        <w:t xml:space="preserve"> ? </w:t>
      </w:r>
      <w:r w:rsidR="00AB2DE8">
        <w:t>Du madère</w:t>
      </w:r>
      <w:r>
        <w:t xml:space="preserve">, </w:t>
      </w:r>
      <w:r w:rsidR="00AB2DE8">
        <w:t>dirait-on</w:t>
      </w:r>
      <w:r>
        <w:t xml:space="preserve">. </w:t>
      </w:r>
      <w:r w:rsidR="00AB2DE8">
        <w:t>Parfaitement</w:t>
      </w:r>
      <w:r>
        <w:t xml:space="preserve">, </w:t>
      </w:r>
      <w:r w:rsidR="00AB2DE8">
        <w:t>du madère</w:t>
      </w:r>
      <w:r>
        <w:t xml:space="preserve">. </w:t>
      </w:r>
      <w:r w:rsidR="00AB2DE8">
        <w:t xml:space="preserve">Mânes de </w:t>
      </w:r>
      <w:proofErr w:type="spellStart"/>
      <w:r w:rsidR="00AB2DE8">
        <w:t>Paskiewicz</w:t>
      </w:r>
      <w:proofErr w:type="spellEnd"/>
      <w:r w:rsidR="00AB2DE8">
        <w:t xml:space="preserve"> et de </w:t>
      </w:r>
      <w:proofErr w:type="spellStart"/>
      <w:r w:rsidR="00AB2DE8">
        <w:t>Baratinski</w:t>
      </w:r>
      <w:proofErr w:type="spellEnd"/>
      <w:r>
        <w:t xml:space="preserve">, </w:t>
      </w:r>
      <w:r w:rsidR="00AB2DE8">
        <w:t>en avant pour le madère</w:t>
      </w:r>
      <w:r>
        <w:t xml:space="preserve">. </w:t>
      </w:r>
      <w:r w:rsidR="00AB2DE8">
        <w:t>Voilà qui peut aller</w:t>
      </w:r>
      <w:r>
        <w:t xml:space="preserve">. </w:t>
      </w:r>
      <w:r w:rsidR="00AB2DE8">
        <w:t>Et Dieu te garde</w:t>
      </w:r>
      <w:r>
        <w:t xml:space="preserve">, </w:t>
      </w:r>
      <w:r w:rsidR="00AB2DE8">
        <w:t>ami de mon cœur</w:t>
      </w:r>
      <w:r>
        <w:t xml:space="preserve">, </w:t>
      </w:r>
      <w:r w:rsidR="00AB2DE8">
        <w:t>d</w:t>
      </w:r>
      <w:r>
        <w:t>’</w:t>
      </w:r>
      <w:r w:rsidR="00AB2DE8">
        <w:t>oublier de fermer la porte</w:t>
      </w:r>
      <w:r>
        <w:t>.</w:t>
      </w:r>
    </w:p>
    <w:p w14:paraId="3147CC79" w14:textId="77777777" w:rsidR="00C90F8D" w:rsidRDefault="00AB2DE8">
      <w:r>
        <w:t>Ce n</w:t>
      </w:r>
      <w:r w:rsidR="00C90F8D">
        <w:t>’</w:t>
      </w:r>
      <w:r>
        <w:t>était pas mon intention</w:t>
      </w:r>
      <w:r w:rsidR="00C90F8D">
        <w:t xml:space="preserve">, </w:t>
      </w:r>
      <w:r>
        <w:t>en effet</w:t>
      </w:r>
      <w:r w:rsidR="00C90F8D">
        <w:t xml:space="preserve">, </w:t>
      </w:r>
      <w:r>
        <w:t>non plus que de confier à cet enthousiaste gentilhomme le secret de l</w:t>
      </w:r>
      <w:r w:rsidR="00C90F8D">
        <w:t>’</w:t>
      </w:r>
      <w:r>
        <w:t>endroit où j</w:t>
      </w:r>
      <w:r w:rsidR="00C90F8D">
        <w:t>’</w:t>
      </w:r>
      <w:r>
        <w:t>avais coutume de cacher la clef du caveau</w:t>
      </w:r>
      <w:r w:rsidR="00C90F8D">
        <w:t>.</w:t>
      </w:r>
    </w:p>
    <w:p w14:paraId="767E7535" w14:textId="77777777" w:rsidR="00C90F8D" w:rsidRDefault="00C90F8D">
      <w:r>
        <w:rPr>
          <w:rFonts w:eastAsia="Georgia"/>
        </w:rPr>
        <w:t>— </w:t>
      </w:r>
      <w:r w:rsidR="00AB2DE8">
        <w:t>Par file à droite</w:t>
      </w:r>
      <w:r>
        <w:t xml:space="preserve">, </w:t>
      </w:r>
      <w:r w:rsidR="00AB2DE8">
        <w:t>marche</w:t>
      </w:r>
      <w:r>
        <w:t> !</w:t>
      </w:r>
    </w:p>
    <w:p w14:paraId="3E6441AA" w14:textId="77777777" w:rsidR="00C90F8D" w:rsidRDefault="00C90F8D">
      <w:r>
        <w:rPr>
          <w:rFonts w:eastAsia="Georgia"/>
        </w:rPr>
        <w:t>— </w:t>
      </w:r>
      <w:r w:rsidR="00AB2DE8">
        <w:t>Voulez-vous que je vous aide</w:t>
      </w:r>
      <w:r>
        <w:t xml:space="preserve">, </w:t>
      </w:r>
      <w:r w:rsidR="00AB2DE8">
        <w:t>mon général</w:t>
      </w:r>
      <w:r>
        <w:t> ?</w:t>
      </w:r>
    </w:p>
    <w:p w14:paraId="28386DB4" w14:textId="77777777" w:rsidR="00C90F8D" w:rsidRDefault="00AB2DE8">
      <w:r>
        <w:t>Il ne daigna pas répondre</w:t>
      </w:r>
      <w:r w:rsidR="00C90F8D">
        <w:t xml:space="preserve">. </w:t>
      </w:r>
      <w:r>
        <w:t>Jamais manchot</w:t>
      </w:r>
      <w:r w:rsidR="00C90F8D">
        <w:t xml:space="preserve">, </w:t>
      </w:r>
      <w:r>
        <w:t>sans doute</w:t>
      </w:r>
      <w:r w:rsidR="00C90F8D">
        <w:t xml:space="preserve">, </w:t>
      </w:r>
      <w:r>
        <w:t>ne fut doué d</w:t>
      </w:r>
      <w:r w:rsidR="00C90F8D">
        <w:t>’</w:t>
      </w:r>
      <w:r>
        <w:t>une telle dextérité pour déménager un nombre aussi respectable de bouteilles</w:t>
      </w:r>
      <w:r w:rsidR="00C90F8D">
        <w:t xml:space="preserve">. </w:t>
      </w:r>
      <w:r>
        <w:t xml:space="preserve">Le général </w:t>
      </w:r>
      <w:proofErr w:type="spellStart"/>
      <w:r>
        <w:t>Irénéïef</w:t>
      </w:r>
      <w:proofErr w:type="spellEnd"/>
      <w:r>
        <w:t xml:space="preserve"> trouvait le moyen d</w:t>
      </w:r>
      <w:r w:rsidR="00C90F8D">
        <w:t>’</w:t>
      </w:r>
      <w:r>
        <w:t>en faire tenir six sous son bras intact</w:t>
      </w:r>
      <w:r w:rsidR="00C90F8D">
        <w:t xml:space="preserve">, </w:t>
      </w:r>
      <w:r>
        <w:t>et trois sous son bras mutilé</w:t>
      </w:r>
      <w:r w:rsidR="00C90F8D">
        <w:t>.</w:t>
      </w:r>
    </w:p>
    <w:p w14:paraId="6FEB3905" w14:textId="77777777" w:rsidR="00C90F8D" w:rsidRDefault="00AB2DE8">
      <w:r>
        <w:t>À présent</w:t>
      </w:r>
      <w:r w:rsidR="00C90F8D">
        <w:t xml:space="preserve">, </w:t>
      </w:r>
      <w:r>
        <w:t>il les considérait avec amour</w:t>
      </w:r>
      <w:r w:rsidR="00C90F8D">
        <w:t xml:space="preserve">, </w:t>
      </w:r>
      <w:r>
        <w:t>disposées en quinconce</w:t>
      </w:r>
      <w:r w:rsidR="00C90F8D">
        <w:t xml:space="preserve">, </w:t>
      </w:r>
      <w:r>
        <w:t>sur la grande table de la salle à manger</w:t>
      </w:r>
      <w:r w:rsidR="00C90F8D">
        <w:t>.</w:t>
      </w:r>
    </w:p>
    <w:p w14:paraId="069F319B" w14:textId="77777777" w:rsidR="00C90F8D" w:rsidRDefault="00C90F8D">
      <w:r>
        <w:rPr>
          <w:rFonts w:eastAsia="Georgia"/>
        </w:rPr>
        <w:t>— </w:t>
      </w:r>
      <w:r w:rsidR="00AB2DE8">
        <w:t>Comme Armide va être contente</w:t>
      </w:r>
      <w:r>
        <w:t xml:space="preserve"> ! </w:t>
      </w:r>
      <w:r w:rsidR="00AB2DE8">
        <w:t>Elle n</w:t>
      </w:r>
      <w:r>
        <w:t>’</w:t>
      </w:r>
      <w:r w:rsidR="00AB2DE8">
        <w:t>a d</w:t>
      </w:r>
      <w:r>
        <w:t>’</w:t>
      </w:r>
      <w:r w:rsidR="00AB2DE8">
        <w:t>autre joie dans la vie que ce qui peut arriver d</w:t>
      </w:r>
      <w:r>
        <w:t>’</w:t>
      </w:r>
      <w:r w:rsidR="00AB2DE8">
        <w:t>heureux à son papa bien-aimé</w:t>
      </w:r>
      <w:r>
        <w:t>.</w:t>
      </w:r>
    </w:p>
    <w:p w14:paraId="1548A5ED" w14:textId="77777777" w:rsidR="00C90F8D" w:rsidRDefault="00AB2DE8">
      <w:r>
        <w:lastRenderedPageBreak/>
        <w:t>Ce qu</w:t>
      </w:r>
      <w:r w:rsidR="00C90F8D">
        <w:t>’</w:t>
      </w:r>
      <w:r>
        <w:t>il y avait de plus curieux</w:t>
      </w:r>
      <w:r w:rsidR="00C90F8D">
        <w:t xml:space="preserve">, </w:t>
      </w:r>
      <w:r>
        <w:t>en l</w:t>
      </w:r>
      <w:r w:rsidR="00C90F8D">
        <w:t>’</w:t>
      </w:r>
      <w:r>
        <w:t>espèce</w:t>
      </w:r>
      <w:r w:rsidR="00C90F8D">
        <w:t xml:space="preserve">, </w:t>
      </w:r>
      <w:r>
        <w:t>c</w:t>
      </w:r>
      <w:r w:rsidR="00C90F8D">
        <w:t>’</w:t>
      </w:r>
      <w:r>
        <w:t>était que sur ce point</w:t>
      </w:r>
      <w:r w:rsidR="00C90F8D">
        <w:t xml:space="preserve">, </w:t>
      </w:r>
      <w:r>
        <w:t>tout au moins</w:t>
      </w:r>
      <w:r w:rsidR="00C90F8D">
        <w:t xml:space="preserve">, </w:t>
      </w:r>
      <w:proofErr w:type="spellStart"/>
      <w:r>
        <w:t>Ephrem</w:t>
      </w:r>
      <w:proofErr w:type="spellEnd"/>
      <w:r>
        <w:t xml:space="preserve"> </w:t>
      </w:r>
      <w:proofErr w:type="spellStart"/>
      <w:r>
        <w:t>Fedorovitch</w:t>
      </w:r>
      <w:proofErr w:type="spellEnd"/>
      <w:r>
        <w:t xml:space="preserve"> ne mentait pas</w:t>
      </w:r>
      <w:r w:rsidR="00C90F8D">
        <w:t>.</w:t>
      </w:r>
    </w:p>
    <w:p w14:paraId="42788CD7" w14:textId="243EB8EA" w:rsidR="00AB2DE8" w:rsidRDefault="00AB2DE8"/>
    <w:p w14:paraId="1A8B1476" w14:textId="77777777" w:rsidR="00C90F8D" w:rsidRDefault="00AB2DE8">
      <w:r>
        <w:t>Jusqu</w:t>
      </w:r>
      <w:r w:rsidR="00C90F8D">
        <w:t>’</w:t>
      </w:r>
      <w:r>
        <w:t>à ce jour</w:t>
      </w:r>
      <w:r w:rsidR="00C90F8D">
        <w:t xml:space="preserve">, </w:t>
      </w:r>
      <w:r>
        <w:t>chaque fois que j</w:t>
      </w:r>
      <w:r w:rsidR="00C90F8D">
        <w:t>’</w:t>
      </w:r>
      <w:r>
        <w:t>avais eu des invités</w:t>
      </w:r>
      <w:r w:rsidR="00C90F8D">
        <w:t xml:space="preserve">, </w:t>
      </w:r>
      <w:r>
        <w:t>j</w:t>
      </w:r>
      <w:r w:rsidR="00C90F8D">
        <w:t>’</w:t>
      </w:r>
      <w:r>
        <w:t>avais à peu près réussi à ne pas goûter au champagne que j</w:t>
      </w:r>
      <w:r w:rsidR="00C90F8D">
        <w:t>’</w:t>
      </w:r>
      <w:r>
        <w:t>étais tenu de leur offrir</w:t>
      </w:r>
      <w:r w:rsidR="00C90F8D">
        <w:t xml:space="preserve">. </w:t>
      </w:r>
      <w:r>
        <w:t>Je me bornais à tremper courtoisement les lèvres dans mon verre</w:t>
      </w:r>
      <w:r w:rsidR="00C90F8D">
        <w:t xml:space="preserve">. </w:t>
      </w:r>
      <w:r>
        <w:t xml:space="preserve">Avec le prince </w:t>
      </w:r>
      <w:proofErr w:type="spellStart"/>
      <w:r>
        <w:t>Irénéïef</w:t>
      </w:r>
      <w:proofErr w:type="spellEnd"/>
      <w:r w:rsidR="00C90F8D">
        <w:t xml:space="preserve">, </w:t>
      </w:r>
      <w:r>
        <w:t>impossible de tricher de la sorte</w:t>
      </w:r>
      <w:r w:rsidR="00C90F8D">
        <w:t xml:space="preserve">. </w:t>
      </w:r>
      <w:r>
        <w:t>Il poussa des cris d</w:t>
      </w:r>
      <w:r w:rsidR="00C90F8D">
        <w:t>’</w:t>
      </w:r>
      <w:r>
        <w:t>orfraie quand il s</w:t>
      </w:r>
      <w:r w:rsidR="00C90F8D">
        <w:t>’</w:t>
      </w:r>
      <w:r>
        <w:t>aperçut que je tentais de me dérober à mon devoir</w:t>
      </w:r>
      <w:r w:rsidR="00C90F8D">
        <w:t>.</w:t>
      </w:r>
    </w:p>
    <w:p w14:paraId="683BF46C" w14:textId="77777777" w:rsidR="00C90F8D" w:rsidRDefault="00C90F8D">
      <w:r>
        <w:rPr>
          <w:rFonts w:eastAsia="Georgia"/>
        </w:rPr>
        <w:t>— </w:t>
      </w:r>
      <w:r w:rsidR="00AB2DE8">
        <w:t>Qu</w:t>
      </w:r>
      <w:r>
        <w:t>’</w:t>
      </w:r>
      <w:r w:rsidR="00AB2DE8">
        <w:t>un tel fait vienne à se reproduire</w:t>
      </w:r>
      <w:r>
        <w:t xml:space="preserve">, </w:t>
      </w:r>
      <w:r w:rsidR="00AB2DE8">
        <w:t>affirma-t-il avec dignité</w:t>
      </w:r>
      <w:r>
        <w:t xml:space="preserve">, </w:t>
      </w:r>
      <w:r w:rsidR="00AB2DE8">
        <w:t>et je fais atteler immédiatement mon automobile</w:t>
      </w:r>
      <w:r>
        <w:t xml:space="preserve">. </w:t>
      </w:r>
      <w:r w:rsidR="00AB2DE8">
        <w:t>Nous ne resterons pas une minute de plus sous votre toit</w:t>
      </w:r>
      <w:r>
        <w:t>.</w:t>
      </w:r>
    </w:p>
    <w:p w14:paraId="6FB1A3D0" w14:textId="77777777" w:rsidR="00C90F8D" w:rsidRDefault="00AB2DE8">
      <w:r>
        <w:t>Les deux tringlots tchécoslovaques ayant regagné Novo-Petrovsk</w:t>
      </w:r>
      <w:r w:rsidR="00C90F8D">
        <w:t xml:space="preserve">, </w:t>
      </w:r>
      <w:r>
        <w:t>je ne craignais pas de voir le général mettre sa menace à exécution</w:t>
      </w:r>
      <w:r w:rsidR="00C90F8D">
        <w:t xml:space="preserve">. </w:t>
      </w:r>
      <w:r>
        <w:t>Je crus devoir</w:t>
      </w:r>
      <w:r w:rsidR="00C90F8D">
        <w:t xml:space="preserve">, </w:t>
      </w:r>
      <w:r>
        <w:t>néanmoins</w:t>
      </w:r>
      <w:r w:rsidR="00C90F8D">
        <w:t xml:space="preserve">, </w:t>
      </w:r>
      <w:r>
        <w:t>lui obéir</w:t>
      </w:r>
      <w:r w:rsidR="00C90F8D">
        <w:t xml:space="preserve">. </w:t>
      </w:r>
      <w:r>
        <w:t>Je l</w:t>
      </w:r>
      <w:r w:rsidR="00C90F8D">
        <w:t>’</w:t>
      </w:r>
      <w:r>
        <w:t>aidai tant bien que mal à vider la première bouteille qu</w:t>
      </w:r>
      <w:r w:rsidR="00C90F8D">
        <w:t>’</w:t>
      </w:r>
      <w:r>
        <w:t>il ouvrit</w:t>
      </w:r>
      <w:r w:rsidR="00C90F8D">
        <w:t xml:space="preserve">, </w:t>
      </w:r>
      <w:r>
        <w:t>se servant de son crochet de fer comme du plus expéditif tire-bouchon</w:t>
      </w:r>
      <w:r w:rsidR="00C90F8D">
        <w:t xml:space="preserve">. </w:t>
      </w:r>
      <w:r>
        <w:t>Pour les suivantes</w:t>
      </w:r>
      <w:r w:rsidR="00C90F8D">
        <w:t xml:space="preserve">, </w:t>
      </w:r>
      <w:r>
        <w:t>il ne songea d</w:t>
      </w:r>
      <w:r w:rsidR="00C90F8D">
        <w:t>’</w:t>
      </w:r>
      <w:r>
        <w:t>ailleurs plus à exiger ma collaboration</w:t>
      </w:r>
      <w:r w:rsidR="00C90F8D">
        <w:t>.</w:t>
      </w:r>
    </w:p>
    <w:p w14:paraId="7D92E915" w14:textId="77777777" w:rsidR="00C90F8D" w:rsidRDefault="00AB2DE8">
      <w:r>
        <w:t>L</w:t>
      </w:r>
      <w:r w:rsidR="00C90F8D">
        <w:t>’</w:t>
      </w:r>
      <w:r>
        <w:t>après-midi passa tout entier de la sorte</w:t>
      </w:r>
      <w:r w:rsidR="00C90F8D">
        <w:t xml:space="preserve">, </w:t>
      </w:r>
      <w:r>
        <w:t>sans qu</w:t>
      </w:r>
      <w:r w:rsidR="00C90F8D">
        <w:t>’</w:t>
      </w:r>
      <w:r>
        <w:t>il me fût possible d</w:t>
      </w:r>
      <w:r w:rsidR="00C90F8D">
        <w:t>’</w:t>
      </w:r>
      <w:r>
        <w:t>en distraire la moindre parcelle au profit de mes occupations</w:t>
      </w:r>
      <w:r w:rsidR="00C90F8D">
        <w:t xml:space="preserve">. </w:t>
      </w:r>
      <w:r>
        <w:t>Il faut croire que le temps ne dut pas me paraître trop long</w:t>
      </w:r>
      <w:r w:rsidR="00C90F8D">
        <w:t xml:space="preserve">, </w:t>
      </w:r>
      <w:r>
        <w:t>car j</w:t>
      </w:r>
      <w:r w:rsidR="00C90F8D">
        <w:t>’</w:t>
      </w:r>
      <w:r>
        <w:t>accueillis avec un mouvement de surprise le Tartare de service</w:t>
      </w:r>
      <w:r w:rsidR="00C90F8D">
        <w:t xml:space="preserve">, </w:t>
      </w:r>
      <w:r>
        <w:t>qui venait me murmurer à l</w:t>
      </w:r>
      <w:r w:rsidR="00C90F8D">
        <w:t>’</w:t>
      </w:r>
      <w:r>
        <w:t>oreille qu</w:t>
      </w:r>
      <w:r w:rsidR="00C90F8D">
        <w:t>’</w:t>
      </w:r>
      <w:r>
        <w:t>il avait besoin de la table pour mettre le couvert</w:t>
      </w:r>
      <w:r w:rsidR="00C90F8D">
        <w:t>.</w:t>
      </w:r>
    </w:p>
    <w:p w14:paraId="3967D067" w14:textId="77777777" w:rsidR="00C90F8D" w:rsidRDefault="00AB2DE8">
      <w:r>
        <w:t>Il était un peu plus de sept heures lorsqu</w:t>
      </w:r>
      <w:r w:rsidR="00C90F8D">
        <w:t>’</w:t>
      </w:r>
      <w:r>
        <w:t>un léger bruit de pas retentit dans le corridor</w:t>
      </w:r>
      <w:r w:rsidR="00C90F8D">
        <w:t xml:space="preserve">. </w:t>
      </w:r>
      <w:r>
        <w:t xml:space="preserve">Armide </w:t>
      </w:r>
      <w:proofErr w:type="spellStart"/>
      <w:r>
        <w:t>Ephremovna</w:t>
      </w:r>
      <w:proofErr w:type="spellEnd"/>
      <w:r>
        <w:t xml:space="preserve"> pénétra dans la salle à manger</w:t>
      </w:r>
      <w:r w:rsidR="00C90F8D">
        <w:t>.</w:t>
      </w:r>
    </w:p>
    <w:p w14:paraId="0C31C294" w14:textId="77777777" w:rsidR="00C90F8D" w:rsidRDefault="00AB2DE8">
      <w:r>
        <w:lastRenderedPageBreak/>
        <w:t>Je me levai pour la recevoir</w:t>
      </w:r>
      <w:r w:rsidR="00C90F8D">
        <w:t xml:space="preserve">. </w:t>
      </w:r>
      <w:r>
        <w:t>Elle me serra gentiment la main</w:t>
      </w:r>
      <w:r w:rsidR="00C90F8D">
        <w:t>.</w:t>
      </w:r>
    </w:p>
    <w:p w14:paraId="30A71461" w14:textId="77777777" w:rsidR="00C90F8D" w:rsidRDefault="00C90F8D">
      <w:r>
        <w:rPr>
          <w:rFonts w:eastAsia="Georgia"/>
        </w:rPr>
        <w:t>— </w:t>
      </w:r>
      <w:r w:rsidR="00AB2DE8">
        <w:t>Armide</w:t>
      </w:r>
      <w:r>
        <w:t xml:space="preserve">, </w:t>
      </w:r>
      <w:r w:rsidR="00AB2DE8">
        <w:t>cria le général</w:t>
      </w:r>
      <w:r>
        <w:t xml:space="preserve">, </w:t>
      </w:r>
      <w:r w:rsidR="00AB2DE8">
        <w:t>qui était demeuré assis au coin de la cheminée</w:t>
      </w:r>
      <w:r>
        <w:t xml:space="preserve">, </w:t>
      </w:r>
      <w:r w:rsidR="00AB2DE8">
        <w:t>occupé à déboucher la bouteille de madère</w:t>
      </w:r>
      <w:r>
        <w:t xml:space="preserve">, </w:t>
      </w:r>
      <w:r w:rsidR="00AB2DE8">
        <w:t>viens embrasser ton père</w:t>
      </w:r>
      <w:r>
        <w:t xml:space="preserve">, </w:t>
      </w:r>
      <w:r w:rsidR="00AB2DE8">
        <w:t>mon enfant</w:t>
      </w:r>
      <w:r>
        <w:t xml:space="preserve">. </w:t>
      </w:r>
      <w:r w:rsidR="00AB2DE8">
        <w:t>J</w:t>
      </w:r>
      <w:r>
        <w:t>’</w:t>
      </w:r>
      <w:r w:rsidR="00AB2DE8">
        <w:t>ai à t</w:t>
      </w:r>
      <w:r>
        <w:t>’</w:t>
      </w:r>
      <w:r w:rsidR="00AB2DE8">
        <w:t>apprendre que je suis ravi</w:t>
      </w:r>
      <w:r>
        <w:t xml:space="preserve">. </w:t>
      </w:r>
      <w:r w:rsidR="00AB2DE8">
        <w:t>Notre hôte est le plus aimable des hôtes</w:t>
      </w:r>
      <w:r>
        <w:t xml:space="preserve">, </w:t>
      </w:r>
      <w:r w:rsidR="00AB2DE8">
        <w:t>et ton ami Étienne s</w:t>
      </w:r>
      <w:r>
        <w:t>’</w:t>
      </w:r>
      <w:r w:rsidR="00AB2DE8">
        <w:t>est conduit comme un beau cachottier</w:t>
      </w:r>
      <w:r>
        <w:t>.</w:t>
      </w:r>
    </w:p>
    <w:p w14:paraId="7B741548" w14:textId="77777777" w:rsidR="00C90F8D" w:rsidRDefault="00AB2DE8">
      <w:r>
        <w:t>Je compris qu</w:t>
      </w:r>
      <w:r w:rsidR="00C90F8D">
        <w:t>’</w:t>
      </w:r>
      <w:r>
        <w:t>il s</w:t>
      </w:r>
      <w:r w:rsidR="00C90F8D">
        <w:t>’</w:t>
      </w:r>
      <w:r>
        <w:t>agissait du colonel Gregor</w:t>
      </w:r>
      <w:r w:rsidR="00C90F8D">
        <w:t xml:space="preserve">, </w:t>
      </w:r>
      <w:r>
        <w:t>et qu</w:t>
      </w:r>
      <w:r w:rsidR="00C90F8D">
        <w:t>’</w:t>
      </w:r>
      <w:proofErr w:type="spellStart"/>
      <w:r>
        <w:t>Ephrem</w:t>
      </w:r>
      <w:proofErr w:type="spellEnd"/>
      <w:r>
        <w:t xml:space="preserve"> </w:t>
      </w:r>
      <w:proofErr w:type="spellStart"/>
      <w:r>
        <w:t>Fedorovitch</w:t>
      </w:r>
      <w:proofErr w:type="spellEnd"/>
      <w:r>
        <w:t xml:space="preserve"> lui en voulait de n</w:t>
      </w:r>
      <w:r w:rsidR="00C90F8D">
        <w:t>’</w:t>
      </w:r>
      <w:r>
        <w:t>avoir pas été prévenu par ses soins des richesses de ma cave</w:t>
      </w:r>
      <w:r w:rsidR="00C90F8D">
        <w:t xml:space="preserve">. </w:t>
      </w:r>
      <w:r>
        <w:t>Sans doute le colonel avait-il eu ses raisons</w:t>
      </w:r>
      <w:r w:rsidR="00C90F8D">
        <w:t xml:space="preserve">, </w:t>
      </w:r>
      <w:r>
        <w:t>s</w:t>
      </w:r>
      <w:r w:rsidR="00C90F8D">
        <w:t>’</w:t>
      </w:r>
      <w:r>
        <w:t>était-il dit que les richesses en question seraient toujours connues assez tôt</w:t>
      </w:r>
      <w:r w:rsidR="00C90F8D">
        <w:t xml:space="preserve">. </w:t>
      </w:r>
      <w:proofErr w:type="gramStart"/>
      <w:r>
        <w:t>Par contre</w:t>
      </w:r>
      <w:proofErr w:type="gramEnd"/>
      <w:r w:rsidR="00C90F8D">
        <w:t xml:space="preserve">, </w:t>
      </w:r>
      <w:r>
        <w:t>je n</w:t>
      </w:r>
      <w:r w:rsidR="00C90F8D">
        <w:t>’</w:t>
      </w:r>
      <w:r>
        <w:t>arrivais pas à saisir le motif pour lequel il n</w:t>
      </w:r>
      <w:r w:rsidR="00C90F8D">
        <w:t>’</w:t>
      </w:r>
      <w:r>
        <w:t>avait pas cru</w:t>
      </w:r>
      <w:r w:rsidR="00C90F8D">
        <w:t xml:space="preserve">, </w:t>
      </w:r>
      <w:r>
        <w:t>dans sa lettre</w:t>
      </w:r>
      <w:r w:rsidR="00C90F8D">
        <w:t xml:space="preserve">, </w:t>
      </w:r>
      <w:r>
        <w:t>devoir faire allusion à l</w:t>
      </w:r>
      <w:r w:rsidR="00C90F8D">
        <w:t>’</w:t>
      </w:r>
      <w:r>
        <w:t>existence d</w:t>
      </w:r>
      <w:r w:rsidR="00C90F8D">
        <w:t>’</w:t>
      </w:r>
      <w:r>
        <w:t>Armide</w:t>
      </w:r>
      <w:r w:rsidR="00C90F8D">
        <w:t>.</w:t>
      </w:r>
    </w:p>
    <w:p w14:paraId="479FB753" w14:textId="77777777" w:rsidR="00C90F8D" w:rsidRDefault="00C90F8D">
      <w:r>
        <w:rPr>
          <w:rFonts w:eastAsia="Georgia"/>
        </w:rPr>
        <w:t>— </w:t>
      </w:r>
      <w:r w:rsidR="00AB2DE8">
        <w:t>Bah</w:t>
      </w:r>
      <w:r>
        <w:t xml:space="preserve"> ! </w:t>
      </w:r>
      <w:r w:rsidR="00AB2DE8">
        <w:t>pensai-je</w:t>
      </w:r>
      <w:r>
        <w:t xml:space="preserve">, </w:t>
      </w:r>
      <w:r w:rsidR="00AB2DE8">
        <w:t>à quoi bon me mettre martel en tête</w:t>
      </w:r>
      <w:r>
        <w:t xml:space="preserve">. </w:t>
      </w:r>
      <w:r w:rsidR="00AB2DE8">
        <w:t>L</w:t>
      </w:r>
      <w:r>
        <w:t>’</w:t>
      </w:r>
      <w:r w:rsidR="00AB2DE8">
        <w:t>avenir se chargera de m</w:t>
      </w:r>
      <w:r>
        <w:t>’</w:t>
      </w:r>
      <w:r w:rsidR="00AB2DE8">
        <w:t>expliquer tout cela</w:t>
      </w:r>
      <w:r>
        <w:t>.</w:t>
      </w:r>
    </w:p>
    <w:p w14:paraId="629D82BF" w14:textId="77777777" w:rsidR="00C90F8D" w:rsidRDefault="00AB2DE8">
      <w:r>
        <w:t>Il devait s</w:t>
      </w:r>
      <w:r w:rsidR="00C90F8D">
        <w:t>’</w:t>
      </w:r>
      <w:r>
        <w:t>en charger</w:t>
      </w:r>
      <w:r w:rsidR="00C90F8D">
        <w:t xml:space="preserve">, </w:t>
      </w:r>
      <w:r>
        <w:t>en effet</w:t>
      </w:r>
      <w:r w:rsidR="00C90F8D">
        <w:t>.</w:t>
      </w:r>
    </w:p>
    <w:p w14:paraId="10A42CA5" w14:textId="5548BD93" w:rsidR="00AB2DE8" w:rsidRDefault="00AB2DE8"/>
    <w:p w14:paraId="5956807C" w14:textId="77777777" w:rsidR="00C90F8D" w:rsidRDefault="00AB2DE8">
      <w:r>
        <w:t>Durant tout le repas</w:t>
      </w:r>
      <w:r w:rsidR="00C90F8D">
        <w:t xml:space="preserve">, </w:t>
      </w:r>
      <w:r>
        <w:t>le général ne s</w:t>
      </w:r>
      <w:r w:rsidR="00C90F8D">
        <w:t>’</w:t>
      </w:r>
      <w:r>
        <w:t>arrêta point de tenir les propos les plus extraordinaires</w:t>
      </w:r>
      <w:r w:rsidR="00C90F8D">
        <w:t xml:space="preserve">, </w:t>
      </w:r>
      <w:r>
        <w:t xml:space="preserve">si </w:t>
      </w:r>
      <w:proofErr w:type="spellStart"/>
      <w:r>
        <w:t>extra-ordinaires</w:t>
      </w:r>
      <w:proofErr w:type="spellEnd"/>
      <w:r>
        <w:t xml:space="preserve"> que je ne pus m</w:t>
      </w:r>
      <w:r w:rsidR="00C90F8D">
        <w:t>’</w:t>
      </w:r>
      <w:r>
        <w:t>empêcher de trouver qu</w:t>
      </w:r>
      <w:r w:rsidR="00C90F8D">
        <w:t>’</w:t>
      </w:r>
      <w:r>
        <w:t>il faisait un peu trop bon marché de mon érudition</w:t>
      </w:r>
      <w:r w:rsidR="00C90F8D">
        <w:t xml:space="preserve">. </w:t>
      </w:r>
      <w:r>
        <w:t>Sans prétendre posséder des lumières particulières sur l</w:t>
      </w:r>
      <w:r w:rsidR="00C90F8D">
        <w:t>’</w:t>
      </w:r>
      <w:r>
        <w:t>histoire de la Russie</w:t>
      </w:r>
      <w:r w:rsidR="00C90F8D">
        <w:t xml:space="preserve">, </w:t>
      </w:r>
      <w:r>
        <w:t>j</w:t>
      </w:r>
      <w:r w:rsidR="00C90F8D">
        <w:t>’</w:t>
      </w:r>
      <w:r>
        <w:t xml:space="preserve">en </w:t>
      </w:r>
      <w:proofErr w:type="spellStart"/>
      <w:r>
        <w:t>savais</w:t>
      </w:r>
      <w:proofErr w:type="spellEnd"/>
      <w:r>
        <w:t xml:space="preserve"> assez cependant pour ne point ignorer que Mac-Mahon n</w:t>
      </w:r>
      <w:r w:rsidR="00C90F8D">
        <w:t>’</w:t>
      </w:r>
      <w:r>
        <w:t>avait pas été fait prisonnier à Malakoff</w:t>
      </w:r>
      <w:r w:rsidR="00C90F8D">
        <w:t xml:space="preserve">, </w:t>
      </w:r>
      <w:r>
        <w:t xml:space="preserve">que le vainqueur de </w:t>
      </w:r>
      <w:proofErr w:type="spellStart"/>
      <w:r>
        <w:t>Plewna</w:t>
      </w:r>
      <w:proofErr w:type="spellEnd"/>
      <w:r>
        <w:t xml:space="preserve"> n</w:t>
      </w:r>
      <w:r w:rsidR="00C90F8D">
        <w:t>’</w:t>
      </w:r>
      <w:r>
        <w:t xml:space="preserve">était pas Barclay de </w:t>
      </w:r>
      <w:proofErr w:type="spellStart"/>
      <w:r>
        <w:t>Tolly</w:t>
      </w:r>
      <w:proofErr w:type="spellEnd"/>
      <w:r w:rsidR="00C90F8D">
        <w:t xml:space="preserve">, </w:t>
      </w:r>
      <w:r>
        <w:t>et qu</w:t>
      </w:r>
      <w:r w:rsidR="00C90F8D">
        <w:t>’</w:t>
      </w:r>
      <w:proofErr w:type="spellStart"/>
      <w:r>
        <w:t>Ephrem</w:t>
      </w:r>
      <w:proofErr w:type="spellEnd"/>
      <w:r>
        <w:t xml:space="preserve"> </w:t>
      </w:r>
      <w:proofErr w:type="spellStart"/>
      <w:r>
        <w:t>Fedorovitch</w:t>
      </w:r>
      <w:proofErr w:type="spellEnd"/>
      <w:r>
        <w:t xml:space="preserve"> était tout de même trop jeune pour avoir perdu sa main droite au siège de Sébastopol</w:t>
      </w:r>
      <w:r w:rsidR="00C90F8D">
        <w:t xml:space="preserve">, </w:t>
      </w:r>
      <w:r>
        <w:t xml:space="preserve">à plus forte raison pour avoir recueilli à la </w:t>
      </w:r>
      <w:proofErr w:type="spellStart"/>
      <w:r>
        <w:t>Moskowa</w:t>
      </w:r>
      <w:proofErr w:type="spellEnd"/>
      <w:r>
        <w:t xml:space="preserve"> le dernier soupir du général prince Bagration</w:t>
      </w:r>
      <w:r w:rsidR="00C90F8D">
        <w:t>.</w:t>
      </w:r>
    </w:p>
    <w:p w14:paraId="257CFC6B" w14:textId="77777777" w:rsidR="00C90F8D" w:rsidRDefault="00AB2DE8">
      <w:r>
        <w:lastRenderedPageBreak/>
        <w:t>Ma stupéfaction</w:t>
      </w:r>
      <w:r w:rsidR="00C90F8D">
        <w:t xml:space="preserve">, </w:t>
      </w:r>
      <w:r>
        <w:t>à l</w:t>
      </w:r>
      <w:r w:rsidR="00C90F8D">
        <w:t>’</w:t>
      </w:r>
      <w:r>
        <w:t>entendre divaguer ainsi</w:t>
      </w:r>
      <w:r w:rsidR="00C90F8D">
        <w:t xml:space="preserve">, </w:t>
      </w:r>
      <w:r>
        <w:t>provenait beaucoup moins</w:t>
      </w:r>
      <w:r w:rsidR="00C90F8D">
        <w:t xml:space="preserve">, </w:t>
      </w:r>
      <w:r>
        <w:t>d</w:t>
      </w:r>
      <w:r w:rsidR="00C90F8D">
        <w:t>’</w:t>
      </w:r>
      <w:r>
        <w:t>ailleurs</w:t>
      </w:r>
      <w:r w:rsidR="00C90F8D">
        <w:t xml:space="preserve">, </w:t>
      </w:r>
      <w:r>
        <w:t>des sornettes d</w:t>
      </w:r>
      <w:r w:rsidR="00C90F8D">
        <w:t>’</w:t>
      </w:r>
      <w:proofErr w:type="spellStart"/>
      <w:r>
        <w:t>Ephrem</w:t>
      </w:r>
      <w:proofErr w:type="spellEnd"/>
      <w:r>
        <w:t xml:space="preserve"> </w:t>
      </w:r>
      <w:proofErr w:type="spellStart"/>
      <w:r>
        <w:t>Fedorovitch</w:t>
      </w:r>
      <w:proofErr w:type="spellEnd"/>
      <w:r>
        <w:t xml:space="preserve"> que de l</w:t>
      </w:r>
      <w:r w:rsidR="00C90F8D">
        <w:t>’</w:t>
      </w:r>
      <w:r>
        <w:t>attitude de sa fille</w:t>
      </w:r>
      <w:r w:rsidR="00C90F8D">
        <w:t xml:space="preserve">. </w:t>
      </w:r>
      <w:r>
        <w:t>Il y avait plus que du respect dans la façon dont Armide l</w:t>
      </w:r>
      <w:r w:rsidR="00C90F8D">
        <w:t>’</w:t>
      </w:r>
      <w:r>
        <w:t>écoutait</w:t>
      </w:r>
      <w:r w:rsidR="00C90F8D">
        <w:t xml:space="preserve">. </w:t>
      </w:r>
      <w:r>
        <w:t>Il y avait de l</w:t>
      </w:r>
      <w:r w:rsidR="00C90F8D">
        <w:t>’</w:t>
      </w:r>
      <w:r>
        <w:t>admiration</w:t>
      </w:r>
      <w:r w:rsidR="00C90F8D">
        <w:t xml:space="preserve">. </w:t>
      </w:r>
      <w:r>
        <w:t>J</w:t>
      </w:r>
      <w:r w:rsidR="00C90F8D">
        <w:t>’</w:t>
      </w:r>
      <w:r>
        <w:t>ai pu</w:t>
      </w:r>
      <w:r w:rsidR="00C90F8D">
        <w:t xml:space="preserve">, </w:t>
      </w:r>
      <w:r>
        <w:t>à son sujet</w:t>
      </w:r>
      <w:r w:rsidR="00C90F8D">
        <w:t xml:space="preserve">, </w:t>
      </w:r>
      <w:r>
        <w:t>commencer par me tromper sur bien des choses</w:t>
      </w:r>
      <w:r w:rsidR="00C90F8D">
        <w:t xml:space="preserve">… </w:t>
      </w:r>
      <w:r>
        <w:t>Pas sur celle-là</w:t>
      </w:r>
      <w:r w:rsidR="00C90F8D">
        <w:t xml:space="preserve">. </w:t>
      </w:r>
      <w:r>
        <w:t>J</w:t>
      </w:r>
      <w:r w:rsidR="00C90F8D">
        <w:t>’</w:t>
      </w:r>
      <w:r>
        <w:t xml:space="preserve">ai percé du premier coup le secret de la princesse </w:t>
      </w:r>
      <w:proofErr w:type="spellStart"/>
      <w:r>
        <w:t>Irénéïef</w:t>
      </w:r>
      <w:proofErr w:type="spellEnd"/>
      <w:r w:rsidR="00C90F8D">
        <w:t xml:space="preserve">. </w:t>
      </w:r>
      <w:r>
        <w:t>J</w:t>
      </w:r>
      <w:r w:rsidR="00C90F8D">
        <w:t>’</w:t>
      </w:r>
      <w:r>
        <w:t>ai saisi le ressort qui la dirigeait dans la vie</w:t>
      </w:r>
      <w:r w:rsidR="00C90F8D">
        <w:t xml:space="preserve">, </w:t>
      </w:r>
      <w:r>
        <w:t>son but</w:t>
      </w:r>
      <w:r w:rsidR="00C90F8D">
        <w:t xml:space="preserve">, </w:t>
      </w:r>
      <w:r>
        <w:t>sa raison d</w:t>
      </w:r>
      <w:r w:rsidR="00C90F8D">
        <w:t>’</w:t>
      </w:r>
      <w:r>
        <w:t>être</w:t>
      </w:r>
      <w:r w:rsidR="00C90F8D">
        <w:t xml:space="preserve">. </w:t>
      </w:r>
      <w:r>
        <w:t>J</w:t>
      </w:r>
      <w:r w:rsidR="00C90F8D">
        <w:t>’</w:t>
      </w:r>
      <w:r>
        <w:t>ai eu</w:t>
      </w:r>
      <w:r w:rsidR="00C90F8D">
        <w:t xml:space="preserve">, </w:t>
      </w:r>
      <w:r>
        <w:t>au premier contact</w:t>
      </w:r>
      <w:r w:rsidR="00C90F8D">
        <w:t xml:space="preserve">, </w:t>
      </w:r>
      <w:r>
        <w:t>la révélation de sa ferveur passionnée</w:t>
      </w:r>
      <w:r w:rsidR="00C90F8D">
        <w:t xml:space="preserve">, </w:t>
      </w:r>
      <w:r>
        <w:t>de son asservissement total à ce père déconcertant</w:t>
      </w:r>
      <w:r w:rsidR="00C90F8D">
        <w:t xml:space="preserve">, </w:t>
      </w:r>
      <w:r>
        <w:t>dont je ne pouvais deviner</w:t>
      </w:r>
      <w:r w:rsidR="00C90F8D">
        <w:t xml:space="preserve">, </w:t>
      </w:r>
      <w:r>
        <w:t>de prime abord</w:t>
      </w:r>
      <w:r w:rsidR="00C90F8D">
        <w:t xml:space="preserve">, </w:t>
      </w:r>
      <w:r>
        <w:t>qu</w:t>
      </w:r>
      <w:r w:rsidR="00C90F8D">
        <w:t>’</w:t>
      </w:r>
      <w:r>
        <w:t>il était avant tout un père indigne</w:t>
      </w:r>
      <w:r w:rsidR="00C90F8D">
        <w:t>.</w:t>
      </w:r>
    </w:p>
    <w:p w14:paraId="73A2D8DA" w14:textId="77777777" w:rsidR="00C90F8D" w:rsidRDefault="00AB2DE8">
      <w:r>
        <w:t>La jalousie est le symptôme irréfutable de l</w:t>
      </w:r>
      <w:r w:rsidR="00C90F8D">
        <w:t>’</w:t>
      </w:r>
      <w:r>
        <w:t>amour</w:t>
      </w:r>
      <w:r w:rsidR="00C90F8D">
        <w:t xml:space="preserve">. </w:t>
      </w:r>
      <w:r>
        <w:t>J</w:t>
      </w:r>
      <w:r w:rsidR="00C90F8D">
        <w:t>’</w:t>
      </w:r>
      <w:r>
        <w:t>exagérerais en proclamant que dès cette soirée</w:t>
      </w:r>
      <w:r w:rsidR="00C90F8D">
        <w:t xml:space="preserve">, </w:t>
      </w:r>
      <w:r>
        <w:t>à voir Armide en extase devant ce vieillard moins extravagant</w:t>
      </w:r>
      <w:r w:rsidR="00C90F8D">
        <w:t xml:space="preserve">, </w:t>
      </w:r>
      <w:r>
        <w:t>je l</w:t>
      </w:r>
      <w:r w:rsidR="00C90F8D">
        <w:t>’</w:t>
      </w:r>
      <w:r>
        <w:t>ai su depuis</w:t>
      </w:r>
      <w:r w:rsidR="00C90F8D">
        <w:t xml:space="preserve">, </w:t>
      </w:r>
      <w:r>
        <w:t>qu</w:t>
      </w:r>
      <w:r w:rsidR="00C90F8D">
        <w:t>’</w:t>
      </w:r>
      <w:r>
        <w:t>habile à se servir de son extravagance</w:t>
      </w:r>
      <w:r w:rsidR="00C90F8D">
        <w:t xml:space="preserve">, </w:t>
      </w:r>
      <w:r>
        <w:t>je mentirais si j</w:t>
      </w:r>
      <w:r w:rsidR="00C90F8D">
        <w:t>’</w:t>
      </w:r>
      <w:r>
        <w:t>affirmais que j</w:t>
      </w:r>
      <w:r w:rsidR="00C90F8D">
        <w:t>’</w:t>
      </w:r>
      <w:r>
        <w:t>ai senti la jalousie envahir mon cœur</w:t>
      </w:r>
      <w:r w:rsidR="00C90F8D">
        <w:t xml:space="preserve">. </w:t>
      </w:r>
      <w:r>
        <w:t>J</w:t>
      </w:r>
      <w:r w:rsidR="00C90F8D">
        <w:t>’</w:t>
      </w:r>
      <w:r>
        <w:t>étais encore maître de moi</w:t>
      </w:r>
      <w:r w:rsidR="00C90F8D">
        <w:t xml:space="preserve">. </w:t>
      </w:r>
      <w:r>
        <w:t>Je m</w:t>
      </w:r>
      <w:r w:rsidR="00C90F8D">
        <w:t>’</w:t>
      </w:r>
      <w:r>
        <w:t>efforçai de comprendre</w:t>
      </w:r>
      <w:r w:rsidR="00C90F8D">
        <w:t xml:space="preserve">. </w:t>
      </w:r>
      <w:r>
        <w:t>Tout au plus</w:t>
      </w:r>
      <w:r w:rsidR="00C90F8D">
        <w:t xml:space="preserve">, </w:t>
      </w:r>
      <w:r>
        <w:t>peut-être</w:t>
      </w:r>
      <w:r w:rsidR="00C90F8D">
        <w:t xml:space="preserve">, </w:t>
      </w:r>
      <w:r>
        <w:t>ai-je éprouvé le léger dépit si naturel chez l</w:t>
      </w:r>
      <w:r w:rsidR="00C90F8D">
        <w:t>’</w:t>
      </w:r>
      <w:r>
        <w:t>homme à qui l</w:t>
      </w:r>
      <w:r w:rsidR="00C90F8D">
        <w:t>’</w:t>
      </w:r>
      <w:r>
        <w:t>on ne prête aucune attention</w:t>
      </w:r>
      <w:r w:rsidR="00C90F8D">
        <w:t>. « </w:t>
      </w:r>
      <w:r>
        <w:t>C</w:t>
      </w:r>
      <w:r w:rsidR="00C90F8D">
        <w:t>’</w:t>
      </w:r>
      <w:r>
        <w:t>est égal</w:t>
      </w:r>
      <w:r w:rsidR="00C90F8D">
        <w:t xml:space="preserve">, </w:t>
      </w:r>
      <w:r>
        <w:t>elle pourrait bien me remercier un peu mieux</w:t>
      </w:r>
      <w:r w:rsidR="00C90F8D">
        <w:t xml:space="preserve">, </w:t>
      </w:r>
      <w:r>
        <w:t>me disais-je</w:t>
      </w:r>
      <w:r w:rsidR="00C90F8D">
        <w:t xml:space="preserve">. </w:t>
      </w:r>
      <w:r>
        <w:t>Puisqu</w:t>
      </w:r>
      <w:r w:rsidR="00C90F8D">
        <w:t>’</w:t>
      </w:r>
      <w:r>
        <w:t>elle a l</w:t>
      </w:r>
      <w:r w:rsidR="00C90F8D">
        <w:t>’</w:t>
      </w:r>
      <w:r>
        <w:t>air de tant aimer ce vieux fou</w:t>
      </w:r>
      <w:r w:rsidR="00C90F8D">
        <w:t xml:space="preserve">, </w:t>
      </w:r>
      <w:r>
        <w:t>elle serait correcte en l</w:t>
      </w:r>
      <w:r w:rsidR="00C90F8D">
        <w:t>’</w:t>
      </w:r>
      <w:r>
        <w:t>excusant des bouteilles qu</w:t>
      </w:r>
      <w:r w:rsidR="00C90F8D">
        <w:t>’</w:t>
      </w:r>
      <w:r>
        <w:t>il a bues</w:t>
      </w:r>
      <w:r w:rsidR="00C90F8D">
        <w:t xml:space="preserve">, </w:t>
      </w:r>
      <w:r>
        <w:t>en l</w:t>
      </w:r>
      <w:r w:rsidR="00C90F8D">
        <w:t>’</w:t>
      </w:r>
      <w:r>
        <w:t>empêchant d</w:t>
      </w:r>
      <w:r w:rsidR="00C90F8D">
        <w:t>’</w:t>
      </w:r>
      <w:r>
        <w:t>en boire d</w:t>
      </w:r>
      <w:r w:rsidR="00C90F8D">
        <w:t>’</w:t>
      </w:r>
      <w:r>
        <w:t>autres</w:t>
      </w:r>
      <w:r w:rsidR="00C90F8D">
        <w:t xml:space="preserve">… </w:t>
      </w:r>
      <w:r>
        <w:t>Mais non</w:t>
      </w:r>
      <w:r w:rsidR="00C90F8D">
        <w:t xml:space="preserve"> ! </w:t>
      </w:r>
      <w:r>
        <w:t>Elle le regarde comme on regarde un amant</w:t>
      </w:r>
      <w:r w:rsidR="00C90F8D">
        <w:t xml:space="preserve">. </w:t>
      </w:r>
      <w:r>
        <w:t>Profitons donc de son indifférence pour l</w:t>
      </w:r>
      <w:r w:rsidR="00C90F8D">
        <w:t>’</w:t>
      </w:r>
      <w:r>
        <w:t>observer elle-même</w:t>
      </w:r>
      <w:r w:rsidR="00C90F8D">
        <w:t xml:space="preserve">. </w:t>
      </w:r>
      <w:r>
        <w:t>Essayons</w:t>
      </w:r>
      <w:r w:rsidR="00C90F8D">
        <w:t xml:space="preserve">, </w:t>
      </w:r>
      <w:r>
        <w:t>sans qu</w:t>
      </w:r>
      <w:r w:rsidR="00C90F8D">
        <w:t>’</w:t>
      </w:r>
      <w:r>
        <w:t>elle s</w:t>
      </w:r>
      <w:r w:rsidR="00C90F8D">
        <w:t>’</w:t>
      </w:r>
      <w:r>
        <w:t>en doute</w:t>
      </w:r>
      <w:r w:rsidR="00C90F8D">
        <w:t xml:space="preserve">, </w:t>
      </w:r>
      <w:r>
        <w:t>de savoir ce qui se passe sous ce petit front têtu</w:t>
      </w:r>
      <w:r w:rsidR="00C90F8D">
        <w:t xml:space="preserve">, </w:t>
      </w:r>
      <w:r>
        <w:t>en admettant qu</w:t>
      </w:r>
      <w:r w:rsidR="00C90F8D">
        <w:t>’</w:t>
      </w:r>
      <w:r>
        <w:t>il s</w:t>
      </w:r>
      <w:r w:rsidR="00C90F8D">
        <w:t>’</w:t>
      </w:r>
      <w:r>
        <w:t>y passe quelque chose</w:t>
      </w:r>
      <w:r w:rsidR="00C90F8D">
        <w:t>… »</w:t>
      </w:r>
      <w:r>
        <w:t xml:space="preserve"> Je serais bien en peine</w:t>
      </w:r>
      <w:r w:rsidR="00C90F8D">
        <w:t xml:space="preserve">, </w:t>
      </w:r>
      <w:r>
        <w:t>ce soir</w:t>
      </w:r>
      <w:r w:rsidR="00C90F8D">
        <w:t xml:space="preserve">, </w:t>
      </w:r>
      <w:r>
        <w:t>d</w:t>
      </w:r>
      <w:r w:rsidR="00C90F8D">
        <w:t>’</w:t>
      </w:r>
      <w:r>
        <w:t>analyser l</w:t>
      </w:r>
      <w:r w:rsidR="00C90F8D">
        <w:t>’</w:t>
      </w:r>
      <w:r>
        <w:t>espèce d</w:t>
      </w:r>
      <w:r w:rsidR="00C90F8D">
        <w:t>’</w:t>
      </w:r>
      <w:r>
        <w:t>allégresse trouble que me procurait cette muette</w:t>
      </w:r>
      <w:r>
        <w:rPr>
          <w:bCs/>
        </w:rPr>
        <w:t xml:space="preserve"> </w:t>
      </w:r>
      <w:r>
        <w:t>contemplation</w:t>
      </w:r>
      <w:r w:rsidR="00C90F8D">
        <w:t xml:space="preserve">. </w:t>
      </w:r>
      <w:r>
        <w:t>Je me souviens seulement que je sentais mon cœur se gonfler de façon étrange</w:t>
      </w:r>
      <w:r w:rsidR="00C90F8D">
        <w:t xml:space="preserve">, </w:t>
      </w:r>
      <w:r>
        <w:t>rien qu</w:t>
      </w:r>
      <w:r w:rsidR="00C90F8D">
        <w:t>’</w:t>
      </w:r>
      <w:r>
        <w:t>à l</w:t>
      </w:r>
      <w:r w:rsidR="00C90F8D">
        <w:t>’</w:t>
      </w:r>
      <w:r>
        <w:t xml:space="preserve">idée que cette inconnue allait reposer dans la même maison que </w:t>
      </w:r>
      <w:r>
        <w:lastRenderedPageBreak/>
        <w:t>moi</w:t>
      </w:r>
      <w:r w:rsidR="00C90F8D">
        <w:t xml:space="preserve">, </w:t>
      </w:r>
      <w:r>
        <w:t>que c</w:t>
      </w:r>
      <w:r w:rsidR="00C90F8D">
        <w:t>’</w:t>
      </w:r>
      <w:r>
        <w:t>était le même vent que nous allions l</w:t>
      </w:r>
      <w:r w:rsidR="00C90F8D">
        <w:t>’</w:t>
      </w:r>
      <w:r>
        <w:t>un et l</w:t>
      </w:r>
      <w:r w:rsidR="00C90F8D">
        <w:t>’</w:t>
      </w:r>
      <w:r>
        <w:t>autre entendre toute la nuit dans les arbres</w:t>
      </w:r>
      <w:r w:rsidR="00C90F8D">
        <w:t xml:space="preserve">, </w:t>
      </w:r>
      <w:r>
        <w:t>la même lune qui allait éclairer nos deux chambres</w:t>
      </w:r>
      <w:r w:rsidR="00C90F8D">
        <w:t xml:space="preserve">, </w:t>
      </w:r>
      <w:r>
        <w:t>que ce serait le même paysage qui s</w:t>
      </w:r>
      <w:r w:rsidR="00C90F8D">
        <w:t>’</w:t>
      </w:r>
      <w:r>
        <w:t>offrirait le lendemain à notre réveil</w:t>
      </w:r>
      <w:r w:rsidR="00C90F8D">
        <w:t xml:space="preserve">. </w:t>
      </w:r>
      <w:r>
        <w:t>Entre elle et moi</w:t>
      </w:r>
      <w:r w:rsidR="00C90F8D">
        <w:t xml:space="preserve">, </w:t>
      </w:r>
      <w:r>
        <w:t>l</w:t>
      </w:r>
      <w:r w:rsidR="00C90F8D">
        <w:t>’</w:t>
      </w:r>
      <w:r>
        <w:t>univers me semblait soudain tissé de liens irrésistibles</w:t>
      </w:r>
      <w:r w:rsidR="00C90F8D">
        <w:t xml:space="preserve">. </w:t>
      </w:r>
      <w:r>
        <w:t>Prisonnier d</w:t>
      </w:r>
      <w:r w:rsidR="00C90F8D">
        <w:t>’</w:t>
      </w:r>
      <w:r>
        <w:t>une aussi subite fascination</w:t>
      </w:r>
      <w:r w:rsidR="00C90F8D">
        <w:t xml:space="preserve">, </w:t>
      </w:r>
      <w:r>
        <w:t>un autre ne manquerait pas de la justifier par la louange de la beauté d</w:t>
      </w:r>
      <w:r w:rsidR="00C90F8D">
        <w:t>’</w:t>
      </w:r>
      <w:r>
        <w:t>Armide</w:t>
      </w:r>
      <w:r w:rsidR="00C90F8D">
        <w:t xml:space="preserve">. </w:t>
      </w:r>
      <w:r>
        <w:t>Il ne laisserait point perdre une telle occasion de célébrer cette beauté avec complaisance</w:t>
      </w:r>
      <w:r w:rsidR="00C90F8D">
        <w:t xml:space="preserve">. </w:t>
      </w:r>
      <w:r>
        <w:t>Il vanterait ces yeux vert pâle</w:t>
      </w:r>
      <w:r w:rsidR="00C90F8D">
        <w:t xml:space="preserve">, </w:t>
      </w:r>
      <w:r>
        <w:t>ce corps souple indolent</w:t>
      </w:r>
      <w:r w:rsidR="00C90F8D">
        <w:t xml:space="preserve">, </w:t>
      </w:r>
      <w:r>
        <w:t>la nostalgie charnelle incluse dans chacun de ses gestes</w:t>
      </w:r>
      <w:r w:rsidR="00C90F8D">
        <w:t xml:space="preserve">, </w:t>
      </w:r>
      <w:r>
        <w:t>tout</w:t>
      </w:r>
      <w:r w:rsidR="00C90F8D">
        <w:t xml:space="preserve">, </w:t>
      </w:r>
      <w:r>
        <w:t>enfin</w:t>
      </w:r>
      <w:r w:rsidR="00C90F8D">
        <w:t xml:space="preserve">, </w:t>
      </w:r>
      <w:r>
        <w:t>tout ce par quoi j</w:t>
      </w:r>
      <w:r w:rsidR="00C90F8D">
        <w:t>’</w:t>
      </w:r>
      <w:r>
        <w:t>ai souffert</w:t>
      </w:r>
      <w:r w:rsidR="00C90F8D">
        <w:t xml:space="preserve">, </w:t>
      </w:r>
      <w:r>
        <w:t>tout ce par quoi j</w:t>
      </w:r>
      <w:r w:rsidR="00C90F8D">
        <w:t>’</w:t>
      </w:r>
      <w:r>
        <w:t>ai été vaincu</w:t>
      </w:r>
      <w:r w:rsidR="00C90F8D">
        <w:t xml:space="preserve">, </w:t>
      </w:r>
      <w:r>
        <w:t>tout ce que j</w:t>
      </w:r>
      <w:r w:rsidR="00C90F8D">
        <w:t>’</w:t>
      </w:r>
      <w:r>
        <w:t>ai aimé</w:t>
      </w:r>
      <w:r w:rsidR="00C90F8D">
        <w:t xml:space="preserve">, </w:t>
      </w:r>
      <w:r>
        <w:t>avant de parvenir à le mépriser et à le haïr</w:t>
      </w:r>
      <w:r w:rsidR="00C90F8D">
        <w:t xml:space="preserve">. </w:t>
      </w:r>
      <w:r>
        <w:t>Oui</w:t>
      </w:r>
      <w:r w:rsidR="00C90F8D">
        <w:t xml:space="preserve">, </w:t>
      </w:r>
      <w:r>
        <w:t>voilà ce qu</w:t>
      </w:r>
      <w:r w:rsidR="00C90F8D">
        <w:t>’</w:t>
      </w:r>
      <w:r>
        <w:t>un autre ferait</w:t>
      </w:r>
      <w:r w:rsidR="00C90F8D">
        <w:t xml:space="preserve">. </w:t>
      </w:r>
      <w:r>
        <w:t>Moi</w:t>
      </w:r>
      <w:r w:rsidR="00C90F8D">
        <w:t xml:space="preserve">, </w:t>
      </w:r>
      <w:r>
        <w:t>je n</w:t>
      </w:r>
      <w:r w:rsidR="00C90F8D">
        <w:t>’</w:t>
      </w:r>
      <w:r>
        <w:t>oserai même pas</w:t>
      </w:r>
      <w:r w:rsidR="00C90F8D">
        <w:t xml:space="preserve">. </w:t>
      </w:r>
      <w:r>
        <w:t>Ce n</w:t>
      </w:r>
      <w:r w:rsidR="00C90F8D">
        <w:t>’</w:t>
      </w:r>
      <w:r>
        <w:t>est point la séduction d</w:t>
      </w:r>
      <w:r w:rsidR="00C90F8D">
        <w:t>’</w:t>
      </w:r>
      <w:r>
        <w:t>une femme qui est ici en cause</w:t>
      </w:r>
      <w:r w:rsidR="00C90F8D">
        <w:t xml:space="preserve">. </w:t>
      </w:r>
      <w:r>
        <w:t>Il s</w:t>
      </w:r>
      <w:r w:rsidR="00C90F8D">
        <w:t>’</w:t>
      </w:r>
      <w:r>
        <w:t>agit du malheur d</w:t>
      </w:r>
      <w:r w:rsidR="00C90F8D">
        <w:t>’</w:t>
      </w:r>
      <w:r>
        <w:t>un pauvre homme</w:t>
      </w:r>
      <w:r w:rsidR="00C90F8D">
        <w:t xml:space="preserve">, </w:t>
      </w:r>
      <w:r>
        <w:t>de mon malheur</w:t>
      </w:r>
      <w:r w:rsidR="00C90F8D">
        <w:t xml:space="preserve">, </w:t>
      </w:r>
      <w:r>
        <w:t>de ma dégradation</w:t>
      </w:r>
      <w:r w:rsidR="00C90F8D">
        <w:t>.</w:t>
      </w:r>
    </w:p>
    <w:p w14:paraId="01379291" w14:textId="46EC55C2" w:rsidR="00AB2DE8" w:rsidRDefault="00AB2DE8">
      <w:pPr>
        <w:rPr>
          <w:bCs/>
        </w:rPr>
      </w:pPr>
    </w:p>
    <w:p w14:paraId="6D0741A2" w14:textId="77777777" w:rsidR="00C90F8D" w:rsidRDefault="00AB2DE8">
      <w:r>
        <w:t>Vers neuf heures</w:t>
      </w:r>
      <w:r w:rsidR="00C90F8D">
        <w:t xml:space="preserve">, </w:t>
      </w:r>
      <w:r>
        <w:t>il me fallut interrompre le récit de la mirifique manière dont le général avait</w:t>
      </w:r>
      <w:r w:rsidR="00C90F8D">
        <w:t xml:space="preserve">, </w:t>
      </w:r>
      <w:r>
        <w:t>aux régates de Cronstadt</w:t>
      </w:r>
      <w:r w:rsidR="00C90F8D">
        <w:t xml:space="preserve">, </w:t>
      </w:r>
      <w:r>
        <w:t>rivé son clou à l</w:t>
      </w:r>
      <w:r w:rsidR="00C90F8D">
        <w:t>’</w:t>
      </w:r>
      <w:r>
        <w:t>empereur Guillaume</w:t>
      </w:r>
      <w:r w:rsidR="00C90F8D">
        <w:t xml:space="preserve">. </w:t>
      </w:r>
      <w:r>
        <w:t>Le couvre-feu sonnait dans l</w:t>
      </w:r>
      <w:r w:rsidR="00C90F8D">
        <w:t>’</w:t>
      </w:r>
      <w:r>
        <w:t>usine</w:t>
      </w:r>
      <w:r w:rsidR="00C90F8D">
        <w:t xml:space="preserve">. </w:t>
      </w:r>
      <w:r>
        <w:t>Mon personnel était habitué à me voir chaque soir présent à cette heure-là</w:t>
      </w:r>
      <w:r w:rsidR="00C90F8D">
        <w:t xml:space="preserve">, </w:t>
      </w:r>
      <w:r>
        <w:t>pour l</w:t>
      </w:r>
      <w:r w:rsidR="00C90F8D">
        <w:t>’</w:t>
      </w:r>
      <w:r>
        <w:t>appel</w:t>
      </w:r>
      <w:r w:rsidR="00C90F8D">
        <w:t>.</w:t>
      </w:r>
    </w:p>
    <w:p w14:paraId="703B13CD" w14:textId="77777777" w:rsidR="00C90F8D" w:rsidRDefault="00AB2DE8">
      <w:r>
        <w:t>Je ne restai absent que quelques minutes</w:t>
      </w:r>
      <w:r w:rsidR="00C90F8D">
        <w:t xml:space="preserve">. </w:t>
      </w:r>
      <w:r>
        <w:t>En revenant</w:t>
      </w:r>
      <w:r w:rsidR="00C90F8D">
        <w:t xml:space="preserve">, </w:t>
      </w:r>
      <w:r>
        <w:t>je traversai l</w:t>
      </w:r>
      <w:r w:rsidR="00C90F8D">
        <w:t>’</w:t>
      </w:r>
      <w:r>
        <w:t>office</w:t>
      </w:r>
      <w:r w:rsidR="00C90F8D">
        <w:t xml:space="preserve">. </w:t>
      </w:r>
      <w:r>
        <w:t>Mes Tartares s</w:t>
      </w:r>
      <w:r w:rsidR="00C90F8D">
        <w:t>’</w:t>
      </w:r>
      <w:r>
        <w:t>y tenaient rassemblés</w:t>
      </w:r>
      <w:r w:rsidR="00C90F8D">
        <w:t xml:space="preserve">. </w:t>
      </w:r>
      <w:r>
        <w:t>Les braves garçons étaient en train de commenter sans enthousiasme les événements de la journée</w:t>
      </w:r>
      <w:r w:rsidR="00C90F8D">
        <w:t>.</w:t>
      </w:r>
    </w:p>
    <w:p w14:paraId="5BA850DF" w14:textId="77777777" w:rsidR="00C90F8D" w:rsidRDefault="00AB2DE8">
      <w:r>
        <w:t>De retour dans la salle à manger</w:t>
      </w:r>
      <w:r w:rsidR="00C90F8D">
        <w:t xml:space="preserve">, </w:t>
      </w:r>
      <w:r>
        <w:t>je trouvai Armide et son père attablés à une partie de cartes</w:t>
      </w:r>
      <w:r w:rsidR="00C90F8D">
        <w:t>.</w:t>
      </w:r>
    </w:p>
    <w:p w14:paraId="4683FBC0" w14:textId="77777777" w:rsidR="00C90F8D" w:rsidRDefault="00C90F8D">
      <w:r>
        <w:rPr>
          <w:rFonts w:eastAsia="Georgia"/>
        </w:rPr>
        <w:lastRenderedPageBreak/>
        <w:t>— </w:t>
      </w:r>
      <w:r w:rsidR="00AB2DE8">
        <w:t>Prenez place</w:t>
      </w:r>
      <w:r>
        <w:t xml:space="preserve">, </w:t>
      </w:r>
      <w:r w:rsidR="00AB2DE8">
        <w:t>ami Forestier</w:t>
      </w:r>
      <w:r>
        <w:t xml:space="preserve">, </w:t>
      </w:r>
      <w:r w:rsidR="00AB2DE8">
        <w:t>cria le général à tue-tête</w:t>
      </w:r>
      <w:r>
        <w:t xml:space="preserve">, </w:t>
      </w:r>
      <w:r w:rsidR="00AB2DE8">
        <w:t>prenez place</w:t>
      </w:r>
      <w:r>
        <w:t xml:space="preserve">. </w:t>
      </w:r>
      <w:r w:rsidR="00AB2DE8">
        <w:t>Il y a de l</w:t>
      </w:r>
      <w:r>
        <w:t>’</w:t>
      </w:r>
      <w:r w:rsidR="00AB2DE8">
        <w:t>argent à gagner</w:t>
      </w:r>
      <w:r>
        <w:t xml:space="preserve">. </w:t>
      </w:r>
      <w:r w:rsidR="00AB2DE8">
        <w:t>Je n</w:t>
      </w:r>
      <w:r>
        <w:t>’</w:t>
      </w:r>
      <w:r w:rsidR="00AB2DE8">
        <w:t>ai jamais eu une guigne pareille</w:t>
      </w:r>
      <w:r>
        <w:t xml:space="preserve">. </w:t>
      </w:r>
      <w:r w:rsidR="00AB2DE8">
        <w:t>La petite vient de me faire capot trois fois d</w:t>
      </w:r>
      <w:r>
        <w:t>’</w:t>
      </w:r>
      <w:r w:rsidR="00AB2DE8">
        <w:t>affilée</w:t>
      </w:r>
      <w:r>
        <w:t xml:space="preserve">. </w:t>
      </w:r>
      <w:r w:rsidR="00AB2DE8">
        <w:t>Mais vous connaissez le piquet</w:t>
      </w:r>
      <w:r>
        <w:t xml:space="preserve">, </w:t>
      </w:r>
      <w:r w:rsidR="00AB2DE8">
        <w:t>j</w:t>
      </w:r>
      <w:r>
        <w:t>’</w:t>
      </w:r>
      <w:r w:rsidR="00AB2DE8">
        <w:t>espère</w:t>
      </w:r>
      <w:r>
        <w:t> ?</w:t>
      </w:r>
    </w:p>
    <w:p w14:paraId="3AB41E0D" w14:textId="77777777" w:rsidR="00C90F8D" w:rsidRDefault="00C90F8D">
      <w:r>
        <w:rPr>
          <w:rFonts w:eastAsia="Georgia"/>
        </w:rPr>
        <w:t>— </w:t>
      </w:r>
      <w:r w:rsidR="00AB2DE8">
        <w:t>Ni le piquet</w:t>
      </w:r>
      <w:r>
        <w:t xml:space="preserve">, </w:t>
      </w:r>
      <w:r w:rsidR="00AB2DE8">
        <w:t>ni aucun autre jeu</w:t>
      </w:r>
      <w:r>
        <w:t xml:space="preserve">, </w:t>
      </w:r>
      <w:r w:rsidR="00AB2DE8">
        <w:t>dis-je en riant</w:t>
      </w:r>
      <w:r>
        <w:t>.</w:t>
      </w:r>
    </w:p>
    <w:p w14:paraId="17029CFA" w14:textId="77777777" w:rsidR="00C90F8D" w:rsidRDefault="00C90F8D">
      <w:r>
        <w:rPr>
          <w:rFonts w:eastAsia="Georgia"/>
        </w:rPr>
        <w:t>— </w:t>
      </w:r>
      <w:r w:rsidR="00AB2DE8">
        <w:t>Par le saint Synode</w:t>
      </w:r>
      <w:r>
        <w:t xml:space="preserve">, </w:t>
      </w:r>
      <w:r w:rsidR="00AB2DE8">
        <w:t>qu</w:t>
      </w:r>
      <w:r>
        <w:t>’</w:t>
      </w:r>
      <w:r w:rsidR="00AB2DE8">
        <w:t>est-ce qu</w:t>
      </w:r>
      <w:r>
        <w:t>’</w:t>
      </w:r>
      <w:r w:rsidR="00AB2DE8">
        <w:t>il faut entendre</w:t>
      </w:r>
      <w:r>
        <w:t xml:space="preserve"> ! </w:t>
      </w:r>
      <w:r w:rsidR="00AB2DE8">
        <w:t>Eh bien</w:t>
      </w:r>
      <w:r>
        <w:t xml:space="preserve">, </w:t>
      </w:r>
      <w:r w:rsidR="00AB2DE8">
        <w:t>vous apprendrez</w:t>
      </w:r>
      <w:r>
        <w:t xml:space="preserve">. </w:t>
      </w:r>
      <w:r w:rsidR="00AB2DE8">
        <w:t>Armide vous apprendra</w:t>
      </w:r>
      <w:r>
        <w:t xml:space="preserve">. </w:t>
      </w:r>
      <w:r w:rsidR="00AB2DE8">
        <w:t>Elle joue comme une déesse</w:t>
      </w:r>
      <w:r>
        <w:t xml:space="preserve">. </w:t>
      </w:r>
      <w:r w:rsidR="00AB2DE8">
        <w:t>Les cartes</w:t>
      </w:r>
      <w:r>
        <w:t xml:space="preserve">, </w:t>
      </w:r>
      <w:r w:rsidR="00AB2DE8">
        <w:t>croyez-moi</w:t>
      </w:r>
      <w:r>
        <w:t xml:space="preserve">, </w:t>
      </w:r>
      <w:r w:rsidR="00AB2DE8">
        <w:t>rien de pareil pour charmer les longues soirées d</w:t>
      </w:r>
      <w:r>
        <w:t>’</w:t>
      </w:r>
      <w:r w:rsidR="00AB2DE8">
        <w:t>hiver</w:t>
      </w:r>
      <w:r>
        <w:t xml:space="preserve">. </w:t>
      </w:r>
      <w:r w:rsidR="00AB2DE8">
        <w:t>Non</w:t>
      </w:r>
      <w:r>
        <w:t xml:space="preserve">, </w:t>
      </w:r>
      <w:r w:rsidR="00AB2DE8">
        <w:t>non</w:t>
      </w:r>
      <w:r>
        <w:t xml:space="preserve">, </w:t>
      </w:r>
      <w:r w:rsidR="00AB2DE8">
        <w:t>je n</w:t>
      </w:r>
      <w:r>
        <w:t>’</w:t>
      </w:r>
      <w:r w:rsidR="00AB2DE8">
        <w:t>admets pas d</w:t>
      </w:r>
      <w:r>
        <w:t>’</w:t>
      </w:r>
      <w:r w:rsidR="00AB2DE8">
        <w:t>excuse</w:t>
      </w:r>
      <w:r>
        <w:t xml:space="preserve">. </w:t>
      </w:r>
      <w:r w:rsidR="00AB2DE8">
        <w:t>Asseyez-vous</w:t>
      </w:r>
      <w:r>
        <w:t xml:space="preserve"> ! </w:t>
      </w:r>
      <w:r w:rsidR="00AB2DE8">
        <w:t>Vous verrez</w:t>
      </w:r>
      <w:r>
        <w:t xml:space="preserve"> : </w:t>
      </w:r>
      <w:r w:rsidR="00AB2DE8">
        <w:t>vous me remercierez tout le reste de votre vie</w:t>
      </w:r>
      <w:r>
        <w:t>.</w:t>
      </w:r>
    </w:p>
    <w:p w14:paraId="1C3BA565" w14:textId="2AF1BD94" w:rsidR="00AB2DE8" w:rsidRDefault="00AB2DE8"/>
    <w:p w14:paraId="51E84638" w14:textId="77777777" w:rsidR="00C90F8D" w:rsidRDefault="00AB2DE8">
      <w:r>
        <w:t>Le misérable</w:t>
      </w:r>
      <w:r w:rsidR="00C90F8D">
        <w:t xml:space="preserve"> ! </w:t>
      </w:r>
      <w:r>
        <w:t>Le reste de ma vie</w:t>
      </w:r>
      <w:r w:rsidR="00C90F8D">
        <w:t xml:space="preserve">, </w:t>
      </w:r>
      <w:r>
        <w:t>je le passerai à le maudire</w:t>
      </w:r>
      <w:r w:rsidR="00C90F8D">
        <w:t>.</w:t>
      </w:r>
    </w:p>
    <w:p w14:paraId="667998B2" w14:textId="5A4CDDDD" w:rsidR="00AB2DE8" w:rsidRPr="00C90F8D" w:rsidRDefault="00AB2DE8" w:rsidP="00C90F8D">
      <w:pPr>
        <w:pStyle w:val="Titre1"/>
      </w:pPr>
      <w:bookmarkStart w:id="10" w:name="_Toc194755382"/>
      <w:r w:rsidRPr="00C90F8D">
        <w:lastRenderedPageBreak/>
        <w:t>X</w:t>
      </w:r>
      <w:bookmarkEnd w:id="10"/>
    </w:p>
    <w:p w14:paraId="1ED86F91" w14:textId="77777777" w:rsidR="00C90F8D" w:rsidRDefault="00AB2DE8">
      <w:r>
        <w:t xml:space="preserve">À </w:t>
      </w:r>
      <w:r>
        <w:rPr>
          <w:bCs/>
        </w:rPr>
        <w:t xml:space="preserve">mesure </w:t>
      </w:r>
      <w:r>
        <w:t>que Forestier avançait dans son récit</w:t>
      </w:r>
      <w:r w:rsidR="00C90F8D">
        <w:t xml:space="preserve">, </w:t>
      </w:r>
      <w:r>
        <w:t>sa voix devenait tantôt plus âpre</w:t>
      </w:r>
      <w:r w:rsidR="00C90F8D">
        <w:t xml:space="preserve">, </w:t>
      </w:r>
      <w:r>
        <w:t>tantôt plus poignante</w:t>
      </w:r>
      <w:r w:rsidR="00C90F8D">
        <w:t xml:space="preserve">. </w:t>
      </w:r>
      <w:r>
        <w:t>Cette voix ouvrait à Schmidt les portes d</w:t>
      </w:r>
      <w:r w:rsidR="00C90F8D">
        <w:t>’</w:t>
      </w:r>
      <w:r>
        <w:t>un sombre univers inexploré</w:t>
      </w:r>
      <w:r w:rsidR="00C90F8D">
        <w:t xml:space="preserve">. </w:t>
      </w:r>
      <w:r>
        <w:t>Des mortels mystères de l</w:t>
      </w:r>
      <w:r w:rsidR="00C90F8D">
        <w:t>’</w:t>
      </w:r>
      <w:r>
        <w:t>amour</w:t>
      </w:r>
      <w:r w:rsidR="00C90F8D">
        <w:t xml:space="preserve">, </w:t>
      </w:r>
      <w:r>
        <w:t>il comprenait qu</w:t>
      </w:r>
      <w:r w:rsidR="00C90F8D">
        <w:t>’</w:t>
      </w:r>
      <w:r>
        <w:t>il n</w:t>
      </w:r>
      <w:r w:rsidR="00C90F8D">
        <w:t>’</w:t>
      </w:r>
      <w:r>
        <w:t>avait jusqu</w:t>
      </w:r>
      <w:r w:rsidR="00C90F8D">
        <w:t>’</w:t>
      </w:r>
      <w:r>
        <w:t>à présent connu que les simulacres</w:t>
      </w:r>
      <w:r w:rsidR="00C90F8D">
        <w:t xml:space="preserve">. </w:t>
      </w:r>
      <w:r>
        <w:t>Et c</w:t>
      </w:r>
      <w:r w:rsidR="00C90F8D">
        <w:t>’</w:t>
      </w:r>
      <w:r>
        <w:t>était ce petit homme myope et chauve</w:t>
      </w:r>
      <w:r w:rsidR="00C90F8D">
        <w:t xml:space="preserve">, </w:t>
      </w:r>
      <w:r>
        <w:t>cet humble fonctionnaire étriqué qui lui apportait la révélation de son ignorance</w:t>
      </w:r>
      <w:r w:rsidR="00C90F8D">
        <w:t xml:space="preserve"> ! </w:t>
      </w:r>
      <w:r>
        <w:t>Avoir souffert</w:t>
      </w:r>
      <w:r w:rsidR="00C90F8D">
        <w:t xml:space="preserve">, </w:t>
      </w:r>
      <w:r>
        <w:t>le pauvre Schmidt se rendait compte que c</w:t>
      </w:r>
      <w:r w:rsidR="00C90F8D">
        <w:t>’</w:t>
      </w:r>
      <w:r>
        <w:t>était tout simplement ce qui lui avait manqué jusqu</w:t>
      </w:r>
      <w:r w:rsidR="00C90F8D">
        <w:t>’</w:t>
      </w:r>
      <w:r>
        <w:t>alors</w:t>
      </w:r>
      <w:r w:rsidR="00C90F8D">
        <w:t>.</w:t>
      </w:r>
    </w:p>
    <w:p w14:paraId="67DE8EEA" w14:textId="77777777" w:rsidR="00C90F8D" w:rsidRDefault="00AB2DE8">
      <w:r>
        <w:t>Au-dessus du toit</w:t>
      </w:r>
      <w:r w:rsidR="00C90F8D">
        <w:t xml:space="preserve">, </w:t>
      </w:r>
      <w:r>
        <w:t>la lune devait avoir tourné</w:t>
      </w:r>
      <w:r w:rsidR="00C90F8D">
        <w:t xml:space="preserve"> ; </w:t>
      </w:r>
      <w:r>
        <w:t>la chambre était maintenant emplie de sa clarté jaune</w:t>
      </w:r>
      <w:r w:rsidR="00C90F8D">
        <w:t xml:space="preserve">. </w:t>
      </w:r>
      <w:r>
        <w:t>La main de Forestier pendait</w:t>
      </w:r>
      <w:r w:rsidR="00C90F8D">
        <w:t xml:space="preserve">, </w:t>
      </w:r>
      <w:r>
        <w:t>inerte</w:t>
      </w:r>
      <w:r w:rsidR="00C90F8D">
        <w:t xml:space="preserve">, </w:t>
      </w:r>
      <w:r>
        <w:t>le long des draps</w:t>
      </w:r>
      <w:r w:rsidR="00C90F8D">
        <w:t xml:space="preserve">. </w:t>
      </w:r>
      <w:r>
        <w:t>Schmidt se saisit de cette main</w:t>
      </w:r>
      <w:r w:rsidR="00C90F8D">
        <w:t>.</w:t>
      </w:r>
    </w:p>
    <w:p w14:paraId="67914EBE" w14:textId="77777777" w:rsidR="00C90F8D" w:rsidRDefault="00C90F8D">
      <w:r>
        <w:rPr>
          <w:rFonts w:eastAsia="Georgia"/>
        </w:rPr>
        <w:t>— </w:t>
      </w:r>
      <w:r w:rsidR="00AB2DE8">
        <w:t>Je t</w:t>
      </w:r>
      <w:r>
        <w:t>’</w:t>
      </w:r>
      <w:r w:rsidR="00AB2DE8">
        <w:t>écoute</w:t>
      </w:r>
      <w:r>
        <w:t xml:space="preserve">. </w:t>
      </w:r>
      <w:r w:rsidR="00AB2DE8">
        <w:t>Continue</w:t>
      </w:r>
      <w:r>
        <w:t>.</w:t>
      </w:r>
    </w:p>
    <w:p w14:paraId="68281401" w14:textId="77777777" w:rsidR="00C90F8D" w:rsidRDefault="00C90F8D">
      <w:r>
        <w:rPr>
          <w:rFonts w:eastAsia="Georgia"/>
        </w:rPr>
        <w:t>— </w:t>
      </w:r>
      <w:r w:rsidR="00AB2DE8">
        <w:t>Ah</w:t>
      </w:r>
      <w:r>
        <w:t xml:space="preserve"> ! </w:t>
      </w:r>
      <w:r w:rsidR="00AB2DE8">
        <w:t>dit l</w:t>
      </w:r>
      <w:r>
        <w:t>’</w:t>
      </w:r>
      <w:r w:rsidR="00AB2DE8">
        <w:t>autre avec un soupir de soulagement</w:t>
      </w:r>
      <w:r>
        <w:t xml:space="preserve">, </w:t>
      </w:r>
      <w:r w:rsidR="00AB2DE8">
        <w:t>je sais enfin que tu m</w:t>
      </w:r>
      <w:r>
        <w:t>’</w:t>
      </w:r>
      <w:r w:rsidR="00AB2DE8">
        <w:t>as compris</w:t>
      </w:r>
      <w:r>
        <w:t xml:space="preserve">, </w:t>
      </w:r>
      <w:r w:rsidR="00AB2DE8">
        <w:t>que je vais pouvoir tout te dire</w:t>
      </w:r>
      <w:r>
        <w:t xml:space="preserve">, </w:t>
      </w:r>
      <w:r w:rsidR="00AB2DE8">
        <w:t>des choses que j</w:t>
      </w:r>
      <w:r>
        <w:t>’</w:t>
      </w:r>
      <w:r w:rsidR="00AB2DE8">
        <w:t>ai évité de m</w:t>
      </w:r>
      <w:r>
        <w:t>’</w:t>
      </w:r>
      <w:r w:rsidR="00AB2DE8">
        <w:t>avouer à moi</w:t>
      </w:r>
      <w:r>
        <w:t xml:space="preserve">, </w:t>
      </w:r>
      <w:r w:rsidR="00AB2DE8">
        <w:t>même à moi</w:t>
      </w:r>
      <w:r>
        <w:t xml:space="preserve">, </w:t>
      </w:r>
      <w:r w:rsidR="00AB2DE8">
        <w:t>tu m</w:t>
      </w:r>
      <w:r>
        <w:t>’</w:t>
      </w:r>
      <w:r w:rsidR="00AB2DE8">
        <w:t>entends</w:t>
      </w:r>
      <w:r>
        <w:t> !</w:t>
      </w:r>
    </w:p>
    <w:p w14:paraId="27C1484A" w14:textId="77777777" w:rsidR="00C90F8D" w:rsidRDefault="00AB2DE8">
      <w:r>
        <w:t xml:space="preserve">Il </w:t>
      </w:r>
      <w:proofErr w:type="gramStart"/>
      <w:r>
        <w:t>fit</w:t>
      </w:r>
      <w:proofErr w:type="gramEnd"/>
      <w:r>
        <w:t xml:space="preserve"> un effort</w:t>
      </w:r>
      <w:r w:rsidR="00C90F8D">
        <w:t xml:space="preserve">, </w:t>
      </w:r>
      <w:r>
        <w:t>réussit à se mettre sur son séant</w:t>
      </w:r>
      <w:r w:rsidR="00C90F8D">
        <w:t>.</w:t>
      </w:r>
    </w:p>
    <w:p w14:paraId="21C90748" w14:textId="649448FF" w:rsidR="00C90F8D" w:rsidRDefault="00C90F8D"/>
    <w:p w14:paraId="1C4B3D98" w14:textId="77777777" w:rsidR="00C90F8D" w:rsidRDefault="00C90F8D">
      <w:r>
        <w:t>— </w:t>
      </w:r>
      <w:r w:rsidR="00AB2DE8">
        <w:t>Une semaine environ après l</w:t>
      </w:r>
      <w:r>
        <w:t>’</w:t>
      </w:r>
      <w:r w:rsidR="00AB2DE8">
        <w:t>installation d</w:t>
      </w:r>
      <w:r>
        <w:t>’</w:t>
      </w:r>
      <w:r w:rsidR="00AB2DE8">
        <w:t>Armide et de son père</w:t>
      </w:r>
      <w:r>
        <w:t xml:space="preserve">, </w:t>
      </w:r>
      <w:r w:rsidR="00AB2DE8">
        <w:t>nous reçûmes la visite du colonel Gregor</w:t>
      </w:r>
      <w:r>
        <w:t xml:space="preserve">. </w:t>
      </w:r>
      <w:r w:rsidR="00AB2DE8">
        <w:t>Mes hôtes devaient être au courant de sa venue</w:t>
      </w:r>
      <w:r>
        <w:t xml:space="preserve">, </w:t>
      </w:r>
      <w:r w:rsidR="00AB2DE8">
        <w:t>car ils n</w:t>
      </w:r>
      <w:r>
        <w:t>’</w:t>
      </w:r>
      <w:r w:rsidR="00AB2DE8">
        <w:t>en marquèrent aucune surprise</w:t>
      </w:r>
      <w:r>
        <w:t xml:space="preserve">. </w:t>
      </w:r>
      <w:r w:rsidR="00AB2DE8">
        <w:t>Il arriva un matin</w:t>
      </w:r>
      <w:r>
        <w:t xml:space="preserve">, </w:t>
      </w:r>
      <w:r w:rsidR="00AB2DE8">
        <w:t>alors qu</w:t>
      </w:r>
      <w:r>
        <w:t>’</w:t>
      </w:r>
      <w:r w:rsidR="00AB2DE8">
        <w:t>ils étaient encore couchés</w:t>
      </w:r>
      <w:r>
        <w:t xml:space="preserve">. </w:t>
      </w:r>
      <w:r w:rsidR="00AB2DE8">
        <w:t>L</w:t>
      </w:r>
      <w:r>
        <w:t>’</w:t>
      </w:r>
      <w:r w:rsidR="00AB2DE8">
        <w:t>automobile qui l</w:t>
      </w:r>
      <w:r>
        <w:t>’</w:t>
      </w:r>
      <w:r w:rsidR="00AB2DE8">
        <w:t xml:space="preserve">amenait était couverte de </w:t>
      </w:r>
      <w:r w:rsidR="00AB2DE8">
        <w:lastRenderedPageBreak/>
        <w:t>boue</w:t>
      </w:r>
      <w:r>
        <w:t xml:space="preserve">. </w:t>
      </w:r>
      <w:r w:rsidR="00AB2DE8">
        <w:t>Elle repartit aussitôt pour Novo-Petrovsk</w:t>
      </w:r>
      <w:r>
        <w:t xml:space="preserve">, </w:t>
      </w:r>
      <w:r w:rsidR="00AB2DE8">
        <w:t>emportant ses deux officiers d</w:t>
      </w:r>
      <w:r>
        <w:t>’</w:t>
      </w:r>
      <w:r w:rsidR="00AB2DE8">
        <w:t>ordonnance</w:t>
      </w:r>
      <w:r>
        <w:t>.</w:t>
      </w:r>
    </w:p>
    <w:p w14:paraId="059E0329" w14:textId="77777777" w:rsidR="00C90F8D" w:rsidRDefault="00AB2DE8">
      <w:r>
        <w:t>Je remarquai que le colonel avait à la main son nécessaire de voyage</w:t>
      </w:r>
      <w:r w:rsidR="00C90F8D">
        <w:t>.</w:t>
      </w:r>
    </w:p>
    <w:p w14:paraId="0D110CC1" w14:textId="77777777" w:rsidR="00C90F8D" w:rsidRDefault="00C90F8D">
      <w:r>
        <w:rPr>
          <w:rFonts w:eastAsia="Georgia"/>
        </w:rPr>
        <w:t>— </w:t>
      </w:r>
      <w:r w:rsidR="00AB2DE8">
        <w:t>Si vous n</w:t>
      </w:r>
      <w:r>
        <w:t>’</w:t>
      </w:r>
      <w:r w:rsidR="00AB2DE8">
        <w:t>y voyez pas d</w:t>
      </w:r>
      <w:r>
        <w:t>’</w:t>
      </w:r>
      <w:r w:rsidR="00AB2DE8">
        <w:t>inconvénient</w:t>
      </w:r>
      <w:r>
        <w:t xml:space="preserve">, </w:t>
      </w:r>
      <w:r w:rsidR="00AB2DE8">
        <w:t>dit-il</w:t>
      </w:r>
      <w:r>
        <w:t xml:space="preserve">, </w:t>
      </w:r>
      <w:r w:rsidR="00AB2DE8">
        <w:t>je coucherai ici cette nuit</w:t>
      </w:r>
      <w:r>
        <w:t>.</w:t>
      </w:r>
    </w:p>
    <w:p w14:paraId="7331A07D" w14:textId="77777777" w:rsidR="00C90F8D" w:rsidRDefault="00C90F8D">
      <w:r>
        <w:rPr>
          <w:rFonts w:eastAsia="Georgia"/>
        </w:rPr>
        <w:t>— </w:t>
      </w:r>
      <w:r w:rsidR="00AB2DE8">
        <w:t>Ne vous l</w:t>
      </w:r>
      <w:r>
        <w:t>’</w:t>
      </w:r>
      <w:r w:rsidR="00AB2DE8">
        <w:t>ai-je pas offert bien souvent</w:t>
      </w:r>
      <w:r>
        <w:t> ?</w:t>
      </w:r>
    </w:p>
    <w:p w14:paraId="21419F40" w14:textId="77777777" w:rsidR="00C90F8D" w:rsidRDefault="00C90F8D">
      <w:r>
        <w:rPr>
          <w:rFonts w:eastAsia="Georgia"/>
        </w:rPr>
        <w:t>— </w:t>
      </w:r>
      <w:r w:rsidR="00AB2DE8">
        <w:t>D</w:t>
      </w:r>
      <w:r>
        <w:t>’</w:t>
      </w:r>
      <w:r w:rsidR="00AB2DE8">
        <w:t>accord</w:t>
      </w:r>
      <w:r>
        <w:t xml:space="preserve">. </w:t>
      </w:r>
      <w:r w:rsidR="00AB2DE8">
        <w:t>Mais</w:t>
      </w:r>
      <w:r>
        <w:t xml:space="preserve">, </w:t>
      </w:r>
      <w:r w:rsidR="00AB2DE8">
        <w:t>à présent</w:t>
      </w:r>
      <w:r>
        <w:t xml:space="preserve">, </w:t>
      </w:r>
      <w:r w:rsidR="00AB2DE8">
        <w:t>vous avez des invités</w:t>
      </w:r>
      <w:r>
        <w:t>…</w:t>
      </w:r>
    </w:p>
    <w:p w14:paraId="719C44F0" w14:textId="77777777" w:rsidR="00C90F8D" w:rsidRDefault="00C90F8D">
      <w:r>
        <w:rPr>
          <w:rFonts w:eastAsia="Georgia"/>
        </w:rPr>
        <w:t>— </w:t>
      </w:r>
      <w:r w:rsidR="00AB2DE8">
        <w:t>Il reste des chambres disponibles</w:t>
      </w:r>
      <w:r>
        <w:t xml:space="preserve">, </w:t>
      </w:r>
      <w:r w:rsidR="00AB2DE8">
        <w:t>Dieu merci</w:t>
      </w:r>
      <w:r>
        <w:t xml:space="preserve"> ! </w:t>
      </w:r>
      <w:r w:rsidR="00AB2DE8">
        <w:t>Voulez-vous que nous allions choisir la vôtre</w:t>
      </w:r>
      <w:r>
        <w:t> ?</w:t>
      </w:r>
    </w:p>
    <w:p w14:paraId="0C13887F" w14:textId="77777777" w:rsidR="00C90F8D" w:rsidRDefault="00C90F8D">
      <w:r>
        <w:rPr>
          <w:rFonts w:eastAsia="Georgia"/>
        </w:rPr>
        <w:t>— </w:t>
      </w:r>
      <w:r w:rsidR="00AB2DE8">
        <w:t>Je vous remercie</w:t>
      </w:r>
      <w:r>
        <w:t xml:space="preserve">. </w:t>
      </w:r>
      <w:r w:rsidR="00AB2DE8">
        <w:t>Cela ne presse pas</w:t>
      </w:r>
      <w:r>
        <w:t>.</w:t>
      </w:r>
    </w:p>
    <w:p w14:paraId="09D7B376" w14:textId="77777777" w:rsidR="00C90F8D" w:rsidRDefault="00AB2DE8">
      <w:r>
        <w:t>Il me parlait avec un sourire un peu emprunté</w:t>
      </w:r>
      <w:r w:rsidR="00C90F8D">
        <w:t xml:space="preserve">. </w:t>
      </w:r>
      <w:r>
        <w:t>Dans la salle à manger</w:t>
      </w:r>
      <w:r w:rsidR="00C90F8D">
        <w:t xml:space="preserve">, </w:t>
      </w:r>
      <w:r>
        <w:t>où je le conduisis</w:t>
      </w:r>
      <w:r w:rsidR="00C90F8D">
        <w:t xml:space="preserve">, </w:t>
      </w:r>
      <w:r>
        <w:t>je lui demandai des nouvelles des opérations militaires</w:t>
      </w:r>
      <w:r w:rsidR="00C90F8D">
        <w:t xml:space="preserve">. </w:t>
      </w:r>
      <w:r>
        <w:t>Il me fournit force détails</w:t>
      </w:r>
      <w:r w:rsidR="00C90F8D">
        <w:t xml:space="preserve">, </w:t>
      </w:r>
      <w:r>
        <w:t>tant de détails même qu</w:t>
      </w:r>
      <w:r w:rsidR="00C90F8D">
        <w:t>’</w:t>
      </w:r>
      <w:r>
        <w:t>on eût dit qu</w:t>
      </w:r>
      <w:r w:rsidR="00C90F8D">
        <w:t>’</w:t>
      </w:r>
      <w:r>
        <w:t>il tenait à détourner la conversation</w:t>
      </w:r>
      <w:r w:rsidR="00C90F8D">
        <w:t xml:space="preserve">, </w:t>
      </w:r>
      <w:r>
        <w:t>à retarder l</w:t>
      </w:r>
      <w:r w:rsidR="00C90F8D">
        <w:t>’</w:t>
      </w:r>
      <w:r>
        <w:t>instant où il serait contraint d</w:t>
      </w:r>
      <w:r w:rsidR="00C90F8D">
        <w:t>’</w:t>
      </w:r>
      <w:r>
        <w:t>aborder un autre sujet</w:t>
      </w:r>
      <w:r w:rsidR="00C90F8D">
        <w:t>.</w:t>
      </w:r>
    </w:p>
    <w:p w14:paraId="7ECA7FC8" w14:textId="77777777" w:rsidR="00C90F8D" w:rsidRDefault="00AB2DE8">
      <w:r>
        <w:t>Il dut</w:t>
      </w:r>
      <w:r w:rsidR="00C90F8D">
        <w:t xml:space="preserve">, </w:t>
      </w:r>
      <w:r>
        <w:t>en fin de compte</w:t>
      </w:r>
      <w:r w:rsidR="00C90F8D">
        <w:t xml:space="preserve">, </w:t>
      </w:r>
      <w:r>
        <w:t>s</w:t>
      </w:r>
      <w:r w:rsidR="00C90F8D">
        <w:t>’</w:t>
      </w:r>
      <w:r>
        <w:t>y résoudre</w:t>
      </w:r>
      <w:r w:rsidR="00C90F8D">
        <w:t>.</w:t>
      </w:r>
    </w:p>
    <w:p w14:paraId="2A0CA538" w14:textId="77777777" w:rsidR="00C90F8D" w:rsidRDefault="00C90F8D">
      <w:r>
        <w:rPr>
          <w:rFonts w:eastAsia="Georgia"/>
        </w:rPr>
        <w:t>— </w:t>
      </w:r>
      <w:r w:rsidR="00AB2DE8">
        <w:t>Est-ce que je n</w:t>
      </w:r>
      <w:r>
        <w:t>’</w:t>
      </w:r>
      <w:r w:rsidR="00AB2DE8">
        <w:t>ai pas abusé de votre obligeance</w:t>
      </w:r>
      <w:r>
        <w:t xml:space="preserve">, </w:t>
      </w:r>
      <w:r w:rsidR="00AB2DE8">
        <w:t xml:space="preserve">en vous demandant de consentir à recevoir le général </w:t>
      </w:r>
      <w:proofErr w:type="spellStart"/>
      <w:r w:rsidR="00AB2DE8">
        <w:t>Irénéïef</w:t>
      </w:r>
      <w:proofErr w:type="spellEnd"/>
      <w:r w:rsidR="00AB2DE8">
        <w:t xml:space="preserve"> et sa fille</w:t>
      </w:r>
      <w:r>
        <w:t> ?</w:t>
      </w:r>
    </w:p>
    <w:p w14:paraId="08BEC94D" w14:textId="77777777" w:rsidR="00C90F8D" w:rsidRDefault="00AB2DE8">
      <w:r>
        <w:t>Sa lettre</w:t>
      </w:r>
      <w:r w:rsidR="00C90F8D">
        <w:t xml:space="preserve">, </w:t>
      </w:r>
      <w:r>
        <w:t>je l</w:t>
      </w:r>
      <w:r w:rsidR="00C90F8D">
        <w:t>’</w:t>
      </w:r>
      <w:r>
        <w:t>ai dit</w:t>
      </w:r>
      <w:r w:rsidR="00C90F8D">
        <w:t xml:space="preserve">, </w:t>
      </w:r>
      <w:r>
        <w:t>ne faisait allusion qu</w:t>
      </w:r>
      <w:r w:rsidR="00C90F8D">
        <w:t>’</w:t>
      </w:r>
      <w:r>
        <w:t>au général</w:t>
      </w:r>
      <w:r w:rsidR="00C90F8D">
        <w:t xml:space="preserve">. </w:t>
      </w:r>
      <w:r>
        <w:t>Mais il n</w:t>
      </w:r>
      <w:r w:rsidR="00C90F8D">
        <w:t>’</w:t>
      </w:r>
      <w:r>
        <w:t>y avait peut-être eu là de sa part qu</w:t>
      </w:r>
      <w:r w:rsidR="00C90F8D">
        <w:t>’</w:t>
      </w:r>
      <w:r>
        <w:t>un oubli</w:t>
      </w:r>
      <w:r w:rsidR="00C90F8D">
        <w:t xml:space="preserve">. </w:t>
      </w:r>
      <w:r>
        <w:t>C</w:t>
      </w:r>
      <w:r w:rsidR="00C90F8D">
        <w:t>’</w:t>
      </w:r>
      <w:r>
        <w:t>était du moins ce dont j</w:t>
      </w:r>
      <w:r w:rsidR="00C90F8D">
        <w:t>’</w:t>
      </w:r>
      <w:r>
        <w:t>essayais de me convaincre</w:t>
      </w:r>
      <w:r w:rsidR="00C90F8D">
        <w:t xml:space="preserve">, </w:t>
      </w:r>
      <w:r>
        <w:t>malgré la visible gêne de mon interlocuteur</w:t>
      </w:r>
      <w:r w:rsidR="00C90F8D">
        <w:t xml:space="preserve">. </w:t>
      </w:r>
      <w:r>
        <w:t>D</w:t>
      </w:r>
      <w:r w:rsidR="00C90F8D">
        <w:t>’</w:t>
      </w:r>
      <w:r>
        <w:t>ailleurs</w:t>
      </w:r>
      <w:r w:rsidR="00C90F8D">
        <w:t xml:space="preserve">, </w:t>
      </w:r>
      <w:r>
        <w:t>quelle que pût être l</w:t>
      </w:r>
      <w:r w:rsidR="00C90F8D">
        <w:t>’</w:t>
      </w:r>
      <w:r>
        <w:t>explication de son silence à propos d</w:t>
      </w:r>
      <w:r w:rsidR="00C90F8D">
        <w:t>’</w:t>
      </w:r>
      <w:r>
        <w:t>Armide</w:t>
      </w:r>
      <w:r w:rsidR="00C90F8D">
        <w:t xml:space="preserve">, </w:t>
      </w:r>
      <w:r>
        <w:t xml:space="preserve">je ne songeais </w:t>
      </w:r>
      <w:r>
        <w:lastRenderedPageBreak/>
        <w:t>plus guère</w:t>
      </w:r>
      <w:r w:rsidR="00C90F8D">
        <w:t xml:space="preserve">, </w:t>
      </w:r>
      <w:r>
        <w:t>à l</w:t>
      </w:r>
      <w:r w:rsidR="00C90F8D">
        <w:t>’</w:t>
      </w:r>
      <w:r>
        <w:t>heure actuelle</w:t>
      </w:r>
      <w:r w:rsidR="00C90F8D">
        <w:t xml:space="preserve">, </w:t>
      </w:r>
      <w:r>
        <w:t>à m</w:t>
      </w:r>
      <w:r w:rsidR="00C90F8D">
        <w:t>’</w:t>
      </w:r>
      <w:r>
        <w:t>en formaliser</w:t>
      </w:r>
      <w:r w:rsidR="00C90F8D">
        <w:t xml:space="preserve">. </w:t>
      </w:r>
      <w:r>
        <w:t>Les nouveaux venus avaient le mérite de rompre la monotonie par trop insupportable de mon existence</w:t>
      </w:r>
      <w:r w:rsidR="00C90F8D">
        <w:t xml:space="preserve">. </w:t>
      </w:r>
      <w:r>
        <w:t>Je leur en avais</w:t>
      </w:r>
      <w:r w:rsidR="00C90F8D">
        <w:t xml:space="preserve">, </w:t>
      </w:r>
      <w:r>
        <w:t>somme toute</w:t>
      </w:r>
      <w:r w:rsidR="00C90F8D">
        <w:t xml:space="preserve">, </w:t>
      </w:r>
      <w:r>
        <w:t>de la gratitude ainsi qu</w:t>
      </w:r>
      <w:r w:rsidR="00C90F8D">
        <w:t>’</w:t>
      </w:r>
      <w:r>
        <w:t>au colonel Gregor</w:t>
      </w:r>
      <w:r w:rsidR="00C90F8D">
        <w:t xml:space="preserve">. </w:t>
      </w:r>
      <w:proofErr w:type="gramStart"/>
      <w:r>
        <w:t>Par contre</w:t>
      </w:r>
      <w:proofErr w:type="gramEnd"/>
      <w:r w:rsidR="00C90F8D">
        <w:t xml:space="preserve">, </w:t>
      </w:r>
      <w:r>
        <w:t>j</w:t>
      </w:r>
      <w:r w:rsidR="00C90F8D">
        <w:t>’</w:t>
      </w:r>
      <w:r>
        <w:t>éprouvais un incontestable agacement à être si peu renseigné sur eux</w:t>
      </w:r>
      <w:r w:rsidR="00C90F8D">
        <w:t xml:space="preserve">. </w:t>
      </w:r>
      <w:r>
        <w:t>L</w:t>
      </w:r>
      <w:r w:rsidR="00C90F8D">
        <w:t>’</w:t>
      </w:r>
      <w:r>
        <w:t>occasion de compléter ma documentation m</w:t>
      </w:r>
      <w:r w:rsidR="00C90F8D">
        <w:t>’</w:t>
      </w:r>
      <w:r>
        <w:t>était offerte</w:t>
      </w:r>
      <w:r w:rsidR="00C90F8D">
        <w:t xml:space="preserve">. </w:t>
      </w:r>
      <w:r>
        <w:t>Je me gardai de la laisser passer</w:t>
      </w:r>
      <w:r w:rsidR="00C90F8D">
        <w:t>.</w:t>
      </w:r>
    </w:p>
    <w:p w14:paraId="39F7754A" w14:textId="77777777" w:rsidR="00C90F8D" w:rsidRDefault="00C90F8D">
      <w:r>
        <w:rPr>
          <w:rFonts w:eastAsia="Georgia"/>
        </w:rPr>
        <w:t>— </w:t>
      </w:r>
      <w:r w:rsidR="00AB2DE8">
        <w:t xml:space="preserve">La princesse </w:t>
      </w:r>
      <w:proofErr w:type="spellStart"/>
      <w:r w:rsidR="00AB2DE8">
        <w:t>Irénéïef</w:t>
      </w:r>
      <w:proofErr w:type="spellEnd"/>
      <w:r w:rsidR="00AB2DE8">
        <w:t xml:space="preserve"> est tout à fait charmante</w:t>
      </w:r>
      <w:r>
        <w:t xml:space="preserve">, </w:t>
      </w:r>
      <w:r w:rsidR="00AB2DE8">
        <w:t>me bornai-je à répondre</w:t>
      </w:r>
      <w:r>
        <w:t xml:space="preserve">, </w:t>
      </w:r>
      <w:r w:rsidR="00AB2DE8">
        <w:t>estimant que cette phrase suffirait à entraîner le colonel sur la voie des confidences</w:t>
      </w:r>
      <w:r>
        <w:t>.</w:t>
      </w:r>
    </w:p>
    <w:p w14:paraId="7D2CDA26" w14:textId="77777777" w:rsidR="00C90F8D" w:rsidRDefault="00C90F8D">
      <w:r>
        <w:rPr>
          <w:rFonts w:eastAsia="Georgia"/>
        </w:rPr>
        <w:t>— </w:t>
      </w:r>
      <w:r w:rsidR="00AB2DE8">
        <w:t>Charmante</w:t>
      </w:r>
      <w:r>
        <w:t xml:space="preserve">, </w:t>
      </w:r>
      <w:r w:rsidR="00AB2DE8">
        <w:t>en effet</w:t>
      </w:r>
      <w:r>
        <w:t xml:space="preserve">, </w:t>
      </w:r>
      <w:r w:rsidR="00AB2DE8">
        <w:t>dit-il</w:t>
      </w:r>
      <w:r>
        <w:t xml:space="preserve">. </w:t>
      </w:r>
      <w:r w:rsidR="00AB2DE8">
        <w:t>Je présume qu</w:t>
      </w:r>
      <w:r>
        <w:t>’</w:t>
      </w:r>
      <w:r w:rsidR="00AB2DE8">
        <w:t>elle doit être encore dans sa chambre</w:t>
      </w:r>
      <w:r>
        <w:t> ?</w:t>
      </w:r>
    </w:p>
    <w:p w14:paraId="3F4AF67B" w14:textId="77777777" w:rsidR="00C90F8D" w:rsidRDefault="00C90F8D">
      <w:r>
        <w:rPr>
          <w:rFonts w:eastAsia="Georgia"/>
        </w:rPr>
        <w:t>— </w:t>
      </w:r>
      <w:r w:rsidR="00AB2DE8">
        <w:t>Il est à peine dix heures</w:t>
      </w:r>
      <w:r>
        <w:t xml:space="preserve">. </w:t>
      </w:r>
      <w:r w:rsidR="00AB2DE8">
        <w:t>Elle ne descend d</w:t>
      </w:r>
      <w:r>
        <w:t>’</w:t>
      </w:r>
      <w:r w:rsidR="00AB2DE8">
        <w:t>ordinaire que pour le déjeuner</w:t>
      </w:r>
      <w:r>
        <w:t xml:space="preserve">. </w:t>
      </w:r>
      <w:r w:rsidR="00AB2DE8">
        <w:t>Elle se couche assez tard</w:t>
      </w:r>
      <w:r>
        <w:t>.</w:t>
      </w:r>
    </w:p>
    <w:p w14:paraId="2D6AD712" w14:textId="77777777" w:rsidR="00C90F8D" w:rsidRDefault="00AB2DE8">
      <w:r>
        <w:t>Il eut un geste qui voulait dire</w:t>
      </w:r>
      <w:r w:rsidR="00C90F8D">
        <w:t xml:space="preserve"> : </w:t>
      </w:r>
      <w:r>
        <w:t>je sais</w:t>
      </w:r>
      <w:r w:rsidR="00C90F8D">
        <w:t xml:space="preserve">, </w:t>
      </w:r>
      <w:r>
        <w:t>je sais</w:t>
      </w:r>
      <w:r w:rsidR="00C90F8D">
        <w:t>.</w:t>
      </w:r>
    </w:p>
    <w:p w14:paraId="2CCE97F6" w14:textId="77777777" w:rsidR="00C90F8D" w:rsidRDefault="00C90F8D">
      <w:r>
        <w:rPr>
          <w:rFonts w:eastAsia="Georgia"/>
        </w:rPr>
        <w:t>— </w:t>
      </w:r>
      <w:r w:rsidR="00AB2DE8">
        <w:t>Quant à son père</w:t>
      </w:r>
      <w:r>
        <w:t xml:space="preserve">, </w:t>
      </w:r>
      <w:r w:rsidR="00AB2DE8">
        <w:t>continuai-je</w:t>
      </w:r>
      <w:r>
        <w:t xml:space="preserve">, </w:t>
      </w:r>
      <w:r w:rsidR="00AB2DE8">
        <w:t>c</w:t>
      </w:r>
      <w:r>
        <w:t>’</w:t>
      </w:r>
      <w:r w:rsidR="00AB2DE8">
        <w:t>est évidemment un original</w:t>
      </w:r>
      <w:r>
        <w:t>.</w:t>
      </w:r>
    </w:p>
    <w:p w14:paraId="3779E9E5" w14:textId="77777777" w:rsidR="00C90F8D" w:rsidRDefault="00C90F8D">
      <w:r>
        <w:rPr>
          <w:rFonts w:eastAsia="Georgia"/>
        </w:rPr>
        <w:t>— </w:t>
      </w:r>
      <w:r w:rsidR="00AB2DE8">
        <w:t>Évidemment</w:t>
      </w:r>
      <w:r>
        <w:t xml:space="preserve">. </w:t>
      </w:r>
      <w:r w:rsidR="00AB2DE8">
        <w:t>Mais c</w:t>
      </w:r>
      <w:r>
        <w:t>’</w:t>
      </w:r>
      <w:r w:rsidR="00AB2DE8">
        <w:t>est aussi un excellent homme</w:t>
      </w:r>
      <w:r>
        <w:t xml:space="preserve">. </w:t>
      </w:r>
      <w:r w:rsidR="00AB2DE8">
        <w:t>Il a été parfait pour moi</w:t>
      </w:r>
      <w:r>
        <w:t xml:space="preserve">. </w:t>
      </w:r>
      <w:r w:rsidR="00AB2DE8">
        <w:t>Il m</w:t>
      </w:r>
      <w:r>
        <w:t>’</w:t>
      </w:r>
      <w:r w:rsidR="00AB2DE8">
        <w:t>est impossible de l</w:t>
      </w:r>
      <w:r>
        <w:t>’</w:t>
      </w:r>
      <w:r w:rsidR="00AB2DE8">
        <w:t>oublier</w:t>
      </w:r>
      <w:r>
        <w:t xml:space="preserve">. </w:t>
      </w:r>
      <w:r w:rsidR="00AB2DE8">
        <w:t>C</w:t>
      </w:r>
      <w:r>
        <w:t>’</w:t>
      </w:r>
      <w:r w:rsidR="00AB2DE8">
        <w:t>est pourquoi je vous ai une reconnaissance infinie</w:t>
      </w:r>
      <w:r>
        <w:t xml:space="preserve">… </w:t>
      </w:r>
      <w:r w:rsidR="00AB2DE8">
        <w:t>Ils doivent être bien heureux</w:t>
      </w:r>
      <w:r>
        <w:t xml:space="preserve">, </w:t>
      </w:r>
      <w:r w:rsidR="00AB2DE8">
        <w:t>chez vous</w:t>
      </w:r>
      <w:r>
        <w:t xml:space="preserve">, </w:t>
      </w:r>
      <w:r w:rsidR="00AB2DE8">
        <w:t>après les épreuves qu</w:t>
      </w:r>
      <w:r>
        <w:t>’</w:t>
      </w:r>
      <w:r w:rsidR="00AB2DE8">
        <w:t>ils ont traversées</w:t>
      </w:r>
      <w:r>
        <w:t>.</w:t>
      </w:r>
    </w:p>
    <w:p w14:paraId="629A5137" w14:textId="77777777" w:rsidR="00C90F8D" w:rsidRDefault="00C90F8D">
      <w:r>
        <w:rPr>
          <w:rFonts w:eastAsia="Georgia"/>
        </w:rPr>
        <w:t>— </w:t>
      </w:r>
      <w:r w:rsidR="00AB2DE8">
        <w:t>Ils n</w:t>
      </w:r>
      <w:r>
        <w:t>’</w:t>
      </w:r>
      <w:r w:rsidR="00AB2DE8">
        <w:t>ont pas l</w:t>
      </w:r>
      <w:r>
        <w:t>’</w:t>
      </w:r>
      <w:r w:rsidR="00AB2DE8">
        <w:t>air de se plaindre</w:t>
      </w:r>
      <w:r>
        <w:t xml:space="preserve">. </w:t>
      </w:r>
      <w:r w:rsidR="00AB2DE8">
        <w:t>Avec les ressources que vous savez</w:t>
      </w:r>
      <w:r>
        <w:t xml:space="preserve">, </w:t>
      </w:r>
      <w:r w:rsidR="00AB2DE8">
        <w:t>je fais ce que je peux pour leur être agréable</w:t>
      </w:r>
      <w:r>
        <w:t xml:space="preserve">. </w:t>
      </w:r>
      <w:r w:rsidR="00AB2DE8">
        <w:t>J</w:t>
      </w:r>
      <w:r>
        <w:t>’</w:t>
      </w:r>
      <w:r w:rsidR="00AB2DE8">
        <w:t>y réussirai sans doute mieux quand je les connaîtrai davantage</w:t>
      </w:r>
      <w:r>
        <w:t xml:space="preserve">. </w:t>
      </w:r>
      <w:r w:rsidR="00AB2DE8">
        <w:t>Je ne tiens pas</w:t>
      </w:r>
      <w:r>
        <w:t xml:space="preserve">, </w:t>
      </w:r>
      <w:r w:rsidR="00AB2DE8">
        <w:t>toutefois</w:t>
      </w:r>
      <w:r>
        <w:t xml:space="preserve">, </w:t>
      </w:r>
      <w:r w:rsidR="00AB2DE8">
        <w:t>à être indiscret</w:t>
      </w:r>
      <w:r>
        <w:t xml:space="preserve">. </w:t>
      </w:r>
      <w:r w:rsidR="00AB2DE8">
        <w:t>La princesse est pleine de réserve</w:t>
      </w:r>
      <w:r>
        <w:t xml:space="preserve">. </w:t>
      </w:r>
      <w:r w:rsidR="00AB2DE8">
        <w:t>Ce n</w:t>
      </w:r>
      <w:r>
        <w:t>’</w:t>
      </w:r>
      <w:r w:rsidR="00AB2DE8">
        <w:t>est pas moi qui songerai à l</w:t>
      </w:r>
      <w:r>
        <w:t>’</w:t>
      </w:r>
      <w:r w:rsidR="00AB2DE8">
        <w:t>en blâmer</w:t>
      </w:r>
      <w:r>
        <w:t xml:space="preserve">. </w:t>
      </w:r>
      <w:r w:rsidR="00AB2DE8">
        <w:t>Quant au général</w:t>
      </w:r>
      <w:r>
        <w:t xml:space="preserve">, </w:t>
      </w:r>
      <w:r w:rsidR="00AB2DE8">
        <w:t>il est beaucoup plus communicatif</w:t>
      </w:r>
      <w:r>
        <w:t xml:space="preserve">. </w:t>
      </w:r>
      <w:r w:rsidR="00AB2DE8">
        <w:lastRenderedPageBreak/>
        <w:t>Mais ses propos ne sont pas toujours exempts d</w:t>
      </w:r>
      <w:r>
        <w:t>’</w:t>
      </w:r>
      <w:r w:rsidR="00AB2DE8">
        <w:t>une certaine incohérence</w:t>
      </w:r>
      <w:r>
        <w:t>.</w:t>
      </w:r>
    </w:p>
    <w:p w14:paraId="5C55B107" w14:textId="77777777" w:rsidR="00C90F8D" w:rsidRDefault="00C90F8D">
      <w:r>
        <w:rPr>
          <w:rFonts w:eastAsia="Georgia"/>
        </w:rPr>
        <w:t>— </w:t>
      </w:r>
      <w:r w:rsidR="00AB2DE8">
        <w:t>Oui</w:t>
      </w:r>
      <w:r>
        <w:t xml:space="preserve">, </w:t>
      </w:r>
      <w:r w:rsidR="00AB2DE8">
        <w:t>c</w:t>
      </w:r>
      <w:r>
        <w:t>’</w:t>
      </w:r>
      <w:r w:rsidR="00AB2DE8">
        <w:t>est un vieux soldat</w:t>
      </w:r>
      <w:r>
        <w:t xml:space="preserve">. </w:t>
      </w:r>
      <w:r w:rsidR="00AB2DE8">
        <w:t>Il se grise aisément de paroles</w:t>
      </w:r>
      <w:r>
        <w:t>.</w:t>
      </w:r>
    </w:p>
    <w:p w14:paraId="52AB37FA" w14:textId="77777777" w:rsidR="00C90F8D" w:rsidRDefault="00C90F8D">
      <w:r>
        <w:rPr>
          <w:rFonts w:eastAsia="Georgia"/>
        </w:rPr>
        <w:t>— </w:t>
      </w:r>
      <w:r w:rsidR="00AB2DE8">
        <w:t>Hum</w:t>
      </w:r>
      <w:r>
        <w:t xml:space="preserve"> ! </w:t>
      </w:r>
      <w:r w:rsidR="00AB2DE8">
        <w:t>De paroles</w:t>
      </w:r>
      <w:r>
        <w:t>…</w:t>
      </w:r>
    </w:p>
    <w:p w14:paraId="4FF14610" w14:textId="77777777" w:rsidR="00C90F8D" w:rsidRDefault="00AB2DE8">
      <w:r>
        <w:t>Mes yeux</w:t>
      </w:r>
      <w:r w:rsidR="00C90F8D">
        <w:t xml:space="preserve">, </w:t>
      </w:r>
      <w:r>
        <w:t>involontairement</w:t>
      </w:r>
      <w:r w:rsidR="00C90F8D">
        <w:t xml:space="preserve">, </w:t>
      </w:r>
      <w:r>
        <w:t>s</w:t>
      </w:r>
      <w:r w:rsidR="00C90F8D">
        <w:t>’</w:t>
      </w:r>
      <w:r>
        <w:t>étaient dirigés vers un endroit de la salle où se trouvaient alignées un nombre respectable de bouteilles vides</w:t>
      </w:r>
      <w:r w:rsidR="00C90F8D">
        <w:t xml:space="preserve">. </w:t>
      </w:r>
      <w:r>
        <w:t>Le colonel Gregor les aperçut</w:t>
      </w:r>
      <w:r w:rsidR="00C90F8D">
        <w:t xml:space="preserve">. </w:t>
      </w:r>
      <w:r>
        <w:t>Il rougit légèrement</w:t>
      </w:r>
      <w:r w:rsidR="00C90F8D">
        <w:t>.</w:t>
      </w:r>
    </w:p>
    <w:p w14:paraId="52896CF1" w14:textId="77777777" w:rsidR="00C90F8D" w:rsidRDefault="00C90F8D">
      <w:r>
        <w:rPr>
          <w:rFonts w:eastAsia="Georgia"/>
        </w:rPr>
        <w:t>— </w:t>
      </w:r>
      <w:r w:rsidR="00AB2DE8">
        <w:t>Oui</w:t>
      </w:r>
      <w:r>
        <w:t xml:space="preserve">, </w:t>
      </w:r>
      <w:r w:rsidR="00AB2DE8">
        <w:t>oui</w:t>
      </w:r>
      <w:r>
        <w:t xml:space="preserve">, </w:t>
      </w:r>
      <w:r w:rsidR="00AB2DE8">
        <w:t>je sais</w:t>
      </w:r>
      <w:r>
        <w:t xml:space="preserve">. </w:t>
      </w:r>
      <w:r w:rsidR="00AB2DE8">
        <w:t>Un vieux soldat</w:t>
      </w:r>
      <w:r>
        <w:t xml:space="preserve"> ! </w:t>
      </w:r>
      <w:r w:rsidR="00AB2DE8">
        <w:t>Il faut l</w:t>
      </w:r>
      <w:r>
        <w:t>’</w:t>
      </w:r>
      <w:r w:rsidR="00AB2DE8">
        <w:t>excuser</w:t>
      </w:r>
      <w:r>
        <w:t xml:space="preserve">. </w:t>
      </w:r>
      <w:r w:rsidR="00AB2DE8">
        <w:t>Il y a deux ans</w:t>
      </w:r>
      <w:r>
        <w:t xml:space="preserve">, </w:t>
      </w:r>
      <w:r w:rsidR="00AB2DE8">
        <w:t>quand j</w:t>
      </w:r>
      <w:r>
        <w:t>’</w:t>
      </w:r>
      <w:r w:rsidR="00AB2DE8">
        <w:t>ai été reçu chez lui</w:t>
      </w:r>
      <w:r>
        <w:t xml:space="preserve">, </w:t>
      </w:r>
      <w:r w:rsidR="00AB2DE8">
        <w:t>il n</w:t>
      </w:r>
      <w:r>
        <w:t>’</w:t>
      </w:r>
      <w:r w:rsidR="00AB2DE8">
        <w:t>était pas ainsi</w:t>
      </w:r>
      <w:r>
        <w:t xml:space="preserve">, </w:t>
      </w:r>
      <w:r w:rsidR="00AB2DE8">
        <w:t>je vous le jure</w:t>
      </w:r>
      <w:r>
        <w:t xml:space="preserve">. </w:t>
      </w:r>
      <w:r w:rsidR="00AB2DE8">
        <w:t>Depuis</w:t>
      </w:r>
      <w:r>
        <w:t xml:space="preserve">, </w:t>
      </w:r>
      <w:r w:rsidR="00AB2DE8">
        <w:t>n</w:t>
      </w:r>
      <w:r>
        <w:t>’</w:t>
      </w:r>
      <w:r w:rsidR="00AB2DE8">
        <w:t>est-ce pas</w:t>
      </w:r>
      <w:r>
        <w:t xml:space="preserve">, </w:t>
      </w:r>
      <w:r w:rsidR="00AB2DE8">
        <w:t>les malheurs de sa patrie</w:t>
      </w:r>
      <w:r>
        <w:t xml:space="preserve">, </w:t>
      </w:r>
      <w:r w:rsidR="00AB2DE8">
        <w:t>sa propre ruine</w:t>
      </w:r>
      <w:r>
        <w:t xml:space="preserve">… </w:t>
      </w:r>
      <w:r w:rsidR="00AB2DE8">
        <w:t>Il faut l</w:t>
      </w:r>
      <w:r>
        <w:t>’</w:t>
      </w:r>
      <w:r w:rsidR="00AB2DE8">
        <w:t>excuser</w:t>
      </w:r>
      <w:r>
        <w:t xml:space="preserve">. </w:t>
      </w:r>
      <w:r w:rsidR="00AB2DE8">
        <w:t>Et puis l</w:t>
      </w:r>
      <w:r>
        <w:t>’</w:t>
      </w:r>
      <w:r w:rsidR="00AB2DE8">
        <w:t>affection qu</w:t>
      </w:r>
      <w:r>
        <w:t>’</w:t>
      </w:r>
      <w:r w:rsidR="00AB2DE8">
        <w:t>il a pour sa fille est une chose si touchante</w:t>
      </w:r>
      <w:r>
        <w:t xml:space="preserve">. </w:t>
      </w:r>
      <w:r w:rsidR="00AB2DE8">
        <w:t>L</w:t>
      </w:r>
      <w:r>
        <w:t>’</w:t>
      </w:r>
      <w:r w:rsidR="00AB2DE8">
        <w:t>essentiel</w:t>
      </w:r>
      <w:r>
        <w:t xml:space="preserve">, </w:t>
      </w:r>
      <w:r w:rsidR="00AB2DE8">
        <w:t>cependant</w:t>
      </w:r>
      <w:r>
        <w:t xml:space="preserve">, </w:t>
      </w:r>
      <w:r w:rsidR="00AB2DE8">
        <w:t>est qu</w:t>
      </w:r>
      <w:r>
        <w:t>’</w:t>
      </w:r>
      <w:r w:rsidR="00AB2DE8">
        <w:t>il ne vous dérange pas</w:t>
      </w:r>
      <w:r>
        <w:t xml:space="preserve">. </w:t>
      </w:r>
      <w:r w:rsidR="00AB2DE8">
        <w:t>J</w:t>
      </w:r>
      <w:r>
        <w:t>’</w:t>
      </w:r>
      <w:r w:rsidR="00AB2DE8">
        <w:t>y veillerai</w:t>
      </w:r>
      <w:r>
        <w:t xml:space="preserve">. </w:t>
      </w:r>
      <w:r w:rsidR="00AB2DE8">
        <w:t>J</w:t>
      </w:r>
      <w:r>
        <w:t>’</w:t>
      </w:r>
      <w:r w:rsidR="00AB2DE8">
        <w:t>ai de l</w:t>
      </w:r>
      <w:r>
        <w:t>’</w:t>
      </w:r>
      <w:r w:rsidR="00AB2DE8">
        <w:t>influence sur lui</w:t>
      </w:r>
      <w:r>
        <w:t xml:space="preserve">, </w:t>
      </w:r>
      <w:r w:rsidR="00AB2DE8">
        <w:t>vous verrez</w:t>
      </w:r>
      <w:r>
        <w:t xml:space="preserve">. </w:t>
      </w:r>
      <w:r w:rsidR="00AB2DE8">
        <w:t>Et s</w:t>
      </w:r>
      <w:r>
        <w:t>’</w:t>
      </w:r>
      <w:r w:rsidR="00AB2DE8">
        <w:t>il y a</w:t>
      </w:r>
      <w:r>
        <w:t xml:space="preserve">, </w:t>
      </w:r>
      <w:r w:rsidR="00AB2DE8">
        <w:t>par hasard</w:t>
      </w:r>
      <w:r>
        <w:t xml:space="preserve">, </w:t>
      </w:r>
      <w:r w:rsidR="00AB2DE8">
        <w:t>quelque petite observation à lui faire</w:t>
      </w:r>
      <w:r>
        <w:t>…</w:t>
      </w:r>
    </w:p>
    <w:p w14:paraId="191FBEC2" w14:textId="77777777" w:rsidR="00C90F8D" w:rsidRDefault="00AB2DE8">
      <w:r>
        <w:t>Son regard</w:t>
      </w:r>
      <w:r w:rsidR="00C90F8D">
        <w:t xml:space="preserve">, </w:t>
      </w:r>
      <w:r>
        <w:t>à la lettre</w:t>
      </w:r>
      <w:r w:rsidR="00C90F8D">
        <w:t xml:space="preserve">, </w:t>
      </w:r>
      <w:r>
        <w:t>m</w:t>
      </w:r>
      <w:r w:rsidR="00C90F8D">
        <w:t>’</w:t>
      </w:r>
      <w:r>
        <w:t>implorait</w:t>
      </w:r>
      <w:r w:rsidR="00C90F8D">
        <w:t xml:space="preserve">. </w:t>
      </w:r>
      <w:r>
        <w:t>J</w:t>
      </w:r>
      <w:r w:rsidR="00C90F8D">
        <w:t>’</w:t>
      </w:r>
      <w:r>
        <w:t>eus pitié de lui</w:t>
      </w:r>
      <w:r w:rsidR="00C90F8D">
        <w:t>.</w:t>
      </w:r>
    </w:p>
    <w:p w14:paraId="1AC4FF2C" w14:textId="77777777" w:rsidR="00C90F8D" w:rsidRDefault="00C90F8D">
      <w:r>
        <w:rPr>
          <w:rFonts w:eastAsia="Georgia"/>
        </w:rPr>
        <w:t>— </w:t>
      </w:r>
      <w:r w:rsidR="00AB2DE8">
        <w:t>Vraiment</w:t>
      </w:r>
      <w:r>
        <w:t xml:space="preserve">, </w:t>
      </w:r>
      <w:r w:rsidR="00AB2DE8">
        <w:t>mon colonel</w:t>
      </w:r>
      <w:r>
        <w:t xml:space="preserve">, </w:t>
      </w:r>
      <w:r w:rsidR="00AB2DE8">
        <w:t>ne vous mettez pas en peine</w:t>
      </w:r>
      <w:r>
        <w:t xml:space="preserve">. </w:t>
      </w:r>
      <w:r w:rsidR="00AB2DE8">
        <w:t>Je suis navré de vous avoir parlé de la sorte</w:t>
      </w:r>
      <w:r>
        <w:t xml:space="preserve">. </w:t>
      </w:r>
      <w:r w:rsidR="00AB2DE8">
        <w:t xml:space="preserve">Le général </w:t>
      </w:r>
      <w:proofErr w:type="spellStart"/>
      <w:r w:rsidR="00AB2DE8">
        <w:t>Irénéïef</w:t>
      </w:r>
      <w:proofErr w:type="spellEnd"/>
      <w:r w:rsidR="00AB2DE8">
        <w:t xml:space="preserve"> est le plus aimable des compagnons</w:t>
      </w:r>
      <w:r>
        <w:t xml:space="preserve">, </w:t>
      </w:r>
      <w:r w:rsidR="00AB2DE8">
        <w:t>et je vous donne ma parole que ces petites incartades ne sont rien à côté de la joie que j</w:t>
      </w:r>
      <w:r>
        <w:t>’</w:t>
      </w:r>
      <w:r w:rsidR="00AB2DE8">
        <w:t>éprouve</w:t>
      </w:r>
      <w:r>
        <w:t xml:space="preserve">, </w:t>
      </w:r>
      <w:r w:rsidR="00AB2DE8">
        <w:t>grâce à vous</w:t>
      </w:r>
      <w:r>
        <w:t xml:space="preserve">, </w:t>
      </w:r>
      <w:r w:rsidR="00AB2DE8">
        <w:t>à ne plus être seul ici</w:t>
      </w:r>
      <w:r>
        <w:t>.</w:t>
      </w:r>
    </w:p>
    <w:p w14:paraId="07D54CA4" w14:textId="77777777" w:rsidR="00C90F8D" w:rsidRDefault="00AB2DE8">
      <w:r>
        <w:t>Il eut ce soupir particulier aux gens qui vous savent gré de ne point leur dévoiler tout le fond de votre pensée</w:t>
      </w:r>
      <w:r w:rsidR="00C90F8D">
        <w:t>.</w:t>
      </w:r>
    </w:p>
    <w:p w14:paraId="54C6959A" w14:textId="77777777" w:rsidR="00C90F8D" w:rsidRDefault="00AB2DE8">
      <w:r>
        <w:t>Je voulus lui rendre service en modifiant le cours de notre entretien</w:t>
      </w:r>
      <w:r w:rsidR="00C90F8D">
        <w:t>.</w:t>
      </w:r>
    </w:p>
    <w:p w14:paraId="22B10DF0" w14:textId="77777777" w:rsidR="00C90F8D" w:rsidRDefault="00C90F8D">
      <w:r>
        <w:rPr>
          <w:rFonts w:eastAsia="Georgia"/>
        </w:rPr>
        <w:lastRenderedPageBreak/>
        <w:t>— </w:t>
      </w:r>
      <w:r w:rsidR="00AB2DE8">
        <w:t>J</w:t>
      </w:r>
      <w:r>
        <w:t>’</w:t>
      </w:r>
      <w:r w:rsidR="00AB2DE8">
        <w:t>ai reçu</w:t>
      </w:r>
      <w:r>
        <w:t xml:space="preserve">, </w:t>
      </w:r>
      <w:r w:rsidR="00AB2DE8">
        <w:t>dis-je</w:t>
      </w:r>
      <w:r>
        <w:t xml:space="preserve">, </w:t>
      </w:r>
      <w:r w:rsidR="00AB2DE8">
        <w:t>voilà quelques jours</w:t>
      </w:r>
      <w:r>
        <w:t xml:space="preserve">, </w:t>
      </w:r>
      <w:r w:rsidR="00AB2DE8">
        <w:t>une communication bizarre de Tcheliabinsk</w:t>
      </w:r>
      <w:r>
        <w:t xml:space="preserve">. </w:t>
      </w:r>
      <w:r w:rsidR="00AB2DE8">
        <w:t>On me mandait de votre Grand Quartier Général que</w:t>
      </w:r>
      <w:r>
        <w:t xml:space="preserve">, </w:t>
      </w:r>
      <w:r w:rsidR="00AB2DE8">
        <w:t>des soldats mis à ma disposition</w:t>
      </w:r>
      <w:r>
        <w:t xml:space="preserve">, </w:t>
      </w:r>
      <w:r w:rsidR="00AB2DE8">
        <w:t>deux parts allaient être faites</w:t>
      </w:r>
      <w:r>
        <w:t xml:space="preserve">. </w:t>
      </w:r>
      <w:r w:rsidR="00AB2DE8">
        <w:t>Ceux qui seraient reconnus valides retourneraient au front</w:t>
      </w:r>
      <w:r>
        <w:t xml:space="preserve">. </w:t>
      </w:r>
      <w:r w:rsidR="00AB2DE8">
        <w:t xml:space="preserve">On évacuerait les autres </w:t>
      </w:r>
      <w:proofErr w:type="gramStart"/>
      <w:r w:rsidR="00AB2DE8">
        <w:t>sur</w:t>
      </w:r>
      <w:proofErr w:type="gramEnd"/>
      <w:r w:rsidR="00AB2DE8">
        <w:t xml:space="preserve"> Omsk et </w:t>
      </w:r>
      <w:proofErr w:type="spellStart"/>
      <w:r w:rsidR="00AB2DE8">
        <w:t>Vladivostock</w:t>
      </w:r>
      <w:proofErr w:type="spellEnd"/>
      <w:r>
        <w:t>.</w:t>
      </w:r>
    </w:p>
    <w:p w14:paraId="5BB2022B" w14:textId="77777777" w:rsidR="00C90F8D" w:rsidRDefault="00C90F8D">
      <w:r>
        <w:rPr>
          <w:rFonts w:eastAsia="Georgia"/>
        </w:rPr>
        <w:t>— </w:t>
      </w:r>
      <w:r w:rsidR="00AB2DE8">
        <w:t>C</w:t>
      </w:r>
      <w:r>
        <w:t>’</w:t>
      </w:r>
      <w:r w:rsidR="00AB2DE8">
        <w:t>est exact</w:t>
      </w:r>
      <w:r>
        <w:t xml:space="preserve">. </w:t>
      </w:r>
      <w:r w:rsidR="00AB2DE8">
        <w:t>Je suis même chargé de prendre les mesures nécessaires pour que la décision dont il s</w:t>
      </w:r>
      <w:r>
        <w:t>’</w:t>
      </w:r>
      <w:r w:rsidR="00AB2DE8">
        <w:t>agit entre en vigueur le plus tôt possible</w:t>
      </w:r>
      <w:r>
        <w:t>.</w:t>
      </w:r>
    </w:p>
    <w:p w14:paraId="3AF29E54" w14:textId="77777777" w:rsidR="00C90F8D" w:rsidRDefault="00C90F8D">
      <w:r>
        <w:rPr>
          <w:rFonts w:eastAsia="Georgia"/>
        </w:rPr>
        <w:t>— </w:t>
      </w:r>
      <w:r w:rsidR="00AB2DE8">
        <w:t>Très bien</w:t>
      </w:r>
      <w:r>
        <w:t xml:space="preserve">. </w:t>
      </w:r>
      <w:r w:rsidR="00AB2DE8">
        <w:t>Personnellement</w:t>
      </w:r>
      <w:r>
        <w:t xml:space="preserve">, </w:t>
      </w:r>
      <w:r w:rsidR="00AB2DE8">
        <w:t>je n</w:t>
      </w:r>
      <w:r>
        <w:t>’</w:t>
      </w:r>
      <w:r w:rsidR="00AB2DE8">
        <w:t>y vois aucun inconvénient</w:t>
      </w:r>
      <w:r>
        <w:t xml:space="preserve">. </w:t>
      </w:r>
      <w:r w:rsidR="00AB2DE8">
        <w:t>Mais l</w:t>
      </w:r>
      <w:r>
        <w:t>’</w:t>
      </w:r>
      <w:r w:rsidR="00AB2DE8">
        <w:t>usine</w:t>
      </w:r>
      <w:r>
        <w:t xml:space="preserve"> ? </w:t>
      </w:r>
      <w:r w:rsidR="00AB2DE8">
        <w:t>Il ne me restera que des prisonniers pour la faire marcher</w:t>
      </w:r>
      <w:r>
        <w:t xml:space="preserve">. </w:t>
      </w:r>
      <w:r w:rsidR="00AB2DE8">
        <w:t>Vous ne vous figurez pas</w:t>
      </w:r>
      <w:r>
        <w:t xml:space="preserve">, </w:t>
      </w:r>
      <w:r w:rsidR="00AB2DE8">
        <w:t>peut-être que j</w:t>
      </w:r>
      <w:r>
        <w:t>’</w:t>
      </w:r>
      <w:r w:rsidR="00AB2DE8">
        <w:t>y réussirai</w:t>
      </w:r>
      <w:r>
        <w:t> ?</w:t>
      </w:r>
    </w:p>
    <w:p w14:paraId="7FF19732" w14:textId="77777777" w:rsidR="00C90F8D" w:rsidRDefault="00AB2DE8">
      <w:r>
        <w:t>Il eut un geste d</w:t>
      </w:r>
      <w:r w:rsidR="00C90F8D">
        <w:t>’</w:t>
      </w:r>
      <w:r>
        <w:t>impuissance</w:t>
      </w:r>
      <w:r w:rsidR="00C90F8D">
        <w:t>.</w:t>
      </w:r>
    </w:p>
    <w:p w14:paraId="78092A45" w14:textId="77777777" w:rsidR="00C90F8D" w:rsidRDefault="00C90F8D">
      <w:r>
        <w:rPr>
          <w:rFonts w:eastAsia="Georgia"/>
        </w:rPr>
        <w:t>— </w:t>
      </w:r>
      <w:r w:rsidR="00AB2DE8">
        <w:t>De mieux en mieux</w:t>
      </w:r>
      <w:r>
        <w:t xml:space="preserve">, </w:t>
      </w:r>
      <w:r w:rsidR="00AB2DE8">
        <w:t>dis-je</w:t>
      </w:r>
      <w:r>
        <w:t xml:space="preserve">. </w:t>
      </w:r>
      <w:r w:rsidR="00AB2DE8">
        <w:t>Dans ces conditions</w:t>
      </w:r>
      <w:r>
        <w:t xml:space="preserve">, </w:t>
      </w:r>
      <w:r w:rsidR="00AB2DE8">
        <w:t>on ne s</w:t>
      </w:r>
      <w:r>
        <w:t>’</w:t>
      </w:r>
      <w:r w:rsidR="00AB2DE8">
        <w:t>étonnera pas</w:t>
      </w:r>
      <w:r>
        <w:t xml:space="preserve">, </w:t>
      </w:r>
      <w:r w:rsidR="00AB2DE8">
        <w:t>j</w:t>
      </w:r>
      <w:r>
        <w:t>’</w:t>
      </w:r>
      <w:r w:rsidR="00AB2DE8">
        <w:t>espère</w:t>
      </w:r>
      <w:r>
        <w:t xml:space="preserve">, </w:t>
      </w:r>
      <w:r w:rsidR="00AB2DE8">
        <w:t>si je me range au seul parti qui s</w:t>
      </w:r>
      <w:r>
        <w:t>’</w:t>
      </w:r>
      <w:r w:rsidR="00AB2DE8">
        <w:t>impose</w:t>
      </w:r>
      <w:r>
        <w:t xml:space="preserve"> : </w:t>
      </w:r>
      <w:r w:rsidR="00AB2DE8">
        <w:t>laisser s</w:t>
      </w:r>
      <w:r>
        <w:t>’</w:t>
      </w:r>
      <w:r w:rsidR="00AB2DE8">
        <w:t>éteindre les hauts fourneaux</w:t>
      </w:r>
      <w:r>
        <w:t xml:space="preserve">, – </w:t>
      </w:r>
      <w:r w:rsidR="00AB2DE8">
        <w:t>ils en ont l</w:t>
      </w:r>
      <w:r>
        <w:t>’</w:t>
      </w:r>
      <w:r w:rsidR="00AB2DE8">
        <w:t>habitude</w:t>
      </w:r>
      <w:r>
        <w:t xml:space="preserve">, – </w:t>
      </w:r>
      <w:r w:rsidR="00AB2DE8">
        <w:t>et monter sur la première locomotive venue</w:t>
      </w:r>
      <w:r>
        <w:t xml:space="preserve">, </w:t>
      </w:r>
      <w:r w:rsidR="00AB2DE8">
        <w:t>tant qu</w:t>
      </w:r>
      <w:r>
        <w:t>’</w:t>
      </w:r>
      <w:r w:rsidR="00AB2DE8">
        <w:t>il y en a encore en partance</w:t>
      </w:r>
      <w:r>
        <w:t xml:space="preserve">. </w:t>
      </w:r>
      <w:r w:rsidR="00AB2DE8">
        <w:t>Je ne suis resté ici que trop longtemps</w:t>
      </w:r>
      <w:r>
        <w:t xml:space="preserve">. </w:t>
      </w:r>
      <w:r w:rsidR="00AB2DE8">
        <w:t>Je n</w:t>
      </w:r>
      <w:r>
        <w:t>’</w:t>
      </w:r>
      <w:r w:rsidR="00AB2DE8">
        <w:t>ai plus rien à y faire</w:t>
      </w:r>
      <w:r>
        <w:t>.</w:t>
      </w:r>
    </w:p>
    <w:p w14:paraId="40FAD179" w14:textId="77777777" w:rsidR="00C90F8D" w:rsidRDefault="00AB2DE8">
      <w:r>
        <w:t>Son regard</w:t>
      </w:r>
      <w:r w:rsidR="00C90F8D">
        <w:t xml:space="preserve">, </w:t>
      </w:r>
      <w:r>
        <w:t>de nouveau</w:t>
      </w:r>
      <w:r w:rsidR="00C90F8D">
        <w:t xml:space="preserve">, </w:t>
      </w:r>
      <w:r>
        <w:t>devint suppliant</w:t>
      </w:r>
      <w:r w:rsidR="00C90F8D">
        <w:t>.</w:t>
      </w:r>
    </w:p>
    <w:p w14:paraId="2C06ED05" w14:textId="77777777" w:rsidR="00C90F8D" w:rsidRDefault="00C90F8D">
      <w:r>
        <w:rPr>
          <w:rFonts w:eastAsia="Georgia"/>
        </w:rPr>
        <w:t>— </w:t>
      </w:r>
      <w:r w:rsidR="00AB2DE8">
        <w:t>Attendez quelques jours</w:t>
      </w:r>
      <w:r>
        <w:t xml:space="preserve">. </w:t>
      </w:r>
      <w:r w:rsidR="00AB2DE8">
        <w:t>Peut-être la situation va-t-elle s</w:t>
      </w:r>
      <w:r>
        <w:t>’</w:t>
      </w:r>
      <w:r w:rsidR="00AB2DE8">
        <w:t>améliorer</w:t>
      </w:r>
      <w:r>
        <w:t>.</w:t>
      </w:r>
    </w:p>
    <w:p w14:paraId="72E58357" w14:textId="77777777" w:rsidR="00C90F8D" w:rsidRDefault="00C90F8D">
      <w:r>
        <w:rPr>
          <w:rFonts w:eastAsia="Georgia"/>
        </w:rPr>
        <w:t>— </w:t>
      </w:r>
      <w:r w:rsidR="00AB2DE8">
        <w:t>Vous me disiez</w:t>
      </w:r>
      <w:r>
        <w:t xml:space="preserve">, </w:t>
      </w:r>
      <w:r w:rsidR="00AB2DE8">
        <w:t>il y a un instant</w:t>
      </w:r>
      <w:r>
        <w:t xml:space="preserve">, </w:t>
      </w:r>
      <w:r w:rsidR="00AB2DE8">
        <w:t>que tout allait de mal en pis et que</w:t>
      </w:r>
      <w:r>
        <w:t xml:space="preserve">, </w:t>
      </w:r>
      <w:r w:rsidR="00AB2DE8">
        <w:t>sous peu</w:t>
      </w:r>
      <w:r>
        <w:t xml:space="preserve">, </w:t>
      </w:r>
      <w:r w:rsidR="00AB2DE8">
        <w:t>à moins d</w:t>
      </w:r>
      <w:r>
        <w:t>’</w:t>
      </w:r>
      <w:r w:rsidR="00AB2DE8">
        <w:t>un miracle</w:t>
      </w:r>
      <w:r>
        <w:t xml:space="preserve">, </w:t>
      </w:r>
      <w:r w:rsidR="00AB2DE8">
        <w:t>le front de l</w:t>
      </w:r>
      <w:r>
        <w:t>’</w:t>
      </w:r>
      <w:r w:rsidR="00AB2DE8">
        <w:t>Oural serait crevé par les bolcheviks</w:t>
      </w:r>
      <w:r>
        <w:t>.</w:t>
      </w:r>
    </w:p>
    <w:p w14:paraId="368E6F30" w14:textId="77777777" w:rsidR="00C90F8D" w:rsidRDefault="00C90F8D">
      <w:r>
        <w:rPr>
          <w:rFonts w:eastAsia="Georgia"/>
        </w:rPr>
        <w:lastRenderedPageBreak/>
        <w:t>— </w:t>
      </w:r>
      <w:r w:rsidR="00AB2DE8">
        <w:t>Ce miracle peut se produire</w:t>
      </w:r>
      <w:r>
        <w:t xml:space="preserve">. </w:t>
      </w:r>
      <w:r w:rsidR="00AB2DE8">
        <w:t>Tout n</w:t>
      </w:r>
      <w:r>
        <w:t>’</w:t>
      </w:r>
      <w:r w:rsidR="00AB2DE8">
        <w:t>est pas à ce point compromis</w:t>
      </w:r>
      <w:r>
        <w:t xml:space="preserve">. </w:t>
      </w:r>
      <w:r w:rsidR="00AB2DE8">
        <w:t>Et puis</w:t>
      </w:r>
      <w:r>
        <w:t xml:space="preserve">, </w:t>
      </w:r>
      <w:r w:rsidR="00AB2DE8">
        <w:t>ne m</w:t>
      </w:r>
      <w:r>
        <w:t>’</w:t>
      </w:r>
      <w:r w:rsidR="00AB2DE8">
        <w:t>avez-vous pas déclaré vous-même lors de notre première entrevue</w:t>
      </w:r>
      <w:r>
        <w:t xml:space="preserve">, </w:t>
      </w:r>
      <w:r w:rsidR="00AB2DE8">
        <w:t>que si vous étiez resté ici</w:t>
      </w:r>
      <w:r>
        <w:t xml:space="preserve">, </w:t>
      </w:r>
      <w:r w:rsidR="00AB2DE8">
        <w:t>c</w:t>
      </w:r>
      <w:r>
        <w:t>’</w:t>
      </w:r>
      <w:r w:rsidR="00AB2DE8">
        <w:t>était moins pour coopérer à la fabrication du matériel de guerre que pour essayer de sauvegarder les intérêts de votre Compagnie</w:t>
      </w:r>
      <w:r>
        <w:t>.</w:t>
      </w:r>
    </w:p>
    <w:p w14:paraId="38344DB3" w14:textId="77777777" w:rsidR="00C90F8D" w:rsidRDefault="00C90F8D">
      <w:r>
        <w:rPr>
          <w:rFonts w:eastAsia="Georgia"/>
        </w:rPr>
        <w:t>— </w:t>
      </w:r>
      <w:r w:rsidR="00AB2DE8">
        <w:t>On peut changer d</w:t>
      </w:r>
      <w:r>
        <w:t>’</w:t>
      </w:r>
      <w:r w:rsidR="00AB2DE8">
        <w:t>avis</w:t>
      </w:r>
      <w:r>
        <w:t xml:space="preserve">, </w:t>
      </w:r>
      <w:r w:rsidR="00AB2DE8">
        <w:t>dis-je d</w:t>
      </w:r>
      <w:r>
        <w:t>’</w:t>
      </w:r>
      <w:r w:rsidR="00AB2DE8">
        <w:t>un air maussade</w:t>
      </w:r>
      <w:r>
        <w:t xml:space="preserve">. </w:t>
      </w:r>
      <w:r w:rsidR="00AB2DE8">
        <w:t>La résistance humaine a des limites</w:t>
      </w:r>
      <w:r>
        <w:t xml:space="preserve">. </w:t>
      </w:r>
      <w:r w:rsidR="00AB2DE8">
        <w:t>Je ne m</w:t>
      </w:r>
      <w:r>
        <w:t>’</w:t>
      </w:r>
      <w:r w:rsidR="00AB2DE8">
        <w:t>engage à rien</w:t>
      </w:r>
      <w:r>
        <w:t xml:space="preserve">. </w:t>
      </w:r>
      <w:r w:rsidR="00AB2DE8">
        <w:t>La Compagnie dont vous parlez m</w:t>
      </w:r>
      <w:r>
        <w:t>’</w:t>
      </w:r>
      <w:r w:rsidR="00AB2DE8">
        <w:t>a d</w:t>
      </w:r>
      <w:r>
        <w:t>’</w:t>
      </w:r>
      <w:r w:rsidR="00AB2DE8">
        <w:t xml:space="preserve">ailleurs laissé </w:t>
      </w:r>
      <w:proofErr w:type="spellStart"/>
      <w:r w:rsidR="00AB2DE8">
        <w:t>juge</w:t>
      </w:r>
      <w:proofErr w:type="spellEnd"/>
      <w:r w:rsidR="00AB2DE8">
        <w:t xml:space="preserve"> du moment où j</w:t>
      </w:r>
      <w:r>
        <w:t>’</w:t>
      </w:r>
      <w:r w:rsidR="00AB2DE8">
        <w:t>estimerai qu</w:t>
      </w:r>
      <w:r>
        <w:t>’</w:t>
      </w:r>
      <w:r w:rsidR="00AB2DE8">
        <w:t>il n</w:t>
      </w:r>
      <w:r>
        <w:t>’</w:t>
      </w:r>
      <w:r w:rsidR="00AB2DE8">
        <w:t>y a plus rien à tenter</w:t>
      </w:r>
      <w:r>
        <w:t>.</w:t>
      </w:r>
    </w:p>
    <w:p w14:paraId="0DCF5E66" w14:textId="77777777" w:rsidR="00C90F8D" w:rsidRDefault="00AB2DE8">
      <w:r>
        <w:t>Nous gardâmes quelques minutes un silence qui accroissait sans cesse l</w:t>
      </w:r>
      <w:r w:rsidR="00C90F8D">
        <w:t>’</w:t>
      </w:r>
      <w:r>
        <w:t>embarras du colonel Gregor</w:t>
      </w:r>
      <w:r w:rsidR="00C90F8D">
        <w:t>.</w:t>
      </w:r>
    </w:p>
    <w:p w14:paraId="313A86EE" w14:textId="77777777" w:rsidR="00C90F8D" w:rsidRDefault="00AB2DE8">
      <w:r>
        <w:t>Sur ces entrefaites</w:t>
      </w:r>
      <w:r w:rsidR="00C90F8D">
        <w:t xml:space="preserve">, </w:t>
      </w:r>
      <w:r>
        <w:t>un de mes valets tartares</w:t>
      </w:r>
      <w:r w:rsidR="00C90F8D">
        <w:t xml:space="preserve">, </w:t>
      </w:r>
      <w:r>
        <w:t>porteur d</w:t>
      </w:r>
      <w:r w:rsidR="00C90F8D">
        <w:t>’</w:t>
      </w:r>
      <w:r>
        <w:t>un plateau</w:t>
      </w:r>
      <w:r w:rsidR="00C90F8D">
        <w:t xml:space="preserve">, </w:t>
      </w:r>
      <w:r>
        <w:t>passa dans le corridor</w:t>
      </w:r>
      <w:r w:rsidR="00C90F8D">
        <w:t>.</w:t>
      </w:r>
    </w:p>
    <w:p w14:paraId="01299414" w14:textId="77777777" w:rsidR="00C90F8D" w:rsidRDefault="00C90F8D">
      <w:r>
        <w:rPr>
          <w:rFonts w:eastAsia="Georgia"/>
        </w:rPr>
        <w:t>— </w:t>
      </w:r>
      <w:r w:rsidR="00AB2DE8">
        <w:t xml:space="preserve">Le petit déjeuner du général </w:t>
      </w:r>
      <w:proofErr w:type="spellStart"/>
      <w:r w:rsidR="00AB2DE8">
        <w:t>Irénéïef</w:t>
      </w:r>
      <w:proofErr w:type="spellEnd"/>
      <w:r>
        <w:t xml:space="preserve">, </w:t>
      </w:r>
      <w:r w:rsidR="00AB2DE8">
        <w:t>sans doute</w:t>
      </w:r>
      <w:r>
        <w:t xml:space="preserve"> ? </w:t>
      </w:r>
      <w:r w:rsidR="00AB2DE8">
        <w:t>dit le colonel</w:t>
      </w:r>
      <w:r>
        <w:t>.</w:t>
      </w:r>
    </w:p>
    <w:p w14:paraId="499FE650" w14:textId="77777777" w:rsidR="00C90F8D" w:rsidRDefault="00C90F8D">
      <w:r>
        <w:rPr>
          <w:rFonts w:eastAsia="Georgia"/>
        </w:rPr>
        <w:t>— </w:t>
      </w:r>
      <w:r w:rsidR="00AB2DE8">
        <w:t>Non</w:t>
      </w:r>
      <w:r>
        <w:t xml:space="preserve">, </w:t>
      </w:r>
      <w:r w:rsidR="00AB2DE8">
        <w:t>le général a changé son menu</w:t>
      </w:r>
      <w:r>
        <w:t xml:space="preserve">. </w:t>
      </w:r>
      <w:r w:rsidR="00AB2DE8">
        <w:t>En place de thé</w:t>
      </w:r>
      <w:r>
        <w:t xml:space="preserve">, </w:t>
      </w:r>
      <w:r w:rsidR="00AB2DE8">
        <w:t>on lui monte chaque matin une bouteille de graves</w:t>
      </w:r>
      <w:r>
        <w:t xml:space="preserve">. </w:t>
      </w:r>
      <w:r w:rsidR="00AB2DE8">
        <w:t>Ceci</w:t>
      </w:r>
      <w:r>
        <w:t xml:space="preserve">, </w:t>
      </w:r>
      <w:r w:rsidR="00AB2DE8">
        <w:t>c</w:t>
      </w:r>
      <w:r>
        <w:t>’</w:t>
      </w:r>
      <w:r w:rsidR="00AB2DE8">
        <w:t>est le déjeuner d</w:t>
      </w:r>
      <w:r>
        <w:t>’</w:t>
      </w:r>
      <w:r w:rsidR="00AB2DE8">
        <w:t xml:space="preserve">Armide </w:t>
      </w:r>
      <w:proofErr w:type="spellStart"/>
      <w:r w:rsidR="00AB2DE8">
        <w:t>Ephremovna</w:t>
      </w:r>
      <w:proofErr w:type="spellEnd"/>
      <w:r>
        <w:t>.</w:t>
      </w:r>
    </w:p>
    <w:p w14:paraId="17AD7AFE" w14:textId="77777777" w:rsidR="00C90F8D" w:rsidRDefault="00C90F8D">
      <w:r>
        <w:rPr>
          <w:rFonts w:eastAsia="Georgia"/>
        </w:rPr>
        <w:t>— </w:t>
      </w:r>
      <w:r w:rsidR="00AB2DE8">
        <w:t>Elle est donc réveillée</w:t>
      </w:r>
      <w:r>
        <w:t> ?</w:t>
      </w:r>
    </w:p>
    <w:p w14:paraId="36407382" w14:textId="77777777" w:rsidR="00C90F8D" w:rsidRDefault="00C90F8D">
      <w:r>
        <w:rPr>
          <w:rFonts w:eastAsia="Georgia"/>
        </w:rPr>
        <w:t>— </w:t>
      </w:r>
      <w:r w:rsidR="00AB2DE8">
        <w:t>Vous le voyez</w:t>
      </w:r>
      <w:r>
        <w:t>.</w:t>
      </w:r>
    </w:p>
    <w:p w14:paraId="3C63900E" w14:textId="77777777" w:rsidR="00C90F8D" w:rsidRDefault="00C90F8D">
      <w:r>
        <w:rPr>
          <w:rFonts w:eastAsia="Georgia"/>
        </w:rPr>
        <w:t>— </w:t>
      </w:r>
      <w:r w:rsidR="00AB2DE8">
        <w:t>Mon devoir</w:t>
      </w:r>
      <w:r>
        <w:t xml:space="preserve">, </w:t>
      </w:r>
      <w:r w:rsidR="00AB2DE8">
        <w:t>alors</w:t>
      </w:r>
      <w:r>
        <w:t xml:space="preserve">, </w:t>
      </w:r>
      <w:r w:rsidR="00AB2DE8">
        <w:t>dit-il précipitamment</w:t>
      </w:r>
      <w:r>
        <w:t xml:space="preserve">, </w:t>
      </w:r>
      <w:r w:rsidR="00AB2DE8">
        <w:t>est d</w:t>
      </w:r>
      <w:r>
        <w:t>’</w:t>
      </w:r>
      <w:r w:rsidR="00AB2DE8">
        <w:t>aller lui présenter mes hommages</w:t>
      </w:r>
      <w:r>
        <w:t>.</w:t>
      </w:r>
    </w:p>
    <w:p w14:paraId="03DB0634" w14:textId="77777777" w:rsidR="00C90F8D" w:rsidRDefault="00AB2DE8">
      <w:r>
        <w:t>Il emboîta le pas du Tartare</w:t>
      </w:r>
      <w:r w:rsidR="00C90F8D">
        <w:t xml:space="preserve">, </w:t>
      </w:r>
      <w:r>
        <w:t>me laissant seul</w:t>
      </w:r>
      <w:r w:rsidR="00C90F8D">
        <w:t xml:space="preserve">, </w:t>
      </w:r>
      <w:r>
        <w:t>et quelque peu abasourdi</w:t>
      </w:r>
      <w:r w:rsidR="00C90F8D">
        <w:t>.</w:t>
      </w:r>
    </w:p>
    <w:p w14:paraId="30DFE13C" w14:textId="77777777" w:rsidR="00C90F8D" w:rsidRDefault="00AB2DE8">
      <w:r>
        <w:lastRenderedPageBreak/>
        <w:t>Jamais je ne m</w:t>
      </w:r>
      <w:r w:rsidR="00C90F8D">
        <w:t>’</w:t>
      </w:r>
      <w:r>
        <w:t>étais senti d</w:t>
      </w:r>
      <w:r w:rsidR="00C90F8D">
        <w:t>’</w:t>
      </w:r>
      <w:r>
        <w:t>humeur aussi exécrable</w:t>
      </w:r>
      <w:r w:rsidR="00C90F8D">
        <w:t xml:space="preserve">. </w:t>
      </w:r>
      <w:r>
        <w:t>Je commençais à avoir la sensation que je jouais un rôle ridicule</w:t>
      </w:r>
      <w:r w:rsidR="00C90F8D">
        <w:t xml:space="preserve">. </w:t>
      </w:r>
      <w:r>
        <w:t>Le reste de la matinée</w:t>
      </w:r>
      <w:r w:rsidR="00C90F8D">
        <w:t xml:space="preserve">, </w:t>
      </w:r>
      <w:r>
        <w:t>je le passai</w:t>
      </w:r>
      <w:r w:rsidR="00C90F8D">
        <w:t xml:space="preserve">, </w:t>
      </w:r>
      <w:r>
        <w:t>gourmandant les ouvriers</w:t>
      </w:r>
      <w:r w:rsidR="00C90F8D">
        <w:t xml:space="preserve">, </w:t>
      </w:r>
      <w:r>
        <w:t>à errer au hasard à travers les bâtiments de l</w:t>
      </w:r>
      <w:r w:rsidR="00C90F8D">
        <w:t>’</w:t>
      </w:r>
      <w:r>
        <w:t>usine en détresse</w:t>
      </w:r>
      <w:r w:rsidR="00C90F8D">
        <w:t>.</w:t>
      </w:r>
    </w:p>
    <w:p w14:paraId="36F74D7E" w14:textId="77777777" w:rsidR="00C90F8D" w:rsidRDefault="00AB2DE8">
      <w:r>
        <w:t>Au repas de midi</w:t>
      </w:r>
      <w:r w:rsidR="00C90F8D">
        <w:t xml:space="preserve">, </w:t>
      </w:r>
      <w:r>
        <w:t>il me fut permis d</w:t>
      </w:r>
      <w:r w:rsidR="00C90F8D">
        <w:t>’</w:t>
      </w:r>
      <w:r>
        <w:t>apprécier la valeur de l</w:t>
      </w:r>
      <w:r w:rsidR="00C90F8D">
        <w:t>’</w:t>
      </w:r>
      <w:r>
        <w:t>influence que le colonel Gregor se targuait d</w:t>
      </w:r>
      <w:r w:rsidR="00C90F8D">
        <w:t>’</w:t>
      </w:r>
      <w:r>
        <w:t>avoir sur le général</w:t>
      </w:r>
      <w:r w:rsidR="00C90F8D">
        <w:t>.</w:t>
      </w:r>
    </w:p>
    <w:p w14:paraId="5946CA28" w14:textId="77777777" w:rsidR="00C90F8D" w:rsidRDefault="00C90F8D">
      <w:r>
        <w:rPr>
          <w:rFonts w:eastAsia="Georgia"/>
        </w:rPr>
        <w:t>— </w:t>
      </w:r>
      <w:r w:rsidR="00AB2DE8">
        <w:t>Charmante réunion de famille</w:t>
      </w:r>
      <w:r>
        <w:t xml:space="preserve">, </w:t>
      </w:r>
      <w:r w:rsidR="00AB2DE8">
        <w:t>déclara celui-ci</w:t>
      </w:r>
      <w:r>
        <w:t xml:space="preserve">, </w:t>
      </w:r>
      <w:r w:rsidR="00AB2DE8">
        <w:t xml:space="preserve">quand nous </w:t>
      </w:r>
      <w:proofErr w:type="gramStart"/>
      <w:r w:rsidR="00AB2DE8">
        <w:t>fûmes</w:t>
      </w:r>
      <w:proofErr w:type="gramEnd"/>
      <w:r w:rsidR="00AB2DE8">
        <w:t xml:space="preserve"> réunis tous les quatre dans la salle à manger</w:t>
      </w:r>
      <w:r>
        <w:t xml:space="preserve">. </w:t>
      </w:r>
      <w:r w:rsidR="00AB2DE8">
        <w:t>C</w:t>
      </w:r>
      <w:r>
        <w:t>’</w:t>
      </w:r>
      <w:r w:rsidR="00AB2DE8">
        <w:t>est moi qui ordonne</w:t>
      </w:r>
      <w:r>
        <w:t xml:space="preserve">, </w:t>
      </w:r>
      <w:r w:rsidR="00AB2DE8">
        <w:t>c</w:t>
      </w:r>
      <w:r>
        <w:t>’</w:t>
      </w:r>
      <w:r w:rsidR="00AB2DE8">
        <w:t>est moi qui place</w:t>
      </w:r>
      <w:r>
        <w:t xml:space="preserve">. </w:t>
      </w:r>
      <w:r w:rsidR="00AB2DE8">
        <w:t>Armide</w:t>
      </w:r>
      <w:r>
        <w:t xml:space="preserve">, </w:t>
      </w:r>
      <w:r w:rsidR="00AB2DE8">
        <w:t>en face de moi</w:t>
      </w:r>
      <w:r>
        <w:t xml:space="preserve">, </w:t>
      </w:r>
      <w:r w:rsidR="00AB2DE8">
        <w:t>ma fille bien-aimée</w:t>
      </w:r>
      <w:r>
        <w:t xml:space="preserve">. </w:t>
      </w:r>
      <w:r w:rsidR="00AB2DE8">
        <w:t>Je ne prétends pas usurper</w:t>
      </w:r>
      <w:r>
        <w:t xml:space="preserve">, </w:t>
      </w:r>
      <w:r w:rsidR="00AB2DE8">
        <w:t>mon astre</w:t>
      </w:r>
      <w:r>
        <w:t xml:space="preserve">, </w:t>
      </w:r>
      <w:r w:rsidR="00AB2DE8">
        <w:t>tes fonctions de maîtresse de maison</w:t>
      </w:r>
      <w:r>
        <w:t xml:space="preserve">. </w:t>
      </w:r>
      <w:r w:rsidR="00AB2DE8">
        <w:t>Mais pour ce qui est du respect de l</w:t>
      </w:r>
      <w:r>
        <w:t>’</w:t>
      </w:r>
      <w:r w:rsidR="00AB2DE8">
        <w:t>étiquette</w:t>
      </w:r>
      <w:r>
        <w:t xml:space="preserve">, </w:t>
      </w:r>
      <w:r w:rsidR="00AB2DE8">
        <w:t>fais confiance à ton père</w:t>
      </w:r>
      <w:r>
        <w:t xml:space="preserve">. </w:t>
      </w:r>
      <w:r w:rsidR="00AB2DE8">
        <w:t>Je m</w:t>
      </w:r>
      <w:r>
        <w:t>’</w:t>
      </w:r>
      <w:r w:rsidR="00AB2DE8">
        <w:t>installe donc dans ce fauteuil</w:t>
      </w:r>
      <w:r>
        <w:t xml:space="preserve">, </w:t>
      </w:r>
      <w:r w:rsidR="00AB2DE8">
        <w:t>du côté de la cheminée</w:t>
      </w:r>
      <w:r>
        <w:t xml:space="preserve">. </w:t>
      </w:r>
      <w:r w:rsidR="00AB2DE8">
        <w:t>Dos au feu</w:t>
      </w:r>
      <w:r>
        <w:t xml:space="preserve">, </w:t>
      </w:r>
      <w:r w:rsidR="00AB2DE8">
        <w:t>ventre à table</w:t>
      </w:r>
      <w:r>
        <w:t xml:space="preserve">, </w:t>
      </w:r>
      <w:r w:rsidR="00AB2DE8">
        <w:t>ainsi qu</w:t>
      </w:r>
      <w:r>
        <w:t>’</w:t>
      </w:r>
      <w:r w:rsidR="00AB2DE8">
        <w:t>il sied</w:t>
      </w:r>
      <w:r>
        <w:t xml:space="preserve">. </w:t>
      </w:r>
      <w:r w:rsidR="00AB2DE8">
        <w:t>Attention</w:t>
      </w:r>
      <w:r>
        <w:t xml:space="preserve">, </w:t>
      </w:r>
      <w:r w:rsidR="00AB2DE8">
        <w:t>vous autres</w:t>
      </w:r>
      <w:r>
        <w:t xml:space="preserve"> ! </w:t>
      </w:r>
      <w:r w:rsidR="00AB2DE8">
        <w:t>Étienne</w:t>
      </w:r>
      <w:r>
        <w:t xml:space="preserve">, </w:t>
      </w:r>
      <w:r w:rsidR="00AB2DE8">
        <w:t>à la droite de la princesse</w:t>
      </w:r>
      <w:r>
        <w:t xml:space="preserve">. </w:t>
      </w:r>
      <w:r w:rsidR="00AB2DE8">
        <w:t>Charlie à sa gauche</w:t>
      </w:r>
      <w:r>
        <w:t xml:space="preserve">. </w:t>
      </w:r>
      <w:r w:rsidR="00AB2DE8">
        <w:t>Vous y êtes</w:t>
      </w:r>
      <w:r>
        <w:t xml:space="preserve"> ? </w:t>
      </w:r>
      <w:r w:rsidR="00AB2DE8">
        <w:t>Un</w:t>
      </w:r>
      <w:r>
        <w:t xml:space="preserve">, </w:t>
      </w:r>
      <w:r w:rsidR="00AB2DE8">
        <w:t>deux</w:t>
      </w:r>
      <w:r>
        <w:t xml:space="preserve">, </w:t>
      </w:r>
      <w:r w:rsidR="00AB2DE8">
        <w:t>trois</w:t>
      </w:r>
      <w:r>
        <w:t xml:space="preserve">, </w:t>
      </w:r>
      <w:proofErr w:type="spellStart"/>
      <w:r w:rsidR="00AB2DE8">
        <w:t>rran</w:t>
      </w:r>
      <w:proofErr w:type="spellEnd"/>
      <w:r>
        <w:t xml:space="preserve"> ! </w:t>
      </w:r>
      <w:r w:rsidR="00AB2DE8">
        <w:t>Asseyez-vous</w:t>
      </w:r>
      <w:r>
        <w:t> !</w:t>
      </w:r>
    </w:p>
    <w:p w14:paraId="4FA5D594" w14:textId="77777777" w:rsidR="00C90F8D" w:rsidRDefault="00C90F8D">
      <w:r>
        <w:rPr>
          <w:rFonts w:eastAsia="Georgia"/>
        </w:rPr>
        <w:t>— </w:t>
      </w:r>
      <w:r w:rsidR="00AB2DE8">
        <w:t>Charlie</w:t>
      </w:r>
      <w:r>
        <w:t xml:space="preserve"> ! </w:t>
      </w:r>
      <w:r w:rsidR="00AB2DE8">
        <w:t>dit le colonel Gregor</w:t>
      </w:r>
      <w:r>
        <w:t xml:space="preserve">, </w:t>
      </w:r>
      <w:r w:rsidR="00AB2DE8">
        <w:t>dont les pauvres yeux s</w:t>
      </w:r>
      <w:r>
        <w:t>’</w:t>
      </w:r>
      <w:r w:rsidR="00AB2DE8">
        <w:t>évertuaient à me mendier un sourire</w:t>
      </w:r>
      <w:r>
        <w:t xml:space="preserve">, </w:t>
      </w:r>
      <w:r w:rsidR="00AB2DE8">
        <w:t>peste</w:t>
      </w:r>
      <w:r>
        <w:t xml:space="preserve"> ! </w:t>
      </w:r>
      <w:r w:rsidR="00AB2DE8">
        <w:t>On vous appelle déjà par votre prénom</w:t>
      </w:r>
      <w:r>
        <w:t>.</w:t>
      </w:r>
    </w:p>
    <w:p w14:paraId="0D654816" w14:textId="77777777" w:rsidR="00C90F8D" w:rsidRDefault="00C90F8D">
      <w:r>
        <w:rPr>
          <w:rFonts w:eastAsia="Georgia"/>
        </w:rPr>
        <w:t>— </w:t>
      </w:r>
      <w:r w:rsidR="00AB2DE8">
        <w:t>On vous appelle bien Étienne</w:t>
      </w:r>
      <w:r>
        <w:t xml:space="preserve">, </w:t>
      </w:r>
      <w:r w:rsidR="00AB2DE8">
        <w:t>fis-je d</w:t>
      </w:r>
      <w:r>
        <w:t>’</w:t>
      </w:r>
      <w:r w:rsidR="00AB2DE8">
        <w:t>un air rogue</w:t>
      </w:r>
      <w:r>
        <w:t>.</w:t>
      </w:r>
    </w:p>
    <w:p w14:paraId="53113148" w14:textId="77777777" w:rsidR="00C90F8D" w:rsidRDefault="00C90F8D">
      <w:r>
        <w:rPr>
          <w:rFonts w:eastAsia="Georgia"/>
        </w:rPr>
        <w:t>— </w:t>
      </w:r>
      <w:r w:rsidR="00AB2DE8">
        <w:t>Silence</w:t>
      </w:r>
      <w:r>
        <w:t> !</w:t>
      </w:r>
    </w:p>
    <w:p w14:paraId="6EBBB75B" w14:textId="77777777" w:rsidR="00C90F8D" w:rsidRDefault="00AB2DE8">
      <w:r>
        <w:t>C</w:t>
      </w:r>
      <w:r w:rsidR="00C90F8D">
        <w:t>’</w:t>
      </w:r>
      <w:r>
        <w:t>était le général qui se levait</w:t>
      </w:r>
      <w:r w:rsidR="00C90F8D">
        <w:t>.</w:t>
      </w:r>
    </w:p>
    <w:p w14:paraId="75630577" w14:textId="77777777" w:rsidR="00C90F8D" w:rsidRDefault="00C90F8D">
      <w:r>
        <w:rPr>
          <w:rFonts w:eastAsia="Georgia"/>
        </w:rPr>
        <w:t>— </w:t>
      </w:r>
      <w:r w:rsidR="00AB2DE8">
        <w:t>Silence</w:t>
      </w:r>
      <w:r>
        <w:t xml:space="preserve">, </w:t>
      </w:r>
      <w:r w:rsidR="00AB2DE8">
        <w:t>messieurs</w:t>
      </w:r>
      <w:r>
        <w:t xml:space="preserve"> ! </w:t>
      </w:r>
      <w:r w:rsidR="00AB2DE8">
        <w:t>clama-t-il</w:t>
      </w:r>
      <w:r>
        <w:t xml:space="preserve">, </w:t>
      </w:r>
      <w:r w:rsidR="00AB2DE8">
        <w:t>tandis qu</w:t>
      </w:r>
      <w:r>
        <w:t>’</w:t>
      </w:r>
      <w:r w:rsidR="00AB2DE8">
        <w:t>un des Tartares</w:t>
      </w:r>
      <w:r>
        <w:t xml:space="preserve">, </w:t>
      </w:r>
      <w:r w:rsidR="00AB2DE8">
        <w:t>affolé</w:t>
      </w:r>
      <w:r>
        <w:t xml:space="preserve">, </w:t>
      </w:r>
      <w:r w:rsidR="00AB2DE8">
        <w:t>emportait en toute hâte les débris de l</w:t>
      </w:r>
      <w:r>
        <w:t>’</w:t>
      </w:r>
      <w:r w:rsidR="00AB2DE8">
        <w:t>assiette qu</w:t>
      </w:r>
      <w:r>
        <w:t>’</w:t>
      </w:r>
      <w:proofErr w:type="spellStart"/>
      <w:r w:rsidR="00AB2DE8">
        <w:t>Ephrem</w:t>
      </w:r>
      <w:proofErr w:type="spellEnd"/>
      <w:r w:rsidR="00AB2DE8">
        <w:t xml:space="preserve"> </w:t>
      </w:r>
      <w:proofErr w:type="spellStart"/>
      <w:r w:rsidR="00AB2DE8">
        <w:t>Fedorovitch</w:t>
      </w:r>
      <w:proofErr w:type="spellEnd"/>
      <w:r w:rsidR="00AB2DE8">
        <w:t xml:space="preserve"> venait de briser en y assenant un coup de son crochet de fer</w:t>
      </w:r>
      <w:r>
        <w:t xml:space="preserve">. </w:t>
      </w:r>
      <w:r w:rsidR="00AB2DE8">
        <w:t xml:space="preserve">Que pas un mot ne soit prononcé </w:t>
      </w:r>
      <w:r w:rsidR="00AB2DE8">
        <w:lastRenderedPageBreak/>
        <w:t>en ma présence avant que les toasts aient été portés</w:t>
      </w:r>
      <w:r>
        <w:t xml:space="preserve">. </w:t>
      </w:r>
      <w:r w:rsidR="00AB2DE8">
        <w:t>Telle est la coutume vénérable</w:t>
      </w:r>
      <w:r>
        <w:t xml:space="preserve">, </w:t>
      </w:r>
      <w:r w:rsidR="00AB2DE8">
        <w:t xml:space="preserve">la coutume du glorieux régiment </w:t>
      </w:r>
      <w:proofErr w:type="spellStart"/>
      <w:r w:rsidR="00AB2DE8">
        <w:t>Preobrajenski</w:t>
      </w:r>
      <w:proofErr w:type="spellEnd"/>
      <w:r>
        <w:t xml:space="preserve">, </w:t>
      </w:r>
      <w:r w:rsidR="00AB2DE8">
        <w:t>dont j</w:t>
      </w:r>
      <w:r>
        <w:t>’</w:t>
      </w:r>
      <w:r w:rsidR="00AB2DE8">
        <w:t>ai eu l</w:t>
      </w:r>
      <w:r>
        <w:t>’</w:t>
      </w:r>
      <w:r w:rsidR="00AB2DE8">
        <w:t>honneur de défendre tout seul</w:t>
      </w:r>
      <w:r>
        <w:t xml:space="preserve">, </w:t>
      </w:r>
      <w:r w:rsidR="00AB2DE8">
        <w:t>à Traktir</w:t>
      </w:r>
      <w:r>
        <w:t xml:space="preserve">, </w:t>
      </w:r>
      <w:r w:rsidR="00AB2DE8">
        <w:t>l</w:t>
      </w:r>
      <w:r>
        <w:t>’</w:t>
      </w:r>
      <w:r w:rsidR="00AB2DE8">
        <w:t>invincible étendard contre six mille Pandours et quatre-vingt-dix mille Polonais</w:t>
      </w:r>
      <w:r>
        <w:t xml:space="preserve">. </w:t>
      </w:r>
      <w:r w:rsidR="00AB2DE8">
        <w:t>Debout</w:t>
      </w:r>
      <w:r>
        <w:t xml:space="preserve">, </w:t>
      </w:r>
      <w:r w:rsidR="00AB2DE8">
        <w:t>Charlie</w:t>
      </w:r>
      <w:r>
        <w:t xml:space="preserve"> ! </w:t>
      </w:r>
      <w:r w:rsidR="00AB2DE8">
        <w:t>Debout</w:t>
      </w:r>
      <w:r>
        <w:t xml:space="preserve">, </w:t>
      </w:r>
      <w:r w:rsidR="00AB2DE8">
        <w:t>Étienne</w:t>
      </w:r>
      <w:r>
        <w:t xml:space="preserve"> ! </w:t>
      </w:r>
      <w:r w:rsidR="00AB2DE8">
        <w:t>Tu peux demeurer assise</w:t>
      </w:r>
      <w:r>
        <w:t xml:space="preserve">, </w:t>
      </w:r>
      <w:r w:rsidR="00AB2DE8">
        <w:t>Armide</w:t>
      </w:r>
      <w:r>
        <w:t xml:space="preserve">. </w:t>
      </w:r>
      <w:r w:rsidR="00AB2DE8">
        <w:t>Tel est</w:t>
      </w:r>
      <w:r>
        <w:t xml:space="preserve">, </w:t>
      </w:r>
      <w:r w:rsidR="00AB2DE8">
        <w:t>ô ma toute belle</w:t>
      </w:r>
      <w:r>
        <w:t xml:space="preserve">, </w:t>
      </w:r>
      <w:r w:rsidR="00AB2DE8">
        <w:t>le gracieux privilège de ton sexe</w:t>
      </w:r>
      <w:r>
        <w:t>.</w:t>
      </w:r>
    </w:p>
    <w:p w14:paraId="0784777D" w14:textId="77777777" w:rsidR="00C90F8D" w:rsidRDefault="00AB2DE8">
      <w:r>
        <w:t>Bon gré mal gré</w:t>
      </w:r>
      <w:r w:rsidR="00C90F8D">
        <w:t xml:space="preserve">, </w:t>
      </w:r>
      <w:r>
        <w:t>nous nous levâmes</w:t>
      </w:r>
      <w:r w:rsidR="00C90F8D">
        <w:t xml:space="preserve">. </w:t>
      </w:r>
      <w:r>
        <w:t>Le général braquait déjà vers le plafond sa coupe pleine</w:t>
      </w:r>
      <w:r w:rsidR="00C90F8D">
        <w:t>.</w:t>
      </w:r>
    </w:p>
    <w:p w14:paraId="1C3D35F7" w14:textId="77777777" w:rsidR="00C90F8D" w:rsidRDefault="00C90F8D">
      <w:r>
        <w:rPr>
          <w:rFonts w:eastAsia="Georgia"/>
        </w:rPr>
        <w:t>— </w:t>
      </w:r>
      <w:r w:rsidR="00AB2DE8">
        <w:t>Premier toast</w:t>
      </w:r>
      <w:r>
        <w:t xml:space="preserve">. </w:t>
      </w:r>
      <w:r w:rsidR="00AB2DE8">
        <w:t>Pour Dieu</w:t>
      </w:r>
      <w:r>
        <w:t xml:space="preserve"> ! </w:t>
      </w:r>
      <w:r w:rsidR="00AB2DE8">
        <w:t>Le toast de l</w:t>
      </w:r>
      <w:r>
        <w:t>’</w:t>
      </w:r>
      <w:r w:rsidR="00AB2DE8">
        <w:t>âme</w:t>
      </w:r>
      <w:r>
        <w:t xml:space="preserve">. </w:t>
      </w:r>
      <w:r w:rsidR="00AB2DE8">
        <w:t>Je bois à Dieu tout-puissant</w:t>
      </w:r>
      <w:r>
        <w:t xml:space="preserve">, </w:t>
      </w:r>
      <w:r w:rsidR="00AB2DE8">
        <w:t>créateur du Ciel et de la Terre</w:t>
      </w:r>
      <w:r>
        <w:t xml:space="preserve">, </w:t>
      </w:r>
      <w:r w:rsidR="00AB2DE8">
        <w:t>et à Jésus-Christ</w:t>
      </w:r>
      <w:r>
        <w:t xml:space="preserve">, </w:t>
      </w:r>
      <w:r w:rsidR="00AB2DE8">
        <w:t>son fils unique</w:t>
      </w:r>
      <w:r>
        <w:t xml:space="preserve">, </w:t>
      </w:r>
      <w:r w:rsidR="00AB2DE8">
        <w:t>notre Seigneur</w:t>
      </w:r>
      <w:r>
        <w:t xml:space="preserve">… </w:t>
      </w:r>
      <w:r w:rsidR="00AB2DE8">
        <w:t>Répétez</w:t>
      </w:r>
      <w:r>
        <w:t xml:space="preserve">, </w:t>
      </w:r>
      <w:r w:rsidR="00AB2DE8">
        <w:t>Étienne</w:t>
      </w:r>
      <w:r>
        <w:t xml:space="preserve"> ! </w:t>
      </w:r>
      <w:r w:rsidR="00AB2DE8">
        <w:t>Répétez</w:t>
      </w:r>
      <w:r>
        <w:t xml:space="preserve">, </w:t>
      </w:r>
      <w:r w:rsidR="00AB2DE8">
        <w:t>Charlie</w:t>
      </w:r>
      <w:r>
        <w:t xml:space="preserve"> ! </w:t>
      </w:r>
      <w:r w:rsidR="00AB2DE8">
        <w:t>Vous n</w:t>
      </w:r>
      <w:r>
        <w:t>’</w:t>
      </w:r>
      <w:r w:rsidR="00AB2DE8">
        <w:t>êtes juifs ni l</w:t>
      </w:r>
      <w:r>
        <w:t>’</w:t>
      </w:r>
      <w:r w:rsidR="00AB2DE8">
        <w:t>un ni l</w:t>
      </w:r>
      <w:r>
        <w:t>’</w:t>
      </w:r>
      <w:r w:rsidR="00AB2DE8">
        <w:t>autre</w:t>
      </w:r>
      <w:r>
        <w:t xml:space="preserve">, </w:t>
      </w:r>
      <w:r w:rsidR="00AB2DE8">
        <w:t>que je sache</w:t>
      </w:r>
      <w:r>
        <w:t xml:space="preserve">, </w:t>
      </w:r>
      <w:r w:rsidR="00AB2DE8">
        <w:t>tonnerre de tonnerre</w:t>
      </w:r>
      <w:r>
        <w:t> !</w:t>
      </w:r>
    </w:p>
    <w:p w14:paraId="487D2CE3" w14:textId="77777777" w:rsidR="00C90F8D" w:rsidRDefault="00AB2DE8">
      <w:r>
        <w:t>Au bout de mon verre tendu</w:t>
      </w:r>
      <w:r w:rsidR="00C90F8D">
        <w:t xml:space="preserve">, </w:t>
      </w:r>
      <w:r>
        <w:t>j</w:t>
      </w:r>
      <w:r w:rsidR="00C90F8D">
        <w:t>’</w:t>
      </w:r>
      <w:r>
        <w:t>avais une joie mauvaise à considérer le colonel Gregor</w:t>
      </w:r>
      <w:r w:rsidR="00C90F8D">
        <w:t xml:space="preserve">. </w:t>
      </w:r>
      <w:r>
        <w:t>Il était blême</w:t>
      </w:r>
      <w:r w:rsidR="00C90F8D">
        <w:t>.</w:t>
      </w:r>
    </w:p>
    <w:p w14:paraId="1666C490" w14:textId="77777777" w:rsidR="00C90F8D" w:rsidRDefault="00C90F8D">
      <w:r>
        <w:rPr>
          <w:rFonts w:eastAsia="Georgia"/>
        </w:rPr>
        <w:t xml:space="preserve">— … </w:t>
      </w:r>
      <w:r w:rsidR="00AB2DE8">
        <w:t>Pour juger les vivants et les morts</w:t>
      </w:r>
      <w:r>
        <w:t xml:space="preserve">. </w:t>
      </w:r>
      <w:r w:rsidR="00AB2DE8">
        <w:t>Je bois au Saint-Esprit</w:t>
      </w:r>
      <w:r>
        <w:t xml:space="preserve">, </w:t>
      </w:r>
      <w:r w:rsidR="00AB2DE8">
        <w:t>la sainte Église</w:t>
      </w:r>
      <w:r>
        <w:t xml:space="preserve">… </w:t>
      </w:r>
      <w:r w:rsidR="00AB2DE8">
        <w:t>aïe</w:t>
      </w:r>
      <w:r>
        <w:t xml:space="preserve">, </w:t>
      </w:r>
      <w:r w:rsidR="00AB2DE8">
        <w:t>orthodoxe pour moi</w:t>
      </w:r>
      <w:r>
        <w:t xml:space="preserve"> ; </w:t>
      </w:r>
      <w:r w:rsidR="00AB2DE8">
        <w:t>catholique pour vous</w:t>
      </w:r>
      <w:r>
        <w:t xml:space="preserve">, </w:t>
      </w:r>
      <w:r w:rsidR="00AB2DE8">
        <w:t>Charlie</w:t>
      </w:r>
      <w:r>
        <w:t xml:space="preserve"> ; </w:t>
      </w:r>
      <w:r w:rsidR="00AB2DE8">
        <w:t>hussite pour le colonel</w:t>
      </w:r>
      <w:r>
        <w:t xml:space="preserve"> ; </w:t>
      </w:r>
      <w:r w:rsidR="00AB2DE8">
        <w:t>la communion des saints</w:t>
      </w:r>
      <w:r>
        <w:t xml:space="preserve">, </w:t>
      </w:r>
      <w:r w:rsidR="00AB2DE8">
        <w:t>la rémission des péchés</w:t>
      </w:r>
      <w:r>
        <w:t xml:space="preserve">, </w:t>
      </w:r>
      <w:r w:rsidR="00AB2DE8">
        <w:t>la résurrection de la chair</w:t>
      </w:r>
      <w:r>
        <w:t xml:space="preserve">, </w:t>
      </w:r>
      <w:r w:rsidR="00AB2DE8">
        <w:t>la vie éternelle</w:t>
      </w:r>
      <w:r>
        <w:t xml:space="preserve">… </w:t>
      </w:r>
      <w:proofErr w:type="spellStart"/>
      <w:r w:rsidR="00AB2DE8">
        <w:t>Rrran</w:t>
      </w:r>
      <w:proofErr w:type="spellEnd"/>
      <w:r>
        <w:t xml:space="preserve"> ! </w:t>
      </w:r>
      <w:r w:rsidR="00AB2DE8">
        <w:t>Fermez le ban</w:t>
      </w:r>
      <w:r>
        <w:t xml:space="preserve"> ! </w:t>
      </w:r>
      <w:r w:rsidR="00AB2DE8">
        <w:t>Vos verres</w:t>
      </w:r>
      <w:r>
        <w:t xml:space="preserve">, </w:t>
      </w:r>
      <w:r w:rsidR="00AB2DE8">
        <w:t>messieurs</w:t>
      </w:r>
      <w:r>
        <w:t xml:space="preserve">, </w:t>
      </w:r>
      <w:r w:rsidR="00AB2DE8">
        <w:t>videz vos verres</w:t>
      </w:r>
      <w:r>
        <w:t xml:space="preserve">. </w:t>
      </w:r>
      <w:r w:rsidR="00AB2DE8">
        <w:t>J</w:t>
      </w:r>
      <w:r>
        <w:t>’</w:t>
      </w:r>
      <w:r w:rsidR="00AB2DE8">
        <w:t>aime autant vous prévenir que je considérerai comme un ennemi personnel de la très sainte Trinité</w:t>
      </w:r>
      <w:r>
        <w:t xml:space="preserve">, </w:t>
      </w:r>
      <w:r w:rsidR="00AB2DE8">
        <w:t>c</w:t>
      </w:r>
      <w:r>
        <w:t>’</w:t>
      </w:r>
      <w:r w:rsidR="00AB2DE8">
        <w:t>est-à-dire comme le mien</w:t>
      </w:r>
      <w:r>
        <w:t xml:space="preserve">, </w:t>
      </w:r>
      <w:r w:rsidR="00AB2DE8">
        <w:t>celui qui ne videra pas son verre</w:t>
      </w:r>
      <w:r>
        <w:t>.</w:t>
      </w:r>
    </w:p>
    <w:p w14:paraId="42CB552B" w14:textId="77777777" w:rsidR="00C90F8D" w:rsidRDefault="00AB2DE8">
      <w:r>
        <w:t>Ces verres</w:t>
      </w:r>
      <w:r w:rsidR="00C90F8D">
        <w:t xml:space="preserve">, </w:t>
      </w:r>
      <w:r>
        <w:t>comme bien on pense</w:t>
      </w:r>
      <w:r w:rsidR="00C90F8D">
        <w:t xml:space="preserve">, </w:t>
      </w:r>
      <w:r>
        <w:t>n</w:t>
      </w:r>
      <w:r w:rsidR="00C90F8D">
        <w:t>’</w:t>
      </w:r>
      <w:r>
        <w:t>étaient pas</w:t>
      </w:r>
      <w:r>
        <w:rPr>
          <w:i/>
          <w:iCs/>
        </w:rPr>
        <w:t xml:space="preserve"> </w:t>
      </w:r>
      <w:r>
        <w:t>emplis d</w:t>
      </w:r>
      <w:r w:rsidR="00C90F8D">
        <w:t>’</w:t>
      </w:r>
      <w:r>
        <w:t>eau pure</w:t>
      </w:r>
      <w:r w:rsidR="00C90F8D">
        <w:t xml:space="preserve">. </w:t>
      </w:r>
      <w:r>
        <w:t>Je vidai cependant le mien d</w:t>
      </w:r>
      <w:r w:rsidR="00C90F8D">
        <w:t>’</w:t>
      </w:r>
      <w:r>
        <w:t>un trait</w:t>
      </w:r>
      <w:r w:rsidR="00C90F8D">
        <w:t xml:space="preserve">, </w:t>
      </w:r>
      <w:r>
        <w:t>moins pour obéir au général</w:t>
      </w:r>
      <w:r w:rsidR="00C90F8D">
        <w:t xml:space="preserve">, </w:t>
      </w:r>
      <w:r>
        <w:t>que pour décupler les remords du colonel Gregor</w:t>
      </w:r>
      <w:r w:rsidR="00C90F8D">
        <w:t xml:space="preserve">, </w:t>
      </w:r>
      <w:r>
        <w:t>qui savait que</w:t>
      </w:r>
      <w:r w:rsidR="00C90F8D">
        <w:t xml:space="preserve">, </w:t>
      </w:r>
      <w:r>
        <w:t>livré à moi-même</w:t>
      </w:r>
      <w:r w:rsidR="00C90F8D">
        <w:t xml:space="preserve">, </w:t>
      </w:r>
      <w:r>
        <w:t>je ne buvais jamais</w:t>
      </w:r>
      <w:r w:rsidR="00C90F8D">
        <w:t>.</w:t>
      </w:r>
    </w:p>
    <w:p w14:paraId="4ADCE331" w14:textId="77777777" w:rsidR="00C90F8D" w:rsidRDefault="00C90F8D">
      <w:r>
        <w:rPr>
          <w:rFonts w:eastAsia="Georgia"/>
        </w:rPr>
        <w:lastRenderedPageBreak/>
        <w:t>— </w:t>
      </w:r>
      <w:r w:rsidR="00AB2DE8">
        <w:t>À merveille</w:t>
      </w:r>
      <w:r>
        <w:t xml:space="preserve"> ! </w:t>
      </w:r>
      <w:r w:rsidR="00AB2DE8">
        <w:t>Tout le monde est-il prêt</w:t>
      </w:r>
      <w:r>
        <w:t xml:space="preserve"> ? </w:t>
      </w:r>
      <w:r w:rsidR="00AB2DE8">
        <w:t>Bon</w:t>
      </w:r>
      <w:r>
        <w:t xml:space="preserve"> ! </w:t>
      </w:r>
      <w:r w:rsidR="00AB2DE8">
        <w:t>Deuxième toast</w:t>
      </w:r>
      <w:r>
        <w:t xml:space="preserve">. </w:t>
      </w:r>
      <w:r w:rsidR="00AB2DE8">
        <w:t>Pour le Czar</w:t>
      </w:r>
      <w:r>
        <w:t xml:space="preserve"> ! </w:t>
      </w:r>
      <w:r w:rsidR="00AB2DE8">
        <w:t>Je bois aux grands empereurs rassembleurs de la terre russe</w:t>
      </w:r>
      <w:r>
        <w:t xml:space="preserve">, </w:t>
      </w:r>
      <w:r w:rsidR="00AB2DE8">
        <w:t xml:space="preserve">aux </w:t>
      </w:r>
      <w:proofErr w:type="spellStart"/>
      <w:r w:rsidR="00AB2DE8">
        <w:t>Romanovs</w:t>
      </w:r>
      <w:proofErr w:type="spellEnd"/>
      <w:r>
        <w:t xml:space="preserve">. </w:t>
      </w:r>
      <w:r w:rsidR="00AB2DE8">
        <w:t xml:space="preserve">À Michel </w:t>
      </w:r>
      <w:proofErr w:type="spellStart"/>
      <w:r w:rsidR="00AB2DE8">
        <w:t>Fedorovitch</w:t>
      </w:r>
      <w:proofErr w:type="spellEnd"/>
      <w:r>
        <w:t xml:space="preserve">, </w:t>
      </w:r>
      <w:r w:rsidR="00AB2DE8">
        <w:t>d</w:t>
      </w:r>
      <w:r>
        <w:t>’</w:t>
      </w:r>
      <w:r w:rsidR="00AB2DE8">
        <w:t>abord</w:t>
      </w:r>
      <w:r>
        <w:t xml:space="preserve">, </w:t>
      </w:r>
      <w:r w:rsidR="00AB2DE8">
        <w:t>fondateur de la dynastie</w:t>
      </w:r>
      <w:r>
        <w:t xml:space="preserve"> ; </w:t>
      </w:r>
      <w:r w:rsidR="00AB2DE8">
        <w:t>à l</w:t>
      </w:r>
      <w:r>
        <w:t>’</w:t>
      </w:r>
      <w:r w:rsidR="00AB2DE8">
        <w:t xml:space="preserve">impératrice Elizabeth </w:t>
      </w:r>
      <w:proofErr w:type="spellStart"/>
      <w:r w:rsidR="00AB2DE8">
        <w:t>Prokovievna</w:t>
      </w:r>
      <w:proofErr w:type="spellEnd"/>
      <w:r>
        <w:t xml:space="preserve">, </w:t>
      </w:r>
      <w:r w:rsidR="00AB2DE8">
        <w:t>la panthère aux yeux de gazelle</w:t>
      </w:r>
      <w:r>
        <w:t xml:space="preserve"> ; </w:t>
      </w:r>
      <w:r w:rsidR="00AB2DE8">
        <w:t>à</w:t>
      </w:r>
      <w:r>
        <w:t>…</w:t>
      </w:r>
    </w:p>
    <w:p w14:paraId="2864B1A6" w14:textId="77777777" w:rsidR="00C90F8D" w:rsidRDefault="00AB2DE8">
      <w:r>
        <w:t>Il les nomma tous</w:t>
      </w:r>
      <w:r w:rsidR="00C90F8D">
        <w:t xml:space="preserve">, </w:t>
      </w:r>
      <w:r>
        <w:t>successivement</w:t>
      </w:r>
      <w:r w:rsidR="00C90F8D">
        <w:t xml:space="preserve">, </w:t>
      </w:r>
      <w:r>
        <w:t>avec leurs épouses</w:t>
      </w:r>
      <w:r w:rsidR="00C90F8D">
        <w:t xml:space="preserve">. </w:t>
      </w:r>
      <w:r>
        <w:t>Quand je pus me rasseoir</w:t>
      </w:r>
      <w:r w:rsidR="00C90F8D">
        <w:t xml:space="preserve">, </w:t>
      </w:r>
      <w:r>
        <w:t>lui ayant tenu tête jusqu</w:t>
      </w:r>
      <w:r w:rsidR="00C90F8D">
        <w:t>’</w:t>
      </w:r>
      <w:r>
        <w:t>au dernier</w:t>
      </w:r>
      <w:r w:rsidR="00C90F8D">
        <w:t xml:space="preserve">, </w:t>
      </w:r>
      <w:r>
        <w:t>à coups de rasades</w:t>
      </w:r>
      <w:r w:rsidR="00C90F8D">
        <w:t xml:space="preserve">, </w:t>
      </w:r>
      <w:r>
        <w:t>pour marquer de plus en plus ma réprobation au colonel Gregor</w:t>
      </w:r>
      <w:r w:rsidR="00C90F8D">
        <w:t xml:space="preserve">, </w:t>
      </w:r>
      <w:r>
        <w:t>mes jambes me refusaient légèrement leur office</w:t>
      </w:r>
      <w:r w:rsidR="00C90F8D">
        <w:t>.</w:t>
      </w:r>
    </w:p>
    <w:p w14:paraId="2C0DFFE9" w14:textId="77777777" w:rsidR="00C90F8D" w:rsidRDefault="00AB2DE8">
      <w:r>
        <w:t>Durant ce grotesque repas</w:t>
      </w:r>
      <w:r w:rsidR="00C90F8D">
        <w:t xml:space="preserve">, </w:t>
      </w:r>
      <w:r>
        <w:t>vexé et furieux</w:t>
      </w:r>
      <w:r w:rsidR="00C90F8D">
        <w:t xml:space="preserve">, </w:t>
      </w:r>
      <w:r>
        <w:t>je ne prononçai pas une seule parole</w:t>
      </w:r>
      <w:r w:rsidR="00C90F8D">
        <w:t xml:space="preserve">. </w:t>
      </w:r>
      <w:r>
        <w:t>Le général</w:t>
      </w:r>
      <w:r w:rsidR="00C90F8D">
        <w:t xml:space="preserve">, </w:t>
      </w:r>
      <w:r>
        <w:t>tout à ses bouteilles et à ses rodomontades</w:t>
      </w:r>
      <w:r w:rsidR="00C90F8D">
        <w:t xml:space="preserve">, </w:t>
      </w:r>
      <w:r>
        <w:t>ne s</w:t>
      </w:r>
      <w:r w:rsidR="00C90F8D">
        <w:t>’</w:t>
      </w:r>
      <w:r>
        <w:t>en aperçut même pas</w:t>
      </w:r>
      <w:r w:rsidR="00C90F8D">
        <w:t xml:space="preserve">. </w:t>
      </w:r>
      <w:proofErr w:type="gramStart"/>
      <w:r>
        <w:t>Par contre</w:t>
      </w:r>
      <w:proofErr w:type="gramEnd"/>
      <w:r w:rsidR="00C90F8D">
        <w:t xml:space="preserve">, </w:t>
      </w:r>
      <w:r>
        <w:t>le colonel Gregor était au supplice</w:t>
      </w:r>
      <w:r w:rsidR="00C90F8D">
        <w:t xml:space="preserve">. </w:t>
      </w:r>
      <w:r>
        <w:t>J</w:t>
      </w:r>
      <w:r w:rsidR="00C90F8D">
        <w:t>’</w:t>
      </w:r>
      <w:r>
        <w:t>opposais un silence méprisant aux humbles tentatives qu</w:t>
      </w:r>
      <w:r w:rsidR="00C90F8D">
        <w:t>’</w:t>
      </w:r>
      <w:r>
        <w:t>il risquait pour me faire entrer dans la conversation</w:t>
      </w:r>
      <w:r w:rsidR="00C90F8D">
        <w:t xml:space="preserve">. </w:t>
      </w:r>
      <w:r>
        <w:t>Je restais le nez piqué dans mon assiette</w:t>
      </w:r>
      <w:r w:rsidR="00C90F8D">
        <w:t xml:space="preserve">, </w:t>
      </w:r>
      <w:r>
        <w:t>buvant seulement</w:t>
      </w:r>
      <w:r w:rsidR="00C90F8D">
        <w:t xml:space="preserve">, </w:t>
      </w:r>
      <w:r>
        <w:t>buvant pour que le colonel pût bien se pénétrer de toute l</w:t>
      </w:r>
      <w:r w:rsidR="00C90F8D">
        <w:t>’</w:t>
      </w:r>
      <w:r>
        <w:t>étendue de sa responsabilité</w:t>
      </w:r>
      <w:r w:rsidR="00C90F8D">
        <w:t xml:space="preserve">. </w:t>
      </w:r>
      <w:r>
        <w:t>Une seule fois</w:t>
      </w:r>
      <w:r w:rsidR="00C90F8D">
        <w:t xml:space="preserve">, </w:t>
      </w:r>
      <w:r>
        <w:t>ayant cru sentir peser sur mon cœur un poids dont il n</w:t>
      </w:r>
      <w:r w:rsidR="00C90F8D">
        <w:t>’</w:t>
      </w:r>
      <w:r>
        <w:t>avait pas l</w:t>
      </w:r>
      <w:r w:rsidR="00C90F8D">
        <w:t>’</w:t>
      </w:r>
      <w:r>
        <w:t>habitude</w:t>
      </w:r>
      <w:r w:rsidR="00C90F8D">
        <w:t xml:space="preserve">, </w:t>
      </w:r>
      <w:r>
        <w:t>je levai les yeux pour les abaisser aussitôt</w:t>
      </w:r>
      <w:r w:rsidR="00C90F8D">
        <w:t xml:space="preserve">. </w:t>
      </w:r>
      <w:r>
        <w:t>Je venais d</w:t>
      </w:r>
      <w:r w:rsidR="00C90F8D">
        <w:t>’</w:t>
      </w:r>
      <w:r>
        <w:t>apercevoir les yeux d</w:t>
      </w:r>
      <w:r w:rsidR="00C90F8D">
        <w:t>’</w:t>
      </w:r>
      <w:r>
        <w:t>Armide</w:t>
      </w:r>
      <w:r w:rsidR="00C90F8D">
        <w:t xml:space="preserve">. </w:t>
      </w:r>
      <w:r>
        <w:t>Avec une fixité singulière</w:t>
      </w:r>
      <w:r w:rsidR="00C90F8D">
        <w:t xml:space="preserve">, </w:t>
      </w:r>
      <w:r>
        <w:t>elle me regardait</w:t>
      </w:r>
      <w:r w:rsidR="00C90F8D">
        <w:t>.</w:t>
      </w:r>
    </w:p>
    <w:p w14:paraId="3E67A204" w14:textId="77777777" w:rsidR="00C90F8D" w:rsidRDefault="00AB2DE8">
      <w:r>
        <w:t>Au dessert</w:t>
      </w:r>
      <w:r w:rsidR="00C90F8D">
        <w:t xml:space="preserve">, </w:t>
      </w:r>
      <w:r>
        <w:t>sous un prétexte quelconque</w:t>
      </w:r>
      <w:r w:rsidR="00C90F8D">
        <w:t xml:space="preserve">, </w:t>
      </w:r>
      <w:r>
        <w:t>je sortis et montai dans ma chambre</w:t>
      </w:r>
      <w:r w:rsidR="00C90F8D">
        <w:t xml:space="preserve">. </w:t>
      </w:r>
      <w:r>
        <w:t>Là</w:t>
      </w:r>
      <w:r w:rsidR="00C90F8D">
        <w:t xml:space="preserve">, </w:t>
      </w:r>
      <w:r>
        <w:t>les coudes sur mon bureau</w:t>
      </w:r>
      <w:r w:rsidR="00C90F8D">
        <w:t xml:space="preserve">, </w:t>
      </w:r>
      <w:r>
        <w:t>je me mis à songer</w:t>
      </w:r>
      <w:r w:rsidR="00C90F8D">
        <w:t>.</w:t>
      </w:r>
    </w:p>
    <w:p w14:paraId="4B47A779" w14:textId="77777777" w:rsidR="00C90F8D" w:rsidRDefault="00AB2DE8">
      <w:r>
        <w:t>Il avait neigé toute la matinée</w:t>
      </w:r>
      <w:r w:rsidR="00C90F8D">
        <w:t xml:space="preserve">. </w:t>
      </w:r>
      <w:r>
        <w:t>Il ne neigeait plus</w:t>
      </w:r>
      <w:r w:rsidR="00C90F8D">
        <w:t xml:space="preserve">. </w:t>
      </w:r>
      <w:r>
        <w:t>Pas un nuage au ciel dépoli</w:t>
      </w:r>
      <w:r w:rsidR="00C90F8D">
        <w:t xml:space="preserve">, </w:t>
      </w:r>
      <w:r>
        <w:t>où la nuit allait bientôt naître</w:t>
      </w:r>
      <w:r w:rsidR="00C90F8D">
        <w:t xml:space="preserve">. </w:t>
      </w:r>
      <w:r>
        <w:t>Une pâle lumière sans ombres flottait sur l</w:t>
      </w:r>
      <w:r w:rsidR="00C90F8D">
        <w:t>’</w:t>
      </w:r>
      <w:r>
        <w:t>univers silencieux</w:t>
      </w:r>
      <w:r w:rsidR="00C90F8D">
        <w:t xml:space="preserve">. </w:t>
      </w:r>
      <w:r>
        <w:t>Contre ma fenêtre</w:t>
      </w:r>
      <w:r w:rsidR="00C90F8D">
        <w:t xml:space="preserve">, </w:t>
      </w:r>
      <w:r>
        <w:t>un grand mélèze noir étendait un de ses rameaux saupoudré de poussière blanche</w:t>
      </w:r>
      <w:r w:rsidR="00C90F8D">
        <w:t xml:space="preserve">. </w:t>
      </w:r>
      <w:r>
        <w:t>À travers la steppe</w:t>
      </w:r>
      <w:r w:rsidR="00C90F8D">
        <w:t xml:space="preserve">, </w:t>
      </w:r>
      <w:r>
        <w:t xml:space="preserve">un train </w:t>
      </w:r>
      <w:r>
        <w:lastRenderedPageBreak/>
        <w:t>fuyait vers l</w:t>
      </w:r>
      <w:r w:rsidR="00C90F8D">
        <w:t>’</w:t>
      </w:r>
      <w:r>
        <w:t>horizon</w:t>
      </w:r>
      <w:r w:rsidR="00C90F8D">
        <w:t xml:space="preserve">. </w:t>
      </w:r>
      <w:r>
        <w:t>Je le regardai jusqu</w:t>
      </w:r>
      <w:r w:rsidR="00C90F8D">
        <w:t>’</w:t>
      </w:r>
      <w:r>
        <w:t>au moment où je ne l</w:t>
      </w:r>
      <w:r w:rsidR="00C90F8D">
        <w:t>’</w:t>
      </w:r>
      <w:r>
        <w:t>aperçus plus</w:t>
      </w:r>
      <w:r w:rsidR="00C90F8D">
        <w:t xml:space="preserve">. </w:t>
      </w:r>
      <w:r>
        <w:t>J</w:t>
      </w:r>
      <w:r w:rsidR="00C90F8D">
        <w:t>’</w:t>
      </w:r>
      <w:r>
        <w:t>étais envahi par une tristesse affreuse</w:t>
      </w:r>
      <w:r w:rsidR="00C90F8D">
        <w:t xml:space="preserve">. </w:t>
      </w:r>
      <w:r>
        <w:t>Que faisais-je là</w:t>
      </w:r>
      <w:r w:rsidR="00C90F8D">
        <w:t xml:space="preserve">, </w:t>
      </w:r>
      <w:r>
        <w:t>perdu au fond de ce monde désolé</w:t>
      </w:r>
      <w:r w:rsidR="00C90F8D">
        <w:t xml:space="preserve">, </w:t>
      </w:r>
      <w:r>
        <w:t>de cette usine quasi morte</w:t>
      </w:r>
      <w:r w:rsidR="00C90F8D">
        <w:t xml:space="preserve"> ? </w:t>
      </w:r>
      <w:r>
        <w:t>Une soudaine révolte me secoua</w:t>
      </w:r>
      <w:r w:rsidR="00C90F8D">
        <w:t>.</w:t>
      </w:r>
    </w:p>
    <w:p w14:paraId="2A60E497" w14:textId="77777777" w:rsidR="00C90F8D" w:rsidRDefault="00C90F8D">
      <w:r>
        <w:rPr>
          <w:rFonts w:eastAsia="Georgia"/>
        </w:rPr>
        <w:t>— </w:t>
      </w:r>
      <w:r w:rsidR="00AB2DE8">
        <w:t>Dès demain</w:t>
      </w:r>
      <w:r>
        <w:t xml:space="preserve">, </w:t>
      </w:r>
      <w:r w:rsidR="00AB2DE8">
        <w:t>me dis-je</w:t>
      </w:r>
      <w:r>
        <w:t xml:space="preserve">, </w:t>
      </w:r>
      <w:r w:rsidR="00AB2DE8">
        <w:t>je préparerai mes paquets</w:t>
      </w:r>
      <w:r>
        <w:t xml:space="preserve">. </w:t>
      </w:r>
      <w:r w:rsidR="00AB2DE8">
        <w:t>Moi parti</w:t>
      </w:r>
      <w:r>
        <w:t xml:space="preserve">, </w:t>
      </w:r>
      <w:r w:rsidR="00AB2DE8">
        <w:t>ils pourront bien faire tout ce qu</w:t>
      </w:r>
      <w:r>
        <w:t>’</w:t>
      </w:r>
      <w:r w:rsidR="00AB2DE8">
        <w:t>ils voudront</w:t>
      </w:r>
      <w:r>
        <w:t>.</w:t>
      </w:r>
    </w:p>
    <w:p w14:paraId="25BBD245" w14:textId="77777777" w:rsidR="00C90F8D" w:rsidRDefault="00AB2DE8">
      <w:r>
        <w:t>Un bruit léger interrompit mes réflexions</w:t>
      </w:r>
      <w:r w:rsidR="00C90F8D">
        <w:t xml:space="preserve">. </w:t>
      </w:r>
      <w:r>
        <w:t>On avait frappé à la porte</w:t>
      </w:r>
      <w:r w:rsidR="00C90F8D">
        <w:t xml:space="preserve">. </w:t>
      </w:r>
      <w:r>
        <w:t>Sans que j</w:t>
      </w:r>
      <w:r w:rsidR="00C90F8D">
        <w:t>’</w:t>
      </w:r>
      <w:r>
        <w:t>eusse eu le temps de répondre</w:t>
      </w:r>
      <w:r w:rsidR="00C90F8D">
        <w:t xml:space="preserve">, </w:t>
      </w:r>
      <w:r>
        <w:t>cette porte s</w:t>
      </w:r>
      <w:r w:rsidR="00C90F8D">
        <w:t>’</w:t>
      </w:r>
      <w:r>
        <w:t>ouvrit</w:t>
      </w:r>
      <w:r w:rsidR="00C90F8D">
        <w:t xml:space="preserve">, </w:t>
      </w:r>
      <w:r>
        <w:t xml:space="preserve">la princesse </w:t>
      </w:r>
      <w:proofErr w:type="spellStart"/>
      <w:r>
        <w:t>Irénéïef</w:t>
      </w:r>
      <w:proofErr w:type="spellEnd"/>
      <w:r>
        <w:t xml:space="preserve"> entra</w:t>
      </w:r>
      <w:r w:rsidR="00C90F8D">
        <w:t>.</w:t>
      </w:r>
    </w:p>
    <w:p w14:paraId="580AD852" w14:textId="77777777" w:rsidR="00C90F8D" w:rsidRDefault="00C90F8D">
      <w:r>
        <w:rPr>
          <w:rFonts w:eastAsia="Georgia"/>
        </w:rPr>
        <w:t>— </w:t>
      </w:r>
      <w:r w:rsidR="00AB2DE8">
        <w:t>Vous</w:t>
      </w:r>
      <w:r>
        <w:t xml:space="preserve">, </w:t>
      </w:r>
      <w:r w:rsidR="00AB2DE8">
        <w:t>murmurai-je</w:t>
      </w:r>
      <w:r>
        <w:t xml:space="preserve">, </w:t>
      </w:r>
      <w:r w:rsidR="00AB2DE8">
        <w:t>vous</w:t>
      </w:r>
      <w:r>
        <w:t xml:space="preserve">, </w:t>
      </w:r>
      <w:r w:rsidR="00AB2DE8">
        <w:t>ici</w:t>
      </w:r>
      <w:r>
        <w:t> !</w:t>
      </w:r>
    </w:p>
    <w:p w14:paraId="7965B64B" w14:textId="77777777" w:rsidR="00C90F8D" w:rsidRDefault="00C90F8D">
      <w:r>
        <w:rPr>
          <w:rFonts w:eastAsia="Georgia"/>
        </w:rPr>
        <w:t>— </w:t>
      </w:r>
      <w:r w:rsidR="00AB2DE8">
        <w:t>Chut</w:t>
      </w:r>
      <w:r>
        <w:t xml:space="preserve">, </w:t>
      </w:r>
      <w:r w:rsidR="00AB2DE8">
        <w:t>fit-elle</w:t>
      </w:r>
      <w:r>
        <w:t xml:space="preserve">. </w:t>
      </w:r>
      <w:r w:rsidR="00AB2DE8">
        <w:t>J</w:t>
      </w:r>
      <w:r>
        <w:t>’</w:t>
      </w:r>
      <w:r w:rsidR="00AB2DE8">
        <w:t>aime autant qu</w:t>
      </w:r>
      <w:r>
        <w:t>’</w:t>
      </w:r>
      <w:r w:rsidR="00AB2DE8">
        <w:t>on ne le sache pas</w:t>
      </w:r>
      <w:r>
        <w:t>.</w:t>
      </w:r>
    </w:p>
    <w:p w14:paraId="3E005EDA" w14:textId="77777777" w:rsidR="00C90F8D" w:rsidRDefault="00AB2DE8">
      <w:r>
        <w:t>Je n</w:t>
      </w:r>
      <w:r w:rsidR="00C90F8D">
        <w:t>’</w:t>
      </w:r>
      <w:r>
        <w:t>avais pas bougé de mon fauteuil</w:t>
      </w:r>
      <w:r w:rsidR="00C90F8D">
        <w:t xml:space="preserve">. </w:t>
      </w:r>
      <w:r>
        <w:t>Ce fut Armide qui vint à moi</w:t>
      </w:r>
      <w:r w:rsidR="00C90F8D">
        <w:t>.</w:t>
      </w:r>
    </w:p>
    <w:p w14:paraId="529DA316" w14:textId="77777777" w:rsidR="00C90F8D" w:rsidRDefault="00C90F8D">
      <w:r>
        <w:rPr>
          <w:rFonts w:eastAsia="Georgia"/>
        </w:rPr>
        <w:t>— </w:t>
      </w:r>
      <w:r w:rsidR="00AB2DE8">
        <w:t>Vous ici</w:t>
      </w:r>
      <w:r>
        <w:t xml:space="preserve">, </w:t>
      </w:r>
      <w:r w:rsidR="00AB2DE8">
        <w:t>répétai-je</w:t>
      </w:r>
      <w:r>
        <w:t xml:space="preserve">, </w:t>
      </w:r>
      <w:r w:rsidR="00AB2DE8">
        <w:t>pourquoi</w:t>
      </w:r>
      <w:r>
        <w:t> ?</w:t>
      </w:r>
    </w:p>
    <w:p w14:paraId="33563586" w14:textId="77777777" w:rsidR="00C90F8D" w:rsidRDefault="00AB2DE8">
      <w:r>
        <w:t>Elle me dévisageait avec la même insistance que tout à l</w:t>
      </w:r>
      <w:r w:rsidR="00C90F8D">
        <w:t>’</w:t>
      </w:r>
      <w:r>
        <w:t>heure</w:t>
      </w:r>
      <w:r w:rsidR="00C90F8D">
        <w:t>.</w:t>
      </w:r>
    </w:p>
    <w:p w14:paraId="56E5C260" w14:textId="77777777" w:rsidR="00C90F8D" w:rsidRDefault="00C90F8D">
      <w:r>
        <w:rPr>
          <w:rFonts w:eastAsia="Georgia"/>
        </w:rPr>
        <w:t>— </w:t>
      </w:r>
      <w:r w:rsidR="00AB2DE8">
        <w:t>Vous étiez fâché</w:t>
      </w:r>
      <w:r>
        <w:t xml:space="preserve">, </w:t>
      </w:r>
      <w:r w:rsidR="00AB2DE8">
        <w:t>dit-elle</w:t>
      </w:r>
      <w:r>
        <w:t xml:space="preserve">, </w:t>
      </w:r>
      <w:r w:rsidR="00AB2DE8">
        <w:t>enfin</w:t>
      </w:r>
      <w:r>
        <w:t xml:space="preserve">. </w:t>
      </w:r>
      <w:r w:rsidR="00AB2DE8">
        <w:t>J</w:t>
      </w:r>
      <w:r>
        <w:t>’</w:t>
      </w:r>
      <w:r w:rsidR="00AB2DE8">
        <w:t>ai voulu en savoir la raison</w:t>
      </w:r>
      <w:r>
        <w:t>.</w:t>
      </w:r>
    </w:p>
    <w:p w14:paraId="1C03C912" w14:textId="77777777" w:rsidR="00C90F8D" w:rsidRDefault="00AB2DE8">
      <w:r>
        <w:t>Le curieux être</w:t>
      </w:r>
      <w:r w:rsidR="00C90F8D">
        <w:t xml:space="preserve"> ! </w:t>
      </w:r>
      <w:r>
        <w:t>Il me semblait la voir pour la première fois</w:t>
      </w:r>
      <w:r w:rsidR="00C90F8D">
        <w:t xml:space="preserve">. </w:t>
      </w:r>
      <w:r>
        <w:t>Elle était vêtue de la même robe que les autres jours</w:t>
      </w:r>
      <w:r w:rsidR="00C90F8D">
        <w:t xml:space="preserve">, </w:t>
      </w:r>
      <w:r>
        <w:t>et pourtant cette robe aussi</w:t>
      </w:r>
      <w:r w:rsidR="00C90F8D">
        <w:t xml:space="preserve">, </w:t>
      </w:r>
      <w:r>
        <w:t>c</w:t>
      </w:r>
      <w:r w:rsidR="00C90F8D">
        <w:t>’</w:t>
      </w:r>
      <w:r>
        <w:t>était la première fois</w:t>
      </w:r>
      <w:r w:rsidR="00C90F8D">
        <w:t xml:space="preserve">, </w:t>
      </w:r>
      <w:r>
        <w:t>me semblait-il</w:t>
      </w:r>
      <w:r w:rsidR="00C90F8D">
        <w:t xml:space="preserve">, </w:t>
      </w:r>
      <w:r>
        <w:t>que je la voyais</w:t>
      </w:r>
      <w:r w:rsidR="00C90F8D">
        <w:t xml:space="preserve">. </w:t>
      </w:r>
      <w:r>
        <w:t>Une robe de drap noir</w:t>
      </w:r>
      <w:r w:rsidR="00C90F8D">
        <w:t xml:space="preserve">, </w:t>
      </w:r>
      <w:r>
        <w:t>toute simple</w:t>
      </w:r>
      <w:r w:rsidR="00C90F8D">
        <w:t xml:space="preserve">, </w:t>
      </w:r>
      <w:r>
        <w:t>mais brodée</w:t>
      </w:r>
      <w:r w:rsidR="00C90F8D">
        <w:t xml:space="preserve">, </w:t>
      </w:r>
      <w:r>
        <w:t>sur le devant</w:t>
      </w:r>
      <w:r w:rsidR="00C90F8D">
        <w:t xml:space="preserve">, </w:t>
      </w:r>
      <w:r>
        <w:t>de losanges verts et roses</w:t>
      </w:r>
      <w:r w:rsidR="00C90F8D">
        <w:t xml:space="preserve">, </w:t>
      </w:r>
      <w:r>
        <w:t>à la mode géorgienne</w:t>
      </w:r>
      <w:r w:rsidR="00C90F8D">
        <w:t xml:space="preserve">. </w:t>
      </w:r>
      <w:r>
        <w:t>Ses boucles</w:t>
      </w:r>
      <w:r w:rsidR="00C90F8D">
        <w:t xml:space="preserve">, </w:t>
      </w:r>
      <w:r>
        <w:t>coupées très court</w:t>
      </w:r>
      <w:r w:rsidR="00C90F8D">
        <w:t xml:space="preserve">, </w:t>
      </w:r>
      <w:r>
        <w:t>barraient son cou nu de leur ligne blonde</w:t>
      </w:r>
      <w:r w:rsidR="00C90F8D">
        <w:t xml:space="preserve">. </w:t>
      </w:r>
      <w:r>
        <w:t>Ses yeux profonds</w:t>
      </w:r>
      <w:r w:rsidR="00C90F8D">
        <w:t xml:space="preserve">, </w:t>
      </w:r>
      <w:r>
        <w:t>ses yeux glacés</w:t>
      </w:r>
      <w:r w:rsidR="00C90F8D">
        <w:t xml:space="preserve">, </w:t>
      </w:r>
      <w:r>
        <w:t>pareils à des aigues-marines</w:t>
      </w:r>
      <w:r w:rsidR="00C90F8D">
        <w:t xml:space="preserve">, </w:t>
      </w:r>
      <w:r>
        <w:t>brillaient dans la caverne bombée de la frange</w:t>
      </w:r>
      <w:r w:rsidR="00C90F8D">
        <w:t>.</w:t>
      </w:r>
    </w:p>
    <w:p w14:paraId="7D5A8544" w14:textId="77777777" w:rsidR="00C90F8D" w:rsidRDefault="00AB2DE8">
      <w:r>
        <w:lastRenderedPageBreak/>
        <w:t>Durement</w:t>
      </w:r>
      <w:r w:rsidR="00C90F8D">
        <w:t xml:space="preserve">, </w:t>
      </w:r>
      <w:r>
        <w:t>elle répéta</w:t>
      </w:r>
      <w:r w:rsidR="00C90F8D">
        <w:t> :</w:t>
      </w:r>
    </w:p>
    <w:p w14:paraId="5B64BC9D" w14:textId="77777777" w:rsidR="00C90F8D" w:rsidRDefault="00C90F8D">
      <w:r>
        <w:rPr>
          <w:rFonts w:eastAsia="Georgia"/>
        </w:rPr>
        <w:t>— </w:t>
      </w:r>
      <w:r w:rsidR="00AB2DE8">
        <w:t>Pourquoi êtes-vous fâché</w:t>
      </w:r>
      <w:r>
        <w:t xml:space="preserve"> ? </w:t>
      </w:r>
      <w:r w:rsidR="00AB2DE8">
        <w:t>Nous sommes ici</w:t>
      </w:r>
      <w:r>
        <w:t xml:space="preserve">, </w:t>
      </w:r>
      <w:r w:rsidR="00AB2DE8">
        <w:t>chez vous</w:t>
      </w:r>
      <w:r>
        <w:t xml:space="preserve">. </w:t>
      </w:r>
      <w:r w:rsidR="00AB2DE8">
        <w:t>Je ne peux pas admettre que vous soyez fâché</w:t>
      </w:r>
      <w:r>
        <w:t>.</w:t>
      </w:r>
    </w:p>
    <w:p w14:paraId="475447D3" w14:textId="77777777" w:rsidR="00C90F8D" w:rsidRDefault="00AB2DE8">
      <w:r>
        <w:t>Je me taisais</w:t>
      </w:r>
      <w:r w:rsidR="00C90F8D">
        <w:t xml:space="preserve">. </w:t>
      </w:r>
      <w:r>
        <w:t>Sa voix</w:t>
      </w:r>
      <w:r w:rsidR="00C90F8D">
        <w:t xml:space="preserve">, </w:t>
      </w:r>
      <w:r>
        <w:t>à elle</w:t>
      </w:r>
      <w:r w:rsidR="00C90F8D">
        <w:t xml:space="preserve">, </w:t>
      </w:r>
      <w:r>
        <w:t>s</w:t>
      </w:r>
      <w:r w:rsidR="00C90F8D">
        <w:t>’</w:t>
      </w:r>
      <w:r>
        <w:t>étrangla</w:t>
      </w:r>
      <w:r w:rsidR="00C90F8D">
        <w:t>.</w:t>
      </w:r>
    </w:p>
    <w:p w14:paraId="475D628E" w14:textId="77777777" w:rsidR="00C90F8D" w:rsidRDefault="00C90F8D">
      <w:r>
        <w:rPr>
          <w:rFonts w:eastAsia="Georgia"/>
        </w:rPr>
        <w:t>— </w:t>
      </w:r>
      <w:r w:rsidR="00AB2DE8">
        <w:t>Est-ce à cause de mon père</w:t>
      </w:r>
      <w:r>
        <w:t> ?</w:t>
      </w:r>
    </w:p>
    <w:p w14:paraId="2196196F" w14:textId="77777777" w:rsidR="00C90F8D" w:rsidRDefault="00C90F8D">
      <w:r>
        <w:rPr>
          <w:rFonts w:eastAsia="Georgia"/>
        </w:rPr>
        <w:t>— </w:t>
      </w:r>
      <w:r w:rsidR="00AB2DE8">
        <w:t>Non</w:t>
      </w:r>
      <w:r>
        <w:t>.</w:t>
      </w:r>
    </w:p>
    <w:p w14:paraId="25F0E9F3" w14:textId="77777777" w:rsidR="00C90F8D" w:rsidRDefault="00C90F8D">
      <w:r>
        <w:rPr>
          <w:rFonts w:eastAsia="Georgia"/>
        </w:rPr>
        <w:t>— </w:t>
      </w:r>
      <w:r w:rsidR="00AB2DE8">
        <w:t>Ah</w:t>
      </w:r>
      <w:r>
        <w:t xml:space="preserve"> ! </w:t>
      </w:r>
      <w:r w:rsidR="00AB2DE8">
        <w:t>fit-elle</w:t>
      </w:r>
      <w:r>
        <w:t xml:space="preserve">, </w:t>
      </w:r>
      <w:r w:rsidR="00AB2DE8">
        <w:t>l</w:t>
      </w:r>
      <w:r>
        <w:t>’</w:t>
      </w:r>
      <w:r w:rsidR="00AB2DE8">
        <w:t>air songeur</w:t>
      </w:r>
      <w:r>
        <w:t>.</w:t>
      </w:r>
    </w:p>
    <w:p w14:paraId="4469CD0D" w14:textId="77777777" w:rsidR="00C90F8D" w:rsidRDefault="00AB2DE8">
      <w:r>
        <w:t>Et elle cessa de me questionner</w:t>
      </w:r>
      <w:r w:rsidR="00C90F8D">
        <w:t>.</w:t>
      </w:r>
    </w:p>
    <w:p w14:paraId="689FD232" w14:textId="77777777" w:rsidR="00C90F8D" w:rsidRDefault="00AB2DE8">
      <w:r>
        <w:t>Sur le bureau</w:t>
      </w:r>
      <w:r w:rsidR="00C90F8D">
        <w:t xml:space="preserve">, </w:t>
      </w:r>
      <w:r>
        <w:t>il y avait une photographie des miens</w:t>
      </w:r>
      <w:r w:rsidR="00C90F8D">
        <w:t xml:space="preserve">. </w:t>
      </w:r>
      <w:r>
        <w:t>Pas celle que j</w:t>
      </w:r>
      <w:r w:rsidR="00C90F8D">
        <w:t>’</w:t>
      </w:r>
      <w:r>
        <w:t>ai ici</w:t>
      </w:r>
      <w:r w:rsidR="00C90F8D">
        <w:t xml:space="preserve">. </w:t>
      </w:r>
      <w:r>
        <w:t>Une plus ancienne</w:t>
      </w:r>
      <w:r w:rsidR="00C90F8D">
        <w:t xml:space="preserve">, </w:t>
      </w:r>
      <w:r>
        <w:t>mais dans le même cadre</w:t>
      </w:r>
      <w:r w:rsidR="00C90F8D">
        <w:t xml:space="preserve">. </w:t>
      </w:r>
      <w:r>
        <w:t>Elle s</w:t>
      </w:r>
      <w:r w:rsidR="00C90F8D">
        <w:t>’</w:t>
      </w:r>
      <w:r>
        <w:t>en empara</w:t>
      </w:r>
      <w:r w:rsidR="00C90F8D">
        <w:t>.</w:t>
      </w:r>
    </w:p>
    <w:p w14:paraId="4DDAAEEA" w14:textId="77777777" w:rsidR="00C90F8D" w:rsidRDefault="00C90F8D">
      <w:r>
        <w:rPr>
          <w:rFonts w:eastAsia="Georgia"/>
        </w:rPr>
        <w:t>— </w:t>
      </w:r>
      <w:r w:rsidR="00AB2DE8">
        <w:t>Qui est-ce</w:t>
      </w:r>
      <w:r>
        <w:t> ?</w:t>
      </w:r>
    </w:p>
    <w:p w14:paraId="7ED5C6DA" w14:textId="77777777" w:rsidR="00C90F8D" w:rsidRDefault="00C90F8D">
      <w:r>
        <w:rPr>
          <w:rFonts w:eastAsia="Georgia"/>
        </w:rPr>
        <w:t>— </w:t>
      </w:r>
      <w:r w:rsidR="00AB2DE8">
        <w:t>Ma femme</w:t>
      </w:r>
      <w:r>
        <w:t xml:space="preserve">, </w:t>
      </w:r>
      <w:r w:rsidR="00AB2DE8">
        <w:t>ma femme et mes fils</w:t>
      </w:r>
      <w:r>
        <w:t>.</w:t>
      </w:r>
    </w:p>
    <w:p w14:paraId="650D5085" w14:textId="77777777" w:rsidR="00C90F8D" w:rsidRDefault="00C90F8D">
      <w:r>
        <w:rPr>
          <w:rFonts w:eastAsia="Georgia"/>
        </w:rPr>
        <w:t>— </w:t>
      </w:r>
      <w:r w:rsidR="00AB2DE8">
        <w:t>Ah</w:t>
      </w:r>
      <w:r>
        <w:t xml:space="preserve"> ! </w:t>
      </w:r>
      <w:r w:rsidR="00AB2DE8">
        <w:t>fit-elle encore</w:t>
      </w:r>
      <w:r>
        <w:t xml:space="preserve">, </w:t>
      </w:r>
      <w:r w:rsidR="00AB2DE8">
        <w:t>reposant le cadre sur le bureau</w:t>
      </w:r>
      <w:r>
        <w:t>.</w:t>
      </w:r>
    </w:p>
    <w:p w14:paraId="344B2D5C" w14:textId="77777777" w:rsidR="00C90F8D" w:rsidRDefault="00AB2DE8">
      <w:r>
        <w:t>Et elle revint à son idée</w:t>
      </w:r>
      <w:r w:rsidR="00C90F8D">
        <w:t>.</w:t>
      </w:r>
    </w:p>
    <w:p w14:paraId="0AD940A5" w14:textId="77777777" w:rsidR="00C90F8D" w:rsidRDefault="00C90F8D">
      <w:r>
        <w:rPr>
          <w:rFonts w:eastAsia="Georgia"/>
        </w:rPr>
        <w:t>— </w:t>
      </w:r>
      <w:r w:rsidR="00AB2DE8">
        <w:t>Je suis heureuse de savoir que vous n</w:t>
      </w:r>
      <w:r>
        <w:t>’</w:t>
      </w:r>
      <w:r w:rsidR="00AB2DE8">
        <w:t>avez rien contre mon père</w:t>
      </w:r>
      <w:r>
        <w:t xml:space="preserve">. </w:t>
      </w:r>
      <w:r w:rsidR="00AB2DE8">
        <w:t>Il peut être ennuyeux</w:t>
      </w:r>
      <w:r>
        <w:t xml:space="preserve">. </w:t>
      </w:r>
      <w:r w:rsidR="00AB2DE8">
        <w:t>Il a ses fantaisies</w:t>
      </w:r>
      <w:r>
        <w:t xml:space="preserve">. </w:t>
      </w:r>
      <w:r w:rsidR="00AB2DE8">
        <w:t>Promettez-moi</w:t>
      </w:r>
      <w:r>
        <w:t xml:space="preserve">. </w:t>
      </w:r>
      <w:r w:rsidR="00AB2DE8">
        <w:t>Jurez-moi de les lui passer</w:t>
      </w:r>
      <w:r>
        <w:t xml:space="preserve">. </w:t>
      </w:r>
      <w:r w:rsidR="00AB2DE8">
        <w:t>Je vous en aurai tant</w:t>
      </w:r>
      <w:r>
        <w:t xml:space="preserve">, </w:t>
      </w:r>
      <w:r w:rsidR="00AB2DE8">
        <w:t>tant de reconnaissance</w:t>
      </w:r>
      <w:r>
        <w:t>.</w:t>
      </w:r>
    </w:p>
    <w:p w14:paraId="2DF05C78" w14:textId="77777777" w:rsidR="00C90F8D" w:rsidRDefault="00AB2DE8">
      <w:r>
        <w:t>Elle était tout contre moi</w:t>
      </w:r>
      <w:r w:rsidR="00C90F8D">
        <w:t xml:space="preserve">. </w:t>
      </w:r>
      <w:r>
        <w:t>Sa mince gorge se gonflait sous les losanges verts et roses</w:t>
      </w:r>
      <w:r w:rsidR="00C90F8D">
        <w:t xml:space="preserve">. </w:t>
      </w:r>
      <w:r>
        <w:t>Une folle envie de pleurer s</w:t>
      </w:r>
      <w:r w:rsidR="00C90F8D">
        <w:t>’</w:t>
      </w:r>
      <w:r>
        <w:t>empara de moi</w:t>
      </w:r>
      <w:r w:rsidR="00C90F8D">
        <w:t>.</w:t>
      </w:r>
    </w:p>
    <w:p w14:paraId="2F2098B3" w14:textId="77777777" w:rsidR="00C90F8D" w:rsidRDefault="00C90F8D">
      <w:r>
        <w:rPr>
          <w:rFonts w:eastAsia="Georgia"/>
        </w:rPr>
        <w:t>— </w:t>
      </w:r>
      <w:r w:rsidR="00AB2DE8">
        <w:t>Votre père</w:t>
      </w:r>
      <w:r>
        <w:t xml:space="preserve"> ! </w:t>
      </w:r>
      <w:r w:rsidR="00AB2DE8">
        <w:t>Mon Dieu</w:t>
      </w:r>
      <w:r>
        <w:t xml:space="preserve">, </w:t>
      </w:r>
      <w:r w:rsidR="00AB2DE8">
        <w:t>comme vous l</w:t>
      </w:r>
      <w:r>
        <w:t>’</w:t>
      </w:r>
      <w:r w:rsidR="00AB2DE8">
        <w:t>aimez</w:t>
      </w:r>
      <w:r>
        <w:t> !</w:t>
      </w:r>
    </w:p>
    <w:p w14:paraId="54C0EC63" w14:textId="77777777" w:rsidR="00C90F8D" w:rsidRDefault="00AB2DE8">
      <w:r>
        <w:lastRenderedPageBreak/>
        <w:t>Elle me lança un regard sombre</w:t>
      </w:r>
      <w:r w:rsidR="00C90F8D">
        <w:t>.</w:t>
      </w:r>
    </w:p>
    <w:p w14:paraId="21FA20B2" w14:textId="77777777" w:rsidR="00C90F8D" w:rsidRDefault="00C90F8D">
      <w:r>
        <w:rPr>
          <w:rFonts w:eastAsia="Georgia"/>
        </w:rPr>
        <w:t>— </w:t>
      </w:r>
      <w:r w:rsidR="00AB2DE8">
        <w:t>C</w:t>
      </w:r>
      <w:r>
        <w:t>’</w:t>
      </w:r>
      <w:r w:rsidR="00AB2DE8">
        <w:t>est mon père</w:t>
      </w:r>
      <w:r>
        <w:t xml:space="preserve">, </w:t>
      </w:r>
      <w:r w:rsidR="00AB2DE8">
        <w:t>dit-elle</w:t>
      </w:r>
      <w:r>
        <w:t xml:space="preserve">, </w:t>
      </w:r>
      <w:r w:rsidR="00AB2DE8">
        <w:t>farouche</w:t>
      </w:r>
      <w:r>
        <w:t>.</w:t>
      </w:r>
    </w:p>
    <w:p w14:paraId="0838B007" w14:textId="77777777" w:rsidR="00C90F8D" w:rsidRDefault="00C90F8D">
      <w:r>
        <w:rPr>
          <w:rFonts w:eastAsia="Georgia"/>
        </w:rPr>
        <w:t>— </w:t>
      </w:r>
      <w:r w:rsidR="00AB2DE8">
        <w:t>À votre tour</w:t>
      </w:r>
      <w:r>
        <w:t xml:space="preserve">, </w:t>
      </w:r>
      <w:r w:rsidR="00AB2DE8">
        <w:t>murmurai-je</w:t>
      </w:r>
      <w:r>
        <w:t xml:space="preserve">, </w:t>
      </w:r>
      <w:r w:rsidR="00AB2DE8">
        <w:t>jurez-moi que vous n</w:t>
      </w:r>
      <w:r>
        <w:t>’</w:t>
      </w:r>
      <w:r w:rsidR="00AB2DE8">
        <w:t>avez jamais aimé que lui</w:t>
      </w:r>
      <w:r>
        <w:t>.</w:t>
      </w:r>
    </w:p>
    <w:p w14:paraId="1A4EA6DA" w14:textId="77777777" w:rsidR="00C90F8D" w:rsidRDefault="00AB2DE8">
      <w:r>
        <w:t>Elle tressaillit</w:t>
      </w:r>
      <w:r w:rsidR="00C90F8D">
        <w:t>.</w:t>
      </w:r>
    </w:p>
    <w:p w14:paraId="48153478" w14:textId="77777777" w:rsidR="00C90F8D" w:rsidRDefault="00C90F8D">
      <w:r>
        <w:rPr>
          <w:rFonts w:eastAsia="Georgia"/>
        </w:rPr>
        <w:t>— </w:t>
      </w:r>
      <w:r w:rsidR="00AB2DE8">
        <w:t>On ne fait pas tout ce qu</w:t>
      </w:r>
      <w:r>
        <w:t>’</w:t>
      </w:r>
      <w:r w:rsidR="00AB2DE8">
        <w:t>on veut dans la vie</w:t>
      </w:r>
      <w:r>
        <w:t xml:space="preserve">, </w:t>
      </w:r>
      <w:r w:rsidR="00AB2DE8">
        <w:t>se borna-t-elle à répondre</w:t>
      </w:r>
      <w:r>
        <w:t>.</w:t>
      </w:r>
    </w:p>
    <w:p w14:paraId="17C468CC" w14:textId="77777777" w:rsidR="00C90F8D" w:rsidRDefault="00C90F8D">
      <w:r>
        <w:rPr>
          <w:rFonts w:eastAsia="Georgia"/>
        </w:rPr>
        <w:t>— </w:t>
      </w:r>
      <w:r w:rsidR="00AB2DE8">
        <w:t>Que feriez-vous</w:t>
      </w:r>
      <w:r>
        <w:t xml:space="preserve">, </w:t>
      </w:r>
      <w:r w:rsidR="00AB2DE8">
        <w:t>si vous pouviez faire ce que vous voulez</w:t>
      </w:r>
      <w:r>
        <w:t> ?</w:t>
      </w:r>
    </w:p>
    <w:p w14:paraId="297B7521" w14:textId="77777777" w:rsidR="00C90F8D" w:rsidRDefault="00AB2DE8">
      <w:r>
        <w:t>Elle haussa les épaules</w:t>
      </w:r>
      <w:r w:rsidR="00C90F8D">
        <w:t>.</w:t>
      </w:r>
    </w:p>
    <w:p w14:paraId="152C88AD" w14:textId="77777777" w:rsidR="00C90F8D" w:rsidRDefault="00C90F8D">
      <w:r>
        <w:rPr>
          <w:rFonts w:eastAsia="Georgia"/>
        </w:rPr>
        <w:t>— </w:t>
      </w:r>
      <w:r w:rsidR="00AB2DE8">
        <w:t>La drôle de question</w:t>
      </w:r>
      <w:r>
        <w:t xml:space="preserve"> ! </w:t>
      </w:r>
      <w:r w:rsidR="00AB2DE8">
        <w:t>Ce que je ferais</w:t>
      </w:r>
      <w:r>
        <w:t xml:space="preserve"> ? </w:t>
      </w:r>
      <w:r w:rsidR="00AB2DE8">
        <w:t>Est-ce que je sais</w:t>
      </w:r>
      <w:r>
        <w:t xml:space="preserve"> ? </w:t>
      </w:r>
      <w:r w:rsidR="00AB2DE8">
        <w:t>Rien</w:t>
      </w:r>
      <w:r>
        <w:t xml:space="preserve">, </w:t>
      </w:r>
      <w:r w:rsidR="00AB2DE8">
        <w:t>probablement</w:t>
      </w:r>
      <w:r>
        <w:t xml:space="preserve">. </w:t>
      </w:r>
      <w:r w:rsidR="00AB2DE8">
        <w:t>Non</w:t>
      </w:r>
      <w:r>
        <w:t xml:space="preserve">, </w:t>
      </w:r>
      <w:r w:rsidR="00AB2DE8">
        <w:t>rien</w:t>
      </w:r>
      <w:r>
        <w:t xml:space="preserve">. </w:t>
      </w:r>
      <w:r w:rsidR="00AB2DE8">
        <w:t>Mais</w:t>
      </w:r>
      <w:r>
        <w:t xml:space="preserve">, </w:t>
      </w:r>
      <w:r w:rsidR="00AB2DE8">
        <w:t>excusez-moi</w:t>
      </w:r>
      <w:r>
        <w:t xml:space="preserve">. </w:t>
      </w:r>
      <w:r w:rsidR="00AB2DE8">
        <w:t>Je sais ce que je voulais savoir</w:t>
      </w:r>
      <w:r>
        <w:t xml:space="preserve">. </w:t>
      </w:r>
      <w:r w:rsidR="00AB2DE8">
        <w:t>Merci</w:t>
      </w:r>
      <w:r>
        <w:t xml:space="preserve">. </w:t>
      </w:r>
      <w:r w:rsidR="00AB2DE8">
        <w:t>Je m</w:t>
      </w:r>
      <w:r>
        <w:t>’</w:t>
      </w:r>
      <w:r w:rsidR="00AB2DE8">
        <w:t>en vais</w:t>
      </w:r>
      <w:r>
        <w:t>.</w:t>
      </w:r>
    </w:p>
    <w:p w14:paraId="2DB027A4" w14:textId="77777777" w:rsidR="00C90F8D" w:rsidRDefault="00AB2DE8">
      <w:r>
        <w:t>J</w:t>
      </w:r>
      <w:r w:rsidR="00C90F8D">
        <w:t>’</w:t>
      </w:r>
      <w:r>
        <w:t>étais debout</w:t>
      </w:r>
      <w:r w:rsidR="00C90F8D">
        <w:t xml:space="preserve">, </w:t>
      </w:r>
      <w:r>
        <w:t>lui barrant le chemin de la porte</w:t>
      </w:r>
      <w:r w:rsidR="00C90F8D">
        <w:t>.</w:t>
      </w:r>
    </w:p>
    <w:p w14:paraId="0711DFAE" w14:textId="77777777" w:rsidR="00C90F8D" w:rsidRDefault="00C90F8D">
      <w:r>
        <w:rPr>
          <w:rFonts w:eastAsia="Georgia"/>
        </w:rPr>
        <w:t>— </w:t>
      </w:r>
      <w:r w:rsidR="00AB2DE8">
        <w:t>Eh bien</w:t>
      </w:r>
      <w:r>
        <w:t xml:space="preserve">, </w:t>
      </w:r>
      <w:r w:rsidR="00AB2DE8">
        <w:t>qu</w:t>
      </w:r>
      <w:r>
        <w:t>’</w:t>
      </w:r>
      <w:r w:rsidR="00AB2DE8">
        <w:t>avez-vous</w:t>
      </w:r>
      <w:r>
        <w:t xml:space="preserve"> ? </w:t>
      </w:r>
      <w:r w:rsidR="00AB2DE8">
        <w:t>fit-elle</w:t>
      </w:r>
      <w:r>
        <w:t xml:space="preserve">. </w:t>
      </w:r>
      <w:r w:rsidR="00AB2DE8">
        <w:t>Laissez-moi</w:t>
      </w:r>
      <w:r>
        <w:t>.</w:t>
      </w:r>
    </w:p>
    <w:p w14:paraId="5C0C76EC" w14:textId="77777777" w:rsidR="00C90F8D" w:rsidRDefault="00C90F8D">
      <w:r>
        <w:rPr>
          <w:rFonts w:eastAsia="Georgia"/>
        </w:rPr>
        <w:t>— </w:t>
      </w:r>
      <w:r w:rsidR="00AB2DE8">
        <w:t xml:space="preserve">Armide </w:t>
      </w:r>
      <w:proofErr w:type="spellStart"/>
      <w:r w:rsidR="00AB2DE8">
        <w:t>Ephremovna</w:t>
      </w:r>
      <w:proofErr w:type="spellEnd"/>
      <w:r>
        <w:t xml:space="preserve">, </w:t>
      </w:r>
      <w:r w:rsidR="00AB2DE8">
        <w:t>dis-je d</w:t>
      </w:r>
      <w:r>
        <w:t>’</w:t>
      </w:r>
      <w:r w:rsidR="00AB2DE8">
        <w:t>une voix tremblante</w:t>
      </w:r>
      <w:r>
        <w:t>.</w:t>
      </w:r>
    </w:p>
    <w:p w14:paraId="2A916DB8" w14:textId="77777777" w:rsidR="00C90F8D" w:rsidRDefault="00C90F8D">
      <w:r>
        <w:rPr>
          <w:rFonts w:eastAsia="Georgia"/>
        </w:rPr>
        <w:t>— </w:t>
      </w:r>
      <w:r w:rsidR="00AB2DE8">
        <w:t>Quoi</w:t>
      </w:r>
      <w:r>
        <w:t> ?</w:t>
      </w:r>
    </w:p>
    <w:p w14:paraId="1097F506" w14:textId="77777777" w:rsidR="00C90F8D" w:rsidRDefault="00C90F8D">
      <w:r>
        <w:rPr>
          <w:rFonts w:eastAsia="Georgia"/>
        </w:rPr>
        <w:t>— </w:t>
      </w:r>
      <w:r w:rsidR="00AB2DE8">
        <w:t xml:space="preserve">Armide </w:t>
      </w:r>
      <w:proofErr w:type="spellStart"/>
      <w:r w:rsidR="00AB2DE8">
        <w:t>Ephremovna</w:t>
      </w:r>
      <w:proofErr w:type="spellEnd"/>
      <w:r>
        <w:t xml:space="preserve">, </w:t>
      </w:r>
      <w:r w:rsidR="00AB2DE8">
        <w:t>voulez-vous me permettre de vous embrasser la main</w:t>
      </w:r>
      <w:r>
        <w:t> ?</w:t>
      </w:r>
    </w:p>
    <w:p w14:paraId="76D48700" w14:textId="77777777" w:rsidR="00C90F8D" w:rsidRDefault="00C90F8D">
      <w:r>
        <w:rPr>
          <w:rFonts w:eastAsia="Georgia"/>
        </w:rPr>
        <w:t>— </w:t>
      </w:r>
      <w:r w:rsidR="00AB2DE8">
        <w:t>M</w:t>
      </w:r>
      <w:r>
        <w:t>’</w:t>
      </w:r>
      <w:r w:rsidR="00AB2DE8">
        <w:t>embrasser la main</w:t>
      </w:r>
      <w:r>
        <w:t xml:space="preserve"> ? </w:t>
      </w:r>
      <w:r w:rsidR="00AB2DE8">
        <w:t>dit-elle</w:t>
      </w:r>
      <w:r>
        <w:t>.</w:t>
      </w:r>
    </w:p>
    <w:p w14:paraId="721130D2" w14:textId="309FA047" w:rsidR="00C90F8D" w:rsidRDefault="00AB2DE8">
      <w:pPr>
        <w:rPr>
          <w:rFonts w:eastAsia="Georgia"/>
        </w:rPr>
      </w:pPr>
      <w:r>
        <w:t>Et son étonnement semblait signifier</w:t>
      </w:r>
      <w:r w:rsidR="00C90F8D">
        <w:t> : « </w:t>
      </w:r>
      <w:r>
        <w:t>Quoi</w:t>
      </w:r>
      <w:r w:rsidR="00C90F8D">
        <w:t xml:space="preserve">, </w:t>
      </w:r>
      <w:r>
        <w:t>c</w:t>
      </w:r>
      <w:r w:rsidR="00C90F8D">
        <w:t>’</w:t>
      </w:r>
      <w:r>
        <w:t>est tout</w:t>
      </w:r>
      <w:r w:rsidR="00C90F8D">
        <w:t xml:space="preserve"> ? </w:t>
      </w:r>
      <w:r>
        <w:t>C</w:t>
      </w:r>
      <w:r w:rsidR="00C90F8D">
        <w:t>’</w:t>
      </w:r>
      <w:r>
        <w:t>est là tout ce que vous désirez</w:t>
      </w:r>
      <w:r w:rsidR="00C90F8D">
        <w:t> ! »</w:t>
      </w:r>
    </w:p>
    <w:p w14:paraId="49F20017" w14:textId="77777777" w:rsidR="00C90F8D" w:rsidRDefault="00C90F8D">
      <w:r>
        <w:rPr>
          <w:rFonts w:eastAsia="Georgia"/>
        </w:rPr>
        <w:lastRenderedPageBreak/>
        <w:t>— </w:t>
      </w:r>
      <w:r w:rsidR="00AB2DE8">
        <w:t>M</w:t>
      </w:r>
      <w:r>
        <w:t>’</w:t>
      </w:r>
      <w:r w:rsidR="00AB2DE8">
        <w:t>embrasser la main</w:t>
      </w:r>
      <w:r>
        <w:t xml:space="preserve"> ! </w:t>
      </w:r>
      <w:r w:rsidR="00AB2DE8">
        <w:t>Savez-vous qu</w:t>
      </w:r>
      <w:r>
        <w:t>’</w:t>
      </w:r>
      <w:r w:rsidR="00AB2DE8">
        <w:t>on n</w:t>
      </w:r>
      <w:r>
        <w:t>’</w:t>
      </w:r>
      <w:r w:rsidR="00AB2DE8">
        <w:t>embrasse pas la main d</w:t>
      </w:r>
      <w:r>
        <w:t>’</w:t>
      </w:r>
      <w:r w:rsidR="00AB2DE8">
        <w:t>une jeune fille</w:t>
      </w:r>
      <w:r>
        <w:t> ?</w:t>
      </w:r>
    </w:p>
    <w:p w14:paraId="12D71C86" w14:textId="77777777" w:rsidR="00C90F8D" w:rsidRDefault="00AB2DE8">
      <w:r>
        <w:t>Elle eut un rire douloureux</w:t>
      </w:r>
      <w:r w:rsidR="00C90F8D">
        <w:t>.</w:t>
      </w:r>
    </w:p>
    <w:p w14:paraId="51595E6B" w14:textId="77777777" w:rsidR="00C90F8D" w:rsidRDefault="00C90F8D">
      <w:r>
        <w:rPr>
          <w:rFonts w:eastAsia="Georgia"/>
        </w:rPr>
        <w:t>— </w:t>
      </w:r>
      <w:r w:rsidR="00AB2DE8">
        <w:t>Allons</w:t>
      </w:r>
      <w:r>
        <w:t xml:space="preserve">, </w:t>
      </w:r>
      <w:r w:rsidR="00AB2DE8">
        <w:t>puisque vous avez l</w:t>
      </w:r>
      <w:r>
        <w:t>’</w:t>
      </w:r>
      <w:r w:rsidR="00AB2DE8">
        <w:t>air de tant y tenir</w:t>
      </w:r>
      <w:r>
        <w:t xml:space="preserve">, </w:t>
      </w:r>
      <w:r w:rsidR="00AB2DE8">
        <w:t>la voilà tout de même</w:t>
      </w:r>
      <w:r>
        <w:t> !</w:t>
      </w:r>
    </w:p>
    <w:p w14:paraId="3C7D805D" w14:textId="77777777" w:rsidR="00C90F8D" w:rsidRDefault="00AB2DE8">
      <w:r>
        <w:t>Le colonel Gregor ne repartit ni le lendemain</w:t>
      </w:r>
      <w:r w:rsidR="00C90F8D">
        <w:t xml:space="preserve">, </w:t>
      </w:r>
      <w:r>
        <w:t>ni le jour qui suivit</w:t>
      </w:r>
      <w:r w:rsidR="00C90F8D">
        <w:t xml:space="preserve">, </w:t>
      </w:r>
      <w:r>
        <w:t>ni l</w:t>
      </w:r>
      <w:r w:rsidR="00C90F8D">
        <w:t>’</w:t>
      </w:r>
      <w:r>
        <w:t>autre</w:t>
      </w:r>
      <w:r w:rsidR="00C90F8D">
        <w:t xml:space="preserve">. </w:t>
      </w:r>
      <w:r>
        <w:t>Il fallut pour qu</w:t>
      </w:r>
      <w:r w:rsidR="00C90F8D">
        <w:t>’</w:t>
      </w:r>
      <w:r>
        <w:t>il s</w:t>
      </w:r>
      <w:r w:rsidR="00C90F8D">
        <w:t>’</w:t>
      </w:r>
      <w:r>
        <w:t>y décidât une dépêche apportée à franc étrier par un de ses officiers d</w:t>
      </w:r>
      <w:r w:rsidR="00C90F8D">
        <w:t>’</w:t>
      </w:r>
      <w:r>
        <w:t>ordonnance</w:t>
      </w:r>
      <w:r w:rsidR="00C90F8D">
        <w:t xml:space="preserve">, </w:t>
      </w:r>
      <w:r>
        <w:t>en l</w:t>
      </w:r>
      <w:r w:rsidR="00C90F8D">
        <w:t>’</w:t>
      </w:r>
      <w:r>
        <w:t>espèce mon ami Georges</w:t>
      </w:r>
      <w:r w:rsidR="00C90F8D">
        <w:t xml:space="preserve">. </w:t>
      </w:r>
      <w:r>
        <w:t>Nous étions à table quand on la lui remit</w:t>
      </w:r>
      <w:r w:rsidR="00C90F8D">
        <w:t xml:space="preserve">. </w:t>
      </w:r>
      <w:r>
        <w:t>À sa lecture</w:t>
      </w:r>
      <w:r w:rsidR="00C90F8D">
        <w:t xml:space="preserve">, </w:t>
      </w:r>
      <w:r>
        <w:t>il pâlit un peu</w:t>
      </w:r>
      <w:r w:rsidR="00C90F8D">
        <w:t>.</w:t>
      </w:r>
    </w:p>
    <w:p w14:paraId="1318984D" w14:textId="77777777" w:rsidR="00C90F8D" w:rsidRDefault="00C90F8D">
      <w:r>
        <w:rPr>
          <w:rFonts w:eastAsia="Georgia"/>
        </w:rPr>
        <w:t>— </w:t>
      </w:r>
      <w:r w:rsidR="00AB2DE8">
        <w:t>Rien de grave</w:t>
      </w:r>
      <w:r>
        <w:t xml:space="preserve"> ? </w:t>
      </w:r>
      <w:r w:rsidR="00AB2DE8">
        <w:t>demanda le général</w:t>
      </w:r>
      <w:r>
        <w:t>.</w:t>
      </w:r>
    </w:p>
    <w:p w14:paraId="1BC37FF8" w14:textId="77777777" w:rsidR="00C90F8D" w:rsidRDefault="00C90F8D">
      <w:r>
        <w:rPr>
          <w:rFonts w:eastAsia="Georgia"/>
        </w:rPr>
        <w:t>— </w:t>
      </w:r>
      <w:r w:rsidR="00AB2DE8">
        <w:t>Non</w:t>
      </w:r>
      <w:r>
        <w:t xml:space="preserve">. </w:t>
      </w:r>
      <w:r w:rsidR="00AB2DE8">
        <w:t>Il va falloir tout de même que je vous quitte</w:t>
      </w:r>
      <w:r>
        <w:t xml:space="preserve">. </w:t>
      </w:r>
      <w:r w:rsidR="00AB2DE8">
        <w:t>Pardonnez-moi</w:t>
      </w:r>
      <w:r>
        <w:t>.</w:t>
      </w:r>
    </w:p>
    <w:p w14:paraId="4510758E" w14:textId="77777777" w:rsidR="00C90F8D" w:rsidRDefault="00AB2DE8">
      <w:r>
        <w:t>Et il monta précipitamment dans sa chambre pour boucler sa valise</w:t>
      </w:r>
      <w:r w:rsidR="00C90F8D">
        <w:t>.</w:t>
      </w:r>
    </w:p>
    <w:p w14:paraId="34BB69FE" w14:textId="77777777" w:rsidR="00C90F8D" w:rsidRDefault="00C90F8D">
      <w:r>
        <w:rPr>
          <w:rFonts w:eastAsia="Georgia"/>
        </w:rPr>
        <w:t>— </w:t>
      </w:r>
      <w:r w:rsidR="00AB2DE8">
        <w:t>Qu</w:t>
      </w:r>
      <w:r>
        <w:t>’</w:t>
      </w:r>
      <w:r w:rsidR="00AB2DE8">
        <w:t>y a-t-il</w:t>
      </w:r>
      <w:r>
        <w:t xml:space="preserve"> ? </w:t>
      </w:r>
      <w:r w:rsidR="00AB2DE8">
        <w:t>demandai-je à Georges</w:t>
      </w:r>
      <w:r>
        <w:t xml:space="preserve">, </w:t>
      </w:r>
      <w:r w:rsidR="00AB2DE8">
        <w:t>sitôt que j</w:t>
      </w:r>
      <w:r>
        <w:t>’</w:t>
      </w:r>
      <w:r w:rsidR="00AB2DE8">
        <w:t>eus réussi à le prendre à part</w:t>
      </w:r>
      <w:r>
        <w:t>.</w:t>
      </w:r>
    </w:p>
    <w:p w14:paraId="23F6F43B" w14:textId="77777777" w:rsidR="00C90F8D" w:rsidRDefault="00AB2DE8">
      <w:r>
        <w:t>Il eut une moue</w:t>
      </w:r>
      <w:r w:rsidR="00C90F8D">
        <w:t>.</w:t>
      </w:r>
    </w:p>
    <w:p w14:paraId="40296B13" w14:textId="77777777" w:rsidR="00C90F8D" w:rsidRDefault="00C90F8D">
      <w:r>
        <w:rPr>
          <w:rFonts w:eastAsia="Georgia"/>
        </w:rPr>
        <w:t>— </w:t>
      </w:r>
      <w:r w:rsidR="00AB2DE8">
        <w:t>Le colonel n</w:t>
      </w:r>
      <w:r>
        <w:t>’</w:t>
      </w:r>
      <w:r w:rsidR="00AB2DE8">
        <w:t>aurait pas dû agir de la sorte</w:t>
      </w:r>
      <w:r>
        <w:t xml:space="preserve">, </w:t>
      </w:r>
      <w:r w:rsidR="00AB2DE8">
        <w:t>dit-il avec la sévérité qu</w:t>
      </w:r>
      <w:r>
        <w:t>’</w:t>
      </w:r>
      <w:r w:rsidR="00AB2DE8">
        <w:t>ont les subalternes pour les moindres fautes de leurs chefs</w:t>
      </w:r>
      <w:r>
        <w:t xml:space="preserve">. </w:t>
      </w:r>
      <w:r w:rsidR="00AB2DE8">
        <w:t>Il ne nous a même pas prévenus qu</w:t>
      </w:r>
      <w:r>
        <w:t>’</w:t>
      </w:r>
      <w:r w:rsidR="00AB2DE8">
        <w:t>il était ici</w:t>
      </w:r>
      <w:r>
        <w:t xml:space="preserve">. </w:t>
      </w:r>
      <w:r w:rsidR="00AB2DE8">
        <w:t>Tout cela finira mal</w:t>
      </w:r>
      <w:r>
        <w:t>.</w:t>
      </w:r>
    </w:p>
    <w:p w14:paraId="0DA4B982" w14:textId="77777777" w:rsidR="00C90F8D" w:rsidRDefault="00C90F8D">
      <w:r>
        <w:rPr>
          <w:rFonts w:eastAsia="Georgia"/>
        </w:rPr>
        <w:t>— </w:t>
      </w:r>
      <w:r w:rsidR="00AB2DE8">
        <w:t>Mais la dépêche</w:t>
      </w:r>
      <w:r>
        <w:t> ?</w:t>
      </w:r>
    </w:p>
    <w:p w14:paraId="196B217A" w14:textId="77777777" w:rsidR="00C90F8D" w:rsidRDefault="00C90F8D">
      <w:r>
        <w:rPr>
          <w:rFonts w:eastAsia="Georgia"/>
        </w:rPr>
        <w:t>— </w:t>
      </w:r>
      <w:r w:rsidR="00AB2DE8">
        <w:t>Chut</w:t>
      </w:r>
      <w:r>
        <w:t xml:space="preserve"> ! </w:t>
      </w:r>
      <w:r w:rsidR="00AB2DE8">
        <w:t xml:space="preserve">les troupes rouges attaquent à fond </w:t>
      </w:r>
      <w:proofErr w:type="gramStart"/>
      <w:r w:rsidR="00AB2DE8">
        <w:t>sur</w:t>
      </w:r>
      <w:proofErr w:type="gramEnd"/>
      <w:r w:rsidR="00AB2DE8">
        <w:t xml:space="preserve"> Orenbourg</w:t>
      </w:r>
      <w:r>
        <w:t xml:space="preserve">. </w:t>
      </w:r>
      <w:r w:rsidR="00AB2DE8">
        <w:t>Une de nos divisions a cédé</w:t>
      </w:r>
      <w:r>
        <w:t>.</w:t>
      </w:r>
    </w:p>
    <w:p w14:paraId="39AFC137" w14:textId="77777777" w:rsidR="00C90F8D" w:rsidRDefault="00AB2DE8">
      <w:r>
        <w:lastRenderedPageBreak/>
        <w:t>Quelques minutes plus tard</w:t>
      </w:r>
      <w:r w:rsidR="00C90F8D">
        <w:t xml:space="preserve">, </w:t>
      </w:r>
      <w:r>
        <w:t>le colonel Gregor nous quitta</w:t>
      </w:r>
      <w:r w:rsidR="00C90F8D">
        <w:t xml:space="preserve">. </w:t>
      </w:r>
      <w:r>
        <w:t>Malgré ses efforts pour paraître calme</w:t>
      </w:r>
      <w:r w:rsidR="00C90F8D">
        <w:t xml:space="preserve">, </w:t>
      </w:r>
      <w:r>
        <w:t>il n</w:t>
      </w:r>
      <w:r w:rsidR="00C90F8D">
        <w:t>’</w:t>
      </w:r>
      <w:r>
        <w:t>était pas très difficile de sentir en lui le regret de ce qui s</w:t>
      </w:r>
      <w:r w:rsidR="00C90F8D">
        <w:t>’</w:t>
      </w:r>
      <w:r>
        <w:t>achève</w:t>
      </w:r>
      <w:r w:rsidR="00C90F8D">
        <w:t xml:space="preserve">, </w:t>
      </w:r>
      <w:r>
        <w:t>mêlé à l</w:t>
      </w:r>
      <w:r w:rsidR="00C90F8D">
        <w:t>’</w:t>
      </w:r>
      <w:r>
        <w:t>angoisse de ce qui va venir</w:t>
      </w:r>
      <w:r w:rsidR="00C90F8D">
        <w:t>.</w:t>
      </w:r>
    </w:p>
    <w:p w14:paraId="58E0A886" w14:textId="3DEFF5A6" w:rsidR="00AB2DE8" w:rsidRDefault="00AB2DE8"/>
    <w:p w14:paraId="1BDB4F12" w14:textId="77777777" w:rsidR="00C90F8D" w:rsidRDefault="00AB2DE8">
      <w:r>
        <w:t>Au repas du soir</w:t>
      </w:r>
      <w:r w:rsidR="00C90F8D">
        <w:t xml:space="preserve">, </w:t>
      </w:r>
      <w:r>
        <w:t xml:space="preserve">la princesse </w:t>
      </w:r>
      <w:proofErr w:type="spellStart"/>
      <w:r>
        <w:t>Irénéïef</w:t>
      </w:r>
      <w:proofErr w:type="spellEnd"/>
      <w:r>
        <w:t xml:space="preserve"> se montra plus gaie que de coutume</w:t>
      </w:r>
      <w:r w:rsidR="00C90F8D">
        <w:t xml:space="preserve">. </w:t>
      </w:r>
      <w:r>
        <w:t>Elle eut pour moi mille prévenances</w:t>
      </w:r>
      <w:r w:rsidR="00C90F8D">
        <w:t xml:space="preserve">. </w:t>
      </w:r>
      <w:r>
        <w:t>Je croyais rêver</w:t>
      </w:r>
      <w:r w:rsidR="00C90F8D">
        <w:t xml:space="preserve">. </w:t>
      </w:r>
      <w:r>
        <w:t>Jamais je n</w:t>
      </w:r>
      <w:r w:rsidR="00C90F8D">
        <w:t>’</w:t>
      </w:r>
      <w:r>
        <w:t>avais été à pareille fête</w:t>
      </w:r>
      <w:r w:rsidR="00C90F8D">
        <w:t xml:space="preserve">. </w:t>
      </w:r>
      <w:r>
        <w:t>Où était-elle</w:t>
      </w:r>
      <w:r w:rsidR="00C90F8D">
        <w:t xml:space="preserve">, </w:t>
      </w:r>
      <w:r>
        <w:t>ma pauvre résolution de ces jours derniers</w:t>
      </w:r>
      <w:r w:rsidR="00C90F8D">
        <w:t xml:space="preserve">, </w:t>
      </w:r>
      <w:r>
        <w:t>de fuir au plus tôt Novo-Petrovsk</w:t>
      </w:r>
      <w:r w:rsidR="00C90F8D">
        <w:t> !</w:t>
      </w:r>
    </w:p>
    <w:p w14:paraId="751C1FCA" w14:textId="77777777" w:rsidR="00C90F8D" w:rsidRDefault="00AB2DE8">
      <w:r>
        <w:t>Vers neuf heures</w:t>
      </w:r>
      <w:r w:rsidR="00C90F8D">
        <w:t xml:space="preserve">, </w:t>
      </w:r>
      <w:r>
        <w:t>Armide se leva</w:t>
      </w:r>
      <w:r w:rsidR="00C90F8D">
        <w:t>.</w:t>
      </w:r>
    </w:p>
    <w:p w14:paraId="3DD42B72" w14:textId="77777777" w:rsidR="00C90F8D" w:rsidRDefault="00C90F8D">
      <w:r>
        <w:rPr>
          <w:rFonts w:eastAsia="Georgia"/>
        </w:rPr>
        <w:t>— </w:t>
      </w:r>
      <w:r w:rsidR="00AB2DE8">
        <w:t>Je suis fatiguée</w:t>
      </w:r>
      <w:r>
        <w:t xml:space="preserve">, </w:t>
      </w:r>
      <w:r w:rsidR="00AB2DE8">
        <w:t>dit-elle</w:t>
      </w:r>
      <w:r>
        <w:t xml:space="preserve">. </w:t>
      </w:r>
      <w:r w:rsidR="00AB2DE8">
        <w:t>Restez avec mon père</w:t>
      </w:r>
      <w:r>
        <w:t xml:space="preserve">. </w:t>
      </w:r>
      <w:r w:rsidR="00AB2DE8">
        <w:t>Faites-lui sa partie de piquet</w:t>
      </w:r>
      <w:r>
        <w:t xml:space="preserve">. </w:t>
      </w:r>
      <w:r w:rsidR="00AB2DE8">
        <w:t>Vous serez gentil</w:t>
      </w:r>
      <w:r>
        <w:t>.</w:t>
      </w:r>
    </w:p>
    <w:p w14:paraId="29FECE36" w14:textId="77777777" w:rsidR="00C90F8D" w:rsidRDefault="00C90F8D">
      <w:r>
        <w:rPr>
          <w:rFonts w:eastAsia="Georgia"/>
        </w:rPr>
        <w:t>— </w:t>
      </w:r>
      <w:r w:rsidR="00AB2DE8">
        <w:t>Bien volontiers</w:t>
      </w:r>
      <w:r>
        <w:t xml:space="preserve">, </w:t>
      </w:r>
      <w:r w:rsidR="00AB2DE8">
        <w:t>fis-je avec empressement</w:t>
      </w:r>
      <w:r>
        <w:t>.</w:t>
      </w:r>
    </w:p>
    <w:p w14:paraId="53332CE1" w14:textId="77777777" w:rsidR="00C90F8D" w:rsidRDefault="00AB2DE8">
      <w:r>
        <w:t>Elle sourit</w:t>
      </w:r>
      <w:r w:rsidR="00C90F8D">
        <w:t xml:space="preserve">, </w:t>
      </w:r>
      <w:r>
        <w:t>et</w:t>
      </w:r>
      <w:r w:rsidR="00C90F8D">
        <w:t xml:space="preserve">, </w:t>
      </w:r>
      <w:r>
        <w:t>en sortant</w:t>
      </w:r>
      <w:r w:rsidR="00C90F8D">
        <w:t xml:space="preserve">, </w:t>
      </w:r>
      <w:r>
        <w:t>mit un doigt sur ses lèvres</w:t>
      </w:r>
      <w:r w:rsidR="00C90F8D">
        <w:t xml:space="preserve"> ; </w:t>
      </w:r>
      <w:r>
        <w:t>le même geste que si elle avait voulu m</w:t>
      </w:r>
      <w:r w:rsidR="00C90F8D">
        <w:t>’</w:t>
      </w:r>
      <w:r>
        <w:t>envoyer un baiser</w:t>
      </w:r>
      <w:r w:rsidR="00C90F8D">
        <w:t>.</w:t>
      </w:r>
    </w:p>
    <w:p w14:paraId="530C5AA3" w14:textId="77777777" w:rsidR="00C90F8D" w:rsidRDefault="00AB2DE8">
      <w:r>
        <w:t>À peine nous eut-elle quittés que je vis le général extirper de sa poche un volumineux portefeuille</w:t>
      </w:r>
      <w:r w:rsidR="00C90F8D">
        <w:t>.</w:t>
      </w:r>
    </w:p>
    <w:p w14:paraId="783A2BE9" w14:textId="77777777" w:rsidR="00C90F8D" w:rsidRDefault="00C90F8D">
      <w:r>
        <w:rPr>
          <w:rFonts w:eastAsia="Georgia"/>
        </w:rPr>
        <w:t>— </w:t>
      </w:r>
      <w:r w:rsidR="00AB2DE8">
        <w:t>Mon enfant</w:t>
      </w:r>
      <w:r>
        <w:t xml:space="preserve">, </w:t>
      </w:r>
      <w:r w:rsidR="00AB2DE8">
        <w:t>dit-il</w:t>
      </w:r>
      <w:r>
        <w:t xml:space="preserve">, </w:t>
      </w:r>
      <w:r w:rsidR="00AB2DE8">
        <w:t>tout en battant les cartes</w:t>
      </w:r>
      <w:r>
        <w:t xml:space="preserve">, </w:t>
      </w:r>
      <w:r w:rsidR="00AB2DE8">
        <w:t>j</w:t>
      </w:r>
      <w:r>
        <w:t>’</w:t>
      </w:r>
      <w:r w:rsidR="00AB2DE8">
        <w:t>ai des excuses à vous adresser</w:t>
      </w:r>
      <w:r>
        <w:t xml:space="preserve">. </w:t>
      </w:r>
      <w:r w:rsidR="00AB2DE8">
        <w:t>Mon Dieu</w:t>
      </w:r>
      <w:r>
        <w:t xml:space="preserve">, </w:t>
      </w:r>
      <w:r w:rsidR="00AB2DE8">
        <w:t>oui</w:t>
      </w:r>
      <w:r>
        <w:t xml:space="preserve">. </w:t>
      </w:r>
      <w:r w:rsidR="00AB2DE8">
        <w:t>Ces jours-ci</w:t>
      </w:r>
      <w:r>
        <w:t xml:space="preserve">, </w:t>
      </w:r>
      <w:r w:rsidR="00AB2DE8">
        <w:t>je n</w:t>
      </w:r>
      <w:r>
        <w:t>’</w:t>
      </w:r>
      <w:r w:rsidR="00AB2DE8">
        <w:t>avais pas de monnaie</w:t>
      </w:r>
      <w:r>
        <w:t xml:space="preserve">. </w:t>
      </w:r>
      <w:r w:rsidR="00AB2DE8">
        <w:t>Vous m</w:t>
      </w:r>
      <w:r>
        <w:t>’</w:t>
      </w:r>
      <w:r w:rsidR="00AB2DE8">
        <w:t>avez fait quelques petites avances</w:t>
      </w:r>
      <w:r>
        <w:t xml:space="preserve">. </w:t>
      </w:r>
      <w:r w:rsidR="00AB2DE8">
        <w:t>Cela ne peut plus durer ainsi</w:t>
      </w:r>
      <w:r>
        <w:t xml:space="preserve">. </w:t>
      </w:r>
      <w:r w:rsidR="00AB2DE8">
        <w:t>Voilà un billet de cinq cents roubles</w:t>
      </w:r>
      <w:r>
        <w:t xml:space="preserve">. </w:t>
      </w:r>
      <w:r w:rsidR="00AB2DE8">
        <w:t>Arrangez ça</w:t>
      </w:r>
      <w:r>
        <w:t>.</w:t>
      </w:r>
    </w:p>
    <w:p w14:paraId="053A95E4" w14:textId="77777777" w:rsidR="00C90F8D" w:rsidRDefault="00C90F8D">
      <w:r>
        <w:rPr>
          <w:rFonts w:eastAsia="Georgia"/>
        </w:rPr>
        <w:t>— </w:t>
      </w:r>
      <w:r w:rsidR="00AB2DE8">
        <w:t>Mon général</w:t>
      </w:r>
      <w:r>
        <w:t>…</w:t>
      </w:r>
    </w:p>
    <w:p w14:paraId="789FA7A6" w14:textId="77777777" w:rsidR="00C90F8D" w:rsidRDefault="00C90F8D">
      <w:pPr>
        <w:rPr>
          <w:bCs/>
        </w:rPr>
      </w:pPr>
      <w:r>
        <w:rPr>
          <w:rFonts w:eastAsia="Georgia"/>
        </w:rPr>
        <w:t>— </w:t>
      </w:r>
      <w:r w:rsidR="00AB2DE8">
        <w:t>Non</w:t>
      </w:r>
      <w:r>
        <w:t xml:space="preserve">, </w:t>
      </w:r>
      <w:r w:rsidR="00AB2DE8">
        <w:t>non</w:t>
      </w:r>
      <w:r>
        <w:t xml:space="preserve"> ! </w:t>
      </w:r>
      <w:r w:rsidR="00AB2DE8">
        <w:t>J</w:t>
      </w:r>
      <w:r>
        <w:t>’</w:t>
      </w:r>
      <w:r w:rsidR="00AB2DE8">
        <w:t>y tiens absolument</w:t>
      </w:r>
      <w:r>
        <w:t xml:space="preserve">. </w:t>
      </w:r>
      <w:r w:rsidR="00AB2DE8">
        <w:t>Vous n</w:t>
      </w:r>
      <w:r>
        <w:t>’</w:t>
      </w:r>
      <w:r w:rsidR="00AB2DE8">
        <w:t>avez pas l</w:t>
      </w:r>
      <w:r>
        <w:t>’</w:t>
      </w:r>
      <w:r w:rsidR="00AB2DE8">
        <w:t xml:space="preserve">air de savoir qui est le prince </w:t>
      </w:r>
      <w:proofErr w:type="spellStart"/>
      <w:r w:rsidR="00AB2DE8">
        <w:t>Irénéïef</w:t>
      </w:r>
      <w:proofErr w:type="spellEnd"/>
      <w:r>
        <w:t xml:space="preserve">. </w:t>
      </w:r>
      <w:r w:rsidR="00AB2DE8">
        <w:t>Bon</w:t>
      </w:r>
      <w:r>
        <w:t xml:space="preserve">, </w:t>
      </w:r>
      <w:r w:rsidR="00AB2DE8">
        <w:t>bon</w:t>
      </w:r>
      <w:r>
        <w:t xml:space="preserve"> ! </w:t>
      </w:r>
      <w:r w:rsidR="00AB2DE8">
        <w:t>Au travail</w:t>
      </w:r>
      <w:r>
        <w:t xml:space="preserve">, </w:t>
      </w:r>
      <w:r w:rsidR="00AB2DE8">
        <w:lastRenderedPageBreak/>
        <w:t>maintenant</w:t>
      </w:r>
      <w:r>
        <w:t xml:space="preserve">. </w:t>
      </w:r>
      <w:r w:rsidR="00AB2DE8">
        <w:t>Ah</w:t>
      </w:r>
      <w:r>
        <w:t xml:space="preserve"> ! </w:t>
      </w:r>
      <w:r w:rsidR="00AB2DE8">
        <w:t>que je vous dise d</w:t>
      </w:r>
      <w:r>
        <w:t>’</w:t>
      </w:r>
      <w:r w:rsidR="00AB2DE8">
        <w:t>abord quelque chose</w:t>
      </w:r>
      <w:r>
        <w:t xml:space="preserve">. </w:t>
      </w:r>
      <w:r w:rsidR="00AB2DE8">
        <w:t>Mon cher Charlie</w:t>
      </w:r>
      <w:r>
        <w:t xml:space="preserve">, </w:t>
      </w:r>
      <w:r w:rsidR="00AB2DE8">
        <w:t>ce n</w:t>
      </w:r>
      <w:r>
        <w:t>’</w:t>
      </w:r>
      <w:r w:rsidR="00AB2DE8">
        <w:t>est pas vous faire un compliment</w:t>
      </w:r>
      <w:r>
        <w:t xml:space="preserve">, </w:t>
      </w:r>
      <w:r w:rsidR="00AB2DE8">
        <w:t>mais</w:t>
      </w:r>
      <w:r>
        <w:t xml:space="preserve">, </w:t>
      </w:r>
      <w:r w:rsidR="00AB2DE8">
        <w:t>depuis huit jours</w:t>
      </w:r>
      <w:r>
        <w:t xml:space="preserve">, </w:t>
      </w:r>
      <w:r w:rsidR="00AB2DE8">
        <w:t>vous avez réalisé au piquet des progrès extraordinaires</w:t>
      </w:r>
      <w:r>
        <w:t xml:space="preserve">. </w:t>
      </w:r>
      <w:r w:rsidR="00AB2DE8">
        <w:t>Vous jouez à l</w:t>
      </w:r>
      <w:r>
        <w:t>’</w:t>
      </w:r>
      <w:r w:rsidR="00AB2DE8">
        <w:t>heure actuelle mieux que moi</w:t>
      </w:r>
      <w:r>
        <w:t xml:space="preserve">. </w:t>
      </w:r>
      <w:r w:rsidR="00AB2DE8">
        <w:t>Aussi</w:t>
      </w:r>
      <w:r>
        <w:t xml:space="preserve">, </w:t>
      </w:r>
      <w:r w:rsidR="00AB2DE8">
        <w:t>à partir de ce soir</w:t>
      </w:r>
      <w:r>
        <w:t xml:space="preserve">, </w:t>
      </w:r>
      <w:r w:rsidR="00AB2DE8">
        <w:t>j</w:t>
      </w:r>
      <w:r>
        <w:t>’</w:t>
      </w:r>
      <w:r w:rsidR="00AB2DE8">
        <w:t>estime que nous pouvons commencer à intéresser un peu la partie</w:t>
      </w:r>
      <w:r>
        <w:rPr>
          <w:bCs/>
        </w:rPr>
        <w:t>.</w:t>
      </w:r>
    </w:p>
    <w:p w14:paraId="2E7726F4" w14:textId="33951050" w:rsidR="00AB2DE8" w:rsidRPr="00C90F8D" w:rsidRDefault="00AB2DE8" w:rsidP="00C90F8D">
      <w:pPr>
        <w:pStyle w:val="Titre1"/>
      </w:pPr>
      <w:bookmarkStart w:id="11" w:name="_Toc194755383"/>
      <w:r w:rsidRPr="00C90F8D">
        <w:lastRenderedPageBreak/>
        <w:t>XI</w:t>
      </w:r>
      <w:bookmarkEnd w:id="11"/>
    </w:p>
    <w:p w14:paraId="41804627" w14:textId="77777777" w:rsidR="00C90F8D" w:rsidRDefault="00AB2DE8">
      <w:pPr>
        <w:rPr>
          <w:bCs/>
        </w:rPr>
      </w:pPr>
      <w:r>
        <w:rPr>
          <w:bCs/>
        </w:rPr>
        <w:t>Schmidt</w:t>
      </w:r>
      <w:r w:rsidR="00C90F8D">
        <w:rPr>
          <w:bCs/>
        </w:rPr>
        <w:t xml:space="preserve">, </w:t>
      </w:r>
      <w:r>
        <w:rPr>
          <w:bCs/>
        </w:rPr>
        <w:t>sans savoir pourquoi</w:t>
      </w:r>
      <w:r w:rsidR="00C90F8D">
        <w:rPr>
          <w:bCs/>
        </w:rPr>
        <w:t xml:space="preserve">, </w:t>
      </w:r>
      <w:r>
        <w:rPr>
          <w:bCs/>
        </w:rPr>
        <w:t>comprit que son camarade approchait du point culminant de ses confidences</w:t>
      </w:r>
      <w:r w:rsidR="00C90F8D">
        <w:rPr>
          <w:bCs/>
        </w:rPr>
        <w:t>.</w:t>
      </w:r>
    </w:p>
    <w:p w14:paraId="117AEBFB" w14:textId="77777777" w:rsidR="00C90F8D" w:rsidRDefault="00C90F8D">
      <w:r>
        <w:rPr>
          <w:rFonts w:eastAsia="Georgia"/>
        </w:rPr>
        <w:t>— </w:t>
      </w:r>
      <w:r w:rsidR="00AB2DE8">
        <w:t>Il m</w:t>
      </w:r>
      <w:r>
        <w:t>’</w:t>
      </w:r>
      <w:r w:rsidR="00AB2DE8">
        <w:t>arrive une chose étrange</w:t>
      </w:r>
      <w:r>
        <w:t xml:space="preserve">, </w:t>
      </w:r>
      <w:r w:rsidR="00AB2DE8">
        <w:t>dit Forestier</w:t>
      </w:r>
      <w:r>
        <w:t xml:space="preserve">. </w:t>
      </w:r>
      <w:r w:rsidR="00AB2DE8">
        <w:t>J</w:t>
      </w:r>
      <w:r>
        <w:t>’</w:t>
      </w:r>
      <w:r w:rsidR="00AB2DE8">
        <w:t>ai tout préparé</w:t>
      </w:r>
      <w:r>
        <w:t xml:space="preserve">, </w:t>
      </w:r>
      <w:r w:rsidR="00AB2DE8">
        <w:t>tout mis en ordre</w:t>
      </w:r>
      <w:r>
        <w:t xml:space="preserve">. </w:t>
      </w:r>
      <w:r w:rsidR="00AB2DE8">
        <w:t>J</w:t>
      </w:r>
      <w:r>
        <w:t>’</w:t>
      </w:r>
      <w:r w:rsidR="00AB2DE8">
        <w:t>ai été aussi prodigue que l</w:t>
      </w:r>
      <w:r>
        <w:t>’</w:t>
      </w:r>
      <w:r w:rsidR="00AB2DE8">
        <w:t>on peut l</w:t>
      </w:r>
      <w:r>
        <w:t>’</w:t>
      </w:r>
      <w:r w:rsidR="00AB2DE8">
        <w:t>être de détails</w:t>
      </w:r>
      <w:r>
        <w:t xml:space="preserve">. </w:t>
      </w:r>
      <w:r w:rsidR="00AB2DE8">
        <w:t>Et voilà que j</w:t>
      </w:r>
      <w:r>
        <w:t>’</w:t>
      </w:r>
      <w:r w:rsidR="00AB2DE8">
        <w:t>éprouve</w:t>
      </w:r>
      <w:r>
        <w:t xml:space="preserve">, </w:t>
      </w:r>
      <w:r w:rsidR="00AB2DE8">
        <w:t>à présent que je touche au but</w:t>
      </w:r>
      <w:r>
        <w:t xml:space="preserve">, </w:t>
      </w:r>
      <w:r w:rsidR="00AB2DE8">
        <w:t>une répugnance invincible à aller de l</w:t>
      </w:r>
      <w:r>
        <w:t>’</w:t>
      </w:r>
      <w:r w:rsidR="00AB2DE8">
        <w:t>avant</w:t>
      </w:r>
      <w:r>
        <w:t xml:space="preserve">. </w:t>
      </w:r>
      <w:r w:rsidR="00AB2DE8">
        <w:t>Je suis comme un bateleur qui a procédé au montage méticuleux des tréteaux sur lesquels il va se produire et qui</w:t>
      </w:r>
      <w:r>
        <w:t xml:space="preserve">, </w:t>
      </w:r>
      <w:r w:rsidR="00AB2DE8">
        <w:t>maintenant qu</w:t>
      </w:r>
      <w:r>
        <w:t>’</w:t>
      </w:r>
      <w:r w:rsidR="00AB2DE8">
        <w:t>ils sont en place</w:t>
      </w:r>
      <w:r>
        <w:t xml:space="preserve">, </w:t>
      </w:r>
      <w:r w:rsidR="00AB2DE8">
        <w:t>hésite soudain à y monter</w:t>
      </w:r>
      <w:r>
        <w:t xml:space="preserve">. </w:t>
      </w:r>
      <w:r w:rsidR="00AB2DE8">
        <w:t>Cette gêne</w:t>
      </w:r>
      <w:r>
        <w:t xml:space="preserve">, </w:t>
      </w:r>
      <w:r w:rsidR="00AB2DE8">
        <w:t>d</w:t>
      </w:r>
      <w:r>
        <w:t>’</w:t>
      </w:r>
      <w:r w:rsidR="00AB2DE8">
        <w:t>où vient-elle</w:t>
      </w:r>
      <w:r>
        <w:t xml:space="preserve"> ? </w:t>
      </w:r>
      <w:r w:rsidR="00AB2DE8">
        <w:t>De la honte</w:t>
      </w:r>
      <w:r>
        <w:t xml:space="preserve">, </w:t>
      </w:r>
      <w:r w:rsidR="00AB2DE8">
        <w:t>sans doute</w:t>
      </w:r>
      <w:r>
        <w:t xml:space="preserve">, </w:t>
      </w:r>
      <w:r w:rsidR="00AB2DE8">
        <w:t>que je ressens à étaler ainsi</w:t>
      </w:r>
      <w:r>
        <w:t xml:space="preserve">, </w:t>
      </w:r>
      <w:r w:rsidR="00AB2DE8">
        <w:t>pour la première fois</w:t>
      </w:r>
      <w:r>
        <w:t xml:space="preserve">, </w:t>
      </w:r>
      <w:r w:rsidR="00AB2DE8">
        <w:t>les secrets de mon cœur</w:t>
      </w:r>
      <w:r>
        <w:t xml:space="preserve">. </w:t>
      </w:r>
      <w:r w:rsidR="00AB2DE8">
        <w:t>Et aussi de ma crainte de t</w:t>
      </w:r>
      <w:r>
        <w:t>’</w:t>
      </w:r>
      <w:r w:rsidR="00AB2DE8">
        <w:t>importuner</w:t>
      </w:r>
      <w:r>
        <w:t xml:space="preserve">, </w:t>
      </w:r>
      <w:r w:rsidR="00AB2DE8">
        <w:t>de te paraître ridicule</w:t>
      </w:r>
      <w:r>
        <w:t xml:space="preserve">… </w:t>
      </w:r>
      <w:r w:rsidR="00AB2DE8">
        <w:t>Tu dois être si riche en souvenirs de cette sorte</w:t>
      </w:r>
      <w:r>
        <w:t>.</w:t>
      </w:r>
    </w:p>
    <w:p w14:paraId="43DB6638" w14:textId="77777777" w:rsidR="00C90F8D" w:rsidRDefault="00C90F8D">
      <w:r>
        <w:rPr>
          <w:rFonts w:eastAsia="Georgia"/>
        </w:rPr>
        <w:t>— </w:t>
      </w:r>
      <w:r w:rsidR="00AB2DE8">
        <w:t>Rassure-toi</w:t>
      </w:r>
      <w:r>
        <w:t xml:space="preserve">, </w:t>
      </w:r>
      <w:r w:rsidR="00AB2DE8">
        <w:t>murmura Schmidt</w:t>
      </w:r>
      <w:r>
        <w:t xml:space="preserve">, </w:t>
      </w:r>
      <w:r w:rsidR="00AB2DE8">
        <w:t>évasivement</w:t>
      </w:r>
      <w:r>
        <w:t>.</w:t>
      </w:r>
    </w:p>
    <w:p w14:paraId="7581EDE1" w14:textId="77777777" w:rsidR="00C90F8D" w:rsidRDefault="00AB2DE8">
      <w:r>
        <w:t>La vérité était qu</w:t>
      </w:r>
      <w:r w:rsidR="00C90F8D">
        <w:t>’</w:t>
      </w:r>
      <w:r>
        <w:t>il ne s</w:t>
      </w:r>
      <w:r w:rsidR="00C90F8D">
        <w:t>’</w:t>
      </w:r>
      <w:r>
        <w:t>était jamais senti aussi pauvre</w:t>
      </w:r>
      <w:r w:rsidR="00C90F8D">
        <w:t>.</w:t>
      </w:r>
    </w:p>
    <w:p w14:paraId="6C1BC1A0" w14:textId="77777777" w:rsidR="00C90F8D" w:rsidRDefault="00C90F8D">
      <w:r>
        <w:rPr>
          <w:rFonts w:eastAsia="Georgia"/>
        </w:rPr>
        <w:t>— </w:t>
      </w:r>
      <w:r w:rsidR="00AB2DE8">
        <w:t>Je te remercie de m</w:t>
      </w:r>
      <w:r>
        <w:t>’</w:t>
      </w:r>
      <w:r w:rsidR="00AB2DE8">
        <w:t>encourager</w:t>
      </w:r>
      <w:r>
        <w:t xml:space="preserve">, </w:t>
      </w:r>
      <w:r w:rsidR="00AB2DE8">
        <w:t>reprit Forestier</w:t>
      </w:r>
      <w:r>
        <w:t xml:space="preserve">. </w:t>
      </w:r>
      <w:r w:rsidR="00AB2DE8">
        <w:t>Tu comprends que ce n</w:t>
      </w:r>
      <w:r>
        <w:t>’</w:t>
      </w:r>
      <w:r w:rsidR="00AB2DE8">
        <w:t>est pas un vain besoin d</w:t>
      </w:r>
      <w:r>
        <w:t>’</w:t>
      </w:r>
      <w:r w:rsidR="00AB2DE8">
        <w:t>ostentation qui me pousse</w:t>
      </w:r>
      <w:r>
        <w:t xml:space="preserve">. </w:t>
      </w:r>
      <w:r w:rsidR="00AB2DE8">
        <w:t>Je tiens d</w:t>
      </w:r>
      <w:r>
        <w:t>’</w:t>
      </w:r>
      <w:r w:rsidR="00AB2DE8">
        <w:t>abord à t</w:t>
      </w:r>
      <w:r>
        <w:t>’</w:t>
      </w:r>
      <w:r w:rsidR="00AB2DE8">
        <w:t>expliquer ce qui</w:t>
      </w:r>
      <w:r>
        <w:t xml:space="preserve">, </w:t>
      </w:r>
      <w:r w:rsidR="00AB2DE8">
        <w:t>dans ma conduite de la nuit dernière</w:t>
      </w:r>
      <w:r>
        <w:t xml:space="preserve">, </w:t>
      </w:r>
      <w:r w:rsidR="00AB2DE8">
        <w:t>a dû te paraître inexcusable</w:t>
      </w:r>
      <w:r>
        <w:t xml:space="preserve">. </w:t>
      </w:r>
      <w:r w:rsidR="00AB2DE8">
        <w:t>Il y a ensuite</w:t>
      </w:r>
      <w:r>
        <w:t xml:space="preserve">, </w:t>
      </w:r>
      <w:r w:rsidR="00AB2DE8">
        <w:t>plus impérieux que tout</w:t>
      </w:r>
      <w:r>
        <w:t xml:space="preserve">, </w:t>
      </w:r>
      <w:r w:rsidR="00AB2DE8">
        <w:t>mon désir de me prouver que je n</w:t>
      </w:r>
      <w:r>
        <w:t>’</w:t>
      </w:r>
      <w:r w:rsidR="00AB2DE8">
        <w:t>ai plus rien à craindre</w:t>
      </w:r>
      <w:r>
        <w:t xml:space="preserve">, </w:t>
      </w:r>
      <w:r w:rsidR="00AB2DE8">
        <w:t>que je suis guéri</w:t>
      </w:r>
      <w:r>
        <w:t xml:space="preserve">, </w:t>
      </w:r>
      <w:r w:rsidR="00AB2DE8">
        <w:t>bien guéri</w:t>
      </w:r>
      <w:r>
        <w:t xml:space="preserve">. </w:t>
      </w:r>
      <w:r w:rsidR="00AB2DE8">
        <w:t>Je ne promènerais pas impunément ainsi</w:t>
      </w:r>
      <w:r>
        <w:t xml:space="preserve">, </w:t>
      </w:r>
      <w:r w:rsidR="00AB2DE8">
        <w:t>n</w:t>
      </w:r>
      <w:r>
        <w:t>’</w:t>
      </w:r>
      <w:r w:rsidR="00AB2DE8">
        <w:t>est-ce pas</w:t>
      </w:r>
      <w:r>
        <w:t xml:space="preserve">, </w:t>
      </w:r>
      <w:r w:rsidR="00AB2DE8">
        <w:t>mes mains sur ma blessure</w:t>
      </w:r>
      <w:r>
        <w:t xml:space="preserve">, </w:t>
      </w:r>
      <w:r w:rsidR="00AB2DE8">
        <w:t>si cette blessure n</w:t>
      </w:r>
      <w:r>
        <w:t>’</w:t>
      </w:r>
      <w:r w:rsidR="00AB2DE8">
        <w:t>était pas fermée</w:t>
      </w:r>
      <w:r>
        <w:t xml:space="preserve">, </w:t>
      </w:r>
      <w:r w:rsidR="00AB2DE8">
        <w:t>bien fermée</w:t>
      </w:r>
      <w:r>
        <w:t> ?</w:t>
      </w:r>
    </w:p>
    <w:p w14:paraId="4DC45E8C" w14:textId="77777777" w:rsidR="00C90F8D" w:rsidRDefault="00AB2DE8">
      <w:r>
        <w:t>Sa voix eut une courte défaillance</w:t>
      </w:r>
      <w:r w:rsidR="00C90F8D">
        <w:t xml:space="preserve">. </w:t>
      </w:r>
      <w:r>
        <w:t>Schmidt lui tendit le bol de tisane</w:t>
      </w:r>
      <w:r w:rsidR="00C90F8D">
        <w:t xml:space="preserve">. </w:t>
      </w:r>
      <w:r>
        <w:t>Il en but une gorgée</w:t>
      </w:r>
      <w:r w:rsidR="00C90F8D">
        <w:t xml:space="preserve">, </w:t>
      </w:r>
      <w:r>
        <w:t>et continua</w:t>
      </w:r>
      <w:r w:rsidR="00C90F8D">
        <w:t>.</w:t>
      </w:r>
    </w:p>
    <w:p w14:paraId="211E1FCB" w14:textId="7FDFF4EF" w:rsidR="00C90F8D" w:rsidRDefault="00C90F8D"/>
    <w:p w14:paraId="2832630B" w14:textId="77777777" w:rsidR="00C90F8D" w:rsidRDefault="00C90F8D">
      <w:r>
        <w:t>— </w:t>
      </w:r>
      <w:r w:rsidR="00AB2DE8">
        <w:t>Chaque soir</w:t>
      </w:r>
      <w:r>
        <w:t xml:space="preserve">, </w:t>
      </w:r>
      <w:r w:rsidR="00AB2DE8">
        <w:t>donc</w:t>
      </w:r>
      <w:r>
        <w:t xml:space="preserve">, </w:t>
      </w:r>
      <w:proofErr w:type="gramStart"/>
      <w:r w:rsidR="00AB2DE8">
        <w:t>de par</w:t>
      </w:r>
      <w:proofErr w:type="gramEnd"/>
      <w:r w:rsidR="00AB2DE8">
        <w:t xml:space="preserve"> la volonté de sa fille</w:t>
      </w:r>
      <w:r>
        <w:t xml:space="preserve">, </w:t>
      </w:r>
      <w:r w:rsidR="00AB2DE8">
        <w:t>j</w:t>
      </w:r>
      <w:r>
        <w:t>’</w:t>
      </w:r>
      <w:r w:rsidR="00AB2DE8">
        <w:t xml:space="preserve">étais astreint à jouer aux cartes avec le général </w:t>
      </w:r>
      <w:proofErr w:type="spellStart"/>
      <w:r w:rsidR="00AB2DE8">
        <w:t>Irénéïef</w:t>
      </w:r>
      <w:proofErr w:type="spellEnd"/>
      <w:r>
        <w:t xml:space="preserve">. </w:t>
      </w:r>
      <w:r w:rsidR="00AB2DE8">
        <w:t>Cette insupportable corvée se prolongeait souvent au-delà de minuit</w:t>
      </w:r>
      <w:r>
        <w:t xml:space="preserve">. </w:t>
      </w:r>
      <w:r w:rsidR="00AB2DE8">
        <w:t>Les événements qui devaient m</w:t>
      </w:r>
      <w:r>
        <w:t>’</w:t>
      </w:r>
      <w:r w:rsidR="00AB2DE8">
        <w:t>en affranchir se produisirent heureusement plus tôt que je n</w:t>
      </w:r>
      <w:r>
        <w:t>’</w:t>
      </w:r>
      <w:r w:rsidR="00AB2DE8">
        <w:t>eusse osé l</w:t>
      </w:r>
      <w:r>
        <w:t>’</w:t>
      </w:r>
      <w:r w:rsidR="00AB2DE8">
        <w:t>espérer</w:t>
      </w:r>
      <w:r>
        <w:t>.</w:t>
      </w:r>
    </w:p>
    <w:p w14:paraId="33FDA36B" w14:textId="77777777" w:rsidR="00C90F8D" w:rsidRDefault="00AB2DE8">
      <w:r>
        <w:t>Après une semaine de durs combats</w:t>
      </w:r>
      <w:r w:rsidR="00C90F8D">
        <w:t xml:space="preserve">, </w:t>
      </w:r>
      <w:r>
        <w:t>l</w:t>
      </w:r>
      <w:r w:rsidR="00C90F8D">
        <w:t>’</w:t>
      </w:r>
      <w:r>
        <w:t>avance des bolcheviks</w:t>
      </w:r>
      <w:r w:rsidR="00C90F8D">
        <w:t xml:space="preserve">, </w:t>
      </w:r>
      <w:r>
        <w:t>qui avaient dépassé Orenbourg</w:t>
      </w:r>
      <w:r w:rsidR="00C90F8D">
        <w:t xml:space="preserve">, </w:t>
      </w:r>
      <w:r>
        <w:t>était momentanément enrayée</w:t>
      </w:r>
      <w:r w:rsidR="00C90F8D">
        <w:t xml:space="preserve">. </w:t>
      </w:r>
      <w:r>
        <w:t>Mais cette ville demeurait en leur pouvoir</w:t>
      </w:r>
      <w:r w:rsidR="00C90F8D">
        <w:t xml:space="preserve">. </w:t>
      </w:r>
      <w:r>
        <w:t>Novo-Petrovsk</w:t>
      </w:r>
      <w:r w:rsidR="00C90F8D">
        <w:t xml:space="preserve">, </w:t>
      </w:r>
      <w:r>
        <w:t>du coup</w:t>
      </w:r>
      <w:r w:rsidR="00C90F8D">
        <w:t xml:space="preserve">, </w:t>
      </w:r>
      <w:r>
        <w:t>se trouva envahi par une nuée de réfugiés</w:t>
      </w:r>
      <w:r w:rsidR="00C90F8D">
        <w:t xml:space="preserve">, </w:t>
      </w:r>
      <w:r>
        <w:t>qui doublèrent presque sa population normale</w:t>
      </w:r>
      <w:r w:rsidR="00C90F8D">
        <w:t xml:space="preserve">. </w:t>
      </w:r>
      <w:r>
        <w:t>Le général estima qu</w:t>
      </w:r>
      <w:r w:rsidR="00C90F8D">
        <w:t>’</w:t>
      </w:r>
      <w:r>
        <w:t>il y avait là pour les grandes âmes matière à se manifester</w:t>
      </w:r>
      <w:r w:rsidR="00C90F8D">
        <w:t xml:space="preserve">. </w:t>
      </w:r>
      <w:r>
        <w:t>Il décida d</w:t>
      </w:r>
      <w:r w:rsidR="00C90F8D">
        <w:t>’</w:t>
      </w:r>
      <w:r>
        <w:t>aller porter à ces infortunés des paroles de réconfort</w:t>
      </w:r>
      <w:r w:rsidR="00C90F8D">
        <w:t>.</w:t>
      </w:r>
    </w:p>
    <w:p w14:paraId="6F08B8B6" w14:textId="77777777" w:rsidR="00C90F8D" w:rsidRDefault="00C90F8D">
      <w:r>
        <w:rPr>
          <w:rFonts w:eastAsia="Georgia"/>
        </w:rPr>
        <w:t>— </w:t>
      </w:r>
      <w:r w:rsidR="00AB2DE8">
        <w:t>Je me dois à mes compatriotes</w:t>
      </w:r>
      <w:r>
        <w:t xml:space="preserve">. </w:t>
      </w:r>
      <w:r w:rsidR="00AB2DE8">
        <w:t>En 1523</w:t>
      </w:r>
      <w:r>
        <w:t xml:space="preserve">, </w:t>
      </w:r>
      <w:r w:rsidR="00AB2DE8">
        <w:t xml:space="preserve">lors de la peste qui dévasta </w:t>
      </w:r>
      <w:proofErr w:type="spellStart"/>
      <w:r w:rsidR="00AB2DE8">
        <w:t>Tchernigof</w:t>
      </w:r>
      <w:proofErr w:type="spellEnd"/>
      <w:r>
        <w:t xml:space="preserve">, </w:t>
      </w:r>
      <w:r w:rsidR="00AB2DE8">
        <w:t xml:space="preserve">mon aïeul Alexandre </w:t>
      </w:r>
      <w:proofErr w:type="spellStart"/>
      <w:r w:rsidR="00AB2DE8">
        <w:t>Irénéïef</w:t>
      </w:r>
      <w:proofErr w:type="spellEnd"/>
      <w:r w:rsidR="00AB2DE8">
        <w:t xml:space="preserve"> déchira ses habits</w:t>
      </w:r>
      <w:r>
        <w:t xml:space="preserve">, </w:t>
      </w:r>
      <w:r w:rsidR="00AB2DE8">
        <w:t>se couvrit d</w:t>
      </w:r>
      <w:r>
        <w:t>’</w:t>
      </w:r>
      <w:r w:rsidR="00AB2DE8">
        <w:t>un cilice</w:t>
      </w:r>
      <w:r>
        <w:t xml:space="preserve">, </w:t>
      </w:r>
      <w:r w:rsidR="00AB2DE8">
        <w:t>et partit à pied à travers les campagnes pour consoler les veuves</w:t>
      </w:r>
      <w:r>
        <w:t xml:space="preserve">, </w:t>
      </w:r>
      <w:r w:rsidR="00AB2DE8">
        <w:t>adopter les orphelins</w:t>
      </w:r>
      <w:r>
        <w:t xml:space="preserve">, </w:t>
      </w:r>
      <w:r w:rsidR="00AB2DE8">
        <w:t>et</w:t>
      </w:r>
      <w:r w:rsidR="00AB2DE8">
        <w:rPr>
          <w:i/>
          <w:iCs/>
        </w:rPr>
        <w:t xml:space="preserve"> </w:t>
      </w:r>
      <w:r w:rsidR="00AB2DE8">
        <w:t>fermer les yeux des moribonds</w:t>
      </w:r>
      <w:r>
        <w:t xml:space="preserve">. </w:t>
      </w:r>
      <w:r w:rsidR="00AB2DE8">
        <w:t>Ainsi ferai-je</w:t>
      </w:r>
      <w:r>
        <w:t xml:space="preserve">. </w:t>
      </w:r>
      <w:r w:rsidR="00AB2DE8">
        <w:t>Non</w:t>
      </w:r>
      <w:r>
        <w:t xml:space="preserve">, </w:t>
      </w:r>
      <w:r w:rsidR="00AB2DE8">
        <w:t>non</w:t>
      </w:r>
      <w:r>
        <w:t xml:space="preserve">, </w:t>
      </w:r>
      <w:r w:rsidR="00AB2DE8">
        <w:t>Charlie</w:t>
      </w:r>
      <w:r>
        <w:t xml:space="preserve">, </w:t>
      </w:r>
      <w:r w:rsidR="00AB2DE8">
        <w:t>n</w:t>
      </w:r>
      <w:r>
        <w:t>’</w:t>
      </w:r>
      <w:r w:rsidR="00AB2DE8">
        <w:t>essayez pas de me dissuader</w:t>
      </w:r>
      <w:r>
        <w:t xml:space="preserve">. </w:t>
      </w:r>
      <w:r w:rsidR="00AB2DE8">
        <w:t>Vous ne réussiriez qu</w:t>
      </w:r>
      <w:r>
        <w:t>’</w:t>
      </w:r>
      <w:r w:rsidR="00AB2DE8">
        <w:t>à me désobliger</w:t>
      </w:r>
      <w:r>
        <w:t>.</w:t>
      </w:r>
    </w:p>
    <w:p w14:paraId="5968CAA7" w14:textId="77777777" w:rsidR="00C90F8D" w:rsidRDefault="00AB2DE8">
      <w:r>
        <w:t>Les discrètes objections que j</w:t>
      </w:r>
      <w:r w:rsidR="00C90F8D">
        <w:t>’</w:t>
      </w:r>
      <w:r>
        <w:t>avais soulevées n</w:t>
      </w:r>
      <w:r w:rsidR="00C90F8D">
        <w:t>’</w:t>
      </w:r>
      <w:r>
        <w:t>étaient</w:t>
      </w:r>
      <w:r w:rsidR="00C90F8D">
        <w:t xml:space="preserve">, </w:t>
      </w:r>
      <w:r>
        <w:t>inutile de le dire</w:t>
      </w:r>
      <w:r w:rsidR="00C90F8D">
        <w:t xml:space="preserve">, </w:t>
      </w:r>
      <w:r>
        <w:t>que pour la forme</w:t>
      </w:r>
      <w:r w:rsidR="00C90F8D">
        <w:t xml:space="preserve">. </w:t>
      </w:r>
      <w:r>
        <w:t>Le général nous quitta tout de suite après le déjeuner</w:t>
      </w:r>
      <w:r w:rsidR="00C90F8D">
        <w:t xml:space="preserve">. </w:t>
      </w:r>
      <w:r>
        <w:t>Il ne rentra que vers deux heures du matin</w:t>
      </w:r>
      <w:r w:rsidR="00C90F8D">
        <w:t xml:space="preserve">, </w:t>
      </w:r>
      <w:r>
        <w:t>pleurant à chaudes larmes</w:t>
      </w:r>
      <w:r w:rsidR="00C90F8D">
        <w:t xml:space="preserve">, </w:t>
      </w:r>
      <w:r>
        <w:t>proclamant qu</w:t>
      </w:r>
      <w:r w:rsidR="00C90F8D">
        <w:t>’</w:t>
      </w:r>
      <w:r>
        <w:t>il n</w:t>
      </w:r>
      <w:r w:rsidR="00C90F8D">
        <w:t>’</w:t>
      </w:r>
      <w:r>
        <w:t>avait jamais encore contemplé le spectacle de tant de souffrances alliées à tant de dignité</w:t>
      </w:r>
      <w:r w:rsidR="00C90F8D">
        <w:t xml:space="preserve">. </w:t>
      </w:r>
      <w:r>
        <w:t>Il repartit le lendemain et les jours suivants</w:t>
      </w:r>
      <w:r w:rsidR="00C90F8D">
        <w:t xml:space="preserve">, </w:t>
      </w:r>
      <w:r>
        <w:t>revenant chaque fois un peu plus ivre que la veille</w:t>
      </w:r>
      <w:r w:rsidR="00C90F8D">
        <w:t xml:space="preserve">. </w:t>
      </w:r>
      <w:r>
        <w:t>Armide ne paraissait pas prendre au tragique ces manifestations insolites de la philanthropie paternelle</w:t>
      </w:r>
      <w:r w:rsidR="00C90F8D">
        <w:t xml:space="preserve">. </w:t>
      </w:r>
      <w:r>
        <w:t>J</w:t>
      </w:r>
      <w:r w:rsidR="00C90F8D">
        <w:t>’</w:t>
      </w:r>
      <w:r>
        <w:t xml:space="preserve">aurais </w:t>
      </w:r>
      <w:r>
        <w:lastRenderedPageBreak/>
        <w:t>eu donc moi-même mauvaise grâce à m</w:t>
      </w:r>
      <w:r w:rsidR="00C90F8D">
        <w:t>’</w:t>
      </w:r>
      <w:r>
        <w:t>en formaliser</w:t>
      </w:r>
      <w:r w:rsidR="00C90F8D">
        <w:t xml:space="preserve">. </w:t>
      </w:r>
      <w:r>
        <w:t>Je trouvais d</w:t>
      </w:r>
      <w:r w:rsidR="00C90F8D">
        <w:t>’</w:t>
      </w:r>
      <w:r>
        <w:t>ailleurs trop mon compte à ce nouvel état de choses</w:t>
      </w:r>
      <w:r w:rsidR="00C90F8D">
        <w:t xml:space="preserve">. </w:t>
      </w:r>
      <w:r>
        <w:t>D</w:t>
      </w:r>
      <w:r w:rsidR="00C90F8D">
        <w:t>’</w:t>
      </w:r>
      <w:r>
        <w:t>abord</w:t>
      </w:r>
      <w:r w:rsidR="00C90F8D">
        <w:t xml:space="preserve">, </w:t>
      </w:r>
      <w:r>
        <w:t>il y avait les maudites parties de cartes dont j</w:t>
      </w:r>
      <w:r w:rsidR="00C90F8D">
        <w:t>’</w:t>
      </w:r>
      <w:r>
        <w:t>étais débarrassé</w:t>
      </w:r>
      <w:r w:rsidR="00C90F8D">
        <w:t xml:space="preserve"> : </w:t>
      </w:r>
      <w:r>
        <w:t>mon porte-monnaie se reposait</w:t>
      </w:r>
      <w:r w:rsidR="00C90F8D">
        <w:t xml:space="preserve">, </w:t>
      </w:r>
      <w:r>
        <w:t>ainsi que mes bouteilles</w:t>
      </w:r>
      <w:r w:rsidR="00C90F8D">
        <w:t xml:space="preserve">. </w:t>
      </w:r>
      <w:r>
        <w:t>Et puis</w:t>
      </w:r>
      <w:r w:rsidR="00C90F8D">
        <w:t xml:space="preserve">, </w:t>
      </w:r>
      <w:r>
        <w:t>avantage que je plaçais avant tous les autres</w:t>
      </w:r>
      <w:r w:rsidR="00C90F8D">
        <w:t xml:space="preserve">, </w:t>
      </w:r>
      <w:r>
        <w:t>chaque journée m</w:t>
      </w:r>
      <w:r w:rsidR="00C90F8D">
        <w:t>’</w:t>
      </w:r>
      <w:r>
        <w:t xml:space="preserve">offrit maintenant de multiples occasions de rester seul en tête-à-tête avec la princesse </w:t>
      </w:r>
      <w:proofErr w:type="spellStart"/>
      <w:r>
        <w:t>Irénéïef</w:t>
      </w:r>
      <w:proofErr w:type="spellEnd"/>
      <w:r w:rsidR="00C90F8D">
        <w:t>.</w:t>
      </w:r>
    </w:p>
    <w:p w14:paraId="607F44E2" w14:textId="77777777" w:rsidR="00C90F8D" w:rsidRDefault="00AB2DE8">
      <w:r>
        <w:t>Sans chercher</w:t>
      </w:r>
      <w:r w:rsidR="00C90F8D">
        <w:t xml:space="preserve">, </w:t>
      </w:r>
      <w:r>
        <w:t>quant à elle</w:t>
      </w:r>
      <w:r w:rsidR="00C90F8D">
        <w:t xml:space="preserve">, </w:t>
      </w:r>
      <w:r>
        <w:t>bien entendu</w:t>
      </w:r>
      <w:r w:rsidR="00C90F8D">
        <w:t xml:space="preserve">, </w:t>
      </w:r>
      <w:r>
        <w:t>à provoquer ces occasions</w:t>
      </w:r>
      <w:r w:rsidR="00C90F8D">
        <w:t xml:space="preserve">, </w:t>
      </w:r>
      <w:r>
        <w:t>elle ne faisait rien non plus pour les éviter</w:t>
      </w:r>
      <w:r w:rsidR="00C90F8D">
        <w:t xml:space="preserve">, </w:t>
      </w:r>
      <w:r>
        <w:t>de sorte qu</w:t>
      </w:r>
      <w:r w:rsidR="00C90F8D">
        <w:t>’</w:t>
      </w:r>
      <w:r>
        <w:t>insensiblement nous en arrivâmes à passer ensemble tous nos après-midi</w:t>
      </w:r>
      <w:r w:rsidR="00C90F8D">
        <w:t xml:space="preserve">, </w:t>
      </w:r>
      <w:r>
        <w:t>toutes nos soirées</w:t>
      </w:r>
      <w:r w:rsidR="00C90F8D">
        <w:t xml:space="preserve">. </w:t>
      </w:r>
      <w:r>
        <w:t>Ma timidité convenait à merveille à sa nonchalance</w:t>
      </w:r>
      <w:r w:rsidR="00C90F8D">
        <w:t xml:space="preserve">. </w:t>
      </w:r>
      <w:r>
        <w:t>Rien moins que prodigue de ses secrets</w:t>
      </w:r>
      <w:r w:rsidR="00C90F8D">
        <w:t xml:space="preserve">, </w:t>
      </w:r>
      <w:r>
        <w:t>quelquefois</w:t>
      </w:r>
      <w:r w:rsidR="00C90F8D">
        <w:t xml:space="preserve">, </w:t>
      </w:r>
      <w:r>
        <w:t>cependant</w:t>
      </w:r>
      <w:r w:rsidR="00C90F8D">
        <w:t xml:space="preserve">, </w:t>
      </w:r>
      <w:r>
        <w:t>elle avait des mots</w:t>
      </w:r>
      <w:r w:rsidR="00C90F8D">
        <w:t xml:space="preserve">, </w:t>
      </w:r>
      <w:r>
        <w:t>des silences qui trouaient subitement d</w:t>
      </w:r>
      <w:r w:rsidR="00C90F8D">
        <w:t>’</w:t>
      </w:r>
      <w:r>
        <w:t>une lumière déchirante les nuages orageux accumulés sur son passé</w:t>
      </w:r>
      <w:r w:rsidR="00C90F8D">
        <w:t xml:space="preserve">. </w:t>
      </w:r>
      <w:r>
        <w:t>Je me souviens</w:t>
      </w:r>
      <w:r w:rsidR="00C90F8D">
        <w:t xml:space="preserve">, </w:t>
      </w:r>
      <w:r>
        <w:t>entre autres journées</w:t>
      </w:r>
      <w:r w:rsidR="00C90F8D">
        <w:t xml:space="preserve">, </w:t>
      </w:r>
      <w:r>
        <w:t>de celle où elle me pria de la suivre dans sa chambre</w:t>
      </w:r>
      <w:r w:rsidR="00C90F8D">
        <w:t xml:space="preserve">. </w:t>
      </w:r>
      <w:r>
        <w:t>Il s</w:t>
      </w:r>
      <w:r w:rsidR="00C90F8D">
        <w:t>’</w:t>
      </w:r>
      <w:r>
        <w:t>agissait d</w:t>
      </w:r>
      <w:r w:rsidR="00C90F8D">
        <w:t>’</w:t>
      </w:r>
      <w:r>
        <w:t>examiner une des fenêtres</w:t>
      </w:r>
      <w:r w:rsidR="00C90F8D">
        <w:t xml:space="preserve">, </w:t>
      </w:r>
      <w:r>
        <w:t>dont les battants légèrement disjoints laissaient pénétrer un peu de bise</w:t>
      </w:r>
      <w:r w:rsidR="00C90F8D">
        <w:t xml:space="preserve">. </w:t>
      </w:r>
      <w:r>
        <w:t>Depuis son arrivée</w:t>
      </w:r>
      <w:r w:rsidR="00C90F8D">
        <w:t xml:space="preserve">, </w:t>
      </w:r>
      <w:r>
        <w:t>je n</w:t>
      </w:r>
      <w:r w:rsidR="00C90F8D">
        <w:t>’</w:t>
      </w:r>
      <w:r>
        <w:t>étais pas encore entré dans cette chambre</w:t>
      </w:r>
      <w:r w:rsidR="00C90F8D">
        <w:t xml:space="preserve">. </w:t>
      </w:r>
      <w:r>
        <w:t>J</w:t>
      </w:r>
      <w:r w:rsidR="00C90F8D">
        <w:t>’</w:t>
      </w:r>
      <w:r>
        <w:t>ignorais le contenu des deux malles que mes Tartares y avaient montées</w:t>
      </w:r>
      <w:r w:rsidR="00C90F8D">
        <w:t xml:space="preserve">. </w:t>
      </w:r>
      <w:r>
        <w:t>À présent</w:t>
      </w:r>
      <w:r w:rsidR="00C90F8D">
        <w:t xml:space="preserve">, </w:t>
      </w:r>
      <w:r>
        <w:t>je savais</w:t>
      </w:r>
      <w:r w:rsidR="00C90F8D">
        <w:t xml:space="preserve">, </w:t>
      </w:r>
      <w:r>
        <w:t>mon Dieu</w:t>
      </w:r>
      <w:r w:rsidR="00C90F8D">
        <w:t xml:space="preserve"> ! </w:t>
      </w:r>
      <w:r>
        <w:t>Ces fourrures défraîchies</w:t>
      </w:r>
      <w:r w:rsidR="00C90F8D">
        <w:t xml:space="preserve">, </w:t>
      </w:r>
      <w:r>
        <w:t>cette garniture de toilette d</w:t>
      </w:r>
      <w:r w:rsidR="00C90F8D">
        <w:t>’</w:t>
      </w:r>
      <w:r>
        <w:t>un vermeil suspect</w:t>
      </w:r>
      <w:r w:rsidR="00C90F8D">
        <w:t xml:space="preserve">, </w:t>
      </w:r>
      <w:r>
        <w:t>ces sorties de bal aux ors corrodés</w:t>
      </w:r>
      <w:r w:rsidR="00C90F8D">
        <w:t xml:space="preserve">, </w:t>
      </w:r>
      <w:r>
        <w:t>ces chaussures de soie poussiéreuse</w:t>
      </w:r>
      <w:r w:rsidR="00C90F8D">
        <w:t xml:space="preserve">, </w:t>
      </w:r>
      <w:r>
        <w:t>toute cette clinquante misère</w:t>
      </w:r>
      <w:r w:rsidR="00C90F8D">
        <w:t xml:space="preserve">, </w:t>
      </w:r>
      <w:r>
        <w:t>en un raccourci morne et brutal</w:t>
      </w:r>
      <w:r w:rsidR="00C90F8D">
        <w:t xml:space="preserve">, </w:t>
      </w:r>
      <w:r>
        <w:t>m</w:t>
      </w:r>
      <w:r w:rsidR="00C90F8D">
        <w:t>’</w:t>
      </w:r>
      <w:r>
        <w:t>initiait à la destinée d</w:t>
      </w:r>
      <w:r w:rsidR="00C90F8D">
        <w:t>’</w:t>
      </w:r>
      <w:r>
        <w:t>Armide</w:t>
      </w:r>
      <w:r w:rsidR="00C90F8D">
        <w:t xml:space="preserve">, </w:t>
      </w:r>
      <w:r>
        <w:t>à son mystère désemparant</w:t>
      </w:r>
      <w:r w:rsidR="00C90F8D">
        <w:t xml:space="preserve">, </w:t>
      </w:r>
      <w:r>
        <w:t>désordonné</w:t>
      </w:r>
      <w:r w:rsidR="00C90F8D">
        <w:t xml:space="preserve">. </w:t>
      </w:r>
      <w:r>
        <w:t>Ce n</w:t>
      </w:r>
      <w:r w:rsidR="00C90F8D">
        <w:t>’</w:t>
      </w:r>
      <w:r>
        <w:t>était même pas de la compassion qui m</w:t>
      </w:r>
      <w:r w:rsidR="00C90F8D">
        <w:t>’</w:t>
      </w:r>
      <w:r>
        <w:t>étreignait</w:t>
      </w:r>
      <w:r w:rsidR="00C90F8D">
        <w:t xml:space="preserve">. </w:t>
      </w:r>
      <w:r>
        <w:t>C</w:t>
      </w:r>
      <w:r w:rsidR="00C90F8D">
        <w:t>’</w:t>
      </w:r>
      <w:r>
        <w:t>était quelque chose comme une affreuse lassitude</w:t>
      </w:r>
      <w:r w:rsidR="00C90F8D">
        <w:t xml:space="preserve">, </w:t>
      </w:r>
      <w:r>
        <w:t>la conviction qu</w:t>
      </w:r>
      <w:r w:rsidR="00C90F8D">
        <w:t>’</w:t>
      </w:r>
      <w:r>
        <w:t>il est des pentes qui ne sauraient être remontées</w:t>
      </w:r>
      <w:r w:rsidR="00C90F8D">
        <w:t xml:space="preserve">. </w:t>
      </w:r>
      <w:r>
        <w:t>Elle</w:t>
      </w:r>
      <w:r w:rsidR="00C90F8D">
        <w:t xml:space="preserve">, </w:t>
      </w:r>
      <w:r>
        <w:t>de son côté</w:t>
      </w:r>
      <w:r w:rsidR="00C90F8D">
        <w:t xml:space="preserve">, </w:t>
      </w:r>
      <w:r>
        <w:t>était trop fine pour n</w:t>
      </w:r>
      <w:r w:rsidR="00C90F8D">
        <w:t>’</w:t>
      </w:r>
      <w:r>
        <w:t>avoir pas aussitôt deviné ce qui se passait en moi</w:t>
      </w:r>
      <w:r w:rsidR="00C90F8D">
        <w:t xml:space="preserve">, </w:t>
      </w:r>
      <w:r>
        <w:t xml:space="preserve">car elle eut le sourire agressif de ceux qui </w:t>
      </w:r>
      <w:r>
        <w:lastRenderedPageBreak/>
        <w:t>n</w:t>
      </w:r>
      <w:r w:rsidR="00C90F8D">
        <w:t>’</w:t>
      </w:r>
      <w:r>
        <w:t>admettent pas d</w:t>
      </w:r>
      <w:r w:rsidR="00C90F8D">
        <w:t>’</w:t>
      </w:r>
      <w:r>
        <w:t>être plaints</w:t>
      </w:r>
      <w:r w:rsidR="00C90F8D">
        <w:t xml:space="preserve">, </w:t>
      </w:r>
      <w:r>
        <w:t>qui se font une arme orgueilleuse de leur détresse</w:t>
      </w:r>
      <w:r w:rsidR="00C90F8D">
        <w:t xml:space="preserve">, </w:t>
      </w:r>
      <w:r>
        <w:t>la retournent contre les imprudents ainsi qu</w:t>
      </w:r>
      <w:r w:rsidR="00C90F8D">
        <w:t>’</w:t>
      </w:r>
      <w:r>
        <w:t>un poignard</w:t>
      </w:r>
      <w:r w:rsidR="00C90F8D">
        <w:t xml:space="preserve">. </w:t>
      </w:r>
      <w:r>
        <w:t>Sur la table</w:t>
      </w:r>
      <w:r w:rsidR="00C90F8D">
        <w:t xml:space="preserve">, </w:t>
      </w:r>
      <w:r>
        <w:t>au centre de la pièce</w:t>
      </w:r>
      <w:r w:rsidR="00C90F8D">
        <w:t xml:space="preserve">, </w:t>
      </w:r>
      <w:r>
        <w:t>il y avait une pile d</w:t>
      </w:r>
      <w:r w:rsidR="00C90F8D">
        <w:t>’</w:t>
      </w:r>
      <w:r>
        <w:t>écrins de velours</w:t>
      </w:r>
      <w:r w:rsidR="00C90F8D">
        <w:t xml:space="preserve">. </w:t>
      </w:r>
      <w:r>
        <w:t>Lentement</w:t>
      </w:r>
      <w:r w:rsidR="00C90F8D">
        <w:t xml:space="preserve">, </w:t>
      </w:r>
      <w:r>
        <w:t>impitoyablement</w:t>
      </w:r>
      <w:r w:rsidR="00C90F8D">
        <w:t xml:space="preserve">, </w:t>
      </w:r>
      <w:r>
        <w:t>elle les ouvrit</w:t>
      </w:r>
      <w:r w:rsidR="00C90F8D">
        <w:t xml:space="preserve">, </w:t>
      </w:r>
      <w:r>
        <w:t>les uns après les autres</w:t>
      </w:r>
      <w:r w:rsidR="00C90F8D">
        <w:t xml:space="preserve">, </w:t>
      </w:r>
      <w:r>
        <w:t>tous</w:t>
      </w:r>
      <w:r w:rsidR="00C90F8D">
        <w:t xml:space="preserve">, </w:t>
      </w:r>
      <w:r>
        <w:t>pour que je pusse bien constater que</w:t>
      </w:r>
      <w:r w:rsidR="00C90F8D">
        <w:t xml:space="preserve">, </w:t>
      </w:r>
      <w:r>
        <w:t>tous</w:t>
      </w:r>
      <w:r w:rsidR="00C90F8D">
        <w:t xml:space="preserve">, </w:t>
      </w:r>
      <w:r>
        <w:t>ils étaient vides</w:t>
      </w:r>
      <w:r w:rsidR="00C90F8D">
        <w:t xml:space="preserve">. </w:t>
      </w:r>
      <w:r>
        <w:t>À l</w:t>
      </w:r>
      <w:r w:rsidR="00C90F8D">
        <w:t>’</w:t>
      </w:r>
      <w:r>
        <w:t>intérieur</w:t>
      </w:r>
      <w:r w:rsidR="00C90F8D">
        <w:t xml:space="preserve">, </w:t>
      </w:r>
      <w:r>
        <w:t>leur peluche fanée gardait encore la forme des pierreries qui y avaient jadis dormi</w:t>
      </w:r>
      <w:r w:rsidR="00C90F8D">
        <w:t xml:space="preserve">. </w:t>
      </w:r>
      <w:r>
        <w:t>Quand Armide eut refermé le dernier</w:t>
      </w:r>
      <w:r w:rsidR="00C90F8D">
        <w:t xml:space="preserve">, </w:t>
      </w:r>
      <w:r>
        <w:t>elle me jeta un regard de défi</w:t>
      </w:r>
      <w:r w:rsidR="00C90F8D">
        <w:t>.</w:t>
      </w:r>
    </w:p>
    <w:p w14:paraId="63AF7D77" w14:textId="77777777" w:rsidR="00C90F8D" w:rsidRDefault="00C90F8D">
      <w:r>
        <w:rPr>
          <w:rFonts w:eastAsia="Georgia"/>
        </w:rPr>
        <w:t>— </w:t>
      </w:r>
      <w:r w:rsidR="00AB2DE8">
        <w:t>Voilà</w:t>
      </w:r>
      <w:r>
        <w:t xml:space="preserve"> ! </w:t>
      </w:r>
      <w:r w:rsidR="00AB2DE8">
        <w:t>dit-elle</w:t>
      </w:r>
      <w:r>
        <w:t>.</w:t>
      </w:r>
    </w:p>
    <w:p w14:paraId="14BA1E44" w14:textId="0D828831" w:rsidR="00AB2DE8" w:rsidRDefault="00AB2DE8">
      <w:r>
        <w:t>Voilà</w:t>
      </w:r>
      <w:r w:rsidR="00C90F8D">
        <w:t xml:space="preserve"> ! </w:t>
      </w:r>
      <w:r>
        <w:t>À ce bref</w:t>
      </w:r>
      <w:r w:rsidR="00C90F8D">
        <w:t xml:space="preserve">, </w:t>
      </w:r>
      <w:r>
        <w:t>à ce lugubre mot</w:t>
      </w:r>
      <w:r w:rsidR="00C90F8D">
        <w:t xml:space="preserve">, </w:t>
      </w:r>
      <w:r>
        <w:t>quelle autre signification attacher que celle-ci</w:t>
      </w:r>
      <w:r w:rsidR="00C90F8D">
        <w:t xml:space="preserve"> : </w:t>
      </w:r>
      <w:r w:rsidR="00C90F8D">
        <w:rPr>
          <w:i/>
          <w:iCs/>
        </w:rPr>
        <w:t>« </w:t>
      </w:r>
      <w:r>
        <w:t>Vous voyez</w:t>
      </w:r>
      <w:r w:rsidR="00C90F8D">
        <w:t xml:space="preserve">, </w:t>
      </w:r>
      <w:r>
        <w:t>vous ne pourrez pas vous plaindre d</w:t>
      </w:r>
      <w:r w:rsidR="00C90F8D">
        <w:t>’</w:t>
      </w:r>
      <w:r>
        <w:t>avoir été pris en traître</w:t>
      </w:r>
      <w:r w:rsidR="00C90F8D">
        <w:t xml:space="preserve">. </w:t>
      </w:r>
      <w:r>
        <w:t>C</w:t>
      </w:r>
      <w:r w:rsidR="00C90F8D">
        <w:t>’</w:t>
      </w:r>
      <w:r>
        <w:t>est sans illusion sur ce que vous pouvez faire pour moi que je me livre à vous</w:t>
      </w:r>
      <w:r w:rsidR="00C90F8D">
        <w:t xml:space="preserve">. </w:t>
      </w:r>
      <w:r>
        <w:t>Je vous découvre toute l</w:t>
      </w:r>
      <w:r w:rsidR="00C90F8D">
        <w:t>’</w:t>
      </w:r>
      <w:r>
        <w:t>étendue de ma déchéance pour que vous sachiez bien qu</w:t>
      </w:r>
      <w:r w:rsidR="00C90F8D">
        <w:t>’</w:t>
      </w:r>
      <w:r>
        <w:t>elle est irréparable</w:t>
      </w:r>
      <w:r w:rsidR="00C90F8D">
        <w:t xml:space="preserve">, </w:t>
      </w:r>
      <w:r>
        <w:t>pour que vous ne vous imaginiez pas que vous êtes de taille à y remédier</w:t>
      </w:r>
      <w:r w:rsidR="00C90F8D">
        <w:t xml:space="preserve">. </w:t>
      </w:r>
      <w:r>
        <w:t>Ce n</w:t>
      </w:r>
      <w:r w:rsidR="00C90F8D">
        <w:t>’</w:t>
      </w:r>
      <w:r>
        <w:t>est pas un petit ingénieur de quatre sous</w:t>
      </w:r>
      <w:r w:rsidR="00C90F8D">
        <w:t xml:space="preserve">, </w:t>
      </w:r>
      <w:r>
        <w:t>décidé et destiné à demeurer honnête</w:t>
      </w:r>
      <w:r w:rsidR="00C90F8D">
        <w:t xml:space="preserve">, </w:t>
      </w:r>
      <w:r>
        <w:t>qui fera jamais réintégrer ces écrins aux perles et aux saphirs qui s</w:t>
      </w:r>
      <w:r w:rsidR="00C90F8D">
        <w:t>’</w:t>
      </w:r>
      <w:r>
        <w:t>en sont envolés</w:t>
      </w:r>
      <w:r w:rsidR="00C90F8D">
        <w:t xml:space="preserve">. </w:t>
      </w:r>
      <w:r>
        <w:t>Limitez donc vos ambitions</w:t>
      </w:r>
      <w:r w:rsidR="00C90F8D">
        <w:t xml:space="preserve">. </w:t>
      </w:r>
      <w:r>
        <w:t>Ne cherchez à vous acquitter que de ce dont vous êtes capable</w:t>
      </w:r>
      <w:r w:rsidR="00C90F8D">
        <w:t xml:space="preserve"> : </w:t>
      </w:r>
      <w:r>
        <w:t>les soins de la maison</w:t>
      </w:r>
      <w:r w:rsidR="00C90F8D">
        <w:t xml:space="preserve">, </w:t>
      </w:r>
      <w:r>
        <w:t>le livre des comptes</w:t>
      </w:r>
      <w:r w:rsidR="00C90F8D">
        <w:t xml:space="preserve">, </w:t>
      </w:r>
      <w:r>
        <w:t>la réparation de cette fenêtre</w:t>
      </w:r>
      <w:r w:rsidR="00C90F8D">
        <w:t xml:space="preserve">. </w:t>
      </w:r>
      <w:r>
        <w:t>Et pour le reste</w:t>
      </w:r>
      <w:r w:rsidR="00C90F8D">
        <w:t xml:space="preserve">, </w:t>
      </w:r>
      <w:r>
        <w:t>épargnez-moi l</w:t>
      </w:r>
      <w:r w:rsidR="00C90F8D">
        <w:t>’</w:t>
      </w:r>
      <w:r>
        <w:t>outrage de votre stérile pitié</w:t>
      </w:r>
      <w:r w:rsidR="00C90F8D">
        <w:t>. »</w:t>
      </w:r>
    </w:p>
    <w:p w14:paraId="1D12BBC1" w14:textId="77777777" w:rsidR="00C90F8D" w:rsidRDefault="00AB2DE8">
      <w:r>
        <w:t>Au flanc de la montagne ravinée</w:t>
      </w:r>
      <w:r w:rsidR="00C90F8D">
        <w:t xml:space="preserve">, </w:t>
      </w:r>
      <w:r>
        <w:t>les premières fleurs avaient fait leur apparition</w:t>
      </w:r>
      <w:r w:rsidR="00C90F8D">
        <w:t xml:space="preserve">. </w:t>
      </w:r>
      <w:r>
        <w:t>C</w:t>
      </w:r>
      <w:r w:rsidR="00C90F8D">
        <w:t>’</w:t>
      </w:r>
      <w:r>
        <w:t>étaient de minces œillets d</w:t>
      </w:r>
      <w:r w:rsidR="00C90F8D">
        <w:t>’</w:t>
      </w:r>
      <w:r>
        <w:t>un mauve pâle</w:t>
      </w:r>
      <w:r w:rsidR="00C90F8D">
        <w:t xml:space="preserve">, </w:t>
      </w:r>
      <w:r>
        <w:t>au parfum à la fois amer et doux</w:t>
      </w:r>
      <w:r w:rsidR="00C90F8D">
        <w:t xml:space="preserve">, </w:t>
      </w:r>
      <w:r>
        <w:t>qui surgissaient en une nuit au pied des sapins</w:t>
      </w:r>
      <w:r w:rsidR="00C90F8D">
        <w:t xml:space="preserve">, </w:t>
      </w:r>
      <w:r>
        <w:t>entre les flaques de neige durcie</w:t>
      </w:r>
      <w:r w:rsidR="00C90F8D">
        <w:t xml:space="preserve">. </w:t>
      </w:r>
      <w:r>
        <w:t>J</w:t>
      </w:r>
      <w:r w:rsidR="00C90F8D">
        <w:t>’</w:t>
      </w:r>
      <w:r>
        <w:t>allais les cueillir de bonne heure</w:t>
      </w:r>
      <w:r w:rsidR="00C90F8D">
        <w:t xml:space="preserve">, </w:t>
      </w:r>
      <w:r>
        <w:t>quand Armide n</w:t>
      </w:r>
      <w:r w:rsidR="00C90F8D">
        <w:t>’</w:t>
      </w:r>
      <w:r>
        <w:t>était pas encore levée</w:t>
      </w:r>
      <w:r w:rsidR="00C90F8D">
        <w:t xml:space="preserve">. </w:t>
      </w:r>
      <w:r>
        <w:t>Je les assemblais en humbles gerbes</w:t>
      </w:r>
      <w:r w:rsidR="00C90F8D">
        <w:t xml:space="preserve">, </w:t>
      </w:r>
      <w:r>
        <w:t xml:space="preserve">que je </w:t>
      </w:r>
      <w:r>
        <w:lastRenderedPageBreak/>
        <w:t>déposais à sa place</w:t>
      </w:r>
      <w:r w:rsidR="00C90F8D">
        <w:t xml:space="preserve">, </w:t>
      </w:r>
      <w:r>
        <w:t>sur la table de la salle à manger</w:t>
      </w:r>
      <w:r w:rsidR="00C90F8D">
        <w:t xml:space="preserve">. </w:t>
      </w:r>
      <w:r>
        <w:t>Elle me remerciait d</w:t>
      </w:r>
      <w:r w:rsidR="00C90F8D">
        <w:t>’</w:t>
      </w:r>
      <w:r>
        <w:t>un sourire qui détendait une seconde son visage taciturne</w:t>
      </w:r>
      <w:r w:rsidR="00C90F8D">
        <w:t xml:space="preserve">. </w:t>
      </w:r>
      <w:r>
        <w:t>Elle les emportait dans sa chambre</w:t>
      </w:r>
      <w:r w:rsidR="00C90F8D">
        <w:t xml:space="preserve">. </w:t>
      </w:r>
      <w:r>
        <w:t>Il lui arrivait d</w:t>
      </w:r>
      <w:r w:rsidR="00C90F8D">
        <w:t>’</w:t>
      </w:r>
      <w:r>
        <w:t>en agrafer quelques-uns à sa robe</w:t>
      </w:r>
      <w:r w:rsidR="00C90F8D">
        <w:t xml:space="preserve">, </w:t>
      </w:r>
      <w:r>
        <w:t>lorsqu</w:t>
      </w:r>
      <w:r w:rsidR="00C90F8D">
        <w:t>’</w:t>
      </w:r>
      <w:r>
        <w:t>elle descendait</w:t>
      </w:r>
      <w:r w:rsidR="00C90F8D">
        <w:t xml:space="preserve">, </w:t>
      </w:r>
      <w:r>
        <w:t>le soir</w:t>
      </w:r>
      <w:r w:rsidR="00C90F8D">
        <w:t xml:space="preserve">, </w:t>
      </w:r>
      <w:r>
        <w:t>pour le dîner</w:t>
      </w:r>
      <w:r w:rsidR="00C90F8D">
        <w:t xml:space="preserve">. </w:t>
      </w:r>
      <w:r>
        <w:t>Nous achevions nos journées au coin du feu</w:t>
      </w:r>
      <w:r w:rsidR="00C90F8D">
        <w:t xml:space="preserve">, </w:t>
      </w:r>
      <w:r>
        <w:t>assis</w:t>
      </w:r>
      <w:r w:rsidR="00C90F8D">
        <w:t xml:space="preserve">, </w:t>
      </w:r>
      <w:r>
        <w:t>immobiles et muets</w:t>
      </w:r>
      <w:r w:rsidR="00C90F8D">
        <w:t xml:space="preserve">, </w:t>
      </w:r>
      <w:r>
        <w:t>l</w:t>
      </w:r>
      <w:r w:rsidR="00C90F8D">
        <w:t>’</w:t>
      </w:r>
      <w:r>
        <w:t>un en face de l</w:t>
      </w:r>
      <w:r w:rsidR="00C90F8D">
        <w:t>’</w:t>
      </w:r>
      <w:r>
        <w:t>autre</w:t>
      </w:r>
      <w:r w:rsidR="00C90F8D">
        <w:t xml:space="preserve">. </w:t>
      </w:r>
      <w:r>
        <w:t>Parfois</w:t>
      </w:r>
      <w:r w:rsidR="00C90F8D">
        <w:t xml:space="preserve">, </w:t>
      </w:r>
      <w:r>
        <w:t>tout en remuant pensivement du bout des pincettes les cendres de la cheminée</w:t>
      </w:r>
      <w:r w:rsidR="00C90F8D">
        <w:t xml:space="preserve">, </w:t>
      </w:r>
      <w:r>
        <w:t>elle se mettait à chanter</w:t>
      </w:r>
      <w:r w:rsidR="00C90F8D">
        <w:t xml:space="preserve">, </w:t>
      </w:r>
      <w:r>
        <w:t>à murmurer plutôt</w:t>
      </w:r>
      <w:r w:rsidR="00C90F8D">
        <w:t xml:space="preserve">, </w:t>
      </w:r>
      <w:r>
        <w:t>quelque vieil air monotone</w:t>
      </w:r>
      <w:r w:rsidR="00C90F8D">
        <w:t xml:space="preserve">, </w:t>
      </w:r>
      <w:r>
        <w:t>que sa voix un peu sourde peuplait d</w:t>
      </w:r>
      <w:r w:rsidR="00C90F8D">
        <w:t>’</w:t>
      </w:r>
      <w:r>
        <w:t>inflexions désolées</w:t>
      </w:r>
      <w:r w:rsidR="00C90F8D">
        <w:t xml:space="preserve">. </w:t>
      </w:r>
      <w:r>
        <w:t>Puis elle se taisait avec brusquerie</w:t>
      </w:r>
      <w:r w:rsidR="00C90F8D">
        <w:t xml:space="preserve">, </w:t>
      </w:r>
      <w:r>
        <w:t>comme si de ces autres cendres</w:t>
      </w:r>
      <w:r w:rsidR="00C90F8D">
        <w:t xml:space="preserve">, </w:t>
      </w:r>
      <w:r>
        <w:t>elle craignait de voir surgir</w:t>
      </w:r>
      <w:r w:rsidR="00C90F8D">
        <w:t xml:space="preserve">, </w:t>
      </w:r>
      <w:r>
        <w:t>à l</w:t>
      </w:r>
      <w:r w:rsidR="00C90F8D">
        <w:t>’</w:t>
      </w:r>
      <w:r>
        <w:t>appel de son incantation</w:t>
      </w:r>
      <w:r w:rsidR="00C90F8D">
        <w:t xml:space="preserve">, </w:t>
      </w:r>
      <w:r>
        <w:t>des choses qui devaient rester mortes</w:t>
      </w:r>
      <w:r w:rsidR="00C90F8D">
        <w:t xml:space="preserve">. </w:t>
      </w:r>
      <w:r>
        <w:t>Un soir</w:t>
      </w:r>
      <w:r w:rsidR="00C90F8D">
        <w:t xml:space="preserve">, </w:t>
      </w:r>
      <w:r>
        <w:t>un seul soir</w:t>
      </w:r>
      <w:r w:rsidR="00C90F8D">
        <w:t xml:space="preserve">, </w:t>
      </w:r>
      <w:r>
        <w:t>devant la prière peut-être plus instante de mon regard</w:t>
      </w:r>
      <w:r w:rsidR="00C90F8D">
        <w:t xml:space="preserve">, </w:t>
      </w:r>
      <w:r>
        <w:t>elle se départit de son mutisme</w:t>
      </w:r>
      <w:r w:rsidR="00C90F8D">
        <w:t>.</w:t>
      </w:r>
    </w:p>
    <w:p w14:paraId="53C566D8" w14:textId="77777777" w:rsidR="00C90F8D" w:rsidRDefault="00C90F8D">
      <w:r>
        <w:rPr>
          <w:rFonts w:eastAsia="Georgia"/>
        </w:rPr>
        <w:t>— </w:t>
      </w:r>
      <w:r w:rsidR="00AB2DE8">
        <w:t>Ce sont de vieux airs de chez nous</w:t>
      </w:r>
      <w:r>
        <w:t xml:space="preserve">, </w:t>
      </w:r>
      <w:r w:rsidR="00AB2DE8">
        <w:t>des airs avec lesquels ma nourrice me berçait jadis</w:t>
      </w:r>
      <w:r>
        <w:t xml:space="preserve">, </w:t>
      </w:r>
      <w:r w:rsidR="00AB2DE8">
        <w:t>alors que la vie s</w:t>
      </w:r>
      <w:r>
        <w:t>’</w:t>
      </w:r>
      <w:r w:rsidR="00AB2DE8">
        <w:t>offrait aussi charmante qu</w:t>
      </w:r>
      <w:r>
        <w:t>’</w:t>
      </w:r>
      <w:r w:rsidR="00AB2DE8">
        <w:t xml:space="preserve">une route bleue et rose à la petite princesse </w:t>
      </w:r>
      <w:proofErr w:type="spellStart"/>
      <w:r w:rsidR="00AB2DE8">
        <w:t>Irénéïef</w:t>
      </w:r>
      <w:proofErr w:type="spellEnd"/>
      <w:r>
        <w:t xml:space="preserve">… </w:t>
      </w:r>
      <w:r w:rsidR="00AB2DE8">
        <w:t>Car</w:t>
      </w:r>
      <w:r>
        <w:rPr>
          <w:rFonts w:eastAsia="Georgia"/>
        </w:rPr>
        <w:t xml:space="preserve"> – </w:t>
      </w:r>
      <w:r w:rsidR="00AB2DE8">
        <w:t>et elle me regarda bien en face</w:t>
      </w:r>
      <w:r>
        <w:t xml:space="preserve"> –, </w:t>
      </w:r>
      <w:r w:rsidR="00AB2DE8">
        <w:t xml:space="preserve">je suis tout de même la princesse </w:t>
      </w:r>
      <w:proofErr w:type="spellStart"/>
      <w:r w:rsidR="00AB2DE8">
        <w:t>Irénéïef</w:t>
      </w:r>
      <w:proofErr w:type="spellEnd"/>
      <w:r>
        <w:t xml:space="preserve">. </w:t>
      </w:r>
      <w:r w:rsidR="00AB2DE8">
        <w:t>Je sais que cela n</w:t>
      </w:r>
      <w:r>
        <w:t>’</w:t>
      </w:r>
      <w:r w:rsidR="00AB2DE8">
        <w:t>a plus guère d</w:t>
      </w:r>
      <w:r>
        <w:t>’</w:t>
      </w:r>
      <w:r w:rsidR="00AB2DE8">
        <w:t>importance</w:t>
      </w:r>
      <w:r>
        <w:t xml:space="preserve">. </w:t>
      </w:r>
      <w:r w:rsidR="00AB2DE8">
        <w:t>Je le dis</w:t>
      </w:r>
      <w:r>
        <w:t xml:space="preserve">, </w:t>
      </w:r>
      <w:r w:rsidR="00AB2DE8">
        <w:t>cependant</w:t>
      </w:r>
      <w:r>
        <w:t xml:space="preserve">, </w:t>
      </w:r>
      <w:r w:rsidR="00AB2DE8">
        <w:t>parce que je me figure qu</w:t>
      </w:r>
      <w:r>
        <w:t>’</w:t>
      </w:r>
      <w:r w:rsidR="00AB2DE8">
        <w:t>à l</w:t>
      </w:r>
      <w:r>
        <w:t>’</w:t>
      </w:r>
      <w:r w:rsidR="00AB2DE8">
        <w:t>entendre répéter trop souvent vous avez peut-être fini par ne plus le croire</w:t>
      </w:r>
      <w:r>
        <w:t>.</w:t>
      </w:r>
    </w:p>
    <w:p w14:paraId="4E2E87F9" w14:textId="72B98F8F" w:rsidR="00AB2DE8" w:rsidRDefault="00AB2DE8">
      <w:r>
        <w:t>Elle répéta</w:t>
      </w:r>
      <w:r w:rsidR="00C90F8D">
        <w:t> : « </w:t>
      </w:r>
      <w:r>
        <w:t xml:space="preserve">La princesse </w:t>
      </w:r>
      <w:proofErr w:type="spellStart"/>
      <w:r>
        <w:t>Irénéïef</w:t>
      </w:r>
      <w:proofErr w:type="spellEnd"/>
      <w:r w:rsidR="00C90F8D">
        <w:t> ! »</w:t>
      </w:r>
      <w:r>
        <w:t xml:space="preserve"> Et elle eut le même rire que le jour où elle m</w:t>
      </w:r>
      <w:r w:rsidR="00C90F8D">
        <w:t>’</w:t>
      </w:r>
      <w:r>
        <w:t>avait dit</w:t>
      </w:r>
      <w:r w:rsidR="00C90F8D">
        <w:t> : « </w:t>
      </w:r>
      <w:r>
        <w:t>Une jeune fille</w:t>
      </w:r>
      <w:r w:rsidR="00C90F8D">
        <w:t xml:space="preserve"> ! </w:t>
      </w:r>
      <w:r>
        <w:t>On n</w:t>
      </w:r>
      <w:r w:rsidR="00C90F8D">
        <w:t>’</w:t>
      </w:r>
      <w:r>
        <w:t>embrasse pas la main d</w:t>
      </w:r>
      <w:r w:rsidR="00C90F8D">
        <w:t>’</w:t>
      </w:r>
      <w:r>
        <w:t>une jeune fille</w:t>
      </w:r>
      <w:r w:rsidR="00C90F8D">
        <w:t> ! »</w:t>
      </w:r>
    </w:p>
    <w:p w14:paraId="508AEF0E" w14:textId="77777777" w:rsidR="00C90F8D" w:rsidRDefault="00AB2DE8">
      <w:r>
        <w:t>Ce fut tout</w:t>
      </w:r>
      <w:r w:rsidR="00C90F8D">
        <w:t xml:space="preserve">, </w:t>
      </w:r>
      <w:r>
        <w:t>l</w:t>
      </w:r>
      <w:r w:rsidR="00C90F8D">
        <w:t>’</w:t>
      </w:r>
      <w:r>
        <w:t>unique confidence qu</w:t>
      </w:r>
      <w:r w:rsidR="00C90F8D">
        <w:t>’</w:t>
      </w:r>
      <w:r>
        <w:t>elle m</w:t>
      </w:r>
      <w:r w:rsidR="00C90F8D">
        <w:t>’</w:t>
      </w:r>
      <w:r>
        <w:t>ait jamais faite</w:t>
      </w:r>
      <w:r w:rsidR="00C90F8D">
        <w:t xml:space="preserve">, </w:t>
      </w:r>
      <w:r>
        <w:t>l</w:t>
      </w:r>
      <w:r w:rsidR="00C90F8D">
        <w:t>’</w:t>
      </w:r>
      <w:r>
        <w:t>unique allusion à son père qui m</w:t>
      </w:r>
      <w:r w:rsidR="00C90F8D">
        <w:t>’</w:t>
      </w:r>
      <w:r>
        <w:t>ait prouvé qu</w:t>
      </w:r>
      <w:r w:rsidR="00C90F8D">
        <w:t>’</w:t>
      </w:r>
      <w:r>
        <w:t>elle était sans illusion sur lui malgré son farouche attachement</w:t>
      </w:r>
      <w:r w:rsidR="00C90F8D">
        <w:t xml:space="preserve">, </w:t>
      </w:r>
      <w:r>
        <w:t>malgré sa volonté</w:t>
      </w:r>
      <w:r w:rsidR="00C90F8D">
        <w:t xml:space="preserve">, </w:t>
      </w:r>
      <w:r>
        <w:t>en dépit de tout</w:t>
      </w:r>
      <w:r w:rsidR="00C90F8D">
        <w:t xml:space="preserve">, </w:t>
      </w:r>
      <w:r>
        <w:t>de continuer toujours à l</w:t>
      </w:r>
      <w:r w:rsidR="00C90F8D">
        <w:t>’</w:t>
      </w:r>
      <w:r>
        <w:t>absoudre</w:t>
      </w:r>
      <w:r w:rsidR="00C90F8D">
        <w:t xml:space="preserve">. </w:t>
      </w:r>
      <w:r>
        <w:t>Quand</w:t>
      </w:r>
      <w:r w:rsidR="00C90F8D">
        <w:t xml:space="preserve">, </w:t>
      </w:r>
      <w:r>
        <w:t>vers minuit</w:t>
      </w:r>
      <w:r w:rsidR="00C90F8D">
        <w:t xml:space="preserve">, </w:t>
      </w:r>
      <w:r>
        <w:t>elle se leva pour regagner sa chambre</w:t>
      </w:r>
      <w:r w:rsidR="00C90F8D">
        <w:t xml:space="preserve">, </w:t>
      </w:r>
      <w:r>
        <w:lastRenderedPageBreak/>
        <w:t>elle laissa sa main dans la mienne plus longtemps que de coutume</w:t>
      </w:r>
      <w:r w:rsidR="00C90F8D">
        <w:t xml:space="preserve">. </w:t>
      </w:r>
      <w:r>
        <w:t>Peut-être pressentait-elle d</w:t>
      </w:r>
      <w:r w:rsidR="00C90F8D">
        <w:t>’</w:t>
      </w:r>
      <w:r>
        <w:t>ores et déjà que l</w:t>
      </w:r>
      <w:r w:rsidR="00C90F8D">
        <w:t>’</w:t>
      </w:r>
      <w:r>
        <w:t>instant n</w:t>
      </w:r>
      <w:r w:rsidR="00C90F8D">
        <w:t>’</w:t>
      </w:r>
      <w:r>
        <w:t>était plus éloigné où elle allait avoir à recourir à moi</w:t>
      </w:r>
      <w:r w:rsidR="00C90F8D">
        <w:t>.</w:t>
      </w:r>
    </w:p>
    <w:p w14:paraId="67414DEE" w14:textId="57075D16" w:rsidR="00AB2DE8" w:rsidRDefault="00AB2DE8"/>
    <w:p w14:paraId="49FB90C9" w14:textId="77777777" w:rsidR="00C90F8D" w:rsidRDefault="00AB2DE8">
      <w:r>
        <w:t>Couché tout de suite après l</w:t>
      </w:r>
      <w:r w:rsidR="00C90F8D">
        <w:t>’</w:t>
      </w:r>
      <w:r>
        <w:t>avoir quittée</w:t>
      </w:r>
      <w:r w:rsidR="00C90F8D">
        <w:t xml:space="preserve">, </w:t>
      </w:r>
      <w:r>
        <w:t>je dus cette nuit-là céder presque aussitôt au sommeil</w:t>
      </w:r>
      <w:r w:rsidR="00C90F8D">
        <w:t xml:space="preserve">. </w:t>
      </w:r>
      <w:r>
        <w:t>J</w:t>
      </w:r>
      <w:r w:rsidR="00C90F8D">
        <w:t>’</w:t>
      </w:r>
      <w:r>
        <w:t>ignorais depuis combien de temps je pouvais dormir</w:t>
      </w:r>
      <w:r w:rsidR="00C90F8D">
        <w:t xml:space="preserve">, </w:t>
      </w:r>
      <w:r>
        <w:t>lorsque le rêve qui m</w:t>
      </w:r>
      <w:r w:rsidR="00C90F8D">
        <w:t>’</w:t>
      </w:r>
      <w:r>
        <w:t>assiégeait se précisa de façon singulière</w:t>
      </w:r>
      <w:r w:rsidR="00C90F8D">
        <w:t xml:space="preserve">. </w:t>
      </w:r>
      <w:r>
        <w:t>Il s</w:t>
      </w:r>
      <w:r w:rsidR="00C90F8D">
        <w:t>’</w:t>
      </w:r>
      <w:r>
        <w:t>y mêlait le bruit d</w:t>
      </w:r>
      <w:r w:rsidR="00C90F8D">
        <w:t>’</w:t>
      </w:r>
      <w:r>
        <w:t>une course dans l</w:t>
      </w:r>
      <w:r w:rsidR="00C90F8D">
        <w:t>’</w:t>
      </w:r>
      <w:r>
        <w:t>escalier</w:t>
      </w:r>
      <w:r w:rsidR="00C90F8D">
        <w:t xml:space="preserve">, </w:t>
      </w:r>
      <w:r>
        <w:t>des éclats de voix</w:t>
      </w:r>
      <w:r w:rsidR="00C90F8D">
        <w:t xml:space="preserve">, </w:t>
      </w:r>
      <w:r>
        <w:t>parmi lesquelles il me sembla en discerner deux</w:t>
      </w:r>
      <w:r w:rsidR="00C90F8D">
        <w:t xml:space="preserve"> : </w:t>
      </w:r>
      <w:r>
        <w:t>celle d</w:t>
      </w:r>
      <w:r w:rsidR="00C90F8D">
        <w:t>’</w:t>
      </w:r>
      <w:r>
        <w:t>un de mes Tartares</w:t>
      </w:r>
      <w:r w:rsidR="00C90F8D">
        <w:t xml:space="preserve">, </w:t>
      </w:r>
      <w:r>
        <w:t>celle d</w:t>
      </w:r>
      <w:r w:rsidR="00C90F8D">
        <w:t>’</w:t>
      </w:r>
      <w:r>
        <w:t>Armide</w:t>
      </w:r>
      <w:r w:rsidR="00C90F8D">
        <w:t xml:space="preserve">. </w:t>
      </w:r>
      <w:r>
        <w:t>Une troisième voix m</w:t>
      </w:r>
      <w:r w:rsidR="00C90F8D">
        <w:t>’</w:t>
      </w:r>
      <w:r>
        <w:t>était inconnue</w:t>
      </w:r>
      <w:r w:rsidR="00C90F8D">
        <w:t>.</w:t>
      </w:r>
    </w:p>
    <w:p w14:paraId="18DB83B4" w14:textId="77777777" w:rsidR="00C90F8D" w:rsidRDefault="00C90F8D">
      <w:r>
        <w:rPr>
          <w:rFonts w:eastAsia="Georgia"/>
        </w:rPr>
        <w:t>— </w:t>
      </w:r>
      <w:r w:rsidR="00AB2DE8">
        <w:t>Qu</w:t>
      </w:r>
      <w:r>
        <w:t>’</w:t>
      </w:r>
      <w:r w:rsidR="00AB2DE8">
        <w:t>il se lève</w:t>
      </w:r>
      <w:r>
        <w:t xml:space="preserve"> ! </w:t>
      </w:r>
      <w:r w:rsidR="00AB2DE8">
        <w:t>Va lui dire qu</w:t>
      </w:r>
      <w:r>
        <w:t>’</w:t>
      </w:r>
      <w:r w:rsidR="00AB2DE8">
        <w:t>il se lève immédiatement</w:t>
      </w:r>
      <w:r>
        <w:t>.</w:t>
      </w:r>
    </w:p>
    <w:p w14:paraId="2D58AB83" w14:textId="77777777" w:rsidR="00C90F8D" w:rsidRDefault="00C90F8D">
      <w:r>
        <w:rPr>
          <w:rFonts w:eastAsia="Georgia"/>
        </w:rPr>
        <w:t>— </w:t>
      </w:r>
      <w:r w:rsidR="00AB2DE8">
        <w:t>Qu</w:t>
      </w:r>
      <w:r>
        <w:t>’</w:t>
      </w:r>
      <w:r w:rsidR="00AB2DE8">
        <w:t>y a-t-il</w:t>
      </w:r>
      <w:r>
        <w:t xml:space="preserve"> ? </w:t>
      </w:r>
      <w:r w:rsidR="00AB2DE8">
        <w:t>fis-je</w:t>
      </w:r>
      <w:r>
        <w:t xml:space="preserve">, </w:t>
      </w:r>
      <w:r w:rsidR="00AB2DE8">
        <w:t>débouchant</w:t>
      </w:r>
      <w:r>
        <w:t xml:space="preserve">, </w:t>
      </w:r>
      <w:r w:rsidR="00AB2DE8">
        <w:t>à peine vêtu</w:t>
      </w:r>
      <w:r>
        <w:t xml:space="preserve">, </w:t>
      </w:r>
      <w:r w:rsidR="00AB2DE8">
        <w:t>dans le corridor du rez-de-chaussée</w:t>
      </w:r>
      <w:r>
        <w:t>.</w:t>
      </w:r>
    </w:p>
    <w:p w14:paraId="6B1261C6" w14:textId="77777777" w:rsidR="00C90F8D" w:rsidRDefault="00AB2DE8">
      <w:r>
        <w:t>Armide m</w:t>
      </w:r>
      <w:r w:rsidR="00C90F8D">
        <w:t>’</w:t>
      </w:r>
      <w:r>
        <w:t>accueillit par un cri de joie</w:t>
      </w:r>
      <w:r w:rsidR="00C90F8D">
        <w:t xml:space="preserve">. </w:t>
      </w:r>
      <w:r>
        <w:t>Elle avait son manteau de voyage</w:t>
      </w:r>
      <w:r w:rsidR="00C90F8D">
        <w:t xml:space="preserve">. </w:t>
      </w:r>
      <w:r>
        <w:t>On eût pu croire qu</w:t>
      </w:r>
      <w:r w:rsidR="00C90F8D">
        <w:t>’</w:t>
      </w:r>
      <w:r>
        <w:t>elle ne s</w:t>
      </w:r>
      <w:r w:rsidR="00C90F8D">
        <w:t>’</w:t>
      </w:r>
      <w:r>
        <w:t>était pas couchée</w:t>
      </w:r>
      <w:r w:rsidR="00C90F8D">
        <w:t>.</w:t>
      </w:r>
    </w:p>
    <w:p w14:paraId="4D657A4B" w14:textId="77777777" w:rsidR="00C90F8D" w:rsidRDefault="00C90F8D">
      <w:r>
        <w:rPr>
          <w:rFonts w:eastAsia="Georgia"/>
        </w:rPr>
        <w:t>— </w:t>
      </w:r>
      <w:r w:rsidR="00AB2DE8">
        <w:t>Quelle heure est-il</w:t>
      </w:r>
      <w:r>
        <w:t> ?</w:t>
      </w:r>
    </w:p>
    <w:p w14:paraId="3C411F6E" w14:textId="77777777" w:rsidR="00C90F8D" w:rsidRDefault="00C90F8D">
      <w:r>
        <w:rPr>
          <w:rFonts w:eastAsia="Georgia"/>
        </w:rPr>
        <w:t>— </w:t>
      </w:r>
      <w:r w:rsidR="00AB2DE8">
        <w:t>Je ne sais pas</w:t>
      </w:r>
      <w:r>
        <w:t xml:space="preserve">. </w:t>
      </w:r>
      <w:r w:rsidR="00AB2DE8">
        <w:t>Deux heures</w:t>
      </w:r>
      <w:r>
        <w:t xml:space="preserve">, </w:t>
      </w:r>
      <w:r w:rsidR="00AB2DE8">
        <w:t>deux heures et demie</w:t>
      </w:r>
      <w:r>
        <w:t xml:space="preserve">. </w:t>
      </w:r>
      <w:r w:rsidR="00AB2DE8">
        <w:t>Venez</w:t>
      </w:r>
      <w:r>
        <w:t xml:space="preserve">, </w:t>
      </w:r>
      <w:r w:rsidR="00AB2DE8">
        <w:t>venez vite</w:t>
      </w:r>
      <w:r>
        <w:t>.</w:t>
      </w:r>
    </w:p>
    <w:p w14:paraId="55334E19" w14:textId="77777777" w:rsidR="00C90F8D" w:rsidRDefault="00C90F8D">
      <w:r>
        <w:rPr>
          <w:rFonts w:eastAsia="Georgia"/>
        </w:rPr>
        <w:t>— </w:t>
      </w:r>
      <w:r w:rsidR="00AB2DE8">
        <w:t>Mais qu</w:t>
      </w:r>
      <w:r>
        <w:t>’</w:t>
      </w:r>
      <w:r w:rsidR="00AB2DE8">
        <w:t>y a-t-il</w:t>
      </w:r>
      <w:r>
        <w:t xml:space="preserve">, </w:t>
      </w:r>
      <w:r w:rsidR="00AB2DE8">
        <w:t>répétais-je</w:t>
      </w:r>
      <w:r>
        <w:t xml:space="preserve">, </w:t>
      </w:r>
      <w:r w:rsidR="00AB2DE8">
        <w:t>m</w:t>
      </w:r>
      <w:r>
        <w:t>’</w:t>
      </w:r>
      <w:r w:rsidR="00AB2DE8">
        <w:t>adressant au Tartare</w:t>
      </w:r>
      <w:r>
        <w:t>.</w:t>
      </w:r>
    </w:p>
    <w:p w14:paraId="6096EF08" w14:textId="77777777" w:rsidR="00C90F8D" w:rsidRDefault="00AB2DE8">
      <w:r>
        <w:t>Frottant avec ahurissement ses yeux gonflés</w:t>
      </w:r>
      <w:r w:rsidR="00C90F8D">
        <w:t xml:space="preserve">, </w:t>
      </w:r>
      <w:r>
        <w:t>le pauvre diable me désignait une espèce de moujik hirsute</w:t>
      </w:r>
      <w:r w:rsidR="00C90F8D">
        <w:t xml:space="preserve">, </w:t>
      </w:r>
      <w:r>
        <w:t>qui demeurait sur le seuil de la porte</w:t>
      </w:r>
      <w:r w:rsidR="00C90F8D">
        <w:t xml:space="preserve">, </w:t>
      </w:r>
      <w:r>
        <w:t>tenant à la main une drôle de casquette à galons</w:t>
      </w:r>
      <w:r w:rsidR="00C90F8D">
        <w:t>.</w:t>
      </w:r>
    </w:p>
    <w:p w14:paraId="1D53794A" w14:textId="77777777" w:rsidR="00C90F8D" w:rsidRDefault="00C90F8D">
      <w:r>
        <w:rPr>
          <w:rFonts w:eastAsia="Georgia"/>
        </w:rPr>
        <w:lastRenderedPageBreak/>
        <w:t>— </w:t>
      </w:r>
      <w:r w:rsidR="00AB2DE8">
        <w:t>Cet homme arrive de Novo-Petrovsk</w:t>
      </w:r>
      <w:r>
        <w:t xml:space="preserve">, </w:t>
      </w:r>
      <w:r w:rsidR="00AB2DE8">
        <w:t>m</w:t>
      </w:r>
      <w:r>
        <w:t>’</w:t>
      </w:r>
      <w:r w:rsidR="00AB2DE8">
        <w:t>explique Armide</w:t>
      </w:r>
      <w:r>
        <w:t xml:space="preserve">. </w:t>
      </w:r>
      <w:r w:rsidR="00AB2DE8">
        <w:t>Il se passe là-bas des choses atroces</w:t>
      </w:r>
      <w:r>
        <w:t xml:space="preserve">. </w:t>
      </w:r>
      <w:r w:rsidR="00AB2DE8">
        <w:t>Pour l</w:t>
      </w:r>
      <w:r>
        <w:t>’</w:t>
      </w:r>
      <w:r w:rsidR="00AB2DE8">
        <w:t>amour de Dieu</w:t>
      </w:r>
      <w:r>
        <w:t xml:space="preserve">, </w:t>
      </w:r>
      <w:r w:rsidR="00AB2DE8">
        <w:t>dépêchons-nous</w:t>
      </w:r>
      <w:r>
        <w:t>.</w:t>
      </w:r>
    </w:p>
    <w:p w14:paraId="6CECAC4D" w14:textId="77777777" w:rsidR="00C90F8D" w:rsidRDefault="00AB2DE8">
      <w:r>
        <w:t>Elle m</w:t>
      </w:r>
      <w:r w:rsidR="00C90F8D">
        <w:t>’</w:t>
      </w:r>
      <w:r>
        <w:t>entraîna dans la salle à manger</w:t>
      </w:r>
      <w:r w:rsidR="00C90F8D">
        <w:t xml:space="preserve">, </w:t>
      </w:r>
      <w:r>
        <w:t>où le Tartare venait de faire de la lumière</w:t>
      </w:r>
      <w:r w:rsidR="00C90F8D">
        <w:t xml:space="preserve">. </w:t>
      </w:r>
      <w:r>
        <w:t>Son égarement m</w:t>
      </w:r>
      <w:r w:rsidR="00C90F8D">
        <w:t>’</w:t>
      </w:r>
      <w:r>
        <w:t>épouvantait</w:t>
      </w:r>
      <w:r w:rsidR="00C90F8D">
        <w:t>.</w:t>
      </w:r>
    </w:p>
    <w:p w14:paraId="2A29769D" w14:textId="77777777" w:rsidR="00C90F8D" w:rsidRDefault="00C90F8D">
      <w:r>
        <w:rPr>
          <w:rFonts w:eastAsia="Georgia"/>
        </w:rPr>
        <w:t>— </w:t>
      </w:r>
      <w:r w:rsidR="00AB2DE8">
        <w:t>Encore une fois</w:t>
      </w:r>
      <w:r>
        <w:t xml:space="preserve">, </w:t>
      </w:r>
      <w:r w:rsidR="00AB2DE8">
        <w:t>de quoi s</w:t>
      </w:r>
      <w:r>
        <w:t>’</w:t>
      </w:r>
      <w:r w:rsidR="00AB2DE8">
        <w:t>agit-il</w:t>
      </w:r>
      <w:r>
        <w:t xml:space="preserve"> ? </w:t>
      </w:r>
      <w:r w:rsidR="00AB2DE8">
        <w:t>Votre père</w:t>
      </w:r>
      <w:r>
        <w:t>… ?</w:t>
      </w:r>
    </w:p>
    <w:p w14:paraId="1C541FF1" w14:textId="77777777" w:rsidR="00C90F8D" w:rsidRDefault="00C90F8D">
      <w:r>
        <w:rPr>
          <w:rFonts w:eastAsia="Georgia"/>
        </w:rPr>
        <w:t>— </w:t>
      </w:r>
      <w:r w:rsidR="00AB2DE8">
        <w:t>Mon père</w:t>
      </w:r>
      <w:r>
        <w:t xml:space="preserve">, </w:t>
      </w:r>
      <w:r w:rsidR="00AB2DE8">
        <w:t>oui</w:t>
      </w:r>
      <w:r>
        <w:t xml:space="preserve">, </w:t>
      </w:r>
      <w:r w:rsidR="00AB2DE8">
        <w:t>naturellement</w:t>
      </w:r>
      <w:r>
        <w:t xml:space="preserve">. </w:t>
      </w:r>
      <w:r w:rsidR="00AB2DE8">
        <w:t>De quoi voulez-vous qu</w:t>
      </w:r>
      <w:r>
        <w:t>’</w:t>
      </w:r>
      <w:r w:rsidR="00AB2DE8">
        <w:t>il s</w:t>
      </w:r>
      <w:r>
        <w:t>’</w:t>
      </w:r>
      <w:r w:rsidR="00AB2DE8">
        <w:t>agisse</w:t>
      </w:r>
      <w:r>
        <w:t> ?</w:t>
      </w:r>
    </w:p>
    <w:p w14:paraId="7761B821" w14:textId="13B8319D" w:rsidR="00AB2DE8" w:rsidRDefault="00AB2DE8">
      <w:r>
        <w:t>Évidemment</w:t>
      </w:r>
      <w:r w:rsidR="00C90F8D">
        <w:t xml:space="preserve">, </w:t>
      </w:r>
      <w:r>
        <w:t>ma question était stupide</w:t>
      </w:r>
      <w:r w:rsidR="00C90F8D">
        <w:t xml:space="preserve">. </w:t>
      </w:r>
      <w:r>
        <w:t>Et sa réponse</w:t>
      </w:r>
      <w:r w:rsidR="00C90F8D">
        <w:t xml:space="preserve">, </w:t>
      </w:r>
      <w:r>
        <w:t>à elle</w:t>
      </w:r>
      <w:r w:rsidR="00C90F8D">
        <w:t xml:space="preserve">, </w:t>
      </w:r>
      <w:r>
        <w:t>signifiait</w:t>
      </w:r>
      <w:r w:rsidR="00C90F8D">
        <w:t> : « </w:t>
      </w:r>
      <w:r>
        <w:t>Quel souci</w:t>
      </w:r>
      <w:r w:rsidR="00C90F8D">
        <w:t xml:space="preserve">, </w:t>
      </w:r>
      <w:r>
        <w:t>autre que celui de mon père</w:t>
      </w:r>
      <w:r w:rsidR="00C90F8D">
        <w:t xml:space="preserve">, </w:t>
      </w:r>
      <w:r>
        <w:t>pourrait me mettre dans cet état</w:t>
      </w:r>
      <w:r w:rsidR="00C90F8D">
        <w:t> ? »</w:t>
      </w:r>
    </w:p>
    <w:p w14:paraId="34C20216" w14:textId="77777777" w:rsidR="00C90F8D" w:rsidRDefault="00AB2DE8">
      <w:r>
        <w:t>Elle me tendait un billet chiffonné</w:t>
      </w:r>
      <w:r w:rsidR="00C90F8D">
        <w:t>.</w:t>
      </w:r>
    </w:p>
    <w:p w14:paraId="7AA667F0" w14:textId="77777777" w:rsidR="00C90F8D" w:rsidRDefault="00C90F8D">
      <w:r>
        <w:rPr>
          <w:rFonts w:eastAsia="Georgia"/>
        </w:rPr>
        <w:t>— </w:t>
      </w:r>
      <w:r w:rsidR="00AB2DE8">
        <w:t>Lisez</w:t>
      </w:r>
      <w:r>
        <w:t xml:space="preserve">, </w:t>
      </w:r>
      <w:r w:rsidR="00AB2DE8">
        <w:t>dit-elle</w:t>
      </w:r>
      <w:r>
        <w:t xml:space="preserve">, </w:t>
      </w:r>
      <w:r w:rsidR="00AB2DE8">
        <w:t>trépignant d</w:t>
      </w:r>
      <w:r>
        <w:t>’</w:t>
      </w:r>
      <w:r w:rsidR="00AB2DE8">
        <w:t>impatience</w:t>
      </w:r>
      <w:r>
        <w:t>.</w:t>
      </w:r>
    </w:p>
    <w:p w14:paraId="3D9DE664" w14:textId="77777777" w:rsidR="00C90F8D" w:rsidRDefault="00AB2DE8">
      <w:r>
        <w:t>J</w:t>
      </w:r>
      <w:r w:rsidR="00C90F8D">
        <w:t>’</w:t>
      </w:r>
      <w:r>
        <w:t>obéis</w:t>
      </w:r>
      <w:r w:rsidR="00C90F8D">
        <w:t xml:space="preserve">, </w:t>
      </w:r>
      <w:r>
        <w:t>abasourdi</w:t>
      </w:r>
      <w:r w:rsidR="00C90F8D">
        <w:t xml:space="preserve">. </w:t>
      </w:r>
      <w:r>
        <w:t>Ayant lu</w:t>
      </w:r>
      <w:r w:rsidR="00C90F8D">
        <w:t xml:space="preserve">, </w:t>
      </w:r>
      <w:r>
        <w:t>je rendis le papier à Armide</w:t>
      </w:r>
      <w:r w:rsidR="00C90F8D">
        <w:t>.</w:t>
      </w:r>
    </w:p>
    <w:p w14:paraId="2511A7E8" w14:textId="77777777" w:rsidR="00C90F8D" w:rsidRDefault="00C90F8D">
      <w:r>
        <w:rPr>
          <w:rFonts w:eastAsia="Georgia"/>
        </w:rPr>
        <w:t>— </w:t>
      </w:r>
      <w:r w:rsidR="00AB2DE8">
        <w:t>Eh bien</w:t>
      </w:r>
      <w:r>
        <w:t> ?</w:t>
      </w:r>
    </w:p>
    <w:p w14:paraId="4469F071" w14:textId="77777777" w:rsidR="00C90F8D" w:rsidRDefault="00C90F8D">
      <w:r>
        <w:rPr>
          <w:rFonts w:eastAsia="Georgia"/>
        </w:rPr>
        <w:t>— </w:t>
      </w:r>
      <w:r w:rsidR="00AB2DE8">
        <w:t>Eh bien</w:t>
      </w:r>
      <w:r>
        <w:t xml:space="preserve">, </w:t>
      </w:r>
      <w:r w:rsidR="00AB2DE8">
        <w:t>mais</w:t>
      </w:r>
      <w:r>
        <w:t xml:space="preserve">… </w:t>
      </w:r>
      <w:r w:rsidR="00AB2DE8">
        <w:t>je ne comprends pas</w:t>
      </w:r>
      <w:r>
        <w:t xml:space="preserve">. </w:t>
      </w:r>
      <w:r w:rsidR="00AB2DE8">
        <w:t>Votre père écrit qu</w:t>
      </w:r>
      <w:r>
        <w:t>’</w:t>
      </w:r>
      <w:r w:rsidR="00AB2DE8">
        <w:t>il a besoin de vingt-cinq mille roubles</w:t>
      </w:r>
      <w:r>
        <w:t xml:space="preserve">. </w:t>
      </w:r>
      <w:r w:rsidR="00AB2DE8">
        <w:t>Comme cela</w:t>
      </w:r>
      <w:r>
        <w:t xml:space="preserve">, </w:t>
      </w:r>
      <w:r w:rsidR="00AB2DE8">
        <w:t>tout de suite</w:t>
      </w:r>
      <w:r>
        <w:t xml:space="preserve"> ! </w:t>
      </w:r>
      <w:r w:rsidR="00AB2DE8">
        <w:t>Une pareille somme</w:t>
      </w:r>
      <w:r>
        <w:t xml:space="preserve"> ! </w:t>
      </w:r>
      <w:r w:rsidR="00AB2DE8">
        <w:t>Qu</w:t>
      </w:r>
      <w:r>
        <w:t>’</w:t>
      </w:r>
      <w:r w:rsidR="00AB2DE8">
        <w:t>est-ce qu</w:t>
      </w:r>
      <w:r>
        <w:t>’</w:t>
      </w:r>
      <w:r w:rsidR="00AB2DE8">
        <w:t>il peut bien vouloir en faire</w:t>
      </w:r>
      <w:r>
        <w:t xml:space="preserve"> ? </w:t>
      </w:r>
      <w:r w:rsidR="00AB2DE8">
        <w:t>Il a joué</w:t>
      </w:r>
      <w:r>
        <w:t xml:space="preserve"> ? </w:t>
      </w:r>
      <w:r w:rsidR="00AB2DE8">
        <w:t>Il a perdu</w:t>
      </w:r>
      <w:r>
        <w:t> ?</w:t>
      </w:r>
    </w:p>
    <w:p w14:paraId="5BC3AEE2" w14:textId="77777777" w:rsidR="00C90F8D" w:rsidRDefault="00AB2DE8">
      <w:r>
        <w:t>Elle me regarda avec un indicible mépris</w:t>
      </w:r>
      <w:r w:rsidR="00C90F8D">
        <w:t>.</w:t>
      </w:r>
    </w:p>
    <w:p w14:paraId="3FDD4EB0" w14:textId="77777777" w:rsidR="00C90F8D" w:rsidRDefault="00C90F8D">
      <w:r>
        <w:rPr>
          <w:rFonts w:eastAsia="Georgia"/>
        </w:rPr>
        <w:t>— </w:t>
      </w:r>
      <w:r w:rsidR="00AB2DE8">
        <w:t>S</w:t>
      </w:r>
      <w:r>
        <w:t>’</w:t>
      </w:r>
      <w:r w:rsidR="00AB2DE8">
        <w:t>il avait gagné</w:t>
      </w:r>
      <w:r>
        <w:t xml:space="preserve">, </w:t>
      </w:r>
      <w:r w:rsidR="00AB2DE8">
        <w:t>il est probable qu</w:t>
      </w:r>
      <w:r>
        <w:t>’</w:t>
      </w:r>
      <w:r w:rsidR="00AB2DE8">
        <w:t>il ne nous aurait pas envoyé un messager</w:t>
      </w:r>
      <w:r>
        <w:t xml:space="preserve">, </w:t>
      </w:r>
      <w:r w:rsidR="00AB2DE8">
        <w:t>à seule fin de nous en porter la nouvelle</w:t>
      </w:r>
      <w:r>
        <w:t xml:space="preserve">. </w:t>
      </w:r>
      <w:r w:rsidR="00AB2DE8">
        <w:t>Mais lisez donc</w:t>
      </w:r>
      <w:r>
        <w:t xml:space="preserve"> ! </w:t>
      </w:r>
      <w:r w:rsidR="00AB2DE8">
        <w:t>Pour rester à ce point insensible</w:t>
      </w:r>
      <w:r>
        <w:t xml:space="preserve">, </w:t>
      </w:r>
      <w:r w:rsidR="00AB2DE8">
        <w:t>il faut que vous n</w:t>
      </w:r>
      <w:r>
        <w:t>’</w:t>
      </w:r>
      <w:r w:rsidR="00AB2DE8">
        <w:t>ayez pas tout lu</w:t>
      </w:r>
      <w:r>
        <w:t>.</w:t>
      </w:r>
    </w:p>
    <w:p w14:paraId="06497F2C" w14:textId="77777777" w:rsidR="00C90F8D" w:rsidRDefault="00C90F8D">
      <w:r>
        <w:rPr>
          <w:rFonts w:eastAsia="Georgia"/>
        </w:rPr>
        <w:lastRenderedPageBreak/>
        <w:t>— </w:t>
      </w:r>
      <w:r w:rsidR="00AB2DE8">
        <w:t>J</w:t>
      </w:r>
      <w:r>
        <w:t>’</w:t>
      </w:r>
      <w:r w:rsidR="00AB2DE8">
        <w:t>ai tout lu</w:t>
      </w:r>
      <w:r>
        <w:t xml:space="preserve">. </w:t>
      </w:r>
      <w:r w:rsidR="00AB2DE8">
        <w:t>Il dit qu</w:t>
      </w:r>
      <w:r>
        <w:t>’</w:t>
      </w:r>
      <w:r w:rsidR="00AB2DE8">
        <w:t>il est gardé à vue</w:t>
      </w:r>
      <w:r>
        <w:t xml:space="preserve">, </w:t>
      </w:r>
      <w:r w:rsidR="00AB2DE8">
        <w:t>et que s</w:t>
      </w:r>
      <w:r>
        <w:t>’</w:t>
      </w:r>
      <w:r w:rsidR="00AB2DE8">
        <w:t>il n</w:t>
      </w:r>
      <w:r>
        <w:t>’</w:t>
      </w:r>
      <w:r w:rsidR="00AB2DE8">
        <w:t>a pas la somme d</w:t>
      </w:r>
      <w:r>
        <w:t>’</w:t>
      </w:r>
      <w:r w:rsidR="00AB2DE8">
        <w:t>ici une heure</w:t>
      </w:r>
      <w:r>
        <w:t xml:space="preserve">, </w:t>
      </w:r>
      <w:r w:rsidR="00AB2DE8">
        <w:t>les pires éventualités sont à craindre pour lui</w:t>
      </w:r>
      <w:r>
        <w:t xml:space="preserve">. </w:t>
      </w:r>
      <w:r w:rsidR="00AB2DE8">
        <w:t>J</w:t>
      </w:r>
      <w:r>
        <w:t>’</w:t>
      </w:r>
      <w:r w:rsidR="00AB2DE8">
        <w:t>avoue ne pas très bien saisir</w:t>
      </w:r>
      <w:r>
        <w:t xml:space="preserve">… </w:t>
      </w:r>
      <w:r w:rsidR="00AB2DE8">
        <w:t>Mon Dieu</w:t>
      </w:r>
      <w:r>
        <w:t xml:space="preserve">, </w:t>
      </w:r>
      <w:r w:rsidR="00AB2DE8">
        <w:t>qu</w:t>
      </w:r>
      <w:r>
        <w:t>’</w:t>
      </w:r>
      <w:r w:rsidR="00AB2DE8">
        <w:t>avez-vous</w:t>
      </w:r>
      <w:r>
        <w:t> ?</w:t>
      </w:r>
    </w:p>
    <w:p w14:paraId="430227CC" w14:textId="77777777" w:rsidR="00C90F8D" w:rsidRDefault="00AB2DE8">
      <w:r>
        <w:t>Elle chancelait</w:t>
      </w:r>
      <w:r w:rsidR="00C90F8D">
        <w:t xml:space="preserve">. </w:t>
      </w:r>
      <w:r>
        <w:t>J</w:t>
      </w:r>
      <w:r w:rsidR="00C90F8D">
        <w:t>’</w:t>
      </w:r>
      <w:r>
        <w:t>eus tout juste le temps de la retenir dans mes bras</w:t>
      </w:r>
      <w:r w:rsidR="00C90F8D">
        <w:t>.</w:t>
      </w:r>
    </w:p>
    <w:p w14:paraId="36D94B05" w14:textId="77777777" w:rsidR="00C90F8D" w:rsidRDefault="00C90F8D">
      <w:r>
        <w:rPr>
          <w:rFonts w:eastAsia="Georgia"/>
        </w:rPr>
        <w:t>— </w:t>
      </w:r>
      <w:r w:rsidR="00AB2DE8">
        <w:t>Que voulez-vous que nous fassions</w:t>
      </w:r>
      <w:r>
        <w:t> ?</w:t>
      </w:r>
    </w:p>
    <w:p w14:paraId="66BEAB94" w14:textId="77777777" w:rsidR="00C90F8D" w:rsidRDefault="00C90F8D">
      <w:r>
        <w:rPr>
          <w:rFonts w:eastAsia="Georgia"/>
        </w:rPr>
        <w:t>— </w:t>
      </w:r>
      <w:r w:rsidR="00AB2DE8">
        <w:t>Partir</w:t>
      </w:r>
      <w:r>
        <w:t xml:space="preserve">, </w:t>
      </w:r>
      <w:r w:rsidR="00AB2DE8">
        <w:t>partir tout de suite</w:t>
      </w:r>
      <w:r>
        <w:t xml:space="preserve">. </w:t>
      </w:r>
      <w:r w:rsidR="00AB2DE8">
        <w:t>L</w:t>
      </w:r>
      <w:r>
        <w:t>’</w:t>
      </w:r>
      <w:r w:rsidR="00AB2DE8">
        <w:t>homme qui a porté la lettre a une automobile</w:t>
      </w:r>
      <w:r>
        <w:t>.</w:t>
      </w:r>
    </w:p>
    <w:p w14:paraId="332AA852" w14:textId="77777777" w:rsidR="00C90F8D" w:rsidRDefault="00C90F8D">
      <w:r>
        <w:rPr>
          <w:rFonts w:eastAsia="Georgia"/>
        </w:rPr>
        <w:t>— </w:t>
      </w:r>
      <w:r w:rsidR="00AB2DE8">
        <w:t>Partir</w:t>
      </w:r>
      <w:r>
        <w:t xml:space="preserve">, </w:t>
      </w:r>
      <w:r w:rsidR="00AB2DE8">
        <w:t>dis-je</w:t>
      </w:r>
      <w:r>
        <w:t xml:space="preserve">. </w:t>
      </w:r>
      <w:r w:rsidR="00AB2DE8">
        <w:t>Et l</w:t>
      </w:r>
      <w:r>
        <w:t>’</w:t>
      </w:r>
      <w:r w:rsidR="00AB2DE8">
        <w:t>argent</w:t>
      </w:r>
      <w:r>
        <w:t xml:space="preserve">, </w:t>
      </w:r>
      <w:r w:rsidR="00AB2DE8">
        <w:t>vous l</w:t>
      </w:r>
      <w:r>
        <w:t>’</w:t>
      </w:r>
      <w:r w:rsidR="00AB2DE8">
        <w:t>avez</w:t>
      </w:r>
      <w:r>
        <w:t> ?</w:t>
      </w:r>
    </w:p>
    <w:p w14:paraId="2F7D627E" w14:textId="77777777" w:rsidR="00C90F8D" w:rsidRDefault="00AB2DE8">
      <w:r>
        <w:t>Elle me repoussa avec violence</w:t>
      </w:r>
      <w:r w:rsidR="00C90F8D">
        <w:t xml:space="preserve">. </w:t>
      </w:r>
      <w:r>
        <w:t>Je crus voir une lionne en furie</w:t>
      </w:r>
      <w:r w:rsidR="00C90F8D">
        <w:t>.</w:t>
      </w:r>
    </w:p>
    <w:p w14:paraId="20ACE294" w14:textId="77777777" w:rsidR="00C90F8D" w:rsidRDefault="00C90F8D">
      <w:r>
        <w:rPr>
          <w:rFonts w:eastAsia="Georgia"/>
        </w:rPr>
        <w:t>— </w:t>
      </w:r>
      <w:r w:rsidR="00AB2DE8">
        <w:t>L</w:t>
      </w:r>
      <w:r>
        <w:t>’</w:t>
      </w:r>
      <w:r w:rsidR="00AB2DE8">
        <w:t>argent</w:t>
      </w:r>
      <w:r>
        <w:t xml:space="preserve"> ! </w:t>
      </w:r>
      <w:r w:rsidR="00AB2DE8">
        <w:t>Si je l</w:t>
      </w:r>
      <w:r>
        <w:t>’</w:t>
      </w:r>
      <w:r w:rsidR="00AB2DE8">
        <w:t>avais</w:t>
      </w:r>
      <w:r>
        <w:t xml:space="preserve">, </w:t>
      </w:r>
      <w:r w:rsidR="00AB2DE8">
        <w:t>est-ce que vous croyez que j</w:t>
      </w:r>
      <w:r>
        <w:t>’</w:t>
      </w:r>
      <w:r w:rsidR="00AB2DE8">
        <w:t>aurais seulement pensé à vous</w:t>
      </w:r>
      <w:r>
        <w:t> ?</w:t>
      </w:r>
    </w:p>
    <w:p w14:paraId="0C634F56" w14:textId="77777777" w:rsidR="00C90F8D" w:rsidRDefault="00C90F8D">
      <w:r>
        <w:rPr>
          <w:rFonts w:eastAsia="Georgia"/>
        </w:rPr>
        <w:t>— </w:t>
      </w:r>
      <w:r w:rsidR="00AB2DE8">
        <w:t>Ah</w:t>
      </w:r>
      <w:r>
        <w:t xml:space="preserve"> ! </w:t>
      </w:r>
      <w:r w:rsidR="00AB2DE8">
        <w:t>fis-je</w:t>
      </w:r>
      <w:r>
        <w:t xml:space="preserve">, </w:t>
      </w:r>
      <w:r w:rsidR="00AB2DE8">
        <w:t>sentant à mon tour la colère me gagner</w:t>
      </w:r>
      <w:r>
        <w:t xml:space="preserve">, </w:t>
      </w:r>
      <w:r w:rsidR="00AB2DE8">
        <w:t>eh bien</w:t>
      </w:r>
      <w:r>
        <w:t xml:space="preserve"> ! </w:t>
      </w:r>
      <w:r w:rsidR="00AB2DE8">
        <w:t>puisque c</w:t>
      </w:r>
      <w:r>
        <w:t>’</w:t>
      </w:r>
      <w:r w:rsidR="00AB2DE8">
        <w:t>est ainsi</w:t>
      </w:r>
      <w:r>
        <w:t xml:space="preserve">, </w:t>
      </w:r>
      <w:r w:rsidR="00AB2DE8">
        <w:t>j</w:t>
      </w:r>
      <w:r>
        <w:t>’</w:t>
      </w:r>
      <w:r w:rsidR="00AB2DE8">
        <w:t>aime autant vous prévenir que je ne l</w:t>
      </w:r>
      <w:r>
        <w:t>’</w:t>
      </w:r>
      <w:r w:rsidR="00AB2DE8">
        <w:t>ai pas</w:t>
      </w:r>
      <w:r>
        <w:t xml:space="preserve">, </w:t>
      </w:r>
      <w:r w:rsidR="00AB2DE8">
        <w:t>moi non plus</w:t>
      </w:r>
      <w:r>
        <w:t>.</w:t>
      </w:r>
    </w:p>
    <w:p w14:paraId="3E768D53" w14:textId="77777777" w:rsidR="00C90F8D" w:rsidRDefault="00C90F8D">
      <w:r>
        <w:rPr>
          <w:rFonts w:eastAsia="Georgia"/>
        </w:rPr>
        <w:t>— </w:t>
      </w:r>
      <w:r w:rsidR="00AB2DE8">
        <w:t>Tu ne l</w:t>
      </w:r>
      <w:r>
        <w:t>’</w:t>
      </w:r>
      <w:r w:rsidR="00AB2DE8">
        <w:t>as pas</w:t>
      </w:r>
      <w:r>
        <w:t> ?</w:t>
      </w:r>
    </w:p>
    <w:p w14:paraId="75EDB865" w14:textId="77777777" w:rsidR="00C90F8D" w:rsidRDefault="00AB2DE8">
      <w:r>
        <w:t>Elle marchait sur moi</w:t>
      </w:r>
      <w:r w:rsidR="00C90F8D">
        <w:t xml:space="preserve">. </w:t>
      </w:r>
      <w:r>
        <w:t>Je reculai</w:t>
      </w:r>
      <w:r w:rsidR="00C90F8D">
        <w:t xml:space="preserve">. </w:t>
      </w:r>
      <w:r>
        <w:t>Et soudain</w:t>
      </w:r>
      <w:r w:rsidR="00C90F8D">
        <w:t xml:space="preserve">, </w:t>
      </w:r>
      <w:r>
        <w:t>elle éclata en sanglots</w:t>
      </w:r>
      <w:r w:rsidR="00C90F8D">
        <w:t xml:space="preserve">, </w:t>
      </w:r>
      <w:r>
        <w:t>s</w:t>
      </w:r>
      <w:r w:rsidR="00C90F8D">
        <w:t>’</w:t>
      </w:r>
      <w:r>
        <w:t>accrocha à mon cou</w:t>
      </w:r>
      <w:r w:rsidR="00C90F8D">
        <w:t>.</w:t>
      </w:r>
    </w:p>
    <w:p w14:paraId="7FC34E06" w14:textId="77777777" w:rsidR="00C90F8D" w:rsidRDefault="00C90F8D">
      <w:r>
        <w:rPr>
          <w:rFonts w:eastAsia="Georgia"/>
        </w:rPr>
        <w:t>— </w:t>
      </w:r>
      <w:r w:rsidR="00AB2DE8">
        <w:t>Tu ne l</w:t>
      </w:r>
      <w:r>
        <w:t>’</w:t>
      </w:r>
      <w:r w:rsidR="00AB2DE8">
        <w:t>as pas</w:t>
      </w:r>
      <w:r>
        <w:t xml:space="preserve"> ? </w:t>
      </w:r>
      <w:r w:rsidR="00AB2DE8">
        <w:t>Ce n</w:t>
      </w:r>
      <w:r>
        <w:t>’</w:t>
      </w:r>
      <w:r w:rsidR="00AB2DE8">
        <w:t>est pas possible</w:t>
      </w:r>
      <w:r>
        <w:t xml:space="preserve">. </w:t>
      </w:r>
      <w:r w:rsidR="00AB2DE8">
        <w:t>Emprunte-le</w:t>
      </w:r>
      <w:r>
        <w:t xml:space="preserve">, </w:t>
      </w:r>
      <w:r w:rsidR="00AB2DE8">
        <w:t>prends-le</w:t>
      </w:r>
      <w:r>
        <w:t xml:space="preserve">. </w:t>
      </w:r>
      <w:r w:rsidR="00AB2DE8">
        <w:t>Vingt-cinq mille roubles</w:t>
      </w:r>
      <w:r>
        <w:t xml:space="preserve"> ! </w:t>
      </w:r>
      <w:r w:rsidR="00AB2DE8">
        <w:t>À quoi cela servirait-il d</w:t>
      </w:r>
      <w:r>
        <w:t>’</w:t>
      </w:r>
      <w:r w:rsidR="00AB2DE8">
        <w:t>être un homme</w:t>
      </w:r>
      <w:r>
        <w:t xml:space="preserve">, </w:t>
      </w:r>
      <w:r w:rsidR="00AB2DE8">
        <w:t>un homme comme toi</w:t>
      </w:r>
      <w:r>
        <w:t xml:space="preserve">, </w:t>
      </w:r>
      <w:r w:rsidR="00AB2DE8">
        <w:t>si on n</w:t>
      </w:r>
      <w:r>
        <w:t>’</w:t>
      </w:r>
      <w:r w:rsidR="00AB2DE8">
        <w:t>était pas capable de trouver vingt-cinq mille roubles</w:t>
      </w:r>
      <w:r>
        <w:t xml:space="preserve"> ! </w:t>
      </w:r>
      <w:r w:rsidR="00AB2DE8">
        <w:t>Tu ne comprends donc pas que tu me fais mourir</w:t>
      </w:r>
      <w:r>
        <w:t xml:space="preserve"> ! </w:t>
      </w:r>
      <w:r w:rsidR="00AB2DE8">
        <w:t>Dépêche-toi</w:t>
      </w:r>
      <w:r>
        <w:t xml:space="preserve"> ! </w:t>
      </w:r>
      <w:r w:rsidR="00AB2DE8">
        <w:t>Vingt-cinq mille roubles</w:t>
      </w:r>
      <w:r>
        <w:t xml:space="preserve"> ! </w:t>
      </w:r>
      <w:r w:rsidR="00AB2DE8">
        <w:t>Tu verras comme tu seras récompensé</w:t>
      </w:r>
      <w:r>
        <w:t>.</w:t>
      </w:r>
    </w:p>
    <w:p w14:paraId="3248ACA1" w14:textId="77777777" w:rsidR="00C90F8D" w:rsidRDefault="00AB2DE8">
      <w:r>
        <w:lastRenderedPageBreak/>
        <w:t>Ses larmes m</w:t>
      </w:r>
      <w:r w:rsidR="00C90F8D">
        <w:t>’</w:t>
      </w:r>
      <w:r>
        <w:t>inondaient la joue</w:t>
      </w:r>
      <w:r w:rsidR="00C90F8D">
        <w:t>.</w:t>
      </w:r>
    </w:p>
    <w:p w14:paraId="6787A187" w14:textId="77777777" w:rsidR="00C90F8D" w:rsidRDefault="00C90F8D">
      <w:r>
        <w:rPr>
          <w:rFonts w:eastAsia="Georgia"/>
        </w:rPr>
        <w:t>— </w:t>
      </w:r>
      <w:r w:rsidR="00AB2DE8">
        <w:t>Armide</w:t>
      </w:r>
      <w:r>
        <w:t xml:space="preserve">, </w:t>
      </w:r>
      <w:r w:rsidR="00AB2DE8">
        <w:t>balbutiai-je</w:t>
      </w:r>
      <w:r>
        <w:t xml:space="preserve">, </w:t>
      </w:r>
      <w:r w:rsidR="00AB2DE8">
        <w:t>Armide</w:t>
      </w:r>
      <w:r>
        <w:t> !</w:t>
      </w:r>
    </w:p>
    <w:p w14:paraId="6EE91EB2" w14:textId="77777777" w:rsidR="00C90F8D" w:rsidRDefault="00AB2DE8">
      <w:r>
        <w:t>Ce fut tout ce que je parvins à dire</w:t>
      </w:r>
      <w:r w:rsidR="00C90F8D">
        <w:t xml:space="preserve">. </w:t>
      </w:r>
      <w:r>
        <w:t>Ses lèvres venaient de clore les miennes par un baiser</w:t>
      </w:r>
      <w:r w:rsidR="00C90F8D">
        <w:t xml:space="preserve">, </w:t>
      </w:r>
      <w:r>
        <w:t>un baiser comme j</w:t>
      </w:r>
      <w:r w:rsidR="00C90F8D">
        <w:t>’</w:t>
      </w:r>
      <w:r>
        <w:t>ignorais qu</w:t>
      </w:r>
      <w:r w:rsidR="00C90F8D">
        <w:t>’</w:t>
      </w:r>
      <w:r>
        <w:t>il pût y en avoir</w:t>
      </w:r>
      <w:r w:rsidR="00C90F8D">
        <w:t>.</w:t>
      </w:r>
    </w:p>
    <w:p w14:paraId="6B01066A" w14:textId="77777777" w:rsidR="00C90F8D" w:rsidRDefault="00C90F8D">
      <w:r>
        <w:rPr>
          <w:rFonts w:eastAsia="Georgia"/>
        </w:rPr>
        <w:t>— </w:t>
      </w:r>
      <w:r w:rsidR="00AB2DE8">
        <w:t>Attendez-moi</w:t>
      </w:r>
      <w:r>
        <w:t xml:space="preserve">, </w:t>
      </w:r>
      <w:r w:rsidR="00AB2DE8">
        <w:t>ici</w:t>
      </w:r>
      <w:r>
        <w:t xml:space="preserve">, </w:t>
      </w:r>
      <w:r w:rsidR="00AB2DE8">
        <w:t>dis-je</w:t>
      </w:r>
      <w:r>
        <w:t xml:space="preserve">, </w:t>
      </w:r>
      <w:r w:rsidR="00AB2DE8">
        <w:t>résolument</w:t>
      </w:r>
      <w:r>
        <w:t>.</w:t>
      </w:r>
    </w:p>
    <w:p w14:paraId="7C00E699" w14:textId="77777777" w:rsidR="00C90F8D" w:rsidRDefault="00AB2DE8">
      <w:r>
        <w:t>La clef du caveau où j</w:t>
      </w:r>
      <w:r w:rsidR="00C90F8D">
        <w:t>’</w:t>
      </w:r>
      <w:r>
        <w:t>avais dissimulé la cassette qui contenait mon argent et celui de l</w:t>
      </w:r>
      <w:r w:rsidR="00C90F8D">
        <w:t>’</w:t>
      </w:r>
      <w:r>
        <w:t>usine</w:t>
      </w:r>
      <w:r w:rsidR="00C90F8D">
        <w:t xml:space="preserve">, </w:t>
      </w:r>
      <w:r>
        <w:t>cette clef se trouvait elle-même dissimulée dans une fente du manteau de la cheminée</w:t>
      </w:r>
      <w:r w:rsidR="00C90F8D">
        <w:t xml:space="preserve">. </w:t>
      </w:r>
      <w:r>
        <w:t>Mes doigts tremblants tâtaient la paroi obscure</w:t>
      </w:r>
      <w:r w:rsidR="00C90F8D">
        <w:t xml:space="preserve">. </w:t>
      </w:r>
      <w:r>
        <w:t>Armide suivait chacun de mes gestes de ses yeux hagards</w:t>
      </w:r>
      <w:r w:rsidR="00C90F8D">
        <w:t>.</w:t>
      </w:r>
    </w:p>
    <w:p w14:paraId="6A11608F" w14:textId="77777777" w:rsidR="00C90F8D" w:rsidRDefault="00C90F8D">
      <w:r>
        <w:rPr>
          <w:rFonts w:eastAsia="Georgia"/>
        </w:rPr>
        <w:t>— </w:t>
      </w:r>
      <w:r w:rsidR="00AB2DE8">
        <w:t>Que faites-vous</w:t>
      </w:r>
      <w:r>
        <w:t> ?</w:t>
      </w:r>
    </w:p>
    <w:p w14:paraId="4BB83F02" w14:textId="77777777" w:rsidR="00C90F8D" w:rsidRDefault="00C90F8D">
      <w:r>
        <w:rPr>
          <w:rFonts w:eastAsia="Georgia"/>
        </w:rPr>
        <w:t>— </w:t>
      </w:r>
      <w:r w:rsidR="00AB2DE8">
        <w:t>Attendez-moi</w:t>
      </w:r>
      <w:r>
        <w:t xml:space="preserve">. </w:t>
      </w:r>
      <w:r w:rsidR="00AB2DE8">
        <w:t>Je reviens</w:t>
      </w:r>
      <w:r>
        <w:t>.</w:t>
      </w:r>
    </w:p>
    <w:p w14:paraId="5D04B97E" w14:textId="77777777" w:rsidR="00C90F8D" w:rsidRDefault="00C90F8D">
      <w:r>
        <w:rPr>
          <w:rFonts w:eastAsia="Georgia"/>
        </w:rPr>
        <w:t xml:space="preserve">… </w:t>
      </w:r>
      <w:r w:rsidR="00AB2DE8">
        <w:t>Cinq mille</w:t>
      </w:r>
      <w:r>
        <w:t xml:space="preserve">, </w:t>
      </w:r>
      <w:r w:rsidR="00AB2DE8">
        <w:t>dix</w:t>
      </w:r>
      <w:r>
        <w:t xml:space="preserve">, </w:t>
      </w:r>
      <w:r w:rsidR="00AB2DE8">
        <w:t>vingt</w:t>
      </w:r>
      <w:r>
        <w:t xml:space="preserve">, </w:t>
      </w:r>
      <w:r w:rsidR="00AB2DE8">
        <w:t>vingt-cinq mille roubles</w:t>
      </w:r>
      <w:r>
        <w:t xml:space="preserve">. </w:t>
      </w:r>
      <w:r w:rsidR="00AB2DE8">
        <w:t>À la lueur de ma lanterne</w:t>
      </w:r>
      <w:r>
        <w:t xml:space="preserve">, </w:t>
      </w:r>
      <w:r w:rsidR="00AB2DE8">
        <w:t>je comptais les liasses de billets de banque</w:t>
      </w:r>
      <w:r>
        <w:t xml:space="preserve">, </w:t>
      </w:r>
      <w:r w:rsidR="00AB2DE8">
        <w:t>les recomptais</w:t>
      </w:r>
      <w:r>
        <w:t xml:space="preserve">. </w:t>
      </w:r>
      <w:r w:rsidR="00AB2DE8">
        <w:t>Plus de soixante mille francs</w:t>
      </w:r>
      <w:r>
        <w:t xml:space="preserve"> ! </w:t>
      </w:r>
      <w:r w:rsidR="00AB2DE8">
        <w:t>Quinze bourses d</w:t>
      </w:r>
      <w:r>
        <w:t>’</w:t>
      </w:r>
      <w:r w:rsidR="00AB2DE8">
        <w:t>études à Polytechnique</w:t>
      </w:r>
      <w:r>
        <w:t xml:space="preserve">, </w:t>
      </w:r>
      <w:r w:rsidR="00AB2DE8">
        <w:t>la vie de dix familles françaises honorables</w:t>
      </w:r>
      <w:r>
        <w:t xml:space="preserve">, </w:t>
      </w:r>
      <w:r w:rsidR="00AB2DE8">
        <w:t>pendant un an</w:t>
      </w:r>
      <w:r>
        <w:t xml:space="preserve">, </w:t>
      </w:r>
      <w:r w:rsidR="00AB2DE8">
        <w:t>avant la guerre</w:t>
      </w:r>
      <w:r>
        <w:t> !…</w:t>
      </w:r>
    </w:p>
    <w:p w14:paraId="3C12D687" w14:textId="77777777" w:rsidR="00C90F8D" w:rsidRDefault="00AB2DE8">
      <w:r>
        <w:t>Armide me guettait en haut de l</w:t>
      </w:r>
      <w:r w:rsidR="00C90F8D">
        <w:t>’</w:t>
      </w:r>
      <w:r>
        <w:t>escalier</w:t>
      </w:r>
      <w:r w:rsidR="00C90F8D">
        <w:t>.</w:t>
      </w:r>
    </w:p>
    <w:p w14:paraId="1DB92558" w14:textId="77777777" w:rsidR="00C90F8D" w:rsidRDefault="00C90F8D">
      <w:r>
        <w:rPr>
          <w:rFonts w:eastAsia="Georgia"/>
        </w:rPr>
        <w:t>— </w:t>
      </w:r>
      <w:r w:rsidR="00AB2DE8">
        <w:t>L</w:t>
      </w:r>
      <w:r>
        <w:t>’</w:t>
      </w:r>
      <w:r w:rsidR="00AB2DE8">
        <w:t>argent</w:t>
      </w:r>
      <w:r>
        <w:t> ?</w:t>
      </w:r>
    </w:p>
    <w:p w14:paraId="6CFD6A0D" w14:textId="77777777" w:rsidR="00C90F8D" w:rsidRDefault="00C90F8D">
      <w:r>
        <w:rPr>
          <w:rFonts w:eastAsia="Georgia"/>
        </w:rPr>
        <w:t>— </w:t>
      </w:r>
      <w:r w:rsidR="00AB2DE8">
        <w:t>Je l</w:t>
      </w:r>
      <w:r>
        <w:t>’</w:t>
      </w:r>
      <w:r w:rsidR="00AB2DE8">
        <w:t>ai</w:t>
      </w:r>
      <w:r>
        <w:t xml:space="preserve">. </w:t>
      </w:r>
      <w:r w:rsidR="00AB2DE8">
        <w:t>Venez vite</w:t>
      </w:r>
      <w:r>
        <w:t>.</w:t>
      </w:r>
    </w:p>
    <w:p w14:paraId="62C27386" w14:textId="77777777" w:rsidR="00C90F8D" w:rsidRDefault="00AB2DE8">
      <w:r>
        <w:t>C</w:t>
      </w:r>
      <w:r w:rsidR="00C90F8D">
        <w:t>’</w:t>
      </w:r>
      <w:r>
        <w:t>était moi</w:t>
      </w:r>
      <w:r w:rsidR="00C90F8D">
        <w:t xml:space="preserve">, </w:t>
      </w:r>
      <w:r>
        <w:t>maintenant</w:t>
      </w:r>
      <w:r w:rsidR="00C90F8D">
        <w:t xml:space="preserve">, </w:t>
      </w:r>
      <w:r>
        <w:t>qui avais le plus de hâte</w:t>
      </w:r>
      <w:r w:rsidR="00C90F8D">
        <w:t xml:space="preserve">. </w:t>
      </w:r>
      <w:r>
        <w:t>Ayant jeté sur mes épaules un pardessus</w:t>
      </w:r>
      <w:r w:rsidR="00C90F8D">
        <w:t xml:space="preserve">, </w:t>
      </w:r>
      <w:r>
        <w:t>je la poussai dans l</w:t>
      </w:r>
      <w:r w:rsidR="00C90F8D">
        <w:t>’</w:t>
      </w:r>
      <w:r>
        <w:t>automobile</w:t>
      </w:r>
      <w:r w:rsidR="00C90F8D">
        <w:t xml:space="preserve">. </w:t>
      </w:r>
      <w:r>
        <w:t>Durant tout le trajet</w:t>
      </w:r>
      <w:r w:rsidR="00C90F8D">
        <w:t xml:space="preserve">, </w:t>
      </w:r>
      <w:r>
        <w:t>elle ne cessa de m</w:t>
      </w:r>
      <w:r w:rsidR="00C90F8D">
        <w:t>’</w:t>
      </w:r>
      <w:r>
        <w:t>embrasser avec emportement</w:t>
      </w:r>
      <w:r w:rsidR="00C90F8D">
        <w:t xml:space="preserve">. </w:t>
      </w:r>
      <w:r>
        <w:t>Et moi</w:t>
      </w:r>
      <w:r w:rsidR="00C90F8D">
        <w:t xml:space="preserve">, </w:t>
      </w:r>
      <w:r>
        <w:t>je me rendais compte que</w:t>
      </w:r>
      <w:r w:rsidR="00C90F8D">
        <w:t xml:space="preserve">, </w:t>
      </w:r>
      <w:r>
        <w:t xml:space="preserve">dans </w:t>
      </w:r>
      <w:r>
        <w:lastRenderedPageBreak/>
        <w:t>son affolement</w:t>
      </w:r>
      <w:r w:rsidR="00C90F8D">
        <w:t xml:space="preserve">, </w:t>
      </w:r>
      <w:r>
        <w:t>elle n</w:t>
      </w:r>
      <w:r w:rsidR="00C90F8D">
        <w:t>’</w:t>
      </w:r>
      <w:r>
        <w:t>avait pas eu le temps de s</w:t>
      </w:r>
      <w:r w:rsidR="00C90F8D">
        <w:t>’</w:t>
      </w:r>
      <w:r>
        <w:t>habiller</w:t>
      </w:r>
      <w:r w:rsidR="00C90F8D">
        <w:t xml:space="preserve">, </w:t>
      </w:r>
      <w:r>
        <w:t>et que</w:t>
      </w:r>
      <w:r w:rsidR="00C90F8D">
        <w:t xml:space="preserve">, </w:t>
      </w:r>
      <w:r>
        <w:t>sous sa fourrure</w:t>
      </w:r>
      <w:r w:rsidR="00C90F8D">
        <w:t xml:space="preserve">, </w:t>
      </w:r>
      <w:r>
        <w:t>elle était nue</w:t>
      </w:r>
      <w:r w:rsidR="00C90F8D">
        <w:t>.</w:t>
      </w:r>
    </w:p>
    <w:p w14:paraId="3D9C4CE8" w14:textId="50DA5382" w:rsidR="00AB2DE8" w:rsidRDefault="00AB2DE8"/>
    <w:p w14:paraId="40745BB0" w14:textId="77777777" w:rsidR="00C90F8D" w:rsidRDefault="00AB2DE8">
      <w:r>
        <w:t>Les récents événements</w:t>
      </w:r>
      <w:r w:rsidR="00C90F8D">
        <w:t xml:space="preserve"> : </w:t>
      </w:r>
      <w:r>
        <w:t>prise d</w:t>
      </w:r>
      <w:r w:rsidR="00C90F8D">
        <w:t>’</w:t>
      </w:r>
      <w:r>
        <w:t>Orenbourg par les bolcheviks</w:t>
      </w:r>
      <w:r w:rsidR="00C90F8D">
        <w:t xml:space="preserve">, </w:t>
      </w:r>
      <w:r>
        <w:t>exode des populations des districts envahis</w:t>
      </w:r>
      <w:r w:rsidR="00C90F8D">
        <w:t xml:space="preserve"> – </w:t>
      </w:r>
      <w:r>
        <w:t>avaient apporté à Novo-Petrovsk une sorte de vie active</w:t>
      </w:r>
      <w:r w:rsidR="00C90F8D">
        <w:t xml:space="preserve">, </w:t>
      </w:r>
      <w:r>
        <w:t>et qui</w:t>
      </w:r>
      <w:r w:rsidR="00C90F8D">
        <w:t xml:space="preserve">, </w:t>
      </w:r>
      <w:r>
        <w:t>en tout cas</w:t>
      </w:r>
      <w:r w:rsidR="00C90F8D">
        <w:t xml:space="preserve">, </w:t>
      </w:r>
      <w:r>
        <w:t>n</w:t>
      </w:r>
      <w:r w:rsidR="00C90F8D">
        <w:t>’</w:t>
      </w:r>
      <w:r>
        <w:t>était point du meilleur aloi</w:t>
      </w:r>
      <w:r w:rsidR="00C90F8D">
        <w:t xml:space="preserve">. </w:t>
      </w:r>
      <w:r>
        <w:t>Malgré l</w:t>
      </w:r>
      <w:r w:rsidR="00C90F8D">
        <w:t>’</w:t>
      </w:r>
      <w:r>
        <w:t>heure où nous arrivâmes</w:t>
      </w:r>
      <w:r w:rsidR="00C90F8D">
        <w:t xml:space="preserve">, </w:t>
      </w:r>
      <w:r>
        <w:t>il y avait encore des fenêtres éclairées</w:t>
      </w:r>
      <w:r w:rsidR="00C90F8D">
        <w:t xml:space="preserve">. </w:t>
      </w:r>
      <w:r>
        <w:t>Les rues latérales résonnaient de jurons</w:t>
      </w:r>
      <w:r w:rsidR="00C90F8D">
        <w:t xml:space="preserve">, </w:t>
      </w:r>
      <w:r>
        <w:t>de bruits de rixes</w:t>
      </w:r>
      <w:r w:rsidR="00C90F8D">
        <w:t xml:space="preserve">. </w:t>
      </w:r>
      <w:r>
        <w:t>Je ne reconnaissais plus cette ville</w:t>
      </w:r>
      <w:r w:rsidR="00C90F8D">
        <w:t xml:space="preserve">, </w:t>
      </w:r>
      <w:r>
        <w:t>il y avait quelques semaines encore calme</w:t>
      </w:r>
      <w:r w:rsidR="00C90F8D">
        <w:t xml:space="preserve">, </w:t>
      </w:r>
      <w:r>
        <w:t>paisible</w:t>
      </w:r>
      <w:r w:rsidR="00C90F8D">
        <w:t xml:space="preserve">, </w:t>
      </w:r>
      <w:r>
        <w:t>presque endormie</w:t>
      </w:r>
      <w:r w:rsidR="00C90F8D">
        <w:t>.</w:t>
      </w:r>
    </w:p>
    <w:p w14:paraId="30068783" w14:textId="77777777" w:rsidR="00C90F8D" w:rsidRDefault="00AB2DE8">
      <w:r>
        <w:t>En temps ordinaire</w:t>
      </w:r>
      <w:r w:rsidR="00C90F8D">
        <w:t xml:space="preserve">, </w:t>
      </w:r>
      <w:r>
        <w:t>je savais bien ce que j</w:t>
      </w:r>
      <w:r w:rsidR="00C90F8D">
        <w:t>’</w:t>
      </w:r>
      <w:r>
        <w:t>aurais fait</w:t>
      </w:r>
      <w:r w:rsidR="00C90F8D">
        <w:t xml:space="preserve">. </w:t>
      </w:r>
      <w:r>
        <w:t>Je me serais rendu directement au Quartier Général</w:t>
      </w:r>
      <w:r w:rsidR="00C90F8D">
        <w:t xml:space="preserve">, </w:t>
      </w:r>
      <w:r>
        <w:t>et là</w:t>
      </w:r>
      <w:r w:rsidR="00C90F8D">
        <w:t xml:space="preserve">, </w:t>
      </w:r>
      <w:r>
        <w:t>réveillant</w:t>
      </w:r>
      <w:r w:rsidR="00C90F8D">
        <w:t xml:space="preserve">, </w:t>
      </w:r>
      <w:r>
        <w:t>à défaut du colonel Gregor</w:t>
      </w:r>
      <w:r w:rsidR="00C90F8D">
        <w:t xml:space="preserve">, </w:t>
      </w:r>
      <w:r>
        <w:t>un de ses officiers d</w:t>
      </w:r>
      <w:r w:rsidR="00C90F8D">
        <w:t>’</w:t>
      </w:r>
      <w:r>
        <w:t>ordonnance</w:t>
      </w:r>
      <w:r w:rsidR="00C90F8D">
        <w:t xml:space="preserve">, </w:t>
      </w:r>
      <w:r>
        <w:t>je l</w:t>
      </w:r>
      <w:r w:rsidR="00C90F8D">
        <w:t>’</w:t>
      </w:r>
      <w:r>
        <w:t>aurais mis au courant de l</w:t>
      </w:r>
      <w:r w:rsidR="00C90F8D">
        <w:t>’</w:t>
      </w:r>
      <w:r>
        <w:t>aventure de mon hôte</w:t>
      </w:r>
      <w:r w:rsidR="00C90F8D">
        <w:t xml:space="preserve">. </w:t>
      </w:r>
      <w:r>
        <w:t>Mais ce qui était possible un mois auparavant était devenu irréalisable</w:t>
      </w:r>
      <w:r w:rsidR="00C90F8D">
        <w:t xml:space="preserve">. </w:t>
      </w:r>
      <w:r>
        <w:rPr>
          <w:bCs/>
        </w:rPr>
        <w:t>Il</w:t>
      </w:r>
      <w:r>
        <w:t xml:space="preserve"> ne restait plus à Novo-Petrovsk un seul homme de l</w:t>
      </w:r>
      <w:r w:rsidR="00C90F8D">
        <w:t>’</w:t>
      </w:r>
      <w:r>
        <w:t>armée tchécoslovaque</w:t>
      </w:r>
      <w:r w:rsidR="00C90F8D">
        <w:t xml:space="preserve">. </w:t>
      </w:r>
      <w:r>
        <w:t>Tous étaient au front</w:t>
      </w:r>
      <w:r w:rsidR="00C90F8D">
        <w:t xml:space="preserve">, </w:t>
      </w:r>
      <w:r>
        <w:t>à lutter contre la poussée des troupes rouges</w:t>
      </w:r>
      <w:r w:rsidR="00C90F8D">
        <w:t xml:space="preserve">. </w:t>
      </w:r>
      <w:r>
        <w:t>Le commandement et la police de la place avaient été confiés à un détachement de Russes blancs</w:t>
      </w:r>
      <w:r w:rsidR="00C90F8D">
        <w:t xml:space="preserve">. </w:t>
      </w:r>
      <w:r>
        <w:t>Je n</w:t>
      </w:r>
      <w:r w:rsidR="00C90F8D">
        <w:t>’</w:t>
      </w:r>
      <w:r>
        <w:t>avais eu jusqu</w:t>
      </w:r>
      <w:r w:rsidR="00C90F8D">
        <w:t>’</w:t>
      </w:r>
      <w:r>
        <w:t>à ce jour aucun rapport avec les nouveaux venus</w:t>
      </w:r>
      <w:r w:rsidR="00C90F8D">
        <w:t xml:space="preserve">, </w:t>
      </w:r>
      <w:r>
        <w:t>et il me répugnait de débuter par une requête sur la nature de laquelle je n</w:t>
      </w:r>
      <w:r w:rsidR="00C90F8D">
        <w:t>’</w:t>
      </w:r>
      <w:r>
        <w:t>étais pas fixé</w:t>
      </w:r>
      <w:r w:rsidR="00C90F8D">
        <w:t xml:space="preserve">, </w:t>
      </w:r>
      <w:r>
        <w:t>mais dont j</w:t>
      </w:r>
      <w:r w:rsidR="00C90F8D">
        <w:t>’</w:t>
      </w:r>
      <w:r>
        <w:t>avais les meilleures raisons du monde de penser qu</w:t>
      </w:r>
      <w:r w:rsidR="00C90F8D">
        <w:t>’</w:t>
      </w:r>
      <w:r>
        <w:t>elle n</w:t>
      </w:r>
      <w:r w:rsidR="00C90F8D">
        <w:t>’</w:t>
      </w:r>
      <w:r>
        <w:t>était pas très honorable</w:t>
      </w:r>
      <w:r w:rsidR="00C90F8D">
        <w:t>.</w:t>
      </w:r>
    </w:p>
    <w:p w14:paraId="0736644D" w14:textId="77777777" w:rsidR="00C90F8D" w:rsidRDefault="00AB2DE8">
      <w:r>
        <w:t>D</w:t>
      </w:r>
      <w:r w:rsidR="00C90F8D">
        <w:t>’</w:t>
      </w:r>
      <w:r>
        <w:t>ailleurs</w:t>
      </w:r>
      <w:r w:rsidR="00C90F8D">
        <w:t xml:space="preserve">, </w:t>
      </w:r>
      <w:r>
        <w:t>il était trop tard</w:t>
      </w:r>
      <w:r w:rsidR="00C90F8D">
        <w:t xml:space="preserve">. </w:t>
      </w:r>
      <w:r>
        <w:t>L</w:t>
      </w:r>
      <w:r w:rsidR="00C90F8D">
        <w:t>’</w:t>
      </w:r>
      <w:r>
        <w:t>homme qui nous conduisait venait d</w:t>
      </w:r>
      <w:r w:rsidR="00C90F8D">
        <w:t>’</w:t>
      </w:r>
      <w:r>
        <w:t>arrêter son automobile</w:t>
      </w:r>
      <w:r w:rsidR="00C90F8D">
        <w:t xml:space="preserve">. </w:t>
      </w:r>
      <w:r>
        <w:t>Nous étions arrivés</w:t>
      </w:r>
      <w:r w:rsidR="00C90F8D">
        <w:t>.</w:t>
      </w:r>
    </w:p>
    <w:p w14:paraId="7A93CE29" w14:textId="77777777" w:rsidR="00C90F8D" w:rsidRDefault="00AB2DE8">
      <w:r>
        <w:t>Je distinguai un immeuble d</w:t>
      </w:r>
      <w:r w:rsidR="00C90F8D">
        <w:t>’</w:t>
      </w:r>
      <w:r>
        <w:t>aspect quelconque</w:t>
      </w:r>
      <w:r w:rsidR="00C90F8D">
        <w:t xml:space="preserve">, </w:t>
      </w:r>
      <w:r>
        <w:t>devant lequel j</w:t>
      </w:r>
      <w:r w:rsidR="00C90F8D">
        <w:t>’</w:t>
      </w:r>
      <w:r>
        <w:t>aurai pu passer dix fois sans deviner qu</w:t>
      </w:r>
      <w:r w:rsidR="00C90F8D">
        <w:t>’</w:t>
      </w:r>
      <w:r>
        <w:t xml:space="preserve">un tripot était </w:t>
      </w:r>
      <w:r>
        <w:lastRenderedPageBreak/>
        <w:t>installé là</w:t>
      </w:r>
      <w:r w:rsidR="00C90F8D">
        <w:t xml:space="preserve">. </w:t>
      </w:r>
      <w:r>
        <w:t>Deux individus</w:t>
      </w:r>
      <w:r w:rsidR="00C90F8D">
        <w:t xml:space="preserve">, </w:t>
      </w:r>
      <w:r>
        <w:t>qui portaient la même casquette que notre cicerone</w:t>
      </w:r>
      <w:r w:rsidR="00C90F8D">
        <w:rPr>
          <w:rFonts w:eastAsia="Georgia"/>
        </w:rPr>
        <w:t xml:space="preserve"> – </w:t>
      </w:r>
      <w:r>
        <w:t>à n</w:t>
      </w:r>
      <w:r w:rsidR="00C90F8D">
        <w:t>’</w:t>
      </w:r>
      <w:r>
        <w:t>en pas douter</w:t>
      </w:r>
      <w:r w:rsidR="00C90F8D">
        <w:t xml:space="preserve">, </w:t>
      </w:r>
      <w:r>
        <w:t>le personnel de l</w:t>
      </w:r>
      <w:r w:rsidR="00C90F8D">
        <w:t>’</w:t>
      </w:r>
      <w:r>
        <w:t>établissement</w:t>
      </w:r>
      <w:r w:rsidR="00C90F8D">
        <w:t xml:space="preserve"> – </w:t>
      </w:r>
      <w:r>
        <w:t>défendaient l</w:t>
      </w:r>
      <w:r w:rsidR="00C90F8D">
        <w:t>’</w:t>
      </w:r>
      <w:r>
        <w:t>accès de la porte</w:t>
      </w:r>
      <w:r w:rsidR="00C90F8D">
        <w:t xml:space="preserve">. </w:t>
      </w:r>
      <w:r>
        <w:t>Armide avait déjà engagé avec eux une violente discussion</w:t>
      </w:r>
      <w:r w:rsidR="00C90F8D">
        <w:t>.</w:t>
      </w:r>
    </w:p>
    <w:p w14:paraId="5666AE1C" w14:textId="77777777" w:rsidR="00C90F8D" w:rsidRDefault="00C90F8D">
      <w:r>
        <w:rPr>
          <w:rFonts w:eastAsia="Georgia"/>
        </w:rPr>
        <w:t>— </w:t>
      </w:r>
      <w:r w:rsidR="00AB2DE8">
        <w:t>Que disent-ils</w:t>
      </w:r>
      <w:r>
        <w:t> ?</w:t>
      </w:r>
    </w:p>
    <w:p w14:paraId="6E99E494" w14:textId="77777777" w:rsidR="00C90F8D" w:rsidRDefault="00C90F8D">
      <w:r>
        <w:rPr>
          <w:rFonts w:eastAsia="Georgia"/>
        </w:rPr>
        <w:t>— </w:t>
      </w:r>
      <w:r w:rsidR="00AB2DE8">
        <w:t>Ils prétendent m</w:t>
      </w:r>
      <w:r>
        <w:t>’</w:t>
      </w:r>
      <w:r w:rsidR="00AB2DE8">
        <w:t>empêcher d</w:t>
      </w:r>
      <w:r>
        <w:t>’</w:t>
      </w:r>
      <w:r w:rsidR="00AB2DE8">
        <w:t>entrer</w:t>
      </w:r>
      <w:r>
        <w:t>.</w:t>
      </w:r>
    </w:p>
    <w:p w14:paraId="3EC9C489" w14:textId="77777777" w:rsidR="00C90F8D" w:rsidRDefault="00C90F8D">
      <w:r>
        <w:rPr>
          <w:rFonts w:eastAsia="Georgia"/>
        </w:rPr>
        <w:t>— </w:t>
      </w:r>
      <w:r w:rsidR="00AB2DE8">
        <w:t>Cela est mieux ainsi</w:t>
      </w:r>
      <w:r>
        <w:t xml:space="preserve">. </w:t>
      </w:r>
      <w:r w:rsidR="00AB2DE8">
        <w:t>Demeurez dans l</w:t>
      </w:r>
      <w:r>
        <w:t>’</w:t>
      </w:r>
      <w:r w:rsidR="00AB2DE8">
        <w:t>automobile</w:t>
      </w:r>
      <w:r>
        <w:t xml:space="preserve">, </w:t>
      </w:r>
      <w:r w:rsidR="00AB2DE8">
        <w:t>ordonnai-je</w:t>
      </w:r>
      <w:r>
        <w:t xml:space="preserve">. </w:t>
      </w:r>
      <w:r w:rsidR="00AB2DE8">
        <w:t>Vous n</w:t>
      </w:r>
      <w:r>
        <w:t>’</w:t>
      </w:r>
      <w:r w:rsidR="00AB2DE8">
        <w:t>avez rien à faire dans un lieu pareil</w:t>
      </w:r>
      <w:r>
        <w:t>.</w:t>
      </w:r>
    </w:p>
    <w:p w14:paraId="676D82FD" w14:textId="77777777" w:rsidR="00C90F8D" w:rsidRDefault="00AB2DE8">
      <w:r>
        <w:t>Et</w:t>
      </w:r>
      <w:r w:rsidR="00C90F8D">
        <w:t xml:space="preserve">, </w:t>
      </w:r>
      <w:r>
        <w:t>sans tarder davantage</w:t>
      </w:r>
      <w:r w:rsidR="00C90F8D">
        <w:t xml:space="preserve">, </w:t>
      </w:r>
      <w:r>
        <w:t>je m</w:t>
      </w:r>
      <w:r w:rsidR="00C90F8D">
        <w:t>’</w:t>
      </w:r>
      <w:r>
        <w:t>engageai en trébuchant dans les ténèbres de l</w:t>
      </w:r>
      <w:r w:rsidR="00C90F8D">
        <w:t>’</w:t>
      </w:r>
      <w:r>
        <w:t>escalier</w:t>
      </w:r>
      <w:r w:rsidR="00C90F8D">
        <w:t>.</w:t>
      </w:r>
    </w:p>
    <w:p w14:paraId="172D1F1D" w14:textId="77777777" w:rsidR="00C90F8D" w:rsidRDefault="00AB2DE8">
      <w:r>
        <w:t>Les tripots se ressemblent tous</w:t>
      </w:r>
      <w:r w:rsidR="00C90F8D">
        <w:t xml:space="preserve">. </w:t>
      </w:r>
      <w:r>
        <w:t>Celui-là était pareil à l</w:t>
      </w:r>
      <w:r w:rsidR="00C90F8D">
        <w:t>’</w:t>
      </w:r>
      <w:r>
        <w:t>endroit</w:t>
      </w:r>
      <w:r w:rsidR="00C90F8D">
        <w:t xml:space="preserve">, </w:t>
      </w:r>
      <w:r>
        <w:t>où nous sommes allés hier</w:t>
      </w:r>
      <w:r w:rsidR="00C90F8D">
        <w:t xml:space="preserve">. </w:t>
      </w:r>
      <w:r>
        <w:t>À présent</w:t>
      </w:r>
      <w:r w:rsidR="00C90F8D">
        <w:t xml:space="preserve">, </w:t>
      </w:r>
      <w:r>
        <w:t>n</w:t>
      </w:r>
      <w:r w:rsidR="00C90F8D">
        <w:t>’</w:t>
      </w:r>
      <w:r>
        <w:t>est-ce pas</w:t>
      </w:r>
      <w:r w:rsidR="00C90F8D">
        <w:t xml:space="preserve">, </w:t>
      </w:r>
      <w:r>
        <w:t>ma frénésie de la nuit dernière commence à devenir excusable</w:t>
      </w:r>
      <w:r w:rsidR="00C90F8D">
        <w:t xml:space="preserve">, </w:t>
      </w:r>
      <w:r>
        <w:t>compréhensible</w:t>
      </w:r>
      <w:r w:rsidR="00C90F8D">
        <w:t>.</w:t>
      </w:r>
    </w:p>
    <w:p w14:paraId="1F9B469F" w14:textId="77777777" w:rsidR="00C90F8D" w:rsidRDefault="00AB2DE8">
      <w:r>
        <w:t>Tout de suite</w:t>
      </w:r>
      <w:r w:rsidR="00C90F8D">
        <w:t xml:space="preserve">, </w:t>
      </w:r>
      <w:r>
        <w:t>en entrant</w:t>
      </w:r>
      <w:r w:rsidR="00C90F8D">
        <w:t xml:space="preserve">, </w:t>
      </w:r>
      <w:r>
        <w:t>je vis le général</w:t>
      </w:r>
      <w:r w:rsidR="00C90F8D">
        <w:t xml:space="preserve">, </w:t>
      </w:r>
      <w:r>
        <w:t>et j</w:t>
      </w:r>
      <w:r w:rsidR="00C90F8D">
        <w:t>’</w:t>
      </w:r>
      <w:r>
        <w:t>avoue qu</w:t>
      </w:r>
      <w:r w:rsidR="00C90F8D">
        <w:t>’</w:t>
      </w:r>
      <w:r>
        <w:t>en une circonstance différente je me serais bien gardé de protester contre le spectacle qui s</w:t>
      </w:r>
      <w:r w:rsidR="00C90F8D">
        <w:t>’</w:t>
      </w:r>
      <w:r>
        <w:t>offrait à moi</w:t>
      </w:r>
      <w:r w:rsidR="00C90F8D">
        <w:t xml:space="preserve">. </w:t>
      </w:r>
      <w:r>
        <w:t>À la vérité</w:t>
      </w:r>
      <w:r w:rsidR="00C90F8D">
        <w:t xml:space="preserve">, </w:t>
      </w:r>
      <w:r>
        <w:t>le confident de l</w:t>
      </w:r>
      <w:r w:rsidR="00C90F8D">
        <w:t>’</w:t>
      </w:r>
      <w:r>
        <w:t xml:space="preserve">empereur </w:t>
      </w:r>
      <w:r w:rsidR="00C90F8D">
        <w:t>Alexandre III</w:t>
      </w:r>
      <w:r>
        <w:t xml:space="preserve"> était dans un assez piteux appareil</w:t>
      </w:r>
      <w:r w:rsidR="00C90F8D">
        <w:t xml:space="preserve">. </w:t>
      </w:r>
      <w:r>
        <w:t>Dépouillé de sa cérémonieuse redingote</w:t>
      </w:r>
      <w:r w:rsidR="00C90F8D">
        <w:t xml:space="preserve">, </w:t>
      </w:r>
      <w:r>
        <w:t>il était assis devant la cheminée</w:t>
      </w:r>
      <w:r w:rsidR="00C90F8D">
        <w:t xml:space="preserve">, </w:t>
      </w:r>
      <w:r>
        <w:t>sur une chaise au dossier de laquelle on lui avait lié les bras</w:t>
      </w:r>
      <w:r w:rsidR="00C90F8D">
        <w:t xml:space="preserve">. </w:t>
      </w:r>
      <w:r>
        <w:t>Deux robustes gaillards le surveillaient</w:t>
      </w:r>
      <w:r w:rsidR="00C90F8D">
        <w:t xml:space="preserve">, </w:t>
      </w:r>
      <w:r>
        <w:t>matraque au poing</w:t>
      </w:r>
      <w:r w:rsidR="00C90F8D">
        <w:t>.</w:t>
      </w:r>
    </w:p>
    <w:p w14:paraId="11F42BB7" w14:textId="77777777" w:rsidR="00C90F8D" w:rsidRDefault="00C90F8D">
      <w:r>
        <w:rPr>
          <w:rFonts w:eastAsia="Georgia"/>
        </w:rPr>
        <w:t>— </w:t>
      </w:r>
      <w:r w:rsidR="00AB2DE8">
        <w:t>Hello</w:t>
      </w:r>
      <w:r>
        <w:t xml:space="preserve">, </w:t>
      </w:r>
      <w:r w:rsidR="00AB2DE8">
        <w:t>Charlie</w:t>
      </w:r>
      <w:r>
        <w:t xml:space="preserve">, </w:t>
      </w:r>
      <w:r w:rsidR="00AB2DE8">
        <w:t>s</w:t>
      </w:r>
      <w:r>
        <w:t>’</w:t>
      </w:r>
      <w:r w:rsidR="00AB2DE8">
        <w:t>écria-t-il en m</w:t>
      </w:r>
      <w:r>
        <w:t>’</w:t>
      </w:r>
      <w:r w:rsidR="00AB2DE8">
        <w:t>apercevant</w:t>
      </w:r>
      <w:r>
        <w:t xml:space="preserve">. </w:t>
      </w:r>
      <w:r w:rsidR="00AB2DE8">
        <w:t>Ah</w:t>
      </w:r>
      <w:r>
        <w:t xml:space="preserve"> ! </w:t>
      </w:r>
      <w:r w:rsidR="00AB2DE8">
        <w:t>mon brave ami</w:t>
      </w:r>
      <w:r>
        <w:t xml:space="preserve">, </w:t>
      </w:r>
      <w:r w:rsidR="00AB2DE8">
        <w:t>je savais bien que vous n</w:t>
      </w:r>
      <w:r>
        <w:t>’</w:t>
      </w:r>
      <w:r w:rsidR="00AB2DE8">
        <w:t>abandonneriez pas dans l</w:t>
      </w:r>
      <w:r>
        <w:t>’</w:t>
      </w:r>
      <w:r w:rsidR="00AB2DE8">
        <w:t>adversité un vieux camarade de combat</w:t>
      </w:r>
      <w:r>
        <w:t xml:space="preserve">. </w:t>
      </w:r>
      <w:r w:rsidR="00AB2DE8">
        <w:t>Messieurs</w:t>
      </w:r>
      <w:r>
        <w:t xml:space="preserve">, </w:t>
      </w:r>
      <w:r w:rsidR="00AB2DE8">
        <w:t>je suis heureux de vous présenter le comte Charles Forestier</w:t>
      </w:r>
      <w:r>
        <w:t xml:space="preserve">, </w:t>
      </w:r>
      <w:r w:rsidR="00AB2DE8">
        <w:t>une des personnalités françaises les plus en vue</w:t>
      </w:r>
      <w:r>
        <w:t xml:space="preserve">, </w:t>
      </w:r>
      <w:r w:rsidR="00AB2DE8">
        <w:t>mon répondant</w:t>
      </w:r>
      <w:r>
        <w:t>.</w:t>
      </w:r>
    </w:p>
    <w:p w14:paraId="5D639F3A" w14:textId="77777777" w:rsidR="00C90F8D" w:rsidRDefault="00AB2DE8">
      <w:r>
        <w:lastRenderedPageBreak/>
        <w:t>Je jetai un coup d</w:t>
      </w:r>
      <w:r w:rsidR="00C90F8D">
        <w:t>’</w:t>
      </w:r>
      <w:r>
        <w:t>œil rapide sur l</w:t>
      </w:r>
      <w:r w:rsidR="00C90F8D">
        <w:t>’</w:t>
      </w:r>
      <w:r>
        <w:t>assistance</w:t>
      </w:r>
      <w:r w:rsidR="00C90F8D">
        <w:t xml:space="preserve">. </w:t>
      </w:r>
      <w:r>
        <w:t>À part deux ou trois têtes sujettes à caution</w:t>
      </w:r>
      <w:r w:rsidR="00C90F8D">
        <w:t xml:space="preserve">, </w:t>
      </w:r>
      <w:r>
        <w:t>il ne me paraissait y avoir là</w:t>
      </w:r>
      <w:r w:rsidR="00C90F8D">
        <w:t xml:space="preserve">, </w:t>
      </w:r>
      <w:r>
        <w:t>à l</w:t>
      </w:r>
      <w:r w:rsidR="00C90F8D">
        <w:t>’</w:t>
      </w:r>
      <w:r>
        <w:t>encontre de ce à quoi je m</w:t>
      </w:r>
      <w:r w:rsidR="00C90F8D">
        <w:t>’</w:t>
      </w:r>
      <w:r>
        <w:t>attendais</w:t>
      </w:r>
      <w:r w:rsidR="00C90F8D">
        <w:t xml:space="preserve">, </w:t>
      </w:r>
      <w:r>
        <w:t>que de braves gens</w:t>
      </w:r>
      <w:r w:rsidR="00C90F8D">
        <w:t xml:space="preserve"> : </w:t>
      </w:r>
      <w:r>
        <w:t>paysans cossus</w:t>
      </w:r>
      <w:r w:rsidR="00C90F8D">
        <w:t xml:space="preserve">, </w:t>
      </w:r>
      <w:r>
        <w:t>bourgeois aisés</w:t>
      </w:r>
      <w:r w:rsidR="00C90F8D">
        <w:t xml:space="preserve">, </w:t>
      </w:r>
      <w:r>
        <w:t>marchands de provinces de l</w:t>
      </w:r>
      <w:r w:rsidR="00C90F8D">
        <w:t>’</w:t>
      </w:r>
      <w:r>
        <w:t>Est au costume mi-européen</w:t>
      </w:r>
      <w:r w:rsidR="00C90F8D">
        <w:t xml:space="preserve">, </w:t>
      </w:r>
      <w:r>
        <w:t>mi-asiatique</w:t>
      </w:r>
      <w:r w:rsidR="00C90F8D">
        <w:t xml:space="preserve">. </w:t>
      </w:r>
      <w:r>
        <w:t>L</w:t>
      </w:r>
      <w:r w:rsidR="00C90F8D">
        <w:t>’</w:t>
      </w:r>
      <w:r>
        <w:t>un d</w:t>
      </w:r>
      <w:r w:rsidR="00C90F8D">
        <w:t>’</w:t>
      </w:r>
      <w:r>
        <w:t>eux se détacha du cercle qu</w:t>
      </w:r>
      <w:r w:rsidR="00C90F8D">
        <w:t>’</w:t>
      </w:r>
      <w:r>
        <w:t>ils formaient dans le fond de la salle</w:t>
      </w:r>
      <w:r w:rsidR="00C90F8D">
        <w:t xml:space="preserve">, </w:t>
      </w:r>
      <w:r>
        <w:t>autour du général garrotté</w:t>
      </w:r>
      <w:r w:rsidR="00C90F8D">
        <w:t>.</w:t>
      </w:r>
    </w:p>
    <w:p w14:paraId="2958446F" w14:textId="77777777" w:rsidR="00C90F8D" w:rsidRDefault="00C90F8D">
      <w:r>
        <w:rPr>
          <w:rFonts w:eastAsia="Georgia"/>
        </w:rPr>
        <w:t>— </w:t>
      </w:r>
      <w:r w:rsidR="00AB2DE8">
        <w:t>Que signifie cette grotesque mise en scène</w:t>
      </w:r>
      <w:r>
        <w:t xml:space="preserve"> ? </w:t>
      </w:r>
      <w:r w:rsidR="00AB2DE8">
        <w:t>fis-je</w:t>
      </w:r>
      <w:r>
        <w:t xml:space="preserve">, </w:t>
      </w:r>
      <w:r w:rsidR="00AB2DE8">
        <w:t>sans lui laisser le temps de prendre la parole</w:t>
      </w:r>
      <w:r>
        <w:t>.</w:t>
      </w:r>
    </w:p>
    <w:p w14:paraId="2E2635CC" w14:textId="77777777" w:rsidR="00C90F8D" w:rsidRDefault="00AB2DE8">
      <w:r>
        <w:t>L</w:t>
      </w:r>
      <w:r w:rsidR="00C90F8D">
        <w:t>’</w:t>
      </w:r>
      <w:r>
        <w:t>interpellé sourit</w:t>
      </w:r>
      <w:r w:rsidR="00C90F8D">
        <w:t>.</w:t>
      </w:r>
    </w:p>
    <w:p w14:paraId="6797FC58" w14:textId="77777777" w:rsidR="00C90F8D" w:rsidRDefault="00C90F8D">
      <w:r>
        <w:rPr>
          <w:rFonts w:eastAsia="Georgia"/>
        </w:rPr>
        <w:t>— </w:t>
      </w:r>
      <w:r w:rsidR="00AB2DE8">
        <w:t xml:space="preserve">Colonel </w:t>
      </w:r>
      <w:proofErr w:type="spellStart"/>
      <w:r w:rsidR="00AB2DE8">
        <w:t>Rikof</w:t>
      </w:r>
      <w:proofErr w:type="spellEnd"/>
      <w:r>
        <w:t xml:space="preserve">, </w:t>
      </w:r>
      <w:r w:rsidR="00AB2DE8">
        <w:t>dit-il</w:t>
      </w:r>
      <w:r>
        <w:t xml:space="preserve">, </w:t>
      </w:r>
      <w:r w:rsidR="00AB2DE8">
        <w:t>avec beaucoup de bonne grâce</w:t>
      </w:r>
      <w:r>
        <w:t xml:space="preserve">, </w:t>
      </w:r>
      <w:r w:rsidR="00AB2DE8">
        <w:t>ex-officier de l</w:t>
      </w:r>
      <w:r>
        <w:t>’</w:t>
      </w:r>
      <w:r w:rsidR="00AB2DE8">
        <w:t xml:space="preserve">armée </w:t>
      </w:r>
      <w:proofErr w:type="spellStart"/>
      <w:r w:rsidR="00AB2DE8">
        <w:t>Ewert</w:t>
      </w:r>
      <w:proofErr w:type="spellEnd"/>
      <w:r>
        <w:t xml:space="preserve">. </w:t>
      </w:r>
      <w:r w:rsidR="00AB2DE8">
        <w:t>Nous voyons tout de suite</w:t>
      </w:r>
      <w:r>
        <w:t xml:space="preserve">, </w:t>
      </w:r>
      <w:r w:rsidR="00AB2DE8">
        <w:t>monsieur</w:t>
      </w:r>
      <w:r>
        <w:t xml:space="preserve">, </w:t>
      </w:r>
      <w:r w:rsidR="00AB2DE8">
        <w:t>à qui nous avons affaire</w:t>
      </w:r>
      <w:r>
        <w:t xml:space="preserve">. </w:t>
      </w:r>
      <w:r w:rsidR="00AB2DE8">
        <w:t>Je vous en supplie donc</w:t>
      </w:r>
      <w:r>
        <w:t xml:space="preserve">, </w:t>
      </w:r>
      <w:r w:rsidR="00AB2DE8">
        <w:t>en notre nom à tous</w:t>
      </w:r>
      <w:r>
        <w:t xml:space="preserve">, </w:t>
      </w:r>
      <w:r w:rsidR="00AB2DE8">
        <w:t>de ne pas nous en vouloir pour le dérangement que nous vous avons imposé</w:t>
      </w:r>
      <w:r>
        <w:t xml:space="preserve">. </w:t>
      </w:r>
      <w:r w:rsidR="00AB2DE8">
        <w:t>C</w:t>
      </w:r>
      <w:r>
        <w:t>’</w:t>
      </w:r>
      <w:r w:rsidR="00AB2DE8">
        <w:t>est moins notre faute que celle de ce vieux scélérat</w:t>
      </w:r>
      <w:r>
        <w:t xml:space="preserve">. </w:t>
      </w:r>
      <w:r w:rsidR="00AB2DE8">
        <w:t>Débiteur envers nous depuis plusieurs jours d</w:t>
      </w:r>
      <w:r>
        <w:t>’</w:t>
      </w:r>
      <w:r w:rsidR="00AB2DE8">
        <w:t>une somme qui a fini par atteindre vingt mille roubles</w:t>
      </w:r>
      <w:r>
        <w:t xml:space="preserve">. – </w:t>
      </w:r>
      <w:r w:rsidR="00AB2DE8">
        <w:t>et non pas vingt-cinq mille</w:t>
      </w:r>
      <w:r>
        <w:t xml:space="preserve">, </w:t>
      </w:r>
      <w:r w:rsidR="00AB2DE8">
        <w:t>comme il vous le dit dans sa lettre</w:t>
      </w:r>
      <w:r>
        <w:t xml:space="preserve">, – </w:t>
      </w:r>
      <w:r w:rsidR="00AB2DE8">
        <w:t>nous avons accepté à plusieurs reprises de lui renouveler le délai d</w:t>
      </w:r>
      <w:r>
        <w:t>’</w:t>
      </w:r>
      <w:r w:rsidR="00AB2DE8">
        <w:t>usage de quarante-huit heures</w:t>
      </w:r>
      <w:r>
        <w:t xml:space="preserve">. </w:t>
      </w:r>
      <w:r w:rsidR="00AB2DE8">
        <w:t>Malheureusement pour lui</w:t>
      </w:r>
      <w:r>
        <w:t xml:space="preserve">, </w:t>
      </w:r>
      <w:r w:rsidR="00AB2DE8">
        <w:t>nous avons eu ce soir un nouveau partenaire</w:t>
      </w:r>
      <w:r>
        <w:t xml:space="preserve">, </w:t>
      </w:r>
      <w:r w:rsidR="00AB2DE8">
        <w:t>un partenaire qui le connaît depuis plus longtemps que nous</w:t>
      </w:r>
      <w:r>
        <w:t xml:space="preserve">. </w:t>
      </w:r>
      <w:r w:rsidR="00AB2DE8">
        <w:t>Monsieur que voici</w:t>
      </w:r>
      <w:r>
        <w:t xml:space="preserve"> – </w:t>
      </w:r>
      <w:r w:rsidR="00AB2DE8">
        <w:t>et il désigna un gros bonhomme tout déconfit</w:t>
      </w:r>
      <w:r>
        <w:t xml:space="preserve"> – </w:t>
      </w:r>
      <w:r w:rsidR="00AB2DE8">
        <w:t>honorable négociant de Samara</w:t>
      </w:r>
      <w:r>
        <w:t xml:space="preserve">, </w:t>
      </w:r>
      <w:r w:rsidR="00AB2DE8">
        <w:t>a été escroqué deux fois</w:t>
      </w:r>
      <w:r>
        <w:t xml:space="preserve">, </w:t>
      </w:r>
      <w:r w:rsidR="00AB2DE8">
        <w:t>dans des circonstances identiques</w:t>
      </w:r>
      <w:r>
        <w:t xml:space="preserve">, </w:t>
      </w:r>
      <w:r w:rsidR="00AB2DE8">
        <w:t>par votre protégé</w:t>
      </w:r>
      <w:r>
        <w:t xml:space="preserve">, </w:t>
      </w:r>
      <w:r w:rsidR="00AB2DE8">
        <w:t>dont nous vous exprimons mille regrets qu</w:t>
      </w:r>
      <w:r>
        <w:t>’</w:t>
      </w:r>
      <w:r w:rsidR="00AB2DE8">
        <w:t>il soit en même temps notre compatriote</w:t>
      </w:r>
      <w:r>
        <w:t xml:space="preserve">. </w:t>
      </w:r>
      <w:r w:rsidR="00AB2DE8">
        <w:t>Sur cette révélation</w:t>
      </w:r>
      <w:r>
        <w:t xml:space="preserve">, </w:t>
      </w:r>
      <w:r w:rsidR="00AB2DE8">
        <w:t>nous nous sommes constitués en chambre ardente</w:t>
      </w:r>
      <w:r>
        <w:t xml:space="preserve">, </w:t>
      </w:r>
      <w:r w:rsidR="00AB2DE8">
        <w:t>et le verdict suivant a été rendu à l</w:t>
      </w:r>
      <w:r>
        <w:t>’</w:t>
      </w:r>
      <w:r w:rsidR="00AB2DE8">
        <w:t>unanimité</w:t>
      </w:r>
      <w:r>
        <w:t xml:space="preserve">. </w:t>
      </w:r>
      <w:r w:rsidR="00AB2DE8">
        <w:t>Si nous sommes payés</w:t>
      </w:r>
      <w:r>
        <w:t xml:space="preserve">, </w:t>
      </w:r>
      <w:r w:rsidR="00AB2DE8">
        <w:t>tout va bien</w:t>
      </w:r>
      <w:r>
        <w:t xml:space="preserve">, </w:t>
      </w:r>
      <w:r w:rsidR="00AB2DE8">
        <w:t xml:space="preserve">et nous vous restituons immédiatement ce joli </w:t>
      </w:r>
      <w:r w:rsidR="00AB2DE8">
        <w:lastRenderedPageBreak/>
        <w:t>merle</w:t>
      </w:r>
      <w:r>
        <w:t xml:space="preserve">. </w:t>
      </w:r>
      <w:r w:rsidR="00AB2DE8">
        <w:t>Si nous ne le sommes point</w:t>
      </w:r>
      <w:r>
        <w:t xml:space="preserve">, </w:t>
      </w:r>
      <w:r w:rsidR="00AB2DE8">
        <w:t>nous vous le rendrons tout de même</w:t>
      </w:r>
      <w:r>
        <w:t xml:space="preserve">, </w:t>
      </w:r>
      <w:r w:rsidR="00AB2DE8">
        <w:t>bien entendu</w:t>
      </w:r>
      <w:r>
        <w:t xml:space="preserve">, </w:t>
      </w:r>
      <w:r w:rsidR="00AB2DE8">
        <w:t>mais pas avant de lui avoir infligé une petite fessée</w:t>
      </w:r>
      <w:r>
        <w:t xml:space="preserve">, </w:t>
      </w:r>
      <w:r w:rsidR="00AB2DE8">
        <w:t>et modifié de façon un peu pittoresque la taille de ses beaux favoris</w:t>
      </w:r>
      <w:r>
        <w:t xml:space="preserve">, </w:t>
      </w:r>
      <w:r w:rsidR="00AB2DE8">
        <w:t>dont il paraît si fier</w:t>
      </w:r>
      <w:r>
        <w:t>.</w:t>
      </w:r>
    </w:p>
    <w:p w14:paraId="6406CD73" w14:textId="77777777" w:rsidR="00C90F8D" w:rsidRDefault="00C90F8D">
      <w:r>
        <w:rPr>
          <w:rFonts w:eastAsia="Georgia"/>
        </w:rPr>
        <w:t>— </w:t>
      </w:r>
      <w:r w:rsidR="00AB2DE8">
        <w:t>Voilà l</w:t>
      </w:r>
      <w:r>
        <w:t>’</w:t>
      </w:r>
      <w:r w:rsidR="00AB2DE8">
        <w:t>argent</w:t>
      </w:r>
      <w:r>
        <w:t xml:space="preserve">, </w:t>
      </w:r>
      <w:r w:rsidR="00AB2DE8">
        <w:t>dis-je sèchement</w:t>
      </w:r>
      <w:r>
        <w:t>.</w:t>
      </w:r>
    </w:p>
    <w:p w14:paraId="7235A326" w14:textId="77777777" w:rsidR="00C90F8D" w:rsidRDefault="00AB2DE8">
      <w:r>
        <w:t>J</w:t>
      </w:r>
      <w:r w:rsidR="00C90F8D">
        <w:t>’</w:t>
      </w:r>
      <w:r>
        <w:t>aurais</w:t>
      </w:r>
      <w:r w:rsidR="00C90F8D">
        <w:t xml:space="preserve">, </w:t>
      </w:r>
      <w:r>
        <w:t>certes</w:t>
      </w:r>
      <w:r w:rsidR="00C90F8D">
        <w:t xml:space="preserve">, </w:t>
      </w:r>
      <w:r>
        <w:t>éprouvé plus que de la joie à ne pas troubler le cours de cette trop débonnaire justice</w:t>
      </w:r>
      <w:r w:rsidR="00C90F8D">
        <w:t xml:space="preserve">. </w:t>
      </w:r>
      <w:r>
        <w:t>Mais</w:t>
      </w:r>
      <w:r w:rsidR="00C90F8D">
        <w:t xml:space="preserve">, </w:t>
      </w:r>
      <w:r>
        <w:t>d</w:t>
      </w:r>
      <w:r w:rsidR="00C90F8D">
        <w:t>’</w:t>
      </w:r>
      <w:r>
        <w:t>autre part</w:t>
      </w:r>
      <w:r w:rsidR="00C90F8D">
        <w:t xml:space="preserve">, </w:t>
      </w:r>
      <w:r>
        <w:t>j</w:t>
      </w:r>
      <w:r w:rsidR="00C90F8D">
        <w:t>’</w:t>
      </w:r>
      <w:r>
        <w:t>avais la certitude qu</w:t>
      </w:r>
      <w:r w:rsidR="00C90F8D">
        <w:t>’</w:t>
      </w:r>
      <w:r>
        <w:t>Armide ne me le pardonnerait jamais</w:t>
      </w:r>
      <w:r w:rsidR="00C90F8D">
        <w:t>.</w:t>
      </w:r>
    </w:p>
    <w:p w14:paraId="16FA6308" w14:textId="77777777" w:rsidR="00C90F8D" w:rsidRDefault="00AB2DE8">
      <w:r>
        <w:t xml:space="preserve">Le colonel </w:t>
      </w:r>
      <w:proofErr w:type="spellStart"/>
      <w:r>
        <w:t>Rikof</w:t>
      </w:r>
      <w:proofErr w:type="spellEnd"/>
      <w:r>
        <w:t xml:space="preserve"> feuilletait les liasses de billets que je venais de lancer sur la table</w:t>
      </w:r>
      <w:r w:rsidR="00C90F8D">
        <w:t>.</w:t>
      </w:r>
    </w:p>
    <w:p w14:paraId="442B510E" w14:textId="77777777" w:rsidR="00C90F8D" w:rsidRDefault="00C90F8D">
      <w:r>
        <w:rPr>
          <w:rFonts w:eastAsia="Georgia"/>
        </w:rPr>
        <w:t>— </w:t>
      </w:r>
      <w:r w:rsidR="00AB2DE8">
        <w:t>Il y a cinq mille roubles de trop</w:t>
      </w:r>
      <w:r>
        <w:t xml:space="preserve">. </w:t>
      </w:r>
      <w:r w:rsidR="00AB2DE8">
        <w:t>Les voici</w:t>
      </w:r>
      <w:r>
        <w:t xml:space="preserve">, </w:t>
      </w:r>
      <w:r w:rsidR="00AB2DE8">
        <w:t>monsieur</w:t>
      </w:r>
      <w:r>
        <w:t xml:space="preserve">, </w:t>
      </w:r>
      <w:r w:rsidR="00AB2DE8">
        <w:t>à moins que vous ne préfériez que je les remette à votre ami</w:t>
      </w:r>
      <w:r>
        <w:t xml:space="preserve">. </w:t>
      </w:r>
      <w:r w:rsidR="00AB2DE8">
        <w:t>Quant à vous</w:t>
      </w:r>
      <w:r>
        <w:t xml:space="preserve">, </w:t>
      </w:r>
      <w:r w:rsidR="00AB2DE8">
        <w:t>Excellence</w:t>
      </w:r>
      <w:r>
        <w:t xml:space="preserve">, </w:t>
      </w:r>
      <w:r w:rsidR="00AB2DE8">
        <w:t>vous êtes libre</w:t>
      </w:r>
      <w:r>
        <w:t>.</w:t>
      </w:r>
    </w:p>
    <w:p w14:paraId="1796360E" w14:textId="77777777" w:rsidR="00C90F8D" w:rsidRDefault="00AB2DE8">
      <w:r>
        <w:t>Et il fit au général une révérence goguenarde</w:t>
      </w:r>
      <w:r w:rsidR="00C90F8D">
        <w:t>.</w:t>
      </w:r>
    </w:p>
    <w:p w14:paraId="0929DAE4" w14:textId="4CD1617F" w:rsidR="00AB2DE8" w:rsidRDefault="00AB2DE8"/>
    <w:p w14:paraId="5ACED77C" w14:textId="77777777" w:rsidR="00C90F8D" w:rsidRDefault="00AB2DE8">
      <w:r>
        <w:t>Pour regagner l</w:t>
      </w:r>
      <w:r w:rsidR="00C90F8D">
        <w:t>’</w:t>
      </w:r>
      <w:r>
        <w:t>usine</w:t>
      </w:r>
      <w:r w:rsidR="00C90F8D">
        <w:t xml:space="preserve">, </w:t>
      </w:r>
      <w:r>
        <w:t>je laissai à Armide et à son père</w:t>
      </w:r>
      <w:r w:rsidR="00C90F8D">
        <w:t xml:space="preserve"> – </w:t>
      </w:r>
      <w:r>
        <w:t>celui-ci tout de même assez penaud</w:t>
      </w:r>
      <w:r w:rsidR="00C90F8D">
        <w:t xml:space="preserve"> – </w:t>
      </w:r>
      <w:r>
        <w:t>les places à l</w:t>
      </w:r>
      <w:r w:rsidR="00C90F8D">
        <w:t>’</w:t>
      </w:r>
      <w:r>
        <w:t>intérieur de l</w:t>
      </w:r>
      <w:r w:rsidR="00C90F8D">
        <w:t>’</w:t>
      </w:r>
      <w:r>
        <w:t>automobile</w:t>
      </w:r>
      <w:r w:rsidR="00C90F8D">
        <w:t xml:space="preserve">, </w:t>
      </w:r>
      <w:r>
        <w:t>et m</w:t>
      </w:r>
      <w:r w:rsidR="00C90F8D">
        <w:t>’</w:t>
      </w:r>
      <w:r>
        <w:t>assis à côté du chauffeur</w:t>
      </w:r>
      <w:r w:rsidR="00C90F8D">
        <w:t xml:space="preserve">. </w:t>
      </w:r>
      <w:r>
        <w:t>Dès que nous fûmes arrivés</w:t>
      </w:r>
      <w:r w:rsidR="00C90F8D">
        <w:t xml:space="preserve">, </w:t>
      </w:r>
      <w:r>
        <w:t>sans leur adresser la parole</w:t>
      </w:r>
      <w:r w:rsidR="00C90F8D">
        <w:t xml:space="preserve">, </w:t>
      </w:r>
      <w:r>
        <w:t>ni à l</w:t>
      </w:r>
      <w:r w:rsidR="00C90F8D">
        <w:t>’</w:t>
      </w:r>
      <w:r>
        <w:t>un</w:t>
      </w:r>
      <w:r w:rsidR="00C90F8D">
        <w:t xml:space="preserve">, </w:t>
      </w:r>
      <w:r>
        <w:t>ni à l</w:t>
      </w:r>
      <w:r w:rsidR="00C90F8D">
        <w:t>’</w:t>
      </w:r>
      <w:r>
        <w:t>autre</w:t>
      </w:r>
      <w:r w:rsidR="00C90F8D">
        <w:t xml:space="preserve">, </w:t>
      </w:r>
      <w:r>
        <w:t>je montai dans ma chambre</w:t>
      </w:r>
      <w:r w:rsidR="00C90F8D">
        <w:t xml:space="preserve">. </w:t>
      </w:r>
      <w:r>
        <w:t>Je cherchai à tâtons le lit défait</w:t>
      </w:r>
      <w:r w:rsidR="00C90F8D">
        <w:t xml:space="preserve">, </w:t>
      </w:r>
      <w:r>
        <w:t>et me couchai</w:t>
      </w:r>
      <w:r w:rsidR="00C90F8D">
        <w:t>.</w:t>
      </w:r>
    </w:p>
    <w:p w14:paraId="0E202C53" w14:textId="77777777" w:rsidR="00C90F8D" w:rsidRDefault="00AB2DE8">
      <w:r>
        <w:t>Les émotions</w:t>
      </w:r>
      <w:r w:rsidR="00C90F8D">
        <w:t xml:space="preserve">, </w:t>
      </w:r>
      <w:r>
        <w:t>l</w:t>
      </w:r>
      <w:r w:rsidR="00C90F8D">
        <w:t>’</w:t>
      </w:r>
      <w:r>
        <w:t>énervement chassent le sommeil</w:t>
      </w:r>
      <w:r w:rsidR="00C90F8D">
        <w:t xml:space="preserve">. </w:t>
      </w:r>
      <w:r>
        <w:t>Quelle heure était-il</w:t>
      </w:r>
      <w:r w:rsidR="00C90F8D">
        <w:t xml:space="preserve"> ? </w:t>
      </w:r>
      <w:r>
        <w:t>Cinq heures</w:t>
      </w:r>
      <w:r w:rsidR="00C90F8D">
        <w:t xml:space="preserve">, </w:t>
      </w:r>
      <w:r>
        <w:t>peut-être</w:t>
      </w:r>
      <w:r w:rsidR="00C90F8D">
        <w:t xml:space="preserve">. </w:t>
      </w:r>
      <w:r>
        <w:t>Je ne savais pas</w:t>
      </w:r>
      <w:r w:rsidR="00C90F8D">
        <w:t xml:space="preserve">. </w:t>
      </w:r>
      <w:r>
        <w:t>Je ne savais rien</w:t>
      </w:r>
      <w:r w:rsidR="00C90F8D">
        <w:t xml:space="preserve">. </w:t>
      </w:r>
      <w:r>
        <w:t>J</w:t>
      </w:r>
      <w:r w:rsidR="00C90F8D">
        <w:t>’</w:t>
      </w:r>
      <w:r>
        <w:t>étais incapable d</w:t>
      </w:r>
      <w:r w:rsidR="00C90F8D">
        <w:t>’</w:t>
      </w:r>
      <w:r>
        <w:t>une pensée</w:t>
      </w:r>
      <w:r w:rsidR="00C90F8D">
        <w:t xml:space="preserve">, </w:t>
      </w:r>
      <w:r>
        <w:t>d</w:t>
      </w:r>
      <w:r w:rsidR="00C90F8D">
        <w:t>’</w:t>
      </w:r>
      <w:r>
        <w:t>un mot</w:t>
      </w:r>
      <w:r w:rsidR="00C90F8D">
        <w:t xml:space="preserve">, </w:t>
      </w:r>
      <w:r>
        <w:t>d</w:t>
      </w:r>
      <w:r w:rsidR="00C90F8D">
        <w:t>’</w:t>
      </w:r>
      <w:r>
        <w:t>un geste</w:t>
      </w:r>
      <w:r w:rsidR="00C90F8D">
        <w:t xml:space="preserve">. </w:t>
      </w:r>
      <w:r>
        <w:t>Lorsque j</w:t>
      </w:r>
      <w:r w:rsidR="00C90F8D">
        <w:t>’</w:t>
      </w:r>
      <w:r>
        <w:t>entendis ma porte s</w:t>
      </w:r>
      <w:r w:rsidR="00C90F8D">
        <w:t>’</w:t>
      </w:r>
      <w:r>
        <w:t>ouvrir</w:t>
      </w:r>
      <w:r w:rsidR="00C90F8D">
        <w:t xml:space="preserve">, </w:t>
      </w:r>
      <w:r>
        <w:t>je ne bougeai pas</w:t>
      </w:r>
      <w:r w:rsidR="00C90F8D">
        <w:t xml:space="preserve">, </w:t>
      </w:r>
      <w:r>
        <w:lastRenderedPageBreak/>
        <w:t>je ne parlai pas</w:t>
      </w:r>
      <w:r w:rsidR="00C90F8D">
        <w:t xml:space="preserve">. </w:t>
      </w:r>
      <w:r>
        <w:t>J</w:t>
      </w:r>
      <w:r w:rsidR="00C90F8D">
        <w:t>’</w:t>
      </w:r>
      <w:r>
        <w:t>étais sûr cependant d</w:t>
      </w:r>
      <w:r w:rsidR="00C90F8D">
        <w:t>’</w:t>
      </w:r>
      <w:r>
        <w:t>entrevoir une ombre</w:t>
      </w:r>
      <w:r w:rsidR="00C90F8D">
        <w:t xml:space="preserve">, </w:t>
      </w:r>
      <w:r>
        <w:t>une ombre qui glissait vers moi avec douceur</w:t>
      </w:r>
      <w:r w:rsidR="00C90F8D">
        <w:t>…</w:t>
      </w:r>
    </w:p>
    <w:p w14:paraId="398986DB" w14:textId="4C2DA502" w:rsidR="00C90F8D" w:rsidRDefault="00C90F8D"/>
    <w:p w14:paraId="5ACCAE6F" w14:textId="77777777" w:rsidR="00C90F8D" w:rsidRDefault="00C90F8D">
      <w:r>
        <w:t>— </w:t>
      </w:r>
      <w:r w:rsidR="00AB2DE8">
        <w:t>Me voici</w:t>
      </w:r>
      <w:r>
        <w:t xml:space="preserve">, </w:t>
      </w:r>
      <w:r w:rsidR="00AB2DE8">
        <w:t>me dit cette ombre</w:t>
      </w:r>
      <w:r>
        <w:t xml:space="preserve">. </w:t>
      </w:r>
      <w:r w:rsidR="00AB2DE8">
        <w:t>Pousse-toi</w:t>
      </w:r>
      <w:r>
        <w:t xml:space="preserve">. </w:t>
      </w:r>
      <w:r w:rsidR="00AB2DE8">
        <w:t xml:space="preserve">La princesse </w:t>
      </w:r>
      <w:proofErr w:type="spellStart"/>
      <w:r w:rsidR="00AB2DE8">
        <w:t>Irénéïef</w:t>
      </w:r>
      <w:proofErr w:type="spellEnd"/>
      <w:r w:rsidR="00AB2DE8">
        <w:t xml:space="preserve"> sait payer</w:t>
      </w:r>
      <w:r>
        <w:t>.</w:t>
      </w:r>
    </w:p>
    <w:p w14:paraId="2C20AB75" w14:textId="03512387" w:rsidR="00C90F8D" w:rsidRPr="00C90F8D" w:rsidRDefault="00AB2DE8" w:rsidP="00C90F8D">
      <w:pPr>
        <w:pStyle w:val="Titre1"/>
        <w:rPr>
          <w:rFonts w:eastAsia="Georgia"/>
        </w:rPr>
      </w:pPr>
      <w:bookmarkStart w:id="12" w:name="_Toc194755384"/>
      <w:r w:rsidRPr="00C90F8D">
        <w:lastRenderedPageBreak/>
        <w:t>XII</w:t>
      </w:r>
      <w:bookmarkEnd w:id="12"/>
    </w:p>
    <w:p w14:paraId="10AC034B" w14:textId="77777777" w:rsidR="00C90F8D" w:rsidRDefault="00C90F8D">
      <w:r>
        <w:rPr>
          <w:rFonts w:eastAsia="Georgia"/>
        </w:rPr>
        <w:t>— </w:t>
      </w:r>
      <w:r w:rsidR="00AB2DE8">
        <w:t>Qu</w:t>
      </w:r>
      <w:r>
        <w:t>’</w:t>
      </w:r>
      <w:r w:rsidR="00AB2DE8">
        <w:t>y a-t-il</w:t>
      </w:r>
      <w:r>
        <w:t xml:space="preserve"> ? </w:t>
      </w:r>
      <w:r w:rsidR="00AB2DE8">
        <w:t>dit Schmidt</w:t>
      </w:r>
      <w:r>
        <w:t xml:space="preserve">, </w:t>
      </w:r>
      <w:r w:rsidR="00AB2DE8">
        <w:t>inquiet de ne plus entendre la voix de son ami</w:t>
      </w:r>
      <w:r>
        <w:t>.</w:t>
      </w:r>
    </w:p>
    <w:p w14:paraId="5657EC7E" w14:textId="77777777" w:rsidR="00C90F8D" w:rsidRDefault="00C90F8D">
      <w:r>
        <w:rPr>
          <w:rFonts w:eastAsia="Georgia"/>
        </w:rPr>
        <w:t>— </w:t>
      </w:r>
      <w:r w:rsidR="00AB2DE8">
        <w:t>Ce bruit</w:t>
      </w:r>
      <w:r>
        <w:t xml:space="preserve">, </w:t>
      </w:r>
      <w:r w:rsidR="00AB2DE8">
        <w:t>demanda Forestier</w:t>
      </w:r>
      <w:r>
        <w:t xml:space="preserve">, </w:t>
      </w:r>
      <w:r w:rsidR="00AB2DE8">
        <w:t>prêtant l</w:t>
      </w:r>
      <w:r>
        <w:t>’</w:t>
      </w:r>
      <w:r w:rsidR="00AB2DE8">
        <w:t>oreille</w:t>
      </w:r>
      <w:r>
        <w:t xml:space="preserve">, </w:t>
      </w:r>
      <w:r w:rsidR="00AB2DE8">
        <w:t>qu</w:t>
      </w:r>
      <w:r>
        <w:t>’</w:t>
      </w:r>
      <w:r w:rsidR="00AB2DE8">
        <w:t>est-ce que c</w:t>
      </w:r>
      <w:r>
        <w:t>’</w:t>
      </w:r>
      <w:r w:rsidR="00AB2DE8">
        <w:t>est</w:t>
      </w:r>
      <w:r>
        <w:t> ?</w:t>
      </w:r>
    </w:p>
    <w:p w14:paraId="77382B18" w14:textId="77777777" w:rsidR="00C90F8D" w:rsidRDefault="00C90F8D">
      <w:r>
        <w:rPr>
          <w:rFonts w:eastAsia="Georgia"/>
        </w:rPr>
        <w:t>— </w:t>
      </w:r>
      <w:r w:rsidR="00AB2DE8">
        <w:t>Ah</w:t>
      </w:r>
      <w:r>
        <w:t xml:space="preserve"> ! </w:t>
      </w:r>
      <w:r w:rsidR="00AB2DE8">
        <w:t>ce bruit</w:t>
      </w:r>
      <w:r>
        <w:t xml:space="preserve"> ? </w:t>
      </w:r>
      <w:r w:rsidR="00AB2DE8">
        <w:t>Rien</w:t>
      </w:r>
      <w:r>
        <w:t xml:space="preserve">. </w:t>
      </w:r>
      <w:r w:rsidR="00AB2DE8">
        <w:t>Un enterrement</w:t>
      </w:r>
      <w:r>
        <w:t>.</w:t>
      </w:r>
    </w:p>
    <w:p w14:paraId="101B996A" w14:textId="77777777" w:rsidR="00C90F8D" w:rsidRDefault="00C90F8D">
      <w:r>
        <w:rPr>
          <w:rFonts w:eastAsia="Georgia"/>
        </w:rPr>
        <w:t>— </w:t>
      </w:r>
      <w:r w:rsidR="00AB2DE8">
        <w:t>Un enterrement</w:t>
      </w:r>
      <w:r>
        <w:t xml:space="preserve"> ! </w:t>
      </w:r>
      <w:r w:rsidR="00AB2DE8">
        <w:t>Quelle heure est-il donc</w:t>
      </w:r>
      <w:r>
        <w:t> ?</w:t>
      </w:r>
    </w:p>
    <w:p w14:paraId="5F4477DD" w14:textId="77777777" w:rsidR="00C90F8D" w:rsidRDefault="00C90F8D">
      <w:r>
        <w:rPr>
          <w:rFonts w:eastAsia="Georgia"/>
        </w:rPr>
        <w:t>— </w:t>
      </w:r>
      <w:r w:rsidR="00AB2DE8">
        <w:t>Je vais te le dire</w:t>
      </w:r>
      <w:r>
        <w:t xml:space="preserve">. </w:t>
      </w:r>
      <w:r w:rsidR="00AB2DE8">
        <w:t>Minuit</w:t>
      </w:r>
      <w:r>
        <w:t xml:space="preserve">. </w:t>
      </w:r>
      <w:r w:rsidR="00AB2DE8">
        <w:t>Déjà</w:t>
      </w:r>
      <w:r>
        <w:t> !</w:t>
      </w:r>
    </w:p>
    <w:p w14:paraId="72366181" w14:textId="77777777" w:rsidR="00C90F8D" w:rsidRDefault="00C90F8D">
      <w:r>
        <w:rPr>
          <w:rFonts w:eastAsia="Georgia"/>
        </w:rPr>
        <w:t>— </w:t>
      </w:r>
      <w:r w:rsidR="00AB2DE8">
        <w:t>Minuit</w:t>
      </w:r>
      <w:r>
        <w:t xml:space="preserve">, </w:t>
      </w:r>
      <w:r w:rsidR="00AB2DE8">
        <w:t>seulement</w:t>
      </w:r>
      <w:r>
        <w:t xml:space="preserve"> ! </w:t>
      </w:r>
      <w:r w:rsidR="00AB2DE8">
        <w:t>Il me semble que je parle depuis toujours</w:t>
      </w:r>
      <w:r>
        <w:t xml:space="preserve">. </w:t>
      </w:r>
      <w:r w:rsidR="00AB2DE8">
        <w:t>Quelle drôle de chose</w:t>
      </w:r>
      <w:r>
        <w:t xml:space="preserve"> : </w:t>
      </w:r>
      <w:r w:rsidR="00AB2DE8">
        <w:t>on enterre donc les gens la nuit</w:t>
      </w:r>
      <w:r>
        <w:t xml:space="preserve">, </w:t>
      </w:r>
      <w:r w:rsidR="00AB2DE8">
        <w:t>ici</w:t>
      </w:r>
      <w:r>
        <w:t> ?</w:t>
      </w:r>
    </w:p>
    <w:p w14:paraId="744281EB" w14:textId="77777777" w:rsidR="00C90F8D" w:rsidRDefault="00C90F8D">
      <w:r>
        <w:rPr>
          <w:rFonts w:eastAsia="Georgia"/>
        </w:rPr>
        <w:t>— </w:t>
      </w:r>
      <w:r w:rsidR="00AB2DE8">
        <w:t>C</w:t>
      </w:r>
      <w:r>
        <w:t>’</w:t>
      </w:r>
      <w:r w:rsidR="00AB2DE8">
        <w:t>est l</w:t>
      </w:r>
      <w:r>
        <w:t>’</w:t>
      </w:r>
      <w:r w:rsidR="00AB2DE8">
        <w:t>usage chinois</w:t>
      </w:r>
      <w:r>
        <w:t xml:space="preserve">, </w:t>
      </w:r>
      <w:r w:rsidR="00AB2DE8">
        <w:t>répondit Schmidt</w:t>
      </w:r>
      <w:r>
        <w:t xml:space="preserve">. </w:t>
      </w:r>
      <w:r w:rsidR="00AB2DE8">
        <w:t>S</w:t>
      </w:r>
      <w:r>
        <w:t>’</w:t>
      </w:r>
      <w:r w:rsidR="00AB2DE8">
        <w:t>il n</w:t>
      </w:r>
      <w:r>
        <w:t>’</w:t>
      </w:r>
      <w:r w:rsidR="00AB2DE8">
        <w:t>y avait pas cette odieuse musique</w:t>
      </w:r>
      <w:r>
        <w:t xml:space="preserve">, </w:t>
      </w:r>
      <w:r w:rsidR="00AB2DE8">
        <w:t>je le trouverais très recommandable</w:t>
      </w:r>
      <w:r>
        <w:t>.</w:t>
      </w:r>
    </w:p>
    <w:p w14:paraId="4042EB65" w14:textId="77777777" w:rsidR="00C90F8D" w:rsidRDefault="00C90F8D">
      <w:r>
        <w:rPr>
          <w:rFonts w:eastAsia="Georgia"/>
        </w:rPr>
        <w:t>— </w:t>
      </w:r>
      <w:r w:rsidR="00AB2DE8">
        <w:t>Ouvre la fenêtre</w:t>
      </w:r>
      <w:r>
        <w:t xml:space="preserve">, </w:t>
      </w:r>
      <w:r w:rsidR="00AB2DE8">
        <w:t>murmura Forestier</w:t>
      </w:r>
      <w:r>
        <w:t xml:space="preserve">. </w:t>
      </w:r>
      <w:r w:rsidR="00AB2DE8">
        <w:t>Je veux entendre</w:t>
      </w:r>
      <w:r>
        <w:t>.</w:t>
      </w:r>
    </w:p>
    <w:p w14:paraId="4B0575DD" w14:textId="77777777" w:rsidR="00C90F8D" w:rsidRDefault="00C90F8D">
      <w:r>
        <w:rPr>
          <w:rFonts w:eastAsia="Georgia"/>
        </w:rPr>
        <w:t>— </w:t>
      </w:r>
      <w:r w:rsidR="00AB2DE8">
        <w:t>Tu auras froid</w:t>
      </w:r>
      <w:r>
        <w:t>.</w:t>
      </w:r>
    </w:p>
    <w:p w14:paraId="09AE563D" w14:textId="77777777" w:rsidR="00C90F8D" w:rsidRDefault="00C90F8D">
      <w:r>
        <w:rPr>
          <w:rFonts w:eastAsia="Georgia"/>
        </w:rPr>
        <w:t>— </w:t>
      </w:r>
      <w:r w:rsidR="00AB2DE8">
        <w:t>Non</w:t>
      </w:r>
      <w:r>
        <w:t xml:space="preserve">, </w:t>
      </w:r>
      <w:r w:rsidR="00AB2DE8">
        <w:t>ouvre</w:t>
      </w:r>
      <w:r>
        <w:t>.</w:t>
      </w:r>
    </w:p>
    <w:p w14:paraId="2783953A" w14:textId="77777777" w:rsidR="00C90F8D" w:rsidRDefault="00AB2DE8">
      <w:r>
        <w:t>Schmidt obéit</w:t>
      </w:r>
      <w:r w:rsidR="00C90F8D">
        <w:t xml:space="preserve">, </w:t>
      </w:r>
      <w:r>
        <w:t>repoussa les doubles battants</w:t>
      </w:r>
      <w:r w:rsidR="00C90F8D">
        <w:t xml:space="preserve">. </w:t>
      </w:r>
      <w:r>
        <w:t>Une bouffée d</w:t>
      </w:r>
      <w:r w:rsidR="00C90F8D">
        <w:t>’</w:t>
      </w:r>
      <w:r>
        <w:t>air glacé pénétra dans la chambre</w:t>
      </w:r>
      <w:r w:rsidR="00C90F8D">
        <w:t xml:space="preserve">, </w:t>
      </w:r>
      <w:r>
        <w:t>en même temps que le bruit se faisait tout à coup plus distinct</w:t>
      </w:r>
      <w:r w:rsidR="00C90F8D">
        <w:t>.</w:t>
      </w:r>
    </w:p>
    <w:p w14:paraId="79295CB6" w14:textId="77777777" w:rsidR="00C90F8D" w:rsidRDefault="00AB2DE8">
      <w:r>
        <w:t>C</w:t>
      </w:r>
      <w:r w:rsidR="00C90F8D">
        <w:t>’</w:t>
      </w:r>
      <w:r>
        <w:t>était une aigre cacophonie qui grandissait</w:t>
      </w:r>
      <w:r w:rsidR="00C90F8D">
        <w:t xml:space="preserve">, </w:t>
      </w:r>
      <w:r>
        <w:t>un lugubre pas relevé</w:t>
      </w:r>
      <w:r w:rsidR="00C90F8D">
        <w:t xml:space="preserve">, </w:t>
      </w:r>
      <w:r>
        <w:t>tout en barbares discordances</w:t>
      </w:r>
      <w:r w:rsidR="00C90F8D">
        <w:t xml:space="preserve">, </w:t>
      </w:r>
      <w:r>
        <w:t xml:space="preserve">un </w:t>
      </w:r>
      <w:proofErr w:type="spellStart"/>
      <w:r>
        <w:t>pot pourri</w:t>
      </w:r>
      <w:proofErr w:type="spellEnd"/>
      <w:r>
        <w:t xml:space="preserve"> de crécelles</w:t>
      </w:r>
      <w:r w:rsidR="00C90F8D">
        <w:t xml:space="preserve">, </w:t>
      </w:r>
      <w:r>
        <w:t>de flûtes</w:t>
      </w:r>
      <w:r w:rsidR="00C90F8D">
        <w:t xml:space="preserve">, </w:t>
      </w:r>
      <w:r>
        <w:t>de tambourins</w:t>
      </w:r>
      <w:r w:rsidR="00C90F8D">
        <w:t xml:space="preserve">. </w:t>
      </w:r>
      <w:r>
        <w:t>Cela s</w:t>
      </w:r>
      <w:r w:rsidR="00C90F8D">
        <w:t>’</w:t>
      </w:r>
      <w:r>
        <w:t>approchait</w:t>
      </w:r>
      <w:r w:rsidR="00C90F8D">
        <w:t xml:space="preserve">, </w:t>
      </w:r>
      <w:r>
        <w:lastRenderedPageBreak/>
        <w:t>s</w:t>
      </w:r>
      <w:r w:rsidR="00C90F8D">
        <w:t>’</w:t>
      </w:r>
      <w:r>
        <w:t>approchait</w:t>
      </w:r>
      <w:r w:rsidR="00C90F8D">
        <w:t xml:space="preserve">… </w:t>
      </w:r>
      <w:r>
        <w:t>L</w:t>
      </w:r>
      <w:r w:rsidR="00C90F8D">
        <w:t>’</w:t>
      </w:r>
      <w:r>
        <w:t>instant n</w:t>
      </w:r>
      <w:r w:rsidR="00C90F8D">
        <w:t>’</w:t>
      </w:r>
      <w:r>
        <w:t>allait plus tarder où le sauvage orchestre passerait devant la maison</w:t>
      </w:r>
      <w:r w:rsidR="00C90F8D">
        <w:t>.</w:t>
      </w:r>
    </w:p>
    <w:p w14:paraId="3F89DC4C" w14:textId="77777777" w:rsidR="00C90F8D" w:rsidRDefault="00C90F8D">
      <w:r>
        <w:rPr>
          <w:rFonts w:eastAsia="Georgia"/>
        </w:rPr>
        <w:t>— </w:t>
      </w:r>
      <w:r w:rsidR="00AB2DE8">
        <w:t>Que fais-tu</w:t>
      </w:r>
      <w:r>
        <w:t xml:space="preserve"> ? </w:t>
      </w:r>
      <w:r w:rsidR="00AB2DE8">
        <w:t>dit Schmidt</w:t>
      </w:r>
      <w:r>
        <w:t>.</w:t>
      </w:r>
    </w:p>
    <w:p w14:paraId="5B140D67" w14:textId="77777777" w:rsidR="00C90F8D" w:rsidRDefault="00C90F8D">
      <w:r>
        <w:rPr>
          <w:rFonts w:eastAsia="Georgia"/>
        </w:rPr>
        <w:t>— </w:t>
      </w:r>
      <w:r w:rsidR="00AB2DE8">
        <w:t>Je veux voir</w:t>
      </w:r>
      <w:r>
        <w:t xml:space="preserve">, </w:t>
      </w:r>
      <w:r w:rsidR="00AB2DE8">
        <w:t>répondit Forestier</w:t>
      </w:r>
      <w:r>
        <w:t>.</w:t>
      </w:r>
    </w:p>
    <w:p w14:paraId="2F221AC1" w14:textId="77777777" w:rsidR="00C90F8D" w:rsidRDefault="00AB2DE8">
      <w:r>
        <w:t>Il s</w:t>
      </w:r>
      <w:r w:rsidR="00C90F8D">
        <w:t>’</w:t>
      </w:r>
      <w:r>
        <w:t>était levé</w:t>
      </w:r>
      <w:r w:rsidR="00C90F8D">
        <w:t xml:space="preserve">. </w:t>
      </w:r>
      <w:r>
        <w:t>Schmidt lui jeta sur le dos une couverture</w:t>
      </w:r>
      <w:r w:rsidR="00C90F8D">
        <w:t xml:space="preserve">, </w:t>
      </w:r>
      <w:r>
        <w:t>et l</w:t>
      </w:r>
      <w:r w:rsidR="00C90F8D">
        <w:t>’</w:t>
      </w:r>
      <w:r>
        <w:t>accompagna jusqu</w:t>
      </w:r>
      <w:r w:rsidR="00C90F8D">
        <w:t>’</w:t>
      </w:r>
      <w:r>
        <w:t>à la fenêtre à l</w:t>
      </w:r>
      <w:r w:rsidR="00C90F8D">
        <w:t>’</w:t>
      </w:r>
      <w:r>
        <w:t>appui de laquelle</w:t>
      </w:r>
      <w:r w:rsidR="00C90F8D">
        <w:t xml:space="preserve">, </w:t>
      </w:r>
      <w:r>
        <w:t>tous les deux</w:t>
      </w:r>
      <w:r w:rsidR="00C90F8D">
        <w:t xml:space="preserve">, </w:t>
      </w:r>
      <w:r>
        <w:t>ils s</w:t>
      </w:r>
      <w:r w:rsidR="00C90F8D">
        <w:t>’</w:t>
      </w:r>
      <w:r>
        <w:t>accoudèrent</w:t>
      </w:r>
      <w:r w:rsidR="00C90F8D">
        <w:t>.</w:t>
      </w:r>
    </w:p>
    <w:p w14:paraId="41E1F9D2" w14:textId="77777777" w:rsidR="00C90F8D" w:rsidRDefault="00AB2DE8">
      <w:r>
        <w:t>La lune était en train de vagabonder derrière une épaisse muraille de nuages fauves</w:t>
      </w:r>
      <w:r w:rsidR="00C90F8D">
        <w:t xml:space="preserve">. </w:t>
      </w:r>
      <w:r>
        <w:t>À travers leurs interstices filtrait néanmoins assez de lumière pour qu</w:t>
      </w:r>
      <w:r w:rsidR="00C90F8D">
        <w:t>’</w:t>
      </w:r>
      <w:r>
        <w:t>on pût discerner les traits essentiels du cortège</w:t>
      </w:r>
      <w:r w:rsidR="00C90F8D">
        <w:t xml:space="preserve">. </w:t>
      </w:r>
      <w:r>
        <w:t>Il y avait là une cinquantaine d</w:t>
      </w:r>
      <w:r w:rsidR="00C90F8D">
        <w:t>’</w:t>
      </w:r>
      <w:r>
        <w:t>indigènes</w:t>
      </w:r>
      <w:r w:rsidR="00C90F8D">
        <w:t xml:space="preserve">. </w:t>
      </w:r>
      <w:r>
        <w:t>Les hommes étaient au milieu</w:t>
      </w:r>
      <w:r w:rsidR="00C90F8D">
        <w:t xml:space="preserve">. </w:t>
      </w:r>
      <w:r>
        <w:t>À droite et à gauche des femmes aux voiles sombres traînaient par la main des petits enfants trébuchants</w:t>
      </w:r>
      <w:r w:rsidR="00C90F8D">
        <w:t xml:space="preserve">. </w:t>
      </w:r>
      <w:r>
        <w:t>Enveloppé d</w:t>
      </w:r>
      <w:r w:rsidR="00C90F8D">
        <w:t>’</w:t>
      </w:r>
      <w:r>
        <w:t>un linceul de soie rouge et juché sur les épaules de quatre porteurs</w:t>
      </w:r>
      <w:r w:rsidR="00C90F8D">
        <w:t xml:space="preserve">, </w:t>
      </w:r>
      <w:r>
        <w:t>le cercueil avançait en tanguant</w:t>
      </w:r>
      <w:r w:rsidR="00C90F8D">
        <w:t xml:space="preserve">, </w:t>
      </w:r>
      <w:r>
        <w:t>ainsi qu</w:t>
      </w:r>
      <w:r w:rsidR="00C90F8D">
        <w:t>’</w:t>
      </w:r>
      <w:r>
        <w:t>une barque sanglante ballottée au gré des flots</w:t>
      </w:r>
      <w:r w:rsidR="00C90F8D">
        <w:t>.</w:t>
      </w:r>
    </w:p>
    <w:p w14:paraId="651A68D7" w14:textId="77777777" w:rsidR="00C90F8D" w:rsidRDefault="00AB2DE8">
      <w:r>
        <w:t>Ils passèrent</w:t>
      </w:r>
      <w:r w:rsidR="00C90F8D">
        <w:t xml:space="preserve">, </w:t>
      </w:r>
      <w:r>
        <w:t>très vite</w:t>
      </w:r>
      <w:r w:rsidR="00C90F8D">
        <w:t xml:space="preserve">, </w:t>
      </w:r>
      <w:r>
        <w:t>sans une lamentation</w:t>
      </w:r>
      <w:r w:rsidR="00C90F8D">
        <w:t xml:space="preserve">, </w:t>
      </w:r>
      <w:r>
        <w:t>sans un murmure</w:t>
      </w:r>
      <w:r w:rsidR="00C90F8D">
        <w:t xml:space="preserve">. </w:t>
      </w:r>
      <w:r>
        <w:t>La funèbre ritournelle décrût</w:t>
      </w:r>
      <w:r w:rsidR="00C90F8D">
        <w:t xml:space="preserve">, </w:t>
      </w:r>
      <w:r>
        <w:t>devint imperceptible</w:t>
      </w:r>
      <w:r w:rsidR="00C90F8D">
        <w:t xml:space="preserve">, </w:t>
      </w:r>
      <w:r>
        <w:t>s</w:t>
      </w:r>
      <w:r w:rsidR="00C90F8D">
        <w:t>’</w:t>
      </w:r>
      <w:r>
        <w:t>éteignit</w:t>
      </w:r>
      <w:r w:rsidR="00C90F8D">
        <w:t>.</w:t>
      </w:r>
    </w:p>
    <w:p w14:paraId="247D005F" w14:textId="77777777" w:rsidR="00C90F8D" w:rsidRDefault="00C90F8D">
      <w:r>
        <w:rPr>
          <w:rFonts w:eastAsia="Georgia"/>
        </w:rPr>
        <w:t>— </w:t>
      </w:r>
      <w:r w:rsidR="00AB2DE8">
        <w:t>Il y a donc un cimetière</w:t>
      </w:r>
      <w:r>
        <w:t xml:space="preserve">, </w:t>
      </w:r>
      <w:r w:rsidR="00AB2DE8">
        <w:t>dans les environs</w:t>
      </w:r>
      <w:r>
        <w:t xml:space="preserve"> ? </w:t>
      </w:r>
      <w:r w:rsidR="00AB2DE8">
        <w:t>demanda Forestier</w:t>
      </w:r>
      <w:r>
        <w:t>.</w:t>
      </w:r>
    </w:p>
    <w:p w14:paraId="657D4D58" w14:textId="77777777" w:rsidR="00C90F8D" w:rsidRDefault="00C90F8D">
      <w:r>
        <w:rPr>
          <w:rFonts w:eastAsia="Georgia"/>
        </w:rPr>
        <w:t>— </w:t>
      </w:r>
      <w:r w:rsidR="00AB2DE8">
        <w:t>Un cimetière</w:t>
      </w:r>
      <w:r>
        <w:t xml:space="preserve"> ! </w:t>
      </w:r>
      <w:r w:rsidR="00AB2DE8">
        <w:t>fit Schmidt</w:t>
      </w:r>
      <w:r>
        <w:t xml:space="preserve">. </w:t>
      </w:r>
      <w:r w:rsidR="00AB2DE8">
        <w:t>Tu en as de bonnes</w:t>
      </w:r>
      <w:r>
        <w:t xml:space="preserve">. </w:t>
      </w:r>
      <w:r w:rsidR="00AB2DE8">
        <w:t>Le cimetière</w:t>
      </w:r>
      <w:r>
        <w:t xml:space="preserve">, </w:t>
      </w:r>
      <w:r w:rsidR="00AB2DE8">
        <w:t>c</w:t>
      </w:r>
      <w:r>
        <w:t>’</w:t>
      </w:r>
      <w:r w:rsidR="00AB2DE8">
        <w:t>est toute la Chine</w:t>
      </w:r>
      <w:r>
        <w:t xml:space="preserve">. </w:t>
      </w:r>
      <w:r w:rsidR="00AB2DE8">
        <w:t>Le cercueil que tu viens d</w:t>
      </w:r>
      <w:r>
        <w:t>’</w:t>
      </w:r>
      <w:r w:rsidR="00AB2DE8">
        <w:t>apercevoir</w:t>
      </w:r>
      <w:r>
        <w:t xml:space="preserve">, </w:t>
      </w:r>
      <w:r w:rsidR="00AB2DE8">
        <w:t>ils sont en train de le balancer dans quelque terrain vague</w:t>
      </w:r>
      <w:r>
        <w:t xml:space="preserve">. </w:t>
      </w:r>
      <w:r w:rsidR="00AB2DE8">
        <w:t>Là-dessus</w:t>
      </w:r>
      <w:r>
        <w:t xml:space="preserve"> : </w:t>
      </w:r>
      <w:r w:rsidR="00AB2DE8">
        <w:t>adieu</w:t>
      </w:r>
      <w:r>
        <w:t xml:space="preserve">, </w:t>
      </w:r>
      <w:r w:rsidR="00AB2DE8">
        <w:t>grand-papa</w:t>
      </w:r>
      <w:r>
        <w:t xml:space="preserve"> ! </w:t>
      </w:r>
      <w:r w:rsidR="00AB2DE8">
        <w:t>Bien du plaisir avec les charognards</w:t>
      </w:r>
      <w:r>
        <w:t xml:space="preserve">. </w:t>
      </w:r>
      <w:r w:rsidR="00AB2DE8">
        <w:t>Un cimetière</w:t>
      </w:r>
      <w:r>
        <w:t xml:space="preserve"> ! </w:t>
      </w:r>
      <w:r w:rsidR="00AB2DE8">
        <w:t>Je te les montrerai quelque jour</w:t>
      </w:r>
      <w:r>
        <w:t xml:space="preserve">, </w:t>
      </w:r>
      <w:r w:rsidR="00AB2DE8">
        <w:t>si ça t</w:t>
      </w:r>
      <w:r>
        <w:t>’</w:t>
      </w:r>
      <w:r w:rsidR="00AB2DE8">
        <w:t>intéresse</w:t>
      </w:r>
      <w:r>
        <w:t xml:space="preserve">, </w:t>
      </w:r>
      <w:r w:rsidR="00AB2DE8">
        <w:t>ces immenses étendues de boue jaune</w:t>
      </w:r>
      <w:r>
        <w:t xml:space="preserve">, </w:t>
      </w:r>
      <w:r w:rsidR="00AB2DE8">
        <w:lastRenderedPageBreak/>
        <w:t>parsemées de cercueils éventrés</w:t>
      </w:r>
      <w:r>
        <w:t xml:space="preserve">, </w:t>
      </w:r>
      <w:r w:rsidR="00AB2DE8">
        <w:t>abandonnés à même le sol</w:t>
      </w:r>
      <w:r>
        <w:t xml:space="preserve">. </w:t>
      </w:r>
      <w:r w:rsidR="00AB2DE8">
        <w:t>On ne peut rien rêver de mieux</w:t>
      </w:r>
      <w:r>
        <w:t xml:space="preserve">, </w:t>
      </w:r>
      <w:r w:rsidR="00AB2DE8">
        <w:t>comme dégoûtation</w:t>
      </w:r>
      <w:r>
        <w:t xml:space="preserve">. </w:t>
      </w:r>
      <w:r w:rsidR="00AB2DE8">
        <w:t>Et dire qu</w:t>
      </w:r>
      <w:r>
        <w:t>’</w:t>
      </w:r>
      <w:r w:rsidR="00AB2DE8">
        <w:t>on va</w:t>
      </w:r>
      <w:r>
        <w:t xml:space="preserve">, </w:t>
      </w:r>
      <w:r w:rsidR="00AB2DE8">
        <w:t>sans plus tarder</w:t>
      </w:r>
      <w:r>
        <w:t xml:space="preserve">, </w:t>
      </w:r>
      <w:r w:rsidR="00AB2DE8">
        <w:t>leur coller le bulletin de vote</w:t>
      </w:r>
      <w:r>
        <w:t xml:space="preserve">, </w:t>
      </w:r>
      <w:r w:rsidR="00AB2DE8">
        <w:t>à ces lascars</w:t>
      </w:r>
      <w:r>
        <w:t xml:space="preserve">. </w:t>
      </w:r>
      <w:r w:rsidR="00AB2DE8">
        <w:t>Tiens</w:t>
      </w:r>
      <w:r>
        <w:t xml:space="preserve">, </w:t>
      </w:r>
      <w:r w:rsidR="00AB2DE8">
        <w:t>sens-moi donc ça</w:t>
      </w:r>
      <w:r>
        <w:t xml:space="preserve">, </w:t>
      </w:r>
      <w:r w:rsidR="00AB2DE8">
        <w:t>plutôt</w:t>
      </w:r>
      <w:r>
        <w:t> !</w:t>
      </w:r>
    </w:p>
    <w:p w14:paraId="776217A6" w14:textId="77777777" w:rsidR="00C90F8D" w:rsidRDefault="00AB2DE8">
      <w:r>
        <w:t>Brusquement</w:t>
      </w:r>
      <w:r w:rsidR="00C90F8D">
        <w:t xml:space="preserve">, </w:t>
      </w:r>
      <w:r>
        <w:t>le vent venait d</w:t>
      </w:r>
      <w:r w:rsidR="00C90F8D">
        <w:t>’</w:t>
      </w:r>
      <w:r>
        <w:t>avoir une saute</w:t>
      </w:r>
      <w:r w:rsidR="00C90F8D">
        <w:t xml:space="preserve">. </w:t>
      </w:r>
      <w:r>
        <w:t>Il soufflait à présent du nord</w:t>
      </w:r>
      <w:r w:rsidR="00C90F8D">
        <w:t xml:space="preserve">. </w:t>
      </w:r>
      <w:r>
        <w:t>Une affreuse odeur leur parvenait</w:t>
      </w:r>
      <w:r w:rsidR="00C90F8D">
        <w:t xml:space="preserve">, </w:t>
      </w:r>
      <w:r>
        <w:t>fade</w:t>
      </w:r>
      <w:r w:rsidR="00C90F8D">
        <w:t xml:space="preserve">, </w:t>
      </w:r>
      <w:r>
        <w:t>écœurante</w:t>
      </w:r>
      <w:r w:rsidR="00C90F8D">
        <w:t xml:space="preserve">, </w:t>
      </w:r>
      <w:r>
        <w:t>nauséabonde</w:t>
      </w:r>
      <w:r w:rsidR="00C90F8D">
        <w:t xml:space="preserve">. </w:t>
      </w:r>
      <w:r>
        <w:t>Schmidt saisit le bras de Forestier</w:t>
      </w:r>
      <w:r w:rsidR="00C90F8D">
        <w:t>.</w:t>
      </w:r>
    </w:p>
    <w:p w14:paraId="675E192E" w14:textId="77777777" w:rsidR="00C90F8D" w:rsidRDefault="00C90F8D">
      <w:r>
        <w:rPr>
          <w:rFonts w:eastAsia="Georgia"/>
        </w:rPr>
        <w:t>— </w:t>
      </w:r>
      <w:r w:rsidR="00AB2DE8">
        <w:t>Laisse-moi fermer la fenêtre</w:t>
      </w:r>
      <w:r>
        <w:t xml:space="preserve">. </w:t>
      </w:r>
      <w:r w:rsidR="00AB2DE8">
        <w:t>Allons</w:t>
      </w:r>
      <w:r>
        <w:t xml:space="preserve">, </w:t>
      </w:r>
      <w:r w:rsidR="00AB2DE8">
        <w:t>rentre</w:t>
      </w:r>
      <w:r>
        <w:t xml:space="preserve">. </w:t>
      </w:r>
      <w:r w:rsidR="00AB2DE8">
        <w:t>À quoi penses-tu</w:t>
      </w:r>
      <w:r>
        <w:t> ?</w:t>
      </w:r>
    </w:p>
    <w:p w14:paraId="2C0E8966" w14:textId="77777777" w:rsidR="00C90F8D" w:rsidRDefault="00C90F8D">
      <w:r>
        <w:rPr>
          <w:rFonts w:eastAsia="Georgia"/>
        </w:rPr>
        <w:t>— </w:t>
      </w:r>
      <w:r w:rsidR="00AB2DE8">
        <w:t>À quoi je pense</w:t>
      </w:r>
      <w:r>
        <w:t xml:space="preserve"> ! </w:t>
      </w:r>
      <w:r w:rsidR="00AB2DE8">
        <w:t>répéta Forestier</w:t>
      </w:r>
      <w:r>
        <w:t>.</w:t>
      </w:r>
    </w:p>
    <w:p w14:paraId="29500165" w14:textId="77777777" w:rsidR="00C90F8D" w:rsidRDefault="00AB2DE8">
      <w:r>
        <w:t>Le son de cette voix était si poignant que Schmidt aussitôt regretta de l</w:t>
      </w:r>
      <w:r w:rsidR="00C90F8D">
        <w:t>’</w:t>
      </w:r>
      <w:r>
        <w:t>avoir questionné de la sorte</w:t>
      </w:r>
      <w:r w:rsidR="00C90F8D">
        <w:t>.</w:t>
      </w:r>
    </w:p>
    <w:p w14:paraId="56B55C74" w14:textId="77777777" w:rsidR="00C90F8D" w:rsidRDefault="00C90F8D">
      <w:r>
        <w:rPr>
          <w:rFonts w:eastAsia="Georgia"/>
        </w:rPr>
        <w:t>— </w:t>
      </w:r>
      <w:r w:rsidR="00AB2DE8">
        <w:t>À quoi veux-tu que je pense</w:t>
      </w:r>
      <w:r>
        <w:t xml:space="preserve"> ? </w:t>
      </w:r>
      <w:r w:rsidR="00AB2DE8">
        <w:t>Je pense qu</w:t>
      </w:r>
      <w:r>
        <w:t>’</w:t>
      </w:r>
      <w:r w:rsidR="00AB2DE8">
        <w:t>en ce moment il est minuit</w:t>
      </w:r>
      <w:r>
        <w:t xml:space="preserve">, </w:t>
      </w:r>
      <w:r w:rsidR="00AB2DE8">
        <w:t>que je n</w:t>
      </w:r>
      <w:r>
        <w:t>’</w:t>
      </w:r>
      <w:r w:rsidR="00AB2DE8">
        <w:t>aurais qu</w:t>
      </w:r>
      <w:r>
        <w:t>’</w:t>
      </w:r>
      <w:r w:rsidR="00AB2DE8">
        <w:t>à m</w:t>
      </w:r>
      <w:r>
        <w:t>’</w:t>
      </w:r>
      <w:r w:rsidR="00AB2DE8">
        <w:t>habiller</w:t>
      </w:r>
      <w:r>
        <w:t xml:space="preserve">, </w:t>
      </w:r>
      <w:r w:rsidR="00AB2DE8">
        <w:t>à descendre</w:t>
      </w:r>
      <w:r>
        <w:t xml:space="preserve">, </w:t>
      </w:r>
      <w:r w:rsidR="00AB2DE8">
        <w:t>et qu</w:t>
      </w:r>
      <w:r>
        <w:t>’</w:t>
      </w:r>
      <w:r w:rsidR="00AB2DE8">
        <w:t>en une demi-heure de marche</w:t>
      </w:r>
      <w:r>
        <w:t xml:space="preserve">, </w:t>
      </w:r>
      <w:r w:rsidR="00AB2DE8">
        <w:t>je serais là-bas</w:t>
      </w:r>
      <w:r>
        <w:t xml:space="preserve">… </w:t>
      </w:r>
      <w:r w:rsidR="00AB2DE8">
        <w:t>Tu sais</w:t>
      </w:r>
      <w:r>
        <w:t xml:space="preserve">, </w:t>
      </w:r>
      <w:r w:rsidR="00AB2DE8">
        <w:t>n</w:t>
      </w:r>
      <w:r>
        <w:t>’</w:t>
      </w:r>
      <w:r w:rsidR="00AB2DE8">
        <w:t>est-ce pas</w:t>
      </w:r>
      <w:r>
        <w:t xml:space="preserve">, </w:t>
      </w:r>
      <w:r w:rsidR="00AB2DE8">
        <w:t>où je veux dire</w:t>
      </w:r>
      <w:r>
        <w:t xml:space="preserve"> ? </w:t>
      </w:r>
      <w:r w:rsidR="00AB2DE8">
        <w:t>Mais n</w:t>
      </w:r>
      <w:r>
        <w:t>’</w:t>
      </w:r>
      <w:r w:rsidR="00AB2DE8">
        <w:t>aie pas peur</w:t>
      </w:r>
      <w:r>
        <w:t xml:space="preserve">, </w:t>
      </w:r>
      <w:r w:rsidR="00AB2DE8">
        <w:t>je n</w:t>
      </w:r>
      <w:r>
        <w:t>’</w:t>
      </w:r>
      <w:r w:rsidR="00AB2DE8">
        <w:t>irai pas</w:t>
      </w:r>
      <w:r>
        <w:t xml:space="preserve">. </w:t>
      </w:r>
      <w:r w:rsidR="00AB2DE8">
        <w:t>Quand un homme a parlé de son mal avec autant de sérénité que je viens de le faire</w:t>
      </w:r>
      <w:r>
        <w:t xml:space="preserve">, </w:t>
      </w:r>
      <w:r w:rsidR="00AB2DE8">
        <w:t>on peut bien admettre qu</w:t>
      </w:r>
      <w:r>
        <w:t>’</w:t>
      </w:r>
      <w:r w:rsidR="00AB2DE8">
        <w:t>il est guéri</w:t>
      </w:r>
      <w:r>
        <w:t xml:space="preserve">, </w:t>
      </w:r>
      <w:r w:rsidR="00AB2DE8">
        <w:t>n</w:t>
      </w:r>
      <w:r>
        <w:t>’</w:t>
      </w:r>
      <w:r w:rsidR="00AB2DE8">
        <w:t>est-il pas vrai</w:t>
      </w:r>
      <w:r>
        <w:t> ?</w:t>
      </w:r>
    </w:p>
    <w:p w14:paraId="121B3903" w14:textId="77777777" w:rsidR="00C90F8D" w:rsidRDefault="00C90F8D">
      <w:r>
        <w:rPr>
          <w:rFonts w:eastAsia="Georgia"/>
        </w:rPr>
        <w:t>— </w:t>
      </w:r>
      <w:r w:rsidR="00AB2DE8">
        <w:t>Assurément</w:t>
      </w:r>
      <w:r>
        <w:t xml:space="preserve">, </w:t>
      </w:r>
      <w:r w:rsidR="00AB2DE8">
        <w:t>déclara Schmidt</w:t>
      </w:r>
      <w:r>
        <w:t xml:space="preserve">, </w:t>
      </w:r>
      <w:r w:rsidR="00AB2DE8">
        <w:t>beaucoup moins convaincu qu</w:t>
      </w:r>
      <w:r>
        <w:t>’</w:t>
      </w:r>
      <w:r w:rsidR="00AB2DE8">
        <w:t>il n</w:t>
      </w:r>
      <w:r>
        <w:t>’</w:t>
      </w:r>
      <w:r w:rsidR="00AB2DE8">
        <w:t>eût voulu le paraître</w:t>
      </w:r>
      <w:r>
        <w:t xml:space="preserve">. </w:t>
      </w:r>
      <w:r w:rsidR="00AB2DE8">
        <w:t>Allons</w:t>
      </w:r>
      <w:r>
        <w:t xml:space="preserve">, </w:t>
      </w:r>
      <w:r w:rsidR="00AB2DE8">
        <w:t>ne restons pas ici</w:t>
      </w:r>
      <w:r>
        <w:t xml:space="preserve">, </w:t>
      </w:r>
      <w:r w:rsidR="00AB2DE8">
        <w:t>à respirer cette puanteur</w:t>
      </w:r>
      <w:r>
        <w:t xml:space="preserve">. </w:t>
      </w:r>
      <w:r w:rsidR="00AB2DE8">
        <w:t>Viens te recoucher</w:t>
      </w:r>
      <w:r>
        <w:t>.</w:t>
      </w:r>
    </w:p>
    <w:p w14:paraId="680CE555" w14:textId="06A8BB04" w:rsidR="00C90F8D" w:rsidRDefault="00C90F8D"/>
    <w:p w14:paraId="384D2F02" w14:textId="77777777" w:rsidR="00C90F8D" w:rsidRDefault="00C90F8D">
      <w:r>
        <w:t>— </w:t>
      </w:r>
      <w:r w:rsidR="00AB2DE8">
        <w:t>Au point où j</w:t>
      </w:r>
      <w:r>
        <w:t>’</w:t>
      </w:r>
      <w:r w:rsidR="00AB2DE8">
        <w:t>en suis de mon histoire</w:t>
      </w:r>
      <w:r>
        <w:t xml:space="preserve">, </w:t>
      </w:r>
      <w:r w:rsidR="00AB2DE8">
        <w:t>dit Forestier après un silence qui avait duré plus longtemps que tous les autres</w:t>
      </w:r>
      <w:r>
        <w:t xml:space="preserve">, </w:t>
      </w:r>
      <w:r w:rsidR="00AB2DE8">
        <w:t>y aurait-il un incon</w:t>
      </w:r>
      <w:r w:rsidR="00AB2DE8">
        <w:rPr>
          <w:rFonts w:eastAsia="Georgia"/>
        </w:rPr>
        <w:t xml:space="preserve">vénient </w:t>
      </w:r>
      <w:r w:rsidR="00AB2DE8">
        <w:t>sérieux à ce que je m</w:t>
      </w:r>
      <w:r>
        <w:t>’</w:t>
      </w:r>
      <w:r w:rsidR="00AB2DE8">
        <w:t>arrête</w:t>
      </w:r>
      <w:r>
        <w:t xml:space="preserve">, </w:t>
      </w:r>
      <w:r w:rsidR="00AB2DE8">
        <w:t>à ce que je la laisse ainsi</w:t>
      </w:r>
      <w:r>
        <w:t xml:space="preserve">, </w:t>
      </w:r>
      <w:r w:rsidR="00AB2DE8">
        <w:t>inachevée</w:t>
      </w:r>
      <w:r>
        <w:t xml:space="preserve">. </w:t>
      </w:r>
      <w:r w:rsidR="00AB2DE8">
        <w:t>Je ne pense pas</w:t>
      </w:r>
      <w:r>
        <w:t xml:space="preserve">, </w:t>
      </w:r>
      <w:r w:rsidR="00AB2DE8">
        <w:t xml:space="preserve">car je </w:t>
      </w:r>
      <w:r w:rsidR="00AB2DE8">
        <w:lastRenderedPageBreak/>
        <w:t>vois bien que tu as maintenant tout deviné</w:t>
      </w:r>
      <w:r>
        <w:t xml:space="preserve">. </w:t>
      </w:r>
      <w:r w:rsidR="00AB2DE8">
        <w:t>Je continuerai</w:t>
      </w:r>
      <w:r>
        <w:t xml:space="preserve">, </w:t>
      </w:r>
      <w:r w:rsidR="00AB2DE8">
        <w:t>pourtant</w:t>
      </w:r>
      <w:r>
        <w:t xml:space="preserve">, </w:t>
      </w:r>
      <w:r w:rsidR="00AB2DE8">
        <w:t>j</w:t>
      </w:r>
      <w:r>
        <w:t>’</w:t>
      </w:r>
      <w:r w:rsidR="00AB2DE8">
        <w:t>irai jusqu</w:t>
      </w:r>
      <w:r>
        <w:t>’</w:t>
      </w:r>
      <w:r w:rsidR="00AB2DE8">
        <w:t>au bout</w:t>
      </w:r>
      <w:r>
        <w:t xml:space="preserve">. </w:t>
      </w:r>
      <w:r w:rsidR="00AB2DE8">
        <w:t>Je sens que j</w:t>
      </w:r>
      <w:r>
        <w:t>’</w:t>
      </w:r>
      <w:r w:rsidR="00AB2DE8">
        <w:t>aurais</w:t>
      </w:r>
      <w:r>
        <w:t xml:space="preserve">, </w:t>
      </w:r>
      <w:r w:rsidR="00AB2DE8">
        <w:t>comprends-tu</w:t>
      </w:r>
      <w:r>
        <w:t xml:space="preserve">, </w:t>
      </w:r>
      <w:r w:rsidR="00AB2DE8">
        <w:t>conquis de façon trop facile ton absolution</w:t>
      </w:r>
      <w:r>
        <w:t xml:space="preserve">, </w:t>
      </w:r>
      <w:r w:rsidR="00AB2DE8">
        <w:t>si tu me l</w:t>
      </w:r>
      <w:r>
        <w:t>’</w:t>
      </w:r>
      <w:r w:rsidR="00AB2DE8">
        <w:t>accordais sans avoir eu connaissance des tristes détails qu</w:t>
      </w:r>
      <w:r>
        <w:t>’</w:t>
      </w:r>
      <w:r w:rsidR="00AB2DE8">
        <w:t>il me reste encore à t</w:t>
      </w:r>
      <w:r>
        <w:t>’</w:t>
      </w:r>
      <w:r w:rsidR="00AB2DE8">
        <w:t>apprendre</w:t>
      </w:r>
      <w:r>
        <w:t>.</w:t>
      </w:r>
    </w:p>
    <w:p w14:paraId="1FEC2E9D" w14:textId="77777777" w:rsidR="00C90F8D" w:rsidRDefault="00AB2DE8">
      <w:r>
        <w:t>Le matin qui suivit cette nuit de Novo-Petrovsk je me levai de meilleure heure que d</w:t>
      </w:r>
      <w:r w:rsidR="00C90F8D">
        <w:t>’</w:t>
      </w:r>
      <w:r>
        <w:t>habitude</w:t>
      </w:r>
      <w:r w:rsidR="00C90F8D">
        <w:t xml:space="preserve">, </w:t>
      </w:r>
      <w:r>
        <w:t>et partis au hasard à travers la montagne</w:t>
      </w:r>
      <w:r w:rsidR="00C90F8D">
        <w:t xml:space="preserve">. </w:t>
      </w:r>
      <w:r>
        <w:t>Il y avait dans toute la nature quelque chose qui annonçait la prochaine venue du printemps</w:t>
      </w:r>
      <w:r w:rsidR="00C90F8D">
        <w:t xml:space="preserve">. </w:t>
      </w:r>
      <w:r>
        <w:t>Certaines parties de la steppe</w:t>
      </w:r>
      <w:r w:rsidR="00C90F8D">
        <w:t xml:space="preserve">, </w:t>
      </w:r>
      <w:r>
        <w:t>d</w:t>
      </w:r>
      <w:r w:rsidR="00C90F8D">
        <w:t>’</w:t>
      </w:r>
      <w:r>
        <w:t>où la neige avait disparu</w:t>
      </w:r>
      <w:r w:rsidR="00C90F8D">
        <w:t xml:space="preserve">, </w:t>
      </w:r>
      <w:r>
        <w:t>étaient d</w:t>
      </w:r>
      <w:r w:rsidR="00C90F8D">
        <w:t>’</w:t>
      </w:r>
      <w:r>
        <w:t>un beige délicat</w:t>
      </w:r>
      <w:r w:rsidR="00C90F8D">
        <w:t xml:space="preserve">, </w:t>
      </w:r>
      <w:r>
        <w:t>qu</w:t>
      </w:r>
      <w:r w:rsidR="00C90F8D">
        <w:t>’</w:t>
      </w:r>
      <w:r>
        <w:t>allait bientôt recouvrir la pâle verdure des hautes herbes</w:t>
      </w:r>
      <w:r w:rsidR="00C90F8D">
        <w:t xml:space="preserve">. </w:t>
      </w:r>
      <w:r>
        <w:t>Le soleil montait avec lenteur au-dessus des sapins</w:t>
      </w:r>
      <w:r w:rsidR="00C90F8D">
        <w:t xml:space="preserve">, </w:t>
      </w:r>
      <w:r>
        <w:t>dont il faisait étinceler les branches couvertes de givre</w:t>
      </w:r>
      <w:r w:rsidR="00C90F8D">
        <w:t xml:space="preserve">. </w:t>
      </w:r>
      <w:r>
        <w:t>Mais je n</w:t>
      </w:r>
      <w:r w:rsidR="00C90F8D">
        <w:t>’</w:t>
      </w:r>
      <w:r>
        <w:t>avais pas besoin de ce soleil pour que le paysage m</w:t>
      </w:r>
      <w:r w:rsidR="00C90F8D">
        <w:t>’</w:t>
      </w:r>
      <w:r>
        <w:t>apparût transfiguré</w:t>
      </w:r>
      <w:r w:rsidR="00C90F8D">
        <w:t xml:space="preserve">. </w:t>
      </w:r>
      <w:r>
        <w:t>J</w:t>
      </w:r>
      <w:r w:rsidR="00C90F8D">
        <w:t>’</w:t>
      </w:r>
      <w:r>
        <w:t>allais</w:t>
      </w:r>
      <w:r w:rsidR="00C90F8D">
        <w:t xml:space="preserve">, </w:t>
      </w:r>
      <w:r>
        <w:t>aspirant à pleins poumons le vent glacé des cimes</w:t>
      </w:r>
      <w:r w:rsidR="00C90F8D">
        <w:t xml:space="preserve">, </w:t>
      </w:r>
      <w:r>
        <w:t>franchissant d</w:t>
      </w:r>
      <w:r w:rsidR="00C90F8D">
        <w:t>’</w:t>
      </w:r>
      <w:r>
        <w:t>un bond les minces ruisselets</w:t>
      </w:r>
      <w:r w:rsidR="00C90F8D">
        <w:t xml:space="preserve">, </w:t>
      </w:r>
      <w:r>
        <w:t>faisant fuir devant moi à tire d</w:t>
      </w:r>
      <w:r w:rsidR="00C90F8D">
        <w:t>’</w:t>
      </w:r>
      <w:r>
        <w:t>aile des perdrix blanches effarouchées</w:t>
      </w:r>
      <w:r w:rsidR="00C90F8D">
        <w:t xml:space="preserve">, </w:t>
      </w:r>
      <w:r>
        <w:t>des pics-verts au vol haletant</w:t>
      </w:r>
      <w:r w:rsidR="00C90F8D">
        <w:t xml:space="preserve">, </w:t>
      </w:r>
      <w:r>
        <w:t>de pesantes bartavelles brunes</w:t>
      </w:r>
      <w:r w:rsidR="00C90F8D">
        <w:t xml:space="preserve">. </w:t>
      </w:r>
      <w:r>
        <w:t>Tout m</w:t>
      </w:r>
      <w:r w:rsidR="00C90F8D">
        <w:t>’</w:t>
      </w:r>
      <w:r>
        <w:t>était un sujet d</w:t>
      </w:r>
      <w:r w:rsidR="00C90F8D">
        <w:t>’</w:t>
      </w:r>
      <w:r>
        <w:t>émerveillement</w:t>
      </w:r>
      <w:r w:rsidR="00C90F8D">
        <w:t xml:space="preserve">. </w:t>
      </w:r>
      <w:r>
        <w:t>Mon cœur débordait de félicité</w:t>
      </w:r>
      <w:r w:rsidR="00C90F8D">
        <w:t xml:space="preserve">, </w:t>
      </w:r>
      <w:r>
        <w:t>d</w:t>
      </w:r>
      <w:r w:rsidR="00C90F8D">
        <w:t>’</w:t>
      </w:r>
      <w:r>
        <w:t>enthousiasme</w:t>
      </w:r>
      <w:r w:rsidR="00C90F8D">
        <w:t xml:space="preserve">, </w:t>
      </w:r>
      <w:r>
        <w:t>de gratitude</w:t>
      </w:r>
      <w:r w:rsidR="00C90F8D">
        <w:t xml:space="preserve">. </w:t>
      </w:r>
      <w:r>
        <w:t>Je visitai tous les endroits de la forêt où je savais que je pourrais cueillir des œillets mauves</w:t>
      </w:r>
      <w:r w:rsidR="00C90F8D">
        <w:t xml:space="preserve">, </w:t>
      </w:r>
      <w:r>
        <w:t>si bien que lorsque je me décidai à reprendre le chemin de l</w:t>
      </w:r>
      <w:r w:rsidR="00C90F8D">
        <w:t>’</w:t>
      </w:r>
      <w:r>
        <w:t>usine</w:t>
      </w:r>
      <w:r w:rsidR="00C90F8D">
        <w:t xml:space="preserve">, </w:t>
      </w:r>
      <w:r>
        <w:t>mes bras pressaient contre moi un bouquet dix fois plus ample que ceux que j</w:t>
      </w:r>
      <w:r w:rsidR="00C90F8D">
        <w:t>’</w:t>
      </w:r>
      <w:r>
        <w:t>avais rapportés auparavant</w:t>
      </w:r>
      <w:r w:rsidR="00C90F8D">
        <w:t>.</w:t>
      </w:r>
    </w:p>
    <w:p w14:paraId="1BA9FC77" w14:textId="77777777" w:rsidR="00C90F8D" w:rsidRDefault="00AB2DE8">
      <w:r>
        <w:t>Je consultai ma montre</w:t>
      </w:r>
      <w:r w:rsidR="00C90F8D">
        <w:t xml:space="preserve">. </w:t>
      </w:r>
      <w:r>
        <w:t>Il était à peine dix heures</w:t>
      </w:r>
      <w:r w:rsidR="00C90F8D">
        <w:t xml:space="preserve">. </w:t>
      </w:r>
      <w:r>
        <w:t>Les deux heures qui me séparaient de celle du déjeuner me parurent autant de siècles</w:t>
      </w:r>
      <w:r w:rsidR="00C90F8D">
        <w:t xml:space="preserve">. </w:t>
      </w:r>
      <w:r>
        <w:t>Je me rendais compte que j</w:t>
      </w:r>
      <w:r w:rsidR="00C90F8D">
        <w:t>’</w:t>
      </w:r>
      <w:r>
        <w:t>avais vécu jusqu</w:t>
      </w:r>
      <w:r w:rsidR="00C90F8D">
        <w:t>’</w:t>
      </w:r>
      <w:r>
        <w:t>à ce jour ignorant ce que c</w:t>
      </w:r>
      <w:r w:rsidR="00C90F8D">
        <w:t>’</w:t>
      </w:r>
      <w:r>
        <w:t>était que d</w:t>
      </w:r>
      <w:r w:rsidR="00C90F8D">
        <w:t>’</w:t>
      </w:r>
      <w:r>
        <w:t>attendre</w:t>
      </w:r>
      <w:r w:rsidR="00C90F8D">
        <w:t xml:space="preserve">, </w:t>
      </w:r>
      <w:r>
        <w:t>de désirer quelque chose</w:t>
      </w:r>
      <w:r w:rsidR="00C90F8D">
        <w:t xml:space="preserve">. </w:t>
      </w:r>
      <w:r>
        <w:t>À onze heures et demie</w:t>
      </w:r>
      <w:r w:rsidR="00C90F8D">
        <w:t xml:space="preserve">, </w:t>
      </w:r>
      <w:r>
        <w:t xml:space="preserve">mon impatience </w:t>
      </w:r>
      <w:r>
        <w:lastRenderedPageBreak/>
        <w:t>atteignait son paroxysme</w:t>
      </w:r>
      <w:r w:rsidR="00C90F8D">
        <w:t xml:space="preserve">. </w:t>
      </w:r>
      <w:r>
        <w:t>Le général survint à point pour m</w:t>
      </w:r>
      <w:r w:rsidR="00C90F8D">
        <w:t>’</w:t>
      </w:r>
      <w:r>
        <w:t>aider à la tromper</w:t>
      </w:r>
      <w:r w:rsidR="00C90F8D">
        <w:t>.</w:t>
      </w:r>
    </w:p>
    <w:p w14:paraId="3D5342FD" w14:textId="77777777" w:rsidR="00C90F8D" w:rsidRDefault="00AB2DE8">
      <w:r>
        <w:t>Ne pouvant déjà savoir</w:t>
      </w:r>
      <w:r w:rsidR="00C90F8D">
        <w:t xml:space="preserve"> – </w:t>
      </w:r>
      <w:r>
        <w:t>je me l</w:t>
      </w:r>
      <w:r w:rsidR="00C90F8D">
        <w:t>’</w:t>
      </w:r>
      <w:r>
        <w:t>imaginais</w:t>
      </w:r>
      <w:r w:rsidR="00C90F8D">
        <w:t xml:space="preserve">, </w:t>
      </w:r>
      <w:r>
        <w:t>du moins</w:t>
      </w:r>
      <w:r w:rsidR="00C90F8D">
        <w:t xml:space="preserve"> – </w:t>
      </w:r>
      <w:r>
        <w:t>que j</w:t>
      </w:r>
      <w:r w:rsidR="00C90F8D">
        <w:t>’</w:t>
      </w:r>
      <w:r>
        <w:t>étais</w:t>
      </w:r>
      <w:r w:rsidR="00C90F8D">
        <w:t xml:space="preserve">, </w:t>
      </w:r>
      <w:r>
        <w:t>ce matin-là</w:t>
      </w:r>
      <w:r w:rsidR="00C90F8D">
        <w:t xml:space="preserve">, </w:t>
      </w:r>
      <w:r>
        <w:t>décidé non seulement à ne lui adresser aucun reproche</w:t>
      </w:r>
      <w:r w:rsidR="00C90F8D">
        <w:t xml:space="preserve">, </w:t>
      </w:r>
      <w:r>
        <w:t>mais encore à lui passer ses exigences les plus saugrenues</w:t>
      </w:r>
      <w:r w:rsidR="00C90F8D">
        <w:t xml:space="preserve">, </w:t>
      </w:r>
      <w:r>
        <w:t>les plus extravagantes</w:t>
      </w:r>
      <w:r w:rsidR="00C90F8D">
        <w:t xml:space="preserve">, </w:t>
      </w:r>
      <w:r>
        <w:t>il opéra dans la salle à manger une entrée pleine de circonspection</w:t>
      </w:r>
      <w:r w:rsidR="00C90F8D">
        <w:t xml:space="preserve">. </w:t>
      </w:r>
      <w:r>
        <w:t>Sa méfiance fut d</w:t>
      </w:r>
      <w:r w:rsidR="00C90F8D">
        <w:t>’</w:t>
      </w:r>
      <w:r>
        <w:t>ailleurs de courte durée</w:t>
      </w:r>
      <w:r w:rsidR="00C90F8D">
        <w:t xml:space="preserve">. </w:t>
      </w:r>
      <w:r>
        <w:t>Une demi-douzaine de bouteilles artistement disposées sur la table eurent vite raison de ses craintes</w:t>
      </w:r>
      <w:r w:rsidR="00C90F8D">
        <w:t xml:space="preserve">, </w:t>
      </w:r>
      <w:r>
        <w:t>et l</w:t>
      </w:r>
      <w:r w:rsidR="00C90F8D">
        <w:t>’</w:t>
      </w:r>
      <w:r>
        <w:t>avertirent qu</w:t>
      </w:r>
      <w:r w:rsidR="00C90F8D">
        <w:t>’</w:t>
      </w:r>
      <w:r>
        <w:t>il pouvait réserver pour une autre occasion la comédie qu</w:t>
      </w:r>
      <w:r w:rsidR="00C90F8D">
        <w:t>’</w:t>
      </w:r>
      <w:r>
        <w:t>il s</w:t>
      </w:r>
      <w:r w:rsidR="00C90F8D">
        <w:t>’</w:t>
      </w:r>
      <w:r>
        <w:t>était sans doute promis de me jouer</w:t>
      </w:r>
      <w:r w:rsidR="00C90F8D">
        <w:t>.</w:t>
      </w:r>
    </w:p>
    <w:p w14:paraId="622F3A36" w14:textId="77777777" w:rsidR="00C90F8D" w:rsidRDefault="00C90F8D">
      <w:r>
        <w:rPr>
          <w:rFonts w:eastAsia="Georgia"/>
        </w:rPr>
        <w:t>— </w:t>
      </w:r>
      <w:r w:rsidR="00AB2DE8">
        <w:t>Oh</w:t>
      </w:r>
      <w:r>
        <w:t xml:space="preserve"> ! </w:t>
      </w:r>
      <w:r w:rsidR="00AB2DE8">
        <w:t>Oh</w:t>
      </w:r>
      <w:r>
        <w:t xml:space="preserve"> ! </w:t>
      </w:r>
      <w:r w:rsidR="00AB2DE8">
        <w:t>fit-il</w:t>
      </w:r>
      <w:r>
        <w:t xml:space="preserve">, </w:t>
      </w:r>
      <w:r w:rsidR="00AB2DE8">
        <w:t>des fleurs</w:t>
      </w:r>
      <w:r>
        <w:t xml:space="preserve">, </w:t>
      </w:r>
      <w:r w:rsidR="00AB2DE8">
        <w:t>une tarte</w:t>
      </w:r>
      <w:r>
        <w:t xml:space="preserve">, </w:t>
      </w:r>
      <w:r w:rsidR="00AB2DE8">
        <w:t>des vins de choix</w:t>
      </w:r>
      <w:r>
        <w:t xml:space="preserve"> ! </w:t>
      </w:r>
      <w:r w:rsidR="00AB2DE8">
        <w:t>Qu</w:t>
      </w:r>
      <w:r>
        <w:t>’</w:t>
      </w:r>
      <w:r w:rsidR="00AB2DE8">
        <w:t>y a-t-il donc</w:t>
      </w:r>
      <w:r>
        <w:t xml:space="preserve"> ? </w:t>
      </w:r>
      <w:r w:rsidR="00AB2DE8">
        <w:t>Serait-ce votre fête</w:t>
      </w:r>
      <w:r>
        <w:t xml:space="preserve">, </w:t>
      </w:r>
      <w:r w:rsidR="00AB2DE8">
        <w:t>mon cher Charlie</w:t>
      </w:r>
      <w:r>
        <w:t xml:space="preserve"> ? </w:t>
      </w:r>
      <w:r w:rsidR="00AB2DE8">
        <w:t>Dans ce cas</w:t>
      </w:r>
      <w:r>
        <w:t xml:space="preserve">, </w:t>
      </w:r>
      <w:r w:rsidR="00AB2DE8">
        <w:t>vous m</w:t>
      </w:r>
      <w:r>
        <w:t>’</w:t>
      </w:r>
      <w:r w:rsidR="00AB2DE8">
        <w:t>excuserez de ne pas vous l</w:t>
      </w:r>
      <w:r>
        <w:t>’</w:t>
      </w:r>
      <w:r w:rsidR="00AB2DE8">
        <w:t>avoir souhaitée</w:t>
      </w:r>
      <w:r>
        <w:t xml:space="preserve">. </w:t>
      </w:r>
      <w:r w:rsidR="00AB2DE8">
        <w:t>Mais votre calendrier romain est tellement arbitraire</w:t>
      </w:r>
      <w:r>
        <w:t> !…</w:t>
      </w:r>
    </w:p>
    <w:p w14:paraId="4D2EFA15" w14:textId="77777777" w:rsidR="00C90F8D" w:rsidRDefault="00C90F8D">
      <w:r>
        <w:rPr>
          <w:rFonts w:eastAsia="Georgia"/>
        </w:rPr>
        <w:t>— </w:t>
      </w:r>
      <w:r w:rsidR="00AB2DE8">
        <w:t>Admettons que ce soit ma fête</w:t>
      </w:r>
      <w:r>
        <w:t xml:space="preserve">, </w:t>
      </w:r>
      <w:r w:rsidR="00AB2DE8">
        <w:t>mon général</w:t>
      </w:r>
      <w:r>
        <w:t xml:space="preserve">, </w:t>
      </w:r>
      <w:r w:rsidR="00AB2DE8">
        <w:t>dis-je gaiement</w:t>
      </w:r>
      <w:r>
        <w:t xml:space="preserve">. </w:t>
      </w:r>
      <w:r w:rsidR="00AB2DE8">
        <w:t>Je voudrais bien connaître votre avis sur ce cru-là</w:t>
      </w:r>
      <w:r>
        <w:t>.</w:t>
      </w:r>
    </w:p>
    <w:p w14:paraId="1F8A2B44" w14:textId="77777777" w:rsidR="00C90F8D" w:rsidRDefault="00AB2DE8">
      <w:r>
        <w:t>Il me regarda en dessous</w:t>
      </w:r>
      <w:r w:rsidR="00C90F8D">
        <w:t xml:space="preserve">. </w:t>
      </w:r>
      <w:r>
        <w:t>Je ne sais si mon allégresse l</w:t>
      </w:r>
      <w:r w:rsidR="00C90F8D">
        <w:t>’</w:t>
      </w:r>
      <w:r>
        <w:t>étonnait</w:t>
      </w:r>
      <w:r w:rsidR="00C90F8D">
        <w:t xml:space="preserve">. </w:t>
      </w:r>
      <w:r>
        <w:t>En tout cas</w:t>
      </w:r>
      <w:r w:rsidR="00C90F8D">
        <w:t xml:space="preserve">, </w:t>
      </w:r>
      <w:r>
        <w:t>il s</w:t>
      </w:r>
      <w:r w:rsidR="00C90F8D">
        <w:t>’</w:t>
      </w:r>
      <w:r>
        <w:t>abstint de m</w:t>
      </w:r>
      <w:r w:rsidR="00C90F8D">
        <w:t>’</w:t>
      </w:r>
      <w:r>
        <w:t>en demander la raison</w:t>
      </w:r>
      <w:r w:rsidR="00C90F8D">
        <w:t>.</w:t>
      </w:r>
    </w:p>
    <w:p w14:paraId="357F6A77" w14:textId="77777777" w:rsidR="00C90F8D" w:rsidRDefault="00C90F8D">
      <w:r>
        <w:rPr>
          <w:rFonts w:eastAsia="Georgia"/>
        </w:rPr>
        <w:t>— </w:t>
      </w:r>
      <w:r w:rsidR="00AB2DE8">
        <w:t>Accédons à votre désir</w:t>
      </w:r>
      <w:r>
        <w:t xml:space="preserve">, </w:t>
      </w:r>
      <w:r w:rsidR="00AB2DE8">
        <w:t>et voyons ce vin</w:t>
      </w:r>
      <w:r>
        <w:t xml:space="preserve">, </w:t>
      </w:r>
      <w:r w:rsidR="00AB2DE8">
        <w:t>dit-il</w:t>
      </w:r>
      <w:r>
        <w:t xml:space="preserve">, </w:t>
      </w:r>
      <w:r w:rsidR="00AB2DE8">
        <w:t>très digne</w:t>
      </w:r>
      <w:r>
        <w:t xml:space="preserve">. </w:t>
      </w:r>
      <w:r w:rsidR="00AB2DE8">
        <w:t>Mon jeune ami</w:t>
      </w:r>
      <w:r>
        <w:t xml:space="preserve">, </w:t>
      </w:r>
      <w:r w:rsidR="00AB2DE8">
        <w:t>c</w:t>
      </w:r>
      <w:r>
        <w:t>’</w:t>
      </w:r>
      <w:r w:rsidR="00AB2DE8">
        <w:t>est du tokay</w:t>
      </w:r>
      <w:r>
        <w:t xml:space="preserve">, </w:t>
      </w:r>
      <w:r w:rsidR="00AB2DE8">
        <w:t>tout simplement</w:t>
      </w:r>
      <w:r>
        <w:t xml:space="preserve">. </w:t>
      </w:r>
      <w:r w:rsidR="00AB2DE8">
        <w:t>Vous ne m</w:t>
      </w:r>
      <w:r>
        <w:t>’</w:t>
      </w:r>
      <w:r w:rsidR="00AB2DE8">
        <w:t>entendrez jamais médire du tokay</w:t>
      </w:r>
      <w:r>
        <w:t xml:space="preserve">. </w:t>
      </w:r>
      <w:r w:rsidR="00AB2DE8">
        <w:t>C</w:t>
      </w:r>
      <w:r>
        <w:t>’</w:t>
      </w:r>
      <w:r w:rsidR="00AB2DE8">
        <w:t>est un vin que j</w:t>
      </w:r>
      <w:r>
        <w:t>’</w:t>
      </w:r>
      <w:r w:rsidR="00AB2DE8">
        <w:t>envoyais autrefois</w:t>
      </w:r>
      <w:r>
        <w:t xml:space="preserve">, </w:t>
      </w:r>
      <w:r w:rsidR="00AB2DE8">
        <w:t>par paniers entiers</w:t>
      </w:r>
      <w:r>
        <w:t xml:space="preserve">, </w:t>
      </w:r>
      <w:r w:rsidR="00AB2DE8">
        <w:t xml:space="preserve">à la comtesse </w:t>
      </w:r>
      <w:proofErr w:type="spellStart"/>
      <w:r w:rsidR="00AB2DE8">
        <w:t>Strogonof</w:t>
      </w:r>
      <w:proofErr w:type="spellEnd"/>
      <w:r>
        <w:t xml:space="preserve">, </w:t>
      </w:r>
      <w:r w:rsidR="00AB2DE8">
        <w:t>femme du général-gouverneur de la forteresse Pierre et Paul</w:t>
      </w:r>
      <w:r>
        <w:t xml:space="preserve">, </w:t>
      </w:r>
      <w:r w:rsidR="00AB2DE8">
        <w:t>qui était</w:t>
      </w:r>
      <w:r>
        <w:t xml:space="preserve"> – </w:t>
      </w:r>
      <w:r w:rsidR="00AB2DE8">
        <w:t>chut</w:t>
      </w:r>
      <w:r>
        <w:t xml:space="preserve"> ! – </w:t>
      </w:r>
      <w:r w:rsidR="00AB2DE8">
        <w:t>alors ma maîtresse</w:t>
      </w:r>
      <w:r>
        <w:t xml:space="preserve">. </w:t>
      </w:r>
      <w:r w:rsidR="00AB2DE8">
        <w:t>Heureux souvenirs</w:t>
      </w:r>
      <w:r>
        <w:t xml:space="preserve"> ! </w:t>
      </w:r>
      <w:r w:rsidR="00AB2DE8">
        <w:t>Époque exquise</w:t>
      </w:r>
      <w:r>
        <w:t xml:space="preserve"> ! </w:t>
      </w:r>
      <w:r w:rsidR="00AB2DE8">
        <w:t>Il y avait encore une vraie Russie</w:t>
      </w:r>
      <w:r>
        <w:t xml:space="preserve">, </w:t>
      </w:r>
      <w:r w:rsidR="00AB2DE8">
        <w:t>de vrais gentilshommes</w:t>
      </w:r>
      <w:r>
        <w:t xml:space="preserve">. </w:t>
      </w:r>
      <w:r w:rsidR="00AB2DE8">
        <w:t>Un verre de tokay à jeun</w:t>
      </w:r>
      <w:r>
        <w:t xml:space="preserve">, </w:t>
      </w:r>
      <w:r w:rsidR="00AB2DE8">
        <w:t>mon enfant</w:t>
      </w:r>
      <w:r>
        <w:t xml:space="preserve">, </w:t>
      </w:r>
      <w:r w:rsidR="00AB2DE8">
        <w:t>rien de tel pour vous décaper les papilles de la langue</w:t>
      </w:r>
      <w:r>
        <w:t>.</w:t>
      </w:r>
    </w:p>
    <w:p w14:paraId="2B64523F" w14:textId="77777777" w:rsidR="00C90F8D" w:rsidRDefault="00AB2DE8">
      <w:r>
        <w:lastRenderedPageBreak/>
        <w:t>Il m</w:t>
      </w:r>
      <w:r w:rsidR="00C90F8D">
        <w:t>’</w:t>
      </w:r>
      <w:r>
        <w:t>allongea un coup de coude</w:t>
      </w:r>
      <w:r w:rsidR="00C90F8D">
        <w:t>.</w:t>
      </w:r>
    </w:p>
    <w:p w14:paraId="10B17F13" w14:textId="77777777" w:rsidR="00C90F8D" w:rsidRDefault="00C90F8D">
      <w:r>
        <w:rPr>
          <w:rFonts w:eastAsia="Georgia"/>
        </w:rPr>
        <w:t>— </w:t>
      </w:r>
      <w:r w:rsidR="00AB2DE8">
        <w:t>Mais</w:t>
      </w:r>
      <w:r>
        <w:t xml:space="preserve">, </w:t>
      </w:r>
      <w:r w:rsidR="00AB2DE8">
        <w:t>dites-moi donc</w:t>
      </w:r>
      <w:r>
        <w:t xml:space="preserve">, </w:t>
      </w:r>
      <w:r w:rsidR="00AB2DE8">
        <w:t>c</w:t>
      </w:r>
      <w:r>
        <w:t>’</w:t>
      </w:r>
      <w:r w:rsidR="00AB2DE8">
        <w:t>est que</w:t>
      </w:r>
      <w:r>
        <w:t xml:space="preserve">, </w:t>
      </w:r>
      <w:r w:rsidR="00AB2DE8">
        <w:t>vous-même</w:t>
      </w:r>
      <w:r>
        <w:t xml:space="preserve">, </w:t>
      </w:r>
      <w:r w:rsidR="00AB2DE8">
        <w:t>vous m</w:t>
      </w:r>
      <w:r>
        <w:t>’</w:t>
      </w:r>
      <w:r w:rsidR="00AB2DE8">
        <w:t>avez l</w:t>
      </w:r>
      <w:r>
        <w:t>’</w:t>
      </w:r>
      <w:r w:rsidR="00AB2DE8">
        <w:t>air de commencer à savoir apprécier ce qui est bon</w:t>
      </w:r>
      <w:r>
        <w:t>.</w:t>
      </w:r>
    </w:p>
    <w:p w14:paraId="268923D3" w14:textId="77777777" w:rsidR="00C90F8D" w:rsidRDefault="00AB2DE8">
      <w:r>
        <w:t>Je rougis</w:t>
      </w:r>
      <w:r w:rsidR="00C90F8D">
        <w:t xml:space="preserve">. </w:t>
      </w:r>
      <w:r>
        <w:t>S</w:t>
      </w:r>
      <w:r w:rsidR="00C90F8D">
        <w:t>’</w:t>
      </w:r>
      <w:r>
        <w:t>il avait souhaité voir mon entrain tomber subitement</w:t>
      </w:r>
      <w:r w:rsidR="00C90F8D">
        <w:t xml:space="preserve">, </w:t>
      </w:r>
      <w:r>
        <w:t>il n</w:t>
      </w:r>
      <w:r w:rsidR="00C90F8D">
        <w:t>’</w:t>
      </w:r>
      <w:r>
        <w:t>eût sans doute rien trouvé de mieux à me dire</w:t>
      </w:r>
      <w:r w:rsidR="00C90F8D">
        <w:t xml:space="preserve">. </w:t>
      </w:r>
      <w:r>
        <w:t>Mais il ne pouvait imaginer que ce qu</w:t>
      </w:r>
      <w:r w:rsidR="00C90F8D">
        <w:t>’</w:t>
      </w:r>
      <w:r>
        <w:t>il prenait pour un compliment équivalût à mes yeux au plus tragique des blâmes</w:t>
      </w:r>
      <w:r w:rsidR="00C90F8D">
        <w:t xml:space="preserve">, </w:t>
      </w:r>
      <w:r>
        <w:t>un blâme qui n</w:t>
      </w:r>
      <w:r w:rsidR="00C90F8D">
        <w:t>’</w:t>
      </w:r>
      <w:r>
        <w:t>avait même pas le mérite de l</w:t>
      </w:r>
      <w:r w:rsidR="00C90F8D">
        <w:t>’</w:t>
      </w:r>
      <w:r>
        <w:t>originalité</w:t>
      </w:r>
      <w:r w:rsidR="00C90F8D">
        <w:t xml:space="preserve">, </w:t>
      </w:r>
      <w:r>
        <w:t>car je ne savais</w:t>
      </w:r>
      <w:r w:rsidR="00C90F8D">
        <w:t xml:space="preserve">, </w:t>
      </w:r>
      <w:r>
        <w:t>hélas</w:t>
      </w:r>
      <w:r w:rsidR="00C90F8D">
        <w:t xml:space="preserve"> ! </w:t>
      </w:r>
      <w:r>
        <w:t>que trop bien à quel point sa constatation était exacte</w:t>
      </w:r>
      <w:r w:rsidR="00C90F8D">
        <w:t xml:space="preserve">. </w:t>
      </w:r>
      <w:r>
        <w:t>Seulement</w:t>
      </w:r>
      <w:r w:rsidR="00C90F8D">
        <w:t xml:space="preserve">, </w:t>
      </w:r>
      <w:r>
        <w:t>jusqu</w:t>
      </w:r>
      <w:r w:rsidR="00C90F8D">
        <w:t>’</w:t>
      </w:r>
      <w:r>
        <w:t>à cette minute</w:t>
      </w:r>
      <w:r w:rsidR="00C90F8D">
        <w:t xml:space="preserve">, </w:t>
      </w:r>
      <w:r>
        <w:t>j</w:t>
      </w:r>
      <w:r w:rsidR="00C90F8D">
        <w:t>’</w:t>
      </w:r>
      <w:r>
        <w:t>avais tout fait pour nier l</w:t>
      </w:r>
      <w:r w:rsidR="00C90F8D">
        <w:t>’</w:t>
      </w:r>
      <w:r>
        <w:t>évidence</w:t>
      </w:r>
      <w:r w:rsidR="00C90F8D">
        <w:t xml:space="preserve">. </w:t>
      </w:r>
      <w:r>
        <w:t>Maintenant</w:t>
      </w:r>
      <w:r w:rsidR="00C90F8D">
        <w:t xml:space="preserve">, </w:t>
      </w:r>
      <w:r>
        <w:t>la chose m</w:t>
      </w:r>
      <w:r w:rsidR="00C90F8D">
        <w:t>’</w:t>
      </w:r>
      <w:r>
        <w:t>était devenue impossible</w:t>
      </w:r>
      <w:r w:rsidR="00C90F8D">
        <w:t xml:space="preserve">. </w:t>
      </w:r>
      <w:r>
        <w:t>Nous ne nous décidons à reconnaître le bien-fondé d</w:t>
      </w:r>
      <w:r w:rsidR="00C90F8D">
        <w:t>’</w:t>
      </w:r>
      <w:r>
        <w:t>un avertissement que lorsque c</w:t>
      </w:r>
      <w:r w:rsidR="00C90F8D">
        <w:t>’</w:t>
      </w:r>
      <w:r>
        <w:t xml:space="preserve">est une autre </w:t>
      </w:r>
      <w:proofErr w:type="spellStart"/>
      <w:r>
        <w:t>voix</w:t>
      </w:r>
      <w:proofErr w:type="spellEnd"/>
      <w:r>
        <w:t xml:space="preserve"> que celle de notre conscience qui nous l</w:t>
      </w:r>
      <w:r w:rsidR="00C90F8D">
        <w:t>’</w:t>
      </w:r>
      <w:r>
        <w:t>adresse</w:t>
      </w:r>
      <w:r w:rsidR="00C90F8D">
        <w:t>.</w:t>
      </w:r>
    </w:p>
    <w:p w14:paraId="2F5BE050" w14:textId="77777777" w:rsidR="00C90F8D" w:rsidRDefault="00AB2DE8">
      <w:r>
        <w:t>En l</w:t>
      </w:r>
      <w:r w:rsidR="00C90F8D">
        <w:t>’</w:t>
      </w:r>
      <w:r>
        <w:t>espèce</w:t>
      </w:r>
      <w:r w:rsidR="00C90F8D">
        <w:t xml:space="preserve">, </w:t>
      </w:r>
      <w:r>
        <w:t>bien malgré lui</w:t>
      </w:r>
      <w:r w:rsidR="00C90F8D">
        <w:t xml:space="preserve">, </w:t>
      </w:r>
      <w:r>
        <w:t>le général venait de me contraindre à y voir clair</w:t>
      </w:r>
      <w:r w:rsidR="00C90F8D">
        <w:t xml:space="preserve">. </w:t>
      </w:r>
      <w:r>
        <w:t>Sa remarque me prouvait que d</w:t>
      </w:r>
      <w:r w:rsidR="00C90F8D">
        <w:t>’</w:t>
      </w:r>
      <w:r>
        <w:t>autres s</w:t>
      </w:r>
      <w:r w:rsidR="00C90F8D">
        <w:t>’</w:t>
      </w:r>
      <w:r>
        <w:t>apercevaient de ce que je me refusais encore à admettre</w:t>
      </w:r>
      <w:r w:rsidR="00C90F8D">
        <w:t xml:space="preserve">. </w:t>
      </w:r>
      <w:r>
        <w:t>Un changement s</w:t>
      </w:r>
      <w:r w:rsidR="00C90F8D">
        <w:t>’</w:t>
      </w:r>
      <w:r>
        <w:t>était produit en moi</w:t>
      </w:r>
      <w:r w:rsidR="00C90F8D">
        <w:t xml:space="preserve">, </w:t>
      </w:r>
      <w:r>
        <w:t>que je ne pouvais plus contester</w:t>
      </w:r>
      <w:r w:rsidR="00C90F8D">
        <w:t xml:space="preserve">. </w:t>
      </w:r>
      <w:r>
        <w:t>Appelons les choses par leur nom</w:t>
      </w:r>
      <w:r w:rsidR="00C90F8D">
        <w:t xml:space="preserve"> : </w:t>
      </w:r>
      <w:r>
        <w:t>boire ne m</w:t>
      </w:r>
      <w:r w:rsidR="00C90F8D">
        <w:t>’</w:t>
      </w:r>
      <w:r>
        <w:t>inspirait plus la même répulsion qu</w:t>
      </w:r>
      <w:r w:rsidR="00C90F8D">
        <w:t>’</w:t>
      </w:r>
      <w:r>
        <w:t>autrefois</w:t>
      </w:r>
      <w:r w:rsidR="00C90F8D">
        <w:t xml:space="preserve">. </w:t>
      </w:r>
      <w:r>
        <w:t>Pour reprendre l</w:t>
      </w:r>
      <w:r w:rsidR="00C90F8D">
        <w:t>’</w:t>
      </w:r>
      <w:r>
        <w:t>avilissante formule de cet ivrogne</w:t>
      </w:r>
      <w:r w:rsidR="00C90F8D">
        <w:t>, « </w:t>
      </w:r>
      <w:r>
        <w:t>je commençais à savoir apprécier ce qui était bon</w:t>
      </w:r>
      <w:r w:rsidR="00C90F8D">
        <w:t xml:space="preserve"> ». </w:t>
      </w:r>
      <w:r>
        <w:t>Qui était responsable de cette honte</w:t>
      </w:r>
      <w:r w:rsidR="00C90F8D">
        <w:t xml:space="preserve"> ? </w:t>
      </w:r>
      <w:r>
        <w:t>Lui</w:t>
      </w:r>
      <w:r w:rsidR="00C90F8D">
        <w:t xml:space="preserve">, </w:t>
      </w:r>
      <w:r>
        <w:t>sans doute</w:t>
      </w:r>
      <w:r w:rsidR="00C90F8D">
        <w:t xml:space="preserve">. </w:t>
      </w:r>
      <w:r>
        <w:t>C</w:t>
      </w:r>
      <w:r w:rsidR="00C90F8D">
        <w:t>’</w:t>
      </w:r>
      <w:r>
        <w:t>était à mon corps défendant</w:t>
      </w:r>
      <w:r w:rsidR="00C90F8D">
        <w:t xml:space="preserve">, </w:t>
      </w:r>
      <w:r>
        <w:t>poussé par lui</w:t>
      </w:r>
      <w:r w:rsidR="00C90F8D">
        <w:t xml:space="preserve">, </w:t>
      </w:r>
      <w:r>
        <w:t>que je m</w:t>
      </w:r>
      <w:r w:rsidR="00C90F8D">
        <w:t>’</w:t>
      </w:r>
      <w:r>
        <w:t>étais mis à goûter à ce champagne</w:t>
      </w:r>
      <w:r w:rsidR="00C90F8D">
        <w:t xml:space="preserve">, </w:t>
      </w:r>
      <w:r>
        <w:t>à ces alcools dans lesquels</w:t>
      </w:r>
      <w:r w:rsidR="00C90F8D">
        <w:t xml:space="preserve">, </w:t>
      </w:r>
      <w:r>
        <w:t>auparavant</w:t>
      </w:r>
      <w:r w:rsidR="00C90F8D">
        <w:t xml:space="preserve">, </w:t>
      </w:r>
      <w:r>
        <w:t>je ne trempais jamais les lèvres</w:t>
      </w:r>
      <w:r w:rsidR="00C90F8D">
        <w:t xml:space="preserve">. </w:t>
      </w:r>
      <w:r>
        <w:t>Oui</w:t>
      </w:r>
      <w:r w:rsidR="00C90F8D">
        <w:t xml:space="preserve">, </w:t>
      </w:r>
      <w:r>
        <w:t>mais</w:t>
      </w:r>
      <w:r w:rsidR="00C90F8D">
        <w:t xml:space="preserve">, </w:t>
      </w:r>
      <w:r>
        <w:t>depuis tantôt deux mois que la plupart du temps il n</w:t>
      </w:r>
      <w:r w:rsidR="00C90F8D">
        <w:t>’</w:t>
      </w:r>
      <w:r>
        <w:t>était plus là</w:t>
      </w:r>
      <w:r w:rsidR="00C90F8D">
        <w:t xml:space="preserve">, </w:t>
      </w:r>
      <w:r>
        <w:t>qu</w:t>
      </w:r>
      <w:r w:rsidR="00C90F8D">
        <w:t>’</w:t>
      </w:r>
      <w:r>
        <w:t>il nous délaissait pour les tripots de Novo-Petrovsk</w:t>
      </w:r>
      <w:r w:rsidR="00C90F8D">
        <w:t xml:space="preserve">, </w:t>
      </w:r>
      <w:r>
        <w:t>était-ce lui qui m</w:t>
      </w:r>
      <w:r w:rsidR="00C90F8D">
        <w:t>’</w:t>
      </w:r>
      <w:r>
        <w:t>avait forcé à descendre de plus en plus fréquemment à la cave</w:t>
      </w:r>
      <w:r w:rsidR="00C90F8D">
        <w:t xml:space="preserve">, </w:t>
      </w:r>
      <w:r>
        <w:t>pour en remonter une de ces bouteilles devant lesquelles il m</w:t>
      </w:r>
      <w:r w:rsidR="00C90F8D">
        <w:t>’</w:t>
      </w:r>
      <w:r>
        <w:t>arrivait</w:t>
      </w:r>
      <w:r w:rsidR="00C90F8D">
        <w:t xml:space="preserve">, </w:t>
      </w:r>
      <w:r>
        <w:t>à présent</w:t>
      </w:r>
      <w:r w:rsidR="00C90F8D">
        <w:t xml:space="preserve">, </w:t>
      </w:r>
      <w:r>
        <w:t xml:space="preserve">de </w:t>
      </w:r>
      <w:r>
        <w:lastRenderedPageBreak/>
        <w:t>m</w:t>
      </w:r>
      <w:r w:rsidR="00C90F8D">
        <w:t>’</w:t>
      </w:r>
      <w:r>
        <w:t>attabler</w:t>
      </w:r>
      <w:r w:rsidR="00C90F8D">
        <w:t xml:space="preserve">, </w:t>
      </w:r>
      <w:r>
        <w:t>solitaire</w:t>
      </w:r>
      <w:r w:rsidR="00C90F8D">
        <w:t xml:space="preserve"> ? </w:t>
      </w:r>
      <w:r>
        <w:t>J</w:t>
      </w:r>
      <w:r w:rsidR="00C90F8D">
        <w:t>’</w:t>
      </w:r>
      <w:r>
        <w:t>ai parlé tout à l</w:t>
      </w:r>
      <w:r w:rsidR="00C90F8D">
        <w:t>’</w:t>
      </w:r>
      <w:r>
        <w:t>heure des aveux qui me restaient à faire</w:t>
      </w:r>
      <w:r w:rsidR="00C90F8D">
        <w:t xml:space="preserve">. </w:t>
      </w:r>
      <w:r>
        <w:t>Voilà le premier</w:t>
      </w:r>
      <w:r w:rsidR="00C90F8D">
        <w:t xml:space="preserve">, </w:t>
      </w:r>
      <w:r>
        <w:t>et</w:t>
      </w:r>
      <w:r w:rsidR="00C90F8D">
        <w:t xml:space="preserve">, </w:t>
      </w:r>
      <w:r>
        <w:t>je pense</w:t>
      </w:r>
      <w:r w:rsidR="00C90F8D">
        <w:t xml:space="preserve">, </w:t>
      </w:r>
      <w:r>
        <w:t>le moins honorable</w:t>
      </w:r>
      <w:r w:rsidR="00C90F8D">
        <w:t>.</w:t>
      </w:r>
    </w:p>
    <w:p w14:paraId="4379B040" w14:textId="77777777" w:rsidR="00C90F8D" w:rsidRDefault="00C90F8D">
      <w:r>
        <w:rPr>
          <w:rFonts w:eastAsia="Georgia"/>
        </w:rPr>
        <w:t>— </w:t>
      </w:r>
      <w:r w:rsidR="00AB2DE8">
        <w:t>Eh bien</w:t>
      </w:r>
      <w:r>
        <w:t xml:space="preserve">, </w:t>
      </w:r>
      <w:r w:rsidR="00AB2DE8">
        <w:t>Charlie</w:t>
      </w:r>
      <w:r>
        <w:t xml:space="preserve">, </w:t>
      </w:r>
      <w:r w:rsidR="00AB2DE8">
        <w:t>qu</w:t>
      </w:r>
      <w:r>
        <w:t>’</w:t>
      </w:r>
      <w:r w:rsidR="00AB2DE8">
        <w:t>y a-t-il</w:t>
      </w:r>
      <w:r>
        <w:t xml:space="preserve"> ? </w:t>
      </w:r>
      <w:r w:rsidR="00AB2DE8">
        <w:t>On ne trinque plus avec son vieil ami</w:t>
      </w:r>
      <w:r>
        <w:t> ?</w:t>
      </w:r>
    </w:p>
    <w:p w14:paraId="67368F82" w14:textId="77777777" w:rsidR="00C90F8D" w:rsidRDefault="00AB2DE8">
      <w:r>
        <w:t>Je lui jetai un regard de haine et vidai mon verre d</w:t>
      </w:r>
      <w:r w:rsidR="00C90F8D">
        <w:t>’</w:t>
      </w:r>
      <w:r>
        <w:t>un trait</w:t>
      </w:r>
      <w:r w:rsidR="00C90F8D">
        <w:t xml:space="preserve">. </w:t>
      </w:r>
      <w:r>
        <w:t>Ses yeux clignotèrent</w:t>
      </w:r>
      <w:r w:rsidR="00C90F8D">
        <w:t xml:space="preserve">. </w:t>
      </w:r>
      <w:r>
        <w:t>Il crut à un retour offensif des souvenirs de la nuit précédente</w:t>
      </w:r>
      <w:r w:rsidR="00C90F8D">
        <w:t xml:space="preserve">, </w:t>
      </w:r>
      <w:r>
        <w:t>et dut se dire qu</w:t>
      </w:r>
      <w:r w:rsidR="00C90F8D">
        <w:t>’</w:t>
      </w:r>
      <w:r>
        <w:t>il valait mieux sans plus tarder liquider ce léger malentendu</w:t>
      </w:r>
      <w:r w:rsidR="00C90F8D">
        <w:t>.</w:t>
      </w:r>
    </w:p>
    <w:p w14:paraId="4AB20257" w14:textId="77777777" w:rsidR="00C90F8D" w:rsidRDefault="00C90F8D">
      <w:r>
        <w:rPr>
          <w:rFonts w:eastAsia="Georgia"/>
        </w:rPr>
        <w:t>— </w:t>
      </w:r>
      <w:r w:rsidR="00AB2DE8">
        <w:t>À propos</w:t>
      </w:r>
      <w:r>
        <w:t xml:space="preserve">, </w:t>
      </w:r>
      <w:r w:rsidR="00AB2DE8">
        <w:t>Charlie</w:t>
      </w:r>
      <w:r>
        <w:t xml:space="preserve">, </w:t>
      </w:r>
      <w:r w:rsidR="00AB2DE8">
        <w:t>j</w:t>
      </w:r>
      <w:r>
        <w:t>’</w:t>
      </w:r>
      <w:r w:rsidR="00AB2DE8">
        <w:t>ai à vous remercier pour hier</w:t>
      </w:r>
      <w:r>
        <w:t xml:space="preserve">. </w:t>
      </w:r>
      <w:r w:rsidR="00AB2DE8">
        <w:t>Non</w:t>
      </w:r>
      <w:r>
        <w:t xml:space="preserve">, </w:t>
      </w:r>
      <w:r w:rsidR="00AB2DE8">
        <w:t>non</w:t>
      </w:r>
      <w:r>
        <w:t xml:space="preserve">, </w:t>
      </w:r>
      <w:r w:rsidR="00AB2DE8">
        <w:t>ne protestez pas</w:t>
      </w:r>
      <w:r>
        <w:t xml:space="preserve">. </w:t>
      </w:r>
      <w:r w:rsidR="00AB2DE8">
        <w:t>Je tiens à vous rendre hommage</w:t>
      </w:r>
      <w:r>
        <w:t xml:space="preserve">. </w:t>
      </w:r>
      <w:r w:rsidR="00AB2DE8">
        <w:t>Vous fûtes parfait</w:t>
      </w:r>
      <w:r>
        <w:t xml:space="preserve">, </w:t>
      </w:r>
      <w:r w:rsidR="00AB2DE8">
        <w:t>mon cher</w:t>
      </w:r>
      <w:r>
        <w:t xml:space="preserve">. </w:t>
      </w:r>
      <w:r w:rsidR="00AB2DE8">
        <w:t>Je sais bien que la chose n</w:t>
      </w:r>
      <w:r>
        <w:t>’</w:t>
      </w:r>
      <w:r w:rsidR="00AB2DE8">
        <w:t>a pas d</w:t>
      </w:r>
      <w:r>
        <w:t>’</w:t>
      </w:r>
      <w:r w:rsidR="00AB2DE8">
        <w:t>autre importance</w:t>
      </w:r>
      <w:r>
        <w:t xml:space="preserve">. </w:t>
      </w:r>
      <w:r w:rsidR="00AB2DE8">
        <w:t>Avouez cependant que ces jeunes gens ont des façons</w:t>
      </w:r>
      <w:r>
        <w:t xml:space="preserve">… </w:t>
      </w:r>
      <w:r w:rsidR="00AB2DE8">
        <w:t>De braves garçons</w:t>
      </w:r>
      <w:r>
        <w:t xml:space="preserve">, </w:t>
      </w:r>
      <w:r w:rsidR="00AB2DE8">
        <w:t>tout de même</w:t>
      </w:r>
      <w:r>
        <w:t xml:space="preserve">. </w:t>
      </w:r>
      <w:r w:rsidR="00AB2DE8">
        <w:t>J</w:t>
      </w:r>
      <w:r>
        <w:t>’</w:t>
      </w:r>
      <w:r w:rsidR="00AB2DE8">
        <w:t>ai peut-être eu tort de vouloir conserver parmi eux mon incognito</w:t>
      </w:r>
      <w:r>
        <w:t xml:space="preserve">. </w:t>
      </w:r>
      <w:r w:rsidR="00AB2DE8">
        <w:t>Vous admettez en effet qu</w:t>
      </w:r>
      <w:r>
        <w:t>’</w:t>
      </w:r>
      <w:r w:rsidR="00AB2DE8">
        <w:t>il m</w:t>
      </w:r>
      <w:r>
        <w:t>’</w:t>
      </w:r>
      <w:r w:rsidR="00AB2DE8">
        <w:t>eût suffi de me nommer</w:t>
      </w:r>
      <w:r>
        <w:t xml:space="preserve"> : </w:t>
      </w:r>
      <w:r w:rsidR="00AB2DE8">
        <w:t xml:space="preserve">général prince </w:t>
      </w:r>
      <w:proofErr w:type="spellStart"/>
      <w:r w:rsidR="00AB2DE8">
        <w:t>Irénéïef</w:t>
      </w:r>
      <w:proofErr w:type="spellEnd"/>
      <w:r>
        <w:t xml:space="preserve">, </w:t>
      </w:r>
      <w:r w:rsidR="00AB2DE8">
        <w:t>pour voir rentrer aussitôt sous terre tous ces rats musqués</w:t>
      </w:r>
      <w:r>
        <w:t xml:space="preserve">. </w:t>
      </w:r>
      <w:r w:rsidR="00AB2DE8">
        <w:t>Encore une fois</w:t>
      </w:r>
      <w:r>
        <w:t xml:space="preserve">, </w:t>
      </w:r>
      <w:r w:rsidR="00AB2DE8">
        <w:t>incident banal</w:t>
      </w:r>
      <w:r>
        <w:t xml:space="preserve">. </w:t>
      </w:r>
      <w:r w:rsidR="00AB2DE8">
        <w:t>Ce que j</w:t>
      </w:r>
      <w:r>
        <w:t>’</w:t>
      </w:r>
      <w:r w:rsidR="00AB2DE8">
        <w:t>en dis</w:t>
      </w:r>
      <w:r>
        <w:t xml:space="preserve">, </w:t>
      </w:r>
      <w:r w:rsidR="00AB2DE8">
        <w:t>Charlie</w:t>
      </w:r>
      <w:r>
        <w:t xml:space="preserve">, </w:t>
      </w:r>
      <w:r w:rsidR="00AB2DE8">
        <w:t>n</w:t>
      </w:r>
      <w:r>
        <w:t>’</w:t>
      </w:r>
      <w:r w:rsidR="00AB2DE8">
        <w:t>est pas pour rabaisser le service que vous m</w:t>
      </w:r>
      <w:r>
        <w:t>’</w:t>
      </w:r>
      <w:r w:rsidR="00AB2DE8">
        <w:t>avez rendu</w:t>
      </w:r>
      <w:r>
        <w:t xml:space="preserve">. </w:t>
      </w:r>
      <w:r w:rsidR="00AB2DE8">
        <w:t>À charge de revanche</w:t>
      </w:r>
      <w:r>
        <w:t xml:space="preserve">, </w:t>
      </w:r>
      <w:r w:rsidR="00AB2DE8">
        <w:t>mon bon ami</w:t>
      </w:r>
      <w:r>
        <w:t xml:space="preserve">. </w:t>
      </w:r>
      <w:r w:rsidR="00AB2DE8">
        <w:t>J</w:t>
      </w:r>
      <w:r>
        <w:t>’</w:t>
      </w:r>
      <w:r w:rsidR="00AB2DE8">
        <w:t>insiste simplement pour que vous ne vous figuriez pas qu</w:t>
      </w:r>
      <w:r>
        <w:t>’</w:t>
      </w:r>
      <w:r w:rsidR="00AB2DE8">
        <w:t>il y a eu de ma part faute lourde</w:t>
      </w:r>
      <w:r>
        <w:t xml:space="preserve">, </w:t>
      </w:r>
      <w:r w:rsidR="00AB2DE8">
        <w:rPr>
          <w:i/>
          <w:iCs/>
        </w:rPr>
        <w:t>bévue tactique</w:t>
      </w:r>
      <w:r>
        <w:rPr>
          <w:i/>
          <w:iCs/>
        </w:rPr>
        <w:t xml:space="preserve">, </w:t>
      </w:r>
      <w:r w:rsidR="00AB2DE8">
        <w:t>selon l</w:t>
      </w:r>
      <w:r>
        <w:t>’</w:t>
      </w:r>
      <w:r w:rsidR="00AB2DE8">
        <w:t>expression de mon maître Kouropatkine</w:t>
      </w:r>
      <w:r>
        <w:t xml:space="preserve">. </w:t>
      </w:r>
      <w:r w:rsidR="00AB2DE8">
        <w:t>Que voulez-vous</w:t>
      </w:r>
      <w:r>
        <w:t xml:space="preserve">, </w:t>
      </w:r>
      <w:r w:rsidR="00AB2DE8">
        <w:t>le coup sur lequel j</w:t>
      </w:r>
      <w:r>
        <w:t>’</w:t>
      </w:r>
      <w:r w:rsidR="00AB2DE8">
        <w:t>ai tenu le paroli ne se représente pas trois fois dans toute une vie</w:t>
      </w:r>
      <w:r>
        <w:t xml:space="preserve">. </w:t>
      </w:r>
      <w:r w:rsidR="00AB2DE8">
        <w:t>Que je me retrouve dans le même cas</w:t>
      </w:r>
      <w:r>
        <w:t xml:space="preserve">, </w:t>
      </w:r>
      <w:r w:rsidR="00AB2DE8">
        <w:t>j</w:t>
      </w:r>
      <w:r>
        <w:t>’</w:t>
      </w:r>
      <w:r w:rsidR="00AB2DE8">
        <w:t>agirai encore comme j</w:t>
      </w:r>
      <w:r>
        <w:t>’</w:t>
      </w:r>
      <w:r w:rsidR="00AB2DE8">
        <w:t>ai agi</w:t>
      </w:r>
      <w:r>
        <w:t xml:space="preserve">. </w:t>
      </w:r>
      <w:r w:rsidR="00AB2DE8">
        <w:t>Passez-moi les cartes</w:t>
      </w:r>
      <w:r>
        <w:t xml:space="preserve">, </w:t>
      </w:r>
      <w:r w:rsidR="00AB2DE8">
        <w:t>que je vous fasse juge</w:t>
      </w:r>
      <w:r>
        <w:t xml:space="preserve">. </w:t>
      </w:r>
      <w:r w:rsidR="00AB2DE8">
        <w:t>Là</w:t>
      </w:r>
      <w:r>
        <w:t xml:space="preserve"> ! </w:t>
      </w:r>
      <w:r w:rsidR="00AB2DE8">
        <w:t>Écoutez bien</w:t>
      </w:r>
      <w:r>
        <w:t xml:space="preserve">. </w:t>
      </w:r>
      <w:r w:rsidR="00AB2DE8">
        <w:t>J</w:t>
      </w:r>
      <w:r>
        <w:t>’</w:t>
      </w:r>
      <w:r w:rsidR="00AB2DE8">
        <w:t>avais donc la banque</w:t>
      </w:r>
      <w:r>
        <w:t xml:space="preserve">. </w:t>
      </w:r>
      <w:r w:rsidR="00AB2DE8">
        <w:t>Bon</w:t>
      </w:r>
      <w:r>
        <w:t xml:space="preserve">. </w:t>
      </w:r>
      <w:r w:rsidR="00AB2DE8">
        <w:t>Je donne</w:t>
      </w:r>
      <w:r>
        <w:t xml:space="preserve">, </w:t>
      </w:r>
      <w:r w:rsidR="00AB2DE8">
        <w:t>après avoir réclamé l</w:t>
      </w:r>
      <w:r>
        <w:t>’</w:t>
      </w:r>
      <w:r w:rsidR="00AB2DE8">
        <w:t>égalité des tableaux</w:t>
      </w:r>
      <w:r>
        <w:t xml:space="preserve">, </w:t>
      </w:r>
      <w:r w:rsidR="00AB2DE8">
        <w:t>naturellement</w:t>
      </w:r>
      <w:r>
        <w:t>. « </w:t>
      </w:r>
      <w:r w:rsidR="00AB2DE8">
        <w:t>Carte</w:t>
      </w:r>
      <w:r>
        <w:t xml:space="preserve"> », </w:t>
      </w:r>
      <w:r w:rsidR="00AB2DE8">
        <w:t>me demande-t-on à droite</w:t>
      </w:r>
      <w:r>
        <w:t>. « </w:t>
      </w:r>
      <w:r w:rsidR="00AB2DE8">
        <w:t>Carte</w:t>
      </w:r>
      <w:r>
        <w:t xml:space="preserve"> », </w:t>
      </w:r>
      <w:r w:rsidR="00AB2DE8">
        <w:t>me demande-t-on à gauche</w:t>
      </w:r>
      <w:r>
        <w:t xml:space="preserve">. </w:t>
      </w:r>
      <w:r w:rsidR="00AB2DE8">
        <w:t>De mieux en mieux</w:t>
      </w:r>
      <w:r>
        <w:t xml:space="preserve">. </w:t>
      </w:r>
      <w:r w:rsidR="00AB2DE8">
        <w:t xml:space="preserve">Je regarde mon </w:t>
      </w:r>
      <w:r w:rsidR="00AB2DE8">
        <w:lastRenderedPageBreak/>
        <w:t>jeu</w:t>
      </w:r>
      <w:r>
        <w:t xml:space="preserve"> : </w:t>
      </w:r>
      <w:r w:rsidR="00AB2DE8">
        <w:t>un roi et un cinq</w:t>
      </w:r>
      <w:r>
        <w:t xml:space="preserve">. </w:t>
      </w:r>
      <w:r w:rsidR="00AB2DE8">
        <w:t>Rien à dire</w:t>
      </w:r>
      <w:r>
        <w:t xml:space="preserve">. </w:t>
      </w:r>
      <w:r w:rsidR="00AB2DE8">
        <w:t>Je donne à droite</w:t>
      </w:r>
      <w:r>
        <w:t xml:space="preserve"> : </w:t>
      </w:r>
      <w:r w:rsidR="00AB2DE8">
        <w:t>une bûche</w:t>
      </w:r>
      <w:r>
        <w:t xml:space="preserve">. </w:t>
      </w:r>
      <w:r w:rsidR="00AB2DE8">
        <w:t>Je donne à gauche</w:t>
      </w:r>
      <w:r>
        <w:t xml:space="preserve"> : </w:t>
      </w:r>
      <w:r w:rsidR="00AB2DE8">
        <w:t>une autre bûche</w:t>
      </w:r>
      <w:r>
        <w:t xml:space="preserve">. </w:t>
      </w:r>
      <w:r w:rsidR="00AB2DE8">
        <w:t>Admirable</w:t>
      </w:r>
      <w:r>
        <w:t xml:space="preserve"> ! </w:t>
      </w:r>
      <w:r w:rsidR="00AB2DE8">
        <w:t>La situation est claire</w:t>
      </w:r>
      <w:r>
        <w:t xml:space="preserve">, </w:t>
      </w:r>
      <w:r w:rsidR="00AB2DE8">
        <w:t>n</w:t>
      </w:r>
      <w:r>
        <w:t>’</w:t>
      </w:r>
      <w:r w:rsidR="00AB2DE8">
        <w:t>est-ce pas</w:t>
      </w:r>
      <w:r>
        <w:t xml:space="preserve"> ? </w:t>
      </w:r>
      <w:r w:rsidR="00AB2DE8">
        <w:t>Bon</w:t>
      </w:r>
      <w:r>
        <w:t xml:space="preserve">. </w:t>
      </w:r>
      <w:r w:rsidR="00AB2DE8">
        <w:t>Qu</w:t>
      </w:r>
      <w:r>
        <w:t>’</w:t>
      </w:r>
      <w:r w:rsidR="00AB2DE8">
        <w:t>est-ce que vous auriez fait</w:t>
      </w:r>
      <w:r>
        <w:t xml:space="preserve">, </w:t>
      </w:r>
      <w:r w:rsidR="00AB2DE8">
        <w:t>à ma place</w:t>
      </w:r>
      <w:r>
        <w:t> ?</w:t>
      </w:r>
    </w:p>
    <w:p w14:paraId="59F675C6" w14:textId="77777777" w:rsidR="00C90F8D" w:rsidRDefault="00C90F8D">
      <w:r>
        <w:rPr>
          <w:rFonts w:eastAsia="Georgia"/>
        </w:rPr>
        <w:t>— </w:t>
      </w:r>
      <w:r w:rsidR="00AB2DE8">
        <w:t>Je me serais fait sauter la cervelle</w:t>
      </w:r>
      <w:r>
        <w:t xml:space="preserve">, </w:t>
      </w:r>
      <w:r w:rsidR="00AB2DE8">
        <w:t>dis-je</w:t>
      </w:r>
      <w:r>
        <w:t xml:space="preserve">, </w:t>
      </w:r>
      <w:r w:rsidR="00AB2DE8">
        <w:t>brutalement</w:t>
      </w:r>
      <w:r>
        <w:t>.</w:t>
      </w:r>
    </w:p>
    <w:p w14:paraId="2F5995E8" w14:textId="77777777" w:rsidR="00C90F8D" w:rsidRDefault="00AB2DE8">
      <w:r>
        <w:t>Il me regarda d</w:t>
      </w:r>
      <w:r w:rsidR="00C90F8D">
        <w:t>’</w:t>
      </w:r>
      <w:r>
        <w:t>un air de reproche</w:t>
      </w:r>
      <w:r w:rsidR="00C90F8D">
        <w:t>.</w:t>
      </w:r>
    </w:p>
    <w:p w14:paraId="0645EFAA" w14:textId="77777777" w:rsidR="00C90F8D" w:rsidRDefault="00C90F8D">
      <w:r>
        <w:rPr>
          <w:rFonts w:eastAsia="Georgia"/>
        </w:rPr>
        <w:t>— </w:t>
      </w:r>
      <w:r w:rsidR="00AB2DE8">
        <w:t>Oh</w:t>
      </w:r>
      <w:r>
        <w:t xml:space="preserve"> ! </w:t>
      </w:r>
      <w:r w:rsidR="00AB2DE8">
        <w:t>On ne peut pas causer sérieusement avec vous</w:t>
      </w:r>
      <w:r>
        <w:t xml:space="preserve">, </w:t>
      </w:r>
      <w:r w:rsidR="00AB2DE8">
        <w:t>Charlie</w:t>
      </w:r>
      <w:r>
        <w:t xml:space="preserve">. </w:t>
      </w:r>
      <w:r w:rsidR="00AB2DE8">
        <w:t>Ce n</w:t>
      </w:r>
      <w:r>
        <w:t>’</w:t>
      </w:r>
      <w:r w:rsidR="00AB2DE8">
        <w:t>est pas gentil</w:t>
      </w:r>
      <w:r>
        <w:t xml:space="preserve">. </w:t>
      </w:r>
      <w:r w:rsidR="00AB2DE8">
        <w:t>Je ne manquerai pas de raconter à Armide la manière dont vous me parlez</w:t>
      </w:r>
      <w:r>
        <w:t xml:space="preserve">. </w:t>
      </w:r>
      <w:r w:rsidR="00AB2DE8">
        <w:t>Elle en aura de la peine</w:t>
      </w:r>
      <w:r>
        <w:t xml:space="preserve">, </w:t>
      </w:r>
      <w:r w:rsidR="00AB2DE8">
        <w:t>beaucoup de peine</w:t>
      </w:r>
      <w:r>
        <w:t xml:space="preserve">. </w:t>
      </w:r>
      <w:r w:rsidR="00AB2DE8">
        <w:t>Car elle vous aime beaucoup</w:t>
      </w:r>
      <w:r>
        <w:t xml:space="preserve">, </w:t>
      </w:r>
      <w:r w:rsidR="00AB2DE8">
        <w:t>Charlie</w:t>
      </w:r>
      <w:r>
        <w:t xml:space="preserve">, </w:t>
      </w:r>
      <w:r w:rsidR="00AB2DE8">
        <w:t>oui</w:t>
      </w:r>
      <w:r>
        <w:t xml:space="preserve">, </w:t>
      </w:r>
      <w:r w:rsidR="00AB2DE8">
        <w:t>beaucoup</w:t>
      </w:r>
      <w:r>
        <w:t xml:space="preserve">. </w:t>
      </w:r>
      <w:r w:rsidR="00AB2DE8">
        <w:t>C</w:t>
      </w:r>
      <w:r>
        <w:t>’</w:t>
      </w:r>
      <w:r w:rsidR="00AB2DE8">
        <w:t>est moi</w:t>
      </w:r>
      <w:r>
        <w:t xml:space="preserve">, </w:t>
      </w:r>
      <w:r w:rsidR="00AB2DE8">
        <w:t>son père</w:t>
      </w:r>
      <w:r>
        <w:t xml:space="preserve">, </w:t>
      </w:r>
      <w:r w:rsidR="00AB2DE8">
        <w:t>qui vous l</w:t>
      </w:r>
      <w:r>
        <w:t>’</w:t>
      </w:r>
      <w:r w:rsidR="00AB2DE8">
        <w:t>affirme</w:t>
      </w:r>
      <w:r>
        <w:t xml:space="preserve">. </w:t>
      </w:r>
      <w:r w:rsidR="00AB2DE8">
        <w:t>Précisément</w:t>
      </w:r>
      <w:r>
        <w:t xml:space="preserve">, </w:t>
      </w:r>
      <w:r w:rsidR="00AB2DE8">
        <w:t>la voici</w:t>
      </w:r>
      <w:r>
        <w:t>.</w:t>
      </w:r>
    </w:p>
    <w:p w14:paraId="4F3AD3EB" w14:textId="1AD8B289" w:rsidR="00AB2DE8" w:rsidRDefault="00AB2DE8"/>
    <w:p w14:paraId="02318D25" w14:textId="77777777" w:rsidR="00C90F8D" w:rsidRDefault="00AB2DE8">
      <w:r>
        <w:t>Et le colonel Gregor</w:t>
      </w:r>
      <w:r w:rsidR="00C90F8D">
        <w:t xml:space="preserve"> ? </w:t>
      </w:r>
      <w:r>
        <w:t>On ne le voyait plus que de loin en loin</w:t>
      </w:r>
      <w:r w:rsidR="00C90F8D">
        <w:t xml:space="preserve">. </w:t>
      </w:r>
      <w:r>
        <w:t xml:space="preserve">Il devait </w:t>
      </w:r>
      <w:proofErr w:type="gramStart"/>
      <w:r>
        <w:t>avoir</w:t>
      </w:r>
      <w:proofErr w:type="gramEnd"/>
      <w:r>
        <w:t xml:space="preserve"> des difficultés de plus en plus grandes à disposer de son temps</w:t>
      </w:r>
      <w:r w:rsidR="00C90F8D">
        <w:t xml:space="preserve">. </w:t>
      </w:r>
      <w:r>
        <w:t>Coupant routes et chemins</w:t>
      </w:r>
      <w:r w:rsidR="00C90F8D">
        <w:t xml:space="preserve">, </w:t>
      </w:r>
      <w:r>
        <w:t>transformant la plaine sibérienne en un océan marécageux</w:t>
      </w:r>
      <w:r w:rsidR="00C90F8D">
        <w:t xml:space="preserve">, </w:t>
      </w:r>
      <w:r>
        <w:t>la fonte des neiges faisait cependant subir un temps d</w:t>
      </w:r>
      <w:r w:rsidR="00C90F8D">
        <w:t>’</w:t>
      </w:r>
      <w:r>
        <w:t>arrêt aux opérations militaires</w:t>
      </w:r>
      <w:r w:rsidR="00C90F8D">
        <w:t xml:space="preserve">. </w:t>
      </w:r>
      <w:r>
        <w:t>Le colonel eût dû s</w:t>
      </w:r>
      <w:r w:rsidR="00C90F8D">
        <w:t>’</w:t>
      </w:r>
      <w:r>
        <w:t>en trouver plus libre</w:t>
      </w:r>
      <w:r w:rsidR="00C90F8D">
        <w:t xml:space="preserve">. </w:t>
      </w:r>
      <w:r>
        <w:t>C</w:t>
      </w:r>
      <w:r w:rsidR="00C90F8D">
        <w:t>’</w:t>
      </w:r>
      <w:r>
        <w:t>était le contraire qui semblait se produire</w:t>
      </w:r>
      <w:r w:rsidR="00C90F8D">
        <w:t xml:space="preserve">. </w:t>
      </w:r>
      <w:r>
        <w:t>Les rares fois où il vint nous rendre visite</w:t>
      </w:r>
      <w:r w:rsidR="00C90F8D">
        <w:t xml:space="preserve">, </w:t>
      </w:r>
      <w:r>
        <w:t>il ne passa jamais plus de quarante-huit heures parmi nous</w:t>
      </w:r>
      <w:r w:rsidR="00C90F8D">
        <w:t xml:space="preserve">. </w:t>
      </w:r>
      <w:r>
        <w:t>Il arrivait</w:t>
      </w:r>
      <w:r w:rsidR="00C90F8D">
        <w:t xml:space="preserve">, </w:t>
      </w:r>
      <w:r>
        <w:t>annonçait qu</w:t>
      </w:r>
      <w:r w:rsidR="00C90F8D">
        <w:t>’</w:t>
      </w:r>
      <w:r>
        <w:t>il était là pour trois ou quatre jours</w:t>
      </w:r>
      <w:r w:rsidR="00C90F8D">
        <w:t xml:space="preserve">, </w:t>
      </w:r>
      <w:r>
        <w:t>et repartait le lendemain</w:t>
      </w:r>
      <w:r w:rsidR="00C90F8D">
        <w:t xml:space="preserve">, </w:t>
      </w:r>
      <w:r>
        <w:t>voire le jour même</w:t>
      </w:r>
      <w:r w:rsidR="00C90F8D">
        <w:t xml:space="preserve">, </w:t>
      </w:r>
      <w:r>
        <w:t>un peu à la façon d</w:t>
      </w:r>
      <w:r w:rsidR="00C90F8D">
        <w:t>’</w:t>
      </w:r>
      <w:r>
        <w:t>une bête traquée</w:t>
      </w:r>
      <w:r w:rsidR="00C90F8D">
        <w:t>.</w:t>
      </w:r>
    </w:p>
    <w:p w14:paraId="2755C06D" w14:textId="77777777" w:rsidR="00C90F8D" w:rsidRDefault="00AB2DE8">
      <w:r>
        <w:t>La vérité m</w:t>
      </w:r>
      <w:r w:rsidR="00C90F8D">
        <w:t>’</w:t>
      </w:r>
      <w:r>
        <w:t>oblige à reconnaître que l</w:t>
      </w:r>
      <w:r w:rsidR="00C90F8D">
        <w:t>’</w:t>
      </w:r>
      <w:r>
        <w:t>accueil qui lui était fait ne devait guère l</w:t>
      </w:r>
      <w:r w:rsidR="00C90F8D">
        <w:t>’</w:t>
      </w:r>
      <w:r>
        <w:t>inciter à prolonger son séjour</w:t>
      </w:r>
      <w:r w:rsidR="00C90F8D">
        <w:t xml:space="preserve">. </w:t>
      </w:r>
      <w:r>
        <w:t>Je ne parle pas de moi</w:t>
      </w:r>
      <w:r w:rsidR="00C90F8D">
        <w:t xml:space="preserve">, </w:t>
      </w:r>
      <w:r>
        <w:t>à qui il inspirait</w:t>
      </w:r>
      <w:r w:rsidR="00C90F8D">
        <w:t xml:space="preserve">, </w:t>
      </w:r>
      <w:r>
        <w:t>à chacun de ses brefs passages</w:t>
      </w:r>
      <w:r w:rsidR="00C90F8D">
        <w:t xml:space="preserve">, </w:t>
      </w:r>
      <w:r>
        <w:t>une pitié qui croissait sans cesse</w:t>
      </w:r>
      <w:r w:rsidR="00C90F8D">
        <w:t xml:space="preserve">, </w:t>
      </w:r>
      <w:r>
        <w:t>et sur la nature de laquelle j</w:t>
      </w:r>
      <w:r w:rsidR="00C90F8D">
        <w:t>’</w:t>
      </w:r>
      <w:r>
        <w:t>aurais donné beaucoup pour être éclairé</w:t>
      </w:r>
      <w:r w:rsidR="00C90F8D">
        <w:t xml:space="preserve">. </w:t>
      </w:r>
      <w:r>
        <w:t>Quant au général</w:t>
      </w:r>
      <w:r w:rsidR="00C90F8D">
        <w:t xml:space="preserve">, </w:t>
      </w:r>
      <w:r>
        <w:lastRenderedPageBreak/>
        <w:t>il n</w:t>
      </w:r>
      <w:r w:rsidR="00C90F8D">
        <w:t>’</w:t>
      </w:r>
      <w:r>
        <w:t>était presque jamais là</w:t>
      </w:r>
      <w:r w:rsidR="00C90F8D">
        <w:t xml:space="preserve">. </w:t>
      </w:r>
      <w:r>
        <w:t>Ainsi qu</w:t>
      </w:r>
      <w:r w:rsidR="00C90F8D">
        <w:t>’</w:t>
      </w:r>
      <w:r>
        <w:t>il sera dit plus loin</w:t>
      </w:r>
      <w:r w:rsidR="00C90F8D">
        <w:t xml:space="preserve">, </w:t>
      </w:r>
      <w:r>
        <w:t>il n</w:t>
      </w:r>
      <w:r w:rsidR="00C90F8D">
        <w:t>’</w:t>
      </w:r>
      <w:r>
        <w:t>avait pas tardé à profiter de ma faiblesse pour reprendre à Novo-Petrovsk le cours habituel de ses honteux exploits</w:t>
      </w:r>
      <w:r w:rsidR="00C90F8D">
        <w:t xml:space="preserve">. </w:t>
      </w:r>
      <w:r>
        <w:t>Lorsque</w:t>
      </w:r>
      <w:r w:rsidR="00C90F8D">
        <w:t xml:space="preserve">, </w:t>
      </w:r>
      <w:r>
        <w:t>d</w:t>
      </w:r>
      <w:r w:rsidR="00C90F8D">
        <w:t>’</w:t>
      </w:r>
      <w:r>
        <w:t>aventure</w:t>
      </w:r>
      <w:r w:rsidR="00C90F8D">
        <w:t xml:space="preserve">, </w:t>
      </w:r>
      <w:r>
        <w:t>il venait à se rencontrer avec le colonel</w:t>
      </w:r>
      <w:r w:rsidR="00C90F8D">
        <w:t xml:space="preserve">, </w:t>
      </w:r>
      <w:r>
        <w:t>ce dernier n</w:t>
      </w:r>
      <w:r w:rsidR="00C90F8D">
        <w:t>’</w:t>
      </w:r>
      <w:r>
        <w:t>avait certes aucun motif d</w:t>
      </w:r>
      <w:r w:rsidR="00C90F8D">
        <w:t>’</w:t>
      </w:r>
      <w:r>
        <w:t>en éprouver une satisfaction particulière</w:t>
      </w:r>
      <w:r w:rsidR="00C90F8D">
        <w:t xml:space="preserve">. </w:t>
      </w:r>
      <w:r>
        <w:t xml:space="preserve">Tantôt </w:t>
      </w:r>
      <w:proofErr w:type="spellStart"/>
      <w:r>
        <w:t>Ephrem</w:t>
      </w:r>
      <w:proofErr w:type="spellEnd"/>
      <w:r>
        <w:t xml:space="preserve"> </w:t>
      </w:r>
      <w:proofErr w:type="spellStart"/>
      <w:r>
        <w:t>Fedorovitch</w:t>
      </w:r>
      <w:proofErr w:type="spellEnd"/>
      <w:r>
        <w:t xml:space="preserve"> le traitait avec autant de désinvolture qu</w:t>
      </w:r>
      <w:r w:rsidR="00C90F8D">
        <w:t>’</w:t>
      </w:r>
      <w:r>
        <w:t>un enfant</w:t>
      </w:r>
      <w:r w:rsidR="00C90F8D">
        <w:t xml:space="preserve">, </w:t>
      </w:r>
      <w:r>
        <w:t>tantôt il le réquisitionnait pour un mystérieux conciliabule d</w:t>
      </w:r>
      <w:r w:rsidR="00C90F8D">
        <w:t>’</w:t>
      </w:r>
      <w:r>
        <w:t>où sa victime ne ressortait que le visage décomposé</w:t>
      </w:r>
      <w:r w:rsidR="00C90F8D">
        <w:t xml:space="preserve">, </w:t>
      </w:r>
      <w:r>
        <w:t>avec</w:t>
      </w:r>
      <w:r w:rsidR="00C90F8D">
        <w:t xml:space="preserve">, </w:t>
      </w:r>
      <w:r>
        <w:t>à la lèvre</w:t>
      </w:r>
      <w:r w:rsidR="00C90F8D">
        <w:t xml:space="preserve">, </w:t>
      </w:r>
      <w:r>
        <w:t>un pli d</w:t>
      </w:r>
      <w:r w:rsidR="00C90F8D">
        <w:t>’</w:t>
      </w:r>
      <w:r>
        <w:t>indicible amertume</w:t>
      </w:r>
      <w:r w:rsidR="00C90F8D">
        <w:t xml:space="preserve">. </w:t>
      </w:r>
      <w:r>
        <w:t>Mais c</w:t>
      </w:r>
      <w:r w:rsidR="00C90F8D">
        <w:t>’</w:t>
      </w:r>
      <w:r>
        <w:t>était surtout l</w:t>
      </w:r>
      <w:r w:rsidR="00C90F8D">
        <w:t>’</w:t>
      </w:r>
      <w:r>
        <w:t>attitude d</w:t>
      </w:r>
      <w:r w:rsidR="00C90F8D">
        <w:t>’</w:t>
      </w:r>
      <w:r>
        <w:t>Armide qui était pour moi une énigme</w:t>
      </w:r>
      <w:r w:rsidR="00C90F8D">
        <w:t xml:space="preserve">. </w:t>
      </w:r>
      <w:r>
        <w:t>Quand le colonel était là</w:t>
      </w:r>
      <w:r w:rsidR="00C90F8D">
        <w:t xml:space="preserve">, </w:t>
      </w:r>
      <w:r>
        <w:t>on ne la voyait plus qu</w:t>
      </w:r>
      <w:r w:rsidR="00C90F8D">
        <w:t>’</w:t>
      </w:r>
      <w:r>
        <w:t>aux heures des repas</w:t>
      </w:r>
      <w:r w:rsidR="00C90F8D">
        <w:t xml:space="preserve">, </w:t>
      </w:r>
      <w:r>
        <w:t>pendant lesquels elle n</w:t>
      </w:r>
      <w:r w:rsidR="00C90F8D">
        <w:t>’</w:t>
      </w:r>
      <w:r>
        <w:t>ouvrait pas la bouche</w:t>
      </w:r>
      <w:r w:rsidR="00C90F8D">
        <w:t xml:space="preserve">. </w:t>
      </w:r>
      <w:r>
        <w:t>Elle passait le reste de ses journées enfermée à clef dans sa chambre</w:t>
      </w:r>
      <w:r w:rsidR="00C90F8D">
        <w:t xml:space="preserve">. </w:t>
      </w:r>
      <w:r>
        <w:t>On devine ce qu</w:t>
      </w:r>
      <w:r w:rsidR="00C90F8D">
        <w:t>’</w:t>
      </w:r>
      <w:r>
        <w:t>étaient les miennes</w:t>
      </w:r>
      <w:r w:rsidR="00C90F8D">
        <w:t xml:space="preserve">, </w:t>
      </w:r>
      <w:r>
        <w:t>en tête-à-tête avec ce malheureux</w:t>
      </w:r>
      <w:r w:rsidR="00C90F8D">
        <w:t xml:space="preserve">, </w:t>
      </w:r>
      <w:r>
        <w:t>qui ne parvenait pas</w:t>
      </w:r>
      <w:r w:rsidR="00C90F8D">
        <w:t xml:space="preserve">, </w:t>
      </w:r>
      <w:r>
        <w:t>malgré ses efforts</w:t>
      </w:r>
      <w:r w:rsidR="00C90F8D">
        <w:t xml:space="preserve">, </w:t>
      </w:r>
      <w:r>
        <w:t>à dissimuler sa douleur</w:t>
      </w:r>
      <w:r w:rsidR="00C90F8D">
        <w:t>.</w:t>
      </w:r>
    </w:p>
    <w:p w14:paraId="385B692A" w14:textId="77777777" w:rsidR="00C90F8D" w:rsidRDefault="00AB2DE8">
      <w:r>
        <w:t>Bouleversé par ce spectacle</w:t>
      </w:r>
      <w:r w:rsidR="00C90F8D">
        <w:t xml:space="preserve">, </w:t>
      </w:r>
      <w:r>
        <w:t>je ne pus un jour m</w:t>
      </w:r>
      <w:r w:rsidR="00C90F8D">
        <w:t>’</w:t>
      </w:r>
      <w:r>
        <w:t>empêcher d</w:t>
      </w:r>
      <w:r w:rsidR="00C90F8D">
        <w:t>’</w:t>
      </w:r>
      <w:r>
        <w:t>en parler à Armide</w:t>
      </w:r>
      <w:r w:rsidR="00C90F8D">
        <w:t xml:space="preserve">. </w:t>
      </w:r>
      <w:r>
        <w:t>Elle haussa les épaules et se borna à répondre avec une nuance d</w:t>
      </w:r>
      <w:r w:rsidR="00C90F8D">
        <w:t>’</w:t>
      </w:r>
      <w:r>
        <w:t>ironie que j</w:t>
      </w:r>
      <w:r w:rsidR="00C90F8D">
        <w:t>’</w:t>
      </w:r>
      <w:r>
        <w:t>étais bien la dernière personne de laquelle elle eût pu penser recevoir un tel reproche</w:t>
      </w:r>
      <w:r w:rsidR="00C90F8D">
        <w:t xml:space="preserve">. </w:t>
      </w:r>
      <w:r>
        <w:t>Le soir du même jour</w:t>
      </w:r>
      <w:r w:rsidR="00C90F8D">
        <w:t xml:space="preserve">, </w:t>
      </w:r>
      <w:r>
        <w:t>vers cinq heures</w:t>
      </w:r>
      <w:r w:rsidR="00C90F8D">
        <w:t xml:space="preserve">, </w:t>
      </w:r>
      <w:r>
        <w:t>le colonel repartit</w:t>
      </w:r>
      <w:r w:rsidR="00C90F8D">
        <w:t xml:space="preserve">. </w:t>
      </w:r>
      <w:r>
        <w:t>Elle ne descendit même pas lui serrer la main</w:t>
      </w:r>
      <w:r w:rsidR="00C90F8D">
        <w:t>.</w:t>
      </w:r>
    </w:p>
    <w:p w14:paraId="5C490D31" w14:textId="77777777" w:rsidR="00C90F8D" w:rsidRDefault="00C90F8D">
      <w:r>
        <w:rPr>
          <w:rFonts w:eastAsia="Georgia"/>
        </w:rPr>
        <w:t>— </w:t>
      </w:r>
      <w:r w:rsidR="00AB2DE8">
        <w:t>Voulez-vous que je la fasse prévenir</w:t>
      </w:r>
      <w:r>
        <w:t xml:space="preserve"> ? </w:t>
      </w:r>
      <w:r w:rsidR="00AB2DE8">
        <w:t>lui dis-je</w:t>
      </w:r>
      <w:r>
        <w:t xml:space="preserve">, </w:t>
      </w:r>
      <w:r w:rsidR="00AB2DE8">
        <w:t>alors que le moteur de son automobile ronflait déjà</w:t>
      </w:r>
      <w:r>
        <w:t>.</w:t>
      </w:r>
    </w:p>
    <w:p w14:paraId="09D4AED0" w14:textId="77777777" w:rsidR="00C90F8D" w:rsidRDefault="00C90F8D">
      <w:r>
        <w:rPr>
          <w:rFonts w:eastAsia="Georgia"/>
        </w:rPr>
        <w:t>— </w:t>
      </w:r>
      <w:r w:rsidR="00AB2DE8">
        <w:t>Ce n</w:t>
      </w:r>
      <w:r>
        <w:t>’</w:t>
      </w:r>
      <w:r w:rsidR="00AB2DE8">
        <w:t>est pas la peine</w:t>
      </w:r>
      <w:r>
        <w:t xml:space="preserve">, </w:t>
      </w:r>
      <w:r w:rsidR="00AB2DE8">
        <w:t>répondit-il doucement</w:t>
      </w:r>
      <w:r>
        <w:t xml:space="preserve">. </w:t>
      </w:r>
      <w:r w:rsidR="00AB2DE8">
        <w:t>Elle ne viendra pas</w:t>
      </w:r>
      <w:r>
        <w:t>.</w:t>
      </w:r>
    </w:p>
    <w:p w14:paraId="09BF0700" w14:textId="77777777" w:rsidR="00C90F8D" w:rsidRDefault="00AB2DE8">
      <w:r>
        <w:t>Il me prit la main</w:t>
      </w:r>
      <w:r w:rsidR="00C90F8D">
        <w:t>.</w:t>
      </w:r>
    </w:p>
    <w:p w14:paraId="3A78545A" w14:textId="77777777" w:rsidR="00C90F8D" w:rsidRDefault="00C90F8D">
      <w:r>
        <w:rPr>
          <w:rFonts w:eastAsia="Georgia"/>
        </w:rPr>
        <w:lastRenderedPageBreak/>
        <w:t>— </w:t>
      </w:r>
      <w:r w:rsidR="00AB2DE8">
        <w:t>Monsieur</w:t>
      </w:r>
      <w:r>
        <w:t xml:space="preserve">, </w:t>
      </w:r>
      <w:r w:rsidR="00AB2DE8">
        <w:t>je n</w:t>
      </w:r>
      <w:r>
        <w:t>’</w:t>
      </w:r>
      <w:r w:rsidR="00AB2DE8">
        <w:t>ai jamais eu qu</w:t>
      </w:r>
      <w:r>
        <w:t>’</w:t>
      </w:r>
      <w:r w:rsidR="00AB2DE8">
        <w:t>à me louer de vous</w:t>
      </w:r>
      <w:r>
        <w:t xml:space="preserve">. </w:t>
      </w:r>
      <w:r w:rsidR="00AB2DE8">
        <w:t>Je ne voudrais pas que vous conserviez de moi un trop mauvais souvenir</w:t>
      </w:r>
      <w:r>
        <w:t xml:space="preserve">, </w:t>
      </w:r>
      <w:r w:rsidR="00AB2DE8">
        <w:t>quels que soient les torts que j</w:t>
      </w:r>
      <w:r>
        <w:t>’</w:t>
      </w:r>
      <w:r w:rsidR="00AB2DE8">
        <w:t>ai pu avoir</w:t>
      </w:r>
      <w:r>
        <w:t>.</w:t>
      </w:r>
    </w:p>
    <w:p w14:paraId="48CC01B2" w14:textId="77777777" w:rsidR="00C90F8D" w:rsidRDefault="00AB2DE8">
      <w:r>
        <w:t>C</w:t>
      </w:r>
      <w:r w:rsidR="00C90F8D">
        <w:t>’</w:t>
      </w:r>
      <w:r>
        <w:t>était mon tour de ne pouvoir cacher mon trouble</w:t>
      </w:r>
      <w:r w:rsidR="00C90F8D">
        <w:t>.</w:t>
      </w:r>
    </w:p>
    <w:p w14:paraId="5B3832CD" w14:textId="77777777" w:rsidR="00C90F8D" w:rsidRDefault="00C90F8D">
      <w:r>
        <w:rPr>
          <w:rFonts w:eastAsia="Georgia"/>
        </w:rPr>
        <w:t>— </w:t>
      </w:r>
      <w:r w:rsidR="00AB2DE8">
        <w:t>Des torts</w:t>
      </w:r>
      <w:r>
        <w:t xml:space="preserve">, </w:t>
      </w:r>
      <w:r w:rsidR="00AB2DE8">
        <w:t>vraiment</w:t>
      </w:r>
      <w:r>
        <w:t xml:space="preserve">, </w:t>
      </w:r>
      <w:r w:rsidR="00AB2DE8">
        <w:t>je ne comprends pas</w:t>
      </w:r>
      <w:r>
        <w:t xml:space="preserve">…, </w:t>
      </w:r>
      <w:r w:rsidR="00AB2DE8">
        <w:t>murmurai-je</w:t>
      </w:r>
      <w:r>
        <w:t>.</w:t>
      </w:r>
    </w:p>
    <w:p w14:paraId="5C0C75F3" w14:textId="77777777" w:rsidR="00C90F8D" w:rsidRDefault="00C90F8D">
      <w:r>
        <w:rPr>
          <w:rFonts w:eastAsia="Georgia"/>
        </w:rPr>
        <w:t>— </w:t>
      </w:r>
      <w:r w:rsidR="00AB2DE8">
        <w:t>Un jour</w:t>
      </w:r>
      <w:r>
        <w:t xml:space="preserve">, </w:t>
      </w:r>
      <w:r w:rsidR="00AB2DE8">
        <w:t>dit-il</w:t>
      </w:r>
      <w:r>
        <w:t xml:space="preserve">, </w:t>
      </w:r>
      <w:r w:rsidR="00AB2DE8">
        <w:t>vous comprendrez</w:t>
      </w:r>
      <w:r>
        <w:t xml:space="preserve">. </w:t>
      </w:r>
      <w:r w:rsidR="00AB2DE8">
        <w:t>Ce jour-là</w:t>
      </w:r>
      <w:r>
        <w:t xml:space="preserve">, </w:t>
      </w:r>
      <w:r w:rsidR="00AB2DE8">
        <w:t>promettez-moi de ne pas trop m</w:t>
      </w:r>
      <w:r>
        <w:t>’</w:t>
      </w:r>
      <w:r w:rsidR="00AB2DE8">
        <w:t>en vouloir</w:t>
      </w:r>
      <w:r>
        <w:t xml:space="preserve">. </w:t>
      </w:r>
      <w:r w:rsidR="00AB2DE8">
        <w:t>Faites-moi encore une autre promesse</w:t>
      </w:r>
      <w:r>
        <w:t xml:space="preserve">, </w:t>
      </w:r>
      <w:r w:rsidR="00AB2DE8">
        <w:t>voulez-vous</w:t>
      </w:r>
      <w:r>
        <w:t xml:space="preserve"> ? </w:t>
      </w:r>
      <w:r w:rsidR="00AB2DE8">
        <w:t>Dans un mois</w:t>
      </w:r>
      <w:r>
        <w:t xml:space="preserve">, </w:t>
      </w:r>
      <w:r w:rsidR="00AB2DE8">
        <w:t>deux au plus tard</w:t>
      </w:r>
      <w:r>
        <w:t xml:space="preserve">, </w:t>
      </w:r>
      <w:r w:rsidR="00AB2DE8">
        <w:t>les bolcheviks seront ici</w:t>
      </w:r>
      <w:r>
        <w:t xml:space="preserve">. </w:t>
      </w:r>
      <w:r w:rsidR="00AB2DE8">
        <w:t>Qui peut prévoir ce qui se passera alors</w:t>
      </w:r>
      <w:r>
        <w:t xml:space="preserve"> ! </w:t>
      </w:r>
      <w:r w:rsidR="00AB2DE8">
        <w:t>N</w:t>
      </w:r>
      <w:r>
        <w:t>’</w:t>
      </w:r>
      <w:r w:rsidR="00AB2DE8">
        <w:t>attendez pas ce moment-là</w:t>
      </w:r>
      <w:r>
        <w:t xml:space="preserve">. </w:t>
      </w:r>
      <w:r w:rsidR="00AB2DE8">
        <w:t>Allez-vous-en</w:t>
      </w:r>
      <w:r>
        <w:t xml:space="preserve">. </w:t>
      </w:r>
      <w:r w:rsidR="00AB2DE8">
        <w:t>Et</w:t>
      </w:r>
      <w:r>
        <w:t xml:space="preserve">, </w:t>
      </w:r>
      <w:r w:rsidR="00AB2DE8">
        <w:t>si vous pouvez</w:t>
      </w:r>
      <w:r>
        <w:t xml:space="preserve">, </w:t>
      </w:r>
      <w:r w:rsidR="00AB2DE8">
        <w:t>emmenez-la</w:t>
      </w:r>
      <w:r>
        <w:t xml:space="preserve">. </w:t>
      </w:r>
      <w:r w:rsidR="00AB2DE8">
        <w:t>Emmenez-la</w:t>
      </w:r>
      <w:r>
        <w:t> !</w:t>
      </w:r>
    </w:p>
    <w:p w14:paraId="0F4C00AB" w14:textId="77777777" w:rsidR="00C90F8D" w:rsidRDefault="00AB2DE8">
      <w:r>
        <w:t>Les larmes lui brisaient la voix</w:t>
      </w:r>
      <w:r w:rsidR="00C90F8D">
        <w:t xml:space="preserve">. </w:t>
      </w:r>
      <w:r>
        <w:t>Il sauta dans sa voiture</w:t>
      </w:r>
      <w:r w:rsidR="00C90F8D">
        <w:t xml:space="preserve">, </w:t>
      </w:r>
      <w:r>
        <w:t>qui partit à toute vitesse</w:t>
      </w:r>
      <w:r w:rsidR="00C90F8D">
        <w:t>.</w:t>
      </w:r>
    </w:p>
    <w:p w14:paraId="4869B69B" w14:textId="77777777" w:rsidR="00C90F8D" w:rsidRDefault="00AB2DE8">
      <w:r>
        <w:t>Je ne devais jamais revoir le colonel Gregor</w:t>
      </w:r>
      <w:r w:rsidR="00C90F8D">
        <w:t>.</w:t>
      </w:r>
    </w:p>
    <w:p w14:paraId="5F930CDB" w14:textId="71C25CA9" w:rsidR="00AB2DE8" w:rsidRDefault="00AB2DE8"/>
    <w:p w14:paraId="02782DFF" w14:textId="77777777" w:rsidR="00C90F8D" w:rsidRDefault="00AB2DE8">
      <w:r>
        <w:t>Il ne s</w:t>
      </w:r>
      <w:r w:rsidR="00C90F8D">
        <w:t>’</w:t>
      </w:r>
      <w:r>
        <w:t>était pas trompé</w:t>
      </w:r>
      <w:r w:rsidR="00C90F8D">
        <w:t xml:space="preserve">, </w:t>
      </w:r>
      <w:r>
        <w:t>en tout cas</w:t>
      </w:r>
      <w:r w:rsidR="00C90F8D">
        <w:t xml:space="preserve">, </w:t>
      </w:r>
      <w:r>
        <w:t>dans ses prévisions</w:t>
      </w:r>
      <w:r w:rsidR="00C90F8D">
        <w:t xml:space="preserve">. </w:t>
      </w:r>
      <w:r>
        <w:t>M</w:t>
      </w:r>
      <w:r w:rsidR="00C90F8D">
        <w:t>’</w:t>
      </w:r>
      <w:r>
        <w:t>étant rendu</w:t>
      </w:r>
      <w:r w:rsidR="00C90F8D">
        <w:t xml:space="preserve">, </w:t>
      </w:r>
      <w:r>
        <w:t>peu de jours après</w:t>
      </w:r>
      <w:r w:rsidR="00C90F8D">
        <w:t xml:space="preserve">, </w:t>
      </w:r>
      <w:r>
        <w:t>à Novo-Petrovsk</w:t>
      </w:r>
      <w:r w:rsidR="00C90F8D">
        <w:t xml:space="preserve">, </w:t>
      </w:r>
      <w:r>
        <w:t>pour essayer d</w:t>
      </w:r>
      <w:r w:rsidR="00C90F8D">
        <w:t>’</w:t>
      </w:r>
      <w:r>
        <w:t>arranger</w:t>
      </w:r>
      <w:r w:rsidR="00C90F8D">
        <w:t xml:space="preserve">, </w:t>
      </w:r>
      <w:r>
        <w:t>à prix d</w:t>
      </w:r>
      <w:r w:rsidR="00C90F8D">
        <w:t>’</w:t>
      </w:r>
      <w:r>
        <w:t>argent comme toujours</w:t>
      </w:r>
      <w:r w:rsidR="00C90F8D">
        <w:t xml:space="preserve">, </w:t>
      </w:r>
      <w:r>
        <w:t>une frasque inarrangeable du général</w:t>
      </w:r>
      <w:r w:rsidR="00C90F8D">
        <w:t xml:space="preserve">, </w:t>
      </w:r>
      <w:r>
        <w:t>j</w:t>
      </w:r>
      <w:r w:rsidR="00C90F8D">
        <w:t>’</w:t>
      </w:r>
      <w:r>
        <w:t>y vis</w:t>
      </w:r>
      <w:r w:rsidR="00C90F8D">
        <w:t xml:space="preserve">, </w:t>
      </w:r>
      <w:r>
        <w:t>j</w:t>
      </w:r>
      <w:r w:rsidR="00C90F8D">
        <w:t>’</w:t>
      </w:r>
      <w:r>
        <w:t>y entendis des choses qui m</w:t>
      </w:r>
      <w:r w:rsidR="00C90F8D">
        <w:t>’</w:t>
      </w:r>
      <w:r>
        <w:t>auraient fait frémir</w:t>
      </w:r>
      <w:r w:rsidR="00C90F8D">
        <w:t xml:space="preserve">, </w:t>
      </w:r>
      <w:r>
        <w:t>s</w:t>
      </w:r>
      <w:r w:rsidR="00C90F8D">
        <w:t>’</w:t>
      </w:r>
      <w:r>
        <w:t>il n</w:t>
      </w:r>
      <w:r w:rsidR="00C90F8D">
        <w:t>’</w:t>
      </w:r>
      <w:r>
        <w:t>y avait eu longtemps que ma dernière illusion s</w:t>
      </w:r>
      <w:r w:rsidR="00C90F8D">
        <w:t>’</w:t>
      </w:r>
      <w:r>
        <w:t>était envolée sur la façon dont se terminerait</w:t>
      </w:r>
      <w:r w:rsidR="00C90F8D">
        <w:t xml:space="preserve">, </w:t>
      </w:r>
      <w:r>
        <w:t>dans les provinces de l</w:t>
      </w:r>
      <w:r w:rsidR="00C90F8D">
        <w:t>’</w:t>
      </w:r>
      <w:r>
        <w:t>Oural</w:t>
      </w:r>
      <w:r w:rsidR="00C90F8D">
        <w:t xml:space="preserve">, </w:t>
      </w:r>
      <w:r>
        <w:t>la lutte entre Blancs et Rouges</w:t>
      </w:r>
      <w:r w:rsidR="00C90F8D">
        <w:t xml:space="preserve">. </w:t>
      </w:r>
      <w:r>
        <w:t>Les troupes tchécoslovaques</w:t>
      </w:r>
      <w:r w:rsidR="00C90F8D">
        <w:t xml:space="preserve">, </w:t>
      </w:r>
      <w:r>
        <w:t>les seules organisées</w:t>
      </w:r>
      <w:r w:rsidR="00C90F8D">
        <w:t xml:space="preserve">, </w:t>
      </w:r>
      <w:r>
        <w:t>les seules disciplinées</w:t>
      </w:r>
      <w:r w:rsidR="00C90F8D">
        <w:t xml:space="preserve">, </w:t>
      </w:r>
      <w:r>
        <w:t>avaient définitivement évacué la région</w:t>
      </w:r>
      <w:r w:rsidR="00C90F8D">
        <w:t xml:space="preserve">. </w:t>
      </w:r>
      <w:r>
        <w:t>Elles s</w:t>
      </w:r>
      <w:r w:rsidR="00C90F8D">
        <w:t>’</w:t>
      </w:r>
      <w:r>
        <w:t>étaient regroupées à trois cents kilomètres au nord-est</w:t>
      </w:r>
      <w:r w:rsidR="00C90F8D">
        <w:t xml:space="preserve">, </w:t>
      </w:r>
      <w:r>
        <w:t>vers Tcheliabinsk</w:t>
      </w:r>
      <w:r w:rsidR="00C90F8D">
        <w:t xml:space="preserve">, </w:t>
      </w:r>
      <w:r>
        <w:t>où se trouvait encore leur Grand Quartier Général</w:t>
      </w:r>
      <w:r w:rsidR="00C90F8D">
        <w:t xml:space="preserve">. </w:t>
      </w:r>
      <w:r>
        <w:t>Désormais</w:t>
      </w:r>
      <w:r w:rsidR="00C90F8D">
        <w:t xml:space="preserve">, </w:t>
      </w:r>
      <w:r>
        <w:t>la défense de Novo-Petrovsk n</w:t>
      </w:r>
      <w:r w:rsidR="00C90F8D">
        <w:t>’</w:t>
      </w:r>
      <w:r>
        <w:t xml:space="preserve">était plus </w:t>
      </w:r>
      <w:r>
        <w:lastRenderedPageBreak/>
        <w:t>assurée que par des troupes blanches</w:t>
      </w:r>
      <w:r w:rsidR="00C90F8D">
        <w:t xml:space="preserve">, </w:t>
      </w:r>
      <w:r>
        <w:t>avec des états-majors en proie à la plus complète anarchie</w:t>
      </w:r>
      <w:r w:rsidR="00C90F8D">
        <w:t xml:space="preserve">. </w:t>
      </w:r>
      <w:r>
        <w:t>C</w:t>
      </w:r>
      <w:r w:rsidR="00C90F8D">
        <w:t>’</w:t>
      </w:r>
      <w:r>
        <w:t>était l</w:t>
      </w:r>
      <w:r w:rsidR="00C90F8D">
        <w:t>’</w:t>
      </w:r>
      <w:r>
        <w:t>absolue certitude que</w:t>
      </w:r>
      <w:r w:rsidR="00C90F8D">
        <w:t xml:space="preserve">, </w:t>
      </w:r>
      <w:r>
        <w:t>dès que la fin de la mauvaise saison permettrait aux bolcheviks de reprendre leur offensive</w:t>
      </w:r>
      <w:r w:rsidR="00C90F8D">
        <w:t xml:space="preserve">, </w:t>
      </w:r>
      <w:r>
        <w:t>tout par ici s</w:t>
      </w:r>
      <w:r w:rsidR="00C90F8D">
        <w:t>’</w:t>
      </w:r>
      <w:r>
        <w:t>écroulerait</w:t>
      </w:r>
      <w:r w:rsidR="00C90F8D">
        <w:t>.</w:t>
      </w:r>
    </w:p>
    <w:p w14:paraId="4A47A589" w14:textId="77777777" w:rsidR="00C90F8D" w:rsidRDefault="00AB2DE8">
      <w:r>
        <w:t>Il peut y avoir une scandaleuse contradiction dans ce que je vais dire</w:t>
      </w:r>
      <w:r w:rsidR="00C90F8D">
        <w:t xml:space="preserve">. </w:t>
      </w:r>
      <w:r>
        <w:t>Cette période-là a été certainement la plus dégradante de ma vie</w:t>
      </w:r>
      <w:r w:rsidR="00C90F8D">
        <w:t xml:space="preserve">. </w:t>
      </w:r>
      <w:r>
        <w:t>Or</w:t>
      </w:r>
      <w:r w:rsidR="00C90F8D">
        <w:t xml:space="preserve">, </w:t>
      </w:r>
      <w:r>
        <w:t>même en m</w:t>
      </w:r>
      <w:r w:rsidR="00C90F8D">
        <w:t>’</w:t>
      </w:r>
      <w:r>
        <w:t>appliquant de mon mieux à la répudier</w:t>
      </w:r>
      <w:r w:rsidR="00C90F8D">
        <w:t xml:space="preserve">, </w:t>
      </w:r>
      <w:r>
        <w:t>je m</w:t>
      </w:r>
      <w:r w:rsidR="00C90F8D">
        <w:t>’</w:t>
      </w:r>
      <w:r>
        <w:t>aperçois qu</w:t>
      </w:r>
      <w:r w:rsidR="00C90F8D">
        <w:t>’</w:t>
      </w:r>
      <w:r>
        <w:t>aujourd</w:t>
      </w:r>
      <w:r w:rsidR="00C90F8D">
        <w:t>’</w:t>
      </w:r>
      <w:r>
        <w:t>hui encore</w:t>
      </w:r>
      <w:r w:rsidR="00C90F8D">
        <w:t xml:space="preserve">, </w:t>
      </w:r>
      <w:r>
        <w:t>je n</w:t>
      </w:r>
      <w:r w:rsidR="00C90F8D">
        <w:t>’</w:t>
      </w:r>
      <w:r>
        <w:t>y parviens pas</w:t>
      </w:r>
      <w:r w:rsidR="00C90F8D">
        <w:t xml:space="preserve">. </w:t>
      </w:r>
      <w:r>
        <w:t>Et pourtant</w:t>
      </w:r>
      <w:r w:rsidR="00C90F8D">
        <w:t xml:space="preserve">, </w:t>
      </w:r>
      <w:r>
        <w:t>durant ces deux mois</w:t>
      </w:r>
      <w:r w:rsidR="00C90F8D">
        <w:t xml:space="preserve">, </w:t>
      </w:r>
      <w:r>
        <w:t>quelle monstrueuse existence a été celle de l</w:t>
      </w:r>
      <w:r w:rsidR="00C90F8D">
        <w:t>’</w:t>
      </w:r>
      <w:r>
        <w:t>étrange trio que nous formions</w:t>
      </w:r>
      <w:r w:rsidR="00C90F8D">
        <w:t xml:space="preserve">, </w:t>
      </w:r>
      <w:r>
        <w:t>dans cette usine abandonnée sur laquelle la catastrophe allait bientôt fondre</w:t>
      </w:r>
      <w:r w:rsidR="00C90F8D">
        <w:t xml:space="preserve">. </w:t>
      </w:r>
      <w:r>
        <w:t>Il n</w:t>
      </w:r>
      <w:r w:rsidR="00C90F8D">
        <w:t>’</w:t>
      </w:r>
      <w:r>
        <w:t>est point question de l</w:t>
      </w:r>
      <w:r w:rsidR="00C90F8D">
        <w:t>’</w:t>
      </w:r>
      <w:r>
        <w:t>indignité d</w:t>
      </w:r>
      <w:r w:rsidR="00C90F8D">
        <w:t>’</w:t>
      </w:r>
      <w:proofErr w:type="spellStart"/>
      <w:r>
        <w:t>Ephrem</w:t>
      </w:r>
      <w:proofErr w:type="spellEnd"/>
      <w:r>
        <w:t xml:space="preserve"> </w:t>
      </w:r>
      <w:proofErr w:type="spellStart"/>
      <w:r>
        <w:t>Fedorovitch</w:t>
      </w:r>
      <w:proofErr w:type="spellEnd"/>
      <w:r w:rsidR="00C90F8D">
        <w:t xml:space="preserve">. </w:t>
      </w:r>
      <w:r>
        <w:t>Il se montrait</w:t>
      </w:r>
      <w:r w:rsidR="00C90F8D">
        <w:t xml:space="preserve">, </w:t>
      </w:r>
      <w:r>
        <w:t>maintenant</w:t>
      </w:r>
      <w:r w:rsidR="00C90F8D">
        <w:t xml:space="preserve">, </w:t>
      </w:r>
      <w:r>
        <w:t>sans contrainte</w:t>
      </w:r>
      <w:r w:rsidR="00C90F8D">
        <w:t xml:space="preserve">, </w:t>
      </w:r>
      <w:r>
        <w:t>tel qu</w:t>
      </w:r>
      <w:r w:rsidR="00C90F8D">
        <w:t>’</w:t>
      </w:r>
      <w:r>
        <w:t>il avait dû être toute sa vie</w:t>
      </w:r>
      <w:r w:rsidR="00C90F8D">
        <w:t xml:space="preserve">, </w:t>
      </w:r>
      <w:r>
        <w:t>et voilà tout</w:t>
      </w:r>
      <w:r w:rsidR="00C90F8D">
        <w:t xml:space="preserve">. </w:t>
      </w:r>
      <w:r>
        <w:t>Je parle de mon indignité</w:t>
      </w:r>
      <w:r w:rsidR="00C90F8D">
        <w:t xml:space="preserve">, </w:t>
      </w:r>
      <w:r>
        <w:t>à moi</w:t>
      </w:r>
      <w:r w:rsidR="00C90F8D">
        <w:t xml:space="preserve">, </w:t>
      </w:r>
      <w:r>
        <w:t>qui en étais arrivé</w:t>
      </w:r>
      <w:r w:rsidR="00C90F8D">
        <w:t xml:space="preserve">, </w:t>
      </w:r>
      <w:r>
        <w:t>pour toucher ma sinistre et belle récompense</w:t>
      </w:r>
      <w:r w:rsidR="00C90F8D">
        <w:t xml:space="preserve">, </w:t>
      </w:r>
      <w:r>
        <w:t>non plus seulement à trouver naturel de conserver cette racaille sous mon toit</w:t>
      </w:r>
      <w:r w:rsidR="00C90F8D">
        <w:t xml:space="preserve">, </w:t>
      </w:r>
      <w:r>
        <w:t>mais à le courtiser</w:t>
      </w:r>
      <w:r w:rsidR="00C90F8D">
        <w:t xml:space="preserve">, </w:t>
      </w:r>
      <w:r>
        <w:t>à rire de ses facéties</w:t>
      </w:r>
      <w:r w:rsidR="00C90F8D">
        <w:t xml:space="preserve">, </w:t>
      </w:r>
      <w:r>
        <w:t>à flatter ses plus ignobles manies</w:t>
      </w:r>
      <w:r w:rsidR="00C90F8D">
        <w:t xml:space="preserve">, </w:t>
      </w:r>
      <w:r>
        <w:t>à boire avec lui</w:t>
      </w:r>
      <w:r w:rsidR="00C90F8D">
        <w:t xml:space="preserve">, </w:t>
      </w:r>
      <w:r>
        <w:t>parfois jusqu</w:t>
      </w:r>
      <w:r w:rsidR="00C90F8D">
        <w:t>’</w:t>
      </w:r>
      <w:r>
        <w:t>à en rouler sous la table</w:t>
      </w:r>
      <w:r w:rsidR="00C90F8D">
        <w:t xml:space="preserve">, </w:t>
      </w:r>
      <w:r>
        <w:t>à puiser</w:t>
      </w:r>
      <w:r w:rsidR="00C90F8D">
        <w:t xml:space="preserve">, </w:t>
      </w:r>
      <w:r>
        <w:t>pour un gouffre sans cesse agrandi</w:t>
      </w:r>
      <w:r w:rsidR="00C90F8D">
        <w:t xml:space="preserve">, </w:t>
      </w:r>
      <w:r>
        <w:t>d</w:t>
      </w:r>
      <w:r w:rsidR="00C90F8D">
        <w:t>’</w:t>
      </w:r>
      <w:r>
        <w:t>abord dans l</w:t>
      </w:r>
      <w:r w:rsidR="00C90F8D">
        <w:t>’</w:t>
      </w:r>
      <w:r>
        <w:t>argent des miens</w:t>
      </w:r>
      <w:r w:rsidR="00C90F8D">
        <w:t xml:space="preserve">, </w:t>
      </w:r>
      <w:r>
        <w:t>ensuite dans la réserve de l</w:t>
      </w:r>
      <w:r w:rsidR="00C90F8D">
        <w:t>’</w:t>
      </w:r>
      <w:r>
        <w:t>usine</w:t>
      </w:r>
      <w:r w:rsidR="00C90F8D">
        <w:t xml:space="preserve">. </w:t>
      </w:r>
      <w:r>
        <w:t>Au commencement</w:t>
      </w:r>
      <w:r w:rsidR="00C90F8D">
        <w:t xml:space="preserve">, </w:t>
      </w:r>
      <w:r>
        <w:t>j</w:t>
      </w:r>
      <w:r w:rsidR="00C90F8D">
        <w:t>’</w:t>
      </w:r>
      <w:r>
        <w:t>avais eu quelques sursauts</w:t>
      </w:r>
      <w:r w:rsidR="00C90F8D">
        <w:t xml:space="preserve">. </w:t>
      </w:r>
      <w:r>
        <w:t>Je me souviens de scènes d</w:t>
      </w:r>
      <w:r w:rsidR="00C90F8D">
        <w:t>’</w:t>
      </w:r>
      <w:r>
        <w:t>une violence inouïe</w:t>
      </w:r>
      <w:r w:rsidR="00C90F8D">
        <w:t xml:space="preserve">, </w:t>
      </w:r>
      <w:r>
        <w:t>où je lui avais craché tout le dégoût qu</w:t>
      </w:r>
      <w:r w:rsidR="00C90F8D">
        <w:t>’</w:t>
      </w:r>
      <w:r>
        <w:t>il m</w:t>
      </w:r>
      <w:r w:rsidR="00C90F8D">
        <w:t>’</w:t>
      </w:r>
      <w:r>
        <w:t>inspirait</w:t>
      </w:r>
      <w:r w:rsidR="00C90F8D">
        <w:t xml:space="preserve">, </w:t>
      </w:r>
      <w:r>
        <w:t>doublé de celui que j</w:t>
      </w:r>
      <w:r w:rsidR="00C90F8D">
        <w:t>’</w:t>
      </w:r>
      <w:r>
        <w:t>éprouvais pour moi</w:t>
      </w:r>
      <w:r w:rsidR="00C90F8D">
        <w:t xml:space="preserve">. </w:t>
      </w:r>
      <w:r>
        <w:t>Mais Armide paraissait</w:t>
      </w:r>
      <w:r w:rsidR="00C90F8D">
        <w:t xml:space="preserve">, </w:t>
      </w:r>
      <w:r>
        <w:t>glacée et sereine</w:t>
      </w:r>
      <w:r w:rsidR="00C90F8D">
        <w:t xml:space="preserve">… </w:t>
      </w:r>
      <w:r>
        <w:t>Et deux minutes plus tard</w:t>
      </w:r>
      <w:r w:rsidR="00C90F8D">
        <w:t xml:space="preserve">, </w:t>
      </w:r>
      <w:r>
        <w:t>j</w:t>
      </w:r>
      <w:r w:rsidR="00C90F8D">
        <w:t>’</w:t>
      </w:r>
      <w:r>
        <w:t>étais à la cave</w:t>
      </w:r>
      <w:r w:rsidR="00C90F8D">
        <w:t xml:space="preserve">, </w:t>
      </w:r>
      <w:r>
        <w:t xml:space="preserve">en train de rafler les billets de banque et les bouteilles pour </w:t>
      </w:r>
      <w:proofErr w:type="spellStart"/>
      <w:r>
        <w:t>Ephrem</w:t>
      </w:r>
      <w:proofErr w:type="spellEnd"/>
      <w:r>
        <w:t xml:space="preserve"> </w:t>
      </w:r>
      <w:proofErr w:type="spellStart"/>
      <w:r>
        <w:t>Fedorovitch</w:t>
      </w:r>
      <w:proofErr w:type="spellEnd"/>
      <w:r w:rsidR="00C90F8D">
        <w:t>.</w:t>
      </w:r>
    </w:p>
    <w:p w14:paraId="622A504C" w14:textId="57895325" w:rsidR="00AB2DE8" w:rsidRDefault="00AB2DE8">
      <w:r>
        <w:t>Contre elle aussi</w:t>
      </w:r>
      <w:r w:rsidR="00C90F8D">
        <w:t xml:space="preserve">, </w:t>
      </w:r>
      <w:r>
        <w:t>au début</w:t>
      </w:r>
      <w:r w:rsidR="00C90F8D">
        <w:t xml:space="preserve">, </w:t>
      </w:r>
      <w:r>
        <w:t>cependant</w:t>
      </w:r>
      <w:r w:rsidR="00C90F8D">
        <w:t xml:space="preserve">, </w:t>
      </w:r>
      <w:r>
        <w:t>j</w:t>
      </w:r>
      <w:r w:rsidR="00C90F8D">
        <w:t>’</w:t>
      </w:r>
      <w:r>
        <w:t>avais essayé de m</w:t>
      </w:r>
      <w:r w:rsidR="00C90F8D">
        <w:t>’</w:t>
      </w:r>
      <w:r>
        <w:t>insurger</w:t>
      </w:r>
      <w:r w:rsidR="00C90F8D">
        <w:t xml:space="preserve">. </w:t>
      </w:r>
      <w:r>
        <w:t>Puisqu</w:t>
      </w:r>
      <w:r w:rsidR="00C90F8D">
        <w:t>’</w:t>
      </w:r>
      <w:r>
        <w:t>il eût été fou d</w:t>
      </w:r>
      <w:r w:rsidR="00C90F8D">
        <w:t>’</w:t>
      </w:r>
      <w:r>
        <w:t>espérer qu</w:t>
      </w:r>
      <w:r w:rsidR="00C90F8D">
        <w:t>’</w:t>
      </w:r>
      <w:r>
        <w:t>elle s</w:t>
      </w:r>
      <w:r w:rsidR="00C90F8D">
        <w:t>’</w:t>
      </w:r>
      <w:r>
        <w:t>en détachât</w:t>
      </w:r>
      <w:r w:rsidR="00C90F8D">
        <w:t xml:space="preserve">, </w:t>
      </w:r>
      <w:r>
        <w:t>je l</w:t>
      </w:r>
      <w:r w:rsidR="00C90F8D">
        <w:t>’</w:t>
      </w:r>
      <w:r>
        <w:t xml:space="preserve">avais suppliée de tenter de faire entendre raison à </w:t>
      </w:r>
      <w:r>
        <w:lastRenderedPageBreak/>
        <w:t>son père</w:t>
      </w:r>
      <w:r w:rsidR="00C90F8D">
        <w:t xml:space="preserve">, </w:t>
      </w:r>
      <w:r>
        <w:t>de m</w:t>
      </w:r>
      <w:r w:rsidR="00C90F8D">
        <w:t>’</w:t>
      </w:r>
      <w:r>
        <w:t>aider dans ma lutte contre ce calamiteux personnage</w:t>
      </w:r>
      <w:r w:rsidR="00C90F8D">
        <w:t>. « </w:t>
      </w:r>
      <w:r>
        <w:t>C</w:t>
      </w:r>
      <w:r w:rsidR="00C90F8D">
        <w:t>’</w:t>
      </w:r>
      <w:r>
        <w:t>est mon père</w:t>
      </w:r>
      <w:r w:rsidR="00C90F8D">
        <w:t xml:space="preserve">, </w:t>
      </w:r>
      <w:r>
        <w:t>répondait-elle</w:t>
      </w:r>
      <w:r w:rsidR="00C90F8D">
        <w:t xml:space="preserve">, </w:t>
      </w:r>
      <w:r>
        <w:t>butée</w:t>
      </w:r>
      <w:r w:rsidR="00C90F8D">
        <w:t xml:space="preserve">. </w:t>
      </w:r>
      <w:r>
        <w:t>Je regrette de constater que nous n</w:t>
      </w:r>
      <w:r w:rsidR="00C90F8D">
        <w:t>’</w:t>
      </w:r>
      <w:r>
        <w:t>avons pas la même conception de la famille</w:t>
      </w:r>
      <w:r w:rsidR="00C90F8D">
        <w:t>. »</w:t>
      </w:r>
      <w:r>
        <w:t xml:space="preserve"> Quel soufflet pour moi</w:t>
      </w:r>
      <w:r w:rsidR="00C90F8D">
        <w:t xml:space="preserve">, </w:t>
      </w:r>
      <w:r>
        <w:t>qui n</w:t>
      </w:r>
      <w:r w:rsidR="00C90F8D">
        <w:t>’</w:t>
      </w:r>
      <w:r>
        <w:t>écrivais même plus à la mienne</w:t>
      </w:r>
      <w:r w:rsidR="00C90F8D">
        <w:t xml:space="preserve"> ! </w:t>
      </w:r>
      <w:r>
        <w:t>Le jour où j</w:t>
      </w:r>
      <w:r w:rsidR="00C90F8D">
        <w:t>’</w:t>
      </w:r>
      <w:r>
        <w:t>appris qu</w:t>
      </w:r>
      <w:r w:rsidR="00C90F8D">
        <w:t>’</w:t>
      </w:r>
      <w:proofErr w:type="spellStart"/>
      <w:r>
        <w:t>Ephrem</w:t>
      </w:r>
      <w:proofErr w:type="spellEnd"/>
      <w:r>
        <w:t xml:space="preserve"> </w:t>
      </w:r>
      <w:proofErr w:type="spellStart"/>
      <w:r>
        <w:t>Fedorovitch</w:t>
      </w:r>
      <w:proofErr w:type="spellEnd"/>
      <w:r>
        <w:t xml:space="preserve"> était retourné à son tripot de Novo-Petrovsk</w:t>
      </w:r>
      <w:r w:rsidR="00C90F8D">
        <w:t xml:space="preserve">, </w:t>
      </w:r>
      <w:r>
        <w:t>qu</w:t>
      </w:r>
      <w:r w:rsidR="00C90F8D">
        <w:t>’</w:t>
      </w:r>
      <w:r>
        <w:t>Armide l</w:t>
      </w:r>
      <w:r w:rsidR="00C90F8D">
        <w:t>’</w:t>
      </w:r>
      <w:r>
        <w:t>avait su</w:t>
      </w:r>
      <w:r w:rsidR="00C90F8D">
        <w:t xml:space="preserve">, </w:t>
      </w:r>
      <w:r>
        <w:t>qu</w:t>
      </w:r>
      <w:r w:rsidR="00C90F8D">
        <w:t>’</w:t>
      </w:r>
      <w:r>
        <w:t>elle n</w:t>
      </w:r>
      <w:r w:rsidR="00C90F8D">
        <w:t>’</w:t>
      </w:r>
      <w:r>
        <w:t>avait rien fait pour l</w:t>
      </w:r>
      <w:r w:rsidR="00C90F8D">
        <w:t>’</w:t>
      </w:r>
      <w:r>
        <w:t>en empêcher</w:t>
      </w:r>
      <w:r w:rsidR="00C90F8D">
        <w:t xml:space="preserve">, </w:t>
      </w:r>
      <w:r>
        <w:t>je me mis à trembler de terreur et de colère</w:t>
      </w:r>
      <w:r w:rsidR="00C90F8D">
        <w:t xml:space="preserve">. </w:t>
      </w:r>
      <w:r w:rsidR="00C90F8D">
        <w:rPr>
          <w:i/>
          <w:iCs/>
        </w:rPr>
        <w:t>« </w:t>
      </w:r>
      <w:r>
        <w:t>Si vous croyez que la vie est drôle pour lui</w:t>
      </w:r>
      <w:r w:rsidR="00C90F8D">
        <w:t xml:space="preserve">, </w:t>
      </w:r>
      <w:r>
        <w:t>ici</w:t>
      </w:r>
      <w:r w:rsidR="00C90F8D">
        <w:t xml:space="preserve"> », </w:t>
      </w:r>
      <w:r>
        <w:t>se contenta-t-elle de me répondre</w:t>
      </w:r>
      <w:r w:rsidR="00C90F8D">
        <w:t>. « </w:t>
      </w:r>
      <w:r>
        <w:t>Mais c</w:t>
      </w:r>
      <w:r w:rsidR="00C90F8D">
        <w:t>’</w:t>
      </w:r>
      <w:r>
        <w:t>est épouvantable</w:t>
      </w:r>
      <w:r w:rsidR="00C90F8D">
        <w:t xml:space="preserve"> ! </w:t>
      </w:r>
      <w:r>
        <w:t>De nouveau il va jouer</w:t>
      </w:r>
      <w:r w:rsidR="00C90F8D">
        <w:t xml:space="preserve">, </w:t>
      </w:r>
      <w:r>
        <w:t>il va perdre</w:t>
      </w:r>
      <w:r w:rsidR="00C90F8D">
        <w:t>. »</w:t>
      </w:r>
      <w:r>
        <w:t xml:space="preserve"> Elle eut son haussement d</w:t>
      </w:r>
      <w:r w:rsidR="00C90F8D">
        <w:t>’</w:t>
      </w:r>
      <w:r>
        <w:t>épaules coutumier</w:t>
      </w:r>
      <w:r w:rsidR="00C90F8D">
        <w:t xml:space="preserve"> ; </w:t>
      </w:r>
      <w:r>
        <w:t>son sourire évoqua le tacite et triste marché qui l</w:t>
      </w:r>
      <w:r w:rsidR="00C90F8D">
        <w:t>’</w:t>
      </w:r>
      <w:r>
        <w:t>avait mise dans mes bras</w:t>
      </w:r>
      <w:r w:rsidR="00C90F8D">
        <w:t>. « </w:t>
      </w:r>
      <w:r>
        <w:t>Il perdra</w:t>
      </w:r>
      <w:r w:rsidR="00C90F8D">
        <w:t xml:space="preserve">. </w:t>
      </w:r>
      <w:r>
        <w:t>Que veux-tu que j</w:t>
      </w:r>
      <w:r w:rsidR="00C90F8D">
        <w:t>’</w:t>
      </w:r>
      <w:r>
        <w:t>y fasse</w:t>
      </w:r>
      <w:r w:rsidR="00C90F8D">
        <w:t xml:space="preserve"> ? </w:t>
      </w:r>
      <w:r>
        <w:t>C</w:t>
      </w:r>
      <w:r w:rsidR="00C90F8D">
        <w:t>’</w:t>
      </w:r>
      <w:r>
        <w:t>est mon père</w:t>
      </w:r>
      <w:r w:rsidR="00C90F8D">
        <w:t xml:space="preserve">, </w:t>
      </w:r>
      <w:r>
        <w:t>n</w:t>
      </w:r>
      <w:r w:rsidR="00C90F8D">
        <w:t>’</w:t>
      </w:r>
      <w:r>
        <w:t>est-ce pas</w:t>
      </w:r>
      <w:r w:rsidR="00C90F8D">
        <w:t xml:space="preserve"> ? </w:t>
      </w:r>
      <w:r>
        <w:t>D</w:t>
      </w:r>
      <w:r w:rsidR="00C90F8D">
        <w:t>’</w:t>
      </w:r>
      <w:r>
        <w:t>ailleurs</w:t>
      </w:r>
      <w:r w:rsidR="00C90F8D">
        <w:t xml:space="preserve">, </w:t>
      </w:r>
      <w:r>
        <w:t>si tu m</w:t>
      </w:r>
      <w:r w:rsidR="00C90F8D">
        <w:t>’</w:t>
      </w:r>
      <w:r>
        <w:t>aimais comme tu me le dis</w:t>
      </w:r>
      <w:r w:rsidR="00C90F8D">
        <w:t xml:space="preserve">, </w:t>
      </w:r>
      <w:r>
        <w:t>tu ne devrais pas autant redouter cette perspective</w:t>
      </w:r>
      <w:r w:rsidR="00C90F8D">
        <w:t>. »</w:t>
      </w:r>
    </w:p>
    <w:p w14:paraId="3A6EB6DB" w14:textId="77777777" w:rsidR="00C90F8D" w:rsidRDefault="00AB2DE8">
      <w:r>
        <w:t>Et elle avait allumé une cigarette</w:t>
      </w:r>
      <w:r w:rsidR="00C90F8D">
        <w:t>.</w:t>
      </w:r>
    </w:p>
    <w:p w14:paraId="296E7F15" w14:textId="77777777" w:rsidR="00C90F8D" w:rsidRDefault="00C90F8D">
      <w:r>
        <w:t>« </w:t>
      </w:r>
      <w:r w:rsidR="00AB2DE8">
        <w:t>Si tu m</w:t>
      </w:r>
      <w:r>
        <w:t>’</w:t>
      </w:r>
      <w:r w:rsidR="00AB2DE8">
        <w:t>aimais comme tu me le dis</w:t>
      </w:r>
      <w:r>
        <w:t>… »</w:t>
      </w:r>
      <w:r w:rsidR="00AB2DE8">
        <w:t xml:space="preserve"> J</w:t>
      </w:r>
      <w:r>
        <w:t>’</w:t>
      </w:r>
      <w:r w:rsidR="00AB2DE8">
        <w:t>entends d</w:t>
      </w:r>
      <w:r>
        <w:t>’</w:t>
      </w:r>
      <w:r w:rsidR="00AB2DE8">
        <w:t>ici la question</w:t>
      </w:r>
      <w:r>
        <w:t> : « </w:t>
      </w:r>
      <w:r w:rsidR="00AB2DE8">
        <w:t>Et elle</w:t>
      </w:r>
      <w:r>
        <w:t xml:space="preserve">, </w:t>
      </w:r>
      <w:r w:rsidR="00AB2DE8">
        <w:t>t</w:t>
      </w:r>
      <w:r>
        <w:t>’</w:t>
      </w:r>
      <w:r w:rsidR="00AB2DE8">
        <w:t>a-t-elle seulement dit une fois qu</w:t>
      </w:r>
      <w:r>
        <w:t>’</w:t>
      </w:r>
      <w:r w:rsidR="00AB2DE8">
        <w:t>elle t</w:t>
      </w:r>
      <w:r>
        <w:t>’</w:t>
      </w:r>
      <w:r w:rsidR="00AB2DE8">
        <w:t>aimait</w:t>
      </w:r>
      <w:r>
        <w:t> ? »</w:t>
      </w:r>
      <w:r w:rsidR="00AB2DE8">
        <w:t xml:space="preserve"> Ah</w:t>
      </w:r>
      <w:r>
        <w:t xml:space="preserve"> ! </w:t>
      </w:r>
      <w:r w:rsidR="00AB2DE8">
        <w:t>qu</w:t>
      </w:r>
      <w:r>
        <w:t>’</w:t>
      </w:r>
      <w:r w:rsidR="00AB2DE8">
        <w:t>on me laisse rire</w:t>
      </w:r>
      <w:r>
        <w:t xml:space="preserve">. </w:t>
      </w:r>
      <w:r w:rsidR="00AB2DE8">
        <w:t>Elle était bien trop orgueilleuse pour me mentir</w:t>
      </w:r>
      <w:r>
        <w:t xml:space="preserve">. </w:t>
      </w:r>
      <w:r w:rsidR="00AB2DE8">
        <w:t>Et</w:t>
      </w:r>
      <w:r>
        <w:t xml:space="preserve">, </w:t>
      </w:r>
      <w:r w:rsidR="00AB2DE8">
        <w:t>si facile à abuser qu</w:t>
      </w:r>
      <w:r>
        <w:t>’</w:t>
      </w:r>
      <w:r w:rsidR="00AB2DE8">
        <w:t>il soit</w:t>
      </w:r>
      <w:r>
        <w:t xml:space="preserve">, </w:t>
      </w:r>
      <w:r w:rsidR="00AB2DE8">
        <w:t xml:space="preserve">qui pourrait donc croire que Charles Forestier ait pu songer une minute à être aimé de la princesse </w:t>
      </w:r>
      <w:proofErr w:type="spellStart"/>
      <w:r w:rsidR="00AB2DE8">
        <w:t>Irénéïef</w:t>
      </w:r>
      <w:proofErr w:type="spellEnd"/>
      <w:r>
        <w:t>. « </w:t>
      </w:r>
      <w:r w:rsidR="00AB2DE8">
        <w:t>Alors</w:t>
      </w:r>
      <w:r>
        <w:t> ? »</w:t>
      </w:r>
      <w:r w:rsidR="00AB2DE8">
        <w:t xml:space="preserve"> Alors</w:t>
      </w:r>
      <w:r>
        <w:t xml:space="preserve">, </w:t>
      </w:r>
      <w:r w:rsidR="00AB2DE8">
        <w:t>c</w:t>
      </w:r>
      <w:r>
        <w:t>’</w:t>
      </w:r>
      <w:r w:rsidR="00AB2DE8">
        <w:t>est simple</w:t>
      </w:r>
      <w:r>
        <w:t xml:space="preserve">. </w:t>
      </w:r>
      <w:r w:rsidR="00AB2DE8">
        <w:t>Tout en étant guéri d</w:t>
      </w:r>
      <w:r>
        <w:t>’</w:t>
      </w:r>
      <w:r w:rsidR="00AB2DE8">
        <w:t>elle</w:t>
      </w:r>
      <w:r>
        <w:t xml:space="preserve">, </w:t>
      </w:r>
      <w:r w:rsidR="00AB2DE8">
        <w:t>tout en ayant sur elle les plus cruelles lucidités du monde</w:t>
      </w:r>
      <w:r>
        <w:t xml:space="preserve">, </w:t>
      </w:r>
      <w:r w:rsidR="00AB2DE8">
        <w:t>je ne renie pas ma dette à son égard</w:t>
      </w:r>
      <w:r>
        <w:t xml:space="preserve">. </w:t>
      </w:r>
      <w:r w:rsidR="00AB2DE8">
        <w:t>Alors</w:t>
      </w:r>
      <w:r>
        <w:t xml:space="preserve">, </w:t>
      </w:r>
      <w:r w:rsidR="00AB2DE8">
        <w:t>je trouve qu</w:t>
      </w:r>
      <w:r>
        <w:t>’</w:t>
      </w:r>
      <w:r w:rsidR="00AB2DE8">
        <w:t>il est déjà bien beau qu</w:t>
      </w:r>
      <w:r>
        <w:t>’</w:t>
      </w:r>
      <w:r w:rsidR="00AB2DE8">
        <w:t>une femme comme elle ait consenti à se laisser aimer d</w:t>
      </w:r>
      <w:r>
        <w:t>’</w:t>
      </w:r>
      <w:r w:rsidR="00AB2DE8">
        <w:t>un homme comme moi</w:t>
      </w:r>
      <w:r>
        <w:t xml:space="preserve">. </w:t>
      </w:r>
      <w:r w:rsidR="00AB2DE8">
        <w:t>Il est déjà bien beau qu</w:t>
      </w:r>
      <w:r>
        <w:t>’</w:t>
      </w:r>
      <w:r w:rsidR="00AB2DE8">
        <w:t>il ait apprit à son contact des choses que sans elle il n</w:t>
      </w:r>
      <w:r>
        <w:t>’</w:t>
      </w:r>
      <w:r w:rsidR="00AB2DE8">
        <w:t>aurait jamais connues</w:t>
      </w:r>
      <w:r>
        <w:t xml:space="preserve"> ; </w:t>
      </w:r>
      <w:r w:rsidR="00AB2DE8">
        <w:t>des choses qui ne figurent</w:t>
      </w:r>
      <w:r>
        <w:t xml:space="preserve">, </w:t>
      </w:r>
      <w:r w:rsidR="00AB2DE8">
        <w:t>certes</w:t>
      </w:r>
      <w:r>
        <w:t xml:space="preserve">, </w:t>
      </w:r>
      <w:r w:rsidR="00AB2DE8">
        <w:t>ni sur les programmes de Polytechnique</w:t>
      </w:r>
      <w:r>
        <w:t xml:space="preserve">, </w:t>
      </w:r>
      <w:r w:rsidR="00AB2DE8">
        <w:t>ni sur ceux de Normale</w:t>
      </w:r>
      <w:r>
        <w:t xml:space="preserve">, </w:t>
      </w:r>
      <w:r w:rsidR="00AB2DE8">
        <w:t>ni d</w:t>
      </w:r>
      <w:r>
        <w:t>’</w:t>
      </w:r>
      <w:r w:rsidR="00AB2DE8">
        <w:t>aucune autre école</w:t>
      </w:r>
      <w:r>
        <w:t xml:space="preserve"> ; </w:t>
      </w:r>
      <w:r w:rsidR="00AB2DE8">
        <w:t>des choses qu</w:t>
      </w:r>
      <w:r>
        <w:t>’</w:t>
      </w:r>
      <w:r w:rsidR="00AB2DE8">
        <w:t>il faut sans doute acheter de son argent</w:t>
      </w:r>
      <w:r>
        <w:t xml:space="preserve">, </w:t>
      </w:r>
      <w:r w:rsidR="00AB2DE8">
        <w:t xml:space="preserve">de son </w:t>
      </w:r>
      <w:r w:rsidR="00AB2DE8">
        <w:lastRenderedPageBreak/>
        <w:t>sommeil</w:t>
      </w:r>
      <w:r>
        <w:t xml:space="preserve">, </w:t>
      </w:r>
      <w:r w:rsidR="00AB2DE8">
        <w:t>de ses peines</w:t>
      </w:r>
      <w:r>
        <w:t xml:space="preserve">, </w:t>
      </w:r>
      <w:r w:rsidR="00AB2DE8">
        <w:t>de ses larmes</w:t>
      </w:r>
      <w:r>
        <w:t xml:space="preserve">, </w:t>
      </w:r>
      <w:r w:rsidR="00AB2DE8">
        <w:t>au besoin de son sang et de son honneur</w:t>
      </w:r>
      <w:r>
        <w:t xml:space="preserve">, </w:t>
      </w:r>
      <w:r w:rsidR="00AB2DE8">
        <w:t>mais dont tout homme</w:t>
      </w:r>
      <w:r>
        <w:t xml:space="preserve">, </w:t>
      </w:r>
      <w:r w:rsidR="00AB2DE8">
        <w:t>vraiment homme</w:t>
      </w:r>
      <w:r>
        <w:t xml:space="preserve">, </w:t>
      </w:r>
      <w:r w:rsidR="00AB2DE8">
        <w:t>s</w:t>
      </w:r>
      <w:r>
        <w:t>’</w:t>
      </w:r>
      <w:r w:rsidR="00AB2DE8">
        <w:t>il est franc</w:t>
      </w:r>
      <w:r>
        <w:t xml:space="preserve">, </w:t>
      </w:r>
      <w:r w:rsidR="00AB2DE8">
        <w:t>ne trouvera jamais qu</w:t>
      </w:r>
      <w:r>
        <w:t>’</w:t>
      </w:r>
      <w:r w:rsidR="00AB2DE8">
        <w:t>il les a payées assez cher</w:t>
      </w:r>
      <w:r>
        <w:t>.</w:t>
      </w:r>
    </w:p>
    <w:p w14:paraId="29256B9C" w14:textId="77777777" w:rsidR="00C90F8D" w:rsidRDefault="00AB2DE8">
      <w:r>
        <w:t>Les jours passèrent</w:t>
      </w:r>
      <w:r w:rsidR="00C90F8D">
        <w:t xml:space="preserve">. </w:t>
      </w:r>
      <w:r>
        <w:t>Un matin que j</w:t>
      </w:r>
      <w:r w:rsidR="00C90F8D">
        <w:t>’</w:t>
      </w:r>
      <w:r>
        <w:t>étais à mon bureau</w:t>
      </w:r>
      <w:r w:rsidR="00C90F8D">
        <w:t xml:space="preserve">, </w:t>
      </w:r>
      <w:r>
        <w:t>suivant d</w:t>
      </w:r>
      <w:r w:rsidR="00C90F8D">
        <w:t>’</w:t>
      </w:r>
      <w:r>
        <w:t>un œil indifférent à travers la steppe le ruban des rails sur lesquels j</w:t>
      </w:r>
      <w:r w:rsidR="00C90F8D">
        <w:t>’</w:t>
      </w:r>
      <w:r>
        <w:t>avais vu disparaître</w:t>
      </w:r>
      <w:r w:rsidR="00C90F8D">
        <w:t xml:space="preserve">, </w:t>
      </w:r>
      <w:r>
        <w:t>il y avait déjà près d</w:t>
      </w:r>
      <w:r w:rsidR="00C90F8D">
        <w:t>’</w:t>
      </w:r>
      <w:r>
        <w:t>un mois</w:t>
      </w:r>
      <w:r w:rsidR="00C90F8D">
        <w:t xml:space="preserve">, </w:t>
      </w:r>
      <w:r>
        <w:t>la dernière locomotive</w:t>
      </w:r>
      <w:r w:rsidR="00C90F8D">
        <w:t xml:space="preserve">, </w:t>
      </w:r>
      <w:r>
        <w:t>je dressai l</w:t>
      </w:r>
      <w:r w:rsidR="00C90F8D">
        <w:t>’</w:t>
      </w:r>
      <w:r>
        <w:t>oreille</w:t>
      </w:r>
      <w:r w:rsidR="00C90F8D">
        <w:t xml:space="preserve">. </w:t>
      </w:r>
      <w:r>
        <w:t>Les vitres de la croisée venaient de vibrer de façon bizarre</w:t>
      </w:r>
      <w:r w:rsidR="00C90F8D">
        <w:t>.</w:t>
      </w:r>
    </w:p>
    <w:p w14:paraId="16859EF8" w14:textId="77777777" w:rsidR="00C90F8D" w:rsidRDefault="00AB2DE8">
      <w:r>
        <w:t>Au même instant</w:t>
      </w:r>
      <w:r w:rsidR="00C90F8D">
        <w:t xml:space="preserve">, </w:t>
      </w:r>
      <w:proofErr w:type="spellStart"/>
      <w:r>
        <w:t>Ephrem</w:t>
      </w:r>
      <w:proofErr w:type="spellEnd"/>
      <w:r>
        <w:t xml:space="preserve"> </w:t>
      </w:r>
      <w:proofErr w:type="spellStart"/>
      <w:r>
        <w:t>Fedorovitch</w:t>
      </w:r>
      <w:proofErr w:type="spellEnd"/>
      <w:r>
        <w:t xml:space="preserve"> faisait irruption dans ma chambre</w:t>
      </w:r>
      <w:r w:rsidR="00C90F8D">
        <w:t>.</w:t>
      </w:r>
    </w:p>
    <w:p w14:paraId="1C128D64" w14:textId="77777777" w:rsidR="00C90F8D" w:rsidRDefault="00C90F8D">
      <w:r>
        <w:rPr>
          <w:rFonts w:eastAsia="Georgia"/>
        </w:rPr>
        <w:t>— </w:t>
      </w:r>
      <w:r w:rsidR="00AB2DE8">
        <w:t>Avez-vous entendu</w:t>
      </w:r>
      <w:r>
        <w:t xml:space="preserve">, </w:t>
      </w:r>
      <w:r w:rsidR="00AB2DE8">
        <w:t>Charlie</w:t>
      </w:r>
      <w:r>
        <w:t> ?</w:t>
      </w:r>
    </w:p>
    <w:p w14:paraId="028739DD" w14:textId="77777777" w:rsidR="00C90F8D" w:rsidRDefault="00C90F8D">
      <w:r>
        <w:rPr>
          <w:rFonts w:eastAsia="Georgia"/>
        </w:rPr>
        <w:t>— </w:t>
      </w:r>
      <w:r w:rsidR="00AB2DE8">
        <w:t>Quoi</w:t>
      </w:r>
      <w:r>
        <w:t> ?</w:t>
      </w:r>
    </w:p>
    <w:p w14:paraId="1D60F7AF" w14:textId="77777777" w:rsidR="00C90F8D" w:rsidRDefault="00C90F8D">
      <w:r>
        <w:rPr>
          <w:rFonts w:eastAsia="Georgia"/>
        </w:rPr>
        <w:t>— </w:t>
      </w:r>
      <w:r w:rsidR="00AB2DE8">
        <w:t>Parbleu</w:t>
      </w:r>
      <w:r>
        <w:t xml:space="preserve"> ! </w:t>
      </w:r>
      <w:r w:rsidR="00AB2DE8">
        <w:t>Votre fenêtre est fermée</w:t>
      </w:r>
      <w:r>
        <w:t>.</w:t>
      </w:r>
    </w:p>
    <w:p w14:paraId="329B2CD7" w14:textId="77777777" w:rsidR="00C90F8D" w:rsidRDefault="00AB2DE8">
      <w:r>
        <w:t>Il l</w:t>
      </w:r>
      <w:r w:rsidR="00C90F8D">
        <w:t>’</w:t>
      </w:r>
      <w:r>
        <w:t>ouvrit</w:t>
      </w:r>
      <w:r w:rsidR="00C90F8D">
        <w:t>.</w:t>
      </w:r>
    </w:p>
    <w:p w14:paraId="49201D54" w14:textId="77777777" w:rsidR="00C90F8D" w:rsidRDefault="00C90F8D">
      <w:r>
        <w:rPr>
          <w:rFonts w:eastAsia="Georgia"/>
        </w:rPr>
        <w:t>— </w:t>
      </w:r>
      <w:r w:rsidR="00AB2DE8">
        <w:t>Là</w:t>
      </w:r>
      <w:r>
        <w:t xml:space="preserve"> ! </w:t>
      </w:r>
      <w:r w:rsidR="00AB2DE8">
        <w:t>Et maintenant</w:t>
      </w:r>
      <w:r>
        <w:t xml:space="preserve">, </w:t>
      </w:r>
      <w:r w:rsidR="00AB2DE8">
        <w:t>entendez-vous</w:t>
      </w:r>
      <w:r>
        <w:t> ?</w:t>
      </w:r>
    </w:p>
    <w:p w14:paraId="7DF0DA35" w14:textId="77777777" w:rsidR="00C90F8D" w:rsidRDefault="00C90F8D">
      <w:r>
        <w:rPr>
          <w:rFonts w:eastAsia="Georgia"/>
        </w:rPr>
        <w:t>— </w:t>
      </w:r>
      <w:r w:rsidR="00AB2DE8">
        <w:t>Oui</w:t>
      </w:r>
      <w:r>
        <w:t xml:space="preserve">, </w:t>
      </w:r>
      <w:r w:rsidR="00AB2DE8">
        <w:t>dis-je</w:t>
      </w:r>
      <w:r>
        <w:t xml:space="preserve">, </w:t>
      </w:r>
      <w:r w:rsidR="00AB2DE8">
        <w:t>le canon</w:t>
      </w:r>
      <w:r>
        <w:t xml:space="preserve">. </w:t>
      </w:r>
      <w:r w:rsidR="00AB2DE8">
        <w:t>C</w:t>
      </w:r>
      <w:r>
        <w:t>’</w:t>
      </w:r>
      <w:r w:rsidR="00AB2DE8">
        <w:t>est un bruit que vous connaissez</w:t>
      </w:r>
      <w:r>
        <w:t xml:space="preserve">, </w:t>
      </w:r>
      <w:r w:rsidR="00AB2DE8">
        <w:t>je pense</w:t>
      </w:r>
      <w:r>
        <w:t> ?</w:t>
      </w:r>
    </w:p>
    <w:p w14:paraId="67228A86" w14:textId="77777777" w:rsidR="00C90F8D" w:rsidRDefault="00C90F8D">
      <w:r>
        <w:rPr>
          <w:rFonts w:eastAsia="Georgia"/>
        </w:rPr>
        <w:t>— </w:t>
      </w:r>
      <w:r w:rsidR="00AB2DE8">
        <w:t>Je</w:t>
      </w:r>
      <w:r w:rsidR="00C84A0C">
        <w:t xml:space="preserve"> </w:t>
      </w:r>
      <w:r w:rsidR="00AB2DE8">
        <w:t>le connais</w:t>
      </w:r>
      <w:r>
        <w:t xml:space="preserve">… </w:t>
      </w:r>
      <w:r w:rsidR="00AB2DE8">
        <w:t>Bien sûr</w:t>
      </w:r>
      <w:r>
        <w:t xml:space="preserve">. </w:t>
      </w:r>
      <w:r w:rsidR="00AB2DE8">
        <w:t>Il m</w:t>
      </w:r>
      <w:r>
        <w:t>’</w:t>
      </w:r>
      <w:r w:rsidR="00AB2DE8">
        <w:t>a bercé</w:t>
      </w:r>
      <w:r>
        <w:t xml:space="preserve">. </w:t>
      </w:r>
      <w:r w:rsidR="00AB2DE8">
        <w:t>Tout de même</w:t>
      </w:r>
      <w:r>
        <w:t xml:space="preserve">, </w:t>
      </w:r>
      <w:r w:rsidR="00AB2DE8">
        <w:t>Charlie</w:t>
      </w:r>
      <w:r>
        <w:t>…</w:t>
      </w:r>
    </w:p>
    <w:p w14:paraId="4CC70952" w14:textId="77777777" w:rsidR="00C90F8D" w:rsidRDefault="00C90F8D">
      <w:r>
        <w:rPr>
          <w:rFonts w:eastAsia="Georgia"/>
        </w:rPr>
        <w:t>— </w:t>
      </w:r>
      <w:r w:rsidR="00AB2DE8">
        <w:t>Tout de même quoi</w:t>
      </w:r>
      <w:r>
        <w:t> ?</w:t>
      </w:r>
    </w:p>
    <w:p w14:paraId="1EA322D4" w14:textId="77777777" w:rsidR="00C90F8D" w:rsidRDefault="00C90F8D">
      <w:r>
        <w:rPr>
          <w:rFonts w:eastAsia="Georgia"/>
        </w:rPr>
        <w:t>— </w:t>
      </w:r>
      <w:r w:rsidR="00AB2DE8">
        <w:t>Ça prouve que ces fils de porcs ont encore lâché du terrain</w:t>
      </w:r>
      <w:r>
        <w:t>.</w:t>
      </w:r>
    </w:p>
    <w:p w14:paraId="71581128" w14:textId="77777777" w:rsidR="00C90F8D" w:rsidRDefault="00AB2DE8">
      <w:r>
        <w:t>Je lui fis observer sèchement que ceux dont il parlait avec cette légèreté étaient ses compatriotes</w:t>
      </w:r>
      <w:r w:rsidR="00C90F8D">
        <w:t>.</w:t>
      </w:r>
    </w:p>
    <w:p w14:paraId="73396B44" w14:textId="77777777" w:rsidR="00C90F8D" w:rsidRDefault="00C90F8D">
      <w:r>
        <w:rPr>
          <w:rFonts w:eastAsia="Georgia"/>
        </w:rPr>
        <w:lastRenderedPageBreak/>
        <w:t>— </w:t>
      </w:r>
      <w:r w:rsidR="00AB2DE8">
        <w:t>Bien sûr</w:t>
      </w:r>
      <w:r>
        <w:t xml:space="preserve">, </w:t>
      </w:r>
      <w:r w:rsidR="00AB2DE8">
        <w:t>bien sûr</w:t>
      </w:r>
      <w:r>
        <w:t xml:space="preserve">, </w:t>
      </w:r>
      <w:r w:rsidR="00AB2DE8">
        <w:t>répliqua-t-il</w:t>
      </w:r>
      <w:r>
        <w:t xml:space="preserve">. </w:t>
      </w:r>
      <w:r w:rsidR="00AB2DE8">
        <w:t>Mais comme ce sont également des compatriotes à moi qui attaquent</w:t>
      </w:r>
      <w:r>
        <w:t xml:space="preserve">, </w:t>
      </w:r>
      <w:r w:rsidR="00AB2DE8">
        <w:t>ça rend à mon jugement toute son indépendance</w:t>
      </w:r>
      <w:r>
        <w:t>.</w:t>
      </w:r>
    </w:p>
    <w:p w14:paraId="14BBE9DD" w14:textId="77777777" w:rsidR="00C90F8D" w:rsidRDefault="00C90F8D">
      <w:r>
        <w:rPr>
          <w:rFonts w:eastAsia="Georgia"/>
        </w:rPr>
        <w:t>— </w:t>
      </w:r>
      <w:r w:rsidR="00AB2DE8">
        <w:t>Eh bien</w:t>
      </w:r>
      <w:r>
        <w:t xml:space="preserve">, </w:t>
      </w:r>
      <w:r w:rsidR="00AB2DE8">
        <w:t>alors de quoi vous plaignez-vous</w:t>
      </w:r>
      <w:r>
        <w:t xml:space="preserve"> ? </w:t>
      </w:r>
      <w:r w:rsidR="00AB2DE8">
        <w:t>Laissez-moi travailler tranquille</w:t>
      </w:r>
      <w:r>
        <w:t xml:space="preserve">, </w:t>
      </w:r>
      <w:r w:rsidR="00AB2DE8">
        <w:t>dis-je agacé</w:t>
      </w:r>
      <w:r>
        <w:t>.</w:t>
      </w:r>
    </w:p>
    <w:p w14:paraId="1FE87996" w14:textId="77777777" w:rsidR="00C90F8D" w:rsidRDefault="00AB2DE8">
      <w:r>
        <w:t>Je venais en outre d</w:t>
      </w:r>
      <w:r w:rsidR="00C90F8D">
        <w:t>’</w:t>
      </w:r>
      <w:r>
        <w:t>avoir la sensation que</w:t>
      </w:r>
      <w:r w:rsidR="00C90F8D">
        <w:t xml:space="preserve">, </w:t>
      </w:r>
      <w:r>
        <w:t>le cas échéant</w:t>
      </w:r>
      <w:r w:rsidR="00C90F8D">
        <w:t xml:space="preserve">, </w:t>
      </w:r>
      <w:proofErr w:type="spellStart"/>
      <w:r>
        <w:t>Ephrem</w:t>
      </w:r>
      <w:proofErr w:type="spellEnd"/>
      <w:r>
        <w:t xml:space="preserve"> </w:t>
      </w:r>
      <w:proofErr w:type="spellStart"/>
      <w:r>
        <w:t>Fedorovitch</w:t>
      </w:r>
      <w:proofErr w:type="spellEnd"/>
      <w:r>
        <w:t xml:space="preserve"> n</w:t>
      </w:r>
      <w:r w:rsidR="00C90F8D">
        <w:t>’</w:t>
      </w:r>
      <w:r>
        <w:t>hésiterait pas à mettre froidement dans sa poche le drapeau qu</w:t>
      </w:r>
      <w:r w:rsidR="00C90F8D">
        <w:t>’</w:t>
      </w:r>
      <w:r>
        <w:t>il avait défendu</w:t>
      </w:r>
      <w:r w:rsidR="00C90F8D">
        <w:t xml:space="preserve">, </w:t>
      </w:r>
      <w:r>
        <w:t>à Traktir</w:t>
      </w:r>
      <w:r w:rsidR="00C90F8D">
        <w:t xml:space="preserve">, </w:t>
      </w:r>
      <w:r>
        <w:t>contre un nombre impressionnant de Pandours et de Polonais</w:t>
      </w:r>
      <w:r w:rsidR="00C90F8D">
        <w:t>.</w:t>
      </w:r>
    </w:p>
    <w:p w14:paraId="5EB2D45B" w14:textId="08076CE0" w:rsidR="00AB2DE8" w:rsidRDefault="00AB2DE8"/>
    <w:p w14:paraId="267A8AA5" w14:textId="77777777" w:rsidR="00C90F8D" w:rsidRDefault="00AB2DE8">
      <w:r>
        <w:t>Le lendemain matin</w:t>
      </w:r>
      <w:r w:rsidR="00C90F8D">
        <w:t xml:space="preserve">, </w:t>
      </w:r>
      <w:r>
        <w:t>à la première heure</w:t>
      </w:r>
      <w:r w:rsidR="00C90F8D">
        <w:t xml:space="preserve">, </w:t>
      </w:r>
      <w:r>
        <w:t>une puissante automobile militaire fit halte devant l</w:t>
      </w:r>
      <w:r w:rsidR="00C90F8D">
        <w:t>’</w:t>
      </w:r>
      <w:r>
        <w:t>usine</w:t>
      </w:r>
      <w:r w:rsidR="00C90F8D">
        <w:t xml:space="preserve">, </w:t>
      </w:r>
      <w:r>
        <w:t>et l</w:t>
      </w:r>
      <w:r w:rsidR="00C90F8D">
        <w:t>’</w:t>
      </w:r>
      <w:r>
        <w:t>on me monta aussitôt une enveloppe cachetée</w:t>
      </w:r>
      <w:r w:rsidR="00C90F8D">
        <w:t>.</w:t>
      </w:r>
    </w:p>
    <w:p w14:paraId="2E4B9BE2" w14:textId="77777777" w:rsidR="00C90F8D" w:rsidRDefault="00AB2DE8">
      <w:r>
        <w:t>J</w:t>
      </w:r>
      <w:r w:rsidR="00C90F8D">
        <w:t>’</w:t>
      </w:r>
      <w:r>
        <w:t>étais invité à me rendre de toute urgence</w:t>
      </w:r>
      <w:r w:rsidR="00C90F8D">
        <w:t xml:space="preserve">, </w:t>
      </w:r>
      <w:r>
        <w:t>pour affaire grave</w:t>
      </w:r>
      <w:r w:rsidR="00C90F8D">
        <w:t xml:space="preserve">, </w:t>
      </w:r>
      <w:r>
        <w:t>au Grand Quartier Général tchécoslovaque</w:t>
      </w:r>
      <w:r w:rsidR="00C90F8D">
        <w:t xml:space="preserve">, </w:t>
      </w:r>
      <w:r>
        <w:t>à Tcheliabinsk</w:t>
      </w:r>
      <w:r w:rsidR="00C90F8D">
        <w:t>.</w:t>
      </w:r>
    </w:p>
    <w:p w14:paraId="6382751F" w14:textId="4625AC31" w:rsidR="00C90F8D" w:rsidRPr="00C90F8D" w:rsidRDefault="00AB2DE8" w:rsidP="00C90F8D">
      <w:pPr>
        <w:pStyle w:val="Titre1"/>
        <w:rPr>
          <w:rFonts w:eastAsia="Georgia"/>
        </w:rPr>
      </w:pPr>
      <w:bookmarkStart w:id="13" w:name="_Toc194755385"/>
      <w:r w:rsidRPr="00C90F8D">
        <w:rPr>
          <w:rFonts w:eastAsia="Georgia"/>
        </w:rPr>
        <w:lastRenderedPageBreak/>
        <w:t>XIII</w:t>
      </w:r>
      <w:bookmarkEnd w:id="13"/>
    </w:p>
    <w:p w14:paraId="389DEE8E" w14:textId="77777777" w:rsidR="00C90F8D" w:rsidRDefault="00C90F8D">
      <w:r>
        <w:rPr>
          <w:rFonts w:eastAsia="Georgia"/>
        </w:rPr>
        <w:t>— </w:t>
      </w:r>
      <w:r w:rsidR="00AB2DE8">
        <w:t>Où vas-tu</w:t>
      </w:r>
      <w:r>
        <w:t xml:space="preserve"> ? </w:t>
      </w:r>
      <w:r w:rsidR="00AB2DE8">
        <w:t>demanda Armide</w:t>
      </w:r>
      <w:r>
        <w:t>.</w:t>
      </w:r>
    </w:p>
    <w:p w14:paraId="2292AB23" w14:textId="77777777" w:rsidR="00C90F8D" w:rsidRDefault="00AB2DE8">
      <w:r>
        <w:t>La lettre que je venais de recevoir n</w:t>
      </w:r>
      <w:r w:rsidR="00C90F8D">
        <w:t>’</w:t>
      </w:r>
      <w:r>
        <w:t>avait aucun caractère confidentiel</w:t>
      </w:r>
      <w:r w:rsidR="00C90F8D">
        <w:t xml:space="preserve">. </w:t>
      </w:r>
      <w:r>
        <w:t>Je la lui tendis</w:t>
      </w:r>
      <w:r w:rsidR="00C90F8D">
        <w:t>.</w:t>
      </w:r>
    </w:p>
    <w:p w14:paraId="224A58A8" w14:textId="77777777" w:rsidR="00C90F8D" w:rsidRDefault="00C90F8D">
      <w:r>
        <w:rPr>
          <w:rFonts w:eastAsia="Georgia"/>
        </w:rPr>
        <w:t>— </w:t>
      </w:r>
      <w:r w:rsidR="00AB2DE8">
        <w:t>De quoi s</w:t>
      </w:r>
      <w:r>
        <w:t>’</w:t>
      </w:r>
      <w:r w:rsidR="00AB2DE8">
        <w:t>agit-il</w:t>
      </w:r>
      <w:r>
        <w:t> ?</w:t>
      </w:r>
    </w:p>
    <w:p w14:paraId="12289A7C" w14:textId="77777777" w:rsidR="00C90F8D" w:rsidRDefault="00C90F8D">
      <w:r>
        <w:rPr>
          <w:rFonts w:eastAsia="Georgia"/>
        </w:rPr>
        <w:t>— </w:t>
      </w:r>
      <w:r w:rsidR="00AB2DE8">
        <w:t>Je l</w:t>
      </w:r>
      <w:r>
        <w:t>’</w:t>
      </w:r>
      <w:r w:rsidR="00AB2DE8">
        <w:t>ignore</w:t>
      </w:r>
      <w:r>
        <w:t xml:space="preserve">, </w:t>
      </w:r>
      <w:r w:rsidR="00AB2DE8">
        <w:t>dis-je</w:t>
      </w:r>
      <w:r>
        <w:t xml:space="preserve"> ; </w:t>
      </w:r>
      <w:r w:rsidR="00AB2DE8">
        <w:t>moi-même assez intrigué</w:t>
      </w:r>
      <w:r>
        <w:t>.</w:t>
      </w:r>
    </w:p>
    <w:p w14:paraId="3A56C8A6" w14:textId="77777777" w:rsidR="00C90F8D" w:rsidRDefault="00C90F8D">
      <w:r>
        <w:rPr>
          <w:rFonts w:eastAsia="Georgia"/>
        </w:rPr>
        <w:t>— </w:t>
      </w:r>
      <w:r w:rsidR="00AB2DE8">
        <w:t>Tu n</w:t>
      </w:r>
      <w:r>
        <w:t>’</w:t>
      </w:r>
      <w:r w:rsidR="00AB2DE8">
        <w:t>as rien à voir avec les Tchécoslovaques</w:t>
      </w:r>
      <w:r>
        <w:t xml:space="preserve">. </w:t>
      </w:r>
      <w:r w:rsidR="00AB2DE8">
        <w:t>Ils n</w:t>
      </w:r>
      <w:r>
        <w:t>’</w:t>
      </w:r>
      <w:r w:rsidR="00AB2DE8">
        <w:t>ont pas d</w:t>
      </w:r>
      <w:r>
        <w:t>’</w:t>
      </w:r>
      <w:r w:rsidR="00AB2DE8">
        <w:t>ordre à te donner</w:t>
      </w:r>
      <w:r>
        <w:t>.</w:t>
      </w:r>
    </w:p>
    <w:p w14:paraId="267096AC" w14:textId="77777777" w:rsidR="00C90F8D" w:rsidRDefault="00C90F8D">
      <w:r>
        <w:rPr>
          <w:rFonts w:eastAsia="Georgia"/>
        </w:rPr>
        <w:t>— </w:t>
      </w:r>
      <w:r w:rsidR="00AB2DE8">
        <w:t>Il s</w:t>
      </w:r>
      <w:r>
        <w:t>’</w:t>
      </w:r>
      <w:r w:rsidR="00AB2DE8">
        <w:t>agit peut-être d</w:t>
      </w:r>
      <w:r>
        <w:t>’</w:t>
      </w:r>
      <w:r w:rsidR="00AB2DE8">
        <w:t>un conseil</w:t>
      </w:r>
      <w:r>
        <w:t>.</w:t>
      </w:r>
    </w:p>
    <w:p w14:paraId="666A9CD9" w14:textId="77777777" w:rsidR="00C90F8D" w:rsidRDefault="00C90F8D">
      <w:r>
        <w:rPr>
          <w:rFonts w:eastAsia="Georgia"/>
        </w:rPr>
        <w:t>— </w:t>
      </w:r>
      <w:r w:rsidR="00AB2DE8">
        <w:t>Et si tu allais ne pas revenir</w:t>
      </w:r>
      <w:r>
        <w:t> ?</w:t>
      </w:r>
    </w:p>
    <w:p w14:paraId="39A43816" w14:textId="77777777" w:rsidR="00C90F8D" w:rsidRDefault="00AB2DE8">
      <w:r>
        <w:t>Je haussai les épaules</w:t>
      </w:r>
      <w:r w:rsidR="00C90F8D">
        <w:t>.</w:t>
      </w:r>
    </w:p>
    <w:p w14:paraId="1E5CD435" w14:textId="77777777" w:rsidR="00C90F8D" w:rsidRDefault="00C90F8D">
      <w:r>
        <w:rPr>
          <w:rFonts w:eastAsia="Georgia"/>
        </w:rPr>
        <w:t>— </w:t>
      </w:r>
      <w:r w:rsidR="00AB2DE8">
        <w:t>Je serai de retour dans trois jours</w:t>
      </w:r>
      <w:r>
        <w:t xml:space="preserve">, </w:t>
      </w:r>
      <w:r w:rsidR="00AB2DE8">
        <w:t>au plus tard</w:t>
      </w:r>
      <w:r>
        <w:t>.</w:t>
      </w:r>
    </w:p>
    <w:p w14:paraId="0E5854BF" w14:textId="77777777" w:rsidR="00C90F8D" w:rsidRDefault="00AB2DE8">
      <w:r>
        <w:t>Je procédai rapidement à mes préparatifs</w:t>
      </w:r>
      <w:r w:rsidR="00C90F8D">
        <w:t xml:space="preserve">. </w:t>
      </w:r>
      <w:r>
        <w:t>Armide suivait chacun de mes mouvements avec une certaine anxiété</w:t>
      </w:r>
      <w:r w:rsidR="00C90F8D">
        <w:t xml:space="preserve">. </w:t>
      </w:r>
      <w:r>
        <w:t>Il y avait dans tout cela quelque chose d</w:t>
      </w:r>
      <w:r w:rsidR="00C90F8D">
        <w:t>’</w:t>
      </w:r>
      <w:r>
        <w:t>insolite qui</w:t>
      </w:r>
      <w:r w:rsidR="00C90F8D">
        <w:t xml:space="preserve">, </w:t>
      </w:r>
      <w:r>
        <w:t>visiblement</w:t>
      </w:r>
      <w:r w:rsidR="00C90F8D">
        <w:t xml:space="preserve">, </w:t>
      </w:r>
      <w:r>
        <w:t>la tourmentait</w:t>
      </w:r>
      <w:r w:rsidR="00C90F8D">
        <w:t>.</w:t>
      </w:r>
    </w:p>
    <w:p w14:paraId="4086F049" w14:textId="77777777" w:rsidR="00C90F8D" w:rsidRDefault="00C90F8D">
      <w:r>
        <w:rPr>
          <w:rFonts w:eastAsia="Georgia"/>
        </w:rPr>
        <w:t>— </w:t>
      </w:r>
      <w:r w:rsidR="00AB2DE8">
        <w:t>À bientôt</w:t>
      </w:r>
      <w:r>
        <w:t xml:space="preserve">, </w:t>
      </w:r>
      <w:r w:rsidR="00AB2DE8">
        <w:t>lui dis-je</w:t>
      </w:r>
      <w:r>
        <w:t xml:space="preserve">, </w:t>
      </w:r>
      <w:r w:rsidR="00AB2DE8">
        <w:t>quand je fus prêt</w:t>
      </w:r>
      <w:r>
        <w:t xml:space="preserve">. </w:t>
      </w:r>
      <w:r w:rsidR="00AB2DE8">
        <w:t>Vous n</w:t>
      </w:r>
      <w:r>
        <w:t>’</w:t>
      </w:r>
      <w:r w:rsidR="00AB2DE8">
        <w:t>aurez</w:t>
      </w:r>
      <w:r>
        <w:t xml:space="preserve">, </w:t>
      </w:r>
      <w:r w:rsidR="00AB2DE8">
        <w:t>durant mon absence</w:t>
      </w:r>
      <w:r>
        <w:t xml:space="preserve">, </w:t>
      </w:r>
      <w:r w:rsidR="00AB2DE8">
        <w:t>qu</w:t>
      </w:r>
      <w:r>
        <w:t>’</w:t>
      </w:r>
      <w:r w:rsidR="00AB2DE8">
        <w:t>à donner vos ordres aux Tartares</w:t>
      </w:r>
      <w:r>
        <w:t xml:space="preserve">. </w:t>
      </w:r>
      <w:r w:rsidR="00AB2DE8">
        <w:t>Ah</w:t>
      </w:r>
      <w:r>
        <w:t xml:space="preserve"> ! </w:t>
      </w:r>
      <w:r w:rsidR="00AB2DE8">
        <w:t>j</w:t>
      </w:r>
      <w:r>
        <w:t>’</w:t>
      </w:r>
      <w:r w:rsidR="00AB2DE8">
        <w:t>ai fait monter de la cave du vin et des liqueurs pour votre père</w:t>
      </w:r>
      <w:r>
        <w:t xml:space="preserve">. </w:t>
      </w:r>
      <w:r w:rsidR="00AB2DE8">
        <w:t>Tâchez de l</w:t>
      </w:r>
      <w:r>
        <w:t>’</w:t>
      </w:r>
      <w:r w:rsidR="00AB2DE8">
        <w:t>empêcher de tout boire le premier jour</w:t>
      </w:r>
      <w:r>
        <w:t>.</w:t>
      </w:r>
    </w:p>
    <w:p w14:paraId="536A7244" w14:textId="77777777" w:rsidR="00C90F8D" w:rsidRDefault="00C90F8D">
      <w:r>
        <w:rPr>
          <w:rFonts w:eastAsia="Georgia"/>
        </w:rPr>
        <w:t>— </w:t>
      </w:r>
      <w:r w:rsidR="00AB2DE8">
        <w:t>Vous n</w:t>
      </w:r>
      <w:r>
        <w:t>’</w:t>
      </w:r>
      <w:r w:rsidR="00AB2DE8">
        <w:t>avez pas assez confiance en moi pour me laisser la clef</w:t>
      </w:r>
      <w:r>
        <w:t xml:space="preserve">, </w:t>
      </w:r>
      <w:r w:rsidR="00AB2DE8">
        <w:t>dit-elle</w:t>
      </w:r>
      <w:r>
        <w:t xml:space="preserve">, </w:t>
      </w:r>
      <w:r w:rsidR="00AB2DE8">
        <w:t>railleusement</w:t>
      </w:r>
      <w:r>
        <w:t>.</w:t>
      </w:r>
    </w:p>
    <w:p w14:paraId="025D774A" w14:textId="77777777" w:rsidR="00C90F8D" w:rsidRDefault="00C90F8D">
      <w:r>
        <w:rPr>
          <w:rFonts w:eastAsia="Georgia"/>
        </w:rPr>
        <w:lastRenderedPageBreak/>
        <w:t>— </w:t>
      </w:r>
      <w:r w:rsidR="00AB2DE8">
        <w:t>Oh</w:t>
      </w:r>
      <w:r>
        <w:t xml:space="preserve"> ! </w:t>
      </w:r>
      <w:r w:rsidR="00AB2DE8">
        <w:t>fis-je</w:t>
      </w:r>
      <w:r>
        <w:t xml:space="preserve">, </w:t>
      </w:r>
      <w:r w:rsidR="00AB2DE8">
        <w:t>pas d</w:t>
      </w:r>
      <w:r>
        <w:t>’</w:t>
      </w:r>
      <w:r w:rsidR="00AB2DE8">
        <w:t>hypocrisie</w:t>
      </w:r>
      <w:r>
        <w:t xml:space="preserve">. </w:t>
      </w:r>
      <w:proofErr w:type="spellStart"/>
      <w:r w:rsidR="00AB2DE8">
        <w:t>Ephrem</w:t>
      </w:r>
      <w:proofErr w:type="spellEnd"/>
      <w:r w:rsidR="00AB2DE8">
        <w:t xml:space="preserve"> </w:t>
      </w:r>
      <w:proofErr w:type="spellStart"/>
      <w:r w:rsidR="00AB2DE8">
        <w:t>Fedorovitch</w:t>
      </w:r>
      <w:proofErr w:type="spellEnd"/>
      <w:r w:rsidR="00AB2DE8">
        <w:t xml:space="preserve"> n</w:t>
      </w:r>
      <w:r>
        <w:t>’</w:t>
      </w:r>
      <w:r w:rsidR="00AB2DE8">
        <w:t>aurait qu</w:t>
      </w:r>
      <w:r>
        <w:t>’</w:t>
      </w:r>
      <w:r w:rsidR="00AB2DE8">
        <w:t>à vous la demander pour que vous la lui remettiez immédiatement</w:t>
      </w:r>
      <w:r>
        <w:t xml:space="preserve">. </w:t>
      </w:r>
      <w:r w:rsidR="00AB2DE8">
        <w:t>Il est votre père</w:t>
      </w:r>
      <w:r>
        <w:t xml:space="preserve">, </w:t>
      </w:r>
      <w:r w:rsidR="00AB2DE8">
        <w:t>n</w:t>
      </w:r>
      <w:r>
        <w:t>’</w:t>
      </w:r>
      <w:r w:rsidR="00AB2DE8">
        <w:t>est-il pas vrai</w:t>
      </w:r>
      <w:r>
        <w:t> ?</w:t>
      </w:r>
    </w:p>
    <w:p w14:paraId="21B8D7EC" w14:textId="77777777" w:rsidR="00C90F8D" w:rsidRDefault="00AB2DE8">
      <w:r>
        <w:t>Elle se mordit les lèvres</w:t>
      </w:r>
      <w:r w:rsidR="00C90F8D">
        <w:t>.</w:t>
      </w:r>
    </w:p>
    <w:p w14:paraId="7CB28E52" w14:textId="77777777" w:rsidR="00C90F8D" w:rsidRDefault="00C90F8D">
      <w:r>
        <w:rPr>
          <w:rFonts w:eastAsia="Georgia"/>
        </w:rPr>
        <w:t>— </w:t>
      </w:r>
      <w:r w:rsidR="00AB2DE8">
        <w:t>Bien répondu</w:t>
      </w:r>
      <w:r>
        <w:t xml:space="preserve">, </w:t>
      </w:r>
      <w:r w:rsidR="00AB2DE8">
        <w:t>dit-elle</w:t>
      </w:r>
      <w:r>
        <w:t xml:space="preserve">, </w:t>
      </w:r>
      <w:r w:rsidR="00AB2DE8">
        <w:t>avec un sourire</w:t>
      </w:r>
      <w:r>
        <w:t>.</w:t>
      </w:r>
    </w:p>
    <w:p w14:paraId="2EEE4AD0" w14:textId="4B404C0E" w:rsidR="00AB2DE8" w:rsidRDefault="00AB2DE8"/>
    <w:p w14:paraId="632B6EFB" w14:textId="77777777" w:rsidR="00C90F8D" w:rsidRDefault="00AB2DE8">
      <w:r>
        <w:t>En raison de l</w:t>
      </w:r>
      <w:r w:rsidR="00C90F8D">
        <w:t>’</w:t>
      </w:r>
      <w:r>
        <w:t>état exécrable des routes</w:t>
      </w:r>
      <w:r w:rsidR="00C90F8D">
        <w:t xml:space="preserve">, </w:t>
      </w:r>
      <w:r>
        <w:t>nous ne pûmes franchir dans la journée les trois cents kilomètres qui séparent Novo-Petrovsk de Tcheliabinsk</w:t>
      </w:r>
      <w:r w:rsidR="00C90F8D">
        <w:t xml:space="preserve">. </w:t>
      </w:r>
      <w:r>
        <w:t>Nous couchâmes dans une ferme abandonnée</w:t>
      </w:r>
      <w:r w:rsidR="00C90F8D">
        <w:t xml:space="preserve">. </w:t>
      </w:r>
      <w:r>
        <w:t>La canonnade avait repris</w:t>
      </w:r>
      <w:r w:rsidR="00C90F8D">
        <w:t xml:space="preserve">. </w:t>
      </w:r>
      <w:r>
        <w:t>On l</w:t>
      </w:r>
      <w:r w:rsidR="00C90F8D">
        <w:t>’</w:t>
      </w:r>
      <w:r>
        <w:t>entendait beaucoup plus distinctement que la veille</w:t>
      </w:r>
      <w:r w:rsidR="00C90F8D">
        <w:t>.</w:t>
      </w:r>
    </w:p>
    <w:p w14:paraId="79427203" w14:textId="77777777" w:rsidR="00C90F8D" w:rsidRDefault="00C90F8D">
      <w:r>
        <w:rPr>
          <w:rFonts w:eastAsia="Georgia"/>
        </w:rPr>
        <w:t>— </w:t>
      </w:r>
      <w:r w:rsidR="00AB2DE8">
        <w:t>A-t-on des nouvelles du front</w:t>
      </w:r>
      <w:r>
        <w:t xml:space="preserve"> ? </w:t>
      </w:r>
      <w:r w:rsidR="00AB2DE8">
        <w:t>demandai-je au chauffeur</w:t>
      </w:r>
      <w:r>
        <w:t>.</w:t>
      </w:r>
    </w:p>
    <w:p w14:paraId="3F203AE5" w14:textId="77777777" w:rsidR="00C90F8D" w:rsidRDefault="00AB2DE8">
      <w:r>
        <w:t>Il hocha la tête d</w:t>
      </w:r>
      <w:r w:rsidR="00C90F8D">
        <w:t>’</w:t>
      </w:r>
      <w:r>
        <w:t>un air soucieux</w:t>
      </w:r>
      <w:r w:rsidR="00C90F8D">
        <w:t xml:space="preserve">, </w:t>
      </w:r>
      <w:r>
        <w:t>et ne répondit pas</w:t>
      </w:r>
      <w:r w:rsidR="00C90F8D">
        <w:t>.</w:t>
      </w:r>
    </w:p>
    <w:p w14:paraId="1995F167" w14:textId="77777777" w:rsidR="00C90F8D" w:rsidRDefault="00AB2DE8">
      <w:r>
        <w:t>Repartis le lendemain à l</w:t>
      </w:r>
      <w:r w:rsidR="00C90F8D">
        <w:t>’</w:t>
      </w:r>
      <w:r>
        <w:t>aube</w:t>
      </w:r>
      <w:r w:rsidR="00C90F8D">
        <w:t xml:space="preserve">, </w:t>
      </w:r>
      <w:r>
        <w:t>nous arrivâmes sans encombre</w:t>
      </w:r>
      <w:r w:rsidR="00C90F8D">
        <w:t xml:space="preserve">, </w:t>
      </w:r>
      <w:r>
        <w:t>vers midi</w:t>
      </w:r>
      <w:r w:rsidR="00C90F8D">
        <w:t xml:space="preserve">, </w:t>
      </w:r>
      <w:r>
        <w:t>à Tcheliabinsk</w:t>
      </w:r>
      <w:r w:rsidR="00C90F8D">
        <w:t>.</w:t>
      </w:r>
    </w:p>
    <w:p w14:paraId="3E61E497" w14:textId="77777777" w:rsidR="00C90F8D" w:rsidRDefault="00AB2DE8">
      <w:r>
        <w:t>Une activité fiévreuse régnait dans la ville</w:t>
      </w:r>
      <w:r w:rsidR="00C90F8D">
        <w:t xml:space="preserve">. </w:t>
      </w:r>
      <w:r>
        <w:t>Tout le monde avait l</w:t>
      </w:r>
      <w:r w:rsidR="00C90F8D">
        <w:t>’</w:t>
      </w:r>
      <w:r>
        <w:t>air de faire ses paquets</w:t>
      </w:r>
      <w:r w:rsidR="00C90F8D">
        <w:t xml:space="preserve">. </w:t>
      </w:r>
      <w:r>
        <w:t>Des estafettes parcouraient les rues encombrées de camions et de charrettes</w:t>
      </w:r>
      <w:r w:rsidR="00C90F8D">
        <w:t xml:space="preserve">. </w:t>
      </w:r>
      <w:r>
        <w:t>La gare regorgeait de matériel que l</w:t>
      </w:r>
      <w:r w:rsidR="00C90F8D">
        <w:t>’</w:t>
      </w:r>
      <w:r>
        <w:t>on hissait hâtivement sur les fourgons</w:t>
      </w:r>
      <w:r w:rsidR="00C90F8D">
        <w:t>.</w:t>
      </w:r>
    </w:p>
    <w:p w14:paraId="17AFF054" w14:textId="77777777" w:rsidR="00C90F8D" w:rsidRDefault="00C90F8D">
      <w:r>
        <w:rPr>
          <w:rFonts w:eastAsia="Georgia"/>
        </w:rPr>
        <w:t>— </w:t>
      </w:r>
      <w:r w:rsidR="00AB2DE8">
        <w:t>Que peut-on me vouloir</w:t>
      </w:r>
      <w:r>
        <w:t xml:space="preserve"> ? </w:t>
      </w:r>
      <w:r w:rsidR="00AB2DE8">
        <w:t>pensai-je</w:t>
      </w:r>
      <w:r>
        <w:t xml:space="preserve">, </w:t>
      </w:r>
      <w:r w:rsidR="00AB2DE8">
        <w:t>sentant l</w:t>
      </w:r>
      <w:r>
        <w:t>’</w:t>
      </w:r>
      <w:r w:rsidR="00AB2DE8">
        <w:t>inquiétude me gagner de plus en plus</w:t>
      </w:r>
      <w:r>
        <w:t>.</w:t>
      </w:r>
    </w:p>
    <w:p w14:paraId="45548B5D" w14:textId="77777777" w:rsidR="00C90F8D" w:rsidRDefault="00AB2DE8">
      <w:r>
        <w:t>Mon chauffeur me conduisit directement au Quartier Général</w:t>
      </w:r>
      <w:r w:rsidR="00C90F8D">
        <w:t xml:space="preserve">. </w:t>
      </w:r>
      <w:r>
        <w:t>Dans l</w:t>
      </w:r>
      <w:r w:rsidR="00C90F8D">
        <w:t>’</w:t>
      </w:r>
      <w:r>
        <w:t>antichambre</w:t>
      </w:r>
      <w:r w:rsidR="00C90F8D">
        <w:t xml:space="preserve">, </w:t>
      </w:r>
      <w:r>
        <w:t>je tombai sur un officier plus affairé que tous les autres</w:t>
      </w:r>
      <w:r w:rsidR="00C90F8D">
        <w:t xml:space="preserve">. </w:t>
      </w:r>
      <w:r>
        <w:t>C</w:t>
      </w:r>
      <w:r w:rsidR="00C90F8D">
        <w:t>’</w:t>
      </w:r>
      <w:r>
        <w:t>était Georges</w:t>
      </w:r>
      <w:r w:rsidR="00C90F8D">
        <w:t>.</w:t>
      </w:r>
    </w:p>
    <w:p w14:paraId="7B7CA1E4" w14:textId="77777777" w:rsidR="00C90F8D" w:rsidRDefault="00C90F8D">
      <w:r>
        <w:rPr>
          <w:rFonts w:eastAsia="Georgia"/>
        </w:rPr>
        <w:t>— </w:t>
      </w:r>
      <w:r w:rsidR="00AB2DE8">
        <w:t>Vous ici</w:t>
      </w:r>
      <w:r>
        <w:t xml:space="preserve"> ! </w:t>
      </w:r>
      <w:r w:rsidR="00AB2DE8">
        <w:t>s</w:t>
      </w:r>
      <w:r>
        <w:t>’</w:t>
      </w:r>
      <w:r w:rsidR="00AB2DE8">
        <w:t>écria-t-il</w:t>
      </w:r>
      <w:r>
        <w:t>.</w:t>
      </w:r>
    </w:p>
    <w:p w14:paraId="108C80A0" w14:textId="77777777" w:rsidR="00C90F8D" w:rsidRDefault="00C90F8D">
      <w:r>
        <w:rPr>
          <w:rFonts w:eastAsia="Georgia"/>
        </w:rPr>
        <w:lastRenderedPageBreak/>
        <w:t>— </w:t>
      </w:r>
      <w:r w:rsidR="00AB2DE8">
        <w:t>J</w:t>
      </w:r>
      <w:r>
        <w:t>’</w:t>
      </w:r>
      <w:r w:rsidR="00AB2DE8">
        <w:t>arrive à l</w:t>
      </w:r>
      <w:r>
        <w:t>’</w:t>
      </w:r>
      <w:r w:rsidR="00AB2DE8">
        <w:t>instant</w:t>
      </w:r>
      <w:r>
        <w:t xml:space="preserve">. </w:t>
      </w:r>
      <w:r w:rsidR="00AB2DE8">
        <w:t xml:space="preserve">Je suis convoqué par le général </w:t>
      </w:r>
      <w:proofErr w:type="spellStart"/>
      <w:r w:rsidR="00AB2DE8">
        <w:t>Sladky</w:t>
      </w:r>
      <w:proofErr w:type="spellEnd"/>
      <w:r>
        <w:t xml:space="preserve">, </w:t>
      </w:r>
      <w:r w:rsidR="00AB2DE8">
        <w:t>chef d</w:t>
      </w:r>
      <w:r>
        <w:t>’</w:t>
      </w:r>
      <w:r w:rsidR="00AB2DE8">
        <w:t>État-major</w:t>
      </w:r>
      <w:r>
        <w:t xml:space="preserve">, </w:t>
      </w:r>
      <w:r w:rsidR="00AB2DE8">
        <w:t>lui dis-je</w:t>
      </w:r>
      <w:r>
        <w:t xml:space="preserve">, </w:t>
      </w:r>
      <w:r w:rsidR="00AB2DE8">
        <w:t>heureux de rencontrer enfin une figure de connaissance</w:t>
      </w:r>
      <w:r>
        <w:t>.</w:t>
      </w:r>
    </w:p>
    <w:p w14:paraId="25A41433" w14:textId="77777777" w:rsidR="00C90F8D" w:rsidRDefault="00C90F8D">
      <w:r>
        <w:rPr>
          <w:rFonts w:eastAsia="Georgia"/>
        </w:rPr>
        <w:t>— </w:t>
      </w:r>
      <w:r w:rsidR="00AB2DE8">
        <w:t xml:space="preserve">Le général </w:t>
      </w:r>
      <w:proofErr w:type="spellStart"/>
      <w:r w:rsidR="00AB2DE8">
        <w:t>Sladky</w:t>
      </w:r>
      <w:proofErr w:type="spellEnd"/>
      <w:r>
        <w:t xml:space="preserve"> ? </w:t>
      </w:r>
      <w:r w:rsidR="00AB2DE8">
        <w:t>Vous ne le verrez pas</w:t>
      </w:r>
      <w:r>
        <w:t xml:space="preserve">, </w:t>
      </w:r>
      <w:r w:rsidR="00AB2DE8">
        <w:t>aujourd</w:t>
      </w:r>
      <w:r>
        <w:t>’</w:t>
      </w:r>
      <w:r w:rsidR="00AB2DE8">
        <w:t>hui du moins</w:t>
      </w:r>
      <w:r>
        <w:t>.</w:t>
      </w:r>
    </w:p>
    <w:p w14:paraId="1773F1DC" w14:textId="77777777" w:rsidR="00C90F8D" w:rsidRDefault="00C90F8D">
      <w:r>
        <w:rPr>
          <w:rFonts w:eastAsia="Georgia"/>
        </w:rPr>
        <w:t>— </w:t>
      </w:r>
      <w:r w:rsidR="00AB2DE8">
        <w:t>Comment</w:t>
      </w:r>
      <w:r>
        <w:t xml:space="preserve">, </w:t>
      </w:r>
      <w:r w:rsidR="00AB2DE8">
        <w:t>je ne le verrai pas</w:t>
      </w:r>
      <w:r>
        <w:t xml:space="preserve"> ? </w:t>
      </w:r>
      <w:r w:rsidR="00AB2DE8">
        <w:t>Voici sa lettre</w:t>
      </w:r>
      <w:r>
        <w:t>.</w:t>
      </w:r>
    </w:p>
    <w:p w14:paraId="15D09E4C" w14:textId="77777777" w:rsidR="00C90F8D" w:rsidRDefault="00C90F8D">
      <w:r>
        <w:rPr>
          <w:rFonts w:eastAsia="Georgia"/>
        </w:rPr>
        <w:t>— </w:t>
      </w:r>
      <w:r w:rsidR="00AB2DE8">
        <w:t>Oui</w:t>
      </w:r>
      <w:r>
        <w:t xml:space="preserve">, </w:t>
      </w:r>
      <w:r w:rsidR="00AB2DE8">
        <w:t>mais elle est datée d</w:t>
      </w:r>
      <w:r>
        <w:t>’</w:t>
      </w:r>
      <w:r w:rsidR="00AB2DE8">
        <w:t>avant-hier</w:t>
      </w:r>
      <w:r>
        <w:t xml:space="preserve">. </w:t>
      </w:r>
      <w:r w:rsidR="00AB2DE8">
        <w:t>Depuis</w:t>
      </w:r>
      <w:r>
        <w:t xml:space="preserve">, </w:t>
      </w:r>
      <w:r w:rsidR="00AB2DE8">
        <w:t>les événements ont marché</w:t>
      </w:r>
      <w:r>
        <w:t xml:space="preserve">. </w:t>
      </w:r>
      <w:r w:rsidR="00AB2DE8">
        <w:t xml:space="preserve">Le général </w:t>
      </w:r>
      <w:proofErr w:type="spellStart"/>
      <w:r w:rsidR="00AB2DE8">
        <w:t>Sladky</w:t>
      </w:r>
      <w:proofErr w:type="spellEnd"/>
      <w:r w:rsidR="00AB2DE8">
        <w:t xml:space="preserve"> a quitté Tcheliabinsk hier soir</w:t>
      </w:r>
      <w:r>
        <w:t xml:space="preserve">. </w:t>
      </w:r>
      <w:r w:rsidR="00AB2DE8">
        <w:t>Il est en train d</w:t>
      </w:r>
      <w:r>
        <w:t>’</w:t>
      </w:r>
      <w:r w:rsidR="00AB2DE8">
        <w:t>inspecter nos premières lignes</w:t>
      </w:r>
      <w:r>
        <w:t xml:space="preserve">, </w:t>
      </w:r>
      <w:r w:rsidR="00AB2DE8">
        <w:t>à quarante kilomètres au nord-ouest</w:t>
      </w:r>
      <w:r>
        <w:t xml:space="preserve">. </w:t>
      </w:r>
      <w:r w:rsidR="00AB2DE8">
        <w:t>Il ne sera pas rentré avant demain</w:t>
      </w:r>
      <w:r>
        <w:t xml:space="preserve">. </w:t>
      </w:r>
      <w:r w:rsidR="00AB2DE8">
        <w:t>Je pars même à l</w:t>
      </w:r>
      <w:r>
        <w:t>’</w:t>
      </w:r>
      <w:r w:rsidR="00AB2DE8">
        <w:t>instant</w:t>
      </w:r>
      <w:r>
        <w:t xml:space="preserve">, </w:t>
      </w:r>
      <w:r w:rsidR="00AB2DE8">
        <w:t>pour lui communiquer ces dépêches qui viennent d</w:t>
      </w:r>
      <w:r>
        <w:t>’</w:t>
      </w:r>
      <w:r w:rsidR="00AB2DE8">
        <w:t>arriver</w:t>
      </w:r>
      <w:r>
        <w:t>.</w:t>
      </w:r>
    </w:p>
    <w:p w14:paraId="0DC385A2" w14:textId="77777777" w:rsidR="00C90F8D" w:rsidRDefault="00C90F8D">
      <w:r>
        <w:rPr>
          <w:rFonts w:eastAsia="Georgia"/>
        </w:rPr>
        <w:t>— </w:t>
      </w:r>
      <w:r w:rsidR="00AB2DE8">
        <w:t>Qu</w:t>
      </w:r>
      <w:r>
        <w:t>’</w:t>
      </w:r>
      <w:r w:rsidR="00AB2DE8">
        <w:t>est-ce que c</w:t>
      </w:r>
      <w:r>
        <w:t>’</w:t>
      </w:r>
      <w:r w:rsidR="00AB2DE8">
        <w:t>est que cette histoire</w:t>
      </w:r>
      <w:r>
        <w:t xml:space="preserve"> ? </w:t>
      </w:r>
      <w:r w:rsidR="00AB2DE8">
        <w:t>dis-je</w:t>
      </w:r>
      <w:r>
        <w:t xml:space="preserve">, </w:t>
      </w:r>
      <w:r w:rsidR="00AB2DE8">
        <w:t>commençant à m</w:t>
      </w:r>
      <w:r>
        <w:t>’</w:t>
      </w:r>
      <w:r w:rsidR="00AB2DE8">
        <w:t>énerver</w:t>
      </w:r>
      <w:r>
        <w:t xml:space="preserve">. </w:t>
      </w:r>
      <w:r w:rsidR="00AB2DE8">
        <w:t>On me convoque sans un mot d</w:t>
      </w:r>
      <w:r>
        <w:t>’</w:t>
      </w:r>
      <w:r w:rsidR="00AB2DE8">
        <w:t>explication</w:t>
      </w:r>
      <w:r>
        <w:t xml:space="preserve">. </w:t>
      </w:r>
      <w:r w:rsidR="00AB2DE8">
        <w:t>Je fais trois cents kilomètres par des chemins infernaux</w:t>
      </w:r>
      <w:r>
        <w:t xml:space="preserve">. </w:t>
      </w:r>
      <w:r w:rsidR="00AB2DE8">
        <w:t>Et</w:t>
      </w:r>
      <w:r>
        <w:t xml:space="preserve">, </w:t>
      </w:r>
      <w:r w:rsidR="00AB2DE8">
        <w:t>quand j</w:t>
      </w:r>
      <w:r>
        <w:t>’</w:t>
      </w:r>
      <w:r w:rsidR="00AB2DE8">
        <w:t>arrive</w:t>
      </w:r>
      <w:r>
        <w:t xml:space="preserve">, </w:t>
      </w:r>
      <w:r w:rsidR="00AB2DE8">
        <w:t>je ne trouve personne pour me recevoir</w:t>
      </w:r>
      <w:r>
        <w:t xml:space="preserve">. </w:t>
      </w:r>
      <w:r w:rsidR="00AB2DE8">
        <w:t>C</w:t>
      </w:r>
      <w:r>
        <w:t>’</w:t>
      </w:r>
      <w:r w:rsidR="00AB2DE8">
        <w:t>est d</w:t>
      </w:r>
      <w:r>
        <w:t>’</w:t>
      </w:r>
      <w:r w:rsidR="00AB2DE8">
        <w:t>une incorrection</w:t>
      </w:r>
      <w:r>
        <w:t>…</w:t>
      </w:r>
    </w:p>
    <w:p w14:paraId="581C1E64" w14:textId="77777777" w:rsidR="00C90F8D" w:rsidRDefault="00C90F8D">
      <w:r>
        <w:rPr>
          <w:rFonts w:eastAsia="Georgia"/>
        </w:rPr>
        <w:t>— </w:t>
      </w:r>
      <w:r w:rsidR="00AB2DE8">
        <w:t>Vous êtes tout de même mieux ici qu</w:t>
      </w:r>
      <w:r>
        <w:t>’</w:t>
      </w:r>
      <w:r w:rsidR="00AB2DE8">
        <w:t>à Novo-Petrovsk</w:t>
      </w:r>
      <w:r>
        <w:t xml:space="preserve">, </w:t>
      </w:r>
      <w:r w:rsidR="00AB2DE8">
        <w:t>dit Georges</w:t>
      </w:r>
      <w:r>
        <w:t xml:space="preserve">, </w:t>
      </w:r>
      <w:r w:rsidR="00AB2DE8">
        <w:t>croyez-moi</w:t>
      </w:r>
      <w:r>
        <w:t>.</w:t>
      </w:r>
    </w:p>
    <w:p w14:paraId="6C1BA207" w14:textId="77777777" w:rsidR="00C90F8D" w:rsidRDefault="00C90F8D">
      <w:r>
        <w:rPr>
          <w:rFonts w:eastAsia="Georgia"/>
        </w:rPr>
        <w:t>— </w:t>
      </w:r>
      <w:r w:rsidR="00AB2DE8">
        <w:t>Novo-Petrovsk</w:t>
      </w:r>
      <w:r>
        <w:t xml:space="preserve"> ! </w:t>
      </w:r>
      <w:r w:rsidR="00AB2DE8">
        <w:t>J</w:t>
      </w:r>
      <w:r>
        <w:t>’</w:t>
      </w:r>
      <w:r w:rsidR="00AB2DE8">
        <w:t>ai bien envie d</w:t>
      </w:r>
      <w:r>
        <w:t>’</w:t>
      </w:r>
      <w:r w:rsidR="00AB2DE8">
        <w:t>y retourner tout de suite</w:t>
      </w:r>
      <w:r>
        <w:t>.</w:t>
      </w:r>
    </w:p>
    <w:p w14:paraId="27D7277C" w14:textId="77777777" w:rsidR="00C90F8D" w:rsidRDefault="00C90F8D">
      <w:r>
        <w:rPr>
          <w:rFonts w:eastAsia="Georgia"/>
        </w:rPr>
        <w:t>— </w:t>
      </w:r>
      <w:r w:rsidR="00AB2DE8">
        <w:t>Ah</w:t>
      </w:r>
      <w:r>
        <w:t xml:space="preserve"> ! </w:t>
      </w:r>
      <w:r w:rsidR="00AB2DE8">
        <w:t>ça</w:t>
      </w:r>
      <w:r>
        <w:t xml:space="preserve">, </w:t>
      </w:r>
      <w:r w:rsidR="00AB2DE8">
        <w:t>fit-il</w:t>
      </w:r>
      <w:r>
        <w:t xml:space="preserve">, </w:t>
      </w:r>
      <w:r w:rsidR="00AB2DE8">
        <w:t>c</w:t>
      </w:r>
      <w:r>
        <w:t>’</w:t>
      </w:r>
      <w:r w:rsidR="00AB2DE8">
        <w:t>est une autre affaire</w:t>
      </w:r>
      <w:r>
        <w:t>.</w:t>
      </w:r>
    </w:p>
    <w:p w14:paraId="56DA7FD4" w14:textId="77777777" w:rsidR="00C90F8D" w:rsidRDefault="00C90F8D">
      <w:r>
        <w:rPr>
          <w:rFonts w:eastAsia="Georgia"/>
        </w:rPr>
        <w:t>— </w:t>
      </w:r>
      <w:r w:rsidR="00AB2DE8">
        <w:t>Comment</w:t>
      </w:r>
      <w:r>
        <w:t> ?</w:t>
      </w:r>
    </w:p>
    <w:p w14:paraId="5D2A7497" w14:textId="77777777" w:rsidR="00C90F8D" w:rsidRDefault="00C90F8D">
      <w:r>
        <w:rPr>
          <w:rFonts w:eastAsia="Georgia"/>
        </w:rPr>
        <w:t>— </w:t>
      </w:r>
      <w:r w:rsidR="00AB2DE8">
        <w:t>Je dis que ce ne serait peut-être pas une entreprise de tout repos</w:t>
      </w:r>
      <w:r>
        <w:t xml:space="preserve">. </w:t>
      </w:r>
      <w:r w:rsidR="00AB2DE8">
        <w:t>Vous ignorez donc que les bolcheviks attaquent sur l</w:t>
      </w:r>
      <w:r>
        <w:t>’</w:t>
      </w:r>
      <w:r w:rsidR="00AB2DE8">
        <w:t>ensemble du front</w:t>
      </w:r>
      <w:r>
        <w:t xml:space="preserve">. </w:t>
      </w:r>
      <w:r w:rsidR="00AB2DE8">
        <w:t>Il est permis d</w:t>
      </w:r>
      <w:r>
        <w:t>’</w:t>
      </w:r>
      <w:r w:rsidR="00AB2DE8">
        <w:t>être sceptique sur la solidité de la résistance qui va leur être opposée</w:t>
      </w:r>
      <w:r>
        <w:t xml:space="preserve">. </w:t>
      </w:r>
      <w:r w:rsidR="00AB2DE8">
        <w:t>Nous</w:t>
      </w:r>
      <w:r>
        <w:t xml:space="preserve">, </w:t>
      </w:r>
      <w:r w:rsidR="00AB2DE8">
        <w:t xml:space="preserve">nous </w:t>
      </w:r>
      <w:r w:rsidR="00AB2DE8">
        <w:lastRenderedPageBreak/>
        <w:t>nous</w:t>
      </w:r>
      <w:r w:rsidR="00AB2DE8">
        <w:rPr>
          <w:bCs/>
          <w:i/>
          <w:iCs/>
        </w:rPr>
        <w:t xml:space="preserve"> </w:t>
      </w:r>
      <w:r w:rsidR="00AB2DE8">
        <w:t>préparons</w:t>
      </w:r>
      <w:r>
        <w:t xml:space="preserve">, </w:t>
      </w:r>
      <w:r w:rsidR="00AB2DE8">
        <w:t>tout bonnement</w:t>
      </w:r>
      <w:r>
        <w:t xml:space="preserve">, </w:t>
      </w:r>
      <w:r w:rsidR="00AB2DE8">
        <w:t>à évacuer le pays</w:t>
      </w:r>
      <w:r>
        <w:t xml:space="preserve">. </w:t>
      </w:r>
      <w:r w:rsidR="00AB2DE8">
        <w:t>Ce n</w:t>
      </w:r>
      <w:r>
        <w:t>’</w:t>
      </w:r>
      <w:r w:rsidR="00AB2DE8">
        <w:t>est pas malheureux</w:t>
      </w:r>
      <w:r>
        <w:t xml:space="preserve">. </w:t>
      </w:r>
      <w:r w:rsidR="00AB2DE8">
        <w:t>Il y a assez longtemps qu</w:t>
      </w:r>
      <w:r>
        <w:t>’</w:t>
      </w:r>
      <w:r w:rsidR="00AB2DE8">
        <w:t>on nous berne</w:t>
      </w:r>
      <w:r>
        <w:t xml:space="preserve">. </w:t>
      </w:r>
      <w:r w:rsidR="00AB2DE8">
        <w:t>Que Rouges et Blancs se débrouillent entre eux</w:t>
      </w:r>
      <w:r>
        <w:t xml:space="preserve">. </w:t>
      </w:r>
      <w:r w:rsidR="00AB2DE8">
        <w:t>Quant à Novo-Petrovsk</w:t>
      </w:r>
      <w:r>
        <w:t xml:space="preserve">, </w:t>
      </w:r>
      <w:r w:rsidR="00AB2DE8">
        <w:t>il y a bien des chances pour que l</w:t>
      </w:r>
      <w:r>
        <w:t>’</w:t>
      </w:r>
      <w:r w:rsidR="00AB2DE8">
        <w:t>ennemi s</w:t>
      </w:r>
      <w:r>
        <w:t>’</w:t>
      </w:r>
      <w:r w:rsidR="00AB2DE8">
        <w:t>en soit emparé avant la fin de la semaine</w:t>
      </w:r>
      <w:r>
        <w:t>.</w:t>
      </w:r>
    </w:p>
    <w:p w14:paraId="46F74F20" w14:textId="77777777" w:rsidR="00C90F8D" w:rsidRDefault="00AB2DE8">
      <w:r>
        <w:t>Je le regardai</w:t>
      </w:r>
      <w:r w:rsidR="00C90F8D">
        <w:t xml:space="preserve">, </w:t>
      </w:r>
      <w:r>
        <w:t>atterré</w:t>
      </w:r>
      <w:r w:rsidR="00C90F8D">
        <w:t>.</w:t>
      </w:r>
    </w:p>
    <w:p w14:paraId="4FA7C654" w14:textId="77777777" w:rsidR="00C90F8D" w:rsidRDefault="00C90F8D">
      <w:r>
        <w:rPr>
          <w:rFonts w:eastAsia="Georgia"/>
        </w:rPr>
        <w:t>— </w:t>
      </w:r>
      <w:r w:rsidR="00AB2DE8">
        <w:t>Mais alors</w:t>
      </w:r>
      <w:r>
        <w:t xml:space="preserve">, </w:t>
      </w:r>
      <w:r w:rsidR="00AB2DE8">
        <w:t>raison de plus</w:t>
      </w:r>
      <w:r>
        <w:t xml:space="preserve">. </w:t>
      </w:r>
      <w:r w:rsidR="00AB2DE8">
        <w:t>Il faut que je reparte tout de suite</w:t>
      </w:r>
      <w:r>
        <w:t xml:space="preserve">, </w:t>
      </w:r>
      <w:r w:rsidR="00AB2DE8">
        <w:t>balbutiai-je</w:t>
      </w:r>
      <w:r>
        <w:t>.</w:t>
      </w:r>
    </w:p>
    <w:p w14:paraId="5F337473" w14:textId="77777777" w:rsidR="00C90F8D" w:rsidRDefault="00C90F8D">
      <w:r>
        <w:rPr>
          <w:rFonts w:eastAsia="Georgia"/>
        </w:rPr>
        <w:t>— </w:t>
      </w:r>
      <w:r w:rsidR="00AB2DE8">
        <w:t>Vous n</w:t>
      </w:r>
      <w:r>
        <w:t>’</w:t>
      </w:r>
      <w:r w:rsidR="00AB2DE8">
        <w:t>y pensez pas</w:t>
      </w:r>
      <w:r>
        <w:t xml:space="preserve">, </w:t>
      </w:r>
      <w:r w:rsidR="00AB2DE8">
        <w:t>dit Georges</w:t>
      </w:r>
      <w:r>
        <w:t xml:space="preserve">. </w:t>
      </w:r>
      <w:r w:rsidR="00AB2DE8">
        <w:t>D</w:t>
      </w:r>
      <w:r>
        <w:t>’</w:t>
      </w:r>
      <w:r w:rsidR="00AB2DE8">
        <w:t>abord</w:t>
      </w:r>
      <w:r>
        <w:t xml:space="preserve">, </w:t>
      </w:r>
      <w:r w:rsidR="00AB2DE8">
        <w:t>essayez donc</w:t>
      </w:r>
      <w:r>
        <w:t xml:space="preserve">. </w:t>
      </w:r>
      <w:r w:rsidR="00AB2DE8">
        <w:t>À moins d</w:t>
      </w:r>
      <w:r>
        <w:t>’</w:t>
      </w:r>
      <w:r w:rsidR="00AB2DE8">
        <w:t>aller à pied</w:t>
      </w:r>
      <w:r>
        <w:t xml:space="preserve">… </w:t>
      </w:r>
      <w:r w:rsidR="00AB2DE8">
        <w:t>Et puis</w:t>
      </w:r>
      <w:r>
        <w:t xml:space="preserve">, </w:t>
      </w:r>
      <w:r w:rsidR="00AB2DE8">
        <w:t>si l</w:t>
      </w:r>
      <w:r>
        <w:t>’</w:t>
      </w:r>
      <w:r w:rsidR="00AB2DE8">
        <w:t>on vous a fait venir</w:t>
      </w:r>
      <w:r>
        <w:t xml:space="preserve">, </w:t>
      </w:r>
      <w:r w:rsidR="00AB2DE8">
        <w:t>c</w:t>
      </w:r>
      <w:r>
        <w:t>’</w:t>
      </w:r>
      <w:r w:rsidR="00AB2DE8">
        <w:t>est tout de même qu</w:t>
      </w:r>
      <w:r>
        <w:t>’</w:t>
      </w:r>
      <w:r w:rsidR="00AB2DE8">
        <w:t>on a besoin de vous</w:t>
      </w:r>
      <w:r>
        <w:t xml:space="preserve">, </w:t>
      </w:r>
      <w:r w:rsidR="00AB2DE8">
        <w:t>ici</w:t>
      </w:r>
      <w:r>
        <w:t>.</w:t>
      </w:r>
    </w:p>
    <w:p w14:paraId="3559A723" w14:textId="77777777" w:rsidR="00C90F8D" w:rsidRDefault="00C90F8D">
      <w:r>
        <w:rPr>
          <w:rFonts w:eastAsia="Georgia"/>
        </w:rPr>
        <w:t>— </w:t>
      </w:r>
      <w:r w:rsidR="00AB2DE8">
        <w:t>On ne le dirait pas</w:t>
      </w:r>
      <w:r>
        <w:t xml:space="preserve">, </w:t>
      </w:r>
      <w:r w:rsidR="00AB2DE8">
        <w:t>à la façon dont on m</w:t>
      </w:r>
      <w:r>
        <w:t>’</w:t>
      </w:r>
      <w:r w:rsidR="00AB2DE8">
        <w:t>accueille</w:t>
      </w:r>
      <w:r>
        <w:t xml:space="preserve">, </w:t>
      </w:r>
      <w:r w:rsidR="00AB2DE8">
        <w:t>fis-je</w:t>
      </w:r>
      <w:r>
        <w:t xml:space="preserve">. </w:t>
      </w:r>
      <w:r w:rsidR="00AB2DE8">
        <w:t>C</w:t>
      </w:r>
      <w:r>
        <w:t>’</w:t>
      </w:r>
      <w:r w:rsidR="00AB2DE8">
        <w:t>est inconcevable</w:t>
      </w:r>
      <w:r>
        <w:t>.</w:t>
      </w:r>
    </w:p>
    <w:p w14:paraId="4E5E1FF6" w14:textId="77777777" w:rsidR="00C90F8D" w:rsidRDefault="00AB2DE8">
      <w:r>
        <w:t>Juste au même instant</w:t>
      </w:r>
      <w:r w:rsidR="00C90F8D">
        <w:t xml:space="preserve">, </w:t>
      </w:r>
      <w:r>
        <w:t>un planton s</w:t>
      </w:r>
      <w:r w:rsidR="00C90F8D">
        <w:t>’</w:t>
      </w:r>
      <w:r>
        <w:t>approcha de moi</w:t>
      </w:r>
      <w:r w:rsidR="00C90F8D">
        <w:t xml:space="preserve">. </w:t>
      </w:r>
      <w:r>
        <w:t>Il était chargé de me prévenir que j</w:t>
      </w:r>
      <w:r w:rsidR="00C90F8D">
        <w:t>’</w:t>
      </w:r>
      <w:r>
        <w:t>étais attendu par le commandant Zeyer</w:t>
      </w:r>
      <w:r w:rsidR="00C90F8D">
        <w:t>.</w:t>
      </w:r>
    </w:p>
    <w:p w14:paraId="05B276ED" w14:textId="77777777" w:rsidR="00C90F8D" w:rsidRDefault="00C90F8D">
      <w:r>
        <w:rPr>
          <w:rFonts w:eastAsia="Georgia"/>
        </w:rPr>
        <w:t>— </w:t>
      </w:r>
      <w:r w:rsidR="00AB2DE8">
        <w:t>Le commandant Zeyer</w:t>
      </w:r>
      <w:r>
        <w:t xml:space="preserve">, </w:t>
      </w:r>
      <w:r w:rsidR="00AB2DE8">
        <w:t>qui est-ce</w:t>
      </w:r>
      <w:r>
        <w:t> ?</w:t>
      </w:r>
    </w:p>
    <w:p w14:paraId="686F35AD" w14:textId="77777777" w:rsidR="00C90F8D" w:rsidRDefault="00C90F8D">
      <w:r>
        <w:rPr>
          <w:rFonts w:eastAsia="Georgia"/>
        </w:rPr>
        <w:t>— </w:t>
      </w:r>
      <w:r w:rsidR="00AB2DE8">
        <w:t>L</w:t>
      </w:r>
      <w:r>
        <w:t>’</w:t>
      </w:r>
      <w:r w:rsidR="00AB2DE8">
        <w:t xml:space="preserve">adjoint du général </w:t>
      </w:r>
      <w:proofErr w:type="spellStart"/>
      <w:r w:rsidR="00AB2DE8">
        <w:t>Sladky</w:t>
      </w:r>
      <w:proofErr w:type="spellEnd"/>
      <w:r>
        <w:t xml:space="preserve">. </w:t>
      </w:r>
      <w:r w:rsidR="00AB2DE8">
        <w:t>Il doit être au courant de ce que l</w:t>
      </w:r>
      <w:r>
        <w:t>’</w:t>
      </w:r>
      <w:r w:rsidR="00AB2DE8">
        <w:t>on vous veut</w:t>
      </w:r>
      <w:r>
        <w:t>.</w:t>
      </w:r>
    </w:p>
    <w:p w14:paraId="6001265D" w14:textId="77777777" w:rsidR="00C90F8D" w:rsidRDefault="00AB2DE8">
      <w:r>
        <w:t>Je m</w:t>
      </w:r>
      <w:r w:rsidR="00C90F8D">
        <w:t>’</w:t>
      </w:r>
      <w:r>
        <w:t>apprêtais à suivre le planton</w:t>
      </w:r>
      <w:r w:rsidR="00C90F8D">
        <w:t xml:space="preserve">. </w:t>
      </w:r>
      <w:r>
        <w:t>Mais Georges me retint par la manche</w:t>
      </w:r>
      <w:r w:rsidR="00C90F8D">
        <w:t>.</w:t>
      </w:r>
    </w:p>
    <w:p w14:paraId="049BC4EB" w14:textId="77777777" w:rsidR="00C90F8D" w:rsidRDefault="00C90F8D">
      <w:r>
        <w:rPr>
          <w:rFonts w:eastAsia="Georgia"/>
        </w:rPr>
        <w:t>— </w:t>
      </w:r>
      <w:r w:rsidR="00AB2DE8">
        <w:t>Eh bien</w:t>
      </w:r>
      <w:r>
        <w:t xml:space="preserve">, </w:t>
      </w:r>
      <w:r w:rsidR="00AB2DE8">
        <w:t>fit-il à voix basse</w:t>
      </w:r>
      <w:r>
        <w:t xml:space="preserve">, </w:t>
      </w:r>
      <w:r w:rsidR="00AB2DE8">
        <w:t>est-ce que je me trompais</w:t>
      </w:r>
      <w:r>
        <w:t xml:space="preserve">, </w:t>
      </w:r>
      <w:r w:rsidR="00AB2DE8">
        <w:t>lorsque je vous prédisais que tout cela finirait mal</w:t>
      </w:r>
      <w:r>
        <w:t> ?</w:t>
      </w:r>
    </w:p>
    <w:p w14:paraId="716C46D9" w14:textId="77777777" w:rsidR="00C90F8D" w:rsidRDefault="00C90F8D">
      <w:r>
        <w:rPr>
          <w:rFonts w:eastAsia="Georgia"/>
        </w:rPr>
        <w:t>— </w:t>
      </w:r>
      <w:r w:rsidR="00AB2DE8">
        <w:t>De quoi parlez-vous</w:t>
      </w:r>
      <w:r>
        <w:t> ?</w:t>
      </w:r>
    </w:p>
    <w:p w14:paraId="719F4DB0" w14:textId="77777777" w:rsidR="00C90F8D" w:rsidRDefault="00C90F8D">
      <w:r>
        <w:rPr>
          <w:rFonts w:eastAsia="Georgia"/>
        </w:rPr>
        <w:t>— </w:t>
      </w:r>
      <w:r w:rsidR="00AB2DE8">
        <w:t>Vous ne savez pas</w:t>
      </w:r>
      <w:r>
        <w:t xml:space="preserve"> ? </w:t>
      </w:r>
      <w:r w:rsidR="00AB2DE8">
        <w:t>C</w:t>
      </w:r>
      <w:r>
        <w:t>’</w:t>
      </w:r>
      <w:r w:rsidR="00AB2DE8">
        <w:t>est vrai</w:t>
      </w:r>
      <w:r>
        <w:t xml:space="preserve">, </w:t>
      </w:r>
      <w:r w:rsidR="00AB2DE8">
        <w:t>comment sauriez-vous</w:t>
      </w:r>
      <w:r>
        <w:t> !</w:t>
      </w:r>
    </w:p>
    <w:p w14:paraId="16756147" w14:textId="77777777" w:rsidR="00C90F8D" w:rsidRDefault="00AB2DE8">
      <w:pPr>
        <w:rPr>
          <w:rFonts w:eastAsia="Georgia"/>
        </w:rPr>
      </w:pPr>
      <w:r>
        <w:lastRenderedPageBreak/>
        <w:t>Il baissa la voix davantage encore</w:t>
      </w:r>
      <w:r w:rsidR="00C90F8D">
        <w:t> :</w:t>
      </w:r>
    </w:p>
    <w:p w14:paraId="14E879BB" w14:textId="77777777" w:rsidR="00C90F8D" w:rsidRDefault="00C90F8D">
      <w:r>
        <w:rPr>
          <w:rFonts w:eastAsia="Georgia"/>
        </w:rPr>
        <w:t>— </w:t>
      </w:r>
      <w:r w:rsidR="00AB2DE8">
        <w:t>Il est arrêté</w:t>
      </w:r>
      <w:r>
        <w:t>.</w:t>
      </w:r>
    </w:p>
    <w:p w14:paraId="585C16C1" w14:textId="77777777" w:rsidR="00C90F8D" w:rsidRDefault="00C90F8D">
      <w:r>
        <w:rPr>
          <w:rFonts w:eastAsia="Georgia"/>
        </w:rPr>
        <w:t>— </w:t>
      </w:r>
      <w:r w:rsidR="00AB2DE8">
        <w:t>Qui</w:t>
      </w:r>
      <w:r>
        <w:t> ?</w:t>
      </w:r>
    </w:p>
    <w:p w14:paraId="73F35021" w14:textId="77777777" w:rsidR="00C90F8D" w:rsidRDefault="00C90F8D">
      <w:r>
        <w:rPr>
          <w:rFonts w:eastAsia="Georgia"/>
        </w:rPr>
        <w:t>— </w:t>
      </w:r>
      <w:r w:rsidR="00AB2DE8">
        <w:t>Le colonel Gregor</w:t>
      </w:r>
      <w:r>
        <w:t>.</w:t>
      </w:r>
    </w:p>
    <w:p w14:paraId="72F2EDC2" w14:textId="77777777" w:rsidR="00C90F8D" w:rsidRDefault="00C90F8D">
      <w:r>
        <w:rPr>
          <w:rFonts w:eastAsia="Georgia"/>
        </w:rPr>
        <w:t>— </w:t>
      </w:r>
      <w:r w:rsidR="00AB2DE8">
        <w:t>Le</w:t>
      </w:r>
      <w:r>
        <w:t>… ?</w:t>
      </w:r>
    </w:p>
    <w:p w14:paraId="257A1C68" w14:textId="77777777" w:rsidR="00C90F8D" w:rsidRDefault="00C90F8D">
      <w:r>
        <w:rPr>
          <w:rFonts w:eastAsia="Georgia"/>
        </w:rPr>
        <w:t>— </w:t>
      </w:r>
      <w:r w:rsidR="00AB2DE8">
        <w:t>Oui</w:t>
      </w:r>
      <w:r>
        <w:t xml:space="preserve">, </w:t>
      </w:r>
      <w:r w:rsidR="00AB2DE8">
        <w:t>depuis trois jours</w:t>
      </w:r>
      <w:r>
        <w:t xml:space="preserve">, </w:t>
      </w:r>
      <w:r w:rsidR="00AB2DE8">
        <w:t>à la forteresse</w:t>
      </w:r>
      <w:r>
        <w:t xml:space="preserve">, </w:t>
      </w:r>
      <w:r w:rsidR="00AB2DE8">
        <w:t>en prévention de Conseil de Guerre</w:t>
      </w:r>
      <w:r>
        <w:t>.</w:t>
      </w:r>
    </w:p>
    <w:p w14:paraId="1ED6359E" w14:textId="77777777" w:rsidR="00C90F8D" w:rsidRDefault="00C90F8D">
      <w:r>
        <w:rPr>
          <w:rFonts w:eastAsia="Georgia"/>
        </w:rPr>
        <w:t>— </w:t>
      </w:r>
      <w:r w:rsidR="00AB2DE8">
        <w:t>Le colonel Gregor</w:t>
      </w:r>
      <w:r>
        <w:t xml:space="preserve"> ! </w:t>
      </w:r>
      <w:r w:rsidR="00AB2DE8">
        <w:t>Ce n</w:t>
      </w:r>
      <w:r>
        <w:t>’</w:t>
      </w:r>
      <w:r w:rsidR="00AB2DE8">
        <w:t>est pas possible</w:t>
      </w:r>
      <w:r>
        <w:t xml:space="preserve">. </w:t>
      </w:r>
      <w:r w:rsidR="00AB2DE8">
        <w:t>Qu</w:t>
      </w:r>
      <w:r>
        <w:t>’</w:t>
      </w:r>
      <w:r w:rsidR="00AB2DE8">
        <w:t>est-ce que vous me racontez là</w:t>
      </w:r>
      <w:r>
        <w:t xml:space="preserve"> ? </w:t>
      </w:r>
      <w:r w:rsidR="00AB2DE8">
        <w:t>fis-je avec épouvante</w:t>
      </w:r>
      <w:r>
        <w:t>.</w:t>
      </w:r>
    </w:p>
    <w:p w14:paraId="44B39783" w14:textId="77777777" w:rsidR="00C90F8D" w:rsidRDefault="00AB2DE8">
      <w:r>
        <w:t>Georges allait répondre</w:t>
      </w:r>
      <w:r w:rsidR="00C90F8D">
        <w:t xml:space="preserve">. </w:t>
      </w:r>
      <w:r>
        <w:t>Mais je le vis soudain se figer au garde-à-vous</w:t>
      </w:r>
      <w:r w:rsidR="00C90F8D">
        <w:t xml:space="preserve">. </w:t>
      </w:r>
      <w:r>
        <w:t>Un officier supérieur venait d</w:t>
      </w:r>
      <w:r w:rsidR="00C90F8D">
        <w:t>’</w:t>
      </w:r>
      <w:r>
        <w:t>apparaître sur le seuil de l</w:t>
      </w:r>
      <w:r w:rsidR="00C90F8D">
        <w:t>’</w:t>
      </w:r>
      <w:r>
        <w:t>une des portes qui donnaient sur l</w:t>
      </w:r>
      <w:r w:rsidR="00C90F8D">
        <w:t>’</w:t>
      </w:r>
      <w:r>
        <w:t>antichambre</w:t>
      </w:r>
      <w:r w:rsidR="00C90F8D">
        <w:t xml:space="preserve">. </w:t>
      </w:r>
      <w:r>
        <w:t>C</w:t>
      </w:r>
      <w:r w:rsidR="00C90F8D">
        <w:t>’</w:t>
      </w:r>
      <w:r>
        <w:t>était le commandant Zeyer qui s</w:t>
      </w:r>
      <w:r w:rsidR="00C90F8D">
        <w:t>’</w:t>
      </w:r>
      <w:r>
        <w:t>impatientait</w:t>
      </w:r>
      <w:r w:rsidR="00C90F8D">
        <w:t>.</w:t>
      </w:r>
    </w:p>
    <w:p w14:paraId="7813125B" w14:textId="77777777" w:rsidR="00C90F8D" w:rsidRDefault="00C90F8D">
      <w:r>
        <w:rPr>
          <w:rFonts w:eastAsia="Georgia"/>
        </w:rPr>
        <w:t>— </w:t>
      </w:r>
      <w:r w:rsidR="00AB2DE8">
        <w:t>Pas un mot</w:t>
      </w:r>
      <w:r>
        <w:t xml:space="preserve">, </w:t>
      </w:r>
      <w:r w:rsidR="00AB2DE8">
        <w:t>eut le temps de me souffler Georges</w:t>
      </w:r>
      <w:r>
        <w:t xml:space="preserve">, </w:t>
      </w:r>
      <w:r w:rsidR="00AB2DE8">
        <w:t>pas un mot de tout cela au commandant</w:t>
      </w:r>
      <w:r>
        <w:t xml:space="preserve">. </w:t>
      </w:r>
      <w:r w:rsidR="00AB2DE8">
        <w:t>Attendez qu</w:t>
      </w:r>
      <w:r>
        <w:t>’</w:t>
      </w:r>
      <w:r w:rsidR="00AB2DE8">
        <w:t>il vous en parle</w:t>
      </w:r>
      <w:r>
        <w:t>.</w:t>
      </w:r>
    </w:p>
    <w:p w14:paraId="65AEBBBA" w14:textId="38C85289" w:rsidR="00AB2DE8" w:rsidRDefault="00AB2DE8"/>
    <w:p w14:paraId="2EC69148" w14:textId="77777777" w:rsidR="00C90F8D" w:rsidRDefault="00AB2DE8">
      <w:r>
        <w:t>Le commandant Zeyer était un petit homme courtaud</w:t>
      </w:r>
      <w:r w:rsidR="00C90F8D">
        <w:t xml:space="preserve">, </w:t>
      </w:r>
      <w:r>
        <w:t>aux traits énergiques</w:t>
      </w:r>
      <w:r w:rsidR="00C90F8D">
        <w:t xml:space="preserve">. </w:t>
      </w:r>
      <w:r>
        <w:t>Il me fit asseoir</w:t>
      </w:r>
      <w:r w:rsidR="00C90F8D">
        <w:t xml:space="preserve">. </w:t>
      </w:r>
      <w:r>
        <w:t>Tout en affectant de ranger des papiers sur son bureau</w:t>
      </w:r>
      <w:r w:rsidR="00C90F8D">
        <w:t xml:space="preserve">, </w:t>
      </w:r>
      <w:r>
        <w:t>il examinait mon visage bouleversé</w:t>
      </w:r>
      <w:r w:rsidR="00C90F8D">
        <w:t>.</w:t>
      </w:r>
    </w:p>
    <w:p w14:paraId="74919398" w14:textId="77777777" w:rsidR="00C90F8D" w:rsidRDefault="00C90F8D">
      <w:r>
        <w:rPr>
          <w:rFonts w:eastAsia="Georgia"/>
        </w:rPr>
        <w:t>— </w:t>
      </w:r>
      <w:r w:rsidR="00AB2DE8">
        <w:t>Monsieur Forestier</w:t>
      </w:r>
      <w:r>
        <w:t xml:space="preserve">, </w:t>
      </w:r>
      <w:r w:rsidR="00AB2DE8">
        <w:t>dit-il enfin</w:t>
      </w:r>
      <w:r>
        <w:t xml:space="preserve">, </w:t>
      </w:r>
      <w:r w:rsidR="00AB2DE8">
        <w:t>je dois d</w:t>
      </w:r>
      <w:r>
        <w:t>’</w:t>
      </w:r>
      <w:r w:rsidR="00AB2DE8">
        <w:t>abord vous remercier de la rapidité avec laquelle vous vous êtes rendu à notre appel</w:t>
      </w:r>
      <w:r>
        <w:t xml:space="preserve">. </w:t>
      </w:r>
      <w:r w:rsidR="00AB2DE8">
        <w:t xml:space="preserve">Le général </w:t>
      </w:r>
      <w:proofErr w:type="spellStart"/>
      <w:r w:rsidR="00AB2DE8">
        <w:t>Sladky</w:t>
      </w:r>
      <w:proofErr w:type="spellEnd"/>
      <w:r w:rsidR="00AB2DE8">
        <w:t xml:space="preserve"> vous prie de l</w:t>
      </w:r>
      <w:r>
        <w:t>’</w:t>
      </w:r>
      <w:r w:rsidR="00AB2DE8">
        <w:t>excuser</w:t>
      </w:r>
      <w:r>
        <w:t xml:space="preserve">. </w:t>
      </w:r>
      <w:r w:rsidR="00AB2DE8">
        <w:t>Il sera là à la fin de la journée</w:t>
      </w:r>
      <w:r>
        <w:t xml:space="preserve">, </w:t>
      </w:r>
      <w:r w:rsidR="00AB2DE8">
        <w:t>demain matin au plus tard</w:t>
      </w:r>
      <w:r>
        <w:t xml:space="preserve">. </w:t>
      </w:r>
      <w:r w:rsidR="00AB2DE8">
        <w:t>Il m</w:t>
      </w:r>
      <w:r>
        <w:t>’</w:t>
      </w:r>
      <w:r w:rsidR="00AB2DE8">
        <w:t>a laissé ses instructions</w:t>
      </w:r>
      <w:r>
        <w:t xml:space="preserve">. </w:t>
      </w:r>
      <w:r w:rsidR="00AB2DE8">
        <w:t xml:space="preserve">Je suis donc en mesure de vous </w:t>
      </w:r>
      <w:r w:rsidR="00AB2DE8">
        <w:lastRenderedPageBreak/>
        <w:t>expliquer ce que nous attendons de vous</w:t>
      </w:r>
      <w:r>
        <w:t xml:space="preserve">, – </w:t>
      </w:r>
      <w:r w:rsidR="00AB2DE8">
        <w:t>ce que nous attendions</w:t>
      </w:r>
      <w:r>
        <w:t xml:space="preserve">, </w:t>
      </w:r>
      <w:r w:rsidR="00AB2DE8">
        <w:t>plutôt</w:t>
      </w:r>
      <w:r>
        <w:t>.</w:t>
      </w:r>
    </w:p>
    <w:p w14:paraId="717CEDF2" w14:textId="77777777" w:rsidR="00C90F8D" w:rsidRDefault="00AB2DE8">
      <w:r>
        <w:t>Il marqua une pause</w:t>
      </w:r>
      <w:r w:rsidR="00C90F8D">
        <w:t xml:space="preserve">, </w:t>
      </w:r>
      <w:r>
        <w:t>désireux sans doute de me voir le questionner</w:t>
      </w:r>
      <w:r w:rsidR="00C90F8D">
        <w:t xml:space="preserve">. </w:t>
      </w:r>
      <w:r>
        <w:t>Son espoir fut déçu</w:t>
      </w:r>
      <w:r w:rsidR="00C90F8D">
        <w:t>.</w:t>
      </w:r>
    </w:p>
    <w:p w14:paraId="7177E3C0" w14:textId="77777777" w:rsidR="00C90F8D" w:rsidRDefault="00C90F8D">
      <w:r>
        <w:rPr>
          <w:rFonts w:eastAsia="Georgia"/>
        </w:rPr>
        <w:t>— </w:t>
      </w:r>
      <w:r w:rsidR="00AB2DE8">
        <w:t>Oui</w:t>
      </w:r>
      <w:r>
        <w:t xml:space="preserve">, </w:t>
      </w:r>
      <w:r w:rsidR="00AB2DE8">
        <w:t>continua-t-il</w:t>
      </w:r>
      <w:r>
        <w:t xml:space="preserve">, </w:t>
      </w:r>
      <w:r w:rsidR="00AB2DE8">
        <w:t>les événements</w:t>
      </w:r>
      <w:r>
        <w:t xml:space="preserve">, </w:t>
      </w:r>
      <w:r w:rsidR="00AB2DE8">
        <w:t>en se précipitant</w:t>
      </w:r>
      <w:r>
        <w:t xml:space="preserve">, </w:t>
      </w:r>
      <w:r w:rsidR="00AB2DE8">
        <w:t>ont rendu sans objet l</w:t>
      </w:r>
      <w:r>
        <w:t>’</w:t>
      </w:r>
      <w:r w:rsidR="00AB2DE8">
        <w:t>entretien que nous désirions avoir avec vous</w:t>
      </w:r>
      <w:r>
        <w:t xml:space="preserve">. </w:t>
      </w:r>
      <w:r w:rsidR="00AB2DE8">
        <w:t>Nous ne regrettons pourtant pas de vous avoir fait venir à Tcheliabinsk</w:t>
      </w:r>
      <w:r>
        <w:t xml:space="preserve">, </w:t>
      </w:r>
      <w:r w:rsidR="00AB2DE8">
        <w:t>bien au contraire</w:t>
      </w:r>
      <w:r>
        <w:t>.</w:t>
      </w:r>
    </w:p>
    <w:p w14:paraId="60F2327F" w14:textId="60C144C3" w:rsidR="00C90F8D" w:rsidRDefault="00AB2DE8">
      <w:pPr>
        <w:rPr>
          <w:rFonts w:eastAsia="Georgia"/>
        </w:rPr>
      </w:pPr>
      <w:r>
        <w:t>Et il eut la même phrase que Georges</w:t>
      </w:r>
      <w:r w:rsidR="00C90F8D">
        <w:t> : « </w:t>
      </w:r>
      <w:r>
        <w:t>Vous êtes mieux ici que là-bas</w:t>
      </w:r>
      <w:r w:rsidR="00C90F8D">
        <w:t>. »</w:t>
      </w:r>
    </w:p>
    <w:p w14:paraId="1F187F38" w14:textId="77777777" w:rsidR="00C90F8D" w:rsidRDefault="00C90F8D">
      <w:r>
        <w:rPr>
          <w:rFonts w:eastAsia="Georgia"/>
        </w:rPr>
        <w:t>— </w:t>
      </w:r>
      <w:r w:rsidR="00AB2DE8">
        <w:t>Les nouvelles sont si mauvaises que cela</w:t>
      </w:r>
      <w:r>
        <w:t xml:space="preserve"> ? </w:t>
      </w:r>
      <w:r w:rsidR="00AB2DE8">
        <w:t>murmurai-je</w:t>
      </w:r>
      <w:r>
        <w:t>.</w:t>
      </w:r>
    </w:p>
    <w:p w14:paraId="5920C3B4" w14:textId="77777777" w:rsidR="00C90F8D" w:rsidRDefault="00AB2DE8">
      <w:r>
        <w:t>Le commandant Zeyer était occupé à tailler un crayon</w:t>
      </w:r>
      <w:r w:rsidR="00C90F8D">
        <w:t>.</w:t>
      </w:r>
    </w:p>
    <w:p w14:paraId="0B0DB9E9" w14:textId="77777777" w:rsidR="00C90F8D" w:rsidRDefault="00C90F8D">
      <w:r>
        <w:rPr>
          <w:rFonts w:eastAsia="Georgia"/>
        </w:rPr>
        <w:t>— </w:t>
      </w:r>
      <w:r w:rsidR="00AB2DE8">
        <w:t>Les nouvelles</w:t>
      </w:r>
      <w:r>
        <w:t xml:space="preserve"> ? </w:t>
      </w:r>
      <w:r w:rsidR="00AB2DE8">
        <w:t>Peuh</w:t>
      </w:r>
      <w:r>
        <w:t xml:space="preserve"> !… </w:t>
      </w:r>
      <w:r w:rsidR="00AB2DE8">
        <w:t>Je vous répondrais qu</w:t>
      </w:r>
      <w:r>
        <w:t>’</w:t>
      </w:r>
      <w:r w:rsidR="00AB2DE8">
        <w:t>elles sont déplorables</w:t>
      </w:r>
      <w:r>
        <w:t xml:space="preserve">, </w:t>
      </w:r>
      <w:r w:rsidR="00AB2DE8">
        <w:t>si</w:t>
      </w:r>
      <w:r>
        <w:t xml:space="preserve">, </w:t>
      </w:r>
      <w:r w:rsidR="00AB2DE8">
        <w:t>en ce qui nous concerne</w:t>
      </w:r>
      <w:r>
        <w:t xml:space="preserve">, </w:t>
      </w:r>
      <w:r w:rsidR="00AB2DE8">
        <w:t>nous n</w:t>
      </w:r>
      <w:r>
        <w:t>’</w:t>
      </w:r>
      <w:r w:rsidR="00AB2DE8">
        <w:t>étions pas fondés à considérer comme un avantage tout ce qui peut hâter la fin de l</w:t>
      </w:r>
      <w:r>
        <w:t>’</w:t>
      </w:r>
      <w:r w:rsidR="00AB2DE8">
        <w:t>aventure dans laquelle nous sommes engagés depuis deux ans</w:t>
      </w:r>
      <w:r>
        <w:t xml:space="preserve">. </w:t>
      </w:r>
      <w:r w:rsidR="00AB2DE8">
        <w:t>À l</w:t>
      </w:r>
      <w:r>
        <w:t>’</w:t>
      </w:r>
      <w:r w:rsidR="00AB2DE8">
        <w:t>heure actuelle</w:t>
      </w:r>
      <w:r>
        <w:t xml:space="preserve">, </w:t>
      </w:r>
      <w:r w:rsidR="00AB2DE8">
        <w:t>nous touchons à cette fin</w:t>
      </w:r>
      <w:r>
        <w:t xml:space="preserve">. </w:t>
      </w:r>
      <w:r w:rsidR="00AB2DE8">
        <w:t xml:space="preserve">Nous sommes autorisés à nous replier sur </w:t>
      </w:r>
      <w:proofErr w:type="spellStart"/>
      <w:r w:rsidR="00AB2DE8">
        <w:t>Vladivostock</w:t>
      </w:r>
      <w:proofErr w:type="spellEnd"/>
      <w:r>
        <w:t xml:space="preserve">, </w:t>
      </w:r>
      <w:r w:rsidR="00AB2DE8">
        <w:t>la mer</w:t>
      </w:r>
      <w:r>
        <w:t xml:space="preserve">, </w:t>
      </w:r>
      <w:r w:rsidR="00AB2DE8">
        <w:t>puis notre patrie</w:t>
      </w:r>
      <w:r>
        <w:t xml:space="preserve">. </w:t>
      </w:r>
      <w:r w:rsidR="00AB2DE8">
        <w:t>Nous allons faire de notre mieux pour que cette retraite ait lieu dans les meilleures conditions</w:t>
      </w:r>
      <w:r>
        <w:t xml:space="preserve">, </w:t>
      </w:r>
      <w:r w:rsidR="00AB2DE8">
        <w:t>et ne rien laisser à l</w:t>
      </w:r>
      <w:r>
        <w:t>’</w:t>
      </w:r>
      <w:r w:rsidR="00AB2DE8">
        <w:t>ennemi du matériel et des approvisionnements dont nous disposons</w:t>
      </w:r>
      <w:r>
        <w:t xml:space="preserve">. </w:t>
      </w:r>
      <w:r w:rsidR="00AB2DE8">
        <w:t>Nous ne voulons pas compliquer la tâche des troupes blanches qui vont continuer la lutte sans nous</w:t>
      </w:r>
      <w:r>
        <w:t xml:space="preserve">. </w:t>
      </w:r>
      <w:r w:rsidR="00AB2DE8">
        <w:t>Elles ont déjà suffisamment de fil à retordre</w:t>
      </w:r>
      <w:r>
        <w:t xml:space="preserve">. </w:t>
      </w:r>
      <w:r w:rsidR="00AB2DE8">
        <w:t>Bon</w:t>
      </w:r>
      <w:r>
        <w:t xml:space="preserve"> ; </w:t>
      </w:r>
      <w:r w:rsidR="00AB2DE8">
        <w:t>je pense que vous commencez à comprendre</w:t>
      </w:r>
      <w:r>
        <w:t>.</w:t>
      </w:r>
    </w:p>
    <w:p w14:paraId="617551B8" w14:textId="77777777" w:rsidR="00C90F8D" w:rsidRDefault="00C90F8D">
      <w:r>
        <w:rPr>
          <w:rFonts w:eastAsia="Georgia"/>
        </w:rPr>
        <w:t>— </w:t>
      </w:r>
      <w:r w:rsidR="00AB2DE8">
        <w:t>Pas encore très bien</w:t>
      </w:r>
      <w:r>
        <w:t>.</w:t>
      </w:r>
    </w:p>
    <w:p w14:paraId="0C37A430" w14:textId="77777777" w:rsidR="00C90F8D" w:rsidRDefault="00C90F8D">
      <w:r>
        <w:rPr>
          <w:rFonts w:eastAsia="Georgia"/>
        </w:rPr>
        <w:lastRenderedPageBreak/>
        <w:t>— </w:t>
      </w:r>
      <w:r w:rsidR="00AB2DE8">
        <w:t>C</w:t>
      </w:r>
      <w:r>
        <w:t>’</w:t>
      </w:r>
      <w:r w:rsidR="00AB2DE8">
        <w:t>est simple</w:t>
      </w:r>
      <w:r>
        <w:t xml:space="preserve">. </w:t>
      </w:r>
      <w:r w:rsidR="00AB2DE8">
        <w:t>Prévoyant comme imminente la chute de Novo-Petrovsk</w:t>
      </w:r>
      <w:r>
        <w:t xml:space="preserve">, </w:t>
      </w:r>
      <w:r w:rsidR="00AB2DE8">
        <w:t>notre commandement s</w:t>
      </w:r>
      <w:r>
        <w:t>’</w:t>
      </w:r>
      <w:r w:rsidR="00AB2DE8">
        <w:t>est souvenu de votre usine</w:t>
      </w:r>
      <w:r>
        <w:t xml:space="preserve">, </w:t>
      </w:r>
      <w:r w:rsidR="00AB2DE8">
        <w:t>des stocks qui y demeurent entreposés</w:t>
      </w:r>
      <w:r>
        <w:t xml:space="preserve">. </w:t>
      </w:r>
      <w:r w:rsidR="00AB2DE8">
        <w:t>Seule leur destruction pourrait empêcher les bolcheviks de mettre la main dessus</w:t>
      </w:r>
      <w:r>
        <w:t xml:space="preserve">. </w:t>
      </w:r>
      <w:r w:rsidR="00AB2DE8">
        <w:t>Nous vous avons convoqué pour vous en parler</w:t>
      </w:r>
      <w:r>
        <w:t xml:space="preserve">. </w:t>
      </w:r>
      <w:r w:rsidR="00AB2DE8">
        <w:t>Malheureusement</w:t>
      </w:r>
      <w:r>
        <w:t xml:space="preserve">, </w:t>
      </w:r>
      <w:r w:rsidR="00AB2DE8">
        <w:t>il est trop tard</w:t>
      </w:r>
      <w:r>
        <w:t>.</w:t>
      </w:r>
    </w:p>
    <w:p w14:paraId="6B2E0FE3" w14:textId="77777777" w:rsidR="00C90F8D" w:rsidRDefault="00C90F8D">
      <w:r>
        <w:rPr>
          <w:rFonts w:eastAsia="Georgia"/>
        </w:rPr>
        <w:t>— </w:t>
      </w:r>
      <w:r w:rsidR="00AB2DE8">
        <w:t>Pourquoi</w:t>
      </w:r>
      <w:r>
        <w:t> ?</w:t>
      </w:r>
    </w:p>
    <w:p w14:paraId="4CCB06FE" w14:textId="77777777" w:rsidR="00C90F8D" w:rsidRDefault="00C90F8D">
      <w:r>
        <w:rPr>
          <w:rFonts w:eastAsia="Georgia"/>
        </w:rPr>
        <w:t>— </w:t>
      </w:r>
      <w:r w:rsidR="00AB2DE8">
        <w:t>Parce que l</w:t>
      </w:r>
      <w:r>
        <w:t>’</w:t>
      </w:r>
      <w:r w:rsidR="00AB2DE8">
        <w:t>avance rouge s</w:t>
      </w:r>
      <w:r>
        <w:t>’</w:t>
      </w:r>
      <w:r w:rsidR="00AB2DE8">
        <w:t>est développée avec une vitesse inattendue</w:t>
      </w:r>
      <w:r>
        <w:t>.</w:t>
      </w:r>
    </w:p>
    <w:p w14:paraId="33614ADF" w14:textId="77777777" w:rsidR="00C90F8D" w:rsidRDefault="00C90F8D">
      <w:r>
        <w:rPr>
          <w:rFonts w:eastAsia="Georgia"/>
        </w:rPr>
        <w:t>— </w:t>
      </w:r>
      <w:r w:rsidR="00AB2DE8">
        <w:t>Novo-Petrovsk est tombé</w:t>
      </w:r>
      <w:r>
        <w:t> ?</w:t>
      </w:r>
    </w:p>
    <w:p w14:paraId="3B2A5E95" w14:textId="77777777" w:rsidR="00C90F8D" w:rsidRDefault="00C90F8D">
      <w:r>
        <w:rPr>
          <w:rFonts w:eastAsia="Georgia"/>
        </w:rPr>
        <w:t>— </w:t>
      </w:r>
      <w:r w:rsidR="00AB2DE8">
        <w:t>Non</w:t>
      </w:r>
      <w:r>
        <w:t xml:space="preserve">, </w:t>
      </w:r>
      <w:r w:rsidR="00AB2DE8">
        <w:t>que je sache</w:t>
      </w:r>
      <w:r>
        <w:t xml:space="preserve">. </w:t>
      </w:r>
      <w:r w:rsidR="00AB2DE8">
        <w:t>Mais</w:t>
      </w:r>
      <w:r>
        <w:t xml:space="preserve">, </w:t>
      </w:r>
      <w:r w:rsidR="00AB2DE8">
        <w:t>dans trois jours</w:t>
      </w:r>
      <w:r>
        <w:t xml:space="preserve">, </w:t>
      </w:r>
      <w:r w:rsidR="00AB2DE8">
        <w:t>ce sera chose faite</w:t>
      </w:r>
      <w:r>
        <w:t xml:space="preserve">. </w:t>
      </w:r>
      <w:r w:rsidR="00AB2DE8">
        <w:t>Que voulez-vous</w:t>
      </w:r>
      <w:r>
        <w:t xml:space="preserve">, </w:t>
      </w:r>
      <w:r w:rsidR="00AB2DE8">
        <w:t>nous ne pouvions prévoir une débâcle aussi rapide des troupes blanches</w:t>
      </w:r>
      <w:r>
        <w:t xml:space="preserve">. </w:t>
      </w:r>
      <w:r w:rsidR="00AB2DE8">
        <w:t>Nous n</w:t>
      </w:r>
      <w:r>
        <w:t>’</w:t>
      </w:r>
      <w:r w:rsidR="00AB2DE8">
        <w:t>avons rien à nous reprocher</w:t>
      </w:r>
      <w:r>
        <w:t xml:space="preserve">. </w:t>
      </w:r>
      <w:r w:rsidR="00AB2DE8">
        <w:t>Et nous avons au moins la consolation de vous avoir rendu service</w:t>
      </w:r>
      <w:r>
        <w:t xml:space="preserve">. </w:t>
      </w:r>
      <w:r w:rsidR="00AB2DE8">
        <w:t>Vous êtes ici chez vous</w:t>
      </w:r>
      <w:r>
        <w:t xml:space="preserve">. </w:t>
      </w:r>
      <w:r w:rsidR="00AB2DE8">
        <w:t>Je suis chargé de veiller à votre installation</w:t>
      </w:r>
      <w:r>
        <w:t xml:space="preserve">, </w:t>
      </w:r>
      <w:r w:rsidR="00AB2DE8">
        <w:t>en attendant qu</w:t>
      </w:r>
      <w:r>
        <w:t>’</w:t>
      </w:r>
      <w:r w:rsidR="00AB2DE8">
        <w:t>un coupé puisse vous être réservé dans un des premiers trains</w:t>
      </w:r>
      <w:r>
        <w:t xml:space="preserve"> – </w:t>
      </w:r>
      <w:r w:rsidR="00AB2DE8">
        <w:t>un des derniers serait plus exact</w:t>
      </w:r>
      <w:r>
        <w:t xml:space="preserve"> – </w:t>
      </w:r>
      <w:r w:rsidR="00AB2DE8">
        <w:t>en partance pour Omsk</w:t>
      </w:r>
      <w:r>
        <w:t>.</w:t>
      </w:r>
    </w:p>
    <w:p w14:paraId="0C121120" w14:textId="77777777" w:rsidR="00C90F8D" w:rsidRDefault="00AB2DE8">
      <w:r>
        <w:t>Je m</w:t>
      </w:r>
      <w:r w:rsidR="00C90F8D">
        <w:t>’</w:t>
      </w:r>
      <w:r>
        <w:t>étais levé en tremblant</w:t>
      </w:r>
      <w:r w:rsidR="00C90F8D">
        <w:t>.</w:t>
      </w:r>
    </w:p>
    <w:p w14:paraId="0880D8F1" w14:textId="77777777" w:rsidR="00C90F8D" w:rsidRDefault="00C90F8D">
      <w:r>
        <w:rPr>
          <w:rFonts w:eastAsia="Georgia"/>
        </w:rPr>
        <w:t>— </w:t>
      </w:r>
      <w:r w:rsidR="00AB2DE8">
        <w:t>Je vous remercie mille fois</w:t>
      </w:r>
      <w:r>
        <w:t xml:space="preserve">, </w:t>
      </w:r>
      <w:r w:rsidR="00AB2DE8">
        <w:t>mon commandant</w:t>
      </w:r>
      <w:r>
        <w:t xml:space="preserve">. </w:t>
      </w:r>
      <w:r w:rsidR="00AB2DE8">
        <w:t>Mais mon devoir s</w:t>
      </w:r>
      <w:r>
        <w:t>’</w:t>
      </w:r>
      <w:r w:rsidR="00AB2DE8">
        <w:t>oppose à ce que je profite de votre offre</w:t>
      </w:r>
      <w:r>
        <w:t xml:space="preserve">. </w:t>
      </w:r>
      <w:r w:rsidR="00AB2DE8">
        <w:t>Il me faut rentrer à Novo-Petrovsk</w:t>
      </w:r>
      <w:r>
        <w:t>.</w:t>
      </w:r>
    </w:p>
    <w:p w14:paraId="2E6BCEFC" w14:textId="77777777" w:rsidR="00C90F8D" w:rsidRDefault="00C90F8D">
      <w:r>
        <w:rPr>
          <w:rFonts w:eastAsia="Georgia"/>
        </w:rPr>
        <w:t>— </w:t>
      </w:r>
      <w:r w:rsidR="00AB2DE8">
        <w:t>Rentrer à Novo-Petrovsk</w:t>
      </w:r>
      <w:r>
        <w:t xml:space="preserve">, </w:t>
      </w:r>
      <w:r w:rsidR="00AB2DE8">
        <w:t>répéta le commandant Zeyer avec une surprise qui ne paraissait pas feinte</w:t>
      </w:r>
      <w:r>
        <w:t xml:space="preserve">. </w:t>
      </w:r>
      <w:r w:rsidR="00AB2DE8">
        <w:t>Mais c</w:t>
      </w:r>
      <w:r>
        <w:t>’</w:t>
      </w:r>
      <w:r w:rsidR="00AB2DE8">
        <w:t>est impossible</w:t>
      </w:r>
      <w:r>
        <w:t>.</w:t>
      </w:r>
    </w:p>
    <w:p w14:paraId="3A2B9E49" w14:textId="77777777" w:rsidR="00C90F8D" w:rsidRDefault="00C90F8D">
      <w:r>
        <w:rPr>
          <w:rFonts w:eastAsia="Georgia"/>
        </w:rPr>
        <w:t>— </w:t>
      </w:r>
      <w:r w:rsidR="00AB2DE8">
        <w:t>Il le faut</w:t>
      </w:r>
      <w:r>
        <w:t>.</w:t>
      </w:r>
    </w:p>
    <w:p w14:paraId="3C8ECBDF" w14:textId="77777777" w:rsidR="00C90F8D" w:rsidRDefault="00C90F8D">
      <w:r>
        <w:rPr>
          <w:rFonts w:eastAsia="Georgia"/>
        </w:rPr>
        <w:lastRenderedPageBreak/>
        <w:t>— </w:t>
      </w:r>
      <w:r w:rsidR="00AB2DE8">
        <w:t>Encore une fois</w:t>
      </w:r>
      <w:r>
        <w:t xml:space="preserve">, </w:t>
      </w:r>
      <w:r w:rsidR="00AB2DE8">
        <w:t>même si l</w:t>
      </w:r>
      <w:r>
        <w:t>’</w:t>
      </w:r>
      <w:r w:rsidR="00AB2DE8">
        <w:t>on pouvait mettre une automobile à votre disposition</w:t>
      </w:r>
      <w:r>
        <w:t xml:space="preserve">, </w:t>
      </w:r>
      <w:r w:rsidR="00AB2DE8">
        <w:t>à quoi cela vous avancerait-il</w:t>
      </w:r>
      <w:r>
        <w:t xml:space="preserve"> ? </w:t>
      </w:r>
      <w:r w:rsidR="00AB2DE8">
        <w:t>Vous ne réussiriez qu</w:t>
      </w:r>
      <w:r>
        <w:t>’</w:t>
      </w:r>
      <w:r w:rsidR="00AB2DE8">
        <w:t>à vous jeter dans la gueule du loup</w:t>
      </w:r>
      <w:r>
        <w:t>.</w:t>
      </w:r>
    </w:p>
    <w:p w14:paraId="43F42C2E" w14:textId="77777777" w:rsidR="00C90F8D" w:rsidRDefault="00C90F8D">
      <w:r>
        <w:rPr>
          <w:rFonts w:eastAsia="Georgia"/>
        </w:rPr>
        <w:t>— </w:t>
      </w:r>
      <w:r w:rsidR="00AB2DE8">
        <w:t>J</w:t>
      </w:r>
      <w:r>
        <w:t>’</w:t>
      </w:r>
      <w:r w:rsidR="00AB2DE8">
        <w:t>ai la responsabilité de mon usine</w:t>
      </w:r>
      <w:r>
        <w:t xml:space="preserve">. </w:t>
      </w:r>
      <w:r w:rsidR="00AB2DE8">
        <w:t>J</w:t>
      </w:r>
      <w:r>
        <w:t>’</w:t>
      </w:r>
      <w:r w:rsidR="00AB2DE8">
        <w:t>y ai de l</w:t>
      </w:r>
      <w:r>
        <w:t>’</w:t>
      </w:r>
      <w:r w:rsidR="00AB2DE8">
        <w:t>argent</w:t>
      </w:r>
      <w:r>
        <w:t xml:space="preserve">, </w:t>
      </w:r>
      <w:r w:rsidR="00AB2DE8">
        <w:t>des documents</w:t>
      </w:r>
      <w:r>
        <w:t>…</w:t>
      </w:r>
    </w:p>
    <w:p w14:paraId="53C2B8BD" w14:textId="77777777" w:rsidR="00C90F8D" w:rsidRDefault="00AB2DE8">
      <w:r>
        <w:t>Il secoua la tête</w:t>
      </w:r>
      <w:r w:rsidR="00C90F8D">
        <w:t>.</w:t>
      </w:r>
    </w:p>
    <w:p w14:paraId="62B67B6A" w14:textId="77777777" w:rsidR="00C90F8D" w:rsidRDefault="00C90F8D">
      <w:r>
        <w:rPr>
          <w:rFonts w:eastAsia="Georgia"/>
        </w:rPr>
        <w:t>— </w:t>
      </w:r>
      <w:r w:rsidR="00AB2DE8">
        <w:t>Monsieur</w:t>
      </w:r>
      <w:r>
        <w:t xml:space="preserve">, </w:t>
      </w:r>
      <w:r w:rsidR="00AB2DE8">
        <w:t xml:space="preserve">permettez-moi de vous dire que le général </w:t>
      </w:r>
      <w:proofErr w:type="spellStart"/>
      <w:r w:rsidR="00AB2DE8">
        <w:t>Sladky</w:t>
      </w:r>
      <w:proofErr w:type="spellEnd"/>
      <w:r w:rsidR="00AB2DE8">
        <w:t xml:space="preserve"> n</w:t>
      </w:r>
      <w:r>
        <w:t>’</w:t>
      </w:r>
      <w:r w:rsidR="00AB2DE8">
        <w:t>était pas sans avoir prévu une résistance qui</w:t>
      </w:r>
      <w:r>
        <w:t xml:space="preserve">, </w:t>
      </w:r>
      <w:r w:rsidR="00AB2DE8">
        <w:t>certes</w:t>
      </w:r>
      <w:r>
        <w:t xml:space="preserve">, </w:t>
      </w:r>
      <w:r w:rsidR="00AB2DE8">
        <w:t>vous honore</w:t>
      </w:r>
      <w:r>
        <w:t xml:space="preserve">, </w:t>
      </w:r>
      <w:r w:rsidR="00AB2DE8">
        <w:t>mais dont vous reconnaîtrez avec moi la vanité</w:t>
      </w:r>
      <w:r>
        <w:t xml:space="preserve">. </w:t>
      </w:r>
      <w:r w:rsidR="00AB2DE8">
        <w:t>Vous ne reviendrez pas à Novo-Petrovsk</w:t>
      </w:r>
      <w:r>
        <w:t xml:space="preserve"> : </w:t>
      </w:r>
      <w:r w:rsidR="00AB2DE8">
        <w:rPr>
          <w:i/>
          <w:iCs/>
        </w:rPr>
        <w:t>primo</w:t>
      </w:r>
      <w:r>
        <w:rPr>
          <w:i/>
          <w:iCs/>
        </w:rPr>
        <w:t xml:space="preserve">, </w:t>
      </w:r>
      <w:r w:rsidR="00AB2DE8">
        <w:t>parce que vous ne trouverez plus personne pour vous y conduire</w:t>
      </w:r>
      <w:r>
        <w:t xml:space="preserve"> ; </w:t>
      </w:r>
      <w:r w:rsidR="00AB2DE8">
        <w:rPr>
          <w:i/>
          <w:iCs/>
        </w:rPr>
        <w:t>secundo</w:t>
      </w:r>
      <w:r>
        <w:rPr>
          <w:i/>
          <w:iCs/>
        </w:rPr>
        <w:t xml:space="preserve">, </w:t>
      </w:r>
      <w:r w:rsidR="00AB2DE8">
        <w:t>parce que</w:t>
      </w:r>
      <w:r>
        <w:t xml:space="preserve">, </w:t>
      </w:r>
      <w:r w:rsidR="00AB2DE8">
        <w:t>au besoin</w:t>
      </w:r>
      <w:r>
        <w:t xml:space="preserve">, </w:t>
      </w:r>
      <w:r w:rsidR="00AB2DE8">
        <w:t>nous vous en empêcherons</w:t>
      </w:r>
      <w:r>
        <w:t xml:space="preserve">. </w:t>
      </w:r>
      <w:r w:rsidR="00AB2DE8">
        <w:t>Dans ces conditions</w:t>
      </w:r>
      <w:r>
        <w:t xml:space="preserve">, </w:t>
      </w:r>
      <w:r w:rsidR="00AB2DE8">
        <w:t>votre responsabilité est absolument à couvert</w:t>
      </w:r>
      <w:r>
        <w:t xml:space="preserve">. </w:t>
      </w:r>
      <w:r w:rsidR="00AB2DE8">
        <w:t>Nous serons là pour affirmer que vous avez fait votre devoir</w:t>
      </w:r>
      <w:r>
        <w:t xml:space="preserve">, </w:t>
      </w:r>
      <w:r w:rsidR="00AB2DE8">
        <w:t>tout votre devoir</w:t>
      </w:r>
      <w:r>
        <w:t xml:space="preserve">, </w:t>
      </w:r>
      <w:r w:rsidR="00AB2DE8">
        <w:t>chose qu</w:t>
      </w:r>
      <w:r>
        <w:t>’</w:t>
      </w:r>
      <w:r w:rsidR="00AB2DE8">
        <w:t>en France personne ne s</w:t>
      </w:r>
      <w:r>
        <w:t>’</w:t>
      </w:r>
      <w:r w:rsidR="00AB2DE8">
        <w:t>avisera d</w:t>
      </w:r>
      <w:r>
        <w:t>’</w:t>
      </w:r>
      <w:r w:rsidR="00AB2DE8">
        <w:t>ailleurs de contester</w:t>
      </w:r>
      <w:r>
        <w:t>.</w:t>
      </w:r>
    </w:p>
    <w:p w14:paraId="3793867D" w14:textId="77777777" w:rsidR="00C90F8D" w:rsidRDefault="00AB2DE8">
      <w:r>
        <w:t>Mon trouble était à son comble</w:t>
      </w:r>
      <w:r w:rsidR="00C90F8D">
        <w:t xml:space="preserve">. </w:t>
      </w:r>
      <w:r>
        <w:t>Incapable de réfuter de tels arguments</w:t>
      </w:r>
      <w:r w:rsidR="00C90F8D">
        <w:t xml:space="preserve">, </w:t>
      </w:r>
      <w:r>
        <w:t>je sentais que j</w:t>
      </w:r>
      <w:r w:rsidR="00C90F8D">
        <w:t>’</w:t>
      </w:r>
      <w:r>
        <w:t>allais avoir à dévoiler le seul motif qui me poussait à regagner l</w:t>
      </w:r>
      <w:r w:rsidR="00C90F8D">
        <w:t>’</w:t>
      </w:r>
      <w:r>
        <w:t>usine</w:t>
      </w:r>
      <w:r w:rsidR="00C90F8D">
        <w:t xml:space="preserve">. </w:t>
      </w:r>
      <w:r>
        <w:t>Du même coup</w:t>
      </w:r>
      <w:r w:rsidR="00C90F8D">
        <w:t xml:space="preserve">, </w:t>
      </w:r>
      <w:r>
        <w:t>j</w:t>
      </w:r>
      <w:r w:rsidR="00C90F8D">
        <w:t>’</w:t>
      </w:r>
      <w:r>
        <w:t>étais contraint de m</w:t>
      </w:r>
      <w:r w:rsidR="00C90F8D">
        <w:t>’</w:t>
      </w:r>
      <w:r>
        <w:t>avouer que je n</w:t>
      </w:r>
      <w:r w:rsidR="00C90F8D">
        <w:t>’</w:t>
      </w:r>
      <w:r>
        <w:t>avais eu qu</w:t>
      </w:r>
      <w:r w:rsidR="00C90F8D">
        <w:t>’</w:t>
      </w:r>
      <w:r>
        <w:t>un but en me rendant à Tcheliabinsk</w:t>
      </w:r>
      <w:r w:rsidR="00C90F8D">
        <w:t xml:space="preserve"> : </w:t>
      </w:r>
      <w:r>
        <w:t>chercher à assurer</w:t>
      </w:r>
      <w:r w:rsidR="00C90F8D">
        <w:t xml:space="preserve">, </w:t>
      </w:r>
      <w:r>
        <w:t>le cas échéant</w:t>
      </w:r>
      <w:r w:rsidR="00C90F8D">
        <w:t xml:space="preserve">, </w:t>
      </w:r>
      <w:r>
        <w:t>le salut d</w:t>
      </w:r>
      <w:r w:rsidR="00C90F8D">
        <w:t>’</w:t>
      </w:r>
      <w:r>
        <w:t>Armide</w:t>
      </w:r>
      <w:r w:rsidR="00C90F8D">
        <w:t>.</w:t>
      </w:r>
    </w:p>
    <w:p w14:paraId="29E61D27" w14:textId="77777777" w:rsidR="00C90F8D" w:rsidRDefault="00AB2DE8">
      <w:r>
        <w:t>Le commandant Zeyer avait posé son crayon</w:t>
      </w:r>
      <w:r w:rsidR="00C90F8D">
        <w:t xml:space="preserve">. </w:t>
      </w:r>
      <w:r>
        <w:t>Ses petits yeux perçants ne me quittaient plus</w:t>
      </w:r>
      <w:r w:rsidR="00C90F8D">
        <w:t>.</w:t>
      </w:r>
    </w:p>
    <w:p w14:paraId="1F20BE07" w14:textId="77777777" w:rsidR="00C90F8D" w:rsidRDefault="00C90F8D">
      <w:r>
        <w:rPr>
          <w:rFonts w:eastAsia="Georgia"/>
        </w:rPr>
        <w:t>— </w:t>
      </w:r>
      <w:r w:rsidR="00AB2DE8">
        <w:t>Vous êtes convaincu</w:t>
      </w:r>
      <w:r>
        <w:t xml:space="preserve">, </w:t>
      </w:r>
      <w:r w:rsidR="00AB2DE8">
        <w:t>j</w:t>
      </w:r>
      <w:r>
        <w:t>’</w:t>
      </w:r>
      <w:r w:rsidR="00AB2DE8">
        <w:t>espère</w:t>
      </w:r>
      <w:r>
        <w:t> ?</w:t>
      </w:r>
    </w:p>
    <w:p w14:paraId="5ABAE624" w14:textId="77777777" w:rsidR="00C90F8D" w:rsidRDefault="00AB2DE8">
      <w:r>
        <w:t xml:space="preserve">Je dus </w:t>
      </w:r>
      <w:proofErr w:type="gramStart"/>
      <w:r>
        <w:t>faire</w:t>
      </w:r>
      <w:proofErr w:type="gramEnd"/>
      <w:r>
        <w:t xml:space="preserve"> un violent effort pour venir à bout des contractions de ma gorge</w:t>
      </w:r>
      <w:r w:rsidR="00C90F8D">
        <w:t>.</w:t>
      </w:r>
    </w:p>
    <w:p w14:paraId="782F6970" w14:textId="77777777" w:rsidR="00C90F8D" w:rsidRDefault="00C90F8D">
      <w:r>
        <w:rPr>
          <w:rFonts w:eastAsia="Georgia"/>
        </w:rPr>
        <w:lastRenderedPageBreak/>
        <w:t>— </w:t>
      </w:r>
      <w:r w:rsidR="00AB2DE8">
        <w:t>Mon commandant</w:t>
      </w:r>
      <w:r>
        <w:t xml:space="preserve">, </w:t>
      </w:r>
      <w:r w:rsidR="00AB2DE8">
        <w:t>je vois qu</w:t>
      </w:r>
      <w:r>
        <w:t>’</w:t>
      </w:r>
      <w:r w:rsidR="00AB2DE8">
        <w:t>il me faut vous mettre au courant de toute la situation</w:t>
      </w:r>
      <w:r>
        <w:t xml:space="preserve">. </w:t>
      </w:r>
      <w:r w:rsidR="00AB2DE8">
        <w:t>Je n</w:t>
      </w:r>
      <w:r>
        <w:t>’</w:t>
      </w:r>
      <w:r w:rsidR="00AB2DE8">
        <w:t>eusse pas mieux demandé que de rester ici</w:t>
      </w:r>
      <w:r>
        <w:t xml:space="preserve">. </w:t>
      </w:r>
      <w:r w:rsidR="00AB2DE8">
        <w:t>Mais j</w:t>
      </w:r>
      <w:r>
        <w:t>’</w:t>
      </w:r>
      <w:r w:rsidR="00AB2DE8">
        <w:t>ai à l</w:t>
      </w:r>
      <w:r>
        <w:t>’</w:t>
      </w:r>
      <w:r w:rsidR="00AB2DE8">
        <w:t>usine des hôtes</w:t>
      </w:r>
      <w:r>
        <w:t xml:space="preserve">, </w:t>
      </w:r>
      <w:r w:rsidR="00AB2DE8">
        <w:t>deux hôtes</w:t>
      </w:r>
      <w:r>
        <w:t xml:space="preserve">. </w:t>
      </w:r>
      <w:r w:rsidR="00AB2DE8">
        <w:t>Il ne m</w:t>
      </w:r>
      <w:r>
        <w:t>’</w:t>
      </w:r>
      <w:r w:rsidR="00AB2DE8">
        <w:t>est pas possible de les abandonner de la sorte</w:t>
      </w:r>
      <w:r>
        <w:t>.</w:t>
      </w:r>
    </w:p>
    <w:p w14:paraId="135E2D60" w14:textId="77777777" w:rsidR="00C90F8D" w:rsidRDefault="00AB2DE8">
      <w:r>
        <w:t>Le commandant Zeyer m</w:t>
      </w:r>
      <w:r w:rsidR="00C90F8D">
        <w:t>’</w:t>
      </w:r>
      <w:r>
        <w:t>écoutait avec une attention qui me rendit un peu d</w:t>
      </w:r>
      <w:r w:rsidR="00C90F8D">
        <w:t>’</w:t>
      </w:r>
      <w:r>
        <w:t>espoir</w:t>
      </w:r>
      <w:r w:rsidR="00C90F8D">
        <w:t>.</w:t>
      </w:r>
    </w:p>
    <w:p w14:paraId="4800C5A2" w14:textId="77777777" w:rsidR="00C90F8D" w:rsidRDefault="00C90F8D">
      <w:r>
        <w:rPr>
          <w:rFonts w:eastAsia="Georgia"/>
        </w:rPr>
        <w:t>— </w:t>
      </w:r>
      <w:r w:rsidR="00AB2DE8">
        <w:t>Je pense que vous comprenez</w:t>
      </w:r>
      <w:r>
        <w:t xml:space="preserve">, </w:t>
      </w:r>
      <w:r w:rsidR="00AB2DE8">
        <w:t xml:space="preserve">que le général </w:t>
      </w:r>
      <w:proofErr w:type="spellStart"/>
      <w:r w:rsidR="00AB2DE8">
        <w:t>Sladky</w:t>
      </w:r>
      <w:proofErr w:type="spellEnd"/>
      <w:r w:rsidR="00AB2DE8">
        <w:t xml:space="preserve"> comprendra</w:t>
      </w:r>
      <w:r>
        <w:t>…</w:t>
      </w:r>
    </w:p>
    <w:p w14:paraId="128061AB" w14:textId="77777777" w:rsidR="00C90F8D" w:rsidRDefault="00C90F8D">
      <w:r>
        <w:rPr>
          <w:rFonts w:eastAsia="Georgia"/>
        </w:rPr>
        <w:t>— </w:t>
      </w:r>
      <w:r w:rsidR="00AB2DE8">
        <w:t>Oh</w:t>
      </w:r>
      <w:r>
        <w:t xml:space="preserve"> ! </w:t>
      </w:r>
      <w:r w:rsidR="00AB2DE8">
        <w:t>fit-il</w:t>
      </w:r>
      <w:r>
        <w:t xml:space="preserve">. </w:t>
      </w:r>
      <w:r w:rsidR="00AB2DE8">
        <w:t>Il fallait me dire cela tout de suite</w:t>
      </w:r>
      <w:r>
        <w:t xml:space="preserve">. </w:t>
      </w:r>
      <w:r w:rsidR="00AB2DE8">
        <w:t>Évidemment</w:t>
      </w:r>
      <w:r>
        <w:t xml:space="preserve">, </w:t>
      </w:r>
      <w:r w:rsidR="00AB2DE8">
        <w:t>quel cas de conscience</w:t>
      </w:r>
      <w:r>
        <w:t xml:space="preserve"> ! </w:t>
      </w:r>
      <w:r w:rsidR="00AB2DE8">
        <w:t>Deux hôtes</w:t>
      </w:r>
      <w:r>
        <w:t> ?</w:t>
      </w:r>
    </w:p>
    <w:p w14:paraId="59998369" w14:textId="77777777" w:rsidR="00C90F8D" w:rsidRDefault="00C90F8D">
      <w:r>
        <w:rPr>
          <w:rFonts w:eastAsia="Georgia"/>
        </w:rPr>
        <w:t>— </w:t>
      </w:r>
      <w:r w:rsidR="00AB2DE8">
        <w:t>Oui</w:t>
      </w:r>
      <w:r>
        <w:t xml:space="preserve">, </w:t>
      </w:r>
      <w:r w:rsidR="00AB2DE8">
        <w:t>un vieillard et une jeune fille</w:t>
      </w:r>
      <w:r>
        <w:t>.</w:t>
      </w:r>
    </w:p>
    <w:p w14:paraId="223BCB54" w14:textId="77777777" w:rsidR="00C90F8D" w:rsidRDefault="00C90F8D">
      <w:r>
        <w:rPr>
          <w:rFonts w:eastAsia="Georgia"/>
        </w:rPr>
        <w:t>— </w:t>
      </w:r>
      <w:r w:rsidR="00AB2DE8">
        <w:t>Des Français</w:t>
      </w:r>
      <w:r>
        <w:t xml:space="preserve">, </w:t>
      </w:r>
      <w:r w:rsidR="00AB2DE8">
        <w:t>sans doute</w:t>
      </w:r>
      <w:r>
        <w:t> ?</w:t>
      </w:r>
    </w:p>
    <w:p w14:paraId="3200A7CE" w14:textId="77777777" w:rsidR="00C90F8D" w:rsidRDefault="00C90F8D">
      <w:r>
        <w:rPr>
          <w:rFonts w:eastAsia="Georgia"/>
        </w:rPr>
        <w:t>— </w:t>
      </w:r>
      <w:r w:rsidR="00AB2DE8">
        <w:t>Non</w:t>
      </w:r>
      <w:r>
        <w:t xml:space="preserve">, </w:t>
      </w:r>
      <w:r w:rsidR="00AB2DE8">
        <w:t>mon commandant</w:t>
      </w:r>
      <w:r>
        <w:t xml:space="preserve">. </w:t>
      </w:r>
      <w:r w:rsidR="00AB2DE8">
        <w:t>Des Russes</w:t>
      </w:r>
      <w:r>
        <w:t>.</w:t>
      </w:r>
    </w:p>
    <w:p w14:paraId="4C0A4DD5" w14:textId="77777777" w:rsidR="00C90F8D" w:rsidRDefault="00C90F8D">
      <w:r>
        <w:rPr>
          <w:rFonts w:eastAsia="Georgia"/>
        </w:rPr>
        <w:t>— </w:t>
      </w:r>
      <w:r w:rsidR="00AB2DE8">
        <w:t>Ah</w:t>
      </w:r>
      <w:r>
        <w:t xml:space="preserve"> ! </w:t>
      </w:r>
      <w:r w:rsidR="00AB2DE8">
        <w:t>des Russes</w:t>
      </w:r>
      <w:r>
        <w:t xml:space="preserve">. </w:t>
      </w:r>
      <w:r w:rsidR="00AB2DE8">
        <w:t>Hum</w:t>
      </w:r>
      <w:r>
        <w:t xml:space="preserve"> ! </w:t>
      </w:r>
      <w:r w:rsidR="00AB2DE8">
        <w:t>Ils seront encore plus exposés</w:t>
      </w:r>
      <w:r>
        <w:t xml:space="preserve">… </w:t>
      </w:r>
      <w:r w:rsidR="00AB2DE8">
        <w:t>Et puis-je savoir leurs noms</w:t>
      </w:r>
      <w:r>
        <w:t> ?</w:t>
      </w:r>
    </w:p>
    <w:p w14:paraId="62946FDB" w14:textId="77777777" w:rsidR="00C90F8D" w:rsidRDefault="00C90F8D">
      <w:r>
        <w:rPr>
          <w:rFonts w:eastAsia="Georgia"/>
        </w:rPr>
        <w:t>— </w:t>
      </w:r>
      <w:r w:rsidR="00AB2DE8">
        <w:t xml:space="preserve">Le général </w:t>
      </w:r>
      <w:proofErr w:type="spellStart"/>
      <w:r w:rsidR="00AB2DE8">
        <w:t>Irénéïef</w:t>
      </w:r>
      <w:proofErr w:type="spellEnd"/>
      <w:r w:rsidR="00AB2DE8">
        <w:t xml:space="preserve"> et sa fille</w:t>
      </w:r>
      <w:r>
        <w:t>.</w:t>
      </w:r>
    </w:p>
    <w:p w14:paraId="14B225C2" w14:textId="77777777" w:rsidR="00C90F8D" w:rsidRDefault="00AB2DE8">
      <w:r>
        <w:t>Le commandant Zeyer s</w:t>
      </w:r>
      <w:r w:rsidR="00C90F8D">
        <w:t>’</w:t>
      </w:r>
      <w:r>
        <w:t>était</w:t>
      </w:r>
      <w:r w:rsidR="00C90F8D">
        <w:t xml:space="preserve">, </w:t>
      </w:r>
      <w:r>
        <w:t>levé à son tour</w:t>
      </w:r>
      <w:r w:rsidR="00C90F8D">
        <w:t>.</w:t>
      </w:r>
    </w:p>
    <w:p w14:paraId="0CD77FCC" w14:textId="77777777" w:rsidR="00C90F8D" w:rsidRDefault="00C90F8D">
      <w:r>
        <w:rPr>
          <w:rFonts w:eastAsia="Georgia"/>
        </w:rPr>
        <w:t>— </w:t>
      </w:r>
      <w:r w:rsidR="00AB2DE8">
        <w:t>Monsieur Forestier</w:t>
      </w:r>
      <w:r>
        <w:t xml:space="preserve">, </w:t>
      </w:r>
      <w:r w:rsidR="00AB2DE8">
        <w:t>dit-il</w:t>
      </w:r>
      <w:r>
        <w:t xml:space="preserve">, </w:t>
      </w:r>
      <w:r w:rsidR="00AB2DE8">
        <w:t>martelant ses mots</w:t>
      </w:r>
      <w:r>
        <w:t xml:space="preserve">, </w:t>
      </w:r>
      <w:r w:rsidR="00AB2DE8">
        <w:t>me regardant bien en face</w:t>
      </w:r>
      <w:r>
        <w:t xml:space="preserve">, </w:t>
      </w:r>
      <w:r w:rsidR="00AB2DE8">
        <w:t>vous m</w:t>
      </w:r>
      <w:r>
        <w:t>’</w:t>
      </w:r>
      <w:r w:rsidR="00AB2DE8">
        <w:t>avez beaucoup parlé de votre devoir</w:t>
      </w:r>
      <w:r>
        <w:t xml:space="preserve">. </w:t>
      </w:r>
      <w:r w:rsidR="00AB2DE8">
        <w:t>Je vais</w:t>
      </w:r>
      <w:r>
        <w:t xml:space="preserve">, </w:t>
      </w:r>
      <w:r w:rsidR="00AB2DE8">
        <w:t>moi</w:t>
      </w:r>
      <w:r>
        <w:t xml:space="preserve">, </w:t>
      </w:r>
      <w:r w:rsidR="00AB2DE8">
        <w:t>vous parler du nôtre</w:t>
      </w:r>
      <w:r>
        <w:t xml:space="preserve">. </w:t>
      </w:r>
      <w:r w:rsidR="00AB2DE8">
        <w:t xml:space="preserve">Non seulement le général </w:t>
      </w:r>
      <w:proofErr w:type="spellStart"/>
      <w:r w:rsidR="00AB2DE8">
        <w:t>Sladky</w:t>
      </w:r>
      <w:proofErr w:type="spellEnd"/>
      <w:r w:rsidR="00AB2DE8">
        <w:t xml:space="preserve"> ne fera rien</w:t>
      </w:r>
      <w:r>
        <w:t xml:space="preserve">, </w:t>
      </w:r>
      <w:r w:rsidR="00AB2DE8">
        <w:t>vous m</w:t>
      </w:r>
      <w:r>
        <w:t>’</w:t>
      </w:r>
      <w:r w:rsidR="00AB2DE8">
        <w:t>entendez bien</w:t>
      </w:r>
      <w:r>
        <w:t xml:space="preserve">, </w:t>
      </w:r>
      <w:r w:rsidR="00AB2DE8">
        <w:t>rien</w:t>
      </w:r>
      <w:r>
        <w:t xml:space="preserve">, </w:t>
      </w:r>
      <w:r w:rsidR="00AB2DE8">
        <w:t>mais encore il interdira de tenter quoi que ce soit en faveur des deux aventuriers en question</w:t>
      </w:r>
      <w:r>
        <w:t>.</w:t>
      </w:r>
    </w:p>
    <w:p w14:paraId="58452F2D" w14:textId="77777777" w:rsidR="00C90F8D" w:rsidRDefault="00AB2DE8">
      <w:r>
        <w:t>Je dus</w:t>
      </w:r>
      <w:r w:rsidR="00C90F8D">
        <w:t xml:space="preserve">, </w:t>
      </w:r>
      <w:r>
        <w:t>je m</w:t>
      </w:r>
      <w:r w:rsidR="00C90F8D">
        <w:t>’</w:t>
      </w:r>
      <w:r>
        <w:t>en souviens très nettement</w:t>
      </w:r>
      <w:r w:rsidR="00C90F8D">
        <w:t xml:space="preserve">, </w:t>
      </w:r>
      <w:r>
        <w:t>m</w:t>
      </w:r>
      <w:r w:rsidR="00C90F8D">
        <w:t>’</w:t>
      </w:r>
      <w:r>
        <w:t>adosser à la muraille pour ne pas tomber</w:t>
      </w:r>
      <w:r w:rsidR="00C90F8D">
        <w:t>.</w:t>
      </w:r>
    </w:p>
    <w:p w14:paraId="4E4E1085" w14:textId="77777777" w:rsidR="00C90F8D" w:rsidRDefault="00C90F8D">
      <w:r>
        <w:rPr>
          <w:rFonts w:eastAsia="Georgia"/>
        </w:rPr>
        <w:lastRenderedPageBreak/>
        <w:t>— </w:t>
      </w:r>
      <w:r w:rsidR="00AB2DE8">
        <w:t>Monsieur</w:t>
      </w:r>
      <w:r>
        <w:t xml:space="preserve">, </w:t>
      </w:r>
      <w:r w:rsidR="00AB2DE8">
        <w:t>balbutiai-je</w:t>
      </w:r>
      <w:r>
        <w:t xml:space="preserve">, </w:t>
      </w:r>
      <w:r w:rsidR="00AB2DE8">
        <w:t>les personnes dont il s</w:t>
      </w:r>
      <w:r>
        <w:t>’</w:t>
      </w:r>
      <w:r w:rsidR="00AB2DE8">
        <w:t>agit</w:t>
      </w:r>
      <w:r>
        <w:t xml:space="preserve">, </w:t>
      </w:r>
      <w:r w:rsidR="00AB2DE8">
        <w:t>j</w:t>
      </w:r>
      <w:r>
        <w:t>’</w:t>
      </w:r>
      <w:r w:rsidR="00AB2DE8">
        <w:t>ai eu l</w:t>
      </w:r>
      <w:r>
        <w:t>’</w:t>
      </w:r>
      <w:r w:rsidR="00AB2DE8">
        <w:t>honneur de vous le dire</w:t>
      </w:r>
      <w:r>
        <w:t xml:space="preserve">, </w:t>
      </w:r>
      <w:r w:rsidR="00AB2DE8">
        <w:t>sont mes hôtes</w:t>
      </w:r>
      <w:r>
        <w:t xml:space="preserve">. </w:t>
      </w:r>
      <w:r w:rsidR="00AB2DE8">
        <w:t>En conséquence</w:t>
      </w:r>
      <w:r>
        <w:t xml:space="preserve">, </w:t>
      </w:r>
      <w:r w:rsidR="00AB2DE8">
        <w:t>c</w:t>
      </w:r>
      <w:r>
        <w:t>’</w:t>
      </w:r>
      <w:r w:rsidR="00AB2DE8">
        <w:t>est à moi que de telles paroles</w:t>
      </w:r>
      <w:r>
        <w:t>…</w:t>
      </w:r>
    </w:p>
    <w:p w14:paraId="62F96EDA" w14:textId="77777777" w:rsidR="00C90F8D" w:rsidRDefault="00C90F8D">
      <w:r>
        <w:rPr>
          <w:rFonts w:eastAsia="Georgia"/>
        </w:rPr>
        <w:t>— </w:t>
      </w:r>
      <w:r w:rsidR="00AB2DE8">
        <w:t>Vos hôtes</w:t>
      </w:r>
      <w:r>
        <w:t xml:space="preserve"> ? </w:t>
      </w:r>
      <w:r w:rsidR="00AB2DE8">
        <w:t>fit-il</w:t>
      </w:r>
      <w:r>
        <w:t xml:space="preserve">, </w:t>
      </w:r>
      <w:r w:rsidR="00AB2DE8">
        <w:t>plus brutalement encore</w:t>
      </w:r>
      <w:r>
        <w:t xml:space="preserve">. </w:t>
      </w:r>
      <w:r w:rsidR="00AB2DE8">
        <w:t>C</w:t>
      </w:r>
      <w:r>
        <w:t>’</w:t>
      </w:r>
      <w:r w:rsidR="00AB2DE8">
        <w:t>est à mourir de rire</w:t>
      </w:r>
      <w:r>
        <w:t xml:space="preserve">. </w:t>
      </w:r>
      <w:r w:rsidR="00AB2DE8">
        <w:t>Depuis quand les connaissez-vous</w:t>
      </w:r>
      <w:r>
        <w:t xml:space="preserve"> ? </w:t>
      </w:r>
      <w:r w:rsidR="00AB2DE8">
        <w:t>Comment les avez-vous connus</w:t>
      </w:r>
      <w:r>
        <w:t> ?</w:t>
      </w:r>
    </w:p>
    <w:p w14:paraId="2FC0DC20" w14:textId="77777777" w:rsidR="00C90F8D" w:rsidRDefault="00AB2DE8">
      <w:r>
        <w:t>Il s</w:t>
      </w:r>
      <w:r w:rsidR="00C90F8D">
        <w:t>’</w:t>
      </w:r>
      <w:r>
        <w:t>aperçut que je chancelais</w:t>
      </w:r>
      <w:r w:rsidR="00C90F8D">
        <w:t>.</w:t>
      </w:r>
    </w:p>
    <w:p w14:paraId="11CD6BB4" w14:textId="77777777" w:rsidR="00C90F8D" w:rsidRDefault="00C90F8D">
      <w:r>
        <w:rPr>
          <w:rFonts w:eastAsia="Georgia"/>
        </w:rPr>
        <w:t>— </w:t>
      </w:r>
      <w:r w:rsidR="00AB2DE8">
        <w:t>Allons</w:t>
      </w:r>
      <w:r>
        <w:t xml:space="preserve">, </w:t>
      </w:r>
      <w:r w:rsidR="00AB2DE8">
        <w:t>asseyez-vous</w:t>
      </w:r>
      <w:r>
        <w:t xml:space="preserve">. </w:t>
      </w:r>
      <w:r w:rsidR="00AB2DE8">
        <w:t>Si vous pouviez vous voir</w:t>
      </w:r>
      <w:r>
        <w:t xml:space="preserve"> ! </w:t>
      </w:r>
      <w:r w:rsidR="00AB2DE8">
        <w:t>Vous êtes blanc comme une serviette</w:t>
      </w:r>
      <w:r>
        <w:t xml:space="preserve">. </w:t>
      </w:r>
      <w:r w:rsidR="00AB2DE8">
        <w:t>Pardonnez-moi de vous parler comme je le fais</w:t>
      </w:r>
      <w:r>
        <w:t xml:space="preserve">, </w:t>
      </w:r>
      <w:r w:rsidR="00AB2DE8">
        <w:t>mais comment n</w:t>
      </w:r>
      <w:r>
        <w:t>’</w:t>
      </w:r>
      <w:r w:rsidR="00AB2DE8">
        <w:t>avez-vous pas compris qu</w:t>
      </w:r>
      <w:r>
        <w:t>’</w:t>
      </w:r>
      <w:r w:rsidR="00AB2DE8">
        <w:t>ici nous étions au courant de tout</w:t>
      </w:r>
      <w:r>
        <w:t xml:space="preserve">, </w:t>
      </w:r>
      <w:r w:rsidR="00AB2DE8">
        <w:t>hélas</w:t>
      </w:r>
      <w:r>
        <w:t xml:space="preserve"> ! </w:t>
      </w:r>
      <w:r w:rsidR="00AB2DE8">
        <w:t>oui</w:t>
      </w:r>
      <w:r>
        <w:t xml:space="preserve">, </w:t>
      </w:r>
      <w:r w:rsidR="00AB2DE8">
        <w:t>de tout</w:t>
      </w:r>
      <w:r>
        <w:t> ?</w:t>
      </w:r>
    </w:p>
    <w:p w14:paraId="51FD659D" w14:textId="77777777" w:rsidR="00C90F8D" w:rsidRDefault="00AB2DE8">
      <w:r>
        <w:t>Il répéta</w:t>
      </w:r>
      <w:r w:rsidR="00C90F8D">
        <w:t> :</w:t>
      </w:r>
    </w:p>
    <w:p w14:paraId="2F2CED64" w14:textId="77777777" w:rsidR="00C90F8D" w:rsidRDefault="00C90F8D">
      <w:r>
        <w:rPr>
          <w:rFonts w:eastAsia="Georgia"/>
        </w:rPr>
        <w:t>— </w:t>
      </w:r>
      <w:r w:rsidR="00AB2DE8">
        <w:t>Asseyez-vous</w:t>
      </w:r>
      <w:r>
        <w:t xml:space="preserve"> ! </w:t>
      </w:r>
      <w:r w:rsidR="00AB2DE8">
        <w:t>Encore une fois</w:t>
      </w:r>
      <w:r>
        <w:t xml:space="preserve">, </w:t>
      </w:r>
      <w:r w:rsidR="00AB2DE8">
        <w:t xml:space="preserve">nous savons </w:t>
      </w:r>
      <w:proofErr w:type="spellStart"/>
      <w:r w:rsidR="00AB2DE8">
        <w:t>tout</w:t>
      </w:r>
      <w:proofErr w:type="spellEnd"/>
      <w:r>
        <w:t xml:space="preserve">, </w:t>
      </w:r>
      <w:r w:rsidR="00AB2DE8">
        <w:t>sans doute des choses que vous ignorez</w:t>
      </w:r>
      <w:r>
        <w:t xml:space="preserve">, </w:t>
      </w:r>
      <w:r w:rsidR="00AB2DE8">
        <w:t>car autrement vous n</w:t>
      </w:r>
      <w:r>
        <w:t>’</w:t>
      </w:r>
      <w:r w:rsidR="00AB2DE8">
        <w:t>auriez tout de même pas eu l</w:t>
      </w:r>
      <w:r>
        <w:t>’</w:t>
      </w:r>
      <w:r w:rsidR="00AB2DE8">
        <w:t>inconscience de tenter de nous apitoyer sur le sort de ces scélérats</w:t>
      </w:r>
      <w:r>
        <w:t>.</w:t>
      </w:r>
    </w:p>
    <w:p w14:paraId="199896D2" w14:textId="77777777" w:rsidR="00C90F8D" w:rsidRDefault="00C90F8D">
      <w:r>
        <w:rPr>
          <w:rFonts w:eastAsia="Georgia"/>
        </w:rPr>
        <w:t>— </w:t>
      </w:r>
      <w:r w:rsidR="00AB2DE8">
        <w:t>Mon commandant</w:t>
      </w:r>
      <w:r>
        <w:t> !…</w:t>
      </w:r>
    </w:p>
    <w:p w14:paraId="34821A97" w14:textId="77777777" w:rsidR="00C90F8D" w:rsidRDefault="00C90F8D">
      <w:r>
        <w:rPr>
          <w:rFonts w:eastAsia="Georgia"/>
        </w:rPr>
        <w:t>— </w:t>
      </w:r>
      <w:r w:rsidR="00AB2DE8">
        <w:t>Oh</w:t>
      </w:r>
      <w:r>
        <w:t xml:space="preserve"> ! </w:t>
      </w:r>
      <w:r w:rsidR="00AB2DE8">
        <w:t>je vous en prie</w:t>
      </w:r>
      <w:r>
        <w:t xml:space="preserve">, </w:t>
      </w:r>
      <w:r w:rsidR="00AB2DE8">
        <w:t>pas d</w:t>
      </w:r>
      <w:r>
        <w:t>’</w:t>
      </w:r>
      <w:r w:rsidR="00AB2DE8">
        <w:t>indignation</w:t>
      </w:r>
      <w:r>
        <w:t xml:space="preserve">. </w:t>
      </w:r>
      <w:r w:rsidR="00AB2DE8">
        <w:t>Je n</w:t>
      </w:r>
      <w:r>
        <w:t>’</w:t>
      </w:r>
      <w:r w:rsidR="00AB2DE8">
        <w:t>ai pas le cœur à mâcher mes mots</w:t>
      </w:r>
      <w:r>
        <w:t xml:space="preserve">. </w:t>
      </w:r>
      <w:r w:rsidR="00AB2DE8">
        <w:t>Dites-moi</w:t>
      </w:r>
      <w:r>
        <w:t xml:space="preserve">, </w:t>
      </w:r>
      <w:r w:rsidR="00AB2DE8">
        <w:t>vous avez entendu parler du colonel Gregor</w:t>
      </w:r>
      <w:r>
        <w:t xml:space="preserve">, </w:t>
      </w:r>
      <w:r w:rsidR="00AB2DE8">
        <w:t>n</w:t>
      </w:r>
      <w:r>
        <w:t>’</w:t>
      </w:r>
      <w:r w:rsidR="00AB2DE8">
        <w:t>est-ce pas</w:t>
      </w:r>
      <w:r>
        <w:t> ?</w:t>
      </w:r>
    </w:p>
    <w:p w14:paraId="6499C736" w14:textId="77777777" w:rsidR="00C90F8D" w:rsidRDefault="00AB2DE8">
      <w:r>
        <w:t>J</w:t>
      </w:r>
      <w:r w:rsidR="00C90F8D">
        <w:t>’</w:t>
      </w:r>
      <w:r>
        <w:t>inclinai la tête</w:t>
      </w:r>
      <w:r w:rsidR="00C90F8D">
        <w:t>.</w:t>
      </w:r>
    </w:p>
    <w:p w14:paraId="0CAF1497" w14:textId="77777777" w:rsidR="00C90F8D" w:rsidRDefault="00C90F8D">
      <w:r>
        <w:rPr>
          <w:rFonts w:eastAsia="Georgia"/>
        </w:rPr>
        <w:t>— </w:t>
      </w:r>
      <w:r w:rsidR="00AB2DE8">
        <w:t>Eh bien</w:t>
      </w:r>
      <w:r>
        <w:t xml:space="preserve">, </w:t>
      </w:r>
      <w:r w:rsidR="00AB2DE8">
        <w:t>savez-vous ce qu</w:t>
      </w:r>
      <w:r>
        <w:t>’</w:t>
      </w:r>
      <w:r w:rsidR="00AB2DE8">
        <w:t>il lui est arrivé</w:t>
      </w:r>
      <w:r>
        <w:t xml:space="preserve">, </w:t>
      </w:r>
      <w:r w:rsidR="00AB2DE8">
        <w:t>ces jours-ci</w:t>
      </w:r>
      <w:r>
        <w:t xml:space="preserve">, </w:t>
      </w:r>
      <w:r w:rsidR="00AB2DE8">
        <w:t>au colonel Gregor</w:t>
      </w:r>
      <w:r>
        <w:t xml:space="preserve">, </w:t>
      </w:r>
      <w:r w:rsidR="00AB2DE8">
        <w:t>pour s</w:t>
      </w:r>
      <w:r>
        <w:t>’</w:t>
      </w:r>
      <w:r w:rsidR="00AB2DE8">
        <w:t>être toqué d</w:t>
      </w:r>
      <w:r>
        <w:t>’</w:t>
      </w:r>
      <w:r w:rsidR="00AB2DE8">
        <w:t>une</w:t>
      </w:r>
      <w:r>
        <w:t>… ?</w:t>
      </w:r>
    </w:p>
    <w:p w14:paraId="5AD52D34" w14:textId="77777777" w:rsidR="00C90F8D" w:rsidRDefault="00AB2DE8">
      <w:r>
        <w:t>Je poussai un cri si douloureux qu</w:t>
      </w:r>
      <w:r w:rsidR="00C90F8D">
        <w:t>’</w:t>
      </w:r>
      <w:r>
        <w:t>il s</w:t>
      </w:r>
      <w:r w:rsidR="00C90F8D">
        <w:t>’</w:t>
      </w:r>
      <w:r>
        <w:t>arrêta net</w:t>
      </w:r>
      <w:r w:rsidR="00C90F8D">
        <w:t xml:space="preserve">. </w:t>
      </w:r>
      <w:r>
        <w:t>Ses yeux s</w:t>
      </w:r>
      <w:r w:rsidR="00C90F8D">
        <w:t>’</w:t>
      </w:r>
      <w:r>
        <w:t>emplirent de stupeur</w:t>
      </w:r>
      <w:r w:rsidR="00C90F8D">
        <w:t xml:space="preserve">, </w:t>
      </w:r>
      <w:r>
        <w:t>et j</w:t>
      </w:r>
      <w:r w:rsidR="00C90F8D">
        <w:t>’</w:t>
      </w:r>
      <w:r>
        <w:t>entendis</w:t>
      </w:r>
      <w:r w:rsidR="00C90F8D">
        <w:t xml:space="preserve">, </w:t>
      </w:r>
      <w:r>
        <w:t>je devinai plutôt qu</w:t>
      </w:r>
      <w:r w:rsidR="00C90F8D">
        <w:t>’</w:t>
      </w:r>
      <w:r>
        <w:t>il murmurait</w:t>
      </w:r>
      <w:r w:rsidR="00C90F8D">
        <w:t> :</w:t>
      </w:r>
    </w:p>
    <w:p w14:paraId="48380501" w14:textId="77777777" w:rsidR="00C90F8D" w:rsidRDefault="00C90F8D">
      <w:r>
        <w:rPr>
          <w:rFonts w:eastAsia="Georgia"/>
        </w:rPr>
        <w:lastRenderedPageBreak/>
        <w:t>— </w:t>
      </w:r>
      <w:r w:rsidR="00AB2DE8">
        <w:t>Lui aussi</w:t>
      </w:r>
      <w:r>
        <w:t> !</w:t>
      </w:r>
    </w:p>
    <w:p w14:paraId="1BF9A3F1" w14:textId="3F33FB2F" w:rsidR="00C90F8D" w:rsidRDefault="00C90F8D"/>
    <w:p w14:paraId="2569A15C" w14:textId="77777777" w:rsidR="00C90F8D" w:rsidRDefault="00C90F8D">
      <w:r>
        <w:t>— </w:t>
      </w:r>
      <w:r w:rsidR="00AB2DE8">
        <w:t>Cela va-t-il mieux</w:t>
      </w:r>
      <w:r>
        <w:t xml:space="preserve"> ? </w:t>
      </w:r>
      <w:r w:rsidR="00AB2DE8">
        <w:t>demanda au bout de quelques instants</w:t>
      </w:r>
      <w:r>
        <w:t xml:space="preserve">, </w:t>
      </w:r>
      <w:r w:rsidR="00AB2DE8">
        <w:t>d</w:t>
      </w:r>
      <w:r>
        <w:t>’</w:t>
      </w:r>
      <w:r w:rsidR="00AB2DE8">
        <w:t>une voix devenue presque douce</w:t>
      </w:r>
      <w:r>
        <w:t xml:space="preserve">, </w:t>
      </w:r>
      <w:r w:rsidR="00AB2DE8">
        <w:t>le commandant Zeyer</w:t>
      </w:r>
      <w:r>
        <w:t>.</w:t>
      </w:r>
    </w:p>
    <w:p w14:paraId="61584C4E" w14:textId="77777777" w:rsidR="00C90F8D" w:rsidRDefault="00C90F8D">
      <w:r>
        <w:rPr>
          <w:rFonts w:eastAsia="Georgia"/>
        </w:rPr>
        <w:t>— </w:t>
      </w:r>
      <w:r w:rsidR="00AB2DE8">
        <w:t>Je vous en supplie</w:t>
      </w:r>
      <w:r>
        <w:t xml:space="preserve">, </w:t>
      </w:r>
      <w:r w:rsidR="00AB2DE8">
        <w:t>dis-je</w:t>
      </w:r>
      <w:r>
        <w:t xml:space="preserve">, </w:t>
      </w:r>
      <w:r w:rsidR="00AB2DE8">
        <w:t>parlez-moi</w:t>
      </w:r>
      <w:r>
        <w:t xml:space="preserve">, </w:t>
      </w:r>
      <w:r w:rsidR="00AB2DE8">
        <w:t>je veux savoir</w:t>
      </w:r>
      <w:r>
        <w:t>.</w:t>
      </w:r>
    </w:p>
    <w:p w14:paraId="6CEBBB5C" w14:textId="77777777" w:rsidR="00C90F8D" w:rsidRDefault="00AB2DE8">
      <w:r>
        <w:t>Il hocha la tête</w:t>
      </w:r>
      <w:r w:rsidR="00C90F8D">
        <w:t>.</w:t>
      </w:r>
    </w:p>
    <w:p w14:paraId="7C4018E4" w14:textId="77777777" w:rsidR="00C90F8D" w:rsidRDefault="00C90F8D">
      <w:r>
        <w:rPr>
          <w:rFonts w:eastAsia="Georgia"/>
        </w:rPr>
        <w:t>— </w:t>
      </w:r>
      <w:r w:rsidR="00AB2DE8">
        <w:t>Vous ne m</w:t>
      </w:r>
      <w:r>
        <w:t>’</w:t>
      </w:r>
      <w:r w:rsidR="00AB2DE8">
        <w:t>en voudrez pas</w:t>
      </w:r>
      <w:r>
        <w:t> ?</w:t>
      </w:r>
    </w:p>
    <w:p w14:paraId="44D6CD7B" w14:textId="77777777" w:rsidR="00C90F8D" w:rsidRDefault="00C90F8D">
      <w:r>
        <w:rPr>
          <w:rFonts w:eastAsia="Georgia"/>
        </w:rPr>
        <w:t>— </w:t>
      </w:r>
      <w:r w:rsidR="00AB2DE8">
        <w:t>Non</w:t>
      </w:r>
      <w:r>
        <w:t xml:space="preserve">, </w:t>
      </w:r>
      <w:r w:rsidR="00AB2DE8">
        <w:t>au contraire</w:t>
      </w:r>
      <w:r>
        <w:t>.</w:t>
      </w:r>
    </w:p>
    <w:p w14:paraId="30C910DC" w14:textId="77777777" w:rsidR="00C90F8D" w:rsidRDefault="00C90F8D">
      <w:r>
        <w:rPr>
          <w:rFonts w:eastAsia="Georgia"/>
        </w:rPr>
        <w:t>— </w:t>
      </w:r>
      <w:r w:rsidR="00AB2DE8">
        <w:t>Oh</w:t>
      </w:r>
      <w:r>
        <w:t xml:space="preserve"> ! </w:t>
      </w:r>
      <w:r w:rsidR="00AB2DE8">
        <w:t>au contraire</w:t>
      </w:r>
      <w:r>
        <w:t xml:space="preserve">, </w:t>
      </w:r>
      <w:r w:rsidR="00AB2DE8">
        <w:t>c</w:t>
      </w:r>
      <w:r>
        <w:t>’</w:t>
      </w:r>
      <w:r w:rsidR="00AB2DE8">
        <w:t>est beaucoup dire</w:t>
      </w:r>
      <w:r>
        <w:t xml:space="preserve">. </w:t>
      </w:r>
      <w:r w:rsidR="00AB2DE8">
        <w:t>Enfin</w:t>
      </w:r>
      <w:r>
        <w:t xml:space="preserve">, </w:t>
      </w:r>
      <w:r w:rsidR="00AB2DE8">
        <w:t>allons-y</w:t>
      </w:r>
      <w:r>
        <w:t xml:space="preserve">. </w:t>
      </w:r>
      <w:r w:rsidR="00AB2DE8">
        <w:t>Vous êtes un homme</w:t>
      </w:r>
      <w:r>
        <w:t xml:space="preserve">, </w:t>
      </w:r>
      <w:r w:rsidR="00AB2DE8">
        <w:t>après tout</w:t>
      </w:r>
      <w:r>
        <w:t xml:space="preserve">, </w:t>
      </w:r>
      <w:r w:rsidR="00AB2DE8">
        <w:t>tonnerre</w:t>
      </w:r>
      <w:r>
        <w:t xml:space="preserve"> ! </w:t>
      </w:r>
      <w:r w:rsidR="00AB2DE8">
        <w:t>Eh bien</w:t>
      </w:r>
      <w:r>
        <w:t xml:space="preserve">, </w:t>
      </w:r>
      <w:r w:rsidR="00AB2DE8">
        <w:t>il y avait une fois un autre homme qui s</w:t>
      </w:r>
      <w:r>
        <w:t>’</w:t>
      </w:r>
      <w:r w:rsidR="00AB2DE8">
        <w:t>appelait le colonel Gregor</w:t>
      </w:r>
      <w:r>
        <w:t xml:space="preserve">. </w:t>
      </w:r>
      <w:r w:rsidR="00AB2DE8">
        <w:t>Nul ne peut mieux que moi vous dire ce qu</w:t>
      </w:r>
      <w:r>
        <w:t>’</w:t>
      </w:r>
      <w:r w:rsidR="00AB2DE8">
        <w:t>il était</w:t>
      </w:r>
      <w:r>
        <w:t xml:space="preserve"> : </w:t>
      </w:r>
      <w:r w:rsidR="00AB2DE8">
        <w:t>la bonté</w:t>
      </w:r>
      <w:r>
        <w:t xml:space="preserve">, </w:t>
      </w:r>
      <w:r w:rsidR="00AB2DE8">
        <w:t>la bravoure</w:t>
      </w:r>
      <w:r>
        <w:t xml:space="preserve">, </w:t>
      </w:r>
      <w:r w:rsidR="00AB2DE8">
        <w:t>l</w:t>
      </w:r>
      <w:r>
        <w:t>’</w:t>
      </w:r>
      <w:r w:rsidR="00AB2DE8">
        <w:t>honneur</w:t>
      </w:r>
      <w:r>
        <w:t xml:space="preserve"> ; </w:t>
      </w:r>
      <w:r w:rsidR="00AB2DE8">
        <w:t>une femme</w:t>
      </w:r>
      <w:r>
        <w:t xml:space="preserve">, </w:t>
      </w:r>
      <w:r w:rsidR="00AB2DE8">
        <w:t>la sienne</w:t>
      </w:r>
      <w:r>
        <w:t xml:space="preserve">, </w:t>
      </w:r>
      <w:r w:rsidR="00AB2DE8">
        <w:t>là-bas</w:t>
      </w:r>
      <w:r>
        <w:t xml:space="preserve">, </w:t>
      </w:r>
      <w:r w:rsidR="00AB2DE8">
        <w:t>à Prague</w:t>
      </w:r>
      <w:r>
        <w:t xml:space="preserve">, </w:t>
      </w:r>
      <w:r w:rsidR="00AB2DE8">
        <w:t>qui l</w:t>
      </w:r>
      <w:r>
        <w:t>’</w:t>
      </w:r>
      <w:r w:rsidR="00AB2DE8">
        <w:t>adorait</w:t>
      </w:r>
      <w:r>
        <w:t xml:space="preserve">. </w:t>
      </w:r>
      <w:r w:rsidR="00AB2DE8">
        <w:t>Tout cela réduit à rien</w:t>
      </w:r>
      <w:r>
        <w:t xml:space="preserve">, </w:t>
      </w:r>
      <w:r w:rsidR="00AB2DE8">
        <w:t>soufflé</w:t>
      </w:r>
      <w:r>
        <w:t xml:space="preserve">, </w:t>
      </w:r>
      <w:r w:rsidR="00AB2DE8">
        <w:t>balayé</w:t>
      </w:r>
      <w:r>
        <w:t xml:space="preserve"> ! </w:t>
      </w:r>
      <w:r w:rsidR="00AB2DE8">
        <w:t>Et par qui</w:t>
      </w:r>
      <w:r>
        <w:t xml:space="preserve">, </w:t>
      </w:r>
      <w:r w:rsidR="00AB2DE8">
        <w:t>pour qui</w:t>
      </w:r>
      <w:r>
        <w:t xml:space="preserve">, </w:t>
      </w:r>
      <w:r w:rsidR="00AB2DE8">
        <w:t>mon Dieu</w:t>
      </w:r>
      <w:r>
        <w:t xml:space="preserve"> ! </w:t>
      </w:r>
      <w:r w:rsidR="00AB2DE8">
        <w:t>Ah</w:t>
      </w:r>
      <w:r>
        <w:t xml:space="preserve"> ! </w:t>
      </w:r>
      <w:r w:rsidR="00AB2DE8">
        <w:t>la garce</w:t>
      </w:r>
      <w:r>
        <w:t> !</w:t>
      </w:r>
    </w:p>
    <w:p w14:paraId="74606015" w14:textId="77777777" w:rsidR="00C90F8D" w:rsidRDefault="00AB2DE8">
      <w:r>
        <w:t>Ses poings se crispèrent</w:t>
      </w:r>
      <w:r w:rsidR="00C90F8D">
        <w:t>.</w:t>
      </w:r>
    </w:p>
    <w:p w14:paraId="789E35F4" w14:textId="77777777" w:rsidR="00C90F8D" w:rsidRDefault="00C90F8D">
      <w:r>
        <w:rPr>
          <w:rFonts w:eastAsia="Georgia"/>
        </w:rPr>
        <w:t>— </w:t>
      </w:r>
      <w:r w:rsidR="00AB2DE8">
        <w:t>Cela a commencé il y a un peu plus de deux ans</w:t>
      </w:r>
      <w:r>
        <w:t xml:space="preserve">, </w:t>
      </w:r>
      <w:r w:rsidR="00AB2DE8">
        <w:t>en Ukraine</w:t>
      </w:r>
      <w:r>
        <w:t xml:space="preserve">. </w:t>
      </w:r>
      <w:r w:rsidR="00AB2DE8">
        <w:t>J</w:t>
      </w:r>
      <w:r>
        <w:t>’</w:t>
      </w:r>
      <w:r w:rsidR="00AB2DE8">
        <w:t>étais là</w:t>
      </w:r>
      <w:r>
        <w:t xml:space="preserve"> ; </w:t>
      </w:r>
      <w:r w:rsidR="00AB2DE8">
        <w:t>j</w:t>
      </w:r>
      <w:r>
        <w:t>’</w:t>
      </w:r>
      <w:r w:rsidR="00AB2DE8">
        <w:t>ai vu comment ils ont opéré</w:t>
      </w:r>
      <w:r>
        <w:t xml:space="preserve">. </w:t>
      </w:r>
      <w:r w:rsidR="00AB2DE8">
        <w:t>Ah</w:t>
      </w:r>
      <w:r>
        <w:t xml:space="preserve"> ! </w:t>
      </w:r>
      <w:r w:rsidR="00AB2DE8">
        <w:t>je vous jure que ça a été du beau travail de la part de ces deux gredins</w:t>
      </w:r>
      <w:r>
        <w:t xml:space="preserve">… </w:t>
      </w:r>
      <w:r w:rsidR="00AB2DE8">
        <w:t>Lui</w:t>
      </w:r>
      <w:r>
        <w:t xml:space="preserve">, </w:t>
      </w:r>
      <w:r w:rsidR="00AB2DE8">
        <w:t>je ne vous ferai pas l</w:t>
      </w:r>
      <w:r>
        <w:t>’</w:t>
      </w:r>
      <w:r w:rsidR="00AB2DE8">
        <w:t>affront de vous tracer son portrait</w:t>
      </w:r>
      <w:r>
        <w:t xml:space="preserve">. </w:t>
      </w:r>
      <w:r w:rsidR="00AB2DE8">
        <w:t>Vous connaissez cette boue</w:t>
      </w:r>
      <w:r>
        <w:t xml:space="preserve">. </w:t>
      </w:r>
      <w:r w:rsidR="00AB2DE8">
        <w:t>Et elle</w:t>
      </w:r>
      <w:r>
        <w:t xml:space="preserve"> ? </w:t>
      </w:r>
      <w:r w:rsidR="00AB2DE8">
        <w:t>Elle</w:t>
      </w:r>
      <w:r>
        <w:t xml:space="preserve">, </w:t>
      </w:r>
      <w:r w:rsidR="00AB2DE8">
        <w:t>c</w:t>
      </w:r>
      <w:r>
        <w:t>’</w:t>
      </w:r>
      <w:r w:rsidR="00AB2DE8">
        <w:t>est pis encore</w:t>
      </w:r>
      <w:r>
        <w:t xml:space="preserve">. </w:t>
      </w:r>
      <w:r w:rsidR="00AB2DE8">
        <w:t>Lorsque nous sommes partis</w:t>
      </w:r>
      <w:r>
        <w:t xml:space="preserve">, </w:t>
      </w:r>
      <w:r w:rsidR="00AB2DE8">
        <w:t>que nos régiments se sont formés sur l</w:t>
      </w:r>
      <w:r>
        <w:t>’</w:t>
      </w:r>
      <w:r w:rsidR="00AB2DE8">
        <w:t>Oural</w:t>
      </w:r>
      <w:r>
        <w:t xml:space="preserve">, </w:t>
      </w:r>
      <w:r w:rsidR="00AB2DE8">
        <w:t>j</w:t>
      </w:r>
      <w:r>
        <w:t>’</w:t>
      </w:r>
      <w:r w:rsidR="00AB2DE8">
        <w:t>ai cru que mon ami échappait à leurs griffes</w:t>
      </w:r>
      <w:r>
        <w:t xml:space="preserve">. </w:t>
      </w:r>
      <w:r w:rsidR="00AB2DE8">
        <w:t>Songez à notre rage en apprenant qu</w:t>
      </w:r>
      <w:r>
        <w:t>’</w:t>
      </w:r>
      <w:r w:rsidR="00AB2DE8">
        <w:t>ils l</w:t>
      </w:r>
      <w:r>
        <w:t>’</w:t>
      </w:r>
      <w:r w:rsidR="00AB2DE8">
        <w:t>avaient suivi</w:t>
      </w:r>
      <w:r>
        <w:t xml:space="preserve">, </w:t>
      </w:r>
      <w:r w:rsidR="00AB2DE8">
        <w:t>qu</w:t>
      </w:r>
      <w:r>
        <w:t>’</w:t>
      </w:r>
      <w:r w:rsidR="00AB2DE8">
        <w:t>il en était à ce degré d</w:t>
      </w:r>
      <w:r>
        <w:t>’</w:t>
      </w:r>
      <w:r w:rsidR="00AB2DE8">
        <w:t>aberration d</w:t>
      </w:r>
      <w:r>
        <w:t>’</w:t>
      </w:r>
      <w:r w:rsidR="00AB2DE8">
        <w:t>installer sous votre toit sa maîtresse</w:t>
      </w:r>
      <w:r>
        <w:t xml:space="preserve"> ! </w:t>
      </w:r>
      <w:r w:rsidR="00AB2DE8">
        <w:t>Dois-je continuer</w:t>
      </w:r>
      <w:r>
        <w:t> ?</w:t>
      </w:r>
    </w:p>
    <w:p w14:paraId="655FAC59" w14:textId="77777777" w:rsidR="00C90F8D" w:rsidRDefault="00C90F8D">
      <w:r>
        <w:rPr>
          <w:rFonts w:eastAsia="Georgia"/>
        </w:rPr>
        <w:lastRenderedPageBreak/>
        <w:t>— </w:t>
      </w:r>
      <w:r w:rsidR="00AB2DE8">
        <w:t>Oui</w:t>
      </w:r>
      <w:r>
        <w:t>.</w:t>
      </w:r>
    </w:p>
    <w:p w14:paraId="666BF329" w14:textId="77777777" w:rsidR="00C90F8D" w:rsidRDefault="00C90F8D">
      <w:r>
        <w:rPr>
          <w:rFonts w:eastAsia="Georgia"/>
        </w:rPr>
        <w:t>— </w:t>
      </w:r>
      <w:r w:rsidR="00AB2DE8">
        <w:t>D</w:t>
      </w:r>
      <w:r>
        <w:t>’</w:t>
      </w:r>
      <w:r w:rsidR="00AB2DE8">
        <w:t>ailleurs</w:t>
      </w:r>
      <w:r>
        <w:t xml:space="preserve">, </w:t>
      </w:r>
      <w:r w:rsidR="00AB2DE8">
        <w:t>vous vous doutez du reste</w:t>
      </w:r>
      <w:r>
        <w:t xml:space="preserve">. </w:t>
      </w:r>
      <w:r w:rsidR="00AB2DE8">
        <w:t>Ces gens-là</w:t>
      </w:r>
      <w:r>
        <w:t xml:space="preserve">, </w:t>
      </w:r>
      <w:r w:rsidR="00AB2DE8">
        <w:t>qui sait ce qu</w:t>
      </w:r>
      <w:r>
        <w:t>’</w:t>
      </w:r>
      <w:r w:rsidR="00AB2DE8">
        <w:t>ils lui ont coûté</w:t>
      </w:r>
      <w:r>
        <w:t xml:space="preserve"> ! </w:t>
      </w:r>
      <w:r w:rsidR="00AB2DE8">
        <w:t>Il avait un peu de fortune</w:t>
      </w:r>
      <w:r>
        <w:t xml:space="preserve">. </w:t>
      </w:r>
      <w:r w:rsidR="00AB2DE8">
        <w:t>Ils la lui ont mangée</w:t>
      </w:r>
      <w:r>
        <w:t xml:space="preserve">. </w:t>
      </w:r>
      <w:r w:rsidR="00AB2DE8">
        <w:t>Et puis</w:t>
      </w:r>
      <w:r>
        <w:t xml:space="preserve">, </w:t>
      </w:r>
      <w:r w:rsidR="00AB2DE8">
        <w:t>et puis</w:t>
      </w:r>
      <w:r>
        <w:t xml:space="preserve">… </w:t>
      </w:r>
      <w:r w:rsidR="00AB2DE8">
        <w:t>on va vite</w:t>
      </w:r>
      <w:r>
        <w:t xml:space="preserve">, </w:t>
      </w:r>
      <w:r w:rsidR="00AB2DE8">
        <w:t>dans cette voie</w:t>
      </w:r>
      <w:r>
        <w:t xml:space="preserve">. </w:t>
      </w:r>
      <w:r w:rsidR="00AB2DE8">
        <w:t>Ah</w:t>
      </w:r>
      <w:r>
        <w:t xml:space="preserve"> ! </w:t>
      </w:r>
      <w:r w:rsidR="00AB2DE8">
        <w:t>quand je pense que si nous avions évacué ce sale pays trois mois plus tôt</w:t>
      </w:r>
      <w:r>
        <w:t xml:space="preserve">, </w:t>
      </w:r>
      <w:r w:rsidR="00AB2DE8">
        <w:t>Gregor eût peut-être été sauvé</w:t>
      </w:r>
      <w:r>
        <w:t xml:space="preserve"> !… </w:t>
      </w:r>
      <w:r w:rsidR="00AB2DE8">
        <w:t>Tandis qu</w:t>
      </w:r>
      <w:r>
        <w:t>’</w:t>
      </w:r>
      <w:r w:rsidR="00AB2DE8">
        <w:t>aujourd</w:t>
      </w:r>
      <w:r>
        <w:t>’</w:t>
      </w:r>
      <w:r w:rsidR="00AB2DE8">
        <w:t>hui</w:t>
      </w:r>
      <w:r>
        <w:t xml:space="preserve">… </w:t>
      </w:r>
      <w:r w:rsidR="00AB2DE8">
        <w:t>Un colonel gouverneur de district</w:t>
      </w:r>
      <w:r>
        <w:t xml:space="preserve">, </w:t>
      </w:r>
      <w:r w:rsidR="00AB2DE8">
        <w:t>en temps de guerre</w:t>
      </w:r>
      <w:r>
        <w:t xml:space="preserve">, </w:t>
      </w:r>
      <w:r w:rsidR="00AB2DE8">
        <w:t>ça a de l</w:t>
      </w:r>
      <w:r>
        <w:t>’</w:t>
      </w:r>
      <w:r w:rsidR="00AB2DE8">
        <w:t>argent à sa disposition</w:t>
      </w:r>
      <w:r>
        <w:t xml:space="preserve">, </w:t>
      </w:r>
      <w:r w:rsidR="00AB2DE8">
        <w:t>beaucoup d</w:t>
      </w:r>
      <w:r>
        <w:t>’</w:t>
      </w:r>
      <w:r w:rsidR="00AB2DE8">
        <w:t>argent</w:t>
      </w:r>
      <w:r>
        <w:t xml:space="preserve">. </w:t>
      </w:r>
      <w:r w:rsidR="00AB2DE8">
        <w:t>Sa caisse n</w:t>
      </w:r>
      <w:r>
        <w:t>’</w:t>
      </w:r>
      <w:r w:rsidR="00AB2DE8">
        <w:t>est inspectée que rarement</w:t>
      </w:r>
      <w:r>
        <w:t xml:space="preserve">, </w:t>
      </w:r>
      <w:r w:rsidR="00AB2DE8">
        <w:t>trop rarement</w:t>
      </w:r>
      <w:r>
        <w:t xml:space="preserve">. </w:t>
      </w:r>
      <w:r w:rsidR="00AB2DE8">
        <w:t>Oui</w:t>
      </w:r>
      <w:r>
        <w:t xml:space="preserve">, </w:t>
      </w:r>
      <w:r w:rsidR="00AB2DE8">
        <w:t>mais elle finit toujours par l</w:t>
      </w:r>
      <w:r>
        <w:t>’</w:t>
      </w:r>
      <w:r w:rsidR="00AB2DE8">
        <w:t>être</w:t>
      </w:r>
      <w:r>
        <w:t xml:space="preserve">. </w:t>
      </w:r>
      <w:r w:rsidR="00AB2DE8">
        <w:t>Ce qui devait arriver a eu lieu</w:t>
      </w:r>
      <w:r>
        <w:t xml:space="preserve">. </w:t>
      </w:r>
      <w:r w:rsidR="00AB2DE8">
        <w:t>Quelle horreur</w:t>
      </w:r>
      <w:r>
        <w:t> !</w:t>
      </w:r>
    </w:p>
    <w:p w14:paraId="3086C575" w14:textId="77777777" w:rsidR="00C90F8D" w:rsidRDefault="00C90F8D">
      <w:r>
        <w:rPr>
          <w:rFonts w:eastAsia="Georgia"/>
        </w:rPr>
        <w:t>— </w:t>
      </w:r>
      <w:r w:rsidR="00AB2DE8">
        <w:t>Quand doit-il être jugé</w:t>
      </w:r>
      <w:r>
        <w:t xml:space="preserve"> ? </w:t>
      </w:r>
      <w:r w:rsidR="00AB2DE8">
        <w:t>demandai-je</w:t>
      </w:r>
      <w:r>
        <w:t>.</w:t>
      </w:r>
    </w:p>
    <w:p w14:paraId="091A095D" w14:textId="77777777" w:rsidR="00C90F8D" w:rsidRDefault="00C90F8D">
      <w:r>
        <w:rPr>
          <w:rFonts w:eastAsia="Georgia"/>
        </w:rPr>
        <w:t>— </w:t>
      </w:r>
      <w:r w:rsidR="00AB2DE8">
        <w:t>Après-demain</w:t>
      </w:r>
      <w:r>
        <w:t>.</w:t>
      </w:r>
    </w:p>
    <w:p w14:paraId="7E007904" w14:textId="77777777" w:rsidR="00C90F8D" w:rsidRDefault="00C90F8D">
      <w:r>
        <w:rPr>
          <w:rFonts w:eastAsia="Georgia"/>
        </w:rPr>
        <w:t>— </w:t>
      </w:r>
      <w:r w:rsidR="00AB2DE8">
        <w:t>Et</w:t>
      </w:r>
      <w:r>
        <w:t xml:space="preserve">… </w:t>
      </w:r>
      <w:r w:rsidR="00AB2DE8">
        <w:t>il sera condamné</w:t>
      </w:r>
      <w:r>
        <w:t> ?</w:t>
      </w:r>
    </w:p>
    <w:p w14:paraId="01AEBE4C" w14:textId="77777777" w:rsidR="00C90F8D" w:rsidRDefault="00AB2DE8">
      <w:r>
        <w:t>Le commandant Zeyer promena sur moi son œil sombre</w:t>
      </w:r>
      <w:r w:rsidR="00C90F8D">
        <w:t>.</w:t>
      </w:r>
    </w:p>
    <w:p w14:paraId="1DD319BC" w14:textId="77777777" w:rsidR="00C90F8D" w:rsidRDefault="00C90F8D">
      <w:r>
        <w:rPr>
          <w:rFonts w:eastAsia="Georgia"/>
        </w:rPr>
        <w:t>— </w:t>
      </w:r>
      <w:r w:rsidR="00AB2DE8">
        <w:t>Gardez cela pour vous</w:t>
      </w:r>
      <w:r>
        <w:t xml:space="preserve">, </w:t>
      </w:r>
      <w:r w:rsidR="00AB2DE8">
        <w:t>dit-il</w:t>
      </w:r>
      <w:r>
        <w:t xml:space="preserve">, </w:t>
      </w:r>
      <w:r w:rsidR="00AB2DE8">
        <w:t>vous qui avez pu l</w:t>
      </w:r>
      <w:r>
        <w:t>’</w:t>
      </w:r>
      <w:r w:rsidR="00AB2DE8">
        <w:t>apprécier</w:t>
      </w:r>
      <w:r>
        <w:t xml:space="preserve">, </w:t>
      </w:r>
      <w:r w:rsidR="00AB2DE8">
        <w:t>qui avez couru peut-être le même péril que lui</w:t>
      </w:r>
      <w:r>
        <w:t xml:space="preserve"> : </w:t>
      </w:r>
      <w:r w:rsidR="00AB2DE8">
        <w:t>non</w:t>
      </w:r>
      <w:r>
        <w:t xml:space="preserve">, </w:t>
      </w:r>
      <w:r w:rsidR="00AB2DE8">
        <w:t>le colonel Gregor ne sera pas condamné</w:t>
      </w:r>
      <w:r>
        <w:t xml:space="preserve">. </w:t>
      </w:r>
      <w:r w:rsidR="00AB2DE8">
        <w:t>Pourquoi</w:t>
      </w:r>
      <w:r>
        <w:t xml:space="preserve"> ? </w:t>
      </w:r>
      <w:r w:rsidR="00AB2DE8">
        <w:t>Parce que c</w:t>
      </w:r>
      <w:r>
        <w:t>’</w:t>
      </w:r>
      <w:r w:rsidR="00AB2DE8">
        <w:t>est un brave et parce que nous</w:t>
      </w:r>
      <w:r>
        <w:t xml:space="preserve">, </w:t>
      </w:r>
      <w:r w:rsidR="00AB2DE8">
        <w:t>ses camarades</w:t>
      </w:r>
      <w:r>
        <w:t xml:space="preserve">, </w:t>
      </w:r>
      <w:r w:rsidR="00AB2DE8">
        <w:t>nous avons obtenu qu</w:t>
      </w:r>
      <w:r>
        <w:t>’</w:t>
      </w:r>
      <w:r w:rsidR="00AB2DE8">
        <w:t>on lui laissât son revolver</w:t>
      </w:r>
      <w:r>
        <w:t xml:space="preserve"> ! </w:t>
      </w:r>
      <w:r w:rsidR="00AB2DE8">
        <w:t>Voilà</w:t>
      </w:r>
      <w:r>
        <w:t xml:space="preserve"> ! </w:t>
      </w:r>
      <w:r w:rsidR="00AB2DE8">
        <w:t>Venez</w:t>
      </w:r>
      <w:r>
        <w:t xml:space="preserve">, </w:t>
      </w:r>
      <w:r w:rsidR="00AB2DE8">
        <w:t>maintenant</w:t>
      </w:r>
      <w:r>
        <w:t>.</w:t>
      </w:r>
    </w:p>
    <w:p w14:paraId="7A2DC99A" w14:textId="77777777" w:rsidR="00C90F8D" w:rsidRDefault="00AB2DE8">
      <w:r>
        <w:t>Nous gravîmes en silence un escalier</w:t>
      </w:r>
      <w:r w:rsidR="00C90F8D">
        <w:t xml:space="preserve">, </w:t>
      </w:r>
      <w:r>
        <w:t>traversâmes un corridor</w:t>
      </w:r>
      <w:r w:rsidR="00C90F8D">
        <w:t xml:space="preserve">. </w:t>
      </w:r>
      <w:r>
        <w:t>S</w:t>
      </w:r>
      <w:r w:rsidR="00C90F8D">
        <w:t>’</w:t>
      </w:r>
      <w:r>
        <w:t>effaçant</w:t>
      </w:r>
      <w:r w:rsidR="00C90F8D">
        <w:t xml:space="preserve">, </w:t>
      </w:r>
      <w:r>
        <w:t>le commandant Zeyer me fit entrer dans une chambre meublée militairement</w:t>
      </w:r>
      <w:r w:rsidR="00C90F8D">
        <w:t xml:space="preserve">. </w:t>
      </w:r>
      <w:r>
        <w:t>Sur une chaise</w:t>
      </w:r>
      <w:r w:rsidR="00C90F8D">
        <w:t xml:space="preserve">, </w:t>
      </w:r>
      <w:r>
        <w:t>à côté du lit</w:t>
      </w:r>
      <w:r w:rsidR="00C90F8D">
        <w:t xml:space="preserve">, </w:t>
      </w:r>
      <w:r>
        <w:t>il y avait mon sac de voyage</w:t>
      </w:r>
      <w:r w:rsidR="00C90F8D">
        <w:t>.</w:t>
      </w:r>
    </w:p>
    <w:p w14:paraId="01785B6B" w14:textId="77777777" w:rsidR="00C90F8D" w:rsidRDefault="00C90F8D">
      <w:r>
        <w:rPr>
          <w:rFonts w:eastAsia="Georgia"/>
        </w:rPr>
        <w:t>— </w:t>
      </w:r>
      <w:r w:rsidR="00AB2DE8">
        <w:t>Vous logez ici</w:t>
      </w:r>
      <w:r>
        <w:t xml:space="preserve">, </w:t>
      </w:r>
      <w:r w:rsidR="00AB2DE8">
        <w:t>dit-il</w:t>
      </w:r>
      <w:r>
        <w:t xml:space="preserve">. </w:t>
      </w:r>
      <w:r w:rsidR="00AB2DE8">
        <w:t>Il y a un train qui part pour Omsk demain</w:t>
      </w:r>
      <w:r>
        <w:t xml:space="preserve">. </w:t>
      </w:r>
      <w:r w:rsidR="00AB2DE8">
        <w:t>On s</w:t>
      </w:r>
      <w:r>
        <w:t>’</w:t>
      </w:r>
      <w:r w:rsidR="00AB2DE8">
        <w:t>arrangera pour vous y trouver une place</w:t>
      </w:r>
      <w:r>
        <w:t>.</w:t>
      </w:r>
    </w:p>
    <w:p w14:paraId="218DF695" w14:textId="77777777" w:rsidR="00C90F8D" w:rsidRDefault="00AB2DE8">
      <w:r>
        <w:lastRenderedPageBreak/>
        <w:t>Sur un ton qu</w:t>
      </w:r>
      <w:r w:rsidR="00C90F8D">
        <w:t>’</w:t>
      </w:r>
      <w:r>
        <w:t>il voulait bourru</w:t>
      </w:r>
      <w:r w:rsidR="00C90F8D">
        <w:t xml:space="preserve">, </w:t>
      </w:r>
      <w:r>
        <w:t>mais où je sentis percer l</w:t>
      </w:r>
      <w:r w:rsidR="00C90F8D">
        <w:t>’</w:t>
      </w:r>
      <w:r>
        <w:t>émotion</w:t>
      </w:r>
      <w:r w:rsidR="00C90F8D">
        <w:t xml:space="preserve">, </w:t>
      </w:r>
      <w:r>
        <w:t>il ajouta</w:t>
      </w:r>
      <w:r w:rsidR="00C90F8D">
        <w:t> :</w:t>
      </w:r>
    </w:p>
    <w:p w14:paraId="5EB1AB3C" w14:textId="77777777" w:rsidR="00C90F8D" w:rsidRDefault="00C90F8D">
      <w:r>
        <w:rPr>
          <w:rFonts w:eastAsia="Georgia"/>
        </w:rPr>
        <w:t>— </w:t>
      </w:r>
      <w:r w:rsidR="00AB2DE8">
        <w:t>Après cette conversation</w:t>
      </w:r>
      <w:r>
        <w:t xml:space="preserve">, </w:t>
      </w:r>
      <w:r w:rsidR="00AB2DE8">
        <w:t>je n</w:t>
      </w:r>
      <w:r>
        <w:t>’</w:t>
      </w:r>
      <w:r w:rsidR="00AB2DE8">
        <w:t>ai pas besoin de vous enfermer à clef</w:t>
      </w:r>
      <w:r>
        <w:t xml:space="preserve">, </w:t>
      </w:r>
      <w:r w:rsidR="00AB2DE8">
        <w:t>n</w:t>
      </w:r>
      <w:r>
        <w:t>’</w:t>
      </w:r>
      <w:r w:rsidR="00AB2DE8">
        <w:t>est-ce pas</w:t>
      </w:r>
      <w:r>
        <w:t> ?</w:t>
      </w:r>
    </w:p>
    <w:p w14:paraId="4B016E46" w14:textId="77777777" w:rsidR="00C90F8D" w:rsidRDefault="00AB2DE8">
      <w:r>
        <w:t>C</w:t>
      </w:r>
      <w:r w:rsidR="00C90F8D">
        <w:t>’</w:t>
      </w:r>
      <w:r>
        <w:t>était pourtant ce qu</w:t>
      </w:r>
      <w:r w:rsidR="00C90F8D">
        <w:t>’</w:t>
      </w:r>
      <w:r>
        <w:t>il aurait dû faire</w:t>
      </w:r>
      <w:r w:rsidR="00C90F8D">
        <w:t>.</w:t>
      </w:r>
    </w:p>
    <w:p w14:paraId="097E36BD" w14:textId="6102FF1A" w:rsidR="00AB2DE8" w:rsidRDefault="00AB2DE8"/>
    <w:p w14:paraId="6CF3CBB2" w14:textId="77777777" w:rsidR="00C90F8D" w:rsidRDefault="00AB2DE8">
      <w:r>
        <w:t>Je ne le savais pas encore moi-même</w:t>
      </w:r>
      <w:r w:rsidR="00C90F8D">
        <w:t xml:space="preserve"> ; </w:t>
      </w:r>
      <w:r>
        <w:t>je ne le savais pas davantage quand</w:t>
      </w:r>
      <w:r w:rsidR="00C90F8D">
        <w:t xml:space="preserve">, </w:t>
      </w:r>
      <w:r>
        <w:t>vers six heures du soir</w:t>
      </w:r>
      <w:r w:rsidR="00C90F8D">
        <w:t xml:space="preserve">, </w:t>
      </w:r>
      <w:r>
        <w:t>je quittai ma chambre et m</w:t>
      </w:r>
      <w:r w:rsidR="00C90F8D">
        <w:t>’</w:t>
      </w:r>
      <w:r>
        <w:t>en allai au hasard à travers la ville</w:t>
      </w:r>
      <w:r w:rsidR="00C90F8D">
        <w:t xml:space="preserve">, </w:t>
      </w:r>
      <w:r>
        <w:t>sans autre but</w:t>
      </w:r>
      <w:r w:rsidR="00C90F8D">
        <w:t xml:space="preserve">, </w:t>
      </w:r>
      <w:r>
        <w:t>je le jure</w:t>
      </w:r>
      <w:r w:rsidR="00C90F8D">
        <w:t xml:space="preserve">, </w:t>
      </w:r>
      <w:r>
        <w:t>que de prendre l</w:t>
      </w:r>
      <w:r w:rsidR="00C90F8D">
        <w:t>’</w:t>
      </w:r>
      <w:r>
        <w:t>air</w:t>
      </w:r>
      <w:r w:rsidR="00C90F8D">
        <w:t xml:space="preserve">. </w:t>
      </w:r>
      <w:r>
        <w:t>J</w:t>
      </w:r>
      <w:r w:rsidR="00C90F8D">
        <w:t>’</w:t>
      </w:r>
      <w:r>
        <w:t>errai dans cette ville que je ne connaissais pas</w:t>
      </w:r>
      <w:r w:rsidR="00C90F8D">
        <w:t xml:space="preserve">, </w:t>
      </w:r>
      <w:r>
        <w:t>et me trouvai bientôt sur une place entourée de maisons de briques</w:t>
      </w:r>
      <w:r w:rsidR="00C90F8D">
        <w:t xml:space="preserve">. </w:t>
      </w:r>
      <w:r>
        <w:t>Au centre était un square où jouaient des enfants</w:t>
      </w:r>
      <w:r w:rsidR="00C90F8D">
        <w:t xml:space="preserve">. </w:t>
      </w:r>
      <w:r>
        <w:t>Les premières lumières s</w:t>
      </w:r>
      <w:r w:rsidR="00C90F8D">
        <w:t>’</w:t>
      </w:r>
      <w:r>
        <w:t>allumaient en même temps que les premières étoiles</w:t>
      </w:r>
      <w:r w:rsidR="00C90F8D">
        <w:t xml:space="preserve">. </w:t>
      </w:r>
      <w:r>
        <w:t>C</w:t>
      </w:r>
      <w:r w:rsidR="00C90F8D">
        <w:t>’</w:t>
      </w:r>
      <w:r>
        <w:t>était un de ces crépuscules blancs de Sibérie</w:t>
      </w:r>
      <w:r w:rsidR="00C90F8D">
        <w:t xml:space="preserve">, </w:t>
      </w:r>
      <w:r>
        <w:t>où la nuit et le jour se fondent en une clarté qui semble venir de la tombe</w:t>
      </w:r>
      <w:r w:rsidR="00C90F8D">
        <w:t>.</w:t>
      </w:r>
    </w:p>
    <w:p w14:paraId="55278655" w14:textId="77777777" w:rsidR="00C90F8D" w:rsidRDefault="00AB2DE8">
      <w:r>
        <w:t>Trois hommes causaient sur le banc où je m</w:t>
      </w:r>
      <w:r w:rsidR="00C90F8D">
        <w:t>’</w:t>
      </w:r>
      <w:r>
        <w:t>assis</w:t>
      </w:r>
      <w:r w:rsidR="00C90F8D">
        <w:t xml:space="preserve">. </w:t>
      </w:r>
      <w:r>
        <w:t>J</w:t>
      </w:r>
      <w:r w:rsidR="00C90F8D">
        <w:t>’</w:t>
      </w:r>
      <w:r>
        <w:t>écoutai</w:t>
      </w:r>
      <w:r w:rsidR="00C90F8D">
        <w:t xml:space="preserve">, </w:t>
      </w:r>
      <w:r>
        <w:t>inconsciemment</w:t>
      </w:r>
      <w:r w:rsidR="00C90F8D">
        <w:t xml:space="preserve">, </w:t>
      </w:r>
      <w:r>
        <w:t>leur conversation</w:t>
      </w:r>
      <w:r w:rsidR="00C90F8D">
        <w:t xml:space="preserve">. </w:t>
      </w:r>
      <w:r>
        <w:t>Je compris que c</w:t>
      </w:r>
      <w:r w:rsidR="00C90F8D">
        <w:t>’</w:t>
      </w:r>
      <w:r>
        <w:t>étaient deux cochers et un chauffeur</w:t>
      </w:r>
      <w:r w:rsidR="00C90F8D">
        <w:t xml:space="preserve">. </w:t>
      </w:r>
      <w:r>
        <w:t>Leurs voitures s</w:t>
      </w:r>
      <w:r w:rsidR="00C90F8D">
        <w:t>’</w:t>
      </w:r>
      <w:r>
        <w:t>alignaient</w:t>
      </w:r>
      <w:r w:rsidR="00C90F8D">
        <w:t xml:space="preserve">, </w:t>
      </w:r>
      <w:r>
        <w:t>en station</w:t>
      </w:r>
      <w:r w:rsidR="00C90F8D">
        <w:t xml:space="preserve">, </w:t>
      </w:r>
      <w:r>
        <w:t>le long du trottoir</w:t>
      </w:r>
      <w:r w:rsidR="00C90F8D">
        <w:t xml:space="preserve"> : </w:t>
      </w:r>
      <w:r>
        <w:t>deux fiacres si vieux qu</w:t>
      </w:r>
      <w:r w:rsidR="00C90F8D">
        <w:t>’</w:t>
      </w:r>
      <w:r>
        <w:t>ils semblaient perdre leurs entrailles</w:t>
      </w:r>
      <w:r w:rsidR="00C90F8D">
        <w:t xml:space="preserve">, </w:t>
      </w:r>
      <w:r>
        <w:t>et une automobile tellement rafistolée qu</w:t>
      </w:r>
      <w:r w:rsidR="00C90F8D">
        <w:t>’</w:t>
      </w:r>
      <w:r>
        <w:t>il eût été puéril de chercher à en identifier la marque</w:t>
      </w:r>
      <w:r w:rsidR="00C90F8D">
        <w:t>.</w:t>
      </w:r>
    </w:p>
    <w:p w14:paraId="47B60A16" w14:textId="77777777" w:rsidR="00C90F8D" w:rsidRDefault="00AB2DE8">
      <w:r>
        <w:t>Ces braves gens commentaient de leur point de vue les événements de la journée</w:t>
      </w:r>
      <w:r w:rsidR="00C90F8D">
        <w:t xml:space="preserve">. </w:t>
      </w:r>
      <w:r>
        <w:t>Les cochers avaient fait quelques courses</w:t>
      </w:r>
      <w:r w:rsidR="00C90F8D">
        <w:t xml:space="preserve">, </w:t>
      </w:r>
      <w:r>
        <w:t>mais le chauffeur n</w:t>
      </w:r>
      <w:r w:rsidR="00C90F8D">
        <w:t>’</w:t>
      </w:r>
      <w:r>
        <w:t>avait pas encore étrenné</w:t>
      </w:r>
      <w:r w:rsidR="00C90F8D">
        <w:t>.</w:t>
      </w:r>
    </w:p>
    <w:p w14:paraId="0147CBFE" w14:textId="77777777" w:rsidR="00C90F8D" w:rsidRDefault="00C90F8D">
      <w:r>
        <w:rPr>
          <w:rFonts w:eastAsia="Georgia"/>
        </w:rPr>
        <w:t>— </w:t>
      </w:r>
      <w:r w:rsidR="00AB2DE8">
        <w:t>Qui me prendra</w:t>
      </w:r>
      <w:r>
        <w:t xml:space="preserve">, </w:t>
      </w:r>
      <w:r w:rsidR="00AB2DE8">
        <w:t>à cette heure</w:t>
      </w:r>
      <w:r>
        <w:t xml:space="preserve"> ? </w:t>
      </w:r>
      <w:r w:rsidR="00AB2DE8">
        <w:t>geignait-il</w:t>
      </w:r>
      <w:r>
        <w:t>.</w:t>
      </w:r>
    </w:p>
    <w:p w14:paraId="7AEF86C2" w14:textId="77777777" w:rsidR="00C90F8D" w:rsidRDefault="00AB2DE8">
      <w:pPr>
        <w:rPr>
          <w:rFonts w:eastAsia="Georgia"/>
        </w:rPr>
      </w:pPr>
      <w:r>
        <w:lastRenderedPageBreak/>
        <w:t>Qui</w:t>
      </w:r>
      <w:r w:rsidR="00C90F8D">
        <w:t xml:space="preserve"> ? </w:t>
      </w:r>
      <w:r>
        <w:t>Mais parbleu</w:t>
      </w:r>
      <w:r w:rsidR="00C90F8D">
        <w:t xml:space="preserve">, </w:t>
      </w:r>
      <w:r>
        <w:t>moi</w:t>
      </w:r>
      <w:r w:rsidR="00C90F8D">
        <w:t> !</w:t>
      </w:r>
    </w:p>
    <w:p w14:paraId="0E2AE42F" w14:textId="77777777" w:rsidR="00C90F8D" w:rsidRDefault="00C90F8D">
      <w:r>
        <w:rPr>
          <w:rFonts w:eastAsia="Georgia"/>
        </w:rPr>
        <w:t>— </w:t>
      </w:r>
      <w:r w:rsidR="00AB2DE8">
        <w:t>Mène-moi du côté de la gare</w:t>
      </w:r>
      <w:r>
        <w:t xml:space="preserve">, </w:t>
      </w:r>
      <w:r w:rsidR="00AB2DE8">
        <w:t>ordonnai-je</w:t>
      </w:r>
      <w:r>
        <w:t>.</w:t>
      </w:r>
    </w:p>
    <w:p w14:paraId="48883A1B" w14:textId="77777777" w:rsidR="00C90F8D" w:rsidRDefault="00AB2DE8">
      <w:r>
        <w:t>Nous n</w:t>
      </w:r>
      <w:r w:rsidR="00C90F8D">
        <w:t>’</w:t>
      </w:r>
      <w:r>
        <w:t>avions pas roulé deux minutes que je lui frappai sur l</w:t>
      </w:r>
      <w:r w:rsidR="00C90F8D">
        <w:t>’</w:t>
      </w:r>
      <w:r>
        <w:t>épaule</w:t>
      </w:r>
      <w:r w:rsidR="00C90F8D">
        <w:t xml:space="preserve">. </w:t>
      </w:r>
      <w:r>
        <w:t>Il se retourna</w:t>
      </w:r>
      <w:r w:rsidR="00C90F8D">
        <w:t>.</w:t>
      </w:r>
    </w:p>
    <w:p w14:paraId="3E9586E6" w14:textId="77777777" w:rsidR="00C90F8D" w:rsidRDefault="00C90F8D">
      <w:r>
        <w:rPr>
          <w:rFonts w:eastAsia="Georgia"/>
        </w:rPr>
        <w:t>— </w:t>
      </w:r>
      <w:r w:rsidR="00AB2DE8">
        <w:t>Qu</w:t>
      </w:r>
      <w:r>
        <w:t>’</w:t>
      </w:r>
      <w:r w:rsidR="00AB2DE8">
        <w:t xml:space="preserve">est-ce que tu dirais si je te demandais de me conduire à </w:t>
      </w:r>
      <w:proofErr w:type="spellStart"/>
      <w:r w:rsidR="00AB2DE8">
        <w:t>Taïka</w:t>
      </w:r>
      <w:proofErr w:type="spellEnd"/>
      <w:r>
        <w:t> ?</w:t>
      </w:r>
    </w:p>
    <w:p w14:paraId="024D7B60" w14:textId="77777777" w:rsidR="00C90F8D" w:rsidRDefault="00AB2DE8">
      <w:proofErr w:type="spellStart"/>
      <w:r>
        <w:t>Taïka</w:t>
      </w:r>
      <w:proofErr w:type="spellEnd"/>
      <w:r>
        <w:t xml:space="preserve"> est une localité située à environ cent kilomètres de Tcheliabinsk</w:t>
      </w:r>
      <w:r w:rsidR="00C90F8D">
        <w:t xml:space="preserve">, </w:t>
      </w:r>
      <w:r>
        <w:t>sur la route de Novo-Petrovsk</w:t>
      </w:r>
      <w:r w:rsidR="00C90F8D">
        <w:t>.</w:t>
      </w:r>
    </w:p>
    <w:p w14:paraId="42AE6A4A" w14:textId="77777777" w:rsidR="00C90F8D" w:rsidRDefault="00C90F8D">
      <w:r>
        <w:rPr>
          <w:rFonts w:eastAsia="Georgia"/>
        </w:rPr>
        <w:t>— </w:t>
      </w:r>
      <w:r w:rsidR="00AB2DE8">
        <w:t xml:space="preserve">À </w:t>
      </w:r>
      <w:proofErr w:type="spellStart"/>
      <w:r w:rsidR="00AB2DE8">
        <w:t>Taïka</w:t>
      </w:r>
      <w:proofErr w:type="spellEnd"/>
      <w:r>
        <w:t> !</w:t>
      </w:r>
    </w:p>
    <w:p w14:paraId="3620EFB5" w14:textId="77777777" w:rsidR="00C90F8D" w:rsidRDefault="00AB2DE8">
      <w:r>
        <w:t>Il hésitait</w:t>
      </w:r>
      <w:r w:rsidR="00C90F8D">
        <w:t xml:space="preserve"> ; </w:t>
      </w:r>
      <w:r>
        <w:t>il était partagé entre la crainte que lui inspirait cette proposition d</w:t>
      </w:r>
      <w:r w:rsidR="00C90F8D">
        <w:t>’</w:t>
      </w:r>
      <w:r>
        <w:t>un inconnu et le désir de ne pas laisser échapper une telle affaire</w:t>
      </w:r>
      <w:r w:rsidR="00C90F8D">
        <w:t>.</w:t>
      </w:r>
    </w:p>
    <w:p w14:paraId="07278954" w14:textId="77777777" w:rsidR="00C90F8D" w:rsidRDefault="00C90F8D">
      <w:r>
        <w:rPr>
          <w:rFonts w:eastAsia="Georgia"/>
        </w:rPr>
        <w:t>— </w:t>
      </w:r>
      <w:r w:rsidR="00AB2DE8">
        <w:t>Oui</w:t>
      </w:r>
      <w:r>
        <w:t xml:space="preserve">, </w:t>
      </w:r>
      <w:r w:rsidR="00AB2DE8">
        <w:t>mais il faudrait me donner trois cents roubles</w:t>
      </w:r>
      <w:r>
        <w:t>.</w:t>
      </w:r>
    </w:p>
    <w:p w14:paraId="392E7A88" w14:textId="77777777" w:rsidR="00C90F8D" w:rsidRDefault="00C90F8D">
      <w:r>
        <w:rPr>
          <w:rFonts w:eastAsia="Georgia"/>
        </w:rPr>
        <w:t>— </w:t>
      </w:r>
      <w:r w:rsidR="00AB2DE8">
        <w:t>Les voilà</w:t>
      </w:r>
      <w:r>
        <w:t>.</w:t>
      </w:r>
    </w:p>
    <w:p w14:paraId="2143B282" w14:textId="77777777" w:rsidR="00C90F8D" w:rsidRDefault="00AB2DE8">
      <w:r>
        <w:t>Nous sortîmes de Tcheliabinsk sans avoir eu maille à partir avec une seule patrouille</w:t>
      </w:r>
      <w:r w:rsidR="00C90F8D">
        <w:t xml:space="preserve">. </w:t>
      </w:r>
      <w:r>
        <w:t>On arrête les espions</w:t>
      </w:r>
      <w:r w:rsidR="00C90F8D">
        <w:t xml:space="preserve">, </w:t>
      </w:r>
      <w:r>
        <w:t>mais on n</w:t>
      </w:r>
      <w:r w:rsidR="00C90F8D">
        <w:t>’</w:t>
      </w:r>
      <w:r>
        <w:t>a jamais empêché les fous d</w:t>
      </w:r>
      <w:r w:rsidR="00C90F8D">
        <w:t>’</w:t>
      </w:r>
      <w:r>
        <w:t>aller jusqu</w:t>
      </w:r>
      <w:r w:rsidR="00C90F8D">
        <w:t>’</w:t>
      </w:r>
      <w:r>
        <w:t>au bout de leur folie</w:t>
      </w:r>
      <w:r w:rsidR="00C90F8D">
        <w:t>.</w:t>
      </w:r>
    </w:p>
    <w:p w14:paraId="25EF2407" w14:textId="77777777" w:rsidR="00C90F8D" w:rsidRDefault="00AB2DE8">
      <w:r>
        <w:t xml:space="preserve">Nous fûmes à </w:t>
      </w:r>
      <w:proofErr w:type="spellStart"/>
      <w:r>
        <w:t>Taïka</w:t>
      </w:r>
      <w:proofErr w:type="spellEnd"/>
      <w:r>
        <w:t xml:space="preserve"> un peu avant minuit</w:t>
      </w:r>
      <w:r w:rsidR="00C90F8D">
        <w:t>.</w:t>
      </w:r>
    </w:p>
    <w:p w14:paraId="2D1447C8" w14:textId="77777777" w:rsidR="00C90F8D" w:rsidRDefault="00C90F8D">
      <w:r>
        <w:rPr>
          <w:rFonts w:eastAsia="Georgia"/>
        </w:rPr>
        <w:t>— </w:t>
      </w:r>
      <w:r w:rsidR="00AB2DE8">
        <w:t>Continue</w:t>
      </w:r>
      <w:r>
        <w:t>.</w:t>
      </w:r>
    </w:p>
    <w:p w14:paraId="28E67D31" w14:textId="77777777" w:rsidR="00C90F8D" w:rsidRDefault="00AB2DE8">
      <w:r>
        <w:t>Après une brève discussion</w:t>
      </w:r>
      <w:r w:rsidR="00C90F8D">
        <w:t xml:space="preserve">, </w:t>
      </w:r>
      <w:r>
        <w:t>décidé par l</w:t>
      </w:r>
      <w:r w:rsidR="00C90F8D">
        <w:t>’</w:t>
      </w:r>
      <w:r>
        <w:t>appât du gain</w:t>
      </w:r>
      <w:r w:rsidR="00C90F8D">
        <w:t xml:space="preserve">, </w:t>
      </w:r>
      <w:r>
        <w:t>et aussi par la vue du revolver disposé bien ostensiblement près de moi</w:t>
      </w:r>
      <w:r w:rsidR="00C90F8D">
        <w:t xml:space="preserve">, </w:t>
      </w:r>
      <w:r>
        <w:t>sur la banquette</w:t>
      </w:r>
      <w:r w:rsidR="00C90F8D">
        <w:t xml:space="preserve">, </w:t>
      </w:r>
      <w:r>
        <w:t>le chauffeur obéit</w:t>
      </w:r>
      <w:r w:rsidR="00C90F8D">
        <w:t>.</w:t>
      </w:r>
    </w:p>
    <w:p w14:paraId="7A785D74" w14:textId="77777777" w:rsidR="00C90F8D" w:rsidRDefault="00AB2DE8">
      <w:r>
        <w:t>Le jour commençait à poindre lorsque la petite automobile s</w:t>
      </w:r>
      <w:r w:rsidR="00C90F8D">
        <w:t>’</w:t>
      </w:r>
      <w:r>
        <w:t>arrêta</w:t>
      </w:r>
      <w:r w:rsidR="00C90F8D">
        <w:t xml:space="preserve">. </w:t>
      </w:r>
      <w:r>
        <w:t>Alors</w:t>
      </w:r>
      <w:r w:rsidR="00C90F8D">
        <w:t xml:space="preserve">, </w:t>
      </w:r>
      <w:r>
        <w:t>le bruit du moteur ayant cessé</w:t>
      </w:r>
      <w:r w:rsidR="00C90F8D">
        <w:t xml:space="preserve">, </w:t>
      </w:r>
      <w:r>
        <w:t xml:space="preserve">nous </w:t>
      </w:r>
      <w:r>
        <w:lastRenderedPageBreak/>
        <w:t>entendîmes celui du canon</w:t>
      </w:r>
      <w:r w:rsidR="00C90F8D">
        <w:t xml:space="preserve">. </w:t>
      </w:r>
      <w:r>
        <w:t>Le canon</w:t>
      </w:r>
      <w:r w:rsidR="00C90F8D">
        <w:t xml:space="preserve">, </w:t>
      </w:r>
      <w:r>
        <w:t>quand aura-t-il fini de résonner à la surface de la terre</w:t>
      </w:r>
      <w:r w:rsidR="00C90F8D">
        <w:t> ?</w:t>
      </w:r>
    </w:p>
    <w:p w14:paraId="60AE5725" w14:textId="77777777" w:rsidR="00C90F8D" w:rsidRDefault="00C90F8D">
      <w:r>
        <w:rPr>
          <w:rFonts w:eastAsia="Georgia"/>
        </w:rPr>
        <w:t>— </w:t>
      </w:r>
      <w:r w:rsidR="00AB2DE8">
        <w:t>Je n</w:t>
      </w:r>
      <w:r>
        <w:t>’</w:t>
      </w:r>
      <w:r w:rsidR="00AB2DE8">
        <w:t>ai plus d</w:t>
      </w:r>
      <w:r>
        <w:t>’</w:t>
      </w:r>
      <w:r w:rsidR="00AB2DE8">
        <w:t>essence</w:t>
      </w:r>
      <w:r>
        <w:t xml:space="preserve">, </w:t>
      </w:r>
      <w:r w:rsidR="00AB2DE8">
        <w:t>fit piteusement mon conducteur</w:t>
      </w:r>
      <w:r>
        <w:t>.</w:t>
      </w:r>
    </w:p>
    <w:p w14:paraId="35294D16" w14:textId="77777777" w:rsidR="00C90F8D" w:rsidRDefault="00AB2DE8">
      <w:r>
        <w:t>Et il se mit à se lamenter</w:t>
      </w:r>
      <w:r w:rsidR="00C90F8D">
        <w:t>.</w:t>
      </w:r>
    </w:p>
    <w:p w14:paraId="02533420" w14:textId="77777777" w:rsidR="00C90F8D" w:rsidRDefault="00C90F8D">
      <w:r>
        <w:rPr>
          <w:rFonts w:eastAsia="Georgia"/>
        </w:rPr>
        <w:t>— </w:t>
      </w:r>
      <w:r w:rsidR="00AB2DE8">
        <w:t>Ne pleure pas</w:t>
      </w:r>
      <w:r>
        <w:t xml:space="preserve">, </w:t>
      </w:r>
      <w:r w:rsidR="00AB2DE8">
        <w:t>dis-je à ce pauvre diable</w:t>
      </w:r>
      <w:r>
        <w:t xml:space="preserve">. </w:t>
      </w:r>
      <w:r w:rsidR="00AB2DE8">
        <w:t>Voici trois mille roubles</w:t>
      </w:r>
      <w:r>
        <w:t xml:space="preserve">. </w:t>
      </w:r>
      <w:r w:rsidR="00AB2DE8">
        <w:t>C</w:t>
      </w:r>
      <w:r>
        <w:t>’</w:t>
      </w:r>
      <w:r w:rsidR="00AB2DE8">
        <w:t>est deux fois le prix de ta misérable boîte à sardines</w:t>
      </w:r>
      <w:r>
        <w:t xml:space="preserve">. </w:t>
      </w:r>
      <w:r w:rsidR="00AB2DE8">
        <w:t>À présent</w:t>
      </w:r>
      <w:r>
        <w:t xml:space="preserve">, </w:t>
      </w:r>
      <w:r w:rsidR="00AB2DE8">
        <w:t>bonne chance</w:t>
      </w:r>
      <w:r>
        <w:t> !</w:t>
      </w:r>
    </w:p>
    <w:p w14:paraId="16F4E300" w14:textId="77777777" w:rsidR="00C90F8D" w:rsidRDefault="00AB2DE8">
      <w:r>
        <w:t>Je descendis et m</w:t>
      </w:r>
      <w:r w:rsidR="00C90F8D">
        <w:t>’</w:t>
      </w:r>
      <w:r>
        <w:t>en allai sur la route</w:t>
      </w:r>
      <w:r w:rsidR="00C90F8D">
        <w:t xml:space="preserve">, </w:t>
      </w:r>
      <w:r>
        <w:t>sans me retourner</w:t>
      </w:r>
      <w:r w:rsidR="00C90F8D">
        <w:t xml:space="preserve">. </w:t>
      </w:r>
      <w:r>
        <w:t>Une cinquantaine de kilomètres devaient me séparer encore de Novo-Petrovsk</w:t>
      </w:r>
      <w:r w:rsidR="00C90F8D">
        <w:t>.</w:t>
      </w:r>
    </w:p>
    <w:p w14:paraId="022DE4D9" w14:textId="77777777" w:rsidR="00C90F8D" w:rsidRDefault="00AB2DE8">
      <w:r>
        <w:t>Je marchai toute la journée</w:t>
      </w:r>
      <w:r w:rsidR="00C90F8D">
        <w:t xml:space="preserve">, </w:t>
      </w:r>
      <w:r>
        <w:t>toute la nuit</w:t>
      </w:r>
      <w:r w:rsidR="00C90F8D">
        <w:t xml:space="preserve">, </w:t>
      </w:r>
      <w:r>
        <w:t>insoucieux de ce que je ferais quand je serais en présence d</w:t>
      </w:r>
      <w:r w:rsidR="00C90F8D">
        <w:t>’</w:t>
      </w:r>
      <w:r>
        <w:t>Armide</w:t>
      </w:r>
      <w:r w:rsidR="00C90F8D">
        <w:t xml:space="preserve">. </w:t>
      </w:r>
      <w:r>
        <w:t>La tuer</w:t>
      </w:r>
      <w:r w:rsidR="00C90F8D">
        <w:t xml:space="preserve"> ? </w:t>
      </w:r>
      <w:r>
        <w:t>La prendre dans mes bras</w:t>
      </w:r>
      <w:r w:rsidR="00C90F8D">
        <w:t xml:space="preserve"> ? </w:t>
      </w:r>
      <w:r>
        <w:t>Peut-être</w:t>
      </w:r>
      <w:r w:rsidR="00C90F8D">
        <w:t xml:space="preserve">. </w:t>
      </w:r>
      <w:r>
        <w:t>La revoir</w:t>
      </w:r>
      <w:r w:rsidR="00C90F8D">
        <w:t xml:space="preserve">, </w:t>
      </w:r>
      <w:r>
        <w:t>en tout cas</w:t>
      </w:r>
      <w:r w:rsidR="00C90F8D">
        <w:t xml:space="preserve">, </w:t>
      </w:r>
      <w:r>
        <w:t>la revoir</w:t>
      </w:r>
      <w:r w:rsidR="00C90F8D">
        <w:t xml:space="preserve"> ! </w:t>
      </w:r>
      <w:r>
        <w:t>Il y avait des instants où cette perspective m</w:t>
      </w:r>
      <w:r w:rsidR="00C90F8D">
        <w:t>’</w:t>
      </w:r>
      <w:r>
        <w:t>obsédait si fort que je me mettais à courir</w:t>
      </w:r>
      <w:r w:rsidR="00C90F8D">
        <w:t>.</w:t>
      </w:r>
    </w:p>
    <w:p w14:paraId="62D07447" w14:textId="77777777" w:rsidR="00C90F8D" w:rsidRDefault="00AB2DE8">
      <w:r>
        <w:t>Vers le Sud</w:t>
      </w:r>
      <w:r w:rsidR="00C90F8D">
        <w:t xml:space="preserve">, </w:t>
      </w:r>
      <w:r>
        <w:t>le canon tonnait maintenant avec violence</w:t>
      </w:r>
      <w:r w:rsidR="00C90F8D">
        <w:t xml:space="preserve">. </w:t>
      </w:r>
      <w:r>
        <w:t>Comme la nuit tombait</w:t>
      </w:r>
      <w:r w:rsidR="00C90F8D">
        <w:t xml:space="preserve">, </w:t>
      </w:r>
      <w:r>
        <w:t>brusquement</w:t>
      </w:r>
      <w:r w:rsidR="00C90F8D">
        <w:t xml:space="preserve">, </w:t>
      </w:r>
      <w:r>
        <w:t>il se tut</w:t>
      </w:r>
      <w:r w:rsidR="00C90F8D">
        <w:t xml:space="preserve">. </w:t>
      </w:r>
      <w:r>
        <w:t>Et</w:t>
      </w:r>
      <w:r w:rsidR="00C90F8D">
        <w:t xml:space="preserve">, </w:t>
      </w:r>
      <w:r>
        <w:t>plus que ce bruit</w:t>
      </w:r>
      <w:r w:rsidR="00C90F8D">
        <w:t xml:space="preserve">, </w:t>
      </w:r>
      <w:r>
        <w:t>ce silence me fit frissonner</w:t>
      </w:r>
      <w:r w:rsidR="00C90F8D">
        <w:t>.</w:t>
      </w:r>
    </w:p>
    <w:p w14:paraId="7B25207F" w14:textId="77777777" w:rsidR="00C90F8D" w:rsidRDefault="00AB2DE8">
      <w:r>
        <w:t>Lorsque l</w:t>
      </w:r>
      <w:r w:rsidR="00C90F8D">
        <w:t>’</w:t>
      </w:r>
      <w:r>
        <w:t>aube se leva de nouveau</w:t>
      </w:r>
      <w:r w:rsidR="00C90F8D">
        <w:t xml:space="preserve">, </w:t>
      </w:r>
      <w:r>
        <w:t>je n</w:t>
      </w:r>
      <w:r w:rsidR="00C90F8D">
        <w:t>’</w:t>
      </w:r>
      <w:r>
        <w:t>étais plus qu</w:t>
      </w:r>
      <w:r w:rsidR="00C90F8D">
        <w:t>’</w:t>
      </w:r>
      <w:r>
        <w:t>à deux lieues de Novo-Petrovsk</w:t>
      </w:r>
      <w:r w:rsidR="00C90F8D">
        <w:t xml:space="preserve">. </w:t>
      </w:r>
      <w:r>
        <w:t>Quittant la route</w:t>
      </w:r>
      <w:r w:rsidR="00C90F8D">
        <w:t xml:space="preserve">, </w:t>
      </w:r>
      <w:r>
        <w:t>je pris alors par le sous-bois</w:t>
      </w:r>
      <w:r w:rsidR="00C90F8D">
        <w:t xml:space="preserve">. </w:t>
      </w:r>
      <w:r>
        <w:t>Les mousses alentour étaient toutes fleuries d</w:t>
      </w:r>
      <w:r w:rsidR="00C90F8D">
        <w:t>’</w:t>
      </w:r>
      <w:r>
        <w:t>œillets pâles</w:t>
      </w:r>
      <w:r w:rsidR="00C90F8D">
        <w:t>…</w:t>
      </w:r>
    </w:p>
    <w:p w14:paraId="0895F408" w14:textId="7209C05A" w:rsidR="00AB2DE8" w:rsidRDefault="00AB2DE8"/>
    <w:p w14:paraId="2F6266FA" w14:textId="77777777" w:rsidR="00C90F8D" w:rsidRDefault="00AB2DE8">
      <w:r>
        <w:t>Il y avait juste trois jours que j</w:t>
      </w:r>
      <w:r w:rsidR="00C90F8D">
        <w:t>’</w:t>
      </w:r>
      <w:r>
        <w:t>en étais parti quand m</w:t>
      </w:r>
      <w:r w:rsidR="00C90F8D">
        <w:t>’</w:t>
      </w:r>
      <w:r>
        <w:t>apparurent les bâtiments de l</w:t>
      </w:r>
      <w:r w:rsidR="00C90F8D">
        <w:t>’</w:t>
      </w:r>
      <w:r>
        <w:t>usine</w:t>
      </w:r>
      <w:r w:rsidR="00C90F8D">
        <w:t xml:space="preserve">, </w:t>
      </w:r>
      <w:r>
        <w:t>sur laquelle</w:t>
      </w:r>
      <w:r w:rsidR="00C90F8D">
        <w:t xml:space="preserve">, </w:t>
      </w:r>
      <w:r>
        <w:t>dans l</w:t>
      </w:r>
      <w:r w:rsidR="00C90F8D">
        <w:t>’</w:t>
      </w:r>
      <w:r>
        <w:t>air frais du matin</w:t>
      </w:r>
      <w:r w:rsidR="00C90F8D">
        <w:t xml:space="preserve">, </w:t>
      </w:r>
      <w:r>
        <w:t>flottait doucement le drapeau rouge</w:t>
      </w:r>
      <w:r w:rsidR="00C90F8D">
        <w:t>.</w:t>
      </w:r>
    </w:p>
    <w:p w14:paraId="5CD93D26" w14:textId="5A5CA63D" w:rsidR="00C90F8D" w:rsidRPr="00C90F8D" w:rsidRDefault="00AB2DE8" w:rsidP="00C90F8D">
      <w:pPr>
        <w:pStyle w:val="Titre1"/>
        <w:rPr>
          <w:rFonts w:eastAsia="Georgia"/>
        </w:rPr>
      </w:pPr>
      <w:bookmarkStart w:id="14" w:name="_Toc194755386"/>
      <w:r w:rsidRPr="00C90F8D">
        <w:rPr>
          <w:rFonts w:eastAsia="Georgia"/>
        </w:rPr>
        <w:lastRenderedPageBreak/>
        <w:t>XIV</w:t>
      </w:r>
      <w:bookmarkEnd w:id="14"/>
    </w:p>
    <w:p w14:paraId="63232183" w14:textId="77777777" w:rsidR="00C90F8D" w:rsidRDefault="00C90F8D">
      <w:r>
        <w:rPr>
          <w:rFonts w:eastAsia="Georgia"/>
        </w:rPr>
        <w:t>— </w:t>
      </w:r>
      <w:r w:rsidR="00AB2DE8">
        <w:t>Eh bien</w:t>
      </w:r>
      <w:r>
        <w:t xml:space="preserve">, </w:t>
      </w:r>
      <w:r w:rsidR="00AB2DE8">
        <w:t>est-ce que cette plaisanterie va durer encore longtemps</w:t>
      </w:r>
      <w:r>
        <w:t> ?</w:t>
      </w:r>
    </w:p>
    <w:p w14:paraId="2E5A1769" w14:textId="77777777" w:rsidR="00C90F8D" w:rsidRDefault="00AB2DE8">
      <w:r>
        <w:t>L</w:t>
      </w:r>
      <w:r w:rsidR="00C90F8D">
        <w:t>’</w:t>
      </w:r>
      <w:r>
        <w:t>homme à qui je parlais ainsi secoua la tête</w:t>
      </w:r>
      <w:r w:rsidR="00C90F8D">
        <w:t xml:space="preserve">. </w:t>
      </w:r>
      <w:r>
        <w:t>C</w:t>
      </w:r>
      <w:r w:rsidR="00C90F8D">
        <w:t>’</w:t>
      </w:r>
      <w:r>
        <w:t>était bien la trentième fois que je lui posais cette question</w:t>
      </w:r>
      <w:r w:rsidR="00C90F8D">
        <w:t xml:space="preserve">. </w:t>
      </w:r>
      <w:r>
        <w:t>Il y avait toujours répondu de la même manière</w:t>
      </w:r>
      <w:r w:rsidR="00C90F8D">
        <w:t>.</w:t>
      </w:r>
    </w:p>
    <w:p w14:paraId="3EA6FC0E" w14:textId="77777777" w:rsidR="00C90F8D" w:rsidRDefault="00AB2DE8">
      <w:r>
        <w:t>Voilà plus d</w:t>
      </w:r>
      <w:r w:rsidR="00C90F8D">
        <w:t>’</w:t>
      </w:r>
      <w:r>
        <w:t>une semaine que j</w:t>
      </w:r>
      <w:r w:rsidR="00C90F8D">
        <w:t>’</w:t>
      </w:r>
      <w:r>
        <w:t>étais emprisonné à Novo-Petrovsk et tenu au secret sans avoir subi l</w:t>
      </w:r>
      <w:r w:rsidR="00C90F8D">
        <w:t>’</w:t>
      </w:r>
      <w:r>
        <w:t>ombre d</w:t>
      </w:r>
      <w:r w:rsidR="00C90F8D">
        <w:t>’</w:t>
      </w:r>
      <w:r>
        <w:t>un interrogatoire</w:t>
      </w:r>
      <w:r w:rsidR="00C90F8D">
        <w:t xml:space="preserve">. </w:t>
      </w:r>
      <w:r>
        <w:t>On attendait</w:t>
      </w:r>
      <w:r w:rsidR="00C90F8D">
        <w:t xml:space="preserve">, </w:t>
      </w:r>
      <w:r>
        <w:t>paraît-il</w:t>
      </w:r>
      <w:r w:rsidR="00C90F8D">
        <w:t xml:space="preserve">, </w:t>
      </w:r>
      <w:r>
        <w:t>l</w:t>
      </w:r>
      <w:r w:rsidR="00C90F8D">
        <w:t>’</w:t>
      </w:r>
      <w:r>
        <w:t xml:space="preserve">arrivée du camarade </w:t>
      </w:r>
      <w:proofErr w:type="spellStart"/>
      <w:r>
        <w:t>Tcheressensky</w:t>
      </w:r>
      <w:proofErr w:type="spellEnd"/>
      <w:r w:rsidR="00C90F8D">
        <w:t xml:space="preserve">, </w:t>
      </w:r>
      <w:r>
        <w:t>commissaire de l</w:t>
      </w:r>
      <w:r w:rsidR="00C90F8D">
        <w:t>’</w:t>
      </w:r>
      <w:r>
        <w:t>armée de l</w:t>
      </w:r>
      <w:r w:rsidR="00C90F8D">
        <w:t>’</w:t>
      </w:r>
      <w:r>
        <w:t>Oural</w:t>
      </w:r>
      <w:r w:rsidR="00C90F8D">
        <w:t xml:space="preserve">, </w:t>
      </w:r>
      <w:r>
        <w:t>et celle du camarade Kraemer</w:t>
      </w:r>
      <w:r w:rsidR="00C90F8D">
        <w:t xml:space="preserve">, </w:t>
      </w:r>
      <w:r>
        <w:t>délégué de la Commission extraordinaire de Moscou</w:t>
      </w:r>
      <w:r w:rsidR="00C90F8D">
        <w:t>.</w:t>
      </w:r>
    </w:p>
    <w:p w14:paraId="2205FA8D" w14:textId="77777777" w:rsidR="00C90F8D" w:rsidRDefault="00AB2DE8">
      <w:r>
        <w:t>Ces messieurs n</w:t>
      </w:r>
      <w:r w:rsidR="00C90F8D">
        <w:t>’</w:t>
      </w:r>
      <w:r>
        <w:t>avaient pas l</w:t>
      </w:r>
      <w:r w:rsidR="00C90F8D">
        <w:t>’</w:t>
      </w:r>
      <w:r>
        <w:t>air de se presser</w:t>
      </w:r>
      <w:r w:rsidR="00C90F8D">
        <w:t>.</w:t>
      </w:r>
    </w:p>
    <w:p w14:paraId="255D4DF9" w14:textId="77777777" w:rsidR="00C90F8D" w:rsidRDefault="00AB2DE8">
      <w:r>
        <w:t>Je procède à l</w:t>
      </w:r>
      <w:r w:rsidR="00C90F8D">
        <w:t>’</w:t>
      </w:r>
      <w:r>
        <w:t>exposé rapide de ce qui m</w:t>
      </w:r>
      <w:r w:rsidR="00C90F8D">
        <w:t>’</w:t>
      </w:r>
      <w:r>
        <w:t>était advenu depuis mon retour de Tcheliabinsk</w:t>
      </w:r>
      <w:r w:rsidR="00C90F8D">
        <w:t xml:space="preserve">. </w:t>
      </w:r>
      <w:r>
        <w:t>Novo-Petrovsk avait été occupé presque sans combat</w:t>
      </w:r>
      <w:r w:rsidR="00C90F8D">
        <w:t xml:space="preserve">, </w:t>
      </w:r>
      <w:r>
        <w:t>la veille de ce jour</w:t>
      </w:r>
      <w:r w:rsidR="00C90F8D">
        <w:t xml:space="preserve">, </w:t>
      </w:r>
      <w:r>
        <w:t>par les troupes rouges</w:t>
      </w:r>
      <w:r w:rsidR="00C90F8D">
        <w:t xml:space="preserve">. </w:t>
      </w:r>
      <w:r>
        <w:t>J</w:t>
      </w:r>
      <w:r w:rsidR="00C90F8D">
        <w:t>’</w:t>
      </w:r>
      <w:r>
        <w:t>avais trouvé l</w:t>
      </w:r>
      <w:r w:rsidR="00C90F8D">
        <w:t>’</w:t>
      </w:r>
      <w:r>
        <w:t>usine entre les mains de soldats qui n</w:t>
      </w:r>
      <w:r w:rsidR="00C90F8D">
        <w:t>’</w:t>
      </w:r>
      <w:r>
        <w:t>étaient plus ceux qui y étaient entrés les premiers</w:t>
      </w:r>
      <w:r w:rsidR="00C90F8D">
        <w:t xml:space="preserve">. </w:t>
      </w:r>
      <w:r>
        <w:t>Même s</w:t>
      </w:r>
      <w:r w:rsidR="00C90F8D">
        <w:t>’</w:t>
      </w:r>
      <w:r>
        <w:t>ils y avaient consenti</w:t>
      </w:r>
      <w:r w:rsidR="00C90F8D">
        <w:t xml:space="preserve">, </w:t>
      </w:r>
      <w:r>
        <w:t>ils eussent donc été incapables de me fournir le moindre renseignement sur ce qui s</w:t>
      </w:r>
      <w:r w:rsidR="00C90F8D">
        <w:t>’</w:t>
      </w:r>
      <w:r>
        <w:t>était passé alors</w:t>
      </w:r>
      <w:r w:rsidR="00C90F8D">
        <w:t xml:space="preserve">. </w:t>
      </w:r>
      <w:r>
        <w:t>Pas plus que les gens</w:t>
      </w:r>
      <w:r w:rsidR="00C90F8D">
        <w:t xml:space="preserve">, </w:t>
      </w:r>
      <w:r>
        <w:t>je n</w:t>
      </w:r>
      <w:r w:rsidR="00C90F8D">
        <w:t>’</w:t>
      </w:r>
      <w:r>
        <w:t>avais eu le loisir d</w:t>
      </w:r>
      <w:r w:rsidR="00C90F8D">
        <w:t>’</w:t>
      </w:r>
      <w:r>
        <w:t>interroger les lieux</w:t>
      </w:r>
      <w:r w:rsidR="00C90F8D">
        <w:t xml:space="preserve">. </w:t>
      </w:r>
      <w:r>
        <w:t>L</w:t>
      </w:r>
      <w:r w:rsidR="00C90F8D">
        <w:t>’</w:t>
      </w:r>
      <w:r>
        <w:t>officier qui commandait le détachement cantonné à l</w:t>
      </w:r>
      <w:r w:rsidR="00C90F8D">
        <w:t>’</w:t>
      </w:r>
      <w:r>
        <w:t>usine s</w:t>
      </w:r>
      <w:r w:rsidR="00C90F8D">
        <w:t>’</w:t>
      </w:r>
      <w:r>
        <w:t>était empressé de se débarrasser de ce visiteur suspect</w:t>
      </w:r>
      <w:r w:rsidR="00C90F8D">
        <w:t xml:space="preserve">. </w:t>
      </w:r>
      <w:r>
        <w:t>Sans plus tarder</w:t>
      </w:r>
      <w:r w:rsidR="00C90F8D">
        <w:t xml:space="preserve">, </w:t>
      </w:r>
      <w:r>
        <w:t>quatre hommes</w:t>
      </w:r>
      <w:r w:rsidR="00C90F8D">
        <w:t xml:space="preserve">, </w:t>
      </w:r>
      <w:r>
        <w:t>baïonnette au canon</w:t>
      </w:r>
      <w:r w:rsidR="00C90F8D">
        <w:t xml:space="preserve">, </w:t>
      </w:r>
      <w:r>
        <w:t>m</w:t>
      </w:r>
      <w:r w:rsidR="00C90F8D">
        <w:t>’</w:t>
      </w:r>
      <w:r>
        <w:t>avaient conduit à Novo-Petrovsk</w:t>
      </w:r>
      <w:r w:rsidR="00C90F8D">
        <w:t xml:space="preserve">. </w:t>
      </w:r>
      <w:r>
        <w:t>La vieille prison étant déjà pleine à craquer</w:t>
      </w:r>
      <w:r w:rsidR="00C90F8D">
        <w:t xml:space="preserve">, </w:t>
      </w:r>
      <w:r>
        <w:t>j</w:t>
      </w:r>
      <w:r w:rsidR="00C90F8D">
        <w:t>’</w:t>
      </w:r>
      <w:r>
        <w:t>avais eu la chance d</w:t>
      </w:r>
      <w:r w:rsidR="00C90F8D">
        <w:t>’</w:t>
      </w:r>
      <w:r>
        <w:t>être incarcéré dans un des locaux de l</w:t>
      </w:r>
      <w:r w:rsidR="00C90F8D">
        <w:t>’</w:t>
      </w:r>
      <w:r>
        <w:t>école d</w:t>
      </w:r>
      <w:r w:rsidR="00C90F8D">
        <w:t>’</w:t>
      </w:r>
      <w:r>
        <w:t>Arts et Métiers</w:t>
      </w:r>
      <w:r w:rsidR="00C90F8D">
        <w:t xml:space="preserve">. </w:t>
      </w:r>
      <w:r>
        <w:t>La vérité m</w:t>
      </w:r>
      <w:r w:rsidR="00C90F8D">
        <w:t>’</w:t>
      </w:r>
      <w:r>
        <w:t>oblige à dire que je n</w:t>
      </w:r>
      <w:r w:rsidR="00C90F8D">
        <w:t>’</w:t>
      </w:r>
      <w:r>
        <w:t>avais été l</w:t>
      </w:r>
      <w:r w:rsidR="00C90F8D">
        <w:t>’</w:t>
      </w:r>
      <w:r>
        <w:t>objet d</w:t>
      </w:r>
      <w:r w:rsidR="00C90F8D">
        <w:t>’</w:t>
      </w:r>
      <w:r>
        <w:t xml:space="preserve">aucun mauvais </w:t>
      </w:r>
      <w:r>
        <w:lastRenderedPageBreak/>
        <w:t>traitement</w:t>
      </w:r>
      <w:r w:rsidR="00C90F8D">
        <w:t xml:space="preserve">. </w:t>
      </w:r>
      <w:r>
        <w:t>On ne m</w:t>
      </w:r>
      <w:r w:rsidR="00C90F8D">
        <w:t>’</w:t>
      </w:r>
      <w:r>
        <w:t>avait pas fouillé</w:t>
      </w:r>
      <w:r w:rsidR="00C90F8D">
        <w:t xml:space="preserve">. </w:t>
      </w:r>
      <w:r>
        <w:t>J</w:t>
      </w:r>
      <w:r w:rsidR="00C90F8D">
        <w:t>’</w:t>
      </w:r>
      <w:r>
        <w:t xml:space="preserve">étais </w:t>
      </w:r>
      <w:proofErr w:type="gramStart"/>
      <w:r>
        <w:t>par contre</w:t>
      </w:r>
      <w:proofErr w:type="gramEnd"/>
      <w:r>
        <w:t xml:space="preserve"> soumis à une surveillance de tous les instants</w:t>
      </w:r>
      <w:r w:rsidR="00C90F8D">
        <w:t xml:space="preserve">. </w:t>
      </w:r>
      <w:r>
        <w:t>Deux sentinelles montaient la garde</w:t>
      </w:r>
      <w:r w:rsidR="00C90F8D">
        <w:t xml:space="preserve">, </w:t>
      </w:r>
      <w:r>
        <w:t>l</w:t>
      </w:r>
      <w:r w:rsidR="00C90F8D">
        <w:t>’</w:t>
      </w:r>
      <w:r>
        <w:t>une devant ma porte</w:t>
      </w:r>
      <w:r w:rsidR="00C90F8D">
        <w:t xml:space="preserve">, </w:t>
      </w:r>
      <w:r>
        <w:t>l</w:t>
      </w:r>
      <w:r w:rsidR="00C90F8D">
        <w:t>’</w:t>
      </w:r>
      <w:r>
        <w:t>autre à ma fenêtre</w:t>
      </w:r>
      <w:r w:rsidR="00C90F8D">
        <w:t xml:space="preserve">, </w:t>
      </w:r>
      <w:r>
        <w:t>qui s</w:t>
      </w:r>
      <w:r w:rsidR="00C90F8D">
        <w:t>’</w:t>
      </w:r>
      <w:r>
        <w:t>ouvrait sur le préau de l</w:t>
      </w:r>
      <w:r w:rsidR="00C90F8D">
        <w:t>’</w:t>
      </w:r>
      <w:r>
        <w:t>école</w:t>
      </w:r>
      <w:r w:rsidR="00C90F8D">
        <w:t xml:space="preserve">. </w:t>
      </w:r>
      <w:r>
        <w:t>Elles ne me quittaient pas d</w:t>
      </w:r>
      <w:r w:rsidR="00C90F8D">
        <w:t>’</w:t>
      </w:r>
      <w:r>
        <w:t>une semelle durant la demi-heure de promenade que j</w:t>
      </w:r>
      <w:r w:rsidR="00C90F8D">
        <w:t>’</w:t>
      </w:r>
      <w:r>
        <w:t>accomplissais journellement dans ce préau</w:t>
      </w:r>
      <w:r w:rsidR="00C90F8D">
        <w:t>.</w:t>
      </w:r>
    </w:p>
    <w:p w14:paraId="16AB4EAF" w14:textId="77777777" w:rsidR="00C90F8D" w:rsidRDefault="00AB2DE8">
      <w:r>
        <w:t>Grâce à l</w:t>
      </w:r>
      <w:r w:rsidR="00C90F8D">
        <w:t>’</w:t>
      </w:r>
      <w:r>
        <w:t>argent qu</w:t>
      </w:r>
      <w:r w:rsidR="00C90F8D">
        <w:t>’</w:t>
      </w:r>
      <w:r>
        <w:t>on m</w:t>
      </w:r>
      <w:r w:rsidR="00C90F8D">
        <w:t>’</w:t>
      </w:r>
      <w:r>
        <w:t>avait laissé</w:t>
      </w:r>
      <w:r w:rsidR="00C90F8D">
        <w:t xml:space="preserve">, </w:t>
      </w:r>
      <w:r>
        <w:t>j</w:t>
      </w:r>
      <w:r w:rsidR="00C90F8D">
        <w:t>’</w:t>
      </w:r>
      <w:r>
        <w:t>étais néanmoins parvenu à amadouer quelque peu le geôlier taciturne qui entrait chez moi</w:t>
      </w:r>
      <w:r w:rsidR="00C90F8D">
        <w:t xml:space="preserve">, </w:t>
      </w:r>
      <w:r>
        <w:t>matin et soir</w:t>
      </w:r>
      <w:r w:rsidR="00C90F8D">
        <w:t xml:space="preserve">, </w:t>
      </w:r>
      <w:r>
        <w:t>pour m</w:t>
      </w:r>
      <w:r w:rsidR="00C90F8D">
        <w:t>’</w:t>
      </w:r>
      <w:r>
        <w:t>apporter mes repas</w:t>
      </w:r>
      <w:r w:rsidR="00C90F8D">
        <w:t xml:space="preserve">. </w:t>
      </w:r>
      <w:r>
        <w:t>S</w:t>
      </w:r>
      <w:r w:rsidR="00C90F8D">
        <w:t>’</w:t>
      </w:r>
      <w:r>
        <w:t>il m</w:t>
      </w:r>
      <w:r w:rsidR="00C90F8D">
        <w:t>’</w:t>
      </w:r>
      <w:r>
        <w:t>avait été impossible d</w:t>
      </w:r>
      <w:r w:rsidR="00C90F8D">
        <w:t>’</w:t>
      </w:r>
      <w:r>
        <w:t>obtenir de lui des renseignements sur le sort qui m</w:t>
      </w:r>
      <w:r w:rsidR="00C90F8D">
        <w:t>’</w:t>
      </w:r>
      <w:r>
        <w:t>attendait</w:t>
      </w:r>
      <w:r w:rsidR="00C90F8D">
        <w:t xml:space="preserve">, </w:t>
      </w:r>
      <w:r>
        <w:t>en revanche</w:t>
      </w:r>
      <w:r w:rsidR="00C90F8D">
        <w:t xml:space="preserve">, </w:t>
      </w:r>
      <w:r>
        <w:t>j</w:t>
      </w:r>
      <w:r w:rsidR="00C90F8D">
        <w:t>’</w:t>
      </w:r>
      <w:r>
        <w:t>avais pu</w:t>
      </w:r>
      <w:r w:rsidR="00C90F8D">
        <w:t xml:space="preserve">, </w:t>
      </w:r>
      <w:r>
        <w:t>à force de supplications</w:t>
      </w:r>
      <w:r w:rsidR="00C90F8D">
        <w:t xml:space="preserve">, </w:t>
      </w:r>
      <w:r>
        <w:t>le décider à s</w:t>
      </w:r>
      <w:r w:rsidR="00C90F8D">
        <w:t>’</w:t>
      </w:r>
      <w:r>
        <w:t>enquérir de celui d</w:t>
      </w:r>
      <w:r w:rsidR="00C90F8D">
        <w:t>’</w:t>
      </w:r>
      <w:r>
        <w:t>Armide</w:t>
      </w:r>
      <w:r w:rsidR="00C90F8D">
        <w:t xml:space="preserve">. </w:t>
      </w:r>
      <w:r>
        <w:t>Les résultats de son enquête auprès de ses collègues de la prison n</w:t>
      </w:r>
      <w:r w:rsidR="00C90F8D">
        <w:t>’</w:t>
      </w:r>
      <w:r>
        <w:t>avaient guère été rassurants</w:t>
      </w:r>
      <w:r w:rsidR="00C90F8D">
        <w:t xml:space="preserve">. </w:t>
      </w:r>
      <w:r>
        <w:t>Un homme et une femme du nom d</w:t>
      </w:r>
      <w:r w:rsidR="00C90F8D">
        <w:t>’</w:t>
      </w:r>
      <w:proofErr w:type="spellStart"/>
      <w:r>
        <w:t>Irénéïef</w:t>
      </w:r>
      <w:proofErr w:type="spellEnd"/>
      <w:r>
        <w:t xml:space="preserve"> avaient bien figuré sur les registres d</w:t>
      </w:r>
      <w:r w:rsidR="00C90F8D">
        <w:t>’</w:t>
      </w:r>
      <w:r>
        <w:t>écrou</w:t>
      </w:r>
      <w:r w:rsidR="00C90F8D">
        <w:t xml:space="preserve">, </w:t>
      </w:r>
      <w:r>
        <w:t>mais ils avaient quitté très vite leur cellule</w:t>
      </w:r>
      <w:r w:rsidR="00C90F8D">
        <w:t xml:space="preserve"> ; </w:t>
      </w:r>
      <w:r>
        <w:t>il n</w:t>
      </w:r>
      <w:r w:rsidR="00C90F8D">
        <w:t>’</w:t>
      </w:r>
      <w:r>
        <w:t>avait pu savoir ce qu</w:t>
      </w:r>
      <w:r w:rsidR="00C90F8D">
        <w:t>’</w:t>
      </w:r>
      <w:r>
        <w:t>ils étaient devenus</w:t>
      </w:r>
      <w:r w:rsidR="00C90F8D">
        <w:t xml:space="preserve">. </w:t>
      </w:r>
      <w:r>
        <w:t>Je frémis</w:t>
      </w:r>
      <w:r w:rsidR="00C90F8D">
        <w:t xml:space="preserve">, </w:t>
      </w:r>
      <w:r>
        <w:t>car certaines paroles échangées entre mes</w:t>
      </w:r>
      <w:r>
        <w:rPr>
          <w:i/>
          <w:iCs/>
        </w:rPr>
        <w:t xml:space="preserve"> </w:t>
      </w:r>
      <w:r>
        <w:t>sentinelles m</w:t>
      </w:r>
      <w:r w:rsidR="00C90F8D">
        <w:t>’</w:t>
      </w:r>
      <w:r>
        <w:t>avaient appris que les exécutions avaient déjà commencé</w:t>
      </w:r>
      <w:r w:rsidR="00C90F8D">
        <w:t>.</w:t>
      </w:r>
    </w:p>
    <w:p w14:paraId="39B2F626" w14:textId="77777777" w:rsidR="00C90F8D" w:rsidRDefault="00AB2DE8">
      <w:r>
        <w:t>Je ne devais d</w:t>
      </w:r>
      <w:r w:rsidR="00C90F8D">
        <w:t>’</w:t>
      </w:r>
      <w:r>
        <w:t>ailleurs pas tarder à recueillir un supplément d</w:t>
      </w:r>
      <w:r w:rsidR="00C90F8D">
        <w:t>’</w:t>
      </w:r>
      <w:r>
        <w:t>informations</w:t>
      </w:r>
      <w:r w:rsidR="00C90F8D">
        <w:t xml:space="preserve">, </w:t>
      </w:r>
      <w:r>
        <w:t>de nature</w:t>
      </w:r>
      <w:r w:rsidR="00C90F8D">
        <w:t xml:space="preserve">, </w:t>
      </w:r>
      <w:r>
        <w:t>celles-là</w:t>
      </w:r>
      <w:r w:rsidR="00C90F8D">
        <w:t xml:space="preserve">, </w:t>
      </w:r>
      <w:r>
        <w:t>à transformer en tout autre sentiment l</w:t>
      </w:r>
      <w:r w:rsidR="00C90F8D">
        <w:t>’</w:t>
      </w:r>
      <w:r>
        <w:t>angoisse qui n</w:t>
      </w:r>
      <w:r w:rsidR="00C90F8D">
        <w:t>’</w:t>
      </w:r>
      <w:r>
        <w:t>avait cessé de m</w:t>
      </w:r>
      <w:r w:rsidR="00C90F8D">
        <w:t>’</w:t>
      </w:r>
      <w:r>
        <w:t>assiéger jusqu</w:t>
      </w:r>
      <w:r w:rsidR="00C90F8D">
        <w:t>’</w:t>
      </w:r>
      <w:r>
        <w:t>alors</w:t>
      </w:r>
      <w:r w:rsidR="00C90F8D">
        <w:t>.</w:t>
      </w:r>
    </w:p>
    <w:p w14:paraId="78285489" w14:textId="44F658A1" w:rsidR="00AB2DE8" w:rsidRDefault="00AB2DE8"/>
    <w:p w14:paraId="28EFED41" w14:textId="77777777" w:rsidR="00C90F8D" w:rsidRDefault="00AB2DE8">
      <w:r>
        <w:t>Le matin du douzième jour de ma détention</w:t>
      </w:r>
      <w:r w:rsidR="00C90F8D">
        <w:t xml:space="preserve">, </w:t>
      </w:r>
      <w:r>
        <w:t>ayant su</w:t>
      </w:r>
      <w:r w:rsidR="00C90F8D">
        <w:t xml:space="preserve">, </w:t>
      </w:r>
      <w:r>
        <w:t>toujours par les conversations des sentinelles</w:t>
      </w:r>
      <w:r w:rsidR="00C90F8D">
        <w:t xml:space="preserve">, </w:t>
      </w:r>
      <w:r>
        <w:t xml:space="preserve">que les camarades Kraemer et </w:t>
      </w:r>
      <w:proofErr w:type="spellStart"/>
      <w:r>
        <w:t>Tcheressensky</w:t>
      </w:r>
      <w:proofErr w:type="spellEnd"/>
      <w:r>
        <w:t xml:space="preserve"> étaient bel et bien à Novo-Petrovsk</w:t>
      </w:r>
      <w:r w:rsidR="00C90F8D">
        <w:t xml:space="preserve">, </w:t>
      </w:r>
      <w:r>
        <w:t>qu</w:t>
      </w:r>
      <w:r w:rsidR="00C90F8D">
        <w:t>’</w:t>
      </w:r>
      <w:r>
        <w:t>ils y étaient arrivés le lendemain même de la prise de la ville</w:t>
      </w:r>
      <w:r w:rsidR="00C90F8D">
        <w:t xml:space="preserve">, </w:t>
      </w:r>
      <w:r>
        <w:t>je me mis du coup en colère</w:t>
      </w:r>
      <w:r w:rsidR="00C90F8D">
        <w:t xml:space="preserve">. </w:t>
      </w:r>
      <w:r>
        <w:t>La prolongation de mon emprisonnement ne se justifiait plus par l</w:t>
      </w:r>
      <w:r w:rsidR="00C90F8D">
        <w:t>’</w:t>
      </w:r>
      <w:r>
        <w:t xml:space="preserve">absence de </w:t>
      </w:r>
      <w:r>
        <w:lastRenderedPageBreak/>
        <w:t>juges</w:t>
      </w:r>
      <w:r w:rsidR="00C90F8D">
        <w:t xml:space="preserve">. </w:t>
      </w:r>
      <w:r>
        <w:t>J</w:t>
      </w:r>
      <w:r w:rsidR="00C90F8D">
        <w:t>’</w:t>
      </w:r>
      <w:r>
        <w:t>exigeai donc de l</w:t>
      </w:r>
      <w:r w:rsidR="00C90F8D">
        <w:t>’</w:t>
      </w:r>
      <w:r>
        <w:t>encre</w:t>
      </w:r>
      <w:r w:rsidR="00C90F8D">
        <w:t xml:space="preserve">, </w:t>
      </w:r>
      <w:r>
        <w:t>du papier</w:t>
      </w:r>
      <w:r w:rsidR="00C90F8D">
        <w:t xml:space="preserve">, </w:t>
      </w:r>
      <w:r>
        <w:t>et m</w:t>
      </w:r>
      <w:r w:rsidR="00C90F8D">
        <w:t>’</w:t>
      </w:r>
      <w:r>
        <w:t>attelai à la composition d</w:t>
      </w:r>
      <w:r w:rsidR="00C90F8D">
        <w:t>’</w:t>
      </w:r>
      <w:r>
        <w:t xml:space="preserve">une solide </w:t>
      </w:r>
      <w:proofErr w:type="spellStart"/>
      <w:r>
        <w:rPr>
          <w:i/>
          <w:iCs/>
        </w:rPr>
        <w:t>zaïavlenie</w:t>
      </w:r>
      <w:proofErr w:type="spellEnd"/>
      <w:r w:rsidR="00C90F8D">
        <w:rPr>
          <w:i/>
          <w:iCs/>
        </w:rPr>
        <w:t xml:space="preserve">. </w:t>
      </w:r>
      <w:r>
        <w:t>Aux gens qui n</w:t>
      </w:r>
      <w:r w:rsidR="00C90F8D">
        <w:t>’</w:t>
      </w:r>
      <w:r>
        <w:t>ont pas connu les douceurs des geôles russes</w:t>
      </w:r>
      <w:r w:rsidR="00C90F8D">
        <w:t xml:space="preserve">, </w:t>
      </w:r>
      <w:r>
        <w:t>j</w:t>
      </w:r>
      <w:r w:rsidR="00C90F8D">
        <w:t>’</w:t>
      </w:r>
      <w:r>
        <w:t>apprendrai qu</w:t>
      </w:r>
      <w:r w:rsidR="00C90F8D">
        <w:t>’</w:t>
      </w:r>
      <w:r>
        <w:t>on entend par ce mot la réclamation dans laquelle un détenu énumère les raisons qu</w:t>
      </w:r>
      <w:r w:rsidR="00C90F8D">
        <w:t>’</w:t>
      </w:r>
      <w:r>
        <w:t>il croit avoir de récupérer son indépendance</w:t>
      </w:r>
      <w:r w:rsidR="00C90F8D">
        <w:t>.</w:t>
      </w:r>
    </w:p>
    <w:p w14:paraId="6176D918" w14:textId="77777777" w:rsidR="00C90F8D" w:rsidRDefault="00AB2DE8">
      <w:r>
        <w:t>J</w:t>
      </w:r>
      <w:r w:rsidR="00C90F8D">
        <w:t>’</w:t>
      </w:r>
      <w:r>
        <w:t>étais en train de procéder à une seconde rédaction de ma requête</w:t>
      </w:r>
      <w:r w:rsidR="00C90F8D">
        <w:t xml:space="preserve">, </w:t>
      </w:r>
      <w:r>
        <w:t>la première m</w:t>
      </w:r>
      <w:r w:rsidR="00C90F8D">
        <w:t>’</w:t>
      </w:r>
      <w:r>
        <w:t>ayant paru contenir des formules trop cavalières</w:t>
      </w:r>
      <w:r w:rsidR="00C90F8D">
        <w:t xml:space="preserve">, </w:t>
      </w:r>
      <w:r>
        <w:t>quand ma porte fut ouverte avec brusquerie</w:t>
      </w:r>
      <w:r w:rsidR="00C90F8D">
        <w:t xml:space="preserve">. </w:t>
      </w:r>
      <w:r>
        <w:t>Elle se referma de même</w:t>
      </w:r>
      <w:r w:rsidR="00C90F8D">
        <w:t xml:space="preserve">, </w:t>
      </w:r>
      <w:r>
        <w:t>le temps de pousser un gros homme qui s</w:t>
      </w:r>
      <w:r w:rsidR="00C90F8D">
        <w:t>’</w:t>
      </w:r>
      <w:r>
        <w:t>en vint choir sur l</w:t>
      </w:r>
      <w:r w:rsidR="00C90F8D">
        <w:t>’</w:t>
      </w:r>
      <w:r>
        <w:t>unique chaise de la pièce</w:t>
      </w:r>
      <w:r w:rsidR="00C90F8D">
        <w:t xml:space="preserve">, </w:t>
      </w:r>
      <w:r>
        <w:t>où il demeura</w:t>
      </w:r>
      <w:r w:rsidR="00C90F8D">
        <w:t xml:space="preserve">, </w:t>
      </w:r>
      <w:r>
        <w:t>s</w:t>
      </w:r>
      <w:r w:rsidR="00C90F8D">
        <w:t>’</w:t>
      </w:r>
      <w:r>
        <w:t>épongeant le front</w:t>
      </w:r>
      <w:r w:rsidR="00C90F8D">
        <w:t xml:space="preserve">, </w:t>
      </w:r>
      <w:r>
        <w:t>tout abasourdi</w:t>
      </w:r>
      <w:r w:rsidR="00C90F8D">
        <w:t>.</w:t>
      </w:r>
    </w:p>
    <w:p w14:paraId="0DF73A54" w14:textId="77777777" w:rsidR="00C90F8D" w:rsidRDefault="00AB2DE8">
      <w:r>
        <w:t>Jusqu</w:t>
      </w:r>
      <w:r w:rsidR="00C90F8D">
        <w:t>’</w:t>
      </w:r>
      <w:r>
        <w:t>à ce jour</w:t>
      </w:r>
      <w:r w:rsidR="00C90F8D">
        <w:t xml:space="preserve">, </w:t>
      </w:r>
      <w:r>
        <w:t>j</w:t>
      </w:r>
      <w:r w:rsidR="00C90F8D">
        <w:t>’</w:t>
      </w:r>
      <w:r>
        <w:t>avais bénéficié du régime de l</w:t>
      </w:r>
      <w:r w:rsidR="00C90F8D">
        <w:t>’</w:t>
      </w:r>
      <w:r>
        <w:t>isolement</w:t>
      </w:r>
      <w:r w:rsidR="00C90F8D">
        <w:t xml:space="preserve">. </w:t>
      </w:r>
      <w:r>
        <w:t>Mais j</w:t>
      </w:r>
      <w:r w:rsidR="00C90F8D">
        <w:t>’</w:t>
      </w:r>
      <w:r>
        <w:t>étais averti par mon gardien que</w:t>
      </w:r>
      <w:r w:rsidR="00C90F8D">
        <w:t xml:space="preserve">, </w:t>
      </w:r>
      <w:r>
        <w:t>les arrestations se multipliant</w:t>
      </w:r>
      <w:r w:rsidR="00C90F8D">
        <w:t xml:space="preserve">, </w:t>
      </w:r>
      <w:r>
        <w:t>cet état de choses risquait</w:t>
      </w:r>
      <w:r w:rsidR="00C84A0C">
        <w:t xml:space="preserve"> </w:t>
      </w:r>
      <w:r>
        <w:t>fort de ne plus durer</w:t>
      </w:r>
      <w:r w:rsidR="00C90F8D">
        <w:t xml:space="preserve">. </w:t>
      </w:r>
      <w:r>
        <w:t>Je n</w:t>
      </w:r>
      <w:r w:rsidR="00C90F8D">
        <w:t>’</w:t>
      </w:r>
      <w:r>
        <w:t>en considérai pas moins sans bienveillance l</w:t>
      </w:r>
      <w:r w:rsidR="00C90F8D">
        <w:t>’</w:t>
      </w:r>
      <w:r>
        <w:t>intrus qui troublait ainsi ma paix</w:t>
      </w:r>
      <w:r w:rsidR="00C90F8D">
        <w:t xml:space="preserve">. </w:t>
      </w:r>
      <w:r>
        <w:t>J</w:t>
      </w:r>
      <w:r w:rsidR="00C90F8D">
        <w:t>’</w:t>
      </w:r>
      <w:r>
        <w:t>eus immédiatement l</w:t>
      </w:r>
      <w:r w:rsidR="00C90F8D">
        <w:t>’</w:t>
      </w:r>
      <w:r>
        <w:t>impression que j</w:t>
      </w:r>
      <w:r w:rsidR="00C90F8D">
        <w:t>’</w:t>
      </w:r>
      <w:r>
        <w:t>avais vu cette tête-là quelque part</w:t>
      </w:r>
      <w:r w:rsidR="00C90F8D">
        <w:t xml:space="preserve">. </w:t>
      </w:r>
      <w:r>
        <w:t>Mais où</w:t>
      </w:r>
      <w:r w:rsidR="00C90F8D">
        <w:t xml:space="preserve"> ? </w:t>
      </w:r>
      <w:r>
        <w:t>C</w:t>
      </w:r>
      <w:r w:rsidR="00C90F8D">
        <w:t>’</w:t>
      </w:r>
      <w:r>
        <w:t>était ce que je n</w:t>
      </w:r>
      <w:r w:rsidR="00C90F8D">
        <w:t>’</w:t>
      </w:r>
      <w:r>
        <w:t>arrivais pas à me rappeler</w:t>
      </w:r>
      <w:r w:rsidR="00C90F8D">
        <w:t>.</w:t>
      </w:r>
    </w:p>
    <w:p w14:paraId="79C1D2F0" w14:textId="77777777" w:rsidR="00C90F8D" w:rsidRDefault="00AB2DE8">
      <w:r>
        <w:t>Lui</w:t>
      </w:r>
      <w:r w:rsidR="00C90F8D">
        <w:t xml:space="preserve">, </w:t>
      </w:r>
      <w:r>
        <w:t>de son côté</w:t>
      </w:r>
      <w:r w:rsidR="00C90F8D">
        <w:t xml:space="preserve">, </w:t>
      </w:r>
      <w:r>
        <w:t>m</w:t>
      </w:r>
      <w:r w:rsidR="00C90F8D">
        <w:t>’</w:t>
      </w:r>
      <w:r>
        <w:t>examinait de ses yeux</w:t>
      </w:r>
      <w:r w:rsidR="00C84A0C">
        <w:t xml:space="preserve"> </w:t>
      </w:r>
      <w:r>
        <w:t>ronds</w:t>
      </w:r>
      <w:r w:rsidR="00C90F8D">
        <w:t xml:space="preserve">, </w:t>
      </w:r>
      <w:r>
        <w:t>avec insistance</w:t>
      </w:r>
      <w:r w:rsidR="00C90F8D">
        <w:t xml:space="preserve">. </w:t>
      </w:r>
      <w:r>
        <w:t>Et soudain il poussa une exclamation</w:t>
      </w:r>
      <w:r w:rsidR="00C90F8D">
        <w:t>.</w:t>
      </w:r>
    </w:p>
    <w:p w14:paraId="202926AE" w14:textId="77777777" w:rsidR="00C90F8D" w:rsidRDefault="00C90F8D">
      <w:r>
        <w:rPr>
          <w:rFonts w:eastAsia="Georgia"/>
        </w:rPr>
        <w:t>— </w:t>
      </w:r>
      <w:r w:rsidR="00AB2DE8">
        <w:t>Ah</w:t>
      </w:r>
      <w:r>
        <w:t xml:space="preserve"> ! </w:t>
      </w:r>
      <w:r w:rsidR="00AB2DE8">
        <w:t>Monsieur</w:t>
      </w:r>
      <w:r>
        <w:t xml:space="preserve">, </w:t>
      </w:r>
      <w:r w:rsidR="00AB2DE8">
        <w:t>quel hasard</w:t>
      </w:r>
      <w:r>
        <w:t xml:space="preserve"> ! </w:t>
      </w:r>
      <w:r w:rsidR="00AB2DE8">
        <w:t>Et quelle chance aussi pour moi</w:t>
      </w:r>
      <w:r>
        <w:t xml:space="preserve">, </w:t>
      </w:r>
      <w:r w:rsidR="00AB2DE8">
        <w:t>j</w:t>
      </w:r>
      <w:r>
        <w:t>’</w:t>
      </w:r>
      <w:r w:rsidR="00AB2DE8">
        <w:t>espère</w:t>
      </w:r>
      <w:r>
        <w:t> !</w:t>
      </w:r>
    </w:p>
    <w:p w14:paraId="37F7B357" w14:textId="77777777" w:rsidR="00C90F8D" w:rsidRDefault="00C90F8D">
      <w:r>
        <w:rPr>
          <w:rFonts w:eastAsia="Georgia"/>
        </w:rPr>
        <w:t>— </w:t>
      </w:r>
      <w:r w:rsidR="00AB2DE8">
        <w:t>Comment</w:t>
      </w:r>
      <w:r>
        <w:t xml:space="preserve"> ? </w:t>
      </w:r>
      <w:r w:rsidR="00AB2DE8">
        <w:t>Vous</w:t>
      </w:r>
      <w:r>
        <w:t xml:space="preserve"> ! </w:t>
      </w:r>
      <w:r w:rsidR="00AB2DE8">
        <w:t>fis-je presque en même temps</w:t>
      </w:r>
      <w:r>
        <w:t>.</w:t>
      </w:r>
    </w:p>
    <w:p w14:paraId="2619A8C6" w14:textId="77777777" w:rsidR="00C90F8D" w:rsidRDefault="00AB2DE8">
      <w:r>
        <w:t>Je venais à mon tour de le reconnaître</w:t>
      </w:r>
      <w:r w:rsidR="00C90F8D">
        <w:t xml:space="preserve">. </w:t>
      </w:r>
      <w:r>
        <w:t>Mon homme n</w:t>
      </w:r>
      <w:r w:rsidR="00C90F8D">
        <w:t>’</w:t>
      </w:r>
      <w:r>
        <w:t>était autre que le négociant de Samara</w:t>
      </w:r>
      <w:r w:rsidR="00C90F8D">
        <w:t xml:space="preserve">, </w:t>
      </w:r>
      <w:r>
        <w:t>celui-là même dont le témoignage</w:t>
      </w:r>
      <w:r w:rsidR="00C90F8D">
        <w:t xml:space="preserve">, </w:t>
      </w:r>
      <w:r>
        <w:t>au cours d</w:t>
      </w:r>
      <w:r w:rsidR="00C90F8D">
        <w:t>’</w:t>
      </w:r>
      <w:r>
        <w:t>une nuit fertile en péripéties de toutes sortes</w:t>
      </w:r>
      <w:r w:rsidR="00C90F8D">
        <w:t xml:space="preserve">, </w:t>
      </w:r>
      <w:r>
        <w:t xml:space="preserve">avait occasionné certains ennuis à </w:t>
      </w:r>
      <w:proofErr w:type="spellStart"/>
      <w:r>
        <w:t>Ephrem</w:t>
      </w:r>
      <w:proofErr w:type="spellEnd"/>
      <w:r>
        <w:t xml:space="preserve"> </w:t>
      </w:r>
      <w:proofErr w:type="spellStart"/>
      <w:r>
        <w:t>Fedorovitch</w:t>
      </w:r>
      <w:proofErr w:type="spellEnd"/>
      <w:r w:rsidR="00C90F8D">
        <w:t>.</w:t>
      </w:r>
    </w:p>
    <w:p w14:paraId="788B1E25" w14:textId="77777777" w:rsidR="00C90F8D" w:rsidRDefault="00C90F8D">
      <w:r>
        <w:rPr>
          <w:rFonts w:eastAsia="Georgia"/>
        </w:rPr>
        <w:lastRenderedPageBreak/>
        <w:t>— </w:t>
      </w:r>
      <w:r w:rsidR="00AB2DE8">
        <w:t>Pourquoi êtes-vous ici</w:t>
      </w:r>
      <w:r>
        <w:t> ?</w:t>
      </w:r>
    </w:p>
    <w:p w14:paraId="6E99B09D" w14:textId="77777777" w:rsidR="00C90F8D" w:rsidRDefault="00C90F8D">
      <w:r>
        <w:rPr>
          <w:rFonts w:eastAsia="Georgia"/>
        </w:rPr>
        <w:t>— </w:t>
      </w:r>
      <w:r w:rsidR="00AB2DE8">
        <w:t>Ah</w:t>
      </w:r>
      <w:r>
        <w:t xml:space="preserve"> ! </w:t>
      </w:r>
      <w:r w:rsidR="00AB2DE8">
        <w:t>fit-il</w:t>
      </w:r>
      <w:r>
        <w:t xml:space="preserve">, </w:t>
      </w:r>
      <w:r w:rsidR="00AB2DE8">
        <w:t>piteusement</w:t>
      </w:r>
      <w:r>
        <w:t xml:space="preserve">, </w:t>
      </w:r>
      <w:r w:rsidR="00AB2DE8">
        <w:t>même pas pour raisons politiques</w:t>
      </w:r>
      <w:r>
        <w:t xml:space="preserve">. </w:t>
      </w:r>
      <w:r w:rsidR="00AB2DE8">
        <w:t>Pour délit de droit commun</w:t>
      </w:r>
      <w:r>
        <w:t xml:space="preserve">, </w:t>
      </w:r>
      <w:r w:rsidR="00AB2DE8">
        <w:t>sous l</w:t>
      </w:r>
      <w:r>
        <w:t>’</w:t>
      </w:r>
      <w:r w:rsidR="00AB2DE8">
        <w:t>inculpation d</w:t>
      </w:r>
      <w:r>
        <w:t>’</w:t>
      </w:r>
      <w:r w:rsidR="00AB2DE8">
        <w:t>escroquerie</w:t>
      </w:r>
      <w:r>
        <w:t xml:space="preserve">, </w:t>
      </w:r>
      <w:r w:rsidR="00AB2DE8">
        <w:t>vous m</w:t>
      </w:r>
      <w:r>
        <w:t>’</w:t>
      </w:r>
      <w:r w:rsidR="00AB2DE8">
        <w:t>entendez</w:t>
      </w:r>
      <w:r>
        <w:t xml:space="preserve">, </w:t>
      </w:r>
      <w:r w:rsidR="00AB2DE8">
        <w:t>monsieur</w:t>
      </w:r>
      <w:r>
        <w:t xml:space="preserve">, </w:t>
      </w:r>
      <w:r w:rsidR="00AB2DE8">
        <w:t>d</w:t>
      </w:r>
      <w:r>
        <w:t>’</w:t>
      </w:r>
      <w:r w:rsidR="00AB2DE8">
        <w:t>escroquerie</w:t>
      </w:r>
      <w:r>
        <w:t> !</w:t>
      </w:r>
    </w:p>
    <w:p w14:paraId="7E9BEC86" w14:textId="77777777" w:rsidR="00C90F8D" w:rsidRDefault="00C90F8D">
      <w:r>
        <w:rPr>
          <w:rFonts w:eastAsia="Georgia"/>
        </w:rPr>
        <w:t>— </w:t>
      </w:r>
      <w:r w:rsidR="00AB2DE8">
        <w:t>Oh</w:t>
      </w:r>
      <w:r>
        <w:t xml:space="preserve"> ! </w:t>
      </w:r>
      <w:r w:rsidR="00AB2DE8">
        <w:t>oh</w:t>
      </w:r>
      <w:r>
        <w:t xml:space="preserve"> ! </w:t>
      </w:r>
      <w:r w:rsidR="00AB2DE8">
        <w:t>Et que vous reproche-t-on</w:t>
      </w:r>
      <w:r>
        <w:t xml:space="preserve"> ? </w:t>
      </w:r>
      <w:r w:rsidR="00AB2DE8">
        <w:t>En quoi</w:t>
      </w:r>
      <w:r>
        <w:t xml:space="preserve">, </w:t>
      </w:r>
      <w:r w:rsidR="00AB2DE8">
        <w:t>en tout cas</w:t>
      </w:r>
      <w:r>
        <w:t xml:space="preserve">, </w:t>
      </w:r>
      <w:r w:rsidR="00AB2DE8">
        <w:t>le fait de m</w:t>
      </w:r>
      <w:r>
        <w:t>’</w:t>
      </w:r>
      <w:r w:rsidR="00AB2DE8">
        <w:t>avoir retrouvé peut-il être une chance pour vous</w:t>
      </w:r>
      <w:r>
        <w:t> ?</w:t>
      </w:r>
    </w:p>
    <w:p w14:paraId="7A295088" w14:textId="77777777" w:rsidR="00C90F8D" w:rsidRDefault="00C90F8D">
      <w:r>
        <w:rPr>
          <w:rFonts w:eastAsia="Georgia"/>
        </w:rPr>
        <w:t>— </w:t>
      </w:r>
      <w:r w:rsidR="00AB2DE8">
        <w:t>Vous allez voir</w:t>
      </w:r>
      <w:r>
        <w:t xml:space="preserve">. </w:t>
      </w:r>
      <w:r w:rsidR="00AB2DE8">
        <w:t>Il y a deux jours</w:t>
      </w:r>
      <w:r>
        <w:t xml:space="preserve">, </w:t>
      </w:r>
      <w:r w:rsidR="00AB2DE8">
        <w:t>j</w:t>
      </w:r>
      <w:r>
        <w:t>’</w:t>
      </w:r>
      <w:r w:rsidR="00AB2DE8">
        <w:t>ai eu la malencontreuse idée d</w:t>
      </w:r>
      <w:r>
        <w:t>’</w:t>
      </w:r>
      <w:r w:rsidR="00AB2DE8">
        <w:t>aller faire une petite partie de baccara</w:t>
      </w:r>
      <w:r>
        <w:t xml:space="preserve">, </w:t>
      </w:r>
      <w:r w:rsidR="00AB2DE8">
        <w:t>au cercle que vous connaissez</w:t>
      </w:r>
      <w:r>
        <w:t>…</w:t>
      </w:r>
    </w:p>
    <w:p w14:paraId="02AEFC14" w14:textId="77777777" w:rsidR="00C90F8D" w:rsidRDefault="00C90F8D">
      <w:r>
        <w:rPr>
          <w:rFonts w:eastAsia="Georgia"/>
        </w:rPr>
        <w:t>— </w:t>
      </w:r>
      <w:r w:rsidR="00AB2DE8">
        <w:t>Quoi</w:t>
      </w:r>
      <w:r>
        <w:t xml:space="preserve">, </w:t>
      </w:r>
      <w:r w:rsidR="00AB2DE8">
        <w:t>fis-je avec une moue</w:t>
      </w:r>
      <w:r>
        <w:t xml:space="preserve">, </w:t>
      </w:r>
      <w:r w:rsidR="00AB2DE8">
        <w:t>les bolcheviks n</w:t>
      </w:r>
      <w:r>
        <w:t>’</w:t>
      </w:r>
      <w:r w:rsidR="00AB2DE8">
        <w:t>ont pas commencé par fermer cette caverne</w:t>
      </w:r>
      <w:r>
        <w:t> ?</w:t>
      </w:r>
    </w:p>
    <w:p w14:paraId="143FEA9F" w14:textId="77777777" w:rsidR="00C90F8D" w:rsidRDefault="00AB2DE8">
      <w:r>
        <w:t>Ses yeux s</w:t>
      </w:r>
      <w:r w:rsidR="00C90F8D">
        <w:t>’</w:t>
      </w:r>
      <w:r>
        <w:t>arrondirent encore</w:t>
      </w:r>
      <w:r w:rsidR="00C90F8D">
        <w:t xml:space="preserve">. </w:t>
      </w:r>
      <w:r>
        <w:t>Pourquoi les bolcheviks auraient-ils fermé son cercle</w:t>
      </w:r>
      <w:r w:rsidR="00C90F8D">
        <w:t> ?</w:t>
      </w:r>
    </w:p>
    <w:p w14:paraId="126F1724" w14:textId="77777777" w:rsidR="00C90F8D" w:rsidRDefault="00C90F8D">
      <w:r>
        <w:rPr>
          <w:rFonts w:eastAsia="Georgia"/>
        </w:rPr>
        <w:t>— </w:t>
      </w:r>
      <w:r w:rsidR="00AB2DE8">
        <w:t>Je continue</w:t>
      </w:r>
      <w:r>
        <w:t xml:space="preserve">, </w:t>
      </w:r>
      <w:r w:rsidR="00AB2DE8">
        <w:t>dit-il</w:t>
      </w:r>
      <w:r>
        <w:t xml:space="preserve">. </w:t>
      </w:r>
      <w:r w:rsidR="00AB2DE8">
        <w:t>Savez-vous qui j</w:t>
      </w:r>
      <w:r>
        <w:t>’</w:t>
      </w:r>
      <w:r w:rsidR="00AB2DE8">
        <w:t>ai rencontré là</w:t>
      </w:r>
      <w:r>
        <w:t> ?</w:t>
      </w:r>
    </w:p>
    <w:p w14:paraId="4872C97F" w14:textId="77777777" w:rsidR="00C90F8D" w:rsidRDefault="00C90F8D">
      <w:r>
        <w:rPr>
          <w:rFonts w:eastAsia="Georgia"/>
        </w:rPr>
        <w:t>— </w:t>
      </w:r>
      <w:r w:rsidR="00AB2DE8">
        <w:t>Comment voulez-vous que je le devine</w:t>
      </w:r>
      <w:r>
        <w:t> ?</w:t>
      </w:r>
    </w:p>
    <w:p w14:paraId="492A910F" w14:textId="77777777" w:rsidR="00C90F8D" w:rsidRDefault="00C90F8D">
      <w:r>
        <w:rPr>
          <w:rFonts w:eastAsia="Georgia"/>
        </w:rPr>
        <w:t>— </w:t>
      </w:r>
      <w:r w:rsidR="00AB2DE8">
        <w:t>Eh bien</w:t>
      </w:r>
      <w:r>
        <w:t xml:space="preserve">, </w:t>
      </w:r>
      <w:r w:rsidR="00AB2DE8">
        <w:t>le vieux forban dont vous avez eu la bonté de régler la dette</w:t>
      </w:r>
      <w:r>
        <w:t>.</w:t>
      </w:r>
    </w:p>
    <w:p w14:paraId="3E803700" w14:textId="77777777" w:rsidR="00C90F8D" w:rsidRDefault="00C90F8D">
      <w:r>
        <w:rPr>
          <w:rFonts w:eastAsia="Georgia"/>
        </w:rPr>
        <w:t>— </w:t>
      </w:r>
      <w:r w:rsidR="00AB2DE8">
        <w:t>Quoi</w:t>
      </w:r>
      <w:r>
        <w:t xml:space="preserve"> ? </w:t>
      </w:r>
      <w:r w:rsidR="00AB2DE8">
        <w:t>fis-je</w:t>
      </w:r>
      <w:r>
        <w:t xml:space="preserve">, </w:t>
      </w:r>
      <w:r w:rsidR="00AB2DE8">
        <w:t>me sentant subitement devenir livide</w:t>
      </w:r>
      <w:r>
        <w:t xml:space="preserve">. </w:t>
      </w:r>
      <w:r w:rsidR="00AB2DE8">
        <w:t>Il est donc en liberté</w:t>
      </w:r>
      <w:r>
        <w:t> ?</w:t>
      </w:r>
    </w:p>
    <w:p w14:paraId="1A0C67FD" w14:textId="77777777" w:rsidR="00C90F8D" w:rsidRDefault="00C90F8D">
      <w:r>
        <w:rPr>
          <w:rFonts w:eastAsia="Georgia"/>
        </w:rPr>
        <w:t>— </w:t>
      </w:r>
      <w:r w:rsidR="00AB2DE8">
        <w:t>S</w:t>
      </w:r>
      <w:r>
        <w:t>’</w:t>
      </w:r>
      <w:r w:rsidR="00AB2DE8">
        <w:t>il est en liberté</w:t>
      </w:r>
      <w:r>
        <w:t xml:space="preserve"> ! </w:t>
      </w:r>
      <w:r w:rsidR="00AB2DE8">
        <w:t>Non seulement il est libre</w:t>
      </w:r>
      <w:r>
        <w:t xml:space="preserve">, </w:t>
      </w:r>
      <w:r w:rsidR="00AB2DE8">
        <w:t>mais c</w:t>
      </w:r>
      <w:r>
        <w:t>’</w:t>
      </w:r>
      <w:r w:rsidR="00AB2DE8">
        <w:t>est à lui que je dois de ne plus l</w:t>
      </w:r>
      <w:r>
        <w:t>’</w:t>
      </w:r>
      <w:r w:rsidR="00AB2DE8">
        <w:t>être</w:t>
      </w:r>
      <w:r>
        <w:t xml:space="preserve">, </w:t>
      </w:r>
      <w:r w:rsidR="00AB2DE8">
        <w:t>moi</w:t>
      </w:r>
      <w:r>
        <w:t xml:space="preserve">. </w:t>
      </w:r>
      <w:r w:rsidR="00AB2DE8">
        <w:t>Non seulement il est libre</w:t>
      </w:r>
      <w:r>
        <w:t xml:space="preserve">, </w:t>
      </w:r>
      <w:r w:rsidR="00AB2DE8">
        <w:t>mais encore il est</w:t>
      </w:r>
      <w:r>
        <w:t xml:space="preserve">, </w:t>
      </w:r>
      <w:r w:rsidR="00AB2DE8">
        <w:t>paraît-il</w:t>
      </w:r>
      <w:r>
        <w:t xml:space="preserve">, </w:t>
      </w:r>
      <w:r w:rsidR="00AB2DE8">
        <w:t>tout-puissant auprès des maîtres de l</w:t>
      </w:r>
      <w:r>
        <w:t>’</w:t>
      </w:r>
      <w:r w:rsidR="00AB2DE8">
        <w:t>heure</w:t>
      </w:r>
      <w:r>
        <w:t xml:space="preserve">. </w:t>
      </w:r>
      <w:r w:rsidR="00AB2DE8">
        <w:t>C</w:t>
      </w:r>
      <w:r>
        <w:t>’</w:t>
      </w:r>
      <w:r w:rsidR="00AB2DE8">
        <w:t>est sur la plainte qu</w:t>
      </w:r>
      <w:r>
        <w:t>’</w:t>
      </w:r>
      <w:r w:rsidR="00AB2DE8">
        <w:t>il a eu l</w:t>
      </w:r>
      <w:r>
        <w:t>’</w:t>
      </w:r>
      <w:r w:rsidR="00AB2DE8">
        <w:t>aplomb de déposer contre moi qu</w:t>
      </w:r>
      <w:r>
        <w:t>’</w:t>
      </w:r>
      <w:r w:rsidR="00AB2DE8">
        <w:t>on vient de me coffrer</w:t>
      </w:r>
      <w:r>
        <w:t xml:space="preserve">, </w:t>
      </w:r>
      <w:r w:rsidR="00AB2DE8">
        <w:t>après m</w:t>
      </w:r>
      <w:r>
        <w:t>’</w:t>
      </w:r>
      <w:r w:rsidR="00AB2DE8">
        <w:t>avoir confisqué tout mon argent</w:t>
      </w:r>
      <w:r>
        <w:t xml:space="preserve">. </w:t>
      </w:r>
      <w:r w:rsidR="00AB2DE8">
        <w:t>Et le fonctionnaire qui m</w:t>
      </w:r>
      <w:r>
        <w:t>’</w:t>
      </w:r>
      <w:r w:rsidR="00AB2DE8">
        <w:t xml:space="preserve">a notifié </w:t>
      </w:r>
      <w:r w:rsidR="00AB2DE8">
        <w:lastRenderedPageBreak/>
        <w:t>mon arrestation ne s</w:t>
      </w:r>
      <w:r>
        <w:t>’</w:t>
      </w:r>
      <w:r w:rsidR="00AB2DE8">
        <w:t>est pas fait faute de me déclarer que mon compte était bon</w:t>
      </w:r>
      <w:r>
        <w:t xml:space="preserve">, </w:t>
      </w:r>
      <w:r w:rsidR="00AB2DE8">
        <w:t>étant donné la personnalité de mon accusateur</w:t>
      </w:r>
      <w:r>
        <w:t xml:space="preserve">. </w:t>
      </w:r>
      <w:r w:rsidR="00AB2DE8">
        <w:t>N</w:t>
      </w:r>
      <w:r>
        <w:t>’</w:t>
      </w:r>
      <w:r w:rsidR="00AB2DE8">
        <w:t>y a-t-il pas de quoi rire</w:t>
      </w:r>
      <w:r>
        <w:t xml:space="preserve"> ? </w:t>
      </w:r>
      <w:r w:rsidR="00AB2DE8">
        <w:t>Mais</w:t>
      </w:r>
      <w:r>
        <w:t xml:space="preserve">, </w:t>
      </w:r>
      <w:r w:rsidR="00AB2DE8">
        <w:t>cher monsieur</w:t>
      </w:r>
      <w:r>
        <w:t xml:space="preserve">, </w:t>
      </w:r>
      <w:r w:rsidR="00AB2DE8">
        <w:t>ça ne se passera pas ainsi</w:t>
      </w:r>
      <w:r>
        <w:t xml:space="preserve">, </w:t>
      </w:r>
      <w:r w:rsidR="00AB2DE8">
        <w:t>n</w:t>
      </w:r>
      <w:r>
        <w:t>’</w:t>
      </w:r>
      <w:r w:rsidR="00AB2DE8">
        <w:t>est-ce pas</w:t>
      </w:r>
      <w:r>
        <w:t xml:space="preserve"> ? </w:t>
      </w:r>
      <w:r w:rsidR="00AB2DE8">
        <w:t>Vous serez là</w:t>
      </w:r>
      <w:r>
        <w:t xml:space="preserve">, </w:t>
      </w:r>
      <w:r w:rsidR="00AB2DE8">
        <w:t>le moment venu</w:t>
      </w:r>
      <w:r>
        <w:t xml:space="preserve">, </w:t>
      </w:r>
      <w:r w:rsidR="00AB2DE8">
        <w:t>pour me défendre</w:t>
      </w:r>
      <w:r>
        <w:t xml:space="preserve">, </w:t>
      </w:r>
      <w:r w:rsidR="00AB2DE8">
        <w:t>pour affirmer</w:t>
      </w:r>
      <w:r>
        <w:t>…</w:t>
      </w:r>
    </w:p>
    <w:p w14:paraId="74B9EDF4" w14:textId="77777777" w:rsidR="00C90F8D" w:rsidRDefault="00AB2DE8">
      <w:r>
        <w:t>Je ne l</w:t>
      </w:r>
      <w:r w:rsidR="00C90F8D">
        <w:t>’</w:t>
      </w:r>
      <w:r>
        <w:t>écoutais plus</w:t>
      </w:r>
      <w:r w:rsidR="00C90F8D">
        <w:t xml:space="preserve">. </w:t>
      </w:r>
      <w:r>
        <w:t>Je m</w:t>
      </w:r>
      <w:r w:rsidR="00C90F8D">
        <w:t>’</w:t>
      </w:r>
      <w:r>
        <w:t>étais bien trompé</w:t>
      </w:r>
      <w:r w:rsidR="00C90F8D">
        <w:t xml:space="preserve">, </w:t>
      </w:r>
      <w:r>
        <w:t>si j</w:t>
      </w:r>
      <w:r w:rsidR="00C90F8D">
        <w:t>’</w:t>
      </w:r>
      <w:r>
        <w:t>avais pu croire</w:t>
      </w:r>
      <w:r w:rsidR="00C90F8D">
        <w:t xml:space="preserve">, </w:t>
      </w:r>
      <w:r>
        <w:t>à Tcheliabinsk</w:t>
      </w:r>
      <w:r w:rsidR="00C90F8D">
        <w:t xml:space="preserve">, </w:t>
      </w:r>
      <w:r>
        <w:t>toucher le fond du désespoir</w:t>
      </w:r>
      <w:r w:rsidR="00C90F8D">
        <w:t xml:space="preserve">, </w:t>
      </w:r>
      <w:r>
        <w:t>de la haine</w:t>
      </w:r>
      <w:r w:rsidR="00C90F8D">
        <w:t xml:space="preserve">, </w:t>
      </w:r>
      <w:r>
        <w:t>de la jalousie</w:t>
      </w:r>
      <w:r w:rsidR="00C90F8D">
        <w:t xml:space="preserve">, </w:t>
      </w:r>
      <w:r>
        <w:t>c</w:t>
      </w:r>
      <w:r w:rsidR="00C90F8D">
        <w:t>’</w:t>
      </w:r>
      <w:r>
        <w:t>est-à-dire</w:t>
      </w:r>
      <w:r w:rsidR="00C90F8D">
        <w:t xml:space="preserve">, </w:t>
      </w:r>
      <w:r>
        <w:t>hélas</w:t>
      </w:r>
      <w:r w:rsidR="00C90F8D">
        <w:t xml:space="preserve"> ! </w:t>
      </w:r>
      <w:r>
        <w:t>de l</w:t>
      </w:r>
      <w:r w:rsidR="00C90F8D">
        <w:t>’</w:t>
      </w:r>
      <w:r>
        <w:t>amour</w:t>
      </w:r>
      <w:r w:rsidR="00C90F8D">
        <w:t xml:space="preserve">… </w:t>
      </w:r>
      <w:r>
        <w:t>Qu</w:t>
      </w:r>
      <w:r w:rsidR="00C90F8D">
        <w:t>’</w:t>
      </w:r>
      <w:r>
        <w:t>était-ce en comparaison de ce que j</w:t>
      </w:r>
      <w:r w:rsidR="00C90F8D">
        <w:t>’</w:t>
      </w:r>
      <w:r>
        <w:t>éprouvais à présent</w:t>
      </w:r>
      <w:r w:rsidR="00C90F8D">
        <w:t xml:space="preserve">. </w:t>
      </w:r>
      <w:r>
        <w:t>Ainsi le colonel Gregor était roulé dans le linceul rougi du sang de son crâne fracassé</w:t>
      </w:r>
      <w:r w:rsidR="00C90F8D">
        <w:t xml:space="preserve"> ; </w:t>
      </w:r>
      <w:r>
        <w:t>moi</w:t>
      </w:r>
      <w:r w:rsidR="00C90F8D">
        <w:t xml:space="preserve">, </w:t>
      </w:r>
      <w:r>
        <w:t>dans ma grotesque prison</w:t>
      </w:r>
      <w:r w:rsidR="00C90F8D">
        <w:t xml:space="preserve">, </w:t>
      </w:r>
      <w:r>
        <w:t>j</w:t>
      </w:r>
      <w:r w:rsidR="00C90F8D">
        <w:t>’</w:t>
      </w:r>
      <w:r>
        <w:t>étais promis peut-être à un sort identique</w:t>
      </w:r>
      <w:r w:rsidR="00C90F8D">
        <w:t xml:space="preserve">… </w:t>
      </w:r>
      <w:r>
        <w:t>Et elle</w:t>
      </w:r>
      <w:r w:rsidR="00C90F8D">
        <w:t xml:space="preserve">, </w:t>
      </w:r>
      <w:r>
        <w:t>pendant ce temps</w:t>
      </w:r>
      <w:r w:rsidR="00C90F8D">
        <w:t xml:space="preserve">, </w:t>
      </w:r>
      <w:r>
        <w:t>entre les bras de qui souriait-elle</w:t>
      </w:r>
      <w:r w:rsidR="00C90F8D">
        <w:t xml:space="preserve">, </w:t>
      </w:r>
      <w:r>
        <w:t>la misérable</w:t>
      </w:r>
      <w:r w:rsidR="00C90F8D">
        <w:t xml:space="preserve">, </w:t>
      </w:r>
      <w:r>
        <w:t>au salut de laquelle lui</w:t>
      </w:r>
      <w:r w:rsidR="00C90F8D">
        <w:t xml:space="preserve">, </w:t>
      </w:r>
      <w:r>
        <w:t>moi</w:t>
      </w:r>
      <w:r w:rsidR="00C90F8D">
        <w:t xml:space="preserve">, </w:t>
      </w:r>
      <w:r>
        <w:t>combien d</w:t>
      </w:r>
      <w:r w:rsidR="00C90F8D">
        <w:t>’</w:t>
      </w:r>
      <w:r>
        <w:t>autres sans doute</w:t>
      </w:r>
      <w:r w:rsidR="00C90F8D">
        <w:t xml:space="preserve">, </w:t>
      </w:r>
      <w:r>
        <w:t>nous n</w:t>
      </w:r>
      <w:r w:rsidR="00C90F8D">
        <w:t>’</w:t>
      </w:r>
      <w:r>
        <w:t>avions songé qu</w:t>
      </w:r>
      <w:r w:rsidR="00C90F8D">
        <w:t>’</w:t>
      </w:r>
      <w:r>
        <w:t>à nous sacrifier</w:t>
      </w:r>
      <w:r w:rsidR="00C90F8D">
        <w:t xml:space="preserve"> ? </w:t>
      </w:r>
      <w:r>
        <w:t>Ah</w:t>
      </w:r>
      <w:r w:rsidR="00C90F8D">
        <w:t xml:space="preserve"> ! </w:t>
      </w:r>
      <w:r>
        <w:t>je n</w:t>
      </w:r>
      <w:r w:rsidR="00C90F8D">
        <w:t>’</w:t>
      </w:r>
      <w:r>
        <w:t>avais pas beaucoup à réfléchir pour être fixé sur l</w:t>
      </w:r>
      <w:r w:rsidR="00C90F8D">
        <w:t>’</w:t>
      </w:r>
      <w:r>
        <w:t>origine et la nature de l</w:t>
      </w:r>
      <w:r w:rsidR="00C90F8D">
        <w:t>’</w:t>
      </w:r>
      <w:r>
        <w:t xml:space="preserve">influence dont pouvait actuellement disposer </w:t>
      </w:r>
      <w:proofErr w:type="spellStart"/>
      <w:r>
        <w:t>Ephrem</w:t>
      </w:r>
      <w:proofErr w:type="spellEnd"/>
      <w:r>
        <w:t xml:space="preserve"> </w:t>
      </w:r>
      <w:proofErr w:type="spellStart"/>
      <w:r>
        <w:t>Fedorovitch</w:t>
      </w:r>
      <w:proofErr w:type="spellEnd"/>
      <w:r w:rsidR="00C90F8D">
        <w:t> !</w:t>
      </w:r>
    </w:p>
    <w:p w14:paraId="44C248D0" w14:textId="68FE095C" w:rsidR="00AB2DE8" w:rsidRDefault="00AB2DE8"/>
    <w:p w14:paraId="1229D053" w14:textId="77777777" w:rsidR="00C90F8D" w:rsidRDefault="00AB2DE8">
      <w:r>
        <w:t>Forestier</w:t>
      </w:r>
      <w:r w:rsidR="00C90F8D">
        <w:t xml:space="preserve">, </w:t>
      </w:r>
      <w:r>
        <w:t>qui venait de parler tout d</w:t>
      </w:r>
      <w:r w:rsidR="00C90F8D">
        <w:t>’</w:t>
      </w:r>
      <w:r>
        <w:t>une traite</w:t>
      </w:r>
      <w:r w:rsidR="00C90F8D">
        <w:t xml:space="preserve">, </w:t>
      </w:r>
      <w:r>
        <w:t>s</w:t>
      </w:r>
      <w:r w:rsidR="00C90F8D">
        <w:t>’</w:t>
      </w:r>
      <w:r>
        <w:t>arrêta</w:t>
      </w:r>
      <w:r w:rsidR="00C90F8D">
        <w:t xml:space="preserve">. </w:t>
      </w:r>
      <w:r>
        <w:t>Un soupir s</w:t>
      </w:r>
      <w:r w:rsidR="00C90F8D">
        <w:t>’</w:t>
      </w:r>
      <w:r>
        <w:t>élevait dans la chambre obscure</w:t>
      </w:r>
      <w:r w:rsidR="00C90F8D">
        <w:t>.</w:t>
      </w:r>
    </w:p>
    <w:p w14:paraId="7EBAA638" w14:textId="77777777" w:rsidR="00C90F8D" w:rsidRDefault="00C90F8D">
      <w:r>
        <w:rPr>
          <w:rFonts w:eastAsia="Georgia"/>
        </w:rPr>
        <w:t>— </w:t>
      </w:r>
      <w:r w:rsidR="00AB2DE8">
        <w:t>Qu</w:t>
      </w:r>
      <w:r>
        <w:t>’</w:t>
      </w:r>
      <w:r w:rsidR="00AB2DE8">
        <w:t>as-tu</w:t>
      </w:r>
      <w:r>
        <w:t xml:space="preserve"> ? </w:t>
      </w:r>
      <w:r w:rsidR="00AB2DE8">
        <w:t>demanda-t-il à son tour</w:t>
      </w:r>
      <w:r>
        <w:t>.</w:t>
      </w:r>
    </w:p>
    <w:p w14:paraId="44EAE144" w14:textId="77777777" w:rsidR="00C90F8D" w:rsidRDefault="00C90F8D">
      <w:r>
        <w:rPr>
          <w:rFonts w:eastAsia="Georgia"/>
        </w:rPr>
        <w:t>— </w:t>
      </w:r>
      <w:r w:rsidR="00AB2DE8">
        <w:t>Rien</w:t>
      </w:r>
      <w:r>
        <w:t xml:space="preserve">, </w:t>
      </w:r>
      <w:r w:rsidR="00AB2DE8">
        <w:t>dit Schmidt</w:t>
      </w:r>
      <w:r>
        <w:t xml:space="preserve">. </w:t>
      </w:r>
      <w:r w:rsidR="00AB2DE8">
        <w:t>Ou plutôt</w:t>
      </w:r>
      <w:r>
        <w:t xml:space="preserve">, </w:t>
      </w:r>
      <w:r w:rsidR="00AB2DE8">
        <w:t>si</w:t>
      </w:r>
      <w:r>
        <w:t xml:space="preserve">. </w:t>
      </w:r>
      <w:r w:rsidR="00AB2DE8">
        <w:t>Je songe aux hommes</w:t>
      </w:r>
      <w:r>
        <w:t xml:space="preserve">, </w:t>
      </w:r>
      <w:r w:rsidR="00AB2DE8">
        <w:t>aux pauvres hommes comme moi</w:t>
      </w:r>
      <w:r>
        <w:t xml:space="preserve">, </w:t>
      </w:r>
      <w:r w:rsidR="00AB2DE8">
        <w:t>dont la vie a été semblable à une montagne</w:t>
      </w:r>
      <w:r>
        <w:t xml:space="preserve">. </w:t>
      </w:r>
      <w:r w:rsidR="00AB2DE8">
        <w:t>Ils y ont cheminé allègrement</w:t>
      </w:r>
      <w:r>
        <w:t xml:space="preserve">, </w:t>
      </w:r>
      <w:r w:rsidR="00AB2DE8">
        <w:t>depuis leur naissance</w:t>
      </w:r>
      <w:r>
        <w:t xml:space="preserve">, </w:t>
      </w:r>
      <w:r w:rsidR="00AB2DE8">
        <w:t>dans le brouillard</w:t>
      </w:r>
      <w:r>
        <w:t xml:space="preserve">. </w:t>
      </w:r>
      <w:r w:rsidR="00AB2DE8">
        <w:t>Et il leur a fallu une brusque éclaircie pour s</w:t>
      </w:r>
      <w:r>
        <w:t>’</w:t>
      </w:r>
      <w:r w:rsidR="00AB2DE8">
        <w:t>apercevoir des affreux précipices qu</w:t>
      </w:r>
      <w:r>
        <w:t>’</w:t>
      </w:r>
      <w:r w:rsidR="00AB2DE8">
        <w:t>ils ont côtoyés</w:t>
      </w:r>
      <w:r>
        <w:t>.</w:t>
      </w:r>
    </w:p>
    <w:p w14:paraId="40F71781" w14:textId="77777777" w:rsidR="00C90F8D" w:rsidRDefault="00AB2DE8">
      <w:r>
        <w:lastRenderedPageBreak/>
        <w:t>C</w:t>
      </w:r>
      <w:r w:rsidR="00C90F8D">
        <w:t>’</w:t>
      </w:r>
      <w:r>
        <w:t>était sa voix maintenant qui était brisée</w:t>
      </w:r>
      <w:r w:rsidR="00C90F8D">
        <w:t xml:space="preserve">, </w:t>
      </w:r>
      <w:r>
        <w:t>tandis que celle de l</w:t>
      </w:r>
      <w:r w:rsidR="00C90F8D">
        <w:t>’</w:t>
      </w:r>
      <w:r>
        <w:t>autre ne cessait de gagner en force</w:t>
      </w:r>
      <w:r w:rsidR="00C90F8D">
        <w:t>.</w:t>
      </w:r>
    </w:p>
    <w:p w14:paraId="103A3B77" w14:textId="01D0C3E0" w:rsidR="00C90F8D" w:rsidRDefault="00C90F8D"/>
    <w:p w14:paraId="551B7662" w14:textId="77777777" w:rsidR="00C90F8D" w:rsidRDefault="00C90F8D">
      <w:r>
        <w:t>— </w:t>
      </w:r>
      <w:r w:rsidR="00AB2DE8">
        <w:t>Ainsi</w:t>
      </w:r>
      <w:r>
        <w:t xml:space="preserve">, </w:t>
      </w:r>
      <w:r w:rsidR="00AB2DE8">
        <w:t>reprit Forestier</w:t>
      </w:r>
      <w:r>
        <w:t xml:space="preserve">, </w:t>
      </w:r>
      <w:r w:rsidR="00AB2DE8">
        <w:t>il ne m</w:t>
      </w:r>
      <w:r>
        <w:t>’</w:t>
      </w:r>
      <w:r w:rsidR="00AB2DE8">
        <w:t>était plus possible à présent de continuer à me mentir</w:t>
      </w:r>
      <w:r>
        <w:t xml:space="preserve">. </w:t>
      </w:r>
      <w:r w:rsidR="00AB2DE8">
        <w:t>Je savais désormais ce qu</w:t>
      </w:r>
      <w:r>
        <w:t>’</w:t>
      </w:r>
      <w:r w:rsidR="00AB2DE8">
        <w:t>était Armide</w:t>
      </w:r>
      <w:r>
        <w:t xml:space="preserve"> : </w:t>
      </w:r>
      <w:r w:rsidR="00AB2DE8">
        <w:t>la triste monnaie</w:t>
      </w:r>
      <w:r>
        <w:t xml:space="preserve">, </w:t>
      </w:r>
      <w:r w:rsidR="00AB2DE8">
        <w:t>la monnaie toujours renouvelée avec laquelle son ignoble père soldait ses tirages à cinq</w:t>
      </w:r>
      <w:r>
        <w:t xml:space="preserve">, </w:t>
      </w:r>
      <w:r w:rsidR="00AB2DE8">
        <w:t>son champagne</w:t>
      </w:r>
      <w:r>
        <w:t xml:space="preserve">, </w:t>
      </w:r>
      <w:r w:rsidR="00AB2DE8">
        <w:t>sa vodka</w:t>
      </w:r>
      <w:r>
        <w:t xml:space="preserve">… </w:t>
      </w:r>
      <w:r w:rsidR="00AB2DE8">
        <w:t>Et pourtant</w:t>
      </w:r>
      <w:r>
        <w:t xml:space="preserve">, </w:t>
      </w:r>
      <w:r w:rsidR="00AB2DE8">
        <w:t>je m</w:t>
      </w:r>
      <w:r>
        <w:t>’</w:t>
      </w:r>
      <w:r w:rsidR="00AB2DE8">
        <w:t>obstinais encore</w:t>
      </w:r>
      <w:r>
        <w:t xml:space="preserve">. </w:t>
      </w:r>
      <w:r w:rsidR="00AB2DE8">
        <w:t>J</w:t>
      </w:r>
      <w:r>
        <w:t>’</w:t>
      </w:r>
      <w:r w:rsidR="00AB2DE8">
        <w:t>appelais désir de me venger ce qui n</w:t>
      </w:r>
      <w:r>
        <w:t>’</w:t>
      </w:r>
      <w:r w:rsidR="00AB2DE8">
        <w:t>était que monstrueux besoin de la revoir</w:t>
      </w:r>
      <w:r>
        <w:t>.</w:t>
      </w:r>
    </w:p>
    <w:p w14:paraId="2C86F2B5" w14:textId="77777777" w:rsidR="00C90F8D" w:rsidRDefault="00AB2DE8">
      <w:r>
        <w:t>La revoir</w:t>
      </w:r>
      <w:r w:rsidR="00C90F8D">
        <w:t xml:space="preserve"> ! </w:t>
      </w:r>
      <w:r>
        <w:t>Pour y arriver</w:t>
      </w:r>
      <w:r w:rsidR="00C90F8D">
        <w:t xml:space="preserve">, </w:t>
      </w:r>
      <w:r>
        <w:t>reconquérir ma liberté le plus tôt possible</w:t>
      </w:r>
      <w:r w:rsidR="00C90F8D">
        <w:t xml:space="preserve"> ! </w:t>
      </w:r>
      <w:r>
        <w:t>Ce ne serait évidemment pas</w:t>
      </w:r>
      <w:r w:rsidR="00C90F8D">
        <w:t xml:space="preserve">, </w:t>
      </w:r>
      <w:r>
        <w:t>le moment venu</w:t>
      </w:r>
      <w:r w:rsidR="00C90F8D">
        <w:t xml:space="preserve">, </w:t>
      </w:r>
      <w:r>
        <w:t>en criant à mes juges ce que je pensais d</w:t>
      </w:r>
      <w:r w:rsidR="00C90F8D">
        <w:t>’</w:t>
      </w:r>
      <w:r>
        <w:t>eux</w:t>
      </w:r>
      <w:r w:rsidR="00C90F8D">
        <w:t xml:space="preserve">, </w:t>
      </w:r>
      <w:r>
        <w:t>ce que j</w:t>
      </w:r>
      <w:r w:rsidR="00C90F8D">
        <w:t>’</w:t>
      </w:r>
      <w:r>
        <w:t>avais sur le cœur</w:t>
      </w:r>
      <w:r w:rsidR="00C90F8D">
        <w:t xml:space="preserve">, </w:t>
      </w:r>
      <w:r>
        <w:t>que j</w:t>
      </w:r>
      <w:r w:rsidR="00C90F8D">
        <w:t>’</w:t>
      </w:r>
      <w:r>
        <w:t>obtiendrais ce résultat</w:t>
      </w:r>
      <w:r w:rsidR="00C90F8D">
        <w:t xml:space="preserve">. </w:t>
      </w:r>
      <w:r>
        <w:t>Oui</w:t>
      </w:r>
      <w:r w:rsidR="00C90F8D">
        <w:t xml:space="preserve">, </w:t>
      </w:r>
      <w:r>
        <w:t>mais</w:t>
      </w:r>
      <w:r w:rsidR="00C90F8D">
        <w:t xml:space="preserve">, </w:t>
      </w:r>
      <w:r>
        <w:t>ces juges</w:t>
      </w:r>
      <w:r w:rsidR="00C90F8D">
        <w:t xml:space="preserve">, </w:t>
      </w:r>
      <w:r>
        <w:t>encore fallait-il qu</w:t>
      </w:r>
      <w:r w:rsidR="00C90F8D">
        <w:t>’</w:t>
      </w:r>
      <w:r>
        <w:t>ils daignassent me convoquer</w:t>
      </w:r>
      <w:r w:rsidR="00C90F8D">
        <w:t>.</w:t>
      </w:r>
    </w:p>
    <w:p w14:paraId="0B069DDD" w14:textId="77777777" w:rsidR="00C90F8D" w:rsidRDefault="00AB2DE8">
      <w:r>
        <w:t>Ma requête produisit</w:t>
      </w:r>
      <w:r w:rsidR="00C90F8D">
        <w:t xml:space="preserve">, </w:t>
      </w:r>
      <w:r>
        <w:t>plus vite que je n</w:t>
      </w:r>
      <w:r w:rsidR="00C90F8D">
        <w:t>’</w:t>
      </w:r>
      <w:r>
        <w:t>eusse osé l</w:t>
      </w:r>
      <w:r w:rsidR="00C90F8D">
        <w:t>’</w:t>
      </w:r>
      <w:r>
        <w:t>espérer</w:t>
      </w:r>
      <w:r w:rsidR="00C90F8D">
        <w:t xml:space="preserve">, </w:t>
      </w:r>
      <w:r>
        <w:t>l</w:t>
      </w:r>
      <w:r w:rsidR="00C90F8D">
        <w:t>’</w:t>
      </w:r>
      <w:r>
        <w:t>effet que j</w:t>
      </w:r>
      <w:r w:rsidR="00C90F8D">
        <w:t>’</w:t>
      </w:r>
      <w:r>
        <w:t>attendais d</w:t>
      </w:r>
      <w:r w:rsidR="00C90F8D">
        <w:t>’</w:t>
      </w:r>
      <w:r>
        <w:t>elle</w:t>
      </w:r>
      <w:r w:rsidR="00C90F8D">
        <w:t xml:space="preserve">. </w:t>
      </w:r>
      <w:r>
        <w:t>Le lendemain</w:t>
      </w:r>
      <w:r w:rsidR="00C90F8D">
        <w:t xml:space="preserve">, </w:t>
      </w:r>
      <w:r>
        <w:t>vers trois heures de l</w:t>
      </w:r>
      <w:r w:rsidR="00C90F8D">
        <w:t>’</w:t>
      </w:r>
      <w:r>
        <w:t>après-midi</w:t>
      </w:r>
      <w:r w:rsidR="00C90F8D">
        <w:t xml:space="preserve">, </w:t>
      </w:r>
      <w:r>
        <w:t>on frappa violemment à ma porte</w:t>
      </w:r>
      <w:r w:rsidR="00C90F8D">
        <w:t xml:space="preserve">. </w:t>
      </w:r>
      <w:r>
        <w:t>Un sous-officier et deux soldats</w:t>
      </w:r>
      <w:r w:rsidR="00C90F8D">
        <w:t xml:space="preserve">, </w:t>
      </w:r>
      <w:r>
        <w:t>armés jusqu</w:t>
      </w:r>
      <w:r w:rsidR="00C90F8D">
        <w:t>’</w:t>
      </w:r>
      <w:r>
        <w:t>aux dents</w:t>
      </w:r>
      <w:r w:rsidR="00C90F8D">
        <w:t xml:space="preserve">, </w:t>
      </w:r>
      <w:r>
        <w:t>me firent monter dans une automobile qui nous déposa devant le Quartier Général</w:t>
      </w:r>
      <w:r w:rsidR="00C90F8D">
        <w:t xml:space="preserve">. </w:t>
      </w:r>
      <w:r>
        <w:t>Cinq minutes plus tard</w:t>
      </w:r>
      <w:r w:rsidR="00C90F8D">
        <w:t xml:space="preserve">, </w:t>
      </w:r>
      <w:r>
        <w:t>j</w:t>
      </w:r>
      <w:r w:rsidR="00C90F8D">
        <w:t>’</w:t>
      </w:r>
      <w:r>
        <w:t>étais introduit dans la grande salle des délibérations</w:t>
      </w:r>
      <w:r w:rsidR="00C90F8D">
        <w:t>.</w:t>
      </w:r>
    </w:p>
    <w:p w14:paraId="729397AB" w14:textId="77777777" w:rsidR="00C90F8D" w:rsidRDefault="00AB2DE8">
      <w:r>
        <w:t>C</w:t>
      </w:r>
      <w:r w:rsidR="00C90F8D">
        <w:t>’</w:t>
      </w:r>
      <w:r>
        <w:t>était dans cette même salle que j</w:t>
      </w:r>
      <w:r w:rsidR="00C90F8D">
        <w:t>’</w:t>
      </w:r>
      <w:r>
        <w:t>avais été reçu</w:t>
      </w:r>
      <w:r w:rsidR="00C90F8D">
        <w:t xml:space="preserve">, </w:t>
      </w:r>
      <w:r>
        <w:t>cinq ans auparavant</w:t>
      </w:r>
      <w:r w:rsidR="00C90F8D">
        <w:t xml:space="preserve">, </w:t>
      </w:r>
      <w:r>
        <w:t>avec quel faste</w:t>
      </w:r>
      <w:r w:rsidR="00C84A0C">
        <w:t xml:space="preserve"> </w:t>
      </w:r>
      <w:r>
        <w:t>par le général gouverneur</w:t>
      </w:r>
      <w:r w:rsidR="00C90F8D">
        <w:t xml:space="preserve">. </w:t>
      </w:r>
      <w:r>
        <w:t>À une époque toute récente</w:t>
      </w:r>
      <w:r w:rsidR="00C90F8D">
        <w:t xml:space="preserve">, </w:t>
      </w:r>
      <w:r>
        <w:t>j</w:t>
      </w:r>
      <w:r w:rsidR="00C90F8D">
        <w:t>’</w:t>
      </w:r>
      <w:r>
        <w:t>y avais conversé maintes fois avec le colonel Gregor</w:t>
      </w:r>
      <w:r w:rsidR="00C90F8D">
        <w:t xml:space="preserve">. </w:t>
      </w:r>
      <w:r>
        <w:t>Si changée que je m</w:t>
      </w:r>
      <w:r w:rsidR="00C90F8D">
        <w:t>’</w:t>
      </w:r>
      <w:r>
        <w:t>attendisse à la trouver</w:t>
      </w:r>
      <w:r w:rsidR="00C90F8D">
        <w:t xml:space="preserve">, </w:t>
      </w:r>
      <w:r>
        <w:t>je n</w:t>
      </w:r>
      <w:r w:rsidR="00C90F8D">
        <w:t>’</w:t>
      </w:r>
      <w:r>
        <w:t>en eus pas moins un léger mouvement de recul devant l</w:t>
      </w:r>
      <w:r w:rsidR="00C90F8D">
        <w:t>’</w:t>
      </w:r>
      <w:r>
        <w:t>aspect que les vainqueurs avaient réussi</w:t>
      </w:r>
      <w:r w:rsidR="00C90F8D">
        <w:t xml:space="preserve">, </w:t>
      </w:r>
      <w:r>
        <w:t>en quelques jours</w:t>
      </w:r>
      <w:r w:rsidR="00C90F8D">
        <w:t xml:space="preserve">, </w:t>
      </w:r>
      <w:r>
        <w:t>à lui donner</w:t>
      </w:r>
      <w:r w:rsidR="00C90F8D">
        <w:t>.</w:t>
      </w:r>
    </w:p>
    <w:p w14:paraId="46A30EE7" w14:textId="77777777" w:rsidR="00C90F8D" w:rsidRDefault="00AB2DE8">
      <w:r>
        <w:lastRenderedPageBreak/>
        <w:t xml:space="preserve">Au lieu des brillants aides de camp du général </w:t>
      </w:r>
      <w:proofErr w:type="spellStart"/>
      <w:r>
        <w:t>Ordonov</w:t>
      </w:r>
      <w:proofErr w:type="spellEnd"/>
      <w:r w:rsidR="00C90F8D">
        <w:t xml:space="preserve">, </w:t>
      </w:r>
      <w:r>
        <w:t>au lieu des corrects officiers tchécoslovaques</w:t>
      </w:r>
      <w:r w:rsidR="00C90F8D">
        <w:t xml:space="preserve">, </w:t>
      </w:r>
      <w:r>
        <w:t>j</w:t>
      </w:r>
      <w:r w:rsidR="00C90F8D">
        <w:t>’</w:t>
      </w:r>
      <w:r>
        <w:t>avais maintenant en face de moi une cinquantaine d</w:t>
      </w:r>
      <w:r w:rsidR="00C90F8D">
        <w:t>’</w:t>
      </w:r>
      <w:r>
        <w:t>individus relevant des types les plus hétérogènes</w:t>
      </w:r>
      <w:r w:rsidR="00C90F8D">
        <w:t xml:space="preserve">, </w:t>
      </w:r>
      <w:r>
        <w:t>revêtus des nippes les plus hétéroclites</w:t>
      </w:r>
      <w:r w:rsidR="00C90F8D">
        <w:t xml:space="preserve">. </w:t>
      </w:r>
      <w:r>
        <w:t>Impossible</w:t>
      </w:r>
      <w:r w:rsidR="00C90F8D">
        <w:t xml:space="preserve">, </w:t>
      </w:r>
      <w:r>
        <w:t>bien entendu</w:t>
      </w:r>
      <w:r w:rsidR="00C90F8D">
        <w:t xml:space="preserve">, </w:t>
      </w:r>
      <w:r>
        <w:t>de distinguer les civils des militaires</w:t>
      </w:r>
      <w:r w:rsidR="00C90F8D">
        <w:t xml:space="preserve">, </w:t>
      </w:r>
      <w:r>
        <w:t>ni les soldats de leurs chefs</w:t>
      </w:r>
      <w:r w:rsidR="00C90F8D">
        <w:t xml:space="preserve">. </w:t>
      </w:r>
      <w:r>
        <w:t>Presque tous étaient en bras de chemise</w:t>
      </w:r>
      <w:r w:rsidR="00C90F8D">
        <w:t xml:space="preserve">. </w:t>
      </w:r>
      <w:r>
        <w:t>Tout ce monde</w:t>
      </w:r>
      <w:r w:rsidR="00C90F8D">
        <w:t xml:space="preserve">, </w:t>
      </w:r>
      <w:r>
        <w:t>à l</w:t>
      </w:r>
      <w:r w:rsidR="00C90F8D">
        <w:t>’</w:t>
      </w:r>
      <w:r>
        <w:t>envi</w:t>
      </w:r>
      <w:r w:rsidR="00C90F8D">
        <w:t xml:space="preserve">, </w:t>
      </w:r>
      <w:r>
        <w:t>pérorait</w:t>
      </w:r>
      <w:r w:rsidR="00C90F8D">
        <w:t xml:space="preserve">, </w:t>
      </w:r>
      <w:r>
        <w:t>fumait</w:t>
      </w:r>
      <w:r w:rsidR="00C90F8D">
        <w:t xml:space="preserve">, </w:t>
      </w:r>
      <w:r>
        <w:t>crachait</w:t>
      </w:r>
      <w:r w:rsidR="00C90F8D">
        <w:t xml:space="preserve">. </w:t>
      </w:r>
      <w:r>
        <w:t>Les uns transportaient d</w:t>
      </w:r>
      <w:r w:rsidR="00C90F8D">
        <w:t>’</w:t>
      </w:r>
      <w:r>
        <w:t>une table à l</w:t>
      </w:r>
      <w:r w:rsidR="00C90F8D">
        <w:t>’</w:t>
      </w:r>
      <w:r>
        <w:t>autre des monceaux de paperasses qui s</w:t>
      </w:r>
      <w:r w:rsidR="00C90F8D">
        <w:t>’</w:t>
      </w:r>
      <w:r>
        <w:t>écroulaient soudain</w:t>
      </w:r>
      <w:r w:rsidR="00C90F8D">
        <w:t xml:space="preserve">. </w:t>
      </w:r>
      <w:r>
        <w:t>D</w:t>
      </w:r>
      <w:r w:rsidR="00C90F8D">
        <w:t>’</w:t>
      </w:r>
      <w:r>
        <w:t>autres les ramassaient en vrac pour les réempiler au petit bonheur</w:t>
      </w:r>
      <w:r w:rsidR="00C90F8D">
        <w:t xml:space="preserve">. </w:t>
      </w:r>
      <w:r>
        <w:t>Deux jeunes penseurs</w:t>
      </w:r>
      <w:r w:rsidR="00C90F8D">
        <w:t xml:space="preserve">, </w:t>
      </w:r>
      <w:r>
        <w:t>pareils à des hérissons à lunettes</w:t>
      </w:r>
      <w:r w:rsidR="00C90F8D">
        <w:t xml:space="preserve">, </w:t>
      </w:r>
      <w:r>
        <w:t>tapaient avec frénésie sur leurs machines à écrire</w:t>
      </w:r>
      <w:r w:rsidR="00C90F8D">
        <w:t xml:space="preserve">. </w:t>
      </w:r>
      <w:r>
        <w:t>Un soldat surveillait l</w:t>
      </w:r>
      <w:r w:rsidR="00C90F8D">
        <w:t>’</w:t>
      </w:r>
      <w:r>
        <w:t>eau qui bouillait dans un samovar</w:t>
      </w:r>
      <w:r w:rsidR="00C90F8D">
        <w:t xml:space="preserve">. </w:t>
      </w:r>
      <w:r>
        <w:t>Un autre</w:t>
      </w:r>
      <w:r w:rsidR="00C90F8D">
        <w:t xml:space="preserve">, </w:t>
      </w:r>
      <w:r>
        <w:t>nu jusqu</w:t>
      </w:r>
      <w:r w:rsidR="00C90F8D">
        <w:t>’</w:t>
      </w:r>
      <w:r>
        <w:t>à la ceinture</w:t>
      </w:r>
      <w:r w:rsidR="00C90F8D">
        <w:t xml:space="preserve">, </w:t>
      </w:r>
      <w:r>
        <w:t>lavait sa chemise dans une soupière</w:t>
      </w:r>
      <w:r w:rsidR="00C90F8D">
        <w:t xml:space="preserve">. </w:t>
      </w:r>
      <w:r>
        <w:t xml:space="preserve">Une demi-douzaine de citoyens hirsutes cassaient la croûte sur un bureau </w:t>
      </w:r>
      <w:r w:rsidR="00C90F8D">
        <w:t xml:space="preserve">Louis XV. </w:t>
      </w:r>
      <w:r>
        <w:t>Le fond de la salle était occupé par une vaste table</w:t>
      </w:r>
      <w:r w:rsidR="00C90F8D">
        <w:t xml:space="preserve">, </w:t>
      </w:r>
      <w:r>
        <w:t>de l</w:t>
      </w:r>
      <w:r w:rsidR="00C90F8D">
        <w:t>’</w:t>
      </w:r>
      <w:r>
        <w:t>autre côté de laquelle étaient rangés trois fauteuils vides</w:t>
      </w:r>
      <w:r w:rsidR="00C90F8D">
        <w:t xml:space="preserve">, </w:t>
      </w:r>
      <w:r>
        <w:t>qui attendaient apparemment les membres du tribunal</w:t>
      </w:r>
      <w:r w:rsidR="00C90F8D">
        <w:t xml:space="preserve">. </w:t>
      </w:r>
      <w:r>
        <w:t xml:space="preserve">On avait oublié à la muraille un immense portrait équestre de </w:t>
      </w:r>
      <w:r w:rsidR="00C90F8D">
        <w:t xml:space="preserve">Nicolas II, </w:t>
      </w:r>
      <w:r>
        <w:t>dont le visage était lacéré de coups de baïonnette</w:t>
      </w:r>
      <w:r w:rsidR="00C90F8D">
        <w:t xml:space="preserve">. </w:t>
      </w:r>
      <w:r>
        <w:t>L</w:t>
      </w:r>
      <w:r w:rsidR="00C90F8D">
        <w:t>’</w:t>
      </w:r>
      <w:r>
        <w:t>auteur de cet exploit n</w:t>
      </w:r>
      <w:r w:rsidR="00C90F8D">
        <w:t>’</w:t>
      </w:r>
      <w:r>
        <w:t>avait même pas pris la peine de retirer l</w:t>
      </w:r>
      <w:r w:rsidR="00C90F8D">
        <w:t>’</w:t>
      </w:r>
      <w:r>
        <w:t>échelle qui lui avait permis de l</w:t>
      </w:r>
      <w:r w:rsidR="00C90F8D">
        <w:t>’</w:t>
      </w:r>
      <w:r>
        <w:t>accomplir</w:t>
      </w:r>
      <w:r w:rsidR="00C90F8D">
        <w:t>.</w:t>
      </w:r>
    </w:p>
    <w:p w14:paraId="50F53712" w14:textId="77777777" w:rsidR="00C90F8D" w:rsidRDefault="00AB2DE8">
      <w:r>
        <w:t>De la cage de l</w:t>
      </w:r>
      <w:r w:rsidR="00C90F8D">
        <w:t>’</w:t>
      </w:r>
      <w:r>
        <w:t>escalier montait un tintamarre de marmites et de bouteilles</w:t>
      </w:r>
      <w:r w:rsidR="00C90F8D">
        <w:t xml:space="preserve">, </w:t>
      </w:r>
      <w:r>
        <w:t>allié à un opiniâtre parfum de lessive et de rata</w:t>
      </w:r>
      <w:r w:rsidR="00C90F8D">
        <w:t>.</w:t>
      </w:r>
    </w:p>
    <w:p w14:paraId="615629CA" w14:textId="77777777" w:rsidR="00C90F8D" w:rsidRDefault="00AB2DE8">
      <w:r>
        <w:t>J</w:t>
      </w:r>
      <w:r w:rsidR="00C90F8D">
        <w:t>’</w:t>
      </w:r>
      <w:r>
        <w:t>étais là depuis un quart d</w:t>
      </w:r>
      <w:r w:rsidR="00C90F8D">
        <w:t>’</w:t>
      </w:r>
      <w:r>
        <w:t>heure sans que personne m</w:t>
      </w:r>
      <w:r w:rsidR="00C90F8D">
        <w:t>’</w:t>
      </w:r>
      <w:r>
        <w:t>eût prêté la moindre attention</w:t>
      </w:r>
      <w:r w:rsidR="00C90F8D">
        <w:t xml:space="preserve">, </w:t>
      </w:r>
      <w:r>
        <w:t>lorsqu</w:t>
      </w:r>
      <w:r w:rsidR="00C90F8D">
        <w:t>’</w:t>
      </w:r>
      <w:r>
        <w:t>un calme relatif s</w:t>
      </w:r>
      <w:r w:rsidR="00C90F8D">
        <w:t>’</w:t>
      </w:r>
      <w:r>
        <w:t>établit</w:t>
      </w:r>
      <w:r w:rsidR="00C90F8D">
        <w:t xml:space="preserve">. </w:t>
      </w:r>
      <w:r>
        <w:t>Les hérissons dactylographes mirent une sourdine à leurs mitrailleuses</w:t>
      </w:r>
      <w:r w:rsidR="00C90F8D">
        <w:t xml:space="preserve">. </w:t>
      </w:r>
      <w:r>
        <w:t>Les sentinelles rectifièrent la position</w:t>
      </w:r>
      <w:r w:rsidR="00C90F8D">
        <w:t xml:space="preserve">. </w:t>
      </w:r>
      <w:r>
        <w:t>Les soldats entre qui j</w:t>
      </w:r>
      <w:r w:rsidR="00C90F8D">
        <w:t>’</w:t>
      </w:r>
      <w:r>
        <w:t>étais assis se levèrent</w:t>
      </w:r>
      <w:r w:rsidR="00C90F8D">
        <w:t xml:space="preserve">, </w:t>
      </w:r>
      <w:r>
        <w:t>me faisant signe de les imiter</w:t>
      </w:r>
      <w:r w:rsidR="00C90F8D">
        <w:t>.</w:t>
      </w:r>
    </w:p>
    <w:p w14:paraId="017B426A" w14:textId="77777777" w:rsidR="00C90F8D" w:rsidRDefault="00AB2DE8">
      <w:r>
        <w:lastRenderedPageBreak/>
        <w:t>Une porte venait de s</w:t>
      </w:r>
      <w:r w:rsidR="00C90F8D">
        <w:t>’</w:t>
      </w:r>
      <w:r>
        <w:t>ouvrir</w:t>
      </w:r>
      <w:r w:rsidR="00C90F8D">
        <w:t xml:space="preserve">, </w:t>
      </w:r>
      <w:r>
        <w:t>livrant passage à un groupe de six personnes</w:t>
      </w:r>
      <w:r w:rsidR="00C90F8D">
        <w:t xml:space="preserve">, </w:t>
      </w:r>
      <w:r>
        <w:t>deux officiers et quatre civils</w:t>
      </w:r>
      <w:r w:rsidR="00C90F8D">
        <w:t xml:space="preserve">. </w:t>
      </w:r>
      <w:r>
        <w:t>Les officiers gagnèrent chacun l</w:t>
      </w:r>
      <w:r w:rsidR="00C90F8D">
        <w:t>’</w:t>
      </w:r>
      <w:r>
        <w:t>une des extrémités de la grande table et demeurèrent là</w:t>
      </w:r>
      <w:r w:rsidR="00C90F8D">
        <w:t xml:space="preserve">, </w:t>
      </w:r>
      <w:r>
        <w:t>debout</w:t>
      </w:r>
      <w:r w:rsidR="00C90F8D">
        <w:t xml:space="preserve">, </w:t>
      </w:r>
      <w:r>
        <w:t>au port d</w:t>
      </w:r>
      <w:r w:rsidR="00C90F8D">
        <w:t>’</w:t>
      </w:r>
      <w:r>
        <w:t>arme</w:t>
      </w:r>
      <w:r w:rsidR="00C90F8D">
        <w:t xml:space="preserve">, </w:t>
      </w:r>
      <w:r>
        <w:t>attitude qu</w:t>
      </w:r>
      <w:r w:rsidR="00C90F8D">
        <w:t>’</w:t>
      </w:r>
      <w:r>
        <w:t>ils conservèrent durant toute la séance</w:t>
      </w:r>
      <w:r w:rsidR="00C90F8D">
        <w:t xml:space="preserve">. </w:t>
      </w:r>
      <w:r>
        <w:t>Trois des civils s</w:t>
      </w:r>
      <w:r w:rsidR="00C90F8D">
        <w:t>’</w:t>
      </w:r>
      <w:r>
        <w:t>installèrent dans les fauteuils</w:t>
      </w:r>
      <w:r w:rsidR="00C90F8D">
        <w:t xml:space="preserve">. </w:t>
      </w:r>
      <w:r>
        <w:t>Le quatrième</w:t>
      </w:r>
      <w:r w:rsidR="00C90F8D">
        <w:t xml:space="preserve">, </w:t>
      </w:r>
      <w:r>
        <w:t>une espèce de géant roux et frisé</w:t>
      </w:r>
      <w:r w:rsidR="00C90F8D">
        <w:t xml:space="preserve">, </w:t>
      </w:r>
      <w:r>
        <w:t>qui roulait les épaules en marchant</w:t>
      </w:r>
      <w:r w:rsidR="00C90F8D">
        <w:t xml:space="preserve">, </w:t>
      </w:r>
      <w:r>
        <w:t>fit le tour de la salle</w:t>
      </w:r>
      <w:r w:rsidR="00C90F8D">
        <w:t xml:space="preserve">, </w:t>
      </w:r>
      <w:r>
        <w:t>avant de venir s</w:t>
      </w:r>
      <w:r w:rsidR="00C90F8D">
        <w:t>’</w:t>
      </w:r>
      <w:r>
        <w:t>asseoir derrière celui de ses collègues qui occupait le fauteuil du milieu</w:t>
      </w:r>
      <w:r w:rsidR="00C90F8D">
        <w:t>.</w:t>
      </w:r>
    </w:p>
    <w:p w14:paraId="1C6CAE9E" w14:textId="77777777" w:rsidR="00C90F8D" w:rsidRDefault="00C90F8D">
      <w:r>
        <w:rPr>
          <w:rFonts w:eastAsia="Georgia"/>
        </w:rPr>
        <w:t>— </w:t>
      </w:r>
      <w:r w:rsidR="00AB2DE8">
        <w:t>Je désirerais obtenir un peu moins de bruit</w:t>
      </w:r>
      <w:r>
        <w:t xml:space="preserve">, </w:t>
      </w:r>
      <w:r w:rsidR="00AB2DE8">
        <w:t>dit ce dernier</w:t>
      </w:r>
      <w:r>
        <w:t xml:space="preserve">. </w:t>
      </w:r>
      <w:r w:rsidR="00AB2DE8">
        <w:t>Est-ce dans les choses possibles</w:t>
      </w:r>
      <w:r>
        <w:t> ?</w:t>
      </w:r>
    </w:p>
    <w:p w14:paraId="3D8C9FC1" w14:textId="77777777" w:rsidR="00C90F8D" w:rsidRDefault="00AB2DE8">
      <w:r>
        <w:t>Le géant roux</w:t>
      </w:r>
      <w:r w:rsidR="00C90F8D">
        <w:t xml:space="preserve">, </w:t>
      </w:r>
      <w:r>
        <w:t>vers qui il s</w:t>
      </w:r>
      <w:r w:rsidR="00C90F8D">
        <w:t>’</w:t>
      </w:r>
      <w:r>
        <w:t>était retourné</w:t>
      </w:r>
      <w:r w:rsidR="00C90F8D">
        <w:t xml:space="preserve">, </w:t>
      </w:r>
      <w:r>
        <w:t>eut un geste d</w:t>
      </w:r>
      <w:r w:rsidR="00C90F8D">
        <w:t>’</w:t>
      </w:r>
      <w:r>
        <w:t>indifférence</w:t>
      </w:r>
      <w:r w:rsidR="00C90F8D">
        <w:t>.</w:t>
      </w:r>
    </w:p>
    <w:p w14:paraId="71E95000" w14:textId="77777777" w:rsidR="00C90F8D" w:rsidRDefault="00C90F8D">
      <w:r>
        <w:rPr>
          <w:rFonts w:eastAsia="Georgia"/>
        </w:rPr>
        <w:t>— </w:t>
      </w:r>
      <w:r w:rsidR="00AB2DE8">
        <w:t>Vous n</w:t>
      </w:r>
      <w:r>
        <w:t>’</w:t>
      </w:r>
      <w:r w:rsidR="00AB2DE8">
        <w:t>avez qu</w:t>
      </w:r>
      <w:r>
        <w:t>’</w:t>
      </w:r>
      <w:r w:rsidR="00AB2DE8">
        <w:t>à faire évacuer la salle</w:t>
      </w:r>
      <w:r>
        <w:t>.</w:t>
      </w:r>
    </w:p>
    <w:p w14:paraId="3B69BF85" w14:textId="77777777" w:rsidR="00C90F8D" w:rsidRDefault="00C90F8D">
      <w:r>
        <w:rPr>
          <w:rFonts w:eastAsia="Georgia"/>
        </w:rPr>
        <w:t>— </w:t>
      </w:r>
      <w:r w:rsidR="00AB2DE8">
        <w:t>Ce n</w:t>
      </w:r>
      <w:r>
        <w:t>’</w:t>
      </w:r>
      <w:r w:rsidR="00AB2DE8">
        <w:t>est pas réglementaire</w:t>
      </w:r>
      <w:r>
        <w:t>.</w:t>
      </w:r>
    </w:p>
    <w:p w14:paraId="0BDDD8E8" w14:textId="77777777" w:rsidR="00C90F8D" w:rsidRDefault="00C90F8D">
      <w:r>
        <w:rPr>
          <w:rFonts w:eastAsia="Georgia"/>
        </w:rPr>
        <w:t>— </w:t>
      </w:r>
      <w:r w:rsidR="00AB2DE8">
        <w:t>Pas réglementaire</w:t>
      </w:r>
      <w:r>
        <w:t xml:space="preserve"> ? </w:t>
      </w:r>
      <w:r w:rsidR="00AB2DE8">
        <w:t>En voilà des histoires</w:t>
      </w:r>
      <w:r>
        <w:t> !</w:t>
      </w:r>
    </w:p>
    <w:p w14:paraId="48FAD42C" w14:textId="77777777" w:rsidR="00C90F8D" w:rsidRDefault="00AB2DE8">
      <w:r>
        <w:t>Il s</w:t>
      </w:r>
      <w:r w:rsidR="00C90F8D">
        <w:t>’</w:t>
      </w:r>
      <w:r>
        <w:t>était dressé</w:t>
      </w:r>
      <w:r w:rsidR="00C90F8D">
        <w:t>.</w:t>
      </w:r>
    </w:p>
    <w:p w14:paraId="7E70AF0D" w14:textId="77777777" w:rsidR="00C90F8D" w:rsidRDefault="00C90F8D">
      <w:r>
        <w:rPr>
          <w:rFonts w:eastAsia="Georgia"/>
        </w:rPr>
        <w:t>— </w:t>
      </w:r>
      <w:r w:rsidR="00AB2DE8">
        <w:t>Holà</w:t>
      </w:r>
      <w:r>
        <w:t xml:space="preserve"> ! </w:t>
      </w:r>
      <w:r w:rsidR="00AB2DE8">
        <w:t>fit-il d</w:t>
      </w:r>
      <w:r>
        <w:t>’</w:t>
      </w:r>
      <w:r w:rsidR="00AB2DE8">
        <w:t>une voix de tonnerre</w:t>
      </w:r>
      <w:r>
        <w:t xml:space="preserve">. </w:t>
      </w:r>
      <w:r w:rsidR="00AB2DE8">
        <w:t>J</w:t>
      </w:r>
      <w:r>
        <w:t>’</w:t>
      </w:r>
      <w:r w:rsidR="00AB2DE8">
        <w:t>aperçois ici un tas de propres à rien qui feraient mieux d</w:t>
      </w:r>
      <w:r>
        <w:t>’</w:t>
      </w:r>
      <w:r w:rsidR="00AB2DE8">
        <w:t>être à leur travail</w:t>
      </w:r>
      <w:r>
        <w:t xml:space="preserve">. </w:t>
      </w:r>
      <w:r w:rsidR="00AB2DE8">
        <w:t>Que je n</w:t>
      </w:r>
      <w:r>
        <w:t>’</w:t>
      </w:r>
      <w:r w:rsidR="00AB2DE8">
        <w:t>aie pas à le répéter deux fois</w:t>
      </w:r>
      <w:r>
        <w:t> !</w:t>
      </w:r>
    </w:p>
    <w:p w14:paraId="2D76669B" w14:textId="77777777" w:rsidR="00C90F8D" w:rsidRDefault="00AB2DE8">
      <w:r>
        <w:t>Quelques murmures coururent</w:t>
      </w:r>
      <w:r w:rsidR="00C90F8D">
        <w:t>.</w:t>
      </w:r>
    </w:p>
    <w:p w14:paraId="05841356" w14:textId="77777777" w:rsidR="00C90F8D" w:rsidRDefault="00C90F8D">
      <w:r>
        <w:rPr>
          <w:rFonts w:eastAsia="Georgia"/>
        </w:rPr>
        <w:t>— </w:t>
      </w:r>
      <w:r w:rsidR="00AB2DE8">
        <w:t>Hein</w:t>
      </w:r>
      <w:r>
        <w:t xml:space="preserve"> ? </w:t>
      </w:r>
      <w:r w:rsidR="00AB2DE8">
        <w:t>Qu</w:t>
      </w:r>
      <w:r>
        <w:t>’</w:t>
      </w:r>
      <w:r w:rsidR="00AB2DE8">
        <w:t>est-ce que c</w:t>
      </w:r>
      <w:r>
        <w:t>’</w:t>
      </w:r>
      <w:r w:rsidR="00AB2DE8">
        <w:t>est</w:t>
      </w:r>
      <w:r>
        <w:t> ?</w:t>
      </w:r>
    </w:p>
    <w:p w14:paraId="4443A413" w14:textId="77777777" w:rsidR="00C90F8D" w:rsidRDefault="00AB2DE8">
      <w:r>
        <w:t>Il avait fait un pas en avant</w:t>
      </w:r>
      <w:r w:rsidR="00C90F8D">
        <w:t xml:space="preserve">, </w:t>
      </w:r>
      <w:r>
        <w:t>et</w:t>
      </w:r>
      <w:r w:rsidR="00C90F8D">
        <w:t xml:space="preserve">, </w:t>
      </w:r>
      <w:r>
        <w:t>ses deux énormes poings appuyés sur la table</w:t>
      </w:r>
      <w:r w:rsidR="00C90F8D">
        <w:t xml:space="preserve">, </w:t>
      </w:r>
      <w:r>
        <w:t>il promenait sur l</w:t>
      </w:r>
      <w:r w:rsidR="00C90F8D">
        <w:t>’</w:t>
      </w:r>
      <w:r>
        <w:t>assistance un œil menaçant</w:t>
      </w:r>
      <w:r w:rsidR="00C90F8D">
        <w:t>.</w:t>
      </w:r>
    </w:p>
    <w:p w14:paraId="2A504EFF" w14:textId="77777777" w:rsidR="00C90F8D" w:rsidRDefault="00C90F8D">
      <w:r>
        <w:rPr>
          <w:rFonts w:eastAsia="Georgia"/>
        </w:rPr>
        <w:t>— </w:t>
      </w:r>
      <w:r w:rsidR="00AB2DE8">
        <w:t>Je compte jusqu</w:t>
      </w:r>
      <w:r>
        <w:t>’</w:t>
      </w:r>
      <w:r w:rsidR="00AB2DE8">
        <w:t>à dix</w:t>
      </w:r>
      <w:r>
        <w:t xml:space="preserve">. </w:t>
      </w:r>
      <w:r w:rsidR="00AB2DE8">
        <w:t>Un</w:t>
      </w:r>
      <w:r>
        <w:t xml:space="preserve">… </w:t>
      </w:r>
      <w:r w:rsidR="00AB2DE8">
        <w:t>deux</w:t>
      </w:r>
      <w:r>
        <w:t xml:space="preserve">… </w:t>
      </w:r>
      <w:r w:rsidR="00AB2DE8">
        <w:t>trois</w:t>
      </w:r>
      <w:r>
        <w:t>…</w:t>
      </w:r>
    </w:p>
    <w:p w14:paraId="454D6C64" w14:textId="77777777" w:rsidR="00C90F8D" w:rsidRDefault="00AB2DE8">
      <w:r>
        <w:lastRenderedPageBreak/>
        <w:t>Ce fut aussitôt une ruée vers les portes</w:t>
      </w:r>
      <w:r w:rsidR="00C90F8D">
        <w:t xml:space="preserve">. </w:t>
      </w:r>
      <w:r>
        <w:t>La terrible voix n</w:t>
      </w:r>
      <w:r w:rsidR="00C90F8D">
        <w:t>’</w:t>
      </w:r>
      <w:r>
        <w:t>avait pas annoncé huit qu</w:t>
      </w:r>
      <w:r w:rsidR="00C90F8D">
        <w:t>’</w:t>
      </w:r>
      <w:r>
        <w:t>il ne restait plus que les juges</w:t>
      </w:r>
      <w:r w:rsidR="00C90F8D">
        <w:t xml:space="preserve">, </w:t>
      </w:r>
      <w:r>
        <w:t>les officiers</w:t>
      </w:r>
      <w:r w:rsidR="00C90F8D">
        <w:t xml:space="preserve">, </w:t>
      </w:r>
      <w:r>
        <w:t>les sentinelles</w:t>
      </w:r>
      <w:r w:rsidR="00C90F8D">
        <w:t xml:space="preserve">, </w:t>
      </w:r>
      <w:r>
        <w:t>un petit bossu en veston d</w:t>
      </w:r>
      <w:r w:rsidR="00C90F8D">
        <w:t>’</w:t>
      </w:r>
      <w:r>
        <w:t>alpaga</w:t>
      </w:r>
      <w:r w:rsidR="00C90F8D">
        <w:t xml:space="preserve">, </w:t>
      </w:r>
      <w:r>
        <w:t>et moi</w:t>
      </w:r>
      <w:r w:rsidR="00C90F8D">
        <w:t xml:space="preserve">, </w:t>
      </w:r>
      <w:r>
        <w:t>naturellement</w:t>
      </w:r>
      <w:r w:rsidR="00C90F8D">
        <w:t>.</w:t>
      </w:r>
    </w:p>
    <w:p w14:paraId="3A68E517" w14:textId="77777777" w:rsidR="00C90F8D" w:rsidRDefault="00C90F8D">
      <w:r>
        <w:rPr>
          <w:rFonts w:eastAsia="Georgia"/>
        </w:rPr>
        <w:t>— </w:t>
      </w:r>
      <w:r w:rsidR="00AB2DE8">
        <w:t>Neuf</w:t>
      </w:r>
      <w:r>
        <w:t xml:space="preserve">… </w:t>
      </w:r>
      <w:r w:rsidR="00AB2DE8">
        <w:t>dix</w:t>
      </w:r>
      <w:r>
        <w:t xml:space="preserve">. </w:t>
      </w:r>
      <w:r w:rsidR="00AB2DE8">
        <w:t>Et voilà</w:t>
      </w:r>
      <w:r>
        <w:t xml:space="preserve">. </w:t>
      </w:r>
      <w:r w:rsidR="00AB2DE8">
        <w:t>Parfait</w:t>
      </w:r>
      <w:r>
        <w:t xml:space="preserve"> ! </w:t>
      </w:r>
      <w:r w:rsidR="00AB2DE8">
        <w:t>Tiens</w:t>
      </w:r>
      <w:r>
        <w:t xml:space="preserve">, </w:t>
      </w:r>
      <w:r w:rsidR="00AB2DE8">
        <w:t>il y en a encore un</w:t>
      </w:r>
      <w:r>
        <w:t xml:space="preserve"> ! </w:t>
      </w:r>
      <w:r w:rsidR="00AB2DE8">
        <w:t>Qu</w:t>
      </w:r>
      <w:r>
        <w:t>’</w:t>
      </w:r>
      <w:r w:rsidR="00AB2DE8">
        <w:t>est-ce que tu fais là</w:t>
      </w:r>
      <w:r>
        <w:t xml:space="preserve">, </w:t>
      </w:r>
      <w:r w:rsidR="00AB2DE8">
        <w:t>toi</w:t>
      </w:r>
      <w:r>
        <w:t xml:space="preserve"> ? </w:t>
      </w:r>
      <w:r w:rsidR="00AB2DE8">
        <w:t>Veux-tu que je te flanque par la fenêtre</w:t>
      </w:r>
      <w:r>
        <w:t> ?</w:t>
      </w:r>
    </w:p>
    <w:p w14:paraId="024A8923" w14:textId="77777777" w:rsidR="00C90F8D" w:rsidRDefault="00AB2DE8">
      <w:r>
        <w:t>Le petit bossu ainsi interpellé se mit à trembler de tous ses membres</w:t>
      </w:r>
      <w:r w:rsidR="00C90F8D">
        <w:t>.</w:t>
      </w:r>
    </w:p>
    <w:p w14:paraId="22724408" w14:textId="77777777" w:rsidR="00C90F8D" w:rsidRDefault="00C90F8D">
      <w:r>
        <w:rPr>
          <w:rFonts w:eastAsia="Georgia"/>
        </w:rPr>
        <w:t>— </w:t>
      </w:r>
      <w:r w:rsidR="00AB2DE8">
        <w:t xml:space="preserve">Camarade </w:t>
      </w:r>
      <w:proofErr w:type="spellStart"/>
      <w:r w:rsidR="00AB2DE8">
        <w:t>Tcheressensky</w:t>
      </w:r>
      <w:proofErr w:type="spellEnd"/>
      <w:r>
        <w:t xml:space="preserve">, </w:t>
      </w:r>
      <w:r w:rsidR="00AB2DE8">
        <w:t>bredouilla-t-il</w:t>
      </w:r>
      <w:r>
        <w:t xml:space="preserve">, </w:t>
      </w:r>
      <w:r w:rsidR="00AB2DE8">
        <w:t>je suis le greffier</w:t>
      </w:r>
      <w:r>
        <w:t>.</w:t>
      </w:r>
    </w:p>
    <w:p w14:paraId="27CEE4E0" w14:textId="77777777" w:rsidR="00C90F8D" w:rsidRDefault="00C90F8D">
      <w:r>
        <w:rPr>
          <w:rFonts w:eastAsia="Georgia"/>
        </w:rPr>
        <w:t>— </w:t>
      </w:r>
      <w:r w:rsidR="00AB2DE8">
        <w:t>Ah</w:t>
      </w:r>
      <w:r>
        <w:t xml:space="preserve"> ! </w:t>
      </w:r>
      <w:r w:rsidR="00AB2DE8">
        <w:t>tu es le greffier</w:t>
      </w:r>
      <w:r>
        <w:t xml:space="preserve">. </w:t>
      </w:r>
      <w:r w:rsidR="00AB2DE8">
        <w:t>Idiot</w:t>
      </w:r>
      <w:r>
        <w:t xml:space="preserve"> ! </w:t>
      </w:r>
      <w:r w:rsidR="00AB2DE8">
        <w:t>Que ne le disais-tu</w:t>
      </w:r>
      <w:r>
        <w:t xml:space="preserve"> ? </w:t>
      </w:r>
      <w:r w:rsidR="00AB2DE8">
        <w:t>Reste</w:t>
      </w:r>
      <w:r>
        <w:t xml:space="preserve">, </w:t>
      </w:r>
      <w:r w:rsidR="00AB2DE8">
        <w:t>alors</w:t>
      </w:r>
      <w:r>
        <w:t xml:space="preserve">. </w:t>
      </w:r>
      <w:r w:rsidR="00AB2DE8">
        <w:t>Eh bien</w:t>
      </w:r>
      <w:r>
        <w:t xml:space="preserve">, </w:t>
      </w:r>
      <w:r w:rsidR="00AB2DE8">
        <w:t>camarade Kraemer</w:t>
      </w:r>
      <w:r>
        <w:t xml:space="preserve">, </w:t>
      </w:r>
      <w:r w:rsidR="00AB2DE8">
        <w:t>êtes-vous satisfait</w:t>
      </w:r>
      <w:r>
        <w:t> ?</w:t>
      </w:r>
    </w:p>
    <w:p w14:paraId="75AC7B5C" w14:textId="77777777" w:rsidR="00C90F8D" w:rsidRDefault="00C90F8D">
      <w:r>
        <w:rPr>
          <w:rFonts w:eastAsia="Georgia"/>
        </w:rPr>
        <w:t>— </w:t>
      </w:r>
      <w:r w:rsidR="00AB2DE8">
        <w:t>Je vous remercie</w:t>
      </w:r>
      <w:r>
        <w:t xml:space="preserve">, </w:t>
      </w:r>
      <w:r w:rsidR="00AB2DE8">
        <w:t>dit l</w:t>
      </w:r>
      <w:r>
        <w:t>’</w:t>
      </w:r>
      <w:r w:rsidR="00AB2DE8">
        <w:t>homme qui présidait</w:t>
      </w:r>
      <w:r>
        <w:t>.</w:t>
      </w:r>
    </w:p>
    <w:p w14:paraId="6B989EF9" w14:textId="77777777" w:rsidR="00C90F8D" w:rsidRDefault="00C90F8D">
      <w:r>
        <w:rPr>
          <w:rFonts w:eastAsia="Georgia"/>
        </w:rPr>
        <w:t>— </w:t>
      </w:r>
      <w:r w:rsidR="00AB2DE8">
        <w:t>Bon</w:t>
      </w:r>
      <w:r>
        <w:t xml:space="preserve">. </w:t>
      </w:r>
      <w:r w:rsidR="00AB2DE8">
        <w:t>Vous allez donc pouvoir commencer</w:t>
      </w:r>
      <w:r>
        <w:t xml:space="preserve">. </w:t>
      </w:r>
      <w:r w:rsidR="00AB2DE8">
        <w:t>Je n</w:t>
      </w:r>
      <w:r>
        <w:t>’</w:t>
      </w:r>
      <w:r w:rsidR="00AB2DE8">
        <w:t>ai pas l</w:t>
      </w:r>
      <w:r>
        <w:t>’</w:t>
      </w:r>
      <w:r w:rsidR="00AB2DE8">
        <w:t>intention de moisir ici</w:t>
      </w:r>
      <w:r>
        <w:t xml:space="preserve">. </w:t>
      </w:r>
      <w:r w:rsidR="00AB2DE8">
        <w:t>J</w:t>
      </w:r>
      <w:r>
        <w:t>’</w:t>
      </w:r>
      <w:r w:rsidR="00AB2DE8">
        <w:t>ai autre chose à faire</w:t>
      </w:r>
      <w:r>
        <w:t xml:space="preserve">, </w:t>
      </w:r>
      <w:r w:rsidR="00AB2DE8">
        <w:t>moi</w:t>
      </w:r>
      <w:r>
        <w:t>.</w:t>
      </w:r>
    </w:p>
    <w:p w14:paraId="7CA7D012" w14:textId="77777777" w:rsidR="00C90F8D" w:rsidRDefault="00C90F8D">
      <w:r>
        <w:rPr>
          <w:rFonts w:eastAsia="Georgia"/>
        </w:rPr>
        <w:t>— </w:t>
      </w:r>
      <w:r w:rsidR="00AB2DE8">
        <w:t>Votre présence n</w:t>
      </w:r>
      <w:r>
        <w:t>’</w:t>
      </w:r>
      <w:r w:rsidR="00AB2DE8">
        <w:t>est en aucune façon indispensable</w:t>
      </w:r>
      <w:r>
        <w:t xml:space="preserve">, </w:t>
      </w:r>
      <w:r w:rsidR="00AB2DE8">
        <w:t>répondit sèchement le camarade Kraemer</w:t>
      </w:r>
      <w:r>
        <w:t>.</w:t>
      </w:r>
    </w:p>
    <w:p w14:paraId="3819EAAA" w14:textId="77777777" w:rsidR="00C90F8D" w:rsidRDefault="00AB2DE8">
      <w:r>
        <w:t>Ils échangèrent un regard dénué d</w:t>
      </w:r>
      <w:r w:rsidR="00C90F8D">
        <w:t>’</w:t>
      </w:r>
      <w:r>
        <w:t>aménité</w:t>
      </w:r>
      <w:r w:rsidR="00C90F8D">
        <w:t xml:space="preserve">. </w:t>
      </w:r>
      <w:r>
        <w:t>Je compris qu</w:t>
      </w:r>
      <w:r w:rsidR="00C90F8D">
        <w:t>’</w:t>
      </w:r>
      <w:r>
        <w:t>il ne devait pas être commode d</w:t>
      </w:r>
      <w:r w:rsidR="00C90F8D">
        <w:t>’</w:t>
      </w:r>
      <w:r>
        <w:t>être à la fois l</w:t>
      </w:r>
      <w:r w:rsidR="00C90F8D">
        <w:t>’</w:t>
      </w:r>
      <w:r>
        <w:t xml:space="preserve">ami du camarade </w:t>
      </w:r>
      <w:proofErr w:type="spellStart"/>
      <w:r>
        <w:t>Tcheressensky</w:t>
      </w:r>
      <w:proofErr w:type="spellEnd"/>
      <w:r w:rsidR="00C90F8D">
        <w:t xml:space="preserve">, </w:t>
      </w:r>
      <w:r>
        <w:t>commissaire du peuple à l</w:t>
      </w:r>
      <w:r w:rsidR="00C90F8D">
        <w:t>’</w:t>
      </w:r>
      <w:r>
        <w:t>armée de l</w:t>
      </w:r>
      <w:r w:rsidR="00C90F8D">
        <w:t>’</w:t>
      </w:r>
      <w:r>
        <w:t>Oural</w:t>
      </w:r>
      <w:r w:rsidR="00C90F8D">
        <w:t xml:space="preserve">, </w:t>
      </w:r>
      <w:r>
        <w:t>et celui du camarade Isaac Kraemer</w:t>
      </w:r>
      <w:r w:rsidR="00C90F8D">
        <w:t xml:space="preserve">, </w:t>
      </w:r>
      <w:r>
        <w:t>délégué de la Commission extraordinaire</w:t>
      </w:r>
      <w:r w:rsidR="00C90F8D">
        <w:t>.</w:t>
      </w:r>
    </w:p>
    <w:p w14:paraId="416F4F49" w14:textId="4CE63F5F" w:rsidR="00AB2DE8" w:rsidRDefault="00AB2DE8"/>
    <w:p w14:paraId="6D8DB3F7" w14:textId="77777777" w:rsidR="00C90F8D" w:rsidRDefault="00AB2DE8">
      <w:r>
        <w:t>Quels pouvaient être les motifs d</w:t>
      </w:r>
      <w:r w:rsidR="00C90F8D">
        <w:t>’</w:t>
      </w:r>
      <w:r>
        <w:t>un désaccord qui ne craignait point de se manifester ainsi en public</w:t>
      </w:r>
      <w:r w:rsidR="00C90F8D">
        <w:t xml:space="preserve"> ? </w:t>
      </w:r>
      <w:r>
        <w:t xml:space="preserve">Quelque </w:t>
      </w:r>
      <w:r>
        <w:lastRenderedPageBreak/>
        <w:t>conflit d</w:t>
      </w:r>
      <w:r w:rsidR="00C90F8D">
        <w:t>’</w:t>
      </w:r>
      <w:r>
        <w:t>attributions</w:t>
      </w:r>
      <w:r w:rsidR="00C90F8D">
        <w:t xml:space="preserve">, </w:t>
      </w:r>
      <w:r>
        <w:t>sans doute</w:t>
      </w:r>
      <w:r w:rsidR="00C90F8D">
        <w:t xml:space="preserve">. </w:t>
      </w:r>
      <w:r>
        <w:t>Chef responsable des troupes de l</w:t>
      </w:r>
      <w:r w:rsidR="00C90F8D">
        <w:t>’</w:t>
      </w:r>
      <w:r>
        <w:t>Oural</w:t>
      </w:r>
      <w:r w:rsidR="00C90F8D">
        <w:t xml:space="preserve">, </w:t>
      </w:r>
      <w:proofErr w:type="spellStart"/>
      <w:r>
        <w:t>Tcheressensky</w:t>
      </w:r>
      <w:proofErr w:type="spellEnd"/>
      <w:r>
        <w:t xml:space="preserve"> était tout-puissant à Novo-Petrovsk</w:t>
      </w:r>
      <w:r w:rsidR="00C90F8D">
        <w:t xml:space="preserve">. </w:t>
      </w:r>
      <w:r>
        <w:t>Il ne devait pas y voir d</w:t>
      </w:r>
      <w:r w:rsidR="00C90F8D">
        <w:t>’</w:t>
      </w:r>
      <w:r>
        <w:t>un très bon œil la présence d</w:t>
      </w:r>
      <w:r w:rsidR="00C90F8D">
        <w:t>’</w:t>
      </w:r>
      <w:r>
        <w:t>Isaac Kraemer</w:t>
      </w:r>
      <w:r w:rsidR="00C90F8D">
        <w:t xml:space="preserve">, </w:t>
      </w:r>
      <w:r>
        <w:t>délégué par la fameuse Commission extraordinaire à l</w:t>
      </w:r>
      <w:r w:rsidR="00C90F8D">
        <w:t>’</w:t>
      </w:r>
      <w:r>
        <w:t>expédition de la justice</w:t>
      </w:r>
      <w:r w:rsidR="00C90F8D">
        <w:t xml:space="preserve">, </w:t>
      </w:r>
      <w:r>
        <w:t>mais dont le rôle occulte s</w:t>
      </w:r>
      <w:r w:rsidR="00C90F8D">
        <w:t>’</w:t>
      </w:r>
      <w:r>
        <w:t>étendait probablement beaucoup plus loin</w:t>
      </w:r>
      <w:r w:rsidR="00C90F8D">
        <w:t xml:space="preserve">. </w:t>
      </w:r>
      <w:r>
        <w:t>On ne pouvait d</w:t>
      </w:r>
      <w:r w:rsidR="00C90F8D">
        <w:t>’</w:t>
      </w:r>
      <w:r>
        <w:t>ailleurs imaginer deux personnages physiquement plus dissemblables</w:t>
      </w:r>
      <w:r w:rsidR="00C90F8D">
        <w:t xml:space="preserve">. </w:t>
      </w:r>
      <w:r>
        <w:t>J</w:t>
      </w:r>
      <w:r w:rsidR="00C90F8D">
        <w:t>’</w:t>
      </w:r>
      <w:r>
        <w:t xml:space="preserve">ai esquissé un rapide portrait du camarade </w:t>
      </w:r>
      <w:proofErr w:type="spellStart"/>
      <w:r>
        <w:t>Tcheressensky</w:t>
      </w:r>
      <w:proofErr w:type="spellEnd"/>
      <w:r w:rsidR="00C90F8D">
        <w:t xml:space="preserve">. </w:t>
      </w:r>
      <w:r>
        <w:t>Né dans les forêts de Courlande</w:t>
      </w:r>
      <w:r w:rsidR="00C90F8D">
        <w:t xml:space="preserve">, </w:t>
      </w:r>
      <w:r>
        <w:t>ancien bûcheron</w:t>
      </w:r>
      <w:r w:rsidR="00C90F8D">
        <w:t xml:space="preserve">, </w:t>
      </w:r>
      <w:r>
        <w:t>il s</w:t>
      </w:r>
      <w:r w:rsidR="00C90F8D">
        <w:t>’</w:t>
      </w:r>
      <w:r>
        <w:t>était</w:t>
      </w:r>
      <w:r w:rsidR="00C90F8D">
        <w:t xml:space="preserve">, </w:t>
      </w:r>
      <w:r>
        <w:t>paraît-il</w:t>
      </w:r>
      <w:r w:rsidR="00C90F8D">
        <w:t xml:space="preserve">, </w:t>
      </w:r>
      <w:r>
        <w:t>conduit en héros en 1914</w:t>
      </w:r>
      <w:r w:rsidR="00C90F8D">
        <w:t xml:space="preserve">, </w:t>
      </w:r>
      <w:r>
        <w:t>sous-officier à l</w:t>
      </w:r>
      <w:r w:rsidR="00C90F8D">
        <w:t>’</w:t>
      </w:r>
      <w:r>
        <w:t xml:space="preserve">armée de </w:t>
      </w:r>
      <w:proofErr w:type="spellStart"/>
      <w:r>
        <w:t>Rennenkampf</w:t>
      </w:r>
      <w:proofErr w:type="spellEnd"/>
      <w:r w:rsidR="00C90F8D">
        <w:t xml:space="preserve">. </w:t>
      </w:r>
      <w:r>
        <w:t>Taillé en hercule</w:t>
      </w:r>
      <w:r w:rsidR="00C90F8D">
        <w:t xml:space="preserve">, </w:t>
      </w:r>
      <w:r>
        <w:t>beau parleur</w:t>
      </w:r>
      <w:r w:rsidR="00C90F8D">
        <w:t xml:space="preserve">, </w:t>
      </w:r>
      <w:r>
        <w:t>les journées d</w:t>
      </w:r>
      <w:r w:rsidR="00C90F8D">
        <w:t>’</w:t>
      </w:r>
      <w:r>
        <w:t>octobre l</w:t>
      </w:r>
      <w:r w:rsidR="00C90F8D">
        <w:t>’</w:t>
      </w:r>
      <w:r>
        <w:t>avaient mis en lumière</w:t>
      </w:r>
      <w:r w:rsidR="00C90F8D">
        <w:t xml:space="preserve">. </w:t>
      </w:r>
      <w:r>
        <w:t>Isaac Kraemer</w:t>
      </w:r>
      <w:r w:rsidR="00C90F8D">
        <w:t xml:space="preserve">, </w:t>
      </w:r>
      <w:r>
        <w:t>petit homme au type sémite plus que prononcé</w:t>
      </w:r>
      <w:r w:rsidR="00C90F8D">
        <w:t xml:space="preserve">, </w:t>
      </w:r>
      <w:r>
        <w:t>en face de son formidable collègue faisait figure d</w:t>
      </w:r>
      <w:r w:rsidR="00C90F8D">
        <w:t>’</w:t>
      </w:r>
      <w:r>
        <w:t>intellectuel</w:t>
      </w:r>
      <w:r w:rsidR="00C90F8D">
        <w:t xml:space="preserve">. </w:t>
      </w:r>
      <w:r>
        <w:t>L</w:t>
      </w:r>
      <w:r w:rsidR="00C90F8D">
        <w:t>’</w:t>
      </w:r>
      <w:r>
        <w:t>un et l</w:t>
      </w:r>
      <w:r w:rsidR="00C90F8D">
        <w:t>’</w:t>
      </w:r>
      <w:r>
        <w:t>autre</w:t>
      </w:r>
      <w:r w:rsidR="00C90F8D">
        <w:t xml:space="preserve">, </w:t>
      </w:r>
      <w:r>
        <w:t>ils représentaient à merveille la double physionomie de la Révolution russe</w:t>
      </w:r>
      <w:r w:rsidR="00C90F8D">
        <w:t xml:space="preserve">. </w:t>
      </w:r>
      <w:r>
        <w:t>Je ne savais ce qu</w:t>
      </w:r>
      <w:r w:rsidR="00C90F8D">
        <w:t>’</w:t>
      </w:r>
      <w:r>
        <w:t>il y avait de plus redoutable</w:t>
      </w:r>
      <w:r w:rsidR="00C90F8D">
        <w:t xml:space="preserve">, </w:t>
      </w:r>
      <w:r>
        <w:t xml:space="preserve">de la musculature de </w:t>
      </w:r>
      <w:proofErr w:type="spellStart"/>
      <w:r>
        <w:t>Tcheressensky</w:t>
      </w:r>
      <w:proofErr w:type="spellEnd"/>
      <w:r w:rsidR="00C90F8D">
        <w:t xml:space="preserve">, </w:t>
      </w:r>
      <w:r>
        <w:t>ou du rachitisme de Kraemer</w:t>
      </w:r>
      <w:r w:rsidR="00C90F8D">
        <w:t>.</w:t>
      </w:r>
    </w:p>
    <w:p w14:paraId="15F732DB" w14:textId="77777777" w:rsidR="00C90F8D" w:rsidRDefault="00C90F8D">
      <w:r>
        <w:rPr>
          <w:rFonts w:eastAsia="Georgia"/>
        </w:rPr>
        <w:t>— </w:t>
      </w:r>
      <w:r w:rsidR="00AB2DE8">
        <w:t>Faites approcher le prévenu</w:t>
      </w:r>
      <w:r>
        <w:t xml:space="preserve">, </w:t>
      </w:r>
      <w:r w:rsidR="00AB2DE8">
        <w:t>ordonna ce dernier</w:t>
      </w:r>
      <w:r>
        <w:t xml:space="preserve">, </w:t>
      </w:r>
      <w:r w:rsidR="00AB2DE8">
        <w:t>tandis que le greffier entamait la lecture d</w:t>
      </w:r>
      <w:r>
        <w:t>’</w:t>
      </w:r>
      <w:r w:rsidR="00AB2DE8">
        <w:t>un document interminable</w:t>
      </w:r>
      <w:r>
        <w:t xml:space="preserve">, </w:t>
      </w:r>
      <w:r w:rsidR="00AB2DE8">
        <w:t>l</w:t>
      </w:r>
      <w:r>
        <w:t>’</w:t>
      </w:r>
      <w:r w:rsidR="00AB2DE8">
        <w:t>acte d</w:t>
      </w:r>
      <w:r>
        <w:t>’</w:t>
      </w:r>
      <w:r w:rsidR="00AB2DE8">
        <w:t>accusation</w:t>
      </w:r>
      <w:r>
        <w:t>.</w:t>
      </w:r>
    </w:p>
    <w:p w14:paraId="48D743A2" w14:textId="77777777" w:rsidR="00C90F8D" w:rsidRDefault="00AB2DE8">
      <w:proofErr w:type="spellStart"/>
      <w:r>
        <w:t>Tcheressensky</w:t>
      </w:r>
      <w:proofErr w:type="spellEnd"/>
      <w:r>
        <w:t xml:space="preserve"> ne cessait de donner des marques d</w:t>
      </w:r>
      <w:r w:rsidR="00C90F8D">
        <w:t>’</w:t>
      </w:r>
      <w:r>
        <w:t>impatience</w:t>
      </w:r>
      <w:r w:rsidR="00C90F8D">
        <w:t>.</w:t>
      </w:r>
    </w:p>
    <w:p w14:paraId="133AE5DB" w14:textId="77777777" w:rsidR="00C90F8D" w:rsidRDefault="00C90F8D">
      <w:r>
        <w:rPr>
          <w:rFonts w:eastAsia="Georgia"/>
        </w:rPr>
        <w:t>— </w:t>
      </w:r>
      <w:r w:rsidR="00AB2DE8">
        <w:t>Eh bien</w:t>
      </w:r>
      <w:r>
        <w:t xml:space="preserve">, </w:t>
      </w:r>
      <w:r w:rsidR="00AB2DE8">
        <w:t>la cause est entendue</w:t>
      </w:r>
      <w:r>
        <w:t xml:space="preserve">, </w:t>
      </w:r>
      <w:r w:rsidR="00AB2DE8">
        <w:t>j</w:t>
      </w:r>
      <w:r>
        <w:t>’</w:t>
      </w:r>
      <w:r w:rsidR="00AB2DE8">
        <w:t>espère</w:t>
      </w:r>
      <w:r>
        <w:t xml:space="preserve">, </w:t>
      </w:r>
      <w:r w:rsidR="00AB2DE8">
        <w:t>fit-il</w:t>
      </w:r>
      <w:r>
        <w:t xml:space="preserve">, </w:t>
      </w:r>
      <w:r w:rsidR="00AB2DE8">
        <w:t>quand le bossu eut terminé</w:t>
      </w:r>
      <w:r>
        <w:t>.</w:t>
      </w:r>
    </w:p>
    <w:p w14:paraId="2F811C74" w14:textId="77777777" w:rsidR="00C90F8D" w:rsidRDefault="00AB2DE8">
      <w:r>
        <w:t>Kraemer ne sourcilla pas</w:t>
      </w:r>
      <w:r w:rsidR="00C90F8D">
        <w:t>.</w:t>
      </w:r>
    </w:p>
    <w:p w14:paraId="742E9786" w14:textId="77777777" w:rsidR="00C90F8D" w:rsidRDefault="00C90F8D">
      <w:r>
        <w:rPr>
          <w:rFonts w:eastAsia="Georgia"/>
        </w:rPr>
        <w:t>— </w:t>
      </w:r>
      <w:r w:rsidR="00AB2DE8">
        <w:t>Reconnaissez-vous la matérialité des faits</w:t>
      </w:r>
      <w:r>
        <w:t xml:space="preserve"> ? </w:t>
      </w:r>
      <w:r w:rsidR="00AB2DE8">
        <w:t>me demanda-t-il</w:t>
      </w:r>
      <w:r>
        <w:t xml:space="preserve">, </w:t>
      </w:r>
      <w:r w:rsidR="00AB2DE8">
        <w:t>s</w:t>
      </w:r>
      <w:r>
        <w:t>’</w:t>
      </w:r>
      <w:r w:rsidR="00AB2DE8">
        <w:t>appliquant à employer le jargon juridique</w:t>
      </w:r>
      <w:r>
        <w:t>.</w:t>
      </w:r>
    </w:p>
    <w:p w14:paraId="268AFF3B" w14:textId="77777777" w:rsidR="00C90F8D" w:rsidRDefault="00AB2DE8">
      <w:proofErr w:type="spellStart"/>
      <w:r>
        <w:t>Tcheressensky</w:t>
      </w:r>
      <w:proofErr w:type="spellEnd"/>
      <w:r>
        <w:t xml:space="preserve"> goguenarda</w:t>
      </w:r>
      <w:r w:rsidR="00C90F8D">
        <w:t>.</w:t>
      </w:r>
    </w:p>
    <w:p w14:paraId="47D2AA95" w14:textId="77777777" w:rsidR="00C90F8D" w:rsidRDefault="00C90F8D">
      <w:r>
        <w:rPr>
          <w:rFonts w:eastAsia="Georgia"/>
        </w:rPr>
        <w:lastRenderedPageBreak/>
        <w:t>— </w:t>
      </w:r>
      <w:r w:rsidR="00AB2DE8">
        <w:t>Ce serait la première fois qu</w:t>
      </w:r>
      <w:r>
        <w:t>’</w:t>
      </w:r>
      <w:r w:rsidR="00AB2DE8">
        <w:t>un accusé serait d</w:t>
      </w:r>
      <w:r>
        <w:t>’</w:t>
      </w:r>
      <w:r w:rsidR="00AB2DE8">
        <w:t>accord avec ses accusateurs</w:t>
      </w:r>
      <w:r>
        <w:t xml:space="preserve">, </w:t>
      </w:r>
      <w:r w:rsidR="00AB2DE8">
        <w:t>dit-il</w:t>
      </w:r>
      <w:r>
        <w:t>.</w:t>
      </w:r>
    </w:p>
    <w:p w14:paraId="71FB29FA" w14:textId="77777777" w:rsidR="00C90F8D" w:rsidRDefault="00AB2DE8">
      <w:r>
        <w:t>Il s</w:t>
      </w:r>
      <w:r w:rsidR="00C90F8D">
        <w:t>’</w:t>
      </w:r>
      <w:r>
        <w:t>était levé</w:t>
      </w:r>
      <w:r w:rsidR="00C90F8D">
        <w:t xml:space="preserve">, </w:t>
      </w:r>
      <w:r>
        <w:t>et allait et venait</w:t>
      </w:r>
      <w:r w:rsidR="00C90F8D">
        <w:t xml:space="preserve">, </w:t>
      </w:r>
      <w:r>
        <w:t>comme un ours en cage</w:t>
      </w:r>
      <w:r w:rsidR="00C90F8D">
        <w:t>.</w:t>
      </w:r>
    </w:p>
    <w:p w14:paraId="7C9C22E3" w14:textId="77777777" w:rsidR="00C90F8D" w:rsidRDefault="00C90F8D">
      <w:r>
        <w:rPr>
          <w:rFonts w:eastAsia="Georgia"/>
        </w:rPr>
        <w:t>— </w:t>
      </w:r>
      <w:r w:rsidR="00AB2DE8">
        <w:t>J</w:t>
      </w:r>
      <w:r>
        <w:t>’</w:t>
      </w:r>
      <w:r w:rsidR="00AB2DE8">
        <w:t>ai la responsabilité de l</w:t>
      </w:r>
      <w:r>
        <w:t>’</w:t>
      </w:r>
      <w:r w:rsidR="00AB2DE8">
        <w:t>instruction</w:t>
      </w:r>
      <w:r>
        <w:t xml:space="preserve">. </w:t>
      </w:r>
      <w:r w:rsidR="00AB2DE8">
        <w:t>Permettez-moi de la conduire à ma guise</w:t>
      </w:r>
      <w:r>
        <w:t xml:space="preserve">, </w:t>
      </w:r>
      <w:r w:rsidR="00AB2DE8">
        <w:t>dit Kraemer</w:t>
      </w:r>
      <w:r>
        <w:t>.</w:t>
      </w:r>
    </w:p>
    <w:p w14:paraId="714CA361" w14:textId="77777777" w:rsidR="00C90F8D" w:rsidRDefault="00AB2DE8">
      <w:r>
        <w:t>Il me répéta sa question</w:t>
      </w:r>
      <w:r w:rsidR="00C90F8D">
        <w:t>.</w:t>
      </w:r>
    </w:p>
    <w:p w14:paraId="2CC7511D" w14:textId="77777777" w:rsidR="00C90F8D" w:rsidRDefault="00C90F8D">
      <w:r>
        <w:rPr>
          <w:rFonts w:eastAsia="Georgia"/>
        </w:rPr>
        <w:t>— </w:t>
      </w:r>
      <w:r w:rsidR="00AB2DE8">
        <w:t>J</w:t>
      </w:r>
      <w:r>
        <w:t>’</w:t>
      </w:r>
      <w:r w:rsidR="00AB2DE8">
        <w:t>aurais un certain nombre d</w:t>
      </w:r>
      <w:r>
        <w:t>’</w:t>
      </w:r>
      <w:r w:rsidR="00AB2DE8">
        <w:t>observations à faire</w:t>
      </w:r>
      <w:r>
        <w:t xml:space="preserve">, </w:t>
      </w:r>
      <w:r w:rsidR="00AB2DE8">
        <w:t>répondis-je</w:t>
      </w:r>
      <w:r>
        <w:t>.</w:t>
      </w:r>
    </w:p>
    <w:p w14:paraId="38BC3DF5" w14:textId="77777777" w:rsidR="00C90F8D" w:rsidRDefault="00C90F8D">
      <w:r>
        <w:rPr>
          <w:rFonts w:eastAsia="Georgia"/>
        </w:rPr>
        <w:t>— </w:t>
      </w:r>
      <w:r w:rsidR="00AB2DE8">
        <w:t>Je vous écoute</w:t>
      </w:r>
      <w:r>
        <w:t>.</w:t>
      </w:r>
    </w:p>
    <w:p w14:paraId="5EC82C1F" w14:textId="77777777" w:rsidR="00C90F8D" w:rsidRDefault="00AB2DE8">
      <w:r>
        <w:t>Je dus différer ma réponse</w:t>
      </w:r>
      <w:r w:rsidR="00C90F8D">
        <w:t xml:space="preserve">. </w:t>
      </w:r>
      <w:proofErr w:type="spellStart"/>
      <w:r>
        <w:t>Tcheressensky</w:t>
      </w:r>
      <w:proofErr w:type="spellEnd"/>
      <w:r w:rsidR="00C90F8D">
        <w:t xml:space="preserve">, </w:t>
      </w:r>
      <w:r>
        <w:t>de nouveau</w:t>
      </w:r>
      <w:r w:rsidR="00C90F8D">
        <w:t xml:space="preserve">, </w:t>
      </w:r>
      <w:r>
        <w:t>intervenait</w:t>
      </w:r>
      <w:r w:rsidR="00C90F8D">
        <w:t xml:space="preserve">. </w:t>
      </w:r>
      <w:r>
        <w:t>Debout derrière le greffier</w:t>
      </w:r>
      <w:r w:rsidR="00C90F8D">
        <w:t xml:space="preserve">, </w:t>
      </w:r>
      <w:r>
        <w:t>il appuyait au dossier de sa chaise ses puissantes mains couvertes de taches de son</w:t>
      </w:r>
      <w:r w:rsidR="00C90F8D">
        <w:t xml:space="preserve">, </w:t>
      </w:r>
      <w:r>
        <w:t xml:space="preserve">ces mains que le souvenir de la répression de </w:t>
      </w:r>
      <w:proofErr w:type="spellStart"/>
      <w:r>
        <w:t>Kiew</w:t>
      </w:r>
      <w:proofErr w:type="spellEnd"/>
      <w:r>
        <w:t xml:space="preserve"> entourait d</w:t>
      </w:r>
      <w:r w:rsidR="00C90F8D">
        <w:t>’</w:t>
      </w:r>
      <w:r>
        <w:t>une légende sanglante</w:t>
      </w:r>
      <w:r w:rsidR="00C90F8D">
        <w:t xml:space="preserve">. </w:t>
      </w:r>
      <w:r>
        <w:t>Trente</w:t>
      </w:r>
      <w:r w:rsidR="00C90F8D">
        <w:t xml:space="preserve">, </w:t>
      </w:r>
      <w:r>
        <w:t>quarante malheureux décapités</w:t>
      </w:r>
      <w:r w:rsidR="00C90F8D">
        <w:t xml:space="preserve"> ! </w:t>
      </w:r>
      <w:r>
        <w:t>Ce jour-là</w:t>
      </w:r>
      <w:r w:rsidR="00C90F8D">
        <w:t xml:space="preserve">, </w:t>
      </w:r>
      <w:r>
        <w:t>l</w:t>
      </w:r>
      <w:r w:rsidR="00C90F8D">
        <w:t>’</w:t>
      </w:r>
      <w:r>
        <w:t>ex-bûcheron avait repris la hache de sa jeunesse</w:t>
      </w:r>
      <w:r w:rsidR="00C90F8D">
        <w:t xml:space="preserve">. </w:t>
      </w:r>
      <w:r>
        <w:t>C</w:t>
      </w:r>
      <w:r w:rsidR="00C90F8D">
        <w:t>’</w:t>
      </w:r>
      <w:r>
        <w:t>était la méthode de Pierre le Grand</w:t>
      </w:r>
      <w:r w:rsidR="00C90F8D">
        <w:t xml:space="preserve">. </w:t>
      </w:r>
      <w:r>
        <w:t>En Russie</w:t>
      </w:r>
      <w:r w:rsidR="00C90F8D">
        <w:t xml:space="preserve">, </w:t>
      </w:r>
      <w:r>
        <w:t>les dirigeants</w:t>
      </w:r>
      <w:r w:rsidR="00C90F8D">
        <w:t xml:space="preserve">, </w:t>
      </w:r>
      <w:r>
        <w:t>sous tous les régimes</w:t>
      </w:r>
      <w:r w:rsidR="00C90F8D">
        <w:t xml:space="preserve">, </w:t>
      </w:r>
      <w:r>
        <w:t>n</w:t>
      </w:r>
      <w:r w:rsidR="00C90F8D">
        <w:t>’</w:t>
      </w:r>
      <w:r>
        <w:t>ont jamais détesté mettre la main à la pâte</w:t>
      </w:r>
      <w:r w:rsidR="00C90F8D">
        <w:t>.</w:t>
      </w:r>
    </w:p>
    <w:p w14:paraId="1575B1DF" w14:textId="77777777" w:rsidR="00C90F8D" w:rsidRDefault="00C90F8D">
      <w:r>
        <w:rPr>
          <w:rFonts w:eastAsia="Georgia"/>
        </w:rPr>
        <w:t>— </w:t>
      </w:r>
      <w:r w:rsidR="00AB2DE8">
        <w:t>Quoi</w:t>
      </w:r>
      <w:r>
        <w:t xml:space="preserve">, </w:t>
      </w:r>
      <w:r w:rsidR="00AB2DE8">
        <w:t>gronda-t-il</w:t>
      </w:r>
      <w:r>
        <w:t xml:space="preserve">, </w:t>
      </w:r>
      <w:r w:rsidR="00AB2DE8">
        <w:t>que discuteriez-vous</w:t>
      </w:r>
      <w:r>
        <w:t xml:space="preserve"> ? </w:t>
      </w:r>
      <w:r w:rsidR="00AB2DE8">
        <w:t>Que vous avez fabriqué des armes destinées à la contre-révolution</w:t>
      </w:r>
      <w:r>
        <w:t xml:space="preserve"> ? </w:t>
      </w:r>
      <w:r w:rsidR="00AB2DE8">
        <w:t>Que vous avez servi les plans des Tchécoslovaques</w:t>
      </w:r>
      <w:r>
        <w:t xml:space="preserve">, </w:t>
      </w:r>
      <w:r w:rsidR="00AB2DE8">
        <w:t>des émigrés</w:t>
      </w:r>
      <w:r>
        <w:t> ?</w:t>
      </w:r>
    </w:p>
    <w:p w14:paraId="22CD8507" w14:textId="77777777" w:rsidR="00C90F8D" w:rsidRDefault="00AB2DE8">
      <w:r>
        <w:t>Je le considérai sans mot dire</w:t>
      </w:r>
      <w:r w:rsidR="00C90F8D">
        <w:t xml:space="preserve">. </w:t>
      </w:r>
      <w:r>
        <w:t>Il était véritablement effrayant</w:t>
      </w:r>
      <w:r w:rsidR="00C90F8D">
        <w:t xml:space="preserve">. </w:t>
      </w:r>
      <w:r>
        <w:t>Sa veste</w:t>
      </w:r>
      <w:r w:rsidR="00C90F8D">
        <w:t xml:space="preserve">, </w:t>
      </w:r>
      <w:r>
        <w:t>sa chemise ouvertes laissaient voir les poils touffus de sa poitrine qui luisaient au soleil comme une toison d</w:t>
      </w:r>
      <w:r w:rsidR="00C90F8D">
        <w:t>’</w:t>
      </w:r>
      <w:r>
        <w:t>or</w:t>
      </w:r>
      <w:r w:rsidR="00C90F8D">
        <w:t xml:space="preserve">. </w:t>
      </w:r>
      <w:r>
        <w:t>Il avait à son annulaire une émeraude d</w:t>
      </w:r>
      <w:r w:rsidR="00C90F8D">
        <w:t>’</w:t>
      </w:r>
      <w:r>
        <w:t xml:space="preserve">une beauté </w:t>
      </w:r>
      <w:r>
        <w:lastRenderedPageBreak/>
        <w:t>parfaite</w:t>
      </w:r>
      <w:r w:rsidR="00C90F8D">
        <w:t xml:space="preserve">. </w:t>
      </w:r>
      <w:r>
        <w:t>Au cours de quelle tragique nuit</w:t>
      </w:r>
      <w:r w:rsidR="00C90F8D">
        <w:t xml:space="preserve">, </w:t>
      </w:r>
      <w:r>
        <w:t>au doigt de quelle victime égorgée cette pierre splendide avait-elle été ravie</w:t>
      </w:r>
      <w:r w:rsidR="00C90F8D">
        <w:t> ?</w:t>
      </w:r>
    </w:p>
    <w:p w14:paraId="463F9A47" w14:textId="77777777" w:rsidR="00C90F8D" w:rsidRDefault="00C90F8D">
      <w:r>
        <w:rPr>
          <w:rFonts w:eastAsia="Georgia"/>
        </w:rPr>
        <w:t>— </w:t>
      </w:r>
      <w:r w:rsidR="00AB2DE8">
        <w:t>Répondez donc</w:t>
      </w:r>
      <w:r>
        <w:t xml:space="preserve"> ! </w:t>
      </w:r>
      <w:r w:rsidR="00AB2DE8">
        <w:t>fit-il</w:t>
      </w:r>
      <w:r>
        <w:t>.</w:t>
      </w:r>
    </w:p>
    <w:p w14:paraId="71593178" w14:textId="77777777" w:rsidR="00C90F8D" w:rsidRDefault="00C90F8D">
      <w:r>
        <w:rPr>
          <w:rFonts w:eastAsia="Georgia"/>
        </w:rPr>
        <w:t>— </w:t>
      </w:r>
      <w:r w:rsidR="00AB2DE8">
        <w:t>À qui faut-il que je réponde</w:t>
      </w:r>
      <w:r>
        <w:t xml:space="preserve"> ? </w:t>
      </w:r>
      <w:r w:rsidR="00AB2DE8">
        <w:t>demandai-je placidement</w:t>
      </w:r>
      <w:r>
        <w:t>.</w:t>
      </w:r>
    </w:p>
    <w:p w14:paraId="757B9082" w14:textId="77777777" w:rsidR="00C90F8D" w:rsidRDefault="00C90F8D">
      <w:r>
        <w:rPr>
          <w:rFonts w:eastAsia="Georgia"/>
        </w:rPr>
        <w:t>— </w:t>
      </w:r>
      <w:r w:rsidR="00AB2DE8">
        <w:t>À moi</w:t>
      </w:r>
      <w:r>
        <w:t xml:space="preserve">, </w:t>
      </w:r>
      <w:r w:rsidR="00AB2DE8">
        <w:t>s</w:t>
      </w:r>
      <w:r>
        <w:t>’</w:t>
      </w:r>
      <w:r w:rsidR="00AB2DE8">
        <w:t>il vous plaît</w:t>
      </w:r>
      <w:r>
        <w:t xml:space="preserve">, </w:t>
      </w:r>
      <w:r w:rsidR="00AB2DE8">
        <w:t>dit Kraemer</w:t>
      </w:r>
      <w:r>
        <w:t>.</w:t>
      </w:r>
    </w:p>
    <w:p w14:paraId="2FB6AA54" w14:textId="77777777" w:rsidR="00C90F8D" w:rsidRDefault="00C90F8D">
      <w:r>
        <w:rPr>
          <w:rFonts w:eastAsia="Georgia"/>
        </w:rPr>
        <w:t>— </w:t>
      </w:r>
      <w:r w:rsidR="00AB2DE8">
        <w:t>Bien</w:t>
      </w:r>
      <w:r>
        <w:t xml:space="preserve">. </w:t>
      </w:r>
      <w:r w:rsidR="00AB2DE8">
        <w:t>Je dirai donc</w:t>
      </w:r>
      <w:r>
        <w:t xml:space="preserve"> : </w:t>
      </w:r>
      <w:r w:rsidR="00AB2DE8">
        <w:t>premièrement</w:t>
      </w:r>
      <w:r>
        <w:t xml:space="preserve">, </w:t>
      </w:r>
      <w:r w:rsidR="00AB2DE8">
        <w:t>que si j</w:t>
      </w:r>
      <w:r>
        <w:t>’</w:t>
      </w:r>
      <w:r w:rsidR="00AB2DE8">
        <w:t>ai fabriqué des armes</w:t>
      </w:r>
      <w:r>
        <w:t xml:space="preserve">, </w:t>
      </w:r>
      <w:r w:rsidR="00AB2DE8">
        <w:t>comme c</w:t>
      </w:r>
      <w:r>
        <w:t>’</w:t>
      </w:r>
      <w:r w:rsidR="00AB2DE8">
        <w:t>est mon métier</w:t>
      </w:r>
      <w:r>
        <w:t xml:space="preserve">, </w:t>
      </w:r>
      <w:r w:rsidR="00AB2DE8">
        <w:t>je l</w:t>
      </w:r>
      <w:r>
        <w:t>’</w:t>
      </w:r>
      <w:r w:rsidR="00AB2DE8">
        <w:t>ai fait par ordre de mes chefs hiérarchiques</w:t>
      </w:r>
      <w:r>
        <w:t xml:space="preserve">. </w:t>
      </w:r>
      <w:r w:rsidR="00AB2DE8">
        <w:t>L</w:t>
      </w:r>
      <w:r>
        <w:t>’</w:t>
      </w:r>
      <w:r w:rsidR="00AB2DE8">
        <w:t>usage des nations civilisées s</w:t>
      </w:r>
      <w:r>
        <w:t>’</w:t>
      </w:r>
      <w:r w:rsidR="00AB2DE8">
        <w:t>oppose à ce que soit retenu contre un soldat le fait d</w:t>
      </w:r>
      <w:r>
        <w:t>’</w:t>
      </w:r>
      <w:r w:rsidR="00AB2DE8">
        <w:t>avoir obéi</w:t>
      </w:r>
      <w:r>
        <w:t xml:space="preserve">. </w:t>
      </w:r>
      <w:r w:rsidR="00AB2DE8">
        <w:t>Deuxièmement</w:t>
      </w:r>
      <w:r>
        <w:t xml:space="preserve">, </w:t>
      </w:r>
      <w:r w:rsidR="00AB2DE8">
        <w:t>que l</w:t>
      </w:r>
      <w:r>
        <w:t>’</w:t>
      </w:r>
      <w:r w:rsidR="00AB2DE8">
        <w:t>ordre en question me prescrivait de mettre ces armes à la disposition des troupes tchécoslovaques</w:t>
      </w:r>
      <w:r>
        <w:t>…</w:t>
      </w:r>
    </w:p>
    <w:p w14:paraId="5DEEEC62" w14:textId="77777777" w:rsidR="00C90F8D" w:rsidRDefault="00C90F8D">
      <w:r>
        <w:rPr>
          <w:rFonts w:eastAsia="Georgia"/>
        </w:rPr>
        <w:t>— </w:t>
      </w:r>
      <w:r w:rsidR="00AB2DE8">
        <w:t>Vous ne vous en êtes pas tenu là</w:t>
      </w:r>
      <w:r>
        <w:t xml:space="preserve">. </w:t>
      </w:r>
      <w:r w:rsidR="00AB2DE8">
        <w:t>Vous nous avez espionnés pour leur compte</w:t>
      </w:r>
      <w:r>
        <w:t xml:space="preserve">, </w:t>
      </w:r>
      <w:r w:rsidR="00AB2DE8">
        <w:t xml:space="preserve">dit </w:t>
      </w:r>
      <w:proofErr w:type="spellStart"/>
      <w:r w:rsidR="00AB2DE8">
        <w:t>Tcheressensky</w:t>
      </w:r>
      <w:proofErr w:type="spellEnd"/>
      <w:r>
        <w:t>.</w:t>
      </w:r>
    </w:p>
    <w:p w14:paraId="42C0B7CD" w14:textId="77777777" w:rsidR="00C90F8D" w:rsidRDefault="00C90F8D">
      <w:r>
        <w:rPr>
          <w:rFonts w:eastAsia="Georgia"/>
        </w:rPr>
        <w:t>— </w:t>
      </w:r>
      <w:r w:rsidR="00AB2DE8">
        <w:t>C</w:t>
      </w:r>
      <w:r>
        <w:t>’</w:t>
      </w:r>
      <w:r w:rsidR="00AB2DE8">
        <w:t>est faux</w:t>
      </w:r>
      <w:r>
        <w:t>.</w:t>
      </w:r>
    </w:p>
    <w:p w14:paraId="2B3A2547" w14:textId="77777777" w:rsidR="00C90F8D" w:rsidRDefault="00C90F8D">
      <w:r>
        <w:rPr>
          <w:rFonts w:eastAsia="Georgia"/>
        </w:rPr>
        <w:t>— </w:t>
      </w:r>
      <w:r w:rsidR="00AB2DE8">
        <w:t>Quoi</w:t>
      </w:r>
      <w:r>
        <w:t xml:space="preserve">, </w:t>
      </w:r>
      <w:r w:rsidR="00AB2DE8">
        <w:t>hurla-t-il</w:t>
      </w:r>
      <w:r>
        <w:t xml:space="preserve">, </w:t>
      </w:r>
      <w:r w:rsidR="00AB2DE8">
        <w:t>allez-vous nier qu</w:t>
      </w:r>
      <w:r>
        <w:t>’</w:t>
      </w:r>
      <w:r w:rsidR="00AB2DE8">
        <w:t>il y a exactement quinze jours</w:t>
      </w:r>
      <w:r>
        <w:t xml:space="preserve">, </w:t>
      </w:r>
      <w:r w:rsidR="00AB2DE8">
        <w:t>une automobile militaire est venue vous prendre pour vous conduire à Tcheliabinsk</w:t>
      </w:r>
      <w:r>
        <w:t xml:space="preserve">, </w:t>
      </w:r>
      <w:r w:rsidR="00AB2DE8">
        <w:t>d</w:t>
      </w:r>
      <w:r>
        <w:t>’</w:t>
      </w:r>
      <w:r w:rsidR="00AB2DE8">
        <w:t>où vous êtes revenu trois jours après</w:t>
      </w:r>
      <w:r>
        <w:t xml:space="preserve"> ? </w:t>
      </w:r>
      <w:r w:rsidR="00AB2DE8">
        <w:t>Pourquoi revenir ici</w:t>
      </w:r>
      <w:r>
        <w:t xml:space="preserve">, </w:t>
      </w:r>
      <w:r w:rsidR="00AB2DE8">
        <w:t>où vous n</w:t>
      </w:r>
      <w:r>
        <w:t>’</w:t>
      </w:r>
      <w:r w:rsidR="00AB2DE8">
        <w:t>aviez plus rien à faire</w:t>
      </w:r>
      <w:r>
        <w:t xml:space="preserve">, </w:t>
      </w:r>
      <w:r w:rsidR="00AB2DE8">
        <w:t>si ce n</w:t>
      </w:r>
      <w:r>
        <w:t>’</w:t>
      </w:r>
      <w:r w:rsidR="00AB2DE8">
        <w:t>était pour la besogne que je viens de dire</w:t>
      </w:r>
      <w:r>
        <w:t> ?</w:t>
      </w:r>
    </w:p>
    <w:p w14:paraId="67E8D1E2" w14:textId="77777777" w:rsidR="00C90F8D" w:rsidRDefault="00AB2DE8">
      <w:r>
        <w:t>Il se tourna vers Kraemer</w:t>
      </w:r>
      <w:r w:rsidR="00C90F8D">
        <w:t>.</w:t>
      </w:r>
    </w:p>
    <w:p w14:paraId="55EA4F7E" w14:textId="77777777" w:rsidR="00C90F8D" w:rsidRDefault="00C90F8D">
      <w:r>
        <w:rPr>
          <w:rFonts w:eastAsia="Georgia"/>
        </w:rPr>
        <w:t>— </w:t>
      </w:r>
      <w:r w:rsidR="00AB2DE8">
        <w:t>Camarade</w:t>
      </w:r>
      <w:r>
        <w:t xml:space="preserve">, </w:t>
      </w:r>
      <w:r w:rsidR="00AB2DE8">
        <w:t>répliqua Kraemer</w:t>
      </w:r>
      <w:r>
        <w:t xml:space="preserve">, </w:t>
      </w:r>
      <w:r w:rsidR="00AB2DE8">
        <w:t>imperturbable</w:t>
      </w:r>
      <w:r>
        <w:t xml:space="preserve">, </w:t>
      </w:r>
      <w:r w:rsidR="00AB2DE8">
        <w:t>je vous ai déjà prié de ne pas vous substituer à moi</w:t>
      </w:r>
      <w:r>
        <w:t xml:space="preserve">, </w:t>
      </w:r>
      <w:r w:rsidR="00AB2DE8">
        <w:t>dans l</w:t>
      </w:r>
      <w:r>
        <w:t>’</w:t>
      </w:r>
      <w:r w:rsidR="00AB2DE8">
        <w:t>interrogatoire de l</w:t>
      </w:r>
      <w:r>
        <w:t>’</w:t>
      </w:r>
      <w:r w:rsidR="00AB2DE8">
        <w:t>accusé</w:t>
      </w:r>
      <w:r>
        <w:t>.</w:t>
      </w:r>
    </w:p>
    <w:p w14:paraId="0DD50D6B" w14:textId="77777777" w:rsidR="00C90F8D" w:rsidRDefault="00AB2DE8">
      <w:proofErr w:type="spellStart"/>
      <w:r>
        <w:t>Tcheressensky</w:t>
      </w:r>
      <w:proofErr w:type="spellEnd"/>
      <w:r>
        <w:t xml:space="preserve"> devint pourpre</w:t>
      </w:r>
      <w:r w:rsidR="00C90F8D">
        <w:t>.</w:t>
      </w:r>
    </w:p>
    <w:p w14:paraId="11D42EB3" w14:textId="77777777" w:rsidR="00C90F8D" w:rsidRDefault="00C90F8D">
      <w:r>
        <w:rPr>
          <w:rFonts w:eastAsia="Georgia"/>
        </w:rPr>
        <w:lastRenderedPageBreak/>
        <w:t>— </w:t>
      </w:r>
      <w:r w:rsidR="00AB2DE8">
        <w:t>Camarade Kraemer</w:t>
      </w:r>
      <w:r>
        <w:t xml:space="preserve">, </w:t>
      </w:r>
      <w:r w:rsidR="00AB2DE8">
        <w:t>fit-il lentement</w:t>
      </w:r>
      <w:r>
        <w:t xml:space="preserve">, </w:t>
      </w:r>
      <w:r w:rsidR="00AB2DE8">
        <w:t>on saura à la Commission extraordinaire comment vous vous arrangez pour mettre des bâtons dans les roues de la justice du peuple</w:t>
      </w:r>
      <w:r>
        <w:t>.</w:t>
      </w:r>
    </w:p>
    <w:p w14:paraId="4C4A456B" w14:textId="77777777" w:rsidR="00C90F8D" w:rsidRDefault="00C90F8D">
      <w:r>
        <w:rPr>
          <w:rFonts w:eastAsia="Georgia"/>
        </w:rPr>
        <w:t>— </w:t>
      </w:r>
      <w:r w:rsidR="00AB2DE8">
        <w:t>On saura bien autre chose</w:t>
      </w:r>
      <w:r>
        <w:t xml:space="preserve">, </w:t>
      </w:r>
      <w:r w:rsidR="00AB2DE8">
        <w:t>à la Commission extraordinaire</w:t>
      </w:r>
      <w:r>
        <w:t xml:space="preserve">, </w:t>
      </w:r>
      <w:r w:rsidR="00AB2DE8">
        <w:t>dit Kraemer</w:t>
      </w:r>
      <w:r>
        <w:t xml:space="preserve">. </w:t>
      </w:r>
      <w:r w:rsidR="00AB2DE8">
        <w:t>Accusé</w:t>
      </w:r>
      <w:r>
        <w:t xml:space="preserve">, </w:t>
      </w:r>
      <w:r w:rsidR="00AB2DE8">
        <w:t>continuez</w:t>
      </w:r>
      <w:r>
        <w:t>.</w:t>
      </w:r>
    </w:p>
    <w:p w14:paraId="72907483" w14:textId="77777777" w:rsidR="00C90F8D" w:rsidRDefault="00C90F8D">
      <w:r>
        <w:rPr>
          <w:rFonts w:eastAsia="Georgia"/>
        </w:rPr>
        <w:t>— </w:t>
      </w:r>
      <w:r w:rsidR="00AB2DE8">
        <w:t>Troisièmement</w:t>
      </w:r>
      <w:r>
        <w:t xml:space="preserve">, </w:t>
      </w:r>
      <w:r w:rsidR="00AB2DE8">
        <w:t>on me reproche d</w:t>
      </w:r>
      <w:r>
        <w:t>’</w:t>
      </w:r>
      <w:r w:rsidR="00AB2DE8">
        <w:t>avoir entretenu des rapports avec les émigrés</w:t>
      </w:r>
      <w:r>
        <w:t xml:space="preserve">. </w:t>
      </w:r>
      <w:r w:rsidR="00AB2DE8">
        <w:t>Le moyen de faire autrement</w:t>
      </w:r>
      <w:r>
        <w:t xml:space="preserve">. </w:t>
      </w:r>
      <w:r w:rsidR="00AB2DE8">
        <w:t>Suis-je le seul</w:t>
      </w:r>
      <w:r>
        <w:t xml:space="preserve">, </w:t>
      </w:r>
      <w:r w:rsidR="00AB2DE8">
        <w:t>même dans cette salle</w:t>
      </w:r>
      <w:r>
        <w:t> ?</w:t>
      </w:r>
    </w:p>
    <w:p w14:paraId="732E8C2A" w14:textId="77777777" w:rsidR="00C90F8D" w:rsidRDefault="00AB2DE8">
      <w:r>
        <w:t>J</w:t>
      </w:r>
      <w:r w:rsidR="00C90F8D">
        <w:t>’</w:t>
      </w:r>
      <w:r>
        <w:t>avais parlé sans aucune arrière-pensée</w:t>
      </w:r>
      <w:r w:rsidR="00C90F8D">
        <w:t xml:space="preserve">. </w:t>
      </w:r>
      <w:r>
        <w:t>J</w:t>
      </w:r>
      <w:r w:rsidR="00C90F8D">
        <w:t>’</w:t>
      </w:r>
      <w:r>
        <w:t>augurais même assez mal de la faiblesse de ma réponse</w:t>
      </w:r>
      <w:r w:rsidR="00C90F8D">
        <w:t xml:space="preserve">. </w:t>
      </w:r>
      <w:r>
        <w:t>Quelle ne fut pas ma stupéfaction devant l</w:t>
      </w:r>
      <w:r w:rsidR="00C90F8D">
        <w:t>’</w:t>
      </w:r>
      <w:r>
        <w:t>effet qu</w:t>
      </w:r>
      <w:r w:rsidR="00C90F8D">
        <w:t>’</w:t>
      </w:r>
      <w:r>
        <w:t>elle produisit</w:t>
      </w:r>
      <w:r w:rsidR="00C90F8D">
        <w:t xml:space="preserve">. </w:t>
      </w:r>
      <w:r>
        <w:t>Un silence de mort régna</w:t>
      </w:r>
      <w:r w:rsidR="00C90F8D">
        <w:t xml:space="preserve">. </w:t>
      </w:r>
      <w:r>
        <w:t>Tous les yeux se fixèrent à terre</w:t>
      </w:r>
      <w:r w:rsidR="00C90F8D">
        <w:t xml:space="preserve">. </w:t>
      </w:r>
      <w:r>
        <w:t>Seul</w:t>
      </w:r>
      <w:r w:rsidR="00C90F8D">
        <w:t xml:space="preserve">, </w:t>
      </w:r>
      <w:r>
        <w:t>Isaac Kraemer s</w:t>
      </w:r>
      <w:r w:rsidR="00C90F8D">
        <w:t>’</w:t>
      </w:r>
      <w:r>
        <w:t>était redressé</w:t>
      </w:r>
      <w:r w:rsidR="00C90F8D">
        <w:t xml:space="preserve">. </w:t>
      </w:r>
      <w:r>
        <w:t xml:space="preserve">Il observait curieusement </w:t>
      </w:r>
      <w:proofErr w:type="spellStart"/>
      <w:r>
        <w:t>Tcheressensky</w:t>
      </w:r>
      <w:proofErr w:type="spellEnd"/>
      <w:r w:rsidR="00C90F8D">
        <w:t>.</w:t>
      </w:r>
    </w:p>
    <w:p w14:paraId="0AC6BE1C" w14:textId="77777777" w:rsidR="00C90F8D" w:rsidRDefault="00AB2DE8">
      <w:r>
        <w:t>Celui-ci avait bondi vers moi</w:t>
      </w:r>
      <w:r w:rsidR="00C90F8D">
        <w:t xml:space="preserve">. </w:t>
      </w:r>
      <w:r>
        <w:t>Mes deux gardes s</w:t>
      </w:r>
      <w:r w:rsidR="00C90F8D">
        <w:t>’</w:t>
      </w:r>
      <w:r>
        <w:t>écartèrent avec épouvante</w:t>
      </w:r>
      <w:r w:rsidR="00C90F8D">
        <w:t>.</w:t>
      </w:r>
    </w:p>
    <w:p w14:paraId="6489B19F" w14:textId="77777777" w:rsidR="00C90F8D" w:rsidRDefault="00C90F8D">
      <w:r>
        <w:rPr>
          <w:rFonts w:eastAsia="Georgia"/>
        </w:rPr>
        <w:t>— </w:t>
      </w:r>
      <w:r w:rsidR="00AB2DE8">
        <w:t>Chien</w:t>
      </w:r>
      <w:r>
        <w:t xml:space="preserve"> ! </w:t>
      </w:r>
      <w:r w:rsidR="00AB2DE8">
        <w:t>Fils de chien</w:t>
      </w:r>
      <w:r>
        <w:t xml:space="preserve"> ! </w:t>
      </w:r>
      <w:r w:rsidR="00AB2DE8">
        <w:t>Qu</w:t>
      </w:r>
      <w:r>
        <w:t>’</w:t>
      </w:r>
      <w:r w:rsidR="00AB2DE8">
        <w:t>a-t-il dit</w:t>
      </w:r>
      <w:r>
        <w:t> ?</w:t>
      </w:r>
    </w:p>
    <w:p w14:paraId="12F2F4D5" w14:textId="77777777" w:rsidR="00C90F8D" w:rsidRDefault="00AB2DE8">
      <w:r>
        <w:t>Tout ce que je pouvais avoir de courage</w:t>
      </w:r>
      <w:r w:rsidR="00C90F8D">
        <w:t xml:space="preserve">, </w:t>
      </w:r>
      <w:r>
        <w:t>j</w:t>
      </w:r>
      <w:r w:rsidR="00C90F8D">
        <w:t>’</w:t>
      </w:r>
      <w:r>
        <w:t>étais en train de le rassembler pour ne pas défaillir devant ce colosse en fureur</w:t>
      </w:r>
      <w:r w:rsidR="00C90F8D">
        <w:t xml:space="preserve">. </w:t>
      </w:r>
      <w:r>
        <w:t>Je le sentais sur le point de m</w:t>
      </w:r>
      <w:r w:rsidR="00C90F8D">
        <w:t>’</w:t>
      </w:r>
      <w:r>
        <w:t>écraser</w:t>
      </w:r>
      <w:r w:rsidR="00C90F8D">
        <w:t xml:space="preserve">, </w:t>
      </w:r>
      <w:r>
        <w:t>et ma pensée</w:t>
      </w:r>
      <w:r w:rsidR="00C90F8D">
        <w:t xml:space="preserve">, </w:t>
      </w:r>
      <w:r>
        <w:t>pourtant</w:t>
      </w:r>
      <w:r w:rsidR="00C90F8D">
        <w:t xml:space="preserve">, </w:t>
      </w:r>
      <w:r>
        <w:t>n</w:t>
      </w:r>
      <w:r w:rsidR="00C90F8D">
        <w:t>’</w:t>
      </w:r>
      <w:r>
        <w:t>avait jamais été plus lucide</w:t>
      </w:r>
      <w:r w:rsidR="00C90F8D">
        <w:t xml:space="preserve"> ; </w:t>
      </w:r>
      <w:r>
        <w:t>et soudain la rage que je lisais dans ses yeux bleus désorbités me fut la plus nette des révélations</w:t>
      </w:r>
      <w:r w:rsidR="00C90F8D">
        <w:t xml:space="preserve">. </w:t>
      </w:r>
      <w:r>
        <w:t>Les détails sur mes rapports avec les Tchécoslovaques</w:t>
      </w:r>
      <w:r w:rsidR="00C90F8D">
        <w:t xml:space="preserve">, </w:t>
      </w:r>
      <w:r>
        <w:t>la date exacte de mon voyage à Tcheliabinsk</w:t>
      </w:r>
      <w:r w:rsidR="00C90F8D">
        <w:t xml:space="preserve">, </w:t>
      </w:r>
      <w:r>
        <w:t>tout</w:t>
      </w:r>
      <w:r w:rsidR="00C90F8D">
        <w:t xml:space="preserve">, </w:t>
      </w:r>
      <w:r>
        <w:t>je comprenais tout</w:t>
      </w:r>
      <w:r w:rsidR="00C90F8D">
        <w:t xml:space="preserve"> ; </w:t>
      </w:r>
      <w:r>
        <w:t>et la mise en liberté d</w:t>
      </w:r>
      <w:r w:rsidR="00C90F8D">
        <w:t>’</w:t>
      </w:r>
      <w:proofErr w:type="spellStart"/>
      <w:r>
        <w:t>Ephrem</w:t>
      </w:r>
      <w:proofErr w:type="spellEnd"/>
      <w:r>
        <w:t xml:space="preserve"> </w:t>
      </w:r>
      <w:proofErr w:type="spellStart"/>
      <w:r>
        <w:t>Fedorovitch</w:t>
      </w:r>
      <w:proofErr w:type="spellEnd"/>
      <w:r>
        <w:t xml:space="preserve"> et de sa fille</w:t>
      </w:r>
      <w:r w:rsidR="00C90F8D">
        <w:t xml:space="preserve">, </w:t>
      </w:r>
      <w:r>
        <w:t>et la terreur que ma réplique avait semée dans cette assistance</w:t>
      </w:r>
      <w:r w:rsidR="00C90F8D">
        <w:t xml:space="preserve">, </w:t>
      </w:r>
      <w:r>
        <w:t>la cause de l</w:t>
      </w:r>
      <w:r w:rsidR="00C90F8D">
        <w:t>’</w:t>
      </w:r>
      <w:r>
        <w:t>aversion de ce monstre pour moi</w:t>
      </w:r>
      <w:r w:rsidR="00C90F8D">
        <w:t xml:space="preserve">, </w:t>
      </w:r>
      <w:r>
        <w:t>de la mienne pour lui</w:t>
      </w:r>
      <w:r w:rsidR="00C90F8D">
        <w:t xml:space="preserve">, </w:t>
      </w:r>
      <w:r>
        <w:t>tout</w:t>
      </w:r>
      <w:r w:rsidR="00C90F8D">
        <w:t xml:space="preserve">, </w:t>
      </w:r>
      <w:r>
        <w:t>tout enfin</w:t>
      </w:r>
      <w:r w:rsidR="00C90F8D">
        <w:t xml:space="preserve">… </w:t>
      </w:r>
      <w:r>
        <w:t>Donc</w:t>
      </w:r>
      <w:r w:rsidR="00C90F8D">
        <w:t>, « </w:t>
      </w:r>
      <w:r>
        <w:t>lui aussi</w:t>
      </w:r>
      <w:r w:rsidR="00C90F8D">
        <w:t> ! »</w:t>
      </w:r>
      <w:r>
        <w:t xml:space="preserve"> comme disait le commandant Zeyer</w:t>
      </w:r>
      <w:r w:rsidR="00C90F8D">
        <w:t xml:space="preserve">. </w:t>
      </w:r>
      <w:r>
        <w:t>C</w:t>
      </w:r>
      <w:r w:rsidR="00C90F8D">
        <w:t>’</w:t>
      </w:r>
      <w:r>
        <w:t xml:space="preserve">était donc sur </w:t>
      </w:r>
      <w:r>
        <w:lastRenderedPageBreak/>
        <w:t>ce hideux poitrail velu qu</w:t>
      </w:r>
      <w:r w:rsidR="00C90F8D">
        <w:t>’</w:t>
      </w:r>
      <w:r>
        <w:t>elle reposait présentement</w:t>
      </w:r>
      <w:r w:rsidR="00C90F8D">
        <w:t xml:space="preserve">, </w:t>
      </w:r>
      <w:r>
        <w:t>la divine tête d</w:t>
      </w:r>
      <w:r w:rsidR="00C90F8D">
        <w:t>’</w:t>
      </w:r>
      <w:r>
        <w:t>Armide</w:t>
      </w:r>
      <w:r w:rsidR="00C90F8D">
        <w:t xml:space="preserve"> ! </w:t>
      </w:r>
      <w:r>
        <w:t>C</w:t>
      </w:r>
      <w:r w:rsidR="00C90F8D">
        <w:t>’</w:t>
      </w:r>
      <w:r>
        <w:t>en était trop</w:t>
      </w:r>
      <w:r w:rsidR="00C90F8D">
        <w:t xml:space="preserve">, </w:t>
      </w:r>
      <w:r>
        <w:t>je n</w:t>
      </w:r>
      <w:r w:rsidR="00C90F8D">
        <w:t>’</w:t>
      </w:r>
      <w:r>
        <w:t>avais plus peur</w:t>
      </w:r>
      <w:r w:rsidR="00C90F8D">
        <w:t xml:space="preserve">. </w:t>
      </w:r>
      <w:r>
        <w:t xml:space="preserve">Aux regards de haine folle que me jetait </w:t>
      </w:r>
      <w:proofErr w:type="spellStart"/>
      <w:r>
        <w:t>Tcheressensky</w:t>
      </w:r>
      <w:proofErr w:type="spellEnd"/>
      <w:r w:rsidR="00C90F8D">
        <w:t xml:space="preserve">, </w:t>
      </w:r>
      <w:r>
        <w:t>je ripostai par un regard où il y avait plus de haine encore</w:t>
      </w:r>
      <w:r w:rsidR="00C90F8D">
        <w:t>.</w:t>
      </w:r>
    </w:p>
    <w:p w14:paraId="6543B726" w14:textId="77777777" w:rsidR="00C90F8D" w:rsidRDefault="00AB2DE8">
      <w:r>
        <w:t>Cependant</w:t>
      </w:r>
      <w:r w:rsidR="00C90F8D">
        <w:t xml:space="preserve">, </w:t>
      </w:r>
      <w:r>
        <w:t>Isaac Kraemer avait fait un signe</w:t>
      </w:r>
      <w:r w:rsidR="00C90F8D">
        <w:t xml:space="preserve">. </w:t>
      </w:r>
      <w:r>
        <w:t>Les deux officiers</w:t>
      </w:r>
      <w:r w:rsidR="00C90F8D">
        <w:t xml:space="preserve">, </w:t>
      </w:r>
      <w:r>
        <w:t>sans enthousiasme</w:t>
      </w:r>
      <w:r w:rsidR="00C90F8D">
        <w:t xml:space="preserve">, </w:t>
      </w:r>
      <w:r>
        <w:t>s</w:t>
      </w:r>
      <w:r w:rsidR="00C90F8D">
        <w:t>’</w:t>
      </w:r>
      <w:r>
        <w:t>interposaient</w:t>
      </w:r>
      <w:r w:rsidR="00C90F8D">
        <w:t>.</w:t>
      </w:r>
    </w:p>
    <w:p w14:paraId="40305B68" w14:textId="77777777" w:rsidR="00C90F8D" w:rsidRDefault="00AB2DE8">
      <w:proofErr w:type="spellStart"/>
      <w:r>
        <w:t>Tcheressensky</w:t>
      </w:r>
      <w:proofErr w:type="spellEnd"/>
      <w:r>
        <w:t xml:space="preserve"> s</w:t>
      </w:r>
      <w:r w:rsidR="00C90F8D">
        <w:t>’</w:t>
      </w:r>
      <w:r>
        <w:t>était ressaisi</w:t>
      </w:r>
      <w:r w:rsidR="00C90F8D">
        <w:t>.</w:t>
      </w:r>
    </w:p>
    <w:p w14:paraId="2CF0D63A" w14:textId="77777777" w:rsidR="00C90F8D" w:rsidRDefault="00C90F8D">
      <w:r>
        <w:rPr>
          <w:rFonts w:eastAsia="Georgia"/>
        </w:rPr>
        <w:t>— </w:t>
      </w:r>
      <w:r w:rsidR="00AB2DE8">
        <w:t>Je vous demande pardon</w:t>
      </w:r>
      <w:r>
        <w:t xml:space="preserve">, </w:t>
      </w:r>
      <w:r w:rsidR="00AB2DE8">
        <w:t>camarade Kraemer</w:t>
      </w:r>
      <w:r>
        <w:t xml:space="preserve">, </w:t>
      </w:r>
      <w:r w:rsidR="00AB2DE8">
        <w:t>dit-il avec un sourire mielleux</w:t>
      </w:r>
      <w:r>
        <w:t xml:space="preserve">, </w:t>
      </w:r>
      <w:r w:rsidR="00AB2DE8">
        <w:t>d</w:t>
      </w:r>
      <w:r>
        <w:t>’</w:t>
      </w:r>
      <w:r w:rsidR="00AB2DE8">
        <w:t>une voix qu</w:t>
      </w:r>
      <w:r>
        <w:t>’</w:t>
      </w:r>
      <w:r w:rsidR="00AB2DE8">
        <w:t>il s</w:t>
      </w:r>
      <w:r>
        <w:t>’</w:t>
      </w:r>
      <w:r w:rsidR="00AB2DE8">
        <w:t>efforçait de rendre impassible</w:t>
      </w:r>
      <w:r>
        <w:t xml:space="preserve">, </w:t>
      </w:r>
      <w:r w:rsidR="00AB2DE8">
        <w:t>je ne suis pas encore habitué à votre façon de rendre la justice</w:t>
      </w:r>
      <w:r>
        <w:t xml:space="preserve">. </w:t>
      </w:r>
      <w:r w:rsidR="00AB2DE8">
        <w:t>Sans rancune</w:t>
      </w:r>
      <w:r>
        <w:t xml:space="preserve">, </w:t>
      </w:r>
      <w:r w:rsidR="00AB2DE8">
        <w:t>n</w:t>
      </w:r>
      <w:r>
        <w:t>’</w:t>
      </w:r>
      <w:r w:rsidR="00AB2DE8">
        <w:t>est-ce pas</w:t>
      </w:r>
      <w:r>
        <w:t xml:space="preserve"> ? </w:t>
      </w:r>
      <w:r w:rsidR="00AB2DE8">
        <w:t>Croyez bien que</w:t>
      </w:r>
      <w:r>
        <w:t xml:space="preserve">, </w:t>
      </w:r>
      <w:r w:rsidR="00AB2DE8">
        <w:t>tout de même</w:t>
      </w:r>
      <w:r>
        <w:t xml:space="preserve">, </w:t>
      </w:r>
      <w:r w:rsidR="00AB2DE8">
        <w:t>à Moscou</w:t>
      </w:r>
      <w:r>
        <w:t xml:space="preserve">, </w:t>
      </w:r>
      <w:r w:rsidR="00AB2DE8">
        <w:t>on saura</w:t>
      </w:r>
      <w:r>
        <w:t>…</w:t>
      </w:r>
    </w:p>
    <w:p w14:paraId="61F74DF5" w14:textId="77777777" w:rsidR="00C90F8D" w:rsidRDefault="00C90F8D">
      <w:r>
        <w:rPr>
          <w:rFonts w:eastAsia="Georgia"/>
        </w:rPr>
        <w:t>— </w:t>
      </w:r>
      <w:r w:rsidR="00AB2DE8">
        <w:t>On saura ce qu</w:t>
      </w:r>
      <w:r>
        <w:t>’</w:t>
      </w:r>
      <w:r w:rsidR="00AB2DE8">
        <w:t>on saura</w:t>
      </w:r>
      <w:r>
        <w:t xml:space="preserve">, </w:t>
      </w:r>
      <w:r w:rsidR="00AB2DE8">
        <w:t>fit Kraemer</w:t>
      </w:r>
      <w:r>
        <w:t xml:space="preserve">. </w:t>
      </w:r>
      <w:r w:rsidR="00AB2DE8">
        <w:t>En attendant</w:t>
      </w:r>
      <w:r>
        <w:t xml:space="preserve">, </w:t>
      </w:r>
      <w:r w:rsidR="00AB2DE8">
        <w:t>l</w:t>
      </w:r>
      <w:r>
        <w:t>’</w:t>
      </w:r>
      <w:r w:rsidR="00AB2DE8">
        <w:t>affaire est mise en délibéré</w:t>
      </w:r>
      <w:r>
        <w:t xml:space="preserve">. </w:t>
      </w:r>
      <w:r w:rsidR="00AB2DE8">
        <w:t>Soldat</w:t>
      </w:r>
      <w:r>
        <w:t xml:space="preserve">, </w:t>
      </w:r>
      <w:r w:rsidR="00AB2DE8">
        <w:t>emmenez le prévenu</w:t>
      </w:r>
      <w:r>
        <w:t>.</w:t>
      </w:r>
    </w:p>
    <w:p w14:paraId="4CE5CEDC" w14:textId="77777777" w:rsidR="00C90F8D" w:rsidRDefault="00AB2DE8">
      <w:proofErr w:type="spellStart"/>
      <w:r>
        <w:t>Tcheressensky</w:t>
      </w:r>
      <w:proofErr w:type="spellEnd"/>
      <w:r>
        <w:t xml:space="preserve"> avait déjà quitté la salle</w:t>
      </w:r>
      <w:r w:rsidR="00C90F8D">
        <w:t xml:space="preserve">, </w:t>
      </w:r>
      <w:r>
        <w:t>en refermant violemment la porte</w:t>
      </w:r>
      <w:r w:rsidR="00C90F8D">
        <w:t>.</w:t>
      </w:r>
    </w:p>
    <w:p w14:paraId="74ABB439" w14:textId="6776A005" w:rsidR="00AB2DE8" w:rsidRDefault="00AB2DE8"/>
    <w:p w14:paraId="047368D7" w14:textId="77777777" w:rsidR="00C90F8D" w:rsidRDefault="00AB2DE8">
      <w:r>
        <w:t>Je passai entre mes gardes devant Isaac Kraemer</w:t>
      </w:r>
      <w:r w:rsidR="00C90F8D">
        <w:t>.</w:t>
      </w:r>
    </w:p>
    <w:p w14:paraId="72618E47" w14:textId="77777777" w:rsidR="00C90F8D" w:rsidRDefault="00C90F8D">
      <w:r>
        <w:rPr>
          <w:rFonts w:eastAsia="Georgia"/>
        </w:rPr>
        <w:t>— </w:t>
      </w:r>
      <w:r w:rsidR="00AB2DE8">
        <w:t>Tenez-vous donc tant que cela à vous faire fusiller</w:t>
      </w:r>
      <w:r>
        <w:t xml:space="preserve"> ? </w:t>
      </w:r>
      <w:r w:rsidR="00AB2DE8">
        <w:t>me dit-il</w:t>
      </w:r>
      <w:r>
        <w:t>.</w:t>
      </w:r>
    </w:p>
    <w:p w14:paraId="57309979" w14:textId="5A89C543" w:rsidR="00C90F8D" w:rsidRPr="00C90F8D" w:rsidRDefault="00AB2DE8" w:rsidP="00C90F8D">
      <w:pPr>
        <w:pStyle w:val="Titre1"/>
        <w:rPr>
          <w:rFonts w:eastAsia="Georgia"/>
        </w:rPr>
      </w:pPr>
      <w:bookmarkStart w:id="15" w:name="bookmark2"/>
      <w:bookmarkStart w:id="16" w:name="_Toc194755387"/>
      <w:bookmarkEnd w:id="15"/>
      <w:r w:rsidRPr="00C90F8D">
        <w:lastRenderedPageBreak/>
        <w:t>XV</w:t>
      </w:r>
      <w:bookmarkEnd w:id="16"/>
    </w:p>
    <w:p w14:paraId="39531570" w14:textId="77777777" w:rsidR="00C90F8D" w:rsidRDefault="00C90F8D">
      <w:r>
        <w:rPr>
          <w:rFonts w:eastAsia="Georgia"/>
        </w:rPr>
        <w:t>— </w:t>
      </w:r>
      <w:r w:rsidR="00AB2DE8">
        <w:t>Eh bien</w:t>
      </w:r>
      <w:r>
        <w:t xml:space="preserve">, </w:t>
      </w:r>
      <w:r w:rsidR="00AB2DE8">
        <w:t>comment vous en êtes-vous sorti</w:t>
      </w:r>
      <w:r>
        <w:t> ?</w:t>
      </w:r>
    </w:p>
    <w:p w14:paraId="5F8AB9C1" w14:textId="77777777" w:rsidR="00C90F8D" w:rsidRDefault="00AB2DE8">
      <w:r>
        <w:t>C</w:t>
      </w:r>
      <w:r w:rsidR="00C90F8D">
        <w:t>’</w:t>
      </w:r>
      <w:r>
        <w:t>était mon compagnon d</w:t>
      </w:r>
      <w:r w:rsidR="00C90F8D">
        <w:t>’</w:t>
      </w:r>
      <w:r>
        <w:t>infortune</w:t>
      </w:r>
      <w:r w:rsidR="00C90F8D">
        <w:t xml:space="preserve">, </w:t>
      </w:r>
      <w:r>
        <w:t>l</w:t>
      </w:r>
      <w:r w:rsidR="00C90F8D">
        <w:t>’</w:t>
      </w:r>
      <w:r>
        <w:t>indigène de Samara</w:t>
      </w:r>
      <w:r w:rsidR="00C90F8D">
        <w:t xml:space="preserve">, </w:t>
      </w:r>
      <w:r>
        <w:t>qui saluait ainsi mon retour</w:t>
      </w:r>
      <w:r w:rsidR="00C90F8D">
        <w:t xml:space="preserve">. </w:t>
      </w:r>
      <w:r>
        <w:t>Étendu de tout son long sur mon lit</w:t>
      </w:r>
      <w:r w:rsidR="00C90F8D">
        <w:t xml:space="preserve"> – </w:t>
      </w:r>
      <w:r>
        <w:t>sur notre lit</w:t>
      </w:r>
      <w:r w:rsidR="00C90F8D">
        <w:t xml:space="preserve">, </w:t>
      </w:r>
      <w:r>
        <w:t>plutôt</w:t>
      </w:r>
      <w:r w:rsidR="00C90F8D">
        <w:t xml:space="preserve"> </w:t>
      </w:r>
      <w:r w:rsidR="00C90F8D">
        <w:rPr>
          <w:rFonts w:eastAsia="Georgia"/>
        </w:rPr>
        <w:t xml:space="preserve">– </w:t>
      </w:r>
      <w:r>
        <w:t>il était absorbé dans une réussite</w:t>
      </w:r>
      <w:r w:rsidR="00C90F8D">
        <w:t>.</w:t>
      </w:r>
    </w:p>
    <w:p w14:paraId="263B24DA" w14:textId="77777777" w:rsidR="00C90F8D" w:rsidRDefault="00C90F8D">
      <w:r>
        <w:rPr>
          <w:rFonts w:eastAsia="Georgia"/>
        </w:rPr>
        <w:t>— </w:t>
      </w:r>
      <w:r w:rsidR="00AB2DE8">
        <w:t>Vous le voyez</w:t>
      </w:r>
      <w:r>
        <w:t xml:space="preserve">, </w:t>
      </w:r>
      <w:r w:rsidR="00AB2DE8">
        <w:t>je ne suis pas encore mort</w:t>
      </w:r>
      <w:r>
        <w:t>.</w:t>
      </w:r>
    </w:p>
    <w:p w14:paraId="43D7BCC8" w14:textId="77777777" w:rsidR="00C90F8D" w:rsidRDefault="00C90F8D">
      <w:r>
        <w:rPr>
          <w:rFonts w:eastAsia="Georgia"/>
        </w:rPr>
        <w:t>— </w:t>
      </w:r>
      <w:r w:rsidR="00AB2DE8">
        <w:t>Je le savais</w:t>
      </w:r>
      <w:r>
        <w:t xml:space="preserve">, </w:t>
      </w:r>
      <w:r w:rsidR="00AB2DE8">
        <w:t>dit-il</w:t>
      </w:r>
      <w:r>
        <w:t xml:space="preserve">. </w:t>
      </w:r>
      <w:r w:rsidR="00AB2DE8">
        <w:t>Je viens de vous tirer les cartes</w:t>
      </w:r>
      <w:r>
        <w:t xml:space="preserve">. </w:t>
      </w:r>
      <w:r w:rsidR="00AB2DE8">
        <w:t>Je peux même vous annoncer qu</w:t>
      </w:r>
      <w:r>
        <w:t>’</w:t>
      </w:r>
      <w:r w:rsidR="00AB2DE8">
        <w:t>il y a dans votre jeu un homme brun</w:t>
      </w:r>
      <w:r>
        <w:t xml:space="preserve">, </w:t>
      </w:r>
      <w:r w:rsidR="00AB2DE8">
        <w:t>ou un homme de loi</w:t>
      </w:r>
      <w:r>
        <w:t xml:space="preserve">, </w:t>
      </w:r>
      <w:r w:rsidR="00AB2DE8">
        <w:t>qui vous veut du bien</w:t>
      </w:r>
      <w:r>
        <w:t xml:space="preserve">. </w:t>
      </w:r>
      <w:r w:rsidR="00AB2DE8">
        <w:t>À propos</w:t>
      </w:r>
      <w:r>
        <w:t xml:space="preserve">, </w:t>
      </w:r>
      <w:r w:rsidR="00AB2DE8">
        <w:t>avez-vous pu toucher à ces messieurs un mot de mon affaire</w:t>
      </w:r>
      <w:r>
        <w:t> ?</w:t>
      </w:r>
    </w:p>
    <w:p w14:paraId="22B56390" w14:textId="77777777" w:rsidR="00C90F8D" w:rsidRDefault="00AB2DE8">
      <w:r>
        <w:t>Je dus lui avouer qu</w:t>
      </w:r>
      <w:r w:rsidR="00C90F8D">
        <w:t>’</w:t>
      </w:r>
      <w:r>
        <w:t>étant donné le tour qu</w:t>
      </w:r>
      <w:r w:rsidR="00C90F8D">
        <w:t>’</w:t>
      </w:r>
      <w:r>
        <w:t>avait pris mon entrevue avec eux</w:t>
      </w:r>
      <w:r w:rsidR="00C90F8D">
        <w:t xml:space="preserve">, </w:t>
      </w:r>
      <w:r>
        <w:t>une intervention en sa faveur ne m</w:t>
      </w:r>
      <w:r w:rsidR="00C90F8D">
        <w:t>’</w:t>
      </w:r>
      <w:r>
        <w:t>eût point paru opportune</w:t>
      </w:r>
      <w:r w:rsidR="00C90F8D">
        <w:t>.</w:t>
      </w:r>
    </w:p>
    <w:p w14:paraId="1542F634" w14:textId="77777777" w:rsidR="00C90F8D" w:rsidRDefault="00C90F8D">
      <w:r>
        <w:rPr>
          <w:rFonts w:eastAsia="Georgia"/>
        </w:rPr>
        <w:t>— </w:t>
      </w:r>
      <w:r w:rsidR="00AB2DE8">
        <w:t>D</w:t>
      </w:r>
      <w:r>
        <w:t>’</w:t>
      </w:r>
      <w:r w:rsidR="00AB2DE8">
        <w:t>ailleurs</w:t>
      </w:r>
      <w:r>
        <w:t xml:space="preserve">, </w:t>
      </w:r>
      <w:r w:rsidR="00AB2DE8">
        <w:t>ajoutai-je</w:t>
      </w:r>
      <w:r>
        <w:t xml:space="preserve">, </w:t>
      </w:r>
      <w:r w:rsidR="00AB2DE8">
        <w:t>à quoi bon m</w:t>
      </w:r>
      <w:r>
        <w:t>’</w:t>
      </w:r>
      <w:r w:rsidR="00AB2DE8">
        <w:t>interroger</w:t>
      </w:r>
      <w:r>
        <w:t xml:space="preserve"> ? </w:t>
      </w:r>
      <w:r w:rsidR="00AB2DE8">
        <w:t>Les cartes ont bien dû vous l</w:t>
      </w:r>
      <w:r>
        <w:t>’</w:t>
      </w:r>
      <w:r w:rsidR="00AB2DE8">
        <w:t>apprendre</w:t>
      </w:r>
      <w:r>
        <w:t>.</w:t>
      </w:r>
    </w:p>
    <w:p w14:paraId="2923E04B" w14:textId="77777777" w:rsidR="00C90F8D" w:rsidRDefault="00C90F8D">
      <w:r>
        <w:rPr>
          <w:rFonts w:eastAsia="Georgia"/>
        </w:rPr>
        <w:t>— </w:t>
      </w:r>
      <w:r w:rsidR="00AB2DE8">
        <w:t>Oh</w:t>
      </w:r>
      <w:r>
        <w:t xml:space="preserve"> ! </w:t>
      </w:r>
      <w:r w:rsidR="00AB2DE8">
        <w:t>oh</w:t>
      </w:r>
      <w:r>
        <w:t xml:space="preserve"> ! </w:t>
      </w:r>
      <w:r w:rsidR="00AB2DE8">
        <w:t>dit-il</w:t>
      </w:r>
      <w:r>
        <w:t xml:space="preserve">, </w:t>
      </w:r>
      <w:r w:rsidR="00AB2DE8">
        <w:t>c</w:t>
      </w:r>
      <w:r>
        <w:t>’</w:t>
      </w:r>
      <w:r w:rsidR="00AB2DE8">
        <w:t>est qu</w:t>
      </w:r>
      <w:r>
        <w:t>’</w:t>
      </w:r>
      <w:r w:rsidR="00AB2DE8">
        <w:t>on ne les force pas comme cela à parler</w:t>
      </w:r>
      <w:r>
        <w:t xml:space="preserve">. </w:t>
      </w:r>
      <w:r w:rsidR="00AB2DE8">
        <w:t>Les cartes sont le livre du diable</w:t>
      </w:r>
      <w:r>
        <w:t xml:space="preserve">. </w:t>
      </w:r>
      <w:r w:rsidR="00AB2DE8">
        <w:t>Prenons donc notre mal en patience</w:t>
      </w:r>
      <w:r>
        <w:t xml:space="preserve">. </w:t>
      </w:r>
      <w:r w:rsidR="00AB2DE8">
        <w:t>En attendant</w:t>
      </w:r>
      <w:r>
        <w:t xml:space="preserve">, </w:t>
      </w:r>
      <w:r w:rsidR="00AB2DE8">
        <w:t>voulez-vous faire une petite partie de piquet</w:t>
      </w:r>
      <w:r>
        <w:t> ?</w:t>
      </w:r>
    </w:p>
    <w:p w14:paraId="6E6F480D" w14:textId="77777777" w:rsidR="00C90F8D" w:rsidRDefault="00AB2DE8">
      <w:r>
        <w:t>J</w:t>
      </w:r>
      <w:r w:rsidR="00C90F8D">
        <w:t>’</w:t>
      </w:r>
      <w:r>
        <w:t>eus un haut-le-corps</w:t>
      </w:r>
      <w:r w:rsidR="00C90F8D">
        <w:t>.</w:t>
      </w:r>
    </w:p>
    <w:p w14:paraId="3BC1770D" w14:textId="77777777" w:rsidR="00C90F8D" w:rsidRDefault="00C90F8D">
      <w:r>
        <w:rPr>
          <w:rFonts w:eastAsia="Georgia"/>
        </w:rPr>
        <w:t>— </w:t>
      </w:r>
      <w:r w:rsidR="00AB2DE8">
        <w:t>Ah</w:t>
      </w:r>
      <w:r>
        <w:t xml:space="preserve"> ! </w:t>
      </w:r>
      <w:r w:rsidR="00AB2DE8">
        <w:t>non</w:t>
      </w:r>
      <w:r>
        <w:t xml:space="preserve"> ! </w:t>
      </w:r>
      <w:r w:rsidR="00AB2DE8">
        <w:t>Merci</w:t>
      </w:r>
      <w:r>
        <w:t>.</w:t>
      </w:r>
    </w:p>
    <w:p w14:paraId="2A16164A" w14:textId="77777777" w:rsidR="00C90F8D" w:rsidRDefault="00C90F8D">
      <w:r>
        <w:rPr>
          <w:rFonts w:eastAsia="Georgia"/>
        </w:rPr>
        <w:t>— </w:t>
      </w:r>
      <w:r w:rsidR="00AB2DE8">
        <w:t>Pourquoi</w:t>
      </w:r>
      <w:r>
        <w:t xml:space="preserve"> ? </w:t>
      </w:r>
      <w:r w:rsidR="00AB2DE8">
        <w:t>Rien de tel</w:t>
      </w:r>
      <w:r>
        <w:t xml:space="preserve">, </w:t>
      </w:r>
      <w:r w:rsidR="00AB2DE8">
        <w:t>cependant</w:t>
      </w:r>
      <w:r>
        <w:t xml:space="preserve">, </w:t>
      </w:r>
      <w:r w:rsidR="00AB2DE8">
        <w:t>pour</w:t>
      </w:r>
      <w:r>
        <w:t>…</w:t>
      </w:r>
    </w:p>
    <w:p w14:paraId="40920919" w14:textId="77777777" w:rsidR="00C90F8D" w:rsidRDefault="00C90F8D">
      <w:r>
        <w:rPr>
          <w:rFonts w:eastAsia="Georgia"/>
        </w:rPr>
        <w:lastRenderedPageBreak/>
        <w:t>— </w:t>
      </w:r>
      <w:r w:rsidR="00AB2DE8">
        <w:t>Pour charmer les longues soirées d</w:t>
      </w:r>
      <w:r>
        <w:t>’</w:t>
      </w:r>
      <w:r w:rsidR="00AB2DE8">
        <w:t>hiver</w:t>
      </w:r>
      <w:r>
        <w:t xml:space="preserve">. </w:t>
      </w:r>
      <w:r w:rsidR="00AB2DE8">
        <w:t>Oui</w:t>
      </w:r>
      <w:r>
        <w:t xml:space="preserve">, </w:t>
      </w:r>
      <w:r w:rsidR="00AB2DE8">
        <w:t>je sais</w:t>
      </w:r>
      <w:r>
        <w:t xml:space="preserve">. </w:t>
      </w:r>
      <w:r w:rsidR="00AB2DE8">
        <w:t>On me l</w:t>
      </w:r>
      <w:r>
        <w:t>’</w:t>
      </w:r>
      <w:r w:rsidR="00AB2DE8">
        <w:t>a déjà dit</w:t>
      </w:r>
      <w:r>
        <w:t>.</w:t>
      </w:r>
    </w:p>
    <w:p w14:paraId="235CFE28" w14:textId="77777777" w:rsidR="00C90F8D" w:rsidRDefault="00C90F8D">
      <w:r>
        <w:rPr>
          <w:rFonts w:eastAsia="Georgia"/>
        </w:rPr>
        <w:t>— </w:t>
      </w:r>
      <w:r w:rsidR="00AB2DE8">
        <w:t>Alors</w:t>
      </w:r>
      <w:r>
        <w:t xml:space="preserve">, </w:t>
      </w:r>
      <w:r w:rsidR="00AB2DE8">
        <w:t>vous m</w:t>
      </w:r>
      <w:r>
        <w:t>’</w:t>
      </w:r>
      <w:r w:rsidR="00AB2DE8">
        <w:t>accorderez bien le plaisir de boire avec moi quelque chose de frais</w:t>
      </w:r>
      <w:r>
        <w:t> ?</w:t>
      </w:r>
    </w:p>
    <w:p w14:paraId="25D88A5F" w14:textId="77777777" w:rsidR="00C90F8D" w:rsidRDefault="00AB2DE8">
      <w:r>
        <w:t>Il s</w:t>
      </w:r>
      <w:r w:rsidR="00C90F8D">
        <w:t>’</w:t>
      </w:r>
      <w:r>
        <w:t>était baissé et avait ramené de dessous le lit un flacon de vodka</w:t>
      </w:r>
      <w:r w:rsidR="00C90F8D">
        <w:t>.</w:t>
      </w:r>
    </w:p>
    <w:p w14:paraId="0418C680" w14:textId="77777777" w:rsidR="00C90F8D" w:rsidRDefault="00C90F8D">
      <w:r>
        <w:rPr>
          <w:rFonts w:eastAsia="Georgia"/>
        </w:rPr>
        <w:t>— </w:t>
      </w:r>
      <w:r w:rsidR="00AB2DE8">
        <w:t>Où avez-vous déniché cette bouteille</w:t>
      </w:r>
      <w:r>
        <w:t> ?</w:t>
      </w:r>
    </w:p>
    <w:p w14:paraId="6D5E3506" w14:textId="77777777" w:rsidR="00C90F8D" w:rsidRDefault="00C90F8D">
      <w:r>
        <w:rPr>
          <w:rFonts w:eastAsia="Georgia"/>
        </w:rPr>
        <w:t>— </w:t>
      </w:r>
      <w:r w:rsidR="00AB2DE8">
        <w:t>Ce sont mes camarades du Cercle qui se sont débrouillés pour me la faire passer</w:t>
      </w:r>
      <w:r>
        <w:t xml:space="preserve">, </w:t>
      </w:r>
      <w:r w:rsidR="00AB2DE8">
        <w:t>ainsi que les cartes</w:t>
      </w:r>
      <w:r>
        <w:t xml:space="preserve">. </w:t>
      </w:r>
      <w:r w:rsidR="00AB2DE8">
        <w:t>Vous savez</w:t>
      </w:r>
      <w:r>
        <w:t xml:space="preserve">, </w:t>
      </w:r>
      <w:r w:rsidR="00AB2DE8">
        <w:t>entre joueurs</w:t>
      </w:r>
      <w:r>
        <w:t xml:space="preserve">, </w:t>
      </w:r>
      <w:r w:rsidR="00AB2DE8">
        <w:t>on ne s</w:t>
      </w:r>
      <w:r>
        <w:t>’</w:t>
      </w:r>
      <w:r w:rsidR="00AB2DE8">
        <w:t>oublie pas</w:t>
      </w:r>
      <w:r>
        <w:t>.</w:t>
      </w:r>
    </w:p>
    <w:p w14:paraId="743145B1" w14:textId="77777777" w:rsidR="00C90F8D" w:rsidRDefault="00C90F8D">
      <w:r>
        <w:rPr>
          <w:rFonts w:eastAsia="Georgia"/>
        </w:rPr>
        <w:t>— </w:t>
      </w:r>
      <w:r w:rsidR="00AB2DE8">
        <w:t>Celui qui vous a fait enfermer ne vous a pas oublié</w:t>
      </w:r>
      <w:r>
        <w:t xml:space="preserve">, </w:t>
      </w:r>
      <w:r w:rsidR="00AB2DE8">
        <w:t>en effet</w:t>
      </w:r>
      <w:r>
        <w:t xml:space="preserve">, </w:t>
      </w:r>
      <w:r w:rsidR="00AB2DE8">
        <w:t>dis-je</w:t>
      </w:r>
      <w:r>
        <w:t>.</w:t>
      </w:r>
    </w:p>
    <w:p w14:paraId="6D4A92CF" w14:textId="77777777" w:rsidR="00C90F8D" w:rsidRDefault="00AB2DE8">
      <w:r>
        <w:t>J</w:t>
      </w:r>
      <w:r w:rsidR="00C90F8D">
        <w:t>’</w:t>
      </w:r>
      <w:r>
        <w:t>acceptai quand même son offre</w:t>
      </w:r>
      <w:r w:rsidR="00C90F8D">
        <w:t xml:space="preserve">. </w:t>
      </w:r>
      <w:r>
        <w:t>J</w:t>
      </w:r>
      <w:r w:rsidR="00C90F8D">
        <w:t>’</w:t>
      </w:r>
      <w:r>
        <w:t>avais besoin de ne plus penser</w:t>
      </w:r>
      <w:r w:rsidR="00C90F8D">
        <w:t xml:space="preserve">, </w:t>
      </w:r>
      <w:r>
        <w:t>de m</w:t>
      </w:r>
      <w:r w:rsidR="00C90F8D">
        <w:t>’</w:t>
      </w:r>
      <w:r>
        <w:t>abrutir</w:t>
      </w:r>
      <w:r w:rsidR="00C90F8D">
        <w:t>.</w:t>
      </w:r>
    </w:p>
    <w:p w14:paraId="4E2BD45E" w14:textId="77777777" w:rsidR="00C90F8D" w:rsidRDefault="00C90F8D">
      <w:r>
        <w:rPr>
          <w:rFonts w:eastAsia="Georgia"/>
        </w:rPr>
        <w:t>— </w:t>
      </w:r>
      <w:r w:rsidR="00AB2DE8">
        <w:t>Vous ne voulez pas dîner</w:t>
      </w:r>
      <w:r>
        <w:t xml:space="preserve"> ? </w:t>
      </w:r>
      <w:r w:rsidR="00AB2DE8">
        <w:t>demanda-t-il un peu plus tard</w:t>
      </w:r>
      <w:r>
        <w:t xml:space="preserve">, </w:t>
      </w:r>
      <w:r w:rsidR="00AB2DE8">
        <w:t>après que le geôlier fut venu nous apporter notre frugale pitance</w:t>
      </w:r>
      <w:r>
        <w:t>.</w:t>
      </w:r>
    </w:p>
    <w:p w14:paraId="5E068430" w14:textId="77777777" w:rsidR="00C90F8D" w:rsidRDefault="00C90F8D">
      <w:r>
        <w:rPr>
          <w:rFonts w:eastAsia="Georgia"/>
        </w:rPr>
        <w:t>— </w:t>
      </w:r>
      <w:r w:rsidR="00AB2DE8">
        <w:t>Je n</w:t>
      </w:r>
      <w:r>
        <w:t>’</w:t>
      </w:r>
      <w:r w:rsidR="00AB2DE8">
        <w:t>ai pas faim</w:t>
      </w:r>
      <w:r>
        <w:t xml:space="preserve">. </w:t>
      </w:r>
      <w:r w:rsidR="00AB2DE8">
        <w:t>Je vous cède ma part</w:t>
      </w:r>
      <w:r>
        <w:t xml:space="preserve">. </w:t>
      </w:r>
      <w:r w:rsidR="00AB2DE8">
        <w:t>Donnez-moi en échange un autre verre de votre tord-boyaux</w:t>
      </w:r>
      <w:r>
        <w:t>.</w:t>
      </w:r>
    </w:p>
    <w:p w14:paraId="0DDA5E33" w14:textId="77777777" w:rsidR="00C90F8D" w:rsidRDefault="00AB2DE8">
      <w:r>
        <w:t>Ce marché n</w:t>
      </w:r>
      <w:r w:rsidR="00C90F8D">
        <w:t>’</w:t>
      </w:r>
      <w:r>
        <w:t>eut pas l</w:t>
      </w:r>
      <w:r w:rsidR="00C90F8D">
        <w:t>’</w:t>
      </w:r>
      <w:r>
        <w:t>air de lui déplaire</w:t>
      </w:r>
      <w:r w:rsidR="00C90F8D">
        <w:t xml:space="preserve">. </w:t>
      </w:r>
      <w:r>
        <w:t>Il me fit d</w:t>
      </w:r>
      <w:r w:rsidR="00C90F8D">
        <w:t>’</w:t>
      </w:r>
      <w:r>
        <w:t>ailleurs bonne mesure</w:t>
      </w:r>
      <w:r w:rsidR="00C90F8D">
        <w:t xml:space="preserve">. </w:t>
      </w:r>
      <w:r>
        <w:t>Ayant bu un second</w:t>
      </w:r>
      <w:r w:rsidR="00C90F8D">
        <w:t xml:space="preserve">, </w:t>
      </w:r>
      <w:r>
        <w:t>puis un troisième verre de vodka</w:t>
      </w:r>
      <w:r w:rsidR="00C90F8D">
        <w:t xml:space="preserve">, </w:t>
      </w:r>
      <w:r>
        <w:t>je m</w:t>
      </w:r>
      <w:r w:rsidR="00C90F8D">
        <w:t>’</w:t>
      </w:r>
      <w:r>
        <w:t>allongeai sur le lit</w:t>
      </w:r>
      <w:r w:rsidR="00C90F8D">
        <w:t xml:space="preserve">, </w:t>
      </w:r>
      <w:r>
        <w:t>tourné vers la muraille</w:t>
      </w:r>
      <w:r w:rsidR="00C90F8D">
        <w:t xml:space="preserve">, </w:t>
      </w:r>
      <w:r>
        <w:t>avec l</w:t>
      </w:r>
      <w:r w:rsidR="00C90F8D">
        <w:t>’</w:t>
      </w:r>
      <w:r>
        <w:t>espoir de profiter du temps où je serais sous l</w:t>
      </w:r>
      <w:r w:rsidR="00C90F8D">
        <w:t>’</w:t>
      </w:r>
      <w:r>
        <w:t>influence de l</w:t>
      </w:r>
      <w:r w:rsidR="00C90F8D">
        <w:t>’</w:t>
      </w:r>
      <w:r>
        <w:t>alcool pour m</w:t>
      </w:r>
      <w:r w:rsidR="00C90F8D">
        <w:t>’</w:t>
      </w:r>
      <w:r>
        <w:t>endormir</w:t>
      </w:r>
      <w:r w:rsidR="00C90F8D">
        <w:t>.</w:t>
      </w:r>
    </w:p>
    <w:p w14:paraId="4D6CECD9" w14:textId="3B0A1BD4" w:rsidR="00C90F8D" w:rsidRDefault="00C90F8D"/>
    <w:p w14:paraId="2F5809AD" w14:textId="77777777" w:rsidR="00C90F8D" w:rsidRDefault="00C90F8D">
      <w:r>
        <w:t>— </w:t>
      </w:r>
      <w:r w:rsidR="00AB2DE8">
        <w:t>Qu</w:t>
      </w:r>
      <w:r>
        <w:t>’</w:t>
      </w:r>
      <w:r w:rsidR="00AB2DE8">
        <w:t>y a-t-il encore</w:t>
      </w:r>
      <w:r>
        <w:t> ?</w:t>
      </w:r>
    </w:p>
    <w:p w14:paraId="196B4760" w14:textId="77777777" w:rsidR="00C90F8D" w:rsidRDefault="00AB2DE8">
      <w:r>
        <w:lastRenderedPageBreak/>
        <w:t>J</w:t>
      </w:r>
      <w:r w:rsidR="00C90F8D">
        <w:t>’</w:t>
      </w:r>
      <w:r>
        <w:t>ouvris les yeux</w:t>
      </w:r>
      <w:r w:rsidR="00C90F8D">
        <w:t xml:space="preserve">. </w:t>
      </w:r>
      <w:r>
        <w:t>La chambre était pleine de ténèbres</w:t>
      </w:r>
      <w:r w:rsidR="00C90F8D">
        <w:t xml:space="preserve">. </w:t>
      </w:r>
      <w:r>
        <w:t>Quelqu</w:t>
      </w:r>
      <w:r w:rsidR="00C90F8D">
        <w:t>’</w:t>
      </w:r>
      <w:r>
        <w:t>un m</w:t>
      </w:r>
      <w:r w:rsidR="00C90F8D">
        <w:t>’</w:t>
      </w:r>
      <w:r>
        <w:t>avait saisi par le bras et me secouait</w:t>
      </w:r>
      <w:r w:rsidR="00C90F8D">
        <w:t>.</w:t>
      </w:r>
    </w:p>
    <w:p w14:paraId="1A3FD25A" w14:textId="77777777" w:rsidR="00C90F8D" w:rsidRDefault="00C90F8D">
      <w:r>
        <w:rPr>
          <w:rFonts w:eastAsia="Georgia"/>
        </w:rPr>
        <w:t>— </w:t>
      </w:r>
      <w:r w:rsidR="00AB2DE8">
        <w:t>Chut</w:t>
      </w:r>
      <w:r>
        <w:t xml:space="preserve">, </w:t>
      </w:r>
      <w:r w:rsidR="00AB2DE8">
        <w:t>murmura le gentilhomme de Samara</w:t>
      </w:r>
      <w:r>
        <w:t xml:space="preserve">, </w:t>
      </w:r>
      <w:r w:rsidR="00AB2DE8">
        <w:t>écoutez</w:t>
      </w:r>
      <w:r>
        <w:t>.</w:t>
      </w:r>
    </w:p>
    <w:p w14:paraId="43660769" w14:textId="77777777" w:rsidR="00C90F8D" w:rsidRDefault="00C90F8D">
      <w:r>
        <w:rPr>
          <w:rFonts w:eastAsia="Georgia"/>
        </w:rPr>
        <w:t>— </w:t>
      </w:r>
      <w:r w:rsidR="00AB2DE8">
        <w:t>Je n</w:t>
      </w:r>
      <w:r>
        <w:t>’</w:t>
      </w:r>
      <w:r w:rsidR="00AB2DE8">
        <w:t>entends rien</w:t>
      </w:r>
      <w:r>
        <w:t>.</w:t>
      </w:r>
    </w:p>
    <w:p w14:paraId="279D9061" w14:textId="77777777" w:rsidR="00C90F8D" w:rsidRDefault="00C90F8D">
      <w:r>
        <w:rPr>
          <w:rFonts w:eastAsia="Georgia"/>
        </w:rPr>
        <w:t>— </w:t>
      </w:r>
      <w:r w:rsidR="00AB2DE8">
        <w:t>C</w:t>
      </w:r>
      <w:r>
        <w:t>’</w:t>
      </w:r>
      <w:r w:rsidR="00AB2DE8">
        <w:t>est que vous êtes mal réveillé</w:t>
      </w:r>
      <w:r>
        <w:t xml:space="preserve">… </w:t>
      </w:r>
      <w:r w:rsidR="00AB2DE8">
        <w:t>On parle</w:t>
      </w:r>
      <w:r>
        <w:t xml:space="preserve">, </w:t>
      </w:r>
      <w:r w:rsidR="00AB2DE8">
        <w:t>derrière la porte</w:t>
      </w:r>
      <w:r>
        <w:t xml:space="preserve">. </w:t>
      </w:r>
      <w:r w:rsidR="00AB2DE8">
        <w:t>À deux reprises</w:t>
      </w:r>
      <w:r>
        <w:t xml:space="preserve">, </w:t>
      </w:r>
      <w:r w:rsidR="00AB2DE8">
        <w:t>on a prononcé votre nom</w:t>
      </w:r>
      <w:r>
        <w:t>.</w:t>
      </w:r>
    </w:p>
    <w:p w14:paraId="601FF5F0" w14:textId="77777777" w:rsidR="00C90F8D" w:rsidRDefault="00C90F8D">
      <w:r>
        <w:rPr>
          <w:rFonts w:eastAsia="Georgia"/>
        </w:rPr>
        <w:t>— </w:t>
      </w:r>
      <w:r w:rsidR="00AB2DE8">
        <w:t>Mon nom</w:t>
      </w:r>
      <w:r>
        <w:t> ?</w:t>
      </w:r>
    </w:p>
    <w:p w14:paraId="1C03ABF4" w14:textId="77777777" w:rsidR="00C90F8D" w:rsidRDefault="00C90F8D">
      <w:r>
        <w:rPr>
          <w:rFonts w:eastAsia="Georgia"/>
        </w:rPr>
        <w:t>— </w:t>
      </w:r>
      <w:r w:rsidR="00AB2DE8">
        <w:t>J</w:t>
      </w:r>
      <w:r>
        <w:t>’</w:t>
      </w:r>
      <w:r w:rsidR="00AB2DE8">
        <w:t>en suis sûr</w:t>
      </w:r>
      <w:r>
        <w:t>.</w:t>
      </w:r>
    </w:p>
    <w:p w14:paraId="14C7CC3B" w14:textId="77777777" w:rsidR="00C90F8D" w:rsidRDefault="00AB2DE8">
      <w:r>
        <w:t>Au même instant</w:t>
      </w:r>
      <w:r w:rsidR="00C90F8D">
        <w:t xml:space="preserve">, </w:t>
      </w:r>
      <w:r>
        <w:t>une clef tourna dans la serrure</w:t>
      </w:r>
      <w:r w:rsidR="00C90F8D">
        <w:t xml:space="preserve">. </w:t>
      </w:r>
      <w:r>
        <w:t>Un pinceau de lumière s</w:t>
      </w:r>
      <w:r w:rsidR="00C90F8D">
        <w:t>’</w:t>
      </w:r>
      <w:r>
        <w:t>abattit sur le parquet</w:t>
      </w:r>
      <w:r w:rsidR="00C90F8D">
        <w:t xml:space="preserve">, </w:t>
      </w:r>
      <w:r>
        <w:t>puis s</w:t>
      </w:r>
      <w:r w:rsidR="00C90F8D">
        <w:t>’</w:t>
      </w:r>
      <w:r>
        <w:t>en vint frapper la face pétrifiée de mon voisin</w:t>
      </w:r>
      <w:r w:rsidR="00C90F8D">
        <w:t>.</w:t>
      </w:r>
    </w:p>
    <w:p w14:paraId="2A2553E3" w14:textId="77777777" w:rsidR="00C90F8D" w:rsidRDefault="00C90F8D">
      <w:r>
        <w:rPr>
          <w:rFonts w:eastAsia="Georgia"/>
        </w:rPr>
        <w:t>— </w:t>
      </w:r>
      <w:r w:rsidR="00AB2DE8">
        <w:t>Imbécile</w:t>
      </w:r>
      <w:r>
        <w:t xml:space="preserve">, </w:t>
      </w:r>
      <w:r w:rsidR="00AB2DE8">
        <w:t>dit une voix brève</w:t>
      </w:r>
      <w:r>
        <w:t xml:space="preserve">. </w:t>
      </w:r>
      <w:r w:rsidR="00AB2DE8">
        <w:t>Tu t</w:t>
      </w:r>
      <w:r>
        <w:t>’</w:t>
      </w:r>
      <w:r w:rsidR="00AB2DE8">
        <w:t>es trompé</w:t>
      </w:r>
      <w:r>
        <w:t xml:space="preserve">. </w:t>
      </w:r>
      <w:r w:rsidR="00AB2DE8">
        <w:t>Ce n</w:t>
      </w:r>
      <w:r>
        <w:t>’</w:t>
      </w:r>
      <w:r w:rsidR="00AB2DE8">
        <w:t>est pas lui</w:t>
      </w:r>
      <w:r>
        <w:t>.</w:t>
      </w:r>
    </w:p>
    <w:p w14:paraId="024C5726" w14:textId="77777777" w:rsidR="00C90F8D" w:rsidRDefault="00C90F8D">
      <w:r>
        <w:rPr>
          <w:rFonts w:eastAsia="Georgia"/>
        </w:rPr>
        <w:t>— </w:t>
      </w:r>
      <w:r w:rsidR="00AB2DE8">
        <w:t>Je ne me trompe pas</w:t>
      </w:r>
      <w:r>
        <w:t xml:space="preserve">, </w:t>
      </w:r>
      <w:r w:rsidR="00AB2DE8">
        <w:t>camarade délégué</w:t>
      </w:r>
      <w:r>
        <w:t xml:space="preserve">, </w:t>
      </w:r>
      <w:r w:rsidR="00AB2DE8">
        <w:t>murmura une voix tremblante</w:t>
      </w:r>
      <w:r>
        <w:t xml:space="preserve">, </w:t>
      </w:r>
      <w:r w:rsidR="00AB2DE8">
        <w:t>la voix de notre geôlier</w:t>
      </w:r>
      <w:r>
        <w:t xml:space="preserve">. </w:t>
      </w:r>
      <w:r w:rsidR="00AB2DE8">
        <w:t>Ils sont deux enfermés ici</w:t>
      </w:r>
      <w:r>
        <w:t xml:space="preserve">. </w:t>
      </w:r>
      <w:r w:rsidR="00AB2DE8">
        <w:t>Le vôtre doit dormir</w:t>
      </w:r>
      <w:r>
        <w:t xml:space="preserve">. </w:t>
      </w:r>
      <w:r w:rsidR="00AB2DE8">
        <w:t>Tenez</w:t>
      </w:r>
      <w:r>
        <w:t xml:space="preserve">, </w:t>
      </w:r>
      <w:r w:rsidR="00AB2DE8">
        <w:t>le voilà</w:t>
      </w:r>
      <w:r>
        <w:t>.</w:t>
      </w:r>
    </w:p>
    <w:p w14:paraId="4167FF61" w14:textId="77777777" w:rsidR="00C90F8D" w:rsidRDefault="00AB2DE8">
      <w:r>
        <w:t>Ce fut mon tour de recevoir en pleine figure le pinceau lumineux</w:t>
      </w:r>
      <w:r w:rsidR="00C90F8D">
        <w:t>.</w:t>
      </w:r>
    </w:p>
    <w:p w14:paraId="675CE1E9" w14:textId="77777777" w:rsidR="00C90F8D" w:rsidRDefault="00C90F8D">
      <w:r>
        <w:rPr>
          <w:rFonts w:eastAsia="Georgia"/>
        </w:rPr>
        <w:t>— </w:t>
      </w:r>
      <w:r w:rsidR="00AB2DE8">
        <w:t>C</w:t>
      </w:r>
      <w:r>
        <w:t>’</w:t>
      </w:r>
      <w:r w:rsidR="00AB2DE8">
        <w:t>est bien lui</w:t>
      </w:r>
      <w:r>
        <w:t xml:space="preserve">, </w:t>
      </w:r>
      <w:r w:rsidR="00AB2DE8">
        <w:t>dit la première voix</w:t>
      </w:r>
      <w:r>
        <w:t xml:space="preserve">, </w:t>
      </w:r>
      <w:r w:rsidR="00AB2DE8">
        <w:t>que je venais de reconnaître pour celle d</w:t>
      </w:r>
      <w:r>
        <w:t>’</w:t>
      </w:r>
      <w:r w:rsidR="00AB2DE8">
        <w:t>Isaac Kraemer</w:t>
      </w:r>
      <w:r>
        <w:t>.</w:t>
      </w:r>
    </w:p>
    <w:p w14:paraId="2E3EC554" w14:textId="77777777" w:rsidR="00C90F8D" w:rsidRDefault="00AB2DE8">
      <w:r>
        <w:t>Je m</w:t>
      </w:r>
      <w:r w:rsidR="00C90F8D">
        <w:t>’</w:t>
      </w:r>
      <w:r>
        <w:t>étais dressé sur mon séant</w:t>
      </w:r>
      <w:r w:rsidR="00C90F8D">
        <w:t>.</w:t>
      </w:r>
    </w:p>
    <w:p w14:paraId="5A3C228B" w14:textId="77777777" w:rsidR="00C90F8D" w:rsidRDefault="00C90F8D">
      <w:r>
        <w:rPr>
          <w:rFonts w:eastAsia="Georgia"/>
        </w:rPr>
        <w:t>— </w:t>
      </w:r>
      <w:r w:rsidR="00AB2DE8">
        <w:t>Ne vous dérangez pas</w:t>
      </w:r>
      <w:r>
        <w:t xml:space="preserve">, </w:t>
      </w:r>
      <w:r w:rsidR="00AB2DE8">
        <w:t>fit Kraemer</w:t>
      </w:r>
      <w:r>
        <w:t>.</w:t>
      </w:r>
    </w:p>
    <w:p w14:paraId="1235A005" w14:textId="77777777" w:rsidR="00C90F8D" w:rsidRDefault="00AB2DE8">
      <w:r>
        <w:t>Il se tourna vers le geôlier</w:t>
      </w:r>
      <w:r w:rsidR="00C90F8D">
        <w:t xml:space="preserve">, </w:t>
      </w:r>
      <w:r>
        <w:t>et lui désignant le négociant de Samara</w:t>
      </w:r>
      <w:r w:rsidR="00C90F8D">
        <w:t>.</w:t>
      </w:r>
    </w:p>
    <w:p w14:paraId="3489106A" w14:textId="77777777" w:rsidR="00C90F8D" w:rsidRDefault="00C90F8D">
      <w:r>
        <w:rPr>
          <w:rFonts w:eastAsia="Georgia"/>
        </w:rPr>
        <w:lastRenderedPageBreak/>
        <w:t>— </w:t>
      </w:r>
      <w:r w:rsidR="00AB2DE8">
        <w:t>Enferme-moi cet homme dans un autre cachot</w:t>
      </w:r>
      <w:r>
        <w:t xml:space="preserve">. </w:t>
      </w:r>
      <w:r w:rsidR="00AB2DE8">
        <w:t>Tu ne reviendras que quand je t</w:t>
      </w:r>
      <w:r>
        <w:t>’</w:t>
      </w:r>
      <w:r w:rsidR="00AB2DE8">
        <w:t>appellerai</w:t>
      </w:r>
      <w:r>
        <w:t xml:space="preserve">. </w:t>
      </w:r>
      <w:r w:rsidR="00AB2DE8">
        <w:t>Eh</w:t>
      </w:r>
      <w:r>
        <w:t xml:space="preserve"> ! </w:t>
      </w:r>
      <w:r w:rsidR="00AB2DE8">
        <w:t>n</w:t>
      </w:r>
      <w:r>
        <w:t>’</w:t>
      </w:r>
      <w:r w:rsidR="00AB2DE8">
        <w:t>emporte pas la lanterne</w:t>
      </w:r>
      <w:r>
        <w:t>.</w:t>
      </w:r>
    </w:p>
    <w:p w14:paraId="17EE8EDF" w14:textId="77777777" w:rsidR="00C90F8D" w:rsidRDefault="00AB2DE8">
      <w:r>
        <w:t>Poussant devant lui le malheureux marchand</w:t>
      </w:r>
      <w:r w:rsidR="00C90F8D">
        <w:t xml:space="preserve">, </w:t>
      </w:r>
      <w:r>
        <w:t>notre gardien s</w:t>
      </w:r>
      <w:r w:rsidR="00C90F8D">
        <w:t>’</w:t>
      </w:r>
      <w:r>
        <w:t>en fut</w:t>
      </w:r>
      <w:r w:rsidR="00C90F8D">
        <w:t xml:space="preserve">, </w:t>
      </w:r>
      <w:r>
        <w:t>et je restai seul avec Kraemer</w:t>
      </w:r>
      <w:r w:rsidR="00C90F8D">
        <w:t>.</w:t>
      </w:r>
    </w:p>
    <w:p w14:paraId="2E89304F" w14:textId="77777777" w:rsidR="00C90F8D" w:rsidRDefault="00AB2DE8">
      <w:r>
        <w:t>Le délégué de la Commission extraordinaire s</w:t>
      </w:r>
      <w:r w:rsidR="00C90F8D">
        <w:t>’</w:t>
      </w:r>
      <w:r>
        <w:t>était mis en devoir de dévisser légèrement le sommet de la lanterne</w:t>
      </w:r>
      <w:r w:rsidR="00C90F8D">
        <w:t xml:space="preserve">. </w:t>
      </w:r>
      <w:r>
        <w:t>Son éclair brutal fit place à une faible lueur qui se répandit avec lenteur à travers la pièce</w:t>
      </w:r>
      <w:r w:rsidR="00C90F8D">
        <w:t xml:space="preserve">. </w:t>
      </w:r>
      <w:r>
        <w:t>Je m</w:t>
      </w:r>
      <w:r w:rsidR="00C90F8D">
        <w:t>’</w:t>
      </w:r>
      <w:r>
        <w:t>étais assis au bord du lit</w:t>
      </w:r>
      <w:r w:rsidR="00C90F8D">
        <w:t xml:space="preserve">. </w:t>
      </w:r>
      <w:r>
        <w:t>Kraemer avait pris place en face de moi</w:t>
      </w:r>
      <w:r w:rsidR="00C90F8D">
        <w:t xml:space="preserve">, </w:t>
      </w:r>
      <w:r>
        <w:t>sur la chaise</w:t>
      </w:r>
      <w:r w:rsidR="00C90F8D">
        <w:t xml:space="preserve">. </w:t>
      </w:r>
      <w:r>
        <w:t>Je n</w:t>
      </w:r>
      <w:r w:rsidR="00C90F8D">
        <w:t>’</w:t>
      </w:r>
      <w:r>
        <w:t>apercevais que sa silhouette voûtée et obscure</w:t>
      </w:r>
      <w:r w:rsidR="00C90F8D">
        <w:t xml:space="preserve">. </w:t>
      </w:r>
      <w:r>
        <w:t>Il s</w:t>
      </w:r>
      <w:r w:rsidR="00C90F8D">
        <w:t>’</w:t>
      </w:r>
      <w:r>
        <w:t>était arrangé pour voir constamment mon visage</w:t>
      </w:r>
      <w:r w:rsidR="00C90F8D">
        <w:t xml:space="preserve">, </w:t>
      </w:r>
      <w:r>
        <w:t>tandis qu</w:t>
      </w:r>
      <w:r w:rsidR="00C90F8D">
        <w:t>’</w:t>
      </w:r>
      <w:r>
        <w:t>il m</w:t>
      </w:r>
      <w:r w:rsidR="00C90F8D">
        <w:t>’</w:t>
      </w:r>
      <w:r>
        <w:t>était à peu près impossible de distinguer le sien</w:t>
      </w:r>
      <w:r w:rsidR="00C90F8D">
        <w:t>.</w:t>
      </w:r>
    </w:p>
    <w:p w14:paraId="3B9A4B42" w14:textId="77777777" w:rsidR="00C90F8D" w:rsidRDefault="00C90F8D">
      <w:r>
        <w:rPr>
          <w:rFonts w:eastAsia="Georgia"/>
        </w:rPr>
        <w:t>— </w:t>
      </w:r>
      <w:r w:rsidR="00AB2DE8">
        <w:t>Vous m</w:t>
      </w:r>
      <w:r>
        <w:t>’</w:t>
      </w:r>
      <w:r w:rsidR="00AB2DE8">
        <w:t>avez reconnu</w:t>
      </w:r>
      <w:r>
        <w:t xml:space="preserve"> ? </w:t>
      </w:r>
      <w:r w:rsidR="00AB2DE8">
        <w:t>demanda-t-il</w:t>
      </w:r>
      <w:r>
        <w:t xml:space="preserve">, </w:t>
      </w:r>
      <w:r w:rsidR="00AB2DE8">
        <w:t>après quelques instants de silence</w:t>
      </w:r>
      <w:r>
        <w:t>.</w:t>
      </w:r>
    </w:p>
    <w:p w14:paraId="7D796A2A" w14:textId="77777777" w:rsidR="00C90F8D" w:rsidRDefault="00C90F8D">
      <w:r>
        <w:rPr>
          <w:rFonts w:eastAsia="Georgia"/>
        </w:rPr>
        <w:t>— </w:t>
      </w:r>
      <w:r w:rsidR="00AB2DE8">
        <w:t>Oui</w:t>
      </w:r>
      <w:r>
        <w:t>.</w:t>
      </w:r>
    </w:p>
    <w:p w14:paraId="08D69C47" w14:textId="77777777" w:rsidR="00C90F8D" w:rsidRDefault="00C90F8D">
      <w:r>
        <w:rPr>
          <w:rFonts w:eastAsia="Georgia"/>
        </w:rPr>
        <w:t>— </w:t>
      </w:r>
      <w:r w:rsidR="00AB2DE8">
        <w:t>J</w:t>
      </w:r>
      <w:r>
        <w:t>’</w:t>
      </w:r>
      <w:r w:rsidR="00AB2DE8">
        <w:t>avais donné des ordres pour que vous fussiez seul ici</w:t>
      </w:r>
      <w:r>
        <w:t xml:space="preserve">. </w:t>
      </w:r>
      <w:r w:rsidR="00AB2DE8">
        <w:t>Je constate qu</w:t>
      </w:r>
      <w:r>
        <w:t>’</w:t>
      </w:r>
      <w:r w:rsidR="00AB2DE8">
        <w:t>il n</w:t>
      </w:r>
      <w:r>
        <w:t>’</w:t>
      </w:r>
      <w:r w:rsidR="00AB2DE8">
        <w:t>en a pas été tenu compte</w:t>
      </w:r>
      <w:r>
        <w:t xml:space="preserve">. </w:t>
      </w:r>
      <w:r w:rsidR="00AB2DE8">
        <w:t>Qui est l</w:t>
      </w:r>
      <w:r>
        <w:t>’</w:t>
      </w:r>
      <w:r w:rsidR="00AB2DE8">
        <w:t>homme qui est enfermé avec vous</w:t>
      </w:r>
      <w:r>
        <w:t> ?</w:t>
      </w:r>
    </w:p>
    <w:p w14:paraId="2EEBE275" w14:textId="77777777" w:rsidR="00C90F8D" w:rsidRDefault="00C90F8D">
      <w:r>
        <w:rPr>
          <w:rFonts w:eastAsia="Georgia"/>
        </w:rPr>
        <w:t>— </w:t>
      </w:r>
      <w:r w:rsidR="00AB2DE8">
        <w:t>Un marchand inoffensif</w:t>
      </w:r>
      <w:r>
        <w:t xml:space="preserve">, </w:t>
      </w:r>
      <w:r w:rsidR="00AB2DE8">
        <w:t>arrêté de la façon la plus arbitraire</w:t>
      </w:r>
      <w:r>
        <w:t>.</w:t>
      </w:r>
    </w:p>
    <w:p w14:paraId="0E659FB1" w14:textId="77777777" w:rsidR="00C90F8D" w:rsidRDefault="00C90F8D">
      <w:r>
        <w:rPr>
          <w:rFonts w:eastAsia="Georgia"/>
        </w:rPr>
        <w:t>— </w:t>
      </w:r>
      <w:r w:rsidR="00AB2DE8">
        <w:t>J</w:t>
      </w:r>
      <w:r>
        <w:t>’</w:t>
      </w:r>
      <w:r w:rsidR="00AB2DE8">
        <w:t>ai entendu dire cela de tous les gens arrêtés</w:t>
      </w:r>
      <w:r>
        <w:t>.</w:t>
      </w:r>
    </w:p>
    <w:p w14:paraId="43462AD9" w14:textId="77777777" w:rsidR="00C90F8D" w:rsidRDefault="00C90F8D">
      <w:r>
        <w:rPr>
          <w:rFonts w:eastAsia="Georgia"/>
        </w:rPr>
        <w:t>— </w:t>
      </w:r>
      <w:r w:rsidR="00AB2DE8">
        <w:t>Jugez vous-même</w:t>
      </w:r>
      <w:r>
        <w:t>.</w:t>
      </w:r>
    </w:p>
    <w:p w14:paraId="2C9A6D8E" w14:textId="77777777" w:rsidR="00C90F8D" w:rsidRDefault="00AB2DE8">
      <w:r>
        <w:t>Et je lui expliquai en deux mots le cas du négociant de Samara</w:t>
      </w:r>
      <w:r w:rsidR="00C90F8D">
        <w:t>.</w:t>
      </w:r>
    </w:p>
    <w:p w14:paraId="5D6A6F96" w14:textId="77777777" w:rsidR="00C90F8D" w:rsidRDefault="00AB2DE8">
      <w:r>
        <w:t>Il m</w:t>
      </w:r>
      <w:r w:rsidR="00C90F8D">
        <w:t>’</w:t>
      </w:r>
      <w:r>
        <w:t>écouta avec la plus grande attention</w:t>
      </w:r>
      <w:r w:rsidR="00C90F8D">
        <w:t>.</w:t>
      </w:r>
    </w:p>
    <w:p w14:paraId="73867290" w14:textId="77777777" w:rsidR="00C90F8D" w:rsidRDefault="00C90F8D">
      <w:r>
        <w:rPr>
          <w:rFonts w:eastAsia="Georgia"/>
        </w:rPr>
        <w:lastRenderedPageBreak/>
        <w:t>— </w:t>
      </w:r>
      <w:r w:rsidR="00AB2DE8">
        <w:t>Il vaut mieux</w:t>
      </w:r>
      <w:r>
        <w:t xml:space="preserve">, </w:t>
      </w:r>
      <w:r w:rsidR="00AB2DE8">
        <w:t>dans votre intérêt</w:t>
      </w:r>
      <w:r>
        <w:t xml:space="preserve">, </w:t>
      </w:r>
      <w:r w:rsidR="00AB2DE8">
        <w:t>que vous n</w:t>
      </w:r>
      <w:r>
        <w:t>’</w:t>
      </w:r>
      <w:r w:rsidR="00AB2DE8">
        <w:t>ayez pas pris sa défense à l</w:t>
      </w:r>
      <w:r>
        <w:t>’</w:t>
      </w:r>
      <w:r w:rsidR="00AB2DE8">
        <w:t>audience de cet après-midi</w:t>
      </w:r>
      <w:r>
        <w:t xml:space="preserve">, </w:t>
      </w:r>
      <w:r w:rsidR="00AB2DE8">
        <w:t>fit-il</w:t>
      </w:r>
      <w:r>
        <w:t xml:space="preserve">, </w:t>
      </w:r>
      <w:r w:rsidR="00AB2DE8">
        <w:t>quand j</w:t>
      </w:r>
      <w:r>
        <w:t>’</w:t>
      </w:r>
      <w:r w:rsidR="00AB2DE8">
        <w:t>eus terminé</w:t>
      </w:r>
      <w:r>
        <w:t xml:space="preserve">. </w:t>
      </w:r>
      <w:r w:rsidR="00AB2DE8">
        <w:t>Vous y avez déjà commis assez d</w:t>
      </w:r>
      <w:r>
        <w:t>’</w:t>
      </w:r>
      <w:r w:rsidR="00AB2DE8">
        <w:t>imprudences</w:t>
      </w:r>
      <w:r>
        <w:t xml:space="preserve">. </w:t>
      </w:r>
      <w:r w:rsidR="00AB2DE8">
        <w:t>Demain</w:t>
      </w:r>
      <w:r>
        <w:t xml:space="preserve">, </w:t>
      </w:r>
      <w:r w:rsidR="00AB2DE8">
        <w:t>je convoquerai ce détenu</w:t>
      </w:r>
      <w:r>
        <w:t xml:space="preserve">. </w:t>
      </w:r>
      <w:r w:rsidR="00AB2DE8">
        <w:t>Si ce que vous venez de me rapporter est exact</w:t>
      </w:r>
      <w:r>
        <w:t xml:space="preserve">, </w:t>
      </w:r>
      <w:r w:rsidR="00AB2DE8">
        <w:t>il sera relâché</w:t>
      </w:r>
      <w:r>
        <w:t>.</w:t>
      </w:r>
    </w:p>
    <w:p w14:paraId="1E75D349" w14:textId="77777777" w:rsidR="00C90F8D" w:rsidRDefault="00AB2DE8">
      <w:r>
        <w:t>Sa voix était plus douce</w:t>
      </w:r>
      <w:r w:rsidR="00C90F8D">
        <w:t>.</w:t>
      </w:r>
    </w:p>
    <w:p w14:paraId="4E32D189" w14:textId="77777777" w:rsidR="00C90F8D" w:rsidRDefault="00C90F8D">
      <w:r>
        <w:rPr>
          <w:rFonts w:eastAsia="Georgia"/>
        </w:rPr>
        <w:t>— </w:t>
      </w:r>
      <w:r w:rsidR="00AB2DE8">
        <w:t>Est-ce tout</w:t>
      </w:r>
      <w:r>
        <w:t xml:space="preserve"> ? </w:t>
      </w:r>
      <w:r w:rsidR="00AB2DE8">
        <w:t>Personnellement</w:t>
      </w:r>
      <w:r>
        <w:t xml:space="preserve">, </w:t>
      </w:r>
      <w:r w:rsidR="00AB2DE8">
        <w:t>n</w:t>
      </w:r>
      <w:r>
        <w:t>’</w:t>
      </w:r>
      <w:r w:rsidR="00AB2DE8">
        <w:t>avez-vous rien à me demander pour vous</w:t>
      </w:r>
      <w:r>
        <w:t> ?</w:t>
      </w:r>
    </w:p>
    <w:p w14:paraId="42E37398" w14:textId="77777777" w:rsidR="00C90F8D" w:rsidRDefault="00C90F8D">
      <w:r>
        <w:rPr>
          <w:rFonts w:eastAsia="Georgia"/>
        </w:rPr>
        <w:t>— </w:t>
      </w:r>
      <w:r w:rsidR="00AB2DE8">
        <w:t>J</w:t>
      </w:r>
      <w:r>
        <w:t>’</w:t>
      </w:r>
      <w:r w:rsidR="00AB2DE8">
        <w:t>ai exposé mes desiderata dans une requête que je me suis permis de vous adresser hier</w:t>
      </w:r>
      <w:r>
        <w:t>.</w:t>
      </w:r>
    </w:p>
    <w:p w14:paraId="004E6303" w14:textId="77777777" w:rsidR="00C90F8D" w:rsidRDefault="00C90F8D">
      <w:r>
        <w:rPr>
          <w:rFonts w:eastAsia="Georgia"/>
        </w:rPr>
        <w:t>— </w:t>
      </w:r>
      <w:r w:rsidR="00AB2DE8">
        <w:t>À moi</w:t>
      </w:r>
      <w:r>
        <w:t> ?</w:t>
      </w:r>
    </w:p>
    <w:p w14:paraId="59FF8E91" w14:textId="77777777" w:rsidR="00C90F8D" w:rsidRDefault="00C90F8D">
      <w:r>
        <w:rPr>
          <w:rFonts w:eastAsia="Georgia"/>
        </w:rPr>
        <w:t>— </w:t>
      </w:r>
      <w:r w:rsidR="00AB2DE8">
        <w:t xml:space="preserve">À vous et au citoyen </w:t>
      </w:r>
      <w:proofErr w:type="spellStart"/>
      <w:r w:rsidR="00AB2DE8">
        <w:t>Tcheressensky</w:t>
      </w:r>
      <w:proofErr w:type="spellEnd"/>
      <w:r>
        <w:t xml:space="preserve">. </w:t>
      </w:r>
      <w:r w:rsidR="00AB2DE8">
        <w:t>J</w:t>
      </w:r>
      <w:r>
        <w:t>’</w:t>
      </w:r>
      <w:r w:rsidR="00AB2DE8">
        <w:t>ignorais et j</w:t>
      </w:r>
      <w:r>
        <w:t>’</w:t>
      </w:r>
      <w:r w:rsidR="00AB2DE8">
        <w:t>ignore encore la façon dont sont délimitées vos attributions respectives</w:t>
      </w:r>
      <w:r>
        <w:t xml:space="preserve">. </w:t>
      </w:r>
      <w:r w:rsidR="00AB2DE8">
        <w:t>Je me figurais qu</w:t>
      </w:r>
      <w:r>
        <w:t>’</w:t>
      </w:r>
      <w:r w:rsidR="00AB2DE8">
        <w:t>en tout état de cause cette requête serait jointe à mon dossier</w:t>
      </w:r>
      <w:r>
        <w:t>.</w:t>
      </w:r>
    </w:p>
    <w:p w14:paraId="61EDE70F" w14:textId="77777777" w:rsidR="00C90F8D" w:rsidRDefault="00C90F8D">
      <w:r>
        <w:rPr>
          <w:rFonts w:eastAsia="Georgia"/>
        </w:rPr>
        <w:t>— </w:t>
      </w:r>
      <w:r w:rsidR="00AB2DE8">
        <w:t>On ne me l</w:t>
      </w:r>
      <w:r>
        <w:t>’</w:t>
      </w:r>
      <w:r w:rsidR="00AB2DE8">
        <w:t>a pas communiquée</w:t>
      </w:r>
      <w:r>
        <w:t>.</w:t>
      </w:r>
    </w:p>
    <w:p w14:paraId="12D8006C" w14:textId="77777777" w:rsidR="00C90F8D" w:rsidRDefault="00C90F8D">
      <w:r>
        <w:rPr>
          <w:rFonts w:eastAsia="Georgia"/>
        </w:rPr>
        <w:t>— </w:t>
      </w:r>
      <w:r w:rsidR="00AB2DE8">
        <w:t>Cela vous étonnerait-il outre mesure</w:t>
      </w:r>
      <w:r>
        <w:t> ?</w:t>
      </w:r>
    </w:p>
    <w:p w14:paraId="0203AF35" w14:textId="77777777" w:rsidR="00C90F8D" w:rsidRDefault="00AB2DE8" w:rsidP="00C84A0C">
      <w:r>
        <w:t>Il eut l</w:t>
      </w:r>
      <w:r w:rsidR="00C90F8D">
        <w:t>’</w:t>
      </w:r>
      <w:r>
        <w:t>air de ne pas avoir entendu</w:t>
      </w:r>
      <w:r w:rsidR="00C90F8D">
        <w:t>.</w:t>
      </w:r>
    </w:p>
    <w:p w14:paraId="5F2C1D36" w14:textId="77777777" w:rsidR="00C90F8D" w:rsidRDefault="00C90F8D">
      <w:r>
        <w:rPr>
          <w:rFonts w:eastAsia="Georgia"/>
        </w:rPr>
        <w:t>— </w:t>
      </w:r>
      <w:r w:rsidR="00AB2DE8">
        <w:t>Qu</w:t>
      </w:r>
      <w:r>
        <w:t>’</w:t>
      </w:r>
      <w:r w:rsidR="00AB2DE8">
        <w:t>y avait-il</w:t>
      </w:r>
      <w:r>
        <w:t xml:space="preserve">, </w:t>
      </w:r>
      <w:r w:rsidR="00AB2DE8">
        <w:t>dans votre requête</w:t>
      </w:r>
      <w:r>
        <w:t> ?</w:t>
      </w:r>
    </w:p>
    <w:p w14:paraId="7DD331EB" w14:textId="77777777" w:rsidR="00C90F8D" w:rsidRDefault="00C90F8D">
      <w:r>
        <w:rPr>
          <w:rFonts w:eastAsia="Georgia"/>
        </w:rPr>
        <w:t>— </w:t>
      </w:r>
      <w:r w:rsidR="00AB2DE8">
        <w:t>J</w:t>
      </w:r>
      <w:r>
        <w:t>’</w:t>
      </w:r>
      <w:r w:rsidR="00AB2DE8">
        <w:t>y développais le système de défense qui</w:t>
      </w:r>
      <w:r>
        <w:t xml:space="preserve">, </w:t>
      </w:r>
      <w:r w:rsidR="00AB2DE8">
        <w:t>cet après-midi</w:t>
      </w:r>
      <w:r>
        <w:t xml:space="preserve">, </w:t>
      </w:r>
      <w:r w:rsidR="00AB2DE8">
        <w:t>a donné lieu aux incidents que vous savez</w:t>
      </w:r>
      <w:r>
        <w:t>.</w:t>
      </w:r>
    </w:p>
    <w:p w14:paraId="69DAA10B" w14:textId="77777777" w:rsidR="00C90F8D" w:rsidRDefault="00C90F8D">
      <w:r>
        <w:rPr>
          <w:rFonts w:eastAsia="Georgia"/>
        </w:rPr>
        <w:t>— </w:t>
      </w:r>
      <w:r w:rsidR="00AB2DE8">
        <w:t>Finalement</w:t>
      </w:r>
      <w:r>
        <w:t xml:space="preserve">, </w:t>
      </w:r>
      <w:r w:rsidR="00AB2DE8">
        <w:t>que réclamez-vous</w:t>
      </w:r>
      <w:r>
        <w:t> ?</w:t>
      </w:r>
    </w:p>
    <w:p w14:paraId="408D4D54" w14:textId="77777777" w:rsidR="00C90F8D" w:rsidRDefault="00C90F8D">
      <w:r>
        <w:rPr>
          <w:rFonts w:eastAsia="Georgia"/>
        </w:rPr>
        <w:t>— </w:t>
      </w:r>
      <w:r w:rsidR="00AB2DE8">
        <w:t>Ma mise en liberté</w:t>
      </w:r>
      <w:r>
        <w:t xml:space="preserve">. </w:t>
      </w:r>
      <w:r w:rsidR="00AB2DE8">
        <w:t>Je crois y avoir droit</w:t>
      </w:r>
      <w:r>
        <w:t>.</w:t>
      </w:r>
    </w:p>
    <w:p w14:paraId="2E4F7365" w14:textId="77777777" w:rsidR="00C90F8D" w:rsidRDefault="00C90F8D">
      <w:r>
        <w:rPr>
          <w:rFonts w:eastAsia="Georgia"/>
        </w:rPr>
        <w:lastRenderedPageBreak/>
        <w:t>— </w:t>
      </w:r>
      <w:r w:rsidR="00AB2DE8">
        <w:t>Votre mise en liberté</w:t>
      </w:r>
      <w:r>
        <w:t xml:space="preserve"> ? </w:t>
      </w:r>
      <w:r w:rsidR="00AB2DE8">
        <w:t>dit Isaac Kraemer</w:t>
      </w:r>
      <w:r>
        <w:t xml:space="preserve">. </w:t>
      </w:r>
      <w:r w:rsidR="00AB2DE8">
        <w:t>J</w:t>
      </w:r>
      <w:r>
        <w:t>’</w:t>
      </w:r>
      <w:r w:rsidR="00AB2DE8">
        <w:t>imagine que</w:t>
      </w:r>
      <w:r>
        <w:t xml:space="preserve">, </w:t>
      </w:r>
      <w:r w:rsidR="00AB2DE8">
        <w:t>si vous l</w:t>
      </w:r>
      <w:r>
        <w:t>’</w:t>
      </w:r>
      <w:r w:rsidR="00AB2DE8">
        <w:t>obtenez</w:t>
      </w:r>
      <w:r>
        <w:t xml:space="preserve">, </w:t>
      </w:r>
      <w:r w:rsidR="00AB2DE8">
        <w:t>vous en profiterez pour quitter Novo-Petrovsk</w:t>
      </w:r>
      <w:r>
        <w:t xml:space="preserve">, </w:t>
      </w:r>
      <w:r w:rsidR="00AB2DE8">
        <w:t>et rentrer le plus tôt possible dans votre patrie</w:t>
      </w:r>
      <w:r>
        <w:t>.</w:t>
      </w:r>
    </w:p>
    <w:p w14:paraId="6B66BC50" w14:textId="77777777" w:rsidR="00C90F8D" w:rsidRDefault="00AB2DE8">
      <w:r>
        <w:t>Je ne répondis pas</w:t>
      </w:r>
      <w:r w:rsidR="00C90F8D">
        <w:t>.</w:t>
      </w:r>
    </w:p>
    <w:p w14:paraId="143520AB" w14:textId="77777777" w:rsidR="00C90F8D" w:rsidRDefault="00C90F8D">
      <w:r>
        <w:rPr>
          <w:rFonts w:eastAsia="Georgia"/>
        </w:rPr>
        <w:t>— </w:t>
      </w:r>
      <w:r w:rsidR="00AB2DE8">
        <w:t>Vous vous taisez</w:t>
      </w:r>
      <w:r>
        <w:t xml:space="preserve"> ? </w:t>
      </w:r>
      <w:r w:rsidR="00AB2DE8">
        <w:t>reprit-il</w:t>
      </w:r>
      <w:r>
        <w:t xml:space="preserve">. </w:t>
      </w:r>
      <w:r w:rsidR="00AB2DE8">
        <w:t>C</w:t>
      </w:r>
      <w:r>
        <w:t>’</w:t>
      </w:r>
      <w:r w:rsidR="00AB2DE8">
        <w:t>est ennuyeux</w:t>
      </w:r>
      <w:r>
        <w:t xml:space="preserve">, </w:t>
      </w:r>
      <w:r w:rsidR="00AB2DE8">
        <w:t>très ennuyeux</w:t>
      </w:r>
      <w:r>
        <w:t xml:space="preserve">. </w:t>
      </w:r>
      <w:r w:rsidR="00AB2DE8">
        <w:t>Ne sentez-vous pas qu</w:t>
      </w:r>
      <w:r>
        <w:t>’</w:t>
      </w:r>
      <w:r w:rsidR="00AB2DE8">
        <w:t>en demeurant ici</w:t>
      </w:r>
      <w:r>
        <w:t xml:space="preserve">, </w:t>
      </w:r>
      <w:r w:rsidR="00AB2DE8">
        <w:t>ne</w:t>
      </w:r>
      <w:r w:rsidR="00C84A0C">
        <w:t xml:space="preserve"> </w:t>
      </w:r>
      <w:r w:rsidR="00AB2DE8">
        <w:t>fût-ce que quelques jours</w:t>
      </w:r>
      <w:r>
        <w:t xml:space="preserve">, </w:t>
      </w:r>
      <w:r w:rsidR="00AB2DE8">
        <w:t>vous donneriez un poids singulier aux accusations qui viennent d</w:t>
      </w:r>
      <w:r>
        <w:t>’</w:t>
      </w:r>
      <w:r w:rsidR="00AB2DE8">
        <w:t>être portées contre vous</w:t>
      </w:r>
      <w:r>
        <w:t> ?</w:t>
      </w:r>
    </w:p>
    <w:p w14:paraId="2208001B" w14:textId="77777777" w:rsidR="00C90F8D" w:rsidRDefault="00C90F8D">
      <w:r>
        <w:rPr>
          <w:rFonts w:eastAsia="Georgia"/>
        </w:rPr>
        <w:t>— </w:t>
      </w:r>
      <w:r w:rsidR="00AB2DE8">
        <w:t>J</w:t>
      </w:r>
      <w:r>
        <w:t>’</w:t>
      </w:r>
      <w:r w:rsidR="00AB2DE8">
        <w:t>avais cru comprendre</w:t>
      </w:r>
      <w:r>
        <w:t xml:space="preserve">, </w:t>
      </w:r>
      <w:r w:rsidR="00AB2DE8">
        <w:t>fis-je</w:t>
      </w:r>
      <w:r>
        <w:t xml:space="preserve">, </w:t>
      </w:r>
      <w:r w:rsidR="00AB2DE8">
        <w:t>que vous voyiez assez clair dans le jeu de celui qui a formulé contre moi les accusations dont il s</w:t>
      </w:r>
      <w:r>
        <w:t>’</w:t>
      </w:r>
      <w:r w:rsidR="00AB2DE8">
        <w:t>agit</w:t>
      </w:r>
      <w:r>
        <w:t>.</w:t>
      </w:r>
    </w:p>
    <w:p w14:paraId="0E86F168" w14:textId="77777777" w:rsidR="00C90F8D" w:rsidRDefault="00C90F8D">
      <w:r>
        <w:rPr>
          <w:rFonts w:eastAsia="Georgia"/>
        </w:rPr>
        <w:t>— </w:t>
      </w:r>
      <w:r w:rsidR="00AB2DE8">
        <w:t>Il n</w:t>
      </w:r>
      <w:r>
        <w:t>’</w:t>
      </w:r>
      <w:r w:rsidR="00AB2DE8">
        <w:t>est pas question de lui</w:t>
      </w:r>
      <w:r>
        <w:t xml:space="preserve">, </w:t>
      </w:r>
      <w:r w:rsidR="00AB2DE8">
        <w:t>répliqua-t-il</w:t>
      </w:r>
      <w:r>
        <w:t xml:space="preserve">, </w:t>
      </w:r>
      <w:r w:rsidR="00AB2DE8">
        <w:t>mais de vous</w:t>
      </w:r>
      <w:r>
        <w:t xml:space="preserve">. </w:t>
      </w:r>
      <w:r w:rsidR="00AB2DE8">
        <w:t>Pour le reste</w:t>
      </w:r>
      <w:r>
        <w:t xml:space="preserve">, </w:t>
      </w:r>
      <w:r w:rsidR="00AB2DE8">
        <w:t>soyez sans crainte</w:t>
      </w:r>
      <w:r>
        <w:t xml:space="preserve">. </w:t>
      </w:r>
      <w:r w:rsidR="00AB2DE8">
        <w:t>La Révolution saura frapper</w:t>
      </w:r>
      <w:r>
        <w:t xml:space="preserve">, </w:t>
      </w:r>
      <w:r w:rsidR="00AB2DE8">
        <w:t>si haut placés qu</w:t>
      </w:r>
      <w:r>
        <w:t>’</w:t>
      </w:r>
      <w:r w:rsidR="00AB2DE8">
        <w:t>ils soient</w:t>
      </w:r>
      <w:r>
        <w:t xml:space="preserve">, </w:t>
      </w:r>
      <w:r w:rsidR="00AB2DE8">
        <w:t>ceux qui</w:t>
      </w:r>
      <w:r>
        <w:t xml:space="preserve">, </w:t>
      </w:r>
      <w:r w:rsidR="00AB2DE8">
        <w:t>par le scandale de leur exemple</w:t>
      </w:r>
      <w:r>
        <w:t xml:space="preserve">, </w:t>
      </w:r>
      <w:r w:rsidR="00AB2DE8">
        <w:t>risquent de la discréditer</w:t>
      </w:r>
      <w:r>
        <w:t>.</w:t>
      </w:r>
    </w:p>
    <w:p w14:paraId="0140EF0E" w14:textId="77777777" w:rsidR="00C90F8D" w:rsidRDefault="00AB2DE8">
      <w:r>
        <w:t>Il était difficile d</w:t>
      </w:r>
      <w:r w:rsidR="00C90F8D">
        <w:t>’</w:t>
      </w:r>
      <w:r>
        <w:t xml:space="preserve">affirmer de façon plus nette que le camarade </w:t>
      </w:r>
      <w:proofErr w:type="spellStart"/>
      <w:r>
        <w:t>Tcheressensky</w:t>
      </w:r>
      <w:proofErr w:type="spellEnd"/>
      <w:r>
        <w:t xml:space="preserve"> n</w:t>
      </w:r>
      <w:r w:rsidR="00C90F8D">
        <w:t>’</w:t>
      </w:r>
      <w:r>
        <w:t>en avait plus pour très longtemps à oublier ses devoirs entre des bras que je connaissais bien</w:t>
      </w:r>
      <w:r w:rsidR="00C90F8D">
        <w:t>.</w:t>
      </w:r>
    </w:p>
    <w:p w14:paraId="5CDAA446" w14:textId="77777777" w:rsidR="00C90F8D" w:rsidRDefault="00C90F8D">
      <w:r>
        <w:rPr>
          <w:rFonts w:eastAsia="Georgia"/>
        </w:rPr>
        <w:t>— </w:t>
      </w:r>
      <w:r w:rsidR="00AB2DE8">
        <w:t>Allons</w:t>
      </w:r>
      <w:r>
        <w:t xml:space="preserve">, </w:t>
      </w:r>
      <w:r w:rsidR="00AB2DE8">
        <w:t>me dis-je</w:t>
      </w:r>
      <w:r>
        <w:t xml:space="preserve">, </w:t>
      </w:r>
      <w:r w:rsidR="00AB2DE8">
        <w:t>encore un</w:t>
      </w:r>
      <w:r>
        <w:t xml:space="preserve">, </w:t>
      </w:r>
      <w:r w:rsidR="00AB2DE8">
        <w:t>décidément</w:t>
      </w:r>
      <w:r>
        <w:t xml:space="preserve">, </w:t>
      </w:r>
      <w:r w:rsidR="00AB2DE8">
        <w:t>à qui elle aura porté bonheur</w:t>
      </w:r>
      <w:r>
        <w:t> !</w:t>
      </w:r>
    </w:p>
    <w:p w14:paraId="4996A8F6" w14:textId="331F8FC1" w:rsidR="00AB2DE8" w:rsidRDefault="00AB2DE8"/>
    <w:p w14:paraId="17F6FABE" w14:textId="77777777" w:rsidR="00C90F8D" w:rsidRDefault="00AB2DE8">
      <w:r>
        <w:t>Il semblait que</w:t>
      </w:r>
      <w:r w:rsidR="00C90F8D">
        <w:t xml:space="preserve">, </w:t>
      </w:r>
      <w:r>
        <w:t>sur sa chaise</w:t>
      </w:r>
      <w:r w:rsidR="00C90F8D">
        <w:t xml:space="preserve">, </w:t>
      </w:r>
      <w:r>
        <w:t>le corps d</w:t>
      </w:r>
      <w:r w:rsidR="00C90F8D">
        <w:t>’</w:t>
      </w:r>
      <w:r>
        <w:t>Isaac Kraemer se fût ratatiné davantage</w:t>
      </w:r>
      <w:r w:rsidR="00C90F8D">
        <w:t xml:space="preserve">. </w:t>
      </w:r>
      <w:r>
        <w:t>On eût dit un ressort bandé</w:t>
      </w:r>
      <w:r w:rsidR="00C90F8D">
        <w:t xml:space="preserve">, </w:t>
      </w:r>
      <w:r>
        <w:t>prêt à se détendre</w:t>
      </w:r>
      <w:r w:rsidR="00C90F8D">
        <w:t xml:space="preserve">. </w:t>
      </w:r>
      <w:r>
        <w:t>Il n</w:t>
      </w:r>
      <w:r w:rsidR="00C90F8D">
        <w:t>’</w:t>
      </w:r>
      <w:r>
        <w:t>en attendait que l</w:t>
      </w:r>
      <w:r w:rsidR="00C90F8D">
        <w:t>’</w:t>
      </w:r>
      <w:r>
        <w:t>occasion</w:t>
      </w:r>
      <w:r w:rsidR="00C90F8D">
        <w:t xml:space="preserve">, </w:t>
      </w:r>
      <w:r>
        <w:t>occasion que mon mutisme s</w:t>
      </w:r>
      <w:r w:rsidR="00C90F8D">
        <w:t>’</w:t>
      </w:r>
      <w:r>
        <w:t>obstinait à ne pas lui fournir</w:t>
      </w:r>
      <w:r w:rsidR="00C90F8D">
        <w:t>.</w:t>
      </w:r>
    </w:p>
    <w:p w14:paraId="45862A3D" w14:textId="77777777" w:rsidR="00C90F8D" w:rsidRDefault="00C90F8D">
      <w:r>
        <w:rPr>
          <w:rFonts w:eastAsia="Georgia"/>
        </w:rPr>
        <w:lastRenderedPageBreak/>
        <w:t>— </w:t>
      </w:r>
      <w:r w:rsidR="00AB2DE8">
        <w:t>Eh bien</w:t>
      </w:r>
      <w:r>
        <w:t xml:space="preserve">, </w:t>
      </w:r>
      <w:r w:rsidR="00AB2DE8">
        <w:t>fit-il</w:t>
      </w:r>
      <w:r>
        <w:t xml:space="preserve">, </w:t>
      </w:r>
      <w:r w:rsidR="00AB2DE8">
        <w:t>en désespoir de cause</w:t>
      </w:r>
      <w:r>
        <w:t xml:space="preserve">, </w:t>
      </w:r>
      <w:r w:rsidR="00AB2DE8">
        <w:t>avec une certaine irritation</w:t>
      </w:r>
      <w:r>
        <w:t xml:space="preserve">, </w:t>
      </w:r>
      <w:r w:rsidR="00AB2DE8">
        <w:t>vous n</w:t>
      </w:r>
      <w:r>
        <w:t>’</w:t>
      </w:r>
      <w:r w:rsidR="00AB2DE8">
        <w:t>êtes guère curieux de votre sort</w:t>
      </w:r>
      <w:r>
        <w:t xml:space="preserve">. </w:t>
      </w:r>
      <w:r w:rsidR="00AB2DE8">
        <w:t>Cette liberté que vous sollicitiez hier</w:t>
      </w:r>
      <w:r>
        <w:t xml:space="preserve">, </w:t>
      </w:r>
      <w:r w:rsidR="00AB2DE8">
        <w:t>y tiendriez-vous moins</w:t>
      </w:r>
      <w:r>
        <w:t xml:space="preserve">, </w:t>
      </w:r>
      <w:r w:rsidR="00AB2DE8">
        <w:t>aujourd</w:t>
      </w:r>
      <w:r>
        <w:t>’</w:t>
      </w:r>
      <w:r w:rsidR="00AB2DE8">
        <w:t>hui</w:t>
      </w:r>
      <w:r>
        <w:t> ?</w:t>
      </w:r>
    </w:p>
    <w:p w14:paraId="2DE09FA4" w14:textId="77777777" w:rsidR="00C90F8D" w:rsidRDefault="00AB2DE8">
      <w:r>
        <w:t>Je continuais à me taire</w:t>
      </w:r>
      <w:r w:rsidR="00C90F8D">
        <w:t>.</w:t>
      </w:r>
    </w:p>
    <w:p w14:paraId="7F47A5B3" w14:textId="77777777" w:rsidR="00C90F8D" w:rsidRDefault="00C90F8D">
      <w:r>
        <w:rPr>
          <w:rFonts w:eastAsia="Georgia"/>
        </w:rPr>
        <w:t>— </w:t>
      </w:r>
      <w:r w:rsidR="00AB2DE8">
        <w:t>À quoi songez-vous donc</w:t>
      </w:r>
      <w:r>
        <w:t> ?</w:t>
      </w:r>
    </w:p>
    <w:p w14:paraId="4E55FB2F" w14:textId="77777777" w:rsidR="00C90F8D" w:rsidRDefault="00C90F8D">
      <w:r>
        <w:rPr>
          <w:rFonts w:eastAsia="Georgia"/>
        </w:rPr>
        <w:t>— </w:t>
      </w:r>
      <w:r w:rsidR="00AB2DE8">
        <w:t>Vous désirez le savoir</w:t>
      </w:r>
      <w:r>
        <w:t xml:space="preserve"> ? </w:t>
      </w:r>
      <w:r w:rsidR="00AB2DE8">
        <w:t>Je songe que vous ne vous seriez pas dérangé si une décision à mon égard n</w:t>
      </w:r>
      <w:r>
        <w:t>’</w:t>
      </w:r>
      <w:r w:rsidR="00AB2DE8">
        <w:t>était déjà prise</w:t>
      </w:r>
      <w:r>
        <w:t xml:space="preserve">. </w:t>
      </w:r>
      <w:r w:rsidR="00AB2DE8">
        <w:t>Et cette décision</w:t>
      </w:r>
      <w:r>
        <w:t xml:space="preserve">, </w:t>
      </w:r>
      <w:r w:rsidR="00AB2DE8">
        <w:t>quelle qu</w:t>
      </w:r>
      <w:r>
        <w:t>’</w:t>
      </w:r>
      <w:r w:rsidR="00AB2DE8">
        <w:t>elle soit</w:t>
      </w:r>
      <w:r>
        <w:t xml:space="preserve">, </w:t>
      </w:r>
      <w:r w:rsidR="00AB2DE8">
        <w:t>je songe aussi qu</w:t>
      </w:r>
      <w:r>
        <w:t>’</w:t>
      </w:r>
      <w:r w:rsidR="00AB2DE8">
        <w:t>un homme tel que je vous imagine</w:t>
      </w:r>
      <w:r>
        <w:t xml:space="preserve">, </w:t>
      </w:r>
      <w:r w:rsidR="00AB2DE8">
        <w:t>on ne la lui fera pas changer</w:t>
      </w:r>
      <w:r>
        <w:t xml:space="preserve">. </w:t>
      </w:r>
      <w:r w:rsidR="00AB2DE8">
        <w:t>Alors</w:t>
      </w:r>
      <w:r>
        <w:t xml:space="preserve">, </w:t>
      </w:r>
      <w:r w:rsidR="00AB2DE8">
        <w:t>à quoi bon me perdre en interrogations</w:t>
      </w:r>
      <w:r>
        <w:t xml:space="preserve">, </w:t>
      </w:r>
      <w:r w:rsidR="00AB2DE8">
        <w:t>en supplications inutiles</w:t>
      </w:r>
      <w:r>
        <w:t> ?</w:t>
      </w:r>
    </w:p>
    <w:p w14:paraId="269CC379" w14:textId="77777777" w:rsidR="00C90F8D" w:rsidRDefault="00C90F8D">
      <w:r>
        <w:rPr>
          <w:rFonts w:eastAsia="Georgia"/>
        </w:rPr>
        <w:t>— </w:t>
      </w:r>
      <w:r w:rsidR="00AB2DE8">
        <w:t>C</w:t>
      </w:r>
      <w:r>
        <w:t>’</w:t>
      </w:r>
      <w:r w:rsidR="00AB2DE8">
        <w:t>est raisonner juste</w:t>
      </w:r>
      <w:r>
        <w:t xml:space="preserve">, </w:t>
      </w:r>
      <w:r w:rsidR="00AB2DE8">
        <w:t>dit-il</w:t>
      </w:r>
      <w:r>
        <w:t xml:space="preserve">. </w:t>
      </w:r>
      <w:r w:rsidR="00AB2DE8">
        <w:t>Écoutez-moi donc</w:t>
      </w:r>
      <w:r>
        <w:t xml:space="preserve">. </w:t>
      </w:r>
      <w:r w:rsidR="00AB2DE8">
        <w:t>Ma tâche ici va être terminée</w:t>
      </w:r>
      <w:r>
        <w:t xml:space="preserve">. </w:t>
      </w:r>
      <w:r w:rsidR="00AB2DE8">
        <w:t>Demain soir</w:t>
      </w:r>
      <w:r>
        <w:t xml:space="preserve">, </w:t>
      </w:r>
      <w:r w:rsidR="00AB2DE8">
        <w:t>je prends le train pour Moscou</w:t>
      </w:r>
      <w:r>
        <w:t>.</w:t>
      </w:r>
    </w:p>
    <w:p w14:paraId="17C378E8" w14:textId="77777777" w:rsidR="00C90F8D" w:rsidRDefault="00AB2DE8">
      <w:r>
        <w:t>Et il ajouta</w:t>
      </w:r>
      <w:r w:rsidR="00C90F8D">
        <w:t xml:space="preserve">, </w:t>
      </w:r>
      <w:r>
        <w:t>scandant chacun de ses mots</w:t>
      </w:r>
      <w:r w:rsidR="00C90F8D">
        <w:t> :</w:t>
      </w:r>
    </w:p>
    <w:p w14:paraId="0870C826" w14:textId="77777777" w:rsidR="00C90F8D" w:rsidRDefault="00C90F8D">
      <w:r>
        <w:rPr>
          <w:rFonts w:eastAsia="Georgia"/>
        </w:rPr>
        <w:t>— </w:t>
      </w:r>
      <w:r w:rsidR="00AB2DE8">
        <w:t>Je vous emmène avec moi</w:t>
      </w:r>
      <w:r>
        <w:t>.</w:t>
      </w:r>
    </w:p>
    <w:p w14:paraId="4B0171E9" w14:textId="77777777" w:rsidR="00C90F8D" w:rsidRDefault="00C90F8D">
      <w:r>
        <w:rPr>
          <w:rFonts w:eastAsia="Georgia"/>
        </w:rPr>
        <w:t>— </w:t>
      </w:r>
      <w:r w:rsidR="00AB2DE8">
        <w:t>À Moscou</w:t>
      </w:r>
      <w:r>
        <w:t> ?</w:t>
      </w:r>
    </w:p>
    <w:p w14:paraId="560954C1" w14:textId="77777777" w:rsidR="00C90F8D" w:rsidRDefault="00C90F8D">
      <w:r>
        <w:rPr>
          <w:rFonts w:eastAsia="Georgia"/>
        </w:rPr>
        <w:t>— </w:t>
      </w:r>
      <w:r w:rsidR="00AB2DE8">
        <w:t>Oui</w:t>
      </w:r>
      <w:r>
        <w:t xml:space="preserve">. </w:t>
      </w:r>
      <w:r w:rsidR="00AB2DE8">
        <w:t>Vous ne me demandez pas pourquoi</w:t>
      </w:r>
      <w:r>
        <w:t> ?</w:t>
      </w:r>
    </w:p>
    <w:p w14:paraId="4812B166" w14:textId="77777777" w:rsidR="00C90F8D" w:rsidRDefault="00C90F8D">
      <w:r>
        <w:rPr>
          <w:rFonts w:eastAsia="Georgia"/>
        </w:rPr>
        <w:t>— </w:t>
      </w:r>
      <w:r w:rsidR="00AB2DE8">
        <w:t>Je me figure qu</w:t>
      </w:r>
      <w:r>
        <w:t>’</w:t>
      </w:r>
      <w:r w:rsidR="00AB2DE8">
        <w:t>il est dans votre intention de me l</w:t>
      </w:r>
      <w:r>
        <w:t>’</w:t>
      </w:r>
      <w:r w:rsidR="00AB2DE8">
        <w:t>apprendre</w:t>
      </w:r>
      <w:r>
        <w:t>.</w:t>
      </w:r>
    </w:p>
    <w:p w14:paraId="15E9DD8E" w14:textId="77777777" w:rsidR="00C90F8D" w:rsidRDefault="00AB2DE8">
      <w:r>
        <w:t>Je sentis que</w:t>
      </w:r>
      <w:r w:rsidR="00C90F8D">
        <w:t xml:space="preserve">, </w:t>
      </w:r>
      <w:r>
        <w:t>de plus en plus</w:t>
      </w:r>
      <w:r w:rsidR="00C90F8D">
        <w:t xml:space="preserve">, </w:t>
      </w:r>
      <w:r>
        <w:t>il s</w:t>
      </w:r>
      <w:r w:rsidR="00C90F8D">
        <w:t>’</w:t>
      </w:r>
      <w:r>
        <w:t>impatientait</w:t>
      </w:r>
      <w:r w:rsidR="00C90F8D">
        <w:t xml:space="preserve">. </w:t>
      </w:r>
      <w:r>
        <w:t>Mon indifférence</w:t>
      </w:r>
      <w:r w:rsidR="00C90F8D">
        <w:t xml:space="preserve">, </w:t>
      </w:r>
      <w:r>
        <w:t>réelle ou feinte</w:t>
      </w:r>
      <w:r w:rsidR="00C90F8D">
        <w:t xml:space="preserve">, </w:t>
      </w:r>
      <w:r>
        <w:t>lui coupait ses effets</w:t>
      </w:r>
      <w:r w:rsidR="00C90F8D">
        <w:t>.</w:t>
      </w:r>
    </w:p>
    <w:p w14:paraId="40403931" w14:textId="77777777" w:rsidR="00C90F8D" w:rsidRDefault="00C90F8D">
      <w:r>
        <w:rPr>
          <w:rFonts w:eastAsia="Georgia"/>
        </w:rPr>
        <w:t>— </w:t>
      </w:r>
      <w:r w:rsidR="00AB2DE8">
        <w:t>Je pourrais vous faire deux réponses</w:t>
      </w:r>
      <w:r>
        <w:t xml:space="preserve">, </w:t>
      </w:r>
      <w:r w:rsidR="00AB2DE8">
        <w:t>dit-il</w:t>
      </w:r>
      <w:r>
        <w:t xml:space="preserve"> ; </w:t>
      </w:r>
      <w:r w:rsidR="00AB2DE8">
        <w:t>ou bien qu</w:t>
      </w:r>
      <w:r>
        <w:t>’</w:t>
      </w:r>
      <w:r w:rsidR="00AB2DE8">
        <w:t>une affaire comme la vôtre</w:t>
      </w:r>
      <w:r>
        <w:t xml:space="preserve">, </w:t>
      </w:r>
      <w:r w:rsidR="00AB2DE8">
        <w:t>qui dépasse votre personnalité pour se relier à des questions de politique générale</w:t>
      </w:r>
      <w:r>
        <w:t xml:space="preserve">, </w:t>
      </w:r>
      <w:r w:rsidR="00AB2DE8">
        <w:t>ne peut être jugée utilement qu</w:t>
      </w:r>
      <w:r>
        <w:t>’</w:t>
      </w:r>
      <w:r w:rsidR="00AB2DE8">
        <w:t>à Moscou</w:t>
      </w:r>
      <w:r>
        <w:t xml:space="preserve">, </w:t>
      </w:r>
      <w:r w:rsidR="00AB2DE8">
        <w:t xml:space="preserve">devant la Commission </w:t>
      </w:r>
      <w:r w:rsidR="00AB2DE8">
        <w:lastRenderedPageBreak/>
        <w:t>extraordinaire</w:t>
      </w:r>
      <w:r>
        <w:t xml:space="preserve"> ; </w:t>
      </w:r>
      <w:r w:rsidR="00AB2DE8">
        <w:t>ou bien que je vous fais quitter cette ville parce que</w:t>
      </w:r>
      <w:r>
        <w:t xml:space="preserve">, </w:t>
      </w:r>
      <w:r w:rsidR="00AB2DE8">
        <w:t>moi parti</w:t>
      </w:r>
      <w:r>
        <w:t xml:space="preserve">, </w:t>
      </w:r>
      <w:r w:rsidR="00AB2DE8">
        <w:t>votre vie n</w:t>
      </w:r>
      <w:r>
        <w:t>’</w:t>
      </w:r>
      <w:r w:rsidR="00AB2DE8">
        <w:t>y resterait pas très longtemps sauve</w:t>
      </w:r>
      <w:r>
        <w:t xml:space="preserve">. </w:t>
      </w:r>
      <w:r w:rsidR="00AB2DE8">
        <w:t>De ces deux mobiles également plausibles</w:t>
      </w:r>
      <w:r>
        <w:t xml:space="preserve">, </w:t>
      </w:r>
      <w:r w:rsidR="00AB2DE8">
        <w:t>tâchez de trouver celui qui me guide</w:t>
      </w:r>
      <w:r>
        <w:t>.</w:t>
      </w:r>
    </w:p>
    <w:p w14:paraId="566ADA6B" w14:textId="77777777" w:rsidR="00C90F8D" w:rsidRDefault="00C90F8D">
      <w:r>
        <w:rPr>
          <w:rFonts w:eastAsia="Georgia"/>
        </w:rPr>
        <w:t>— </w:t>
      </w:r>
      <w:r w:rsidR="00AB2DE8">
        <w:t>À Moscou</w:t>
      </w:r>
      <w:r>
        <w:t xml:space="preserve"> ! </w:t>
      </w:r>
      <w:r w:rsidR="00AB2DE8">
        <w:t>répétai-je</w:t>
      </w:r>
      <w:r>
        <w:t xml:space="preserve">, </w:t>
      </w:r>
      <w:r w:rsidR="00AB2DE8">
        <w:t>ne pensant même pas à lui répondre</w:t>
      </w:r>
      <w:r>
        <w:t xml:space="preserve">, </w:t>
      </w:r>
      <w:r w:rsidR="00AB2DE8">
        <w:t>qu</w:t>
      </w:r>
      <w:r>
        <w:t>’</w:t>
      </w:r>
      <w:r w:rsidR="00AB2DE8">
        <w:t>y fera-t-on de moi</w:t>
      </w:r>
      <w:r>
        <w:t> ?</w:t>
      </w:r>
    </w:p>
    <w:p w14:paraId="2325C37A" w14:textId="77777777" w:rsidR="00C90F8D" w:rsidRDefault="00C90F8D">
      <w:r>
        <w:rPr>
          <w:rFonts w:eastAsia="Georgia"/>
        </w:rPr>
        <w:t>— </w:t>
      </w:r>
      <w:r w:rsidR="00AB2DE8">
        <w:t>Si mon avis prévaut</w:t>
      </w:r>
      <w:r>
        <w:t xml:space="preserve">, </w:t>
      </w:r>
      <w:r w:rsidR="00AB2DE8">
        <w:t>ainsi qu</w:t>
      </w:r>
      <w:r>
        <w:t>’</w:t>
      </w:r>
      <w:r w:rsidR="00AB2DE8">
        <w:t>il est vraisemblable</w:t>
      </w:r>
      <w:r>
        <w:t xml:space="preserve">, </w:t>
      </w:r>
      <w:r w:rsidR="00AB2DE8">
        <w:t>un arrêté d</w:t>
      </w:r>
      <w:r>
        <w:t>’</w:t>
      </w:r>
      <w:r w:rsidR="00AB2DE8">
        <w:t>expulsion sera pris contre vous</w:t>
      </w:r>
      <w:r>
        <w:t xml:space="preserve">. </w:t>
      </w:r>
      <w:r w:rsidR="00AB2DE8">
        <w:t>On vous conduira sous bonne garde à la frontière polonaise</w:t>
      </w:r>
      <w:r>
        <w:t xml:space="preserve">. </w:t>
      </w:r>
      <w:r w:rsidR="00AB2DE8">
        <w:t>De là</w:t>
      </w:r>
      <w:r>
        <w:t xml:space="preserve">, </w:t>
      </w:r>
      <w:r w:rsidR="00AB2DE8">
        <w:t>en quarante-huit heures</w:t>
      </w:r>
      <w:r>
        <w:t xml:space="preserve">, </w:t>
      </w:r>
      <w:r w:rsidR="00AB2DE8">
        <w:t>vous serez à Paris</w:t>
      </w:r>
      <w:r>
        <w:t xml:space="preserve">. </w:t>
      </w:r>
      <w:r w:rsidR="00AB2DE8">
        <w:t>Vous ne me remerciez pas</w:t>
      </w:r>
      <w:r>
        <w:t xml:space="preserve"> ? </w:t>
      </w:r>
      <w:r w:rsidR="00AB2DE8">
        <w:t>Cette perspective n</w:t>
      </w:r>
      <w:r>
        <w:t>’</w:t>
      </w:r>
      <w:r w:rsidR="00AB2DE8">
        <w:t>aurait-elle point l</w:t>
      </w:r>
      <w:r>
        <w:t>’</w:t>
      </w:r>
      <w:r w:rsidR="00AB2DE8">
        <w:t>heur de vous plaire</w:t>
      </w:r>
      <w:r>
        <w:t> ?</w:t>
      </w:r>
    </w:p>
    <w:p w14:paraId="09DAB947" w14:textId="77777777" w:rsidR="00C90F8D" w:rsidRDefault="00AB2DE8">
      <w:r>
        <w:t>Il eut un ricanement</w:t>
      </w:r>
      <w:r w:rsidR="00C90F8D">
        <w:t>.</w:t>
      </w:r>
    </w:p>
    <w:p w14:paraId="29F3EBE9" w14:textId="77777777" w:rsidR="00C90F8D" w:rsidRDefault="00C90F8D">
      <w:r>
        <w:rPr>
          <w:rFonts w:eastAsia="Georgia"/>
        </w:rPr>
        <w:t>— </w:t>
      </w:r>
      <w:r w:rsidR="00AB2DE8">
        <w:t>Pour ne rien vous cacher</w:t>
      </w:r>
      <w:r>
        <w:t xml:space="preserve">, </w:t>
      </w:r>
      <w:r w:rsidR="00AB2DE8">
        <w:t>je l</w:t>
      </w:r>
      <w:r>
        <w:t>’</w:t>
      </w:r>
      <w:r w:rsidR="00AB2DE8">
        <w:t>avais deviné</w:t>
      </w:r>
      <w:r>
        <w:t xml:space="preserve">, </w:t>
      </w:r>
      <w:r w:rsidR="00AB2DE8">
        <w:t>dit-il</w:t>
      </w:r>
      <w:r>
        <w:t>.</w:t>
      </w:r>
    </w:p>
    <w:p w14:paraId="68EB07E0" w14:textId="77777777" w:rsidR="00C90F8D" w:rsidRDefault="00C90F8D">
      <w:r>
        <w:rPr>
          <w:rFonts w:eastAsia="Georgia"/>
        </w:rPr>
        <w:t>— </w:t>
      </w:r>
      <w:r w:rsidR="00AB2DE8">
        <w:t>Qu</w:t>
      </w:r>
      <w:r>
        <w:t>’</w:t>
      </w:r>
      <w:r w:rsidR="00AB2DE8">
        <w:t>aviez-vous deviné</w:t>
      </w:r>
      <w:r>
        <w:t xml:space="preserve"> ? </w:t>
      </w:r>
      <w:r w:rsidR="00AB2DE8">
        <w:t>demandai-je pensivement</w:t>
      </w:r>
      <w:r>
        <w:t>.</w:t>
      </w:r>
    </w:p>
    <w:p w14:paraId="0252AAED" w14:textId="77777777" w:rsidR="00C90F8D" w:rsidRDefault="00AB2DE8">
      <w:r>
        <w:t>Je le vis s</w:t>
      </w:r>
      <w:r w:rsidR="00C90F8D">
        <w:t>’</w:t>
      </w:r>
      <w:r>
        <w:t>agiter comme une araignée sombre</w:t>
      </w:r>
      <w:r w:rsidR="00C90F8D">
        <w:t xml:space="preserve">. </w:t>
      </w:r>
      <w:r>
        <w:t>Il se leva</w:t>
      </w:r>
      <w:r w:rsidR="00C90F8D">
        <w:t xml:space="preserve">, </w:t>
      </w:r>
      <w:r>
        <w:t>vint vers moi</w:t>
      </w:r>
      <w:r w:rsidR="00C90F8D">
        <w:t>.</w:t>
      </w:r>
    </w:p>
    <w:p w14:paraId="51B0AB4E" w14:textId="77777777" w:rsidR="00C90F8D" w:rsidRDefault="00C90F8D">
      <w:r>
        <w:rPr>
          <w:rFonts w:eastAsia="Georgia"/>
        </w:rPr>
        <w:t>— </w:t>
      </w:r>
      <w:r w:rsidR="00AB2DE8">
        <w:t>C</w:t>
      </w:r>
      <w:r>
        <w:t>’</w:t>
      </w:r>
      <w:r w:rsidR="00AB2DE8">
        <w:t>est très simple</w:t>
      </w:r>
      <w:r>
        <w:t xml:space="preserve">, </w:t>
      </w:r>
      <w:r w:rsidR="00AB2DE8">
        <w:t>fit-il sur un ton que la colère commençait à faire trembler</w:t>
      </w:r>
      <w:r>
        <w:t xml:space="preserve">. </w:t>
      </w:r>
      <w:r w:rsidR="00AB2DE8">
        <w:t>J</w:t>
      </w:r>
      <w:r>
        <w:t>’</w:t>
      </w:r>
      <w:r w:rsidR="00AB2DE8">
        <w:t>ai deviné que</w:t>
      </w:r>
      <w:r>
        <w:t xml:space="preserve">, </w:t>
      </w:r>
      <w:r w:rsidR="00AB2DE8">
        <w:t>sorti de prison</w:t>
      </w:r>
      <w:r>
        <w:t xml:space="preserve">, </w:t>
      </w:r>
      <w:r w:rsidR="00AB2DE8">
        <w:t>vous vous entêteriez à demeurer ici</w:t>
      </w:r>
      <w:r>
        <w:t xml:space="preserve">. </w:t>
      </w:r>
      <w:r w:rsidR="00AB2DE8">
        <w:t>N</w:t>
      </w:r>
      <w:r>
        <w:t>’</w:t>
      </w:r>
      <w:r w:rsidR="00AB2DE8">
        <w:t>avez-vous pas honte</w:t>
      </w:r>
      <w:r>
        <w:t xml:space="preserve"> ? </w:t>
      </w:r>
      <w:r w:rsidR="00AB2DE8">
        <w:t>Un homme comme vous</w:t>
      </w:r>
      <w:r>
        <w:t xml:space="preserve"> ! </w:t>
      </w:r>
      <w:r w:rsidR="00AB2DE8">
        <w:t>Un abaissement pareil</w:t>
      </w:r>
      <w:r>
        <w:t xml:space="preserve"> ! </w:t>
      </w:r>
      <w:r w:rsidR="00AB2DE8">
        <w:t>Passe encore pour la brute qui a failli vous étrangler cet après-midi</w:t>
      </w:r>
      <w:r>
        <w:t xml:space="preserve"> ! </w:t>
      </w:r>
      <w:r w:rsidR="00AB2DE8">
        <w:t>Mais vous</w:t>
      </w:r>
      <w:r>
        <w:t xml:space="preserve"> ! </w:t>
      </w:r>
      <w:r w:rsidR="00AB2DE8">
        <w:t>vous</w:t>
      </w:r>
      <w:r>
        <w:t> !</w:t>
      </w:r>
    </w:p>
    <w:p w14:paraId="3DA89DF2" w14:textId="77777777" w:rsidR="00C90F8D" w:rsidRDefault="00C90F8D">
      <w:r>
        <w:rPr>
          <w:rFonts w:eastAsia="Georgia"/>
        </w:rPr>
        <w:t>— </w:t>
      </w:r>
      <w:r w:rsidR="00AB2DE8">
        <w:t>Que signifient vos paroles</w:t>
      </w:r>
      <w:r>
        <w:t xml:space="preserve"> ? </w:t>
      </w:r>
      <w:r w:rsidR="00AB2DE8">
        <w:t>balbutiai-je</w:t>
      </w:r>
      <w:r>
        <w:t>.</w:t>
      </w:r>
    </w:p>
    <w:p w14:paraId="4B291EF4" w14:textId="77777777" w:rsidR="00C90F8D" w:rsidRDefault="00C90F8D">
      <w:r>
        <w:rPr>
          <w:rFonts w:eastAsia="Georgia"/>
        </w:rPr>
        <w:t>— </w:t>
      </w:r>
      <w:r w:rsidR="00AB2DE8">
        <w:t>Je vous les expliquerai bien volontiers</w:t>
      </w:r>
      <w:r>
        <w:t xml:space="preserve">, </w:t>
      </w:r>
      <w:r w:rsidR="00AB2DE8">
        <w:t>puisque vous faites semblant de ne pas comprendre</w:t>
      </w:r>
      <w:r>
        <w:t>.</w:t>
      </w:r>
    </w:p>
    <w:p w14:paraId="10D8E065" w14:textId="77777777" w:rsidR="00C90F8D" w:rsidRDefault="00AB2DE8">
      <w:r>
        <w:lastRenderedPageBreak/>
        <w:t>Il y avait dans son attitude</w:t>
      </w:r>
      <w:r w:rsidR="00C90F8D">
        <w:t xml:space="preserve">, </w:t>
      </w:r>
      <w:r>
        <w:t>le timbre de sa voix</w:t>
      </w:r>
      <w:r w:rsidR="00C90F8D">
        <w:t xml:space="preserve">, </w:t>
      </w:r>
      <w:r>
        <w:t>une passion concentrée qui en eût imposé à l</w:t>
      </w:r>
      <w:r w:rsidR="00C90F8D">
        <w:t>’</w:t>
      </w:r>
      <w:r>
        <w:t>adversaire le plus flegmatique</w:t>
      </w:r>
      <w:r w:rsidR="00C90F8D">
        <w:t xml:space="preserve">. </w:t>
      </w:r>
      <w:r>
        <w:t>Moi</w:t>
      </w:r>
      <w:r w:rsidR="00C90F8D">
        <w:t xml:space="preserve">, </w:t>
      </w:r>
      <w:r>
        <w:t>je lui prêtais à peine attention</w:t>
      </w:r>
      <w:r w:rsidR="00C90F8D">
        <w:t xml:space="preserve">. </w:t>
      </w:r>
      <w:r>
        <w:t>Je ne songeais qu</w:t>
      </w:r>
      <w:r w:rsidR="00C90F8D">
        <w:t>’</w:t>
      </w:r>
      <w:r>
        <w:t>à une chose</w:t>
      </w:r>
      <w:r w:rsidR="00C90F8D">
        <w:t xml:space="preserve"> : </w:t>
      </w:r>
      <w:r>
        <w:t>le lendemain</w:t>
      </w:r>
      <w:r w:rsidR="00C90F8D">
        <w:t xml:space="preserve">, </w:t>
      </w:r>
      <w:r>
        <w:t>à moins d</w:t>
      </w:r>
      <w:r w:rsidR="00C90F8D">
        <w:t>’</w:t>
      </w:r>
      <w:r>
        <w:t>un miracle</w:t>
      </w:r>
      <w:r w:rsidR="00C90F8D">
        <w:t xml:space="preserve">, </w:t>
      </w:r>
      <w:r>
        <w:t>j</w:t>
      </w:r>
      <w:r w:rsidR="00C90F8D">
        <w:t>’</w:t>
      </w:r>
      <w:r>
        <w:t>aurais</w:t>
      </w:r>
      <w:r w:rsidR="00C90F8D">
        <w:t xml:space="preserve">, </w:t>
      </w:r>
      <w:r>
        <w:t>pour toujours</w:t>
      </w:r>
      <w:r w:rsidR="00C90F8D">
        <w:t xml:space="preserve">, </w:t>
      </w:r>
      <w:r>
        <w:t>quitté Novo-Petrovsk</w:t>
      </w:r>
      <w:r w:rsidR="00C90F8D">
        <w:t>.</w:t>
      </w:r>
    </w:p>
    <w:p w14:paraId="0F620CDD" w14:textId="77777777" w:rsidR="00C90F8D" w:rsidRDefault="00C90F8D">
      <w:r>
        <w:rPr>
          <w:rFonts w:eastAsia="Georgia"/>
        </w:rPr>
        <w:t>— </w:t>
      </w:r>
      <w:r w:rsidR="00AB2DE8">
        <w:t>Votre nom est bien Charles Forestier</w:t>
      </w:r>
      <w:r>
        <w:t xml:space="preserve"> ? </w:t>
      </w:r>
      <w:r w:rsidR="00AB2DE8">
        <w:t>demanda Kraemer</w:t>
      </w:r>
      <w:r>
        <w:t>.</w:t>
      </w:r>
    </w:p>
    <w:p w14:paraId="32C3627A" w14:textId="77777777" w:rsidR="00C90F8D" w:rsidRDefault="00C90F8D">
      <w:r>
        <w:rPr>
          <w:rFonts w:eastAsia="Georgia"/>
        </w:rPr>
        <w:t>— </w:t>
      </w:r>
      <w:r w:rsidR="00AB2DE8">
        <w:t>Oui</w:t>
      </w:r>
      <w:r>
        <w:t xml:space="preserve">, </w:t>
      </w:r>
      <w:r w:rsidR="00AB2DE8">
        <w:t>dis-je docilement</w:t>
      </w:r>
      <w:r>
        <w:t xml:space="preserve">, </w:t>
      </w:r>
      <w:r w:rsidR="00AB2DE8">
        <w:t>m</w:t>
      </w:r>
      <w:r>
        <w:t>’</w:t>
      </w:r>
      <w:r w:rsidR="00AB2DE8">
        <w:t>attendant à une seconde édition de mon interrogatoire</w:t>
      </w:r>
      <w:r>
        <w:t>.</w:t>
      </w:r>
    </w:p>
    <w:p w14:paraId="4DEDFA08" w14:textId="77777777" w:rsidR="00C90F8D" w:rsidRDefault="00C90F8D">
      <w:r>
        <w:rPr>
          <w:rFonts w:eastAsia="Georgia"/>
        </w:rPr>
        <w:t>— </w:t>
      </w:r>
      <w:r w:rsidR="00AB2DE8">
        <w:t>Si je vous pose cette question</w:t>
      </w:r>
      <w:r>
        <w:t xml:space="preserve">, </w:t>
      </w:r>
      <w:r w:rsidR="00AB2DE8">
        <w:t>reprit-il</w:t>
      </w:r>
      <w:r>
        <w:t xml:space="preserve">, </w:t>
      </w:r>
      <w:r w:rsidR="00AB2DE8">
        <w:t>c</w:t>
      </w:r>
      <w:r>
        <w:t>’</w:t>
      </w:r>
      <w:r w:rsidR="00AB2DE8">
        <w:t>est pour avoir lu</w:t>
      </w:r>
      <w:r>
        <w:t xml:space="preserve">, </w:t>
      </w:r>
      <w:r w:rsidR="00AB2DE8">
        <w:t>aux environs de 1912</w:t>
      </w:r>
      <w:r>
        <w:t xml:space="preserve">, </w:t>
      </w:r>
      <w:r w:rsidR="00AB2DE8">
        <w:t>dans une publication scientifique</w:t>
      </w:r>
      <w:r>
        <w:t xml:space="preserve">, </w:t>
      </w:r>
      <w:r w:rsidR="00AB2DE8">
        <w:t xml:space="preserve">la </w:t>
      </w:r>
      <w:r w:rsidR="00AB2DE8">
        <w:rPr>
          <w:i/>
          <w:iCs/>
        </w:rPr>
        <w:t>Revue de physique et de chimie</w:t>
      </w:r>
      <w:r>
        <w:rPr>
          <w:i/>
          <w:iCs/>
        </w:rPr>
        <w:t xml:space="preserve">, </w:t>
      </w:r>
      <w:r w:rsidR="00AB2DE8">
        <w:t>je crois</w:t>
      </w:r>
      <w:r>
        <w:t xml:space="preserve">, </w:t>
      </w:r>
      <w:r w:rsidR="00AB2DE8">
        <w:t>un article intitulé</w:t>
      </w:r>
      <w:r>
        <w:t xml:space="preserve"> : </w:t>
      </w:r>
      <w:r w:rsidR="00AB2DE8">
        <w:rPr>
          <w:i/>
          <w:iCs/>
        </w:rPr>
        <w:t>Des divers modes d</w:t>
      </w:r>
      <w:r>
        <w:rPr>
          <w:i/>
          <w:iCs/>
        </w:rPr>
        <w:t>’</w:t>
      </w:r>
      <w:r w:rsidR="00AB2DE8">
        <w:rPr>
          <w:i/>
          <w:iCs/>
        </w:rPr>
        <w:t>élimination du soufre dans le grillage des pyrites</w:t>
      </w:r>
      <w:r>
        <w:rPr>
          <w:i/>
          <w:iCs/>
        </w:rPr>
        <w:t xml:space="preserve">. </w:t>
      </w:r>
      <w:r w:rsidR="00AB2DE8">
        <w:t>Si ma mémoire est bonne</w:t>
      </w:r>
      <w:r>
        <w:t xml:space="preserve">, </w:t>
      </w:r>
      <w:r w:rsidR="00AB2DE8">
        <w:t>cet article était signé Charles Forestier</w:t>
      </w:r>
      <w:r>
        <w:t xml:space="preserve">. </w:t>
      </w:r>
      <w:r w:rsidR="00AB2DE8">
        <w:t>Était-il de vous</w:t>
      </w:r>
      <w:r>
        <w:t> ?</w:t>
      </w:r>
    </w:p>
    <w:p w14:paraId="6BE19DC8" w14:textId="77777777" w:rsidR="00C90F8D" w:rsidRDefault="00C90F8D">
      <w:r>
        <w:rPr>
          <w:rFonts w:eastAsia="Georgia"/>
        </w:rPr>
        <w:t>— </w:t>
      </w:r>
      <w:r w:rsidR="00AB2DE8">
        <w:t>Votre mémoire est excellente</w:t>
      </w:r>
      <w:r>
        <w:t xml:space="preserve">, </w:t>
      </w:r>
      <w:r w:rsidR="00AB2DE8">
        <w:t>fis-je</w:t>
      </w:r>
      <w:r>
        <w:t xml:space="preserve">, </w:t>
      </w:r>
      <w:r w:rsidR="00AB2DE8">
        <w:t>passablement interloqué</w:t>
      </w:r>
      <w:r>
        <w:t xml:space="preserve">. </w:t>
      </w:r>
      <w:r w:rsidR="00AB2DE8">
        <w:t>L</w:t>
      </w:r>
      <w:r>
        <w:t>’</w:t>
      </w:r>
      <w:r w:rsidR="00AB2DE8">
        <w:t>article dont il s</w:t>
      </w:r>
      <w:r>
        <w:t>’</w:t>
      </w:r>
      <w:r w:rsidR="00AB2DE8">
        <w:t>agit est bien de moi</w:t>
      </w:r>
      <w:r>
        <w:t xml:space="preserve">. </w:t>
      </w:r>
      <w:r w:rsidR="00AB2DE8">
        <w:t>Mais comment diable avez-vous pu lire cela</w:t>
      </w:r>
      <w:r>
        <w:t> ?</w:t>
      </w:r>
    </w:p>
    <w:p w14:paraId="403482DD" w14:textId="77777777" w:rsidR="00C90F8D" w:rsidRDefault="00AB2DE8">
      <w:r>
        <w:t>À son tour</w:t>
      </w:r>
      <w:r w:rsidR="00C90F8D">
        <w:t xml:space="preserve">, </w:t>
      </w:r>
      <w:r>
        <w:t>il ne répondit pas</w:t>
      </w:r>
      <w:r w:rsidR="00C90F8D">
        <w:t xml:space="preserve">. </w:t>
      </w:r>
      <w:r>
        <w:t>Je le sentais jouir de ma surprise</w:t>
      </w:r>
      <w:r w:rsidR="00C90F8D">
        <w:t xml:space="preserve">, </w:t>
      </w:r>
      <w:r>
        <w:t>qui était immense</w:t>
      </w:r>
      <w:r w:rsidR="00C90F8D">
        <w:t xml:space="preserve">. </w:t>
      </w:r>
      <w:r>
        <w:t>Qu</w:t>
      </w:r>
      <w:r w:rsidR="00C90F8D">
        <w:t>’</w:t>
      </w:r>
      <w:r>
        <w:t>un travail aussi ancien</w:t>
      </w:r>
      <w:r w:rsidR="00C90F8D">
        <w:t xml:space="preserve">, </w:t>
      </w:r>
      <w:r>
        <w:t>d</w:t>
      </w:r>
      <w:r w:rsidR="00C90F8D">
        <w:t>’</w:t>
      </w:r>
      <w:r>
        <w:t>un caractère purement technique</w:t>
      </w:r>
      <w:r w:rsidR="00C90F8D">
        <w:t xml:space="preserve">, </w:t>
      </w:r>
      <w:r>
        <w:t>fût connu d</w:t>
      </w:r>
      <w:r w:rsidR="00C90F8D">
        <w:t>’</w:t>
      </w:r>
      <w:r>
        <w:t>un petit juif bolchevik</w:t>
      </w:r>
      <w:r w:rsidR="00C90F8D">
        <w:t xml:space="preserve">, </w:t>
      </w:r>
      <w:r>
        <w:t>il m</w:t>
      </w:r>
      <w:r w:rsidR="00C90F8D">
        <w:t>’</w:t>
      </w:r>
      <w:r>
        <w:t>eût fallu une belle dose de vanité pour trouver la chose naturelle</w:t>
      </w:r>
      <w:r w:rsidR="00C90F8D">
        <w:t xml:space="preserve">. </w:t>
      </w:r>
      <w:r>
        <w:t>En attendant</w:t>
      </w:r>
      <w:r w:rsidR="00C90F8D">
        <w:t xml:space="preserve">, </w:t>
      </w:r>
      <w:r>
        <w:t>Isaac Kraemer avait réussi à intervertir les rôles</w:t>
      </w:r>
      <w:r w:rsidR="00C90F8D">
        <w:t xml:space="preserve">. </w:t>
      </w:r>
      <w:r>
        <w:t>C</w:t>
      </w:r>
      <w:r w:rsidR="00C90F8D">
        <w:t>’</w:t>
      </w:r>
      <w:r>
        <w:t>était moi</w:t>
      </w:r>
      <w:r w:rsidR="00C90F8D">
        <w:t xml:space="preserve">, </w:t>
      </w:r>
      <w:r>
        <w:t>maintenant</w:t>
      </w:r>
      <w:r w:rsidR="00C90F8D">
        <w:t xml:space="preserve">, </w:t>
      </w:r>
      <w:r>
        <w:t>qui le questionnais avec insistance</w:t>
      </w:r>
      <w:r w:rsidR="00C90F8D">
        <w:t>.</w:t>
      </w:r>
    </w:p>
    <w:p w14:paraId="766A4295" w14:textId="77777777" w:rsidR="00C90F8D" w:rsidRDefault="00C90F8D">
      <w:r>
        <w:rPr>
          <w:rFonts w:eastAsia="Georgia"/>
        </w:rPr>
        <w:t>— </w:t>
      </w:r>
      <w:r w:rsidR="00AB2DE8">
        <w:t>Vous avez eu un motif particulier de vous intéresser à ce problème</w:t>
      </w:r>
      <w:r>
        <w:t> ?</w:t>
      </w:r>
    </w:p>
    <w:p w14:paraId="5D921B97" w14:textId="77777777" w:rsidR="00C90F8D" w:rsidRDefault="00C90F8D">
      <w:r>
        <w:rPr>
          <w:rFonts w:eastAsia="Georgia"/>
        </w:rPr>
        <w:lastRenderedPageBreak/>
        <w:t>— </w:t>
      </w:r>
      <w:r w:rsidR="00AB2DE8">
        <w:t>Fe</w:t>
      </w:r>
      <w:r w:rsidR="00AB2DE8">
        <w:rPr>
          <w:vertAlign w:val="superscript"/>
        </w:rPr>
        <w:t>2</w:t>
      </w:r>
      <w:r>
        <w:t xml:space="preserve"> </w:t>
      </w:r>
      <w:r w:rsidR="00AB2DE8">
        <w:t>O</w:t>
      </w:r>
      <w:r w:rsidR="00AB2DE8">
        <w:rPr>
          <w:vertAlign w:val="superscript"/>
        </w:rPr>
        <w:t>3</w:t>
      </w:r>
      <w:r>
        <w:t xml:space="preserve"> </w:t>
      </w:r>
      <w:r w:rsidR="00AB2DE8">
        <w:t>+</w:t>
      </w:r>
      <w:r>
        <w:t xml:space="preserve"> </w:t>
      </w:r>
      <w:r w:rsidR="00AB2DE8">
        <w:t>4SO</w:t>
      </w:r>
      <w:r w:rsidR="00AB2DE8">
        <w:rPr>
          <w:vertAlign w:val="superscript"/>
        </w:rPr>
        <w:t>2</w:t>
      </w:r>
      <w:r>
        <w:t xml:space="preserve">, </w:t>
      </w:r>
      <w:r w:rsidR="00AB2DE8">
        <w:t>dit-il négligemment</w:t>
      </w:r>
      <w:r>
        <w:t xml:space="preserve">. </w:t>
      </w:r>
      <w:r w:rsidR="00AB2DE8">
        <w:t>Non</w:t>
      </w:r>
      <w:r>
        <w:t xml:space="preserve">, </w:t>
      </w:r>
      <w:r w:rsidR="00AB2DE8">
        <w:t>pas à celui-là plutôt qu</w:t>
      </w:r>
      <w:r>
        <w:t>’</w:t>
      </w:r>
      <w:r w:rsidR="00AB2DE8">
        <w:t>à un autre</w:t>
      </w:r>
      <w:r>
        <w:t>.</w:t>
      </w:r>
    </w:p>
    <w:p w14:paraId="37E68B27" w14:textId="77777777" w:rsidR="00C90F8D" w:rsidRDefault="00AB2DE8">
      <w:r>
        <w:t>Je le regardai avec stupéfaction</w:t>
      </w:r>
      <w:r w:rsidR="00C90F8D">
        <w:t xml:space="preserve">. </w:t>
      </w:r>
      <w:r>
        <w:t>C</w:t>
      </w:r>
      <w:r w:rsidR="00C90F8D">
        <w:t>’</w:t>
      </w:r>
      <w:r>
        <w:t>était la formule qui servait de base à mon étude qu</w:t>
      </w:r>
      <w:r w:rsidR="00C90F8D">
        <w:t>’</w:t>
      </w:r>
      <w:r>
        <w:t>il venait de citer</w:t>
      </w:r>
      <w:r w:rsidR="00C90F8D">
        <w:t>.</w:t>
      </w:r>
    </w:p>
    <w:p w14:paraId="045351FF" w14:textId="77777777" w:rsidR="00C90F8D" w:rsidRDefault="00C90F8D">
      <w:r>
        <w:rPr>
          <w:rFonts w:eastAsia="Georgia"/>
        </w:rPr>
        <w:t>— </w:t>
      </w:r>
      <w:r w:rsidR="00AB2DE8">
        <w:t>Vous êtes ingénieur</w:t>
      </w:r>
      <w:r>
        <w:t xml:space="preserve">, </w:t>
      </w:r>
      <w:r w:rsidR="00AB2DE8">
        <w:t>sans doute</w:t>
      </w:r>
      <w:r>
        <w:t> ?</w:t>
      </w:r>
    </w:p>
    <w:p w14:paraId="6532C64C" w14:textId="77777777" w:rsidR="00C90F8D" w:rsidRDefault="00C90F8D">
      <w:r>
        <w:rPr>
          <w:rFonts w:eastAsia="Georgia"/>
        </w:rPr>
        <w:t>— </w:t>
      </w:r>
      <w:r w:rsidR="00AB2DE8">
        <w:t>Ingénieur</w:t>
      </w:r>
      <w:r>
        <w:t> !…</w:t>
      </w:r>
    </w:p>
    <w:p w14:paraId="38D477A1" w14:textId="77777777" w:rsidR="00C90F8D" w:rsidRDefault="00AB2DE8">
      <w:r>
        <w:t>Il répéta ce mot avec un petit rire</w:t>
      </w:r>
      <w:r w:rsidR="00C90F8D">
        <w:t xml:space="preserve">, </w:t>
      </w:r>
      <w:r>
        <w:t>un petit rire plein d</w:t>
      </w:r>
      <w:r w:rsidR="00C90F8D">
        <w:t>’</w:t>
      </w:r>
      <w:r>
        <w:t>amertume</w:t>
      </w:r>
      <w:r w:rsidR="00C90F8D">
        <w:t>.</w:t>
      </w:r>
    </w:p>
    <w:p w14:paraId="368D5D7E" w14:textId="77777777" w:rsidR="00C90F8D" w:rsidRDefault="00C90F8D">
      <w:r>
        <w:rPr>
          <w:rFonts w:eastAsia="Georgia"/>
        </w:rPr>
        <w:t>— </w:t>
      </w:r>
      <w:r w:rsidR="00AB2DE8">
        <w:t>En tout cas</w:t>
      </w:r>
      <w:r>
        <w:t xml:space="preserve">, </w:t>
      </w:r>
      <w:r w:rsidR="00AB2DE8">
        <w:t>c</w:t>
      </w:r>
      <w:r>
        <w:t>’</w:t>
      </w:r>
      <w:r w:rsidR="00AB2DE8">
        <w:t>est à Paris que vous avez étudié</w:t>
      </w:r>
      <w:r>
        <w:t xml:space="preserve">. </w:t>
      </w:r>
      <w:r w:rsidR="00AB2DE8">
        <w:t>Je ne vois pas dans quelle autre ville un article comme celui-là aurait pu vous tomber sous les yeux</w:t>
      </w:r>
      <w:r>
        <w:t>.</w:t>
      </w:r>
    </w:p>
    <w:p w14:paraId="403CB668" w14:textId="77777777" w:rsidR="00C90F8D" w:rsidRDefault="00C90F8D">
      <w:r>
        <w:rPr>
          <w:rFonts w:eastAsia="Georgia"/>
        </w:rPr>
        <w:t>— </w:t>
      </w:r>
      <w:r w:rsidR="00AB2DE8">
        <w:t>Étudié</w:t>
      </w:r>
      <w:r>
        <w:t xml:space="preserve"> ?… </w:t>
      </w:r>
      <w:r w:rsidR="00AB2DE8">
        <w:t>fit-il avec lenteur</w:t>
      </w:r>
      <w:r>
        <w:t xml:space="preserve">. </w:t>
      </w:r>
      <w:r w:rsidR="00AB2DE8">
        <w:t>À Paris</w:t>
      </w:r>
      <w:r>
        <w:t xml:space="preserve"> ?… </w:t>
      </w:r>
      <w:r w:rsidR="00AB2DE8">
        <w:t>Oui</w:t>
      </w:r>
      <w:r>
        <w:t xml:space="preserve">, </w:t>
      </w:r>
      <w:r w:rsidR="00AB2DE8">
        <w:t>à Paris</w:t>
      </w:r>
      <w:r>
        <w:t>.</w:t>
      </w:r>
    </w:p>
    <w:p w14:paraId="393DFB76" w14:textId="77777777" w:rsidR="00C90F8D" w:rsidRDefault="00AB2DE8">
      <w:r>
        <w:t>Et il se tut</w:t>
      </w:r>
      <w:r w:rsidR="00C90F8D">
        <w:t>.</w:t>
      </w:r>
    </w:p>
    <w:p w14:paraId="73A54C3D" w14:textId="77777777" w:rsidR="00C90F8D" w:rsidRDefault="00AB2DE8">
      <w:r>
        <w:t>Quel silence impressionnant</w:t>
      </w:r>
      <w:r w:rsidR="00C90F8D">
        <w:t xml:space="preserve">, </w:t>
      </w:r>
      <w:r>
        <w:t>interminable</w:t>
      </w:r>
      <w:r w:rsidR="00C90F8D">
        <w:t xml:space="preserve">, </w:t>
      </w:r>
      <w:r>
        <w:t>un silence troublé seulement par le va-et-vient de la sentinelle sous le préau</w:t>
      </w:r>
      <w:r w:rsidR="00C90F8D">
        <w:t xml:space="preserve">, </w:t>
      </w:r>
      <w:r>
        <w:t>l</w:t>
      </w:r>
      <w:r w:rsidR="00C90F8D">
        <w:t>’</w:t>
      </w:r>
      <w:r>
        <w:t>aboiement d</w:t>
      </w:r>
      <w:r w:rsidR="00C90F8D">
        <w:t>’</w:t>
      </w:r>
      <w:r>
        <w:t>un chien dans la nuit</w:t>
      </w:r>
      <w:r w:rsidR="00C90F8D">
        <w:t xml:space="preserve"> !… </w:t>
      </w:r>
      <w:r>
        <w:t>Lorsque la voix de mon interlocuteur s</w:t>
      </w:r>
      <w:r w:rsidR="00C90F8D">
        <w:t>’</w:t>
      </w:r>
      <w:r>
        <w:t>éleva de nouveau</w:t>
      </w:r>
      <w:r w:rsidR="00C90F8D">
        <w:t xml:space="preserve">, </w:t>
      </w:r>
      <w:r>
        <w:t>je ne pus qu</w:t>
      </w:r>
      <w:r w:rsidR="00C90F8D">
        <w:t>’</w:t>
      </w:r>
      <w:r>
        <w:t>avec peine la reconnaître</w:t>
      </w:r>
      <w:r w:rsidR="00C90F8D">
        <w:t xml:space="preserve">. </w:t>
      </w:r>
      <w:r>
        <w:t>Sa brièveté</w:t>
      </w:r>
      <w:r w:rsidR="00C90F8D">
        <w:t xml:space="preserve">, </w:t>
      </w:r>
      <w:r>
        <w:t>sa sécheresse avaient disparu</w:t>
      </w:r>
      <w:r w:rsidR="00C90F8D">
        <w:t xml:space="preserve">. </w:t>
      </w:r>
      <w:r>
        <w:t>Elle était devenue une espèce de mélodie sourde</w:t>
      </w:r>
      <w:r w:rsidR="00C90F8D">
        <w:t>.</w:t>
      </w:r>
    </w:p>
    <w:p w14:paraId="42042854" w14:textId="77777777" w:rsidR="00C90F8D" w:rsidRDefault="00C90F8D">
      <w:r>
        <w:rPr>
          <w:rFonts w:eastAsia="Georgia"/>
        </w:rPr>
        <w:t>— </w:t>
      </w:r>
      <w:r w:rsidR="00AB2DE8">
        <w:t>Avant-hier</w:t>
      </w:r>
      <w:r>
        <w:t xml:space="preserve">, </w:t>
      </w:r>
      <w:r w:rsidR="00AB2DE8">
        <w:t>dit Kraemer</w:t>
      </w:r>
      <w:r>
        <w:t xml:space="preserve">, </w:t>
      </w:r>
      <w:r w:rsidR="00AB2DE8">
        <w:t>je me suis fait apporter de l</w:t>
      </w:r>
      <w:r>
        <w:t>’</w:t>
      </w:r>
      <w:r w:rsidR="00AB2DE8">
        <w:t>usine votre dossier</w:t>
      </w:r>
      <w:r>
        <w:t xml:space="preserve">. </w:t>
      </w:r>
      <w:r w:rsidR="00AB2DE8">
        <w:t>Il n</w:t>
      </w:r>
      <w:r>
        <w:t>’</w:t>
      </w:r>
      <w:r w:rsidR="00AB2DE8">
        <w:t>y avait que peu de renseignements</w:t>
      </w:r>
      <w:r>
        <w:t xml:space="preserve">. </w:t>
      </w:r>
      <w:r w:rsidR="00AB2DE8">
        <w:t>Assez cependant pour me permettre de voir que vous avez passé par l</w:t>
      </w:r>
      <w:r>
        <w:t>’</w:t>
      </w:r>
      <w:r w:rsidR="00AB2DE8">
        <w:t>École Polytechnique</w:t>
      </w:r>
      <w:r>
        <w:t xml:space="preserve">. </w:t>
      </w:r>
      <w:r w:rsidR="00AB2DE8">
        <w:t>À quelle époque étiez-vous à Polytechnique</w:t>
      </w:r>
      <w:r>
        <w:t> ?</w:t>
      </w:r>
    </w:p>
    <w:p w14:paraId="7B0B1279" w14:textId="77777777" w:rsidR="00C90F8D" w:rsidRDefault="00C90F8D">
      <w:r>
        <w:rPr>
          <w:rFonts w:eastAsia="Georgia"/>
        </w:rPr>
        <w:lastRenderedPageBreak/>
        <w:t>— </w:t>
      </w:r>
      <w:r w:rsidR="00AB2DE8">
        <w:t>De 1901 à 1903</w:t>
      </w:r>
      <w:r>
        <w:t xml:space="preserve">, </w:t>
      </w:r>
      <w:r w:rsidR="00AB2DE8">
        <w:t>répondis-je</w:t>
      </w:r>
      <w:r>
        <w:t xml:space="preserve">, </w:t>
      </w:r>
      <w:r w:rsidR="00AB2DE8">
        <w:t>trop intrigué pour ne pas le suivre désormais sur tous les terrains où il aurait la fantaisie de m</w:t>
      </w:r>
      <w:r>
        <w:t>’</w:t>
      </w:r>
      <w:r w:rsidR="00AB2DE8">
        <w:t>entraîner</w:t>
      </w:r>
      <w:r>
        <w:t>.</w:t>
      </w:r>
    </w:p>
    <w:p w14:paraId="4B74C68A" w14:textId="77777777" w:rsidR="00C90F8D" w:rsidRDefault="00C90F8D">
      <w:r>
        <w:rPr>
          <w:rFonts w:eastAsia="Georgia"/>
        </w:rPr>
        <w:t>— </w:t>
      </w:r>
      <w:r w:rsidR="00AB2DE8">
        <w:t>De 1901 à 1903</w:t>
      </w:r>
      <w:r>
        <w:t xml:space="preserve">, </w:t>
      </w:r>
      <w:r w:rsidR="00AB2DE8">
        <w:t>répéta-t-il</w:t>
      </w:r>
      <w:r>
        <w:t xml:space="preserve">, </w:t>
      </w:r>
      <w:r w:rsidR="00AB2DE8">
        <w:t>rêveusement</w:t>
      </w:r>
      <w:r>
        <w:t xml:space="preserve">. </w:t>
      </w:r>
      <w:r w:rsidR="00AB2DE8">
        <w:t>Eh bien</w:t>
      </w:r>
      <w:r>
        <w:t xml:space="preserve">, </w:t>
      </w:r>
      <w:r w:rsidR="00AB2DE8">
        <w:t>alors</w:t>
      </w:r>
      <w:r>
        <w:t xml:space="preserve">, </w:t>
      </w:r>
      <w:r w:rsidR="00AB2DE8">
        <w:t>au cours de ces années-là</w:t>
      </w:r>
      <w:r>
        <w:t xml:space="preserve">, </w:t>
      </w:r>
      <w:r w:rsidR="00AB2DE8">
        <w:t>peut-être vous est-il arrivé de croiser</w:t>
      </w:r>
      <w:r>
        <w:t xml:space="preserve">, </w:t>
      </w:r>
      <w:r w:rsidR="00AB2DE8">
        <w:t>rue Descartes</w:t>
      </w:r>
      <w:r>
        <w:t xml:space="preserve">, </w:t>
      </w:r>
      <w:r w:rsidR="00AB2DE8">
        <w:t>rue de la Montagne-Sainte-Geneviève</w:t>
      </w:r>
      <w:r>
        <w:t xml:space="preserve">, </w:t>
      </w:r>
      <w:r w:rsidR="00AB2DE8">
        <w:t>un petit garçon qui ne payait pas beaucoup de mine</w:t>
      </w:r>
      <w:r>
        <w:t xml:space="preserve">, </w:t>
      </w:r>
      <w:r w:rsidR="00AB2DE8">
        <w:t>je vous assure</w:t>
      </w:r>
      <w:r>
        <w:t xml:space="preserve">. </w:t>
      </w:r>
      <w:r w:rsidR="00AB2DE8">
        <w:t>Il se hâtait</w:t>
      </w:r>
      <w:r>
        <w:t xml:space="preserve">, </w:t>
      </w:r>
      <w:r w:rsidR="00AB2DE8">
        <w:t>honteusement</w:t>
      </w:r>
      <w:r>
        <w:t xml:space="preserve">, </w:t>
      </w:r>
      <w:r w:rsidR="00AB2DE8">
        <w:t>le long des vieilles murailles</w:t>
      </w:r>
      <w:r>
        <w:t xml:space="preserve">. </w:t>
      </w:r>
      <w:r w:rsidR="00AB2DE8">
        <w:t>Chaque fois qu</w:t>
      </w:r>
      <w:r>
        <w:t>’</w:t>
      </w:r>
      <w:r w:rsidR="00AB2DE8">
        <w:t>il rencontrait l</w:t>
      </w:r>
      <w:r>
        <w:t>’</w:t>
      </w:r>
      <w:r w:rsidR="00AB2DE8">
        <w:t>un d</w:t>
      </w:r>
      <w:r>
        <w:t>’</w:t>
      </w:r>
      <w:r w:rsidR="00AB2DE8">
        <w:t>entre vous</w:t>
      </w:r>
      <w:r>
        <w:t xml:space="preserve">, </w:t>
      </w:r>
      <w:r w:rsidR="00AB2DE8">
        <w:t>il s</w:t>
      </w:r>
      <w:r>
        <w:t>’</w:t>
      </w:r>
      <w:r w:rsidR="00AB2DE8">
        <w:t>arrêtait</w:t>
      </w:r>
      <w:r>
        <w:t xml:space="preserve">, </w:t>
      </w:r>
      <w:r w:rsidR="00AB2DE8">
        <w:t>il se retournait</w:t>
      </w:r>
      <w:r>
        <w:t xml:space="preserve">. </w:t>
      </w:r>
      <w:r w:rsidR="00AB2DE8">
        <w:t>Il contemplait ce bicorne</w:t>
      </w:r>
      <w:r>
        <w:t xml:space="preserve">, </w:t>
      </w:r>
      <w:r w:rsidR="00AB2DE8">
        <w:t>ce pantalon à bande rouge</w:t>
      </w:r>
      <w:r>
        <w:t xml:space="preserve">, </w:t>
      </w:r>
      <w:r w:rsidR="00AB2DE8">
        <w:t>cette capote noire galonnée d</w:t>
      </w:r>
      <w:r>
        <w:t>’</w:t>
      </w:r>
      <w:r w:rsidR="00AB2DE8">
        <w:t>or</w:t>
      </w:r>
      <w:r>
        <w:t xml:space="preserve">. </w:t>
      </w:r>
      <w:r w:rsidR="00AB2DE8">
        <w:t>Vous ou vos camarades</w:t>
      </w:r>
      <w:r>
        <w:t xml:space="preserve">, </w:t>
      </w:r>
      <w:r w:rsidR="00AB2DE8">
        <w:t>si vous aviez eu seulement l</w:t>
      </w:r>
      <w:r>
        <w:t>’</w:t>
      </w:r>
      <w:r w:rsidR="00AB2DE8">
        <w:t>idée de prêter attention à lui</w:t>
      </w:r>
      <w:r>
        <w:t xml:space="preserve">, </w:t>
      </w:r>
      <w:r w:rsidR="00AB2DE8">
        <w:t>que de choses vous auriez pu lire dans le regard de ce petit garçon-là</w:t>
      </w:r>
      <w:r>
        <w:t> !</w:t>
      </w:r>
    </w:p>
    <w:p w14:paraId="1F47A322" w14:textId="77777777" w:rsidR="00C90F8D" w:rsidRDefault="00C90F8D">
      <w:r>
        <w:rPr>
          <w:rFonts w:eastAsia="Georgia"/>
        </w:rPr>
        <w:t>— </w:t>
      </w:r>
      <w:r w:rsidR="00AB2DE8">
        <w:t>Vous habitiez dans ce quartier</w:t>
      </w:r>
      <w:r>
        <w:t> ?</w:t>
      </w:r>
    </w:p>
    <w:p w14:paraId="244A1177" w14:textId="77777777" w:rsidR="00C90F8D" w:rsidRDefault="00C90F8D">
      <w:r>
        <w:rPr>
          <w:rFonts w:eastAsia="Georgia"/>
        </w:rPr>
        <w:t>— </w:t>
      </w:r>
      <w:r w:rsidR="00AB2DE8">
        <w:t>Rue Laplace</w:t>
      </w:r>
      <w:r>
        <w:t xml:space="preserve">, </w:t>
      </w:r>
      <w:r w:rsidR="00AB2DE8">
        <w:t>à deux pas</w:t>
      </w:r>
      <w:r>
        <w:t xml:space="preserve">, </w:t>
      </w:r>
      <w:r w:rsidR="00AB2DE8">
        <w:t>chez un vieux Juif qui me faisait gagner ma vie en me donnant à coudre des visières de casquettes</w:t>
      </w:r>
      <w:r>
        <w:t xml:space="preserve">. </w:t>
      </w:r>
      <w:r w:rsidR="00AB2DE8">
        <w:t>Le tambour</w:t>
      </w:r>
      <w:r>
        <w:t xml:space="preserve">, </w:t>
      </w:r>
      <w:r w:rsidR="00AB2DE8">
        <w:t>qui réglait vos heures de travail</w:t>
      </w:r>
      <w:r>
        <w:t xml:space="preserve">, </w:t>
      </w:r>
      <w:r w:rsidR="00AB2DE8">
        <w:t>réglait les miennes aussi</w:t>
      </w:r>
      <w:r>
        <w:t xml:space="preserve">. </w:t>
      </w:r>
      <w:r w:rsidR="00AB2DE8">
        <w:t>Seulement</w:t>
      </w:r>
      <w:r>
        <w:t xml:space="preserve">, </w:t>
      </w:r>
      <w:r w:rsidR="00AB2DE8">
        <w:t>n</w:t>
      </w:r>
      <w:r>
        <w:t>’</w:t>
      </w:r>
      <w:r w:rsidR="00AB2DE8">
        <w:t>est-ce pas</w:t>
      </w:r>
      <w:r>
        <w:t xml:space="preserve">, </w:t>
      </w:r>
      <w:r w:rsidR="00AB2DE8">
        <w:t>ce travail n</w:t>
      </w:r>
      <w:r>
        <w:t>’</w:t>
      </w:r>
      <w:r w:rsidR="00AB2DE8">
        <w:t>était pas le même</w:t>
      </w:r>
      <w:r>
        <w:t xml:space="preserve">. </w:t>
      </w:r>
      <w:r w:rsidR="00AB2DE8">
        <w:t>Ce que j</w:t>
      </w:r>
      <w:r>
        <w:t>’</w:t>
      </w:r>
      <w:r w:rsidR="00AB2DE8">
        <w:t>ai pu vous envier</w:t>
      </w:r>
      <w:r>
        <w:t xml:space="preserve">, </w:t>
      </w:r>
      <w:r w:rsidR="00AB2DE8">
        <w:t>durant les années que j</w:t>
      </w:r>
      <w:r>
        <w:t>’</w:t>
      </w:r>
      <w:r w:rsidR="00AB2DE8">
        <w:t>ai vécu là</w:t>
      </w:r>
      <w:r>
        <w:t> !</w:t>
      </w:r>
    </w:p>
    <w:p w14:paraId="5CC70886" w14:textId="77777777" w:rsidR="00C90F8D" w:rsidRDefault="00AB2DE8">
      <w:r>
        <w:t>Baissant la voix</w:t>
      </w:r>
      <w:r w:rsidR="00C90F8D">
        <w:t xml:space="preserve">, </w:t>
      </w:r>
      <w:r>
        <w:t>il murmura</w:t>
      </w:r>
      <w:r w:rsidR="00C90F8D">
        <w:t> :</w:t>
      </w:r>
    </w:p>
    <w:p w14:paraId="1BA6B1D6" w14:textId="77777777" w:rsidR="00C90F8D" w:rsidRDefault="00C90F8D">
      <w:r>
        <w:rPr>
          <w:rFonts w:eastAsia="Georgia"/>
        </w:rPr>
        <w:t>— </w:t>
      </w:r>
      <w:r w:rsidR="00AB2DE8">
        <w:t>Vous envier</w:t>
      </w:r>
      <w:r>
        <w:t xml:space="preserve">, </w:t>
      </w:r>
      <w:r w:rsidR="00AB2DE8">
        <w:t>et vous haïr</w:t>
      </w:r>
      <w:r>
        <w:t> !</w:t>
      </w:r>
    </w:p>
    <w:p w14:paraId="7483C741" w14:textId="77777777" w:rsidR="00C90F8D" w:rsidRDefault="00AB2DE8">
      <w:r>
        <w:t>Ses épaules étroites étaient toutes secouées de sombres frissons</w:t>
      </w:r>
      <w:r w:rsidR="00C90F8D">
        <w:t>.</w:t>
      </w:r>
    </w:p>
    <w:p w14:paraId="10E4CB6B" w14:textId="77777777" w:rsidR="00C90F8D" w:rsidRDefault="00C90F8D">
      <w:r>
        <w:rPr>
          <w:rFonts w:eastAsia="Georgia"/>
        </w:rPr>
        <w:t>— </w:t>
      </w:r>
      <w:r w:rsidR="00AB2DE8">
        <w:t>Oui</w:t>
      </w:r>
      <w:r>
        <w:t xml:space="preserve">, </w:t>
      </w:r>
      <w:r w:rsidR="00AB2DE8">
        <w:t>vous haïr</w:t>
      </w:r>
      <w:r>
        <w:t xml:space="preserve">. </w:t>
      </w:r>
      <w:r w:rsidR="00AB2DE8">
        <w:t>Le contraste était trop violent</w:t>
      </w:r>
      <w:r>
        <w:t xml:space="preserve"> ; </w:t>
      </w:r>
      <w:r w:rsidR="00AB2DE8">
        <w:t>l</w:t>
      </w:r>
      <w:r>
        <w:t>’</w:t>
      </w:r>
      <w:r w:rsidR="00AB2DE8">
        <w:t>injustice était trop criante</w:t>
      </w:r>
      <w:r>
        <w:t xml:space="preserve">. </w:t>
      </w:r>
      <w:r w:rsidR="00AB2DE8">
        <w:t>Je pleurais</w:t>
      </w:r>
      <w:r>
        <w:t xml:space="preserve">, </w:t>
      </w:r>
      <w:r w:rsidR="00AB2DE8">
        <w:t>je pleurais de rage</w:t>
      </w:r>
      <w:r>
        <w:t xml:space="preserve">, </w:t>
      </w:r>
      <w:r w:rsidR="00AB2DE8">
        <w:t>en enfonçant mon poinçon dans le cuir bouilli</w:t>
      </w:r>
      <w:r>
        <w:t xml:space="preserve">. </w:t>
      </w:r>
      <w:r w:rsidR="00AB2DE8">
        <w:t xml:space="preserve">Je ne cessais de me </w:t>
      </w:r>
      <w:r w:rsidR="00AB2DE8">
        <w:lastRenderedPageBreak/>
        <w:t>répéter</w:t>
      </w:r>
      <w:r>
        <w:t> : « </w:t>
      </w:r>
      <w:r w:rsidR="00AB2DE8">
        <w:t>Pourquoi eux</w:t>
      </w:r>
      <w:r>
        <w:t xml:space="preserve">, </w:t>
      </w:r>
      <w:r w:rsidR="00AB2DE8">
        <w:t>et pas moi</w:t>
      </w:r>
      <w:r>
        <w:t xml:space="preserve"> ! </w:t>
      </w:r>
      <w:r w:rsidR="00AB2DE8">
        <w:t>Ils ne sont pas les plus intelligents</w:t>
      </w:r>
      <w:r>
        <w:t xml:space="preserve">. </w:t>
      </w:r>
      <w:r w:rsidR="00AB2DE8">
        <w:t>Aucun d</w:t>
      </w:r>
      <w:r>
        <w:t>’</w:t>
      </w:r>
      <w:r w:rsidR="00AB2DE8">
        <w:t>entre eux n</w:t>
      </w:r>
      <w:r>
        <w:t>’</w:t>
      </w:r>
      <w:r w:rsidR="00AB2DE8">
        <w:t>apporte au travail plus d</w:t>
      </w:r>
      <w:r>
        <w:t>’</w:t>
      </w:r>
      <w:r w:rsidR="00AB2DE8">
        <w:t>ardeur que j</w:t>
      </w:r>
      <w:r>
        <w:t>’</w:t>
      </w:r>
      <w:r w:rsidR="00AB2DE8">
        <w:t>y apporterais</w:t>
      </w:r>
      <w:r>
        <w:t xml:space="preserve">. </w:t>
      </w:r>
      <w:r w:rsidR="00AB2DE8">
        <w:t>Alors</w:t>
      </w:r>
      <w:r>
        <w:t xml:space="preserve">, </w:t>
      </w:r>
      <w:r w:rsidR="00AB2DE8">
        <w:t>pourquoi</w:t>
      </w:r>
      <w:r>
        <w:t xml:space="preserve"> ? </w:t>
      </w:r>
      <w:r w:rsidR="00AB2DE8">
        <w:t>Pourquoi</w:t>
      </w:r>
      <w:r>
        <w:t> ? »</w:t>
      </w:r>
      <w:r w:rsidR="00AB2DE8">
        <w:t xml:space="preserve"> Oui</w:t>
      </w:r>
      <w:r>
        <w:t xml:space="preserve">, </w:t>
      </w:r>
      <w:r w:rsidR="00AB2DE8">
        <w:t>pourquoi</w:t>
      </w:r>
      <w:r>
        <w:t xml:space="preserve"> ? </w:t>
      </w:r>
      <w:r w:rsidR="00AB2DE8">
        <w:t>Aujourd</w:t>
      </w:r>
      <w:r>
        <w:t>’</w:t>
      </w:r>
      <w:r w:rsidR="00AB2DE8">
        <w:t>hui que je vous ai pardonné</w:t>
      </w:r>
      <w:r>
        <w:t xml:space="preserve"> – </w:t>
      </w:r>
      <w:r w:rsidR="00AB2DE8">
        <w:t>je suis bien en train de le prouver</w:t>
      </w:r>
      <w:r>
        <w:t xml:space="preserve">, </w:t>
      </w:r>
      <w:r w:rsidR="00AB2DE8">
        <w:t>n</w:t>
      </w:r>
      <w:r>
        <w:t>’</w:t>
      </w:r>
      <w:r w:rsidR="00AB2DE8">
        <w:t>est-ce pas</w:t>
      </w:r>
      <w:r>
        <w:t xml:space="preserve"> – </w:t>
      </w:r>
      <w:r w:rsidR="00AB2DE8">
        <w:t>je continue à me poser cette question</w:t>
      </w:r>
      <w:r>
        <w:t xml:space="preserve">. </w:t>
      </w:r>
      <w:r w:rsidR="00AB2DE8">
        <w:t>Mais je m</w:t>
      </w:r>
      <w:r>
        <w:t>’</w:t>
      </w:r>
      <w:r w:rsidR="00AB2DE8">
        <w:t>arrête</w:t>
      </w:r>
      <w:r>
        <w:t xml:space="preserve">, </w:t>
      </w:r>
      <w:r w:rsidR="00AB2DE8">
        <w:t>j</w:t>
      </w:r>
      <w:r>
        <w:t>’</w:t>
      </w:r>
      <w:r w:rsidR="00AB2DE8">
        <w:t>en aurais trop à dire</w:t>
      </w:r>
      <w:r>
        <w:t xml:space="preserve">. </w:t>
      </w:r>
      <w:r w:rsidR="00AB2DE8">
        <w:t>Comprenez-vous du moins</w:t>
      </w:r>
      <w:r>
        <w:t xml:space="preserve">, </w:t>
      </w:r>
      <w:r w:rsidR="00AB2DE8">
        <w:t>à présent</w:t>
      </w:r>
      <w:r>
        <w:t xml:space="preserve">, </w:t>
      </w:r>
      <w:r w:rsidR="00AB2DE8">
        <w:t>la chance que vous avez eue</w:t>
      </w:r>
      <w:r>
        <w:t xml:space="preserve">, </w:t>
      </w:r>
      <w:r w:rsidR="00AB2DE8">
        <w:t>le bonheur qui a été le vôtre</w:t>
      </w:r>
      <w:r>
        <w:t xml:space="preserve"> ? </w:t>
      </w:r>
      <w:r w:rsidR="00AB2DE8">
        <w:t>Comprenez-vous aussi ma stupeur</w:t>
      </w:r>
      <w:r>
        <w:t xml:space="preserve">, </w:t>
      </w:r>
      <w:r w:rsidR="00AB2DE8">
        <w:t>mon écœurement</w:t>
      </w:r>
      <w:r>
        <w:t xml:space="preserve">, </w:t>
      </w:r>
      <w:r w:rsidR="00AB2DE8">
        <w:t>quand je vous vois renier</w:t>
      </w:r>
      <w:r>
        <w:t xml:space="preserve">, </w:t>
      </w:r>
      <w:r w:rsidR="00AB2DE8">
        <w:t>oublier ce que vous êtes</w:t>
      </w:r>
      <w:r>
        <w:t xml:space="preserve">, </w:t>
      </w:r>
      <w:r w:rsidR="00AB2DE8">
        <w:t>ce que vous représentez</w:t>
      </w:r>
      <w:r>
        <w:t xml:space="preserve">, </w:t>
      </w:r>
      <w:r w:rsidR="00AB2DE8">
        <w:t>faire bon marché d</w:t>
      </w:r>
      <w:r>
        <w:t>’</w:t>
      </w:r>
      <w:r w:rsidR="00AB2DE8">
        <w:t>un trésor que j</w:t>
      </w:r>
      <w:r>
        <w:t>’</w:t>
      </w:r>
      <w:r w:rsidR="00AB2DE8">
        <w:t>eusse</w:t>
      </w:r>
      <w:r>
        <w:t xml:space="preserve">, </w:t>
      </w:r>
      <w:r w:rsidR="00AB2DE8">
        <w:t>moi</w:t>
      </w:r>
      <w:r>
        <w:t xml:space="preserve">, </w:t>
      </w:r>
      <w:r w:rsidR="00AB2DE8">
        <w:t>payé de la moitié de mon sang</w:t>
      </w:r>
      <w:r>
        <w:t xml:space="preserve"> ? </w:t>
      </w:r>
      <w:r w:rsidR="00AB2DE8">
        <w:t>À l</w:t>
      </w:r>
      <w:r>
        <w:t>’</w:t>
      </w:r>
      <w:r w:rsidR="00AB2DE8">
        <w:t>aberration d</w:t>
      </w:r>
      <w:r>
        <w:t>’</w:t>
      </w:r>
      <w:r w:rsidR="00AB2DE8">
        <w:t xml:space="preserve">un </w:t>
      </w:r>
      <w:proofErr w:type="spellStart"/>
      <w:r w:rsidR="00AB2DE8">
        <w:t>Tcheressensky</w:t>
      </w:r>
      <w:proofErr w:type="spellEnd"/>
      <w:r>
        <w:t xml:space="preserve">, </w:t>
      </w:r>
      <w:r w:rsidR="00AB2DE8">
        <w:t>on peut à la rigueur trouver des excuses</w:t>
      </w:r>
      <w:r>
        <w:t xml:space="preserve">. </w:t>
      </w:r>
      <w:r w:rsidR="00AB2DE8">
        <w:t>Mais à la vôtre</w:t>
      </w:r>
      <w:r>
        <w:t> !…</w:t>
      </w:r>
    </w:p>
    <w:p w14:paraId="5AB599D9" w14:textId="77777777" w:rsidR="00C90F8D" w:rsidRDefault="00AB2DE8">
      <w:r>
        <w:t>Et avec un accent de reproche indicible</w:t>
      </w:r>
      <w:r w:rsidR="00C90F8D">
        <w:t xml:space="preserve">, </w:t>
      </w:r>
      <w:r>
        <w:t>il répéta</w:t>
      </w:r>
      <w:r w:rsidR="00C90F8D">
        <w:t> :</w:t>
      </w:r>
    </w:p>
    <w:p w14:paraId="2A2547E1" w14:textId="77777777" w:rsidR="00C90F8D" w:rsidRDefault="00C90F8D">
      <w:r>
        <w:rPr>
          <w:rFonts w:eastAsia="Georgia"/>
        </w:rPr>
        <w:t>— </w:t>
      </w:r>
      <w:r w:rsidR="00AB2DE8">
        <w:t>N</w:t>
      </w:r>
      <w:r>
        <w:t>’</w:t>
      </w:r>
      <w:r w:rsidR="00AB2DE8">
        <w:t>avez-vous pas honte</w:t>
      </w:r>
      <w:r>
        <w:t> ?</w:t>
      </w:r>
    </w:p>
    <w:p w14:paraId="7843C274" w14:textId="77777777" w:rsidR="00C90F8D" w:rsidRDefault="00AB2DE8">
      <w:r>
        <w:t>Je ne dormis pas le reste de la nuit</w:t>
      </w:r>
      <w:r w:rsidR="00C90F8D">
        <w:t xml:space="preserve">. </w:t>
      </w:r>
      <w:r>
        <w:t>Petit à petit</w:t>
      </w:r>
      <w:r w:rsidR="00C90F8D">
        <w:t xml:space="preserve">, </w:t>
      </w:r>
      <w:r>
        <w:t>je vis le jour naître et grandir dans ma chambre</w:t>
      </w:r>
      <w:r w:rsidR="00C90F8D">
        <w:t xml:space="preserve">. </w:t>
      </w:r>
      <w:r>
        <w:t>À combien de lieues serais-je</w:t>
      </w:r>
      <w:r w:rsidR="00C90F8D">
        <w:t xml:space="preserve">, </w:t>
      </w:r>
      <w:r>
        <w:t>le lendemain</w:t>
      </w:r>
      <w:r w:rsidR="00C90F8D">
        <w:t xml:space="preserve">, </w:t>
      </w:r>
      <w:r>
        <w:t>quand ce même soleil se lèverait</w:t>
      </w:r>
      <w:r w:rsidR="00C90F8D">
        <w:t> ?</w:t>
      </w:r>
    </w:p>
    <w:p w14:paraId="29BDE67A" w14:textId="77777777" w:rsidR="00C90F8D" w:rsidRDefault="00AB2DE8">
      <w:r>
        <w:t>Lorsque le geôlier m</w:t>
      </w:r>
      <w:r w:rsidR="00C90F8D">
        <w:t>’</w:t>
      </w:r>
      <w:r>
        <w:t>apporta mon repas</w:t>
      </w:r>
      <w:r w:rsidR="00C90F8D">
        <w:t xml:space="preserve">, </w:t>
      </w:r>
      <w:r>
        <w:t>il m</w:t>
      </w:r>
      <w:r w:rsidR="00C90F8D">
        <w:t>’</w:t>
      </w:r>
      <w:r>
        <w:t>apprit que le négociant de Samara avait été remis en liberté</w:t>
      </w:r>
      <w:r w:rsidR="00C90F8D">
        <w:t xml:space="preserve">. </w:t>
      </w:r>
      <w:r>
        <w:t>Isaac Kraemer tenait ses promesses</w:t>
      </w:r>
      <w:r w:rsidR="00C90F8D">
        <w:t xml:space="preserve">. </w:t>
      </w:r>
      <w:r>
        <w:t>Tout était fini</w:t>
      </w:r>
      <w:r w:rsidR="00C90F8D">
        <w:t>.</w:t>
      </w:r>
    </w:p>
    <w:p w14:paraId="22793E91" w14:textId="77777777" w:rsidR="00C90F8D" w:rsidRDefault="00C90F8D">
      <w:r>
        <w:rPr>
          <w:rFonts w:eastAsia="Georgia"/>
        </w:rPr>
        <w:t>— </w:t>
      </w:r>
      <w:r w:rsidR="00AB2DE8">
        <w:t>N</w:t>
      </w:r>
      <w:r>
        <w:t>’</w:t>
      </w:r>
      <w:r w:rsidR="00AB2DE8">
        <w:t>y a-t-il pas d</w:t>
      </w:r>
      <w:r>
        <w:t>’</w:t>
      </w:r>
      <w:r w:rsidR="00AB2DE8">
        <w:t>ordres</w:t>
      </w:r>
      <w:r>
        <w:t xml:space="preserve">, </w:t>
      </w:r>
      <w:r w:rsidR="00AB2DE8">
        <w:t>à mon sujet</w:t>
      </w:r>
      <w:r>
        <w:t> ?</w:t>
      </w:r>
    </w:p>
    <w:p w14:paraId="6BC5EC79" w14:textId="77777777" w:rsidR="00C90F8D" w:rsidRDefault="00C90F8D">
      <w:r>
        <w:rPr>
          <w:rFonts w:eastAsia="Georgia"/>
        </w:rPr>
        <w:t>— </w:t>
      </w:r>
      <w:r w:rsidR="00AB2DE8">
        <w:t>On doit venir vous chercher à la fin de l</w:t>
      </w:r>
      <w:r>
        <w:t>’</w:t>
      </w:r>
      <w:r w:rsidR="00AB2DE8">
        <w:t>après-midi</w:t>
      </w:r>
      <w:r>
        <w:t>.</w:t>
      </w:r>
    </w:p>
    <w:p w14:paraId="61E34CC0" w14:textId="77777777" w:rsidR="00C90F8D" w:rsidRDefault="00AB2DE8">
      <w:r>
        <w:t>Il était effectivement près de six heures quand j</w:t>
      </w:r>
      <w:r w:rsidR="00C90F8D">
        <w:t>’</w:t>
      </w:r>
      <w:r>
        <w:t>entendis de nouveau ma porte s</w:t>
      </w:r>
      <w:r w:rsidR="00C90F8D">
        <w:t>’</w:t>
      </w:r>
      <w:r>
        <w:t>ouvrir</w:t>
      </w:r>
      <w:r w:rsidR="00C90F8D">
        <w:t xml:space="preserve">. </w:t>
      </w:r>
      <w:r>
        <w:t>Deux gardes rouges parurent sur le seuil</w:t>
      </w:r>
      <w:r w:rsidR="00C90F8D">
        <w:t xml:space="preserve">, </w:t>
      </w:r>
      <w:r>
        <w:t>deux géants de Lettonie</w:t>
      </w:r>
      <w:r w:rsidR="00C90F8D">
        <w:t xml:space="preserve">, </w:t>
      </w:r>
      <w:r>
        <w:t>aux crânes ovales</w:t>
      </w:r>
      <w:r w:rsidR="00C90F8D">
        <w:t xml:space="preserve">. </w:t>
      </w:r>
      <w:r>
        <w:t>Ils me firent signe de les suivre</w:t>
      </w:r>
      <w:r w:rsidR="00C90F8D">
        <w:t>.</w:t>
      </w:r>
    </w:p>
    <w:p w14:paraId="062F78DE" w14:textId="77777777" w:rsidR="00C90F8D" w:rsidRDefault="00AB2DE8">
      <w:r>
        <w:lastRenderedPageBreak/>
        <w:t>Isaac Kraemer nous attendait dans une limousine grise</w:t>
      </w:r>
      <w:r w:rsidR="00C90F8D">
        <w:t xml:space="preserve">, </w:t>
      </w:r>
      <w:r>
        <w:t>devant la porte de l</w:t>
      </w:r>
      <w:r w:rsidR="00C90F8D">
        <w:t>’</w:t>
      </w:r>
      <w:r>
        <w:t>École</w:t>
      </w:r>
      <w:r w:rsidR="00C90F8D">
        <w:t>.</w:t>
      </w:r>
    </w:p>
    <w:p w14:paraId="3B3E5B23" w14:textId="77777777" w:rsidR="00C90F8D" w:rsidRDefault="00C90F8D">
      <w:r>
        <w:rPr>
          <w:rFonts w:eastAsia="Georgia"/>
        </w:rPr>
        <w:t>— </w:t>
      </w:r>
      <w:r w:rsidR="00AB2DE8">
        <w:t>Asseyez-vous à côté de moi</w:t>
      </w:r>
      <w:r>
        <w:t xml:space="preserve">, </w:t>
      </w:r>
      <w:r w:rsidR="00AB2DE8">
        <w:t>dit-il</w:t>
      </w:r>
      <w:r>
        <w:t>.</w:t>
      </w:r>
    </w:p>
    <w:p w14:paraId="0F6F8688" w14:textId="77777777" w:rsidR="00C90F8D" w:rsidRDefault="00AB2DE8">
      <w:r>
        <w:t>Les gardes rouges s</w:t>
      </w:r>
      <w:r w:rsidR="00C90F8D">
        <w:t>’</w:t>
      </w:r>
      <w:r>
        <w:t>installèrent sur les strapontins</w:t>
      </w:r>
      <w:r w:rsidR="00C90F8D">
        <w:t xml:space="preserve">, </w:t>
      </w:r>
      <w:r>
        <w:t>en face de nous</w:t>
      </w:r>
      <w:r w:rsidR="00C90F8D">
        <w:t xml:space="preserve">. </w:t>
      </w:r>
      <w:r>
        <w:t>Pas un de mes mouvements ne leur échappait</w:t>
      </w:r>
      <w:r w:rsidR="00C90F8D">
        <w:t xml:space="preserve">. </w:t>
      </w:r>
      <w:r>
        <w:t>Ils avaient leur revolver à la ceinture</w:t>
      </w:r>
      <w:r w:rsidR="00C90F8D">
        <w:t xml:space="preserve">. </w:t>
      </w:r>
      <w:r>
        <w:t>On ne devait pas avoir à leur donner deux fois l</w:t>
      </w:r>
      <w:r w:rsidR="00C90F8D">
        <w:t>’</w:t>
      </w:r>
      <w:r>
        <w:t>ordre de s</w:t>
      </w:r>
      <w:r w:rsidR="00C90F8D">
        <w:t>’</w:t>
      </w:r>
      <w:r>
        <w:t>en servir</w:t>
      </w:r>
      <w:r w:rsidR="00C90F8D">
        <w:t>.</w:t>
      </w:r>
    </w:p>
    <w:p w14:paraId="5046EBA4" w14:textId="77777777" w:rsidR="00C90F8D" w:rsidRDefault="00AB2DE8">
      <w:r>
        <w:t>C</w:t>
      </w:r>
      <w:r w:rsidR="00C90F8D">
        <w:t>’</w:t>
      </w:r>
      <w:r>
        <w:t>était une soirée de printemps</w:t>
      </w:r>
      <w:r w:rsidR="00C90F8D">
        <w:t xml:space="preserve">, </w:t>
      </w:r>
      <w:r>
        <w:t>une soirée d</w:t>
      </w:r>
      <w:r w:rsidR="00C90F8D">
        <w:t>’</w:t>
      </w:r>
      <w:r>
        <w:t>une douceur étrange</w:t>
      </w:r>
      <w:r w:rsidR="00C90F8D">
        <w:t xml:space="preserve">, </w:t>
      </w:r>
      <w:r>
        <w:t>toute remplie d</w:t>
      </w:r>
      <w:r w:rsidR="00C90F8D">
        <w:t>’</w:t>
      </w:r>
      <w:r>
        <w:t>hirondelles</w:t>
      </w:r>
      <w:r w:rsidR="00C90F8D">
        <w:t xml:space="preserve">. </w:t>
      </w:r>
      <w:r>
        <w:t>Les gens prenaient le frais devant leurs maisons</w:t>
      </w:r>
      <w:r w:rsidR="00C90F8D">
        <w:t xml:space="preserve">. </w:t>
      </w:r>
      <w:r>
        <w:t>Nous croisions des patrouilles que des enfants escortaient</w:t>
      </w:r>
      <w:r w:rsidR="00C90F8D">
        <w:t xml:space="preserve">, </w:t>
      </w:r>
      <w:r>
        <w:t>avec des cris et des gambades</w:t>
      </w:r>
      <w:r w:rsidR="00C90F8D">
        <w:t xml:space="preserve"> : </w:t>
      </w:r>
      <w:r>
        <w:t>les mêmes enfants</w:t>
      </w:r>
      <w:r w:rsidR="00C90F8D">
        <w:t xml:space="preserve">, </w:t>
      </w:r>
      <w:r>
        <w:t>les mêmes cris qu</w:t>
      </w:r>
      <w:r w:rsidR="00C90F8D">
        <w:t>’</w:t>
      </w:r>
      <w:r>
        <w:t>un an auparavant</w:t>
      </w:r>
      <w:r w:rsidR="00C90F8D">
        <w:t xml:space="preserve">, </w:t>
      </w:r>
      <w:r>
        <w:t>pour les patrouilles tchécoslovaques</w:t>
      </w:r>
      <w:r w:rsidR="00C90F8D">
        <w:t> !</w:t>
      </w:r>
    </w:p>
    <w:p w14:paraId="3DD49942" w14:textId="77777777" w:rsidR="00C90F8D" w:rsidRDefault="00AB2DE8">
      <w:r>
        <w:t>L</w:t>
      </w:r>
      <w:r w:rsidR="00C90F8D">
        <w:t>’</w:t>
      </w:r>
      <w:r>
        <w:t>automobile descendait à vive allure la rue principale de Novo-Petrovsk</w:t>
      </w:r>
      <w:r w:rsidR="00C90F8D">
        <w:t xml:space="preserve">, </w:t>
      </w:r>
      <w:r>
        <w:t>au bout de laquelle il y a la gare</w:t>
      </w:r>
      <w:r w:rsidR="00C90F8D">
        <w:t xml:space="preserve">. </w:t>
      </w:r>
      <w:r>
        <w:t>À un croisement</w:t>
      </w:r>
      <w:r w:rsidR="00C90F8D">
        <w:t xml:space="preserve">, </w:t>
      </w:r>
      <w:r>
        <w:t>notre chauffeur dut s</w:t>
      </w:r>
      <w:r w:rsidR="00C90F8D">
        <w:t>’</w:t>
      </w:r>
      <w:r>
        <w:t>arrêter</w:t>
      </w:r>
      <w:r w:rsidR="00C90F8D">
        <w:t xml:space="preserve">. </w:t>
      </w:r>
      <w:r>
        <w:t>Une compagnie d</w:t>
      </w:r>
      <w:r w:rsidR="00C90F8D">
        <w:t>’</w:t>
      </w:r>
      <w:r>
        <w:t>infanterie achevait de défiler</w:t>
      </w:r>
      <w:r w:rsidR="00C90F8D">
        <w:t>.</w:t>
      </w:r>
    </w:p>
    <w:p w14:paraId="7BC53D6E" w14:textId="77777777" w:rsidR="00C90F8D" w:rsidRDefault="00AB2DE8">
      <w:r>
        <w:t>Presque en même temps</w:t>
      </w:r>
      <w:r w:rsidR="00C90F8D">
        <w:t xml:space="preserve">, </w:t>
      </w:r>
      <w:r>
        <w:t>d</w:t>
      </w:r>
      <w:r w:rsidR="00C90F8D">
        <w:t>’</w:t>
      </w:r>
      <w:r>
        <w:t>une rue latérale</w:t>
      </w:r>
      <w:r w:rsidR="00C90F8D">
        <w:t xml:space="preserve">, </w:t>
      </w:r>
      <w:r>
        <w:t>surgissait une autre limousine</w:t>
      </w:r>
      <w:r w:rsidR="00C90F8D">
        <w:t xml:space="preserve">, </w:t>
      </w:r>
      <w:r>
        <w:t>conduite également par un soldat</w:t>
      </w:r>
      <w:r w:rsidR="00C90F8D">
        <w:t xml:space="preserve">, </w:t>
      </w:r>
      <w:r>
        <w:t>mais plus confortable que la nôtre</w:t>
      </w:r>
      <w:r w:rsidR="00C90F8D">
        <w:t xml:space="preserve"> ; </w:t>
      </w:r>
      <w:r>
        <w:t>elle vint se ranger près de nous</w:t>
      </w:r>
      <w:r w:rsidR="00C90F8D">
        <w:t xml:space="preserve">, </w:t>
      </w:r>
      <w:r>
        <w:t>attendant elle aussi la fin du défilé</w:t>
      </w:r>
      <w:r w:rsidR="00C90F8D">
        <w:t xml:space="preserve">. </w:t>
      </w:r>
      <w:r>
        <w:t>Une seule personne l</w:t>
      </w:r>
      <w:r w:rsidR="00C90F8D">
        <w:t>’</w:t>
      </w:r>
      <w:r>
        <w:t>occupait</w:t>
      </w:r>
      <w:r w:rsidR="00C90F8D">
        <w:t xml:space="preserve">… </w:t>
      </w:r>
      <w:r>
        <w:t>Une femme</w:t>
      </w:r>
      <w:r w:rsidR="00C90F8D">
        <w:t xml:space="preserve">, </w:t>
      </w:r>
      <w:r>
        <w:t>Armide</w:t>
      </w:r>
      <w:r w:rsidR="00C90F8D">
        <w:t>.</w:t>
      </w:r>
    </w:p>
    <w:p w14:paraId="21904B2E" w14:textId="77777777" w:rsidR="00C90F8D" w:rsidRDefault="00AB2DE8">
      <w:r>
        <w:t>Vingt secondes</w:t>
      </w:r>
      <w:r w:rsidR="00C90F8D">
        <w:t xml:space="preserve">, </w:t>
      </w:r>
      <w:r>
        <w:t>trente tout au plus</w:t>
      </w:r>
      <w:r w:rsidR="00C90F8D">
        <w:t xml:space="preserve">, </w:t>
      </w:r>
      <w:r>
        <w:t>les deux voitures demeurèrent ainsi</w:t>
      </w:r>
      <w:r w:rsidR="00C90F8D">
        <w:t xml:space="preserve">, </w:t>
      </w:r>
      <w:r>
        <w:t>l</w:t>
      </w:r>
      <w:r w:rsidR="00C90F8D">
        <w:t>’</w:t>
      </w:r>
      <w:r>
        <w:t>une contre l</w:t>
      </w:r>
      <w:r w:rsidR="00C90F8D">
        <w:t>’</w:t>
      </w:r>
      <w:r>
        <w:t>autre</w:t>
      </w:r>
      <w:r w:rsidR="00C90F8D">
        <w:t xml:space="preserve">, </w:t>
      </w:r>
      <w:r>
        <w:t>à se toucher</w:t>
      </w:r>
      <w:r w:rsidR="00C90F8D">
        <w:t xml:space="preserve">. </w:t>
      </w:r>
      <w:r>
        <w:t>Je ne dis pas un mot</w:t>
      </w:r>
      <w:r w:rsidR="00C90F8D">
        <w:t xml:space="preserve">, </w:t>
      </w:r>
      <w:r>
        <w:t>je ne fis pas un geste pour attirer l</w:t>
      </w:r>
      <w:r w:rsidR="00C90F8D">
        <w:t>’</w:t>
      </w:r>
      <w:r>
        <w:t>attention d</w:t>
      </w:r>
      <w:r w:rsidR="00C90F8D">
        <w:t>’</w:t>
      </w:r>
      <w:r>
        <w:t>Armide</w:t>
      </w:r>
      <w:r w:rsidR="00C90F8D">
        <w:t xml:space="preserve">. </w:t>
      </w:r>
      <w:r>
        <w:t>Je la regardais</w:t>
      </w:r>
      <w:r w:rsidR="00C90F8D">
        <w:t xml:space="preserve">, </w:t>
      </w:r>
      <w:r>
        <w:t>simplement</w:t>
      </w:r>
      <w:r w:rsidR="00C90F8D">
        <w:t xml:space="preserve">. </w:t>
      </w:r>
      <w:r>
        <w:t>Je la regardais</w:t>
      </w:r>
      <w:r w:rsidR="00C90F8D">
        <w:t xml:space="preserve">… </w:t>
      </w:r>
      <w:r>
        <w:t>C</w:t>
      </w:r>
      <w:r w:rsidR="00C90F8D">
        <w:t>’</w:t>
      </w:r>
      <w:r>
        <w:t>était tout</w:t>
      </w:r>
      <w:r w:rsidR="00C90F8D">
        <w:t>.</w:t>
      </w:r>
    </w:p>
    <w:p w14:paraId="336B9B95" w14:textId="77777777" w:rsidR="00C90F8D" w:rsidRDefault="00AB2DE8">
      <w:r>
        <w:lastRenderedPageBreak/>
        <w:t xml:space="preserve">Au fond de la limousine de </w:t>
      </w:r>
      <w:proofErr w:type="spellStart"/>
      <w:r>
        <w:t>Tcheressensky</w:t>
      </w:r>
      <w:proofErr w:type="spellEnd"/>
      <w:r w:rsidR="00C90F8D">
        <w:t xml:space="preserve">, </w:t>
      </w:r>
      <w:r>
        <w:t>son bras droit passé dans une des embrasses de cuir</w:t>
      </w:r>
      <w:r w:rsidR="00C90F8D">
        <w:t xml:space="preserve">, </w:t>
      </w:r>
      <w:r>
        <w:t>elle aussi</w:t>
      </w:r>
      <w:r w:rsidR="00C90F8D">
        <w:t xml:space="preserve">, </w:t>
      </w:r>
      <w:r>
        <w:t>elle était immobile</w:t>
      </w:r>
      <w:r w:rsidR="00C90F8D">
        <w:t xml:space="preserve">. </w:t>
      </w:r>
      <w:r>
        <w:t>Elle avait sa robe à losanges verts et roses</w:t>
      </w:r>
      <w:r w:rsidR="00C90F8D">
        <w:t xml:space="preserve">, </w:t>
      </w:r>
      <w:r>
        <w:t>et un petit chapeau en plumes de martin-pêcheur</w:t>
      </w:r>
      <w:r w:rsidR="00C90F8D">
        <w:t xml:space="preserve">, </w:t>
      </w:r>
      <w:r>
        <w:t>que je lui avais vu bien souvent</w:t>
      </w:r>
      <w:r w:rsidR="00C90F8D">
        <w:t xml:space="preserve">. </w:t>
      </w:r>
      <w:r>
        <w:t>Avec ses sourcils légèrement froncés</w:t>
      </w:r>
      <w:r w:rsidR="00C90F8D">
        <w:t xml:space="preserve">, </w:t>
      </w:r>
      <w:r>
        <w:t>qui accentuaient la dureté de son visage</w:t>
      </w:r>
      <w:r w:rsidR="00C90F8D">
        <w:t xml:space="preserve">, </w:t>
      </w:r>
      <w:r>
        <w:t>on ne pouvait pas dire qu</w:t>
      </w:r>
      <w:r w:rsidR="00C90F8D">
        <w:t>’</w:t>
      </w:r>
      <w:r>
        <w:t>elle eût l</w:t>
      </w:r>
      <w:r w:rsidR="00C90F8D">
        <w:t>’</w:t>
      </w:r>
      <w:r>
        <w:t>air bien gai</w:t>
      </w:r>
      <w:r w:rsidR="00C90F8D">
        <w:t xml:space="preserve">, </w:t>
      </w:r>
      <w:r>
        <w:t>la pauvre enfant</w:t>
      </w:r>
      <w:r w:rsidR="00C90F8D">
        <w:t> !</w:t>
      </w:r>
    </w:p>
    <w:p w14:paraId="219695AE" w14:textId="77777777" w:rsidR="00C90F8D" w:rsidRDefault="00AB2DE8">
      <w:r>
        <w:t>Juste au moment où</w:t>
      </w:r>
      <w:r w:rsidR="00C90F8D">
        <w:t xml:space="preserve">, </w:t>
      </w:r>
      <w:r>
        <w:t>reprenant leurs routes</w:t>
      </w:r>
      <w:r w:rsidR="00C90F8D">
        <w:t xml:space="preserve"> – </w:t>
      </w:r>
      <w:r>
        <w:t>ces routes qui allaient nous séparer pour toujours</w:t>
      </w:r>
      <w:r w:rsidR="00C90F8D">
        <w:t xml:space="preserve">, </w:t>
      </w:r>
      <w:r w:rsidR="00C90F8D">
        <w:rPr>
          <w:rFonts w:eastAsia="Georgia"/>
        </w:rPr>
        <w:t xml:space="preserve">– </w:t>
      </w:r>
      <w:r>
        <w:t>les automobiles s</w:t>
      </w:r>
      <w:r w:rsidR="00C90F8D">
        <w:t>’</w:t>
      </w:r>
      <w:r>
        <w:t>ébranlèrent</w:t>
      </w:r>
      <w:r w:rsidR="00C90F8D">
        <w:t xml:space="preserve">, </w:t>
      </w:r>
      <w:r>
        <w:t>elle tourna légèrement la tête</w:t>
      </w:r>
      <w:r w:rsidR="00C90F8D">
        <w:t xml:space="preserve">. </w:t>
      </w:r>
      <w:r>
        <w:t>Elle m</w:t>
      </w:r>
      <w:r w:rsidR="00C90F8D">
        <w:t>’</w:t>
      </w:r>
      <w:r>
        <w:t>aperçut</w:t>
      </w:r>
      <w:r w:rsidR="00C90F8D">
        <w:t>.</w:t>
      </w:r>
    </w:p>
    <w:p w14:paraId="70923476" w14:textId="77777777" w:rsidR="00C90F8D" w:rsidRDefault="00AB2DE8">
      <w:r>
        <w:t>Je ne sais pas ce que je fis</w:t>
      </w:r>
      <w:r w:rsidR="00C90F8D">
        <w:t xml:space="preserve">, </w:t>
      </w:r>
      <w:r>
        <w:t>à ce moment-là</w:t>
      </w:r>
      <w:r w:rsidR="00C90F8D">
        <w:t xml:space="preserve">. </w:t>
      </w:r>
      <w:r>
        <w:t>Je crois que</w:t>
      </w:r>
      <w:r w:rsidR="00C90F8D">
        <w:t xml:space="preserve">, </w:t>
      </w:r>
      <w:r>
        <w:t>malgré tout</w:t>
      </w:r>
      <w:r w:rsidR="00C90F8D">
        <w:t xml:space="preserve">, </w:t>
      </w:r>
      <w:r>
        <w:t>je lui souris</w:t>
      </w:r>
      <w:r w:rsidR="00C90F8D">
        <w:t xml:space="preserve">. </w:t>
      </w:r>
      <w:r>
        <w:t>Elle aussi</w:t>
      </w:r>
      <w:r w:rsidR="00C90F8D">
        <w:t xml:space="preserve">, </w:t>
      </w:r>
      <w:r>
        <w:t>elle me sourit</w:t>
      </w:r>
      <w:r w:rsidR="00C90F8D">
        <w:t xml:space="preserve">, </w:t>
      </w:r>
      <w:r>
        <w:t>un sourire auquel j</w:t>
      </w:r>
      <w:r w:rsidR="00C90F8D">
        <w:t>’</w:t>
      </w:r>
      <w:r>
        <w:t>ai trouvé depuis</w:t>
      </w:r>
      <w:r w:rsidR="00C90F8D">
        <w:t xml:space="preserve">, </w:t>
      </w:r>
      <w:r>
        <w:t>chaque fois que je l</w:t>
      </w:r>
      <w:r w:rsidR="00C90F8D">
        <w:t>’</w:t>
      </w:r>
      <w:r>
        <w:t>ai évoqué</w:t>
      </w:r>
      <w:r w:rsidR="00C90F8D">
        <w:t xml:space="preserve">, </w:t>
      </w:r>
      <w:r>
        <w:t>un sens nouveau</w:t>
      </w:r>
      <w:r w:rsidR="00C90F8D">
        <w:t xml:space="preserve">, </w:t>
      </w:r>
      <w:r>
        <w:t>de nouvelles nuances</w:t>
      </w:r>
      <w:r w:rsidR="00C90F8D">
        <w:t xml:space="preserve">, – </w:t>
      </w:r>
      <w:r>
        <w:t>un pauvre sourire</w:t>
      </w:r>
      <w:r w:rsidR="00C90F8D">
        <w:t xml:space="preserve">, </w:t>
      </w:r>
      <w:r>
        <w:t>en tout cas</w:t>
      </w:r>
      <w:r w:rsidR="00C90F8D">
        <w:t xml:space="preserve">, </w:t>
      </w:r>
      <w:r>
        <w:t>empreint de Dieu sait quelle lassitude</w:t>
      </w:r>
      <w:r w:rsidR="00C90F8D">
        <w:t> !</w:t>
      </w:r>
    </w:p>
    <w:p w14:paraId="1A0927F1" w14:textId="28F8EC69" w:rsidR="00AB2DE8" w:rsidRDefault="00AB2DE8">
      <w:r>
        <w:t>Et puis</w:t>
      </w:r>
      <w:r w:rsidR="00C90F8D">
        <w:t xml:space="preserve">, </w:t>
      </w:r>
      <w:r>
        <w:t>sans cesser de sourire</w:t>
      </w:r>
      <w:r w:rsidR="00C90F8D">
        <w:t xml:space="preserve">, </w:t>
      </w:r>
      <w:r>
        <w:t>de me regarder</w:t>
      </w:r>
      <w:r w:rsidR="00C90F8D">
        <w:t xml:space="preserve">, </w:t>
      </w:r>
      <w:r>
        <w:t>elle eut</w:t>
      </w:r>
      <w:r w:rsidR="00C90F8D">
        <w:t xml:space="preserve">, </w:t>
      </w:r>
      <w:r>
        <w:t>plus poignant que tout</w:t>
      </w:r>
      <w:r w:rsidR="00C90F8D">
        <w:t xml:space="preserve">, </w:t>
      </w:r>
      <w:r>
        <w:t>son léger haussement d</w:t>
      </w:r>
      <w:r w:rsidR="00C90F8D">
        <w:t>’</w:t>
      </w:r>
      <w:r>
        <w:t>épaules</w:t>
      </w:r>
      <w:r w:rsidR="00C90F8D">
        <w:t>. « </w:t>
      </w:r>
      <w:r>
        <w:t>Tu le vois</w:t>
      </w:r>
      <w:r w:rsidR="00C90F8D">
        <w:t xml:space="preserve">, </w:t>
      </w:r>
      <w:r>
        <w:t>signifiait ce geste</w:t>
      </w:r>
      <w:r w:rsidR="00C90F8D">
        <w:t xml:space="preserve">, </w:t>
      </w:r>
      <w:r>
        <w:t>bien plus distinctement que des paroles</w:t>
      </w:r>
      <w:r w:rsidR="00C90F8D">
        <w:t xml:space="preserve">, </w:t>
      </w:r>
      <w:r>
        <w:t>tu le vois</w:t>
      </w:r>
      <w:r w:rsidR="00C90F8D">
        <w:t xml:space="preserve">, </w:t>
      </w:r>
      <w:r>
        <w:t>je t</w:t>
      </w:r>
      <w:r w:rsidR="00C90F8D">
        <w:t>’</w:t>
      </w:r>
      <w:r>
        <w:t>avais prévenu</w:t>
      </w:r>
      <w:r w:rsidR="00C90F8D">
        <w:t xml:space="preserve"> : </w:t>
      </w:r>
      <w:r>
        <w:t>On ne fait pas ce que l</w:t>
      </w:r>
      <w:r w:rsidR="00C90F8D">
        <w:t>’</w:t>
      </w:r>
      <w:r>
        <w:t>on veut</w:t>
      </w:r>
      <w:r w:rsidR="00C90F8D">
        <w:t xml:space="preserve">, </w:t>
      </w:r>
      <w:r>
        <w:t>dans la vie</w:t>
      </w:r>
      <w:r w:rsidR="00C90F8D">
        <w:t>. »</w:t>
      </w:r>
    </w:p>
    <w:p w14:paraId="1DE2FED0" w14:textId="77777777" w:rsidR="00C90F8D" w:rsidRDefault="00AB2DE8">
      <w:r>
        <w:t>Et puis</w:t>
      </w:r>
      <w:r w:rsidR="00C90F8D">
        <w:t xml:space="preserve">… </w:t>
      </w:r>
      <w:r>
        <w:t>et puis</w:t>
      </w:r>
      <w:r w:rsidR="00C90F8D">
        <w:t xml:space="preserve">, </w:t>
      </w:r>
      <w:r>
        <w:t>ce fut tout</w:t>
      </w:r>
      <w:r w:rsidR="00C90F8D">
        <w:t xml:space="preserve">. </w:t>
      </w:r>
      <w:r>
        <w:t>Ni Kraemer</w:t>
      </w:r>
      <w:r w:rsidR="00C90F8D">
        <w:t xml:space="preserve">, </w:t>
      </w:r>
      <w:r>
        <w:t>ni les soldats ne s</w:t>
      </w:r>
      <w:r w:rsidR="00C90F8D">
        <w:t>’</w:t>
      </w:r>
      <w:r>
        <w:t>étaient aperçus de rien</w:t>
      </w:r>
      <w:r w:rsidR="00C90F8D">
        <w:t>.</w:t>
      </w:r>
    </w:p>
    <w:p w14:paraId="10BA2A0D" w14:textId="77777777" w:rsidR="00C90F8D" w:rsidRDefault="00AB2DE8">
      <w:r>
        <w:t>À la gare</w:t>
      </w:r>
      <w:r w:rsidR="00C90F8D">
        <w:t xml:space="preserve">, </w:t>
      </w:r>
      <w:r>
        <w:t>je fus conduit dans un réduit solidement cadenassé</w:t>
      </w:r>
      <w:r w:rsidR="00C90F8D">
        <w:t>.</w:t>
      </w:r>
    </w:p>
    <w:p w14:paraId="06B60D01" w14:textId="77777777" w:rsidR="00C90F8D" w:rsidRDefault="00C90F8D">
      <w:r>
        <w:rPr>
          <w:rFonts w:eastAsia="Georgia"/>
        </w:rPr>
        <w:t>— </w:t>
      </w:r>
      <w:r w:rsidR="00AB2DE8">
        <w:t>Nous partons dans trois quarts d</w:t>
      </w:r>
      <w:r>
        <w:t>’</w:t>
      </w:r>
      <w:r w:rsidR="00AB2DE8">
        <w:t>heure</w:t>
      </w:r>
      <w:r>
        <w:t xml:space="preserve">, </w:t>
      </w:r>
      <w:r w:rsidR="00AB2DE8">
        <w:t>dit Kraemer</w:t>
      </w:r>
      <w:r>
        <w:t xml:space="preserve">. </w:t>
      </w:r>
      <w:r w:rsidR="00AB2DE8">
        <w:t>Je reviendrai vous chercher ici</w:t>
      </w:r>
      <w:r>
        <w:t xml:space="preserve">. </w:t>
      </w:r>
      <w:r w:rsidR="00AB2DE8">
        <w:t>J</w:t>
      </w:r>
      <w:r>
        <w:t>’</w:t>
      </w:r>
      <w:r w:rsidR="00AB2DE8">
        <w:t>ai des papiers à signer</w:t>
      </w:r>
      <w:r>
        <w:t xml:space="preserve">. </w:t>
      </w:r>
      <w:r w:rsidR="00AB2DE8">
        <w:t>Si vous avez besoin de quelque chose</w:t>
      </w:r>
      <w:r>
        <w:t xml:space="preserve">, </w:t>
      </w:r>
      <w:r w:rsidR="00AB2DE8">
        <w:t>vous n</w:t>
      </w:r>
      <w:r>
        <w:t>’</w:t>
      </w:r>
      <w:r w:rsidR="00AB2DE8">
        <w:t>avez qu</w:t>
      </w:r>
      <w:r>
        <w:t>’</w:t>
      </w:r>
      <w:r w:rsidR="00AB2DE8">
        <w:t>à</w:t>
      </w:r>
      <w:r>
        <w:t>…</w:t>
      </w:r>
    </w:p>
    <w:p w14:paraId="34DF4791" w14:textId="77777777" w:rsidR="00C90F8D" w:rsidRDefault="00AB2DE8">
      <w:r>
        <w:lastRenderedPageBreak/>
        <w:t>Brusquement</w:t>
      </w:r>
      <w:r w:rsidR="00C90F8D">
        <w:t xml:space="preserve">, </w:t>
      </w:r>
      <w:r>
        <w:t>il s</w:t>
      </w:r>
      <w:r w:rsidR="00C90F8D">
        <w:t>’</w:t>
      </w:r>
      <w:r>
        <w:t>interrompit</w:t>
      </w:r>
      <w:r w:rsidR="00C90F8D">
        <w:t xml:space="preserve">. </w:t>
      </w:r>
      <w:r>
        <w:t>Il y avait des larmes dans mes yeux</w:t>
      </w:r>
      <w:r w:rsidR="00C90F8D">
        <w:t xml:space="preserve">. </w:t>
      </w:r>
      <w:r>
        <w:t>Il dut les remarquer</w:t>
      </w:r>
      <w:r w:rsidR="00C90F8D">
        <w:t xml:space="preserve">. </w:t>
      </w:r>
      <w:r>
        <w:t>Les siens brillèrent d</w:t>
      </w:r>
      <w:r w:rsidR="00C90F8D">
        <w:t>’</w:t>
      </w:r>
      <w:r>
        <w:t>un éclat sombre</w:t>
      </w:r>
      <w:r w:rsidR="00C90F8D">
        <w:t xml:space="preserve">. </w:t>
      </w:r>
      <w:r>
        <w:t>Ses mâchoires se contractèrent</w:t>
      </w:r>
      <w:r w:rsidR="00C90F8D">
        <w:t>.</w:t>
      </w:r>
    </w:p>
    <w:p w14:paraId="691222C6" w14:textId="77777777" w:rsidR="00C90F8D" w:rsidRDefault="00C90F8D">
      <w:r>
        <w:rPr>
          <w:rFonts w:eastAsia="Georgia"/>
        </w:rPr>
        <w:t>— </w:t>
      </w:r>
      <w:r w:rsidR="00AB2DE8">
        <w:t>Ne le perdez pas de vue un seul instant</w:t>
      </w:r>
      <w:r>
        <w:t xml:space="preserve">, </w:t>
      </w:r>
      <w:r w:rsidR="00AB2DE8">
        <w:t>dit-il aux soldats</w:t>
      </w:r>
      <w:r>
        <w:t xml:space="preserve">. </w:t>
      </w:r>
      <w:r w:rsidR="00AB2DE8">
        <w:t>Et</w:t>
      </w:r>
      <w:r>
        <w:t xml:space="preserve">, </w:t>
      </w:r>
      <w:r w:rsidR="00AB2DE8">
        <w:t>s</w:t>
      </w:r>
      <w:r>
        <w:t>’</w:t>
      </w:r>
      <w:r w:rsidR="00AB2DE8">
        <w:t>il bouge</w:t>
      </w:r>
      <w:r>
        <w:t xml:space="preserve">, </w:t>
      </w:r>
      <w:r w:rsidR="00AB2DE8">
        <w:t>ligotez-le</w:t>
      </w:r>
      <w:r>
        <w:t>.</w:t>
      </w:r>
    </w:p>
    <w:p w14:paraId="0D99AD3C" w14:textId="77777777" w:rsidR="00C90F8D" w:rsidRDefault="00AB2DE8">
      <w:r>
        <w:t>L</w:t>
      </w:r>
      <w:r w:rsidR="00C90F8D">
        <w:t>’</w:t>
      </w:r>
      <w:r>
        <w:t>ombre tombait lorsque le train</w:t>
      </w:r>
      <w:r w:rsidR="00C90F8D">
        <w:t xml:space="preserve">, </w:t>
      </w:r>
      <w:r>
        <w:t>s</w:t>
      </w:r>
      <w:r w:rsidR="00C90F8D">
        <w:t>’</w:t>
      </w:r>
      <w:r>
        <w:t>étirant avec lenteur</w:t>
      </w:r>
      <w:r w:rsidR="00C90F8D">
        <w:t xml:space="preserve">, </w:t>
      </w:r>
      <w:r>
        <w:t>sortit de la gare</w:t>
      </w:r>
      <w:r w:rsidR="00C90F8D">
        <w:t xml:space="preserve">. </w:t>
      </w:r>
      <w:r>
        <w:t>J</w:t>
      </w:r>
      <w:r w:rsidR="00C90F8D">
        <w:t>’</w:t>
      </w:r>
      <w:r>
        <w:t>étais entre mes deux gardiens</w:t>
      </w:r>
      <w:r w:rsidR="00C90F8D">
        <w:t xml:space="preserve">, </w:t>
      </w:r>
      <w:r>
        <w:t>prostré sur la banquette</w:t>
      </w:r>
      <w:r w:rsidR="00C90F8D">
        <w:t xml:space="preserve">. </w:t>
      </w:r>
      <w:r>
        <w:t>Isaac Kraemer avait pris place dans le compartiment voisin du nôtre</w:t>
      </w:r>
      <w:r w:rsidR="00C90F8D">
        <w:t xml:space="preserve">, </w:t>
      </w:r>
      <w:r>
        <w:t>avec son secrétaire</w:t>
      </w:r>
      <w:r w:rsidR="00C90F8D">
        <w:t xml:space="preserve">, </w:t>
      </w:r>
      <w:r>
        <w:t>qui l</w:t>
      </w:r>
      <w:r w:rsidR="00C90F8D">
        <w:t>’</w:t>
      </w:r>
      <w:r>
        <w:t>avait rejoint</w:t>
      </w:r>
      <w:r w:rsidR="00C90F8D">
        <w:t>.</w:t>
      </w:r>
    </w:p>
    <w:p w14:paraId="632148C0" w14:textId="77777777" w:rsidR="00C90F8D" w:rsidRDefault="00AB2DE8">
      <w:r>
        <w:t>Quand je sentis que la locomotive commençait à prendre de la vitesse</w:t>
      </w:r>
      <w:r w:rsidR="00C90F8D">
        <w:t xml:space="preserve">, </w:t>
      </w:r>
      <w:r>
        <w:t>je n</w:t>
      </w:r>
      <w:r w:rsidR="00C90F8D">
        <w:t>’</w:t>
      </w:r>
      <w:r>
        <w:t>y pus tenir</w:t>
      </w:r>
      <w:r w:rsidR="00C90F8D">
        <w:t xml:space="preserve">. </w:t>
      </w:r>
      <w:r>
        <w:t>Je me levai</w:t>
      </w:r>
      <w:r w:rsidR="00C90F8D">
        <w:t xml:space="preserve">. </w:t>
      </w:r>
      <w:r>
        <w:t>Deux mains s</w:t>
      </w:r>
      <w:r w:rsidR="00C90F8D">
        <w:t>’</w:t>
      </w:r>
      <w:r>
        <w:t>agrippèrent à mes bras</w:t>
      </w:r>
      <w:r w:rsidR="00C90F8D">
        <w:t xml:space="preserve">, </w:t>
      </w:r>
      <w:r>
        <w:t>me contraignant à me rasseoir</w:t>
      </w:r>
      <w:r w:rsidR="00C90F8D">
        <w:t>.</w:t>
      </w:r>
    </w:p>
    <w:p w14:paraId="48DD5E3B" w14:textId="77777777" w:rsidR="00C90F8D" w:rsidRDefault="00C90F8D">
      <w:r>
        <w:rPr>
          <w:rFonts w:eastAsia="Georgia"/>
        </w:rPr>
        <w:t>— </w:t>
      </w:r>
      <w:r w:rsidR="00AB2DE8">
        <w:t>Laissez-moi</w:t>
      </w:r>
      <w:r>
        <w:t xml:space="preserve">, </w:t>
      </w:r>
      <w:r w:rsidR="00AB2DE8">
        <w:t>dis-je</w:t>
      </w:r>
      <w:r>
        <w:t xml:space="preserve">, </w:t>
      </w:r>
      <w:r w:rsidR="00AB2DE8">
        <w:t>aux soldats</w:t>
      </w:r>
      <w:r>
        <w:t xml:space="preserve">, </w:t>
      </w:r>
      <w:r w:rsidR="00AB2DE8">
        <w:t>je vous en supplie</w:t>
      </w:r>
      <w:r>
        <w:t xml:space="preserve">. </w:t>
      </w:r>
      <w:r w:rsidR="00AB2DE8">
        <w:t>Tenez-moi</w:t>
      </w:r>
      <w:r>
        <w:t xml:space="preserve">, </w:t>
      </w:r>
      <w:r w:rsidR="00AB2DE8">
        <w:t>si vous voulez</w:t>
      </w:r>
      <w:r>
        <w:t xml:space="preserve">, </w:t>
      </w:r>
      <w:r w:rsidR="00AB2DE8">
        <w:t>mais que je puisse regarder</w:t>
      </w:r>
      <w:r>
        <w:t> !</w:t>
      </w:r>
    </w:p>
    <w:p w14:paraId="7067EA9E" w14:textId="77777777" w:rsidR="00C90F8D" w:rsidRDefault="00AB2DE8">
      <w:r>
        <w:t>Ma voix était si pitoyable que les colosses en furent émus</w:t>
      </w:r>
      <w:r w:rsidR="00C90F8D">
        <w:t xml:space="preserve">. </w:t>
      </w:r>
      <w:r>
        <w:t>Ils me permirent de m</w:t>
      </w:r>
      <w:r w:rsidR="00C90F8D">
        <w:t>’</w:t>
      </w:r>
      <w:r>
        <w:t>approcher de la portière</w:t>
      </w:r>
      <w:r w:rsidR="00C90F8D">
        <w:t xml:space="preserve">. </w:t>
      </w:r>
      <w:r>
        <w:t>Je collai mon front à la vitre</w:t>
      </w:r>
      <w:r w:rsidR="00C90F8D">
        <w:t xml:space="preserve">, </w:t>
      </w:r>
      <w:r>
        <w:t>et je restai là</w:t>
      </w:r>
      <w:r w:rsidR="00C90F8D">
        <w:t xml:space="preserve">, </w:t>
      </w:r>
      <w:r>
        <w:t>debout</w:t>
      </w:r>
      <w:r w:rsidR="00C90F8D">
        <w:t xml:space="preserve">, </w:t>
      </w:r>
      <w:r>
        <w:t>longtemps</w:t>
      </w:r>
      <w:r w:rsidR="00C90F8D">
        <w:t xml:space="preserve">, </w:t>
      </w:r>
      <w:r>
        <w:t>à voir s</w:t>
      </w:r>
      <w:r w:rsidR="00C90F8D">
        <w:t>’</w:t>
      </w:r>
      <w:r>
        <w:t>éteindre</w:t>
      </w:r>
      <w:r w:rsidR="00C90F8D">
        <w:t xml:space="preserve">, </w:t>
      </w:r>
      <w:r>
        <w:t>une à une</w:t>
      </w:r>
      <w:r w:rsidR="00C90F8D">
        <w:t xml:space="preserve">, </w:t>
      </w:r>
      <w:r>
        <w:t>dans l</w:t>
      </w:r>
      <w:r w:rsidR="00C90F8D">
        <w:t>’</w:t>
      </w:r>
      <w:r>
        <w:t>obscurité</w:t>
      </w:r>
      <w:r w:rsidR="00C90F8D">
        <w:t xml:space="preserve">, </w:t>
      </w:r>
      <w:r>
        <w:t>les tristes lumières de Novo-Petrovsk</w:t>
      </w:r>
      <w:r w:rsidR="00C90F8D">
        <w:t>.</w:t>
      </w:r>
    </w:p>
    <w:p w14:paraId="795526E6" w14:textId="6F74D6F8" w:rsidR="00AB2DE8" w:rsidRPr="00C90F8D" w:rsidRDefault="00AB2DE8" w:rsidP="00C90F8D">
      <w:pPr>
        <w:pStyle w:val="Titre1"/>
      </w:pPr>
      <w:bookmarkStart w:id="17" w:name="_Toc194755388"/>
      <w:r w:rsidRPr="00C90F8D">
        <w:lastRenderedPageBreak/>
        <w:t>XVI</w:t>
      </w:r>
      <w:bookmarkEnd w:id="17"/>
    </w:p>
    <w:p w14:paraId="752A9EF8" w14:textId="4051749E" w:rsidR="00C90F8D" w:rsidRDefault="00AB2DE8">
      <w:r>
        <w:rPr>
          <w:bCs/>
        </w:rPr>
        <w:t xml:space="preserve">Parvenu </w:t>
      </w:r>
      <w:r>
        <w:t>au terme de son récit</w:t>
      </w:r>
      <w:r w:rsidR="00C90F8D">
        <w:t xml:space="preserve">, </w:t>
      </w:r>
      <w:r>
        <w:t>Forestier était tombé dans une sorte de torpeur morne</w:t>
      </w:r>
      <w:r w:rsidR="00C90F8D">
        <w:t xml:space="preserve">. </w:t>
      </w:r>
      <w:r>
        <w:t>Une heure</w:t>
      </w:r>
      <w:r w:rsidR="00C90F8D">
        <w:t>, peut-être,</w:t>
      </w:r>
      <w:r>
        <w:t xml:space="preserve"> s</w:t>
      </w:r>
      <w:r w:rsidR="00C90F8D">
        <w:t>’</w:t>
      </w:r>
      <w:r>
        <w:t>écoula</w:t>
      </w:r>
      <w:r w:rsidR="00C90F8D">
        <w:t xml:space="preserve"> </w:t>
      </w:r>
      <w:r>
        <w:t>pendant laquelle Schmidt</w:t>
      </w:r>
      <w:r w:rsidR="00C90F8D">
        <w:t xml:space="preserve">, </w:t>
      </w:r>
      <w:r>
        <w:t>retenant son souffle</w:t>
      </w:r>
      <w:r w:rsidR="00C90F8D">
        <w:t xml:space="preserve">, </w:t>
      </w:r>
      <w:r>
        <w:t>demeura immobile dans son fauteuil</w:t>
      </w:r>
      <w:r w:rsidR="00C90F8D">
        <w:t xml:space="preserve">, </w:t>
      </w:r>
      <w:r>
        <w:t>où l</w:t>
      </w:r>
      <w:r w:rsidR="00C90F8D">
        <w:t>’</w:t>
      </w:r>
      <w:r>
        <w:t>approche de l</w:t>
      </w:r>
      <w:r w:rsidR="00C90F8D">
        <w:t>’</w:t>
      </w:r>
      <w:r>
        <w:t>aube le faisait grelotter</w:t>
      </w:r>
      <w:r w:rsidR="00C90F8D">
        <w:t xml:space="preserve">. </w:t>
      </w:r>
      <w:r>
        <w:t>Puis</w:t>
      </w:r>
      <w:r w:rsidR="00C90F8D">
        <w:t xml:space="preserve">, </w:t>
      </w:r>
      <w:r>
        <w:t>il entendit la respiration de son ami qui devenait plus régulière</w:t>
      </w:r>
      <w:r w:rsidR="00C90F8D">
        <w:t xml:space="preserve">. </w:t>
      </w:r>
      <w:r>
        <w:t>Forestier avait fini par s</w:t>
      </w:r>
      <w:r w:rsidR="00C90F8D">
        <w:t>’</w:t>
      </w:r>
      <w:r>
        <w:t>endormir</w:t>
      </w:r>
      <w:r w:rsidR="00C90F8D">
        <w:t>.</w:t>
      </w:r>
    </w:p>
    <w:p w14:paraId="4578A7A1" w14:textId="77777777" w:rsidR="00C90F8D" w:rsidRDefault="00AB2DE8">
      <w:r>
        <w:t>Schmidt alors se leva</w:t>
      </w:r>
      <w:r w:rsidR="00C90F8D">
        <w:t xml:space="preserve">. </w:t>
      </w:r>
      <w:r>
        <w:t>Sur la pointe des pieds</w:t>
      </w:r>
      <w:r w:rsidR="00C90F8D">
        <w:t xml:space="preserve">, </w:t>
      </w:r>
      <w:r>
        <w:t>il gagna le couloir en tâtonnant</w:t>
      </w:r>
      <w:r w:rsidR="00C90F8D">
        <w:t xml:space="preserve">. </w:t>
      </w:r>
      <w:r>
        <w:t>Il rentra dans sa chambre</w:t>
      </w:r>
      <w:r w:rsidR="00C90F8D">
        <w:t xml:space="preserve">. </w:t>
      </w:r>
      <w:r>
        <w:t>Il lui semblait qu</w:t>
      </w:r>
      <w:r w:rsidR="00C90F8D">
        <w:t>’</w:t>
      </w:r>
      <w:r>
        <w:t>il l</w:t>
      </w:r>
      <w:r w:rsidR="00C90F8D">
        <w:t>’</w:t>
      </w:r>
      <w:r>
        <w:t>avait quittée depuis des siècles</w:t>
      </w:r>
      <w:r w:rsidR="00C90F8D">
        <w:t>.</w:t>
      </w:r>
    </w:p>
    <w:p w14:paraId="2DB2CD4A" w14:textId="77777777" w:rsidR="00C90F8D" w:rsidRDefault="00AB2DE8">
      <w:r>
        <w:t>Ayant fait jouer l</w:t>
      </w:r>
      <w:r w:rsidR="00C90F8D">
        <w:t>’</w:t>
      </w:r>
      <w:r>
        <w:t>électricité</w:t>
      </w:r>
      <w:r w:rsidR="00C90F8D">
        <w:t xml:space="preserve">, </w:t>
      </w:r>
      <w:r>
        <w:t>il se regarda dans un miroir</w:t>
      </w:r>
      <w:r w:rsidR="00C90F8D">
        <w:t xml:space="preserve">. </w:t>
      </w:r>
      <w:r>
        <w:t>Il tressaillit</w:t>
      </w:r>
      <w:r w:rsidR="00C90F8D">
        <w:t xml:space="preserve"> : </w:t>
      </w:r>
      <w:r>
        <w:t>il était blême</w:t>
      </w:r>
      <w:r w:rsidR="00C90F8D">
        <w:t xml:space="preserve">. </w:t>
      </w:r>
      <w:r>
        <w:t>On ne passe pas impunément une nuit entière avec des fantômes</w:t>
      </w:r>
      <w:r w:rsidR="00C90F8D">
        <w:t>.</w:t>
      </w:r>
    </w:p>
    <w:p w14:paraId="56D1E8E5" w14:textId="77777777" w:rsidR="00C90F8D" w:rsidRDefault="00AB2DE8">
      <w:r>
        <w:t>Il consulta sa montre</w:t>
      </w:r>
      <w:r w:rsidR="00C90F8D">
        <w:t xml:space="preserve">. </w:t>
      </w:r>
      <w:r>
        <w:t>Quatre heures</w:t>
      </w:r>
      <w:r w:rsidR="00C90F8D">
        <w:t xml:space="preserve"> ! </w:t>
      </w:r>
      <w:r>
        <w:t>Il pensa un instant se coucher</w:t>
      </w:r>
      <w:r w:rsidR="00C90F8D">
        <w:t xml:space="preserve">. </w:t>
      </w:r>
      <w:r>
        <w:t>Puis il abandonna cette idée</w:t>
      </w:r>
      <w:r w:rsidR="00C90F8D">
        <w:t xml:space="preserve">, </w:t>
      </w:r>
      <w:r>
        <w:t>ayant la certitude qu</w:t>
      </w:r>
      <w:r w:rsidR="00C90F8D">
        <w:t>’</w:t>
      </w:r>
      <w:r>
        <w:t>il lui serait impossible de fermer l</w:t>
      </w:r>
      <w:r w:rsidR="00C90F8D">
        <w:t>’</w:t>
      </w:r>
      <w:r>
        <w:t>œil</w:t>
      </w:r>
      <w:r w:rsidR="00C90F8D">
        <w:t>.</w:t>
      </w:r>
    </w:p>
    <w:p w14:paraId="37BDBF2A" w14:textId="77777777" w:rsidR="00C90F8D" w:rsidRDefault="00AB2DE8">
      <w:r>
        <w:t>Il ouvrit la fenêtre</w:t>
      </w:r>
      <w:r w:rsidR="00C90F8D">
        <w:t xml:space="preserve">, </w:t>
      </w:r>
      <w:r>
        <w:t>s</w:t>
      </w:r>
      <w:r w:rsidR="00C90F8D">
        <w:t>’</w:t>
      </w:r>
      <w:r>
        <w:t>y accouda et se mit à fumer des cigarettes</w:t>
      </w:r>
      <w:r w:rsidR="00C90F8D">
        <w:t>.</w:t>
      </w:r>
    </w:p>
    <w:p w14:paraId="21A3CE39" w14:textId="77777777" w:rsidR="00C90F8D" w:rsidRDefault="00C90F8D">
      <w:r>
        <w:rPr>
          <w:rFonts w:eastAsia="Georgia"/>
        </w:rPr>
        <w:t>— </w:t>
      </w:r>
      <w:r w:rsidR="00AB2DE8">
        <w:t>Je vais être gentil</w:t>
      </w:r>
      <w:r>
        <w:t xml:space="preserve">, </w:t>
      </w:r>
      <w:r w:rsidR="00AB2DE8">
        <w:t>aujourd</w:t>
      </w:r>
      <w:r>
        <w:t>’</w:t>
      </w:r>
      <w:r w:rsidR="00AB2DE8">
        <w:t>hui</w:t>
      </w:r>
      <w:r>
        <w:t xml:space="preserve">, </w:t>
      </w:r>
      <w:r w:rsidR="00AB2DE8">
        <w:t>à l</w:t>
      </w:r>
      <w:r>
        <w:t>’</w:t>
      </w:r>
      <w:r w:rsidR="00AB2DE8">
        <w:t>Arsenal</w:t>
      </w:r>
      <w:r>
        <w:t xml:space="preserve">, </w:t>
      </w:r>
      <w:r w:rsidR="00AB2DE8">
        <w:t>ne cessait-il de se répéter</w:t>
      </w:r>
      <w:r>
        <w:t xml:space="preserve">. </w:t>
      </w:r>
      <w:r w:rsidR="00AB2DE8">
        <w:t>Quelle histoire</w:t>
      </w:r>
      <w:r>
        <w:t xml:space="preserve">, </w:t>
      </w:r>
      <w:r w:rsidR="00AB2DE8">
        <w:t>tout de même</w:t>
      </w:r>
      <w:r>
        <w:t xml:space="preserve"> ! </w:t>
      </w:r>
      <w:r w:rsidR="00AB2DE8">
        <w:t>C</w:t>
      </w:r>
      <w:r>
        <w:t>’</w:t>
      </w:r>
      <w:r w:rsidR="00AB2DE8">
        <w:t xml:space="preserve">est cet idiot de père </w:t>
      </w:r>
      <w:proofErr w:type="spellStart"/>
      <w:r w:rsidR="00AB2DE8">
        <w:t>Mauconseil</w:t>
      </w:r>
      <w:proofErr w:type="spellEnd"/>
      <w:r w:rsidR="00AB2DE8">
        <w:t xml:space="preserve"> qui est responsable</w:t>
      </w:r>
      <w:r>
        <w:t xml:space="preserve">. </w:t>
      </w:r>
      <w:r w:rsidR="00AB2DE8">
        <w:t>Qu</w:t>
      </w:r>
      <w:r>
        <w:t>’</w:t>
      </w:r>
      <w:r w:rsidR="00AB2DE8">
        <w:t>est-ce qu</w:t>
      </w:r>
      <w:r>
        <w:t>’</w:t>
      </w:r>
      <w:r w:rsidR="00AB2DE8">
        <w:t>il lui a pris de se coller comme cela à nous</w:t>
      </w:r>
      <w:r>
        <w:t xml:space="preserve"> ? </w:t>
      </w:r>
      <w:r w:rsidR="00AB2DE8">
        <w:t>Sans lui</w:t>
      </w:r>
      <w:r>
        <w:t xml:space="preserve">, </w:t>
      </w:r>
      <w:r w:rsidR="00AB2DE8">
        <w:t>Forestier n</w:t>
      </w:r>
      <w:r>
        <w:t>’</w:t>
      </w:r>
      <w:r w:rsidR="00AB2DE8">
        <w:t>aurait jamais mis les pieds dans ce bastringue</w:t>
      </w:r>
      <w:r>
        <w:t xml:space="preserve">, </w:t>
      </w:r>
      <w:r w:rsidR="00AB2DE8">
        <w:t>et tout ce qui s</w:t>
      </w:r>
      <w:r>
        <w:t>’</w:t>
      </w:r>
      <w:r w:rsidR="00AB2DE8">
        <w:t>en est suivi n</w:t>
      </w:r>
      <w:r>
        <w:t>’</w:t>
      </w:r>
      <w:r w:rsidR="00AB2DE8">
        <w:t>aurait pas eu lieu</w:t>
      </w:r>
      <w:r>
        <w:t>.</w:t>
      </w:r>
    </w:p>
    <w:p w14:paraId="28696A6E" w14:textId="77777777" w:rsidR="00C90F8D" w:rsidRDefault="00AB2DE8">
      <w:r>
        <w:t>Cependant</w:t>
      </w:r>
      <w:r w:rsidR="00C90F8D">
        <w:t xml:space="preserve">, </w:t>
      </w:r>
      <w:r>
        <w:t>le jour naissait</w:t>
      </w:r>
      <w:r w:rsidR="00C90F8D">
        <w:t xml:space="preserve">. </w:t>
      </w:r>
      <w:r>
        <w:t>Les murailles de la vieille ville commençaient à se découper sur le ciel orange</w:t>
      </w:r>
      <w:r w:rsidR="00C90F8D">
        <w:t xml:space="preserve">. </w:t>
      </w:r>
      <w:r>
        <w:t>La rue</w:t>
      </w:r>
      <w:r w:rsidR="00C90F8D">
        <w:t xml:space="preserve">, </w:t>
      </w:r>
      <w:r>
        <w:t>peu à peu</w:t>
      </w:r>
      <w:r w:rsidR="00C90F8D">
        <w:t xml:space="preserve">, </w:t>
      </w:r>
      <w:r>
        <w:t>s</w:t>
      </w:r>
      <w:r w:rsidR="00C90F8D">
        <w:t>’</w:t>
      </w:r>
      <w:r>
        <w:t>animait</w:t>
      </w:r>
      <w:r w:rsidR="00C90F8D">
        <w:t xml:space="preserve">. </w:t>
      </w:r>
      <w:r>
        <w:t>Animation muette</w:t>
      </w:r>
      <w:r w:rsidR="00C90F8D">
        <w:t xml:space="preserve">, </w:t>
      </w:r>
      <w:r>
        <w:t xml:space="preserve">défilé silencieux de cette </w:t>
      </w:r>
      <w:r>
        <w:lastRenderedPageBreak/>
        <w:t>inquiétante foule chinoise qui circule et se hâte sans desserrer les dents</w:t>
      </w:r>
      <w:r w:rsidR="00C90F8D">
        <w:t xml:space="preserve">. </w:t>
      </w:r>
      <w:r>
        <w:t>Une caravane de chameaux à fourrure passa</w:t>
      </w:r>
      <w:r w:rsidR="00C90F8D">
        <w:t xml:space="preserve">, </w:t>
      </w:r>
      <w:r>
        <w:t>puis ce fut le tour d</w:t>
      </w:r>
      <w:r w:rsidR="00C90F8D">
        <w:t>’</w:t>
      </w:r>
      <w:r>
        <w:t>un troupeau de soldats mal réveillés qui se rendaient à l</w:t>
      </w:r>
      <w:r w:rsidR="00C90F8D">
        <w:t>’</w:t>
      </w:r>
      <w:r>
        <w:t>exercice</w:t>
      </w:r>
      <w:r w:rsidR="00C90F8D">
        <w:t xml:space="preserve">. </w:t>
      </w:r>
      <w:r>
        <w:t>Le vent agitait les mousses poussiéreuses germées dans les interstices d</w:t>
      </w:r>
      <w:r w:rsidR="00C90F8D">
        <w:t>’</w:t>
      </w:r>
      <w:r>
        <w:t>un bizarre monument thibétain</w:t>
      </w:r>
      <w:r w:rsidR="00C90F8D">
        <w:t xml:space="preserve">, </w:t>
      </w:r>
      <w:r>
        <w:t>sur le parvis duquel s</w:t>
      </w:r>
      <w:r w:rsidR="00C90F8D">
        <w:t>’</w:t>
      </w:r>
      <w:r>
        <w:t>épouillaient des lépreux et des aveugles</w:t>
      </w:r>
      <w:r w:rsidR="00C90F8D">
        <w:t xml:space="preserve">. </w:t>
      </w:r>
      <w:r>
        <w:t>Schmidt considérait sans bienveillance tout cet authentique exotisme</w:t>
      </w:r>
      <w:r w:rsidR="00C90F8D">
        <w:t xml:space="preserve">. </w:t>
      </w:r>
      <w:r>
        <w:t>Dans les débuts</w:t>
      </w:r>
      <w:r w:rsidR="00C90F8D">
        <w:t xml:space="preserve">, </w:t>
      </w:r>
      <w:r>
        <w:t>il avait pu l</w:t>
      </w:r>
      <w:r w:rsidR="00C90F8D">
        <w:t>’</w:t>
      </w:r>
      <w:r>
        <w:t>intéresser</w:t>
      </w:r>
      <w:r w:rsidR="00C90F8D">
        <w:t xml:space="preserve"> ; </w:t>
      </w:r>
      <w:r>
        <w:t>maintenant</w:t>
      </w:r>
      <w:r w:rsidR="00C90F8D">
        <w:t xml:space="preserve">, </w:t>
      </w:r>
      <w:r>
        <w:t>il ne lui inspirait plus qu</w:t>
      </w:r>
      <w:r w:rsidR="00C90F8D">
        <w:t>’</w:t>
      </w:r>
      <w:r>
        <w:t>indifférence et que dégoût</w:t>
      </w:r>
      <w:r w:rsidR="00C90F8D">
        <w:t>.</w:t>
      </w:r>
    </w:p>
    <w:p w14:paraId="72B9EDAD" w14:textId="77777777" w:rsidR="00C90F8D" w:rsidRDefault="00C90F8D">
      <w:r>
        <w:rPr>
          <w:rFonts w:eastAsia="Georgia"/>
        </w:rPr>
        <w:t>— </w:t>
      </w:r>
      <w:r w:rsidR="00AB2DE8">
        <w:t>Mes collègues de France sont moins bêtes que moi</w:t>
      </w:r>
      <w:r>
        <w:t xml:space="preserve">, </w:t>
      </w:r>
      <w:r w:rsidR="00AB2DE8">
        <w:t>grogna-t-il</w:t>
      </w:r>
      <w:r>
        <w:t xml:space="preserve">. </w:t>
      </w:r>
      <w:r w:rsidR="00AB2DE8">
        <w:t>On m</w:t>
      </w:r>
      <w:r>
        <w:t>’</w:t>
      </w:r>
      <w:r w:rsidR="00AB2DE8">
        <w:t>y reprendra</w:t>
      </w:r>
      <w:r>
        <w:t xml:space="preserve">, </w:t>
      </w:r>
      <w:r w:rsidR="00AB2DE8">
        <w:t>à venir m</w:t>
      </w:r>
      <w:r>
        <w:t>’</w:t>
      </w:r>
      <w:r w:rsidR="00AB2DE8">
        <w:t>enterrer parmi ces magots</w:t>
      </w:r>
      <w:r>
        <w:t>.</w:t>
      </w:r>
    </w:p>
    <w:p w14:paraId="6AC7ED4B" w14:textId="77777777" w:rsidR="00C90F8D" w:rsidRDefault="00AB2DE8">
      <w:r>
        <w:t>Et il se mit à compter sur ses doigts tous les jours qui le séparaient encore de celui où il tirerait à Tchang-</w:t>
      </w:r>
      <w:proofErr w:type="spellStart"/>
      <w:r>
        <w:t>Tso</w:t>
      </w:r>
      <w:proofErr w:type="spellEnd"/>
      <w:r>
        <w:t>-Lin sa révérence</w:t>
      </w:r>
      <w:r w:rsidR="00C90F8D">
        <w:t>.</w:t>
      </w:r>
    </w:p>
    <w:p w14:paraId="4F317401" w14:textId="77777777" w:rsidR="00C90F8D" w:rsidRDefault="00AB2DE8">
      <w:r>
        <w:t>Lorsqu</w:t>
      </w:r>
      <w:r w:rsidR="00C90F8D">
        <w:t>’</w:t>
      </w:r>
      <w:r>
        <w:t>il se fut rasé</w:t>
      </w:r>
      <w:r w:rsidR="00C90F8D">
        <w:t xml:space="preserve">, </w:t>
      </w:r>
      <w:r>
        <w:t>qu</w:t>
      </w:r>
      <w:r w:rsidR="00C90F8D">
        <w:t>’</w:t>
      </w:r>
      <w:r>
        <w:t>il eut pris son bain</w:t>
      </w:r>
      <w:r w:rsidR="00C90F8D">
        <w:t xml:space="preserve">, </w:t>
      </w:r>
      <w:r>
        <w:t>il se sentit d</w:t>
      </w:r>
      <w:r w:rsidR="00C90F8D">
        <w:t>’</w:t>
      </w:r>
      <w:r>
        <w:t>humeur moins maussade</w:t>
      </w:r>
      <w:r w:rsidR="00C90F8D">
        <w:t xml:space="preserve">. </w:t>
      </w:r>
      <w:r>
        <w:t>À huit heures</w:t>
      </w:r>
      <w:r w:rsidR="00C90F8D">
        <w:t xml:space="preserve">, </w:t>
      </w:r>
      <w:r>
        <w:t>il était habillé</w:t>
      </w:r>
      <w:r w:rsidR="00C90F8D">
        <w:t xml:space="preserve">, </w:t>
      </w:r>
      <w:r>
        <w:t>prêt à partir pour l</w:t>
      </w:r>
      <w:r w:rsidR="00C90F8D">
        <w:t>’</w:t>
      </w:r>
      <w:r>
        <w:t>Arsenal</w:t>
      </w:r>
      <w:r w:rsidR="00C90F8D">
        <w:t>.</w:t>
      </w:r>
    </w:p>
    <w:p w14:paraId="1B313A73" w14:textId="77777777" w:rsidR="00C90F8D" w:rsidRDefault="00C90F8D">
      <w:r>
        <w:rPr>
          <w:rFonts w:eastAsia="Georgia"/>
        </w:rPr>
        <w:t>— </w:t>
      </w:r>
      <w:r w:rsidR="00AB2DE8">
        <w:t>On ne dira pas que je ne donne pas le bon exemple</w:t>
      </w:r>
      <w:r>
        <w:t xml:space="preserve">, </w:t>
      </w:r>
      <w:r w:rsidR="00AB2DE8">
        <w:t>se dit-il</w:t>
      </w:r>
      <w:r>
        <w:t xml:space="preserve">. </w:t>
      </w:r>
      <w:r w:rsidR="00AB2DE8">
        <w:t>C</w:t>
      </w:r>
      <w:r>
        <w:t>’</w:t>
      </w:r>
      <w:r w:rsidR="00AB2DE8">
        <w:t>est égal</w:t>
      </w:r>
      <w:r>
        <w:t xml:space="preserve">, </w:t>
      </w:r>
      <w:r w:rsidR="00AB2DE8">
        <w:t>je ne suis pas mécontent à l</w:t>
      </w:r>
      <w:r>
        <w:t>’</w:t>
      </w:r>
      <w:r w:rsidR="00AB2DE8">
        <w:t xml:space="preserve">idée de la trompette que va faire ce matin le vieux </w:t>
      </w:r>
      <w:proofErr w:type="spellStart"/>
      <w:r w:rsidR="00AB2DE8">
        <w:t>Mauconseil</w:t>
      </w:r>
      <w:proofErr w:type="spellEnd"/>
      <w:r>
        <w:t xml:space="preserve">. </w:t>
      </w:r>
      <w:r w:rsidR="00AB2DE8">
        <w:t>Cette aventure a cela de bon</w:t>
      </w:r>
      <w:r>
        <w:t xml:space="preserve">, </w:t>
      </w:r>
      <w:r w:rsidR="00AB2DE8">
        <w:t>c</w:t>
      </w:r>
      <w:r>
        <w:t>’</w:t>
      </w:r>
      <w:r w:rsidR="00AB2DE8">
        <w:t>est que</w:t>
      </w:r>
      <w:r>
        <w:t xml:space="preserve">, </w:t>
      </w:r>
      <w:r w:rsidR="00AB2DE8">
        <w:t>d</w:t>
      </w:r>
      <w:r>
        <w:t>’</w:t>
      </w:r>
      <w:r w:rsidR="00AB2DE8">
        <w:t>un mois</w:t>
      </w:r>
      <w:r>
        <w:t xml:space="preserve">, </w:t>
      </w:r>
      <w:r w:rsidR="00AB2DE8">
        <w:t>il n</w:t>
      </w:r>
      <w:r>
        <w:t>’</w:t>
      </w:r>
      <w:r w:rsidR="00AB2DE8">
        <w:t>osera plus m</w:t>
      </w:r>
      <w:r>
        <w:t>’</w:t>
      </w:r>
      <w:r w:rsidR="00AB2DE8">
        <w:t>assommer avec des détails de service</w:t>
      </w:r>
      <w:r>
        <w:t xml:space="preserve">. </w:t>
      </w:r>
      <w:r w:rsidR="00AB2DE8">
        <w:t>Mais</w:t>
      </w:r>
      <w:r>
        <w:t xml:space="preserve">, </w:t>
      </w:r>
      <w:r w:rsidR="00AB2DE8">
        <w:t>j</w:t>
      </w:r>
      <w:r>
        <w:t>’</w:t>
      </w:r>
      <w:r w:rsidR="00AB2DE8">
        <w:t>y pense</w:t>
      </w:r>
      <w:r>
        <w:t xml:space="preserve">, </w:t>
      </w:r>
      <w:r w:rsidR="00AB2DE8">
        <w:t>il ne faut pas que je sorte avant d</w:t>
      </w:r>
      <w:r>
        <w:t>’</w:t>
      </w:r>
      <w:r w:rsidR="00AB2DE8">
        <w:t>avoir vu comment va l</w:t>
      </w:r>
      <w:r>
        <w:t>’</w:t>
      </w:r>
      <w:r w:rsidR="00AB2DE8">
        <w:t>autre</w:t>
      </w:r>
      <w:r>
        <w:t>.</w:t>
      </w:r>
    </w:p>
    <w:p w14:paraId="61782349" w14:textId="77777777" w:rsidR="00C90F8D" w:rsidRDefault="00AB2DE8">
      <w:r>
        <w:t>Et il pénétra avec précaution dans la chambre de Forestier</w:t>
      </w:r>
      <w:r w:rsidR="00C90F8D">
        <w:t>.</w:t>
      </w:r>
    </w:p>
    <w:p w14:paraId="56465A25" w14:textId="77777777" w:rsidR="00C90F8D" w:rsidRDefault="00C90F8D">
      <w:r>
        <w:rPr>
          <w:rFonts w:eastAsia="Georgia"/>
        </w:rPr>
        <w:t>— </w:t>
      </w:r>
      <w:r w:rsidR="00AB2DE8">
        <w:t>Qu</w:t>
      </w:r>
      <w:r>
        <w:t>’</w:t>
      </w:r>
      <w:r w:rsidR="00AB2DE8">
        <w:t>y a-t-il</w:t>
      </w:r>
      <w:r>
        <w:t xml:space="preserve"> ? </w:t>
      </w:r>
      <w:r w:rsidR="00AB2DE8">
        <w:t>murmura la voix plaintive de celui-ci</w:t>
      </w:r>
      <w:r>
        <w:t>.</w:t>
      </w:r>
    </w:p>
    <w:p w14:paraId="0283B387" w14:textId="77777777" w:rsidR="00C90F8D" w:rsidRDefault="00C90F8D">
      <w:r>
        <w:rPr>
          <w:rFonts w:eastAsia="Georgia"/>
        </w:rPr>
        <w:lastRenderedPageBreak/>
        <w:t>— </w:t>
      </w:r>
      <w:r w:rsidR="00AB2DE8">
        <w:t>Rien</w:t>
      </w:r>
      <w:r>
        <w:t xml:space="preserve">, </w:t>
      </w:r>
      <w:r w:rsidR="00AB2DE8">
        <w:t>rien</w:t>
      </w:r>
      <w:r>
        <w:t xml:space="preserve">. </w:t>
      </w:r>
      <w:r w:rsidR="00AB2DE8">
        <w:t>Te sens-tu mieux</w:t>
      </w:r>
      <w:r>
        <w:t> ?</w:t>
      </w:r>
    </w:p>
    <w:p w14:paraId="1908775E" w14:textId="77777777" w:rsidR="00C90F8D" w:rsidRDefault="00C90F8D">
      <w:r>
        <w:rPr>
          <w:rFonts w:eastAsia="Georgia"/>
        </w:rPr>
        <w:t>— </w:t>
      </w:r>
      <w:r w:rsidR="00AB2DE8">
        <w:t>Oui</w:t>
      </w:r>
      <w:r>
        <w:t xml:space="preserve">. </w:t>
      </w:r>
      <w:r w:rsidR="00AB2DE8">
        <w:t>Quelle heure est-il</w:t>
      </w:r>
      <w:r>
        <w:t xml:space="preserve"> ? </w:t>
      </w:r>
      <w:r w:rsidR="00AB2DE8">
        <w:t>Huit heures</w:t>
      </w:r>
      <w:r>
        <w:t xml:space="preserve">… </w:t>
      </w:r>
      <w:r w:rsidR="00AB2DE8">
        <w:t>Je vais me lever</w:t>
      </w:r>
      <w:r>
        <w:t>.</w:t>
      </w:r>
    </w:p>
    <w:p w14:paraId="1F33346B" w14:textId="77777777" w:rsidR="00C90F8D" w:rsidRDefault="00C90F8D">
      <w:r>
        <w:rPr>
          <w:rFonts w:eastAsia="Georgia"/>
        </w:rPr>
        <w:t>— </w:t>
      </w:r>
      <w:r w:rsidR="00AB2DE8">
        <w:t>Écoute</w:t>
      </w:r>
      <w:r>
        <w:t xml:space="preserve">, </w:t>
      </w:r>
      <w:r w:rsidR="00AB2DE8">
        <w:t>dit Schmidt</w:t>
      </w:r>
      <w:r>
        <w:t xml:space="preserve">, </w:t>
      </w:r>
      <w:r w:rsidR="00AB2DE8">
        <w:t>tu vas avoir l</w:t>
      </w:r>
      <w:r>
        <w:t>’</w:t>
      </w:r>
      <w:r w:rsidR="00AB2DE8">
        <w:t>obligeance de m</w:t>
      </w:r>
      <w:r>
        <w:t>’</w:t>
      </w:r>
      <w:r w:rsidR="00AB2DE8">
        <w:t>obéir</w:t>
      </w:r>
      <w:r>
        <w:t xml:space="preserve">. </w:t>
      </w:r>
      <w:r w:rsidR="00AB2DE8">
        <w:t>Tu resteras ici aujourd</w:t>
      </w:r>
      <w:r>
        <w:t>’</w:t>
      </w:r>
      <w:r w:rsidR="00AB2DE8">
        <w:t>hui</w:t>
      </w:r>
      <w:r>
        <w:t xml:space="preserve">, </w:t>
      </w:r>
      <w:r w:rsidR="00AB2DE8">
        <w:t>à te reposer</w:t>
      </w:r>
      <w:r>
        <w:t xml:space="preserve">. </w:t>
      </w:r>
      <w:proofErr w:type="spellStart"/>
      <w:r w:rsidR="00AB2DE8">
        <w:t>Daï</w:t>
      </w:r>
      <w:proofErr w:type="spellEnd"/>
      <w:r w:rsidR="00AB2DE8">
        <w:t xml:space="preserve"> a des ordres</w:t>
      </w:r>
      <w:r>
        <w:t xml:space="preserve">. </w:t>
      </w:r>
      <w:r w:rsidR="00AB2DE8">
        <w:t>Tu sonneras quand tu auras besoin de lui</w:t>
      </w:r>
      <w:r>
        <w:t>.</w:t>
      </w:r>
    </w:p>
    <w:p w14:paraId="5423A44F" w14:textId="77777777" w:rsidR="00C90F8D" w:rsidRDefault="00C90F8D">
      <w:r>
        <w:rPr>
          <w:rFonts w:eastAsia="Georgia"/>
        </w:rPr>
        <w:t>— </w:t>
      </w:r>
      <w:r w:rsidR="00AB2DE8">
        <w:t>Mais l</w:t>
      </w:r>
      <w:r>
        <w:t>’</w:t>
      </w:r>
      <w:r w:rsidR="00AB2DE8">
        <w:t>Arsenal</w:t>
      </w:r>
      <w:r>
        <w:t xml:space="preserve"> ? </w:t>
      </w:r>
      <w:r w:rsidR="00AB2DE8">
        <w:t>J</w:t>
      </w:r>
      <w:r>
        <w:t>’</w:t>
      </w:r>
      <w:r w:rsidR="00AB2DE8">
        <w:t>ai rendez-vous à onze heures</w:t>
      </w:r>
      <w:r>
        <w:t xml:space="preserve">, </w:t>
      </w:r>
      <w:r w:rsidR="00AB2DE8">
        <w:t>au laboratoire d</w:t>
      </w:r>
      <w:r>
        <w:t>’</w:t>
      </w:r>
      <w:r w:rsidR="00AB2DE8">
        <w:t>essais</w:t>
      </w:r>
      <w:r>
        <w:t xml:space="preserve">, </w:t>
      </w:r>
      <w:r w:rsidR="00AB2DE8">
        <w:t>avec le directeur</w:t>
      </w:r>
      <w:r>
        <w:t>.</w:t>
      </w:r>
    </w:p>
    <w:p w14:paraId="5B3D5D4D" w14:textId="77777777" w:rsidR="00C90F8D" w:rsidRDefault="00C90F8D">
      <w:r>
        <w:rPr>
          <w:rFonts w:eastAsia="Georgia"/>
        </w:rPr>
        <w:t>— </w:t>
      </w:r>
      <w:r w:rsidR="00AB2DE8">
        <w:t>Encore une fois</w:t>
      </w:r>
      <w:r>
        <w:t xml:space="preserve">, </w:t>
      </w:r>
      <w:r w:rsidR="00AB2DE8">
        <w:t>laisse-moi tranquille</w:t>
      </w:r>
      <w:r>
        <w:t xml:space="preserve">. </w:t>
      </w:r>
      <w:r w:rsidR="00AB2DE8">
        <w:t>J</w:t>
      </w:r>
      <w:r>
        <w:t>’</w:t>
      </w:r>
      <w:r w:rsidR="00AB2DE8">
        <w:t>irai à ta place</w:t>
      </w:r>
      <w:r>
        <w:t xml:space="preserve">, </w:t>
      </w:r>
      <w:r w:rsidR="00AB2DE8">
        <w:t>au laboratoire</w:t>
      </w:r>
      <w:r>
        <w:t xml:space="preserve">. </w:t>
      </w:r>
      <w:r w:rsidR="00AB2DE8">
        <w:t>Et s</w:t>
      </w:r>
      <w:r>
        <w:t>’</w:t>
      </w:r>
      <w:r w:rsidR="00AB2DE8">
        <w:t>il a le malheur de dire quelque chose</w:t>
      </w:r>
      <w:r>
        <w:t xml:space="preserve">, </w:t>
      </w:r>
      <w:r w:rsidR="00AB2DE8">
        <w:t>le directeur</w:t>
      </w:r>
      <w:r>
        <w:t xml:space="preserve">, </w:t>
      </w:r>
      <w:r w:rsidR="00AB2DE8">
        <w:t>je t</w:t>
      </w:r>
      <w:r>
        <w:t>’</w:t>
      </w:r>
      <w:r w:rsidR="00AB2DE8">
        <w:t>assure qu</w:t>
      </w:r>
      <w:r>
        <w:t>’</w:t>
      </w:r>
      <w:r w:rsidR="00AB2DE8">
        <w:t>il trouvera quelqu</w:t>
      </w:r>
      <w:r>
        <w:t>’</w:t>
      </w:r>
      <w:r w:rsidR="00AB2DE8">
        <w:t>un pour lui répondre</w:t>
      </w:r>
      <w:r>
        <w:t xml:space="preserve">. </w:t>
      </w:r>
      <w:r w:rsidR="00AB2DE8">
        <w:t>Au revoir</w:t>
      </w:r>
      <w:r>
        <w:t xml:space="preserve">, </w:t>
      </w:r>
      <w:r w:rsidR="00AB2DE8">
        <w:t>et tâche de dormir</w:t>
      </w:r>
      <w:r>
        <w:t>.</w:t>
      </w:r>
    </w:p>
    <w:p w14:paraId="6745E593" w14:textId="77777777" w:rsidR="00C90F8D" w:rsidRDefault="00C90F8D">
      <w:r>
        <w:rPr>
          <w:rFonts w:eastAsia="Georgia"/>
        </w:rPr>
        <w:t>— </w:t>
      </w:r>
      <w:r w:rsidR="00AB2DE8">
        <w:t>Je te remercie</w:t>
      </w:r>
      <w:r>
        <w:t xml:space="preserve">, </w:t>
      </w:r>
      <w:r w:rsidR="00AB2DE8">
        <w:t>dit humblement Forestier</w:t>
      </w:r>
      <w:r>
        <w:t>.</w:t>
      </w:r>
    </w:p>
    <w:p w14:paraId="32E53A7C" w14:textId="77777777" w:rsidR="00C90F8D" w:rsidRDefault="00AB2DE8">
      <w:r>
        <w:t>Schmidt était déjà dans l</w:t>
      </w:r>
      <w:r w:rsidR="00C90F8D">
        <w:t>’</w:t>
      </w:r>
      <w:r>
        <w:t>escalier lorsqu</w:t>
      </w:r>
      <w:r w:rsidR="00C90F8D">
        <w:t>’</w:t>
      </w:r>
      <w:r>
        <w:t>il se ravisa</w:t>
      </w:r>
      <w:r w:rsidR="00C90F8D">
        <w:t xml:space="preserve">. </w:t>
      </w:r>
      <w:r>
        <w:t>Revenant sur ses pas</w:t>
      </w:r>
      <w:r w:rsidR="00C90F8D">
        <w:t xml:space="preserve">, </w:t>
      </w:r>
      <w:r>
        <w:t>il décrocha le téléphone</w:t>
      </w:r>
      <w:r w:rsidR="00C90F8D">
        <w:t>.</w:t>
      </w:r>
    </w:p>
    <w:p w14:paraId="15E2EB59" w14:textId="77777777" w:rsidR="00C90F8D" w:rsidRDefault="00C90F8D">
      <w:r>
        <w:rPr>
          <w:rFonts w:eastAsia="Georgia"/>
        </w:rPr>
        <w:t>— </w:t>
      </w:r>
      <w:r w:rsidR="00AB2DE8">
        <w:t>Allô</w:t>
      </w:r>
      <w:r>
        <w:t xml:space="preserve">, </w:t>
      </w:r>
      <w:r w:rsidR="00AB2DE8">
        <w:t>allô</w:t>
      </w:r>
      <w:r>
        <w:t xml:space="preserve">. </w:t>
      </w:r>
      <w:r w:rsidR="00AB2DE8">
        <w:t>C</w:t>
      </w:r>
      <w:r>
        <w:t>’</w:t>
      </w:r>
      <w:r w:rsidR="00AB2DE8">
        <w:t>est vous</w:t>
      </w:r>
      <w:r>
        <w:t xml:space="preserve">, </w:t>
      </w:r>
      <w:proofErr w:type="spellStart"/>
      <w:r w:rsidR="00AB2DE8">
        <w:t>Matsui</w:t>
      </w:r>
      <w:proofErr w:type="spellEnd"/>
      <w:r>
        <w:t xml:space="preserve"> ? </w:t>
      </w:r>
      <w:r w:rsidR="00AB2DE8">
        <w:t>Ici</w:t>
      </w:r>
      <w:r>
        <w:t xml:space="preserve">, </w:t>
      </w:r>
      <w:r w:rsidR="00AB2DE8">
        <w:t>Schmidt</w:t>
      </w:r>
      <w:r>
        <w:t>.</w:t>
      </w:r>
    </w:p>
    <w:p w14:paraId="601BB6C7" w14:textId="77777777" w:rsidR="00C90F8D" w:rsidRDefault="00C90F8D">
      <w:r>
        <w:rPr>
          <w:rFonts w:eastAsia="Georgia"/>
        </w:rPr>
        <w:t>— </w:t>
      </w:r>
      <w:r w:rsidR="00AB2DE8">
        <w:t>J</w:t>
      </w:r>
      <w:r>
        <w:t>’</w:t>
      </w:r>
      <w:r w:rsidR="00AB2DE8">
        <w:t>avais reconnu votre voix</w:t>
      </w:r>
      <w:r>
        <w:t xml:space="preserve">, </w:t>
      </w:r>
      <w:r w:rsidR="00AB2DE8">
        <w:t>cher ami</w:t>
      </w:r>
      <w:r>
        <w:t>.</w:t>
      </w:r>
    </w:p>
    <w:p w14:paraId="082E1E81" w14:textId="77777777" w:rsidR="00C90F8D" w:rsidRDefault="00C90F8D">
      <w:r>
        <w:rPr>
          <w:rFonts w:eastAsia="Georgia"/>
        </w:rPr>
        <w:t>— </w:t>
      </w:r>
      <w:r w:rsidR="00AB2DE8">
        <w:t>Dites-moi</w:t>
      </w:r>
      <w:r>
        <w:t xml:space="preserve">, </w:t>
      </w:r>
      <w:proofErr w:type="spellStart"/>
      <w:r w:rsidR="00AB2DE8">
        <w:t>Matsui</w:t>
      </w:r>
      <w:proofErr w:type="spellEnd"/>
      <w:r>
        <w:t xml:space="preserve">, </w:t>
      </w:r>
      <w:r w:rsidR="00AB2DE8">
        <w:t>j</w:t>
      </w:r>
      <w:r>
        <w:t>’</w:t>
      </w:r>
      <w:r w:rsidR="00AB2DE8">
        <w:t>ai absolument besoin de vous parler le plus tôt possible</w:t>
      </w:r>
      <w:r>
        <w:t>.</w:t>
      </w:r>
    </w:p>
    <w:p w14:paraId="124B05A4" w14:textId="77777777" w:rsidR="00C90F8D" w:rsidRDefault="00C90F8D">
      <w:r>
        <w:rPr>
          <w:rFonts w:eastAsia="Georgia"/>
        </w:rPr>
        <w:t>— </w:t>
      </w:r>
      <w:r w:rsidR="00AB2DE8">
        <w:t>Venez quand vous voudrez</w:t>
      </w:r>
      <w:r>
        <w:t xml:space="preserve">. </w:t>
      </w:r>
      <w:r w:rsidR="00AB2DE8">
        <w:t>J</w:t>
      </w:r>
      <w:r>
        <w:t>’</w:t>
      </w:r>
      <w:r w:rsidR="00AB2DE8">
        <w:t>ai du travail</w:t>
      </w:r>
      <w:r>
        <w:t xml:space="preserve">. </w:t>
      </w:r>
      <w:r w:rsidR="00AB2DE8">
        <w:t>Je ne sors pas de chez moi</w:t>
      </w:r>
      <w:r>
        <w:t>.</w:t>
      </w:r>
    </w:p>
    <w:p w14:paraId="7C930D8C" w14:textId="77777777" w:rsidR="00C90F8D" w:rsidRDefault="00C90F8D">
      <w:r>
        <w:rPr>
          <w:rFonts w:eastAsia="Georgia"/>
        </w:rPr>
        <w:t>— </w:t>
      </w:r>
      <w:r w:rsidR="00AB2DE8">
        <w:t>Vers midi</w:t>
      </w:r>
      <w:r>
        <w:t xml:space="preserve">, </w:t>
      </w:r>
      <w:r w:rsidR="00AB2DE8">
        <w:t>cela vous va-t-il</w:t>
      </w:r>
      <w:r>
        <w:t> ?</w:t>
      </w:r>
    </w:p>
    <w:p w14:paraId="111A0535" w14:textId="77777777" w:rsidR="00C90F8D" w:rsidRDefault="00C90F8D">
      <w:r>
        <w:rPr>
          <w:rFonts w:eastAsia="Georgia"/>
        </w:rPr>
        <w:t>— </w:t>
      </w:r>
      <w:r w:rsidR="00AB2DE8">
        <w:t>À midi</w:t>
      </w:r>
      <w:r>
        <w:t xml:space="preserve">, </w:t>
      </w:r>
      <w:r w:rsidR="00AB2DE8">
        <w:t>entendu</w:t>
      </w:r>
      <w:r>
        <w:t xml:space="preserve">. </w:t>
      </w:r>
      <w:r w:rsidR="00AB2DE8">
        <w:t>Vous déjeunerez avec moi</w:t>
      </w:r>
      <w:r>
        <w:t> ?</w:t>
      </w:r>
    </w:p>
    <w:p w14:paraId="5EBDC883" w14:textId="77777777" w:rsidR="00C90F8D" w:rsidRDefault="00C90F8D">
      <w:r>
        <w:rPr>
          <w:rFonts w:eastAsia="Georgia"/>
        </w:rPr>
        <w:t>— </w:t>
      </w:r>
      <w:r w:rsidR="00AB2DE8">
        <w:t>Non</w:t>
      </w:r>
      <w:r>
        <w:t xml:space="preserve">, </w:t>
      </w:r>
      <w:r w:rsidR="00AB2DE8">
        <w:t>j</w:t>
      </w:r>
      <w:r>
        <w:t>’</w:t>
      </w:r>
      <w:r w:rsidR="00AB2DE8">
        <w:t>ai moi-même beaucoup à faire</w:t>
      </w:r>
      <w:r>
        <w:t>.</w:t>
      </w:r>
    </w:p>
    <w:p w14:paraId="00FE1751" w14:textId="77777777" w:rsidR="00C90F8D" w:rsidRDefault="00C90F8D">
      <w:r>
        <w:rPr>
          <w:rFonts w:eastAsia="Georgia"/>
        </w:rPr>
        <w:lastRenderedPageBreak/>
        <w:t>— </w:t>
      </w:r>
      <w:r w:rsidR="00AB2DE8">
        <w:rPr>
          <w:i/>
          <w:iCs/>
        </w:rPr>
        <w:t>All right</w:t>
      </w:r>
      <w:r>
        <w:rPr>
          <w:i/>
          <w:iCs/>
        </w:rPr>
        <w:t xml:space="preserve">. </w:t>
      </w:r>
      <w:r w:rsidR="00AB2DE8">
        <w:t>À midi</w:t>
      </w:r>
      <w:r>
        <w:t xml:space="preserve">, </w:t>
      </w:r>
      <w:r w:rsidR="00AB2DE8">
        <w:t>alors</w:t>
      </w:r>
      <w:r>
        <w:t>.</w:t>
      </w:r>
    </w:p>
    <w:p w14:paraId="2C0CEB11" w14:textId="31C22B26" w:rsidR="00AB2DE8" w:rsidRDefault="00AB2DE8"/>
    <w:p w14:paraId="2A0421A3" w14:textId="77777777" w:rsidR="00C90F8D" w:rsidRDefault="00AB2DE8">
      <w:r>
        <w:t>L</w:t>
      </w:r>
      <w:r w:rsidR="00C90F8D">
        <w:t>’</w:t>
      </w:r>
      <w:r>
        <w:t>arrivée de Schmidt à l</w:t>
      </w:r>
      <w:r w:rsidR="00C90F8D">
        <w:t>’</w:t>
      </w:r>
      <w:r>
        <w:t>Arsenal provoqua un étonnement respectueux parmi le petit personnel</w:t>
      </w:r>
      <w:r w:rsidR="00C90F8D">
        <w:t xml:space="preserve">. </w:t>
      </w:r>
      <w:r>
        <w:t>On n</w:t>
      </w:r>
      <w:r w:rsidR="00C90F8D">
        <w:t>’</w:t>
      </w:r>
      <w:r>
        <w:t>était pas habitué à le voir de si bon matin</w:t>
      </w:r>
      <w:r w:rsidR="00C90F8D">
        <w:t>.</w:t>
      </w:r>
    </w:p>
    <w:p w14:paraId="25BDB15B" w14:textId="4AE279DD" w:rsidR="00C90F8D" w:rsidRDefault="00C90F8D">
      <w:r>
        <w:rPr>
          <w:rFonts w:eastAsia="Georgia"/>
        </w:rPr>
        <w:t>— </w:t>
      </w:r>
      <w:r w:rsidR="00AB2DE8">
        <w:t>Eh bien</w:t>
      </w:r>
      <w:r>
        <w:t xml:space="preserve">, </w:t>
      </w:r>
      <w:r w:rsidR="00AB2DE8">
        <w:t xml:space="preserve">monsieur </w:t>
      </w:r>
      <w:proofErr w:type="spellStart"/>
      <w:r w:rsidR="00AB2DE8">
        <w:t>Siu</w:t>
      </w:r>
      <w:proofErr w:type="spellEnd"/>
      <w:r>
        <w:t xml:space="preserve">, </w:t>
      </w:r>
      <w:r w:rsidR="00AB2DE8">
        <w:t>rien de cassé</w:t>
      </w:r>
      <w:r>
        <w:t xml:space="preserve">, </w:t>
      </w:r>
      <w:r w:rsidR="00AB2DE8">
        <w:t>j</w:t>
      </w:r>
      <w:r>
        <w:t>’</w:t>
      </w:r>
      <w:r w:rsidR="00AB2DE8">
        <w:t>espère</w:t>
      </w:r>
      <w:r>
        <w:t xml:space="preserve"> ? </w:t>
      </w:r>
      <w:r w:rsidR="00AB2DE8">
        <w:t xml:space="preserve">demanda-t-il au secrétaire privé de </w:t>
      </w:r>
      <w:r>
        <w:t>M. </w:t>
      </w:r>
      <w:proofErr w:type="spellStart"/>
      <w:r w:rsidR="00AB2DE8">
        <w:t>Mauconseil</w:t>
      </w:r>
      <w:proofErr w:type="spellEnd"/>
      <w:r>
        <w:t>.</w:t>
      </w:r>
    </w:p>
    <w:p w14:paraId="1A610171" w14:textId="133C3BFE" w:rsidR="00C90F8D" w:rsidRDefault="00C90F8D">
      <w:r>
        <w:t>M. </w:t>
      </w:r>
      <w:proofErr w:type="spellStart"/>
      <w:r w:rsidR="00AB2DE8">
        <w:t>Siu</w:t>
      </w:r>
      <w:proofErr w:type="spellEnd"/>
      <w:r w:rsidR="00AB2DE8">
        <w:t xml:space="preserve"> répondit cérémonieusement que tout allait bien</w:t>
      </w:r>
      <w:r>
        <w:t>.</w:t>
      </w:r>
    </w:p>
    <w:p w14:paraId="70E58C89" w14:textId="77777777" w:rsidR="00C90F8D" w:rsidRDefault="00C90F8D">
      <w:r>
        <w:rPr>
          <w:rFonts w:eastAsia="Georgia"/>
        </w:rPr>
        <w:t>— </w:t>
      </w:r>
      <w:r w:rsidR="00AB2DE8">
        <w:t>Le directeur n</w:t>
      </w:r>
      <w:r>
        <w:t>’</w:t>
      </w:r>
      <w:r w:rsidR="00AB2DE8">
        <w:t>est pas encore là</w:t>
      </w:r>
      <w:r>
        <w:t> ?</w:t>
      </w:r>
    </w:p>
    <w:p w14:paraId="7FADE876" w14:textId="1AC7D40C" w:rsidR="00C90F8D" w:rsidRDefault="00C90F8D">
      <w:r>
        <w:rPr>
          <w:rFonts w:eastAsia="Georgia"/>
        </w:rPr>
        <w:t>— </w:t>
      </w:r>
      <w:r>
        <w:t>M. </w:t>
      </w:r>
      <w:r w:rsidR="00AB2DE8">
        <w:t>le directeur général a téléphoné qu</w:t>
      </w:r>
      <w:r>
        <w:t>’</w:t>
      </w:r>
      <w:r w:rsidR="00AB2DE8">
        <w:t>il ne viendrait pas aujourd</w:t>
      </w:r>
      <w:r>
        <w:t>’</w:t>
      </w:r>
      <w:r w:rsidR="00AB2DE8">
        <w:t>hui</w:t>
      </w:r>
      <w:r>
        <w:t xml:space="preserve">, </w:t>
      </w:r>
      <w:r w:rsidR="00AB2DE8">
        <w:t>dit le Chinois en présentant une lettre à Schmidt</w:t>
      </w:r>
      <w:r>
        <w:t>.</w:t>
      </w:r>
    </w:p>
    <w:p w14:paraId="3E1F296E" w14:textId="53551C27" w:rsidR="00C90F8D" w:rsidRDefault="00C90F8D">
      <w:r>
        <w:rPr>
          <w:rFonts w:eastAsia="Georgia"/>
        </w:rPr>
        <w:t>— </w:t>
      </w:r>
      <w:r w:rsidR="00AB2DE8">
        <w:t>Je m</w:t>
      </w:r>
      <w:r>
        <w:t>’</w:t>
      </w:r>
      <w:r w:rsidR="00AB2DE8">
        <w:t>en doutais</w:t>
      </w:r>
      <w:r>
        <w:t xml:space="preserve">, </w:t>
      </w:r>
      <w:r w:rsidR="00AB2DE8">
        <w:t>murmura celui-ci</w:t>
      </w:r>
      <w:r>
        <w:t xml:space="preserve">, </w:t>
      </w:r>
      <w:r w:rsidR="00AB2DE8">
        <w:t xml:space="preserve">tout en parcourant le billet par lequel </w:t>
      </w:r>
      <w:r>
        <w:t>M. </w:t>
      </w:r>
      <w:proofErr w:type="spellStart"/>
      <w:r w:rsidR="00AB2DE8">
        <w:t>Mauconseil</w:t>
      </w:r>
      <w:proofErr w:type="spellEnd"/>
      <w:r w:rsidR="00AB2DE8">
        <w:t xml:space="preserve"> le prévenait en termes assez embarrassés qu</w:t>
      </w:r>
      <w:r>
        <w:t>’</w:t>
      </w:r>
      <w:r w:rsidR="00AB2DE8">
        <w:t>une forte migraine l</w:t>
      </w:r>
      <w:r>
        <w:t>’</w:t>
      </w:r>
      <w:r w:rsidR="00AB2DE8">
        <w:t>obligeait à rester chez lui</w:t>
      </w:r>
      <w:r>
        <w:t xml:space="preserve">. </w:t>
      </w:r>
      <w:r w:rsidR="00AB2DE8">
        <w:t>Décidément</w:t>
      </w:r>
      <w:r>
        <w:t xml:space="preserve">, </w:t>
      </w:r>
      <w:r w:rsidR="00AB2DE8">
        <w:t>il n</w:t>
      </w:r>
      <w:r>
        <w:t>’</w:t>
      </w:r>
      <w:r w:rsidR="00AB2DE8">
        <w:t>y a que moi à être dehors</w:t>
      </w:r>
      <w:r>
        <w:t xml:space="preserve">, </w:t>
      </w:r>
      <w:r w:rsidR="00AB2DE8">
        <w:t>ce matin</w:t>
      </w:r>
      <w:r>
        <w:t xml:space="preserve">. </w:t>
      </w:r>
      <w:r w:rsidR="00AB2DE8">
        <w:t>Pauvre vieux</w:t>
      </w:r>
      <w:r>
        <w:t xml:space="preserve">, </w:t>
      </w:r>
      <w:r w:rsidR="00AB2DE8">
        <w:t>voilà ce que c</w:t>
      </w:r>
      <w:r>
        <w:t>’</w:t>
      </w:r>
      <w:r w:rsidR="00AB2DE8">
        <w:t>est que de vouloir faire le petit fou</w:t>
      </w:r>
      <w:r>
        <w:t xml:space="preserve">. </w:t>
      </w:r>
      <w:r w:rsidR="00AB2DE8">
        <w:t>Il ne porte pas très bien la toile</w:t>
      </w:r>
      <w:r>
        <w:t xml:space="preserve">, </w:t>
      </w:r>
      <w:r w:rsidR="00AB2DE8">
        <w:t>le cher et digne homme</w:t>
      </w:r>
      <w:r>
        <w:t xml:space="preserve">. </w:t>
      </w:r>
      <w:r w:rsidR="00AB2DE8">
        <w:t xml:space="preserve">Encore un qui aurait besoin des leçons de cet excellent général </w:t>
      </w:r>
      <w:proofErr w:type="spellStart"/>
      <w:r w:rsidR="00AB2DE8">
        <w:t>Irénéïef</w:t>
      </w:r>
      <w:proofErr w:type="spellEnd"/>
      <w:r>
        <w:t> !</w:t>
      </w:r>
    </w:p>
    <w:p w14:paraId="2B285EEF" w14:textId="77777777" w:rsidR="00C90F8D" w:rsidRDefault="00AB2DE8">
      <w:r>
        <w:t>Il rit</w:t>
      </w:r>
      <w:r w:rsidR="00C90F8D">
        <w:t xml:space="preserve">, </w:t>
      </w:r>
      <w:r>
        <w:t>et</w:t>
      </w:r>
      <w:r w:rsidR="00C90F8D">
        <w:t xml:space="preserve">, </w:t>
      </w:r>
      <w:r>
        <w:t>tout de suite</w:t>
      </w:r>
      <w:r w:rsidR="00C90F8D">
        <w:t xml:space="preserve">, </w:t>
      </w:r>
      <w:r>
        <w:t>il eut honte de sa gaieté</w:t>
      </w:r>
      <w:r w:rsidR="00C90F8D">
        <w:t>.</w:t>
      </w:r>
    </w:p>
    <w:p w14:paraId="067E4310" w14:textId="77777777" w:rsidR="00C90F8D" w:rsidRDefault="00C90F8D">
      <w:r>
        <w:rPr>
          <w:rFonts w:eastAsia="Georgia"/>
        </w:rPr>
        <w:t>— </w:t>
      </w:r>
      <w:r w:rsidR="00AB2DE8">
        <w:t>C</w:t>
      </w:r>
      <w:r>
        <w:t>’</w:t>
      </w:r>
      <w:r w:rsidR="00AB2DE8">
        <w:t xml:space="preserve">est une chance que </w:t>
      </w:r>
      <w:proofErr w:type="spellStart"/>
      <w:r w:rsidR="00AB2DE8">
        <w:t>Matsui</w:t>
      </w:r>
      <w:proofErr w:type="spellEnd"/>
      <w:r w:rsidR="00AB2DE8">
        <w:t xml:space="preserve"> ne soit pas absent de Moukden</w:t>
      </w:r>
      <w:r>
        <w:t xml:space="preserve">, </w:t>
      </w:r>
      <w:r w:rsidR="00AB2DE8">
        <w:t>conclut-il</w:t>
      </w:r>
      <w:r>
        <w:t>.</w:t>
      </w:r>
    </w:p>
    <w:p w14:paraId="7CC3A2F4" w14:textId="77777777" w:rsidR="00C90F8D" w:rsidRDefault="00AB2DE8">
      <w:r>
        <w:t>À l</w:t>
      </w:r>
      <w:r w:rsidR="00C90F8D">
        <w:t>’</w:t>
      </w:r>
      <w:r>
        <w:t>heure convenue</w:t>
      </w:r>
      <w:r w:rsidR="00C90F8D">
        <w:t xml:space="preserve">, </w:t>
      </w:r>
      <w:r>
        <w:t>il était chez le Japonais</w:t>
      </w:r>
      <w:r w:rsidR="00C90F8D">
        <w:t>.</w:t>
      </w:r>
    </w:p>
    <w:p w14:paraId="1A0A8EE9" w14:textId="77777777" w:rsidR="00C90F8D" w:rsidRDefault="00AB2DE8">
      <w:r>
        <w:t>Ayant pris ses dispositions pour ne pas sortir de la journée</w:t>
      </w:r>
      <w:r w:rsidR="00C90F8D">
        <w:t xml:space="preserve">, </w:t>
      </w:r>
      <w:r>
        <w:t xml:space="preserve">le major </w:t>
      </w:r>
      <w:proofErr w:type="spellStart"/>
      <w:r>
        <w:t>Matsui</w:t>
      </w:r>
      <w:proofErr w:type="spellEnd"/>
      <w:r>
        <w:t xml:space="preserve"> n</w:t>
      </w:r>
      <w:r w:rsidR="00C90F8D">
        <w:t>’</w:t>
      </w:r>
      <w:r>
        <w:t>avait aucune raison de revêtir la livrée européenne</w:t>
      </w:r>
      <w:r w:rsidR="00C90F8D">
        <w:t xml:space="preserve">. </w:t>
      </w:r>
      <w:r>
        <w:t>Il reçut Schmidt en kimono</w:t>
      </w:r>
      <w:r w:rsidR="00C90F8D">
        <w:t>.</w:t>
      </w:r>
    </w:p>
    <w:p w14:paraId="3DB1C6C2" w14:textId="77777777" w:rsidR="00C90F8D" w:rsidRDefault="00C90F8D">
      <w:r>
        <w:rPr>
          <w:rFonts w:eastAsia="Georgia"/>
        </w:rPr>
        <w:lastRenderedPageBreak/>
        <w:t>— </w:t>
      </w:r>
      <w:r w:rsidR="00AB2DE8">
        <w:t>Mon cher</w:t>
      </w:r>
      <w:r>
        <w:t xml:space="preserve">, </w:t>
      </w:r>
      <w:r w:rsidR="00AB2DE8">
        <w:t>nos amis ont été un peu inquiets</w:t>
      </w:r>
      <w:r>
        <w:t xml:space="preserve">, </w:t>
      </w:r>
      <w:r w:rsidR="00AB2DE8">
        <w:t>hier</w:t>
      </w:r>
      <w:r>
        <w:t xml:space="preserve">, </w:t>
      </w:r>
      <w:r w:rsidR="00AB2DE8">
        <w:t>quand vous vous êtes décommandé</w:t>
      </w:r>
      <w:r>
        <w:t xml:space="preserve">. </w:t>
      </w:r>
      <w:r w:rsidR="00AB2DE8">
        <w:t>Ce n</w:t>
      </w:r>
      <w:r>
        <w:t>’</w:t>
      </w:r>
      <w:r w:rsidR="00AB2DE8">
        <w:t>est pas dans vos habitudes</w:t>
      </w:r>
      <w:r>
        <w:t xml:space="preserve">. </w:t>
      </w:r>
      <w:r w:rsidR="00AB2DE8">
        <w:t>Étiez-vous souffrant</w:t>
      </w:r>
      <w:r>
        <w:t xml:space="preserve"> ? </w:t>
      </w:r>
      <w:r w:rsidR="00AB2DE8">
        <w:t>Non</w:t>
      </w:r>
      <w:r>
        <w:t xml:space="preserve">, </w:t>
      </w:r>
      <w:r w:rsidR="00AB2DE8">
        <w:t>tant mieux</w:t>
      </w:r>
      <w:r>
        <w:t xml:space="preserve">. </w:t>
      </w:r>
      <w:r w:rsidR="00AB2DE8">
        <w:t>Sachez</w:t>
      </w:r>
      <w:r>
        <w:t xml:space="preserve">, </w:t>
      </w:r>
      <w:r w:rsidR="00AB2DE8">
        <w:t>en tout cas</w:t>
      </w:r>
      <w:r>
        <w:t xml:space="preserve">, </w:t>
      </w:r>
      <w:r w:rsidR="00AB2DE8">
        <w:t>que vous nous avez beaucoup manqué</w:t>
      </w:r>
      <w:r>
        <w:t>.</w:t>
      </w:r>
    </w:p>
    <w:p w14:paraId="1D7157D7" w14:textId="77777777" w:rsidR="00C90F8D" w:rsidRDefault="00AB2DE8">
      <w:r>
        <w:t>Il observait son visiteur avec une négligence feinte</w:t>
      </w:r>
      <w:r w:rsidR="00C90F8D">
        <w:t xml:space="preserve">. </w:t>
      </w:r>
      <w:r>
        <w:t xml:space="preserve">On ne pouvait cacher grand-chose au major </w:t>
      </w:r>
      <w:proofErr w:type="spellStart"/>
      <w:r>
        <w:t>Matsui</w:t>
      </w:r>
      <w:proofErr w:type="spellEnd"/>
      <w:r w:rsidR="00C90F8D">
        <w:t xml:space="preserve">. </w:t>
      </w:r>
      <w:r>
        <w:t>D</w:t>
      </w:r>
      <w:r w:rsidR="00C90F8D">
        <w:t>’</w:t>
      </w:r>
      <w:r>
        <w:t>ailleurs</w:t>
      </w:r>
      <w:r w:rsidR="00C90F8D">
        <w:t xml:space="preserve">, </w:t>
      </w:r>
      <w:r>
        <w:t>Schmidt n</w:t>
      </w:r>
      <w:r w:rsidR="00C90F8D">
        <w:t>’</w:t>
      </w:r>
      <w:r>
        <w:t>était pas venu dans ce but</w:t>
      </w:r>
      <w:r w:rsidR="00C90F8D">
        <w:t>.</w:t>
      </w:r>
    </w:p>
    <w:p w14:paraId="5B5ABF1B" w14:textId="5DE84E3A" w:rsidR="00C90F8D" w:rsidRDefault="00C90F8D">
      <w:r>
        <w:rPr>
          <w:rFonts w:eastAsia="Georgia"/>
        </w:rPr>
        <w:t>— </w:t>
      </w:r>
      <w:r w:rsidR="00AB2DE8">
        <w:t>Quelle agréable soirée nous avons passée avant-hier</w:t>
      </w:r>
      <w:r>
        <w:t xml:space="preserve">, </w:t>
      </w:r>
      <w:r w:rsidR="00AB2DE8">
        <w:t xml:space="preserve">continua </w:t>
      </w:r>
      <w:proofErr w:type="spellStart"/>
      <w:r w:rsidR="00AB2DE8">
        <w:t>Matsui</w:t>
      </w:r>
      <w:proofErr w:type="spellEnd"/>
      <w:r>
        <w:t xml:space="preserve">, </w:t>
      </w:r>
      <w:r w:rsidR="00AB2DE8">
        <w:t>agréable et pleine d</w:t>
      </w:r>
      <w:r>
        <w:t>’</w:t>
      </w:r>
      <w:r w:rsidR="00AB2DE8">
        <w:t>imprévu</w:t>
      </w:r>
      <w:r>
        <w:t xml:space="preserve"> ! </w:t>
      </w:r>
      <w:r w:rsidR="00AB2DE8">
        <w:t>Jamais votre directeur général ne m</w:t>
      </w:r>
      <w:r>
        <w:t>’</w:t>
      </w:r>
      <w:r w:rsidR="00AB2DE8">
        <w:t>avait paru aussi en train</w:t>
      </w:r>
      <w:r>
        <w:t xml:space="preserve">. </w:t>
      </w:r>
      <w:r w:rsidR="00AB2DE8">
        <w:t xml:space="preserve">Et </w:t>
      </w:r>
      <w:r>
        <w:t>M. </w:t>
      </w:r>
      <w:r w:rsidR="00AB2DE8">
        <w:t>Forestier</w:t>
      </w:r>
      <w:r>
        <w:t xml:space="preserve">, </w:t>
      </w:r>
      <w:r w:rsidR="00AB2DE8">
        <w:t>quel charmant homme</w:t>
      </w:r>
      <w:r>
        <w:t xml:space="preserve"> ! </w:t>
      </w:r>
      <w:r w:rsidR="00AB2DE8">
        <w:t>Il m</w:t>
      </w:r>
      <w:r>
        <w:t>’</w:t>
      </w:r>
      <w:r w:rsidR="00AB2DE8">
        <w:t>a gagné un pari</w:t>
      </w:r>
      <w:r>
        <w:t xml:space="preserve">. </w:t>
      </w:r>
      <w:r w:rsidR="00AB2DE8">
        <w:t>Figurez-vous qu</w:t>
      </w:r>
      <w:r>
        <w:t>’</w:t>
      </w:r>
      <w:r w:rsidR="00AB2DE8">
        <w:t>en nous quittant je me suis aperçu que nous n</w:t>
      </w:r>
      <w:r>
        <w:t>’</w:t>
      </w:r>
      <w:r w:rsidR="00AB2DE8">
        <w:t>avions oublié qu</w:t>
      </w:r>
      <w:r>
        <w:t>’</w:t>
      </w:r>
      <w:r w:rsidR="00AB2DE8">
        <w:t>une chose</w:t>
      </w:r>
      <w:r>
        <w:t xml:space="preserve"> : </w:t>
      </w:r>
      <w:r w:rsidR="00AB2DE8">
        <w:t>fixer l</w:t>
      </w:r>
      <w:r>
        <w:t>’</w:t>
      </w:r>
      <w:r w:rsidR="00AB2DE8">
        <w:t>enjeu</w:t>
      </w:r>
      <w:r>
        <w:t>.</w:t>
      </w:r>
    </w:p>
    <w:p w14:paraId="312464F4" w14:textId="77777777" w:rsidR="00C90F8D" w:rsidRDefault="00C90F8D">
      <w:r>
        <w:rPr>
          <w:rFonts w:eastAsia="Georgia"/>
        </w:rPr>
        <w:t>— </w:t>
      </w:r>
      <w:r w:rsidR="00AB2DE8">
        <w:t>Je vais sans doute vous fournir une occasion de vous libérer envers lui</w:t>
      </w:r>
      <w:r>
        <w:t xml:space="preserve">, </w:t>
      </w:r>
      <w:r w:rsidR="00AB2DE8">
        <w:t>dit Schmidt</w:t>
      </w:r>
      <w:r>
        <w:t>.</w:t>
      </w:r>
    </w:p>
    <w:p w14:paraId="60E4C9FA" w14:textId="77777777" w:rsidR="00C90F8D" w:rsidRDefault="00AB2DE8">
      <w:r>
        <w:t>Et il lui fit un résumé rapide de la situation</w:t>
      </w:r>
      <w:r w:rsidR="00C90F8D">
        <w:t>.</w:t>
      </w:r>
    </w:p>
    <w:p w14:paraId="674E4653" w14:textId="77777777" w:rsidR="00C90F8D" w:rsidRDefault="00AB2DE8">
      <w:r>
        <w:t>Le front incliné</w:t>
      </w:r>
      <w:r w:rsidR="00C90F8D">
        <w:t xml:space="preserve">, </w:t>
      </w:r>
      <w:r>
        <w:t>le menton engoncé dans l</w:t>
      </w:r>
      <w:r w:rsidR="00C90F8D">
        <w:t>’</w:t>
      </w:r>
      <w:r>
        <w:t>échancrure de la robe</w:t>
      </w:r>
      <w:r w:rsidR="00C90F8D">
        <w:t xml:space="preserve">, </w:t>
      </w:r>
      <w:r>
        <w:t>les mains croisées dans les embouchures des manches flottantes</w:t>
      </w:r>
      <w:r w:rsidR="00C90F8D">
        <w:t xml:space="preserve">, </w:t>
      </w:r>
      <w:r>
        <w:t>le Japonais écoutait</w:t>
      </w:r>
      <w:r w:rsidR="00C90F8D">
        <w:t xml:space="preserve">, </w:t>
      </w:r>
      <w:r>
        <w:t>imperturbable</w:t>
      </w:r>
      <w:r w:rsidR="00C90F8D">
        <w:t xml:space="preserve">. </w:t>
      </w:r>
      <w:r>
        <w:t xml:space="preserve">Il eût fallu une aventure beaucoup plus extraordinaire pour que le major </w:t>
      </w:r>
      <w:proofErr w:type="spellStart"/>
      <w:r>
        <w:t>Matsui</w:t>
      </w:r>
      <w:proofErr w:type="spellEnd"/>
      <w:r>
        <w:t xml:space="preserve"> manifestât une surprise quelconque</w:t>
      </w:r>
      <w:r w:rsidR="00C90F8D">
        <w:t>.</w:t>
      </w:r>
    </w:p>
    <w:p w14:paraId="55864F7F" w14:textId="77777777" w:rsidR="00C90F8D" w:rsidRDefault="00C90F8D">
      <w:r>
        <w:rPr>
          <w:rFonts w:eastAsia="Georgia"/>
        </w:rPr>
        <w:t>— </w:t>
      </w:r>
      <w:r w:rsidR="00AB2DE8">
        <w:t>Que pensez-vous de tout cela</w:t>
      </w:r>
      <w:r>
        <w:t xml:space="preserve"> ? </w:t>
      </w:r>
      <w:r w:rsidR="00AB2DE8">
        <w:t>demanda Schmidt en terminant</w:t>
      </w:r>
      <w:r>
        <w:t>.</w:t>
      </w:r>
    </w:p>
    <w:p w14:paraId="6FE5D8A5" w14:textId="77777777" w:rsidR="00C90F8D" w:rsidRDefault="00C90F8D">
      <w:r>
        <w:rPr>
          <w:rFonts w:eastAsia="Georgia"/>
        </w:rPr>
        <w:t>— </w:t>
      </w:r>
      <w:r w:rsidR="00AB2DE8">
        <w:t>Que voulez-vous que j</w:t>
      </w:r>
      <w:r>
        <w:t>’</w:t>
      </w:r>
      <w:r w:rsidR="00AB2DE8">
        <w:t>en pense</w:t>
      </w:r>
      <w:r>
        <w:t xml:space="preserve"> ? </w:t>
      </w:r>
      <w:r w:rsidR="00AB2DE8">
        <w:t>Que les Français sont tous les mêmes</w:t>
      </w:r>
      <w:r>
        <w:t xml:space="preserve">. </w:t>
      </w:r>
      <w:r w:rsidR="00AB2DE8">
        <w:t>Et celui-là</w:t>
      </w:r>
      <w:r>
        <w:t xml:space="preserve">, </w:t>
      </w:r>
      <w:r w:rsidR="00AB2DE8">
        <w:t>pourtant</w:t>
      </w:r>
      <w:r>
        <w:t xml:space="preserve">, </w:t>
      </w:r>
      <w:r w:rsidR="00AB2DE8">
        <w:t>on lui aurait donné</w:t>
      </w:r>
      <w:r>
        <w:t xml:space="preserve">, </w:t>
      </w:r>
      <w:r w:rsidR="00AB2DE8">
        <w:t>comme vous dites</w:t>
      </w:r>
      <w:r>
        <w:t xml:space="preserve">, </w:t>
      </w:r>
      <w:r w:rsidR="00AB2DE8">
        <w:t>le bon Dieu sans confession</w:t>
      </w:r>
      <w:r>
        <w:t>.</w:t>
      </w:r>
    </w:p>
    <w:p w14:paraId="45D0017F" w14:textId="77777777" w:rsidR="00C90F8D" w:rsidRDefault="00AB2DE8">
      <w:r>
        <w:t>Il tendit à Schmidt un coffret de cigarettes</w:t>
      </w:r>
      <w:r w:rsidR="00C90F8D">
        <w:t>.</w:t>
      </w:r>
    </w:p>
    <w:p w14:paraId="53C75122" w14:textId="77777777" w:rsidR="00C90F8D" w:rsidRDefault="00C90F8D">
      <w:r>
        <w:rPr>
          <w:rFonts w:eastAsia="Georgia"/>
        </w:rPr>
        <w:lastRenderedPageBreak/>
        <w:t>— </w:t>
      </w:r>
      <w:r w:rsidR="00AB2DE8">
        <w:t>Je suis heureux</w:t>
      </w:r>
      <w:r>
        <w:t xml:space="preserve">, </w:t>
      </w:r>
      <w:r w:rsidR="00AB2DE8">
        <w:t>par exemple</w:t>
      </w:r>
      <w:r>
        <w:t xml:space="preserve">, </w:t>
      </w:r>
      <w:r w:rsidR="00AB2DE8">
        <w:t>de ne pas m</w:t>
      </w:r>
      <w:r>
        <w:t>’</w:t>
      </w:r>
      <w:r w:rsidR="00AB2DE8">
        <w:t>être trompé</w:t>
      </w:r>
      <w:r>
        <w:t xml:space="preserve">. </w:t>
      </w:r>
      <w:r w:rsidR="00AB2DE8">
        <w:t>J</w:t>
      </w:r>
      <w:r>
        <w:t>’</w:t>
      </w:r>
      <w:r w:rsidR="00AB2DE8">
        <w:t>ai eu tout de suite</w:t>
      </w:r>
      <w:r>
        <w:t xml:space="preserve">, </w:t>
      </w:r>
      <w:r w:rsidR="00AB2DE8">
        <w:t>rappelez-vous</w:t>
      </w:r>
      <w:r>
        <w:t xml:space="preserve">, </w:t>
      </w:r>
      <w:r w:rsidR="00AB2DE8">
        <w:t>l</w:t>
      </w:r>
      <w:r>
        <w:t>’</w:t>
      </w:r>
      <w:r w:rsidR="00AB2DE8">
        <w:t>impression qu</w:t>
      </w:r>
      <w:r>
        <w:t>’</w:t>
      </w:r>
      <w:r w:rsidR="00AB2DE8">
        <w:t>elle n</w:t>
      </w:r>
      <w:r>
        <w:t>’</w:t>
      </w:r>
      <w:r w:rsidR="00AB2DE8">
        <w:t>était pas la première venue</w:t>
      </w:r>
      <w:r>
        <w:t xml:space="preserve">, </w:t>
      </w:r>
      <w:r w:rsidR="00AB2DE8">
        <w:t>cette petite Milena</w:t>
      </w:r>
      <w:r>
        <w:t xml:space="preserve">. </w:t>
      </w:r>
      <w:r w:rsidR="00AB2DE8">
        <w:t>À présent</w:t>
      </w:r>
      <w:r>
        <w:t xml:space="preserve">, </w:t>
      </w:r>
      <w:r w:rsidR="00AB2DE8">
        <w:t>puis-je savoir ce que vous attendez de moi</w:t>
      </w:r>
      <w:r>
        <w:t xml:space="preserve"> ? </w:t>
      </w:r>
      <w:r w:rsidR="00AB2DE8">
        <w:t>Je ne pense pas que vous vous soyez dérangé à seule fin de me conter une anecdote amoureuse</w:t>
      </w:r>
      <w:r>
        <w:t xml:space="preserve">. </w:t>
      </w:r>
      <w:r w:rsidR="00AB2DE8">
        <w:t>Non</w:t>
      </w:r>
      <w:r>
        <w:t xml:space="preserve">, </w:t>
      </w:r>
      <w:r w:rsidR="00AB2DE8">
        <w:t>ne prenez pas de ces cigarettes à bout doré</w:t>
      </w:r>
      <w:r>
        <w:t xml:space="preserve">. </w:t>
      </w:r>
      <w:r w:rsidR="00AB2DE8">
        <w:t>Les autres</w:t>
      </w:r>
      <w:r>
        <w:t xml:space="preserve">, </w:t>
      </w:r>
      <w:r w:rsidR="00AB2DE8">
        <w:t>à bout de liège</w:t>
      </w:r>
      <w:r>
        <w:t xml:space="preserve">, </w:t>
      </w:r>
      <w:r w:rsidR="00AB2DE8">
        <w:t>sont préférables</w:t>
      </w:r>
      <w:r>
        <w:t>.</w:t>
      </w:r>
    </w:p>
    <w:p w14:paraId="7B48E482" w14:textId="77777777" w:rsidR="00C90F8D" w:rsidRDefault="00C90F8D">
      <w:r>
        <w:rPr>
          <w:rFonts w:eastAsia="Georgia"/>
        </w:rPr>
        <w:t>— </w:t>
      </w:r>
      <w:r w:rsidR="00AB2DE8">
        <w:t>Je suis venu tout simplement</w:t>
      </w:r>
      <w:r>
        <w:t xml:space="preserve">, </w:t>
      </w:r>
      <w:r w:rsidR="00AB2DE8">
        <w:t>répondit Schmidt</w:t>
      </w:r>
      <w:r>
        <w:t xml:space="preserve">, </w:t>
      </w:r>
      <w:r w:rsidR="00AB2DE8">
        <w:t>vous dire que je ne serai tranquille au sujet de Forestier que lorsque j</w:t>
      </w:r>
      <w:r>
        <w:t>’</w:t>
      </w:r>
      <w:r w:rsidR="00AB2DE8">
        <w:t>aurai la certitude qu</w:t>
      </w:r>
      <w:r>
        <w:t>’</w:t>
      </w:r>
      <w:r w:rsidR="00AB2DE8">
        <w:t>il ne peut plus rencontrer cet affreux couple</w:t>
      </w:r>
      <w:r>
        <w:t>.</w:t>
      </w:r>
    </w:p>
    <w:p w14:paraId="7F8D2E5C" w14:textId="77777777" w:rsidR="00C90F8D" w:rsidRDefault="00C90F8D">
      <w:r>
        <w:rPr>
          <w:rFonts w:eastAsia="Georgia"/>
        </w:rPr>
        <w:t>— </w:t>
      </w:r>
      <w:r w:rsidR="00AB2DE8">
        <w:t>Je partage assez ce point de vue</w:t>
      </w:r>
      <w:r>
        <w:t xml:space="preserve">. </w:t>
      </w:r>
      <w:r w:rsidR="00AB2DE8">
        <w:t>Alors</w:t>
      </w:r>
      <w:r>
        <w:t> ?</w:t>
      </w:r>
    </w:p>
    <w:p w14:paraId="1E65A764" w14:textId="77777777" w:rsidR="00C90F8D" w:rsidRDefault="00C90F8D">
      <w:r>
        <w:rPr>
          <w:rFonts w:eastAsia="Georgia"/>
        </w:rPr>
        <w:t>— </w:t>
      </w:r>
      <w:r w:rsidR="00AB2DE8">
        <w:t>Alors</w:t>
      </w:r>
      <w:r>
        <w:t xml:space="preserve">, </w:t>
      </w:r>
      <w:r w:rsidR="00AB2DE8">
        <w:t>j</w:t>
      </w:r>
      <w:r>
        <w:t>’</w:t>
      </w:r>
      <w:r w:rsidR="00AB2DE8">
        <w:t>ai pensé qu</w:t>
      </w:r>
      <w:r>
        <w:t>’</w:t>
      </w:r>
      <w:r w:rsidR="00AB2DE8">
        <w:t xml:space="preserve">il ne devait pas vous être très difficile de réexpédier à </w:t>
      </w:r>
      <w:proofErr w:type="spellStart"/>
      <w:r w:rsidR="00AB2DE8">
        <w:t>Kharbine</w:t>
      </w:r>
      <w:proofErr w:type="spellEnd"/>
      <w:r>
        <w:t xml:space="preserve">, </w:t>
      </w:r>
      <w:r w:rsidR="00AB2DE8">
        <w:t>discrètement</w:t>
      </w:r>
      <w:r>
        <w:t xml:space="preserve">, </w:t>
      </w:r>
      <w:r w:rsidR="00AB2DE8">
        <w:t>des gens qui en viennent</w:t>
      </w:r>
      <w:r>
        <w:t>.</w:t>
      </w:r>
    </w:p>
    <w:p w14:paraId="17125730" w14:textId="77777777" w:rsidR="00C90F8D" w:rsidRDefault="00C90F8D">
      <w:r>
        <w:rPr>
          <w:rFonts w:eastAsia="Georgia"/>
        </w:rPr>
        <w:t>— </w:t>
      </w:r>
      <w:r w:rsidR="00AB2DE8">
        <w:t>Ce n</w:t>
      </w:r>
      <w:r>
        <w:t>’</w:t>
      </w:r>
      <w:r w:rsidR="00AB2DE8">
        <w:t>est que cela</w:t>
      </w:r>
      <w:r>
        <w:t xml:space="preserve"> ? </w:t>
      </w:r>
      <w:r w:rsidR="00AB2DE8">
        <w:t xml:space="preserve">fit </w:t>
      </w:r>
      <w:proofErr w:type="spellStart"/>
      <w:r w:rsidR="00AB2DE8">
        <w:t>Matsui</w:t>
      </w:r>
      <w:proofErr w:type="spellEnd"/>
      <w:r>
        <w:t>.</w:t>
      </w:r>
    </w:p>
    <w:p w14:paraId="75E5E58C" w14:textId="77777777" w:rsidR="00C90F8D" w:rsidRDefault="00C90F8D">
      <w:r>
        <w:rPr>
          <w:rFonts w:eastAsia="Georgia"/>
        </w:rPr>
        <w:t>— </w:t>
      </w:r>
      <w:r w:rsidR="00AB2DE8">
        <w:t>Comment</w:t>
      </w:r>
      <w:r>
        <w:t xml:space="preserve">, </w:t>
      </w:r>
      <w:r w:rsidR="00AB2DE8">
        <w:t>ce n</w:t>
      </w:r>
      <w:r>
        <w:t>’</w:t>
      </w:r>
      <w:r w:rsidR="00AB2DE8">
        <w:t>est que cela</w:t>
      </w:r>
      <w:r>
        <w:t xml:space="preserve"> ? </w:t>
      </w:r>
      <w:r w:rsidR="00AB2DE8">
        <w:t>Qu</w:t>
      </w:r>
      <w:r>
        <w:t>’</w:t>
      </w:r>
      <w:r w:rsidR="00AB2DE8">
        <w:t>est-ce que vous vous figuriez donc que j</w:t>
      </w:r>
      <w:r>
        <w:t>’</w:t>
      </w:r>
      <w:r w:rsidR="00AB2DE8">
        <w:t>allais vous demander</w:t>
      </w:r>
      <w:r>
        <w:t> ?</w:t>
      </w:r>
    </w:p>
    <w:p w14:paraId="278BDB86" w14:textId="7FC17E53" w:rsidR="00C90F8D" w:rsidRDefault="00C90F8D">
      <w:r>
        <w:rPr>
          <w:rFonts w:eastAsia="Georgia"/>
        </w:rPr>
        <w:t>— </w:t>
      </w:r>
      <w:r w:rsidR="00AB2DE8">
        <w:t>Je ne sais pas</w:t>
      </w:r>
      <w:r>
        <w:t xml:space="preserve">, </w:t>
      </w:r>
      <w:r w:rsidR="00AB2DE8">
        <w:t>moi</w:t>
      </w:r>
      <w:r>
        <w:t xml:space="preserve">. </w:t>
      </w:r>
      <w:r w:rsidR="00AB2DE8">
        <w:t>Une mesure plus radicale</w:t>
      </w:r>
      <w:r>
        <w:t xml:space="preserve">. </w:t>
      </w:r>
      <w:r w:rsidR="00AB2DE8">
        <w:t xml:space="preserve">Mais si </w:t>
      </w:r>
      <w:proofErr w:type="spellStart"/>
      <w:r w:rsidR="00AB2DE8">
        <w:t>Kharbine</w:t>
      </w:r>
      <w:proofErr w:type="spellEnd"/>
      <w:r w:rsidR="00AB2DE8">
        <w:t xml:space="preserve"> vous suffit</w:t>
      </w:r>
      <w:r>
        <w:t xml:space="preserve">, </w:t>
      </w:r>
      <w:r w:rsidR="00AB2DE8">
        <w:t xml:space="preserve">va pour </w:t>
      </w:r>
      <w:proofErr w:type="spellStart"/>
      <w:r w:rsidR="00AB2DE8">
        <w:t>Kharbine</w:t>
      </w:r>
      <w:proofErr w:type="spellEnd"/>
      <w:r>
        <w:t xml:space="preserve">. </w:t>
      </w:r>
      <w:r w:rsidR="00AB2DE8">
        <w:t>Voyons</w:t>
      </w:r>
      <w:r>
        <w:t xml:space="preserve">. </w:t>
      </w:r>
      <w:r w:rsidR="00AB2DE8">
        <w:t>Procédons avec méthode</w:t>
      </w:r>
      <w:r>
        <w:t xml:space="preserve">. </w:t>
      </w:r>
      <w:r w:rsidR="00AB2DE8">
        <w:t>Nous sommes aujourd</w:t>
      </w:r>
      <w:r>
        <w:t>’</w:t>
      </w:r>
      <w:r w:rsidR="00AB2DE8">
        <w:t>hui le lundi</w:t>
      </w:r>
      <w:r>
        <w:t xml:space="preserve"> </w:t>
      </w:r>
      <w:r w:rsidR="00AB2DE8">
        <w:t>29</w:t>
      </w:r>
      <w:r>
        <w:t xml:space="preserve">. </w:t>
      </w:r>
      <w:r w:rsidR="00AB2DE8">
        <w:t>Je vous préviens qu</w:t>
      </w:r>
      <w:r>
        <w:t>’</w:t>
      </w:r>
      <w:r w:rsidR="00AB2DE8">
        <w:t>il n</w:t>
      </w:r>
      <w:r>
        <w:t>’</w:t>
      </w:r>
      <w:r w:rsidR="00AB2DE8">
        <w:t xml:space="preserve">y a pas de train avant le vendredi </w:t>
      </w:r>
      <w:r>
        <w:t xml:space="preserve">2 avril, </w:t>
      </w:r>
      <w:r w:rsidR="00AB2DE8">
        <w:t>onze heures du soir</w:t>
      </w:r>
      <w:r>
        <w:t>.</w:t>
      </w:r>
    </w:p>
    <w:p w14:paraId="0B5C4F54" w14:textId="77777777" w:rsidR="00C90F8D" w:rsidRDefault="00C90F8D">
      <w:r>
        <w:rPr>
          <w:rFonts w:eastAsia="Georgia"/>
        </w:rPr>
        <w:t>— </w:t>
      </w:r>
      <w:r w:rsidR="00AB2DE8">
        <w:t>C</w:t>
      </w:r>
      <w:r>
        <w:t>’</w:t>
      </w:r>
      <w:r w:rsidR="00AB2DE8">
        <w:t>est tout ce qu</w:t>
      </w:r>
      <w:r>
        <w:t>’</w:t>
      </w:r>
      <w:r w:rsidR="00AB2DE8">
        <w:t>il faut</w:t>
      </w:r>
      <w:r>
        <w:t>.</w:t>
      </w:r>
    </w:p>
    <w:p w14:paraId="38783D43" w14:textId="77777777" w:rsidR="00C90F8D" w:rsidRDefault="00C90F8D">
      <w:r>
        <w:rPr>
          <w:rFonts w:eastAsia="Georgia"/>
        </w:rPr>
        <w:t>— </w:t>
      </w:r>
      <w:r w:rsidR="00AB2DE8">
        <w:t>Bon</w:t>
      </w:r>
      <w:r>
        <w:t xml:space="preserve">. </w:t>
      </w:r>
      <w:r w:rsidR="00AB2DE8">
        <w:t>Entendu</w:t>
      </w:r>
      <w:r>
        <w:t xml:space="preserve">. </w:t>
      </w:r>
      <w:r w:rsidR="00AB2DE8">
        <w:t>Ravi de pouvoir vous être agréable</w:t>
      </w:r>
      <w:r>
        <w:t xml:space="preserve">. </w:t>
      </w:r>
      <w:r w:rsidR="00AB2DE8">
        <w:t>Une autre cigarette</w:t>
      </w:r>
      <w:r>
        <w:t> ?</w:t>
      </w:r>
    </w:p>
    <w:p w14:paraId="7770E696" w14:textId="77777777" w:rsidR="00C90F8D" w:rsidRDefault="00AB2DE8">
      <w:r>
        <w:lastRenderedPageBreak/>
        <w:t>Il tira une bouffée de la sienne</w:t>
      </w:r>
      <w:r w:rsidR="00C90F8D">
        <w:t xml:space="preserve">, </w:t>
      </w:r>
      <w:r>
        <w:t>et suivant d</w:t>
      </w:r>
      <w:r w:rsidR="00C90F8D">
        <w:t>’</w:t>
      </w:r>
      <w:r>
        <w:t>un regard vague la fumée qui était en train de se dissoudre</w:t>
      </w:r>
      <w:r w:rsidR="00C90F8D">
        <w:t> :</w:t>
      </w:r>
    </w:p>
    <w:p w14:paraId="74CD7B1A" w14:textId="77777777" w:rsidR="00C90F8D" w:rsidRDefault="00C90F8D">
      <w:r>
        <w:rPr>
          <w:rFonts w:eastAsia="Georgia"/>
        </w:rPr>
        <w:t>— </w:t>
      </w:r>
      <w:proofErr w:type="spellStart"/>
      <w:r w:rsidR="00AB2DE8">
        <w:t>Kharbine</w:t>
      </w:r>
      <w:proofErr w:type="spellEnd"/>
      <w:r>
        <w:t xml:space="preserve">, </w:t>
      </w:r>
      <w:r w:rsidR="00AB2DE8">
        <w:t>murmura-t-il</w:t>
      </w:r>
      <w:r>
        <w:t xml:space="preserve">, </w:t>
      </w:r>
      <w:r w:rsidR="00AB2DE8">
        <w:t>évidemment</w:t>
      </w:r>
      <w:r>
        <w:t xml:space="preserve">, </w:t>
      </w:r>
      <w:r w:rsidR="00AB2DE8">
        <w:t>c</w:t>
      </w:r>
      <w:r>
        <w:t>’</w:t>
      </w:r>
      <w:r w:rsidR="00AB2DE8">
        <w:t>est comme ceci</w:t>
      </w:r>
      <w:r>
        <w:t> !</w:t>
      </w:r>
    </w:p>
    <w:p w14:paraId="281D29D3" w14:textId="414AFCB5" w:rsidR="00AB2DE8" w:rsidRDefault="00AB2DE8"/>
    <w:p w14:paraId="1CB9C0AD" w14:textId="77777777" w:rsidR="00C90F8D" w:rsidRDefault="00AB2DE8">
      <w:r>
        <w:t>Schmidt avait mis dans ses projets de revenir déjeuner chez lui</w:t>
      </w:r>
      <w:r w:rsidR="00C90F8D">
        <w:t xml:space="preserve">. </w:t>
      </w:r>
      <w:r>
        <w:t>Mais il y avait dans la perspective d</w:t>
      </w:r>
      <w:r w:rsidR="00C90F8D">
        <w:t>’</w:t>
      </w:r>
      <w:r>
        <w:t>un nouveau tête-à-tête avec Forestier quelque chose qui</w:t>
      </w:r>
      <w:r w:rsidR="00C90F8D">
        <w:t xml:space="preserve">, </w:t>
      </w:r>
      <w:r>
        <w:t>pour le moment</w:t>
      </w:r>
      <w:r w:rsidR="00C90F8D">
        <w:t xml:space="preserve">, </w:t>
      </w:r>
      <w:r>
        <w:t>lui parut au-dessus de ses forces</w:t>
      </w:r>
      <w:r w:rsidR="00C90F8D">
        <w:t>.</w:t>
      </w:r>
    </w:p>
    <w:p w14:paraId="287593EA" w14:textId="77777777" w:rsidR="00C90F8D" w:rsidRDefault="00AB2DE8">
      <w:r>
        <w:t>Il se rendit donc au Cercle</w:t>
      </w:r>
      <w:r w:rsidR="00C90F8D">
        <w:t xml:space="preserve">, </w:t>
      </w:r>
      <w:r>
        <w:t>où il se fit servir un repas sommaire</w:t>
      </w:r>
      <w:r w:rsidR="00C90F8D">
        <w:t xml:space="preserve">, </w:t>
      </w:r>
      <w:r>
        <w:t>qu</w:t>
      </w:r>
      <w:r w:rsidR="00C90F8D">
        <w:t>’</w:t>
      </w:r>
      <w:r>
        <w:t>il expédia sans aucun appétit</w:t>
      </w:r>
      <w:r w:rsidR="00C90F8D">
        <w:t>.</w:t>
      </w:r>
    </w:p>
    <w:p w14:paraId="56512D34" w14:textId="3DE51467" w:rsidR="00C90F8D" w:rsidRDefault="00AB2DE8">
      <w:r>
        <w:t>De retour à l</w:t>
      </w:r>
      <w:r w:rsidR="00C90F8D">
        <w:t>’</w:t>
      </w:r>
      <w:r>
        <w:t>Arsenal</w:t>
      </w:r>
      <w:r w:rsidR="00C90F8D">
        <w:t xml:space="preserve">, </w:t>
      </w:r>
      <w:r>
        <w:t>il trouva sur son bureau un télégramme arrivé pendant son absence</w:t>
      </w:r>
      <w:r w:rsidR="00C90F8D">
        <w:t xml:space="preserve">. </w:t>
      </w:r>
      <w:r>
        <w:t xml:space="preserve">Cette dépêche était adressée à </w:t>
      </w:r>
      <w:r w:rsidR="00C90F8D">
        <w:t>M. </w:t>
      </w:r>
      <w:proofErr w:type="spellStart"/>
      <w:r>
        <w:t>Mauconseil</w:t>
      </w:r>
      <w:proofErr w:type="spellEnd"/>
      <w:r w:rsidR="00C90F8D">
        <w:t>. M. </w:t>
      </w:r>
      <w:proofErr w:type="spellStart"/>
      <w:r>
        <w:t>Siu</w:t>
      </w:r>
      <w:proofErr w:type="spellEnd"/>
      <w:r w:rsidR="00C90F8D">
        <w:t xml:space="preserve">, </w:t>
      </w:r>
      <w:r>
        <w:t>conscient de ses prérogatives</w:t>
      </w:r>
      <w:r w:rsidR="00C90F8D">
        <w:t xml:space="preserve">, </w:t>
      </w:r>
      <w:r>
        <w:t>l</w:t>
      </w:r>
      <w:r w:rsidR="00C90F8D">
        <w:t>’</w:t>
      </w:r>
      <w:r>
        <w:t>avait ouverte</w:t>
      </w:r>
      <w:r w:rsidR="00C90F8D">
        <w:t xml:space="preserve">. </w:t>
      </w:r>
      <w:r>
        <w:t>Schmidt le sonna</w:t>
      </w:r>
      <w:r w:rsidR="00C90F8D">
        <w:t>.</w:t>
      </w:r>
    </w:p>
    <w:p w14:paraId="4937DDA1" w14:textId="77777777" w:rsidR="00C90F8D" w:rsidRDefault="00C90F8D">
      <w:r>
        <w:rPr>
          <w:rFonts w:eastAsia="Georgia"/>
        </w:rPr>
        <w:t>— </w:t>
      </w:r>
      <w:r w:rsidR="00AB2DE8">
        <w:t>Vous avez vu cela</w:t>
      </w:r>
      <w:r>
        <w:t xml:space="preserve"> ? </w:t>
      </w:r>
      <w:r w:rsidR="00AB2DE8">
        <w:t xml:space="preserve">Notre agent de </w:t>
      </w:r>
      <w:proofErr w:type="spellStart"/>
      <w:r w:rsidR="00AB2DE8">
        <w:t>Dalny</w:t>
      </w:r>
      <w:proofErr w:type="spellEnd"/>
      <w:r w:rsidR="00AB2DE8">
        <w:t xml:space="preserve"> nous prie de lui téléphoner</w:t>
      </w:r>
      <w:r>
        <w:t xml:space="preserve">. </w:t>
      </w:r>
      <w:r w:rsidR="00AB2DE8">
        <w:t>Demandez-le-moi d</w:t>
      </w:r>
      <w:r>
        <w:t>’</w:t>
      </w:r>
      <w:r w:rsidR="00AB2DE8">
        <w:t>urgence</w:t>
      </w:r>
      <w:r>
        <w:t xml:space="preserve">. </w:t>
      </w:r>
      <w:r w:rsidR="00AB2DE8">
        <w:t>Qu</w:t>
      </w:r>
      <w:r>
        <w:t>’</w:t>
      </w:r>
      <w:r w:rsidR="00AB2DE8">
        <w:t>est-ce qu</w:t>
      </w:r>
      <w:r>
        <w:t>’</w:t>
      </w:r>
      <w:r w:rsidR="00AB2DE8">
        <w:t>il peut bien y avoir encore</w:t>
      </w:r>
      <w:r>
        <w:t> ?</w:t>
      </w:r>
    </w:p>
    <w:p w14:paraId="15A393EC" w14:textId="48CBD191" w:rsidR="00C90F8D" w:rsidRDefault="00C90F8D">
      <w:r>
        <w:rPr>
          <w:rFonts w:eastAsia="Georgia"/>
        </w:rPr>
        <w:t>— </w:t>
      </w:r>
      <w:r w:rsidR="00AB2DE8">
        <w:t>J</w:t>
      </w:r>
      <w:r>
        <w:t>’</w:t>
      </w:r>
      <w:r w:rsidR="00AB2DE8">
        <w:t>ai déjà téléphoné</w:t>
      </w:r>
      <w:r>
        <w:t xml:space="preserve">, </w:t>
      </w:r>
      <w:r w:rsidR="00AB2DE8">
        <w:t xml:space="preserve">dit </w:t>
      </w:r>
      <w:r>
        <w:t>M. </w:t>
      </w:r>
      <w:proofErr w:type="spellStart"/>
      <w:r w:rsidR="00AB2DE8">
        <w:t>Siu</w:t>
      </w:r>
      <w:proofErr w:type="spellEnd"/>
      <w:r>
        <w:t>.</w:t>
      </w:r>
    </w:p>
    <w:p w14:paraId="0DAFEE27" w14:textId="77777777" w:rsidR="00C90F8D" w:rsidRDefault="00C90F8D">
      <w:r>
        <w:rPr>
          <w:rFonts w:eastAsia="Georgia"/>
        </w:rPr>
        <w:t>— </w:t>
      </w:r>
      <w:r w:rsidR="00AB2DE8">
        <w:t>Ah</w:t>
      </w:r>
      <w:r>
        <w:t xml:space="preserve"> ! </w:t>
      </w:r>
      <w:r w:rsidR="00AB2DE8">
        <w:t>très bien</w:t>
      </w:r>
      <w:r>
        <w:t xml:space="preserve">. </w:t>
      </w:r>
      <w:r w:rsidR="00AB2DE8">
        <w:t>De quoi s</w:t>
      </w:r>
      <w:r>
        <w:t>’</w:t>
      </w:r>
      <w:r w:rsidR="00AB2DE8">
        <w:t>agit-il</w:t>
      </w:r>
      <w:r>
        <w:t> ?</w:t>
      </w:r>
    </w:p>
    <w:p w14:paraId="65E022AA" w14:textId="77777777" w:rsidR="00C90F8D" w:rsidRDefault="00C90F8D">
      <w:r>
        <w:rPr>
          <w:rFonts w:eastAsia="Georgia"/>
        </w:rPr>
        <w:t>— </w:t>
      </w:r>
      <w:r w:rsidR="00AB2DE8">
        <w:t xml:space="preserve">Le </w:t>
      </w:r>
      <w:proofErr w:type="spellStart"/>
      <w:r w:rsidR="00AB2DE8">
        <w:rPr>
          <w:i/>
          <w:iCs/>
        </w:rPr>
        <w:t>Taki-Maru</w:t>
      </w:r>
      <w:proofErr w:type="spellEnd"/>
      <w:r w:rsidR="00AB2DE8">
        <w:t xml:space="preserve"> est arrivé cette nuit à </w:t>
      </w:r>
      <w:proofErr w:type="spellStart"/>
      <w:r w:rsidR="00AB2DE8">
        <w:t>Dalny</w:t>
      </w:r>
      <w:proofErr w:type="spellEnd"/>
      <w:r>
        <w:t>.</w:t>
      </w:r>
    </w:p>
    <w:p w14:paraId="7CBB9526" w14:textId="77777777" w:rsidR="00C90F8D" w:rsidRDefault="00AB2DE8">
      <w:r>
        <w:t xml:space="preserve">Le </w:t>
      </w:r>
      <w:proofErr w:type="spellStart"/>
      <w:r>
        <w:rPr>
          <w:i/>
          <w:iCs/>
        </w:rPr>
        <w:t>Taki-Maru</w:t>
      </w:r>
      <w:proofErr w:type="spellEnd"/>
      <w:r>
        <w:t xml:space="preserve"> était un cargo faisant la navette entre la Mandchourie et le Japon</w:t>
      </w:r>
      <w:r w:rsidR="00C90F8D">
        <w:t xml:space="preserve">, </w:t>
      </w:r>
      <w:r>
        <w:t>pour le compte de l</w:t>
      </w:r>
      <w:r w:rsidR="00C90F8D">
        <w:t>’</w:t>
      </w:r>
      <w:r>
        <w:t>Arsenal de Moukden</w:t>
      </w:r>
      <w:r w:rsidR="00C90F8D">
        <w:t xml:space="preserve">, </w:t>
      </w:r>
      <w:r>
        <w:t>qu</w:t>
      </w:r>
      <w:r w:rsidR="00C90F8D">
        <w:t>’</w:t>
      </w:r>
      <w:r>
        <w:t xml:space="preserve">il approvisionnait de matériel en provenance des usines de </w:t>
      </w:r>
      <w:proofErr w:type="spellStart"/>
      <w:r>
        <w:t>Kobé</w:t>
      </w:r>
      <w:proofErr w:type="spellEnd"/>
      <w:r>
        <w:t xml:space="preserve"> et d</w:t>
      </w:r>
      <w:r w:rsidR="00C90F8D">
        <w:t>’</w:t>
      </w:r>
      <w:r>
        <w:t>Osaka</w:t>
      </w:r>
      <w:r w:rsidR="00C90F8D">
        <w:t>.</w:t>
      </w:r>
    </w:p>
    <w:p w14:paraId="4B28AC88" w14:textId="77777777" w:rsidR="00C90F8D" w:rsidRDefault="00C90F8D">
      <w:r>
        <w:rPr>
          <w:rFonts w:eastAsia="Georgia"/>
        </w:rPr>
        <w:lastRenderedPageBreak/>
        <w:t>— </w:t>
      </w:r>
      <w:r w:rsidR="00AB2DE8">
        <w:t>Qu</w:t>
      </w:r>
      <w:r>
        <w:t>’</w:t>
      </w:r>
      <w:r w:rsidR="00AB2DE8">
        <w:t>est-ce qu</w:t>
      </w:r>
      <w:r>
        <w:t>’</w:t>
      </w:r>
      <w:r w:rsidR="00AB2DE8">
        <w:t>il lui prend</w:t>
      </w:r>
      <w:r>
        <w:t xml:space="preserve">, </w:t>
      </w:r>
      <w:r w:rsidR="00AB2DE8">
        <w:t xml:space="preserve">au </w:t>
      </w:r>
      <w:proofErr w:type="spellStart"/>
      <w:r w:rsidR="00AB2DE8">
        <w:rPr>
          <w:i/>
          <w:iCs/>
        </w:rPr>
        <w:t>Taki-Maru</w:t>
      </w:r>
      <w:proofErr w:type="spellEnd"/>
      <w:r>
        <w:rPr>
          <w:i/>
          <w:iCs/>
        </w:rPr>
        <w:t xml:space="preserve"> ? </w:t>
      </w:r>
      <w:r w:rsidR="00AB2DE8">
        <w:t>fit Schmidt</w:t>
      </w:r>
      <w:r>
        <w:t xml:space="preserve">. </w:t>
      </w:r>
      <w:r w:rsidR="00AB2DE8">
        <w:t>Nous ne l</w:t>
      </w:r>
      <w:r>
        <w:t>’</w:t>
      </w:r>
      <w:r w:rsidR="00AB2DE8">
        <w:t>attendions pas avant le début d</w:t>
      </w:r>
      <w:r>
        <w:t>’</w:t>
      </w:r>
      <w:r w:rsidR="00AB2DE8">
        <w:t>avril</w:t>
      </w:r>
      <w:r>
        <w:t>.</w:t>
      </w:r>
    </w:p>
    <w:p w14:paraId="4099B74B" w14:textId="77777777" w:rsidR="00C90F8D" w:rsidRDefault="00C90F8D">
      <w:r>
        <w:rPr>
          <w:rFonts w:eastAsia="Georgia"/>
        </w:rPr>
        <w:t>— </w:t>
      </w:r>
      <w:r w:rsidR="00AB2DE8">
        <w:t>Il a essuyé une tempête en Mer Jaune</w:t>
      </w:r>
      <w:r>
        <w:t>.</w:t>
      </w:r>
    </w:p>
    <w:p w14:paraId="46228F5A" w14:textId="77777777" w:rsidR="00C90F8D" w:rsidRDefault="00C90F8D">
      <w:r>
        <w:rPr>
          <w:rFonts w:eastAsia="Georgia"/>
        </w:rPr>
        <w:t>— </w:t>
      </w:r>
      <w:r w:rsidR="00AB2DE8">
        <w:t>Ah</w:t>
      </w:r>
      <w:r>
        <w:t xml:space="preserve"> ! </w:t>
      </w:r>
      <w:r w:rsidR="00AB2DE8">
        <w:t>Et c</w:t>
      </w:r>
      <w:r>
        <w:t>’</w:t>
      </w:r>
      <w:r w:rsidR="00AB2DE8">
        <w:t>est parce qu</w:t>
      </w:r>
      <w:r>
        <w:t>’</w:t>
      </w:r>
      <w:r w:rsidR="00AB2DE8">
        <w:t>il a essuyé une tempête en Mer Jaune qu</w:t>
      </w:r>
      <w:r>
        <w:t>’</w:t>
      </w:r>
      <w:r w:rsidR="00AB2DE8">
        <w:t>il arrive au moins de quatre jours en avance</w:t>
      </w:r>
      <w:r>
        <w:t xml:space="preserve"> ? </w:t>
      </w:r>
      <w:r w:rsidR="00AB2DE8">
        <w:t xml:space="preserve">Monsieur </w:t>
      </w:r>
      <w:proofErr w:type="spellStart"/>
      <w:r w:rsidR="00AB2DE8">
        <w:t>Siu</w:t>
      </w:r>
      <w:proofErr w:type="spellEnd"/>
      <w:r>
        <w:t xml:space="preserve">, </w:t>
      </w:r>
      <w:r w:rsidR="00AB2DE8">
        <w:t>vous me feriez plaisir en éclairant un peu votre lanterne</w:t>
      </w:r>
      <w:r>
        <w:t>.</w:t>
      </w:r>
    </w:p>
    <w:p w14:paraId="20FB2C27" w14:textId="28F0F725" w:rsidR="00C90F8D" w:rsidRDefault="00C90F8D">
      <w:r>
        <w:rPr>
          <w:rFonts w:eastAsia="Georgia"/>
        </w:rPr>
        <w:t>— </w:t>
      </w:r>
      <w:r w:rsidR="00AB2DE8">
        <w:t>Le mauvais temps l</w:t>
      </w:r>
      <w:r>
        <w:t>’</w:t>
      </w:r>
      <w:r w:rsidR="00AB2DE8">
        <w:t xml:space="preserve">a contraint à ne pas relâcher à </w:t>
      </w:r>
      <w:proofErr w:type="spellStart"/>
      <w:r w:rsidR="00AB2DE8">
        <w:t>Tsing</w:t>
      </w:r>
      <w:proofErr w:type="spellEnd"/>
      <w:r w:rsidR="00AB2DE8">
        <w:t>-Tao</w:t>
      </w:r>
      <w:r>
        <w:t xml:space="preserve">, </w:t>
      </w:r>
      <w:r w:rsidR="00AB2DE8">
        <w:t>où il devait s</w:t>
      </w:r>
      <w:r>
        <w:t>’</w:t>
      </w:r>
      <w:r w:rsidR="00AB2DE8">
        <w:t>arrêter deux jours</w:t>
      </w:r>
      <w:r>
        <w:t xml:space="preserve">. </w:t>
      </w:r>
      <w:r w:rsidR="00AB2DE8">
        <w:t>C</w:t>
      </w:r>
      <w:r>
        <w:t>’</w:t>
      </w:r>
      <w:r w:rsidR="00AB2DE8">
        <w:t>est pour cela qu</w:t>
      </w:r>
      <w:r>
        <w:t>’</w:t>
      </w:r>
      <w:r w:rsidR="00AB2DE8">
        <w:t>il est en avance</w:t>
      </w:r>
      <w:r>
        <w:t xml:space="preserve">, </w:t>
      </w:r>
      <w:r w:rsidR="00AB2DE8">
        <w:t xml:space="preserve">expliqua placidement </w:t>
      </w:r>
      <w:r>
        <w:t>M. </w:t>
      </w:r>
      <w:proofErr w:type="spellStart"/>
      <w:r w:rsidR="00AB2DE8">
        <w:t>Siu</w:t>
      </w:r>
      <w:proofErr w:type="spellEnd"/>
      <w:r>
        <w:t>.</w:t>
      </w:r>
    </w:p>
    <w:p w14:paraId="5C5D7DC8" w14:textId="77777777" w:rsidR="00C90F8D" w:rsidRDefault="00C90F8D">
      <w:r>
        <w:rPr>
          <w:rFonts w:eastAsia="Georgia"/>
        </w:rPr>
        <w:t>— </w:t>
      </w:r>
      <w:r w:rsidR="00AB2DE8">
        <w:t>Alors</w:t>
      </w:r>
      <w:r>
        <w:t xml:space="preserve">, </w:t>
      </w:r>
      <w:r w:rsidR="00AB2DE8">
        <w:t>je comprends</w:t>
      </w:r>
      <w:r>
        <w:t xml:space="preserve">. </w:t>
      </w:r>
      <w:r w:rsidR="00AB2DE8">
        <w:t>C</w:t>
      </w:r>
      <w:r>
        <w:t>’</w:t>
      </w:r>
      <w:r w:rsidR="00AB2DE8">
        <w:t>est tout ce qu</w:t>
      </w:r>
      <w:r>
        <w:t>’</w:t>
      </w:r>
      <w:r w:rsidR="00AB2DE8">
        <w:t>il avait à dire</w:t>
      </w:r>
      <w:r>
        <w:t xml:space="preserve">, </w:t>
      </w:r>
      <w:r w:rsidR="00AB2DE8">
        <w:t xml:space="preserve">notre agent de </w:t>
      </w:r>
      <w:proofErr w:type="spellStart"/>
      <w:r w:rsidR="00AB2DE8">
        <w:t>Dalny</w:t>
      </w:r>
      <w:proofErr w:type="spellEnd"/>
      <w:r>
        <w:t> ?</w:t>
      </w:r>
    </w:p>
    <w:p w14:paraId="24A0F0C2" w14:textId="77777777" w:rsidR="00C90F8D" w:rsidRDefault="00C90F8D">
      <w:r>
        <w:rPr>
          <w:rFonts w:eastAsia="Georgia"/>
        </w:rPr>
        <w:t>— </w:t>
      </w:r>
      <w:r w:rsidR="00AB2DE8">
        <w:t>Non</w:t>
      </w:r>
      <w:r>
        <w:t xml:space="preserve">, </w:t>
      </w:r>
      <w:r w:rsidR="00AB2DE8">
        <w:t>monsieur le directeur</w:t>
      </w:r>
      <w:r>
        <w:t xml:space="preserve">. </w:t>
      </w:r>
      <w:r w:rsidR="00AB2DE8">
        <w:t>Il tenait surtout à nous prévenir que plusieurs caisses de la cargaison qui nous était destinée lui ont paru avariées par la mer</w:t>
      </w:r>
      <w:r>
        <w:t xml:space="preserve">. </w:t>
      </w:r>
      <w:r w:rsidR="00AB2DE8">
        <w:t>Il s</w:t>
      </w:r>
      <w:r>
        <w:t>’</w:t>
      </w:r>
      <w:r w:rsidR="00AB2DE8">
        <w:t>est refusé en conséquence à en prendre livraison</w:t>
      </w:r>
      <w:r>
        <w:t>.</w:t>
      </w:r>
    </w:p>
    <w:p w14:paraId="5033E2CB" w14:textId="7CF8A25D" w:rsidR="00C90F8D" w:rsidRDefault="00C90F8D">
      <w:r>
        <w:rPr>
          <w:rFonts w:eastAsia="Georgia"/>
        </w:rPr>
        <w:t>— </w:t>
      </w:r>
      <w:r w:rsidR="00AB2DE8">
        <w:t>Il a bien fait</w:t>
      </w:r>
      <w:r>
        <w:t xml:space="preserve">. </w:t>
      </w:r>
      <w:r w:rsidR="00AB2DE8">
        <w:t>Prenez le téléphone</w:t>
      </w:r>
      <w:r>
        <w:t xml:space="preserve">, </w:t>
      </w:r>
      <w:r w:rsidR="00AB2DE8">
        <w:t xml:space="preserve">et demandez-moi </w:t>
      </w:r>
      <w:r>
        <w:t>M. </w:t>
      </w:r>
      <w:r w:rsidR="00AB2DE8">
        <w:t>le directeur général</w:t>
      </w:r>
      <w:r>
        <w:t>.</w:t>
      </w:r>
    </w:p>
    <w:p w14:paraId="4DE5EA2D" w14:textId="0046C0A9" w:rsidR="00C90F8D" w:rsidRDefault="00C90F8D">
      <w:r>
        <w:rPr>
          <w:rFonts w:eastAsia="Georgia"/>
        </w:rPr>
        <w:t>— </w:t>
      </w:r>
      <w:r w:rsidR="00AB2DE8">
        <w:t>J</w:t>
      </w:r>
      <w:r>
        <w:t>’</w:t>
      </w:r>
      <w:r w:rsidR="00AB2DE8">
        <w:t xml:space="preserve">ai déjà téléphoné à </w:t>
      </w:r>
      <w:r>
        <w:t>M. </w:t>
      </w:r>
      <w:r w:rsidR="00AB2DE8">
        <w:t>le directeur général</w:t>
      </w:r>
      <w:r>
        <w:t>.</w:t>
      </w:r>
    </w:p>
    <w:p w14:paraId="588FE385" w14:textId="77777777" w:rsidR="00C90F8D" w:rsidRDefault="00C90F8D">
      <w:r>
        <w:rPr>
          <w:rFonts w:eastAsia="Georgia"/>
        </w:rPr>
        <w:t>— </w:t>
      </w:r>
      <w:r w:rsidR="00AB2DE8">
        <w:t>Qu</w:t>
      </w:r>
      <w:r>
        <w:t>’</w:t>
      </w:r>
      <w:r w:rsidR="00AB2DE8">
        <w:t>a-t-il dit</w:t>
      </w:r>
      <w:r>
        <w:t> ?</w:t>
      </w:r>
    </w:p>
    <w:p w14:paraId="76695A1C" w14:textId="62253C26" w:rsidR="00C90F8D" w:rsidRDefault="00C90F8D">
      <w:r>
        <w:rPr>
          <w:rFonts w:eastAsia="Georgia"/>
        </w:rPr>
        <w:t>— </w:t>
      </w:r>
      <w:r>
        <w:t>M. </w:t>
      </w:r>
      <w:r w:rsidR="00AB2DE8">
        <w:t xml:space="preserve">le directeur général a exprimé le désir que </w:t>
      </w:r>
      <w:r>
        <w:t>MM. </w:t>
      </w:r>
      <w:r w:rsidR="00AB2DE8">
        <w:t>Schmidt et Forestier s</w:t>
      </w:r>
      <w:r>
        <w:t>’</w:t>
      </w:r>
      <w:r w:rsidR="00AB2DE8">
        <w:t>entendent</w:t>
      </w:r>
      <w:r>
        <w:t xml:space="preserve">, </w:t>
      </w:r>
      <w:r w:rsidR="00AB2DE8">
        <w:t>afin qu</w:t>
      </w:r>
      <w:r>
        <w:t>’</w:t>
      </w:r>
      <w:r w:rsidR="00AB2DE8">
        <w:t xml:space="preserve">un de ces Messieurs parte le plus tôt possible pour </w:t>
      </w:r>
      <w:proofErr w:type="spellStart"/>
      <w:r w:rsidR="00AB2DE8">
        <w:t>Dalny</w:t>
      </w:r>
      <w:proofErr w:type="spellEnd"/>
      <w:r>
        <w:t xml:space="preserve">, </w:t>
      </w:r>
      <w:r w:rsidR="00AB2DE8">
        <w:t>où il assistera à l</w:t>
      </w:r>
      <w:r>
        <w:t>’</w:t>
      </w:r>
      <w:r w:rsidR="00AB2DE8">
        <w:t>ouverture des caisses suspectes</w:t>
      </w:r>
      <w:r>
        <w:t>.</w:t>
      </w:r>
    </w:p>
    <w:p w14:paraId="64CA7ECB" w14:textId="0E13B940" w:rsidR="00C90F8D" w:rsidRDefault="00C90F8D">
      <w:r>
        <w:rPr>
          <w:rFonts w:eastAsia="Georgia"/>
        </w:rPr>
        <w:t>— </w:t>
      </w:r>
      <w:r w:rsidR="00AB2DE8">
        <w:t>Charmant</w:t>
      </w:r>
      <w:r>
        <w:t xml:space="preserve"> ! </w:t>
      </w:r>
      <w:r w:rsidR="00AB2DE8">
        <w:t>maugréa Schmidt</w:t>
      </w:r>
      <w:r>
        <w:t xml:space="preserve">, </w:t>
      </w:r>
      <w:r w:rsidR="00AB2DE8">
        <w:t>lâchant un juron qui</w:t>
      </w:r>
      <w:r>
        <w:t xml:space="preserve">, </w:t>
      </w:r>
      <w:r w:rsidR="00AB2DE8">
        <w:t>on verra plus loin pourquoi</w:t>
      </w:r>
      <w:r>
        <w:t xml:space="preserve">, </w:t>
      </w:r>
      <w:r w:rsidR="00AB2DE8">
        <w:t>était d</w:t>
      </w:r>
      <w:r>
        <w:t>’</w:t>
      </w:r>
      <w:r w:rsidR="00AB2DE8">
        <w:t>ailleurs de pure forme</w:t>
      </w:r>
      <w:r>
        <w:t xml:space="preserve">. </w:t>
      </w:r>
      <w:r w:rsidR="00AB2DE8">
        <w:t>C</w:t>
      </w:r>
      <w:r>
        <w:t>’</w:t>
      </w:r>
      <w:r w:rsidR="00AB2DE8">
        <w:t xml:space="preserve">est </w:t>
      </w:r>
      <w:r w:rsidR="00AB2DE8">
        <w:lastRenderedPageBreak/>
        <w:t>encore moi qui vais écoper</w:t>
      </w:r>
      <w:r>
        <w:t xml:space="preserve">. </w:t>
      </w:r>
      <w:r w:rsidR="00AB2DE8">
        <w:t>Allons</w:t>
      </w:r>
      <w:r>
        <w:t xml:space="preserve">, </w:t>
      </w:r>
      <w:r w:rsidR="00AB2DE8">
        <w:t>il est admis une fois pour toutes que le fait d</w:t>
      </w:r>
      <w:r>
        <w:t>’</w:t>
      </w:r>
      <w:r w:rsidR="00AB2DE8">
        <w:t>être marié dispense de toutes les corvées</w:t>
      </w:r>
      <w:r>
        <w:t xml:space="preserve">. </w:t>
      </w:r>
      <w:r w:rsidR="00AB2DE8">
        <w:t>Inclinons-nous</w:t>
      </w:r>
      <w:r>
        <w:t xml:space="preserve">. </w:t>
      </w:r>
      <w:r w:rsidR="00AB2DE8">
        <w:t xml:space="preserve">Monsieur </w:t>
      </w:r>
      <w:proofErr w:type="spellStart"/>
      <w:r w:rsidR="00AB2DE8">
        <w:t>Siu</w:t>
      </w:r>
      <w:proofErr w:type="spellEnd"/>
      <w:r>
        <w:t xml:space="preserve">, </w:t>
      </w:r>
      <w:r w:rsidR="00AB2DE8">
        <w:t>vous allez me rendre deux services</w:t>
      </w:r>
      <w:r>
        <w:t xml:space="preserve">. </w:t>
      </w:r>
      <w:r w:rsidR="00AB2DE8">
        <w:t>D</w:t>
      </w:r>
      <w:r>
        <w:t>’</w:t>
      </w:r>
      <w:r w:rsidR="00AB2DE8">
        <w:t>abord</w:t>
      </w:r>
      <w:r>
        <w:t xml:space="preserve">, </w:t>
      </w:r>
      <w:r w:rsidR="00AB2DE8">
        <w:t>vous téléphonerez à la gare</w:t>
      </w:r>
      <w:r>
        <w:t xml:space="preserve">, </w:t>
      </w:r>
      <w:r w:rsidR="00AB2DE8">
        <w:t xml:space="preserve">et vous me retiendrez un </w:t>
      </w:r>
      <w:r w:rsidR="00AB2DE8">
        <w:rPr>
          <w:i/>
          <w:iCs/>
        </w:rPr>
        <w:t xml:space="preserve">sleeping </w:t>
      </w:r>
      <w:r w:rsidR="00AB2DE8">
        <w:t>pour ce soir</w:t>
      </w:r>
      <w:r>
        <w:t xml:space="preserve">, </w:t>
      </w:r>
      <w:r w:rsidR="00AB2DE8">
        <w:t xml:space="preserve">express de </w:t>
      </w:r>
      <w:proofErr w:type="spellStart"/>
      <w:r w:rsidR="00AB2DE8">
        <w:t>Dalny</w:t>
      </w:r>
      <w:proofErr w:type="spellEnd"/>
      <w:r>
        <w:t xml:space="preserve">, </w:t>
      </w:r>
      <w:r w:rsidR="00AB2DE8">
        <w:t>dix-neuf heures quarante</w:t>
      </w:r>
      <w:r>
        <w:t xml:space="preserve">. </w:t>
      </w:r>
      <w:r w:rsidR="00AB2DE8">
        <w:t>Ensuite</w:t>
      </w:r>
      <w:r>
        <w:t xml:space="preserve">, </w:t>
      </w:r>
      <w:r w:rsidR="00AB2DE8">
        <w:t xml:space="preserve">vous avertirez </w:t>
      </w:r>
      <w:r>
        <w:t>M. </w:t>
      </w:r>
      <w:r w:rsidR="00AB2DE8">
        <w:t>le directeur général que j</w:t>
      </w:r>
      <w:r>
        <w:t>’</w:t>
      </w:r>
      <w:r w:rsidR="00AB2DE8">
        <w:t>aurai l</w:t>
      </w:r>
      <w:r>
        <w:t>’</w:t>
      </w:r>
      <w:r w:rsidR="00AB2DE8">
        <w:t>honneur de passer chez lui à la fin de l</w:t>
      </w:r>
      <w:r>
        <w:t>’</w:t>
      </w:r>
      <w:r w:rsidR="00AB2DE8">
        <w:t>après-midi</w:t>
      </w:r>
      <w:r>
        <w:t xml:space="preserve">, </w:t>
      </w:r>
      <w:r w:rsidR="00AB2DE8">
        <w:t>pour recevoir ses instructions et prendre de ses nouvelles</w:t>
      </w:r>
      <w:r>
        <w:t xml:space="preserve">. </w:t>
      </w:r>
      <w:r w:rsidR="00AB2DE8">
        <w:t>Sur ce</w:t>
      </w:r>
      <w:r>
        <w:t xml:space="preserve">, </w:t>
      </w:r>
      <w:r w:rsidR="00AB2DE8">
        <w:t>j</w:t>
      </w:r>
      <w:r>
        <w:t>’</w:t>
      </w:r>
      <w:r w:rsidR="00AB2DE8">
        <w:t>aime autant vous dire que je vous laisse la responsabilité de toute la boutique</w:t>
      </w:r>
      <w:r>
        <w:t xml:space="preserve">, </w:t>
      </w:r>
      <w:r w:rsidR="00AB2DE8">
        <w:t>et que je vais me promener</w:t>
      </w:r>
      <w:r>
        <w:t>.</w:t>
      </w:r>
    </w:p>
    <w:p w14:paraId="0A24EAC8" w14:textId="77777777" w:rsidR="00C90F8D" w:rsidRDefault="00AB2DE8">
      <w:r>
        <w:t>La mauvaise humeur qu</w:t>
      </w:r>
      <w:r w:rsidR="00C90F8D">
        <w:t>’</w:t>
      </w:r>
      <w:r>
        <w:t>il simulait disparut dès qu</w:t>
      </w:r>
      <w:r w:rsidR="00C90F8D">
        <w:t>’</w:t>
      </w:r>
      <w:r>
        <w:t>il eut franchi la porte de l</w:t>
      </w:r>
      <w:r w:rsidR="00C90F8D">
        <w:t>’</w:t>
      </w:r>
      <w:r>
        <w:t>Arsenal</w:t>
      </w:r>
      <w:r w:rsidR="00C90F8D">
        <w:t xml:space="preserve">. </w:t>
      </w:r>
      <w:r>
        <w:t>La vérité était qu</w:t>
      </w:r>
      <w:r w:rsidR="00C90F8D">
        <w:t>’</w:t>
      </w:r>
      <w:r>
        <w:t xml:space="preserve">un voyage à </w:t>
      </w:r>
      <w:proofErr w:type="spellStart"/>
      <w:r>
        <w:t>Dalny</w:t>
      </w:r>
      <w:proofErr w:type="spellEnd"/>
      <w:r>
        <w:t xml:space="preserve"> n</w:t>
      </w:r>
      <w:r w:rsidR="00C90F8D">
        <w:t>’</w:t>
      </w:r>
      <w:r>
        <w:t>était pas pour lui déplaire</w:t>
      </w:r>
      <w:r w:rsidR="00C90F8D">
        <w:t xml:space="preserve">. </w:t>
      </w:r>
      <w:r>
        <w:t>Un de ses amis</w:t>
      </w:r>
      <w:r w:rsidR="00C90F8D">
        <w:t xml:space="preserve">, </w:t>
      </w:r>
      <w:r>
        <w:t>vice-consul des États-Unis à Moukden</w:t>
      </w:r>
      <w:r w:rsidR="00C90F8D">
        <w:t xml:space="preserve">, </w:t>
      </w:r>
      <w:r>
        <w:t>venait de recevoir de l</w:t>
      </w:r>
      <w:r w:rsidR="00C90F8D">
        <w:t>’</w:t>
      </w:r>
      <w:r>
        <w:t>avancement et d</w:t>
      </w:r>
      <w:r w:rsidR="00C90F8D">
        <w:t>’</w:t>
      </w:r>
      <w:r>
        <w:t>être nommé dans ce port</w:t>
      </w:r>
      <w:r w:rsidR="00C90F8D">
        <w:t xml:space="preserve">. </w:t>
      </w:r>
      <w:r>
        <w:t>Or</w:t>
      </w:r>
      <w:r w:rsidR="00C90F8D">
        <w:t xml:space="preserve">, </w:t>
      </w:r>
      <w:r>
        <w:t>le diplomate en question était pourvu d</w:t>
      </w:r>
      <w:r w:rsidR="00C90F8D">
        <w:t>’</w:t>
      </w:r>
      <w:r>
        <w:t>une femme délicieuse</w:t>
      </w:r>
      <w:r w:rsidR="00C90F8D">
        <w:t xml:space="preserve">, </w:t>
      </w:r>
      <w:r>
        <w:t>et la malignité publique accusait cette aimable blonde d</w:t>
      </w:r>
      <w:r w:rsidR="00C90F8D">
        <w:t>’</w:t>
      </w:r>
      <w:r>
        <w:t>avoir consenti</w:t>
      </w:r>
      <w:r w:rsidR="00C90F8D">
        <w:t xml:space="preserve">, </w:t>
      </w:r>
      <w:r>
        <w:t>au profit de Schmidt</w:t>
      </w:r>
      <w:r w:rsidR="00C90F8D">
        <w:t xml:space="preserve">, </w:t>
      </w:r>
      <w:r>
        <w:t xml:space="preserve">des dérogations répétées à la doctrine de </w:t>
      </w:r>
      <w:proofErr w:type="spellStart"/>
      <w:r>
        <w:t>Monroë</w:t>
      </w:r>
      <w:proofErr w:type="spellEnd"/>
      <w:r w:rsidR="00C90F8D">
        <w:t>.</w:t>
      </w:r>
    </w:p>
    <w:p w14:paraId="1AEC9624" w14:textId="77777777" w:rsidR="00C90F8D" w:rsidRDefault="00AB2DE8">
      <w:r>
        <w:t>C</w:t>
      </w:r>
      <w:r w:rsidR="00C90F8D">
        <w:t>’</w:t>
      </w:r>
      <w:r>
        <w:t>était le jour des coups de téléphone</w:t>
      </w:r>
      <w:r w:rsidR="00C90F8D">
        <w:t xml:space="preserve">. </w:t>
      </w:r>
      <w:r>
        <w:t>Du Cercle</w:t>
      </w:r>
      <w:r w:rsidR="00C90F8D">
        <w:t xml:space="preserve">, </w:t>
      </w:r>
      <w:r>
        <w:t>où il fit halte en quittant l</w:t>
      </w:r>
      <w:r w:rsidR="00C90F8D">
        <w:t>’</w:t>
      </w:r>
      <w:r>
        <w:t>Arsenal</w:t>
      </w:r>
      <w:r w:rsidR="00C90F8D">
        <w:t xml:space="preserve">, </w:t>
      </w:r>
      <w:r>
        <w:t xml:space="preserve">Schmidt demanda la communication avec </w:t>
      </w:r>
      <w:proofErr w:type="spellStart"/>
      <w:r>
        <w:t>Dalny</w:t>
      </w:r>
      <w:proofErr w:type="spellEnd"/>
      <w:r w:rsidR="00C90F8D">
        <w:t xml:space="preserve">. </w:t>
      </w:r>
      <w:r>
        <w:t>Quand il sortit de la cabine</w:t>
      </w:r>
      <w:r w:rsidR="00C90F8D">
        <w:t xml:space="preserve">, </w:t>
      </w:r>
      <w:r>
        <w:t>il emportait l</w:t>
      </w:r>
      <w:r w:rsidR="00C90F8D">
        <w:t>’</w:t>
      </w:r>
      <w:r>
        <w:t>agréable assurance qu</w:t>
      </w:r>
      <w:r w:rsidR="00C90F8D">
        <w:t>’</w:t>
      </w:r>
      <w:r>
        <w:t>il n</w:t>
      </w:r>
      <w:r w:rsidR="00C90F8D">
        <w:t>’</w:t>
      </w:r>
      <w:r>
        <w:t>aurait pas à s</w:t>
      </w:r>
      <w:r w:rsidR="00C90F8D">
        <w:t>’</w:t>
      </w:r>
      <w:r>
        <w:t>égarer dans un lit d</w:t>
      </w:r>
      <w:r w:rsidR="00C90F8D">
        <w:t>’</w:t>
      </w:r>
      <w:r>
        <w:t>hôtel</w:t>
      </w:r>
      <w:r w:rsidR="00C90F8D">
        <w:t>.</w:t>
      </w:r>
    </w:p>
    <w:p w14:paraId="5AD29F97" w14:textId="67A4B957" w:rsidR="00C90F8D" w:rsidRDefault="00AB2DE8">
      <w:r>
        <w:t>Il ne s</w:t>
      </w:r>
      <w:r w:rsidR="00C90F8D">
        <w:t>’</w:t>
      </w:r>
      <w:r>
        <w:t>éternisa pas chez son directeur général</w:t>
      </w:r>
      <w:r w:rsidR="00C90F8D">
        <w:t xml:space="preserve">, </w:t>
      </w:r>
      <w:r w:rsidR="00C90F8D">
        <w:rPr>
          <w:rFonts w:eastAsia="Georgia"/>
        </w:rPr>
        <w:t xml:space="preserve">– </w:t>
      </w:r>
      <w:r>
        <w:t xml:space="preserve">tout juste le temps de constater que </w:t>
      </w:r>
      <w:r w:rsidR="00C90F8D">
        <w:t>M. </w:t>
      </w:r>
      <w:proofErr w:type="spellStart"/>
      <w:r>
        <w:t>Mauconseil</w:t>
      </w:r>
      <w:proofErr w:type="spellEnd"/>
      <w:r>
        <w:t xml:space="preserve"> avait perdu beaucoup de sa superbe</w:t>
      </w:r>
      <w:r w:rsidR="00C90F8D">
        <w:t>.</w:t>
      </w:r>
    </w:p>
    <w:p w14:paraId="2CCE7CF2" w14:textId="52D63468" w:rsidR="00C90F8D" w:rsidRDefault="00C90F8D">
      <w:r>
        <w:rPr>
          <w:rFonts w:eastAsia="Georgia"/>
        </w:rPr>
        <w:t>— </w:t>
      </w:r>
      <w:r w:rsidR="00AB2DE8">
        <w:t>Une petite indisposition de rien du tout</w:t>
      </w:r>
      <w:r>
        <w:t xml:space="preserve">, </w:t>
      </w:r>
      <w:r w:rsidR="00AB2DE8">
        <w:t>mon cher ami</w:t>
      </w:r>
      <w:r>
        <w:t xml:space="preserve">. </w:t>
      </w:r>
      <w:r w:rsidR="00AB2DE8">
        <w:t>Cela ne vaut même plus la peine d</w:t>
      </w:r>
      <w:r>
        <w:t>’</w:t>
      </w:r>
      <w:r w:rsidR="00AB2DE8">
        <w:t>en parler</w:t>
      </w:r>
      <w:r>
        <w:t xml:space="preserve">. </w:t>
      </w:r>
      <w:r w:rsidR="00AB2DE8">
        <w:t>Mais qu</w:t>
      </w:r>
      <w:r>
        <w:t>’</w:t>
      </w:r>
      <w:r w:rsidR="00AB2DE8">
        <w:t xml:space="preserve">est-ce </w:t>
      </w:r>
      <w:r w:rsidR="00AB2DE8">
        <w:lastRenderedPageBreak/>
        <w:t>que vient de m</w:t>
      </w:r>
      <w:r>
        <w:t>’</w:t>
      </w:r>
      <w:r w:rsidR="00AB2DE8">
        <w:t xml:space="preserve">apprendre </w:t>
      </w:r>
      <w:r>
        <w:t>M. </w:t>
      </w:r>
      <w:proofErr w:type="spellStart"/>
      <w:r w:rsidR="00AB2DE8">
        <w:t>Siu</w:t>
      </w:r>
      <w:proofErr w:type="spellEnd"/>
      <w:r>
        <w:t xml:space="preserve"> ? </w:t>
      </w:r>
      <w:r w:rsidR="00AB2DE8">
        <w:t>Ce brave Forestier</w:t>
      </w:r>
      <w:r>
        <w:t xml:space="preserve">, </w:t>
      </w:r>
      <w:r w:rsidR="00AB2DE8">
        <w:t>lui aussi</w:t>
      </w:r>
      <w:r>
        <w:t xml:space="preserve">, </w:t>
      </w:r>
      <w:r w:rsidR="00AB2DE8">
        <w:t>s</w:t>
      </w:r>
      <w:r>
        <w:t>’</w:t>
      </w:r>
      <w:r w:rsidR="00AB2DE8">
        <w:t>est trouvé fatigué</w:t>
      </w:r>
      <w:r>
        <w:t xml:space="preserve"> ? </w:t>
      </w:r>
      <w:r w:rsidR="00AB2DE8">
        <w:t>Dites-lui surtout qu</w:t>
      </w:r>
      <w:r>
        <w:t>’</w:t>
      </w:r>
      <w:r w:rsidR="00AB2DE8">
        <w:t>il prenne tout le temps qu</w:t>
      </w:r>
      <w:r>
        <w:t>’</w:t>
      </w:r>
      <w:r w:rsidR="00AB2DE8">
        <w:t>il lui faudra pour se rétablir</w:t>
      </w:r>
      <w:r>
        <w:t xml:space="preserve">. </w:t>
      </w:r>
      <w:r w:rsidR="00AB2DE8">
        <w:t>Je serai demain matin à l</w:t>
      </w:r>
      <w:r>
        <w:t>’</w:t>
      </w:r>
      <w:r w:rsidR="00AB2DE8">
        <w:t>Arsenal</w:t>
      </w:r>
      <w:r>
        <w:t xml:space="preserve">. </w:t>
      </w:r>
      <w:r w:rsidR="00AB2DE8">
        <w:t>Je vous remplacerai tous les deux</w:t>
      </w:r>
      <w:r>
        <w:t>.</w:t>
      </w:r>
    </w:p>
    <w:p w14:paraId="67D2BB9D" w14:textId="77777777" w:rsidR="00C90F8D" w:rsidRDefault="00C90F8D">
      <w:r>
        <w:rPr>
          <w:rFonts w:eastAsia="Georgia"/>
        </w:rPr>
        <w:t>— </w:t>
      </w:r>
      <w:r w:rsidR="00AB2DE8">
        <w:t>Il y sera certainement aussi</w:t>
      </w:r>
      <w:r>
        <w:t xml:space="preserve">, </w:t>
      </w:r>
      <w:r w:rsidR="00AB2DE8">
        <w:t>Monsieur le directeur général</w:t>
      </w:r>
      <w:r>
        <w:t xml:space="preserve">. </w:t>
      </w:r>
      <w:r w:rsidR="00AB2DE8">
        <w:t>À l</w:t>
      </w:r>
      <w:r>
        <w:t>’</w:t>
      </w:r>
      <w:r w:rsidR="00AB2DE8">
        <w:t>heure actuelle</w:t>
      </w:r>
      <w:r>
        <w:t xml:space="preserve">, </w:t>
      </w:r>
      <w:r w:rsidR="00AB2DE8">
        <w:t>il doit être sur pied</w:t>
      </w:r>
      <w:r>
        <w:t>.</w:t>
      </w:r>
    </w:p>
    <w:p w14:paraId="7EAFAD6F" w14:textId="77777777" w:rsidR="00C90F8D" w:rsidRDefault="00AB2DE8">
      <w:r>
        <w:t>Schmidt trouva effectivement Forestier levé</w:t>
      </w:r>
      <w:r w:rsidR="00C90F8D">
        <w:t xml:space="preserve">. </w:t>
      </w:r>
      <w:r>
        <w:t>Assis à son bureau</w:t>
      </w:r>
      <w:r w:rsidR="00C90F8D">
        <w:t xml:space="preserve">, </w:t>
      </w:r>
      <w:r>
        <w:t>il travaillait</w:t>
      </w:r>
      <w:r w:rsidR="00C90F8D">
        <w:t xml:space="preserve">. </w:t>
      </w:r>
      <w:r>
        <w:t>Les deux hommes échangèrent un regard plein de gêne</w:t>
      </w:r>
      <w:r w:rsidR="00C90F8D">
        <w:t>.</w:t>
      </w:r>
    </w:p>
    <w:p w14:paraId="1A142AB9" w14:textId="77777777" w:rsidR="00C90F8D" w:rsidRDefault="00C90F8D">
      <w:r>
        <w:rPr>
          <w:rFonts w:eastAsia="Georgia"/>
        </w:rPr>
        <w:t>— </w:t>
      </w:r>
      <w:r w:rsidR="00AB2DE8">
        <w:t>Comment es-tu</w:t>
      </w:r>
      <w:r>
        <w:t> ?</w:t>
      </w:r>
    </w:p>
    <w:p w14:paraId="2BA6E1E5" w14:textId="77777777" w:rsidR="00C90F8D" w:rsidRDefault="00C90F8D">
      <w:r>
        <w:rPr>
          <w:rFonts w:eastAsia="Georgia"/>
        </w:rPr>
        <w:t>— </w:t>
      </w:r>
      <w:r w:rsidR="00AB2DE8">
        <w:t>Bien</w:t>
      </w:r>
      <w:r>
        <w:t xml:space="preserve">, </w:t>
      </w:r>
      <w:r w:rsidR="00AB2DE8">
        <w:t>vraiment</w:t>
      </w:r>
      <w:r>
        <w:t>.</w:t>
      </w:r>
    </w:p>
    <w:p w14:paraId="51FBCC01" w14:textId="77777777" w:rsidR="00C90F8D" w:rsidRDefault="00C90F8D">
      <w:r>
        <w:rPr>
          <w:rFonts w:eastAsia="Georgia"/>
        </w:rPr>
        <w:t>— </w:t>
      </w:r>
      <w:r w:rsidR="00AB2DE8">
        <w:t>Je pars tout à l</w:t>
      </w:r>
      <w:r>
        <w:t>’</w:t>
      </w:r>
      <w:r w:rsidR="00AB2DE8">
        <w:t>heure</w:t>
      </w:r>
      <w:r>
        <w:t xml:space="preserve">, </w:t>
      </w:r>
      <w:r w:rsidR="00AB2DE8">
        <w:t>dit Schmidt avec une fausse désinvolture</w:t>
      </w:r>
      <w:r>
        <w:t xml:space="preserve">. </w:t>
      </w:r>
      <w:r w:rsidR="00AB2DE8">
        <w:t>Oui</w:t>
      </w:r>
      <w:r>
        <w:t xml:space="preserve">, </w:t>
      </w:r>
      <w:r w:rsidR="00AB2DE8">
        <w:t>figure-toi</w:t>
      </w:r>
      <w:r>
        <w:t xml:space="preserve">, </w:t>
      </w:r>
      <w:r w:rsidR="00AB2DE8">
        <w:t>une histoire ridicule</w:t>
      </w:r>
      <w:r>
        <w:t xml:space="preserve">. </w:t>
      </w:r>
      <w:r w:rsidR="00AB2DE8">
        <w:t>Je suis obligé d</w:t>
      </w:r>
      <w:r>
        <w:t>’</w:t>
      </w:r>
      <w:r w:rsidR="00AB2DE8">
        <w:t xml:space="preserve">aller à </w:t>
      </w:r>
      <w:proofErr w:type="spellStart"/>
      <w:r w:rsidR="00AB2DE8">
        <w:t>Dalny</w:t>
      </w:r>
      <w:proofErr w:type="spellEnd"/>
      <w:r>
        <w:t xml:space="preserve">, </w:t>
      </w:r>
      <w:r w:rsidR="00AB2DE8">
        <w:t>réceptionner du matériel</w:t>
      </w:r>
      <w:r>
        <w:t xml:space="preserve">. </w:t>
      </w:r>
      <w:r w:rsidR="00AB2DE8">
        <w:t>Je serai de retour dans deux ou trois jours</w:t>
      </w:r>
      <w:r>
        <w:t xml:space="preserve">. </w:t>
      </w:r>
      <w:r w:rsidR="00AB2DE8">
        <w:t>D</w:t>
      </w:r>
      <w:r>
        <w:t>’</w:t>
      </w:r>
      <w:r w:rsidR="00AB2DE8">
        <w:t>ici là</w:t>
      </w:r>
      <w:r>
        <w:t xml:space="preserve">, </w:t>
      </w:r>
      <w:r w:rsidR="00AB2DE8">
        <w:t>ne te fatigue pas</w:t>
      </w:r>
      <w:r>
        <w:t xml:space="preserve">. </w:t>
      </w:r>
      <w:r w:rsidR="00AB2DE8">
        <w:t>Je viens de voir le directeur général</w:t>
      </w:r>
      <w:r>
        <w:t xml:space="preserve">, </w:t>
      </w:r>
      <w:r w:rsidR="00AB2DE8">
        <w:t>il me charge de te faire la même recommandation</w:t>
      </w:r>
      <w:r>
        <w:t>.</w:t>
      </w:r>
    </w:p>
    <w:p w14:paraId="55A3E27C" w14:textId="77777777" w:rsidR="00C90F8D" w:rsidRDefault="00C90F8D">
      <w:r>
        <w:rPr>
          <w:rFonts w:eastAsia="Georgia"/>
        </w:rPr>
        <w:t>— </w:t>
      </w:r>
      <w:r w:rsidR="00AB2DE8">
        <w:t>Vous êtes bien bons tous les deux</w:t>
      </w:r>
      <w:r>
        <w:t xml:space="preserve">, </w:t>
      </w:r>
      <w:r w:rsidR="00AB2DE8">
        <w:t>dit Forestier</w:t>
      </w:r>
      <w:r>
        <w:t xml:space="preserve">. </w:t>
      </w:r>
      <w:r w:rsidR="00AB2DE8">
        <w:t>Mais soyez tranquilles</w:t>
      </w:r>
      <w:r>
        <w:t xml:space="preserve">. </w:t>
      </w:r>
      <w:r w:rsidR="00AB2DE8">
        <w:t>Je me sens de force à revenir dès demain à l</w:t>
      </w:r>
      <w:r>
        <w:t>’</w:t>
      </w:r>
      <w:r w:rsidR="00AB2DE8">
        <w:t>Arsenal</w:t>
      </w:r>
      <w:r>
        <w:t>.</w:t>
      </w:r>
    </w:p>
    <w:p w14:paraId="791B2225" w14:textId="77777777" w:rsidR="00C90F8D" w:rsidRDefault="00AB2DE8">
      <w:r>
        <w:t>À sept heures</w:t>
      </w:r>
      <w:r w:rsidR="00C90F8D">
        <w:t xml:space="preserve">, </w:t>
      </w:r>
      <w:r>
        <w:t>le boy vint avertir Schmidt que l</w:t>
      </w:r>
      <w:r w:rsidR="00C90F8D">
        <w:t>’</w:t>
      </w:r>
      <w:r>
        <w:t>automobile qui devait le conduire à la gare l</w:t>
      </w:r>
      <w:r w:rsidR="00C90F8D">
        <w:t>’</w:t>
      </w:r>
      <w:r>
        <w:t>attendait</w:t>
      </w:r>
      <w:r w:rsidR="00C90F8D">
        <w:t>.</w:t>
      </w:r>
    </w:p>
    <w:p w14:paraId="2A0089E6" w14:textId="77777777" w:rsidR="00C90F8D" w:rsidRDefault="00C90F8D">
      <w:r>
        <w:rPr>
          <w:rFonts w:eastAsia="Georgia"/>
        </w:rPr>
        <w:t>— </w:t>
      </w:r>
      <w:r w:rsidR="00AB2DE8">
        <w:t>Allons</w:t>
      </w:r>
      <w:r>
        <w:t xml:space="preserve">, </w:t>
      </w:r>
      <w:r w:rsidR="00AB2DE8">
        <w:t>au revoir</w:t>
      </w:r>
      <w:r>
        <w:t>.</w:t>
      </w:r>
    </w:p>
    <w:p w14:paraId="16FA1CD7" w14:textId="77777777" w:rsidR="00C90F8D" w:rsidRDefault="00C90F8D">
      <w:r>
        <w:rPr>
          <w:rFonts w:eastAsia="Georgia"/>
        </w:rPr>
        <w:t>— </w:t>
      </w:r>
      <w:r w:rsidR="00AB2DE8">
        <w:t>Au revoir</w:t>
      </w:r>
      <w:r>
        <w:t>.</w:t>
      </w:r>
    </w:p>
    <w:p w14:paraId="11946693" w14:textId="71B71052" w:rsidR="00AB2DE8" w:rsidRDefault="00AB2DE8"/>
    <w:p w14:paraId="052FDEFC" w14:textId="2F837922" w:rsidR="00AB2DE8" w:rsidRDefault="00AB2DE8">
      <w:r>
        <w:lastRenderedPageBreak/>
        <w:t xml:space="preserve">Schmidt passa à </w:t>
      </w:r>
      <w:proofErr w:type="spellStart"/>
      <w:r>
        <w:t>Dalny</w:t>
      </w:r>
      <w:proofErr w:type="spellEnd"/>
      <w:r>
        <w:t xml:space="preserve"> quelques journées enchanteresses</w:t>
      </w:r>
      <w:r w:rsidR="00C90F8D">
        <w:t xml:space="preserve">. </w:t>
      </w:r>
      <w:r>
        <w:t>Ces sortes de joie sont généralement gâtées par la perspective de la séparation</w:t>
      </w:r>
      <w:r w:rsidR="00C90F8D">
        <w:t xml:space="preserve">. </w:t>
      </w:r>
      <w:r>
        <w:t>Pas une minute cette pensée ne vint assombrir sa gaîté à lui</w:t>
      </w:r>
      <w:r w:rsidR="00C90F8D">
        <w:t xml:space="preserve">, </w:t>
      </w:r>
      <w:r>
        <w:t>non plus que celle de sa sympathique hôtesse</w:t>
      </w:r>
      <w:r w:rsidR="00C90F8D">
        <w:t xml:space="preserve">. </w:t>
      </w:r>
      <w:r>
        <w:t>S</w:t>
      </w:r>
      <w:r w:rsidR="00C90F8D">
        <w:t>’</w:t>
      </w:r>
      <w:r>
        <w:t>il lui arriva une ou deux fois</w:t>
      </w:r>
      <w:r w:rsidR="00C90F8D">
        <w:t xml:space="preserve">, </w:t>
      </w:r>
      <w:r>
        <w:t>bien par hasard</w:t>
      </w:r>
      <w:r w:rsidR="00C90F8D">
        <w:t xml:space="preserve">, </w:t>
      </w:r>
      <w:r>
        <w:t>de songer aux lugubres confidences de Forestier</w:t>
      </w:r>
      <w:r w:rsidR="00C90F8D">
        <w:t xml:space="preserve">, </w:t>
      </w:r>
      <w:r>
        <w:t>ce ne fut que pour en tirer la seule conclusion qui</w:t>
      </w:r>
      <w:r w:rsidR="00C90F8D">
        <w:t xml:space="preserve">, </w:t>
      </w:r>
      <w:r>
        <w:t>à son avis</w:t>
      </w:r>
      <w:r w:rsidR="00C90F8D">
        <w:t xml:space="preserve">, </w:t>
      </w:r>
      <w:r>
        <w:t>s</w:t>
      </w:r>
      <w:r w:rsidR="00C90F8D">
        <w:t>’</w:t>
      </w:r>
      <w:r>
        <w:t>imposait</w:t>
      </w:r>
      <w:r w:rsidR="00C90F8D">
        <w:t>. « </w:t>
      </w:r>
      <w:r>
        <w:t>Y a-t-il tout de même</w:t>
      </w:r>
      <w:r w:rsidR="00C90F8D">
        <w:t xml:space="preserve">, </w:t>
      </w:r>
      <w:r>
        <w:t>se disait-il</w:t>
      </w:r>
      <w:r w:rsidR="00C90F8D">
        <w:t xml:space="preserve">, </w:t>
      </w:r>
      <w:r>
        <w:t>en secouant un gobelet à cocktails</w:t>
      </w:r>
      <w:r w:rsidR="00C90F8D">
        <w:t xml:space="preserve">, </w:t>
      </w:r>
      <w:r>
        <w:t>des gens qui ont le génie de se compliquer l</w:t>
      </w:r>
      <w:r w:rsidR="00C90F8D">
        <w:t>’</w:t>
      </w:r>
      <w:r>
        <w:t>existence</w:t>
      </w:r>
      <w:r w:rsidR="00C90F8D">
        <w:t xml:space="preserve">, </w:t>
      </w:r>
      <w:r>
        <w:t>de tout prendre au tragique</w:t>
      </w:r>
      <w:r w:rsidR="00C90F8D">
        <w:t>. »</w:t>
      </w:r>
      <w:r>
        <w:t xml:space="preserve"> Il avait d</w:t>
      </w:r>
      <w:r w:rsidR="00C90F8D">
        <w:t>’</w:t>
      </w:r>
      <w:r>
        <w:t>ailleurs le droit de raisonner ainsi</w:t>
      </w:r>
      <w:r w:rsidR="00C90F8D">
        <w:t xml:space="preserve">. </w:t>
      </w:r>
      <w:r>
        <w:t>Sa conscience était nette</w:t>
      </w:r>
      <w:r w:rsidR="00C90F8D">
        <w:t xml:space="preserve">. </w:t>
      </w:r>
      <w:r>
        <w:t xml:space="preserve">Cinq minutes avant son départ pour </w:t>
      </w:r>
      <w:proofErr w:type="spellStart"/>
      <w:r>
        <w:t>Dalny</w:t>
      </w:r>
      <w:proofErr w:type="spellEnd"/>
      <w:r w:rsidR="00C90F8D">
        <w:t xml:space="preserve">, </w:t>
      </w:r>
      <w:r>
        <w:t>n</w:t>
      </w:r>
      <w:r w:rsidR="00C90F8D">
        <w:t>’</w:t>
      </w:r>
      <w:r>
        <w:t xml:space="preserve">avait-il pas téléphoné à </w:t>
      </w:r>
      <w:proofErr w:type="spellStart"/>
      <w:r>
        <w:t>Matsui</w:t>
      </w:r>
      <w:proofErr w:type="spellEnd"/>
      <w:r>
        <w:t xml:space="preserve"> afin de lui rappeler sa promesse</w:t>
      </w:r>
      <w:r w:rsidR="00C90F8D">
        <w:t xml:space="preserve">, </w:t>
      </w:r>
      <w:r>
        <w:t>précaution bien superflue pour qui connaissait la ponctualité du Japonais</w:t>
      </w:r>
      <w:r w:rsidR="00C90F8D">
        <w:t xml:space="preserve">. </w:t>
      </w:r>
      <w:r>
        <w:t>Non</w:t>
      </w:r>
      <w:r w:rsidR="00C90F8D">
        <w:t xml:space="preserve">, </w:t>
      </w:r>
      <w:r>
        <w:t>sous ce rapport</w:t>
      </w:r>
      <w:r w:rsidR="00C90F8D">
        <w:t xml:space="preserve">, </w:t>
      </w:r>
      <w:r>
        <w:t>il pouvait être pleinement en repos</w:t>
      </w:r>
      <w:r w:rsidR="00C90F8D">
        <w:t xml:space="preserve">. </w:t>
      </w:r>
      <w:r>
        <w:t xml:space="preserve">Le </w:t>
      </w:r>
      <w:r w:rsidR="00C90F8D">
        <w:t xml:space="preserve">2 avril, </w:t>
      </w:r>
      <w:r>
        <w:t>quand il se décida à quitter sa lady</w:t>
      </w:r>
      <w:r w:rsidR="00C90F8D">
        <w:t xml:space="preserve">, </w:t>
      </w:r>
      <w:r>
        <w:t>une dépêche qu</w:t>
      </w:r>
      <w:r w:rsidR="00C90F8D">
        <w:t>’</w:t>
      </w:r>
      <w:r>
        <w:t>on lui remit sur le quai de la gare acheva de le tranquilliser</w:t>
      </w:r>
      <w:r w:rsidR="00C90F8D">
        <w:t xml:space="preserve">. </w:t>
      </w:r>
      <w:r>
        <w:t>Elle contenait ces simples mots</w:t>
      </w:r>
      <w:r w:rsidR="00C90F8D">
        <w:t> : « </w:t>
      </w:r>
      <w:r>
        <w:rPr>
          <w:i/>
          <w:iCs/>
        </w:rPr>
        <w:t>Colis partiront ce soir comme convenu</w:t>
      </w:r>
      <w:r w:rsidR="00C90F8D">
        <w:rPr>
          <w:i/>
          <w:iCs/>
        </w:rPr>
        <w:t xml:space="preserve">. </w:t>
      </w:r>
      <w:r>
        <w:rPr>
          <w:i/>
          <w:iCs/>
        </w:rPr>
        <w:t>Stop</w:t>
      </w:r>
      <w:r w:rsidR="00C90F8D">
        <w:rPr>
          <w:i/>
          <w:iCs/>
        </w:rPr>
        <w:t xml:space="preserve">. </w:t>
      </w:r>
      <w:r>
        <w:rPr>
          <w:i/>
          <w:iCs/>
        </w:rPr>
        <w:t>Tout va bien</w:t>
      </w:r>
      <w:r w:rsidR="00C90F8D">
        <w:rPr>
          <w:i/>
          <w:iCs/>
        </w:rPr>
        <w:t xml:space="preserve">. </w:t>
      </w:r>
      <w:r>
        <w:rPr>
          <w:i/>
          <w:iCs/>
        </w:rPr>
        <w:t>Stop</w:t>
      </w:r>
      <w:r w:rsidR="00C90F8D">
        <w:rPr>
          <w:i/>
          <w:iCs/>
        </w:rPr>
        <w:t xml:space="preserve">. </w:t>
      </w:r>
      <w:r>
        <w:rPr>
          <w:i/>
          <w:iCs/>
        </w:rPr>
        <w:t>Pensées choisies</w:t>
      </w:r>
      <w:r w:rsidR="00C90F8D">
        <w:rPr>
          <w:i/>
          <w:iCs/>
        </w:rPr>
        <w:t xml:space="preserve">. </w:t>
      </w:r>
      <w:r>
        <w:rPr>
          <w:i/>
          <w:iCs/>
        </w:rPr>
        <w:t>Stop</w:t>
      </w:r>
      <w:r w:rsidR="00C90F8D">
        <w:rPr>
          <w:i/>
          <w:iCs/>
        </w:rPr>
        <w:t xml:space="preserve">. </w:t>
      </w:r>
      <w:proofErr w:type="spellStart"/>
      <w:r>
        <w:rPr>
          <w:i/>
          <w:iCs/>
        </w:rPr>
        <w:t>Matsui</w:t>
      </w:r>
      <w:proofErr w:type="spellEnd"/>
      <w:r w:rsidR="00C90F8D">
        <w:rPr>
          <w:i/>
          <w:iCs/>
        </w:rPr>
        <w:t>. »</w:t>
      </w:r>
    </w:p>
    <w:p w14:paraId="3E5C1305" w14:textId="77777777" w:rsidR="00C90F8D" w:rsidRDefault="00AB2DE8">
      <w:r>
        <w:t>Le train qui le ramenait eut du retard et n</w:t>
      </w:r>
      <w:r w:rsidR="00C90F8D">
        <w:t>’</w:t>
      </w:r>
      <w:r>
        <w:t>arriva que le lendemain matin vers dix heures</w:t>
      </w:r>
      <w:r w:rsidR="00C90F8D">
        <w:t xml:space="preserve">. </w:t>
      </w:r>
      <w:r>
        <w:t>Schmidt se souvint qu</w:t>
      </w:r>
      <w:r w:rsidR="00C90F8D">
        <w:t>’</w:t>
      </w:r>
      <w:r>
        <w:t>on était un samedi</w:t>
      </w:r>
      <w:r w:rsidR="00C90F8D">
        <w:t xml:space="preserve">, </w:t>
      </w:r>
      <w:r>
        <w:t>jour où l</w:t>
      </w:r>
      <w:r w:rsidR="00C90F8D">
        <w:t>’</w:t>
      </w:r>
      <w:r>
        <w:t>Arsenal fermait à midi</w:t>
      </w:r>
      <w:r w:rsidR="00C90F8D">
        <w:t xml:space="preserve">. </w:t>
      </w:r>
      <w:r>
        <w:t>Il décida donc de s</w:t>
      </w:r>
      <w:r w:rsidR="00C90F8D">
        <w:t>’</w:t>
      </w:r>
      <w:r>
        <w:t>y rendre directement</w:t>
      </w:r>
      <w:r w:rsidR="00C90F8D">
        <w:t xml:space="preserve">. </w:t>
      </w:r>
      <w:r>
        <w:t>D</w:t>
      </w:r>
      <w:r w:rsidR="00C90F8D">
        <w:t>’</w:t>
      </w:r>
      <w:r>
        <w:t>ailleurs</w:t>
      </w:r>
      <w:r w:rsidR="00C90F8D">
        <w:t xml:space="preserve">, </w:t>
      </w:r>
      <w:r>
        <w:t>il avait bien dormi</w:t>
      </w:r>
      <w:r w:rsidR="00C90F8D">
        <w:t xml:space="preserve">. </w:t>
      </w:r>
      <w:r>
        <w:t>Il n</w:t>
      </w:r>
      <w:r w:rsidR="00C90F8D">
        <w:t>’</w:t>
      </w:r>
      <w:r>
        <w:t>éprouvait aucune fatigue</w:t>
      </w:r>
      <w:r w:rsidR="00C90F8D">
        <w:t xml:space="preserve"> ; </w:t>
      </w:r>
      <w:r>
        <w:t>à peine le remords d</w:t>
      </w:r>
      <w:r w:rsidR="00C90F8D">
        <w:t>’</w:t>
      </w:r>
      <w:r>
        <w:t>avoir un peu trop tiré sur la corde</w:t>
      </w:r>
      <w:r w:rsidR="00C90F8D">
        <w:t>.</w:t>
      </w:r>
    </w:p>
    <w:p w14:paraId="10E5014B" w14:textId="77777777" w:rsidR="00C90F8D" w:rsidRDefault="00C90F8D">
      <w:r>
        <w:rPr>
          <w:rFonts w:eastAsia="Georgia"/>
        </w:rPr>
        <w:t>— </w:t>
      </w:r>
      <w:r w:rsidR="00AB2DE8">
        <w:t>Comment</w:t>
      </w:r>
      <w:r>
        <w:t xml:space="preserve">, </w:t>
      </w:r>
      <w:r w:rsidR="00AB2DE8">
        <w:t>vous voilà</w:t>
      </w:r>
      <w:r>
        <w:t xml:space="preserve">, </w:t>
      </w:r>
      <w:r w:rsidR="00AB2DE8">
        <w:t>cher ami</w:t>
      </w:r>
      <w:r>
        <w:t xml:space="preserve"> ? </w:t>
      </w:r>
      <w:r w:rsidR="00AB2DE8">
        <w:t>Déjà</w:t>
      </w:r>
      <w:r>
        <w:t xml:space="preserve"> ! </w:t>
      </w:r>
      <w:r w:rsidR="00AB2DE8">
        <w:t>fit le directeur général avec un bon sourire</w:t>
      </w:r>
      <w:r>
        <w:t>.</w:t>
      </w:r>
    </w:p>
    <w:p w14:paraId="15D47A92" w14:textId="77777777" w:rsidR="00C90F8D" w:rsidRDefault="00AB2DE8">
      <w:r>
        <w:t>Déjà</w:t>
      </w:r>
      <w:r w:rsidR="00C90F8D">
        <w:t xml:space="preserve"> ! </w:t>
      </w:r>
      <w:r>
        <w:t>C</w:t>
      </w:r>
      <w:r w:rsidR="00C90F8D">
        <w:t>’</w:t>
      </w:r>
      <w:r>
        <w:t>est presque toujours par cette irritante formule que sont accueillis les gens qui redoutent d</w:t>
      </w:r>
      <w:r w:rsidR="00C90F8D">
        <w:t>’</w:t>
      </w:r>
      <w:r>
        <w:t xml:space="preserve">avoir indûment </w:t>
      </w:r>
      <w:r>
        <w:lastRenderedPageBreak/>
        <w:t>prolongé leur absence</w:t>
      </w:r>
      <w:r w:rsidR="00C90F8D">
        <w:t xml:space="preserve">. </w:t>
      </w:r>
      <w:r>
        <w:t>Ah</w:t>
      </w:r>
      <w:r w:rsidR="00C90F8D">
        <w:t xml:space="preserve"> ! </w:t>
      </w:r>
      <w:r>
        <w:t>si Schmidt avait su</w:t>
      </w:r>
      <w:r w:rsidR="00C90F8D">
        <w:t xml:space="preserve"> !… </w:t>
      </w:r>
      <w:r>
        <w:t>Il ne pouvait pourtant pas repartir</w:t>
      </w:r>
      <w:r w:rsidR="00C90F8D">
        <w:t>.</w:t>
      </w:r>
    </w:p>
    <w:p w14:paraId="2203D6D1" w14:textId="77777777" w:rsidR="00C90F8D" w:rsidRDefault="00C90F8D">
      <w:r>
        <w:rPr>
          <w:rFonts w:eastAsia="Georgia"/>
        </w:rPr>
        <w:t>— </w:t>
      </w:r>
      <w:r w:rsidR="00AB2DE8">
        <w:t>J</w:t>
      </w:r>
      <w:r>
        <w:t>’</w:t>
      </w:r>
      <w:r w:rsidR="00AB2DE8">
        <w:t>aurais pu rentrer un jour plus tôt</w:t>
      </w:r>
      <w:r>
        <w:t xml:space="preserve">, </w:t>
      </w:r>
      <w:r w:rsidR="00AB2DE8">
        <w:t>fit-il hypocritement</w:t>
      </w:r>
      <w:r>
        <w:t xml:space="preserve">. </w:t>
      </w:r>
      <w:r w:rsidR="00AB2DE8">
        <w:t>Mais j</w:t>
      </w:r>
      <w:r>
        <w:t>’</w:t>
      </w:r>
      <w:r w:rsidR="00AB2DE8">
        <w:t>ai tenu à ce que là-bas tout fût en ordre</w:t>
      </w:r>
      <w:r>
        <w:t xml:space="preserve">. </w:t>
      </w:r>
      <w:r w:rsidR="00AB2DE8">
        <w:t>Les dégâts ne sont pas aussi graves que notre agent se l</w:t>
      </w:r>
      <w:r>
        <w:t>’</w:t>
      </w:r>
      <w:r w:rsidR="00AB2DE8">
        <w:t>était imaginé</w:t>
      </w:r>
      <w:r>
        <w:t xml:space="preserve">. </w:t>
      </w:r>
      <w:r w:rsidR="00AB2DE8">
        <w:t>À part un lot de bielles et de clapets de réglage que j</w:t>
      </w:r>
      <w:r>
        <w:t>’</w:t>
      </w:r>
      <w:r w:rsidR="00AB2DE8">
        <w:t>ai dû refuser</w:t>
      </w:r>
      <w:r>
        <w:t xml:space="preserve">, </w:t>
      </w:r>
      <w:r w:rsidR="00AB2DE8">
        <w:t>j</w:t>
      </w:r>
      <w:r>
        <w:t>’</w:t>
      </w:r>
      <w:r w:rsidR="00AB2DE8">
        <w:t>ai accepté le stock</w:t>
      </w:r>
      <w:r>
        <w:t>.</w:t>
      </w:r>
    </w:p>
    <w:p w14:paraId="36FB968A" w14:textId="77777777" w:rsidR="00C90F8D" w:rsidRDefault="00C90F8D">
      <w:r>
        <w:rPr>
          <w:rFonts w:eastAsia="Georgia"/>
        </w:rPr>
        <w:t>— </w:t>
      </w:r>
      <w:r w:rsidR="00AB2DE8">
        <w:t>À merveille</w:t>
      </w:r>
      <w:r>
        <w:t xml:space="preserve"> ! </w:t>
      </w:r>
      <w:r w:rsidR="00AB2DE8">
        <w:t>Et quand tout cela va-t-il nous arriver</w:t>
      </w:r>
      <w:r>
        <w:t> ?</w:t>
      </w:r>
    </w:p>
    <w:p w14:paraId="41F6470C" w14:textId="77777777" w:rsidR="00C90F8D" w:rsidRDefault="00C90F8D">
      <w:r>
        <w:rPr>
          <w:rFonts w:eastAsia="Georgia"/>
        </w:rPr>
        <w:t>— </w:t>
      </w:r>
      <w:r w:rsidR="00AB2DE8">
        <w:t>Mardi ou mercredi matin</w:t>
      </w:r>
      <w:r>
        <w:t xml:space="preserve">, </w:t>
      </w:r>
      <w:r w:rsidR="00AB2DE8">
        <w:t>j</w:t>
      </w:r>
      <w:r>
        <w:t>’</w:t>
      </w:r>
      <w:r w:rsidR="00AB2DE8">
        <w:t>espère</w:t>
      </w:r>
      <w:r>
        <w:t xml:space="preserve">. </w:t>
      </w:r>
      <w:r w:rsidR="00AB2DE8">
        <w:t>Mon ami le consul des États-Unis</w:t>
      </w:r>
      <w:r>
        <w:t xml:space="preserve">, </w:t>
      </w:r>
      <w:r w:rsidR="00AB2DE8">
        <w:t>qui est l</w:t>
      </w:r>
      <w:r>
        <w:t>’</w:t>
      </w:r>
      <w:r w:rsidR="00AB2DE8">
        <w:t>obligeance même</w:t>
      </w:r>
      <w:r>
        <w:t xml:space="preserve">, </w:t>
      </w:r>
      <w:r w:rsidR="00AB2DE8">
        <w:t>a consenti à surveiller les détails du chargement sur les fourgons</w:t>
      </w:r>
      <w:r>
        <w:t xml:space="preserve">. </w:t>
      </w:r>
      <w:r w:rsidR="00AB2DE8">
        <w:t>Peut-être serait-il correct de l</w:t>
      </w:r>
      <w:r>
        <w:t>’</w:t>
      </w:r>
      <w:r w:rsidR="00AB2DE8">
        <w:t>en remercier dans une lettre officielle</w:t>
      </w:r>
      <w:r>
        <w:t> ?</w:t>
      </w:r>
    </w:p>
    <w:p w14:paraId="2F21A23D" w14:textId="2A9F28BE" w:rsidR="00C90F8D" w:rsidRDefault="00C90F8D">
      <w:r>
        <w:rPr>
          <w:rFonts w:eastAsia="Georgia"/>
        </w:rPr>
        <w:t>— </w:t>
      </w:r>
      <w:r w:rsidR="00AB2DE8">
        <w:t>Rien de plus juste</w:t>
      </w:r>
      <w:r>
        <w:t xml:space="preserve">, </w:t>
      </w:r>
      <w:r w:rsidR="00AB2DE8">
        <w:t xml:space="preserve">dit </w:t>
      </w:r>
      <w:r>
        <w:t>M. </w:t>
      </w:r>
      <w:proofErr w:type="spellStart"/>
      <w:r w:rsidR="00AB2DE8">
        <w:t>Mauconseil</w:t>
      </w:r>
      <w:proofErr w:type="spellEnd"/>
      <w:r>
        <w:t xml:space="preserve">. </w:t>
      </w:r>
      <w:r w:rsidR="00AB2DE8">
        <w:t>Je prends note</w:t>
      </w:r>
      <w:r>
        <w:t xml:space="preserve">. </w:t>
      </w:r>
      <w:r w:rsidR="00AB2DE8">
        <w:t>Tous mes compliments</w:t>
      </w:r>
      <w:r>
        <w:t xml:space="preserve">, </w:t>
      </w:r>
      <w:r w:rsidR="00AB2DE8">
        <w:t>cher ami</w:t>
      </w:r>
      <w:r>
        <w:t xml:space="preserve">. </w:t>
      </w:r>
      <w:r w:rsidR="00AB2DE8">
        <w:t>Vous pouvez aller goûter un repos bien gagné</w:t>
      </w:r>
      <w:r>
        <w:t xml:space="preserve">. </w:t>
      </w:r>
      <w:r w:rsidR="00AB2DE8">
        <w:t>Ah</w:t>
      </w:r>
      <w:r>
        <w:t xml:space="preserve"> ! </w:t>
      </w:r>
      <w:r w:rsidR="00AB2DE8">
        <w:t>nous avons séance de la commission des comptes lundi à quatre heures</w:t>
      </w:r>
      <w:r>
        <w:t xml:space="preserve">. </w:t>
      </w:r>
      <w:r w:rsidR="00AB2DE8">
        <w:t>N</w:t>
      </w:r>
      <w:r>
        <w:t>’</w:t>
      </w:r>
      <w:r w:rsidR="00AB2DE8">
        <w:t>oubliez pas</w:t>
      </w:r>
      <w:r>
        <w:t xml:space="preserve">, </w:t>
      </w:r>
      <w:r w:rsidR="00AB2DE8">
        <w:t>en rentrant chez vous</w:t>
      </w:r>
      <w:r>
        <w:t xml:space="preserve">, </w:t>
      </w:r>
      <w:r w:rsidR="00AB2DE8">
        <w:t>d</w:t>
      </w:r>
      <w:r>
        <w:t>’</w:t>
      </w:r>
      <w:r w:rsidR="00AB2DE8">
        <w:t>en aviser Forestier</w:t>
      </w:r>
      <w:r>
        <w:t>.</w:t>
      </w:r>
    </w:p>
    <w:p w14:paraId="686D18EE" w14:textId="77777777" w:rsidR="00C90F8D" w:rsidRDefault="00AB2DE8">
      <w:r>
        <w:t>Schmidt</w:t>
      </w:r>
      <w:r w:rsidR="00C90F8D">
        <w:t xml:space="preserve">, </w:t>
      </w:r>
      <w:r>
        <w:t>qui allait sortir</w:t>
      </w:r>
      <w:r w:rsidR="00C90F8D">
        <w:t xml:space="preserve">, </w:t>
      </w:r>
      <w:r>
        <w:t>s</w:t>
      </w:r>
      <w:r w:rsidR="00C90F8D">
        <w:t>’</w:t>
      </w:r>
      <w:r>
        <w:t>arrêta sur le seuil de la porte</w:t>
      </w:r>
      <w:r w:rsidR="00C90F8D">
        <w:t>.</w:t>
      </w:r>
    </w:p>
    <w:p w14:paraId="23817BAD" w14:textId="77777777" w:rsidR="00C90F8D" w:rsidRDefault="00C90F8D">
      <w:r>
        <w:rPr>
          <w:rFonts w:eastAsia="Georgia"/>
        </w:rPr>
        <w:t>— </w:t>
      </w:r>
      <w:r w:rsidR="00AB2DE8">
        <w:t>Forestier</w:t>
      </w:r>
      <w:r>
        <w:t xml:space="preserve"> ? </w:t>
      </w:r>
      <w:r w:rsidR="00AB2DE8">
        <w:t>Il n</w:t>
      </w:r>
      <w:r>
        <w:t>’</w:t>
      </w:r>
      <w:r w:rsidR="00AB2DE8">
        <w:t>est pas à l</w:t>
      </w:r>
      <w:r>
        <w:t>’</w:t>
      </w:r>
      <w:r w:rsidR="00AB2DE8">
        <w:t>Arsenal</w:t>
      </w:r>
      <w:r>
        <w:t> ?</w:t>
      </w:r>
    </w:p>
    <w:p w14:paraId="7406160B" w14:textId="77777777" w:rsidR="00C90F8D" w:rsidRDefault="00C90F8D">
      <w:r>
        <w:rPr>
          <w:rFonts w:eastAsia="Georgia"/>
        </w:rPr>
        <w:t>— </w:t>
      </w:r>
      <w:r w:rsidR="00AB2DE8">
        <w:t>Non</w:t>
      </w:r>
      <w:r>
        <w:t xml:space="preserve"> ! </w:t>
      </w:r>
      <w:r w:rsidR="00AB2DE8">
        <w:t>Il est toujours un peu fatigué</w:t>
      </w:r>
      <w:r>
        <w:t>.</w:t>
      </w:r>
    </w:p>
    <w:p w14:paraId="19BD308F" w14:textId="77777777" w:rsidR="00C90F8D" w:rsidRDefault="00C90F8D">
      <w:r>
        <w:rPr>
          <w:rFonts w:eastAsia="Georgia"/>
        </w:rPr>
        <w:t>— </w:t>
      </w:r>
      <w:r w:rsidR="00AB2DE8">
        <w:t>Comment</w:t>
      </w:r>
      <w:r>
        <w:t xml:space="preserve">, </w:t>
      </w:r>
      <w:r w:rsidR="00AB2DE8">
        <w:t>il n</w:t>
      </w:r>
      <w:r>
        <w:t>’</w:t>
      </w:r>
      <w:r w:rsidR="00AB2DE8">
        <w:t>a pas repris son service</w:t>
      </w:r>
      <w:r>
        <w:t xml:space="preserve">, </w:t>
      </w:r>
      <w:r w:rsidR="00AB2DE8">
        <w:t>depuis mon départ</w:t>
      </w:r>
      <w:r>
        <w:t> ?</w:t>
      </w:r>
    </w:p>
    <w:p w14:paraId="3932F678" w14:textId="77777777" w:rsidR="00C90F8D" w:rsidRDefault="00C90F8D">
      <w:r>
        <w:rPr>
          <w:rFonts w:eastAsia="Georgia"/>
        </w:rPr>
        <w:t>— </w:t>
      </w:r>
      <w:r w:rsidR="00AB2DE8">
        <w:t>Mais si</w:t>
      </w:r>
      <w:r>
        <w:t xml:space="preserve">, </w:t>
      </w:r>
      <w:r w:rsidR="00AB2DE8">
        <w:t>mais si</w:t>
      </w:r>
      <w:r>
        <w:t xml:space="preserve">. </w:t>
      </w:r>
      <w:r w:rsidR="00AB2DE8">
        <w:t>Il a été là tous les jours</w:t>
      </w:r>
      <w:r>
        <w:t xml:space="preserve">, </w:t>
      </w:r>
      <w:r w:rsidR="00AB2DE8">
        <w:t>le brave garçon</w:t>
      </w:r>
      <w:r>
        <w:t xml:space="preserve">, </w:t>
      </w:r>
      <w:r w:rsidR="00AB2DE8">
        <w:t>et je vous assure qu</w:t>
      </w:r>
      <w:r>
        <w:t>’</w:t>
      </w:r>
      <w:r w:rsidR="00AB2DE8">
        <w:t>il en a abattu</w:t>
      </w:r>
      <w:r>
        <w:t xml:space="preserve">, </w:t>
      </w:r>
      <w:r w:rsidR="00AB2DE8">
        <w:t>de la besogne</w:t>
      </w:r>
      <w:r>
        <w:t xml:space="preserve">. </w:t>
      </w:r>
      <w:r w:rsidR="00AB2DE8">
        <w:t>C</w:t>
      </w:r>
      <w:r>
        <w:t>’</w:t>
      </w:r>
      <w:r w:rsidR="00AB2DE8">
        <w:t>est seulement hier après-midi que le voyant un peu las</w:t>
      </w:r>
      <w:r>
        <w:t xml:space="preserve">, </w:t>
      </w:r>
      <w:r w:rsidR="00AB2DE8">
        <w:t>un peu pâle</w:t>
      </w:r>
      <w:r>
        <w:t xml:space="preserve">, </w:t>
      </w:r>
      <w:r w:rsidR="00AB2DE8">
        <w:t>je l</w:t>
      </w:r>
      <w:r>
        <w:t>’</w:t>
      </w:r>
      <w:r w:rsidR="00AB2DE8">
        <w:t>ai invité paternellement à aller prendre l</w:t>
      </w:r>
      <w:r>
        <w:t>’</w:t>
      </w:r>
      <w:r w:rsidR="00AB2DE8">
        <w:t>air</w:t>
      </w:r>
      <w:r>
        <w:t xml:space="preserve">. </w:t>
      </w:r>
      <w:r w:rsidR="00AB2DE8">
        <w:t>J</w:t>
      </w:r>
      <w:r>
        <w:t>’</w:t>
      </w:r>
      <w:r w:rsidR="00AB2DE8">
        <w:t>ai eu toutes les peines du monde à l</w:t>
      </w:r>
      <w:r>
        <w:t>’</w:t>
      </w:r>
      <w:r w:rsidR="00AB2DE8">
        <w:t>y décider</w:t>
      </w:r>
      <w:r>
        <w:t>.</w:t>
      </w:r>
    </w:p>
    <w:p w14:paraId="1A7EE749" w14:textId="77777777" w:rsidR="00C90F8D" w:rsidRDefault="00C90F8D">
      <w:r>
        <w:rPr>
          <w:rFonts w:eastAsia="Georgia"/>
        </w:rPr>
        <w:lastRenderedPageBreak/>
        <w:t>— </w:t>
      </w:r>
      <w:r w:rsidR="00AB2DE8">
        <w:t>Et</w:t>
      </w:r>
      <w:r>
        <w:t xml:space="preserve">, </w:t>
      </w:r>
      <w:r w:rsidR="00AB2DE8">
        <w:t>à partir de ce moment</w:t>
      </w:r>
      <w:r>
        <w:t xml:space="preserve">, </w:t>
      </w:r>
      <w:r w:rsidR="00AB2DE8">
        <w:t>vous ne l</w:t>
      </w:r>
      <w:r>
        <w:t>’</w:t>
      </w:r>
      <w:r w:rsidR="00AB2DE8">
        <w:t>avez plus revu</w:t>
      </w:r>
      <w:r>
        <w:t> ?</w:t>
      </w:r>
    </w:p>
    <w:p w14:paraId="4D491160" w14:textId="77777777" w:rsidR="00C90F8D" w:rsidRDefault="00C90F8D">
      <w:r>
        <w:rPr>
          <w:rFonts w:eastAsia="Georgia"/>
        </w:rPr>
        <w:t>— </w:t>
      </w:r>
      <w:r w:rsidR="00AB2DE8">
        <w:t>Non</w:t>
      </w:r>
      <w:r>
        <w:t xml:space="preserve">. </w:t>
      </w:r>
      <w:r w:rsidR="00AB2DE8">
        <w:t>Ce matin</w:t>
      </w:r>
      <w:r>
        <w:t xml:space="preserve">, </w:t>
      </w:r>
      <w:r w:rsidR="00AB2DE8">
        <w:t>je pensais qu</w:t>
      </w:r>
      <w:r>
        <w:t>’</w:t>
      </w:r>
      <w:r w:rsidR="00AB2DE8">
        <w:t>il me téléphonerait</w:t>
      </w:r>
      <w:r>
        <w:t xml:space="preserve">. </w:t>
      </w:r>
      <w:r w:rsidR="00AB2DE8">
        <w:t>Je n</w:t>
      </w:r>
      <w:r>
        <w:t>’</w:t>
      </w:r>
      <w:r w:rsidR="00AB2DE8">
        <w:t>ai pas voulu l</w:t>
      </w:r>
      <w:r>
        <w:t>’</w:t>
      </w:r>
      <w:r w:rsidR="00AB2DE8">
        <w:t>attaquer</w:t>
      </w:r>
      <w:r>
        <w:t xml:space="preserve">, </w:t>
      </w:r>
      <w:r w:rsidR="00AB2DE8">
        <w:t>par discrétion</w:t>
      </w:r>
      <w:r>
        <w:t xml:space="preserve">. </w:t>
      </w:r>
      <w:r w:rsidR="00AB2DE8">
        <w:t>Je vais tout de même le demander</w:t>
      </w:r>
      <w:r>
        <w:t xml:space="preserve">… </w:t>
      </w:r>
      <w:r w:rsidR="00AB2DE8">
        <w:t>Mais qu</w:t>
      </w:r>
      <w:r>
        <w:t>’</w:t>
      </w:r>
      <w:r w:rsidR="00AB2DE8">
        <w:t>avez-vous</w:t>
      </w:r>
      <w:r>
        <w:t> ?</w:t>
      </w:r>
    </w:p>
    <w:p w14:paraId="4F4A92DB" w14:textId="77777777" w:rsidR="00C90F8D" w:rsidRDefault="00AB2DE8">
      <w:r>
        <w:t>Schmidt venait de se dresser tout d</w:t>
      </w:r>
      <w:r w:rsidR="00C90F8D">
        <w:t>’</w:t>
      </w:r>
      <w:r>
        <w:t>une pièce</w:t>
      </w:r>
      <w:r w:rsidR="00C90F8D">
        <w:t xml:space="preserve">. </w:t>
      </w:r>
      <w:r>
        <w:t>La catastrophe était là</w:t>
      </w:r>
      <w:r w:rsidR="00C90F8D">
        <w:t xml:space="preserve">. </w:t>
      </w:r>
      <w:r>
        <w:t>Il la sentait</w:t>
      </w:r>
      <w:r w:rsidR="00C90F8D">
        <w:t>.</w:t>
      </w:r>
    </w:p>
    <w:p w14:paraId="0206BDBA" w14:textId="77777777" w:rsidR="00C90F8D" w:rsidRDefault="00C90F8D">
      <w:r>
        <w:rPr>
          <w:rFonts w:eastAsia="Georgia"/>
        </w:rPr>
        <w:t>— </w:t>
      </w:r>
      <w:r w:rsidR="00AB2DE8">
        <w:t>Donnez-moi le téléphone</w:t>
      </w:r>
      <w:r>
        <w:t xml:space="preserve">, </w:t>
      </w:r>
      <w:r w:rsidR="00AB2DE8">
        <w:t>fit-il</w:t>
      </w:r>
      <w:r>
        <w:t xml:space="preserve">, </w:t>
      </w:r>
      <w:r w:rsidR="00AB2DE8">
        <w:t>arrachant l</w:t>
      </w:r>
      <w:r>
        <w:t>’</w:t>
      </w:r>
      <w:r w:rsidR="00AB2DE8">
        <w:t>appareil au directeur général</w:t>
      </w:r>
      <w:r>
        <w:t>.</w:t>
      </w:r>
    </w:p>
    <w:p w14:paraId="12D8E562" w14:textId="67154D69" w:rsidR="00C90F8D" w:rsidRDefault="00C90F8D">
      <w:r>
        <w:rPr>
          <w:rFonts w:eastAsia="Georgia"/>
        </w:rPr>
        <w:t>— </w:t>
      </w:r>
      <w:r w:rsidR="00AB2DE8">
        <w:t>Monsieur Schmidt</w:t>
      </w:r>
      <w:r>
        <w:t xml:space="preserve">, </w:t>
      </w:r>
      <w:r w:rsidR="00AB2DE8">
        <w:t xml:space="preserve">fit </w:t>
      </w:r>
      <w:r>
        <w:t>M. </w:t>
      </w:r>
      <w:proofErr w:type="spellStart"/>
      <w:r w:rsidR="00AB2DE8">
        <w:t>Mauconseil</w:t>
      </w:r>
      <w:proofErr w:type="spellEnd"/>
      <w:r w:rsidR="00AB2DE8">
        <w:t xml:space="preserve"> avec dignité</w:t>
      </w:r>
      <w:r>
        <w:t xml:space="preserve">, </w:t>
      </w:r>
      <w:r w:rsidR="00AB2DE8">
        <w:t>il est des moments</w:t>
      </w:r>
      <w:r>
        <w:t xml:space="preserve">, </w:t>
      </w:r>
      <w:r w:rsidR="00AB2DE8">
        <w:t>en vérité</w:t>
      </w:r>
      <w:r>
        <w:t xml:space="preserve">, </w:t>
      </w:r>
      <w:r w:rsidR="00AB2DE8">
        <w:t>où vos façons</w:t>
      </w:r>
      <w:r>
        <w:t xml:space="preserve">… </w:t>
      </w:r>
      <w:r w:rsidR="00AB2DE8">
        <w:t>Mon Dieu</w:t>
      </w:r>
      <w:r>
        <w:t xml:space="preserve">, </w:t>
      </w:r>
      <w:r w:rsidR="00AB2DE8">
        <w:t>mais qu</w:t>
      </w:r>
      <w:r>
        <w:t>’</w:t>
      </w:r>
      <w:r w:rsidR="00AB2DE8">
        <w:t>avez-vous</w:t>
      </w:r>
      <w:r>
        <w:t> ?</w:t>
      </w:r>
    </w:p>
    <w:p w14:paraId="4B76876E" w14:textId="4FBDE5C9" w:rsidR="00C90F8D" w:rsidRDefault="00C90F8D">
      <w:r>
        <w:rPr>
          <w:rFonts w:eastAsia="Georgia"/>
        </w:rPr>
        <w:t>— </w:t>
      </w:r>
      <w:r w:rsidR="00AB2DE8">
        <w:t>Laissez-moi</w:t>
      </w:r>
      <w:r>
        <w:t xml:space="preserve">, </w:t>
      </w:r>
      <w:r w:rsidR="00AB2DE8">
        <w:t>dit Schmidt</w:t>
      </w:r>
      <w:r>
        <w:t xml:space="preserve">, </w:t>
      </w:r>
      <w:r w:rsidR="00AB2DE8">
        <w:t>le bousculant</w:t>
      </w:r>
      <w:r>
        <w:t xml:space="preserve">. </w:t>
      </w:r>
      <w:r w:rsidR="00AB2DE8">
        <w:t>Allô</w:t>
      </w:r>
      <w:r>
        <w:t xml:space="preserve">, </w:t>
      </w:r>
      <w:r w:rsidR="00AB2DE8">
        <w:t>la Banque industrielle</w:t>
      </w:r>
      <w:r>
        <w:t xml:space="preserve"> ! </w:t>
      </w:r>
      <w:r w:rsidR="00AB2DE8">
        <w:t>Allô</w:t>
      </w:r>
      <w:r>
        <w:t xml:space="preserve">. </w:t>
      </w:r>
      <w:r w:rsidR="00AB2DE8">
        <w:t>Tonnerre</w:t>
      </w:r>
      <w:r>
        <w:t xml:space="preserve">, </w:t>
      </w:r>
      <w:r w:rsidR="00AB2DE8">
        <w:t>on ne répond pas</w:t>
      </w:r>
      <w:r>
        <w:t xml:space="preserve"> ! </w:t>
      </w:r>
      <w:r w:rsidR="00AB2DE8">
        <w:t>Allô</w:t>
      </w:r>
      <w:r>
        <w:t xml:space="preserve"> ! </w:t>
      </w:r>
      <w:r w:rsidR="00AB2DE8">
        <w:t>allô</w:t>
      </w:r>
      <w:r>
        <w:t xml:space="preserve"> ! </w:t>
      </w:r>
      <w:r w:rsidR="00AB2DE8">
        <w:t>Ah</w:t>
      </w:r>
      <w:r>
        <w:t xml:space="preserve"> ! </w:t>
      </w:r>
      <w:r w:rsidR="00AB2DE8">
        <w:t>le voilà</w:t>
      </w:r>
      <w:r>
        <w:t xml:space="preserve">. </w:t>
      </w:r>
      <w:r w:rsidR="00AB2DE8">
        <w:t>C</w:t>
      </w:r>
      <w:r>
        <w:t>’</w:t>
      </w:r>
      <w:r w:rsidR="00AB2DE8">
        <w:t>est toi</w:t>
      </w:r>
      <w:r>
        <w:t xml:space="preserve">, </w:t>
      </w:r>
      <w:r w:rsidR="00AB2DE8">
        <w:t>Forestier</w:t>
      </w:r>
      <w:r>
        <w:t xml:space="preserve"> ? </w:t>
      </w:r>
      <w:r w:rsidR="00AB2DE8">
        <w:t>Non</w:t>
      </w:r>
      <w:r>
        <w:t xml:space="preserve">, </w:t>
      </w:r>
      <w:r w:rsidR="00AB2DE8">
        <w:t>ce n</w:t>
      </w:r>
      <w:r>
        <w:t>’</w:t>
      </w:r>
      <w:r w:rsidR="00AB2DE8">
        <w:t>est pas lui</w:t>
      </w:r>
      <w:r>
        <w:t xml:space="preserve">. </w:t>
      </w:r>
      <w:r w:rsidR="00AB2DE8">
        <w:t>C</w:t>
      </w:r>
      <w:r>
        <w:t>’</w:t>
      </w:r>
      <w:r w:rsidR="00AB2DE8">
        <w:t>est toi</w:t>
      </w:r>
      <w:r>
        <w:t xml:space="preserve">, </w:t>
      </w:r>
      <w:proofErr w:type="spellStart"/>
      <w:r w:rsidR="00AB2DE8">
        <w:t>Daï</w:t>
      </w:r>
      <w:proofErr w:type="spellEnd"/>
      <w:r>
        <w:t> ? M. </w:t>
      </w:r>
      <w:r w:rsidR="00AB2DE8">
        <w:t>Forestier</w:t>
      </w:r>
      <w:r>
        <w:t xml:space="preserve">… </w:t>
      </w:r>
      <w:r w:rsidR="00AB2DE8">
        <w:t>Comment</w:t>
      </w:r>
      <w:r>
        <w:t xml:space="preserve">, </w:t>
      </w:r>
      <w:r w:rsidR="00AB2DE8">
        <w:t>qu</w:t>
      </w:r>
      <w:r>
        <w:t>’</w:t>
      </w:r>
      <w:r w:rsidR="00AB2DE8">
        <w:t>est-ce que tu dis</w:t>
      </w:r>
      <w:r>
        <w:t xml:space="preserve"> ? </w:t>
      </w:r>
      <w:r w:rsidR="00AB2DE8">
        <w:t>Tu n</w:t>
      </w:r>
      <w:r>
        <w:t>’</w:t>
      </w:r>
      <w:r w:rsidR="00AB2DE8">
        <w:t>es pas fou</w:t>
      </w:r>
      <w:r>
        <w:t xml:space="preserve"> ? </w:t>
      </w:r>
      <w:r w:rsidR="00AB2DE8">
        <w:t>Pas couché ici</w:t>
      </w:r>
      <w:r>
        <w:t xml:space="preserve">, </w:t>
      </w:r>
      <w:r w:rsidR="00AB2DE8">
        <w:t>cette nuit</w:t>
      </w:r>
      <w:r>
        <w:t xml:space="preserve"> ?… </w:t>
      </w:r>
      <w:r w:rsidR="00AB2DE8">
        <w:t>Parti</w:t>
      </w:r>
      <w:r>
        <w:t xml:space="preserve">, </w:t>
      </w:r>
      <w:r w:rsidR="00AB2DE8">
        <w:t>hier soir</w:t>
      </w:r>
      <w:r>
        <w:t xml:space="preserve">, </w:t>
      </w:r>
      <w:r w:rsidR="00AB2DE8">
        <w:t>avec deux valises</w:t>
      </w:r>
      <w:r>
        <w:t xml:space="preserve"> ?… </w:t>
      </w:r>
      <w:r w:rsidR="00AB2DE8">
        <w:t>Parti</w:t>
      </w:r>
      <w:r>
        <w:t xml:space="preserve"> ? </w:t>
      </w:r>
      <w:r w:rsidR="00AB2DE8">
        <w:t>Parti</w:t>
      </w:r>
      <w:r>
        <w:t xml:space="preserve"> ! </w:t>
      </w:r>
      <w:r w:rsidR="00AB2DE8">
        <w:t>Ah</w:t>
      </w:r>
      <w:r>
        <w:t xml:space="preserve">, </w:t>
      </w:r>
      <w:r w:rsidR="00AB2DE8">
        <w:t>voilà ce que j</w:t>
      </w:r>
      <w:r>
        <w:t>’</w:t>
      </w:r>
      <w:r w:rsidR="00AB2DE8">
        <w:t>aurais dû prévoir</w:t>
      </w:r>
      <w:r>
        <w:t xml:space="preserve"> !… </w:t>
      </w:r>
      <w:r w:rsidR="00AB2DE8">
        <w:t>Idiot</w:t>
      </w:r>
      <w:r>
        <w:t xml:space="preserve">, </w:t>
      </w:r>
      <w:r w:rsidR="00AB2DE8">
        <w:t>idiot</w:t>
      </w:r>
      <w:r>
        <w:t xml:space="preserve">, </w:t>
      </w:r>
      <w:r w:rsidR="00AB2DE8">
        <w:t>idiot que je suis</w:t>
      </w:r>
      <w:r>
        <w:t xml:space="preserve"> !… </w:t>
      </w:r>
      <w:r w:rsidR="00AB2DE8">
        <w:t>Malheur</w:t>
      </w:r>
      <w:r>
        <w:t xml:space="preserve"> ! </w:t>
      </w:r>
      <w:r w:rsidR="00AB2DE8">
        <w:t>malheur</w:t>
      </w:r>
      <w:r>
        <w:t> !</w:t>
      </w:r>
    </w:p>
    <w:p w14:paraId="4C2EF2FF" w14:textId="77777777" w:rsidR="00C90F8D" w:rsidRDefault="00AB2DE8">
      <w:r>
        <w:t>Se couvrant les yeux de ses mains</w:t>
      </w:r>
      <w:r w:rsidR="00C90F8D">
        <w:t xml:space="preserve">, </w:t>
      </w:r>
      <w:r>
        <w:t>il s</w:t>
      </w:r>
      <w:r w:rsidR="00C90F8D">
        <w:t>’</w:t>
      </w:r>
      <w:r>
        <w:t>effondra dans un fauteuil</w:t>
      </w:r>
      <w:r w:rsidR="00C90F8D">
        <w:t>.</w:t>
      </w:r>
    </w:p>
    <w:p w14:paraId="17305BE7" w14:textId="06810F0B" w:rsidR="00C90F8D" w:rsidRDefault="00AB2DE8">
      <w:r>
        <w:t>L</w:t>
      </w:r>
      <w:r w:rsidR="00C90F8D">
        <w:t>’</w:t>
      </w:r>
      <w:r>
        <w:t xml:space="preserve">inquiétude de </w:t>
      </w:r>
      <w:r w:rsidR="00C90F8D">
        <w:t>M. </w:t>
      </w:r>
      <w:proofErr w:type="spellStart"/>
      <w:r>
        <w:t>Mauconseil</w:t>
      </w:r>
      <w:proofErr w:type="spellEnd"/>
      <w:r>
        <w:t xml:space="preserve"> était devenue de l</w:t>
      </w:r>
      <w:r w:rsidR="00C90F8D">
        <w:t>’</w:t>
      </w:r>
      <w:r>
        <w:t>ahurissement</w:t>
      </w:r>
      <w:r w:rsidR="00C90F8D">
        <w:t xml:space="preserve">, </w:t>
      </w:r>
      <w:r>
        <w:t>puis de l</w:t>
      </w:r>
      <w:r w:rsidR="00C90F8D">
        <w:t>’</w:t>
      </w:r>
      <w:r>
        <w:t>épouvante</w:t>
      </w:r>
      <w:r w:rsidR="00C90F8D">
        <w:t>.</w:t>
      </w:r>
    </w:p>
    <w:p w14:paraId="4FA0E70B" w14:textId="77777777" w:rsidR="00C90F8D" w:rsidRDefault="00C90F8D">
      <w:r>
        <w:rPr>
          <w:rFonts w:eastAsia="Georgia"/>
        </w:rPr>
        <w:t>— </w:t>
      </w:r>
      <w:r w:rsidR="00AB2DE8">
        <w:t>Parti</w:t>
      </w:r>
      <w:r>
        <w:t xml:space="preserve"> ? </w:t>
      </w:r>
      <w:r w:rsidR="00AB2DE8">
        <w:t>Qu</w:t>
      </w:r>
      <w:r>
        <w:t>’</w:t>
      </w:r>
      <w:r w:rsidR="00AB2DE8">
        <w:t>est-ce que ça veut dire</w:t>
      </w:r>
      <w:r>
        <w:t xml:space="preserve"> ? </w:t>
      </w:r>
      <w:r w:rsidR="00AB2DE8">
        <w:t>Je vous en prie</w:t>
      </w:r>
      <w:r>
        <w:t xml:space="preserve">, </w:t>
      </w:r>
      <w:r w:rsidR="00AB2DE8">
        <w:t>mon cher Schmidt</w:t>
      </w:r>
      <w:r>
        <w:t xml:space="preserve">, </w:t>
      </w:r>
      <w:r w:rsidR="00AB2DE8">
        <w:t>expliquez-vous</w:t>
      </w:r>
      <w:r>
        <w:t xml:space="preserve">, </w:t>
      </w:r>
      <w:r w:rsidR="00AB2DE8">
        <w:t>expliquez-moi</w:t>
      </w:r>
      <w:r>
        <w:t xml:space="preserve">. </w:t>
      </w:r>
      <w:r w:rsidR="00AB2DE8">
        <w:t>Parti</w:t>
      </w:r>
      <w:r>
        <w:t xml:space="preserve">, </w:t>
      </w:r>
      <w:r w:rsidR="00AB2DE8">
        <w:t>eh bien</w:t>
      </w:r>
      <w:r>
        <w:t xml:space="preserve"> ! </w:t>
      </w:r>
      <w:r w:rsidR="00AB2DE8">
        <w:t>qu</w:t>
      </w:r>
      <w:r>
        <w:t>’</w:t>
      </w:r>
      <w:r w:rsidR="00AB2DE8">
        <w:t>y a-t-il de mal à cela</w:t>
      </w:r>
      <w:r>
        <w:t xml:space="preserve"> ? </w:t>
      </w:r>
      <w:r w:rsidR="00AB2DE8">
        <w:t>Il a voulu profiter de la semaine anglaise</w:t>
      </w:r>
      <w:r>
        <w:t xml:space="preserve">. </w:t>
      </w:r>
      <w:r w:rsidR="00AB2DE8">
        <w:t xml:space="preserve">Il sera allé faire une petite excursion aux </w:t>
      </w:r>
      <w:r w:rsidR="00AB2DE8">
        <w:lastRenderedPageBreak/>
        <w:t>environs</w:t>
      </w:r>
      <w:r>
        <w:t xml:space="preserve">. </w:t>
      </w:r>
      <w:r w:rsidR="00AB2DE8">
        <w:t>Il y a de si jolis endroits</w:t>
      </w:r>
      <w:r>
        <w:t xml:space="preserve">. </w:t>
      </w:r>
      <w:r w:rsidR="00AB2DE8">
        <w:t>Mais parlez</w:t>
      </w:r>
      <w:r>
        <w:t xml:space="preserve">, </w:t>
      </w:r>
      <w:r w:rsidR="00AB2DE8">
        <w:t>rassurez-moi</w:t>
      </w:r>
      <w:r>
        <w:t xml:space="preserve">. </w:t>
      </w:r>
      <w:r w:rsidR="00AB2DE8">
        <w:t>Il sera là lundi matin</w:t>
      </w:r>
      <w:r>
        <w:t xml:space="preserve">. </w:t>
      </w:r>
      <w:r w:rsidR="00AB2DE8">
        <w:t>Il va revenir</w:t>
      </w:r>
      <w:r>
        <w:t xml:space="preserve">, </w:t>
      </w:r>
      <w:r w:rsidR="00AB2DE8">
        <w:t>Schmidt</w:t>
      </w:r>
      <w:r>
        <w:t xml:space="preserve">, </w:t>
      </w:r>
      <w:r w:rsidR="00AB2DE8">
        <w:t>je vous jure qu</w:t>
      </w:r>
      <w:r>
        <w:t>’</w:t>
      </w:r>
      <w:r w:rsidR="00AB2DE8">
        <w:t>il va revenir</w:t>
      </w:r>
      <w:r>
        <w:t>.</w:t>
      </w:r>
    </w:p>
    <w:p w14:paraId="3EBB4A75" w14:textId="77777777" w:rsidR="00C90F8D" w:rsidRDefault="00C90F8D">
      <w:r>
        <w:rPr>
          <w:rFonts w:eastAsia="Georgia"/>
        </w:rPr>
        <w:t>— </w:t>
      </w:r>
      <w:r w:rsidR="00AB2DE8">
        <w:t>Non</w:t>
      </w:r>
      <w:r>
        <w:t xml:space="preserve">, </w:t>
      </w:r>
      <w:r w:rsidR="00AB2DE8">
        <w:t>dit Schmidt d</w:t>
      </w:r>
      <w:r>
        <w:t>’</w:t>
      </w:r>
      <w:r w:rsidR="00AB2DE8">
        <w:t>une voix lente</w:t>
      </w:r>
      <w:r>
        <w:t xml:space="preserve">, </w:t>
      </w:r>
      <w:r w:rsidR="00AB2DE8">
        <w:t>secouant la tête</w:t>
      </w:r>
      <w:r>
        <w:t xml:space="preserve">, </w:t>
      </w:r>
      <w:r w:rsidR="00AB2DE8">
        <w:t>non</w:t>
      </w:r>
      <w:r>
        <w:t xml:space="preserve">, </w:t>
      </w:r>
      <w:r w:rsidR="00AB2DE8">
        <w:t>vous m</w:t>
      </w:r>
      <w:r>
        <w:t>’</w:t>
      </w:r>
      <w:r w:rsidR="00AB2DE8">
        <w:t>entendez</w:t>
      </w:r>
      <w:r>
        <w:t xml:space="preserve">. </w:t>
      </w:r>
      <w:r w:rsidR="00AB2DE8">
        <w:t>Il est parti</w:t>
      </w:r>
      <w:r>
        <w:t xml:space="preserve">, </w:t>
      </w:r>
      <w:r w:rsidR="00AB2DE8">
        <w:t>et il ne reviendra jamais</w:t>
      </w:r>
      <w:r>
        <w:t xml:space="preserve">… </w:t>
      </w:r>
      <w:r w:rsidR="00AB2DE8">
        <w:t>jamais</w:t>
      </w:r>
      <w:r>
        <w:t>.</w:t>
      </w:r>
    </w:p>
    <w:p w14:paraId="356729BE" w14:textId="77777777" w:rsidR="00C90F8D" w:rsidRDefault="00C90F8D">
      <w:r>
        <w:rPr>
          <w:rFonts w:eastAsia="Georgia"/>
        </w:rPr>
        <w:t>— </w:t>
      </w:r>
      <w:r w:rsidR="00AB2DE8">
        <w:t>Pourquoi ne reviendra-t-il pas</w:t>
      </w:r>
      <w:r>
        <w:t> ?</w:t>
      </w:r>
    </w:p>
    <w:p w14:paraId="4A3C23F9" w14:textId="77777777" w:rsidR="00C90F8D" w:rsidRDefault="00C90F8D">
      <w:r>
        <w:rPr>
          <w:rFonts w:eastAsia="Georgia"/>
        </w:rPr>
        <w:t>— </w:t>
      </w:r>
      <w:r w:rsidR="00AB2DE8">
        <w:t>Parce qu</w:t>
      </w:r>
      <w:r>
        <w:t>’</w:t>
      </w:r>
      <w:r w:rsidR="00AB2DE8">
        <w:t>il est parti avec elle</w:t>
      </w:r>
      <w:r>
        <w:t xml:space="preserve">… </w:t>
      </w:r>
      <w:r w:rsidR="00AB2DE8">
        <w:t>avec elle</w:t>
      </w:r>
      <w:r>
        <w:t xml:space="preserve">, </w:t>
      </w:r>
      <w:r w:rsidR="00AB2DE8">
        <w:t>si vous voulez savoir</w:t>
      </w:r>
      <w:r>
        <w:t>…</w:t>
      </w:r>
    </w:p>
    <w:p w14:paraId="3BAFE5DE" w14:textId="77777777" w:rsidR="00C90F8D" w:rsidRDefault="00AB2DE8">
      <w:r>
        <w:t>Par phrases hachées</w:t>
      </w:r>
      <w:r w:rsidR="00C90F8D">
        <w:t xml:space="preserve">, </w:t>
      </w:r>
      <w:r>
        <w:t>il lui dit tout</w:t>
      </w:r>
      <w:r w:rsidR="00C90F8D">
        <w:t xml:space="preserve">, </w:t>
      </w:r>
      <w:r>
        <w:t>tout ce qui pouvait aider l</w:t>
      </w:r>
      <w:r w:rsidR="00C90F8D">
        <w:t>’</w:t>
      </w:r>
      <w:r>
        <w:t>autre à comprendre</w:t>
      </w:r>
      <w:r w:rsidR="00C90F8D">
        <w:t>.</w:t>
      </w:r>
    </w:p>
    <w:p w14:paraId="65A323EF" w14:textId="23AB5E60" w:rsidR="00C90F8D" w:rsidRDefault="00C90F8D">
      <w:r>
        <w:t>M. </w:t>
      </w:r>
      <w:proofErr w:type="spellStart"/>
      <w:r w:rsidR="00AB2DE8">
        <w:t>Mauconseil</w:t>
      </w:r>
      <w:proofErr w:type="spellEnd"/>
      <w:r w:rsidR="00AB2DE8">
        <w:t xml:space="preserve"> se taisait</w:t>
      </w:r>
      <w:r>
        <w:t xml:space="preserve">. </w:t>
      </w:r>
      <w:r w:rsidR="00AB2DE8">
        <w:t>Ses joues livides étaient marbrées de plaques violettes</w:t>
      </w:r>
      <w:r>
        <w:t xml:space="preserve">. </w:t>
      </w:r>
      <w:r w:rsidR="00AB2DE8">
        <w:t>Et soudain il leva les bras au ciel et se répandit en un brusque flot de lamentations</w:t>
      </w:r>
      <w:r>
        <w:t>.</w:t>
      </w:r>
    </w:p>
    <w:p w14:paraId="13FCDA65" w14:textId="77777777" w:rsidR="00C90F8D" w:rsidRDefault="00C90F8D">
      <w:r>
        <w:rPr>
          <w:rFonts w:eastAsia="Georgia"/>
        </w:rPr>
        <w:t>— </w:t>
      </w:r>
      <w:r w:rsidR="00AB2DE8">
        <w:t>Mais c</w:t>
      </w:r>
      <w:r>
        <w:t>’</w:t>
      </w:r>
      <w:r w:rsidR="00AB2DE8">
        <w:t>est horrible</w:t>
      </w:r>
      <w:r>
        <w:t xml:space="preserve"> ! </w:t>
      </w:r>
      <w:r w:rsidR="00AB2DE8">
        <w:t>Mais c</w:t>
      </w:r>
      <w:r>
        <w:t>’</w:t>
      </w:r>
      <w:r w:rsidR="00AB2DE8">
        <w:t>est monstrueux</w:t>
      </w:r>
      <w:r>
        <w:t xml:space="preserve"> ! </w:t>
      </w:r>
      <w:r w:rsidR="00AB2DE8">
        <w:t>Mais c</w:t>
      </w:r>
      <w:r>
        <w:t>’</w:t>
      </w:r>
      <w:r w:rsidR="00AB2DE8">
        <w:t>est abject</w:t>
      </w:r>
      <w:r>
        <w:t xml:space="preserve"> ! </w:t>
      </w:r>
      <w:r w:rsidR="00AB2DE8">
        <w:t>M</w:t>
      </w:r>
      <w:r>
        <w:t>’</w:t>
      </w:r>
      <w:r w:rsidR="00AB2DE8">
        <w:t>avoir fait ça</w:t>
      </w:r>
      <w:r>
        <w:t xml:space="preserve">, </w:t>
      </w:r>
      <w:r w:rsidR="00AB2DE8">
        <w:t>à moi</w:t>
      </w:r>
      <w:r>
        <w:t xml:space="preserve"> ! </w:t>
      </w:r>
      <w:r w:rsidR="00AB2DE8">
        <w:t>Un scandale pareil</w:t>
      </w:r>
      <w:r>
        <w:t xml:space="preserve"> ! </w:t>
      </w:r>
      <w:r w:rsidR="00AB2DE8">
        <w:t>Comment arriver à empêcher</w:t>
      </w:r>
      <w:r>
        <w:t xml:space="preserve">, </w:t>
      </w:r>
      <w:r w:rsidR="00AB2DE8">
        <w:t>à étouffer</w:t>
      </w:r>
      <w:r>
        <w:t xml:space="preserve">… </w:t>
      </w:r>
      <w:r w:rsidR="00AB2DE8">
        <w:t>Ah</w:t>
      </w:r>
      <w:r>
        <w:t xml:space="preserve"> ! </w:t>
      </w:r>
      <w:r w:rsidR="00AB2DE8">
        <w:t>qu</w:t>
      </w:r>
      <w:r>
        <w:t>’</w:t>
      </w:r>
      <w:r w:rsidR="00AB2DE8">
        <w:t>on ne vienne pas me dire que je n</w:t>
      </w:r>
      <w:r>
        <w:t>’</w:t>
      </w:r>
      <w:r w:rsidR="00AB2DE8">
        <w:t>avais pas tout prévu</w:t>
      </w:r>
      <w:r>
        <w:t xml:space="preserve">, </w:t>
      </w:r>
      <w:r w:rsidR="00AB2DE8">
        <w:t>que je ne m</w:t>
      </w:r>
      <w:r>
        <w:t>’</w:t>
      </w:r>
      <w:r w:rsidR="00AB2DE8">
        <w:t>étais pas méfié</w:t>
      </w:r>
      <w:r>
        <w:t xml:space="preserve">… </w:t>
      </w:r>
      <w:r w:rsidR="00AB2DE8">
        <w:t>Ah</w:t>
      </w:r>
      <w:r>
        <w:t xml:space="preserve"> ! </w:t>
      </w:r>
      <w:r w:rsidR="00AB2DE8">
        <w:t>les notes confidentielles</w:t>
      </w:r>
      <w:r>
        <w:t xml:space="preserve">, </w:t>
      </w:r>
      <w:r w:rsidR="00AB2DE8">
        <w:t>dans les dossiers</w:t>
      </w:r>
      <w:r>
        <w:t xml:space="preserve">, </w:t>
      </w:r>
      <w:r w:rsidR="00AB2DE8">
        <w:t>elles servent tout de même à quelque chose</w:t>
      </w:r>
      <w:r>
        <w:t xml:space="preserve">. </w:t>
      </w:r>
      <w:r w:rsidR="00AB2DE8">
        <w:t>Schmidt</w:t>
      </w:r>
      <w:r>
        <w:t xml:space="preserve">, </w:t>
      </w:r>
      <w:r w:rsidR="00AB2DE8">
        <w:t>c</w:t>
      </w:r>
      <w:r>
        <w:t>’</w:t>
      </w:r>
      <w:r w:rsidR="00AB2DE8">
        <w:t>est votre faute</w:t>
      </w:r>
      <w:r>
        <w:t xml:space="preserve">. </w:t>
      </w:r>
      <w:r w:rsidR="00AB2DE8">
        <w:t>Je vous avais assez prévenu</w:t>
      </w:r>
      <w:r>
        <w:t xml:space="preserve">, </w:t>
      </w:r>
      <w:r w:rsidR="00AB2DE8">
        <w:t>n</w:t>
      </w:r>
      <w:r>
        <w:t>’</w:t>
      </w:r>
      <w:r w:rsidR="00AB2DE8">
        <w:t>est-ce pas</w:t>
      </w:r>
      <w:r>
        <w:t xml:space="preserve"> ? </w:t>
      </w:r>
      <w:r w:rsidR="00AB2DE8">
        <w:t>Vous n</w:t>
      </w:r>
      <w:r>
        <w:t>’</w:t>
      </w:r>
      <w:r w:rsidR="00AB2DE8">
        <w:t>aviez qu</w:t>
      </w:r>
      <w:r>
        <w:t>’</w:t>
      </w:r>
      <w:r w:rsidR="00AB2DE8">
        <w:t>à être sur vos gardes</w:t>
      </w:r>
      <w:r>
        <w:t xml:space="preserve">. </w:t>
      </w:r>
      <w:r w:rsidR="00AB2DE8">
        <w:t>C</w:t>
      </w:r>
      <w:r>
        <w:t>’</w:t>
      </w:r>
      <w:r w:rsidR="00AB2DE8">
        <w:t>est votre faute</w:t>
      </w:r>
      <w:r>
        <w:t>.</w:t>
      </w:r>
    </w:p>
    <w:p w14:paraId="18F77C1C" w14:textId="77777777" w:rsidR="00C90F8D" w:rsidRDefault="00C90F8D">
      <w:r>
        <w:rPr>
          <w:rFonts w:eastAsia="Georgia"/>
        </w:rPr>
        <w:t>— </w:t>
      </w:r>
      <w:r w:rsidR="00AB2DE8">
        <w:t>Hein</w:t>
      </w:r>
      <w:r>
        <w:t xml:space="preserve"> ? </w:t>
      </w:r>
      <w:r w:rsidR="00AB2DE8">
        <w:t>fit Schmidt</w:t>
      </w:r>
      <w:r>
        <w:t>.</w:t>
      </w:r>
    </w:p>
    <w:p w14:paraId="46DE4215" w14:textId="77777777" w:rsidR="00C90F8D" w:rsidRDefault="00AB2DE8">
      <w:r>
        <w:t>Il s</w:t>
      </w:r>
      <w:r w:rsidR="00C90F8D">
        <w:t>’</w:t>
      </w:r>
      <w:r>
        <w:t>était levé</w:t>
      </w:r>
      <w:r w:rsidR="00C90F8D">
        <w:t>.</w:t>
      </w:r>
    </w:p>
    <w:p w14:paraId="46861EFA" w14:textId="77777777" w:rsidR="00C90F8D" w:rsidRDefault="00C90F8D">
      <w:r>
        <w:rPr>
          <w:rFonts w:eastAsia="Georgia"/>
        </w:rPr>
        <w:t>— </w:t>
      </w:r>
      <w:r w:rsidR="00AB2DE8">
        <w:t>Ma faute</w:t>
      </w:r>
      <w:r>
        <w:t> ?</w:t>
      </w:r>
    </w:p>
    <w:p w14:paraId="38CF4DEE" w14:textId="77777777" w:rsidR="00C90F8D" w:rsidRDefault="00AB2DE8">
      <w:r>
        <w:lastRenderedPageBreak/>
        <w:t>Saisissant le Directeur général par les revers de sa jaquette</w:t>
      </w:r>
      <w:r w:rsidR="00C90F8D">
        <w:t xml:space="preserve">, </w:t>
      </w:r>
      <w:r>
        <w:t>il était en train de le secouer comme un prunier</w:t>
      </w:r>
      <w:r w:rsidR="00C90F8D">
        <w:t>.</w:t>
      </w:r>
    </w:p>
    <w:p w14:paraId="48FE03DE" w14:textId="77777777" w:rsidR="00C90F8D" w:rsidRDefault="00C90F8D">
      <w:r>
        <w:rPr>
          <w:rFonts w:eastAsia="Georgia"/>
        </w:rPr>
        <w:t>— </w:t>
      </w:r>
      <w:r w:rsidR="00AB2DE8">
        <w:t>Ma faute</w:t>
      </w:r>
      <w:r>
        <w:t xml:space="preserve">, </w:t>
      </w:r>
      <w:r w:rsidR="00AB2DE8">
        <w:t>dites-vous</w:t>
      </w:r>
      <w:r>
        <w:t xml:space="preserve"> ? </w:t>
      </w:r>
      <w:r w:rsidR="00AB2DE8">
        <w:t>Eh bien</w:t>
      </w:r>
      <w:r>
        <w:t xml:space="preserve">, </w:t>
      </w:r>
      <w:r w:rsidR="00AB2DE8">
        <w:t>moi</w:t>
      </w:r>
      <w:r>
        <w:t xml:space="preserve">, </w:t>
      </w:r>
      <w:r w:rsidR="00AB2DE8">
        <w:t>je vais vous dire autre chose</w:t>
      </w:r>
      <w:r>
        <w:t xml:space="preserve">, </w:t>
      </w:r>
      <w:r w:rsidR="00AB2DE8">
        <w:t>espèce de vieux ramolli</w:t>
      </w:r>
      <w:r>
        <w:t xml:space="preserve">. </w:t>
      </w:r>
      <w:r w:rsidR="00AB2DE8">
        <w:t>C</w:t>
      </w:r>
      <w:r>
        <w:t>’</w:t>
      </w:r>
      <w:r w:rsidR="00AB2DE8">
        <w:t>est votre faute</w:t>
      </w:r>
      <w:r>
        <w:t xml:space="preserve">, </w:t>
      </w:r>
      <w:r w:rsidR="00AB2DE8">
        <w:t>à vous</w:t>
      </w:r>
      <w:r>
        <w:t xml:space="preserve">. </w:t>
      </w:r>
      <w:r w:rsidR="00AB2DE8">
        <w:t>Qui est-ce qui l</w:t>
      </w:r>
      <w:r>
        <w:t>’</w:t>
      </w:r>
      <w:r w:rsidR="00AB2DE8">
        <w:t>a contraint l</w:t>
      </w:r>
      <w:r>
        <w:t>’</w:t>
      </w:r>
      <w:r w:rsidR="00AB2DE8">
        <w:t>autre nuit à nous accompagner</w:t>
      </w:r>
      <w:r>
        <w:t xml:space="preserve">, </w:t>
      </w:r>
      <w:r w:rsidR="00AB2DE8">
        <w:t>alors qu</w:t>
      </w:r>
      <w:r>
        <w:t>’</w:t>
      </w:r>
      <w:r w:rsidR="00AB2DE8">
        <w:t>il crevait d</w:t>
      </w:r>
      <w:r>
        <w:t>’</w:t>
      </w:r>
      <w:r w:rsidR="00AB2DE8">
        <w:t>envie d</w:t>
      </w:r>
      <w:r>
        <w:t>’</w:t>
      </w:r>
      <w:r w:rsidR="00AB2DE8">
        <w:t>aller se coucher</w:t>
      </w:r>
      <w:r>
        <w:t xml:space="preserve"> ? </w:t>
      </w:r>
      <w:r w:rsidR="00AB2DE8">
        <w:t>Qui est-ce qui l</w:t>
      </w:r>
      <w:r>
        <w:t>’</w:t>
      </w:r>
      <w:r w:rsidR="00AB2DE8">
        <w:t>a traîné de force dans ce bouge</w:t>
      </w:r>
      <w:r>
        <w:t xml:space="preserve"> ? </w:t>
      </w:r>
      <w:r w:rsidR="00AB2DE8">
        <w:t>Qui est-ce qui l</w:t>
      </w:r>
      <w:r>
        <w:t>’</w:t>
      </w:r>
      <w:r w:rsidR="00AB2DE8">
        <w:t>a obligé à boire</w:t>
      </w:r>
      <w:r>
        <w:t xml:space="preserve"> ? </w:t>
      </w:r>
      <w:r w:rsidR="00AB2DE8">
        <w:t>Ah</w:t>
      </w:r>
      <w:r>
        <w:t xml:space="preserve"> ! </w:t>
      </w:r>
      <w:r w:rsidR="00AB2DE8">
        <w:t>ça vous va bien</w:t>
      </w:r>
      <w:r>
        <w:t xml:space="preserve">, </w:t>
      </w:r>
      <w:r w:rsidR="00AB2DE8">
        <w:t>je vous le jure</w:t>
      </w:r>
      <w:r>
        <w:t xml:space="preserve">, </w:t>
      </w:r>
      <w:r w:rsidR="00AB2DE8">
        <w:t>ça vous réussit de vouloir faire le joli cœur</w:t>
      </w:r>
      <w:r>
        <w:t xml:space="preserve">. </w:t>
      </w:r>
      <w:r w:rsidR="00AB2DE8">
        <w:t>Pour une fois que vous risquez votre nez dehors</w:t>
      </w:r>
      <w:r>
        <w:t xml:space="preserve">, </w:t>
      </w:r>
      <w:r w:rsidR="00AB2DE8">
        <w:t>vous nous avez mis dans de beaux draps</w:t>
      </w:r>
      <w:r>
        <w:t xml:space="preserve">. </w:t>
      </w:r>
      <w:r w:rsidR="00AB2DE8">
        <w:t>Le malheureux</w:t>
      </w:r>
      <w:r>
        <w:t xml:space="preserve"> ! </w:t>
      </w:r>
      <w:r w:rsidR="00AB2DE8">
        <w:t>Le malheureux</w:t>
      </w:r>
      <w:r>
        <w:t> !</w:t>
      </w:r>
    </w:p>
    <w:p w14:paraId="69F5B752" w14:textId="22810ADA" w:rsidR="00C90F8D" w:rsidRDefault="00C90F8D">
      <w:r>
        <w:rPr>
          <w:rFonts w:eastAsia="Georgia"/>
        </w:rPr>
        <w:t>— </w:t>
      </w:r>
      <w:r w:rsidR="00AB2DE8">
        <w:t>Schmidt</w:t>
      </w:r>
      <w:r>
        <w:t xml:space="preserve">, </w:t>
      </w:r>
      <w:r w:rsidR="00AB2DE8">
        <w:t xml:space="preserve">cria </w:t>
      </w:r>
      <w:r>
        <w:t>M. </w:t>
      </w:r>
      <w:proofErr w:type="spellStart"/>
      <w:r w:rsidR="00AB2DE8">
        <w:t>Mauconseil</w:t>
      </w:r>
      <w:proofErr w:type="spellEnd"/>
      <w:r>
        <w:t xml:space="preserve">, </w:t>
      </w:r>
      <w:r w:rsidR="00AB2DE8">
        <w:t>où allez-vous</w:t>
      </w:r>
      <w:r>
        <w:t> ?</w:t>
      </w:r>
    </w:p>
    <w:p w14:paraId="51F912BA" w14:textId="77777777" w:rsidR="00C90F8D" w:rsidRDefault="00C90F8D">
      <w:r>
        <w:rPr>
          <w:rFonts w:eastAsia="Georgia"/>
        </w:rPr>
        <w:t>— </w:t>
      </w:r>
      <w:r w:rsidR="00AB2DE8">
        <w:t>Je ne sais pas</w:t>
      </w:r>
      <w:r>
        <w:t xml:space="preserve">, </w:t>
      </w:r>
      <w:r w:rsidR="00AB2DE8">
        <w:t>fit Schmidt</w:t>
      </w:r>
      <w:r>
        <w:t xml:space="preserve">, </w:t>
      </w:r>
      <w:r w:rsidR="00AB2DE8">
        <w:t>avec un geste égaré</w:t>
      </w:r>
      <w:r>
        <w:t xml:space="preserve">. </w:t>
      </w:r>
      <w:r w:rsidR="00AB2DE8">
        <w:t>Fichez-moi la paix</w:t>
      </w:r>
      <w:r>
        <w:t xml:space="preserve">. </w:t>
      </w:r>
      <w:r w:rsidR="00AB2DE8">
        <w:t>Je ne sais pas</w:t>
      </w:r>
      <w:r>
        <w:t>.</w:t>
      </w:r>
    </w:p>
    <w:p w14:paraId="33F44543" w14:textId="77777777" w:rsidR="00C90F8D" w:rsidRDefault="00AB2DE8">
      <w:r>
        <w:t>En chancelant</w:t>
      </w:r>
      <w:r w:rsidR="00C90F8D">
        <w:t xml:space="preserve">, </w:t>
      </w:r>
      <w:r>
        <w:t>il gagnait la porte</w:t>
      </w:r>
      <w:r w:rsidR="00C90F8D">
        <w:t>.</w:t>
      </w:r>
    </w:p>
    <w:p w14:paraId="73B00620" w14:textId="77777777" w:rsidR="00C90F8D" w:rsidRDefault="00C90F8D">
      <w:r>
        <w:rPr>
          <w:rFonts w:eastAsia="Georgia"/>
        </w:rPr>
        <w:t>— </w:t>
      </w:r>
      <w:r w:rsidR="00AB2DE8">
        <w:t>Schmidt</w:t>
      </w:r>
      <w:r>
        <w:t xml:space="preserve">, </w:t>
      </w:r>
      <w:r w:rsidR="00AB2DE8">
        <w:t>mon enfant</w:t>
      </w:r>
      <w:r>
        <w:t xml:space="preserve">, </w:t>
      </w:r>
      <w:r w:rsidR="00AB2DE8">
        <w:t>du calme</w:t>
      </w:r>
      <w:r>
        <w:t xml:space="preserve">. </w:t>
      </w:r>
      <w:r w:rsidR="00AB2DE8">
        <w:t>Tout n</w:t>
      </w:r>
      <w:r>
        <w:t>’</w:t>
      </w:r>
      <w:r w:rsidR="00AB2DE8">
        <w:t>est peut-être pas perdu</w:t>
      </w:r>
      <w:r>
        <w:t>.</w:t>
      </w:r>
    </w:p>
    <w:p w14:paraId="54013E75" w14:textId="77777777" w:rsidR="00C90F8D" w:rsidRDefault="00C90F8D">
      <w:r>
        <w:rPr>
          <w:rFonts w:eastAsia="Georgia"/>
        </w:rPr>
        <w:t>— </w:t>
      </w:r>
      <w:r w:rsidR="00AB2DE8">
        <w:t>Fichez-moi la paix</w:t>
      </w:r>
      <w:r>
        <w:t xml:space="preserve">, </w:t>
      </w:r>
      <w:r w:rsidR="00AB2DE8">
        <w:t>vous dis-je</w:t>
      </w:r>
      <w:r>
        <w:t xml:space="preserve">. </w:t>
      </w:r>
      <w:r w:rsidR="00AB2DE8">
        <w:t>Tout est perdu</w:t>
      </w:r>
      <w:r>
        <w:t xml:space="preserve">. </w:t>
      </w:r>
      <w:r w:rsidR="00AB2DE8">
        <w:t>Tout est perdu</w:t>
      </w:r>
      <w:r>
        <w:t>.</w:t>
      </w:r>
    </w:p>
    <w:p w14:paraId="1B0A5726" w14:textId="08D86014" w:rsidR="00C90F8D" w:rsidRDefault="00AB2DE8">
      <w:r>
        <w:t>Il était déjà dans l</w:t>
      </w:r>
      <w:r w:rsidR="00C90F8D">
        <w:t>’</w:t>
      </w:r>
      <w:r>
        <w:t>escalier</w:t>
      </w:r>
      <w:r w:rsidR="00C90F8D">
        <w:t xml:space="preserve">, </w:t>
      </w:r>
      <w:r>
        <w:t>dont il descendait pesamment les marches</w:t>
      </w:r>
      <w:r w:rsidR="00C90F8D">
        <w:t xml:space="preserve">, </w:t>
      </w:r>
      <w:r>
        <w:t>tandis qu</w:t>
      </w:r>
      <w:r w:rsidR="00C90F8D">
        <w:t>’</w:t>
      </w:r>
      <w:r>
        <w:t xml:space="preserve">au-dessus de lui </w:t>
      </w:r>
      <w:r w:rsidR="00C90F8D">
        <w:t>M. </w:t>
      </w:r>
      <w:proofErr w:type="spellStart"/>
      <w:r>
        <w:t>Mauconseil</w:t>
      </w:r>
      <w:proofErr w:type="spellEnd"/>
      <w:r w:rsidR="00C90F8D">
        <w:t xml:space="preserve">, </w:t>
      </w:r>
      <w:r>
        <w:t>affalé sur la rampe</w:t>
      </w:r>
      <w:r w:rsidR="00C90F8D">
        <w:t xml:space="preserve">, </w:t>
      </w:r>
      <w:r>
        <w:t>s</w:t>
      </w:r>
      <w:r w:rsidR="00C90F8D">
        <w:t>’</w:t>
      </w:r>
      <w:r>
        <w:t>obstinait à le rappeler</w:t>
      </w:r>
      <w:r w:rsidR="00C90F8D">
        <w:t xml:space="preserve">, </w:t>
      </w:r>
      <w:r>
        <w:t>répétant sans fin en larmoyant la même prière</w:t>
      </w:r>
      <w:r w:rsidR="00C90F8D">
        <w:t xml:space="preserve">, </w:t>
      </w:r>
      <w:r>
        <w:t>comme s</w:t>
      </w:r>
      <w:r w:rsidR="00C90F8D">
        <w:t>’</w:t>
      </w:r>
      <w:r>
        <w:t>il n</w:t>
      </w:r>
      <w:r w:rsidR="00C90F8D">
        <w:t>’</w:t>
      </w:r>
      <w:r>
        <w:t>y avait pas eu de péril plus pressant</w:t>
      </w:r>
      <w:r w:rsidR="00C90F8D">
        <w:t> :</w:t>
      </w:r>
    </w:p>
    <w:p w14:paraId="787EB4E7" w14:textId="4EC5F30F" w:rsidR="00C90F8D" w:rsidRDefault="00C90F8D">
      <w:pPr>
        <w:rPr>
          <w:rFonts w:eastAsia="Georgia"/>
        </w:rPr>
      </w:pPr>
    </w:p>
    <w:p w14:paraId="75B85250" w14:textId="503131DF" w:rsidR="00C90F8D" w:rsidRDefault="00C90F8D">
      <w:r>
        <w:rPr>
          <w:rFonts w:eastAsia="Georgia"/>
        </w:rPr>
        <w:t>— </w:t>
      </w:r>
      <w:r w:rsidR="00AB2DE8">
        <w:t>Schmidt</w:t>
      </w:r>
      <w:r>
        <w:t xml:space="preserve">, </w:t>
      </w:r>
      <w:r w:rsidR="00AB2DE8">
        <w:t>mon petit Schmidt</w:t>
      </w:r>
      <w:r>
        <w:t xml:space="preserve">, </w:t>
      </w:r>
      <w:r w:rsidR="00AB2DE8">
        <w:t>je vous en supplie</w:t>
      </w:r>
      <w:r>
        <w:t xml:space="preserve">, </w:t>
      </w:r>
      <w:r w:rsidR="00AB2DE8">
        <w:t>n</w:t>
      </w:r>
      <w:r>
        <w:t>’</w:t>
      </w:r>
      <w:r w:rsidR="00AB2DE8">
        <w:t>est-ce pas</w:t>
      </w:r>
      <w:r>
        <w:t xml:space="preserve"> ? </w:t>
      </w:r>
      <w:r w:rsidR="00AB2DE8">
        <w:t>Quoi qu</w:t>
      </w:r>
      <w:r>
        <w:t>’</w:t>
      </w:r>
      <w:r w:rsidR="00AB2DE8">
        <w:t>il arrive</w:t>
      </w:r>
      <w:r>
        <w:t xml:space="preserve">, </w:t>
      </w:r>
      <w:r w:rsidR="00AB2DE8">
        <w:t xml:space="preserve">pas un mot à </w:t>
      </w:r>
      <w:r>
        <w:t>M</w:t>
      </w:r>
      <w:r w:rsidRPr="00C90F8D">
        <w:rPr>
          <w:vertAlign w:val="superscript"/>
        </w:rPr>
        <w:t>me</w:t>
      </w:r>
      <w:r>
        <w:t> </w:t>
      </w:r>
      <w:proofErr w:type="spellStart"/>
      <w:r w:rsidR="00AB2DE8">
        <w:t>Mauconseil</w:t>
      </w:r>
      <w:proofErr w:type="spellEnd"/>
      <w:r>
        <w:t>.</w:t>
      </w:r>
    </w:p>
    <w:p w14:paraId="563266A9" w14:textId="76BE1854" w:rsidR="00C90F8D" w:rsidRDefault="00C90F8D">
      <w:pPr>
        <w:sectPr w:rsidR="00C90F8D" w:rsidSect="00C90F8D">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134" w:header="720" w:footer="709" w:gutter="0"/>
          <w:cols w:space="720"/>
          <w:titlePg/>
          <w:docGrid w:linePitch="600" w:charSpace="16384"/>
        </w:sectPr>
      </w:pPr>
    </w:p>
    <w:p w14:paraId="669957B4" w14:textId="77777777" w:rsidR="00AB2DE8" w:rsidRDefault="00AB2DE8" w:rsidP="00C90F8D">
      <w:pPr>
        <w:pStyle w:val="Titre1"/>
        <w:spacing w:before="0" w:after="480"/>
        <w:rPr>
          <w:szCs w:val="32"/>
        </w:rPr>
      </w:pPr>
      <w:bookmarkStart w:id="18" w:name="_Toc194755389"/>
      <w:r>
        <w:lastRenderedPageBreak/>
        <w:t>À propos de cette édition électronique</w:t>
      </w:r>
      <w:bookmarkEnd w:id="18"/>
    </w:p>
    <w:p w14:paraId="47B70817" w14:textId="77777777" w:rsidR="00C90F8D" w:rsidRDefault="00C90F8D" w:rsidP="00C90F8D">
      <w:pPr>
        <w:spacing w:before="180" w:after="180"/>
        <w:ind w:firstLine="0"/>
        <w:jc w:val="center"/>
        <w:rPr>
          <w:b/>
          <w:bCs/>
          <w:szCs w:val="32"/>
        </w:rPr>
      </w:pPr>
      <w:r w:rsidRPr="00633842">
        <w:rPr>
          <w:b/>
          <w:bCs/>
          <w:szCs w:val="32"/>
        </w:rPr>
        <w:t>Texte libre de droits</w:t>
      </w:r>
      <w:r>
        <w:rPr>
          <w:b/>
          <w:bCs/>
          <w:szCs w:val="32"/>
        </w:rPr>
        <w:t>.</w:t>
      </w:r>
    </w:p>
    <w:p w14:paraId="53BE2AC1" w14:textId="77777777" w:rsidR="00C90F8D" w:rsidRDefault="00C90F8D" w:rsidP="00C90F8D">
      <w:pPr>
        <w:pStyle w:val="Centr"/>
        <w:spacing w:before="180" w:after="180"/>
      </w:pPr>
      <w:r w:rsidRPr="00633842">
        <w:t>Corrections</w:t>
      </w:r>
      <w:r>
        <w:t xml:space="preserve">, </w:t>
      </w:r>
      <w:r w:rsidRPr="00633842">
        <w:t>édition</w:t>
      </w:r>
      <w:r>
        <w:t xml:space="preserve">, </w:t>
      </w:r>
      <w:r w:rsidRPr="00633842">
        <w:t>conversion informatique et publication par le groupe</w:t>
      </w:r>
      <w:r>
        <w:t> :</w:t>
      </w:r>
    </w:p>
    <w:p w14:paraId="417B0422" w14:textId="77777777" w:rsidR="00C90F8D" w:rsidRPr="00633842" w:rsidRDefault="00C90F8D" w:rsidP="00C90F8D">
      <w:pPr>
        <w:spacing w:before="180" w:after="180"/>
        <w:ind w:firstLine="0"/>
        <w:jc w:val="center"/>
        <w:rPr>
          <w:b/>
          <w:bCs/>
          <w:i/>
          <w:iCs/>
          <w:szCs w:val="32"/>
        </w:rPr>
      </w:pPr>
      <w:proofErr w:type="gramStart"/>
      <w:r w:rsidRPr="00633842">
        <w:rPr>
          <w:b/>
          <w:bCs/>
          <w:i/>
          <w:iCs/>
          <w:szCs w:val="32"/>
        </w:rPr>
        <w:t>Ebooks</w:t>
      </w:r>
      <w:proofErr w:type="gramEnd"/>
      <w:r w:rsidRPr="00633842">
        <w:rPr>
          <w:b/>
          <w:bCs/>
          <w:i/>
          <w:iCs/>
          <w:szCs w:val="32"/>
        </w:rPr>
        <w:t xml:space="preserve"> libres et gratuits</w:t>
      </w:r>
    </w:p>
    <w:p w14:paraId="275A53E9" w14:textId="77777777" w:rsidR="00C90F8D" w:rsidRPr="00633842" w:rsidRDefault="00C90F8D" w:rsidP="00C90F8D">
      <w:pPr>
        <w:pStyle w:val="Centr"/>
        <w:spacing w:before="180" w:after="180"/>
      </w:pPr>
      <w:hyperlink r:id="rId15" w:history="1">
        <w:r w:rsidRPr="00EB406C">
          <w:rPr>
            <w:rStyle w:val="Lienhypertexte"/>
          </w:rPr>
          <w:t>https://groups.google.com/g/ebooksgratuits</w:t>
        </w:r>
      </w:hyperlink>
    </w:p>
    <w:p w14:paraId="4F51D707" w14:textId="77777777" w:rsidR="00C90F8D" w:rsidRDefault="00C90F8D" w:rsidP="00C90F8D">
      <w:pPr>
        <w:pStyle w:val="Centr"/>
        <w:spacing w:before="180" w:after="180"/>
      </w:pPr>
      <w:r w:rsidRPr="00633842">
        <w:t>Adresse du site web du groupe</w:t>
      </w:r>
      <w:r>
        <w:t> :</w:t>
      </w:r>
      <w:r>
        <w:br/>
      </w:r>
      <w:hyperlink r:id="rId16" w:history="1">
        <w:r w:rsidRPr="00EB406C">
          <w:rPr>
            <w:rStyle w:val="Lienhypertexte"/>
            <w:b/>
            <w:bCs/>
            <w:szCs w:val="32"/>
          </w:rPr>
          <w:t>https://www.ebooksgratuits.com/</w:t>
        </w:r>
      </w:hyperlink>
    </w:p>
    <w:p w14:paraId="11B30907" w14:textId="77777777" w:rsidR="00C90F8D" w:rsidRDefault="00C90F8D" w:rsidP="00C90F8D">
      <w:pPr>
        <w:pStyle w:val="Centr"/>
        <w:spacing w:before="180" w:after="180"/>
      </w:pPr>
      <w:r>
        <w:t>—</w:t>
      </w:r>
    </w:p>
    <w:p w14:paraId="1C6E1116" w14:textId="77777777" w:rsidR="00C90F8D" w:rsidRDefault="00C90F8D" w:rsidP="00C90F8D">
      <w:pPr>
        <w:spacing w:before="180" w:after="180"/>
        <w:ind w:firstLine="0"/>
        <w:jc w:val="center"/>
        <w:rPr>
          <w:b/>
          <w:bCs/>
          <w:szCs w:val="32"/>
        </w:rPr>
      </w:pPr>
      <w:r>
        <w:rPr>
          <w:b/>
          <w:bCs/>
          <w:szCs w:val="32"/>
        </w:rPr>
        <w:t>Avril 2025</w:t>
      </w:r>
    </w:p>
    <w:p w14:paraId="45922DAB" w14:textId="77777777" w:rsidR="00C90F8D" w:rsidRDefault="00C90F8D" w:rsidP="00C90F8D">
      <w:pPr>
        <w:pStyle w:val="Centr"/>
        <w:spacing w:before="180" w:after="180"/>
        <w:rPr>
          <w:b/>
          <w:bCs/>
          <w:szCs w:val="32"/>
        </w:rPr>
      </w:pPr>
      <w:r>
        <w:rPr>
          <w:b/>
          <w:bCs/>
          <w:szCs w:val="32"/>
        </w:rPr>
        <w:t>—</w:t>
      </w:r>
    </w:p>
    <w:p w14:paraId="13EEC733" w14:textId="77777777" w:rsidR="00C90F8D" w:rsidRDefault="00C90F8D" w:rsidP="00C90F8D">
      <w:pPr>
        <w:spacing w:before="120" w:after="120"/>
      </w:pPr>
      <w:r>
        <w:t>— </w:t>
      </w:r>
      <w:r w:rsidRPr="00633842">
        <w:rPr>
          <w:b/>
        </w:rPr>
        <w:t>Élaboration de ce livre électronique</w:t>
      </w:r>
      <w:r>
        <w:t> :</w:t>
      </w:r>
    </w:p>
    <w:p w14:paraId="4A5CAD58" w14:textId="12FE8FB9" w:rsidR="00C90F8D" w:rsidRDefault="00C90F8D" w:rsidP="00C90F8D">
      <w:pPr>
        <w:spacing w:before="120" w:after="120"/>
      </w:pPr>
      <w:r w:rsidRPr="00633842">
        <w:t xml:space="preserve">Les membres de </w:t>
      </w:r>
      <w:proofErr w:type="gramStart"/>
      <w:r w:rsidRPr="00633842">
        <w:rPr>
          <w:i/>
        </w:rPr>
        <w:t>Ebooks</w:t>
      </w:r>
      <w:proofErr w:type="gramEnd"/>
      <w:r w:rsidRPr="00633842">
        <w:rPr>
          <w:i/>
        </w:rPr>
        <w:t xml:space="preserve"> libres et gratuits</w:t>
      </w:r>
      <w:r w:rsidRPr="00633842">
        <w:t xml:space="preserve"> qui ont participé à l</w:t>
      </w:r>
      <w:r>
        <w:t>’</w:t>
      </w:r>
      <w:r w:rsidRPr="00633842">
        <w:t>élaboration de ce livre</w:t>
      </w:r>
      <w:r>
        <w:t xml:space="preserve">, </w:t>
      </w:r>
      <w:r w:rsidRPr="00633842">
        <w:t>sont</w:t>
      </w:r>
      <w:r>
        <w:t xml:space="preserve"> : </w:t>
      </w:r>
      <w:proofErr w:type="spellStart"/>
      <w:r w:rsidRPr="00C90F8D">
        <w:t>BrussLimat</w:t>
      </w:r>
      <w:proofErr w:type="spellEnd"/>
      <w:r w:rsidRPr="00C90F8D">
        <w:t xml:space="preserve">, </w:t>
      </w:r>
      <w:proofErr w:type="spellStart"/>
      <w:r w:rsidRPr="00C90F8D">
        <w:t>YvetteT</w:t>
      </w:r>
      <w:proofErr w:type="spellEnd"/>
      <w:r w:rsidRPr="00C90F8D">
        <w:t xml:space="preserve">, </w:t>
      </w:r>
      <w:proofErr w:type="spellStart"/>
      <w:r w:rsidRPr="00C90F8D">
        <w:t>PatriceC</w:t>
      </w:r>
      <w:proofErr w:type="spellEnd"/>
      <w:r w:rsidRPr="00C90F8D">
        <w:t xml:space="preserve">, </w:t>
      </w:r>
      <w:proofErr w:type="spellStart"/>
      <w:r w:rsidRPr="00C90F8D">
        <w:t>ChristineN</w:t>
      </w:r>
      <w:proofErr w:type="spellEnd"/>
      <w:r>
        <w:t xml:space="preserve">, </w:t>
      </w:r>
      <w:proofErr w:type="spellStart"/>
      <w:r>
        <w:t>Coolmicro</w:t>
      </w:r>
      <w:proofErr w:type="spellEnd"/>
      <w:r>
        <w:t>.</w:t>
      </w:r>
    </w:p>
    <w:p w14:paraId="6072DD30" w14:textId="77777777" w:rsidR="00C90F8D" w:rsidRDefault="00C90F8D" w:rsidP="00C90F8D">
      <w:pPr>
        <w:spacing w:before="120" w:after="120"/>
      </w:pPr>
      <w:r>
        <w:t>— </w:t>
      </w:r>
      <w:r w:rsidRPr="00633842">
        <w:rPr>
          <w:b/>
        </w:rPr>
        <w:t>Dispositions</w:t>
      </w:r>
      <w:r>
        <w:t> :</w:t>
      </w:r>
    </w:p>
    <w:p w14:paraId="319C5A92" w14:textId="77777777" w:rsidR="00C90F8D" w:rsidRDefault="00C90F8D" w:rsidP="00C90F8D">
      <w:pPr>
        <w:spacing w:before="120" w:after="120"/>
      </w:pPr>
      <w:r w:rsidRPr="00633842">
        <w:t>Les livres que nous mettons à votre disposition</w:t>
      </w:r>
      <w:r>
        <w:t xml:space="preserve">, </w:t>
      </w:r>
      <w:r w:rsidRPr="00633842">
        <w:t>sont des textes libres de droits</w:t>
      </w:r>
      <w:r>
        <w:t xml:space="preserve">, </w:t>
      </w:r>
      <w:r w:rsidRPr="00633842">
        <w:t>que vous pouvez utiliser librement</w:t>
      </w:r>
      <w:r>
        <w:t xml:space="preserve">, </w:t>
      </w:r>
      <w:r w:rsidRPr="00633842">
        <w:rPr>
          <w:u w:val="single"/>
        </w:rPr>
        <w:t>à une fin non commerciale et non professionnelle</w:t>
      </w:r>
      <w:r>
        <w:t xml:space="preserve">. </w:t>
      </w:r>
      <w:r w:rsidRPr="00633842">
        <w:t>Tout lien vers notre site est bienvenu</w:t>
      </w:r>
      <w:r>
        <w:t>…</w:t>
      </w:r>
    </w:p>
    <w:p w14:paraId="564B6E9A" w14:textId="77777777" w:rsidR="00C90F8D" w:rsidRDefault="00C90F8D" w:rsidP="00C90F8D">
      <w:pPr>
        <w:spacing w:before="120" w:after="120"/>
      </w:pPr>
      <w:r>
        <w:t>— </w:t>
      </w:r>
      <w:r w:rsidRPr="00633842">
        <w:rPr>
          <w:b/>
        </w:rPr>
        <w:t>Qualité</w:t>
      </w:r>
      <w:r>
        <w:t> :</w:t>
      </w:r>
    </w:p>
    <w:p w14:paraId="26DEE270" w14:textId="77777777" w:rsidR="00C90F8D" w:rsidRDefault="00C90F8D" w:rsidP="00C90F8D">
      <w:pPr>
        <w:spacing w:before="120" w:after="120"/>
      </w:pPr>
      <w:r w:rsidRPr="00633842">
        <w:t>Les textes sont livrés tels quels sans garantie de leur intégrité parfaite par rapport à l</w:t>
      </w:r>
      <w:r>
        <w:t>’</w:t>
      </w:r>
      <w:r w:rsidRPr="00633842">
        <w:t>original</w:t>
      </w:r>
      <w:r>
        <w:t xml:space="preserve">. </w:t>
      </w:r>
      <w:r w:rsidRPr="00633842">
        <w:t>Nous rappelons que c</w:t>
      </w:r>
      <w:r>
        <w:t>’</w:t>
      </w:r>
      <w:r w:rsidRPr="00633842">
        <w:t>est un travail d</w:t>
      </w:r>
      <w:r>
        <w:t>’</w:t>
      </w:r>
      <w:r w:rsidRPr="00633842">
        <w:t>amateurs non rétribués et que nous essayons de promouvoir la culture littéraire avec de maigres moyens</w:t>
      </w:r>
      <w:r>
        <w:t>.</w:t>
      </w:r>
    </w:p>
    <w:p w14:paraId="4FA1AA05" w14:textId="77777777" w:rsidR="00C90F8D" w:rsidRDefault="00C90F8D" w:rsidP="00C90F8D">
      <w:pPr>
        <w:spacing w:before="120" w:after="120"/>
        <w:ind w:firstLine="0"/>
        <w:jc w:val="center"/>
        <w:rPr>
          <w:i/>
          <w:iCs/>
          <w:szCs w:val="32"/>
        </w:rPr>
      </w:pPr>
      <w:r w:rsidRPr="00633842">
        <w:rPr>
          <w:i/>
          <w:iCs/>
          <w:szCs w:val="32"/>
        </w:rPr>
        <w:t>Votre aide est la bienvenue</w:t>
      </w:r>
      <w:r>
        <w:rPr>
          <w:i/>
          <w:iCs/>
          <w:szCs w:val="32"/>
        </w:rPr>
        <w:t> !</w:t>
      </w:r>
    </w:p>
    <w:p w14:paraId="4C30DF20" w14:textId="4C07F2D1" w:rsidR="00AB2DE8" w:rsidRDefault="00C90F8D" w:rsidP="00C90F8D">
      <w:pPr>
        <w:pStyle w:val="Centr"/>
        <w:suppressAutoHyphens/>
        <w:spacing w:before="120" w:after="120"/>
      </w:pPr>
      <w:r w:rsidRPr="00633842">
        <w:t>VOUS POUVEZ NOUS AIDER À FAIRE CONNAÎTRE CES CLASSIQUES LITTÉRAIRES</w:t>
      </w:r>
      <w:r>
        <w:t>.</w:t>
      </w:r>
    </w:p>
    <w:sectPr w:rsidR="00AB2DE8" w:rsidSect="00C90F8D">
      <w:headerReference w:type="even" r:id="rId17"/>
      <w:headerReference w:type="default" r:id="rId18"/>
      <w:footerReference w:type="even" r:id="rId19"/>
      <w:footerReference w:type="default" r:id="rId20"/>
      <w:headerReference w:type="first" r:id="rId21"/>
      <w:footerReference w:type="first" r:id="rId22"/>
      <w:pgSz w:w="11906" w:h="16838" w:code="9"/>
      <w:pgMar w:top="567" w:right="567" w:bottom="567" w:left="567" w:header="0" w:footer="0" w:gutter="0"/>
      <w:cols w:space="720"/>
      <w:docGrid w:linePitch="600"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F7F99D" w14:textId="77777777" w:rsidR="008A34AF" w:rsidRDefault="008A34AF">
      <w:pPr>
        <w:spacing w:before="0" w:after="0"/>
      </w:pPr>
      <w:r>
        <w:separator/>
      </w:r>
    </w:p>
  </w:endnote>
  <w:endnote w:type="continuationSeparator" w:id="0">
    <w:p w14:paraId="4990860C" w14:textId="77777777" w:rsidR="008A34AF" w:rsidRDefault="008A34A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E3417B" w14:textId="77777777" w:rsidR="00AB2DE8" w:rsidRDefault="00AB2DE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78742" w14:textId="77777777" w:rsidR="00AB2DE8" w:rsidRDefault="00AB2DE8">
    <w:pPr>
      <w:pStyle w:val="Pieddepage"/>
    </w:pPr>
    <w:r>
      <w:rPr>
        <w:sz w:val="30"/>
        <w:szCs w:val="30"/>
      </w:rPr>
      <w:t xml:space="preserve">– </w:t>
    </w:r>
    <w:r>
      <w:rPr>
        <w:rStyle w:val="Numrodepage"/>
        <w:sz w:val="30"/>
        <w:szCs w:val="30"/>
      </w:rPr>
      <w:fldChar w:fldCharType="begin"/>
    </w:r>
    <w:r>
      <w:rPr>
        <w:rStyle w:val="Numrodepage"/>
        <w:sz w:val="30"/>
        <w:szCs w:val="30"/>
      </w:rPr>
      <w:instrText xml:space="preserve"> PAGE </w:instrText>
    </w:r>
    <w:r>
      <w:rPr>
        <w:rStyle w:val="Numrodepage"/>
        <w:sz w:val="30"/>
        <w:szCs w:val="30"/>
      </w:rPr>
      <w:fldChar w:fldCharType="separate"/>
    </w:r>
    <w:r w:rsidR="00C84A0C">
      <w:rPr>
        <w:rStyle w:val="Numrodepage"/>
        <w:noProof/>
        <w:sz w:val="30"/>
        <w:szCs w:val="30"/>
      </w:rPr>
      <w:t>196</w:t>
    </w:r>
    <w:r>
      <w:rPr>
        <w:rStyle w:val="Numrodepage"/>
        <w:sz w:val="30"/>
        <w:szCs w:val="30"/>
      </w:rPr>
      <w:fldChar w:fldCharType="end"/>
    </w:r>
    <w:r>
      <w:rPr>
        <w:rStyle w:val="Numrodepage"/>
        <w:sz w:val="30"/>
        <w:szCs w:val="3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D404C5" w14:textId="77777777" w:rsidR="00AB2DE8" w:rsidRDefault="00AB2DE8">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CE73A" w14:textId="77777777" w:rsidR="00AB2DE8" w:rsidRDefault="00AB2DE8"/>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976AD7" w14:textId="77777777" w:rsidR="00AB2DE8" w:rsidRDefault="00AB2DE8">
    <w:pPr>
      <w:pStyle w:val="Pieddepage"/>
    </w:pPr>
    <w:r>
      <w:rPr>
        <w:sz w:val="30"/>
        <w:szCs w:val="30"/>
      </w:rPr>
      <w:t xml:space="preserve">– </w:t>
    </w:r>
    <w:r>
      <w:rPr>
        <w:rStyle w:val="Numrodepage"/>
        <w:sz w:val="30"/>
        <w:szCs w:val="30"/>
      </w:rPr>
      <w:fldChar w:fldCharType="begin"/>
    </w:r>
    <w:r>
      <w:rPr>
        <w:rStyle w:val="Numrodepage"/>
        <w:sz w:val="30"/>
        <w:szCs w:val="30"/>
      </w:rPr>
      <w:instrText xml:space="preserve"> PAGE </w:instrText>
    </w:r>
    <w:r>
      <w:rPr>
        <w:rStyle w:val="Numrodepage"/>
        <w:sz w:val="30"/>
        <w:szCs w:val="30"/>
      </w:rPr>
      <w:fldChar w:fldCharType="separate"/>
    </w:r>
    <w:r w:rsidR="00C84A0C">
      <w:rPr>
        <w:rStyle w:val="Numrodepage"/>
        <w:noProof/>
        <w:sz w:val="30"/>
        <w:szCs w:val="30"/>
      </w:rPr>
      <w:t>211</w:t>
    </w:r>
    <w:r>
      <w:rPr>
        <w:rStyle w:val="Numrodepage"/>
        <w:sz w:val="30"/>
        <w:szCs w:val="30"/>
      </w:rPr>
      <w:fldChar w:fldCharType="end"/>
    </w:r>
    <w:r>
      <w:rPr>
        <w:rStyle w:val="Numrodepage"/>
        <w:sz w:val="30"/>
        <w:szCs w:val="30"/>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53AA6" w14:textId="77777777" w:rsidR="00AB2DE8" w:rsidRDefault="00AB2DE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F68FBD" w14:textId="77777777" w:rsidR="008A34AF" w:rsidRDefault="008A34AF">
      <w:pPr>
        <w:spacing w:before="0" w:after="0"/>
      </w:pPr>
      <w:r>
        <w:separator/>
      </w:r>
    </w:p>
  </w:footnote>
  <w:footnote w:type="continuationSeparator" w:id="0">
    <w:p w14:paraId="2B1E859D" w14:textId="77777777" w:rsidR="008A34AF" w:rsidRDefault="008A34AF">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A5271C" w14:textId="77777777" w:rsidR="00AB2DE8" w:rsidRDefault="00AB2DE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A1F00A" w14:textId="77777777" w:rsidR="00AB2DE8" w:rsidRDefault="00AB2DE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EBBE27" w14:textId="77777777" w:rsidR="00AB2DE8" w:rsidRDefault="00AB2DE8">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0DE143" w14:textId="77777777" w:rsidR="00AB2DE8" w:rsidRDefault="00AB2DE8"/>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724317" w14:textId="77777777" w:rsidR="00AB2DE8" w:rsidRDefault="00AB2DE8"/>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549C7" w14:textId="77777777" w:rsidR="00AB2DE8" w:rsidRDefault="00AB2DE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bCs/>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num w:numId="1" w16cid:durableId="1796168154">
    <w:abstractNumId w:val="10"/>
  </w:num>
  <w:num w:numId="2" w16cid:durableId="1485930256">
    <w:abstractNumId w:val="11"/>
  </w:num>
  <w:num w:numId="3" w16cid:durableId="78253977">
    <w:abstractNumId w:val="12"/>
  </w:num>
  <w:num w:numId="4" w16cid:durableId="298389693">
    <w:abstractNumId w:val="13"/>
  </w:num>
  <w:num w:numId="5" w16cid:durableId="1352999212">
    <w:abstractNumId w:val="14"/>
  </w:num>
  <w:num w:numId="6" w16cid:durableId="1211989463">
    <w:abstractNumId w:val="15"/>
  </w:num>
  <w:num w:numId="7" w16cid:durableId="2104955441">
    <w:abstractNumId w:val="8"/>
  </w:num>
  <w:num w:numId="8" w16cid:durableId="116023096">
    <w:abstractNumId w:val="3"/>
  </w:num>
  <w:num w:numId="9" w16cid:durableId="1144927689">
    <w:abstractNumId w:val="2"/>
  </w:num>
  <w:num w:numId="10" w16cid:durableId="233008079">
    <w:abstractNumId w:val="1"/>
  </w:num>
  <w:num w:numId="11" w16cid:durableId="1033381819">
    <w:abstractNumId w:val="0"/>
  </w:num>
  <w:num w:numId="12" w16cid:durableId="2045323397">
    <w:abstractNumId w:val="9"/>
  </w:num>
  <w:num w:numId="13" w16cid:durableId="870066613">
    <w:abstractNumId w:val="7"/>
  </w:num>
  <w:num w:numId="14" w16cid:durableId="1091047110">
    <w:abstractNumId w:val="6"/>
  </w:num>
  <w:num w:numId="15" w16cid:durableId="14382374">
    <w:abstractNumId w:val="5"/>
  </w:num>
  <w:num w:numId="16" w16cid:durableId="24480086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grammar="clean"/>
  <w:attachedTemplate r:id="rId1"/>
  <w:linkStyles/>
  <w:stylePaneFormatFilter w:val="0708" w:allStyles="0" w:customStyles="0" w:latentStyles="0" w:stylesInUse="1" w:headingStyles="0" w:numberingStyles="0" w:tableStyles="0" w:directFormattingOnRuns="1" w:directFormattingOnParagraphs="1" w:directFormattingOnNumbering="1" w:directFormattingOnTables="0" w:clearFormatting="0" w:top3HeadingStyles="0" w:visibleStyles="0" w:alternateStyleNames="0"/>
  <w:defaultTabStop w:val="709"/>
  <w:autoHyphenation/>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A0C"/>
    <w:rsid w:val="002230A3"/>
    <w:rsid w:val="008A34AF"/>
    <w:rsid w:val="009A6D1D"/>
    <w:rsid w:val="00AB2DE8"/>
    <w:rsid w:val="00C84A0C"/>
    <w:rsid w:val="00C90F8D"/>
    <w:rsid w:val="00D66E1E"/>
    <w:rsid w:val="00F36C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597181A"/>
  <w15:chartTrackingRefBased/>
  <w15:docId w15:val="{6BE38009-A405-4282-B020-C638A4667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F8D"/>
    <w:pPr>
      <w:spacing w:before="240" w:after="240"/>
      <w:ind w:firstLine="680"/>
      <w:jc w:val="both"/>
    </w:pPr>
    <w:rPr>
      <w:rFonts w:ascii="Amasis30" w:hAnsi="Amasis30"/>
      <w:sz w:val="36"/>
      <w:szCs w:val="24"/>
    </w:rPr>
  </w:style>
  <w:style w:type="paragraph" w:styleId="Titre1">
    <w:name w:val="heading 1"/>
    <w:basedOn w:val="Normal"/>
    <w:next w:val="Normal"/>
    <w:qFormat/>
    <w:rsid w:val="00C90F8D"/>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qFormat/>
    <w:rsid w:val="00C90F8D"/>
    <w:pPr>
      <w:keepNext/>
      <w:keepLines/>
      <w:suppressAutoHyphens/>
      <w:spacing w:before="960" w:after="720"/>
      <w:ind w:firstLine="0"/>
      <w:jc w:val="center"/>
      <w:outlineLvl w:val="1"/>
    </w:pPr>
    <w:rPr>
      <w:rFonts w:cs="Arial"/>
      <w:b/>
      <w:bCs/>
      <w:iCs/>
      <w:sz w:val="44"/>
      <w:szCs w:val="40"/>
    </w:rPr>
  </w:style>
  <w:style w:type="paragraph" w:styleId="Titre3">
    <w:name w:val="heading 3"/>
    <w:basedOn w:val="Normal"/>
    <w:next w:val="Normal"/>
    <w:qFormat/>
    <w:rsid w:val="00C90F8D"/>
    <w:pPr>
      <w:keepNext/>
      <w:suppressAutoHyphens/>
      <w:spacing w:before="480"/>
      <w:ind w:firstLine="0"/>
      <w:jc w:val="center"/>
      <w:outlineLvl w:val="2"/>
    </w:pPr>
    <w:rPr>
      <w:rFonts w:cs="Arial"/>
      <w:b/>
      <w:bCs/>
      <w:sz w:val="40"/>
      <w:szCs w:val="36"/>
    </w:rPr>
  </w:style>
  <w:style w:type="character" w:default="1" w:styleId="Policepardfaut">
    <w:name w:val="Default Paragraph Font"/>
    <w:semiHidden/>
    <w:rsid w:val="00C90F8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semiHidden/>
    <w:rsid w:val="00C90F8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bCs/>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5z0">
    <w:name w:val="WW8Num5z0"/>
    <w:rPr>
      <w:rFonts w:ascii="Symbol" w:hAnsi="Symbol" w:cs="Symbol" w:hint="default"/>
    </w:rPr>
  </w:style>
  <w:style w:type="character" w:customStyle="1" w:styleId="WW8Num6z0">
    <w:name w:val="WW8Num6z0"/>
    <w:rPr>
      <w:rFonts w:ascii="Symbol" w:hAnsi="Symbol" w:cs="Symbol" w:hint="default"/>
    </w:rPr>
  </w:style>
  <w:style w:type="character" w:customStyle="1" w:styleId="WW8Num7z0">
    <w:name w:val="WW8Num7z0"/>
    <w:rPr>
      <w:rFonts w:ascii="Symbol" w:hAnsi="Symbol" w:cs="Symbol" w:hint="default"/>
    </w:rPr>
  </w:style>
  <w:style w:type="character" w:customStyle="1" w:styleId="WW8Num8z0">
    <w:name w:val="WW8Num8z0"/>
    <w:rPr>
      <w:rFonts w:ascii="Symbol" w:hAnsi="Symbol" w:cs="Symbol" w:hint="default"/>
    </w:rPr>
  </w:style>
  <w:style w:type="character" w:customStyle="1" w:styleId="WW8Num9z0">
    <w:name w:val="WW8Num9z0"/>
  </w:style>
  <w:style w:type="character" w:customStyle="1" w:styleId="WW8Num10z0">
    <w:name w:val="WW8Num10z0"/>
    <w:rPr>
      <w:rFonts w:ascii="Symbol" w:hAnsi="Symbol" w:cs="Symbol" w:hint="default"/>
    </w:rPr>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3z0">
    <w:name w:val="WW8Num13z0"/>
    <w:rPr>
      <w:rFonts w:ascii="Symbol" w:hAnsi="Symbol" w:cs="Symbol" w:hint="default"/>
      <w:sz w:val="20"/>
    </w:rPr>
  </w:style>
  <w:style w:type="character" w:customStyle="1" w:styleId="WW8Num13z1">
    <w:name w:val="WW8Num13z1"/>
    <w:rPr>
      <w:rFonts w:ascii="Courier New" w:hAnsi="Courier New" w:cs="Courier New" w:hint="default"/>
      <w:sz w:val="20"/>
    </w:rPr>
  </w:style>
  <w:style w:type="character" w:customStyle="1" w:styleId="WW8Num13z2">
    <w:name w:val="WW8Num13z2"/>
    <w:rPr>
      <w:rFonts w:ascii="Wingdings" w:hAnsi="Wingdings" w:cs="Wingdings" w:hint="default"/>
      <w:sz w:val="20"/>
    </w:rPr>
  </w:style>
  <w:style w:type="character" w:customStyle="1" w:styleId="WW8Num14z0">
    <w:name w:val="WW8Num14z0"/>
    <w:rPr>
      <w:rFonts w:ascii="Symbol" w:hAnsi="Symbol" w:cs="Symbol" w:hint="default"/>
      <w:sz w:val="20"/>
    </w:rPr>
  </w:style>
  <w:style w:type="character" w:customStyle="1" w:styleId="WW8Num14z1">
    <w:name w:val="WW8Num14z1"/>
    <w:rPr>
      <w:rFonts w:ascii="Courier New" w:hAnsi="Courier New" w:cs="Courier New" w:hint="default"/>
      <w:sz w:val="20"/>
    </w:rPr>
  </w:style>
  <w:style w:type="character" w:customStyle="1" w:styleId="WW8Num14z2">
    <w:name w:val="WW8Num14z2"/>
    <w:rPr>
      <w:rFonts w:ascii="Wingdings" w:hAnsi="Wingdings" w:cs="Wingdings" w:hint="default"/>
      <w:sz w:val="20"/>
    </w:rPr>
  </w:style>
  <w:style w:type="character" w:customStyle="1" w:styleId="WW8Num15z0">
    <w:name w:val="WW8Num15z0"/>
    <w:rPr>
      <w:rFonts w:ascii="Symbol" w:hAnsi="Symbol" w:cs="Symbol" w:hint="default"/>
      <w:sz w:val="20"/>
    </w:rPr>
  </w:style>
  <w:style w:type="character" w:customStyle="1" w:styleId="WW8Num15z1">
    <w:name w:val="WW8Num15z1"/>
    <w:rPr>
      <w:rFonts w:ascii="Courier New" w:hAnsi="Courier New" w:cs="Courier New" w:hint="default"/>
      <w:sz w:val="20"/>
    </w:rPr>
  </w:style>
  <w:style w:type="character" w:customStyle="1" w:styleId="WW8Num15z2">
    <w:name w:val="WW8Num15z2"/>
    <w:rPr>
      <w:rFonts w:ascii="Wingdings" w:hAnsi="Wingdings" w:cs="Wingdings" w:hint="default"/>
      <w:sz w:val="20"/>
    </w:rPr>
  </w:style>
  <w:style w:type="character" w:customStyle="1" w:styleId="WW8Num16z0">
    <w:name w:val="WW8Num16z0"/>
    <w:rPr>
      <w:rFonts w:ascii="Symbol" w:hAnsi="Symbol" w:cs="Symbol" w:hint="default"/>
      <w:sz w:val="20"/>
    </w:rPr>
  </w:style>
  <w:style w:type="character" w:customStyle="1" w:styleId="WW8Num16z1">
    <w:name w:val="WW8Num16z1"/>
    <w:rPr>
      <w:rFonts w:ascii="Courier New" w:hAnsi="Courier New" w:cs="Courier New" w:hint="default"/>
      <w:sz w:val="20"/>
    </w:rPr>
  </w:style>
  <w:style w:type="character" w:customStyle="1" w:styleId="WW8Num16z2">
    <w:name w:val="WW8Num16z2"/>
    <w:rPr>
      <w:rFonts w:ascii="Wingdings" w:hAnsi="Wingdings" w:cs="Wingdings" w:hint="default"/>
      <w:sz w:val="20"/>
    </w:rPr>
  </w:style>
  <w:style w:type="character" w:customStyle="1" w:styleId="Policepardfaut1">
    <w:name w:val="Police par défaut1"/>
  </w:style>
  <w:style w:type="character" w:styleId="Lienhypertexte">
    <w:name w:val="Hyperlink"/>
    <w:uiPriority w:val="99"/>
    <w:rsid w:val="00C90F8D"/>
    <w:rPr>
      <w:rFonts w:ascii="Amasis30" w:hAnsi="Amasis30"/>
      <w:color w:val="004080"/>
      <w:u w:val="single"/>
    </w:rPr>
  </w:style>
  <w:style w:type="character" w:styleId="Numrodepage">
    <w:name w:val="page number"/>
    <w:basedOn w:val="Policepardfaut"/>
    <w:rsid w:val="00C90F8D"/>
  </w:style>
  <w:style w:type="character" w:customStyle="1" w:styleId="Caractresdenotedebasdepage">
    <w:name w:val="Caractères de note de bas de page"/>
    <w:rPr>
      <w:rFonts w:ascii="Georgia" w:hAnsi="Georgia" w:cs="Georgia"/>
      <w:b/>
      <w:sz w:val="32"/>
      <w:vertAlign w:val="superscript"/>
    </w:rPr>
  </w:style>
  <w:style w:type="character" w:customStyle="1" w:styleId="NotedefinCar">
    <w:name w:val="Note de fin Car"/>
    <w:link w:val="Notedefin"/>
    <w:uiPriority w:val="99"/>
    <w:rsid w:val="00C90F8D"/>
    <w:rPr>
      <w:rFonts w:ascii="Amasis30" w:hAnsi="Amasis30"/>
      <w:sz w:val="32"/>
      <w:lang w:val="x-none" w:eastAsia="x-none"/>
    </w:rPr>
  </w:style>
  <w:style w:type="character" w:customStyle="1" w:styleId="Caractresdenotedefin">
    <w:name w:val="Caractères de note de fin"/>
    <w:rPr>
      <w:rFonts w:ascii="Georgia" w:hAnsi="Georgia" w:cs="Georgia"/>
      <w:b/>
      <w:sz w:val="32"/>
      <w:vertAlign w:val="superscript"/>
    </w:rPr>
  </w:style>
  <w:style w:type="character" w:customStyle="1" w:styleId="Taille-1Caracteres">
    <w:name w:val="Taille-1Caracteres"/>
    <w:qFormat/>
    <w:rsid w:val="00C90F8D"/>
    <w:rPr>
      <w:sz w:val="32"/>
      <w:szCs w:val="20"/>
    </w:rPr>
  </w:style>
  <w:style w:type="character" w:customStyle="1" w:styleId="TextedebullesCar">
    <w:name w:val="Texte de bulles Car"/>
    <w:rPr>
      <w:rFonts w:ascii="Tahoma" w:hAnsi="Tahoma" w:cs="Tahoma"/>
      <w:sz w:val="16"/>
      <w:szCs w:val="16"/>
    </w:rPr>
  </w:style>
  <w:style w:type="character" w:customStyle="1" w:styleId="ExplorateurdedocumentsCar">
    <w:name w:val="Explorateur de documents Car"/>
    <w:rPr>
      <w:rFonts w:ascii="Tahoma" w:hAnsi="Tahoma" w:cs="Tahoma"/>
      <w:sz w:val="32"/>
      <w:szCs w:val="24"/>
      <w:shd w:val="clear" w:color="auto" w:fill="000080"/>
    </w:rPr>
  </w:style>
  <w:style w:type="character" w:customStyle="1" w:styleId="Marquedecommentaire1">
    <w:name w:val="Marque de commentaire1"/>
    <w:rPr>
      <w:sz w:val="16"/>
      <w:szCs w:val="16"/>
    </w:rPr>
  </w:style>
  <w:style w:type="character" w:customStyle="1" w:styleId="CommentaireCar">
    <w:name w:val="Commentaire Car"/>
    <w:rPr>
      <w:rFonts w:ascii="Georgia" w:hAnsi="Georgia" w:cs="Georgia"/>
    </w:rPr>
  </w:style>
  <w:style w:type="character" w:customStyle="1" w:styleId="ObjetducommentaireCar">
    <w:name w:val="Objet du commentaire Car"/>
    <w:rPr>
      <w:rFonts w:ascii="Georgia" w:hAnsi="Georgia" w:cs="Georgia"/>
      <w:b/>
      <w:bCs/>
    </w:rPr>
  </w:style>
  <w:style w:type="paragraph" w:customStyle="1" w:styleId="Titre10">
    <w:name w:val="Titre1"/>
    <w:basedOn w:val="Normal"/>
    <w:next w:val="Corpsdetexte"/>
    <w:pPr>
      <w:keepNext/>
      <w:spacing w:after="120"/>
    </w:pPr>
    <w:rPr>
      <w:rFonts w:ascii="Arial" w:eastAsia="Microsoft YaHei" w:hAnsi="Arial" w:cs="Mangal"/>
      <w:sz w:val="28"/>
      <w:szCs w:val="28"/>
    </w:rPr>
  </w:style>
  <w:style w:type="paragraph" w:styleId="Corpsdetexte">
    <w:name w:val="Body Text"/>
    <w:basedOn w:val="Normal"/>
    <w:pPr>
      <w:spacing w:before="0" w:after="120"/>
    </w:pPr>
  </w:style>
  <w:style w:type="paragraph" w:styleId="Liste">
    <w:name w:val="List"/>
    <w:basedOn w:val="Corpsdetexte"/>
    <w:rPr>
      <w:rFonts w:cs="Mangal"/>
    </w:rPr>
  </w:style>
  <w:style w:type="paragraph" w:customStyle="1" w:styleId="Lgende1">
    <w:name w:val="Légende1"/>
    <w:basedOn w:val="Normal"/>
    <w:pPr>
      <w:suppressLineNumbers/>
      <w:spacing w:before="120" w:after="120"/>
    </w:pPr>
    <w:rPr>
      <w:rFonts w:cs="Mangal"/>
      <w:i/>
      <w:iCs/>
      <w:sz w:val="24"/>
    </w:rPr>
  </w:style>
  <w:style w:type="paragraph" w:customStyle="1" w:styleId="Index">
    <w:name w:val="Index"/>
    <w:basedOn w:val="Normal"/>
    <w:pPr>
      <w:suppressLineNumbers/>
    </w:pPr>
    <w:rPr>
      <w:rFonts w:cs="Mangal"/>
    </w:rPr>
  </w:style>
  <w:style w:type="paragraph" w:customStyle="1" w:styleId="Explorateurdedocuments1">
    <w:name w:val="Explorateur de documents1"/>
    <w:basedOn w:val="Normal"/>
    <w:pPr>
      <w:shd w:val="clear" w:color="auto" w:fill="000080"/>
    </w:pPr>
    <w:rPr>
      <w:rFonts w:ascii="Tahoma" w:hAnsi="Tahoma" w:cs="Tahoma"/>
    </w:rPr>
  </w:style>
  <w:style w:type="paragraph" w:styleId="TM1">
    <w:name w:val="toc 1"/>
    <w:basedOn w:val="Normal"/>
    <w:next w:val="Normal"/>
    <w:autoRedefine/>
    <w:uiPriority w:val="39"/>
    <w:rsid w:val="00C90F8D"/>
    <w:pPr>
      <w:tabs>
        <w:tab w:val="right" w:leader="dot" w:pos="9639"/>
      </w:tabs>
      <w:spacing w:before="180" w:after="180"/>
      <w:ind w:firstLine="0"/>
      <w:jc w:val="left"/>
    </w:pPr>
    <w:rPr>
      <w:bCs/>
      <w:iCs/>
      <w:noProof/>
      <w:color w:val="000080"/>
      <w:szCs w:val="28"/>
    </w:rPr>
  </w:style>
  <w:style w:type="paragraph" w:styleId="En-tte">
    <w:name w:val="header"/>
    <w:basedOn w:val="Normal"/>
    <w:rsid w:val="00C90F8D"/>
    <w:pPr>
      <w:tabs>
        <w:tab w:val="center" w:pos="4536"/>
        <w:tab w:val="right" w:pos="9072"/>
      </w:tabs>
    </w:pPr>
  </w:style>
  <w:style w:type="paragraph" w:styleId="Pieddepage">
    <w:name w:val="footer"/>
    <w:basedOn w:val="Normal"/>
    <w:rsid w:val="00C90F8D"/>
    <w:pPr>
      <w:tabs>
        <w:tab w:val="center" w:pos="4536"/>
        <w:tab w:val="right" w:pos="9072"/>
      </w:tabs>
      <w:ind w:firstLine="0"/>
      <w:jc w:val="center"/>
    </w:pPr>
    <w:rPr>
      <w:sz w:val="32"/>
    </w:rPr>
  </w:style>
  <w:style w:type="paragraph" w:styleId="TM2">
    <w:name w:val="toc 2"/>
    <w:basedOn w:val="Normal"/>
    <w:next w:val="Normal"/>
    <w:autoRedefine/>
    <w:uiPriority w:val="39"/>
    <w:rsid w:val="00C90F8D"/>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C90F8D"/>
    <w:pPr>
      <w:tabs>
        <w:tab w:val="right" w:leader="dot" w:pos="9639"/>
      </w:tabs>
      <w:spacing w:before="120" w:after="120"/>
      <w:ind w:left="567" w:firstLine="0"/>
      <w:jc w:val="left"/>
    </w:pPr>
    <w:rPr>
      <w:color w:val="000080"/>
      <w:sz w:val="32"/>
    </w:rPr>
  </w:style>
  <w:style w:type="paragraph" w:styleId="TM4">
    <w:name w:val="toc 4"/>
    <w:basedOn w:val="Normal"/>
    <w:next w:val="Normal"/>
    <w:autoRedefine/>
    <w:rsid w:val="00C90F8D"/>
    <w:pPr>
      <w:ind w:left="780"/>
    </w:pPr>
  </w:style>
  <w:style w:type="paragraph" w:styleId="TM5">
    <w:name w:val="toc 5"/>
    <w:basedOn w:val="Normal"/>
    <w:next w:val="Normal"/>
    <w:autoRedefine/>
    <w:rsid w:val="00C90F8D"/>
    <w:pPr>
      <w:ind w:left="1040"/>
    </w:pPr>
  </w:style>
  <w:style w:type="paragraph" w:styleId="TM6">
    <w:name w:val="toc 6"/>
    <w:basedOn w:val="Normal"/>
    <w:next w:val="Normal"/>
    <w:autoRedefine/>
    <w:rsid w:val="00C90F8D"/>
    <w:pPr>
      <w:ind w:left="1300"/>
    </w:pPr>
  </w:style>
  <w:style w:type="paragraph" w:styleId="TM7">
    <w:name w:val="toc 7"/>
    <w:basedOn w:val="Normal"/>
    <w:next w:val="Normal"/>
    <w:autoRedefine/>
    <w:rsid w:val="00C90F8D"/>
    <w:pPr>
      <w:ind w:left="1560"/>
    </w:pPr>
  </w:style>
  <w:style w:type="paragraph" w:styleId="TM8">
    <w:name w:val="toc 8"/>
    <w:basedOn w:val="Normal"/>
    <w:next w:val="Normal"/>
    <w:autoRedefine/>
    <w:rsid w:val="00C90F8D"/>
    <w:pPr>
      <w:ind w:left="1820"/>
    </w:pPr>
  </w:style>
  <w:style w:type="paragraph" w:styleId="TM9">
    <w:name w:val="toc 9"/>
    <w:basedOn w:val="Normal"/>
    <w:next w:val="Normal"/>
    <w:autoRedefine/>
    <w:rsid w:val="00C90F8D"/>
    <w:pPr>
      <w:ind w:left="2080"/>
    </w:pPr>
  </w:style>
  <w:style w:type="paragraph" w:customStyle="1" w:styleId="Taille-1Normal">
    <w:name w:val="Taille-1Normal"/>
    <w:basedOn w:val="Normal"/>
    <w:rsid w:val="00C90F8D"/>
    <w:rPr>
      <w:sz w:val="32"/>
      <w:szCs w:val="28"/>
    </w:rPr>
  </w:style>
  <w:style w:type="paragraph" w:styleId="Notedebasdepage">
    <w:name w:val="footnote text"/>
    <w:basedOn w:val="Taille-1Normal"/>
    <w:qFormat/>
    <w:rsid w:val="00C90F8D"/>
    <w:rPr>
      <w:szCs w:val="30"/>
    </w:rPr>
  </w:style>
  <w:style w:type="paragraph" w:customStyle="1" w:styleId="Auteur">
    <w:name w:val="Auteur"/>
    <w:basedOn w:val="Normal"/>
    <w:rsid w:val="00C90F8D"/>
    <w:pPr>
      <w:spacing w:before="0" w:after="1800"/>
      <w:ind w:right="851" w:firstLine="0"/>
      <w:jc w:val="right"/>
    </w:pPr>
    <w:rPr>
      <w:sz w:val="48"/>
    </w:rPr>
  </w:style>
  <w:style w:type="paragraph" w:customStyle="1" w:styleId="Titrelivre">
    <w:name w:val="Titre_livre"/>
    <w:basedOn w:val="Normal"/>
    <w:rsid w:val="00C90F8D"/>
    <w:pPr>
      <w:spacing w:before="0" w:after="1200"/>
      <w:ind w:left="2268" w:right="851" w:firstLine="0"/>
      <w:jc w:val="right"/>
    </w:pPr>
    <w:rPr>
      <w:b/>
      <w:bCs/>
      <w:sz w:val="72"/>
    </w:rPr>
  </w:style>
  <w:style w:type="paragraph" w:customStyle="1" w:styleId="Soustitrelivre">
    <w:name w:val="Sous_titre_livre"/>
    <w:basedOn w:val="Normal"/>
    <w:rsid w:val="00C90F8D"/>
    <w:pPr>
      <w:spacing w:before="0" w:after="2160"/>
      <w:ind w:left="2268" w:right="851" w:firstLine="0"/>
      <w:jc w:val="right"/>
    </w:pPr>
    <w:rPr>
      <w:bCs/>
      <w:sz w:val="44"/>
      <w:szCs w:val="36"/>
    </w:rPr>
  </w:style>
  <w:style w:type="paragraph" w:customStyle="1" w:styleId="Photoauteur">
    <w:name w:val="Photo_auteur"/>
    <w:basedOn w:val="Normal"/>
    <w:rsid w:val="00C90F8D"/>
    <w:pPr>
      <w:spacing w:after="1080"/>
      <w:ind w:left="2268" w:firstLine="0"/>
      <w:jc w:val="center"/>
    </w:pPr>
    <w:rPr>
      <w:noProof/>
    </w:rPr>
  </w:style>
  <w:style w:type="paragraph" w:customStyle="1" w:styleId="DateSortie">
    <w:name w:val="Date_Sortie"/>
    <w:basedOn w:val="Normal"/>
    <w:rsid w:val="00C90F8D"/>
    <w:pPr>
      <w:spacing w:before="0" w:after="0"/>
      <w:ind w:right="1418" w:firstLine="0"/>
      <w:jc w:val="right"/>
    </w:pPr>
    <w:rPr>
      <w:bCs/>
      <w:sz w:val="40"/>
    </w:rPr>
  </w:style>
  <w:style w:type="paragraph" w:customStyle="1" w:styleId="Titretablematires">
    <w:name w:val="Titre table matières"/>
    <w:basedOn w:val="Normal"/>
    <w:rsid w:val="00C90F8D"/>
    <w:pPr>
      <w:pBdr>
        <w:top w:val="single" w:sz="8" w:space="1" w:color="auto"/>
        <w:bottom w:val="single" w:sz="8" w:space="1" w:color="auto"/>
      </w:pBdr>
      <w:ind w:left="2552" w:right="2552" w:firstLine="0"/>
      <w:jc w:val="center"/>
    </w:pPr>
    <w:rPr>
      <w:bCs/>
    </w:rPr>
  </w:style>
  <w:style w:type="paragraph" w:customStyle="1" w:styleId="Centr">
    <w:name w:val="Centré"/>
    <w:basedOn w:val="Normal"/>
    <w:rsid w:val="00C90F8D"/>
    <w:pPr>
      <w:ind w:firstLine="0"/>
      <w:jc w:val="center"/>
    </w:pPr>
    <w:rPr>
      <w:szCs w:val="20"/>
    </w:rPr>
  </w:style>
  <w:style w:type="paragraph" w:customStyle="1" w:styleId="NormalSansIndent">
    <w:name w:val="NormalSansIndent"/>
    <w:basedOn w:val="Normal"/>
    <w:rsid w:val="00C90F8D"/>
    <w:pPr>
      <w:ind w:firstLine="0"/>
    </w:pPr>
    <w:rPr>
      <w:szCs w:val="20"/>
    </w:rPr>
  </w:style>
  <w:style w:type="paragraph" w:customStyle="1" w:styleId="NormalSolidaire">
    <w:name w:val="NormalSolidaire"/>
    <w:basedOn w:val="Normal"/>
    <w:qFormat/>
    <w:rsid w:val="00C90F8D"/>
    <w:pPr>
      <w:keepNext/>
    </w:pPr>
  </w:style>
  <w:style w:type="paragraph" w:customStyle="1" w:styleId="NormalSautPageAvant">
    <w:name w:val="NormalSautPageAvant"/>
    <w:basedOn w:val="Normal"/>
    <w:qFormat/>
    <w:rsid w:val="00C90F8D"/>
    <w:pPr>
      <w:pageBreakBefore/>
    </w:pPr>
  </w:style>
  <w:style w:type="paragraph" w:customStyle="1" w:styleId="NormalEspAvtGrand">
    <w:name w:val="NormalEspAvtGrand"/>
    <w:basedOn w:val="Normal"/>
    <w:rsid w:val="00C90F8D"/>
    <w:pPr>
      <w:spacing w:before="2640"/>
    </w:pPr>
    <w:rPr>
      <w:szCs w:val="20"/>
    </w:rPr>
  </w:style>
  <w:style w:type="paragraph" w:customStyle="1" w:styleId="CentrEspAvt0">
    <w:name w:val="CentréEspAvt0"/>
    <w:basedOn w:val="Centr"/>
    <w:next w:val="CentrEspAvt0EspApr0"/>
    <w:rsid w:val="00C90F8D"/>
    <w:pPr>
      <w:spacing w:before="0"/>
    </w:pPr>
  </w:style>
  <w:style w:type="paragraph" w:customStyle="1" w:styleId="CentrEspApr0">
    <w:name w:val="CentréEspApr0"/>
    <w:basedOn w:val="Centr"/>
    <w:next w:val="Normal"/>
    <w:rsid w:val="00C90F8D"/>
    <w:pPr>
      <w:spacing w:after="0"/>
    </w:pPr>
  </w:style>
  <w:style w:type="paragraph" w:customStyle="1" w:styleId="CentrEspAvt0EspApr0">
    <w:name w:val="CentréEspAvt0EspApr0"/>
    <w:basedOn w:val="Centr"/>
    <w:rsid w:val="00C90F8D"/>
    <w:pPr>
      <w:spacing w:before="0" w:after="0"/>
    </w:pPr>
  </w:style>
  <w:style w:type="paragraph" w:customStyle="1" w:styleId="Droite">
    <w:name w:val="Droite"/>
    <w:basedOn w:val="Normal"/>
    <w:next w:val="Normal"/>
    <w:rsid w:val="00C90F8D"/>
    <w:pPr>
      <w:ind w:firstLine="0"/>
      <w:jc w:val="right"/>
    </w:pPr>
    <w:rPr>
      <w:szCs w:val="20"/>
    </w:rPr>
  </w:style>
  <w:style w:type="paragraph" w:customStyle="1" w:styleId="DroiteRetraitGauche1X">
    <w:name w:val="DroiteRetraitGauche1X"/>
    <w:basedOn w:val="Droite"/>
    <w:next w:val="Normal"/>
    <w:rsid w:val="00C90F8D"/>
    <w:pPr>
      <w:ind w:left="680"/>
    </w:pPr>
  </w:style>
  <w:style w:type="paragraph" w:customStyle="1" w:styleId="DroiteRetraitGauche2X">
    <w:name w:val="DroiteRetraitGauche2X"/>
    <w:basedOn w:val="Droite"/>
    <w:next w:val="Normal"/>
    <w:rsid w:val="00C90F8D"/>
    <w:pPr>
      <w:ind w:left="1361"/>
    </w:pPr>
  </w:style>
  <w:style w:type="paragraph" w:customStyle="1" w:styleId="DroiteRetraitGauche3X">
    <w:name w:val="DroiteRetraitGauche3X"/>
    <w:basedOn w:val="Droite"/>
    <w:next w:val="Normal"/>
    <w:rsid w:val="00C90F8D"/>
    <w:pPr>
      <w:ind w:left="2041"/>
    </w:pPr>
  </w:style>
  <w:style w:type="paragraph" w:customStyle="1" w:styleId="DroiteRetraitGauche4X">
    <w:name w:val="DroiteRetraitGauche4X"/>
    <w:basedOn w:val="Droite"/>
    <w:next w:val="Normal"/>
    <w:rsid w:val="00C90F8D"/>
    <w:pPr>
      <w:ind w:left="2722"/>
    </w:pPr>
  </w:style>
  <w:style w:type="paragraph" w:customStyle="1" w:styleId="Taille-1RetraitGauche1X">
    <w:name w:val="Taille-1RetraitGauche1X"/>
    <w:basedOn w:val="Taille-1Normal"/>
    <w:rsid w:val="00C90F8D"/>
    <w:pPr>
      <w:ind w:left="680"/>
    </w:pPr>
    <w:rPr>
      <w:szCs w:val="20"/>
    </w:rPr>
  </w:style>
  <w:style w:type="paragraph" w:customStyle="1" w:styleId="Taille-1RetraitGauche2X">
    <w:name w:val="Taille-1RetraitGauche2X"/>
    <w:basedOn w:val="Taille-1Normal"/>
    <w:rsid w:val="00C90F8D"/>
    <w:pPr>
      <w:ind w:left="1361"/>
    </w:pPr>
    <w:rPr>
      <w:szCs w:val="20"/>
    </w:rPr>
  </w:style>
  <w:style w:type="paragraph" w:customStyle="1" w:styleId="Taille-1RetraitGauche3X">
    <w:name w:val="Taille-1RetraitGauche3X"/>
    <w:basedOn w:val="Taille-1Normal"/>
    <w:rsid w:val="00C90F8D"/>
    <w:pPr>
      <w:ind w:left="2041"/>
    </w:pPr>
    <w:rPr>
      <w:szCs w:val="20"/>
    </w:rPr>
  </w:style>
  <w:style w:type="paragraph" w:customStyle="1" w:styleId="Taille-1RetraitGauche1XIndent0">
    <w:name w:val="Taille-1RetraitGauche1XIndent0"/>
    <w:basedOn w:val="Taille-1RetraitGauche1X"/>
    <w:rsid w:val="00C90F8D"/>
    <w:pPr>
      <w:ind w:firstLine="0"/>
    </w:pPr>
  </w:style>
  <w:style w:type="paragraph" w:customStyle="1" w:styleId="Taille-1RetraitGauche2XIndent0">
    <w:name w:val="Taille-1RetraitGauche2XIndent0"/>
    <w:basedOn w:val="Taille-1RetraitGauche2X"/>
    <w:rsid w:val="00C90F8D"/>
    <w:pPr>
      <w:ind w:firstLine="0"/>
    </w:pPr>
  </w:style>
  <w:style w:type="paragraph" w:customStyle="1" w:styleId="Taille-1RetraitGauche3XIndent0">
    <w:name w:val="Taille-1RetraitGauche3XIndent0"/>
    <w:basedOn w:val="Taille-1RetraitGauche3X"/>
    <w:rsid w:val="00C90F8D"/>
    <w:pPr>
      <w:ind w:firstLine="0"/>
    </w:pPr>
  </w:style>
  <w:style w:type="paragraph" w:customStyle="1" w:styleId="Taille-1RetraitGauche4XIndent0">
    <w:name w:val="Taille-1RetraitGauche4XIndent0"/>
    <w:basedOn w:val="Taille-1Normal"/>
    <w:rsid w:val="00C90F8D"/>
    <w:pPr>
      <w:ind w:left="2722" w:firstLine="0"/>
    </w:pPr>
    <w:rPr>
      <w:szCs w:val="20"/>
    </w:rPr>
  </w:style>
  <w:style w:type="paragraph" w:customStyle="1" w:styleId="NormalRetraitGauche1X">
    <w:name w:val="NormalRetraitGauche1X"/>
    <w:basedOn w:val="Normal"/>
    <w:rsid w:val="00C90F8D"/>
    <w:pPr>
      <w:ind w:left="680"/>
    </w:pPr>
    <w:rPr>
      <w:szCs w:val="20"/>
    </w:rPr>
  </w:style>
  <w:style w:type="paragraph" w:customStyle="1" w:styleId="NormalRetraitGauche2X">
    <w:name w:val="NormalRetraitGauche2X"/>
    <w:basedOn w:val="Normal"/>
    <w:rsid w:val="00C90F8D"/>
    <w:pPr>
      <w:ind w:left="1361"/>
    </w:pPr>
    <w:rPr>
      <w:szCs w:val="20"/>
    </w:rPr>
  </w:style>
  <w:style w:type="paragraph" w:customStyle="1" w:styleId="NormalRetraitGauche3X">
    <w:name w:val="NormalRetraitGauche3X"/>
    <w:basedOn w:val="Normal"/>
    <w:rsid w:val="00C90F8D"/>
    <w:pPr>
      <w:ind w:left="2041"/>
    </w:pPr>
    <w:rPr>
      <w:szCs w:val="20"/>
    </w:rPr>
  </w:style>
  <w:style w:type="paragraph" w:customStyle="1" w:styleId="NormalRetraitGauche1XIndent0">
    <w:name w:val="NormalRetraitGauche1XIndent0"/>
    <w:basedOn w:val="NormalRetraitGauche1X"/>
    <w:rsid w:val="00C90F8D"/>
    <w:pPr>
      <w:ind w:firstLine="0"/>
    </w:pPr>
  </w:style>
  <w:style w:type="paragraph" w:customStyle="1" w:styleId="NormalRetraitGauche2XIndent0">
    <w:name w:val="NormalRetraitGauche2XIndent0"/>
    <w:basedOn w:val="NormalRetraitGauche2X"/>
    <w:rsid w:val="00C90F8D"/>
    <w:pPr>
      <w:ind w:firstLine="0"/>
    </w:pPr>
  </w:style>
  <w:style w:type="paragraph" w:customStyle="1" w:styleId="NormalRetraitGauche3XIndent0">
    <w:name w:val="NormalRetraitGauche3XIndent0"/>
    <w:basedOn w:val="NormalRetraitGauche3X"/>
    <w:rsid w:val="00C90F8D"/>
    <w:pPr>
      <w:ind w:firstLine="0"/>
    </w:pPr>
  </w:style>
  <w:style w:type="paragraph" w:customStyle="1" w:styleId="NormalRetraitGauche4XIndent0">
    <w:name w:val="NormalRetraitGauche4XIndent0"/>
    <w:basedOn w:val="Normal"/>
    <w:rsid w:val="00C90F8D"/>
    <w:pPr>
      <w:ind w:left="2722" w:firstLine="0"/>
    </w:pPr>
    <w:rPr>
      <w:szCs w:val="20"/>
    </w:rPr>
  </w:style>
  <w:style w:type="paragraph" w:styleId="Notedefin">
    <w:name w:val="endnote text"/>
    <w:basedOn w:val="Taille-1Normal"/>
    <w:link w:val="NotedefinCar"/>
    <w:uiPriority w:val="99"/>
    <w:unhideWhenUsed/>
    <w:qFormat/>
    <w:rsid w:val="00C90F8D"/>
    <w:rPr>
      <w:szCs w:val="20"/>
      <w:lang w:val="x-none" w:eastAsia="x-none"/>
    </w:rPr>
  </w:style>
  <w:style w:type="paragraph" w:customStyle="1" w:styleId="NormalSuspendu1X">
    <w:name w:val="NormalSuspendu1X"/>
    <w:basedOn w:val="Normal"/>
    <w:rsid w:val="00C90F8D"/>
    <w:pPr>
      <w:ind w:left="680" w:hanging="680"/>
    </w:pPr>
    <w:rPr>
      <w:szCs w:val="20"/>
    </w:rPr>
  </w:style>
  <w:style w:type="paragraph" w:customStyle="1" w:styleId="NormalSuspendu1XRetrait1X">
    <w:name w:val="NormalSuspendu1XRetrait1X"/>
    <w:basedOn w:val="Normal"/>
    <w:rsid w:val="00C90F8D"/>
    <w:pPr>
      <w:ind w:left="1360" w:hanging="680"/>
    </w:pPr>
  </w:style>
  <w:style w:type="paragraph" w:customStyle="1" w:styleId="NormalEspAvt0EspApr0">
    <w:name w:val="NormalEspAvt0EspApr0"/>
    <w:basedOn w:val="Normal"/>
    <w:rsid w:val="00C90F8D"/>
    <w:pPr>
      <w:spacing w:before="0" w:after="0"/>
    </w:pPr>
    <w:rPr>
      <w:szCs w:val="20"/>
    </w:rPr>
  </w:style>
  <w:style w:type="paragraph" w:customStyle="1" w:styleId="NormalSuspendu1XRetrait2X">
    <w:name w:val="NormalSuspendu1XRetrait2X"/>
    <w:basedOn w:val="Normal"/>
    <w:rsid w:val="00C90F8D"/>
    <w:pPr>
      <w:ind w:left="2041" w:hanging="680"/>
    </w:pPr>
  </w:style>
  <w:style w:type="paragraph" w:customStyle="1" w:styleId="NormalSuspendu1XRetrait3X">
    <w:name w:val="NormalSuspendu1XRetrait3X"/>
    <w:basedOn w:val="Normal"/>
    <w:rsid w:val="00C90F8D"/>
    <w:pPr>
      <w:ind w:left="2721" w:hanging="680"/>
    </w:pPr>
    <w:rPr>
      <w:szCs w:val="20"/>
    </w:rPr>
  </w:style>
  <w:style w:type="paragraph" w:customStyle="1" w:styleId="NormalSuspendu1XRetrait4X">
    <w:name w:val="NormalSuspendu1XRetrait4X"/>
    <w:basedOn w:val="Normal"/>
    <w:rsid w:val="00C90F8D"/>
    <w:pPr>
      <w:ind w:left="3402" w:hanging="680"/>
    </w:pPr>
    <w:rPr>
      <w:szCs w:val="20"/>
    </w:rPr>
  </w:style>
  <w:style w:type="paragraph" w:customStyle="1" w:styleId="Etoile">
    <w:name w:val="Etoile"/>
    <w:basedOn w:val="Normal"/>
    <w:qFormat/>
    <w:rsid w:val="00C90F8D"/>
    <w:pPr>
      <w:ind w:firstLine="0"/>
      <w:jc w:val="center"/>
    </w:pPr>
    <w:rPr>
      <w:b/>
      <w:sz w:val="40"/>
      <w:szCs w:val="28"/>
    </w:rPr>
  </w:style>
  <w:style w:type="paragraph" w:customStyle="1" w:styleId="Taille-1Suspendu1XRetrait1XEsp0">
    <w:name w:val="Taille-1Suspendu1XRetrait1XEsp0"/>
    <w:basedOn w:val="Taille-1RetraitGauche1X"/>
    <w:qFormat/>
    <w:rsid w:val="00C90F8D"/>
    <w:pPr>
      <w:spacing w:before="0" w:after="0"/>
      <w:ind w:left="1360" w:hanging="680"/>
    </w:pPr>
  </w:style>
  <w:style w:type="paragraph" w:customStyle="1" w:styleId="Style1">
    <w:name w:val="Style1"/>
    <w:basedOn w:val="Normal"/>
    <w:pPr>
      <w:spacing w:before="0" w:after="0"/>
      <w:ind w:left="2041" w:hanging="680"/>
    </w:pPr>
    <w:rPr>
      <w:sz w:val="28"/>
      <w:szCs w:val="20"/>
    </w:rPr>
  </w:style>
  <w:style w:type="paragraph" w:customStyle="1" w:styleId="Taille-1Suspendu1XRetrait2XEsp0">
    <w:name w:val="Taille-1Suspendu1XRetrait2XEsp0"/>
    <w:basedOn w:val="Taille-1RetraitGauche2X"/>
    <w:qFormat/>
    <w:rsid w:val="00C90F8D"/>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C90F8D"/>
    <w:pPr>
      <w:spacing w:before="0" w:after="0"/>
    </w:pPr>
  </w:style>
  <w:style w:type="paragraph" w:customStyle="1" w:styleId="NormalSuspendu1XEsp0">
    <w:name w:val="NormalSuspendu1XEsp0"/>
    <w:basedOn w:val="NormalSuspendu1X"/>
    <w:qFormat/>
    <w:rsid w:val="00C90F8D"/>
    <w:pPr>
      <w:spacing w:before="0" w:after="0"/>
    </w:pPr>
  </w:style>
  <w:style w:type="paragraph" w:customStyle="1" w:styleId="NormalSuspendu1XRetrait2XEsp0">
    <w:name w:val="NormalSuspendu1XRetrait2XEsp0"/>
    <w:basedOn w:val="NormalSuspendu1XRetrait2X"/>
    <w:qFormat/>
    <w:rsid w:val="00C90F8D"/>
    <w:pPr>
      <w:spacing w:before="0" w:after="0"/>
    </w:pPr>
  </w:style>
  <w:style w:type="paragraph" w:styleId="Textedebulles">
    <w:name w:val="Balloon Text"/>
    <w:basedOn w:val="Normal"/>
    <w:pPr>
      <w:spacing w:before="0" w:after="0"/>
    </w:pPr>
    <w:rPr>
      <w:rFonts w:ascii="Tahoma" w:hAnsi="Tahoma" w:cs="Tahoma"/>
      <w:sz w:val="16"/>
      <w:szCs w:val="16"/>
    </w:rPr>
  </w:style>
  <w:style w:type="paragraph" w:customStyle="1" w:styleId="Commentaire1">
    <w:name w:val="Commentaire1"/>
    <w:basedOn w:val="Normal"/>
    <w:rPr>
      <w:sz w:val="20"/>
      <w:szCs w:val="20"/>
    </w:rPr>
  </w:style>
  <w:style w:type="paragraph" w:styleId="Objetducommentaire">
    <w:name w:val="annotation subject"/>
    <w:basedOn w:val="Commentaire1"/>
    <w:next w:val="Commentaire1"/>
    <w:rPr>
      <w:b/>
      <w:bCs/>
    </w:rPr>
  </w:style>
  <w:style w:type="paragraph" w:customStyle="1" w:styleId="Tabledesmatiresniveau10">
    <w:name w:val="Table des matières niveau 10"/>
    <w:basedOn w:val="Index"/>
    <w:pPr>
      <w:tabs>
        <w:tab w:val="right" w:leader="dot" w:pos="7091"/>
      </w:tabs>
      <w:ind w:left="2547" w:firstLine="0"/>
    </w:pPr>
  </w:style>
  <w:style w:type="paragraph" w:styleId="Explorateurdedocuments">
    <w:name w:val="Document Map"/>
    <w:basedOn w:val="Normal"/>
    <w:link w:val="ExplorateurdedocumentsCar1"/>
    <w:semiHidden/>
    <w:rsid w:val="00C90F8D"/>
    <w:pPr>
      <w:shd w:val="clear" w:color="auto" w:fill="000080"/>
    </w:pPr>
    <w:rPr>
      <w:rFonts w:ascii="Tahoma" w:hAnsi="Tahoma" w:cs="Tahoma"/>
    </w:rPr>
  </w:style>
  <w:style w:type="character" w:customStyle="1" w:styleId="ExplorateurdedocumentsCar1">
    <w:name w:val="Explorateur de documents Car1"/>
    <w:basedOn w:val="Policepardfaut"/>
    <w:link w:val="Explorateurdedocuments"/>
    <w:semiHidden/>
    <w:rsid w:val="00C90F8D"/>
    <w:rPr>
      <w:rFonts w:ascii="Tahoma" w:hAnsi="Tahoma" w:cs="Tahoma"/>
      <w:sz w:val="36"/>
      <w:szCs w:val="24"/>
      <w:shd w:val="clear" w:color="auto" w:fill="000080"/>
    </w:rPr>
  </w:style>
  <w:style w:type="character" w:styleId="Appelnotedebasdep">
    <w:name w:val="footnote reference"/>
    <w:qFormat/>
    <w:rsid w:val="00C90F8D"/>
    <w:rPr>
      <w:rFonts w:ascii="Amasis30" w:hAnsi="Amasis30"/>
      <w:b/>
      <w:sz w:val="36"/>
      <w:vertAlign w:val="superscript"/>
    </w:rPr>
  </w:style>
  <w:style w:type="character" w:styleId="Appeldenotedefin">
    <w:name w:val="endnote reference"/>
    <w:uiPriority w:val="99"/>
    <w:unhideWhenUsed/>
    <w:qFormat/>
    <w:rsid w:val="00C90F8D"/>
    <w:rPr>
      <w:rFonts w:ascii="Amasis30" w:hAnsi="Amasis30"/>
      <w:b/>
      <w:sz w:val="36"/>
      <w:vertAlign w:val="superscript"/>
    </w:rPr>
  </w:style>
  <w:style w:type="character" w:styleId="Mentionnonrsolue">
    <w:name w:val="Unresolved Mention"/>
    <w:uiPriority w:val="99"/>
    <w:semiHidden/>
    <w:unhideWhenUsed/>
    <w:rsid w:val="00C90F8D"/>
    <w:rPr>
      <w:color w:val="605E5C"/>
      <w:shd w:val="clear" w:color="auto" w:fill="E1DFDD"/>
    </w:rPr>
  </w:style>
  <w:style w:type="paragraph" w:customStyle="1" w:styleId="ParagrapheVideNormal">
    <w:name w:val="ParagrapheVideNormal"/>
    <w:basedOn w:val="Normal"/>
    <w:next w:val="Normal"/>
    <w:qFormat/>
    <w:rsid w:val="00C90F8D"/>
  </w:style>
  <w:style w:type="paragraph" w:customStyle="1" w:styleId="ParagrapheVideNormal2">
    <w:name w:val="ParagrapheVideNormal2"/>
    <w:basedOn w:val="ParagrapheVideNormal"/>
    <w:next w:val="Normal"/>
    <w:qFormat/>
    <w:rsid w:val="00C90F8D"/>
  </w:style>
  <w:style w:type="paragraph" w:customStyle="1" w:styleId="Image">
    <w:name w:val="Image"/>
    <w:basedOn w:val="Centr"/>
    <w:next w:val="Normal"/>
    <w:qFormat/>
    <w:rsid w:val="00C90F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pixelsPerInch w:val="11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header" Target="header6.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hyperlink" Target="https://www.ebooksgratuits.com/" TargetMode="External"/><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groups.google.com/g/ebooksgratuits"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livres.dot</Template>
  <TotalTime>2</TotalTime>
  <Pages>1</Pages>
  <Words>48635</Words>
  <Characters>267497</Characters>
  <Application>Microsoft Office Word</Application>
  <DocSecurity>0</DocSecurity>
  <Lines>2229</Lines>
  <Paragraphs>631</Paragraphs>
  <ScaleCrop>false</ScaleCrop>
  <HeadingPairs>
    <vt:vector size="2" baseType="variant">
      <vt:variant>
        <vt:lpstr>Titre</vt:lpstr>
      </vt:variant>
      <vt:variant>
        <vt:i4>1</vt:i4>
      </vt:variant>
    </vt:vector>
  </HeadingPairs>
  <TitlesOfParts>
    <vt:vector size="1" baseType="lpstr">
      <vt:lpstr>Titre du livre en majuscules accentuées</vt:lpstr>
    </vt:vector>
  </TitlesOfParts>
  <Manager/>
  <Company>Ebooks libres et gratuits</Company>
  <LinksUpToDate>false</LinksUpToDate>
  <CharactersWithSpaces>315501</CharactersWithSpaces>
  <SharedDoc>false</SharedDoc>
  <HLinks>
    <vt:vector size="114" baseType="variant">
      <vt:variant>
        <vt:i4>2293820</vt:i4>
      </vt:variant>
      <vt:variant>
        <vt:i4>57</vt:i4>
      </vt:variant>
      <vt:variant>
        <vt:i4>0</vt:i4>
      </vt:variant>
      <vt:variant>
        <vt:i4>5</vt:i4>
      </vt:variant>
      <vt:variant>
        <vt:lpwstr>http://www.ebooksgratuits.com/</vt:lpwstr>
      </vt:variant>
      <vt:variant>
        <vt:lpwstr/>
      </vt:variant>
      <vt:variant>
        <vt:i4>7929972</vt:i4>
      </vt:variant>
      <vt:variant>
        <vt:i4>54</vt:i4>
      </vt:variant>
      <vt:variant>
        <vt:i4>0</vt:i4>
      </vt:variant>
      <vt:variant>
        <vt:i4>5</vt:i4>
      </vt:variant>
      <vt:variant>
        <vt:lpwstr>http://fr.groups.yahoo.com/group/ebooksgratuits</vt:lpwstr>
      </vt:variant>
      <vt:variant>
        <vt:lpwstr/>
      </vt:variant>
      <vt:variant>
        <vt:i4>7929930</vt:i4>
      </vt:variant>
      <vt:variant>
        <vt:i4>50</vt:i4>
      </vt:variant>
      <vt:variant>
        <vt:i4>0</vt:i4>
      </vt:variant>
      <vt:variant>
        <vt:i4>5</vt:i4>
      </vt:variant>
      <vt:variant>
        <vt:lpwstr/>
      </vt:variant>
      <vt:variant>
        <vt:lpwstr>__RefHeading___Toc370159732</vt:lpwstr>
      </vt:variant>
      <vt:variant>
        <vt:i4>7929930</vt:i4>
      </vt:variant>
      <vt:variant>
        <vt:i4>47</vt:i4>
      </vt:variant>
      <vt:variant>
        <vt:i4>0</vt:i4>
      </vt:variant>
      <vt:variant>
        <vt:i4>5</vt:i4>
      </vt:variant>
      <vt:variant>
        <vt:lpwstr/>
      </vt:variant>
      <vt:variant>
        <vt:lpwstr>__RefHeading___Toc370159731</vt:lpwstr>
      </vt:variant>
      <vt:variant>
        <vt:i4>7929930</vt:i4>
      </vt:variant>
      <vt:variant>
        <vt:i4>44</vt:i4>
      </vt:variant>
      <vt:variant>
        <vt:i4>0</vt:i4>
      </vt:variant>
      <vt:variant>
        <vt:i4>5</vt:i4>
      </vt:variant>
      <vt:variant>
        <vt:lpwstr/>
      </vt:variant>
      <vt:variant>
        <vt:lpwstr>__RefHeading___Toc370159730</vt:lpwstr>
      </vt:variant>
      <vt:variant>
        <vt:i4>7864394</vt:i4>
      </vt:variant>
      <vt:variant>
        <vt:i4>41</vt:i4>
      </vt:variant>
      <vt:variant>
        <vt:i4>0</vt:i4>
      </vt:variant>
      <vt:variant>
        <vt:i4>5</vt:i4>
      </vt:variant>
      <vt:variant>
        <vt:lpwstr/>
      </vt:variant>
      <vt:variant>
        <vt:lpwstr>__RefHeading___Toc370159729</vt:lpwstr>
      </vt:variant>
      <vt:variant>
        <vt:i4>7864394</vt:i4>
      </vt:variant>
      <vt:variant>
        <vt:i4>38</vt:i4>
      </vt:variant>
      <vt:variant>
        <vt:i4>0</vt:i4>
      </vt:variant>
      <vt:variant>
        <vt:i4>5</vt:i4>
      </vt:variant>
      <vt:variant>
        <vt:lpwstr/>
      </vt:variant>
      <vt:variant>
        <vt:lpwstr>__RefHeading___Toc370159728</vt:lpwstr>
      </vt:variant>
      <vt:variant>
        <vt:i4>7864394</vt:i4>
      </vt:variant>
      <vt:variant>
        <vt:i4>35</vt:i4>
      </vt:variant>
      <vt:variant>
        <vt:i4>0</vt:i4>
      </vt:variant>
      <vt:variant>
        <vt:i4>5</vt:i4>
      </vt:variant>
      <vt:variant>
        <vt:lpwstr/>
      </vt:variant>
      <vt:variant>
        <vt:lpwstr>__RefHeading___Toc370159727</vt:lpwstr>
      </vt:variant>
      <vt:variant>
        <vt:i4>7864394</vt:i4>
      </vt:variant>
      <vt:variant>
        <vt:i4>32</vt:i4>
      </vt:variant>
      <vt:variant>
        <vt:i4>0</vt:i4>
      </vt:variant>
      <vt:variant>
        <vt:i4>5</vt:i4>
      </vt:variant>
      <vt:variant>
        <vt:lpwstr/>
      </vt:variant>
      <vt:variant>
        <vt:lpwstr>__RefHeading___Toc370159726</vt:lpwstr>
      </vt:variant>
      <vt:variant>
        <vt:i4>7864394</vt:i4>
      </vt:variant>
      <vt:variant>
        <vt:i4>29</vt:i4>
      </vt:variant>
      <vt:variant>
        <vt:i4>0</vt:i4>
      </vt:variant>
      <vt:variant>
        <vt:i4>5</vt:i4>
      </vt:variant>
      <vt:variant>
        <vt:lpwstr/>
      </vt:variant>
      <vt:variant>
        <vt:lpwstr>__RefHeading___Toc370159725</vt:lpwstr>
      </vt:variant>
      <vt:variant>
        <vt:i4>7864394</vt:i4>
      </vt:variant>
      <vt:variant>
        <vt:i4>26</vt:i4>
      </vt:variant>
      <vt:variant>
        <vt:i4>0</vt:i4>
      </vt:variant>
      <vt:variant>
        <vt:i4>5</vt:i4>
      </vt:variant>
      <vt:variant>
        <vt:lpwstr/>
      </vt:variant>
      <vt:variant>
        <vt:lpwstr>__RefHeading___Toc370159724</vt:lpwstr>
      </vt:variant>
      <vt:variant>
        <vt:i4>7864394</vt:i4>
      </vt:variant>
      <vt:variant>
        <vt:i4>23</vt:i4>
      </vt:variant>
      <vt:variant>
        <vt:i4>0</vt:i4>
      </vt:variant>
      <vt:variant>
        <vt:i4>5</vt:i4>
      </vt:variant>
      <vt:variant>
        <vt:lpwstr/>
      </vt:variant>
      <vt:variant>
        <vt:lpwstr>__RefHeading___Toc370159723</vt:lpwstr>
      </vt:variant>
      <vt:variant>
        <vt:i4>7864394</vt:i4>
      </vt:variant>
      <vt:variant>
        <vt:i4>20</vt:i4>
      </vt:variant>
      <vt:variant>
        <vt:i4>0</vt:i4>
      </vt:variant>
      <vt:variant>
        <vt:i4>5</vt:i4>
      </vt:variant>
      <vt:variant>
        <vt:lpwstr/>
      </vt:variant>
      <vt:variant>
        <vt:lpwstr>__RefHeading___Toc370159722</vt:lpwstr>
      </vt:variant>
      <vt:variant>
        <vt:i4>7864394</vt:i4>
      </vt:variant>
      <vt:variant>
        <vt:i4>17</vt:i4>
      </vt:variant>
      <vt:variant>
        <vt:i4>0</vt:i4>
      </vt:variant>
      <vt:variant>
        <vt:i4>5</vt:i4>
      </vt:variant>
      <vt:variant>
        <vt:lpwstr/>
      </vt:variant>
      <vt:variant>
        <vt:lpwstr>__RefHeading___Toc370159721</vt:lpwstr>
      </vt:variant>
      <vt:variant>
        <vt:i4>7864394</vt:i4>
      </vt:variant>
      <vt:variant>
        <vt:i4>14</vt:i4>
      </vt:variant>
      <vt:variant>
        <vt:i4>0</vt:i4>
      </vt:variant>
      <vt:variant>
        <vt:i4>5</vt:i4>
      </vt:variant>
      <vt:variant>
        <vt:lpwstr/>
      </vt:variant>
      <vt:variant>
        <vt:lpwstr>__RefHeading___Toc370159720</vt:lpwstr>
      </vt:variant>
      <vt:variant>
        <vt:i4>8061002</vt:i4>
      </vt:variant>
      <vt:variant>
        <vt:i4>11</vt:i4>
      </vt:variant>
      <vt:variant>
        <vt:i4>0</vt:i4>
      </vt:variant>
      <vt:variant>
        <vt:i4>5</vt:i4>
      </vt:variant>
      <vt:variant>
        <vt:lpwstr/>
      </vt:variant>
      <vt:variant>
        <vt:lpwstr>__RefHeading___Toc370159719</vt:lpwstr>
      </vt:variant>
      <vt:variant>
        <vt:i4>8061002</vt:i4>
      </vt:variant>
      <vt:variant>
        <vt:i4>8</vt:i4>
      </vt:variant>
      <vt:variant>
        <vt:i4>0</vt:i4>
      </vt:variant>
      <vt:variant>
        <vt:i4>5</vt:i4>
      </vt:variant>
      <vt:variant>
        <vt:lpwstr/>
      </vt:variant>
      <vt:variant>
        <vt:lpwstr>__RefHeading___Toc370159718</vt:lpwstr>
      </vt:variant>
      <vt:variant>
        <vt:i4>8061002</vt:i4>
      </vt:variant>
      <vt:variant>
        <vt:i4>5</vt:i4>
      </vt:variant>
      <vt:variant>
        <vt:i4>0</vt:i4>
      </vt:variant>
      <vt:variant>
        <vt:i4>5</vt:i4>
      </vt:variant>
      <vt:variant>
        <vt:lpwstr/>
      </vt:variant>
      <vt:variant>
        <vt:lpwstr>__RefHeading___Toc370159717</vt:lpwstr>
      </vt:variant>
      <vt:variant>
        <vt:i4>8061002</vt:i4>
      </vt:variant>
      <vt:variant>
        <vt:i4>2</vt:i4>
      </vt:variant>
      <vt:variant>
        <vt:i4>0</vt:i4>
      </vt:variant>
      <vt:variant>
        <vt:i4>5</vt:i4>
      </vt:variant>
      <vt:variant>
        <vt:lpwstr/>
      </vt:variant>
      <vt:variant>
        <vt:lpwstr>__RefHeading___Toc370159716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Soleil de minuit</dc:title>
  <dc:subject>Romans</dc:subject>
  <dc:creator>Pierre Benoit</dc:creator>
  <cp:keywords/>
  <dc:description>En 1926, alors que la Mandchourie est sous protectorat japonais et gouvernée par le maréchal Tchang Tso-Lin, Charles Forestier, ingénieur polytechnicien plutôt falot, arrive à Moukden où il doit prendre le poste de directeur technique de l'arsenal. Le directeur des services administratifs, Raymond Schmidt, l'entraîne dans le music-hall de la ville, le «Soleil de minuit». La rencontre avec Milena, une nouvelle chanteuse de l'établissement, déclenche chez Forestier, sobre et réservé jusque-là, une étrange agitation: il s'enivre et fait de l'esclandre puis se querelle avec un vieil homme dans une maison de jeu.
Le lendemain de l'incident Forestier raconte à Schmidt son histoire : en 1915, il avait été amené à diriger une usine d'armement dans l'Oural. Puis il s'était retrouvé seul au moment de la révolution bolchévique. Il avait alors recueilli deux aristocrates russes, le général Irénéïef et sa fille Armide, aux charmes de laquelle il avait succombé. Ses deux protégés avaient alors vécu à ses dépens, ruinant son honneur et sa santé, le poussant notamment à commettre des malversations pour effacer les dettes de jeu du général. À l'arrivée des troupes bolchéviques, alors que Forestier n'avait dû son salut qu'à un délégué de la Commission extraordinaire ayant vécu son enfance dans le Quartier latin, Armide qui avait séduit un commissaire du peuple n'avait pas été inquiétée....</dc:description>
  <cp:lastModifiedBy>Cool Micro</cp:lastModifiedBy>
  <cp:revision>4</cp:revision>
  <cp:lastPrinted>2025-04-05T12:23:00Z</cp:lastPrinted>
  <dcterms:created xsi:type="dcterms:W3CDTF">2025-04-05T12:22:00Z</dcterms:created>
  <dcterms:modified xsi:type="dcterms:W3CDTF">2025-04-05T12:24:00Z</dcterms:modified>
  <cp:category>Romans</cp:category>
</cp:coreProperties>
</file>