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6EA80" w14:textId="512D8E55" w:rsidR="00033562" w:rsidRPr="007549CD" w:rsidRDefault="000F594C" w:rsidP="00276CCE">
      <w:pPr>
        <w:pStyle w:val="Photoauteur"/>
        <w:spacing w:after="960"/>
      </w:pPr>
      <w:r w:rsidRPr="007549CD">
        <w:drawing>
          <wp:anchor distT="0" distB="0" distL="114300" distR="114300" simplePos="0" relativeHeight="251657728" behindDoc="0" locked="0" layoutInCell="1" allowOverlap="1" wp14:anchorId="58A02E05" wp14:editId="777B530A">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3A6">
        <w:drawing>
          <wp:inline distT="0" distB="0" distL="0" distR="0" wp14:anchorId="44470E2E" wp14:editId="042939B7">
            <wp:extent cx="4031615" cy="5741035"/>
            <wp:effectExtent l="0" t="0" r="0" b="0"/>
            <wp:docPr id="6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1615" cy="5741035"/>
                    </a:xfrm>
                    <a:prstGeom prst="rect">
                      <a:avLst/>
                    </a:prstGeom>
                    <a:noFill/>
                    <a:ln>
                      <a:noFill/>
                    </a:ln>
                  </pic:spPr>
                </pic:pic>
              </a:graphicData>
            </a:graphic>
          </wp:inline>
        </w:drawing>
      </w:r>
    </w:p>
    <w:p w14:paraId="3FFEF536" w14:textId="77777777" w:rsidR="00033562" w:rsidRDefault="00C144B9" w:rsidP="00276CCE">
      <w:pPr>
        <w:pStyle w:val="Auteur"/>
        <w:spacing w:after="1440"/>
      </w:pPr>
      <w:r>
        <w:t>Jean Carrère</w:t>
      </w:r>
    </w:p>
    <w:p w14:paraId="2821D2A6" w14:textId="749D989D" w:rsidR="00276CCE" w:rsidRDefault="00C144B9" w:rsidP="007C1C6B">
      <w:pPr>
        <w:pStyle w:val="Titrelivre"/>
      </w:pPr>
      <w:r>
        <w:t>LA FIN D</w:t>
      </w:r>
      <w:r w:rsidR="00276CCE">
        <w:t>’</w:t>
      </w:r>
      <w:r>
        <w:t>ATLANTIS</w:t>
      </w:r>
      <w:r w:rsidR="00276CCE">
        <w:br/>
      </w:r>
      <w:r w:rsidRPr="00276CCE">
        <w:rPr>
          <w:b w:val="0"/>
          <w:bCs w:val="0"/>
          <w:sz w:val="40"/>
          <w:szCs w:val="40"/>
        </w:rPr>
        <w:t>OU</w:t>
      </w:r>
      <w:r w:rsidR="00276CCE">
        <w:br/>
      </w:r>
      <w:r>
        <w:t>LE GRAND SOIR</w:t>
      </w:r>
    </w:p>
    <w:p w14:paraId="458CB7EE" w14:textId="11112ABD" w:rsidR="00936DAC" w:rsidRDefault="00C144B9" w:rsidP="00276CCE">
      <w:pPr>
        <w:pStyle w:val="DateSortie"/>
      </w:pPr>
      <w:r>
        <w:t>1926</w:t>
      </w:r>
    </w:p>
    <w:p w14:paraId="42790F2F"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3948633A" w14:textId="77777777" w:rsidR="00033562" w:rsidRDefault="00033562" w:rsidP="00276CCE">
      <w:pPr>
        <w:pStyle w:val="Titretablematires"/>
      </w:pPr>
      <w:r>
        <w:lastRenderedPageBreak/>
        <w:t>Table des matières</w:t>
      </w:r>
    </w:p>
    <w:p w14:paraId="29138A27" w14:textId="77777777" w:rsidR="00033562" w:rsidRDefault="00033562"/>
    <w:p w14:paraId="3315DF61" w14:textId="32666FB9" w:rsidR="00EF7F90"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4841986" w:history="1">
        <w:r w:rsidR="00EF7F90" w:rsidRPr="00062BA6">
          <w:rPr>
            <w:rStyle w:val="Lienhypertexte"/>
          </w:rPr>
          <w:t>PREMIÈRE JOURNÉE  LA FÊTE DU SPHINX</w:t>
        </w:r>
        <w:r w:rsidR="00EF7F90">
          <w:rPr>
            <w:webHidden/>
          </w:rPr>
          <w:tab/>
        </w:r>
        <w:r w:rsidR="00EF7F90">
          <w:rPr>
            <w:webHidden/>
          </w:rPr>
          <w:fldChar w:fldCharType="begin"/>
        </w:r>
        <w:r w:rsidR="00EF7F90">
          <w:rPr>
            <w:webHidden/>
          </w:rPr>
          <w:instrText xml:space="preserve"> PAGEREF _Toc194841986 \h </w:instrText>
        </w:r>
        <w:r w:rsidR="00EF7F90">
          <w:rPr>
            <w:webHidden/>
          </w:rPr>
        </w:r>
        <w:r w:rsidR="00EF7F90">
          <w:rPr>
            <w:webHidden/>
          </w:rPr>
          <w:fldChar w:fldCharType="separate"/>
        </w:r>
        <w:r w:rsidR="0097408C">
          <w:rPr>
            <w:webHidden/>
          </w:rPr>
          <w:t>7</w:t>
        </w:r>
        <w:r w:rsidR="00EF7F90">
          <w:rPr>
            <w:webHidden/>
          </w:rPr>
          <w:fldChar w:fldCharType="end"/>
        </w:r>
      </w:hyperlink>
    </w:p>
    <w:p w14:paraId="6927646D" w14:textId="55512A55" w:rsidR="00EF7F90" w:rsidRDefault="00EF7F90">
      <w:pPr>
        <w:pStyle w:val="TM2"/>
        <w:rPr>
          <w:rFonts w:asciiTheme="minorHAnsi" w:eastAsiaTheme="minorEastAsia" w:hAnsiTheme="minorHAnsi" w:cstheme="minorBidi"/>
          <w:color w:val="auto"/>
          <w:kern w:val="2"/>
          <w:sz w:val="24"/>
          <w14:ligatures w14:val="standardContextual"/>
        </w:rPr>
      </w:pPr>
      <w:hyperlink w:anchor="_Toc194841987" w:history="1">
        <w:r w:rsidRPr="00062BA6">
          <w:rPr>
            <w:rStyle w:val="Lienhypertexte"/>
          </w:rPr>
          <w:t xml:space="preserve">Scène I. – </w:t>
        </w:r>
        <w:r w:rsidRPr="00062BA6">
          <w:rPr>
            <w:rStyle w:val="Lienhypertexte"/>
            <w:i/>
          </w:rPr>
          <w:t>Le héraut de gloire</w:t>
        </w:r>
        <w:r w:rsidRPr="00062BA6">
          <w:rPr>
            <w:rStyle w:val="Lienhypertexte"/>
          </w:rPr>
          <w:t>.</w:t>
        </w:r>
        <w:r>
          <w:rPr>
            <w:webHidden/>
          </w:rPr>
          <w:tab/>
        </w:r>
        <w:r>
          <w:rPr>
            <w:webHidden/>
          </w:rPr>
          <w:fldChar w:fldCharType="begin"/>
        </w:r>
        <w:r>
          <w:rPr>
            <w:webHidden/>
          </w:rPr>
          <w:instrText xml:space="preserve"> PAGEREF _Toc194841987 \h </w:instrText>
        </w:r>
        <w:r>
          <w:rPr>
            <w:webHidden/>
          </w:rPr>
        </w:r>
        <w:r>
          <w:rPr>
            <w:webHidden/>
          </w:rPr>
          <w:fldChar w:fldCharType="separate"/>
        </w:r>
        <w:r w:rsidR="0097408C">
          <w:rPr>
            <w:webHidden/>
          </w:rPr>
          <w:t>8</w:t>
        </w:r>
        <w:r>
          <w:rPr>
            <w:webHidden/>
          </w:rPr>
          <w:fldChar w:fldCharType="end"/>
        </w:r>
      </w:hyperlink>
    </w:p>
    <w:p w14:paraId="2744A1C9" w14:textId="7E851BBC" w:rsidR="00EF7F90" w:rsidRDefault="00EF7F90">
      <w:pPr>
        <w:pStyle w:val="TM2"/>
        <w:rPr>
          <w:rFonts w:asciiTheme="minorHAnsi" w:eastAsiaTheme="minorEastAsia" w:hAnsiTheme="minorHAnsi" w:cstheme="minorBidi"/>
          <w:color w:val="auto"/>
          <w:kern w:val="2"/>
          <w:sz w:val="24"/>
          <w14:ligatures w14:val="standardContextual"/>
        </w:rPr>
      </w:pPr>
      <w:hyperlink w:anchor="_Toc194841988" w:history="1">
        <w:r w:rsidRPr="00062BA6">
          <w:rPr>
            <w:rStyle w:val="Lienhypertexte"/>
          </w:rPr>
          <w:t xml:space="preserve">Scène II. – </w:t>
        </w:r>
        <w:r w:rsidRPr="00062BA6">
          <w:rPr>
            <w:rStyle w:val="Lienhypertexte"/>
            <w:i/>
          </w:rPr>
          <w:t>Hermos.</w:t>
        </w:r>
        <w:r>
          <w:rPr>
            <w:webHidden/>
          </w:rPr>
          <w:tab/>
        </w:r>
        <w:r>
          <w:rPr>
            <w:webHidden/>
          </w:rPr>
          <w:fldChar w:fldCharType="begin"/>
        </w:r>
        <w:r>
          <w:rPr>
            <w:webHidden/>
          </w:rPr>
          <w:instrText xml:space="preserve"> PAGEREF _Toc194841988 \h </w:instrText>
        </w:r>
        <w:r>
          <w:rPr>
            <w:webHidden/>
          </w:rPr>
        </w:r>
        <w:r>
          <w:rPr>
            <w:webHidden/>
          </w:rPr>
          <w:fldChar w:fldCharType="separate"/>
        </w:r>
        <w:r w:rsidR="0097408C">
          <w:rPr>
            <w:webHidden/>
          </w:rPr>
          <w:t>13</w:t>
        </w:r>
        <w:r>
          <w:rPr>
            <w:webHidden/>
          </w:rPr>
          <w:fldChar w:fldCharType="end"/>
        </w:r>
      </w:hyperlink>
    </w:p>
    <w:p w14:paraId="0EFF5CFC" w14:textId="5808187C" w:rsidR="00EF7F90" w:rsidRDefault="00EF7F90">
      <w:pPr>
        <w:pStyle w:val="TM2"/>
        <w:rPr>
          <w:rFonts w:asciiTheme="minorHAnsi" w:eastAsiaTheme="minorEastAsia" w:hAnsiTheme="minorHAnsi" w:cstheme="minorBidi"/>
          <w:color w:val="auto"/>
          <w:kern w:val="2"/>
          <w:sz w:val="24"/>
          <w14:ligatures w14:val="standardContextual"/>
        </w:rPr>
      </w:pPr>
      <w:hyperlink w:anchor="_Toc194841989" w:history="1">
        <w:r w:rsidRPr="00062BA6">
          <w:rPr>
            <w:rStyle w:val="Lienhypertexte"/>
          </w:rPr>
          <w:t xml:space="preserve">Scène III. – </w:t>
        </w:r>
        <w:r w:rsidRPr="00062BA6">
          <w:rPr>
            <w:rStyle w:val="Lienhypertexte"/>
            <w:i/>
          </w:rPr>
          <w:t>Melléna.</w:t>
        </w:r>
        <w:r>
          <w:rPr>
            <w:webHidden/>
          </w:rPr>
          <w:tab/>
        </w:r>
        <w:r>
          <w:rPr>
            <w:webHidden/>
          </w:rPr>
          <w:fldChar w:fldCharType="begin"/>
        </w:r>
        <w:r>
          <w:rPr>
            <w:webHidden/>
          </w:rPr>
          <w:instrText xml:space="preserve"> PAGEREF _Toc194841989 \h </w:instrText>
        </w:r>
        <w:r>
          <w:rPr>
            <w:webHidden/>
          </w:rPr>
        </w:r>
        <w:r>
          <w:rPr>
            <w:webHidden/>
          </w:rPr>
          <w:fldChar w:fldCharType="separate"/>
        </w:r>
        <w:r w:rsidR="0097408C">
          <w:rPr>
            <w:webHidden/>
          </w:rPr>
          <w:t>18</w:t>
        </w:r>
        <w:r>
          <w:rPr>
            <w:webHidden/>
          </w:rPr>
          <w:fldChar w:fldCharType="end"/>
        </w:r>
      </w:hyperlink>
    </w:p>
    <w:p w14:paraId="759EF587" w14:textId="2184B2AE" w:rsidR="00EF7F90" w:rsidRDefault="00EF7F90">
      <w:pPr>
        <w:pStyle w:val="TM2"/>
        <w:rPr>
          <w:rFonts w:asciiTheme="minorHAnsi" w:eastAsiaTheme="minorEastAsia" w:hAnsiTheme="minorHAnsi" w:cstheme="minorBidi"/>
          <w:color w:val="auto"/>
          <w:kern w:val="2"/>
          <w:sz w:val="24"/>
          <w14:ligatures w14:val="standardContextual"/>
        </w:rPr>
      </w:pPr>
      <w:hyperlink w:anchor="_Toc194841990" w:history="1">
        <w:r w:rsidRPr="00062BA6">
          <w:rPr>
            <w:rStyle w:val="Lienhypertexte"/>
          </w:rPr>
          <w:t xml:space="preserve">Scène IV. – </w:t>
        </w:r>
        <w:r w:rsidRPr="00062BA6">
          <w:rPr>
            <w:rStyle w:val="Lienhypertexte"/>
            <w:i/>
          </w:rPr>
          <w:t>Dans le Palais.</w:t>
        </w:r>
        <w:r>
          <w:rPr>
            <w:webHidden/>
          </w:rPr>
          <w:tab/>
        </w:r>
        <w:r>
          <w:rPr>
            <w:webHidden/>
          </w:rPr>
          <w:fldChar w:fldCharType="begin"/>
        </w:r>
        <w:r>
          <w:rPr>
            <w:webHidden/>
          </w:rPr>
          <w:instrText xml:space="preserve"> PAGEREF _Toc194841990 \h </w:instrText>
        </w:r>
        <w:r>
          <w:rPr>
            <w:webHidden/>
          </w:rPr>
        </w:r>
        <w:r>
          <w:rPr>
            <w:webHidden/>
          </w:rPr>
          <w:fldChar w:fldCharType="separate"/>
        </w:r>
        <w:r w:rsidR="0097408C">
          <w:rPr>
            <w:webHidden/>
          </w:rPr>
          <w:t>23</w:t>
        </w:r>
        <w:r>
          <w:rPr>
            <w:webHidden/>
          </w:rPr>
          <w:fldChar w:fldCharType="end"/>
        </w:r>
      </w:hyperlink>
    </w:p>
    <w:p w14:paraId="6E3E2EE8" w14:textId="5306A168" w:rsidR="00EF7F90" w:rsidRDefault="00EF7F90">
      <w:pPr>
        <w:pStyle w:val="TM2"/>
        <w:rPr>
          <w:rFonts w:asciiTheme="minorHAnsi" w:eastAsiaTheme="minorEastAsia" w:hAnsiTheme="minorHAnsi" w:cstheme="minorBidi"/>
          <w:color w:val="auto"/>
          <w:kern w:val="2"/>
          <w:sz w:val="24"/>
          <w14:ligatures w14:val="standardContextual"/>
        </w:rPr>
      </w:pPr>
      <w:hyperlink w:anchor="_Toc194841991" w:history="1">
        <w:r w:rsidRPr="00062BA6">
          <w:rPr>
            <w:rStyle w:val="Lienhypertexte"/>
          </w:rPr>
          <w:t xml:space="preserve">Scène V. – </w:t>
        </w:r>
        <w:r w:rsidRPr="00062BA6">
          <w:rPr>
            <w:rStyle w:val="Lienhypertexte"/>
            <w:i/>
          </w:rPr>
          <w:t>La porte secrète.</w:t>
        </w:r>
        <w:r>
          <w:rPr>
            <w:webHidden/>
          </w:rPr>
          <w:tab/>
        </w:r>
        <w:r>
          <w:rPr>
            <w:webHidden/>
          </w:rPr>
          <w:fldChar w:fldCharType="begin"/>
        </w:r>
        <w:r>
          <w:rPr>
            <w:webHidden/>
          </w:rPr>
          <w:instrText xml:space="preserve"> PAGEREF _Toc194841991 \h </w:instrText>
        </w:r>
        <w:r>
          <w:rPr>
            <w:webHidden/>
          </w:rPr>
        </w:r>
        <w:r>
          <w:rPr>
            <w:webHidden/>
          </w:rPr>
          <w:fldChar w:fldCharType="separate"/>
        </w:r>
        <w:r w:rsidR="0097408C">
          <w:rPr>
            <w:webHidden/>
          </w:rPr>
          <w:t>29</w:t>
        </w:r>
        <w:r>
          <w:rPr>
            <w:webHidden/>
          </w:rPr>
          <w:fldChar w:fldCharType="end"/>
        </w:r>
      </w:hyperlink>
    </w:p>
    <w:p w14:paraId="629A65A7" w14:textId="6268D165" w:rsidR="00EF7F90" w:rsidRDefault="00EF7F90">
      <w:pPr>
        <w:pStyle w:val="TM2"/>
        <w:rPr>
          <w:rFonts w:asciiTheme="minorHAnsi" w:eastAsiaTheme="minorEastAsia" w:hAnsiTheme="minorHAnsi" w:cstheme="minorBidi"/>
          <w:color w:val="auto"/>
          <w:kern w:val="2"/>
          <w:sz w:val="24"/>
          <w14:ligatures w14:val="standardContextual"/>
        </w:rPr>
      </w:pPr>
      <w:hyperlink w:anchor="_Toc194841992" w:history="1">
        <w:r w:rsidRPr="00062BA6">
          <w:rPr>
            <w:rStyle w:val="Lienhypertexte"/>
          </w:rPr>
          <w:t xml:space="preserve">Scène VI. – </w:t>
        </w:r>
        <w:r w:rsidRPr="00062BA6">
          <w:rPr>
            <w:rStyle w:val="Lienhypertexte"/>
            <w:i/>
          </w:rPr>
          <w:t>L’orage dans la foule.</w:t>
        </w:r>
        <w:r>
          <w:rPr>
            <w:webHidden/>
          </w:rPr>
          <w:tab/>
        </w:r>
        <w:r>
          <w:rPr>
            <w:webHidden/>
          </w:rPr>
          <w:fldChar w:fldCharType="begin"/>
        </w:r>
        <w:r>
          <w:rPr>
            <w:webHidden/>
          </w:rPr>
          <w:instrText xml:space="preserve"> PAGEREF _Toc194841992 \h </w:instrText>
        </w:r>
        <w:r>
          <w:rPr>
            <w:webHidden/>
          </w:rPr>
        </w:r>
        <w:r>
          <w:rPr>
            <w:webHidden/>
          </w:rPr>
          <w:fldChar w:fldCharType="separate"/>
        </w:r>
        <w:r w:rsidR="0097408C">
          <w:rPr>
            <w:webHidden/>
          </w:rPr>
          <w:t>34</w:t>
        </w:r>
        <w:r>
          <w:rPr>
            <w:webHidden/>
          </w:rPr>
          <w:fldChar w:fldCharType="end"/>
        </w:r>
      </w:hyperlink>
    </w:p>
    <w:p w14:paraId="583A9CBF" w14:textId="3523EBDA" w:rsidR="00EF7F90" w:rsidRDefault="00EF7F90">
      <w:pPr>
        <w:pStyle w:val="TM2"/>
        <w:rPr>
          <w:rFonts w:asciiTheme="minorHAnsi" w:eastAsiaTheme="minorEastAsia" w:hAnsiTheme="minorHAnsi" w:cstheme="minorBidi"/>
          <w:color w:val="auto"/>
          <w:kern w:val="2"/>
          <w:sz w:val="24"/>
          <w14:ligatures w14:val="standardContextual"/>
        </w:rPr>
      </w:pPr>
      <w:hyperlink w:anchor="_Toc194841993" w:history="1">
        <w:r w:rsidRPr="00062BA6">
          <w:rPr>
            <w:rStyle w:val="Lienhypertexte"/>
          </w:rPr>
          <w:t xml:space="preserve">Scène VII. – </w:t>
        </w:r>
        <w:r w:rsidRPr="00062BA6">
          <w:rPr>
            <w:rStyle w:val="Lienhypertexte"/>
            <w:i/>
          </w:rPr>
          <w:t>Le Temple.</w:t>
        </w:r>
        <w:r>
          <w:rPr>
            <w:webHidden/>
          </w:rPr>
          <w:tab/>
        </w:r>
        <w:r>
          <w:rPr>
            <w:webHidden/>
          </w:rPr>
          <w:fldChar w:fldCharType="begin"/>
        </w:r>
        <w:r>
          <w:rPr>
            <w:webHidden/>
          </w:rPr>
          <w:instrText xml:space="preserve"> PAGEREF _Toc194841993 \h </w:instrText>
        </w:r>
        <w:r>
          <w:rPr>
            <w:webHidden/>
          </w:rPr>
        </w:r>
        <w:r>
          <w:rPr>
            <w:webHidden/>
          </w:rPr>
          <w:fldChar w:fldCharType="separate"/>
        </w:r>
        <w:r w:rsidR="0097408C">
          <w:rPr>
            <w:webHidden/>
          </w:rPr>
          <w:t>44</w:t>
        </w:r>
        <w:r>
          <w:rPr>
            <w:webHidden/>
          </w:rPr>
          <w:fldChar w:fldCharType="end"/>
        </w:r>
      </w:hyperlink>
    </w:p>
    <w:p w14:paraId="5B9C2680" w14:textId="4AB8309A" w:rsidR="00EF7F90" w:rsidRDefault="00EF7F90">
      <w:pPr>
        <w:pStyle w:val="TM2"/>
        <w:rPr>
          <w:rFonts w:asciiTheme="minorHAnsi" w:eastAsiaTheme="minorEastAsia" w:hAnsiTheme="minorHAnsi" w:cstheme="minorBidi"/>
          <w:color w:val="auto"/>
          <w:kern w:val="2"/>
          <w:sz w:val="24"/>
          <w14:ligatures w14:val="standardContextual"/>
        </w:rPr>
      </w:pPr>
      <w:hyperlink w:anchor="_Toc194841994" w:history="1">
        <w:r w:rsidRPr="00062BA6">
          <w:rPr>
            <w:rStyle w:val="Lienhypertexte"/>
          </w:rPr>
          <w:t xml:space="preserve">Scène VIII. – </w:t>
        </w:r>
        <w:r w:rsidRPr="00062BA6">
          <w:rPr>
            <w:rStyle w:val="Lienhypertexte"/>
            <w:i/>
          </w:rPr>
          <w:t>La terrasse du Sphinx.</w:t>
        </w:r>
        <w:r>
          <w:rPr>
            <w:webHidden/>
          </w:rPr>
          <w:tab/>
        </w:r>
        <w:r>
          <w:rPr>
            <w:webHidden/>
          </w:rPr>
          <w:fldChar w:fldCharType="begin"/>
        </w:r>
        <w:r>
          <w:rPr>
            <w:webHidden/>
          </w:rPr>
          <w:instrText xml:space="preserve"> PAGEREF _Toc194841994 \h </w:instrText>
        </w:r>
        <w:r>
          <w:rPr>
            <w:webHidden/>
          </w:rPr>
        </w:r>
        <w:r>
          <w:rPr>
            <w:webHidden/>
          </w:rPr>
          <w:fldChar w:fldCharType="separate"/>
        </w:r>
        <w:r w:rsidR="0097408C">
          <w:rPr>
            <w:webHidden/>
          </w:rPr>
          <w:t>50</w:t>
        </w:r>
        <w:r>
          <w:rPr>
            <w:webHidden/>
          </w:rPr>
          <w:fldChar w:fldCharType="end"/>
        </w:r>
      </w:hyperlink>
    </w:p>
    <w:p w14:paraId="107DD18C" w14:textId="43D269EA" w:rsidR="00EF7F90" w:rsidRDefault="00EF7F90">
      <w:pPr>
        <w:pStyle w:val="TM2"/>
        <w:rPr>
          <w:rFonts w:asciiTheme="minorHAnsi" w:eastAsiaTheme="minorEastAsia" w:hAnsiTheme="minorHAnsi" w:cstheme="minorBidi"/>
          <w:color w:val="auto"/>
          <w:kern w:val="2"/>
          <w:sz w:val="24"/>
          <w14:ligatures w14:val="standardContextual"/>
        </w:rPr>
      </w:pPr>
      <w:hyperlink w:anchor="_Toc194841995" w:history="1">
        <w:r w:rsidRPr="00062BA6">
          <w:rPr>
            <w:rStyle w:val="Lienhypertexte"/>
          </w:rPr>
          <w:t xml:space="preserve">Scène IX. – </w:t>
        </w:r>
        <w:r w:rsidRPr="00062BA6">
          <w:rPr>
            <w:rStyle w:val="Lienhypertexte"/>
            <w:i/>
          </w:rPr>
          <w:t>Hors du Temple.</w:t>
        </w:r>
        <w:r>
          <w:rPr>
            <w:webHidden/>
          </w:rPr>
          <w:tab/>
        </w:r>
        <w:r>
          <w:rPr>
            <w:webHidden/>
          </w:rPr>
          <w:fldChar w:fldCharType="begin"/>
        </w:r>
        <w:r>
          <w:rPr>
            <w:webHidden/>
          </w:rPr>
          <w:instrText xml:space="preserve"> PAGEREF _Toc194841995 \h </w:instrText>
        </w:r>
        <w:r>
          <w:rPr>
            <w:webHidden/>
          </w:rPr>
        </w:r>
        <w:r>
          <w:rPr>
            <w:webHidden/>
          </w:rPr>
          <w:fldChar w:fldCharType="separate"/>
        </w:r>
        <w:r w:rsidR="0097408C">
          <w:rPr>
            <w:webHidden/>
          </w:rPr>
          <w:t>56</w:t>
        </w:r>
        <w:r>
          <w:rPr>
            <w:webHidden/>
          </w:rPr>
          <w:fldChar w:fldCharType="end"/>
        </w:r>
      </w:hyperlink>
    </w:p>
    <w:p w14:paraId="45DCA18E" w14:textId="065E5144" w:rsidR="00EF7F90" w:rsidRDefault="00EF7F90">
      <w:pPr>
        <w:pStyle w:val="TM2"/>
        <w:rPr>
          <w:rFonts w:asciiTheme="minorHAnsi" w:eastAsiaTheme="minorEastAsia" w:hAnsiTheme="minorHAnsi" w:cstheme="minorBidi"/>
          <w:color w:val="auto"/>
          <w:kern w:val="2"/>
          <w:sz w:val="24"/>
          <w14:ligatures w14:val="standardContextual"/>
        </w:rPr>
      </w:pPr>
      <w:hyperlink w:anchor="_Toc194841996" w:history="1">
        <w:r w:rsidRPr="00062BA6">
          <w:rPr>
            <w:rStyle w:val="Lienhypertexte"/>
          </w:rPr>
          <w:t xml:space="preserve">Scène X. – </w:t>
        </w:r>
        <w:r w:rsidRPr="00062BA6">
          <w:rPr>
            <w:rStyle w:val="Lienhypertexte"/>
            <w:i/>
          </w:rPr>
          <w:t>Le Sphinx vivant.</w:t>
        </w:r>
        <w:r>
          <w:rPr>
            <w:webHidden/>
          </w:rPr>
          <w:tab/>
        </w:r>
        <w:r>
          <w:rPr>
            <w:webHidden/>
          </w:rPr>
          <w:fldChar w:fldCharType="begin"/>
        </w:r>
        <w:r>
          <w:rPr>
            <w:webHidden/>
          </w:rPr>
          <w:instrText xml:space="preserve"> PAGEREF _Toc194841996 \h </w:instrText>
        </w:r>
        <w:r>
          <w:rPr>
            <w:webHidden/>
          </w:rPr>
        </w:r>
        <w:r>
          <w:rPr>
            <w:webHidden/>
          </w:rPr>
          <w:fldChar w:fldCharType="separate"/>
        </w:r>
        <w:r w:rsidR="0097408C">
          <w:rPr>
            <w:webHidden/>
          </w:rPr>
          <w:t>61</w:t>
        </w:r>
        <w:r>
          <w:rPr>
            <w:webHidden/>
          </w:rPr>
          <w:fldChar w:fldCharType="end"/>
        </w:r>
      </w:hyperlink>
    </w:p>
    <w:p w14:paraId="3C2E992E" w14:textId="6B9B0669" w:rsidR="00EF7F90" w:rsidRDefault="00EF7F90">
      <w:pPr>
        <w:pStyle w:val="TM1"/>
        <w:rPr>
          <w:rFonts w:asciiTheme="minorHAnsi" w:eastAsiaTheme="minorEastAsia" w:hAnsiTheme="minorHAnsi" w:cstheme="minorBidi"/>
          <w:bCs w:val="0"/>
          <w:iCs w:val="0"/>
          <w:color w:val="auto"/>
          <w:kern w:val="2"/>
          <w:sz w:val="24"/>
          <w:szCs w:val="24"/>
          <w14:ligatures w14:val="standardContextual"/>
        </w:rPr>
      </w:pPr>
      <w:hyperlink w:anchor="_Toc194841997" w:history="1">
        <w:r w:rsidRPr="00062BA6">
          <w:rPr>
            <w:rStyle w:val="Lienhypertexte"/>
          </w:rPr>
          <w:t>DEUXIÈME JOURNÉE  LA FÊTE DES EAUX</w:t>
        </w:r>
        <w:r>
          <w:rPr>
            <w:webHidden/>
          </w:rPr>
          <w:tab/>
        </w:r>
        <w:r>
          <w:rPr>
            <w:webHidden/>
          </w:rPr>
          <w:fldChar w:fldCharType="begin"/>
        </w:r>
        <w:r>
          <w:rPr>
            <w:webHidden/>
          </w:rPr>
          <w:instrText xml:space="preserve"> PAGEREF _Toc194841997 \h </w:instrText>
        </w:r>
        <w:r>
          <w:rPr>
            <w:webHidden/>
          </w:rPr>
        </w:r>
        <w:r>
          <w:rPr>
            <w:webHidden/>
          </w:rPr>
          <w:fldChar w:fldCharType="separate"/>
        </w:r>
        <w:r w:rsidR="0097408C">
          <w:rPr>
            <w:webHidden/>
          </w:rPr>
          <w:t>65</w:t>
        </w:r>
        <w:r>
          <w:rPr>
            <w:webHidden/>
          </w:rPr>
          <w:fldChar w:fldCharType="end"/>
        </w:r>
      </w:hyperlink>
    </w:p>
    <w:p w14:paraId="62B75652" w14:textId="2230AEBD" w:rsidR="00EF7F90" w:rsidRDefault="00EF7F90">
      <w:pPr>
        <w:pStyle w:val="TM2"/>
        <w:rPr>
          <w:rFonts w:asciiTheme="minorHAnsi" w:eastAsiaTheme="minorEastAsia" w:hAnsiTheme="minorHAnsi" w:cstheme="minorBidi"/>
          <w:color w:val="auto"/>
          <w:kern w:val="2"/>
          <w:sz w:val="24"/>
          <w14:ligatures w14:val="standardContextual"/>
        </w:rPr>
      </w:pPr>
      <w:hyperlink w:anchor="_Toc194841998" w:history="1">
        <w:r w:rsidRPr="00062BA6">
          <w:rPr>
            <w:rStyle w:val="Lienhypertexte"/>
          </w:rPr>
          <w:t xml:space="preserve">Scène I. – </w:t>
        </w:r>
        <w:r w:rsidRPr="00062BA6">
          <w:rPr>
            <w:rStyle w:val="Lienhypertexte"/>
            <w:i/>
          </w:rPr>
          <w:t>L’Île de Pourpre.</w:t>
        </w:r>
        <w:r>
          <w:rPr>
            <w:webHidden/>
          </w:rPr>
          <w:tab/>
        </w:r>
        <w:r>
          <w:rPr>
            <w:webHidden/>
          </w:rPr>
          <w:fldChar w:fldCharType="begin"/>
        </w:r>
        <w:r>
          <w:rPr>
            <w:webHidden/>
          </w:rPr>
          <w:instrText xml:space="preserve"> PAGEREF _Toc194841998 \h </w:instrText>
        </w:r>
        <w:r>
          <w:rPr>
            <w:webHidden/>
          </w:rPr>
        </w:r>
        <w:r>
          <w:rPr>
            <w:webHidden/>
          </w:rPr>
          <w:fldChar w:fldCharType="separate"/>
        </w:r>
        <w:r w:rsidR="0097408C">
          <w:rPr>
            <w:webHidden/>
          </w:rPr>
          <w:t>66</w:t>
        </w:r>
        <w:r>
          <w:rPr>
            <w:webHidden/>
          </w:rPr>
          <w:fldChar w:fldCharType="end"/>
        </w:r>
      </w:hyperlink>
    </w:p>
    <w:p w14:paraId="2E77751C" w14:textId="2AC279EE" w:rsidR="00EF7F90" w:rsidRDefault="00EF7F90">
      <w:pPr>
        <w:pStyle w:val="TM2"/>
        <w:rPr>
          <w:rFonts w:asciiTheme="minorHAnsi" w:eastAsiaTheme="minorEastAsia" w:hAnsiTheme="minorHAnsi" w:cstheme="minorBidi"/>
          <w:color w:val="auto"/>
          <w:kern w:val="2"/>
          <w:sz w:val="24"/>
          <w14:ligatures w14:val="standardContextual"/>
        </w:rPr>
      </w:pPr>
      <w:hyperlink w:anchor="_Toc194841999" w:history="1">
        <w:r w:rsidRPr="00062BA6">
          <w:rPr>
            <w:rStyle w:val="Lienhypertexte"/>
          </w:rPr>
          <w:t xml:space="preserve">Scène II. – </w:t>
        </w:r>
        <w:r w:rsidRPr="00062BA6">
          <w:rPr>
            <w:rStyle w:val="Lienhypertexte"/>
            <w:i/>
          </w:rPr>
          <w:t>Harpes et cithares.</w:t>
        </w:r>
        <w:r>
          <w:rPr>
            <w:webHidden/>
          </w:rPr>
          <w:tab/>
        </w:r>
        <w:r>
          <w:rPr>
            <w:webHidden/>
          </w:rPr>
          <w:fldChar w:fldCharType="begin"/>
        </w:r>
        <w:r>
          <w:rPr>
            <w:webHidden/>
          </w:rPr>
          <w:instrText xml:space="preserve"> PAGEREF _Toc194841999 \h </w:instrText>
        </w:r>
        <w:r>
          <w:rPr>
            <w:webHidden/>
          </w:rPr>
        </w:r>
        <w:r>
          <w:rPr>
            <w:webHidden/>
          </w:rPr>
          <w:fldChar w:fldCharType="separate"/>
        </w:r>
        <w:r w:rsidR="0097408C">
          <w:rPr>
            <w:webHidden/>
          </w:rPr>
          <w:t>72</w:t>
        </w:r>
        <w:r>
          <w:rPr>
            <w:webHidden/>
          </w:rPr>
          <w:fldChar w:fldCharType="end"/>
        </w:r>
      </w:hyperlink>
    </w:p>
    <w:p w14:paraId="37D48D89" w14:textId="1C08B424" w:rsidR="00EF7F90" w:rsidRDefault="00EF7F90">
      <w:pPr>
        <w:pStyle w:val="TM2"/>
        <w:rPr>
          <w:rFonts w:asciiTheme="minorHAnsi" w:eastAsiaTheme="minorEastAsia" w:hAnsiTheme="minorHAnsi" w:cstheme="minorBidi"/>
          <w:color w:val="auto"/>
          <w:kern w:val="2"/>
          <w:sz w:val="24"/>
          <w14:ligatures w14:val="standardContextual"/>
        </w:rPr>
      </w:pPr>
      <w:hyperlink w:anchor="_Toc194842000" w:history="1">
        <w:r w:rsidRPr="00062BA6">
          <w:rPr>
            <w:rStyle w:val="Lienhypertexte"/>
          </w:rPr>
          <w:t xml:space="preserve">Scène III. – </w:t>
        </w:r>
        <w:r w:rsidRPr="00062BA6">
          <w:rPr>
            <w:rStyle w:val="Lienhypertexte"/>
            <w:i/>
          </w:rPr>
          <w:t>La Ligure.</w:t>
        </w:r>
        <w:r>
          <w:rPr>
            <w:webHidden/>
          </w:rPr>
          <w:tab/>
        </w:r>
        <w:r>
          <w:rPr>
            <w:webHidden/>
          </w:rPr>
          <w:fldChar w:fldCharType="begin"/>
        </w:r>
        <w:r>
          <w:rPr>
            <w:webHidden/>
          </w:rPr>
          <w:instrText xml:space="preserve"> PAGEREF _Toc194842000 \h </w:instrText>
        </w:r>
        <w:r>
          <w:rPr>
            <w:webHidden/>
          </w:rPr>
        </w:r>
        <w:r>
          <w:rPr>
            <w:webHidden/>
          </w:rPr>
          <w:fldChar w:fldCharType="separate"/>
        </w:r>
        <w:r w:rsidR="0097408C">
          <w:rPr>
            <w:webHidden/>
          </w:rPr>
          <w:t>77</w:t>
        </w:r>
        <w:r>
          <w:rPr>
            <w:webHidden/>
          </w:rPr>
          <w:fldChar w:fldCharType="end"/>
        </w:r>
      </w:hyperlink>
    </w:p>
    <w:p w14:paraId="70469CDB" w14:textId="5B5A63A2" w:rsidR="00EF7F90" w:rsidRDefault="00EF7F90">
      <w:pPr>
        <w:pStyle w:val="TM2"/>
        <w:rPr>
          <w:rFonts w:asciiTheme="minorHAnsi" w:eastAsiaTheme="minorEastAsia" w:hAnsiTheme="minorHAnsi" w:cstheme="minorBidi"/>
          <w:color w:val="auto"/>
          <w:kern w:val="2"/>
          <w:sz w:val="24"/>
          <w14:ligatures w14:val="standardContextual"/>
        </w:rPr>
      </w:pPr>
      <w:hyperlink w:anchor="_Toc194842001" w:history="1">
        <w:r w:rsidRPr="00062BA6">
          <w:rPr>
            <w:rStyle w:val="Lienhypertexte"/>
          </w:rPr>
          <w:t xml:space="preserve">Scène IV. – </w:t>
        </w:r>
        <w:r w:rsidRPr="00062BA6">
          <w:rPr>
            <w:rStyle w:val="Lienhypertexte"/>
            <w:i/>
          </w:rPr>
          <w:t>Dans l’Île Verte.</w:t>
        </w:r>
        <w:r>
          <w:rPr>
            <w:webHidden/>
          </w:rPr>
          <w:tab/>
        </w:r>
        <w:r>
          <w:rPr>
            <w:webHidden/>
          </w:rPr>
          <w:fldChar w:fldCharType="begin"/>
        </w:r>
        <w:r>
          <w:rPr>
            <w:webHidden/>
          </w:rPr>
          <w:instrText xml:space="preserve"> PAGEREF _Toc194842001 \h </w:instrText>
        </w:r>
        <w:r>
          <w:rPr>
            <w:webHidden/>
          </w:rPr>
        </w:r>
        <w:r>
          <w:rPr>
            <w:webHidden/>
          </w:rPr>
          <w:fldChar w:fldCharType="separate"/>
        </w:r>
        <w:r w:rsidR="0097408C">
          <w:rPr>
            <w:webHidden/>
          </w:rPr>
          <w:t>80</w:t>
        </w:r>
        <w:r>
          <w:rPr>
            <w:webHidden/>
          </w:rPr>
          <w:fldChar w:fldCharType="end"/>
        </w:r>
      </w:hyperlink>
    </w:p>
    <w:p w14:paraId="5FFC6076" w14:textId="4BBABB40" w:rsidR="00EF7F90" w:rsidRDefault="00EF7F90">
      <w:pPr>
        <w:pStyle w:val="TM2"/>
        <w:rPr>
          <w:rFonts w:asciiTheme="minorHAnsi" w:eastAsiaTheme="minorEastAsia" w:hAnsiTheme="minorHAnsi" w:cstheme="minorBidi"/>
          <w:color w:val="auto"/>
          <w:kern w:val="2"/>
          <w:sz w:val="24"/>
          <w14:ligatures w14:val="standardContextual"/>
        </w:rPr>
      </w:pPr>
      <w:hyperlink w:anchor="_Toc194842002" w:history="1">
        <w:r w:rsidRPr="00062BA6">
          <w:rPr>
            <w:rStyle w:val="Lienhypertexte"/>
          </w:rPr>
          <w:t xml:space="preserve">Scène V. – </w:t>
        </w:r>
        <w:r w:rsidRPr="00062BA6">
          <w:rPr>
            <w:rStyle w:val="Lienhypertexte"/>
            <w:i/>
          </w:rPr>
          <w:t>Les confidences de Glania.</w:t>
        </w:r>
        <w:r>
          <w:rPr>
            <w:webHidden/>
          </w:rPr>
          <w:tab/>
        </w:r>
        <w:r>
          <w:rPr>
            <w:webHidden/>
          </w:rPr>
          <w:fldChar w:fldCharType="begin"/>
        </w:r>
        <w:r>
          <w:rPr>
            <w:webHidden/>
          </w:rPr>
          <w:instrText xml:space="preserve"> PAGEREF _Toc194842002 \h </w:instrText>
        </w:r>
        <w:r>
          <w:rPr>
            <w:webHidden/>
          </w:rPr>
        </w:r>
        <w:r>
          <w:rPr>
            <w:webHidden/>
          </w:rPr>
          <w:fldChar w:fldCharType="separate"/>
        </w:r>
        <w:r w:rsidR="0097408C">
          <w:rPr>
            <w:webHidden/>
          </w:rPr>
          <w:t>84</w:t>
        </w:r>
        <w:r>
          <w:rPr>
            <w:webHidden/>
          </w:rPr>
          <w:fldChar w:fldCharType="end"/>
        </w:r>
      </w:hyperlink>
    </w:p>
    <w:p w14:paraId="700D8613" w14:textId="1CDFED15" w:rsidR="00EF7F90" w:rsidRDefault="00EF7F90">
      <w:pPr>
        <w:pStyle w:val="TM2"/>
        <w:rPr>
          <w:rFonts w:asciiTheme="minorHAnsi" w:eastAsiaTheme="minorEastAsia" w:hAnsiTheme="minorHAnsi" w:cstheme="minorBidi"/>
          <w:color w:val="auto"/>
          <w:kern w:val="2"/>
          <w:sz w:val="24"/>
          <w14:ligatures w14:val="standardContextual"/>
        </w:rPr>
      </w:pPr>
      <w:hyperlink w:anchor="_Toc194842003" w:history="1">
        <w:r w:rsidRPr="00062BA6">
          <w:rPr>
            <w:rStyle w:val="Lienhypertexte"/>
          </w:rPr>
          <w:t xml:space="preserve">Scène VI. – </w:t>
        </w:r>
        <w:r w:rsidRPr="00062BA6">
          <w:rPr>
            <w:rStyle w:val="Lienhypertexte"/>
            <w:i/>
          </w:rPr>
          <w:t>Les messagers.</w:t>
        </w:r>
        <w:r>
          <w:rPr>
            <w:webHidden/>
          </w:rPr>
          <w:tab/>
        </w:r>
        <w:r>
          <w:rPr>
            <w:webHidden/>
          </w:rPr>
          <w:fldChar w:fldCharType="begin"/>
        </w:r>
        <w:r>
          <w:rPr>
            <w:webHidden/>
          </w:rPr>
          <w:instrText xml:space="preserve"> PAGEREF _Toc194842003 \h </w:instrText>
        </w:r>
        <w:r>
          <w:rPr>
            <w:webHidden/>
          </w:rPr>
        </w:r>
        <w:r>
          <w:rPr>
            <w:webHidden/>
          </w:rPr>
          <w:fldChar w:fldCharType="separate"/>
        </w:r>
        <w:r w:rsidR="0097408C">
          <w:rPr>
            <w:webHidden/>
          </w:rPr>
          <w:t>90</w:t>
        </w:r>
        <w:r>
          <w:rPr>
            <w:webHidden/>
          </w:rPr>
          <w:fldChar w:fldCharType="end"/>
        </w:r>
      </w:hyperlink>
    </w:p>
    <w:p w14:paraId="51DD86BB" w14:textId="1DBE25DC" w:rsidR="00EF7F90" w:rsidRDefault="00EF7F90">
      <w:pPr>
        <w:pStyle w:val="TM2"/>
        <w:rPr>
          <w:rFonts w:asciiTheme="minorHAnsi" w:eastAsiaTheme="minorEastAsia" w:hAnsiTheme="minorHAnsi" w:cstheme="minorBidi"/>
          <w:color w:val="auto"/>
          <w:kern w:val="2"/>
          <w:sz w:val="24"/>
          <w14:ligatures w14:val="standardContextual"/>
        </w:rPr>
      </w:pPr>
      <w:hyperlink w:anchor="_Toc194842004" w:history="1">
        <w:r w:rsidRPr="00062BA6">
          <w:rPr>
            <w:rStyle w:val="Lienhypertexte"/>
          </w:rPr>
          <w:t xml:space="preserve">Scène VII. – </w:t>
        </w:r>
        <w:r w:rsidRPr="00062BA6">
          <w:rPr>
            <w:rStyle w:val="Lienhypertexte"/>
            <w:i/>
          </w:rPr>
          <w:t>La tête et le bras.</w:t>
        </w:r>
        <w:r>
          <w:rPr>
            <w:webHidden/>
          </w:rPr>
          <w:tab/>
        </w:r>
        <w:r>
          <w:rPr>
            <w:webHidden/>
          </w:rPr>
          <w:fldChar w:fldCharType="begin"/>
        </w:r>
        <w:r>
          <w:rPr>
            <w:webHidden/>
          </w:rPr>
          <w:instrText xml:space="preserve"> PAGEREF _Toc194842004 \h </w:instrText>
        </w:r>
        <w:r>
          <w:rPr>
            <w:webHidden/>
          </w:rPr>
        </w:r>
        <w:r>
          <w:rPr>
            <w:webHidden/>
          </w:rPr>
          <w:fldChar w:fldCharType="separate"/>
        </w:r>
        <w:r w:rsidR="0097408C">
          <w:rPr>
            <w:webHidden/>
          </w:rPr>
          <w:t>95</w:t>
        </w:r>
        <w:r>
          <w:rPr>
            <w:webHidden/>
          </w:rPr>
          <w:fldChar w:fldCharType="end"/>
        </w:r>
      </w:hyperlink>
    </w:p>
    <w:p w14:paraId="3A868947" w14:textId="190782D9" w:rsidR="00EF7F90" w:rsidRDefault="00EF7F90">
      <w:pPr>
        <w:pStyle w:val="TM2"/>
        <w:rPr>
          <w:rFonts w:asciiTheme="minorHAnsi" w:eastAsiaTheme="minorEastAsia" w:hAnsiTheme="minorHAnsi" w:cstheme="minorBidi"/>
          <w:color w:val="auto"/>
          <w:kern w:val="2"/>
          <w:sz w:val="24"/>
          <w14:ligatures w14:val="standardContextual"/>
        </w:rPr>
      </w:pPr>
      <w:hyperlink w:anchor="_Toc194842005" w:history="1">
        <w:r w:rsidRPr="00062BA6">
          <w:rPr>
            <w:rStyle w:val="Lienhypertexte"/>
          </w:rPr>
          <w:t xml:space="preserve">Scène VIII. – </w:t>
        </w:r>
        <w:r w:rsidRPr="00062BA6">
          <w:rPr>
            <w:rStyle w:val="Lienhypertexte"/>
            <w:i/>
          </w:rPr>
          <w:t>Hellas.</w:t>
        </w:r>
        <w:r>
          <w:rPr>
            <w:webHidden/>
          </w:rPr>
          <w:tab/>
        </w:r>
        <w:r>
          <w:rPr>
            <w:webHidden/>
          </w:rPr>
          <w:fldChar w:fldCharType="begin"/>
        </w:r>
        <w:r>
          <w:rPr>
            <w:webHidden/>
          </w:rPr>
          <w:instrText xml:space="preserve"> PAGEREF _Toc194842005 \h </w:instrText>
        </w:r>
        <w:r>
          <w:rPr>
            <w:webHidden/>
          </w:rPr>
        </w:r>
        <w:r>
          <w:rPr>
            <w:webHidden/>
          </w:rPr>
          <w:fldChar w:fldCharType="separate"/>
        </w:r>
        <w:r w:rsidR="0097408C">
          <w:rPr>
            <w:webHidden/>
          </w:rPr>
          <w:t>99</w:t>
        </w:r>
        <w:r>
          <w:rPr>
            <w:webHidden/>
          </w:rPr>
          <w:fldChar w:fldCharType="end"/>
        </w:r>
      </w:hyperlink>
    </w:p>
    <w:p w14:paraId="564D3E5C" w14:textId="651BDFAC" w:rsidR="00EF7F90" w:rsidRDefault="00EF7F90">
      <w:pPr>
        <w:pStyle w:val="TM2"/>
        <w:rPr>
          <w:rFonts w:asciiTheme="minorHAnsi" w:eastAsiaTheme="minorEastAsia" w:hAnsiTheme="minorHAnsi" w:cstheme="minorBidi"/>
          <w:color w:val="auto"/>
          <w:kern w:val="2"/>
          <w:sz w:val="24"/>
          <w14:ligatures w14:val="standardContextual"/>
        </w:rPr>
      </w:pPr>
      <w:hyperlink w:anchor="_Toc194842006" w:history="1">
        <w:r w:rsidRPr="00062BA6">
          <w:rPr>
            <w:rStyle w:val="Lienhypertexte"/>
          </w:rPr>
          <w:t xml:space="preserve">Scène IX. – </w:t>
        </w:r>
        <w:r w:rsidRPr="00062BA6">
          <w:rPr>
            <w:rStyle w:val="Lienhypertexte"/>
            <w:i/>
          </w:rPr>
          <w:t>Le père et la fille.</w:t>
        </w:r>
        <w:r>
          <w:rPr>
            <w:webHidden/>
          </w:rPr>
          <w:tab/>
        </w:r>
        <w:r>
          <w:rPr>
            <w:webHidden/>
          </w:rPr>
          <w:fldChar w:fldCharType="begin"/>
        </w:r>
        <w:r>
          <w:rPr>
            <w:webHidden/>
          </w:rPr>
          <w:instrText xml:space="preserve"> PAGEREF _Toc194842006 \h </w:instrText>
        </w:r>
        <w:r>
          <w:rPr>
            <w:webHidden/>
          </w:rPr>
        </w:r>
        <w:r>
          <w:rPr>
            <w:webHidden/>
          </w:rPr>
          <w:fldChar w:fldCharType="separate"/>
        </w:r>
        <w:r w:rsidR="0097408C">
          <w:rPr>
            <w:webHidden/>
          </w:rPr>
          <w:t>104</w:t>
        </w:r>
        <w:r>
          <w:rPr>
            <w:webHidden/>
          </w:rPr>
          <w:fldChar w:fldCharType="end"/>
        </w:r>
      </w:hyperlink>
    </w:p>
    <w:p w14:paraId="6C5E39E5" w14:textId="1073FEA1" w:rsidR="00EF7F90" w:rsidRDefault="00EF7F90">
      <w:pPr>
        <w:pStyle w:val="TM2"/>
        <w:rPr>
          <w:rFonts w:asciiTheme="minorHAnsi" w:eastAsiaTheme="minorEastAsia" w:hAnsiTheme="minorHAnsi" w:cstheme="minorBidi"/>
          <w:color w:val="auto"/>
          <w:kern w:val="2"/>
          <w:sz w:val="24"/>
          <w14:ligatures w14:val="standardContextual"/>
        </w:rPr>
      </w:pPr>
      <w:hyperlink w:anchor="_Toc194842007" w:history="1">
        <w:r w:rsidRPr="00062BA6">
          <w:rPr>
            <w:rStyle w:val="Lienhypertexte"/>
          </w:rPr>
          <w:t xml:space="preserve">Scène X. – </w:t>
        </w:r>
        <w:r w:rsidRPr="00062BA6">
          <w:rPr>
            <w:rStyle w:val="Lienhypertexte"/>
            <w:i/>
          </w:rPr>
          <w:t>Deux âmes.</w:t>
        </w:r>
        <w:r>
          <w:rPr>
            <w:webHidden/>
          </w:rPr>
          <w:tab/>
        </w:r>
        <w:r>
          <w:rPr>
            <w:webHidden/>
          </w:rPr>
          <w:fldChar w:fldCharType="begin"/>
        </w:r>
        <w:r>
          <w:rPr>
            <w:webHidden/>
          </w:rPr>
          <w:instrText xml:space="preserve"> PAGEREF _Toc194842007 \h </w:instrText>
        </w:r>
        <w:r>
          <w:rPr>
            <w:webHidden/>
          </w:rPr>
        </w:r>
        <w:r>
          <w:rPr>
            <w:webHidden/>
          </w:rPr>
          <w:fldChar w:fldCharType="separate"/>
        </w:r>
        <w:r w:rsidR="0097408C">
          <w:rPr>
            <w:webHidden/>
          </w:rPr>
          <w:t>108</w:t>
        </w:r>
        <w:r>
          <w:rPr>
            <w:webHidden/>
          </w:rPr>
          <w:fldChar w:fldCharType="end"/>
        </w:r>
      </w:hyperlink>
    </w:p>
    <w:p w14:paraId="75DFE44C" w14:textId="02373F78" w:rsidR="00EF7F90" w:rsidRDefault="00EF7F90">
      <w:pPr>
        <w:pStyle w:val="TM2"/>
        <w:rPr>
          <w:rFonts w:asciiTheme="minorHAnsi" w:eastAsiaTheme="minorEastAsia" w:hAnsiTheme="minorHAnsi" w:cstheme="minorBidi"/>
          <w:color w:val="auto"/>
          <w:kern w:val="2"/>
          <w:sz w:val="24"/>
          <w14:ligatures w14:val="standardContextual"/>
        </w:rPr>
      </w:pPr>
      <w:hyperlink w:anchor="_Toc194842008" w:history="1">
        <w:r w:rsidRPr="00062BA6">
          <w:rPr>
            <w:rStyle w:val="Lienhypertexte"/>
          </w:rPr>
          <w:t xml:space="preserve">Scène XI. – </w:t>
        </w:r>
        <w:r w:rsidRPr="00062BA6">
          <w:rPr>
            <w:rStyle w:val="Lienhypertexte"/>
            <w:i/>
          </w:rPr>
          <w:t>Le vaisseau de l’Empire.</w:t>
        </w:r>
        <w:r>
          <w:rPr>
            <w:webHidden/>
          </w:rPr>
          <w:tab/>
        </w:r>
        <w:r>
          <w:rPr>
            <w:webHidden/>
          </w:rPr>
          <w:fldChar w:fldCharType="begin"/>
        </w:r>
        <w:r>
          <w:rPr>
            <w:webHidden/>
          </w:rPr>
          <w:instrText xml:space="preserve"> PAGEREF _Toc194842008 \h </w:instrText>
        </w:r>
        <w:r>
          <w:rPr>
            <w:webHidden/>
          </w:rPr>
        </w:r>
        <w:r>
          <w:rPr>
            <w:webHidden/>
          </w:rPr>
          <w:fldChar w:fldCharType="separate"/>
        </w:r>
        <w:r w:rsidR="0097408C">
          <w:rPr>
            <w:webHidden/>
          </w:rPr>
          <w:t>118</w:t>
        </w:r>
        <w:r>
          <w:rPr>
            <w:webHidden/>
          </w:rPr>
          <w:fldChar w:fldCharType="end"/>
        </w:r>
      </w:hyperlink>
    </w:p>
    <w:p w14:paraId="29463D35" w14:textId="0CEFB8C0" w:rsidR="00EF7F90" w:rsidRDefault="00EF7F90">
      <w:pPr>
        <w:pStyle w:val="TM2"/>
        <w:rPr>
          <w:rFonts w:asciiTheme="minorHAnsi" w:eastAsiaTheme="minorEastAsia" w:hAnsiTheme="minorHAnsi" w:cstheme="minorBidi"/>
          <w:color w:val="auto"/>
          <w:kern w:val="2"/>
          <w:sz w:val="24"/>
          <w14:ligatures w14:val="standardContextual"/>
        </w:rPr>
      </w:pPr>
      <w:hyperlink w:anchor="_Toc194842009" w:history="1">
        <w:r w:rsidRPr="00062BA6">
          <w:rPr>
            <w:rStyle w:val="Lienhypertexte"/>
          </w:rPr>
          <w:t xml:space="preserve">Scène XII. – </w:t>
        </w:r>
        <w:r w:rsidRPr="00062BA6">
          <w:rPr>
            <w:rStyle w:val="Lienhypertexte"/>
            <w:i/>
          </w:rPr>
          <w:t>Le Maître des Eaux.</w:t>
        </w:r>
        <w:r>
          <w:rPr>
            <w:webHidden/>
          </w:rPr>
          <w:tab/>
        </w:r>
        <w:r>
          <w:rPr>
            <w:webHidden/>
          </w:rPr>
          <w:fldChar w:fldCharType="begin"/>
        </w:r>
        <w:r>
          <w:rPr>
            <w:webHidden/>
          </w:rPr>
          <w:instrText xml:space="preserve"> PAGEREF _Toc194842009 \h </w:instrText>
        </w:r>
        <w:r>
          <w:rPr>
            <w:webHidden/>
          </w:rPr>
        </w:r>
        <w:r>
          <w:rPr>
            <w:webHidden/>
          </w:rPr>
          <w:fldChar w:fldCharType="separate"/>
        </w:r>
        <w:r w:rsidR="0097408C">
          <w:rPr>
            <w:webHidden/>
          </w:rPr>
          <w:t>123</w:t>
        </w:r>
        <w:r>
          <w:rPr>
            <w:webHidden/>
          </w:rPr>
          <w:fldChar w:fldCharType="end"/>
        </w:r>
      </w:hyperlink>
    </w:p>
    <w:p w14:paraId="06A6EF00" w14:textId="0AC49FE9" w:rsidR="00EF7F90" w:rsidRDefault="00EF7F90">
      <w:pPr>
        <w:pStyle w:val="TM2"/>
        <w:rPr>
          <w:rFonts w:asciiTheme="minorHAnsi" w:eastAsiaTheme="minorEastAsia" w:hAnsiTheme="minorHAnsi" w:cstheme="minorBidi"/>
          <w:color w:val="auto"/>
          <w:kern w:val="2"/>
          <w:sz w:val="24"/>
          <w14:ligatures w14:val="standardContextual"/>
        </w:rPr>
      </w:pPr>
      <w:hyperlink w:anchor="_Toc194842010" w:history="1">
        <w:r w:rsidRPr="00062BA6">
          <w:rPr>
            <w:rStyle w:val="Lienhypertexte"/>
          </w:rPr>
          <w:t xml:space="preserve">Scène XIII. </w:t>
        </w:r>
        <w:r w:rsidRPr="00062BA6">
          <w:rPr>
            <w:rStyle w:val="Lienhypertexte"/>
            <w:i/>
          </w:rPr>
          <w:t>– Au palais des Eaux.</w:t>
        </w:r>
        <w:r>
          <w:rPr>
            <w:webHidden/>
          </w:rPr>
          <w:tab/>
        </w:r>
        <w:r>
          <w:rPr>
            <w:webHidden/>
          </w:rPr>
          <w:fldChar w:fldCharType="begin"/>
        </w:r>
        <w:r>
          <w:rPr>
            <w:webHidden/>
          </w:rPr>
          <w:instrText xml:space="preserve"> PAGEREF _Toc194842010 \h </w:instrText>
        </w:r>
        <w:r>
          <w:rPr>
            <w:webHidden/>
          </w:rPr>
        </w:r>
        <w:r>
          <w:rPr>
            <w:webHidden/>
          </w:rPr>
          <w:fldChar w:fldCharType="separate"/>
        </w:r>
        <w:r w:rsidR="0097408C">
          <w:rPr>
            <w:webHidden/>
          </w:rPr>
          <w:t>128</w:t>
        </w:r>
        <w:r>
          <w:rPr>
            <w:webHidden/>
          </w:rPr>
          <w:fldChar w:fldCharType="end"/>
        </w:r>
      </w:hyperlink>
    </w:p>
    <w:p w14:paraId="4D2B972F" w14:textId="4DF9F863" w:rsidR="00EF7F90" w:rsidRDefault="00EF7F90">
      <w:pPr>
        <w:pStyle w:val="TM2"/>
        <w:rPr>
          <w:rFonts w:asciiTheme="minorHAnsi" w:eastAsiaTheme="minorEastAsia" w:hAnsiTheme="minorHAnsi" w:cstheme="minorBidi"/>
          <w:color w:val="auto"/>
          <w:kern w:val="2"/>
          <w:sz w:val="24"/>
          <w14:ligatures w14:val="standardContextual"/>
        </w:rPr>
      </w:pPr>
      <w:hyperlink w:anchor="_Toc194842011" w:history="1">
        <w:r w:rsidRPr="00062BA6">
          <w:rPr>
            <w:rStyle w:val="Lienhypertexte"/>
          </w:rPr>
          <w:t xml:space="preserve">Scène XIV. – </w:t>
        </w:r>
        <w:r w:rsidRPr="00062BA6">
          <w:rPr>
            <w:rStyle w:val="Lienhypertexte"/>
            <w:i/>
          </w:rPr>
          <w:t>En barque.</w:t>
        </w:r>
        <w:r>
          <w:rPr>
            <w:webHidden/>
          </w:rPr>
          <w:tab/>
        </w:r>
        <w:r>
          <w:rPr>
            <w:webHidden/>
          </w:rPr>
          <w:fldChar w:fldCharType="begin"/>
        </w:r>
        <w:r>
          <w:rPr>
            <w:webHidden/>
          </w:rPr>
          <w:instrText xml:space="preserve"> PAGEREF _Toc194842011 \h </w:instrText>
        </w:r>
        <w:r>
          <w:rPr>
            <w:webHidden/>
          </w:rPr>
        </w:r>
        <w:r>
          <w:rPr>
            <w:webHidden/>
          </w:rPr>
          <w:fldChar w:fldCharType="separate"/>
        </w:r>
        <w:r w:rsidR="0097408C">
          <w:rPr>
            <w:webHidden/>
          </w:rPr>
          <w:t>132</w:t>
        </w:r>
        <w:r>
          <w:rPr>
            <w:webHidden/>
          </w:rPr>
          <w:fldChar w:fldCharType="end"/>
        </w:r>
      </w:hyperlink>
    </w:p>
    <w:p w14:paraId="1C53CB28" w14:textId="5E2E1465" w:rsidR="00EF7F90" w:rsidRDefault="00EF7F90">
      <w:pPr>
        <w:pStyle w:val="TM1"/>
        <w:rPr>
          <w:rFonts w:asciiTheme="minorHAnsi" w:eastAsiaTheme="minorEastAsia" w:hAnsiTheme="minorHAnsi" w:cstheme="minorBidi"/>
          <w:bCs w:val="0"/>
          <w:iCs w:val="0"/>
          <w:color w:val="auto"/>
          <w:kern w:val="2"/>
          <w:sz w:val="24"/>
          <w:szCs w:val="24"/>
          <w14:ligatures w14:val="standardContextual"/>
        </w:rPr>
      </w:pPr>
      <w:hyperlink w:anchor="_Toc194842012" w:history="1">
        <w:r w:rsidRPr="00062BA6">
          <w:rPr>
            <w:rStyle w:val="Lienhypertexte"/>
          </w:rPr>
          <w:t>TROISIÈME JOURNÉE  LA FÊTE DE L’OR</w:t>
        </w:r>
        <w:r>
          <w:rPr>
            <w:webHidden/>
          </w:rPr>
          <w:tab/>
        </w:r>
        <w:r>
          <w:rPr>
            <w:webHidden/>
          </w:rPr>
          <w:fldChar w:fldCharType="begin"/>
        </w:r>
        <w:r>
          <w:rPr>
            <w:webHidden/>
          </w:rPr>
          <w:instrText xml:space="preserve"> PAGEREF _Toc194842012 \h </w:instrText>
        </w:r>
        <w:r>
          <w:rPr>
            <w:webHidden/>
          </w:rPr>
        </w:r>
        <w:r>
          <w:rPr>
            <w:webHidden/>
          </w:rPr>
          <w:fldChar w:fldCharType="separate"/>
        </w:r>
        <w:r w:rsidR="0097408C">
          <w:rPr>
            <w:webHidden/>
          </w:rPr>
          <w:t>138</w:t>
        </w:r>
        <w:r>
          <w:rPr>
            <w:webHidden/>
          </w:rPr>
          <w:fldChar w:fldCharType="end"/>
        </w:r>
      </w:hyperlink>
    </w:p>
    <w:p w14:paraId="55A57248" w14:textId="7F1B4DC6" w:rsidR="00EF7F90" w:rsidRDefault="00EF7F90">
      <w:pPr>
        <w:pStyle w:val="TM2"/>
        <w:rPr>
          <w:rFonts w:asciiTheme="minorHAnsi" w:eastAsiaTheme="minorEastAsia" w:hAnsiTheme="minorHAnsi" w:cstheme="minorBidi"/>
          <w:color w:val="auto"/>
          <w:kern w:val="2"/>
          <w:sz w:val="24"/>
          <w14:ligatures w14:val="standardContextual"/>
        </w:rPr>
      </w:pPr>
      <w:hyperlink w:anchor="_Toc194842013" w:history="1">
        <w:r w:rsidRPr="00062BA6">
          <w:rPr>
            <w:rStyle w:val="Lienhypertexte"/>
          </w:rPr>
          <w:t xml:space="preserve">Scène I. – </w:t>
        </w:r>
        <w:r w:rsidRPr="00062BA6">
          <w:rPr>
            <w:rStyle w:val="Lienhypertexte"/>
            <w:i/>
          </w:rPr>
          <w:t>Les trésors d’Atlantis.</w:t>
        </w:r>
        <w:r>
          <w:rPr>
            <w:webHidden/>
          </w:rPr>
          <w:tab/>
        </w:r>
        <w:r>
          <w:rPr>
            <w:webHidden/>
          </w:rPr>
          <w:fldChar w:fldCharType="begin"/>
        </w:r>
        <w:r>
          <w:rPr>
            <w:webHidden/>
          </w:rPr>
          <w:instrText xml:space="preserve"> PAGEREF _Toc194842013 \h </w:instrText>
        </w:r>
        <w:r>
          <w:rPr>
            <w:webHidden/>
          </w:rPr>
        </w:r>
        <w:r>
          <w:rPr>
            <w:webHidden/>
          </w:rPr>
          <w:fldChar w:fldCharType="separate"/>
        </w:r>
        <w:r w:rsidR="0097408C">
          <w:rPr>
            <w:webHidden/>
          </w:rPr>
          <w:t>139</w:t>
        </w:r>
        <w:r>
          <w:rPr>
            <w:webHidden/>
          </w:rPr>
          <w:fldChar w:fldCharType="end"/>
        </w:r>
      </w:hyperlink>
    </w:p>
    <w:p w14:paraId="471E0933" w14:textId="33FE96B9" w:rsidR="00EF7F90" w:rsidRDefault="00EF7F90">
      <w:pPr>
        <w:pStyle w:val="TM2"/>
        <w:rPr>
          <w:rFonts w:asciiTheme="minorHAnsi" w:eastAsiaTheme="minorEastAsia" w:hAnsiTheme="minorHAnsi" w:cstheme="minorBidi"/>
          <w:color w:val="auto"/>
          <w:kern w:val="2"/>
          <w:sz w:val="24"/>
          <w14:ligatures w14:val="standardContextual"/>
        </w:rPr>
      </w:pPr>
      <w:hyperlink w:anchor="_Toc194842014" w:history="1">
        <w:r w:rsidRPr="00062BA6">
          <w:rPr>
            <w:rStyle w:val="Lienhypertexte"/>
          </w:rPr>
          <w:t xml:space="preserve">Scène II. – </w:t>
        </w:r>
        <w:r w:rsidRPr="00062BA6">
          <w:rPr>
            <w:rStyle w:val="Lienhypertexte"/>
            <w:i/>
          </w:rPr>
          <w:t>Matin de fête.</w:t>
        </w:r>
        <w:r>
          <w:rPr>
            <w:webHidden/>
          </w:rPr>
          <w:tab/>
        </w:r>
        <w:r>
          <w:rPr>
            <w:webHidden/>
          </w:rPr>
          <w:fldChar w:fldCharType="begin"/>
        </w:r>
        <w:r>
          <w:rPr>
            <w:webHidden/>
          </w:rPr>
          <w:instrText xml:space="preserve"> PAGEREF _Toc194842014 \h </w:instrText>
        </w:r>
        <w:r>
          <w:rPr>
            <w:webHidden/>
          </w:rPr>
        </w:r>
        <w:r>
          <w:rPr>
            <w:webHidden/>
          </w:rPr>
          <w:fldChar w:fldCharType="separate"/>
        </w:r>
        <w:r w:rsidR="0097408C">
          <w:rPr>
            <w:webHidden/>
          </w:rPr>
          <w:t>144</w:t>
        </w:r>
        <w:r>
          <w:rPr>
            <w:webHidden/>
          </w:rPr>
          <w:fldChar w:fldCharType="end"/>
        </w:r>
      </w:hyperlink>
    </w:p>
    <w:p w14:paraId="6653C995" w14:textId="2BD61DDC" w:rsidR="00EF7F90" w:rsidRDefault="00EF7F90">
      <w:pPr>
        <w:pStyle w:val="TM2"/>
        <w:rPr>
          <w:rFonts w:asciiTheme="minorHAnsi" w:eastAsiaTheme="minorEastAsia" w:hAnsiTheme="minorHAnsi" w:cstheme="minorBidi"/>
          <w:color w:val="auto"/>
          <w:kern w:val="2"/>
          <w:sz w:val="24"/>
          <w14:ligatures w14:val="standardContextual"/>
        </w:rPr>
      </w:pPr>
      <w:hyperlink w:anchor="_Toc194842015" w:history="1">
        <w:r w:rsidRPr="00062BA6">
          <w:rPr>
            <w:rStyle w:val="Lienhypertexte"/>
          </w:rPr>
          <w:t xml:space="preserve">Scène III. – </w:t>
        </w:r>
        <w:r w:rsidRPr="00062BA6">
          <w:rPr>
            <w:rStyle w:val="Lienhypertexte"/>
            <w:i/>
          </w:rPr>
          <w:t>Sur la Terrasse Sainte.</w:t>
        </w:r>
        <w:r>
          <w:rPr>
            <w:webHidden/>
          </w:rPr>
          <w:tab/>
        </w:r>
        <w:r>
          <w:rPr>
            <w:webHidden/>
          </w:rPr>
          <w:fldChar w:fldCharType="begin"/>
        </w:r>
        <w:r>
          <w:rPr>
            <w:webHidden/>
          </w:rPr>
          <w:instrText xml:space="preserve"> PAGEREF _Toc194842015 \h </w:instrText>
        </w:r>
        <w:r>
          <w:rPr>
            <w:webHidden/>
          </w:rPr>
        </w:r>
        <w:r>
          <w:rPr>
            <w:webHidden/>
          </w:rPr>
          <w:fldChar w:fldCharType="separate"/>
        </w:r>
        <w:r w:rsidR="0097408C">
          <w:rPr>
            <w:webHidden/>
          </w:rPr>
          <w:t>149</w:t>
        </w:r>
        <w:r>
          <w:rPr>
            <w:webHidden/>
          </w:rPr>
          <w:fldChar w:fldCharType="end"/>
        </w:r>
      </w:hyperlink>
    </w:p>
    <w:p w14:paraId="37695416" w14:textId="64C8D125" w:rsidR="00EF7F90" w:rsidRDefault="00EF7F90">
      <w:pPr>
        <w:pStyle w:val="TM2"/>
        <w:rPr>
          <w:rFonts w:asciiTheme="minorHAnsi" w:eastAsiaTheme="minorEastAsia" w:hAnsiTheme="minorHAnsi" w:cstheme="minorBidi"/>
          <w:color w:val="auto"/>
          <w:kern w:val="2"/>
          <w:sz w:val="24"/>
          <w14:ligatures w14:val="standardContextual"/>
        </w:rPr>
      </w:pPr>
      <w:hyperlink w:anchor="_Toc194842016" w:history="1">
        <w:r w:rsidRPr="00062BA6">
          <w:rPr>
            <w:rStyle w:val="Lienhypertexte"/>
          </w:rPr>
          <w:t xml:space="preserve">Scène IV. – </w:t>
        </w:r>
        <w:r w:rsidRPr="00062BA6">
          <w:rPr>
            <w:rStyle w:val="Lienhypertexte"/>
            <w:i/>
          </w:rPr>
          <w:t>Au palais de l’Or.</w:t>
        </w:r>
        <w:r>
          <w:rPr>
            <w:webHidden/>
          </w:rPr>
          <w:tab/>
        </w:r>
        <w:r>
          <w:rPr>
            <w:webHidden/>
          </w:rPr>
          <w:fldChar w:fldCharType="begin"/>
        </w:r>
        <w:r>
          <w:rPr>
            <w:webHidden/>
          </w:rPr>
          <w:instrText xml:space="preserve"> PAGEREF _Toc194842016 \h </w:instrText>
        </w:r>
        <w:r>
          <w:rPr>
            <w:webHidden/>
          </w:rPr>
        </w:r>
        <w:r>
          <w:rPr>
            <w:webHidden/>
          </w:rPr>
          <w:fldChar w:fldCharType="separate"/>
        </w:r>
        <w:r w:rsidR="0097408C">
          <w:rPr>
            <w:webHidden/>
          </w:rPr>
          <w:t>155</w:t>
        </w:r>
        <w:r>
          <w:rPr>
            <w:webHidden/>
          </w:rPr>
          <w:fldChar w:fldCharType="end"/>
        </w:r>
      </w:hyperlink>
    </w:p>
    <w:p w14:paraId="5ECBAC9A" w14:textId="02D0D6E3" w:rsidR="00EF7F90" w:rsidRDefault="00EF7F90">
      <w:pPr>
        <w:pStyle w:val="TM2"/>
        <w:rPr>
          <w:rFonts w:asciiTheme="minorHAnsi" w:eastAsiaTheme="minorEastAsia" w:hAnsiTheme="minorHAnsi" w:cstheme="minorBidi"/>
          <w:color w:val="auto"/>
          <w:kern w:val="2"/>
          <w:sz w:val="24"/>
          <w14:ligatures w14:val="standardContextual"/>
        </w:rPr>
      </w:pPr>
      <w:hyperlink w:anchor="_Toc194842017" w:history="1">
        <w:r w:rsidRPr="00062BA6">
          <w:rPr>
            <w:rStyle w:val="Lienhypertexte"/>
          </w:rPr>
          <w:t xml:space="preserve">Scène V. – </w:t>
        </w:r>
        <w:r w:rsidRPr="00062BA6">
          <w:rPr>
            <w:rStyle w:val="Lienhypertexte"/>
            <w:i/>
          </w:rPr>
          <w:t>Melléna.</w:t>
        </w:r>
        <w:r>
          <w:rPr>
            <w:webHidden/>
          </w:rPr>
          <w:tab/>
        </w:r>
        <w:r>
          <w:rPr>
            <w:webHidden/>
          </w:rPr>
          <w:fldChar w:fldCharType="begin"/>
        </w:r>
        <w:r>
          <w:rPr>
            <w:webHidden/>
          </w:rPr>
          <w:instrText xml:space="preserve"> PAGEREF _Toc194842017 \h </w:instrText>
        </w:r>
        <w:r>
          <w:rPr>
            <w:webHidden/>
          </w:rPr>
        </w:r>
        <w:r>
          <w:rPr>
            <w:webHidden/>
          </w:rPr>
          <w:fldChar w:fldCharType="separate"/>
        </w:r>
        <w:r w:rsidR="0097408C">
          <w:rPr>
            <w:webHidden/>
          </w:rPr>
          <w:t>159</w:t>
        </w:r>
        <w:r>
          <w:rPr>
            <w:webHidden/>
          </w:rPr>
          <w:fldChar w:fldCharType="end"/>
        </w:r>
      </w:hyperlink>
    </w:p>
    <w:p w14:paraId="46A97D44" w14:textId="7840D09C" w:rsidR="00EF7F90" w:rsidRDefault="00EF7F90">
      <w:pPr>
        <w:pStyle w:val="TM2"/>
        <w:rPr>
          <w:rFonts w:asciiTheme="minorHAnsi" w:eastAsiaTheme="minorEastAsia" w:hAnsiTheme="minorHAnsi" w:cstheme="minorBidi"/>
          <w:color w:val="auto"/>
          <w:kern w:val="2"/>
          <w:sz w:val="24"/>
          <w14:ligatures w14:val="standardContextual"/>
        </w:rPr>
      </w:pPr>
      <w:hyperlink w:anchor="_Toc194842018" w:history="1">
        <w:r w:rsidRPr="00062BA6">
          <w:rPr>
            <w:rStyle w:val="Lienhypertexte"/>
          </w:rPr>
          <w:t xml:space="preserve">Scène VI. – </w:t>
        </w:r>
        <w:r w:rsidRPr="00062BA6">
          <w:rPr>
            <w:rStyle w:val="Lienhypertexte"/>
            <w:i/>
          </w:rPr>
          <w:t>Le secret de Moussor.</w:t>
        </w:r>
        <w:r>
          <w:rPr>
            <w:webHidden/>
          </w:rPr>
          <w:tab/>
        </w:r>
        <w:r>
          <w:rPr>
            <w:webHidden/>
          </w:rPr>
          <w:fldChar w:fldCharType="begin"/>
        </w:r>
        <w:r>
          <w:rPr>
            <w:webHidden/>
          </w:rPr>
          <w:instrText xml:space="preserve"> PAGEREF _Toc194842018 \h </w:instrText>
        </w:r>
        <w:r>
          <w:rPr>
            <w:webHidden/>
          </w:rPr>
        </w:r>
        <w:r>
          <w:rPr>
            <w:webHidden/>
          </w:rPr>
          <w:fldChar w:fldCharType="separate"/>
        </w:r>
        <w:r w:rsidR="0097408C">
          <w:rPr>
            <w:webHidden/>
          </w:rPr>
          <w:t>166</w:t>
        </w:r>
        <w:r>
          <w:rPr>
            <w:webHidden/>
          </w:rPr>
          <w:fldChar w:fldCharType="end"/>
        </w:r>
      </w:hyperlink>
    </w:p>
    <w:p w14:paraId="6F377410" w14:textId="51945912" w:rsidR="00EF7F90" w:rsidRDefault="00EF7F90">
      <w:pPr>
        <w:pStyle w:val="TM2"/>
        <w:rPr>
          <w:rFonts w:asciiTheme="minorHAnsi" w:eastAsiaTheme="minorEastAsia" w:hAnsiTheme="minorHAnsi" w:cstheme="minorBidi"/>
          <w:color w:val="auto"/>
          <w:kern w:val="2"/>
          <w:sz w:val="24"/>
          <w14:ligatures w14:val="standardContextual"/>
        </w:rPr>
      </w:pPr>
      <w:hyperlink w:anchor="_Toc194842019" w:history="1">
        <w:r w:rsidRPr="00062BA6">
          <w:rPr>
            <w:rStyle w:val="Lienhypertexte"/>
          </w:rPr>
          <w:t xml:space="preserve">Scène VII. – </w:t>
        </w:r>
        <w:r w:rsidRPr="00062BA6">
          <w:rPr>
            <w:rStyle w:val="Lienhypertexte"/>
            <w:i/>
          </w:rPr>
          <w:t>L’autre secret.</w:t>
        </w:r>
        <w:r>
          <w:rPr>
            <w:webHidden/>
          </w:rPr>
          <w:tab/>
        </w:r>
        <w:r>
          <w:rPr>
            <w:webHidden/>
          </w:rPr>
          <w:fldChar w:fldCharType="begin"/>
        </w:r>
        <w:r>
          <w:rPr>
            <w:webHidden/>
          </w:rPr>
          <w:instrText xml:space="preserve"> PAGEREF _Toc194842019 \h </w:instrText>
        </w:r>
        <w:r>
          <w:rPr>
            <w:webHidden/>
          </w:rPr>
        </w:r>
        <w:r>
          <w:rPr>
            <w:webHidden/>
          </w:rPr>
          <w:fldChar w:fldCharType="separate"/>
        </w:r>
        <w:r w:rsidR="0097408C">
          <w:rPr>
            <w:webHidden/>
          </w:rPr>
          <w:t>171</w:t>
        </w:r>
        <w:r>
          <w:rPr>
            <w:webHidden/>
          </w:rPr>
          <w:fldChar w:fldCharType="end"/>
        </w:r>
      </w:hyperlink>
    </w:p>
    <w:p w14:paraId="3D6C8C43" w14:textId="395BF08A" w:rsidR="00EF7F90" w:rsidRDefault="00EF7F90">
      <w:pPr>
        <w:pStyle w:val="TM2"/>
        <w:rPr>
          <w:rFonts w:asciiTheme="minorHAnsi" w:eastAsiaTheme="minorEastAsia" w:hAnsiTheme="minorHAnsi" w:cstheme="minorBidi"/>
          <w:color w:val="auto"/>
          <w:kern w:val="2"/>
          <w:sz w:val="24"/>
          <w14:ligatures w14:val="standardContextual"/>
        </w:rPr>
      </w:pPr>
      <w:hyperlink w:anchor="_Toc194842020" w:history="1">
        <w:r w:rsidRPr="00062BA6">
          <w:rPr>
            <w:rStyle w:val="Lienhypertexte"/>
          </w:rPr>
          <w:t xml:space="preserve">Scène VIII. – </w:t>
        </w:r>
        <w:r w:rsidRPr="00062BA6">
          <w:rPr>
            <w:rStyle w:val="Lienhypertexte"/>
            <w:i/>
          </w:rPr>
          <w:t>Au palais des Eaux.</w:t>
        </w:r>
        <w:r>
          <w:rPr>
            <w:webHidden/>
          </w:rPr>
          <w:tab/>
        </w:r>
        <w:r>
          <w:rPr>
            <w:webHidden/>
          </w:rPr>
          <w:fldChar w:fldCharType="begin"/>
        </w:r>
        <w:r>
          <w:rPr>
            <w:webHidden/>
          </w:rPr>
          <w:instrText xml:space="preserve"> PAGEREF _Toc194842020 \h </w:instrText>
        </w:r>
        <w:r>
          <w:rPr>
            <w:webHidden/>
          </w:rPr>
        </w:r>
        <w:r>
          <w:rPr>
            <w:webHidden/>
          </w:rPr>
          <w:fldChar w:fldCharType="separate"/>
        </w:r>
        <w:r w:rsidR="0097408C">
          <w:rPr>
            <w:webHidden/>
          </w:rPr>
          <w:t>177</w:t>
        </w:r>
        <w:r>
          <w:rPr>
            <w:webHidden/>
          </w:rPr>
          <w:fldChar w:fldCharType="end"/>
        </w:r>
      </w:hyperlink>
    </w:p>
    <w:p w14:paraId="084DC953" w14:textId="6903460D" w:rsidR="00EF7F90" w:rsidRDefault="00EF7F90">
      <w:pPr>
        <w:pStyle w:val="TM2"/>
        <w:rPr>
          <w:rFonts w:asciiTheme="minorHAnsi" w:eastAsiaTheme="minorEastAsia" w:hAnsiTheme="minorHAnsi" w:cstheme="minorBidi"/>
          <w:color w:val="auto"/>
          <w:kern w:val="2"/>
          <w:sz w:val="24"/>
          <w14:ligatures w14:val="standardContextual"/>
        </w:rPr>
      </w:pPr>
      <w:hyperlink w:anchor="_Toc194842021" w:history="1">
        <w:r w:rsidRPr="00062BA6">
          <w:rPr>
            <w:rStyle w:val="Lienhypertexte"/>
          </w:rPr>
          <w:t xml:space="preserve">Scène IX. </w:t>
        </w:r>
        <w:r w:rsidRPr="00062BA6">
          <w:rPr>
            <w:rStyle w:val="Lienhypertexte"/>
            <w:i/>
          </w:rPr>
          <w:t>– Au Palais de l’Empire.</w:t>
        </w:r>
        <w:r>
          <w:rPr>
            <w:webHidden/>
          </w:rPr>
          <w:tab/>
        </w:r>
        <w:r>
          <w:rPr>
            <w:webHidden/>
          </w:rPr>
          <w:fldChar w:fldCharType="begin"/>
        </w:r>
        <w:r>
          <w:rPr>
            <w:webHidden/>
          </w:rPr>
          <w:instrText xml:space="preserve"> PAGEREF _Toc194842021 \h </w:instrText>
        </w:r>
        <w:r>
          <w:rPr>
            <w:webHidden/>
          </w:rPr>
        </w:r>
        <w:r>
          <w:rPr>
            <w:webHidden/>
          </w:rPr>
          <w:fldChar w:fldCharType="separate"/>
        </w:r>
        <w:r w:rsidR="0097408C">
          <w:rPr>
            <w:webHidden/>
          </w:rPr>
          <w:t>183</w:t>
        </w:r>
        <w:r>
          <w:rPr>
            <w:webHidden/>
          </w:rPr>
          <w:fldChar w:fldCharType="end"/>
        </w:r>
      </w:hyperlink>
    </w:p>
    <w:p w14:paraId="2B31269B" w14:textId="3C57BD79" w:rsidR="00EF7F90" w:rsidRDefault="00EF7F90">
      <w:pPr>
        <w:pStyle w:val="TM2"/>
        <w:rPr>
          <w:rFonts w:asciiTheme="minorHAnsi" w:eastAsiaTheme="minorEastAsia" w:hAnsiTheme="minorHAnsi" w:cstheme="minorBidi"/>
          <w:color w:val="auto"/>
          <w:kern w:val="2"/>
          <w:sz w:val="24"/>
          <w14:ligatures w14:val="standardContextual"/>
        </w:rPr>
      </w:pPr>
      <w:hyperlink w:anchor="_Toc194842022" w:history="1">
        <w:r w:rsidRPr="00062BA6">
          <w:rPr>
            <w:rStyle w:val="Lienhypertexte"/>
          </w:rPr>
          <w:t xml:space="preserve">Scène X. – </w:t>
        </w:r>
        <w:r w:rsidRPr="00062BA6">
          <w:rPr>
            <w:rStyle w:val="Lienhypertexte"/>
            <w:i/>
          </w:rPr>
          <w:t>Les jardins de Melléna.</w:t>
        </w:r>
        <w:r>
          <w:rPr>
            <w:webHidden/>
          </w:rPr>
          <w:tab/>
        </w:r>
        <w:r>
          <w:rPr>
            <w:webHidden/>
          </w:rPr>
          <w:fldChar w:fldCharType="begin"/>
        </w:r>
        <w:r>
          <w:rPr>
            <w:webHidden/>
          </w:rPr>
          <w:instrText xml:space="preserve"> PAGEREF _Toc194842022 \h </w:instrText>
        </w:r>
        <w:r>
          <w:rPr>
            <w:webHidden/>
          </w:rPr>
        </w:r>
        <w:r>
          <w:rPr>
            <w:webHidden/>
          </w:rPr>
          <w:fldChar w:fldCharType="separate"/>
        </w:r>
        <w:r w:rsidR="0097408C">
          <w:rPr>
            <w:webHidden/>
          </w:rPr>
          <w:t>186</w:t>
        </w:r>
        <w:r>
          <w:rPr>
            <w:webHidden/>
          </w:rPr>
          <w:fldChar w:fldCharType="end"/>
        </w:r>
      </w:hyperlink>
    </w:p>
    <w:p w14:paraId="17A2DDA8" w14:textId="38EA19FB" w:rsidR="00EF7F90" w:rsidRDefault="00EF7F90">
      <w:pPr>
        <w:pStyle w:val="TM2"/>
        <w:rPr>
          <w:rFonts w:asciiTheme="minorHAnsi" w:eastAsiaTheme="minorEastAsia" w:hAnsiTheme="minorHAnsi" w:cstheme="minorBidi"/>
          <w:color w:val="auto"/>
          <w:kern w:val="2"/>
          <w:sz w:val="24"/>
          <w14:ligatures w14:val="standardContextual"/>
        </w:rPr>
      </w:pPr>
      <w:hyperlink w:anchor="_Toc194842023" w:history="1">
        <w:r w:rsidRPr="00062BA6">
          <w:rPr>
            <w:rStyle w:val="Lienhypertexte"/>
          </w:rPr>
          <w:t xml:space="preserve">Scène XI. – </w:t>
        </w:r>
        <w:r w:rsidRPr="00062BA6">
          <w:rPr>
            <w:rStyle w:val="Lienhypertexte"/>
            <w:i/>
          </w:rPr>
          <w:t>Vers la mêlée.</w:t>
        </w:r>
        <w:r>
          <w:rPr>
            <w:webHidden/>
          </w:rPr>
          <w:tab/>
        </w:r>
        <w:r>
          <w:rPr>
            <w:webHidden/>
          </w:rPr>
          <w:fldChar w:fldCharType="begin"/>
        </w:r>
        <w:r>
          <w:rPr>
            <w:webHidden/>
          </w:rPr>
          <w:instrText xml:space="preserve"> PAGEREF _Toc194842023 \h </w:instrText>
        </w:r>
        <w:r>
          <w:rPr>
            <w:webHidden/>
          </w:rPr>
        </w:r>
        <w:r>
          <w:rPr>
            <w:webHidden/>
          </w:rPr>
          <w:fldChar w:fldCharType="separate"/>
        </w:r>
        <w:r w:rsidR="0097408C">
          <w:rPr>
            <w:webHidden/>
          </w:rPr>
          <w:t>194</w:t>
        </w:r>
        <w:r>
          <w:rPr>
            <w:webHidden/>
          </w:rPr>
          <w:fldChar w:fldCharType="end"/>
        </w:r>
      </w:hyperlink>
    </w:p>
    <w:p w14:paraId="5E1E253C" w14:textId="243E8024" w:rsidR="00EF7F90" w:rsidRDefault="00EF7F90">
      <w:pPr>
        <w:pStyle w:val="TM2"/>
        <w:rPr>
          <w:rFonts w:asciiTheme="minorHAnsi" w:eastAsiaTheme="minorEastAsia" w:hAnsiTheme="minorHAnsi" w:cstheme="minorBidi"/>
          <w:color w:val="auto"/>
          <w:kern w:val="2"/>
          <w:sz w:val="24"/>
          <w14:ligatures w14:val="standardContextual"/>
        </w:rPr>
      </w:pPr>
      <w:hyperlink w:anchor="_Toc194842024" w:history="1">
        <w:r w:rsidRPr="00062BA6">
          <w:rPr>
            <w:rStyle w:val="Lienhypertexte"/>
          </w:rPr>
          <w:t xml:space="preserve">Scène XII. – </w:t>
        </w:r>
        <w:r w:rsidRPr="00062BA6">
          <w:rPr>
            <w:rStyle w:val="Lienhypertexte"/>
            <w:i/>
          </w:rPr>
          <w:t>La mêlée.</w:t>
        </w:r>
        <w:r>
          <w:rPr>
            <w:webHidden/>
          </w:rPr>
          <w:tab/>
        </w:r>
        <w:r>
          <w:rPr>
            <w:webHidden/>
          </w:rPr>
          <w:fldChar w:fldCharType="begin"/>
        </w:r>
        <w:r>
          <w:rPr>
            <w:webHidden/>
          </w:rPr>
          <w:instrText xml:space="preserve"> PAGEREF _Toc194842024 \h </w:instrText>
        </w:r>
        <w:r>
          <w:rPr>
            <w:webHidden/>
          </w:rPr>
        </w:r>
        <w:r>
          <w:rPr>
            <w:webHidden/>
          </w:rPr>
          <w:fldChar w:fldCharType="separate"/>
        </w:r>
        <w:r w:rsidR="0097408C">
          <w:rPr>
            <w:webHidden/>
          </w:rPr>
          <w:t>198</w:t>
        </w:r>
        <w:r>
          <w:rPr>
            <w:webHidden/>
          </w:rPr>
          <w:fldChar w:fldCharType="end"/>
        </w:r>
      </w:hyperlink>
    </w:p>
    <w:p w14:paraId="45875945" w14:textId="3AF3E475" w:rsidR="00EF7F90" w:rsidRDefault="00EF7F90">
      <w:pPr>
        <w:pStyle w:val="TM2"/>
        <w:rPr>
          <w:rFonts w:asciiTheme="minorHAnsi" w:eastAsiaTheme="minorEastAsia" w:hAnsiTheme="minorHAnsi" w:cstheme="minorBidi"/>
          <w:color w:val="auto"/>
          <w:kern w:val="2"/>
          <w:sz w:val="24"/>
          <w14:ligatures w14:val="standardContextual"/>
        </w:rPr>
      </w:pPr>
      <w:hyperlink w:anchor="_Toc194842025" w:history="1">
        <w:r w:rsidRPr="00062BA6">
          <w:rPr>
            <w:rStyle w:val="Lienhypertexte"/>
          </w:rPr>
          <w:t xml:space="preserve">Scène XIII. – </w:t>
        </w:r>
        <w:r w:rsidRPr="00062BA6">
          <w:rPr>
            <w:rStyle w:val="Lienhypertexte"/>
            <w:i/>
          </w:rPr>
          <w:t>Dans la nuit.</w:t>
        </w:r>
        <w:r>
          <w:rPr>
            <w:webHidden/>
          </w:rPr>
          <w:tab/>
        </w:r>
        <w:r>
          <w:rPr>
            <w:webHidden/>
          </w:rPr>
          <w:fldChar w:fldCharType="begin"/>
        </w:r>
        <w:r>
          <w:rPr>
            <w:webHidden/>
          </w:rPr>
          <w:instrText xml:space="preserve"> PAGEREF _Toc194842025 \h </w:instrText>
        </w:r>
        <w:r>
          <w:rPr>
            <w:webHidden/>
          </w:rPr>
        </w:r>
        <w:r>
          <w:rPr>
            <w:webHidden/>
          </w:rPr>
          <w:fldChar w:fldCharType="separate"/>
        </w:r>
        <w:r w:rsidR="0097408C">
          <w:rPr>
            <w:webHidden/>
          </w:rPr>
          <w:t>202</w:t>
        </w:r>
        <w:r>
          <w:rPr>
            <w:webHidden/>
          </w:rPr>
          <w:fldChar w:fldCharType="end"/>
        </w:r>
      </w:hyperlink>
    </w:p>
    <w:p w14:paraId="74788A2C" w14:textId="68CA2A72" w:rsidR="00EF7F90" w:rsidRDefault="00EF7F90">
      <w:pPr>
        <w:pStyle w:val="TM2"/>
        <w:rPr>
          <w:rFonts w:asciiTheme="minorHAnsi" w:eastAsiaTheme="minorEastAsia" w:hAnsiTheme="minorHAnsi" w:cstheme="minorBidi"/>
          <w:color w:val="auto"/>
          <w:kern w:val="2"/>
          <w:sz w:val="24"/>
          <w14:ligatures w14:val="standardContextual"/>
        </w:rPr>
      </w:pPr>
      <w:hyperlink w:anchor="_Toc194842026" w:history="1">
        <w:r w:rsidRPr="00062BA6">
          <w:rPr>
            <w:rStyle w:val="Lienhypertexte"/>
          </w:rPr>
          <w:t xml:space="preserve">Scène XIV. </w:t>
        </w:r>
        <w:r w:rsidRPr="00062BA6">
          <w:rPr>
            <w:rStyle w:val="Lienhypertexte"/>
            <w:i/>
          </w:rPr>
          <w:t>– Au Palais de l’Empire.</w:t>
        </w:r>
        <w:r>
          <w:rPr>
            <w:webHidden/>
          </w:rPr>
          <w:tab/>
        </w:r>
        <w:r>
          <w:rPr>
            <w:webHidden/>
          </w:rPr>
          <w:fldChar w:fldCharType="begin"/>
        </w:r>
        <w:r>
          <w:rPr>
            <w:webHidden/>
          </w:rPr>
          <w:instrText xml:space="preserve"> PAGEREF _Toc194842026 \h </w:instrText>
        </w:r>
        <w:r>
          <w:rPr>
            <w:webHidden/>
          </w:rPr>
        </w:r>
        <w:r>
          <w:rPr>
            <w:webHidden/>
          </w:rPr>
          <w:fldChar w:fldCharType="separate"/>
        </w:r>
        <w:r w:rsidR="0097408C">
          <w:rPr>
            <w:webHidden/>
          </w:rPr>
          <w:t>206</w:t>
        </w:r>
        <w:r>
          <w:rPr>
            <w:webHidden/>
          </w:rPr>
          <w:fldChar w:fldCharType="end"/>
        </w:r>
      </w:hyperlink>
    </w:p>
    <w:p w14:paraId="4F59BF95" w14:textId="474F5834" w:rsidR="00EF7F90" w:rsidRDefault="00EF7F90">
      <w:pPr>
        <w:pStyle w:val="TM2"/>
        <w:rPr>
          <w:rFonts w:asciiTheme="minorHAnsi" w:eastAsiaTheme="minorEastAsia" w:hAnsiTheme="minorHAnsi" w:cstheme="minorBidi"/>
          <w:color w:val="auto"/>
          <w:kern w:val="2"/>
          <w:sz w:val="24"/>
          <w14:ligatures w14:val="standardContextual"/>
        </w:rPr>
      </w:pPr>
      <w:hyperlink w:anchor="_Toc194842027" w:history="1">
        <w:r w:rsidRPr="00062BA6">
          <w:rPr>
            <w:rStyle w:val="Lienhypertexte"/>
          </w:rPr>
          <w:t xml:space="preserve">Scène XV. – </w:t>
        </w:r>
        <w:r w:rsidRPr="00062BA6">
          <w:rPr>
            <w:rStyle w:val="Lienhypertexte"/>
            <w:i/>
          </w:rPr>
          <w:t>Dans le Temple.</w:t>
        </w:r>
        <w:r>
          <w:rPr>
            <w:webHidden/>
          </w:rPr>
          <w:tab/>
        </w:r>
        <w:r>
          <w:rPr>
            <w:webHidden/>
          </w:rPr>
          <w:fldChar w:fldCharType="begin"/>
        </w:r>
        <w:r>
          <w:rPr>
            <w:webHidden/>
          </w:rPr>
          <w:instrText xml:space="preserve"> PAGEREF _Toc194842027 \h </w:instrText>
        </w:r>
        <w:r>
          <w:rPr>
            <w:webHidden/>
          </w:rPr>
        </w:r>
        <w:r>
          <w:rPr>
            <w:webHidden/>
          </w:rPr>
          <w:fldChar w:fldCharType="separate"/>
        </w:r>
        <w:r w:rsidR="0097408C">
          <w:rPr>
            <w:webHidden/>
          </w:rPr>
          <w:t>209</w:t>
        </w:r>
        <w:r>
          <w:rPr>
            <w:webHidden/>
          </w:rPr>
          <w:fldChar w:fldCharType="end"/>
        </w:r>
      </w:hyperlink>
    </w:p>
    <w:p w14:paraId="41178BE0" w14:textId="3B5E6271" w:rsidR="00EF7F90" w:rsidRDefault="00EF7F90">
      <w:pPr>
        <w:pStyle w:val="TM2"/>
        <w:rPr>
          <w:rFonts w:asciiTheme="minorHAnsi" w:eastAsiaTheme="minorEastAsia" w:hAnsiTheme="minorHAnsi" w:cstheme="minorBidi"/>
          <w:color w:val="auto"/>
          <w:kern w:val="2"/>
          <w:sz w:val="24"/>
          <w14:ligatures w14:val="standardContextual"/>
        </w:rPr>
      </w:pPr>
      <w:hyperlink w:anchor="_Toc194842028" w:history="1">
        <w:r w:rsidRPr="00062BA6">
          <w:rPr>
            <w:rStyle w:val="Lienhypertexte"/>
          </w:rPr>
          <w:t xml:space="preserve">Scène XVI. – </w:t>
        </w:r>
        <w:r w:rsidRPr="00062BA6">
          <w:rPr>
            <w:rStyle w:val="Lienhypertexte"/>
            <w:i/>
          </w:rPr>
          <w:t>L’or.</w:t>
        </w:r>
        <w:r>
          <w:rPr>
            <w:webHidden/>
          </w:rPr>
          <w:tab/>
        </w:r>
        <w:r>
          <w:rPr>
            <w:webHidden/>
          </w:rPr>
          <w:fldChar w:fldCharType="begin"/>
        </w:r>
        <w:r>
          <w:rPr>
            <w:webHidden/>
          </w:rPr>
          <w:instrText xml:space="preserve"> PAGEREF _Toc194842028 \h </w:instrText>
        </w:r>
        <w:r>
          <w:rPr>
            <w:webHidden/>
          </w:rPr>
        </w:r>
        <w:r>
          <w:rPr>
            <w:webHidden/>
          </w:rPr>
          <w:fldChar w:fldCharType="separate"/>
        </w:r>
        <w:r w:rsidR="0097408C">
          <w:rPr>
            <w:webHidden/>
          </w:rPr>
          <w:t>217</w:t>
        </w:r>
        <w:r>
          <w:rPr>
            <w:webHidden/>
          </w:rPr>
          <w:fldChar w:fldCharType="end"/>
        </w:r>
      </w:hyperlink>
    </w:p>
    <w:p w14:paraId="3F5DD48F" w14:textId="4A453514" w:rsidR="00EF7F90" w:rsidRDefault="00EF7F90">
      <w:pPr>
        <w:pStyle w:val="TM1"/>
        <w:rPr>
          <w:rFonts w:asciiTheme="minorHAnsi" w:eastAsiaTheme="minorEastAsia" w:hAnsiTheme="minorHAnsi" w:cstheme="minorBidi"/>
          <w:bCs w:val="0"/>
          <w:iCs w:val="0"/>
          <w:color w:val="auto"/>
          <w:kern w:val="2"/>
          <w:sz w:val="24"/>
          <w:szCs w:val="24"/>
          <w14:ligatures w14:val="standardContextual"/>
        </w:rPr>
      </w:pPr>
      <w:hyperlink w:anchor="_Toc194842029" w:history="1">
        <w:r w:rsidRPr="00062BA6">
          <w:rPr>
            <w:rStyle w:val="Lienhypertexte"/>
          </w:rPr>
          <w:t>QUATRIÈME JOURNÉE  LA FÊTE DE L’OCCIDENT</w:t>
        </w:r>
        <w:r>
          <w:rPr>
            <w:webHidden/>
          </w:rPr>
          <w:tab/>
        </w:r>
        <w:r>
          <w:rPr>
            <w:webHidden/>
          </w:rPr>
          <w:fldChar w:fldCharType="begin"/>
        </w:r>
        <w:r>
          <w:rPr>
            <w:webHidden/>
          </w:rPr>
          <w:instrText xml:space="preserve"> PAGEREF _Toc194842029 \h </w:instrText>
        </w:r>
        <w:r>
          <w:rPr>
            <w:webHidden/>
          </w:rPr>
        </w:r>
        <w:r>
          <w:rPr>
            <w:webHidden/>
          </w:rPr>
          <w:fldChar w:fldCharType="separate"/>
        </w:r>
        <w:r w:rsidR="0097408C">
          <w:rPr>
            <w:webHidden/>
          </w:rPr>
          <w:t>221</w:t>
        </w:r>
        <w:r>
          <w:rPr>
            <w:webHidden/>
          </w:rPr>
          <w:fldChar w:fldCharType="end"/>
        </w:r>
      </w:hyperlink>
    </w:p>
    <w:p w14:paraId="0DB05708" w14:textId="3C63BC49" w:rsidR="00EF7F90" w:rsidRDefault="00EF7F90">
      <w:pPr>
        <w:pStyle w:val="TM2"/>
        <w:rPr>
          <w:rFonts w:asciiTheme="minorHAnsi" w:eastAsiaTheme="minorEastAsia" w:hAnsiTheme="minorHAnsi" w:cstheme="minorBidi"/>
          <w:color w:val="auto"/>
          <w:kern w:val="2"/>
          <w:sz w:val="24"/>
          <w14:ligatures w14:val="standardContextual"/>
        </w:rPr>
      </w:pPr>
      <w:hyperlink w:anchor="_Toc194842030" w:history="1">
        <w:r w:rsidRPr="00062BA6">
          <w:rPr>
            <w:rStyle w:val="Lienhypertexte"/>
          </w:rPr>
          <w:t xml:space="preserve">Scène I. – </w:t>
        </w:r>
        <w:r w:rsidRPr="00062BA6">
          <w:rPr>
            <w:rStyle w:val="Lienhypertexte"/>
            <w:i/>
          </w:rPr>
          <w:t>Les adieux à l’Île Verte.</w:t>
        </w:r>
        <w:r>
          <w:rPr>
            <w:webHidden/>
          </w:rPr>
          <w:tab/>
        </w:r>
        <w:r>
          <w:rPr>
            <w:webHidden/>
          </w:rPr>
          <w:fldChar w:fldCharType="begin"/>
        </w:r>
        <w:r>
          <w:rPr>
            <w:webHidden/>
          </w:rPr>
          <w:instrText xml:space="preserve"> PAGEREF _Toc194842030 \h </w:instrText>
        </w:r>
        <w:r>
          <w:rPr>
            <w:webHidden/>
          </w:rPr>
        </w:r>
        <w:r>
          <w:rPr>
            <w:webHidden/>
          </w:rPr>
          <w:fldChar w:fldCharType="separate"/>
        </w:r>
        <w:r w:rsidR="0097408C">
          <w:rPr>
            <w:webHidden/>
          </w:rPr>
          <w:t>222</w:t>
        </w:r>
        <w:r>
          <w:rPr>
            <w:webHidden/>
          </w:rPr>
          <w:fldChar w:fldCharType="end"/>
        </w:r>
      </w:hyperlink>
    </w:p>
    <w:p w14:paraId="410782A8" w14:textId="48AAD20E" w:rsidR="00EF7F90" w:rsidRDefault="00EF7F90">
      <w:pPr>
        <w:pStyle w:val="TM2"/>
        <w:rPr>
          <w:rFonts w:asciiTheme="minorHAnsi" w:eastAsiaTheme="minorEastAsia" w:hAnsiTheme="minorHAnsi" w:cstheme="minorBidi"/>
          <w:color w:val="auto"/>
          <w:kern w:val="2"/>
          <w:sz w:val="24"/>
          <w14:ligatures w14:val="standardContextual"/>
        </w:rPr>
      </w:pPr>
      <w:hyperlink w:anchor="_Toc194842031" w:history="1">
        <w:r w:rsidRPr="00062BA6">
          <w:rPr>
            <w:rStyle w:val="Lienhypertexte"/>
          </w:rPr>
          <w:t xml:space="preserve">Scène II. </w:t>
        </w:r>
        <w:r w:rsidRPr="00062BA6">
          <w:rPr>
            <w:rStyle w:val="Lienhypertexte"/>
            <w:i/>
          </w:rPr>
          <w:t>– Au Palais de l’Empire.</w:t>
        </w:r>
        <w:r>
          <w:rPr>
            <w:webHidden/>
          </w:rPr>
          <w:tab/>
        </w:r>
        <w:r>
          <w:rPr>
            <w:webHidden/>
          </w:rPr>
          <w:fldChar w:fldCharType="begin"/>
        </w:r>
        <w:r>
          <w:rPr>
            <w:webHidden/>
          </w:rPr>
          <w:instrText xml:space="preserve"> PAGEREF _Toc194842031 \h </w:instrText>
        </w:r>
        <w:r>
          <w:rPr>
            <w:webHidden/>
          </w:rPr>
        </w:r>
        <w:r>
          <w:rPr>
            <w:webHidden/>
          </w:rPr>
          <w:fldChar w:fldCharType="separate"/>
        </w:r>
        <w:r w:rsidR="0097408C">
          <w:rPr>
            <w:webHidden/>
          </w:rPr>
          <w:t>230</w:t>
        </w:r>
        <w:r>
          <w:rPr>
            <w:webHidden/>
          </w:rPr>
          <w:fldChar w:fldCharType="end"/>
        </w:r>
      </w:hyperlink>
    </w:p>
    <w:p w14:paraId="582C3C13" w14:textId="7F181442" w:rsidR="00EF7F90" w:rsidRDefault="00EF7F90">
      <w:pPr>
        <w:pStyle w:val="TM2"/>
        <w:rPr>
          <w:rFonts w:asciiTheme="minorHAnsi" w:eastAsiaTheme="minorEastAsia" w:hAnsiTheme="minorHAnsi" w:cstheme="minorBidi"/>
          <w:color w:val="auto"/>
          <w:kern w:val="2"/>
          <w:sz w:val="24"/>
          <w14:ligatures w14:val="standardContextual"/>
        </w:rPr>
      </w:pPr>
      <w:hyperlink w:anchor="_Toc194842032" w:history="1">
        <w:r w:rsidRPr="00062BA6">
          <w:rPr>
            <w:rStyle w:val="Lienhypertexte"/>
          </w:rPr>
          <w:t xml:space="preserve">Scène III. – </w:t>
        </w:r>
        <w:r w:rsidRPr="00062BA6">
          <w:rPr>
            <w:rStyle w:val="Lienhypertexte"/>
            <w:i/>
          </w:rPr>
          <w:t>Deux âmes.</w:t>
        </w:r>
        <w:r>
          <w:rPr>
            <w:webHidden/>
          </w:rPr>
          <w:tab/>
        </w:r>
        <w:r>
          <w:rPr>
            <w:webHidden/>
          </w:rPr>
          <w:fldChar w:fldCharType="begin"/>
        </w:r>
        <w:r>
          <w:rPr>
            <w:webHidden/>
          </w:rPr>
          <w:instrText xml:space="preserve"> PAGEREF _Toc194842032 \h </w:instrText>
        </w:r>
        <w:r>
          <w:rPr>
            <w:webHidden/>
          </w:rPr>
        </w:r>
        <w:r>
          <w:rPr>
            <w:webHidden/>
          </w:rPr>
          <w:fldChar w:fldCharType="separate"/>
        </w:r>
        <w:r w:rsidR="0097408C">
          <w:rPr>
            <w:webHidden/>
          </w:rPr>
          <w:t>234</w:t>
        </w:r>
        <w:r>
          <w:rPr>
            <w:webHidden/>
          </w:rPr>
          <w:fldChar w:fldCharType="end"/>
        </w:r>
      </w:hyperlink>
    </w:p>
    <w:p w14:paraId="340984F6" w14:textId="56EAC762" w:rsidR="00EF7F90" w:rsidRDefault="00EF7F90">
      <w:pPr>
        <w:pStyle w:val="TM2"/>
        <w:rPr>
          <w:rFonts w:asciiTheme="minorHAnsi" w:eastAsiaTheme="minorEastAsia" w:hAnsiTheme="minorHAnsi" w:cstheme="minorBidi"/>
          <w:color w:val="auto"/>
          <w:kern w:val="2"/>
          <w:sz w:val="24"/>
          <w14:ligatures w14:val="standardContextual"/>
        </w:rPr>
      </w:pPr>
      <w:hyperlink w:anchor="_Toc194842033" w:history="1">
        <w:r w:rsidRPr="00062BA6">
          <w:rPr>
            <w:rStyle w:val="Lienhypertexte"/>
          </w:rPr>
          <w:t xml:space="preserve">Scène IV. – </w:t>
        </w:r>
        <w:r w:rsidRPr="00062BA6">
          <w:rPr>
            <w:rStyle w:val="Lienhypertexte"/>
            <w:i/>
          </w:rPr>
          <w:t>Matin de bataille.</w:t>
        </w:r>
        <w:r>
          <w:rPr>
            <w:webHidden/>
          </w:rPr>
          <w:tab/>
        </w:r>
        <w:r>
          <w:rPr>
            <w:webHidden/>
          </w:rPr>
          <w:fldChar w:fldCharType="begin"/>
        </w:r>
        <w:r>
          <w:rPr>
            <w:webHidden/>
          </w:rPr>
          <w:instrText xml:space="preserve"> PAGEREF _Toc194842033 \h </w:instrText>
        </w:r>
        <w:r>
          <w:rPr>
            <w:webHidden/>
          </w:rPr>
        </w:r>
        <w:r>
          <w:rPr>
            <w:webHidden/>
          </w:rPr>
          <w:fldChar w:fldCharType="separate"/>
        </w:r>
        <w:r w:rsidR="0097408C">
          <w:rPr>
            <w:webHidden/>
          </w:rPr>
          <w:t>241</w:t>
        </w:r>
        <w:r>
          <w:rPr>
            <w:webHidden/>
          </w:rPr>
          <w:fldChar w:fldCharType="end"/>
        </w:r>
      </w:hyperlink>
    </w:p>
    <w:p w14:paraId="6C3EA5F5" w14:textId="176ADC94" w:rsidR="00EF7F90" w:rsidRDefault="00EF7F90">
      <w:pPr>
        <w:pStyle w:val="TM2"/>
        <w:rPr>
          <w:rFonts w:asciiTheme="minorHAnsi" w:eastAsiaTheme="minorEastAsia" w:hAnsiTheme="minorHAnsi" w:cstheme="minorBidi"/>
          <w:color w:val="auto"/>
          <w:kern w:val="2"/>
          <w:sz w:val="24"/>
          <w14:ligatures w14:val="standardContextual"/>
        </w:rPr>
      </w:pPr>
      <w:hyperlink w:anchor="_Toc194842034" w:history="1">
        <w:r w:rsidRPr="00062BA6">
          <w:rPr>
            <w:rStyle w:val="Lienhypertexte"/>
          </w:rPr>
          <w:t xml:space="preserve">Scène V. – </w:t>
        </w:r>
        <w:r w:rsidRPr="00062BA6">
          <w:rPr>
            <w:rStyle w:val="Lienhypertexte"/>
            <w:i/>
          </w:rPr>
          <w:t>Dans le sanctuaire.</w:t>
        </w:r>
        <w:r>
          <w:rPr>
            <w:webHidden/>
          </w:rPr>
          <w:tab/>
        </w:r>
        <w:r>
          <w:rPr>
            <w:webHidden/>
          </w:rPr>
          <w:fldChar w:fldCharType="begin"/>
        </w:r>
        <w:r>
          <w:rPr>
            <w:webHidden/>
          </w:rPr>
          <w:instrText xml:space="preserve"> PAGEREF _Toc194842034 \h </w:instrText>
        </w:r>
        <w:r>
          <w:rPr>
            <w:webHidden/>
          </w:rPr>
        </w:r>
        <w:r>
          <w:rPr>
            <w:webHidden/>
          </w:rPr>
          <w:fldChar w:fldCharType="separate"/>
        </w:r>
        <w:r w:rsidR="0097408C">
          <w:rPr>
            <w:webHidden/>
          </w:rPr>
          <w:t>245</w:t>
        </w:r>
        <w:r>
          <w:rPr>
            <w:webHidden/>
          </w:rPr>
          <w:fldChar w:fldCharType="end"/>
        </w:r>
      </w:hyperlink>
    </w:p>
    <w:p w14:paraId="3A71AAFB" w14:textId="10BF6696" w:rsidR="00EF7F90" w:rsidRDefault="00EF7F90">
      <w:pPr>
        <w:pStyle w:val="TM2"/>
        <w:rPr>
          <w:rFonts w:asciiTheme="minorHAnsi" w:eastAsiaTheme="minorEastAsia" w:hAnsiTheme="minorHAnsi" w:cstheme="minorBidi"/>
          <w:color w:val="auto"/>
          <w:kern w:val="2"/>
          <w:sz w:val="24"/>
          <w14:ligatures w14:val="standardContextual"/>
        </w:rPr>
      </w:pPr>
      <w:hyperlink w:anchor="_Toc194842035" w:history="1">
        <w:r w:rsidRPr="00062BA6">
          <w:rPr>
            <w:rStyle w:val="Lienhypertexte"/>
          </w:rPr>
          <w:t xml:space="preserve">Scène VI. – </w:t>
        </w:r>
        <w:r w:rsidRPr="00062BA6">
          <w:rPr>
            <w:rStyle w:val="Lienhypertexte"/>
            <w:i/>
          </w:rPr>
          <w:t>Les gardiens du feu.</w:t>
        </w:r>
        <w:r>
          <w:rPr>
            <w:webHidden/>
          </w:rPr>
          <w:tab/>
        </w:r>
        <w:r>
          <w:rPr>
            <w:webHidden/>
          </w:rPr>
          <w:fldChar w:fldCharType="begin"/>
        </w:r>
        <w:r>
          <w:rPr>
            <w:webHidden/>
          </w:rPr>
          <w:instrText xml:space="preserve"> PAGEREF _Toc194842035 \h </w:instrText>
        </w:r>
        <w:r>
          <w:rPr>
            <w:webHidden/>
          </w:rPr>
        </w:r>
        <w:r>
          <w:rPr>
            <w:webHidden/>
          </w:rPr>
          <w:fldChar w:fldCharType="separate"/>
        </w:r>
        <w:r w:rsidR="0097408C">
          <w:rPr>
            <w:webHidden/>
          </w:rPr>
          <w:t>249</w:t>
        </w:r>
        <w:r>
          <w:rPr>
            <w:webHidden/>
          </w:rPr>
          <w:fldChar w:fldCharType="end"/>
        </w:r>
      </w:hyperlink>
    </w:p>
    <w:p w14:paraId="35B92624" w14:textId="3D61F498" w:rsidR="00EF7F90" w:rsidRDefault="00EF7F90">
      <w:pPr>
        <w:pStyle w:val="TM2"/>
        <w:rPr>
          <w:rFonts w:asciiTheme="minorHAnsi" w:eastAsiaTheme="minorEastAsia" w:hAnsiTheme="minorHAnsi" w:cstheme="minorBidi"/>
          <w:color w:val="auto"/>
          <w:kern w:val="2"/>
          <w:sz w:val="24"/>
          <w14:ligatures w14:val="standardContextual"/>
        </w:rPr>
      </w:pPr>
      <w:hyperlink w:anchor="_Toc194842036" w:history="1">
        <w:r w:rsidRPr="00062BA6">
          <w:rPr>
            <w:rStyle w:val="Lienhypertexte"/>
          </w:rPr>
          <w:t xml:space="preserve">Scène VII. – </w:t>
        </w:r>
        <w:r w:rsidRPr="00062BA6">
          <w:rPr>
            <w:rStyle w:val="Lienhypertexte"/>
            <w:i/>
          </w:rPr>
          <w:t>La flotte ennemie.</w:t>
        </w:r>
        <w:r>
          <w:rPr>
            <w:webHidden/>
          </w:rPr>
          <w:tab/>
        </w:r>
        <w:r>
          <w:rPr>
            <w:webHidden/>
          </w:rPr>
          <w:fldChar w:fldCharType="begin"/>
        </w:r>
        <w:r>
          <w:rPr>
            <w:webHidden/>
          </w:rPr>
          <w:instrText xml:space="preserve"> PAGEREF _Toc194842036 \h </w:instrText>
        </w:r>
        <w:r>
          <w:rPr>
            <w:webHidden/>
          </w:rPr>
        </w:r>
        <w:r>
          <w:rPr>
            <w:webHidden/>
          </w:rPr>
          <w:fldChar w:fldCharType="separate"/>
        </w:r>
        <w:r w:rsidR="0097408C">
          <w:rPr>
            <w:webHidden/>
          </w:rPr>
          <w:t>257</w:t>
        </w:r>
        <w:r>
          <w:rPr>
            <w:webHidden/>
          </w:rPr>
          <w:fldChar w:fldCharType="end"/>
        </w:r>
      </w:hyperlink>
    </w:p>
    <w:p w14:paraId="1AF90D72" w14:textId="50D35808" w:rsidR="00EF7F90" w:rsidRDefault="00EF7F90">
      <w:pPr>
        <w:pStyle w:val="TM2"/>
        <w:rPr>
          <w:rFonts w:asciiTheme="minorHAnsi" w:eastAsiaTheme="minorEastAsia" w:hAnsiTheme="minorHAnsi" w:cstheme="minorBidi"/>
          <w:color w:val="auto"/>
          <w:kern w:val="2"/>
          <w:sz w:val="24"/>
          <w14:ligatures w14:val="standardContextual"/>
        </w:rPr>
      </w:pPr>
      <w:hyperlink w:anchor="_Toc194842037" w:history="1">
        <w:r w:rsidRPr="00062BA6">
          <w:rPr>
            <w:rStyle w:val="Lienhypertexte"/>
          </w:rPr>
          <w:t xml:space="preserve">Scène VIII. – </w:t>
        </w:r>
        <w:r w:rsidRPr="00062BA6">
          <w:rPr>
            <w:rStyle w:val="Lienhypertexte"/>
            <w:i/>
          </w:rPr>
          <w:t>Timou.</w:t>
        </w:r>
        <w:r>
          <w:rPr>
            <w:webHidden/>
          </w:rPr>
          <w:tab/>
        </w:r>
        <w:r>
          <w:rPr>
            <w:webHidden/>
          </w:rPr>
          <w:fldChar w:fldCharType="begin"/>
        </w:r>
        <w:r>
          <w:rPr>
            <w:webHidden/>
          </w:rPr>
          <w:instrText xml:space="preserve"> PAGEREF _Toc194842037 \h </w:instrText>
        </w:r>
        <w:r>
          <w:rPr>
            <w:webHidden/>
          </w:rPr>
        </w:r>
        <w:r>
          <w:rPr>
            <w:webHidden/>
          </w:rPr>
          <w:fldChar w:fldCharType="separate"/>
        </w:r>
        <w:r w:rsidR="0097408C">
          <w:rPr>
            <w:webHidden/>
          </w:rPr>
          <w:t>263</w:t>
        </w:r>
        <w:r>
          <w:rPr>
            <w:webHidden/>
          </w:rPr>
          <w:fldChar w:fldCharType="end"/>
        </w:r>
      </w:hyperlink>
    </w:p>
    <w:p w14:paraId="5F858423" w14:textId="2E74BCB6" w:rsidR="00EF7F90" w:rsidRDefault="00EF7F90">
      <w:pPr>
        <w:pStyle w:val="TM2"/>
        <w:rPr>
          <w:rFonts w:asciiTheme="minorHAnsi" w:eastAsiaTheme="minorEastAsia" w:hAnsiTheme="minorHAnsi" w:cstheme="minorBidi"/>
          <w:color w:val="auto"/>
          <w:kern w:val="2"/>
          <w:sz w:val="24"/>
          <w14:ligatures w14:val="standardContextual"/>
        </w:rPr>
      </w:pPr>
      <w:hyperlink w:anchor="_Toc194842038" w:history="1">
        <w:r w:rsidRPr="00062BA6">
          <w:rPr>
            <w:rStyle w:val="Lienhypertexte"/>
          </w:rPr>
          <w:t xml:space="preserve">Scène IX. – </w:t>
        </w:r>
        <w:r w:rsidRPr="00062BA6">
          <w:rPr>
            <w:rStyle w:val="Lienhypertexte"/>
            <w:i/>
          </w:rPr>
          <w:t>L’Île de Pourpre.</w:t>
        </w:r>
        <w:r>
          <w:rPr>
            <w:webHidden/>
          </w:rPr>
          <w:tab/>
        </w:r>
        <w:r>
          <w:rPr>
            <w:webHidden/>
          </w:rPr>
          <w:fldChar w:fldCharType="begin"/>
        </w:r>
        <w:r>
          <w:rPr>
            <w:webHidden/>
          </w:rPr>
          <w:instrText xml:space="preserve"> PAGEREF _Toc194842038 \h </w:instrText>
        </w:r>
        <w:r>
          <w:rPr>
            <w:webHidden/>
          </w:rPr>
        </w:r>
        <w:r>
          <w:rPr>
            <w:webHidden/>
          </w:rPr>
          <w:fldChar w:fldCharType="separate"/>
        </w:r>
        <w:r w:rsidR="0097408C">
          <w:rPr>
            <w:webHidden/>
          </w:rPr>
          <w:t>268</w:t>
        </w:r>
        <w:r>
          <w:rPr>
            <w:webHidden/>
          </w:rPr>
          <w:fldChar w:fldCharType="end"/>
        </w:r>
      </w:hyperlink>
    </w:p>
    <w:p w14:paraId="202B159F" w14:textId="56CA4A98" w:rsidR="00EF7F90" w:rsidRDefault="00EF7F90">
      <w:pPr>
        <w:pStyle w:val="TM2"/>
        <w:rPr>
          <w:rFonts w:asciiTheme="minorHAnsi" w:eastAsiaTheme="minorEastAsia" w:hAnsiTheme="minorHAnsi" w:cstheme="minorBidi"/>
          <w:color w:val="auto"/>
          <w:kern w:val="2"/>
          <w:sz w:val="24"/>
          <w14:ligatures w14:val="standardContextual"/>
        </w:rPr>
      </w:pPr>
      <w:hyperlink w:anchor="_Toc194842039" w:history="1">
        <w:r w:rsidRPr="00062BA6">
          <w:rPr>
            <w:rStyle w:val="Lienhypertexte"/>
          </w:rPr>
          <w:t xml:space="preserve">Scène X. – </w:t>
        </w:r>
        <w:r w:rsidRPr="00062BA6">
          <w:rPr>
            <w:rStyle w:val="Lienhypertexte"/>
            <w:i/>
          </w:rPr>
          <w:t>La foule.</w:t>
        </w:r>
        <w:r>
          <w:rPr>
            <w:webHidden/>
          </w:rPr>
          <w:tab/>
        </w:r>
        <w:r>
          <w:rPr>
            <w:webHidden/>
          </w:rPr>
          <w:fldChar w:fldCharType="begin"/>
        </w:r>
        <w:r>
          <w:rPr>
            <w:webHidden/>
          </w:rPr>
          <w:instrText xml:space="preserve"> PAGEREF _Toc194842039 \h </w:instrText>
        </w:r>
        <w:r>
          <w:rPr>
            <w:webHidden/>
          </w:rPr>
        </w:r>
        <w:r>
          <w:rPr>
            <w:webHidden/>
          </w:rPr>
          <w:fldChar w:fldCharType="separate"/>
        </w:r>
        <w:r w:rsidR="0097408C">
          <w:rPr>
            <w:webHidden/>
          </w:rPr>
          <w:t>273</w:t>
        </w:r>
        <w:r>
          <w:rPr>
            <w:webHidden/>
          </w:rPr>
          <w:fldChar w:fldCharType="end"/>
        </w:r>
      </w:hyperlink>
    </w:p>
    <w:p w14:paraId="2FE9459C" w14:textId="745128A3" w:rsidR="00EF7F90" w:rsidRDefault="00EF7F90">
      <w:pPr>
        <w:pStyle w:val="TM2"/>
        <w:rPr>
          <w:rFonts w:asciiTheme="minorHAnsi" w:eastAsiaTheme="minorEastAsia" w:hAnsiTheme="minorHAnsi" w:cstheme="minorBidi"/>
          <w:color w:val="auto"/>
          <w:kern w:val="2"/>
          <w:sz w:val="24"/>
          <w14:ligatures w14:val="standardContextual"/>
        </w:rPr>
      </w:pPr>
      <w:hyperlink w:anchor="_Toc194842040" w:history="1">
        <w:r w:rsidRPr="00062BA6">
          <w:rPr>
            <w:rStyle w:val="Lienhypertexte"/>
          </w:rPr>
          <w:t xml:space="preserve">Scène XI. – </w:t>
        </w:r>
        <w:r w:rsidRPr="00062BA6">
          <w:rPr>
            <w:rStyle w:val="Lienhypertexte"/>
            <w:i/>
          </w:rPr>
          <w:t>La place de l’Empire.</w:t>
        </w:r>
        <w:r>
          <w:rPr>
            <w:webHidden/>
          </w:rPr>
          <w:tab/>
        </w:r>
        <w:r>
          <w:rPr>
            <w:webHidden/>
          </w:rPr>
          <w:fldChar w:fldCharType="begin"/>
        </w:r>
        <w:r>
          <w:rPr>
            <w:webHidden/>
          </w:rPr>
          <w:instrText xml:space="preserve"> PAGEREF _Toc194842040 \h </w:instrText>
        </w:r>
        <w:r>
          <w:rPr>
            <w:webHidden/>
          </w:rPr>
        </w:r>
        <w:r>
          <w:rPr>
            <w:webHidden/>
          </w:rPr>
          <w:fldChar w:fldCharType="separate"/>
        </w:r>
        <w:r w:rsidR="0097408C">
          <w:rPr>
            <w:webHidden/>
          </w:rPr>
          <w:t>278</w:t>
        </w:r>
        <w:r>
          <w:rPr>
            <w:webHidden/>
          </w:rPr>
          <w:fldChar w:fldCharType="end"/>
        </w:r>
      </w:hyperlink>
    </w:p>
    <w:p w14:paraId="23204B23" w14:textId="18CB4229" w:rsidR="00EF7F90" w:rsidRDefault="00EF7F90">
      <w:pPr>
        <w:pStyle w:val="TM2"/>
        <w:rPr>
          <w:rFonts w:asciiTheme="minorHAnsi" w:eastAsiaTheme="minorEastAsia" w:hAnsiTheme="minorHAnsi" w:cstheme="minorBidi"/>
          <w:color w:val="auto"/>
          <w:kern w:val="2"/>
          <w:sz w:val="24"/>
          <w14:ligatures w14:val="standardContextual"/>
        </w:rPr>
      </w:pPr>
      <w:hyperlink w:anchor="_Toc194842041" w:history="1">
        <w:r w:rsidRPr="00062BA6">
          <w:rPr>
            <w:rStyle w:val="Lienhypertexte"/>
          </w:rPr>
          <w:t xml:space="preserve">Scène XII. – </w:t>
        </w:r>
        <w:r w:rsidRPr="00062BA6">
          <w:rPr>
            <w:rStyle w:val="Lienhypertexte"/>
            <w:i/>
          </w:rPr>
          <w:t>Le miroir ardent.</w:t>
        </w:r>
        <w:r>
          <w:rPr>
            <w:webHidden/>
          </w:rPr>
          <w:tab/>
        </w:r>
        <w:r>
          <w:rPr>
            <w:webHidden/>
          </w:rPr>
          <w:fldChar w:fldCharType="begin"/>
        </w:r>
        <w:r>
          <w:rPr>
            <w:webHidden/>
          </w:rPr>
          <w:instrText xml:space="preserve"> PAGEREF _Toc194842041 \h </w:instrText>
        </w:r>
        <w:r>
          <w:rPr>
            <w:webHidden/>
          </w:rPr>
        </w:r>
        <w:r>
          <w:rPr>
            <w:webHidden/>
          </w:rPr>
          <w:fldChar w:fldCharType="separate"/>
        </w:r>
        <w:r w:rsidR="0097408C">
          <w:rPr>
            <w:webHidden/>
          </w:rPr>
          <w:t>287</w:t>
        </w:r>
        <w:r>
          <w:rPr>
            <w:webHidden/>
          </w:rPr>
          <w:fldChar w:fldCharType="end"/>
        </w:r>
      </w:hyperlink>
    </w:p>
    <w:p w14:paraId="28EF52E9" w14:textId="035FAC29" w:rsidR="00EF7F90" w:rsidRDefault="00EF7F90">
      <w:pPr>
        <w:pStyle w:val="TM2"/>
        <w:rPr>
          <w:rFonts w:asciiTheme="minorHAnsi" w:eastAsiaTheme="minorEastAsia" w:hAnsiTheme="minorHAnsi" w:cstheme="minorBidi"/>
          <w:color w:val="auto"/>
          <w:kern w:val="2"/>
          <w:sz w:val="24"/>
          <w14:ligatures w14:val="standardContextual"/>
        </w:rPr>
      </w:pPr>
      <w:hyperlink w:anchor="_Toc194842042" w:history="1">
        <w:r w:rsidRPr="00062BA6">
          <w:rPr>
            <w:rStyle w:val="Lienhypertexte"/>
          </w:rPr>
          <w:t xml:space="preserve">Scène XIII. – </w:t>
        </w:r>
        <w:r w:rsidRPr="00062BA6">
          <w:rPr>
            <w:rStyle w:val="Lienhypertexte"/>
            <w:i/>
          </w:rPr>
          <w:t>La mer en feu.</w:t>
        </w:r>
        <w:r>
          <w:rPr>
            <w:webHidden/>
          </w:rPr>
          <w:tab/>
        </w:r>
        <w:r>
          <w:rPr>
            <w:webHidden/>
          </w:rPr>
          <w:fldChar w:fldCharType="begin"/>
        </w:r>
        <w:r>
          <w:rPr>
            <w:webHidden/>
          </w:rPr>
          <w:instrText xml:space="preserve"> PAGEREF _Toc194842042 \h </w:instrText>
        </w:r>
        <w:r>
          <w:rPr>
            <w:webHidden/>
          </w:rPr>
        </w:r>
        <w:r>
          <w:rPr>
            <w:webHidden/>
          </w:rPr>
          <w:fldChar w:fldCharType="separate"/>
        </w:r>
        <w:r w:rsidR="0097408C">
          <w:rPr>
            <w:webHidden/>
          </w:rPr>
          <w:t>295</w:t>
        </w:r>
        <w:r>
          <w:rPr>
            <w:webHidden/>
          </w:rPr>
          <w:fldChar w:fldCharType="end"/>
        </w:r>
      </w:hyperlink>
    </w:p>
    <w:p w14:paraId="004C7C48" w14:textId="591AB250" w:rsidR="00EF7F90" w:rsidRDefault="00EF7F90">
      <w:pPr>
        <w:pStyle w:val="TM2"/>
        <w:rPr>
          <w:rFonts w:asciiTheme="minorHAnsi" w:eastAsiaTheme="minorEastAsia" w:hAnsiTheme="minorHAnsi" w:cstheme="minorBidi"/>
          <w:color w:val="auto"/>
          <w:kern w:val="2"/>
          <w:sz w:val="24"/>
          <w14:ligatures w14:val="standardContextual"/>
        </w:rPr>
      </w:pPr>
      <w:hyperlink w:anchor="_Toc194842043" w:history="1">
        <w:r w:rsidRPr="00062BA6">
          <w:rPr>
            <w:rStyle w:val="Lienhypertexte"/>
          </w:rPr>
          <w:t xml:space="preserve">Scène XIV. – </w:t>
        </w:r>
        <w:r w:rsidRPr="00062BA6">
          <w:rPr>
            <w:rStyle w:val="Lienhypertexte"/>
            <w:i/>
          </w:rPr>
          <w:t>Les ailes du Sphinx.</w:t>
        </w:r>
        <w:r>
          <w:rPr>
            <w:webHidden/>
          </w:rPr>
          <w:tab/>
        </w:r>
        <w:r>
          <w:rPr>
            <w:webHidden/>
          </w:rPr>
          <w:fldChar w:fldCharType="begin"/>
        </w:r>
        <w:r>
          <w:rPr>
            <w:webHidden/>
          </w:rPr>
          <w:instrText xml:space="preserve"> PAGEREF _Toc194842043 \h </w:instrText>
        </w:r>
        <w:r>
          <w:rPr>
            <w:webHidden/>
          </w:rPr>
        </w:r>
        <w:r>
          <w:rPr>
            <w:webHidden/>
          </w:rPr>
          <w:fldChar w:fldCharType="separate"/>
        </w:r>
        <w:r w:rsidR="0097408C">
          <w:rPr>
            <w:webHidden/>
          </w:rPr>
          <w:t>300</w:t>
        </w:r>
        <w:r>
          <w:rPr>
            <w:webHidden/>
          </w:rPr>
          <w:fldChar w:fldCharType="end"/>
        </w:r>
      </w:hyperlink>
    </w:p>
    <w:p w14:paraId="11487C26" w14:textId="1CE5C941" w:rsidR="00EF7F90" w:rsidRDefault="00EF7F90">
      <w:pPr>
        <w:pStyle w:val="TM2"/>
        <w:rPr>
          <w:rFonts w:asciiTheme="minorHAnsi" w:eastAsiaTheme="minorEastAsia" w:hAnsiTheme="minorHAnsi" w:cstheme="minorBidi"/>
          <w:color w:val="auto"/>
          <w:kern w:val="2"/>
          <w:sz w:val="24"/>
          <w14:ligatures w14:val="standardContextual"/>
        </w:rPr>
      </w:pPr>
      <w:hyperlink w:anchor="_Toc194842044" w:history="1">
        <w:r w:rsidRPr="00062BA6">
          <w:rPr>
            <w:rStyle w:val="Lienhypertexte"/>
          </w:rPr>
          <w:t xml:space="preserve">Scène XV. – </w:t>
        </w:r>
        <w:r w:rsidRPr="00062BA6">
          <w:rPr>
            <w:rStyle w:val="Lienhypertexte"/>
            <w:i/>
          </w:rPr>
          <w:t>La colère d’Hellas.</w:t>
        </w:r>
        <w:r>
          <w:rPr>
            <w:webHidden/>
          </w:rPr>
          <w:tab/>
        </w:r>
        <w:r>
          <w:rPr>
            <w:webHidden/>
          </w:rPr>
          <w:fldChar w:fldCharType="begin"/>
        </w:r>
        <w:r>
          <w:rPr>
            <w:webHidden/>
          </w:rPr>
          <w:instrText xml:space="preserve"> PAGEREF _Toc194842044 \h </w:instrText>
        </w:r>
        <w:r>
          <w:rPr>
            <w:webHidden/>
          </w:rPr>
        </w:r>
        <w:r>
          <w:rPr>
            <w:webHidden/>
          </w:rPr>
          <w:fldChar w:fldCharType="separate"/>
        </w:r>
        <w:r w:rsidR="0097408C">
          <w:rPr>
            <w:webHidden/>
          </w:rPr>
          <w:t>308</w:t>
        </w:r>
        <w:r>
          <w:rPr>
            <w:webHidden/>
          </w:rPr>
          <w:fldChar w:fldCharType="end"/>
        </w:r>
      </w:hyperlink>
    </w:p>
    <w:p w14:paraId="24CF74CE" w14:textId="17FA71EC" w:rsidR="00EF7F90" w:rsidRDefault="00EF7F90">
      <w:pPr>
        <w:pStyle w:val="TM2"/>
        <w:rPr>
          <w:rFonts w:asciiTheme="minorHAnsi" w:eastAsiaTheme="minorEastAsia" w:hAnsiTheme="minorHAnsi" w:cstheme="minorBidi"/>
          <w:color w:val="auto"/>
          <w:kern w:val="2"/>
          <w:sz w:val="24"/>
          <w14:ligatures w14:val="standardContextual"/>
        </w:rPr>
      </w:pPr>
      <w:hyperlink w:anchor="_Toc194842045" w:history="1">
        <w:r w:rsidRPr="00062BA6">
          <w:rPr>
            <w:rStyle w:val="Lienhypertexte"/>
          </w:rPr>
          <w:t xml:space="preserve">Scène XVI. – </w:t>
        </w:r>
        <w:r w:rsidRPr="00062BA6">
          <w:rPr>
            <w:rStyle w:val="Lienhypertexte"/>
            <w:i/>
          </w:rPr>
          <w:t>La colère des eaux.</w:t>
        </w:r>
        <w:r>
          <w:rPr>
            <w:webHidden/>
          </w:rPr>
          <w:tab/>
        </w:r>
        <w:r>
          <w:rPr>
            <w:webHidden/>
          </w:rPr>
          <w:fldChar w:fldCharType="begin"/>
        </w:r>
        <w:r>
          <w:rPr>
            <w:webHidden/>
          </w:rPr>
          <w:instrText xml:space="preserve"> PAGEREF _Toc194842045 \h </w:instrText>
        </w:r>
        <w:r>
          <w:rPr>
            <w:webHidden/>
          </w:rPr>
        </w:r>
        <w:r>
          <w:rPr>
            <w:webHidden/>
          </w:rPr>
          <w:fldChar w:fldCharType="separate"/>
        </w:r>
        <w:r w:rsidR="0097408C">
          <w:rPr>
            <w:webHidden/>
          </w:rPr>
          <w:t>315</w:t>
        </w:r>
        <w:r>
          <w:rPr>
            <w:webHidden/>
          </w:rPr>
          <w:fldChar w:fldCharType="end"/>
        </w:r>
      </w:hyperlink>
    </w:p>
    <w:p w14:paraId="45C0D11E" w14:textId="26490D7B" w:rsidR="00EF7F90" w:rsidRDefault="00EF7F90">
      <w:pPr>
        <w:pStyle w:val="TM2"/>
        <w:rPr>
          <w:rFonts w:asciiTheme="minorHAnsi" w:eastAsiaTheme="minorEastAsia" w:hAnsiTheme="minorHAnsi" w:cstheme="minorBidi"/>
          <w:color w:val="auto"/>
          <w:kern w:val="2"/>
          <w:sz w:val="24"/>
          <w14:ligatures w14:val="standardContextual"/>
        </w:rPr>
      </w:pPr>
      <w:hyperlink w:anchor="_Toc194842046" w:history="1">
        <w:r w:rsidRPr="00062BA6">
          <w:rPr>
            <w:rStyle w:val="Lienhypertexte"/>
          </w:rPr>
          <w:t xml:space="preserve">Scène XVII. – </w:t>
        </w:r>
        <w:r w:rsidRPr="00062BA6">
          <w:rPr>
            <w:rStyle w:val="Lienhypertexte"/>
            <w:i/>
          </w:rPr>
          <w:t>La colère du ciel.</w:t>
        </w:r>
        <w:r>
          <w:rPr>
            <w:webHidden/>
          </w:rPr>
          <w:tab/>
        </w:r>
        <w:r>
          <w:rPr>
            <w:webHidden/>
          </w:rPr>
          <w:fldChar w:fldCharType="begin"/>
        </w:r>
        <w:r>
          <w:rPr>
            <w:webHidden/>
          </w:rPr>
          <w:instrText xml:space="preserve"> PAGEREF _Toc194842046 \h </w:instrText>
        </w:r>
        <w:r>
          <w:rPr>
            <w:webHidden/>
          </w:rPr>
        </w:r>
        <w:r>
          <w:rPr>
            <w:webHidden/>
          </w:rPr>
          <w:fldChar w:fldCharType="separate"/>
        </w:r>
        <w:r w:rsidR="0097408C">
          <w:rPr>
            <w:webHidden/>
          </w:rPr>
          <w:t>321</w:t>
        </w:r>
        <w:r>
          <w:rPr>
            <w:webHidden/>
          </w:rPr>
          <w:fldChar w:fldCharType="end"/>
        </w:r>
      </w:hyperlink>
    </w:p>
    <w:p w14:paraId="1123467D" w14:textId="482B657E" w:rsidR="00EF7F90" w:rsidRDefault="00EF7F90">
      <w:pPr>
        <w:pStyle w:val="TM1"/>
        <w:rPr>
          <w:rFonts w:asciiTheme="minorHAnsi" w:eastAsiaTheme="minorEastAsia" w:hAnsiTheme="minorHAnsi" w:cstheme="minorBidi"/>
          <w:bCs w:val="0"/>
          <w:iCs w:val="0"/>
          <w:color w:val="auto"/>
          <w:kern w:val="2"/>
          <w:sz w:val="24"/>
          <w:szCs w:val="24"/>
          <w14:ligatures w14:val="standardContextual"/>
        </w:rPr>
      </w:pPr>
      <w:hyperlink w:anchor="_Toc194842047" w:history="1">
        <w:r w:rsidRPr="00062BA6">
          <w:rPr>
            <w:rStyle w:val="Lienhypertexte"/>
          </w:rPr>
          <w:t>CINQUIÈME JOURNÉE  LA FÊTE DE L’ORIENT</w:t>
        </w:r>
        <w:r>
          <w:rPr>
            <w:webHidden/>
          </w:rPr>
          <w:tab/>
        </w:r>
        <w:r>
          <w:rPr>
            <w:webHidden/>
          </w:rPr>
          <w:fldChar w:fldCharType="begin"/>
        </w:r>
        <w:r>
          <w:rPr>
            <w:webHidden/>
          </w:rPr>
          <w:instrText xml:space="preserve"> PAGEREF _Toc194842047 \h </w:instrText>
        </w:r>
        <w:r>
          <w:rPr>
            <w:webHidden/>
          </w:rPr>
        </w:r>
        <w:r>
          <w:rPr>
            <w:webHidden/>
          </w:rPr>
          <w:fldChar w:fldCharType="separate"/>
        </w:r>
        <w:r w:rsidR="0097408C">
          <w:rPr>
            <w:webHidden/>
          </w:rPr>
          <w:t>327</w:t>
        </w:r>
        <w:r>
          <w:rPr>
            <w:webHidden/>
          </w:rPr>
          <w:fldChar w:fldCharType="end"/>
        </w:r>
      </w:hyperlink>
    </w:p>
    <w:p w14:paraId="1153F40B" w14:textId="3C103DB0" w:rsidR="00EF7F90" w:rsidRDefault="00EF7F90">
      <w:pPr>
        <w:pStyle w:val="TM2"/>
        <w:rPr>
          <w:rFonts w:asciiTheme="minorHAnsi" w:eastAsiaTheme="minorEastAsia" w:hAnsiTheme="minorHAnsi" w:cstheme="minorBidi"/>
          <w:color w:val="auto"/>
          <w:kern w:val="2"/>
          <w:sz w:val="24"/>
          <w14:ligatures w14:val="standardContextual"/>
        </w:rPr>
      </w:pPr>
      <w:hyperlink w:anchor="_Toc194842048" w:history="1">
        <w:r w:rsidRPr="00062BA6">
          <w:rPr>
            <w:rStyle w:val="Lienhypertexte"/>
          </w:rPr>
          <w:t xml:space="preserve">Scène I. – </w:t>
        </w:r>
        <w:r w:rsidRPr="00062BA6">
          <w:rPr>
            <w:rStyle w:val="Lienhypertexte"/>
            <w:i/>
          </w:rPr>
          <w:t>Dans l’Île de Pourpre.</w:t>
        </w:r>
        <w:r>
          <w:rPr>
            <w:webHidden/>
          </w:rPr>
          <w:tab/>
        </w:r>
        <w:r>
          <w:rPr>
            <w:webHidden/>
          </w:rPr>
          <w:fldChar w:fldCharType="begin"/>
        </w:r>
        <w:r>
          <w:rPr>
            <w:webHidden/>
          </w:rPr>
          <w:instrText xml:space="preserve"> PAGEREF _Toc194842048 \h </w:instrText>
        </w:r>
        <w:r>
          <w:rPr>
            <w:webHidden/>
          </w:rPr>
        </w:r>
        <w:r>
          <w:rPr>
            <w:webHidden/>
          </w:rPr>
          <w:fldChar w:fldCharType="separate"/>
        </w:r>
        <w:r w:rsidR="0097408C">
          <w:rPr>
            <w:webHidden/>
          </w:rPr>
          <w:t>328</w:t>
        </w:r>
        <w:r>
          <w:rPr>
            <w:webHidden/>
          </w:rPr>
          <w:fldChar w:fldCharType="end"/>
        </w:r>
      </w:hyperlink>
    </w:p>
    <w:p w14:paraId="5CC5FA2C" w14:textId="72E5C6C2" w:rsidR="00EF7F90" w:rsidRDefault="00EF7F90">
      <w:pPr>
        <w:pStyle w:val="TM2"/>
        <w:rPr>
          <w:rFonts w:asciiTheme="minorHAnsi" w:eastAsiaTheme="minorEastAsia" w:hAnsiTheme="minorHAnsi" w:cstheme="minorBidi"/>
          <w:color w:val="auto"/>
          <w:kern w:val="2"/>
          <w:sz w:val="24"/>
          <w14:ligatures w14:val="standardContextual"/>
        </w:rPr>
      </w:pPr>
      <w:hyperlink w:anchor="_Toc194842049" w:history="1">
        <w:r w:rsidRPr="00062BA6">
          <w:rPr>
            <w:rStyle w:val="Lienhypertexte"/>
          </w:rPr>
          <w:t xml:space="preserve">Scène II. – </w:t>
        </w:r>
        <w:r w:rsidRPr="00062BA6">
          <w:rPr>
            <w:rStyle w:val="Lienhypertexte"/>
            <w:i/>
          </w:rPr>
          <w:t>Les restes d’Atlantis.</w:t>
        </w:r>
        <w:r>
          <w:rPr>
            <w:webHidden/>
          </w:rPr>
          <w:tab/>
        </w:r>
        <w:r>
          <w:rPr>
            <w:webHidden/>
          </w:rPr>
          <w:fldChar w:fldCharType="begin"/>
        </w:r>
        <w:r>
          <w:rPr>
            <w:webHidden/>
          </w:rPr>
          <w:instrText xml:space="preserve"> PAGEREF _Toc194842049 \h </w:instrText>
        </w:r>
        <w:r>
          <w:rPr>
            <w:webHidden/>
          </w:rPr>
        </w:r>
        <w:r>
          <w:rPr>
            <w:webHidden/>
          </w:rPr>
          <w:fldChar w:fldCharType="separate"/>
        </w:r>
        <w:r w:rsidR="0097408C">
          <w:rPr>
            <w:webHidden/>
          </w:rPr>
          <w:t>332</w:t>
        </w:r>
        <w:r>
          <w:rPr>
            <w:webHidden/>
          </w:rPr>
          <w:fldChar w:fldCharType="end"/>
        </w:r>
      </w:hyperlink>
    </w:p>
    <w:p w14:paraId="321B6252" w14:textId="47A153C6" w:rsidR="00EF7F90" w:rsidRDefault="00EF7F90">
      <w:pPr>
        <w:pStyle w:val="TM2"/>
        <w:rPr>
          <w:rFonts w:asciiTheme="minorHAnsi" w:eastAsiaTheme="minorEastAsia" w:hAnsiTheme="minorHAnsi" w:cstheme="minorBidi"/>
          <w:color w:val="auto"/>
          <w:kern w:val="2"/>
          <w:sz w:val="24"/>
          <w14:ligatures w14:val="standardContextual"/>
        </w:rPr>
      </w:pPr>
      <w:hyperlink w:anchor="_Toc194842050" w:history="1">
        <w:r w:rsidRPr="00062BA6">
          <w:rPr>
            <w:rStyle w:val="Lienhypertexte"/>
          </w:rPr>
          <w:t xml:space="preserve">Scène III. – </w:t>
        </w:r>
        <w:r w:rsidRPr="00062BA6">
          <w:rPr>
            <w:rStyle w:val="Lienhypertexte"/>
            <w:i/>
          </w:rPr>
          <w:t>L’</w:t>
        </w:r>
        <w:r w:rsidRPr="00062BA6">
          <w:rPr>
            <w:rStyle w:val="Lienhypertexte"/>
          </w:rPr>
          <w:t>Alérion</w:t>
        </w:r>
        <w:r w:rsidRPr="00062BA6">
          <w:rPr>
            <w:rStyle w:val="Lienhypertexte"/>
            <w:i/>
          </w:rPr>
          <w:t xml:space="preserve"> sauveur.</w:t>
        </w:r>
        <w:r>
          <w:rPr>
            <w:webHidden/>
          </w:rPr>
          <w:tab/>
        </w:r>
        <w:r>
          <w:rPr>
            <w:webHidden/>
          </w:rPr>
          <w:fldChar w:fldCharType="begin"/>
        </w:r>
        <w:r>
          <w:rPr>
            <w:webHidden/>
          </w:rPr>
          <w:instrText xml:space="preserve"> PAGEREF _Toc194842050 \h </w:instrText>
        </w:r>
        <w:r>
          <w:rPr>
            <w:webHidden/>
          </w:rPr>
        </w:r>
        <w:r>
          <w:rPr>
            <w:webHidden/>
          </w:rPr>
          <w:fldChar w:fldCharType="separate"/>
        </w:r>
        <w:r w:rsidR="0097408C">
          <w:rPr>
            <w:webHidden/>
          </w:rPr>
          <w:t>338</w:t>
        </w:r>
        <w:r>
          <w:rPr>
            <w:webHidden/>
          </w:rPr>
          <w:fldChar w:fldCharType="end"/>
        </w:r>
      </w:hyperlink>
    </w:p>
    <w:p w14:paraId="5F97B2B0" w14:textId="0EA20F5D" w:rsidR="00EF7F90" w:rsidRDefault="00EF7F90">
      <w:pPr>
        <w:pStyle w:val="TM2"/>
        <w:rPr>
          <w:rFonts w:asciiTheme="minorHAnsi" w:eastAsiaTheme="minorEastAsia" w:hAnsiTheme="minorHAnsi" w:cstheme="minorBidi"/>
          <w:color w:val="auto"/>
          <w:kern w:val="2"/>
          <w:sz w:val="24"/>
          <w14:ligatures w14:val="standardContextual"/>
        </w:rPr>
      </w:pPr>
      <w:hyperlink w:anchor="_Toc194842051" w:history="1">
        <w:r w:rsidRPr="00062BA6">
          <w:rPr>
            <w:rStyle w:val="Lienhypertexte"/>
          </w:rPr>
          <w:t xml:space="preserve">Scène IV. </w:t>
        </w:r>
        <w:r w:rsidRPr="00062BA6">
          <w:rPr>
            <w:rStyle w:val="Lienhypertexte"/>
            <w:i/>
          </w:rPr>
          <w:t>– Autour de</w:t>
        </w:r>
        <w:r w:rsidRPr="00062BA6">
          <w:rPr>
            <w:rStyle w:val="Lienhypertexte"/>
          </w:rPr>
          <w:t xml:space="preserve"> </w:t>
        </w:r>
        <w:r w:rsidRPr="00062BA6">
          <w:rPr>
            <w:rStyle w:val="Lienhypertexte"/>
            <w:i/>
          </w:rPr>
          <w:t>l</w:t>
        </w:r>
        <w:r w:rsidRPr="00062BA6">
          <w:rPr>
            <w:rStyle w:val="Lienhypertexte"/>
          </w:rPr>
          <w:t>’Alérion.</w:t>
        </w:r>
        <w:r>
          <w:rPr>
            <w:webHidden/>
          </w:rPr>
          <w:tab/>
        </w:r>
        <w:r>
          <w:rPr>
            <w:webHidden/>
          </w:rPr>
          <w:fldChar w:fldCharType="begin"/>
        </w:r>
        <w:r>
          <w:rPr>
            <w:webHidden/>
          </w:rPr>
          <w:instrText xml:space="preserve"> PAGEREF _Toc194842051 \h </w:instrText>
        </w:r>
        <w:r>
          <w:rPr>
            <w:webHidden/>
          </w:rPr>
        </w:r>
        <w:r>
          <w:rPr>
            <w:webHidden/>
          </w:rPr>
          <w:fldChar w:fldCharType="separate"/>
        </w:r>
        <w:r w:rsidR="0097408C">
          <w:rPr>
            <w:webHidden/>
          </w:rPr>
          <w:t>344</w:t>
        </w:r>
        <w:r>
          <w:rPr>
            <w:webHidden/>
          </w:rPr>
          <w:fldChar w:fldCharType="end"/>
        </w:r>
      </w:hyperlink>
    </w:p>
    <w:p w14:paraId="59AEEE0A" w14:textId="39EDE988" w:rsidR="00EF7F90" w:rsidRDefault="00EF7F90">
      <w:pPr>
        <w:pStyle w:val="TM2"/>
        <w:rPr>
          <w:rFonts w:asciiTheme="minorHAnsi" w:eastAsiaTheme="minorEastAsia" w:hAnsiTheme="minorHAnsi" w:cstheme="minorBidi"/>
          <w:color w:val="auto"/>
          <w:kern w:val="2"/>
          <w:sz w:val="24"/>
          <w14:ligatures w14:val="standardContextual"/>
        </w:rPr>
      </w:pPr>
      <w:hyperlink w:anchor="_Toc194842052" w:history="1">
        <w:r w:rsidRPr="00062BA6">
          <w:rPr>
            <w:rStyle w:val="Lienhypertexte"/>
          </w:rPr>
          <w:t xml:space="preserve">Scène V. – </w:t>
        </w:r>
        <w:r w:rsidRPr="00062BA6">
          <w:rPr>
            <w:rStyle w:val="Lienhypertexte"/>
            <w:i/>
          </w:rPr>
          <w:t>Les autres.</w:t>
        </w:r>
        <w:r>
          <w:rPr>
            <w:webHidden/>
          </w:rPr>
          <w:tab/>
        </w:r>
        <w:r>
          <w:rPr>
            <w:webHidden/>
          </w:rPr>
          <w:fldChar w:fldCharType="begin"/>
        </w:r>
        <w:r>
          <w:rPr>
            <w:webHidden/>
          </w:rPr>
          <w:instrText xml:space="preserve"> PAGEREF _Toc194842052 \h </w:instrText>
        </w:r>
        <w:r>
          <w:rPr>
            <w:webHidden/>
          </w:rPr>
        </w:r>
        <w:r>
          <w:rPr>
            <w:webHidden/>
          </w:rPr>
          <w:fldChar w:fldCharType="separate"/>
        </w:r>
        <w:r w:rsidR="0097408C">
          <w:rPr>
            <w:webHidden/>
          </w:rPr>
          <w:t>350</w:t>
        </w:r>
        <w:r>
          <w:rPr>
            <w:webHidden/>
          </w:rPr>
          <w:fldChar w:fldCharType="end"/>
        </w:r>
      </w:hyperlink>
    </w:p>
    <w:p w14:paraId="26EEE940" w14:textId="5C0F2A51" w:rsidR="00EF7F90" w:rsidRDefault="00EF7F90">
      <w:pPr>
        <w:pStyle w:val="TM2"/>
        <w:rPr>
          <w:rFonts w:asciiTheme="minorHAnsi" w:eastAsiaTheme="minorEastAsia" w:hAnsiTheme="minorHAnsi" w:cstheme="minorBidi"/>
          <w:color w:val="auto"/>
          <w:kern w:val="2"/>
          <w:sz w:val="24"/>
          <w14:ligatures w14:val="standardContextual"/>
        </w:rPr>
      </w:pPr>
      <w:hyperlink w:anchor="_Toc194842053" w:history="1">
        <w:r w:rsidRPr="00062BA6">
          <w:rPr>
            <w:rStyle w:val="Lienhypertexte"/>
          </w:rPr>
          <w:t xml:space="preserve">Scène VI. – </w:t>
        </w:r>
        <w:r w:rsidRPr="00062BA6">
          <w:rPr>
            <w:rStyle w:val="Lienhypertexte"/>
            <w:i/>
          </w:rPr>
          <w:t>Un vaisseau.</w:t>
        </w:r>
        <w:r>
          <w:rPr>
            <w:webHidden/>
          </w:rPr>
          <w:tab/>
        </w:r>
        <w:r>
          <w:rPr>
            <w:webHidden/>
          </w:rPr>
          <w:fldChar w:fldCharType="begin"/>
        </w:r>
        <w:r>
          <w:rPr>
            <w:webHidden/>
          </w:rPr>
          <w:instrText xml:space="preserve"> PAGEREF _Toc194842053 \h </w:instrText>
        </w:r>
        <w:r>
          <w:rPr>
            <w:webHidden/>
          </w:rPr>
        </w:r>
        <w:r>
          <w:rPr>
            <w:webHidden/>
          </w:rPr>
          <w:fldChar w:fldCharType="separate"/>
        </w:r>
        <w:r w:rsidR="0097408C">
          <w:rPr>
            <w:webHidden/>
          </w:rPr>
          <w:t>357</w:t>
        </w:r>
        <w:r>
          <w:rPr>
            <w:webHidden/>
          </w:rPr>
          <w:fldChar w:fldCharType="end"/>
        </w:r>
      </w:hyperlink>
    </w:p>
    <w:p w14:paraId="3676FA24" w14:textId="7B26C867" w:rsidR="00EF7F90" w:rsidRDefault="00EF7F90">
      <w:pPr>
        <w:pStyle w:val="TM2"/>
        <w:rPr>
          <w:rFonts w:asciiTheme="minorHAnsi" w:eastAsiaTheme="minorEastAsia" w:hAnsiTheme="minorHAnsi" w:cstheme="minorBidi"/>
          <w:color w:val="auto"/>
          <w:kern w:val="2"/>
          <w:sz w:val="24"/>
          <w14:ligatures w14:val="standardContextual"/>
        </w:rPr>
      </w:pPr>
      <w:hyperlink w:anchor="_Toc194842054" w:history="1">
        <w:r w:rsidRPr="00062BA6">
          <w:rPr>
            <w:rStyle w:val="Lienhypertexte"/>
          </w:rPr>
          <w:t xml:space="preserve">Scène VII. – </w:t>
        </w:r>
        <w:r w:rsidRPr="00062BA6">
          <w:rPr>
            <w:rStyle w:val="Lienhypertexte"/>
            <w:i/>
          </w:rPr>
          <w:t>La mort de Knephao.</w:t>
        </w:r>
        <w:r>
          <w:rPr>
            <w:webHidden/>
          </w:rPr>
          <w:tab/>
        </w:r>
        <w:r>
          <w:rPr>
            <w:webHidden/>
          </w:rPr>
          <w:fldChar w:fldCharType="begin"/>
        </w:r>
        <w:r>
          <w:rPr>
            <w:webHidden/>
          </w:rPr>
          <w:instrText xml:space="preserve"> PAGEREF _Toc194842054 \h </w:instrText>
        </w:r>
        <w:r>
          <w:rPr>
            <w:webHidden/>
          </w:rPr>
        </w:r>
        <w:r>
          <w:rPr>
            <w:webHidden/>
          </w:rPr>
          <w:fldChar w:fldCharType="separate"/>
        </w:r>
        <w:r w:rsidR="0097408C">
          <w:rPr>
            <w:webHidden/>
          </w:rPr>
          <w:t>361</w:t>
        </w:r>
        <w:r>
          <w:rPr>
            <w:webHidden/>
          </w:rPr>
          <w:fldChar w:fldCharType="end"/>
        </w:r>
      </w:hyperlink>
    </w:p>
    <w:p w14:paraId="0D671245" w14:textId="37A0C56C" w:rsidR="00EF7F90" w:rsidRDefault="00EF7F90">
      <w:pPr>
        <w:pStyle w:val="TM2"/>
        <w:rPr>
          <w:rFonts w:asciiTheme="minorHAnsi" w:eastAsiaTheme="minorEastAsia" w:hAnsiTheme="minorHAnsi" w:cstheme="minorBidi"/>
          <w:color w:val="auto"/>
          <w:kern w:val="2"/>
          <w:sz w:val="24"/>
          <w14:ligatures w14:val="standardContextual"/>
        </w:rPr>
      </w:pPr>
      <w:hyperlink w:anchor="_Toc194842055" w:history="1">
        <w:r w:rsidRPr="00062BA6">
          <w:rPr>
            <w:rStyle w:val="Lienhypertexte"/>
          </w:rPr>
          <w:t xml:space="preserve">Scène VIII. – </w:t>
        </w:r>
        <w:r w:rsidRPr="00062BA6">
          <w:rPr>
            <w:rStyle w:val="Lienhypertexte"/>
            <w:i/>
          </w:rPr>
          <w:t>Les funérailles.</w:t>
        </w:r>
        <w:r>
          <w:rPr>
            <w:webHidden/>
          </w:rPr>
          <w:tab/>
        </w:r>
        <w:r>
          <w:rPr>
            <w:webHidden/>
          </w:rPr>
          <w:fldChar w:fldCharType="begin"/>
        </w:r>
        <w:r>
          <w:rPr>
            <w:webHidden/>
          </w:rPr>
          <w:instrText xml:space="preserve"> PAGEREF _Toc194842055 \h </w:instrText>
        </w:r>
        <w:r>
          <w:rPr>
            <w:webHidden/>
          </w:rPr>
        </w:r>
        <w:r>
          <w:rPr>
            <w:webHidden/>
          </w:rPr>
          <w:fldChar w:fldCharType="separate"/>
        </w:r>
        <w:r w:rsidR="0097408C">
          <w:rPr>
            <w:webHidden/>
          </w:rPr>
          <w:t>366</w:t>
        </w:r>
        <w:r>
          <w:rPr>
            <w:webHidden/>
          </w:rPr>
          <w:fldChar w:fldCharType="end"/>
        </w:r>
      </w:hyperlink>
    </w:p>
    <w:p w14:paraId="463496B7" w14:textId="1F106BE5" w:rsidR="00EF7F90" w:rsidRDefault="00EF7F90">
      <w:pPr>
        <w:pStyle w:val="TM2"/>
        <w:rPr>
          <w:rFonts w:asciiTheme="minorHAnsi" w:eastAsiaTheme="minorEastAsia" w:hAnsiTheme="minorHAnsi" w:cstheme="minorBidi"/>
          <w:color w:val="auto"/>
          <w:kern w:val="2"/>
          <w:sz w:val="24"/>
          <w14:ligatures w14:val="standardContextual"/>
        </w:rPr>
      </w:pPr>
      <w:hyperlink w:anchor="_Toc194842056" w:history="1">
        <w:r w:rsidRPr="00062BA6">
          <w:rPr>
            <w:rStyle w:val="Lienhypertexte"/>
          </w:rPr>
          <w:t xml:space="preserve">Scène IX. – </w:t>
        </w:r>
        <w:r w:rsidRPr="00062BA6">
          <w:rPr>
            <w:rStyle w:val="Lienhypertexte"/>
            <w:i/>
          </w:rPr>
          <w:t>Le repas.</w:t>
        </w:r>
        <w:r>
          <w:rPr>
            <w:webHidden/>
          </w:rPr>
          <w:tab/>
        </w:r>
        <w:r>
          <w:rPr>
            <w:webHidden/>
          </w:rPr>
          <w:fldChar w:fldCharType="begin"/>
        </w:r>
        <w:r>
          <w:rPr>
            <w:webHidden/>
          </w:rPr>
          <w:instrText xml:space="preserve"> PAGEREF _Toc194842056 \h </w:instrText>
        </w:r>
        <w:r>
          <w:rPr>
            <w:webHidden/>
          </w:rPr>
        </w:r>
        <w:r>
          <w:rPr>
            <w:webHidden/>
          </w:rPr>
          <w:fldChar w:fldCharType="separate"/>
        </w:r>
        <w:r w:rsidR="0097408C">
          <w:rPr>
            <w:webHidden/>
          </w:rPr>
          <w:t>370</w:t>
        </w:r>
        <w:r>
          <w:rPr>
            <w:webHidden/>
          </w:rPr>
          <w:fldChar w:fldCharType="end"/>
        </w:r>
      </w:hyperlink>
    </w:p>
    <w:p w14:paraId="6A86C66A" w14:textId="4E768021" w:rsidR="00EF7F90" w:rsidRDefault="00EF7F90">
      <w:pPr>
        <w:pStyle w:val="TM2"/>
        <w:rPr>
          <w:rFonts w:asciiTheme="minorHAnsi" w:eastAsiaTheme="minorEastAsia" w:hAnsiTheme="minorHAnsi" w:cstheme="minorBidi"/>
          <w:color w:val="auto"/>
          <w:kern w:val="2"/>
          <w:sz w:val="24"/>
          <w14:ligatures w14:val="standardContextual"/>
        </w:rPr>
      </w:pPr>
      <w:hyperlink w:anchor="_Toc194842057" w:history="1">
        <w:r w:rsidRPr="00062BA6">
          <w:rPr>
            <w:rStyle w:val="Lienhypertexte"/>
          </w:rPr>
          <w:t xml:space="preserve">Scène X. – </w:t>
        </w:r>
        <w:r w:rsidRPr="00062BA6">
          <w:rPr>
            <w:rStyle w:val="Lienhypertexte"/>
            <w:i/>
          </w:rPr>
          <w:t>Trois hommes.</w:t>
        </w:r>
        <w:r>
          <w:rPr>
            <w:webHidden/>
          </w:rPr>
          <w:tab/>
        </w:r>
        <w:r>
          <w:rPr>
            <w:webHidden/>
          </w:rPr>
          <w:fldChar w:fldCharType="begin"/>
        </w:r>
        <w:r>
          <w:rPr>
            <w:webHidden/>
          </w:rPr>
          <w:instrText xml:space="preserve"> PAGEREF _Toc194842057 \h </w:instrText>
        </w:r>
        <w:r>
          <w:rPr>
            <w:webHidden/>
          </w:rPr>
        </w:r>
        <w:r>
          <w:rPr>
            <w:webHidden/>
          </w:rPr>
          <w:fldChar w:fldCharType="separate"/>
        </w:r>
        <w:r w:rsidR="0097408C">
          <w:rPr>
            <w:webHidden/>
          </w:rPr>
          <w:t>373</w:t>
        </w:r>
        <w:r>
          <w:rPr>
            <w:webHidden/>
          </w:rPr>
          <w:fldChar w:fldCharType="end"/>
        </w:r>
      </w:hyperlink>
    </w:p>
    <w:p w14:paraId="4F76CBD7" w14:textId="2B1C4387" w:rsidR="00EF7F90" w:rsidRDefault="00EF7F90">
      <w:pPr>
        <w:pStyle w:val="TM2"/>
        <w:rPr>
          <w:rFonts w:asciiTheme="minorHAnsi" w:eastAsiaTheme="minorEastAsia" w:hAnsiTheme="minorHAnsi" w:cstheme="minorBidi"/>
          <w:color w:val="auto"/>
          <w:kern w:val="2"/>
          <w:sz w:val="24"/>
          <w14:ligatures w14:val="standardContextual"/>
        </w:rPr>
      </w:pPr>
      <w:hyperlink w:anchor="_Toc194842058" w:history="1">
        <w:r w:rsidRPr="00062BA6">
          <w:rPr>
            <w:rStyle w:val="Lienhypertexte"/>
          </w:rPr>
          <w:t xml:space="preserve">Scène XI. – </w:t>
        </w:r>
        <w:r w:rsidRPr="00062BA6">
          <w:rPr>
            <w:rStyle w:val="Lienhypertexte"/>
            <w:i/>
          </w:rPr>
          <w:t>Vers l’Orient.</w:t>
        </w:r>
        <w:r>
          <w:rPr>
            <w:webHidden/>
          </w:rPr>
          <w:tab/>
        </w:r>
        <w:r>
          <w:rPr>
            <w:webHidden/>
          </w:rPr>
          <w:fldChar w:fldCharType="begin"/>
        </w:r>
        <w:r>
          <w:rPr>
            <w:webHidden/>
          </w:rPr>
          <w:instrText xml:space="preserve"> PAGEREF _Toc194842058 \h </w:instrText>
        </w:r>
        <w:r>
          <w:rPr>
            <w:webHidden/>
          </w:rPr>
        </w:r>
        <w:r>
          <w:rPr>
            <w:webHidden/>
          </w:rPr>
          <w:fldChar w:fldCharType="separate"/>
        </w:r>
        <w:r w:rsidR="0097408C">
          <w:rPr>
            <w:webHidden/>
          </w:rPr>
          <w:t>378</w:t>
        </w:r>
        <w:r>
          <w:rPr>
            <w:webHidden/>
          </w:rPr>
          <w:fldChar w:fldCharType="end"/>
        </w:r>
      </w:hyperlink>
    </w:p>
    <w:p w14:paraId="1B76D033" w14:textId="0FD8D10C" w:rsidR="00EF7F90" w:rsidRDefault="00EF7F90">
      <w:pPr>
        <w:pStyle w:val="TM1"/>
        <w:rPr>
          <w:rFonts w:asciiTheme="minorHAnsi" w:eastAsiaTheme="minorEastAsia" w:hAnsiTheme="minorHAnsi" w:cstheme="minorBidi"/>
          <w:bCs w:val="0"/>
          <w:iCs w:val="0"/>
          <w:color w:val="auto"/>
          <w:kern w:val="2"/>
          <w:sz w:val="24"/>
          <w:szCs w:val="24"/>
          <w14:ligatures w14:val="standardContextual"/>
        </w:rPr>
      </w:pPr>
      <w:hyperlink w:anchor="_Toc194842059" w:history="1">
        <w:r w:rsidRPr="00062BA6">
          <w:rPr>
            <w:rStyle w:val="Lienhypertexte"/>
          </w:rPr>
          <w:t>À propos de cette édition électronique</w:t>
        </w:r>
        <w:r>
          <w:rPr>
            <w:webHidden/>
          </w:rPr>
          <w:tab/>
        </w:r>
        <w:r>
          <w:rPr>
            <w:webHidden/>
          </w:rPr>
          <w:fldChar w:fldCharType="begin"/>
        </w:r>
        <w:r>
          <w:rPr>
            <w:webHidden/>
          </w:rPr>
          <w:instrText xml:space="preserve"> PAGEREF _Toc194842059 \h </w:instrText>
        </w:r>
        <w:r>
          <w:rPr>
            <w:webHidden/>
          </w:rPr>
        </w:r>
        <w:r>
          <w:rPr>
            <w:webHidden/>
          </w:rPr>
          <w:fldChar w:fldCharType="separate"/>
        </w:r>
        <w:r w:rsidR="0097408C">
          <w:rPr>
            <w:webHidden/>
          </w:rPr>
          <w:t>383</w:t>
        </w:r>
        <w:r>
          <w:rPr>
            <w:webHidden/>
          </w:rPr>
          <w:fldChar w:fldCharType="end"/>
        </w:r>
      </w:hyperlink>
    </w:p>
    <w:p w14:paraId="0C463C28" w14:textId="381DE6E1" w:rsidR="00033562" w:rsidRDefault="00033562">
      <w:r>
        <w:fldChar w:fldCharType="end"/>
      </w:r>
    </w:p>
    <w:p w14:paraId="7D7E7B4E" w14:textId="2F9C0392" w:rsidR="002A4158" w:rsidRPr="00DA4E77" w:rsidRDefault="002A4158" w:rsidP="00F73158">
      <w:pPr>
        <w:pStyle w:val="NormalRetraitGauche4XIndent0"/>
        <w:pageBreakBefore/>
        <w:spacing w:before="2640" w:after="0"/>
      </w:pPr>
      <w:r w:rsidRPr="00DA4E77">
        <w:lastRenderedPageBreak/>
        <w:t>Atlantis</w:t>
      </w:r>
      <w:r w:rsidR="00276CCE">
        <w:t xml:space="preserve"> ! </w:t>
      </w:r>
      <w:r w:rsidRPr="00DA4E77">
        <w:t>Atlantis</w:t>
      </w:r>
    </w:p>
    <w:p w14:paraId="38E6818E" w14:textId="77777777" w:rsidR="00276CCE" w:rsidRDefault="002A4158" w:rsidP="006F7A39">
      <w:pPr>
        <w:pStyle w:val="NormalRetraitGauche4XIndent0"/>
        <w:spacing w:before="0" w:after="0"/>
      </w:pPr>
      <w:r w:rsidRPr="00DA4E77">
        <w:t>Je te revois du fond des âges</w:t>
      </w:r>
    </w:p>
    <w:p w14:paraId="62271BE4" w14:textId="349AFCF1" w:rsidR="00276CCE" w:rsidRDefault="00276CCE" w:rsidP="002A4158">
      <w:pPr>
        <w:pStyle w:val="Droite"/>
        <w:rPr>
          <w:i/>
          <w:iCs/>
        </w:rPr>
      </w:pPr>
      <w:r>
        <w:rPr>
          <w:i/>
          <w:iCs/>
        </w:rPr>
        <w:t>(</w:t>
      </w:r>
      <w:r w:rsidR="002A4158" w:rsidRPr="00DA4E77">
        <w:rPr>
          <w:i/>
          <w:iCs/>
        </w:rPr>
        <w:t>La Terre Tremblante</w:t>
      </w:r>
      <w:r>
        <w:rPr>
          <w:i/>
          <w:iCs/>
        </w:rPr>
        <w:t>.)</w:t>
      </w:r>
    </w:p>
    <w:p w14:paraId="1907BA29" w14:textId="55561316" w:rsidR="002A4158" w:rsidRPr="006F7A39" w:rsidRDefault="002A4158" w:rsidP="00F73158">
      <w:pPr>
        <w:pStyle w:val="NormalRetraitGauche4XIndent0"/>
        <w:pageBreakBefore/>
        <w:spacing w:before="2640" w:after="0"/>
        <w:rPr>
          <w:i/>
          <w:iCs/>
        </w:rPr>
      </w:pPr>
      <w:r w:rsidRPr="006F7A39">
        <w:rPr>
          <w:i/>
          <w:iCs/>
        </w:rPr>
        <w:lastRenderedPageBreak/>
        <w:t>À ma chère et grande Nelly</w:t>
      </w:r>
    </w:p>
    <w:p w14:paraId="587D66B3" w14:textId="77777777" w:rsidR="002A4158" w:rsidRPr="006F7A39" w:rsidRDefault="002A4158" w:rsidP="002A4158">
      <w:pPr>
        <w:pStyle w:val="NormalRetraitGauche4XIndent0"/>
        <w:spacing w:before="0" w:after="0"/>
        <w:rPr>
          <w:i/>
        </w:rPr>
      </w:pPr>
      <w:r w:rsidRPr="006F7A39">
        <w:rPr>
          <w:i/>
        </w:rPr>
        <w:t>qui par son influence rayonnante et douce</w:t>
      </w:r>
    </w:p>
    <w:p w14:paraId="5DD9B685" w14:textId="4136EC2F" w:rsidR="002A4158" w:rsidRPr="006F7A39" w:rsidRDefault="002A4158" w:rsidP="002A4158">
      <w:pPr>
        <w:pStyle w:val="NormalRetraitGauche4XIndent0"/>
        <w:spacing w:before="0" w:after="0"/>
        <w:rPr>
          <w:i/>
        </w:rPr>
      </w:pPr>
      <w:r w:rsidRPr="006F7A39">
        <w:rPr>
          <w:i/>
        </w:rPr>
        <w:t>m</w:t>
      </w:r>
      <w:r w:rsidR="00276CCE">
        <w:rPr>
          <w:i/>
        </w:rPr>
        <w:t>’</w:t>
      </w:r>
      <w:r w:rsidRPr="006F7A39">
        <w:rPr>
          <w:i/>
        </w:rPr>
        <w:t>a forcé d</w:t>
      </w:r>
      <w:r w:rsidR="00276CCE">
        <w:rPr>
          <w:i/>
        </w:rPr>
        <w:t>’</w:t>
      </w:r>
      <w:r w:rsidRPr="006F7A39">
        <w:rPr>
          <w:i/>
        </w:rPr>
        <w:t>écrire et de publier</w:t>
      </w:r>
    </w:p>
    <w:p w14:paraId="043BEFD3" w14:textId="77777777" w:rsidR="002A4158" w:rsidRPr="006F7A39" w:rsidRDefault="002A4158" w:rsidP="002A4158">
      <w:pPr>
        <w:pStyle w:val="NormalRetraitGauche4XIndent0"/>
        <w:spacing w:before="0" w:after="0"/>
        <w:rPr>
          <w:i/>
        </w:rPr>
      </w:pPr>
      <w:r w:rsidRPr="006F7A39">
        <w:rPr>
          <w:i/>
        </w:rPr>
        <w:t>ce roman dramatique</w:t>
      </w:r>
    </w:p>
    <w:p w14:paraId="0A6C2D86" w14:textId="387D8F9D" w:rsidR="002A4158" w:rsidRPr="006F7A39" w:rsidRDefault="002A4158" w:rsidP="002A4158">
      <w:pPr>
        <w:pStyle w:val="NormalRetraitGauche4XIndent0"/>
        <w:spacing w:before="0" w:after="0"/>
        <w:rPr>
          <w:i/>
        </w:rPr>
      </w:pPr>
      <w:r w:rsidRPr="006F7A39">
        <w:rPr>
          <w:i/>
        </w:rPr>
        <w:t>dont j</w:t>
      </w:r>
      <w:r w:rsidR="00276CCE">
        <w:rPr>
          <w:i/>
        </w:rPr>
        <w:t>’</w:t>
      </w:r>
      <w:r w:rsidRPr="006F7A39">
        <w:rPr>
          <w:i/>
        </w:rPr>
        <w:t>étais hanté depuis mon enfance</w:t>
      </w:r>
    </w:p>
    <w:p w14:paraId="731B262C" w14:textId="77777777" w:rsidR="002A4158" w:rsidRPr="006F7A39" w:rsidRDefault="002A4158" w:rsidP="002A4158">
      <w:pPr>
        <w:pStyle w:val="NormalRetraitGauche4XIndent0"/>
        <w:spacing w:before="0" w:after="0"/>
        <w:rPr>
          <w:i/>
        </w:rPr>
      </w:pPr>
      <w:r w:rsidRPr="006F7A39">
        <w:rPr>
          <w:i/>
        </w:rPr>
        <w:t>à travers les féeries que racontaient le soir</w:t>
      </w:r>
    </w:p>
    <w:p w14:paraId="0C2B0524" w14:textId="77777777" w:rsidR="00276CCE" w:rsidRDefault="002A4158" w:rsidP="002A4158">
      <w:pPr>
        <w:pStyle w:val="NormalRetraitGauche4XIndent0"/>
        <w:spacing w:before="0" w:after="0"/>
        <w:rPr>
          <w:i/>
        </w:rPr>
      </w:pPr>
      <w:r w:rsidRPr="006F7A39">
        <w:rPr>
          <w:i/>
        </w:rPr>
        <w:t>les aïeules au coin du feu</w:t>
      </w:r>
      <w:r w:rsidR="00276CCE">
        <w:rPr>
          <w:i/>
        </w:rPr>
        <w:t>.</w:t>
      </w:r>
    </w:p>
    <w:p w14:paraId="1FB16808" w14:textId="77777777" w:rsidR="00276CCE" w:rsidRDefault="002A4158" w:rsidP="002A4158">
      <w:pPr>
        <w:pStyle w:val="Droite"/>
        <w:rPr>
          <w:i/>
        </w:rPr>
      </w:pPr>
      <w:r w:rsidRPr="00AB2431">
        <w:rPr>
          <w:i/>
        </w:rPr>
        <w:t>I</w:t>
      </w:r>
      <w:r w:rsidRPr="00AB2431">
        <w:rPr>
          <w:rStyle w:val="Taille-1NormalCar"/>
          <w:i/>
          <w:szCs w:val="32"/>
        </w:rPr>
        <w:t>N</w:t>
      </w:r>
      <w:r w:rsidRPr="00AB2431">
        <w:rPr>
          <w:i/>
        </w:rPr>
        <w:t xml:space="preserve"> M</w:t>
      </w:r>
      <w:r w:rsidRPr="00AB2431">
        <w:rPr>
          <w:rStyle w:val="Taille-1NormalCar"/>
          <w:i/>
          <w:szCs w:val="32"/>
        </w:rPr>
        <w:t>EMORIAM</w:t>
      </w:r>
      <w:r w:rsidR="00276CCE">
        <w:rPr>
          <w:i/>
        </w:rPr>
        <w:t>.</w:t>
      </w:r>
    </w:p>
    <w:p w14:paraId="06043819" w14:textId="7E04F82A" w:rsidR="00276CCE" w:rsidRDefault="00276CCE" w:rsidP="002A4158">
      <w:pPr>
        <w:pStyle w:val="Droite"/>
      </w:pPr>
      <w:r>
        <w:t>(</w:t>
      </w:r>
      <w:r w:rsidR="002A4158" w:rsidRPr="00DA4E77">
        <w:t>Frascati</w:t>
      </w:r>
      <w:r>
        <w:t xml:space="preserve">, </w:t>
      </w:r>
      <w:r w:rsidR="002A4158" w:rsidRPr="00DA4E77">
        <w:t>août 1925</w:t>
      </w:r>
      <w:r>
        <w:t>.)</w:t>
      </w:r>
    </w:p>
    <w:p w14:paraId="27331FD7" w14:textId="0EFFCA65" w:rsidR="002A4158" w:rsidRPr="00DA4E77" w:rsidRDefault="002A4158" w:rsidP="00276CCE">
      <w:pPr>
        <w:pStyle w:val="Titre1"/>
      </w:pPr>
      <w:bookmarkStart w:id="0" w:name="_Toc194841986"/>
      <w:r w:rsidRPr="00DA4E77">
        <w:lastRenderedPageBreak/>
        <w:t>PREMIÈRE JOURNÉE</w:t>
      </w:r>
      <w:r w:rsidRPr="00DA4E77">
        <w:br/>
      </w:r>
      <w:r w:rsidRPr="00DA4E77">
        <w:br/>
      </w:r>
      <w:smartTag w:uri="urn:schemas-microsoft-com:office:smarttags" w:element="PersonName">
        <w:smartTagPr>
          <w:attr w:name="ProductID" w:val="LA FￊTE DU SPHINX"/>
        </w:smartTagPr>
        <w:r w:rsidRPr="00DA4E77">
          <w:t>LA FÊTE DU SPHINX</w:t>
        </w:r>
      </w:smartTag>
      <w:bookmarkEnd w:id="0"/>
    </w:p>
    <w:p w14:paraId="15681E2F" w14:textId="77777777" w:rsidR="00276CCE" w:rsidRDefault="002A4158" w:rsidP="002A4158">
      <w:pPr>
        <w:pStyle w:val="Droite"/>
        <w:rPr>
          <w:i/>
          <w:iCs/>
        </w:rPr>
      </w:pPr>
      <w:r w:rsidRPr="00DA4E77">
        <w:rPr>
          <w:i/>
          <w:iCs/>
        </w:rPr>
        <w:t>Un grand peuple ne peut mourir que de lui-même</w:t>
      </w:r>
      <w:r w:rsidR="00276CCE">
        <w:rPr>
          <w:i/>
          <w:iCs/>
        </w:rPr>
        <w:t>.</w:t>
      </w:r>
    </w:p>
    <w:p w14:paraId="2D02D683" w14:textId="77777777" w:rsidR="00276CCE" w:rsidRDefault="00276CCE" w:rsidP="00276CCE">
      <w:pPr>
        <w:pStyle w:val="Titre2"/>
      </w:pPr>
      <w:bookmarkStart w:id="1" w:name="_Toc194841987"/>
      <w:r w:rsidRPr="00DA4E77">
        <w:lastRenderedPageBreak/>
        <w:t>Scène</w:t>
      </w:r>
      <w:r>
        <w:t> </w:t>
      </w:r>
      <w:r w:rsidRPr="00DA4E77">
        <w:t>I</w:t>
      </w:r>
      <w:r>
        <w:t xml:space="preserve">. – </w:t>
      </w:r>
      <w:r w:rsidR="002A4158" w:rsidRPr="00DA4E77">
        <w:rPr>
          <w:i/>
        </w:rPr>
        <w:t>Le héraut de gloire</w:t>
      </w:r>
      <w:r>
        <w:t>.</w:t>
      </w:r>
      <w:bookmarkEnd w:id="1"/>
    </w:p>
    <w:p w14:paraId="5E4206B7" w14:textId="77777777" w:rsidR="00276CCE" w:rsidRDefault="002A4158" w:rsidP="002A4158">
      <w:r w:rsidRPr="00DA4E77">
        <w:t>Le Palais de l</w:t>
      </w:r>
      <w:r w:rsidR="00276CCE">
        <w:t>’</w:t>
      </w:r>
      <w:r w:rsidRPr="00DA4E77">
        <w:t>Empire</w:t>
      </w:r>
      <w:r w:rsidR="00276CCE">
        <w:t xml:space="preserve">, </w:t>
      </w:r>
      <w:r w:rsidRPr="00DA4E77">
        <w:t>adossé contre la terrasse du Sphinx</w:t>
      </w:r>
      <w:r w:rsidR="00276CCE">
        <w:t xml:space="preserve">, </w:t>
      </w:r>
      <w:r w:rsidRPr="00DA4E77">
        <w:t>a perdu la majesté de ses lignes grandioses</w:t>
      </w:r>
      <w:r w:rsidR="00276CCE">
        <w:t xml:space="preserve"> ; </w:t>
      </w:r>
      <w:r w:rsidRPr="00DA4E77">
        <w:t>car</w:t>
      </w:r>
      <w:r w:rsidR="00276CCE">
        <w:t xml:space="preserve">, </w:t>
      </w:r>
      <w:r w:rsidRPr="00DA4E77">
        <w:t>suivant la co</w:t>
      </w:r>
      <w:r w:rsidRPr="00DA4E77">
        <w:t>u</w:t>
      </w:r>
      <w:r w:rsidRPr="00DA4E77">
        <w:t>tume adoptée pour ce jour de fête</w:t>
      </w:r>
      <w:r w:rsidR="00276CCE">
        <w:t xml:space="preserve">, </w:t>
      </w:r>
      <w:r w:rsidRPr="00DA4E77">
        <w:t>on a édifié</w:t>
      </w:r>
      <w:r w:rsidR="00276CCE">
        <w:t xml:space="preserve">, </w:t>
      </w:r>
      <w:r w:rsidRPr="00DA4E77">
        <w:t>entre les hauts p</w:t>
      </w:r>
      <w:r w:rsidRPr="00DA4E77">
        <w:t>i</w:t>
      </w:r>
      <w:r w:rsidRPr="00DA4E77">
        <w:t>liers de marbre sombre</w:t>
      </w:r>
      <w:r w:rsidR="00276CCE">
        <w:t xml:space="preserve">, </w:t>
      </w:r>
      <w:r w:rsidRPr="00DA4E77">
        <w:t>plusieurs rangées d</w:t>
      </w:r>
      <w:r w:rsidR="00276CCE">
        <w:t>’</w:t>
      </w:r>
      <w:r w:rsidRPr="00DA4E77">
        <w:t>échafaudages</w:t>
      </w:r>
      <w:r w:rsidR="00276CCE">
        <w:t xml:space="preserve">, </w:t>
      </w:r>
      <w:r w:rsidRPr="00DA4E77">
        <w:t>dont la charpente en bois se dissimule sous des tentures rouges aux franges d</w:t>
      </w:r>
      <w:r w:rsidR="00276CCE">
        <w:t>’</w:t>
      </w:r>
      <w:r w:rsidRPr="00DA4E77">
        <w:t>or</w:t>
      </w:r>
      <w:r w:rsidR="00276CCE">
        <w:t xml:space="preserve">. </w:t>
      </w:r>
      <w:r w:rsidRPr="00DA4E77">
        <w:t>Et</w:t>
      </w:r>
      <w:r w:rsidR="00276CCE">
        <w:t xml:space="preserve">, </w:t>
      </w:r>
      <w:r w:rsidRPr="00DA4E77">
        <w:t>cette fois</w:t>
      </w:r>
      <w:r w:rsidR="00276CCE">
        <w:t xml:space="preserve">, </w:t>
      </w:r>
      <w:r w:rsidRPr="00DA4E77">
        <w:t>les dames du quartier des Apôtres</w:t>
      </w:r>
      <w:r w:rsidR="00276CCE">
        <w:t xml:space="preserve">, </w:t>
      </w:r>
      <w:r w:rsidRPr="00DA4E77">
        <w:t>celles de la presqu</w:t>
      </w:r>
      <w:r w:rsidR="00276CCE">
        <w:t>’</w:t>
      </w:r>
      <w:r w:rsidRPr="00DA4E77">
        <w:t>île égyptienne où sont logés les chefs des so</w:t>
      </w:r>
      <w:r w:rsidRPr="00DA4E77">
        <w:t>l</w:t>
      </w:r>
      <w:r w:rsidRPr="00DA4E77">
        <w:t>dats</w:t>
      </w:r>
      <w:r w:rsidR="00276CCE">
        <w:t xml:space="preserve">, </w:t>
      </w:r>
      <w:r w:rsidRPr="00DA4E77">
        <w:t>celles mêmes du grand port marchand</w:t>
      </w:r>
      <w:r w:rsidR="00276CCE">
        <w:t xml:space="preserve">, </w:t>
      </w:r>
      <w:r w:rsidRPr="00DA4E77">
        <w:t>sont venues en si grand nombre</w:t>
      </w:r>
      <w:r w:rsidR="00276CCE">
        <w:t xml:space="preserve">, </w:t>
      </w:r>
      <w:r w:rsidRPr="00DA4E77">
        <w:t>que l</w:t>
      </w:r>
      <w:r w:rsidR="00276CCE">
        <w:t>’</w:t>
      </w:r>
      <w:r w:rsidRPr="00DA4E77">
        <w:t xml:space="preserve">architecte </w:t>
      </w:r>
      <w:proofErr w:type="spellStart"/>
      <w:r w:rsidRPr="00DA4E77">
        <w:t>Barkas</w:t>
      </w:r>
      <w:proofErr w:type="spellEnd"/>
      <w:r w:rsidR="00276CCE">
        <w:t xml:space="preserve">, </w:t>
      </w:r>
      <w:r w:rsidRPr="00DA4E77">
        <w:t>intendant des fêtes</w:t>
      </w:r>
      <w:r w:rsidR="00276CCE">
        <w:t xml:space="preserve">, </w:t>
      </w:r>
      <w:r w:rsidRPr="00DA4E77">
        <w:t>a dû</w:t>
      </w:r>
      <w:r w:rsidR="00276CCE">
        <w:t xml:space="preserve">, </w:t>
      </w:r>
      <w:r w:rsidRPr="00DA4E77">
        <w:t>la veille même</w:t>
      </w:r>
      <w:r w:rsidR="00276CCE">
        <w:t xml:space="preserve">, </w:t>
      </w:r>
      <w:r w:rsidRPr="00DA4E77">
        <w:t>dresser dans l</w:t>
      </w:r>
      <w:r w:rsidR="00276CCE">
        <w:t>’</w:t>
      </w:r>
      <w:r w:rsidRPr="00DA4E77">
        <w:t>intervalle des colonnes jusqu</w:t>
      </w:r>
      <w:r w:rsidR="00276CCE">
        <w:t>’</w:t>
      </w:r>
      <w:r w:rsidRPr="00DA4E77">
        <w:t>à cinq étages de balcons superposés</w:t>
      </w:r>
      <w:r w:rsidR="00276CCE">
        <w:t xml:space="preserve">. </w:t>
      </w:r>
      <w:r w:rsidRPr="00DA4E77">
        <w:t>Pressées les unes contre les autres</w:t>
      </w:r>
      <w:r w:rsidR="00276CCE">
        <w:t xml:space="preserve">, </w:t>
      </w:r>
      <w:r w:rsidRPr="00DA4E77">
        <w:t>les patriciennes assemblées s</w:t>
      </w:r>
      <w:r w:rsidR="00276CCE">
        <w:t>’</w:t>
      </w:r>
      <w:r w:rsidRPr="00DA4E77">
        <w:t>épanouissent joyeusement dans le plaisir de regarder et de paraître</w:t>
      </w:r>
      <w:r w:rsidR="00276CCE">
        <w:t>.</w:t>
      </w:r>
    </w:p>
    <w:p w14:paraId="2D26E22E" w14:textId="77777777" w:rsidR="00276CCE" w:rsidRDefault="002A4158" w:rsidP="002A4158">
      <w:r w:rsidRPr="00DA4E77">
        <w:t>L</w:t>
      </w:r>
      <w:r w:rsidR="00276CCE">
        <w:t>’</w:t>
      </w:r>
      <w:r w:rsidRPr="00DA4E77">
        <w:t>immense esplanade semble aujourd</w:t>
      </w:r>
      <w:r w:rsidR="00276CCE">
        <w:t>’</w:t>
      </w:r>
      <w:r w:rsidRPr="00DA4E77">
        <w:t>hui petite</w:t>
      </w:r>
      <w:r w:rsidR="00276CCE">
        <w:t xml:space="preserve">. </w:t>
      </w:r>
      <w:r w:rsidRPr="00DA4E77">
        <w:t>Et cepe</w:t>
      </w:r>
      <w:r w:rsidRPr="00DA4E77">
        <w:t>n</w:t>
      </w:r>
      <w:r w:rsidRPr="00DA4E77">
        <w:t>dant</w:t>
      </w:r>
      <w:r w:rsidR="00276CCE">
        <w:t xml:space="preserve">, </w:t>
      </w:r>
      <w:r w:rsidRPr="00DA4E77">
        <w:t>de minute en minute</w:t>
      </w:r>
      <w:r w:rsidR="00276CCE">
        <w:t xml:space="preserve">, </w:t>
      </w:r>
      <w:r w:rsidRPr="00DA4E77">
        <w:t>les avenues débouchant sur la place de tous les points de la cité projettent de nouvelles vagues h</w:t>
      </w:r>
      <w:r w:rsidRPr="00DA4E77">
        <w:t>u</w:t>
      </w:r>
      <w:r w:rsidRPr="00DA4E77">
        <w:t>maines</w:t>
      </w:r>
      <w:r w:rsidR="00276CCE">
        <w:t xml:space="preserve"> ; </w:t>
      </w:r>
      <w:r w:rsidRPr="00DA4E77">
        <w:t>et ceux qui</w:t>
      </w:r>
      <w:r w:rsidR="00276CCE">
        <w:t xml:space="preserve">, </w:t>
      </w:r>
      <w:r w:rsidRPr="00DA4E77">
        <w:t>arrivés les premiers</w:t>
      </w:r>
      <w:r w:rsidR="00276CCE">
        <w:t xml:space="preserve">, </w:t>
      </w:r>
      <w:r w:rsidRPr="00DA4E77">
        <w:t>se sont déjà glissés le long du vaste parapet d</w:t>
      </w:r>
      <w:r w:rsidR="00276CCE">
        <w:t>’</w:t>
      </w:r>
      <w:r w:rsidRPr="00DA4E77">
        <w:t>où la vue domine la ville et le port</w:t>
      </w:r>
      <w:r w:rsidR="00276CCE">
        <w:t xml:space="preserve">, </w:t>
      </w:r>
      <w:r w:rsidRPr="00DA4E77">
        <w:t>se demandent avec inquiétude si la houle sans cesse grandissante du peuple ne va pas les broyer contre les balustres de bronze</w:t>
      </w:r>
      <w:r w:rsidR="00276CCE">
        <w:t>.</w:t>
      </w:r>
    </w:p>
    <w:p w14:paraId="218AFCF2" w14:textId="77777777" w:rsidR="00276CCE" w:rsidRDefault="00276CCE" w:rsidP="002A4158">
      <w:r>
        <w:t>— </w:t>
      </w:r>
      <w:r w:rsidR="002A4158" w:rsidRPr="00DA4E77">
        <w:t>Heureusement</w:t>
      </w:r>
      <w:r>
        <w:t xml:space="preserve">, </w:t>
      </w:r>
      <w:r w:rsidR="002A4158" w:rsidRPr="00DA4E77">
        <w:t>bougonne un homme gros</w:t>
      </w:r>
      <w:r>
        <w:t xml:space="preserve">, </w:t>
      </w:r>
      <w:r w:rsidR="002A4158" w:rsidRPr="00DA4E77">
        <w:t>qu</w:t>
      </w:r>
      <w:r>
        <w:t>’</w:t>
      </w:r>
      <w:r w:rsidR="002A4158" w:rsidRPr="00DA4E77">
        <w:t>à sa tun</w:t>
      </w:r>
      <w:r w:rsidR="002A4158" w:rsidRPr="00DA4E77">
        <w:t>i</w:t>
      </w:r>
      <w:r w:rsidR="002A4158" w:rsidRPr="00DA4E77">
        <w:t>que brodée on reconnaît pour un marchand des quartiers bas</w:t>
      </w:r>
      <w:r>
        <w:t xml:space="preserve"> ; </w:t>
      </w:r>
      <w:r w:rsidR="002A4158" w:rsidRPr="00DA4E77">
        <w:t>heureusement qu</w:t>
      </w:r>
      <w:r>
        <w:t>’</w:t>
      </w:r>
      <w:r w:rsidR="002A4158" w:rsidRPr="00DA4E77">
        <w:t>on a pris soin</w:t>
      </w:r>
      <w:r>
        <w:t xml:space="preserve">, </w:t>
      </w:r>
      <w:r w:rsidR="002A4158" w:rsidRPr="00DA4E77">
        <w:t>cette nuit</w:t>
      </w:r>
      <w:r>
        <w:t xml:space="preserve">, </w:t>
      </w:r>
      <w:r w:rsidR="002A4158" w:rsidRPr="00DA4E77">
        <w:t>de fermer les élév</w:t>
      </w:r>
      <w:r w:rsidR="002A4158" w:rsidRPr="00DA4E77">
        <w:t>a</w:t>
      </w:r>
      <w:r w:rsidR="002A4158" w:rsidRPr="00DA4E77">
        <w:t>teurs publics et d</w:t>
      </w:r>
      <w:r>
        <w:t>’</w:t>
      </w:r>
      <w:r w:rsidR="002A4158" w:rsidRPr="00DA4E77">
        <w:t>interdire au peuple toutes les machines de transport rapide</w:t>
      </w:r>
      <w:r>
        <w:t xml:space="preserve"> ! </w:t>
      </w:r>
      <w:r w:rsidR="002A4158" w:rsidRPr="00DA4E77">
        <w:t>Sans cela</w:t>
      </w:r>
      <w:r>
        <w:t xml:space="preserve">, </w:t>
      </w:r>
      <w:r w:rsidR="002A4158" w:rsidRPr="00DA4E77">
        <w:t>je crois bien</w:t>
      </w:r>
      <w:r>
        <w:t xml:space="preserve">, </w:t>
      </w:r>
      <w:r w:rsidR="002A4158" w:rsidRPr="00DA4E77">
        <w:t>toute la plèbe s</w:t>
      </w:r>
      <w:r>
        <w:t>’</w:t>
      </w:r>
      <w:r w:rsidR="002A4158" w:rsidRPr="00DA4E77">
        <w:t>écraserait sur cette place</w:t>
      </w:r>
      <w:r>
        <w:t> !</w:t>
      </w:r>
    </w:p>
    <w:p w14:paraId="39F45FE2" w14:textId="77777777" w:rsidR="00276CCE" w:rsidRDefault="00276CCE" w:rsidP="002A4158">
      <w:r>
        <w:lastRenderedPageBreak/>
        <w:t>— </w:t>
      </w:r>
      <w:r w:rsidR="002A4158" w:rsidRPr="00DA4E77">
        <w:t>Et pourquoi</w:t>
      </w:r>
      <w:r>
        <w:t xml:space="preserve">, </w:t>
      </w:r>
      <w:r w:rsidR="002A4158" w:rsidRPr="00DA4E77">
        <w:t>nous aussi</w:t>
      </w:r>
      <w:r>
        <w:t xml:space="preserve">, </w:t>
      </w:r>
      <w:r w:rsidR="002A4158" w:rsidRPr="00DA4E77">
        <w:t>ne pourrions-nous pas venir</w:t>
      </w:r>
      <w:r>
        <w:t xml:space="preserve"> ? </w:t>
      </w:r>
      <w:r w:rsidR="002A4158" w:rsidRPr="00DA4E77">
        <w:t>répond sèchement un grand et maigre matelot du port</w:t>
      </w:r>
      <w:r>
        <w:t xml:space="preserve">. </w:t>
      </w:r>
      <w:r w:rsidR="00601AEE">
        <w:t>Ne s</w:t>
      </w:r>
      <w:r w:rsidR="002A4158" w:rsidRPr="00DA4E77">
        <w:t>o</w:t>
      </w:r>
      <w:r w:rsidR="002A4158" w:rsidRPr="00DA4E77">
        <w:t>m</w:t>
      </w:r>
      <w:r w:rsidR="002A4158" w:rsidRPr="00DA4E77">
        <w:t>mes-nous pas pétris de la même matière</w:t>
      </w:r>
      <w:r>
        <w:t> ?</w:t>
      </w:r>
    </w:p>
    <w:p w14:paraId="3740B69E" w14:textId="77777777" w:rsidR="00276CCE" w:rsidRDefault="00276CCE" w:rsidP="002A4158">
      <w:r>
        <w:t>— </w:t>
      </w:r>
      <w:r w:rsidR="002A4158" w:rsidRPr="00DA4E77">
        <w:t>Tellement pétris</w:t>
      </w:r>
      <w:r>
        <w:t xml:space="preserve">, </w:t>
      </w:r>
      <w:r w:rsidR="002A4158" w:rsidRPr="00DA4E77">
        <w:t>mon ami</w:t>
      </w:r>
      <w:r>
        <w:t xml:space="preserve">, </w:t>
      </w:r>
      <w:r w:rsidR="002A4158" w:rsidRPr="00DA4E77">
        <w:t>que si la poussée continue encore</w:t>
      </w:r>
      <w:r>
        <w:t xml:space="preserve">, </w:t>
      </w:r>
      <w:r w:rsidR="002A4158" w:rsidRPr="00DA4E77">
        <w:t>nous allons l</w:t>
      </w:r>
      <w:r>
        <w:t>’</w:t>
      </w:r>
      <w:r w:rsidR="002A4158" w:rsidRPr="00DA4E77">
        <w:t>être une seconde fois</w:t>
      </w:r>
      <w:r>
        <w:t> !</w:t>
      </w:r>
    </w:p>
    <w:p w14:paraId="569A5AEF" w14:textId="77777777" w:rsidR="00276CCE" w:rsidRDefault="002A4158" w:rsidP="002A4158">
      <w:r w:rsidRPr="00DA4E77">
        <w:t>Un bruyant éclat de rire accueille la boutade du jovial bo</w:t>
      </w:r>
      <w:r w:rsidRPr="00DA4E77">
        <w:t>u</w:t>
      </w:r>
      <w:r w:rsidRPr="00DA4E77">
        <w:t>tiquier</w:t>
      </w:r>
      <w:r w:rsidR="00276CCE">
        <w:t>.</w:t>
      </w:r>
    </w:p>
    <w:p w14:paraId="4F4DF072" w14:textId="77777777" w:rsidR="00276CCE" w:rsidRDefault="00276CCE" w:rsidP="002A4158">
      <w:r>
        <w:t>— </w:t>
      </w:r>
      <w:r w:rsidR="002A4158" w:rsidRPr="00DA4E77">
        <w:t>Et tout cela</w:t>
      </w:r>
      <w:r>
        <w:t xml:space="preserve">, </w:t>
      </w:r>
      <w:r w:rsidR="002A4158" w:rsidRPr="00DA4E77">
        <w:t>interrompt une jeune femme</w:t>
      </w:r>
      <w:r>
        <w:t xml:space="preserve">, </w:t>
      </w:r>
      <w:r w:rsidR="002A4158" w:rsidRPr="00DA4E77">
        <w:t>pour voir des Barbares au teint blême</w:t>
      </w:r>
      <w:r>
        <w:t xml:space="preserve">, </w:t>
      </w:r>
      <w:r w:rsidR="002A4158" w:rsidRPr="00DA4E77">
        <w:t>venus d</w:t>
      </w:r>
      <w:r>
        <w:t>’</w:t>
      </w:r>
      <w:r w:rsidR="002A4158" w:rsidRPr="00DA4E77">
        <w:t>un pays sauvage où il y a des maisons en terre pilée</w:t>
      </w:r>
      <w:r>
        <w:t> !</w:t>
      </w:r>
    </w:p>
    <w:p w14:paraId="45E5C5DF" w14:textId="77777777" w:rsidR="00276CCE" w:rsidRDefault="00276CCE" w:rsidP="002A4158">
      <w:r>
        <w:t>— </w:t>
      </w:r>
      <w:r w:rsidR="002A4158" w:rsidRPr="00DA4E77">
        <w:t>Et toi</w:t>
      </w:r>
      <w:r>
        <w:t xml:space="preserve">, </w:t>
      </w:r>
      <w:r w:rsidR="002A4158" w:rsidRPr="00DA4E77">
        <w:t>la belle</w:t>
      </w:r>
      <w:r>
        <w:t xml:space="preserve"> ? </w:t>
      </w:r>
      <w:r w:rsidR="002A4158" w:rsidRPr="00DA4E77">
        <w:t>viens-tu pour autre chose</w:t>
      </w:r>
      <w:r>
        <w:t> ?</w:t>
      </w:r>
    </w:p>
    <w:p w14:paraId="56157313" w14:textId="77777777" w:rsidR="00276CCE" w:rsidRDefault="00276CCE" w:rsidP="002A4158">
      <w:r>
        <w:t>— </w:t>
      </w:r>
      <w:r w:rsidR="002A4158" w:rsidRPr="00DA4E77">
        <w:t>Peuh</w:t>
      </w:r>
      <w:r>
        <w:t xml:space="preserve"> ! </w:t>
      </w:r>
      <w:r w:rsidR="002A4158" w:rsidRPr="00DA4E77">
        <w:t>des hommes blancs</w:t>
      </w:r>
      <w:r>
        <w:t xml:space="preserve"> ! </w:t>
      </w:r>
      <w:r w:rsidR="002A4158" w:rsidRPr="00DA4E77">
        <w:t>Ils n</w:t>
      </w:r>
      <w:r>
        <w:t>’</w:t>
      </w:r>
      <w:r w:rsidR="002A4158" w:rsidRPr="00DA4E77">
        <w:t>ont même plus le cha</w:t>
      </w:r>
      <w:r w:rsidR="002A4158" w:rsidRPr="00DA4E77">
        <w:t>r</w:t>
      </w:r>
      <w:r w:rsidR="002A4158" w:rsidRPr="00DA4E77">
        <w:t>me de la nouveauté pour nous</w:t>
      </w:r>
      <w:r>
        <w:t xml:space="preserve"> ! </w:t>
      </w:r>
      <w:r w:rsidR="002A4158" w:rsidRPr="00DA4E77">
        <w:t>Le quart d</w:t>
      </w:r>
      <w:r>
        <w:t>’</w:t>
      </w:r>
      <w:r w:rsidR="002A4158" w:rsidRPr="00DA4E77">
        <w:t>Atlantis</w:t>
      </w:r>
      <w:r>
        <w:t xml:space="preserve">, </w:t>
      </w:r>
      <w:r w:rsidR="002A4158" w:rsidRPr="00DA4E77">
        <w:t>bientôt</w:t>
      </w:r>
      <w:r>
        <w:t xml:space="preserve">, </w:t>
      </w:r>
      <w:r w:rsidR="002A4158" w:rsidRPr="00DA4E77">
        <w:t>se peuplera de ces faces lunaires</w:t>
      </w:r>
      <w:r>
        <w:t> !</w:t>
      </w:r>
    </w:p>
    <w:p w14:paraId="0182579C" w14:textId="77777777" w:rsidR="00276CCE" w:rsidRDefault="00276CCE" w:rsidP="002A4158">
      <w:r>
        <w:t>— </w:t>
      </w:r>
      <w:r w:rsidR="002A4158" w:rsidRPr="00DA4E77">
        <w:t>Ceux-ci</w:t>
      </w:r>
      <w:r>
        <w:t xml:space="preserve">, </w:t>
      </w:r>
      <w:r w:rsidR="002A4158" w:rsidRPr="00DA4E77">
        <w:t>paraît-il</w:t>
      </w:r>
      <w:r>
        <w:t xml:space="preserve">, </w:t>
      </w:r>
      <w:r w:rsidR="002A4158" w:rsidRPr="00DA4E77">
        <w:t>ont inventé d</w:t>
      </w:r>
      <w:r>
        <w:t>’</w:t>
      </w:r>
      <w:r w:rsidR="002A4158" w:rsidRPr="00DA4E77">
        <w:t>ineffables mélodies</w:t>
      </w:r>
      <w:r>
        <w:t>…</w:t>
      </w:r>
    </w:p>
    <w:p w14:paraId="22EB2B2C" w14:textId="77777777" w:rsidR="00276CCE" w:rsidRDefault="00276CCE" w:rsidP="002A4158">
      <w:r>
        <w:t>— </w:t>
      </w:r>
      <w:r w:rsidR="002A4158" w:rsidRPr="00DA4E77">
        <w:t>Et l</w:t>
      </w:r>
      <w:r>
        <w:t>’</w:t>
      </w:r>
      <w:r w:rsidR="002A4158" w:rsidRPr="00DA4E77">
        <w:t>on ajoute qu</w:t>
      </w:r>
      <w:r>
        <w:t>’</w:t>
      </w:r>
      <w:r w:rsidR="002A4158" w:rsidRPr="00DA4E77">
        <w:t>ils sont fort beaux</w:t>
      </w:r>
      <w:r>
        <w:t> !</w:t>
      </w:r>
    </w:p>
    <w:p w14:paraId="6F625EED" w14:textId="77777777" w:rsidR="00276CCE" w:rsidRDefault="00276CCE" w:rsidP="002A4158">
      <w:r>
        <w:t>— </w:t>
      </w:r>
      <w:r w:rsidR="002A4158" w:rsidRPr="00DA4E77">
        <w:t>Ah</w:t>
      </w:r>
      <w:r>
        <w:t xml:space="preserve"> ! </w:t>
      </w:r>
      <w:r w:rsidR="002A4158" w:rsidRPr="00DA4E77">
        <w:t>Ah</w:t>
      </w:r>
      <w:r>
        <w:t xml:space="preserve"> ! </w:t>
      </w:r>
      <w:r w:rsidR="002A4158" w:rsidRPr="00DA4E77">
        <w:t>Seigneurs atlantes</w:t>
      </w:r>
      <w:r>
        <w:t xml:space="preserve">, </w:t>
      </w:r>
      <w:r w:rsidR="002A4158" w:rsidRPr="00DA4E77">
        <w:t>ça va quelque peu nous changer de vous</w:t>
      </w:r>
      <w:r>
        <w:t> !</w:t>
      </w:r>
    </w:p>
    <w:p w14:paraId="654B39C9" w14:textId="77777777" w:rsidR="00276CCE" w:rsidRDefault="00276CCE" w:rsidP="002A4158">
      <w:r>
        <w:t>— </w:t>
      </w:r>
      <w:r w:rsidR="002A4158" w:rsidRPr="00DA4E77">
        <w:t>Puisqu</w:t>
      </w:r>
      <w:r>
        <w:t>’</w:t>
      </w:r>
      <w:r w:rsidR="002A4158" w:rsidRPr="00DA4E77">
        <w:t>il te faut de beaux hommes</w:t>
      </w:r>
      <w:r>
        <w:t xml:space="preserve">, </w:t>
      </w:r>
      <w:r w:rsidR="002A4158" w:rsidRPr="00DA4E77">
        <w:t>la gaillarde</w:t>
      </w:r>
      <w:r>
        <w:t xml:space="preserve">, </w:t>
      </w:r>
      <w:r w:rsidR="002A4158" w:rsidRPr="00DA4E77">
        <w:t>tu vas être servie</w:t>
      </w:r>
      <w:r>
        <w:t xml:space="preserve"> : </w:t>
      </w:r>
      <w:r w:rsidR="002A4158" w:rsidRPr="00DA4E77">
        <w:t>voici paraître le héraut de gloire avec son cortège de géants</w:t>
      </w:r>
      <w:r>
        <w:t>.</w:t>
      </w:r>
    </w:p>
    <w:p w14:paraId="1DC5F8CB" w14:textId="2BE0ACA0" w:rsidR="002A4158" w:rsidRPr="00DA4E77" w:rsidRDefault="002A4158" w:rsidP="002A4158"/>
    <w:p w14:paraId="72DE412B" w14:textId="77777777" w:rsidR="00276CCE" w:rsidRDefault="002A4158" w:rsidP="002A4158">
      <w:r w:rsidRPr="00DA4E77">
        <w:t>En effet</w:t>
      </w:r>
      <w:r w:rsidR="00276CCE">
        <w:t xml:space="preserve">, </w:t>
      </w:r>
      <w:r w:rsidRPr="00DA4E77">
        <w:t>sur le perron du Palais</w:t>
      </w:r>
      <w:r w:rsidR="00276CCE">
        <w:t xml:space="preserve">, </w:t>
      </w:r>
      <w:r w:rsidRPr="00DA4E77">
        <w:t>dominant toute l</w:t>
      </w:r>
      <w:r w:rsidR="00276CCE">
        <w:t>’</w:t>
      </w:r>
      <w:r w:rsidRPr="00DA4E77">
        <w:t>esplanade du haut de ses gradins en marbre rouge</w:t>
      </w:r>
      <w:r w:rsidR="00276CCE">
        <w:t xml:space="preserve">, </w:t>
      </w:r>
      <w:r w:rsidRPr="00DA4E77">
        <w:t>s</w:t>
      </w:r>
      <w:r w:rsidR="00276CCE">
        <w:t>’</w:t>
      </w:r>
      <w:r w:rsidRPr="00DA4E77">
        <w:t>avance le traditionnel héraut de gloire</w:t>
      </w:r>
      <w:r w:rsidR="00276CCE">
        <w:t xml:space="preserve">, </w:t>
      </w:r>
      <w:r w:rsidRPr="00DA4E77">
        <w:t>porté sur un pavois garni de pou</w:t>
      </w:r>
      <w:r w:rsidRPr="00DA4E77">
        <w:t>r</w:t>
      </w:r>
      <w:r w:rsidRPr="00DA4E77">
        <w:t>pre que maintiennent sur leurs épaules des Nubiens aux formes colossales</w:t>
      </w:r>
      <w:r w:rsidR="00276CCE">
        <w:t xml:space="preserve">. </w:t>
      </w:r>
      <w:r w:rsidRPr="00DA4E77">
        <w:t>Autour du pavois</w:t>
      </w:r>
      <w:r w:rsidR="00276CCE">
        <w:t xml:space="preserve">, </w:t>
      </w:r>
      <w:r w:rsidRPr="00DA4E77">
        <w:t>des cavaliers d</w:t>
      </w:r>
      <w:r w:rsidR="00276CCE">
        <w:t>’</w:t>
      </w:r>
      <w:r w:rsidRPr="00DA4E77">
        <w:t xml:space="preserve">Égypte </w:t>
      </w:r>
      <w:r w:rsidRPr="00DA4E77">
        <w:lastRenderedPageBreak/>
        <w:t>aux lances dorées laissent reluire leurs cuirasses au soleil</w:t>
      </w:r>
      <w:r w:rsidR="00276CCE">
        <w:t xml:space="preserve">. </w:t>
      </w:r>
      <w:r w:rsidRPr="00DA4E77">
        <w:t>Le héraut parle dans un porte-voix au pavillon de cuivre</w:t>
      </w:r>
      <w:r w:rsidR="00276CCE">
        <w:t xml:space="preserve">. </w:t>
      </w:r>
      <w:r w:rsidRPr="00DA4E77">
        <w:t>Chaque grande espl</w:t>
      </w:r>
      <w:r w:rsidRPr="00DA4E77">
        <w:t>a</w:t>
      </w:r>
      <w:r w:rsidRPr="00DA4E77">
        <w:t>nade</w:t>
      </w:r>
      <w:r w:rsidR="00276CCE">
        <w:t xml:space="preserve">, </w:t>
      </w:r>
      <w:r w:rsidRPr="00DA4E77">
        <w:t>aujourd</w:t>
      </w:r>
      <w:r w:rsidR="00276CCE">
        <w:t>’</w:t>
      </w:r>
      <w:r w:rsidRPr="00DA4E77">
        <w:t>hui</w:t>
      </w:r>
      <w:r w:rsidR="00276CCE">
        <w:t xml:space="preserve">, </w:t>
      </w:r>
      <w:r w:rsidRPr="00DA4E77">
        <w:t>entend un héraut</w:t>
      </w:r>
      <w:r w:rsidR="00276CCE">
        <w:t xml:space="preserve">. </w:t>
      </w:r>
      <w:r w:rsidRPr="00DA4E77">
        <w:t>Mais le premier d</w:t>
      </w:r>
      <w:r w:rsidR="00276CCE">
        <w:t>’</w:t>
      </w:r>
      <w:r w:rsidRPr="00DA4E77">
        <w:t>entre eux parle sur la place de l</w:t>
      </w:r>
      <w:r w:rsidR="00276CCE">
        <w:t>’</w:t>
      </w:r>
      <w:r w:rsidRPr="00DA4E77">
        <w:t>Empire</w:t>
      </w:r>
      <w:r w:rsidR="00276CCE">
        <w:t>.</w:t>
      </w:r>
    </w:p>
    <w:p w14:paraId="1863F321" w14:textId="77777777" w:rsidR="00276CCE" w:rsidRDefault="00276CCE" w:rsidP="002A4158">
      <w:r>
        <w:t>— </w:t>
      </w:r>
      <w:r w:rsidR="002A4158" w:rsidRPr="00DA4E77">
        <w:t>Gens d</w:t>
      </w:r>
      <w:r>
        <w:t>’</w:t>
      </w:r>
      <w:r w:rsidR="002A4158" w:rsidRPr="00DA4E77">
        <w:t>Atlantis</w:t>
      </w:r>
      <w:r>
        <w:t xml:space="preserve">, </w:t>
      </w:r>
      <w:r w:rsidR="002A4158" w:rsidRPr="00DA4E77">
        <w:t>proclame-t-il</w:t>
      </w:r>
      <w:r>
        <w:t xml:space="preserve">, </w:t>
      </w:r>
      <w:r w:rsidR="002A4158" w:rsidRPr="00DA4E77">
        <w:t>et vous</w:t>
      </w:r>
      <w:r>
        <w:t xml:space="preserve">, </w:t>
      </w:r>
      <w:r w:rsidR="002A4158" w:rsidRPr="00DA4E77">
        <w:t>nos frères de l</w:t>
      </w:r>
      <w:r>
        <w:t>’</w:t>
      </w:r>
      <w:r w:rsidR="002A4158" w:rsidRPr="00DA4E77">
        <w:t>Occident rouge</w:t>
      </w:r>
      <w:r>
        <w:t xml:space="preserve">, </w:t>
      </w:r>
      <w:r w:rsidR="002A4158" w:rsidRPr="00DA4E77">
        <w:t>et vous aussi</w:t>
      </w:r>
      <w:r>
        <w:t xml:space="preserve">, </w:t>
      </w:r>
      <w:r w:rsidR="002A4158" w:rsidRPr="00DA4E77">
        <w:t>nos jeunes alliés des terres orientales</w:t>
      </w:r>
      <w:r>
        <w:t xml:space="preserve">, </w:t>
      </w:r>
      <w:r w:rsidR="002A4158" w:rsidRPr="00DA4E77">
        <w:t>salut au nom de l</w:t>
      </w:r>
      <w:r>
        <w:t>’</w:t>
      </w:r>
      <w:r w:rsidR="002A4158" w:rsidRPr="00DA4E77">
        <w:t>Empire des Eaux</w:t>
      </w:r>
      <w:r>
        <w:t xml:space="preserve"> !… </w:t>
      </w:r>
      <w:r w:rsidR="002A4158" w:rsidRPr="00DA4E77">
        <w:t>Voici co</w:t>
      </w:r>
      <w:r w:rsidR="002A4158" w:rsidRPr="00DA4E77">
        <w:t>m</w:t>
      </w:r>
      <w:r w:rsidR="002A4158" w:rsidRPr="00DA4E77">
        <w:t>menc</w:t>
      </w:r>
      <w:r w:rsidR="009D7131">
        <w:t>ées</w:t>
      </w:r>
      <w:r w:rsidR="002A4158" w:rsidRPr="00DA4E77">
        <w:t xml:space="preserve"> les grandes journées de fêtes où</w:t>
      </w:r>
      <w:r>
        <w:t xml:space="preserve">, </w:t>
      </w:r>
      <w:r w:rsidR="002A4158" w:rsidRPr="00DA4E77">
        <w:t>tous les cinq ans</w:t>
      </w:r>
      <w:r>
        <w:t xml:space="preserve">, </w:t>
      </w:r>
      <w:r w:rsidR="002A4158" w:rsidRPr="00DA4E77">
        <w:t>Atlantis célèbre sa richesse et l</w:t>
      </w:r>
      <w:r>
        <w:t>’</w:t>
      </w:r>
      <w:r w:rsidR="002A4158" w:rsidRPr="00DA4E77">
        <w:t>immortalité de son prestige un</w:t>
      </w:r>
      <w:r w:rsidR="002A4158" w:rsidRPr="00DA4E77">
        <w:t>i</w:t>
      </w:r>
      <w:r w:rsidR="002A4158" w:rsidRPr="00DA4E77">
        <w:t>versel</w:t>
      </w:r>
      <w:r>
        <w:t xml:space="preserve">. </w:t>
      </w:r>
      <w:r w:rsidR="002A4158" w:rsidRPr="00DA4E77">
        <w:t>Mais</w:t>
      </w:r>
      <w:r>
        <w:t xml:space="preserve">, </w:t>
      </w:r>
      <w:r w:rsidR="002A4158" w:rsidRPr="00DA4E77">
        <w:t>cette année</w:t>
      </w:r>
      <w:r>
        <w:t xml:space="preserve">, </w:t>
      </w:r>
      <w:r w:rsidR="002A4158" w:rsidRPr="00DA4E77">
        <w:t>ô Atlantes</w:t>
      </w:r>
      <w:r>
        <w:t xml:space="preserve">, </w:t>
      </w:r>
      <w:r w:rsidR="002A4158" w:rsidRPr="00DA4E77">
        <w:t>selon la volonté des Ap</w:t>
      </w:r>
      <w:r w:rsidR="002A4158" w:rsidRPr="00DA4E77">
        <w:t>ô</w:t>
      </w:r>
      <w:r w:rsidR="002A4158" w:rsidRPr="00DA4E77">
        <w:t>tres du Soleil</w:t>
      </w:r>
      <w:r>
        <w:t xml:space="preserve">, </w:t>
      </w:r>
      <w:r w:rsidR="002A4158" w:rsidRPr="00DA4E77">
        <w:t>deux nouveaux jours de réjouissances publiques s</w:t>
      </w:r>
      <w:r>
        <w:t>’</w:t>
      </w:r>
      <w:r w:rsidR="002A4158" w:rsidRPr="00DA4E77">
        <w:t>ajouteront aux trois antiques fêtes du Sphinx</w:t>
      </w:r>
      <w:r>
        <w:t xml:space="preserve">, </w:t>
      </w:r>
      <w:r w:rsidR="002A4158" w:rsidRPr="00DA4E77">
        <w:t>des Eaux et de l</w:t>
      </w:r>
      <w:r>
        <w:t>’</w:t>
      </w:r>
      <w:r w:rsidR="002A4158" w:rsidRPr="00DA4E77">
        <w:t>Or</w:t>
      </w:r>
      <w:r>
        <w:t xml:space="preserve">. </w:t>
      </w:r>
      <w:r w:rsidR="002A4158" w:rsidRPr="00DA4E77">
        <w:t>Les Apôtres du Soleil</w:t>
      </w:r>
      <w:r>
        <w:t xml:space="preserve">, </w:t>
      </w:r>
      <w:r w:rsidR="002A4158" w:rsidRPr="00DA4E77">
        <w:t>vos seigneurs et protecteurs</w:t>
      </w:r>
      <w:r>
        <w:t>…</w:t>
      </w:r>
    </w:p>
    <w:p w14:paraId="507B59A6" w14:textId="77777777" w:rsidR="00276CCE" w:rsidRDefault="00276CCE" w:rsidP="002A4158">
      <w:r>
        <w:t>— </w:t>
      </w:r>
      <w:r w:rsidR="002A4158" w:rsidRPr="00DA4E77">
        <w:t>Les Atlantes n</w:t>
      </w:r>
      <w:r>
        <w:t>’</w:t>
      </w:r>
      <w:r w:rsidR="002A4158" w:rsidRPr="00DA4E77">
        <w:t>ont pas de protecteurs</w:t>
      </w:r>
      <w:r>
        <w:t> !</w:t>
      </w:r>
    </w:p>
    <w:p w14:paraId="3855C29C" w14:textId="77777777" w:rsidR="00276CCE" w:rsidRDefault="00276CCE" w:rsidP="002A4158">
      <w:r>
        <w:t>— </w:t>
      </w:r>
      <w:r w:rsidR="002A4158" w:rsidRPr="00DA4E77">
        <w:t>Ni de seigneurs</w:t>
      </w:r>
      <w:r>
        <w:t> !</w:t>
      </w:r>
    </w:p>
    <w:p w14:paraId="1DB7A254" w14:textId="77777777" w:rsidR="00276CCE" w:rsidRDefault="00276CCE" w:rsidP="002A4158">
      <w:r>
        <w:t>— </w:t>
      </w:r>
      <w:r w:rsidR="002A4158" w:rsidRPr="00DA4E77">
        <w:t>Silence</w:t>
      </w:r>
      <w:r>
        <w:t xml:space="preserve"> ! </w:t>
      </w:r>
      <w:r w:rsidR="002A4158" w:rsidRPr="00DA4E77">
        <w:t>Silence</w:t>
      </w:r>
      <w:r>
        <w:t> !</w:t>
      </w:r>
    </w:p>
    <w:p w14:paraId="7E5EC6A2" w14:textId="77777777" w:rsidR="00276CCE" w:rsidRDefault="00276CCE" w:rsidP="002A4158">
      <w:r>
        <w:t>— </w:t>
      </w:r>
      <w:r w:rsidR="002A4158" w:rsidRPr="00DA4E77">
        <w:t>Laissez parler le héraut</w:t>
      </w:r>
      <w:r>
        <w:t> !</w:t>
      </w:r>
    </w:p>
    <w:p w14:paraId="6BE33E96" w14:textId="77777777" w:rsidR="00276CCE" w:rsidRDefault="002A4158" w:rsidP="002A4158">
      <w:r w:rsidRPr="00DA4E77">
        <w:t>Le héraut</w:t>
      </w:r>
      <w:r w:rsidR="00276CCE">
        <w:t xml:space="preserve">, </w:t>
      </w:r>
      <w:r w:rsidRPr="00DA4E77">
        <w:t>impassible</w:t>
      </w:r>
      <w:r w:rsidR="00276CCE">
        <w:t xml:space="preserve">, </w:t>
      </w:r>
      <w:r w:rsidRPr="00DA4E77">
        <w:t>reprend</w:t>
      </w:r>
      <w:r w:rsidR="00276CCE">
        <w:t> :</w:t>
      </w:r>
    </w:p>
    <w:p w14:paraId="733F4DB0" w14:textId="77777777" w:rsidR="00276CCE" w:rsidRDefault="00276CCE" w:rsidP="002A4158">
      <w:r>
        <w:t>— </w:t>
      </w:r>
      <w:r w:rsidR="002A4158" w:rsidRPr="00DA4E77">
        <w:t>Donc</w:t>
      </w:r>
      <w:r>
        <w:t xml:space="preserve">, </w:t>
      </w:r>
      <w:r w:rsidR="002A4158" w:rsidRPr="00DA4E77">
        <w:t>les Apôtres du Soleil ont décidé que deux réjoui</w:t>
      </w:r>
      <w:r w:rsidR="002A4158" w:rsidRPr="00DA4E77">
        <w:t>s</w:t>
      </w:r>
      <w:r w:rsidR="002A4158" w:rsidRPr="00DA4E77">
        <w:t>sances nouvelles compléteraient les trois fêtes consacrées</w:t>
      </w:r>
      <w:r>
        <w:t xml:space="preserve"> : </w:t>
      </w:r>
      <w:r w:rsidR="002A4158" w:rsidRPr="00DA4E77">
        <w:t>le quatrième jour</w:t>
      </w:r>
      <w:r>
        <w:t xml:space="preserve">, </w:t>
      </w:r>
      <w:r w:rsidR="002A4158" w:rsidRPr="00DA4E77">
        <w:t>il y aura la fête de l</w:t>
      </w:r>
      <w:r>
        <w:t>’</w:t>
      </w:r>
      <w:r w:rsidR="002A4158" w:rsidRPr="00DA4E77">
        <w:t>Occident</w:t>
      </w:r>
      <w:r>
        <w:t xml:space="preserve">, </w:t>
      </w:r>
      <w:r w:rsidR="002A4158" w:rsidRPr="00DA4E77">
        <w:t>et le cinquième</w:t>
      </w:r>
      <w:r>
        <w:t xml:space="preserve">, </w:t>
      </w:r>
      <w:r w:rsidR="002A4158" w:rsidRPr="00DA4E77">
        <w:t>la fête de l</w:t>
      </w:r>
      <w:r>
        <w:t>’</w:t>
      </w:r>
      <w:r w:rsidR="002A4158" w:rsidRPr="00DA4E77">
        <w:t>Orient</w:t>
      </w:r>
      <w:r>
        <w:t>…</w:t>
      </w:r>
    </w:p>
    <w:p w14:paraId="79A5C8FF" w14:textId="77777777" w:rsidR="00276CCE" w:rsidRDefault="002A4158" w:rsidP="002A4158">
      <w:r w:rsidRPr="00DA4E77">
        <w:t>Mouvement de surprise</w:t>
      </w:r>
      <w:r w:rsidR="00276CCE">
        <w:t>.</w:t>
      </w:r>
    </w:p>
    <w:p w14:paraId="33DD6F9D" w14:textId="77777777" w:rsidR="00276CCE" w:rsidRDefault="00276CCE" w:rsidP="002A4158">
      <w:r>
        <w:t>— </w:t>
      </w:r>
      <w:r w:rsidR="002A4158" w:rsidRPr="00DA4E77">
        <w:t>Atlantes</w:t>
      </w:r>
      <w:r>
        <w:t xml:space="preserve">, </w:t>
      </w:r>
      <w:r w:rsidR="002A4158" w:rsidRPr="00DA4E77">
        <w:t>sachez en quoi consisteront ces deux fêtes no</w:t>
      </w:r>
      <w:r w:rsidR="002A4158" w:rsidRPr="00DA4E77">
        <w:t>u</w:t>
      </w:r>
      <w:r w:rsidR="002A4158" w:rsidRPr="00DA4E77">
        <w:t>velles</w:t>
      </w:r>
      <w:r>
        <w:t xml:space="preserve">. </w:t>
      </w:r>
      <w:r w:rsidR="002A4158" w:rsidRPr="00DA4E77">
        <w:t>Celle de l</w:t>
      </w:r>
      <w:r>
        <w:t>’</w:t>
      </w:r>
      <w:r w:rsidR="002A4158" w:rsidRPr="00DA4E77">
        <w:t>Occident sera consacrée aux peuples vénérés du continent toltèque</w:t>
      </w:r>
      <w:r>
        <w:t xml:space="preserve">, </w:t>
      </w:r>
      <w:r w:rsidR="002A4158" w:rsidRPr="00DA4E77">
        <w:t>dont nous sommes presque tous origina</w:t>
      </w:r>
      <w:r w:rsidR="002A4158" w:rsidRPr="00DA4E77">
        <w:t>i</w:t>
      </w:r>
      <w:r w:rsidR="002A4158" w:rsidRPr="00DA4E77">
        <w:t>res</w:t>
      </w:r>
      <w:r>
        <w:t xml:space="preserve"> ; </w:t>
      </w:r>
      <w:r w:rsidR="002A4158" w:rsidRPr="00DA4E77">
        <w:t xml:space="preserve">nous exalterons le foyer primitif de notre </w:t>
      </w:r>
      <w:r w:rsidR="002A4158" w:rsidRPr="00DA4E77">
        <w:lastRenderedPageBreak/>
        <w:t>glorieuse race rouge</w:t>
      </w:r>
      <w:r>
        <w:t xml:space="preserve">, </w:t>
      </w:r>
      <w:r w:rsidR="002A4158" w:rsidRPr="00DA4E77">
        <w:t>d</w:t>
      </w:r>
      <w:r>
        <w:t>’</w:t>
      </w:r>
      <w:r w:rsidR="002A4158" w:rsidRPr="00DA4E77">
        <w:t>où partirent</w:t>
      </w:r>
      <w:r>
        <w:t xml:space="preserve">, </w:t>
      </w:r>
      <w:r w:rsidR="002A4158" w:rsidRPr="00DA4E77">
        <w:t>il y a des milliers et des milliers d</w:t>
      </w:r>
      <w:r>
        <w:t>’</w:t>
      </w:r>
      <w:r w:rsidR="002A4158" w:rsidRPr="00DA4E77">
        <w:t>années</w:t>
      </w:r>
      <w:r>
        <w:t xml:space="preserve">, </w:t>
      </w:r>
      <w:r w:rsidR="002A4158" w:rsidRPr="00DA4E77">
        <w:t>les premiers fondateurs de la Reine des Eaux</w:t>
      </w:r>
      <w:r>
        <w:t>.</w:t>
      </w:r>
    </w:p>
    <w:p w14:paraId="608E9FE7" w14:textId="77777777" w:rsidR="00276CCE" w:rsidRDefault="00276CCE" w:rsidP="002A4158">
      <w:r>
        <w:t>— </w:t>
      </w:r>
      <w:r w:rsidR="002A4158" w:rsidRPr="00DA4E77">
        <w:t>Très bien</w:t>
      </w:r>
      <w:r>
        <w:t xml:space="preserve"> ! </w:t>
      </w:r>
      <w:r w:rsidR="002A4158" w:rsidRPr="00DA4E77">
        <w:t>très juste</w:t>
      </w:r>
      <w:r>
        <w:t xml:space="preserve"> ! </w:t>
      </w:r>
      <w:r w:rsidR="002A4158" w:rsidRPr="00DA4E77">
        <w:t>applaudit la foule</w:t>
      </w:r>
      <w:r>
        <w:t>.</w:t>
      </w:r>
    </w:p>
    <w:p w14:paraId="4441CCB5" w14:textId="77777777" w:rsidR="00276CCE" w:rsidRDefault="00276CCE" w:rsidP="002A4158">
      <w:r>
        <w:t>— </w:t>
      </w:r>
      <w:r w:rsidR="002A4158" w:rsidRPr="00DA4E77">
        <w:t xml:space="preserve">La fête de </w:t>
      </w:r>
      <w:proofErr w:type="spellStart"/>
      <w:r w:rsidR="002A4158" w:rsidRPr="00DA4E77">
        <w:t>Melléna</w:t>
      </w:r>
      <w:proofErr w:type="spellEnd"/>
      <w:r>
        <w:t xml:space="preserve"> ! </w:t>
      </w:r>
      <w:r w:rsidR="002A4158" w:rsidRPr="00DA4E77">
        <w:t>glapit une voix d</w:t>
      </w:r>
      <w:r>
        <w:t>’</w:t>
      </w:r>
      <w:r w:rsidR="002A4158" w:rsidRPr="00DA4E77">
        <w:t>étudiant</w:t>
      </w:r>
      <w:r>
        <w:t>.</w:t>
      </w:r>
    </w:p>
    <w:p w14:paraId="47BBD031" w14:textId="77777777" w:rsidR="00276CCE" w:rsidRDefault="00276CCE" w:rsidP="002A4158">
      <w:r>
        <w:t>— </w:t>
      </w:r>
      <w:r w:rsidR="002A4158" w:rsidRPr="00DA4E77">
        <w:t>Silence</w:t>
      </w:r>
      <w:r>
        <w:t xml:space="preserve"> ! </w:t>
      </w:r>
      <w:r w:rsidR="002A4158" w:rsidRPr="00DA4E77">
        <w:t>Assez</w:t>
      </w:r>
      <w:r>
        <w:t> !…</w:t>
      </w:r>
    </w:p>
    <w:p w14:paraId="1B62E6C7" w14:textId="77777777" w:rsidR="00276CCE" w:rsidRDefault="00276CCE" w:rsidP="002A4158">
      <w:r>
        <w:t>— </w:t>
      </w:r>
      <w:r w:rsidR="002A4158" w:rsidRPr="00DA4E77">
        <w:t>Je vais finir</w:t>
      </w:r>
      <w:r>
        <w:t xml:space="preserve">. </w:t>
      </w:r>
      <w:r w:rsidR="002A4158" w:rsidRPr="00DA4E77">
        <w:t>Nous irons donc en masse</w:t>
      </w:r>
      <w:r>
        <w:t xml:space="preserve">, </w:t>
      </w:r>
      <w:r w:rsidR="002A4158" w:rsidRPr="00DA4E77">
        <w:t>le quatrième jour</w:t>
      </w:r>
      <w:r>
        <w:t xml:space="preserve">, </w:t>
      </w:r>
      <w:r w:rsidR="002A4158" w:rsidRPr="00DA4E77">
        <w:t>sur le grand port occidental</w:t>
      </w:r>
      <w:r>
        <w:t xml:space="preserve">, </w:t>
      </w:r>
      <w:r w:rsidR="002A4158" w:rsidRPr="00DA4E77">
        <w:t>recevoir et saluer les délégués de Palanqué-la-Sainte</w:t>
      </w:r>
      <w:r>
        <w:t xml:space="preserve">, </w:t>
      </w:r>
      <w:r w:rsidR="002A4158" w:rsidRPr="00DA4E77">
        <w:t>et d</w:t>
      </w:r>
      <w:r>
        <w:t>’</w:t>
      </w:r>
      <w:r w:rsidR="002A4158" w:rsidRPr="00DA4E77">
        <w:t>Uxmal-la-Magnifique</w:t>
      </w:r>
      <w:r>
        <w:t xml:space="preserve">, </w:t>
      </w:r>
      <w:r w:rsidR="002A4158" w:rsidRPr="00DA4E77">
        <w:t>et de Panuco-la-Riche</w:t>
      </w:r>
      <w:r>
        <w:t xml:space="preserve">, </w:t>
      </w:r>
      <w:r w:rsidR="002A4158" w:rsidRPr="00DA4E77">
        <w:t>et ceux qui viendront de Tiahuanaco et ceux de l</w:t>
      </w:r>
      <w:r>
        <w:t>’</w:t>
      </w:r>
      <w:r w:rsidR="002A4158" w:rsidRPr="00DA4E77">
        <w:t>Idaho</w:t>
      </w:r>
      <w:r>
        <w:t xml:space="preserve">, </w:t>
      </w:r>
      <w:r w:rsidR="002A4158" w:rsidRPr="00DA4E77">
        <w:t>et ceux du pays des Grandes-Cascades</w:t>
      </w:r>
      <w:r>
        <w:t xml:space="preserve">. </w:t>
      </w:r>
      <w:r w:rsidR="002A4158" w:rsidRPr="00DA4E77">
        <w:t>Et nous leur montrerons</w:t>
      </w:r>
      <w:r>
        <w:t xml:space="preserve">, </w:t>
      </w:r>
      <w:r w:rsidR="002A4158" w:rsidRPr="00DA4E77">
        <w:t>par notre empressement</w:t>
      </w:r>
      <w:r>
        <w:t xml:space="preserve">, </w:t>
      </w:r>
      <w:r w:rsidR="002A4158" w:rsidRPr="00DA4E77">
        <w:t>qu</w:t>
      </w:r>
      <w:r>
        <w:t>’</w:t>
      </w:r>
      <w:r w:rsidR="002A4158" w:rsidRPr="00DA4E77">
        <w:t>Atlantis n</w:t>
      </w:r>
      <w:r>
        <w:t>’</w:t>
      </w:r>
      <w:r w:rsidR="002A4158" w:rsidRPr="00DA4E77">
        <w:t>oublie pas ses ancêtres</w:t>
      </w:r>
      <w:r>
        <w:t>.</w:t>
      </w:r>
    </w:p>
    <w:p w14:paraId="6C1C2CB4" w14:textId="77777777" w:rsidR="00276CCE" w:rsidRDefault="00276CCE" w:rsidP="002A4158">
      <w:r>
        <w:t>— </w:t>
      </w:r>
      <w:r w:rsidR="002A4158" w:rsidRPr="00DA4E77">
        <w:t>Atlantis est toujours belle</w:t>
      </w:r>
      <w:r>
        <w:t> !</w:t>
      </w:r>
    </w:p>
    <w:p w14:paraId="6956841B" w14:textId="77777777" w:rsidR="00276CCE" w:rsidRDefault="00276CCE" w:rsidP="002A4158">
      <w:r>
        <w:t>— </w:t>
      </w:r>
      <w:r w:rsidR="002A4158" w:rsidRPr="00DA4E77">
        <w:t>Et belle plus encore elle sera</w:t>
      </w:r>
      <w:r>
        <w:t xml:space="preserve">, </w:t>
      </w:r>
      <w:r w:rsidR="002A4158" w:rsidRPr="00DA4E77">
        <w:t>citadins</w:t>
      </w:r>
      <w:r>
        <w:t xml:space="preserve">, </w:t>
      </w:r>
      <w:r w:rsidR="002A4158" w:rsidRPr="00DA4E77">
        <w:t>quand</w:t>
      </w:r>
      <w:r>
        <w:t xml:space="preserve">, </w:t>
      </w:r>
      <w:r w:rsidR="002A4158" w:rsidRPr="00DA4E77">
        <w:t>le ci</w:t>
      </w:r>
      <w:r w:rsidR="002A4158" w:rsidRPr="00DA4E77">
        <w:t>n</w:t>
      </w:r>
      <w:r w:rsidR="002A4158" w:rsidRPr="00DA4E77">
        <w:t>quième jour</w:t>
      </w:r>
      <w:r>
        <w:t xml:space="preserve">, </w:t>
      </w:r>
      <w:r w:rsidR="002A4158" w:rsidRPr="00DA4E77">
        <w:t>nous irons sur le grand port gaélique</w:t>
      </w:r>
      <w:r>
        <w:t xml:space="preserve">, </w:t>
      </w:r>
      <w:r w:rsidR="002A4158" w:rsidRPr="00DA4E77">
        <w:t>au levant de la ville</w:t>
      </w:r>
      <w:r>
        <w:t xml:space="preserve">, </w:t>
      </w:r>
      <w:r w:rsidR="002A4158" w:rsidRPr="00DA4E77">
        <w:t>saluer nos jeunes colons blancs des terres orientales</w:t>
      </w:r>
      <w:r>
        <w:t xml:space="preserve">, </w:t>
      </w:r>
      <w:r w:rsidR="002A4158" w:rsidRPr="00DA4E77">
        <w:t>lesquels doivent tous à la Reine des Eaux de ne plus ressembler aux sauvages errants que nos aïeux ont découverts autrefois</w:t>
      </w:r>
      <w:r>
        <w:t>.</w:t>
      </w:r>
    </w:p>
    <w:p w14:paraId="0563078E" w14:textId="77777777" w:rsidR="00276CCE" w:rsidRDefault="00276CCE" w:rsidP="002A4158">
      <w:r>
        <w:t>— </w:t>
      </w:r>
      <w:r w:rsidR="002A4158" w:rsidRPr="00DA4E77">
        <w:t>Bienvenue aux Gaëls et aux Ligures</w:t>
      </w:r>
      <w:r>
        <w:t> !</w:t>
      </w:r>
    </w:p>
    <w:p w14:paraId="10EB4D1E" w14:textId="77777777" w:rsidR="00276CCE" w:rsidRDefault="00276CCE" w:rsidP="002A4158">
      <w:r>
        <w:t>— </w:t>
      </w:r>
      <w:r w:rsidR="002A4158" w:rsidRPr="00DA4E77">
        <w:t>Salut aux Étrusques</w:t>
      </w:r>
      <w:r>
        <w:t> !</w:t>
      </w:r>
    </w:p>
    <w:p w14:paraId="733EDDF2" w14:textId="77777777" w:rsidR="00276CCE" w:rsidRDefault="00276CCE" w:rsidP="002A4158">
      <w:r>
        <w:t>— </w:t>
      </w:r>
      <w:r w:rsidR="002A4158" w:rsidRPr="00DA4E77">
        <w:t>Et aux Cantabres et aux Ibères</w:t>
      </w:r>
      <w:r>
        <w:t> !</w:t>
      </w:r>
    </w:p>
    <w:p w14:paraId="14DB6657" w14:textId="77777777" w:rsidR="00276CCE" w:rsidRDefault="00276CCE" w:rsidP="002A4158">
      <w:r>
        <w:t>— </w:t>
      </w:r>
      <w:r w:rsidR="002A4158" w:rsidRPr="00DA4E77">
        <w:t xml:space="preserve">Aux hommes de Biscaye et de </w:t>
      </w:r>
      <w:proofErr w:type="spellStart"/>
      <w:r w:rsidR="002A4158" w:rsidRPr="00DA4E77">
        <w:t>Basconie</w:t>
      </w:r>
      <w:proofErr w:type="spellEnd"/>
      <w:r>
        <w:t> !</w:t>
      </w:r>
    </w:p>
    <w:p w14:paraId="3BC64241" w14:textId="77777777" w:rsidR="00276CCE" w:rsidRDefault="00276CCE" w:rsidP="002A4158">
      <w:r>
        <w:t>— </w:t>
      </w:r>
      <w:r w:rsidR="002A4158" w:rsidRPr="00DA4E77">
        <w:t>Et aux bardes d</w:t>
      </w:r>
      <w:r>
        <w:t>’</w:t>
      </w:r>
      <w:r w:rsidR="002A4158" w:rsidRPr="00DA4E77">
        <w:t>Armor que nous allons applaudir</w:t>
      </w:r>
      <w:r>
        <w:t> !</w:t>
      </w:r>
    </w:p>
    <w:p w14:paraId="5A122A70" w14:textId="77777777" w:rsidR="00276CCE" w:rsidRDefault="00276CCE" w:rsidP="002A4158">
      <w:r>
        <w:lastRenderedPageBreak/>
        <w:t>— </w:t>
      </w:r>
      <w:r w:rsidR="002A4158" w:rsidRPr="00DA4E77">
        <w:t>Car</w:t>
      </w:r>
      <w:r>
        <w:t xml:space="preserve">, </w:t>
      </w:r>
      <w:r w:rsidR="002A4158" w:rsidRPr="00DA4E77">
        <w:t>ajoute le héraut</w:t>
      </w:r>
      <w:r>
        <w:t xml:space="preserve">, </w:t>
      </w:r>
      <w:r w:rsidR="002A4158" w:rsidRPr="00DA4E77">
        <w:t>si les dieux nous ont mis au milieu même de l</w:t>
      </w:r>
      <w:r>
        <w:t>’</w:t>
      </w:r>
      <w:r w:rsidR="002A4158" w:rsidRPr="00DA4E77">
        <w:t>océan Atlantique</w:t>
      </w:r>
      <w:r>
        <w:t xml:space="preserve">, </w:t>
      </w:r>
      <w:r w:rsidR="002A4158" w:rsidRPr="00DA4E77">
        <w:t>c</w:t>
      </w:r>
      <w:r>
        <w:t>’</w:t>
      </w:r>
      <w:r w:rsidR="002A4158" w:rsidRPr="00DA4E77">
        <w:t>est qu</w:t>
      </w:r>
      <w:r>
        <w:t>’</w:t>
      </w:r>
      <w:r w:rsidR="002A4158" w:rsidRPr="00DA4E77">
        <w:t>ils ont voulu que notre empire bienfaisant et nécessaire</w:t>
      </w:r>
      <w:r>
        <w:t>…</w:t>
      </w:r>
    </w:p>
    <w:p w14:paraId="5488E5F2" w14:textId="77777777" w:rsidR="00276CCE" w:rsidRDefault="00276CCE" w:rsidP="002A4158">
      <w:r>
        <w:t>— </w:t>
      </w:r>
      <w:r w:rsidR="002A4158" w:rsidRPr="00DA4E77">
        <w:t>Oui</w:t>
      </w:r>
      <w:r>
        <w:t xml:space="preserve">, </w:t>
      </w:r>
      <w:r w:rsidR="002A4158" w:rsidRPr="00DA4E77">
        <w:t>oui</w:t>
      </w:r>
      <w:r>
        <w:t xml:space="preserve">, </w:t>
      </w:r>
      <w:r w:rsidR="002A4158" w:rsidRPr="00DA4E77">
        <w:t>nécessaire</w:t>
      </w:r>
      <w:r>
        <w:t> !</w:t>
      </w:r>
    </w:p>
    <w:p w14:paraId="106F0436" w14:textId="77777777" w:rsidR="00276CCE" w:rsidRDefault="00276CCE" w:rsidP="002A4158">
      <w:r>
        <w:t xml:space="preserve">— … </w:t>
      </w:r>
      <w:r w:rsidR="002A4158" w:rsidRPr="00DA4E77">
        <w:t>s</w:t>
      </w:r>
      <w:r>
        <w:t>’</w:t>
      </w:r>
      <w:r w:rsidR="002A4158" w:rsidRPr="00DA4E77">
        <w:t>épandît également sur tous les continents terrestres</w:t>
      </w:r>
      <w:r>
        <w:t xml:space="preserve">, </w:t>
      </w:r>
      <w:r w:rsidR="002A4158" w:rsidRPr="00DA4E77">
        <w:t>et que le Sphinx de notre Terrasse Sainte devînt</w:t>
      </w:r>
      <w:r>
        <w:t xml:space="preserve">, </w:t>
      </w:r>
      <w:r w:rsidR="002A4158" w:rsidRPr="00DA4E77">
        <w:t>pour tous les peuples</w:t>
      </w:r>
      <w:r>
        <w:t xml:space="preserve">, </w:t>
      </w:r>
      <w:r w:rsidR="002A4158" w:rsidRPr="00DA4E77">
        <w:t>l</w:t>
      </w:r>
      <w:r>
        <w:t>’</w:t>
      </w:r>
      <w:r w:rsidR="002A4158" w:rsidRPr="00DA4E77">
        <w:t>image symbolique du soleil</w:t>
      </w:r>
      <w:r>
        <w:t>.</w:t>
      </w:r>
    </w:p>
    <w:p w14:paraId="647EC39E" w14:textId="77777777" w:rsidR="00276CCE" w:rsidRDefault="00276CCE" w:rsidP="002A4158">
      <w:r>
        <w:t>— </w:t>
      </w:r>
      <w:r w:rsidR="002A4158" w:rsidRPr="00DA4E77">
        <w:t>Gloire au Sphinx</w:t>
      </w:r>
      <w:r>
        <w:t> !</w:t>
      </w:r>
    </w:p>
    <w:p w14:paraId="5F8F6890" w14:textId="77777777" w:rsidR="00276CCE" w:rsidRDefault="00276CCE" w:rsidP="002A4158">
      <w:r>
        <w:t>— </w:t>
      </w:r>
      <w:r w:rsidR="002A4158" w:rsidRPr="00DA4E77">
        <w:t>Et plus que jamais</w:t>
      </w:r>
      <w:r>
        <w:t xml:space="preserve">, </w:t>
      </w:r>
      <w:r w:rsidR="002A4158" w:rsidRPr="00DA4E77">
        <w:t>mes amis</w:t>
      </w:r>
      <w:r>
        <w:t xml:space="preserve">, </w:t>
      </w:r>
      <w:r w:rsidR="002A4158" w:rsidRPr="00DA4E77">
        <w:t>répétons et méditons</w:t>
      </w:r>
      <w:r>
        <w:t xml:space="preserve">, </w:t>
      </w:r>
      <w:r w:rsidR="002A4158" w:rsidRPr="00DA4E77">
        <w:t>s</w:t>
      </w:r>
      <w:r w:rsidR="002A4158" w:rsidRPr="00DA4E77">
        <w:t>e</w:t>
      </w:r>
      <w:r w:rsidR="002A4158" w:rsidRPr="00DA4E77">
        <w:t>lon la coutume</w:t>
      </w:r>
      <w:r>
        <w:t xml:space="preserve">, </w:t>
      </w:r>
      <w:r w:rsidR="002A4158" w:rsidRPr="00DA4E77">
        <w:t xml:space="preserve">cette parole sacrée de </w:t>
      </w:r>
      <w:proofErr w:type="spellStart"/>
      <w:r w:rsidR="002A4158" w:rsidRPr="00DA4E77">
        <w:t>Manou</w:t>
      </w:r>
      <w:proofErr w:type="spellEnd"/>
      <w:r w:rsidR="002A4158" w:rsidRPr="00DA4E77">
        <w:t xml:space="preserve"> dont le sens</w:t>
      </w:r>
      <w:r>
        <w:t xml:space="preserve">, </w:t>
      </w:r>
      <w:r w:rsidR="002A4158" w:rsidRPr="00DA4E77">
        <w:t>d</w:t>
      </w:r>
      <w:r w:rsidR="002A4158" w:rsidRPr="00DA4E77">
        <w:t>é</w:t>
      </w:r>
      <w:r w:rsidR="002A4158" w:rsidRPr="00DA4E77">
        <w:t>sormais</w:t>
      </w:r>
      <w:r>
        <w:t xml:space="preserve">, </w:t>
      </w:r>
      <w:r w:rsidR="002A4158" w:rsidRPr="00DA4E77">
        <w:t>nous apparaît sans voile</w:t>
      </w:r>
      <w:r>
        <w:t xml:space="preserve"> : </w:t>
      </w:r>
      <w:r w:rsidR="002A4158" w:rsidRPr="00DA4E77">
        <w:rPr>
          <w:i/>
          <w:iCs/>
        </w:rPr>
        <w:t>Atlantis ne pourra mourir que d</w:t>
      </w:r>
      <w:r>
        <w:rPr>
          <w:i/>
          <w:iCs/>
        </w:rPr>
        <w:t>’</w:t>
      </w:r>
      <w:r w:rsidR="002A4158" w:rsidRPr="00DA4E77">
        <w:rPr>
          <w:i/>
          <w:iCs/>
        </w:rPr>
        <w:t>elle-même</w:t>
      </w:r>
      <w:r>
        <w:rPr>
          <w:i/>
          <w:iCs/>
        </w:rPr>
        <w:t xml:space="preserve">. </w:t>
      </w:r>
      <w:r w:rsidR="002A4158" w:rsidRPr="00DA4E77">
        <w:t>Et comme nous savons</w:t>
      </w:r>
      <w:r>
        <w:t xml:space="preserve">, </w:t>
      </w:r>
      <w:r w:rsidR="002A4158" w:rsidRPr="00DA4E77">
        <w:t>maintenant</w:t>
      </w:r>
      <w:r>
        <w:t xml:space="preserve">, </w:t>
      </w:r>
      <w:r w:rsidR="002A4158" w:rsidRPr="00DA4E77">
        <w:t>qu</w:t>
      </w:r>
      <w:r>
        <w:t>’</w:t>
      </w:r>
      <w:r w:rsidR="002A4158" w:rsidRPr="00DA4E77">
        <w:t>aucun peuple</w:t>
      </w:r>
      <w:r>
        <w:t xml:space="preserve">, </w:t>
      </w:r>
      <w:r w:rsidR="002A4158" w:rsidRPr="00DA4E77">
        <w:t>jamais</w:t>
      </w:r>
      <w:r>
        <w:t xml:space="preserve">, </w:t>
      </w:r>
      <w:r w:rsidR="002A4158" w:rsidRPr="00DA4E77">
        <w:t>ne voudra ni ne pourra faire mourir Atlantis</w:t>
      </w:r>
      <w:r>
        <w:t xml:space="preserve">, </w:t>
      </w:r>
      <w:r w:rsidR="002A4158" w:rsidRPr="00DA4E77">
        <w:t>a</w:t>
      </w:r>
      <w:r w:rsidR="002A4158" w:rsidRPr="00DA4E77">
        <w:t>u</w:t>
      </w:r>
      <w:r w:rsidR="002A4158" w:rsidRPr="00DA4E77">
        <w:t>tant vaut qu</w:t>
      </w:r>
      <w:r>
        <w:t>’</w:t>
      </w:r>
      <w:r w:rsidR="002A4158" w:rsidRPr="00DA4E77">
        <w:t>on proclame son éternité</w:t>
      </w:r>
      <w:r>
        <w:t> !</w:t>
      </w:r>
    </w:p>
    <w:p w14:paraId="123248E1" w14:textId="77777777" w:rsidR="00276CCE" w:rsidRDefault="00276CCE" w:rsidP="002A4158">
      <w:r>
        <w:t>— </w:t>
      </w:r>
      <w:r w:rsidR="002A4158" w:rsidRPr="00DA4E77">
        <w:t>Atlantis éternelle</w:t>
      </w:r>
      <w:r>
        <w:t> !</w:t>
      </w:r>
    </w:p>
    <w:p w14:paraId="7E9640BC" w14:textId="77777777" w:rsidR="00276CCE" w:rsidRDefault="00276CCE" w:rsidP="002A4158">
      <w:r>
        <w:t>— </w:t>
      </w:r>
      <w:r w:rsidR="002A4158" w:rsidRPr="00DA4E77">
        <w:t>Éternelle</w:t>
      </w:r>
      <w:r>
        <w:t xml:space="preserve"> ! </w:t>
      </w:r>
      <w:r w:rsidR="002A4158" w:rsidRPr="00DA4E77">
        <w:t>éternelle</w:t>
      </w:r>
      <w:r>
        <w:t> !</w:t>
      </w:r>
    </w:p>
    <w:p w14:paraId="28F1A3EF" w14:textId="77777777" w:rsidR="00276CCE" w:rsidRDefault="002A4158" w:rsidP="002A4158">
      <w:r w:rsidRPr="00DA4E77">
        <w:t>Et le cri se répercute</w:t>
      </w:r>
      <w:r w:rsidR="00276CCE">
        <w:t xml:space="preserve">, </w:t>
      </w:r>
      <w:r w:rsidRPr="00DA4E77">
        <w:t>sur toute l</w:t>
      </w:r>
      <w:r w:rsidR="00276CCE">
        <w:t>’</w:t>
      </w:r>
      <w:r w:rsidRPr="00DA4E77">
        <w:t>esplanade</w:t>
      </w:r>
      <w:r w:rsidR="00276CCE">
        <w:t xml:space="preserve">, </w:t>
      </w:r>
      <w:r w:rsidRPr="00DA4E77">
        <w:t>tandis que le héraut</w:t>
      </w:r>
      <w:r w:rsidR="00276CCE">
        <w:t xml:space="preserve">, </w:t>
      </w:r>
      <w:r w:rsidRPr="00DA4E77">
        <w:t>porté sur son pavois et entouré de ses cavaliers d</w:t>
      </w:r>
      <w:r w:rsidR="00276CCE">
        <w:t>’</w:t>
      </w:r>
      <w:r w:rsidRPr="00DA4E77">
        <w:t>Égypte</w:t>
      </w:r>
      <w:r w:rsidR="00276CCE">
        <w:t xml:space="preserve">, </w:t>
      </w:r>
      <w:r w:rsidRPr="00DA4E77">
        <w:t>descend lentement les gradins de marbre rouge pour s</w:t>
      </w:r>
      <w:r w:rsidR="00276CCE">
        <w:t>’</w:t>
      </w:r>
      <w:r w:rsidRPr="00DA4E77">
        <w:t>en aller recommencer ailleurs</w:t>
      </w:r>
      <w:r w:rsidR="00276CCE">
        <w:t>.</w:t>
      </w:r>
    </w:p>
    <w:p w14:paraId="4622519B" w14:textId="77777777" w:rsidR="00276CCE" w:rsidRDefault="00276CCE" w:rsidP="00276CCE">
      <w:pPr>
        <w:pStyle w:val="Titre2"/>
        <w:rPr>
          <w:i/>
        </w:rPr>
      </w:pPr>
      <w:bookmarkStart w:id="2" w:name="_Toc194841988"/>
      <w:r w:rsidRPr="00DA4E77">
        <w:lastRenderedPageBreak/>
        <w:t>Scène</w:t>
      </w:r>
      <w:r>
        <w:t> </w:t>
      </w:r>
      <w:r w:rsidRPr="00DA4E77">
        <w:t>II</w:t>
      </w:r>
      <w:r>
        <w:t xml:space="preserve">. – </w:t>
      </w:r>
      <w:proofErr w:type="spellStart"/>
      <w:r w:rsidR="002A4158" w:rsidRPr="00DA4E77">
        <w:rPr>
          <w:i/>
        </w:rPr>
        <w:t>Hermos</w:t>
      </w:r>
      <w:proofErr w:type="spellEnd"/>
      <w:r>
        <w:rPr>
          <w:i/>
        </w:rPr>
        <w:t>.</w:t>
      </w:r>
      <w:bookmarkEnd w:id="2"/>
    </w:p>
    <w:p w14:paraId="254C5E5A" w14:textId="77777777" w:rsidR="00276CCE" w:rsidRDefault="002A4158" w:rsidP="002A4158">
      <w:r w:rsidRPr="00DA4E77">
        <w:t>Mais voici que des cris retentissent près du marchand de la cité basse</w:t>
      </w:r>
      <w:r w:rsidR="00276CCE">
        <w:t xml:space="preserve">, </w:t>
      </w:r>
      <w:r w:rsidRPr="00DA4E77">
        <w:t>qui déplorait tout à l</w:t>
      </w:r>
      <w:r w:rsidR="00276CCE">
        <w:t>’</w:t>
      </w:r>
      <w:r w:rsidRPr="00DA4E77">
        <w:t>heure l</w:t>
      </w:r>
      <w:r w:rsidR="00276CCE">
        <w:t>’</w:t>
      </w:r>
      <w:r w:rsidRPr="00DA4E77">
        <w:t>accès de la plèbe sur la place de l</w:t>
      </w:r>
      <w:r w:rsidR="00276CCE">
        <w:t>’</w:t>
      </w:r>
      <w:r w:rsidRPr="00DA4E77">
        <w:t>Empire</w:t>
      </w:r>
      <w:r w:rsidR="00276CCE">
        <w:t xml:space="preserve">. </w:t>
      </w:r>
      <w:r w:rsidRPr="00DA4E77">
        <w:t>Le tumulte d</w:t>
      </w:r>
      <w:r w:rsidR="00276CCE">
        <w:t>’</w:t>
      </w:r>
      <w:r w:rsidRPr="00DA4E77">
        <w:t>une rixe agite la foule</w:t>
      </w:r>
      <w:r w:rsidR="00276CCE">
        <w:t xml:space="preserve"> ; </w:t>
      </w:r>
      <w:r w:rsidRPr="00DA4E77">
        <w:t>une poussée formidable</w:t>
      </w:r>
      <w:r w:rsidR="00276CCE">
        <w:t xml:space="preserve">, </w:t>
      </w:r>
      <w:r w:rsidRPr="00DA4E77">
        <w:t>partie du Palais de l</w:t>
      </w:r>
      <w:r w:rsidR="00276CCE">
        <w:t>’</w:t>
      </w:r>
      <w:r w:rsidRPr="00DA4E77">
        <w:t>Empire</w:t>
      </w:r>
      <w:r w:rsidR="00276CCE">
        <w:t xml:space="preserve">, </w:t>
      </w:r>
      <w:r w:rsidRPr="00DA4E77">
        <w:t>vient jeter contre la balustrade le dernier rang des spectateurs effarés</w:t>
      </w:r>
      <w:r w:rsidR="00276CCE">
        <w:t>.</w:t>
      </w:r>
    </w:p>
    <w:p w14:paraId="27B01281" w14:textId="77777777" w:rsidR="00276CCE" w:rsidRDefault="00276CCE" w:rsidP="002A4158">
      <w:r>
        <w:t>— </w:t>
      </w:r>
      <w:r w:rsidR="002A4158" w:rsidRPr="00DA4E77">
        <w:t>Dégagez la place</w:t>
      </w:r>
      <w:r>
        <w:t xml:space="preserve"> ! </w:t>
      </w:r>
      <w:r w:rsidR="002A4158" w:rsidRPr="00DA4E77">
        <w:t>vocifère le marchand</w:t>
      </w:r>
      <w:r>
        <w:t xml:space="preserve">. </w:t>
      </w:r>
      <w:r w:rsidR="002A4158" w:rsidRPr="00DA4E77">
        <w:t>Tous les soldats ont donc péri chez les Pélasges</w:t>
      </w:r>
      <w:r>
        <w:t> ?</w:t>
      </w:r>
    </w:p>
    <w:p w14:paraId="5048EDAB" w14:textId="77777777" w:rsidR="00276CCE" w:rsidRDefault="00276CCE" w:rsidP="002A4158">
      <w:r>
        <w:t>— </w:t>
      </w:r>
      <w:r w:rsidR="002A4158" w:rsidRPr="00AF7F49">
        <w:rPr>
          <w:lang w:val="fi-FI"/>
        </w:rPr>
        <w:t>Hellas</w:t>
      </w:r>
      <w:r>
        <w:rPr>
          <w:lang w:val="fi-FI"/>
        </w:rPr>
        <w:t xml:space="preserve"> ! </w:t>
      </w:r>
      <w:r w:rsidR="002A4158" w:rsidRPr="00AF7F49">
        <w:rPr>
          <w:lang w:val="fi-FI"/>
        </w:rPr>
        <w:t>qu</w:t>
      </w:r>
      <w:r>
        <w:rPr>
          <w:lang w:val="fi-FI"/>
        </w:rPr>
        <w:t>’</w:t>
      </w:r>
      <w:r w:rsidR="002A4158" w:rsidRPr="00AF7F49">
        <w:rPr>
          <w:lang w:val="fi-FI"/>
        </w:rPr>
        <w:t>on ramène Hellas</w:t>
      </w:r>
      <w:r>
        <w:rPr>
          <w:lang w:val="fi-FI"/>
        </w:rPr>
        <w:t xml:space="preserve"> ! </w:t>
      </w:r>
      <w:r w:rsidR="002A4158" w:rsidRPr="00AF7F49">
        <w:rPr>
          <w:lang w:val="fi-FI"/>
        </w:rPr>
        <w:t>hurle un matelot</w:t>
      </w:r>
      <w:r>
        <w:rPr>
          <w:lang w:val="fi-FI"/>
        </w:rPr>
        <w:t xml:space="preserve">. </w:t>
      </w:r>
      <w:r w:rsidR="002A4158" w:rsidRPr="00DA4E77">
        <w:t>Il n</w:t>
      </w:r>
      <w:r>
        <w:t>’</w:t>
      </w:r>
      <w:r w:rsidR="002A4158" w:rsidRPr="00DA4E77">
        <w:t>y a plus à présent</w:t>
      </w:r>
      <w:r>
        <w:t xml:space="preserve">, </w:t>
      </w:r>
      <w:r w:rsidR="002A4158" w:rsidRPr="00DA4E77">
        <w:t>que désordre et cohue dans toutes les fêtes</w:t>
      </w:r>
      <w:r>
        <w:t> !</w:t>
      </w:r>
    </w:p>
    <w:p w14:paraId="6031C67D" w14:textId="77777777" w:rsidR="00276CCE" w:rsidRDefault="00276CCE" w:rsidP="002A4158">
      <w:r>
        <w:t>— </w:t>
      </w:r>
      <w:r w:rsidR="002A4158" w:rsidRPr="00DA4E77">
        <w:t>Ou à défaut d</w:t>
      </w:r>
      <w:r>
        <w:t>’</w:t>
      </w:r>
      <w:proofErr w:type="spellStart"/>
      <w:r w:rsidR="002A4158" w:rsidRPr="00DA4E77">
        <w:t>Hellas</w:t>
      </w:r>
      <w:proofErr w:type="spellEnd"/>
      <w:r>
        <w:t xml:space="preserve">, </w:t>
      </w:r>
      <w:r w:rsidR="002A4158" w:rsidRPr="00DA4E77">
        <w:t>qu</w:t>
      </w:r>
      <w:r>
        <w:t>’</w:t>
      </w:r>
      <w:proofErr w:type="spellStart"/>
      <w:r w:rsidR="002A4158" w:rsidRPr="00DA4E77">
        <w:t>Hermos</w:t>
      </w:r>
      <w:proofErr w:type="spellEnd"/>
      <w:r w:rsidR="002A4158" w:rsidRPr="00DA4E77">
        <w:t xml:space="preserve"> revienne</w:t>
      </w:r>
      <w:r>
        <w:t xml:space="preserve"> ! </w:t>
      </w:r>
      <w:r w:rsidR="002A4158" w:rsidRPr="00DA4E77">
        <w:t>déclare un étudiant</w:t>
      </w:r>
      <w:r>
        <w:t>.</w:t>
      </w:r>
    </w:p>
    <w:p w14:paraId="26DBB552" w14:textId="77777777" w:rsidR="00276CCE" w:rsidRDefault="00276CCE" w:rsidP="002A4158">
      <w:r>
        <w:t>— </w:t>
      </w:r>
      <w:r w:rsidR="002A4158" w:rsidRPr="00DA4E77">
        <w:t>Vraiment</w:t>
      </w:r>
      <w:r>
        <w:t xml:space="preserve">, </w:t>
      </w:r>
      <w:r w:rsidR="002A4158" w:rsidRPr="00DA4E77">
        <w:t>je vous admire</w:t>
      </w:r>
      <w:r>
        <w:t xml:space="preserve"> ! </w:t>
      </w:r>
      <w:r w:rsidR="002A4158" w:rsidRPr="00DA4E77">
        <w:t>reprend le marchand</w:t>
      </w:r>
      <w:r>
        <w:t xml:space="preserve">. </w:t>
      </w:r>
      <w:r w:rsidR="002A4158" w:rsidRPr="00DA4E77">
        <w:t>Alors</w:t>
      </w:r>
      <w:r>
        <w:t xml:space="preserve">, </w:t>
      </w:r>
      <w:r w:rsidR="002A4158" w:rsidRPr="00DA4E77">
        <w:rPr>
          <w:bCs/>
        </w:rPr>
        <w:t>c</w:t>
      </w:r>
      <w:r>
        <w:rPr>
          <w:bCs/>
        </w:rPr>
        <w:t>’</w:t>
      </w:r>
      <w:r w:rsidR="002A4158" w:rsidRPr="00DA4E77">
        <w:rPr>
          <w:bCs/>
        </w:rPr>
        <w:t xml:space="preserve">est </w:t>
      </w:r>
      <w:r w:rsidR="002A4158" w:rsidRPr="00DA4E77">
        <w:t xml:space="preserve">vous qui réclamez </w:t>
      </w:r>
      <w:proofErr w:type="spellStart"/>
      <w:r w:rsidR="002A4158" w:rsidRPr="00DA4E77">
        <w:t>Hellas</w:t>
      </w:r>
      <w:proofErr w:type="spellEnd"/>
      <w:r>
        <w:t xml:space="preserve"> ? </w:t>
      </w:r>
      <w:r w:rsidR="002A4158" w:rsidRPr="00DA4E77">
        <w:t>Vous qui jadis l</w:t>
      </w:r>
      <w:r>
        <w:t>’</w:t>
      </w:r>
      <w:r w:rsidR="002A4158" w:rsidRPr="00DA4E77">
        <w:t>avez forcé de quitter la ville</w:t>
      </w:r>
      <w:r>
        <w:t> ?</w:t>
      </w:r>
    </w:p>
    <w:p w14:paraId="6BE37C7A" w14:textId="77777777" w:rsidR="00276CCE" w:rsidRDefault="00276CCE" w:rsidP="002A4158">
      <w:r>
        <w:t>— </w:t>
      </w:r>
      <w:r w:rsidR="002A4158" w:rsidRPr="00DA4E77">
        <w:t>Mais ce n</w:t>
      </w:r>
      <w:r>
        <w:t>’</w:t>
      </w:r>
      <w:r w:rsidR="002A4158" w:rsidRPr="00DA4E77">
        <w:t>est pas nous</w:t>
      </w:r>
      <w:r>
        <w:t xml:space="preserve"> ! </w:t>
      </w:r>
      <w:r w:rsidR="002A4158" w:rsidRPr="00DA4E77">
        <w:t>Ce sont les riches</w:t>
      </w:r>
      <w:r>
        <w:t>…</w:t>
      </w:r>
    </w:p>
    <w:p w14:paraId="4131E5A8" w14:textId="77777777" w:rsidR="00276CCE" w:rsidRDefault="00276CCE" w:rsidP="002A4158">
      <w:r>
        <w:t>— </w:t>
      </w:r>
      <w:r w:rsidR="002A4158" w:rsidRPr="00DA4E77">
        <w:t>Vous les avez aidés</w:t>
      </w:r>
      <w:r>
        <w:t> !</w:t>
      </w:r>
    </w:p>
    <w:p w14:paraId="003F7F3F" w14:textId="77777777" w:rsidR="00276CCE" w:rsidRDefault="002A4158" w:rsidP="002A4158">
      <w:r w:rsidRPr="00DA4E77">
        <w:t>À cet instant</w:t>
      </w:r>
      <w:r w:rsidR="00276CCE">
        <w:t xml:space="preserve">, </w:t>
      </w:r>
      <w:r w:rsidRPr="00DA4E77">
        <w:t>une nouvelle poussée fait onduler la foule</w:t>
      </w:r>
      <w:r w:rsidR="00276CCE">
        <w:t>.</w:t>
      </w:r>
    </w:p>
    <w:p w14:paraId="0D4CC149" w14:textId="77777777" w:rsidR="00276CCE" w:rsidRDefault="00276CCE" w:rsidP="002A4158">
      <w:r>
        <w:t>— </w:t>
      </w:r>
      <w:r w:rsidR="002A4158" w:rsidRPr="00DA4E77">
        <w:t>Un homme en triomphe</w:t>
      </w:r>
      <w:r>
        <w:t xml:space="preserve"> ! </w:t>
      </w:r>
      <w:r w:rsidR="002A4158" w:rsidRPr="00DA4E77">
        <w:t>braille un écolier</w:t>
      </w:r>
      <w:r>
        <w:t xml:space="preserve">. </w:t>
      </w:r>
      <w:r w:rsidR="002A4158" w:rsidRPr="00DA4E77">
        <w:t>On le dirige vers la Grille d</w:t>
      </w:r>
      <w:r>
        <w:t>’</w:t>
      </w:r>
      <w:r w:rsidR="002A4158" w:rsidRPr="00DA4E77">
        <w:t>Or</w:t>
      </w:r>
      <w:r>
        <w:t> !</w:t>
      </w:r>
    </w:p>
    <w:p w14:paraId="0DC4BEF2" w14:textId="77777777" w:rsidR="00276CCE" w:rsidRDefault="00276CCE" w:rsidP="002A4158">
      <w:r>
        <w:t>— </w:t>
      </w:r>
      <w:r w:rsidR="002A4158" w:rsidRPr="00DA4E77">
        <w:t>Un Apôtre du Soleil</w:t>
      </w:r>
      <w:r>
        <w:t xml:space="preserve">. </w:t>
      </w:r>
      <w:r w:rsidR="002A4158" w:rsidRPr="00DA4E77">
        <w:t>Il porte le manteau de pourpre</w:t>
      </w:r>
      <w:r>
        <w:t>…</w:t>
      </w:r>
    </w:p>
    <w:p w14:paraId="1115651A" w14:textId="77777777" w:rsidR="00276CCE" w:rsidRDefault="00276CCE" w:rsidP="002A4158">
      <w:r>
        <w:t xml:space="preserve">— … </w:t>
      </w:r>
      <w:r w:rsidR="002A4158" w:rsidRPr="00DA4E77">
        <w:t>Et la couronne de feuillage</w:t>
      </w:r>
      <w:r>
        <w:t>.</w:t>
      </w:r>
    </w:p>
    <w:p w14:paraId="75672873" w14:textId="77777777" w:rsidR="00276CCE" w:rsidRDefault="00276CCE" w:rsidP="002A4158">
      <w:r>
        <w:lastRenderedPageBreak/>
        <w:t>— </w:t>
      </w:r>
      <w:r w:rsidR="002A4158" w:rsidRPr="00DA4E77">
        <w:t>Un Apôtre</w:t>
      </w:r>
      <w:r>
        <w:t xml:space="preserve"> ? </w:t>
      </w:r>
      <w:r w:rsidR="002A4158" w:rsidRPr="00DA4E77">
        <w:t>Impossible</w:t>
      </w:r>
      <w:r>
        <w:t xml:space="preserve"> ! </w:t>
      </w:r>
      <w:r w:rsidR="002A4158" w:rsidRPr="00DA4E77">
        <w:t>Ils ont tous gravi depuis lon</w:t>
      </w:r>
      <w:r w:rsidR="002A4158" w:rsidRPr="00DA4E77">
        <w:t>g</w:t>
      </w:r>
      <w:r w:rsidR="002A4158" w:rsidRPr="00DA4E77">
        <w:t xml:space="preserve">temps </w:t>
      </w:r>
      <w:smartTag w:uri="urn:schemas-microsoft-com:office:smarttags" w:element="PersonName">
        <w:smartTagPr>
          <w:attr w:name="ProductID" w:val="la Terrasse Sacr￩e"/>
        </w:smartTagPr>
        <w:r w:rsidR="002A4158" w:rsidRPr="00DA4E77">
          <w:t>la Terrasse Sacrée</w:t>
        </w:r>
      </w:smartTag>
      <w:r w:rsidR="002A4158" w:rsidRPr="00DA4E77">
        <w:t xml:space="preserve"> pour l</w:t>
      </w:r>
      <w:r>
        <w:t>’</w:t>
      </w:r>
      <w:r w:rsidR="002A4158" w:rsidRPr="00DA4E77">
        <w:t>élection du nouveau Prince</w:t>
      </w:r>
      <w:r>
        <w:t xml:space="preserve">, </w:t>
      </w:r>
      <w:r w:rsidR="002A4158" w:rsidRPr="00DA4E77">
        <w:t>et la Grille d</w:t>
      </w:r>
      <w:r>
        <w:t>’</w:t>
      </w:r>
      <w:r w:rsidR="002A4158" w:rsidRPr="00DA4E77">
        <w:t>Or ne s</w:t>
      </w:r>
      <w:r>
        <w:t>’</w:t>
      </w:r>
      <w:r w:rsidR="002A4158" w:rsidRPr="00DA4E77">
        <w:t>ouvre plus</w:t>
      </w:r>
      <w:r>
        <w:t>.</w:t>
      </w:r>
    </w:p>
    <w:p w14:paraId="1E655DBB" w14:textId="77777777" w:rsidR="00276CCE" w:rsidRDefault="00276CCE" w:rsidP="002A4158">
      <w:r>
        <w:t>— </w:t>
      </w:r>
      <w:r w:rsidR="002A4158" w:rsidRPr="00DA4E77">
        <w:t>Alors</w:t>
      </w:r>
      <w:r>
        <w:t xml:space="preserve">, </w:t>
      </w:r>
      <w:r w:rsidR="002A4158" w:rsidRPr="00DA4E77">
        <w:t>qui</w:t>
      </w:r>
      <w:r>
        <w:t xml:space="preserve"> ? </w:t>
      </w:r>
      <w:proofErr w:type="spellStart"/>
      <w:r w:rsidR="002A4158" w:rsidRPr="00DA4E77">
        <w:t>Hellas</w:t>
      </w:r>
      <w:proofErr w:type="spellEnd"/>
      <w:r w:rsidR="002A4158" w:rsidRPr="00DA4E77">
        <w:t xml:space="preserve"> et </w:t>
      </w:r>
      <w:proofErr w:type="spellStart"/>
      <w:r w:rsidR="002A4158" w:rsidRPr="00DA4E77">
        <w:t>Hermos</w:t>
      </w:r>
      <w:proofErr w:type="spellEnd"/>
      <w:r w:rsidR="002A4158" w:rsidRPr="00DA4E77">
        <w:t xml:space="preserve"> sont absents</w:t>
      </w:r>
      <w:r>
        <w:t xml:space="preserve">, </w:t>
      </w:r>
      <w:r w:rsidR="002A4158" w:rsidRPr="00DA4E77">
        <w:t xml:space="preserve">et </w:t>
      </w:r>
      <w:proofErr w:type="spellStart"/>
      <w:r w:rsidR="002A4158" w:rsidRPr="00DA4E77">
        <w:t>Oréus</w:t>
      </w:r>
      <w:proofErr w:type="spellEnd"/>
      <w:r w:rsidR="002A4158" w:rsidRPr="00DA4E77">
        <w:t xml:space="preserve"> p</w:t>
      </w:r>
      <w:r w:rsidR="002A4158" w:rsidRPr="00DA4E77">
        <w:t>a</w:t>
      </w:r>
      <w:r w:rsidR="002A4158" w:rsidRPr="00DA4E77">
        <w:t>reil aux morts</w:t>
      </w:r>
      <w:r>
        <w:t>.</w:t>
      </w:r>
    </w:p>
    <w:p w14:paraId="1A3DEC16" w14:textId="77777777" w:rsidR="00276CCE" w:rsidRDefault="00276CCE" w:rsidP="002A4158">
      <w:r>
        <w:t>— </w:t>
      </w:r>
      <w:proofErr w:type="spellStart"/>
      <w:r w:rsidR="002A4158" w:rsidRPr="00DA4E77">
        <w:t>Hermos</w:t>
      </w:r>
      <w:proofErr w:type="spellEnd"/>
      <w:r>
        <w:t xml:space="preserve"> ! </w:t>
      </w:r>
      <w:proofErr w:type="spellStart"/>
      <w:r w:rsidR="002A4158" w:rsidRPr="00DA4E77">
        <w:t>Hermos</w:t>
      </w:r>
      <w:proofErr w:type="spellEnd"/>
      <w:r>
        <w:t xml:space="preserve"> ! </w:t>
      </w:r>
      <w:r w:rsidR="002A4158" w:rsidRPr="00DA4E77">
        <w:t>crie un écolier qui vient de monter sur l</w:t>
      </w:r>
      <w:r>
        <w:t>’</w:t>
      </w:r>
      <w:r w:rsidR="002A4158" w:rsidRPr="00DA4E77">
        <w:t>épaule de son camarade</w:t>
      </w:r>
      <w:r>
        <w:t>.</w:t>
      </w:r>
    </w:p>
    <w:p w14:paraId="38B378F6" w14:textId="77777777" w:rsidR="00276CCE" w:rsidRDefault="002A4158" w:rsidP="002A4158">
      <w:r w:rsidRPr="00DA4E77">
        <w:t>À l</w:t>
      </w:r>
      <w:r w:rsidR="00276CCE">
        <w:t>’</w:t>
      </w:r>
      <w:r w:rsidRPr="00DA4E77">
        <w:t>instant même</w:t>
      </w:r>
      <w:r w:rsidR="00276CCE">
        <w:t xml:space="preserve">, </w:t>
      </w:r>
      <w:r w:rsidRPr="00DA4E77">
        <w:t>en effet</w:t>
      </w:r>
      <w:r w:rsidR="00276CCE">
        <w:t xml:space="preserve">, </w:t>
      </w:r>
      <w:r w:rsidRPr="00DA4E77">
        <w:t>l</w:t>
      </w:r>
      <w:r w:rsidR="00276CCE">
        <w:t>’</w:t>
      </w:r>
      <w:r w:rsidRPr="00DA4E77">
        <w:t>homme porté en triomphe a</w:t>
      </w:r>
      <w:r w:rsidRPr="00DA4E77">
        <w:t>p</w:t>
      </w:r>
      <w:r w:rsidRPr="00DA4E77">
        <w:t>paraît face au peuple</w:t>
      </w:r>
      <w:r w:rsidR="00276CCE">
        <w:t xml:space="preserve">, </w:t>
      </w:r>
      <w:r w:rsidRPr="00DA4E77">
        <w:t xml:space="preserve">et tous reconnaissent le poète </w:t>
      </w:r>
      <w:proofErr w:type="spellStart"/>
      <w:r w:rsidRPr="00DA4E77">
        <w:t>Hermos</w:t>
      </w:r>
      <w:proofErr w:type="spellEnd"/>
      <w:r w:rsidR="00276CCE">
        <w:t xml:space="preserve">, </w:t>
      </w:r>
      <w:r w:rsidRPr="00DA4E77">
        <w:t>fils d</w:t>
      </w:r>
      <w:r w:rsidR="00276CCE">
        <w:t>’</w:t>
      </w:r>
      <w:r w:rsidRPr="00DA4E77">
        <w:t>Hermès</w:t>
      </w:r>
      <w:r w:rsidR="00276CCE">
        <w:t xml:space="preserve">, </w:t>
      </w:r>
      <w:r w:rsidRPr="00DA4E77">
        <w:t>l</w:t>
      </w:r>
      <w:r w:rsidR="00276CCE">
        <w:t>’</w:t>
      </w:r>
      <w:r w:rsidRPr="00DA4E77">
        <w:t>idole de la jeunesse</w:t>
      </w:r>
      <w:r w:rsidR="00276CCE">
        <w:t>.</w:t>
      </w:r>
    </w:p>
    <w:p w14:paraId="67DE2C4C" w14:textId="77777777" w:rsidR="00276CCE" w:rsidRDefault="00276CCE" w:rsidP="002A4158">
      <w:r>
        <w:t>— </w:t>
      </w:r>
      <w:proofErr w:type="spellStart"/>
      <w:r w:rsidR="002A4158" w:rsidRPr="00DA4E77">
        <w:t>Hermos</w:t>
      </w:r>
      <w:proofErr w:type="spellEnd"/>
      <w:r>
        <w:t xml:space="preserve"> ! </w:t>
      </w:r>
      <w:r w:rsidR="002A4158" w:rsidRPr="00DA4E77">
        <w:t xml:space="preserve">Gloire à </w:t>
      </w:r>
      <w:proofErr w:type="spellStart"/>
      <w:r w:rsidR="002A4158" w:rsidRPr="00DA4E77">
        <w:t>Hermos</w:t>
      </w:r>
      <w:proofErr w:type="spellEnd"/>
      <w:r>
        <w:t> !</w:t>
      </w:r>
    </w:p>
    <w:p w14:paraId="7730FC8E" w14:textId="77777777" w:rsidR="00276CCE" w:rsidRDefault="002A4158" w:rsidP="002A4158">
      <w:r w:rsidRPr="00DA4E77">
        <w:t>Cependant</w:t>
      </w:r>
      <w:r w:rsidR="00276CCE">
        <w:t xml:space="preserve">, </w:t>
      </w:r>
      <w:r w:rsidRPr="00DA4E77">
        <w:t>les jeunes gens se faufilent jusqu</w:t>
      </w:r>
      <w:r w:rsidR="00276CCE">
        <w:t>’</w:t>
      </w:r>
      <w:r w:rsidRPr="00DA4E77">
        <w:t>au groupe e</w:t>
      </w:r>
      <w:r w:rsidRPr="00DA4E77">
        <w:t>n</w:t>
      </w:r>
      <w:r w:rsidRPr="00DA4E77">
        <w:t xml:space="preserve">thousiaste par qui </w:t>
      </w:r>
      <w:proofErr w:type="spellStart"/>
      <w:r w:rsidRPr="00DA4E77">
        <w:t>Hermos</w:t>
      </w:r>
      <w:proofErr w:type="spellEnd"/>
      <w:r w:rsidRPr="00DA4E77">
        <w:t xml:space="preserve"> est soulevé</w:t>
      </w:r>
      <w:r w:rsidR="00276CCE">
        <w:t xml:space="preserve">. </w:t>
      </w:r>
      <w:r w:rsidRPr="00DA4E77">
        <w:t>On avance ainsi</w:t>
      </w:r>
      <w:r w:rsidR="00276CCE">
        <w:t xml:space="preserve">, </w:t>
      </w:r>
      <w:r w:rsidRPr="00DA4E77">
        <w:t>après bien des ondoiements</w:t>
      </w:r>
      <w:r w:rsidR="00276CCE">
        <w:t xml:space="preserve">, </w:t>
      </w:r>
      <w:r w:rsidRPr="00DA4E77">
        <w:t>jusqu</w:t>
      </w:r>
      <w:r w:rsidR="00276CCE">
        <w:t>’</w:t>
      </w:r>
      <w:r w:rsidRPr="00DA4E77">
        <w:t>à la Grille d</w:t>
      </w:r>
      <w:r w:rsidR="00276CCE">
        <w:t>’</w:t>
      </w:r>
      <w:r w:rsidRPr="00DA4E77">
        <w:t>Or</w:t>
      </w:r>
      <w:r w:rsidR="00276CCE">
        <w:t xml:space="preserve">, </w:t>
      </w:r>
      <w:r w:rsidRPr="00DA4E77">
        <w:t>devant et derrière laquelle veillent</w:t>
      </w:r>
      <w:r w:rsidR="00276CCE">
        <w:t xml:space="preserve">, </w:t>
      </w:r>
      <w:r w:rsidRPr="00DA4E77">
        <w:t>en cuirasses resplendissantes</w:t>
      </w:r>
      <w:r w:rsidR="00276CCE">
        <w:t xml:space="preserve">, </w:t>
      </w:r>
      <w:r w:rsidRPr="00DA4E77">
        <w:t>les cavaliers de la colonie égyptienne</w:t>
      </w:r>
      <w:r w:rsidR="00276CCE">
        <w:t xml:space="preserve">. </w:t>
      </w:r>
      <w:r w:rsidRPr="00DA4E77">
        <w:t>Immobiles sur leurs montures immobiles</w:t>
      </w:r>
      <w:r w:rsidR="00276CCE">
        <w:t xml:space="preserve">, </w:t>
      </w:r>
      <w:r w:rsidRPr="00DA4E77">
        <w:t>ils ont eu pour ordre que nul profane ne doit franchir la Grille</w:t>
      </w:r>
      <w:r w:rsidR="00276CCE">
        <w:t xml:space="preserve">. </w:t>
      </w:r>
      <w:r w:rsidRPr="00DA4E77">
        <w:t>Aussi</w:t>
      </w:r>
      <w:r w:rsidR="00276CCE">
        <w:t xml:space="preserve">, </w:t>
      </w:r>
      <w:r w:rsidRPr="00DA4E77">
        <w:t xml:space="preserve">quand arrive </w:t>
      </w:r>
      <w:proofErr w:type="spellStart"/>
      <w:r w:rsidRPr="00DA4E77">
        <w:t>Hermos</w:t>
      </w:r>
      <w:proofErr w:type="spellEnd"/>
      <w:r w:rsidRPr="00DA4E77">
        <w:t xml:space="preserve"> porté sur les épaules de la foule</w:t>
      </w:r>
      <w:r w:rsidR="00276CCE">
        <w:t xml:space="preserve">, </w:t>
      </w:r>
      <w:r w:rsidRPr="00DA4E77">
        <w:t>les cavaliers d</w:t>
      </w:r>
      <w:r w:rsidR="00276CCE">
        <w:t>’</w:t>
      </w:r>
      <w:r w:rsidRPr="00DA4E77">
        <w:t>Égypte ne bronchent pas plus qu</w:t>
      </w:r>
      <w:r w:rsidR="00276CCE">
        <w:t>’</w:t>
      </w:r>
      <w:r w:rsidRPr="00DA4E77">
        <w:t>ils n</w:t>
      </w:r>
      <w:r w:rsidR="00276CCE">
        <w:t>’</w:t>
      </w:r>
      <w:r w:rsidRPr="00DA4E77">
        <w:t>ont sourcillé tout le jour</w:t>
      </w:r>
      <w:r w:rsidR="00276CCE">
        <w:t xml:space="preserve">, </w:t>
      </w:r>
      <w:r w:rsidRPr="00DA4E77">
        <w:t>aux supplications des femmes</w:t>
      </w:r>
      <w:r w:rsidR="00276CCE">
        <w:t xml:space="preserve">, </w:t>
      </w:r>
      <w:r w:rsidRPr="00DA4E77">
        <w:t>aux joyeux sarca</w:t>
      </w:r>
      <w:r w:rsidRPr="00DA4E77">
        <w:t>s</w:t>
      </w:r>
      <w:r w:rsidRPr="00DA4E77">
        <w:t>mes des jeunes gens ou aux invectives lancées de loin par la p</w:t>
      </w:r>
      <w:r w:rsidRPr="00DA4E77">
        <w:t>o</w:t>
      </w:r>
      <w:r w:rsidRPr="00DA4E77">
        <w:t>pulace marine</w:t>
      </w:r>
      <w:r w:rsidR="00276CCE">
        <w:t>.</w:t>
      </w:r>
    </w:p>
    <w:p w14:paraId="4DDEFE68" w14:textId="77777777" w:rsidR="00276CCE" w:rsidRDefault="00276CCE" w:rsidP="002A4158">
      <w:r>
        <w:t>— </w:t>
      </w:r>
      <w:r w:rsidR="002A4158" w:rsidRPr="00DA4E77">
        <w:t>Mais ouvrez donc la Grille</w:t>
      </w:r>
      <w:r>
        <w:t xml:space="preserve"> ! </w:t>
      </w:r>
      <w:r w:rsidR="002A4158" w:rsidRPr="00DA4E77">
        <w:t>crie-t-on de toutes parts</w:t>
      </w:r>
      <w:r>
        <w:t xml:space="preserve">. </w:t>
      </w:r>
      <w:r w:rsidR="002A4158" w:rsidRPr="00DA4E77">
        <w:t>Vous voyez bien que c</w:t>
      </w:r>
      <w:r>
        <w:t>’</w:t>
      </w:r>
      <w:r w:rsidR="002A4158" w:rsidRPr="00DA4E77">
        <w:t>est un des Apôtres</w:t>
      </w:r>
      <w:r>
        <w:t> !</w:t>
      </w:r>
    </w:p>
    <w:p w14:paraId="7520FFD6" w14:textId="77777777" w:rsidR="00276CCE" w:rsidRDefault="00276CCE" w:rsidP="002A4158">
      <w:r>
        <w:t>— </w:t>
      </w:r>
      <w:r w:rsidR="002A4158" w:rsidRPr="00DA4E77">
        <w:t xml:space="preserve">Le grand </w:t>
      </w:r>
      <w:proofErr w:type="spellStart"/>
      <w:r w:rsidR="002A4158" w:rsidRPr="00DA4E77">
        <w:t>Hermos</w:t>
      </w:r>
      <w:proofErr w:type="spellEnd"/>
      <w:r>
        <w:t xml:space="preserve"> ! </w:t>
      </w:r>
      <w:r w:rsidR="002A4158" w:rsidRPr="00DA4E77">
        <w:t>notre poète</w:t>
      </w:r>
      <w:r>
        <w:t> !</w:t>
      </w:r>
    </w:p>
    <w:p w14:paraId="3C72D9FE" w14:textId="77777777" w:rsidR="00276CCE" w:rsidRDefault="002A4158" w:rsidP="002A4158">
      <w:r w:rsidRPr="00DA4E77">
        <w:t>À ces mots</w:t>
      </w:r>
      <w:r w:rsidR="00276CCE">
        <w:t xml:space="preserve">, </w:t>
      </w:r>
      <w:r w:rsidRPr="00DA4E77">
        <w:t>quelques cavaliers ne peuvent retenir un fr</w:t>
      </w:r>
      <w:r w:rsidRPr="00DA4E77">
        <w:t>é</w:t>
      </w:r>
      <w:r w:rsidRPr="00DA4E77">
        <w:t>missement de surprise et d</w:t>
      </w:r>
      <w:r w:rsidR="00276CCE">
        <w:t>’</w:t>
      </w:r>
      <w:r w:rsidRPr="00DA4E77">
        <w:t>embarras</w:t>
      </w:r>
      <w:r w:rsidR="00276CCE">
        <w:t xml:space="preserve">. </w:t>
      </w:r>
      <w:r w:rsidRPr="00DA4E77">
        <w:t>Sans quitter leur place</w:t>
      </w:r>
      <w:r w:rsidR="00276CCE">
        <w:t xml:space="preserve">, </w:t>
      </w:r>
      <w:r w:rsidRPr="00DA4E77">
        <w:t>ils consultent d</w:t>
      </w:r>
      <w:r w:rsidR="00276CCE">
        <w:t>’</w:t>
      </w:r>
      <w:r w:rsidRPr="00DA4E77">
        <w:t>un signe de tête un géant au casque d</w:t>
      </w:r>
      <w:r w:rsidR="00276CCE">
        <w:t>’</w:t>
      </w:r>
      <w:r w:rsidRPr="00DA4E77">
        <w:t>or lamé</w:t>
      </w:r>
      <w:r w:rsidR="00276CCE">
        <w:t xml:space="preserve">, </w:t>
      </w:r>
      <w:r w:rsidRPr="00DA4E77">
        <w:lastRenderedPageBreak/>
        <w:t>à l</w:t>
      </w:r>
      <w:r w:rsidR="00276CCE">
        <w:t>’</w:t>
      </w:r>
      <w:r w:rsidRPr="00DA4E77">
        <w:t>armure éclatante de pierreries</w:t>
      </w:r>
      <w:r w:rsidR="00276CCE">
        <w:t xml:space="preserve">, </w:t>
      </w:r>
      <w:r w:rsidRPr="00DA4E77">
        <w:t>qui se tient seul</w:t>
      </w:r>
      <w:r w:rsidR="00276CCE">
        <w:t xml:space="preserve">, </w:t>
      </w:r>
      <w:r w:rsidRPr="00DA4E77">
        <w:t>à quelques pas devant eux</w:t>
      </w:r>
      <w:r w:rsidR="00276CCE">
        <w:t>.</w:t>
      </w:r>
    </w:p>
    <w:p w14:paraId="32D2EB87" w14:textId="77777777" w:rsidR="00276CCE" w:rsidRDefault="002A4158" w:rsidP="002A4158">
      <w:r w:rsidRPr="00DA4E77">
        <w:t>C</w:t>
      </w:r>
      <w:r w:rsidR="00276CCE">
        <w:t>’</w:t>
      </w:r>
      <w:r w:rsidRPr="00DA4E77">
        <w:t>est leur chef</w:t>
      </w:r>
      <w:r w:rsidR="00276CCE">
        <w:t xml:space="preserve">, </w:t>
      </w:r>
      <w:proofErr w:type="spellStart"/>
      <w:r w:rsidRPr="00DA4E77">
        <w:t>Knephao</w:t>
      </w:r>
      <w:proofErr w:type="spellEnd"/>
      <w:r w:rsidR="00276CCE">
        <w:t xml:space="preserve">, </w:t>
      </w:r>
      <w:r w:rsidRPr="00DA4E77">
        <w:t xml:space="preserve">surnommé </w:t>
      </w:r>
      <w:r w:rsidR="00276CCE">
        <w:t>« </w:t>
      </w:r>
      <w:r w:rsidRPr="00DA4E77">
        <w:t>le Beau Noir</w:t>
      </w:r>
      <w:r w:rsidR="00276CCE">
        <w:t> »</w:t>
      </w:r>
      <w:r w:rsidRPr="00DA4E77">
        <w:t xml:space="preserve"> par le peuple</w:t>
      </w:r>
      <w:r w:rsidR="00276CCE">
        <w:t xml:space="preserve">, </w:t>
      </w:r>
      <w:r w:rsidRPr="00DA4E77">
        <w:t>quoique né dans la Haute-Égypte</w:t>
      </w:r>
      <w:r w:rsidR="00276CCE">
        <w:t xml:space="preserve">, </w:t>
      </w:r>
      <w:r w:rsidRPr="00DA4E77">
        <w:t>colonie de pure race atlante</w:t>
      </w:r>
      <w:r w:rsidR="00276CCE">
        <w:t xml:space="preserve">, </w:t>
      </w:r>
      <w:r w:rsidRPr="00DA4E77">
        <w:t>à l</w:t>
      </w:r>
      <w:r w:rsidR="00276CCE">
        <w:t>’</w:t>
      </w:r>
      <w:r w:rsidRPr="00DA4E77">
        <w:t>endroit même où</w:t>
      </w:r>
      <w:r w:rsidR="00276CCE">
        <w:t xml:space="preserve">, </w:t>
      </w:r>
      <w:r w:rsidRPr="00DA4E77">
        <w:t>jadis</w:t>
      </w:r>
      <w:r w:rsidR="00276CCE">
        <w:t xml:space="preserve">, </w:t>
      </w:r>
      <w:r w:rsidRPr="00DA4E77">
        <w:t>on détourna le Nil de son ancien cours pour le diriger vers la plaine du Nord</w:t>
      </w:r>
      <w:r w:rsidR="00276CCE">
        <w:t xml:space="preserve">. </w:t>
      </w:r>
      <w:r w:rsidRPr="00DA4E77">
        <w:t>Mais la face du rude soldat</w:t>
      </w:r>
      <w:r w:rsidR="00276CCE">
        <w:t xml:space="preserve">, </w:t>
      </w:r>
      <w:r w:rsidRPr="00DA4E77">
        <w:t>cuite aux soleils de batailles lointaines et séchée par le vent des déserts</w:t>
      </w:r>
      <w:r w:rsidR="00276CCE">
        <w:t xml:space="preserve">, </w:t>
      </w:r>
      <w:r w:rsidRPr="00DA4E77">
        <w:t>a perdu le bel éclat d</w:t>
      </w:r>
      <w:r w:rsidR="00276CCE">
        <w:t>’</w:t>
      </w:r>
      <w:r w:rsidRPr="00DA4E77">
        <w:t>or rouge dont s</w:t>
      </w:r>
      <w:r w:rsidR="00276CCE">
        <w:t>’</w:t>
      </w:r>
      <w:r w:rsidRPr="00DA4E77">
        <w:t>enorgueillissent les purs Atlantes et leurs colons égyptiens</w:t>
      </w:r>
      <w:r w:rsidR="00276CCE">
        <w:t>.</w:t>
      </w:r>
    </w:p>
    <w:p w14:paraId="50EBB1CD" w14:textId="77777777" w:rsidR="00276CCE" w:rsidRDefault="002A4158" w:rsidP="002A4158">
      <w:r w:rsidRPr="00DA4E77">
        <w:t>Le chef des cohortes passe pour invincible et il plane a</w:t>
      </w:r>
      <w:r w:rsidRPr="00DA4E77">
        <w:t>u</w:t>
      </w:r>
      <w:r w:rsidRPr="00DA4E77">
        <w:t>tour de son nom</w:t>
      </w:r>
      <w:r w:rsidR="00276CCE">
        <w:t xml:space="preserve">, </w:t>
      </w:r>
      <w:r w:rsidRPr="00DA4E77">
        <w:t>dans l</w:t>
      </w:r>
      <w:r w:rsidR="00276CCE">
        <w:t>’</w:t>
      </w:r>
      <w:r w:rsidRPr="00DA4E77">
        <w:t>imagination des foules</w:t>
      </w:r>
      <w:r w:rsidR="00276CCE">
        <w:t xml:space="preserve">, </w:t>
      </w:r>
      <w:r w:rsidRPr="00DA4E77">
        <w:t>un halo d</w:t>
      </w:r>
      <w:r w:rsidR="00276CCE">
        <w:t>’</w:t>
      </w:r>
      <w:r w:rsidRPr="00DA4E77">
        <w:t>héroïques légendes</w:t>
      </w:r>
      <w:r w:rsidR="00276CCE">
        <w:t xml:space="preserve"> : </w:t>
      </w:r>
      <w:r w:rsidRPr="00DA4E77">
        <w:t>des montagnes de Libye fendues par lui à coups de hache</w:t>
      </w:r>
      <w:r w:rsidR="00276CCE">
        <w:t xml:space="preserve"> ; </w:t>
      </w:r>
      <w:r w:rsidRPr="00DA4E77">
        <w:t>des peuplades barbares traversées à cheval</w:t>
      </w:r>
      <w:r w:rsidR="00276CCE">
        <w:t xml:space="preserve">, </w:t>
      </w:r>
      <w:r w:rsidRPr="00DA4E77">
        <w:t>au son des trompettes</w:t>
      </w:r>
      <w:r w:rsidR="00276CCE">
        <w:t xml:space="preserve">, </w:t>
      </w:r>
      <w:r w:rsidRPr="00DA4E77">
        <w:t>avec une escorte de quelques hommes à peine</w:t>
      </w:r>
      <w:r w:rsidR="00276CCE">
        <w:t xml:space="preserve">, </w:t>
      </w:r>
      <w:r w:rsidRPr="00DA4E77">
        <w:t>parmi l</w:t>
      </w:r>
      <w:r w:rsidR="00276CCE">
        <w:t>’</w:t>
      </w:r>
      <w:r w:rsidRPr="00DA4E77">
        <w:t>émerveillement des populations subjuguées</w:t>
      </w:r>
      <w:r w:rsidR="00276CCE">
        <w:t xml:space="preserve">… </w:t>
      </w:r>
      <w:r w:rsidRPr="00DA4E77">
        <w:t>Ceux-là donc qui s</w:t>
      </w:r>
      <w:r w:rsidR="00276CCE">
        <w:t>’</w:t>
      </w:r>
      <w:r w:rsidRPr="00DA4E77">
        <w:t>appuient contre la Grille</w:t>
      </w:r>
      <w:r w:rsidR="00276CCE">
        <w:t xml:space="preserve">, </w:t>
      </w:r>
      <w:r w:rsidRPr="00DA4E77">
        <w:t>presque sous les pas des chevaux</w:t>
      </w:r>
      <w:r w:rsidR="00276CCE">
        <w:t xml:space="preserve">, </w:t>
      </w:r>
      <w:r w:rsidRPr="00DA4E77">
        <w:t>éprouvent quelque inquiétude</w:t>
      </w:r>
      <w:r w:rsidR="00276CCE">
        <w:t> :</w:t>
      </w:r>
    </w:p>
    <w:p w14:paraId="0DDA94A4" w14:textId="77777777" w:rsidR="00276CCE" w:rsidRDefault="00276CCE" w:rsidP="002A4158">
      <w:r>
        <w:t>— </w:t>
      </w:r>
      <w:r w:rsidR="002A4158" w:rsidRPr="00DA4E77">
        <w:t>Ne poussez pas</w:t>
      </w:r>
      <w:r>
        <w:t xml:space="preserve"> ! </w:t>
      </w:r>
      <w:r w:rsidR="002A4158" w:rsidRPr="00DA4E77">
        <w:t>inutile</w:t>
      </w:r>
      <w:r>
        <w:t xml:space="preserve"> ! </w:t>
      </w:r>
      <w:r w:rsidR="002A4158" w:rsidRPr="00DA4E77">
        <w:t>Vous voyez bien qu</w:t>
      </w:r>
      <w:r>
        <w:t>’</w:t>
      </w:r>
      <w:r w:rsidR="002A4158" w:rsidRPr="00DA4E77">
        <w:t>on n</w:t>
      </w:r>
      <w:r>
        <w:t>’</w:t>
      </w:r>
      <w:r w:rsidR="002A4158" w:rsidRPr="00DA4E77">
        <w:t>ouvrira pas</w:t>
      </w:r>
      <w:r>
        <w:t> !</w:t>
      </w:r>
    </w:p>
    <w:p w14:paraId="2AFD75A8" w14:textId="77777777" w:rsidR="00276CCE" w:rsidRDefault="002A4158" w:rsidP="002A4158">
      <w:proofErr w:type="spellStart"/>
      <w:r w:rsidRPr="00DA4E77">
        <w:t>Knephao</w:t>
      </w:r>
      <w:proofErr w:type="spellEnd"/>
      <w:r w:rsidR="00276CCE">
        <w:t xml:space="preserve">, </w:t>
      </w:r>
      <w:r w:rsidRPr="00DA4E77">
        <w:t>en effet</w:t>
      </w:r>
      <w:r w:rsidR="00276CCE">
        <w:t xml:space="preserve">, </w:t>
      </w:r>
      <w:r w:rsidRPr="00DA4E77">
        <w:t>impassible</w:t>
      </w:r>
      <w:r w:rsidR="00276CCE">
        <w:t xml:space="preserve">, </w:t>
      </w:r>
      <w:r w:rsidRPr="00DA4E77">
        <w:t>envoie</w:t>
      </w:r>
      <w:r w:rsidR="00276CCE">
        <w:t xml:space="preserve">, </w:t>
      </w:r>
      <w:r w:rsidRPr="00DA4E77">
        <w:t>d</w:t>
      </w:r>
      <w:r w:rsidR="00276CCE">
        <w:t>’</w:t>
      </w:r>
      <w:r w:rsidRPr="00DA4E77">
        <w:t>un signe imperce</w:t>
      </w:r>
      <w:r w:rsidRPr="00DA4E77">
        <w:t>p</w:t>
      </w:r>
      <w:r w:rsidRPr="00DA4E77">
        <w:t>tible</w:t>
      </w:r>
      <w:r w:rsidR="00276CCE">
        <w:t xml:space="preserve">, </w:t>
      </w:r>
      <w:r w:rsidRPr="00DA4E77">
        <w:t>l</w:t>
      </w:r>
      <w:r w:rsidR="00276CCE">
        <w:t>’</w:t>
      </w:r>
      <w:r w:rsidRPr="00DA4E77">
        <w:t>ordre à ses hommes de ne pas bouger</w:t>
      </w:r>
      <w:r w:rsidR="00276CCE">
        <w:t>.</w:t>
      </w:r>
    </w:p>
    <w:p w14:paraId="47869038" w14:textId="77777777" w:rsidR="00276CCE" w:rsidRDefault="002A4158" w:rsidP="002A4158">
      <w:r w:rsidRPr="00DA4E77">
        <w:t>La foule sait bien que la Grille d</w:t>
      </w:r>
      <w:r w:rsidR="00276CCE">
        <w:t>’</w:t>
      </w:r>
      <w:r w:rsidRPr="00DA4E77">
        <w:t>Or restera close</w:t>
      </w:r>
      <w:r w:rsidR="00276CCE">
        <w:t xml:space="preserve">. </w:t>
      </w:r>
      <w:r w:rsidRPr="00DA4E77">
        <w:t>Mais un souffle a passé sur elle</w:t>
      </w:r>
      <w:r w:rsidR="00276CCE">
        <w:t> :</w:t>
      </w:r>
    </w:p>
    <w:p w14:paraId="0A696D94" w14:textId="77777777" w:rsidR="00276CCE" w:rsidRDefault="00276CCE" w:rsidP="002A4158">
      <w:r>
        <w:t>— </w:t>
      </w:r>
      <w:r w:rsidR="002A4158" w:rsidRPr="00DA4E77">
        <w:t>La Grille</w:t>
      </w:r>
      <w:r>
        <w:t xml:space="preserve"> ! </w:t>
      </w:r>
      <w:r w:rsidR="002A4158" w:rsidRPr="00DA4E77">
        <w:t>La Grille</w:t>
      </w:r>
      <w:r>
        <w:t xml:space="preserve"> ! </w:t>
      </w:r>
      <w:r w:rsidR="002A4158" w:rsidRPr="00DA4E77">
        <w:t>Ouvrez donc</w:t>
      </w:r>
      <w:r>
        <w:t> !</w:t>
      </w:r>
    </w:p>
    <w:p w14:paraId="77A142A0" w14:textId="77777777" w:rsidR="00276CCE" w:rsidRDefault="00276CCE" w:rsidP="002A4158">
      <w:r>
        <w:t>— </w:t>
      </w:r>
      <w:r w:rsidR="002A4158" w:rsidRPr="00DA4E77">
        <w:t xml:space="preserve">Gloire à </w:t>
      </w:r>
      <w:proofErr w:type="spellStart"/>
      <w:r w:rsidR="002A4158" w:rsidRPr="00DA4E77">
        <w:t>Hermos</w:t>
      </w:r>
      <w:proofErr w:type="spellEnd"/>
      <w:r>
        <w:t> !</w:t>
      </w:r>
    </w:p>
    <w:p w14:paraId="2DC18EDA" w14:textId="77777777" w:rsidR="00276CCE" w:rsidRDefault="002A4158" w:rsidP="002A4158">
      <w:r w:rsidRPr="00DA4E77">
        <w:t>Et voici que</w:t>
      </w:r>
      <w:r w:rsidR="00276CCE">
        <w:t xml:space="preserve">, </w:t>
      </w:r>
      <w:r w:rsidRPr="00DA4E77">
        <w:t>dans cette houle</w:t>
      </w:r>
      <w:r w:rsidR="00276CCE">
        <w:t xml:space="preserve">, </w:t>
      </w:r>
      <w:proofErr w:type="spellStart"/>
      <w:r w:rsidRPr="00DA4E77">
        <w:t>Hermos</w:t>
      </w:r>
      <w:proofErr w:type="spellEnd"/>
      <w:r w:rsidR="00276CCE">
        <w:t xml:space="preserve">, </w:t>
      </w:r>
      <w:r w:rsidRPr="00DA4E77">
        <w:t>porté par un r</w:t>
      </w:r>
      <w:r w:rsidRPr="00DA4E77">
        <w:t>e</w:t>
      </w:r>
      <w:r w:rsidRPr="00DA4E77">
        <w:t>mous du peuple</w:t>
      </w:r>
      <w:r w:rsidR="00276CCE">
        <w:t xml:space="preserve">, </w:t>
      </w:r>
      <w:r w:rsidRPr="00DA4E77">
        <w:t>se trouve face à face avec le guerrier égyptien</w:t>
      </w:r>
      <w:r w:rsidR="00276CCE">
        <w:t>.</w:t>
      </w:r>
    </w:p>
    <w:p w14:paraId="7D38D293" w14:textId="77777777" w:rsidR="00276CCE" w:rsidRDefault="00276CCE" w:rsidP="002A4158">
      <w:r>
        <w:lastRenderedPageBreak/>
        <w:t>— </w:t>
      </w:r>
      <w:proofErr w:type="spellStart"/>
      <w:r w:rsidR="002A4158" w:rsidRPr="00DA4E77">
        <w:t>Knephao</w:t>
      </w:r>
      <w:proofErr w:type="spellEnd"/>
      <w:r>
        <w:t xml:space="preserve">, </w:t>
      </w:r>
      <w:r w:rsidR="002A4158" w:rsidRPr="00DA4E77">
        <w:t xml:space="preserve">demande </w:t>
      </w:r>
      <w:proofErr w:type="spellStart"/>
      <w:r w:rsidR="002A4158" w:rsidRPr="00DA4E77">
        <w:t>Hermos</w:t>
      </w:r>
      <w:proofErr w:type="spellEnd"/>
      <w:r>
        <w:t xml:space="preserve">, </w:t>
      </w:r>
      <w:r w:rsidR="002A4158" w:rsidRPr="00DA4E77">
        <w:t>réponds-moi sans rudesse ni colère</w:t>
      </w:r>
      <w:r>
        <w:t xml:space="preserve">. </w:t>
      </w:r>
      <w:r w:rsidR="002A4158" w:rsidRPr="00DA4E77">
        <w:t>J</w:t>
      </w:r>
      <w:r>
        <w:t>’</w:t>
      </w:r>
      <w:r w:rsidR="002A4158" w:rsidRPr="00DA4E77">
        <w:t>arrive du royaume de Saba</w:t>
      </w:r>
      <w:r>
        <w:t xml:space="preserve"> : </w:t>
      </w:r>
      <w:r w:rsidR="002A4158" w:rsidRPr="00DA4E77">
        <w:t>j</w:t>
      </w:r>
      <w:r>
        <w:t>’</w:t>
      </w:r>
      <w:r w:rsidR="002A4158" w:rsidRPr="00DA4E77">
        <w:t xml:space="preserve">ai traversé des terres et des mers pour ne pas manquer la fête </w:t>
      </w:r>
      <w:proofErr w:type="spellStart"/>
      <w:r w:rsidR="002A4158" w:rsidRPr="00DA4E77">
        <w:t>archisainte</w:t>
      </w:r>
      <w:proofErr w:type="spellEnd"/>
      <w:r w:rsidR="002A4158" w:rsidRPr="00DA4E77">
        <w:t xml:space="preserve"> du Sphinx</w:t>
      </w:r>
      <w:r>
        <w:t xml:space="preserve">. </w:t>
      </w:r>
      <w:r w:rsidR="002A4158" w:rsidRPr="00DA4E77">
        <w:t>Vas-tu donc me laisser au seuil pour quelques pauvres minutes perdues</w:t>
      </w:r>
      <w:r>
        <w:t> ?</w:t>
      </w:r>
    </w:p>
    <w:p w14:paraId="1BC5421C" w14:textId="77777777" w:rsidR="00276CCE" w:rsidRDefault="002A4158" w:rsidP="002A4158">
      <w:r w:rsidRPr="00DA4E77">
        <w:t>À cette voix enveloppante</w:t>
      </w:r>
      <w:r w:rsidR="00276CCE">
        <w:t xml:space="preserve">, </w:t>
      </w:r>
      <w:r w:rsidRPr="00DA4E77">
        <w:t>le colosse relève la tête et r</w:t>
      </w:r>
      <w:r w:rsidRPr="00DA4E77">
        <w:t>e</w:t>
      </w:r>
      <w:r w:rsidRPr="00DA4E77">
        <w:t>garde avec curiosité son interlocuteur inattendu</w:t>
      </w:r>
      <w:r w:rsidR="00276CCE">
        <w:t xml:space="preserve"> ; </w:t>
      </w:r>
      <w:r w:rsidRPr="00DA4E77">
        <w:t>puis</w:t>
      </w:r>
      <w:r w:rsidR="00276CCE">
        <w:t xml:space="preserve">, </w:t>
      </w:r>
      <w:r w:rsidRPr="00DA4E77">
        <w:t>repr</w:t>
      </w:r>
      <w:r w:rsidRPr="00DA4E77">
        <w:t>e</w:t>
      </w:r>
      <w:r w:rsidRPr="00DA4E77">
        <w:t>nant son air d</w:t>
      </w:r>
      <w:r w:rsidR="00276CCE">
        <w:t>’</w:t>
      </w:r>
      <w:r w:rsidRPr="00DA4E77">
        <w:t>indifférence</w:t>
      </w:r>
      <w:r w:rsidR="00276CCE">
        <w:t> :</w:t>
      </w:r>
    </w:p>
    <w:p w14:paraId="23D86754" w14:textId="77777777" w:rsidR="00276CCE" w:rsidRDefault="00276CCE" w:rsidP="002A4158">
      <w:r>
        <w:t>— </w:t>
      </w:r>
      <w:r w:rsidR="002A4158" w:rsidRPr="00DA4E77">
        <w:t>Tu sais bien que je ne dois pas enfreindre les ordres de tes frères</w:t>
      </w:r>
      <w:r>
        <w:t>.</w:t>
      </w:r>
    </w:p>
    <w:p w14:paraId="7693C149" w14:textId="77777777" w:rsidR="00276CCE" w:rsidRDefault="00276CCE" w:rsidP="002A4158">
      <w:r>
        <w:t>— </w:t>
      </w:r>
      <w:r w:rsidR="002A4158" w:rsidRPr="00DA4E77">
        <w:t>C</w:t>
      </w:r>
      <w:r>
        <w:t>’</w:t>
      </w:r>
      <w:r w:rsidR="002A4158" w:rsidRPr="00DA4E77">
        <w:t>est donc impossible</w:t>
      </w:r>
      <w:r>
        <w:t xml:space="preserve">, </w:t>
      </w:r>
      <w:r w:rsidR="002A4158" w:rsidRPr="00DA4E77">
        <w:t>même pour moi</w:t>
      </w:r>
      <w:r>
        <w:t> ?</w:t>
      </w:r>
    </w:p>
    <w:p w14:paraId="2FAC7BF0" w14:textId="77777777" w:rsidR="00276CCE" w:rsidRDefault="00276CCE" w:rsidP="002A4158">
      <w:r>
        <w:t>— </w:t>
      </w:r>
      <w:r w:rsidR="002A4158" w:rsidRPr="00DA4E77">
        <w:t>Impossible</w:t>
      </w:r>
      <w:r>
        <w:t xml:space="preserve">, </w:t>
      </w:r>
      <w:r w:rsidR="002A4158" w:rsidRPr="00DA4E77">
        <w:t>en effet</w:t>
      </w:r>
      <w:r>
        <w:t> !</w:t>
      </w:r>
    </w:p>
    <w:p w14:paraId="4239DEAD" w14:textId="77777777" w:rsidR="00276CCE" w:rsidRDefault="00276CCE" w:rsidP="002A4158">
      <w:r>
        <w:t>— </w:t>
      </w:r>
      <w:r w:rsidR="002A4158" w:rsidRPr="00DA4E77">
        <w:t>Aussi impossible que de rouvrir un passage au fleuve Nil</w:t>
      </w:r>
      <w:r>
        <w:t xml:space="preserve">, </w:t>
      </w:r>
      <w:r w:rsidR="002A4158" w:rsidRPr="00DA4E77">
        <w:t>qui s</w:t>
      </w:r>
      <w:r>
        <w:t>’</w:t>
      </w:r>
      <w:r w:rsidR="002A4158" w:rsidRPr="00DA4E77">
        <w:t>épandait en désordre dans la plaine</w:t>
      </w:r>
      <w:r>
        <w:t> ?</w:t>
      </w:r>
    </w:p>
    <w:p w14:paraId="13AE90D8" w14:textId="77777777" w:rsidR="00276CCE" w:rsidRDefault="002A4158" w:rsidP="002A4158">
      <w:r w:rsidRPr="00DA4E77">
        <w:t>Cette fois</w:t>
      </w:r>
      <w:r w:rsidR="00276CCE">
        <w:t xml:space="preserve">, </w:t>
      </w:r>
      <w:r w:rsidRPr="00DA4E77">
        <w:t xml:space="preserve">la curiosité de </w:t>
      </w:r>
      <w:proofErr w:type="spellStart"/>
      <w:r w:rsidRPr="00DA4E77">
        <w:t>Knephao</w:t>
      </w:r>
      <w:proofErr w:type="spellEnd"/>
      <w:r w:rsidRPr="00DA4E77">
        <w:t xml:space="preserve"> se change en une ém</w:t>
      </w:r>
      <w:r w:rsidRPr="00DA4E77">
        <w:t>o</w:t>
      </w:r>
      <w:r w:rsidRPr="00DA4E77">
        <w:t>tion contenue</w:t>
      </w:r>
      <w:r w:rsidR="00276CCE">
        <w:t> :</w:t>
      </w:r>
    </w:p>
    <w:p w14:paraId="735505F7" w14:textId="77777777" w:rsidR="00276CCE" w:rsidRDefault="00276CCE" w:rsidP="002A4158">
      <w:r>
        <w:t>— </w:t>
      </w:r>
      <w:r w:rsidR="002A4158" w:rsidRPr="00DA4E77">
        <w:t>Que dis-tu</w:t>
      </w:r>
      <w:r>
        <w:t xml:space="preserve"> ? </w:t>
      </w:r>
      <w:r w:rsidR="002A4158" w:rsidRPr="00DA4E77">
        <w:t>D</w:t>
      </w:r>
      <w:r>
        <w:t>’</w:t>
      </w:r>
      <w:r w:rsidR="002A4158" w:rsidRPr="00DA4E77">
        <w:t>où viens-tu</w:t>
      </w:r>
      <w:r>
        <w:t xml:space="preserve"> ? </w:t>
      </w:r>
      <w:r w:rsidR="002A4158" w:rsidRPr="00DA4E77">
        <w:t>Qui t</w:t>
      </w:r>
      <w:r>
        <w:t>’</w:t>
      </w:r>
      <w:r w:rsidR="002A4158" w:rsidRPr="00DA4E77">
        <w:t>a raconté les aventures de jadis</w:t>
      </w:r>
      <w:r>
        <w:t xml:space="preserve"> ? </w:t>
      </w:r>
      <w:r w:rsidR="002A4158" w:rsidRPr="00DA4E77">
        <w:t>Il me semble</w:t>
      </w:r>
      <w:r>
        <w:t xml:space="preserve">, </w:t>
      </w:r>
      <w:r w:rsidR="002A4158" w:rsidRPr="00DA4E77">
        <w:t>d</w:t>
      </w:r>
      <w:r>
        <w:t>’</w:t>
      </w:r>
      <w:r w:rsidR="002A4158" w:rsidRPr="00DA4E77">
        <w:t>ailleurs</w:t>
      </w:r>
      <w:r>
        <w:t xml:space="preserve">, </w:t>
      </w:r>
      <w:r w:rsidR="002A4158" w:rsidRPr="00DA4E77">
        <w:t>que ta voix me rappelle</w:t>
      </w:r>
      <w:r>
        <w:t>…</w:t>
      </w:r>
    </w:p>
    <w:p w14:paraId="75D54B6E" w14:textId="77777777" w:rsidR="00276CCE" w:rsidRDefault="00276CCE" w:rsidP="002A4158">
      <w:r>
        <w:t>— </w:t>
      </w:r>
      <w:r w:rsidR="002A4158" w:rsidRPr="00DA4E77">
        <w:t>Le chant que je modulais le soir</w:t>
      </w:r>
      <w:r>
        <w:t xml:space="preserve">, </w:t>
      </w:r>
      <w:r w:rsidR="002A4158" w:rsidRPr="00DA4E77">
        <w:t>quand tu veillais aux bords du fleuve</w:t>
      </w:r>
      <w:r>
        <w:t>…</w:t>
      </w:r>
    </w:p>
    <w:p w14:paraId="432858B2" w14:textId="77777777" w:rsidR="00276CCE" w:rsidRDefault="00276CCE" w:rsidP="002A4158">
      <w:r>
        <w:t>— </w:t>
      </w:r>
      <w:r w:rsidR="002A4158" w:rsidRPr="00DA4E77">
        <w:t>Et quand des lions rôdaient autour de nos chétives cab</w:t>
      </w:r>
      <w:r w:rsidR="002A4158" w:rsidRPr="00DA4E77">
        <w:t>a</w:t>
      </w:r>
      <w:r w:rsidR="002A4158" w:rsidRPr="00DA4E77">
        <w:t>nes</w:t>
      </w:r>
      <w:r>
        <w:t xml:space="preserve"> ! </w:t>
      </w:r>
      <w:r w:rsidR="002A4158" w:rsidRPr="00DA4E77">
        <w:t>Ah</w:t>
      </w:r>
      <w:r>
        <w:t xml:space="preserve"> ! </w:t>
      </w:r>
      <w:r w:rsidR="002A4158" w:rsidRPr="00DA4E77">
        <w:t>par Horus</w:t>
      </w:r>
      <w:r>
        <w:t xml:space="preserve">, </w:t>
      </w:r>
      <w:r w:rsidR="002A4158" w:rsidRPr="00DA4E77">
        <w:t>trois fois saint</w:t>
      </w:r>
      <w:r>
        <w:t xml:space="preserve"> ! </w:t>
      </w:r>
      <w:r w:rsidR="002A4158" w:rsidRPr="00DA4E77">
        <w:t>c</w:t>
      </w:r>
      <w:r>
        <w:t>’</w:t>
      </w:r>
      <w:r w:rsidR="002A4158" w:rsidRPr="00DA4E77">
        <w:t>est donc toi qu</w:t>
      </w:r>
      <w:r>
        <w:t>’</w:t>
      </w:r>
      <w:r w:rsidR="002A4158" w:rsidRPr="00DA4E77">
        <w:t>on a</w:t>
      </w:r>
      <w:r w:rsidR="002A4158" w:rsidRPr="00DA4E77">
        <w:t>p</w:t>
      </w:r>
      <w:r w:rsidR="002A4158" w:rsidRPr="00DA4E77">
        <w:t>pelle aujourd</w:t>
      </w:r>
      <w:r>
        <w:t>’</w:t>
      </w:r>
      <w:r w:rsidR="002A4158" w:rsidRPr="00DA4E77">
        <w:t xml:space="preserve">hui le fameux </w:t>
      </w:r>
      <w:proofErr w:type="spellStart"/>
      <w:r w:rsidR="002A4158" w:rsidRPr="00DA4E77">
        <w:t>Hermos</w:t>
      </w:r>
      <w:proofErr w:type="spellEnd"/>
      <w:r>
        <w:t> ?</w:t>
      </w:r>
    </w:p>
    <w:p w14:paraId="04637140" w14:textId="77777777" w:rsidR="00276CCE" w:rsidRDefault="002A4158" w:rsidP="002A4158">
      <w:r w:rsidRPr="00DA4E77">
        <w:t>Autour des deux hommes</w:t>
      </w:r>
      <w:r w:rsidR="00276CCE">
        <w:t xml:space="preserve">, </w:t>
      </w:r>
      <w:r w:rsidRPr="00DA4E77">
        <w:t>un cercle de silence va s</w:t>
      </w:r>
      <w:r w:rsidR="00276CCE">
        <w:t>’</w:t>
      </w:r>
      <w:r w:rsidRPr="00DA4E77">
        <w:t>élargissant</w:t>
      </w:r>
      <w:r w:rsidR="00276CCE">
        <w:t xml:space="preserve">. </w:t>
      </w:r>
      <w:r w:rsidRPr="00DA4E77">
        <w:t>Au loin</w:t>
      </w:r>
      <w:r w:rsidR="00276CCE">
        <w:t xml:space="preserve">, </w:t>
      </w:r>
      <w:r w:rsidRPr="00DA4E77">
        <w:t>ne comprenant rien</w:t>
      </w:r>
      <w:r w:rsidR="00276CCE">
        <w:t xml:space="preserve">, </w:t>
      </w:r>
      <w:r w:rsidRPr="00DA4E77">
        <w:t>et croyant à une a</w:t>
      </w:r>
      <w:r w:rsidRPr="00DA4E77">
        <w:t>l</w:t>
      </w:r>
      <w:r w:rsidRPr="00DA4E77">
        <w:t>tercation</w:t>
      </w:r>
      <w:r w:rsidR="00276CCE">
        <w:t xml:space="preserve">, </w:t>
      </w:r>
      <w:r w:rsidRPr="00DA4E77">
        <w:t>la foule s</w:t>
      </w:r>
      <w:r w:rsidR="00276CCE">
        <w:t>’</w:t>
      </w:r>
      <w:r w:rsidRPr="00DA4E77">
        <w:t>agite divisée en partis contraires</w:t>
      </w:r>
      <w:r w:rsidR="00276CCE">
        <w:t>.</w:t>
      </w:r>
    </w:p>
    <w:p w14:paraId="6E9B76C6" w14:textId="77777777" w:rsidR="00276CCE" w:rsidRDefault="00276CCE" w:rsidP="002A4158">
      <w:r>
        <w:lastRenderedPageBreak/>
        <w:t>— </w:t>
      </w:r>
      <w:r w:rsidR="002A4158" w:rsidRPr="00DA4E77">
        <w:t>Eh bien</w:t>
      </w:r>
      <w:r>
        <w:t xml:space="preserve"> ! </w:t>
      </w:r>
      <w:proofErr w:type="spellStart"/>
      <w:r w:rsidR="002A4158" w:rsidRPr="00DA4E77">
        <w:t>Knephao</w:t>
      </w:r>
      <w:proofErr w:type="spellEnd"/>
      <w:r>
        <w:t xml:space="preserve">, </w:t>
      </w:r>
      <w:r w:rsidR="002A4158" w:rsidRPr="00DA4E77">
        <w:t>peux-tu maintenant entrouvrir pour moi la Grille</w:t>
      </w:r>
      <w:r>
        <w:t xml:space="preserve"> ? </w:t>
      </w:r>
      <w:r w:rsidR="002A4158" w:rsidRPr="00DA4E77">
        <w:t>Tu sais quelle place j</w:t>
      </w:r>
      <w:r>
        <w:t>’</w:t>
      </w:r>
      <w:r w:rsidR="002A4158" w:rsidRPr="00DA4E77">
        <w:t>occupais</w:t>
      </w:r>
      <w:r>
        <w:t xml:space="preserve">, </w:t>
      </w:r>
      <w:r w:rsidR="002A4158" w:rsidRPr="00DA4E77">
        <w:t>là-bas</w:t>
      </w:r>
      <w:r>
        <w:t xml:space="preserve">, </w:t>
      </w:r>
      <w:r w:rsidR="002A4158" w:rsidRPr="00DA4E77">
        <w:t xml:space="preserve">à côté du grand </w:t>
      </w:r>
      <w:proofErr w:type="spellStart"/>
      <w:r w:rsidR="002A4158" w:rsidRPr="00DA4E77">
        <w:rPr>
          <w:bCs/>
        </w:rPr>
        <w:t>Oréus</w:t>
      </w:r>
      <w:proofErr w:type="spellEnd"/>
      <w:r w:rsidR="002A4158" w:rsidRPr="00DA4E77">
        <w:rPr>
          <w:bCs/>
        </w:rPr>
        <w:t xml:space="preserve"> </w:t>
      </w:r>
      <w:r w:rsidR="002A4158" w:rsidRPr="00DA4E77">
        <w:t>notre maître</w:t>
      </w:r>
      <w:r>
        <w:t xml:space="preserve">, </w:t>
      </w:r>
      <w:r w:rsidR="002A4158" w:rsidRPr="00DA4E77">
        <w:t>et pourquoi j</w:t>
      </w:r>
      <w:r>
        <w:t>’</w:t>
      </w:r>
      <w:r w:rsidR="002A4158" w:rsidRPr="00DA4E77">
        <w:t>ai si ardent désir d</w:t>
      </w:r>
      <w:r>
        <w:t>’</w:t>
      </w:r>
      <w:r w:rsidR="002A4158" w:rsidRPr="00DA4E77">
        <w:t>aller célébrer les rites du Soleil</w:t>
      </w:r>
      <w:r>
        <w:t> ?</w:t>
      </w:r>
    </w:p>
    <w:p w14:paraId="726E43F7" w14:textId="77777777" w:rsidR="00276CCE" w:rsidRDefault="00276CCE" w:rsidP="002A4158">
      <w:r>
        <w:t>— </w:t>
      </w:r>
      <w:r w:rsidR="002A4158" w:rsidRPr="00DA4E77">
        <w:t>Que les génies protecteurs du fleuve Nil et le Soleil</w:t>
      </w:r>
      <w:r>
        <w:t xml:space="preserve">, </w:t>
      </w:r>
      <w:r w:rsidR="002A4158" w:rsidRPr="00DA4E77">
        <w:t>père d</w:t>
      </w:r>
      <w:r>
        <w:t>’</w:t>
      </w:r>
      <w:r w:rsidR="002A4158" w:rsidRPr="00DA4E77">
        <w:t>Atlantis</w:t>
      </w:r>
      <w:r>
        <w:t xml:space="preserve">, </w:t>
      </w:r>
      <w:r w:rsidR="002A4158" w:rsidRPr="00DA4E77">
        <w:t>attestent ici combien j</w:t>
      </w:r>
      <w:r>
        <w:t>’</w:t>
      </w:r>
      <w:r w:rsidR="002A4158" w:rsidRPr="00DA4E77">
        <w:t xml:space="preserve">admire le grand </w:t>
      </w:r>
      <w:proofErr w:type="spellStart"/>
      <w:r w:rsidR="002A4158" w:rsidRPr="00DA4E77">
        <w:t>Oréus</w:t>
      </w:r>
      <w:proofErr w:type="spellEnd"/>
      <w:r w:rsidR="002A4158" w:rsidRPr="00DA4E77">
        <w:t xml:space="preserve"> et </w:t>
      </w:r>
      <w:r w:rsidR="002A4158" w:rsidRPr="00DA4E77">
        <w:rPr>
          <w:bCs/>
        </w:rPr>
        <w:t xml:space="preserve">lui </w:t>
      </w:r>
      <w:r w:rsidR="002A4158" w:rsidRPr="00DA4E77">
        <w:t>souhaite longue vie</w:t>
      </w:r>
      <w:r>
        <w:t xml:space="preserve">, </w:t>
      </w:r>
      <w:r w:rsidR="002A4158" w:rsidRPr="00DA4E77">
        <w:t>et combien j</w:t>
      </w:r>
      <w:r>
        <w:t>’</w:t>
      </w:r>
      <w:r w:rsidR="002A4158" w:rsidRPr="00DA4E77">
        <w:t>ai joie de te revoir</w:t>
      </w:r>
      <w:r>
        <w:t xml:space="preserve">, </w:t>
      </w:r>
      <w:r w:rsidR="002A4158" w:rsidRPr="00DA4E77">
        <w:rPr>
          <w:bCs/>
        </w:rPr>
        <w:t xml:space="preserve">ô </w:t>
      </w:r>
      <w:r w:rsidR="002A4158" w:rsidRPr="00DA4E77">
        <w:t xml:space="preserve">mon </w:t>
      </w:r>
      <w:r w:rsidR="002A4158" w:rsidRPr="00DA4E77">
        <w:rPr>
          <w:bCs/>
        </w:rPr>
        <w:t>a</w:t>
      </w:r>
      <w:r w:rsidR="002A4158" w:rsidRPr="00DA4E77">
        <w:rPr>
          <w:bCs/>
        </w:rPr>
        <w:t>n</w:t>
      </w:r>
      <w:r w:rsidR="002A4158" w:rsidRPr="00DA4E77">
        <w:rPr>
          <w:bCs/>
        </w:rPr>
        <w:t xml:space="preserve">cien </w:t>
      </w:r>
      <w:r w:rsidR="002A4158" w:rsidRPr="00DA4E77">
        <w:t>compagnon</w:t>
      </w:r>
      <w:r>
        <w:t xml:space="preserve">. </w:t>
      </w:r>
      <w:r w:rsidR="002A4158" w:rsidRPr="00DA4E77">
        <w:t>Mais</w:t>
      </w:r>
      <w:r>
        <w:t xml:space="preserve">, </w:t>
      </w:r>
      <w:r w:rsidR="002A4158" w:rsidRPr="00DA4E77">
        <w:t>par ces puissances redoutables que j</w:t>
      </w:r>
      <w:r>
        <w:t>’</w:t>
      </w:r>
      <w:r w:rsidR="002A4158" w:rsidRPr="00DA4E77">
        <w:t>invoque</w:t>
      </w:r>
      <w:r>
        <w:t xml:space="preserve">, </w:t>
      </w:r>
      <w:r w:rsidR="002A4158" w:rsidRPr="00DA4E77">
        <w:t>je jure que je ne puis</w:t>
      </w:r>
      <w:r>
        <w:t xml:space="preserve">, </w:t>
      </w:r>
      <w:r w:rsidR="002A4158" w:rsidRPr="00DA4E77">
        <w:t>même pour toi</w:t>
      </w:r>
      <w:r>
        <w:t xml:space="preserve">, </w:t>
      </w:r>
      <w:r w:rsidR="002A4158" w:rsidRPr="00DA4E77">
        <w:t xml:space="preserve">ouvrir la Grille de la </w:t>
      </w:r>
      <w:r w:rsidR="002A4158" w:rsidRPr="00DA4E77">
        <w:rPr>
          <w:bCs/>
        </w:rPr>
        <w:t xml:space="preserve">Colline </w:t>
      </w:r>
      <w:r w:rsidR="002A4158" w:rsidRPr="00DA4E77">
        <w:t>Sacrée</w:t>
      </w:r>
      <w:r>
        <w:t>…</w:t>
      </w:r>
    </w:p>
    <w:p w14:paraId="236790B6" w14:textId="77777777" w:rsidR="00276CCE" w:rsidRDefault="002A4158" w:rsidP="002A4158">
      <w:r w:rsidRPr="00DA4E77">
        <w:t>Un murmure d</w:t>
      </w:r>
      <w:r w:rsidR="00276CCE">
        <w:t>’</w:t>
      </w:r>
      <w:r w:rsidRPr="00DA4E77">
        <w:t>étonnement parcourt la foule enviro</w:t>
      </w:r>
      <w:r w:rsidRPr="00DA4E77">
        <w:t>n</w:t>
      </w:r>
      <w:r w:rsidRPr="00DA4E77">
        <w:t>nante</w:t>
      </w:r>
      <w:r w:rsidR="00276CCE">
        <w:t xml:space="preserve"> ; </w:t>
      </w:r>
      <w:r w:rsidRPr="00DA4E77">
        <w:t xml:space="preserve">et </w:t>
      </w:r>
      <w:proofErr w:type="spellStart"/>
      <w:r w:rsidRPr="00DA4E77">
        <w:t>Knephao</w:t>
      </w:r>
      <w:proofErr w:type="spellEnd"/>
      <w:r w:rsidR="00276CCE">
        <w:t xml:space="preserve">, </w:t>
      </w:r>
      <w:r w:rsidRPr="00DA4E77">
        <w:t>sans y porter attention</w:t>
      </w:r>
      <w:r w:rsidR="00276CCE">
        <w:t> :</w:t>
      </w:r>
    </w:p>
    <w:p w14:paraId="1D0D920D" w14:textId="77777777" w:rsidR="00276CCE" w:rsidRDefault="00276CCE" w:rsidP="002A4158">
      <w:r>
        <w:t>— </w:t>
      </w:r>
      <w:r w:rsidR="002A4158" w:rsidRPr="00DA4E77">
        <w:t>Je me ferai tuer ici</w:t>
      </w:r>
      <w:r>
        <w:t xml:space="preserve">, </w:t>
      </w:r>
      <w:r w:rsidR="002A4158" w:rsidRPr="00DA4E77">
        <w:t>je l</w:t>
      </w:r>
      <w:r>
        <w:t>’</w:t>
      </w:r>
      <w:r w:rsidR="002A4158" w:rsidRPr="00DA4E77">
        <w:t>ai promis</w:t>
      </w:r>
      <w:r>
        <w:t xml:space="preserve">, </w:t>
      </w:r>
      <w:r w:rsidR="002A4158" w:rsidRPr="00DA4E77">
        <w:t>plutôt que de manquer à ma parole</w:t>
      </w:r>
      <w:r>
        <w:t xml:space="preserve">, </w:t>
      </w:r>
      <w:r w:rsidR="002A4158" w:rsidRPr="00DA4E77">
        <w:t>et tu sais</w:t>
      </w:r>
      <w:r>
        <w:t>…</w:t>
      </w:r>
    </w:p>
    <w:p w14:paraId="61C6A04E" w14:textId="77777777" w:rsidR="00276CCE" w:rsidRDefault="00276CCE" w:rsidP="002A4158">
      <w:r>
        <w:t>— </w:t>
      </w:r>
      <w:r w:rsidR="002A4158" w:rsidRPr="00DA4E77">
        <w:t>Oui</w:t>
      </w:r>
      <w:r>
        <w:t xml:space="preserve">, </w:t>
      </w:r>
      <w:r w:rsidR="002A4158" w:rsidRPr="00DA4E77">
        <w:t xml:space="preserve">je sais que tu </w:t>
      </w:r>
      <w:proofErr w:type="gramStart"/>
      <w:r w:rsidR="002A4158" w:rsidRPr="00DA4E77">
        <w:t>n</w:t>
      </w:r>
      <w:r>
        <w:t>’</w:t>
      </w:r>
      <w:r w:rsidR="002A4158" w:rsidRPr="00DA4E77">
        <w:t>as pas peur de</w:t>
      </w:r>
      <w:proofErr w:type="gramEnd"/>
      <w:r w:rsidR="002A4158" w:rsidRPr="00DA4E77">
        <w:t xml:space="preserve"> la mort</w:t>
      </w:r>
      <w:r>
        <w:t>.</w:t>
      </w:r>
    </w:p>
    <w:p w14:paraId="63815001" w14:textId="77777777" w:rsidR="00276CCE" w:rsidRDefault="00276CCE" w:rsidP="002A4158">
      <w:r>
        <w:t>— </w:t>
      </w:r>
      <w:r w:rsidR="002A4158" w:rsidRPr="00DA4E77">
        <w:t>Ni toi non plus</w:t>
      </w:r>
      <w:r>
        <w:t xml:space="preserve">, </w:t>
      </w:r>
      <w:proofErr w:type="spellStart"/>
      <w:r w:rsidR="002A4158" w:rsidRPr="00DA4E77">
        <w:t>Hermos</w:t>
      </w:r>
      <w:proofErr w:type="spellEnd"/>
      <w:r>
        <w:t xml:space="preserve"> ! </w:t>
      </w:r>
      <w:r w:rsidR="002A4158" w:rsidRPr="00DA4E77">
        <w:t>Mais écoute</w:t>
      </w:r>
      <w:r>
        <w:t xml:space="preserve">. </w:t>
      </w:r>
      <w:r w:rsidR="002A4158" w:rsidRPr="00DA4E77">
        <w:t>Le temps presse</w:t>
      </w:r>
      <w:r>
        <w:t xml:space="preserve">. </w:t>
      </w:r>
      <w:r w:rsidR="002A4158" w:rsidRPr="00DA4E77">
        <w:t>Veux-tu me suivre dans ce palais</w:t>
      </w:r>
      <w:r>
        <w:t xml:space="preserve"> ? </w:t>
      </w:r>
      <w:r w:rsidR="002A4158" w:rsidRPr="00DA4E77">
        <w:t>Il y a peut-être encore d</w:t>
      </w:r>
      <w:r>
        <w:t>’</w:t>
      </w:r>
      <w:r w:rsidR="002A4158" w:rsidRPr="00DA4E77">
        <w:t>autres espoirs</w:t>
      </w:r>
      <w:r>
        <w:t>.</w:t>
      </w:r>
    </w:p>
    <w:p w14:paraId="29A11BCF" w14:textId="77777777" w:rsidR="00276CCE" w:rsidRDefault="002A4158" w:rsidP="002A4158">
      <w:r w:rsidRPr="00DA4E77">
        <w:t xml:space="preserve">Et </w:t>
      </w:r>
      <w:proofErr w:type="spellStart"/>
      <w:r w:rsidRPr="00DA4E77">
        <w:t>Knephao</w:t>
      </w:r>
      <w:proofErr w:type="spellEnd"/>
      <w:r w:rsidR="00276CCE">
        <w:t xml:space="preserve">, </w:t>
      </w:r>
      <w:r w:rsidRPr="00DA4E77">
        <w:t>poussant son cheval</w:t>
      </w:r>
      <w:r w:rsidR="00276CCE">
        <w:t xml:space="preserve">, </w:t>
      </w:r>
      <w:r w:rsidRPr="00DA4E77">
        <w:t>passe à travers la tourbe</w:t>
      </w:r>
      <w:r w:rsidR="00276CCE">
        <w:t xml:space="preserve">. </w:t>
      </w:r>
      <w:r w:rsidRPr="00DA4E77">
        <w:t>Les admirateurs d</w:t>
      </w:r>
      <w:r w:rsidR="00276CCE">
        <w:t>’</w:t>
      </w:r>
      <w:proofErr w:type="spellStart"/>
      <w:r w:rsidRPr="00DA4E77">
        <w:t>Hermos</w:t>
      </w:r>
      <w:proofErr w:type="spellEnd"/>
      <w:r w:rsidRPr="00DA4E77">
        <w:t xml:space="preserve"> le suivent</w:t>
      </w:r>
      <w:r w:rsidR="00276CCE">
        <w:t xml:space="preserve">, </w:t>
      </w:r>
      <w:r w:rsidRPr="00DA4E77">
        <w:t>portant l</w:t>
      </w:r>
      <w:r w:rsidR="00276CCE">
        <w:t>’</w:t>
      </w:r>
      <w:r w:rsidRPr="00DA4E77">
        <w:t>Apôtre au ma</w:t>
      </w:r>
      <w:r w:rsidRPr="00DA4E77">
        <w:t>n</w:t>
      </w:r>
      <w:r w:rsidRPr="00DA4E77">
        <w:t>teau rouge</w:t>
      </w:r>
      <w:r w:rsidR="00276CCE">
        <w:t xml:space="preserve">, </w:t>
      </w:r>
      <w:r w:rsidRPr="00DA4E77">
        <w:t>et comme la Grille d</w:t>
      </w:r>
      <w:r w:rsidR="00276CCE">
        <w:t>’</w:t>
      </w:r>
      <w:r w:rsidRPr="00DA4E77">
        <w:t>Or est placée à l</w:t>
      </w:r>
      <w:r w:rsidR="00276CCE">
        <w:t>’</w:t>
      </w:r>
      <w:r w:rsidRPr="00DA4E77">
        <w:t>extrémité dro</w:t>
      </w:r>
      <w:r w:rsidRPr="00DA4E77">
        <w:t>i</w:t>
      </w:r>
      <w:r w:rsidRPr="00DA4E77">
        <w:t>te de la place</w:t>
      </w:r>
      <w:r w:rsidR="00276CCE">
        <w:t xml:space="preserve">, </w:t>
      </w:r>
      <w:r w:rsidRPr="00DA4E77">
        <w:t>le cortège imprévu doit traverser la moitié de l</w:t>
      </w:r>
      <w:r w:rsidR="00276CCE">
        <w:t>’</w:t>
      </w:r>
      <w:r w:rsidRPr="00DA4E77">
        <w:t>esplanade</w:t>
      </w:r>
      <w:r w:rsidR="00276CCE">
        <w:t>.</w:t>
      </w:r>
    </w:p>
    <w:p w14:paraId="55607896" w14:textId="77777777" w:rsidR="00276CCE" w:rsidRDefault="00276CCE" w:rsidP="00276CCE">
      <w:pPr>
        <w:pStyle w:val="Titre2"/>
        <w:rPr>
          <w:i/>
        </w:rPr>
      </w:pPr>
      <w:bookmarkStart w:id="3" w:name="_Toc194841989"/>
      <w:r w:rsidRPr="00DA4E77">
        <w:lastRenderedPageBreak/>
        <w:t>Scène</w:t>
      </w:r>
      <w:r>
        <w:t> </w:t>
      </w:r>
      <w:r w:rsidRPr="00DA4E77">
        <w:t>III</w:t>
      </w:r>
      <w:r>
        <w:t xml:space="preserve">. – </w:t>
      </w:r>
      <w:proofErr w:type="spellStart"/>
      <w:r w:rsidR="002A4158" w:rsidRPr="00DA4E77">
        <w:rPr>
          <w:i/>
        </w:rPr>
        <w:t>Melléna</w:t>
      </w:r>
      <w:proofErr w:type="spellEnd"/>
      <w:r>
        <w:rPr>
          <w:i/>
        </w:rPr>
        <w:t>.</w:t>
      </w:r>
      <w:bookmarkEnd w:id="3"/>
    </w:p>
    <w:p w14:paraId="018BEA39" w14:textId="77777777" w:rsidR="00276CCE" w:rsidRDefault="00276CCE" w:rsidP="002A4158">
      <w:r>
        <w:rPr>
          <w:i/>
        </w:rPr>
        <w:t>— </w:t>
      </w:r>
      <w:r w:rsidR="002A4158" w:rsidRPr="00DA4E77">
        <w:t>Regardez</w:t>
      </w:r>
      <w:r>
        <w:t xml:space="preserve">, </w:t>
      </w:r>
      <w:r w:rsidR="002A4158" w:rsidRPr="00DA4E77">
        <w:t>observe le gros marchand</w:t>
      </w:r>
      <w:r>
        <w:t xml:space="preserve">, </w:t>
      </w:r>
      <w:r w:rsidR="002A4158" w:rsidRPr="00DA4E77">
        <w:t>regardez</w:t>
      </w:r>
      <w:r>
        <w:t xml:space="preserve"> : </w:t>
      </w:r>
      <w:r w:rsidR="002A4158" w:rsidRPr="00DA4E77">
        <w:t>ils vont vers l</w:t>
      </w:r>
      <w:r>
        <w:t>’</w:t>
      </w:r>
      <w:r w:rsidR="002A4158" w:rsidRPr="00DA4E77">
        <w:t xml:space="preserve">estrade centrale où trône </w:t>
      </w:r>
      <w:proofErr w:type="spellStart"/>
      <w:r w:rsidR="002A4158" w:rsidRPr="00DA4E77">
        <w:t>Melléna</w:t>
      </w:r>
      <w:proofErr w:type="spellEnd"/>
      <w:r>
        <w:t xml:space="preserve">. </w:t>
      </w:r>
      <w:r w:rsidR="002A4158" w:rsidRPr="00DA4E77">
        <w:t>Que signifie ce nouveau mouvement</w:t>
      </w:r>
      <w:r>
        <w:t> ?</w:t>
      </w:r>
    </w:p>
    <w:p w14:paraId="325F93F4" w14:textId="77777777" w:rsidR="00276CCE" w:rsidRDefault="00276CCE" w:rsidP="002A4158">
      <w:r>
        <w:t>— </w:t>
      </w:r>
      <w:r w:rsidR="002A4158" w:rsidRPr="00DA4E77">
        <w:t>C</w:t>
      </w:r>
      <w:r>
        <w:t>’</w:t>
      </w:r>
      <w:r w:rsidR="002A4158" w:rsidRPr="00DA4E77">
        <w:t xml:space="preserve">est </w:t>
      </w:r>
      <w:proofErr w:type="spellStart"/>
      <w:r w:rsidR="002A4158" w:rsidRPr="00DA4E77">
        <w:t>Melléna</w:t>
      </w:r>
      <w:proofErr w:type="spellEnd"/>
      <w:r>
        <w:t xml:space="preserve">, </w:t>
      </w:r>
      <w:r w:rsidR="002A4158" w:rsidRPr="00DA4E77">
        <w:t>sans doute</w:t>
      </w:r>
      <w:r>
        <w:t xml:space="preserve">, </w:t>
      </w:r>
      <w:r w:rsidR="002A4158" w:rsidRPr="00DA4E77">
        <w:t>qui lui a fait donner l</w:t>
      </w:r>
      <w:r>
        <w:t>’</w:t>
      </w:r>
      <w:r w:rsidR="002A4158" w:rsidRPr="00DA4E77">
        <w:t>ordre de se rendre auprès d</w:t>
      </w:r>
      <w:r>
        <w:t>’</w:t>
      </w:r>
      <w:r w:rsidR="002A4158" w:rsidRPr="00DA4E77">
        <w:t>elle</w:t>
      </w:r>
      <w:r>
        <w:t xml:space="preserve"> ! </w:t>
      </w:r>
      <w:r w:rsidR="002A4158" w:rsidRPr="00DA4E77">
        <w:t>réplique aigrement une femme</w:t>
      </w:r>
      <w:r>
        <w:t>.</w:t>
      </w:r>
    </w:p>
    <w:p w14:paraId="1B492E65" w14:textId="77777777" w:rsidR="00276CCE" w:rsidRDefault="00276CCE" w:rsidP="002A4158">
      <w:r>
        <w:t>— </w:t>
      </w:r>
      <w:r w:rsidR="002A4158" w:rsidRPr="00DA4E77">
        <w:t>Un Apôtre n</w:t>
      </w:r>
      <w:r>
        <w:t>’</w:t>
      </w:r>
      <w:r w:rsidR="002A4158" w:rsidRPr="00DA4E77">
        <w:t>a pas d</w:t>
      </w:r>
      <w:r>
        <w:t>’</w:t>
      </w:r>
      <w:r w:rsidR="002A4158" w:rsidRPr="00DA4E77">
        <w:t xml:space="preserve">ordre à recevoir de </w:t>
      </w:r>
      <w:proofErr w:type="spellStart"/>
      <w:r w:rsidR="002A4158" w:rsidRPr="00DA4E77">
        <w:t>Melléna</w:t>
      </w:r>
      <w:proofErr w:type="spellEnd"/>
      <w:r>
        <w:t> !</w:t>
      </w:r>
    </w:p>
    <w:p w14:paraId="5A7EE961" w14:textId="77777777" w:rsidR="00276CCE" w:rsidRDefault="00276CCE" w:rsidP="002A4158">
      <w:r>
        <w:t>— </w:t>
      </w:r>
      <w:r w:rsidR="002A4158" w:rsidRPr="00DA4E77">
        <w:t>Une prière</w:t>
      </w:r>
      <w:r>
        <w:t xml:space="preserve">, </w:t>
      </w:r>
      <w:r w:rsidR="002A4158" w:rsidRPr="00DA4E77">
        <w:t>alors</w:t>
      </w:r>
      <w:r>
        <w:t> !</w:t>
      </w:r>
    </w:p>
    <w:p w14:paraId="1D7B20A0" w14:textId="77777777" w:rsidR="00276CCE" w:rsidRDefault="00276CCE" w:rsidP="002A4158">
      <w:r>
        <w:t>— </w:t>
      </w:r>
      <w:r w:rsidR="002A4158" w:rsidRPr="00DA4E77">
        <w:t>Ou une invite</w:t>
      </w:r>
      <w:r>
        <w:t xml:space="preserve">, </w:t>
      </w:r>
      <w:r w:rsidR="002A4158" w:rsidRPr="00DA4E77">
        <w:t>ma chère</w:t>
      </w:r>
      <w:r>
        <w:t xml:space="preserve"> ! </w:t>
      </w:r>
      <w:r w:rsidR="002A4158" w:rsidRPr="00DA4E77">
        <w:t>Il lui faut sans doute un nouvel amant</w:t>
      </w:r>
      <w:r>
        <w:t xml:space="preserve">, </w:t>
      </w:r>
      <w:r w:rsidR="002A4158" w:rsidRPr="00DA4E77">
        <w:t>à cette ancienne vendeuse de plaisir</w:t>
      </w:r>
      <w:r>
        <w:t xml:space="preserve">, </w:t>
      </w:r>
      <w:r w:rsidR="002A4158" w:rsidRPr="00DA4E77">
        <w:t>qui dansait jadis pour les matelots barbares</w:t>
      </w:r>
      <w:r>
        <w:t> !</w:t>
      </w:r>
    </w:p>
    <w:p w14:paraId="59FFEA1C" w14:textId="77777777" w:rsidR="00276CCE" w:rsidRDefault="00276CCE" w:rsidP="002A4158">
      <w:r>
        <w:t>— </w:t>
      </w:r>
      <w:r w:rsidR="002A4158" w:rsidRPr="00DA4E77">
        <w:t>Silence donc</w:t>
      </w:r>
      <w:r>
        <w:t xml:space="preserve">, </w:t>
      </w:r>
      <w:r w:rsidR="002A4158" w:rsidRPr="00DA4E77">
        <w:t>têtes de pieuvres</w:t>
      </w:r>
      <w:r>
        <w:t xml:space="preserve"> ! </w:t>
      </w:r>
      <w:r w:rsidR="002A4158" w:rsidRPr="00DA4E77">
        <w:t>objecte le gros homme</w:t>
      </w:r>
      <w:r>
        <w:t xml:space="preserve">. </w:t>
      </w:r>
      <w:r w:rsidR="002A4158" w:rsidRPr="00DA4E77">
        <w:t>Vous l</w:t>
      </w:r>
      <w:r>
        <w:t>’</w:t>
      </w:r>
      <w:r w:rsidR="002A4158" w:rsidRPr="00DA4E77">
        <w:t>insultez aujourd</w:t>
      </w:r>
      <w:r>
        <w:t>’</w:t>
      </w:r>
      <w:r w:rsidR="002A4158" w:rsidRPr="00DA4E77">
        <w:t>hui et vous l</w:t>
      </w:r>
      <w:r>
        <w:t>’</w:t>
      </w:r>
      <w:r w:rsidR="002A4158" w:rsidRPr="00DA4E77">
        <w:t>acclamiez</w:t>
      </w:r>
      <w:r>
        <w:t xml:space="preserve">, </w:t>
      </w:r>
      <w:r w:rsidR="002A4158" w:rsidRPr="00DA4E77">
        <w:t>il y a trois ans</w:t>
      </w:r>
      <w:r>
        <w:t xml:space="preserve">, </w:t>
      </w:r>
      <w:r w:rsidR="002A4158" w:rsidRPr="00DA4E77">
        <w:t>alors qu</w:t>
      </w:r>
      <w:r>
        <w:t>’</w:t>
      </w:r>
      <w:r w:rsidR="002A4158" w:rsidRPr="00DA4E77">
        <w:t>elle promettait à Atlantis une fête perpétuelle</w:t>
      </w:r>
      <w:r>
        <w:t> !</w:t>
      </w:r>
    </w:p>
    <w:p w14:paraId="29DF41EF" w14:textId="77777777" w:rsidR="00276CCE" w:rsidRDefault="00276CCE" w:rsidP="002A4158">
      <w:r>
        <w:t>— </w:t>
      </w:r>
      <w:r w:rsidR="002A4158" w:rsidRPr="00DA4E77">
        <w:t>Ses promesses</w:t>
      </w:r>
      <w:r>
        <w:t xml:space="preserve">, </w:t>
      </w:r>
      <w:r w:rsidR="002A4158" w:rsidRPr="00DA4E77">
        <w:t>parlons-en</w:t>
      </w:r>
      <w:r>
        <w:t> !</w:t>
      </w:r>
    </w:p>
    <w:p w14:paraId="63AE0097" w14:textId="77777777" w:rsidR="00276CCE" w:rsidRDefault="002A4158" w:rsidP="002A4158">
      <w:r w:rsidRPr="00DA4E77">
        <w:t xml:space="preserve">Cependant </w:t>
      </w:r>
      <w:proofErr w:type="spellStart"/>
      <w:r w:rsidRPr="00DA4E77">
        <w:t>Knephao</w:t>
      </w:r>
      <w:proofErr w:type="spellEnd"/>
      <w:r w:rsidR="00276CCE">
        <w:t xml:space="preserve">, </w:t>
      </w:r>
      <w:r w:rsidRPr="00DA4E77">
        <w:t>suivi d</w:t>
      </w:r>
      <w:r w:rsidR="00276CCE">
        <w:t>’</w:t>
      </w:r>
      <w:proofErr w:type="spellStart"/>
      <w:r w:rsidRPr="00DA4E77">
        <w:t>Hermos</w:t>
      </w:r>
      <w:proofErr w:type="spellEnd"/>
      <w:r w:rsidR="00276CCE">
        <w:t xml:space="preserve">, </w:t>
      </w:r>
      <w:r w:rsidRPr="00DA4E77">
        <w:t>arrive devant la porte du palais</w:t>
      </w:r>
      <w:r w:rsidR="00276CCE">
        <w:t xml:space="preserve">, </w:t>
      </w:r>
      <w:r w:rsidRPr="00DA4E77">
        <w:t xml:space="preserve">sous le balcon où </w:t>
      </w:r>
      <w:proofErr w:type="spellStart"/>
      <w:r w:rsidRPr="00DA4E77">
        <w:t>Melléna</w:t>
      </w:r>
      <w:proofErr w:type="spellEnd"/>
      <w:r w:rsidR="00276CCE">
        <w:t xml:space="preserve">, </w:t>
      </w:r>
      <w:r w:rsidRPr="00DA4E77">
        <w:t xml:space="preserve">femme de </w:t>
      </w:r>
      <w:proofErr w:type="spellStart"/>
      <w:r w:rsidRPr="00DA4E77">
        <w:t>Guitché</w:t>
      </w:r>
      <w:proofErr w:type="spellEnd"/>
      <w:r w:rsidR="00276CCE">
        <w:t xml:space="preserve">, </w:t>
      </w:r>
      <w:r w:rsidRPr="00DA4E77">
        <w:t>le ma</w:t>
      </w:r>
      <w:r w:rsidRPr="00DA4E77">
        <w:t>î</w:t>
      </w:r>
      <w:r w:rsidRPr="00DA4E77">
        <w:t>tre de l</w:t>
      </w:r>
      <w:r w:rsidR="00276CCE">
        <w:t>’</w:t>
      </w:r>
      <w:r w:rsidRPr="00DA4E77">
        <w:t>or</w:t>
      </w:r>
      <w:r w:rsidR="00276CCE">
        <w:t xml:space="preserve">, </w:t>
      </w:r>
      <w:r w:rsidRPr="00DA4E77">
        <w:t>trône sur un siège d</w:t>
      </w:r>
      <w:r w:rsidR="00276CCE">
        <w:t>’</w:t>
      </w:r>
      <w:r w:rsidRPr="00DA4E77">
        <w:t>ivoire</w:t>
      </w:r>
      <w:r w:rsidR="00276CCE">
        <w:t>.</w:t>
      </w:r>
    </w:p>
    <w:p w14:paraId="74D04FD1" w14:textId="77777777" w:rsidR="00276CCE" w:rsidRDefault="002A4158" w:rsidP="002A4158">
      <w:r w:rsidRPr="00DA4E77">
        <w:t>Devant la large porte ouverte entre les deux grands piliers que soutiennent deux géants de bronze</w:t>
      </w:r>
      <w:r w:rsidR="00276CCE">
        <w:t xml:space="preserve">, </w:t>
      </w:r>
      <w:r w:rsidRPr="00DA4E77">
        <w:t>un perron en granit</w:t>
      </w:r>
      <w:r w:rsidR="00276CCE">
        <w:t xml:space="preserve">, </w:t>
      </w:r>
      <w:r w:rsidRPr="00DA4E77">
        <w:t>de sept marches</w:t>
      </w:r>
      <w:r w:rsidR="00276CCE">
        <w:t xml:space="preserve">, </w:t>
      </w:r>
      <w:r w:rsidRPr="00DA4E77">
        <w:t>reste vide</w:t>
      </w:r>
      <w:r w:rsidR="00276CCE">
        <w:t xml:space="preserve"> ; </w:t>
      </w:r>
      <w:r w:rsidRPr="00DA4E77">
        <w:t>et des fantassins le gardent rigoure</w:t>
      </w:r>
      <w:r w:rsidRPr="00DA4E77">
        <w:t>u</w:t>
      </w:r>
      <w:r w:rsidRPr="00DA4E77">
        <w:t>sement</w:t>
      </w:r>
      <w:r w:rsidR="00276CCE">
        <w:t xml:space="preserve">. </w:t>
      </w:r>
      <w:r w:rsidRPr="00DA4E77">
        <w:t xml:space="preserve">Mais </w:t>
      </w:r>
      <w:proofErr w:type="spellStart"/>
      <w:r w:rsidRPr="00DA4E77">
        <w:t>Knephao</w:t>
      </w:r>
      <w:proofErr w:type="spellEnd"/>
      <w:r w:rsidR="00276CCE">
        <w:t xml:space="preserve">, </w:t>
      </w:r>
      <w:r w:rsidRPr="00DA4E77">
        <w:t>à qui nul soldat ne saurait désobéir</w:t>
      </w:r>
      <w:r w:rsidR="00276CCE">
        <w:t xml:space="preserve">, </w:t>
      </w:r>
      <w:r w:rsidRPr="00DA4E77">
        <w:t>a</w:t>
      </w:r>
      <w:r w:rsidRPr="00DA4E77">
        <w:t>p</w:t>
      </w:r>
      <w:r w:rsidRPr="00DA4E77">
        <w:t>paraît à cheval sur le perron</w:t>
      </w:r>
      <w:r w:rsidR="00276CCE">
        <w:t xml:space="preserve">, </w:t>
      </w:r>
      <w:r w:rsidRPr="00DA4E77">
        <w:t>dominant la foule</w:t>
      </w:r>
      <w:r w:rsidR="00276CCE">
        <w:t> :</w:t>
      </w:r>
    </w:p>
    <w:p w14:paraId="7EAEF1F6" w14:textId="77777777" w:rsidR="00276CCE" w:rsidRDefault="00276CCE" w:rsidP="002A4158">
      <w:r>
        <w:t>— </w:t>
      </w:r>
      <w:proofErr w:type="spellStart"/>
      <w:r w:rsidR="002A4158" w:rsidRPr="00DA4E77">
        <w:t>Melléna</w:t>
      </w:r>
      <w:proofErr w:type="spellEnd"/>
      <w:r>
        <w:t xml:space="preserve">, </w:t>
      </w:r>
      <w:r w:rsidR="002A4158" w:rsidRPr="00DA4E77">
        <w:t>maîtresse de l</w:t>
      </w:r>
      <w:r>
        <w:t>’</w:t>
      </w:r>
      <w:r w:rsidR="002A4158" w:rsidRPr="00DA4E77">
        <w:t>Or</w:t>
      </w:r>
      <w:r>
        <w:t xml:space="preserve">, </w:t>
      </w:r>
      <w:r w:rsidR="002A4158" w:rsidRPr="00DA4E77">
        <w:t>gloire de la Mer</w:t>
      </w:r>
      <w:r>
        <w:t xml:space="preserve">, </w:t>
      </w:r>
      <w:r w:rsidR="002A4158" w:rsidRPr="00DA4E77">
        <w:t>protectrice de la Cité</w:t>
      </w:r>
      <w:r>
        <w:t xml:space="preserve">, </w:t>
      </w:r>
      <w:r w:rsidR="002A4158" w:rsidRPr="00DA4E77">
        <w:t>salut</w:t>
      </w:r>
      <w:r>
        <w:t xml:space="preserve"> ! </w:t>
      </w:r>
      <w:r w:rsidR="002A4158" w:rsidRPr="00DA4E77">
        <w:t xml:space="preserve">Voici </w:t>
      </w:r>
      <w:proofErr w:type="spellStart"/>
      <w:r w:rsidR="002A4158" w:rsidRPr="00DA4E77">
        <w:t>Hermos</w:t>
      </w:r>
      <w:proofErr w:type="spellEnd"/>
      <w:r>
        <w:t xml:space="preserve">, </w:t>
      </w:r>
      <w:r w:rsidR="002A4158" w:rsidRPr="00DA4E77">
        <w:t>Apôtre du Soleil</w:t>
      </w:r>
      <w:r>
        <w:t xml:space="preserve">, </w:t>
      </w:r>
      <w:r w:rsidR="002A4158" w:rsidRPr="00DA4E77">
        <w:t xml:space="preserve">qui </w:t>
      </w:r>
      <w:r w:rsidR="002A4158" w:rsidRPr="00DA4E77">
        <w:lastRenderedPageBreak/>
        <w:t>retourne du pays de Saba</w:t>
      </w:r>
      <w:r>
        <w:t xml:space="preserve">. </w:t>
      </w:r>
      <w:r w:rsidR="002A4158" w:rsidRPr="00DA4E77">
        <w:t>Venu trop tard pour la fête du Sphinx</w:t>
      </w:r>
      <w:r>
        <w:t xml:space="preserve">, </w:t>
      </w:r>
      <w:r w:rsidR="002A4158" w:rsidRPr="00DA4E77">
        <w:t>il ne peut demeurer sur la place publique</w:t>
      </w:r>
      <w:r>
        <w:t xml:space="preserve">, </w:t>
      </w:r>
      <w:r w:rsidR="002A4158" w:rsidRPr="00DA4E77">
        <w:t>portant le manteau de pourpre et la couronne des Initiés</w:t>
      </w:r>
      <w:r>
        <w:t xml:space="preserve">. </w:t>
      </w:r>
      <w:r w:rsidR="002A4158" w:rsidRPr="00DA4E77">
        <w:t>Bien que le Palais</w:t>
      </w:r>
      <w:r>
        <w:t xml:space="preserve">, </w:t>
      </w:r>
      <w:r w:rsidR="002A4158" w:rsidRPr="00DA4E77">
        <w:t>a</w:t>
      </w:r>
      <w:r w:rsidR="002A4158" w:rsidRPr="00DA4E77">
        <w:t>u</w:t>
      </w:r>
      <w:r w:rsidR="002A4158" w:rsidRPr="00DA4E77">
        <w:t>jourd</w:t>
      </w:r>
      <w:r>
        <w:t>’</w:t>
      </w:r>
      <w:r w:rsidR="002A4158" w:rsidRPr="00DA4E77">
        <w:t>hui</w:t>
      </w:r>
      <w:r>
        <w:t xml:space="preserve">, </w:t>
      </w:r>
      <w:r w:rsidR="002A4158" w:rsidRPr="00DA4E77">
        <w:t>soit laissé aux seules femmes</w:t>
      </w:r>
      <w:r>
        <w:t xml:space="preserve">, </w:t>
      </w:r>
      <w:r w:rsidR="002A4158" w:rsidRPr="00DA4E77">
        <w:t>veux-tu lui accorder d</w:t>
      </w:r>
      <w:r>
        <w:t>’</w:t>
      </w:r>
      <w:r w:rsidR="002A4158" w:rsidRPr="00DA4E77">
        <w:t>y chercher une retraite à l</w:t>
      </w:r>
      <w:r>
        <w:t>’</w:t>
      </w:r>
      <w:r w:rsidR="002A4158" w:rsidRPr="00DA4E77">
        <w:t>abri de la curiosité populaire</w:t>
      </w:r>
      <w:r>
        <w:t> ?</w:t>
      </w:r>
    </w:p>
    <w:p w14:paraId="4E2B9941" w14:textId="77777777" w:rsidR="00276CCE" w:rsidRDefault="002A4158" w:rsidP="002A4158">
      <w:r w:rsidRPr="00DA4E77">
        <w:t>Sur la place</w:t>
      </w:r>
      <w:r w:rsidR="00276CCE">
        <w:t xml:space="preserve">, </w:t>
      </w:r>
      <w:r w:rsidRPr="00DA4E77">
        <w:t>tout le monde reste attentif</w:t>
      </w:r>
      <w:r w:rsidR="00276CCE">
        <w:t xml:space="preserve">. </w:t>
      </w:r>
      <w:r w:rsidRPr="00DA4E77">
        <w:t xml:space="preserve">Que va dire </w:t>
      </w:r>
      <w:proofErr w:type="spellStart"/>
      <w:r w:rsidRPr="00DA4E77">
        <w:t>Me</w:t>
      </w:r>
      <w:r w:rsidRPr="00DA4E77">
        <w:t>l</w:t>
      </w:r>
      <w:r w:rsidRPr="00DA4E77">
        <w:t>léna</w:t>
      </w:r>
      <w:proofErr w:type="spellEnd"/>
      <w:r w:rsidR="00276CCE">
        <w:t xml:space="preserve"> ? </w:t>
      </w:r>
      <w:r w:rsidRPr="00DA4E77">
        <w:t>Les mieux renseignés savent</w:t>
      </w:r>
      <w:r w:rsidR="00276CCE">
        <w:t xml:space="preserve">, </w:t>
      </w:r>
      <w:r w:rsidRPr="00DA4E77">
        <w:t>en effet</w:t>
      </w:r>
      <w:r w:rsidR="00276CCE">
        <w:t xml:space="preserve">, </w:t>
      </w:r>
      <w:r w:rsidRPr="00DA4E77">
        <w:t>qu</w:t>
      </w:r>
      <w:r w:rsidR="00276CCE">
        <w:t>’</w:t>
      </w:r>
      <w:r w:rsidRPr="00DA4E77">
        <w:t>elle redoute la présence d</w:t>
      </w:r>
      <w:r w:rsidR="00276CCE">
        <w:t>’</w:t>
      </w:r>
      <w:proofErr w:type="spellStart"/>
      <w:r w:rsidRPr="00DA4E77">
        <w:t>Hermos</w:t>
      </w:r>
      <w:proofErr w:type="spellEnd"/>
      <w:r w:rsidR="00276CCE">
        <w:t xml:space="preserve">, </w:t>
      </w:r>
      <w:r w:rsidRPr="00DA4E77">
        <w:t>et d</w:t>
      </w:r>
      <w:r w:rsidR="00276CCE">
        <w:t>’</w:t>
      </w:r>
      <w:r w:rsidRPr="00DA4E77">
        <w:t>aucuns assurent qu</w:t>
      </w:r>
      <w:r w:rsidR="00276CCE">
        <w:t>’</w:t>
      </w:r>
      <w:r w:rsidRPr="00DA4E77">
        <w:t>elle a suscité des obstacles divers au retour du poète ami d</w:t>
      </w:r>
      <w:r w:rsidR="00276CCE">
        <w:t>’</w:t>
      </w:r>
      <w:proofErr w:type="spellStart"/>
      <w:r w:rsidRPr="00DA4E77">
        <w:t>Hellas</w:t>
      </w:r>
      <w:proofErr w:type="spellEnd"/>
      <w:r w:rsidR="00276CCE">
        <w:t>.</w:t>
      </w:r>
    </w:p>
    <w:p w14:paraId="0696712B" w14:textId="77777777" w:rsidR="00276CCE" w:rsidRDefault="002A4158" w:rsidP="002A4158">
      <w:r w:rsidRPr="00DA4E77">
        <w:t>Elle se lève</w:t>
      </w:r>
      <w:r w:rsidR="00276CCE">
        <w:t xml:space="preserve">, </w:t>
      </w:r>
      <w:r w:rsidRPr="00DA4E77">
        <w:t>et s</w:t>
      </w:r>
      <w:r w:rsidR="00276CCE">
        <w:t>’</w:t>
      </w:r>
      <w:r w:rsidRPr="00DA4E77">
        <w:t>avance jusqu</w:t>
      </w:r>
      <w:r w:rsidR="00276CCE">
        <w:t>’</w:t>
      </w:r>
      <w:r w:rsidRPr="00DA4E77">
        <w:t>au rebord du balcon</w:t>
      </w:r>
      <w:r w:rsidR="00276CCE">
        <w:t xml:space="preserve">, </w:t>
      </w:r>
      <w:r w:rsidRPr="00DA4E77">
        <w:t>svelte</w:t>
      </w:r>
      <w:r w:rsidR="00276CCE">
        <w:t xml:space="preserve">, </w:t>
      </w:r>
      <w:r w:rsidRPr="00DA4E77">
        <w:t>souple</w:t>
      </w:r>
      <w:r w:rsidR="00276CCE">
        <w:t xml:space="preserve">, </w:t>
      </w:r>
      <w:r w:rsidRPr="00DA4E77">
        <w:t>brillante de pierreries</w:t>
      </w:r>
      <w:r w:rsidR="00276CCE">
        <w:t xml:space="preserve">, </w:t>
      </w:r>
      <w:r w:rsidRPr="00DA4E77">
        <w:t>incarnation de la beauté rouge</w:t>
      </w:r>
      <w:r w:rsidR="00276CCE">
        <w:t xml:space="preserve">. </w:t>
      </w:r>
      <w:r w:rsidRPr="00DA4E77">
        <w:t>Moulée dans une robe aux nuances changeantes</w:t>
      </w:r>
      <w:r w:rsidR="00276CCE">
        <w:t xml:space="preserve">, </w:t>
      </w:r>
      <w:r w:rsidRPr="00DA4E77">
        <w:t>les bras nus cerclés de lourds anneaux</w:t>
      </w:r>
      <w:r w:rsidR="00276CCE">
        <w:t xml:space="preserve">, </w:t>
      </w:r>
      <w:r w:rsidRPr="00DA4E77">
        <w:t>les seins gonflés sous des gorgerins d</w:t>
      </w:r>
      <w:r w:rsidR="00276CCE">
        <w:t>’</w:t>
      </w:r>
      <w:r w:rsidRPr="00DA4E77">
        <w:t>émail translucide</w:t>
      </w:r>
      <w:r w:rsidR="00276CCE">
        <w:t xml:space="preserve">, </w:t>
      </w:r>
      <w:r w:rsidRPr="00DA4E77">
        <w:t>le cou long</w:t>
      </w:r>
      <w:r w:rsidR="00276CCE">
        <w:t xml:space="preserve">, </w:t>
      </w:r>
      <w:r w:rsidRPr="00DA4E77">
        <w:t>sortant d</w:t>
      </w:r>
      <w:r w:rsidR="00276CCE">
        <w:t>’</w:t>
      </w:r>
      <w:r w:rsidRPr="00DA4E77">
        <w:t>un collier en fils d</w:t>
      </w:r>
      <w:r w:rsidR="00276CCE">
        <w:t>’</w:t>
      </w:r>
      <w:r w:rsidRPr="00DA4E77">
        <w:t>or si fins qu</w:t>
      </w:r>
      <w:r w:rsidR="00276CCE">
        <w:t>’</w:t>
      </w:r>
      <w:r w:rsidRPr="00DA4E77">
        <w:t>ils frémissent sur la gorge</w:t>
      </w:r>
      <w:r w:rsidR="00276CCE">
        <w:t xml:space="preserve">, </w:t>
      </w:r>
      <w:proofErr w:type="spellStart"/>
      <w:r w:rsidRPr="00DA4E77">
        <w:t>Melléna</w:t>
      </w:r>
      <w:proofErr w:type="spellEnd"/>
      <w:r w:rsidRPr="00DA4E77">
        <w:t xml:space="preserve"> dresse sa tête à la peau vermeille</w:t>
      </w:r>
      <w:r w:rsidR="00276CCE">
        <w:t xml:space="preserve">, </w:t>
      </w:r>
      <w:r w:rsidRPr="00DA4E77">
        <w:t>qu</w:t>
      </w:r>
      <w:r w:rsidR="00276CCE">
        <w:t>’</w:t>
      </w:r>
      <w:r w:rsidRPr="00DA4E77">
        <w:t>avivent des lèvres d</w:t>
      </w:r>
      <w:r w:rsidR="00276CCE">
        <w:t>’</w:t>
      </w:r>
      <w:r w:rsidRPr="00DA4E77">
        <w:t>humide pourpre et qu</w:t>
      </w:r>
      <w:r w:rsidR="00276CCE">
        <w:t>’</w:t>
      </w:r>
      <w:r w:rsidRPr="00DA4E77">
        <w:t>illuminent deux yeux d</w:t>
      </w:r>
      <w:r w:rsidR="00276CCE">
        <w:t>’</w:t>
      </w:r>
      <w:r w:rsidRPr="00DA4E77">
        <w:t>orage</w:t>
      </w:r>
      <w:r w:rsidR="00276CCE">
        <w:t xml:space="preserve">, </w:t>
      </w:r>
      <w:r w:rsidRPr="00DA4E77">
        <w:t>sous des sourcils ouverts en a</w:t>
      </w:r>
      <w:r w:rsidRPr="00DA4E77">
        <w:t>i</w:t>
      </w:r>
      <w:r w:rsidRPr="00DA4E77">
        <w:t>les déployées</w:t>
      </w:r>
      <w:r w:rsidR="00276CCE">
        <w:t>.</w:t>
      </w:r>
    </w:p>
    <w:p w14:paraId="525CD9CB" w14:textId="77777777" w:rsidR="00276CCE" w:rsidRDefault="00276CCE" w:rsidP="002A4158">
      <w:r>
        <w:t>— </w:t>
      </w:r>
      <w:proofErr w:type="spellStart"/>
      <w:r w:rsidR="002A4158" w:rsidRPr="00DA4E77">
        <w:t>Hermos</w:t>
      </w:r>
      <w:proofErr w:type="spellEnd"/>
      <w:r>
        <w:t xml:space="preserve">, </w:t>
      </w:r>
      <w:r w:rsidR="002A4158" w:rsidRPr="00DA4E77">
        <w:t>articule-t-elle d</w:t>
      </w:r>
      <w:r>
        <w:t>’</w:t>
      </w:r>
      <w:r w:rsidR="002A4158" w:rsidRPr="00DA4E77">
        <w:t>une voix lente et tendre</w:t>
      </w:r>
      <w:r>
        <w:t xml:space="preserve"> ; </w:t>
      </w:r>
      <w:proofErr w:type="spellStart"/>
      <w:r w:rsidR="002A4158" w:rsidRPr="00DA4E77">
        <w:t>He</w:t>
      </w:r>
      <w:r w:rsidR="002A4158" w:rsidRPr="00DA4E77">
        <w:t>r</w:t>
      </w:r>
      <w:r w:rsidR="002A4158" w:rsidRPr="00DA4E77">
        <w:t>mos</w:t>
      </w:r>
      <w:proofErr w:type="spellEnd"/>
      <w:r>
        <w:t xml:space="preserve">, </w:t>
      </w:r>
      <w:r w:rsidR="002A4158" w:rsidRPr="00DA4E77">
        <w:t>toi qui reviens des pays lointains où tu portas la lumière du peuple rouge</w:t>
      </w:r>
      <w:r>
        <w:t xml:space="preserve">, </w:t>
      </w:r>
      <w:r w:rsidR="002A4158" w:rsidRPr="00DA4E77">
        <w:t>je te salue</w:t>
      </w:r>
      <w:r>
        <w:t>.</w:t>
      </w:r>
    </w:p>
    <w:p w14:paraId="02E18D6E" w14:textId="77777777" w:rsidR="00276CCE" w:rsidRDefault="002A4158" w:rsidP="002A4158">
      <w:r w:rsidRPr="00DA4E77">
        <w:t>Puis</w:t>
      </w:r>
      <w:r w:rsidR="00276CCE">
        <w:t xml:space="preserve">, </w:t>
      </w:r>
      <w:r w:rsidRPr="00DA4E77">
        <w:t>regardant le colosse</w:t>
      </w:r>
      <w:r w:rsidR="00276CCE">
        <w:t xml:space="preserve">, </w:t>
      </w:r>
      <w:r w:rsidRPr="00DA4E77">
        <w:t>elle insinue d</w:t>
      </w:r>
      <w:r w:rsidR="00276CCE">
        <w:t>’</w:t>
      </w:r>
      <w:r w:rsidRPr="00DA4E77">
        <w:t>un ton qui semble plein de sollicitude</w:t>
      </w:r>
      <w:r w:rsidR="00276CCE">
        <w:t> :</w:t>
      </w:r>
    </w:p>
    <w:p w14:paraId="42F3F89B" w14:textId="77777777" w:rsidR="00276CCE" w:rsidRDefault="00276CCE" w:rsidP="002A4158">
      <w:r>
        <w:t>— </w:t>
      </w:r>
      <w:r w:rsidR="002A4158" w:rsidRPr="00DA4E77">
        <w:t>Est-il vrai</w:t>
      </w:r>
      <w:r>
        <w:t xml:space="preserve">, </w:t>
      </w:r>
      <w:proofErr w:type="spellStart"/>
      <w:r w:rsidR="002A4158" w:rsidRPr="00DA4E77">
        <w:t>Knephao</w:t>
      </w:r>
      <w:proofErr w:type="spellEnd"/>
      <w:r>
        <w:t xml:space="preserve">, </w:t>
      </w:r>
      <w:r w:rsidR="002A4158" w:rsidRPr="00DA4E77">
        <w:t>que tu ne puisses ouvrir à notre i</w:t>
      </w:r>
      <w:r w:rsidR="002A4158" w:rsidRPr="00DA4E77">
        <w:t>l</w:t>
      </w:r>
      <w:r w:rsidR="002A4158" w:rsidRPr="00DA4E77">
        <w:t>lustre Apôtre la trop sévère Grille d</w:t>
      </w:r>
      <w:r>
        <w:t>’</w:t>
      </w:r>
      <w:r w:rsidR="002A4158" w:rsidRPr="00DA4E77">
        <w:t>Or</w:t>
      </w:r>
      <w:r>
        <w:t> ?</w:t>
      </w:r>
    </w:p>
    <w:p w14:paraId="0A2A5B36" w14:textId="77777777" w:rsidR="00276CCE" w:rsidRDefault="00276CCE" w:rsidP="002A4158">
      <w:r>
        <w:t>— </w:t>
      </w:r>
      <w:r w:rsidR="002A4158" w:rsidRPr="00DA4E77">
        <w:t>Tu le sais bien</w:t>
      </w:r>
      <w:r>
        <w:t xml:space="preserve">, </w:t>
      </w:r>
      <w:proofErr w:type="spellStart"/>
      <w:r w:rsidR="002A4158" w:rsidRPr="00DA4E77">
        <w:t>Melléna</w:t>
      </w:r>
      <w:proofErr w:type="spellEnd"/>
      <w:r>
        <w:t>.</w:t>
      </w:r>
    </w:p>
    <w:p w14:paraId="2FBD1F09" w14:textId="77777777" w:rsidR="00276CCE" w:rsidRDefault="00276CCE" w:rsidP="002A4158">
      <w:r>
        <w:t>— </w:t>
      </w:r>
      <w:r w:rsidR="002A4158" w:rsidRPr="00DA4E77">
        <w:t>Et si je t</w:t>
      </w:r>
      <w:r>
        <w:t>’</w:t>
      </w:r>
      <w:r w:rsidR="002A4158" w:rsidRPr="00DA4E77">
        <w:t>en priais</w:t>
      </w:r>
      <w:r>
        <w:t xml:space="preserve">, </w:t>
      </w:r>
      <w:r w:rsidR="002A4158" w:rsidRPr="00DA4E77">
        <w:t>moi-même</w:t>
      </w:r>
      <w:r>
        <w:t> ?</w:t>
      </w:r>
    </w:p>
    <w:p w14:paraId="44E45C19" w14:textId="77777777" w:rsidR="00276CCE" w:rsidRDefault="00276CCE" w:rsidP="002A4158">
      <w:r>
        <w:t>— </w:t>
      </w:r>
      <w:r w:rsidR="002A4158" w:rsidRPr="00DA4E77">
        <w:t>À toi-même</w:t>
      </w:r>
      <w:r>
        <w:t xml:space="preserve">, </w:t>
      </w:r>
      <w:r w:rsidR="002A4158" w:rsidRPr="00DA4E77">
        <w:t>je devrais refuser</w:t>
      </w:r>
      <w:r>
        <w:t>.</w:t>
      </w:r>
    </w:p>
    <w:p w14:paraId="38D1D0FC" w14:textId="77777777" w:rsidR="00276CCE" w:rsidRDefault="00276CCE" w:rsidP="002A4158">
      <w:r>
        <w:lastRenderedPageBreak/>
        <w:t>— </w:t>
      </w:r>
      <w:r w:rsidR="002A4158" w:rsidRPr="00DA4E77">
        <w:t>Tu l</w:t>
      </w:r>
      <w:r>
        <w:t>’</w:t>
      </w:r>
      <w:r w:rsidR="002A4158" w:rsidRPr="00DA4E77">
        <w:t>entends donc</w:t>
      </w:r>
      <w:r>
        <w:t xml:space="preserve">, </w:t>
      </w:r>
      <w:proofErr w:type="spellStart"/>
      <w:r w:rsidR="002A4158" w:rsidRPr="00DA4E77">
        <w:t>Hermos</w:t>
      </w:r>
      <w:proofErr w:type="spellEnd"/>
      <w:r>
        <w:t xml:space="preserve">, </w:t>
      </w:r>
      <w:r w:rsidR="002A4158" w:rsidRPr="00DA4E77">
        <w:t>mes efforts resteraient aussi vains que les tiens</w:t>
      </w:r>
      <w:r>
        <w:t xml:space="preserve">. </w:t>
      </w:r>
      <w:r w:rsidR="002A4158" w:rsidRPr="00DA4E77">
        <w:t>Viens donc</w:t>
      </w:r>
      <w:r>
        <w:t xml:space="preserve">, </w:t>
      </w:r>
      <w:r w:rsidR="002A4158" w:rsidRPr="00DA4E77">
        <w:t>puisque toute révolte contre le sort est inutile</w:t>
      </w:r>
      <w:r>
        <w:t xml:space="preserve">, </w:t>
      </w:r>
      <w:r w:rsidR="002A4158" w:rsidRPr="00DA4E77">
        <w:t>viens goûter le repos mérité par ton courage</w:t>
      </w:r>
      <w:r>
        <w:t xml:space="preserve">, </w:t>
      </w:r>
      <w:r w:rsidR="002A4158" w:rsidRPr="00DA4E77">
        <w:t>et que le Palais</w:t>
      </w:r>
      <w:r>
        <w:t xml:space="preserve">, </w:t>
      </w:r>
      <w:r w:rsidR="002A4158" w:rsidRPr="00DA4E77">
        <w:t>aujourd</w:t>
      </w:r>
      <w:r>
        <w:t>’</w:t>
      </w:r>
      <w:r w:rsidR="002A4158" w:rsidRPr="00DA4E77">
        <w:t>hui réservé aux femmes</w:t>
      </w:r>
      <w:r>
        <w:t xml:space="preserve">, </w:t>
      </w:r>
      <w:r w:rsidR="002A4158" w:rsidRPr="00DA4E77">
        <w:t>abrite un instant</w:t>
      </w:r>
      <w:r>
        <w:t xml:space="preserve">, </w:t>
      </w:r>
      <w:r w:rsidR="002A4158" w:rsidRPr="00DA4E77">
        <w:t>par faveur glorieuse</w:t>
      </w:r>
      <w:r>
        <w:t xml:space="preserve">, </w:t>
      </w:r>
      <w:r w:rsidR="002A4158" w:rsidRPr="00DA4E77">
        <w:t>le grand poète qui les a si souvent cha</w:t>
      </w:r>
      <w:r w:rsidR="002A4158" w:rsidRPr="00DA4E77">
        <w:t>r</w:t>
      </w:r>
      <w:r w:rsidR="002A4158" w:rsidRPr="00DA4E77">
        <w:t>mées</w:t>
      </w:r>
      <w:r>
        <w:t>.</w:t>
      </w:r>
    </w:p>
    <w:p w14:paraId="34A2CEEC" w14:textId="77777777" w:rsidR="00276CCE" w:rsidRDefault="002A4158" w:rsidP="002A4158">
      <w:proofErr w:type="spellStart"/>
      <w:r w:rsidRPr="00DA4E77">
        <w:t>Hermos</w:t>
      </w:r>
      <w:proofErr w:type="spellEnd"/>
      <w:r w:rsidRPr="00DA4E77">
        <w:t xml:space="preserve"> s</w:t>
      </w:r>
      <w:r w:rsidR="00276CCE">
        <w:t>’</w:t>
      </w:r>
      <w:r w:rsidRPr="00DA4E77">
        <w:t>incline</w:t>
      </w:r>
      <w:r w:rsidR="00276CCE">
        <w:t xml:space="preserve"> ; </w:t>
      </w:r>
      <w:proofErr w:type="spellStart"/>
      <w:r w:rsidRPr="00DA4E77">
        <w:t>Knephao</w:t>
      </w:r>
      <w:proofErr w:type="spellEnd"/>
      <w:r w:rsidRPr="00DA4E77">
        <w:t xml:space="preserve"> descend de cheval</w:t>
      </w:r>
      <w:r w:rsidR="00276CCE">
        <w:t xml:space="preserve">, </w:t>
      </w:r>
      <w:r w:rsidRPr="00DA4E77">
        <w:t>et tous deux pénètrent dans le Palais</w:t>
      </w:r>
      <w:r w:rsidR="00276CCE">
        <w:t>.</w:t>
      </w:r>
    </w:p>
    <w:p w14:paraId="578A6250" w14:textId="77777777" w:rsidR="00276CCE" w:rsidRDefault="002A4158" w:rsidP="002A4158">
      <w:r w:rsidRPr="00DA4E77">
        <w:t>Dans la foule houleuse</w:t>
      </w:r>
      <w:r w:rsidR="00276CCE">
        <w:t xml:space="preserve">, </w:t>
      </w:r>
      <w:r w:rsidRPr="00DA4E77">
        <w:t xml:space="preserve">les paroles de </w:t>
      </w:r>
      <w:proofErr w:type="spellStart"/>
      <w:r w:rsidRPr="00DA4E77">
        <w:t>Melléna</w:t>
      </w:r>
      <w:proofErr w:type="spellEnd"/>
      <w:r w:rsidRPr="00DA4E77">
        <w:t xml:space="preserve"> circulent</w:t>
      </w:r>
      <w:r w:rsidR="00276CCE">
        <w:t xml:space="preserve">, </w:t>
      </w:r>
      <w:r w:rsidRPr="00DA4E77">
        <w:t>modifiées</w:t>
      </w:r>
      <w:r w:rsidR="00276CCE">
        <w:t xml:space="preserve">, </w:t>
      </w:r>
      <w:r w:rsidRPr="00DA4E77">
        <w:t>travesties de cercle en cercle</w:t>
      </w:r>
      <w:r w:rsidR="00276CCE">
        <w:t>.</w:t>
      </w:r>
    </w:p>
    <w:p w14:paraId="274D7BD7" w14:textId="77777777" w:rsidR="00276CCE" w:rsidRDefault="00276CCE" w:rsidP="002A4158">
      <w:r>
        <w:t>— </w:t>
      </w:r>
      <w:r w:rsidR="002A4158" w:rsidRPr="00DA4E77">
        <w:t>L</w:t>
      </w:r>
      <w:r>
        <w:t>’</w:t>
      </w:r>
      <w:r w:rsidR="002A4158" w:rsidRPr="00DA4E77">
        <w:t>hypocrite</w:t>
      </w:r>
      <w:r>
        <w:t xml:space="preserve"> ! </w:t>
      </w:r>
      <w:r w:rsidR="002A4158" w:rsidRPr="00DA4E77">
        <w:t>Elle affectait des regrets</w:t>
      </w:r>
      <w:r>
        <w:t xml:space="preserve"> ! </w:t>
      </w:r>
      <w:r w:rsidR="002A4158" w:rsidRPr="00DA4E77">
        <w:t>As-tu vu la joie qui brillait dans ses yeux</w:t>
      </w:r>
      <w:r>
        <w:t> ?</w:t>
      </w:r>
    </w:p>
    <w:p w14:paraId="7F02DDDC" w14:textId="77777777" w:rsidR="00276CCE" w:rsidRDefault="00276CCE" w:rsidP="002A4158">
      <w:r>
        <w:t>— </w:t>
      </w:r>
      <w:r w:rsidR="002A4158" w:rsidRPr="00DA4E77">
        <w:t>Elle triomphe</w:t>
      </w:r>
      <w:r>
        <w:t xml:space="preserve">, </w:t>
      </w:r>
      <w:r w:rsidR="002A4158" w:rsidRPr="00DA4E77">
        <w:t>enfin</w:t>
      </w:r>
      <w:r>
        <w:t xml:space="preserve"> ! </w:t>
      </w:r>
      <w:r w:rsidR="002A4158" w:rsidRPr="00DA4E77">
        <w:t xml:space="preserve">Ni </w:t>
      </w:r>
      <w:proofErr w:type="spellStart"/>
      <w:r w:rsidR="002A4158" w:rsidRPr="00DA4E77">
        <w:t>Hermos</w:t>
      </w:r>
      <w:proofErr w:type="spellEnd"/>
      <w:r>
        <w:t xml:space="preserve">, </w:t>
      </w:r>
      <w:r w:rsidR="002A4158" w:rsidRPr="00DA4E77">
        <w:t xml:space="preserve">ni </w:t>
      </w:r>
      <w:proofErr w:type="spellStart"/>
      <w:r w:rsidR="002A4158" w:rsidRPr="00DA4E77">
        <w:t>Hellas</w:t>
      </w:r>
      <w:proofErr w:type="spellEnd"/>
      <w:r w:rsidR="002A4158" w:rsidRPr="00DA4E77">
        <w:t xml:space="preserve"> ne seront Prince des Apôtres</w:t>
      </w:r>
      <w:r>
        <w:t> !</w:t>
      </w:r>
    </w:p>
    <w:p w14:paraId="0634036E" w14:textId="77777777" w:rsidR="00276CCE" w:rsidRDefault="00276CCE" w:rsidP="002A4158">
      <w:r>
        <w:t>— </w:t>
      </w:r>
      <w:r w:rsidR="002A4158" w:rsidRPr="00DA4E77">
        <w:t xml:space="preserve">On acclamera </w:t>
      </w:r>
      <w:proofErr w:type="spellStart"/>
      <w:r w:rsidR="002A4158" w:rsidRPr="00DA4E77">
        <w:t>Guitché</w:t>
      </w:r>
      <w:proofErr w:type="spellEnd"/>
      <w:r>
        <w:t> !</w:t>
      </w:r>
    </w:p>
    <w:p w14:paraId="49F5FCEC" w14:textId="77777777" w:rsidR="00276CCE" w:rsidRDefault="00276CCE" w:rsidP="002A4158">
      <w:r>
        <w:t>— </w:t>
      </w:r>
      <w:r w:rsidR="002A4158" w:rsidRPr="00DA4E77">
        <w:t>Et elle agira pour lui</w:t>
      </w:r>
      <w:r>
        <w:t> !</w:t>
      </w:r>
    </w:p>
    <w:p w14:paraId="55644B8C" w14:textId="77777777" w:rsidR="00276CCE" w:rsidRDefault="002A4158" w:rsidP="002A4158">
      <w:r w:rsidRPr="00DA4E77">
        <w:t>Et</w:t>
      </w:r>
      <w:r w:rsidR="00276CCE">
        <w:t xml:space="preserve">, </w:t>
      </w:r>
      <w:r w:rsidRPr="00DA4E77">
        <w:t>peu à peu</w:t>
      </w:r>
      <w:r w:rsidR="00276CCE">
        <w:t xml:space="preserve">, </w:t>
      </w:r>
      <w:r w:rsidRPr="00DA4E77">
        <w:t>des grondements sourds</w:t>
      </w:r>
      <w:r w:rsidR="00276CCE">
        <w:t xml:space="preserve">, </w:t>
      </w:r>
      <w:r w:rsidRPr="00DA4E77">
        <w:t>des menaces écl</w:t>
      </w:r>
      <w:r w:rsidRPr="00DA4E77">
        <w:t>a</w:t>
      </w:r>
      <w:r w:rsidRPr="00DA4E77">
        <w:t>tent</w:t>
      </w:r>
      <w:r w:rsidR="00276CCE">
        <w:t xml:space="preserve">. </w:t>
      </w:r>
      <w:r w:rsidRPr="00DA4E77">
        <w:t>Là-bas</w:t>
      </w:r>
      <w:r w:rsidR="00276CCE">
        <w:t xml:space="preserve">, </w:t>
      </w:r>
      <w:r w:rsidRPr="00DA4E77">
        <w:t>près du parapet</w:t>
      </w:r>
      <w:r w:rsidR="00276CCE">
        <w:t xml:space="preserve">, </w:t>
      </w:r>
      <w:r w:rsidRPr="00DA4E77">
        <w:t>malgré la prudence effarée des marchands</w:t>
      </w:r>
      <w:r w:rsidR="00276CCE">
        <w:t xml:space="preserve">, </w:t>
      </w:r>
      <w:r w:rsidRPr="00DA4E77">
        <w:t>les femmes poussent de stridentes huées</w:t>
      </w:r>
      <w:r w:rsidR="00276CCE">
        <w:t> :</w:t>
      </w:r>
    </w:p>
    <w:p w14:paraId="095ABC71" w14:textId="77777777" w:rsidR="00276CCE" w:rsidRDefault="00276CCE" w:rsidP="002A4158">
      <w:r>
        <w:t>— </w:t>
      </w:r>
      <w:r w:rsidR="002A4158" w:rsidRPr="00DA4E77">
        <w:t xml:space="preserve">À bas </w:t>
      </w:r>
      <w:proofErr w:type="spellStart"/>
      <w:r w:rsidR="002A4158" w:rsidRPr="00DA4E77">
        <w:t>Melléna</w:t>
      </w:r>
      <w:proofErr w:type="spellEnd"/>
      <w:r>
        <w:t> !</w:t>
      </w:r>
    </w:p>
    <w:p w14:paraId="75C66E05" w14:textId="77777777" w:rsidR="00276CCE" w:rsidRDefault="00276CCE" w:rsidP="002A4158">
      <w:r>
        <w:t>— </w:t>
      </w:r>
      <w:r w:rsidR="002A4158" w:rsidRPr="00DA4E77">
        <w:t>Va danser sur le port pour la joie des Barbares</w:t>
      </w:r>
      <w:r>
        <w:t> !</w:t>
      </w:r>
    </w:p>
    <w:p w14:paraId="026F3C80" w14:textId="77777777" w:rsidR="00276CCE" w:rsidRDefault="00276CCE" w:rsidP="002A4158">
      <w:r>
        <w:t>— </w:t>
      </w:r>
      <w:r w:rsidR="002A4158" w:rsidRPr="00DA4E77">
        <w:t>À mort</w:t>
      </w:r>
      <w:r>
        <w:t xml:space="preserve">, </w:t>
      </w:r>
      <w:r w:rsidR="002A4158" w:rsidRPr="00DA4E77">
        <w:t>à mort</w:t>
      </w:r>
      <w:r>
        <w:t> !</w:t>
      </w:r>
    </w:p>
    <w:p w14:paraId="7D4DC750" w14:textId="77777777" w:rsidR="00276CCE" w:rsidRDefault="002A4158" w:rsidP="002A4158">
      <w:proofErr w:type="spellStart"/>
      <w:r w:rsidRPr="00DA4E77">
        <w:t>Melléna</w:t>
      </w:r>
      <w:proofErr w:type="spellEnd"/>
      <w:r w:rsidR="00276CCE">
        <w:t xml:space="preserve">, </w:t>
      </w:r>
      <w:r w:rsidRPr="00DA4E77">
        <w:t>impassible</w:t>
      </w:r>
      <w:r w:rsidR="00276CCE">
        <w:t xml:space="preserve">, </w:t>
      </w:r>
      <w:r w:rsidRPr="00DA4E77">
        <w:t>a repris place sur son trône d</w:t>
      </w:r>
      <w:r w:rsidR="00276CCE">
        <w:t>’</w:t>
      </w:r>
      <w:r w:rsidRPr="00DA4E77">
        <w:t>ivoire</w:t>
      </w:r>
      <w:r w:rsidR="00276CCE">
        <w:t xml:space="preserve"> ; </w:t>
      </w:r>
      <w:r w:rsidRPr="00DA4E77">
        <w:t>cependant</w:t>
      </w:r>
      <w:r w:rsidR="00276CCE">
        <w:t xml:space="preserve">, </w:t>
      </w:r>
      <w:r w:rsidRPr="00DA4E77">
        <w:t>la rumeur du peuple grossit en orage</w:t>
      </w:r>
      <w:r w:rsidR="00276CCE">
        <w:t xml:space="preserve">. </w:t>
      </w:r>
      <w:r w:rsidRPr="00DA4E77">
        <w:t>Déjà les fa</w:t>
      </w:r>
      <w:r w:rsidRPr="00DA4E77">
        <w:t>n</w:t>
      </w:r>
      <w:r w:rsidRPr="00DA4E77">
        <w:t>tassins d</w:t>
      </w:r>
      <w:r w:rsidR="00276CCE">
        <w:t>’</w:t>
      </w:r>
      <w:r w:rsidRPr="00DA4E77">
        <w:t>Égypte s</w:t>
      </w:r>
      <w:r w:rsidR="00276CCE">
        <w:t>’</w:t>
      </w:r>
      <w:r w:rsidRPr="00DA4E77">
        <w:t>apprêtent à pointer leurs lances</w:t>
      </w:r>
      <w:r w:rsidR="00276CCE">
        <w:t xml:space="preserve"> ; </w:t>
      </w:r>
      <w:r w:rsidRPr="00DA4E77">
        <w:t>la tempête gronde</w:t>
      </w:r>
      <w:r w:rsidR="00276CCE">
        <w:t xml:space="preserve">, </w:t>
      </w:r>
      <w:r w:rsidRPr="00DA4E77">
        <w:t>le Palais est menacé</w:t>
      </w:r>
      <w:r w:rsidR="00276CCE">
        <w:t xml:space="preserve">… </w:t>
      </w:r>
      <w:r w:rsidRPr="00DA4E77">
        <w:t>Mais aussitôt</w:t>
      </w:r>
      <w:r w:rsidR="00276CCE">
        <w:t xml:space="preserve">, </w:t>
      </w:r>
      <w:proofErr w:type="spellStart"/>
      <w:r w:rsidRPr="00DA4E77">
        <w:t>Melléna</w:t>
      </w:r>
      <w:proofErr w:type="spellEnd"/>
      <w:r w:rsidRPr="00DA4E77">
        <w:t xml:space="preserve"> fait un s</w:t>
      </w:r>
      <w:r w:rsidRPr="00DA4E77">
        <w:t>i</w:t>
      </w:r>
      <w:r w:rsidRPr="00DA4E77">
        <w:t>gne</w:t>
      </w:r>
      <w:r w:rsidR="00276CCE">
        <w:t xml:space="preserve">, </w:t>
      </w:r>
      <w:r w:rsidRPr="00DA4E77">
        <w:t>et l</w:t>
      </w:r>
      <w:r w:rsidR="00276CCE">
        <w:t>’</w:t>
      </w:r>
      <w:r w:rsidRPr="00DA4E77">
        <w:t>on voit à pas lents</w:t>
      </w:r>
      <w:r w:rsidR="00276CCE">
        <w:t xml:space="preserve">, </w:t>
      </w:r>
      <w:r w:rsidRPr="00DA4E77">
        <w:t xml:space="preserve">majestueux dans leurs </w:t>
      </w:r>
      <w:r w:rsidRPr="00DA4E77">
        <w:lastRenderedPageBreak/>
        <w:t>longues robes blanches</w:t>
      </w:r>
      <w:r w:rsidR="00276CCE">
        <w:t xml:space="preserve">, </w:t>
      </w:r>
      <w:r w:rsidRPr="00DA4E77">
        <w:t>sortir sur le perron les bardes venus d</w:t>
      </w:r>
      <w:r w:rsidR="00276CCE">
        <w:t>’</w:t>
      </w:r>
      <w:r w:rsidRPr="00DA4E77">
        <w:t>Armor</w:t>
      </w:r>
      <w:r w:rsidR="00276CCE">
        <w:t>.</w:t>
      </w:r>
    </w:p>
    <w:p w14:paraId="6C62172F" w14:textId="77777777" w:rsidR="00276CCE" w:rsidRDefault="002A4158" w:rsidP="002A4158">
      <w:r w:rsidRPr="00DA4E77">
        <w:t>Miraculeux revirement</w:t>
      </w:r>
      <w:r w:rsidR="00276CCE">
        <w:t xml:space="preserve">, </w:t>
      </w:r>
      <w:r w:rsidRPr="00DA4E77">
        <w:t>la tempête de haine se transforme en clameurs de joie</w:t>
      </w:r>
      <w:r w:rsidR="00276CCE">
        <w:t xml:space="preserve"> : </w:t>
      </w:r>
      <w:r w:rsidRPr="00DA4E77">
        <w:t>ceux qui</w:t>
      </w:r>
      <w:r w:rsidR="00276CCE">
        <w:t xml:space="preserve">, </w:t>
      </w:r>
      <w:r w:rsidRPr="00DA4E77">
        <w:t>au premier rang</w:t>
      </w:r>
      <w:r w:rsidR="00276CCE">
        <w:t xml:space="preserve">, </w:t>
      </w:r>
      <w:r w:rsidRPr="00DA4E77">
        <w:t>s</w:t>
      </w:r>
      <w:r w:rsidR="00276CCE">
        <w:t>’</w:t>
      </w:r>
      <w:r w:rsidRPr="00DA4E77">
        <w:t>efforçaient d</w:t>
      </w:r>
      <w:r w:rsidR="00276CCE">
        <w:t>’</w:t>
      </w:r>
      <w:r w:rsidRPr="00DA4E77">
        <w:t>envahir le Palais</w:t>
      </w:r>
      <w:r w:rsidR="00276CCE">
        <w:t xml:space="preserve">, </w:t>
      </w:r>
      <w:r w:rsidRPr="00DA4E77">
        <w:t>agitent leurs coiffures en signe d</w:t>
      </w:r>
      <w:r w:rsidR="00276CCE">
        <w:t>’</w:t>
      </w:r>
      <w:r w:rsidRPr="00DA4E77">
        <w:t>allégresse</w:t>
      </w:r>
      <w:r w:rsidR="00276CCE">
        <w:t> :</w:t>
      </w:r>
    </w:p>
    <w:p w14:paraId="14EFC6EC" w14:textId="77777777" w:rsidR="00276CCE" w:rsidRDefault="00276CCE" w:rsidP="002A4158">
      <w:r>
        <w:t>— </w:t>
      </w:r>
      <w:r w:rsidR="002A4158" w:rsidRPr="00DA4E77">
        <w:t>Enfin</w:t>
      </w:r>
      <w:r>
        <w:t xml:space="preserve">, </w:t>
      </w:r>
      <w:r w:rsidR="002A4158" w:rsidRPr="00DA4E77">
        <w:t>les bardes</w:t>
      </w:r>
      <w:r>
        <w:t> !</w:t>
      </w:r>
    </w:p>
    <w:p w14:paraId="5166FF6A" w14:textId="77777777" w:rsidR="00276CCE" w:rsidRDefault="00276CCE" w:rsidP="002A4158">
      <w:r>
        <w:t>— </w:t>
      </w:r>
      <w:r w:rsidR="002A4158" w:rsidRPr="00DA4E77">
        <w:t>Vivent les hommes blancs</w:t>
      </w:r>
      <w:r>
        <w:t> !</w:t>
      </w:r>
    </w:p>
    <w:p w14:paraId="6BED1E03" w14:textId="77777777" w:rsidR="00276CCE" w:rsidRDefault="00276CCE" w:rsidP="002A4158">
      <w:r>
        <w:t>— </w:t>
      </w:r>
      <w:r w:rsidR="002A4158" w:rsidRPr="00DA4E77">
        <w:t>Armor</w:t>
      </w:r>
      <w:r>
        <w:t xml:space="preserve"> ! </w:t>
      </w:r>
      <w:r w:rsidR="002A4158" w:rsidRPr="00DA4E77">
        <w:t>Gloire à Armor</w:t>
      </w:r>
      <w:r>
        <w:t> !</w:t>
      </w:r>
    </w:p>
    <w:p w14:paraId="1B1D727B" w14:textId="77777777" w:rsidR="00276CCE" w:rsidRDefault="002A4158" w:rsidP="002A4158">
      <w:r w:rsidRPr="00DA4E77">
        <w:t>Et telle est l</w:t>
      </w:r>
      <w:r w:rsidR="00276CCE">
        <w:t>’</w:t>
      </w:r>
      <w:r w:rsidRPr="00DA4E77">
        <w:t xml:space="preserve">ardeur </w:t>
      </w:r>
      <w:proofErr w:type="spellStart"/>
      <w:r w:rsidRPr="00DA4E77">
        <w:t>exultante</w:t>
      </w:r>
      <w:proofErr w:type="spellEnd"/>
      <w:r w:rsidRPr="00DA4E77">
        <w:t xml:space="preserve"> de la foule que les bardes aux visages blancs</w:t>
      </w:r>
      <w:r w:rsidR="00276CCE">
        <w:t xml:space="preserve">, </w:t>
      </w:r>
      <w:r w:rsidRPr="00DA4E77">
        <w:t>aux longs cheveux couronnés de lierre</w:t>
      </w:r>
      <w:r w:rsidR="00276CCE">
        <w:t xml:space="preserve">, </w:t>
      </w:r>
      <w:r w:rsidRPr="00DA4E77">
        <w:t>ignorant le parler d</w:t>
      </w:r>
      <w:r w:rsidR="00276CCE">
        <w:t>’</w:t>
      </w:r>
      <w:r w:rsidRPr="00DA4E77">
        <w:t>Atlantis</w:t>
      </w:r>
      <w:r w:rsidR="00276CCE">
        <w:t xml:space="preserve">, </w:t>
      </w:r>
      <w:r w:rsidRPr="00DA4E77">
        <w:t>restent</w:t>
      </w:r>
      <w:r w:rsidR="00276CCE">
        <w:t xml:space="preserve">, </w:t>
      </w:r>
      <w:r w:rsidRPr="00DA4E77">
        <w:t>étonnés</w:t>
      </w:r>
      <w:r w:rsidR="00276CCE">
        <w:t xml:space="preserve">, </w:t>
      </w:r>
      <w:r w:rsidRPr="00DA4E77">
        <w:t>sur le seuil du palais</w:t>
      </w:r>
      <w:r w:rsidR="00276CCE">
        <w:t>.</w:t>
      </w:r>
    </w:p>
    <w:p w14:paraId="2ADEFC40" w14:textId="77777777" w:rsidR="00276CCE" w:rsidRDefault="00276CCE" w:rsidP="002A4158">
      <w:r>
        <w:t>— </w:t>
      </w:r>
      <w:r w:rsidR="002A4158" w:rsidRPr="00DA4E77">
        <w:t>Armor</w:t>
      </w:r>
      <w:r>
        <w:t xml:space="preserve"> ! </w:t>
      </w:r>
      <w:r w:rsidR="002A4158" w:rsidRPr="00DA4E77">
        <w:t>Armor</w:t>
      </w:r>
      <w:r>
        <w:t xml:space="preserve"> ! </w:t>
      </w:r>
      <w:r w:rsidR="002A4158" w:rsidRPr="00DA4E77">
        <w:t>crie toujours la multitude</w:t>
      </w:r>
      <w:r>
        <w:t>.</w:t>
      </w:r>
    </w:p>
    <w:p w14:paraId="125141B9" w14:textId="77777777" w:rsidR="00276CCE" w:rsidRDefault="002A4158" w:rsidP="002A4158">
      <w:proofErr w:type="spellStart"/>
      <w:r w:rsidRPr="00DA4E77">
        <w:t>Melléna</w:t>
      </w:r>
      <w:proofErr w:type="spellEnd"/>
      <w:r w:rsidR="00276CCE">
        <w:t xml:space="preserve">, </w:t>
      </w:r>
      <w:r w:rsidRPr="00DA4E77">
        <w:t>alors</w:t>
      </w:r>
      <w:r w:rsidR="00276CCE">
        <w:t xml:space="preserve">, </w:t>
      </w:r>
      <w:r w:rsidRPr="00DA4E77">
        <w:t>voyant la foule retournée</w:t>
      </w:r>
      <w:r w:rsidR="00276CCE">
        <w:t xml:space="preserve">, </w:t>
      </w:r>
      <w:r w:rsidRPr="00DA4E77">
        <w:t>se penche et</w:t>
      </w:r>
      <w:r w:rsidR="00276CCE">
        <w:t xml:space="preserve">, </w:t>
      </w:r>
      <w:r w:rsidRPr="00DA4E77">
        <w:t>s</w:t>
      </w:r>
      <w:r w:rsidR="00276CCE">
        <w:t>’</w:t>
      </w:r>
      <w:r w:rsidRPr="00DA4E77">
        <w:t>adressant aux gens d</w:t>
      </w:r>
      <w:r w:rsidR="00276CCE">
        <w:t>’</w:t>
      </w:r>
      <w:r w:rsidRPr="00DA4E77">
        <w:t>Armor</w:t>
      </w:r>
      <w:r w:rsidR="00276CCE">
        <w:t xml:space="preserve">, </w:t>
      </w:r>
      <w:r w:rsidRPr="00DA4E77">
        <w:t>leur dit quelques mots dans une langue inconnue</w:t>
      </w:r>
      <w:r w:rsidR="00276CCE">
        <w:t xml:space="preserve">, </w:t>
      </w:r>
      <w:r w:rsidRPr="00DA4E77">
        <w:t>aux syllabes rudes</w:t>
      </w:r>
      <w:r w:rsidR="00276CCE">
        <w:t xml:space="preserve">. </w:t>
      </w:r>
      <w:r w:rsidRPr="00DA4E77">
        <w:t>Subitement</w:t>
      </w:r>
      <w:r w:rsidR="00276CCE">
        <w:t xml:space="preserve">, </w:t>
      </w:r>
      <w:r w:rsidRPr="00DA4E77">
        <w:t>les bardes</w:t>
      </w:r>
      <w:r w:rsidR="00276CCE">
        <w:t xml:space="preserve">, </w:t>
      </w:r>
      <w:r w:rsidRPr="00DA4E77">
        <w:t>rassérénés</w:t>
      </w:r>
      <w:r w:rsidR="00276CCE">
        <w:t xml:space="preserve">, </w:t>
      </w:r>
      <w:r w:rsidRPr="00DA4E77">
        <w:t>s</w:t>
      </w:r>
      <w:r w:rsidR="00276CCE">
        <w:t>’</w:t>
      </w:r>
      <w:r w:rsidRPr="00DA4E77">
        <w:t>avancent jusqu</w:t>
      </w:r>
      <w:r w:rsidR="00276CCE">
        <w:t>’</w:t>
      </w:r>
      <w:r w:rsidRPr="00DA4E77">
        <w:t>au bord de la plus haute marche</w:t>
      </w:r>
      <w:r w:rsidR="00276CCE">
        <w:t xml:space="preserve">, </w:t>
      </w:r>
      <w:r w:rsidRPr="00DA4E77">
        <w:t>et</w:t>
      </w:r>
      <w:r w:rsidR="00276CCE">
        <w:t xml:space="preserve">, </w:t>
      </w:r>
      <w:r w:rsidRPr="00DA4E77">
        <w:t>tandis que les uns sonnent dans des cors d</w:t>
      </w:r>
      <w:r w:rsidR="00276CCE">
        <w:t>’</w:t>
      </w:r>
      <w:r w:rsidRPr="00DA4E77">
        <w:t>ivoire ou des bu</w:t>
      </w:r>
      <w:r w:rsidRPr="00DA4E77">
        <w:t>c</w:t>
      </w:r>
      <w:r w:rsidRPr="00DA4E77">
        <w:t>cins de cuivre</w:t>
      </w:r>
      <w:r w:rsidR="00276CCE">
        <w:t xml:space="preserve">, </w:t>
      </w:r>
      <w:r w:rsidRPr="00DA4E77">
        <w:t>la plupart</w:t>
      </w:r>
      <w:r w:rsidR="00276CCE">
        <w:t xml:space="preserve">, </w:t>
      </w:r>
      <w:r w:rsidRPr="00DA4E77">
        <w:t>sur leurs harpes</w:t>
      </w:r>
      <w:r w:rsidR="00276CCE">
        <w:t xml:space="preserve">, </w:t>
      </w:r>
      <w:r w:rsidRPr="00DA4E77">
        <w:t>égrènent dans l</w:t>
      </w:r>
      <w:r w:rsidR="00276CCE">
        <w:t>’</w:t>
      </w:r>
      <w:r w:rsidRPr="00DA4E77">
        <w:t>air chaud des notes de cristal</w:t>
      </w:r>
      <w:r w:rsidR="00276CCE">
        <w:t>.</w:t>
      </w:r>
    </w:p>
    <w:p w14:paraId="57AA049B" w14:textId="77777777" w:rsidR="00276CCE" w:rsidRDefault="002A4158" w:rsidP="002A4158">
      <w:r w:rsidRPr="00DA4E77">
        <w:t>Empire ineffable du rythme</w:t>
      </w:r>
      <w:r w:rsidR="00276CCE">
        <w:t xml:space="preserve"> ! </w:t>
      </w:r>
      <w:r w:rsidRPr="00DA4E77">
        <w:t>Bienfait de l</w:t>
      </w:r>
      <w:r w:rsidR="00276CCE">
        <w:t>’</w:t>
      </w:r>
      <w:r w:rsidRPr="00DA4E77">
        <w:t>harmonie jailli</w:t>
      </w:r>
      <w:r w:rsidRPr="00DA4E77">
        <w:t>s</w:t>
      </w:r>
      <w:r w:rsidRPr="00DA4E77">
        <w:t>sant en cascades sonores</w:t>
      </w:r>
      <w:r w:rsidR="00276CCE">
        <w:t xml:space="preserve"> ! </w:t>
      </w:r>
      <w:r w:rsidRPr="00DA4E77">
        <w:t>Voici que</w:t>
      </w:r>
      <w:r w:rsidR="00276CCE">
        <w:t xml:space="preserve">, </w:t>
      </w:r>
      <w:r w:rsidRPr="00DA4E77">
        <w:t>sur cette foule grouillante et bruyante</w:t>
      </w:r>
      <w:r w:rsidR="00276CCE">
        <w:t xml:space="preserve">, </w:t>
      </w:r>
      <w:r w:rsidRPr="00DA4E77">
        <w:t>où toutes les passions ont soufflé tour à tour</w:t>
      </w:r>
      <w:r w:rsidR="00276CCE">
        <w:t xml:space="preserve">, </w:t>
      </w:r>
      <w:r w:rsidRPr="00DA4E77">
        <w:t>l</w:t>
      </w:r>
      <w:r w:rsidR="00276CCE">
        <w:t>’</w:t>
      </w:r>
      <w:r w:rsidRPr="00DA4E77">
        <w:t>ordre et le calme descendent en ondes apaisantes</w:t>
      </w:r>
      <w:r w:rsidR="00276CCE">
        <w:t xml:space="preserve"> ; </w:t>
      </w:r>
      <w:r w:rsidRPr="00DA4E77">
        <w:t>et chacun</w:t>
      </w:r>
      <w:r w:rsidR="00276CCE">
        <w:t xml:space="preserve">, </w:t>
      </w:r>
      <w:r w:rsidRPr="00DA4E77">
        <w:t>tout à l</w:t>
      </w:r>
      <w:r w:rsidR="00276CCE">
        <w:t>’</w:t>
      </w:r>
      <w:r w:rsidRPr="00DA4E77">
        <w:t>instant</w:t>
      </w:r>
      <w:r w:rsidR="00276CCE">
        <w:t xml:space="preserve">, </w:t>
      </w:r>
      <w:r w:rsidRPr="00DA4E77">
        <w:t>se retrouve à sa place</w:t>
      </w:r>
      <w:r w:rsidR="00276CCE">
        <w:t xml:space="preserve">, </w:t>
      </w:r>
      <w:r w:rsidRPr="00DA4E77">
        <w:t>silencieux</w:t>
      </w:r>
      <w:r w:rsidR="00276CCE">
        <w:t xml:space="preserve">, </w:t>
      </w:r>
      <w:r w:rsidRPr="00DA4E77">
        <w:t>heureux et a</w:t>
      </w:r>
      <w:r w:rsidRPr="00DA4E77">
        <w:t>t</w:t>
      </w:r>
      <w:r w:rsidRPr="00DA4E77">
        <w:t>tentif</w:t>
      </w:r>
      <w:r w:rsidR="00276CCE">
        <w:t>…</w:t>
      </w:r>
    </w:p>
    <w:p w14:paraId="296E5645" w14:textId="77777777" w:rsidR="00276CCE" w:rsidRDefault="002A4158" w:rsidP="002A4158">
      <w:r w:rsidRPr="00DA4E77">
        <w:lastRenderedPageBreak/>
        <w:t>La musique</w:t>
      </w:r>
      <w:r w:rsidR="00276CCE">
        <w:t xml:space="preserve">, </w:t>
      </w:r>
      <w:r w:rsidRPr="00DA4E77">
        <w:t>en effet</w:t>
      </w:r>
      <w:r w:rsidR="00276CCE">
        <w:t xml:space="preserve">, </w:t>
      </w:r>
      <w:r w:rsidRPr="00DA4E77">
        <w:t>constitue la volupté suprême des Atlantes</w:t>
      </w:r>
      <w:r w:rsidR="00276CCE">
        <w:t xml:space="preserve">. </w:t>
      </w:r>
      <w:r w:rsidRPr="00DA4E77">
        <w:t>Elle leur parle un langage intraduisible qu</w:t>
      </w:r>
      <w:r w:rsidR="00276CCE">
        <w:t>’</w:t>
      </w:r>
      <w:r w:rsidRPr="00DA4E77">
        <w:t>ils co</w:t>
      </w:r>
      <w:r w:rsidRPr="00DA4E77">
        <w:t>m</w:t>
      </w:r>
      <w:r w:rsidRPr="00DA4E77">
        <w:t>prennent tous</w:t>
      </w:r>
      <w:r w:rsidR="00276CCE">
        <w:t xml:space="preserve">, </w:t>
      </w:r>
      <w:r w:rsidRPr="00DA4E77">
        <w:t>impuissants toutefois à l</w:t>
      </w:r>
      <w:r w:rsidR="00276CCE">
        <w:t>’</w:t>
      </w:r>
      <w:r w:rsidRPr="00DA4E77">
        <w:t>expliquer</w:t>
      </w:r>
      <w:r w:rsidR="00276CCE">
        <w:t xml:space="preserve">. </w:t>
      </w:r>
      <w:r w:rsidRPr="00DA4E77">
        <w:t>Sur les ailes du rêve</w:t>
      </w:r>
      <w:r w:rsidR="00276CCE">
        <w:t xml:space="preserve">, </w:t>
      </w:r>
      <w:r w:rsidRPr="00DA4E77">
        <w:t>tout là-haut</w:t>
      </w:r>
      <w:r w:rsidR="00276CCE">
        <w:t xml:space="preserve">, </w:t>
      </w:r>
      <w:r w:rsidRPr="00DA4E77">
        <w:t>loin de la monotone vie</w:t>
      </w:r>
      <w:r w:rsidR="00276CCE">
        <w:t xml:space="preserve">, </w:t>
      </w:r>
      <w:r w:rsidRPr="00DA4E77">
        <w:t>vers les seuls biens qu</w:t>
      </w:r>
      <w:r w:rsidR="00276CCE">
        <w:t>’</w:t>
      </w:r>
      <w:r w:rsidRPr="00DA4E77">
        <w:t>ils n</w:t>
      </w:r>
      <w:r w:rsidR="00276CCE">
        <w:t>’</w:t>
      </w:r>
      <w:r w:rsidRPr="00DA4E77">
        <w:t>aient pas conquis encore</w:t>
      </w:r>
      <w:r w:rsidR="00276CCE">
        <w:t xml:space="preserve">, </w:t>
      </w:r>
      <w:r w:rsidRPr="00DA4E77">
        <w:t>vers la gloire du soleil ou le mystère des étoiles</w:t>
      </w:r>
      <w:r w:rsidR="00276CCE">
        <w:t>…</w:t>
      </w:r>
    </w:p>
    <w:p w14:paraId="6E7A99BA" w14:textId="77777777" w:rsidR="00276CCE" w:rsidRDefault="00276CCE" w:rsidP="00276CCE">
      <w:pPr>
        <w:pStyle w:val="Titre2"/>
        <w:rPr>
          <w:i/>
        </w:rPr>
      </w:pPr>
      <w:bookmarkStart w:id="4" w:name="_Toc194841990"/>
      <w:r w:rsidRPr="00DA4E77">
        <w:lastRenderedPageBreak/>
        <w:t>Scène</w:t>
      </w:r>
      <w:r>
        <w:t> </w:t>
      </w:r>
      <w:r w:rsidRPr="00DA4E77">
        <w:t>IV</w:t>
      </w:r>
      <w:r>
        <w:t xml:space="preserve">. – </w:t>
      </w:r>
      <w:r w:rsidR="002A4158" w:rsidRPr="00DA4E77">
        <w:rPr>
          <w:i/>
        </w:rPr>
        <w:t>Dans le Palais</w:t>
      </w:r>
      <w:r>
        <w:rPr>
          <w:i/>
        </w:rPr>
        <w:t>.</w:t>
      </w:r>
      <w:bookmarkEnd w:id="4"/>
    </w:p>
    <w:p w14:paraId="6F0A67A4" w14:textId="77777777" w:rsidR="00276CCE" w:rsidRDefault="002A4158" w:rsidP="002A4158">
      <w:proofErr w:type="spellStart"/>
      <w:r w:rsidRPr="00DA4E77">
        <w:t>Hermos</w:t>
      </w:r>
      <w:proofErr w:type="spellEnd"/>
      <w:r w:rsidRPr="00DA4E77">
        <w:t xml:space="preserve"> et </w:t>
      </w:r>
      <w:proofErr w:type="spellStart"/>
      <w:r w:rsidRPr="00DA4E77">
        <w:t>Knephao</w:t>
      </w:r>
      <w:proofErr w:type="spellEnd"/>
      <w:r w:rsidR="00276CCE">
        <w:t xml:space="preserve">, </w:t>
      </w:r>
      <w:r w:rsidRPr="00DA4E77">
        <w:t>cependant</w:t>
      </w:r>
      <w:r w:rsidR="00276CCE">
        <w:t xml:space="preserve">, </w:t>
      </w:r>
      <w:r w:rsidRPr="00DA4E77">
        <w:t>ont pénétré par une porte de bronze</w:t>
      </w:r>
      <w:r w:rsidR="00276CCE">
        <w:t xml:space="preserve">, </w:t>
      </w:r>
      <w:r w:rsidRPr="00DA4E77">
        <w:t>dans une salle immense</w:t>
      </w:r>
      <w:r w:rsidR="00276CCE">
        <w:t xml:space="preserve">, </w:t>
      </w:r>
      <w:r w:rsidRPr="00DA4E77">
        <w:t>qui sert de vestibule et qui</w:t>
      </w:r>
      <w:r w:rsidR="00276CCE">
        <w:t xml:space="preserve">, </w:t>
      </w:r>
      <w:r w:rsidRPr="00DA4E77">
        <w:t>d</w:t>
      </w:r>
      <w:r w:rsidR="00276CCE">
        <w:t>’</w:t>
      </w:r>
      <w:r w:rsidRPr="00DA4E77">
        <w:t>ordinaire</w:t>
      </w:r>
      <w:r w:rsidR="00276CCE">
        <w:t xml:space="preserve">, </w:t>
      </w:r>
      <w:r w:rsidRPr="00DA4E77">
        <w:t>reste ouverte au peuple</w:t>
      </w:r>
      <w:r w:rsidR="00276CCE">
        <w:t>.</w:t>
      </w:r>
    </w:p>
    <w:p w14:paraId="40DC1BC9" w14:textId="77777777" w:rsidR="00276CCE" w:rsidRDefault="00276CCE" w:rsidP="002A4158">
      <w:r>
        <w:t>— </w:t>
      </w:r>
      <w:r w:rsidR="002A4158" w:rsidRPr="00DA4E77">
        <w:t>Surtout</w:t>
      </w:r>
      <w:r>
        <w:t xml:space="preserve">, </w:t>
      </w:r>
      <w:r w:rsidR="002A4158" w:rsidRPr="00DA4E77">
        <w:t xml:space="preserve">murmure </w:t>
      </w:r>
      <w:proofErr w:type="spellStart"/>
      <w:r w:rsidR="002A4158" w:rsidRPr="00DA4E77">
        <w:t>Knephao</w:t>
      </w:r>
      <w:proofErr w:type="spellEnd"/>
      <w:r>
        <w:t xml:space="preserve">, </w:t>
      </w:r>
      <w:r w:rsidR="002A4158" w:rsidRPr="00DA4E77">
        <w:t>ne montrons aucune hâte</w:t>
      </w:r>
      <w:r>
        <w:t xml:space="preserve">. </w:t>
      </w:r>
      <w:r w:rsidR="002A4158" w:rsidRPr="00DA4E77">
        <w:t>Toute impatience apparente nous trahirait</w:t>
      </w:r>
      <w:r>
        <w:t>.</w:t>
      </w:r>
    </w:p>
    <w:p w14:paraId="6A322D6C" w14:textId="77777777" w:rsidR="00276CCE" w:rsidRDefault="002A4158" w:rsidP="002A4158">
      <w:r w:rsidRPr="00DA4E77">
        <w:t>Les gardes saluent leur chef avec un affectueux respect</w:t>
      </w:r>
      <w:r w:rsidR="00276CCE">
        <w:t xml:space="preserve">, </w:t>
      </w:r>
      <w:r w:rsidRPr="00DA4E77">
        <w:t xml:space="preserve">et considèrent </w:t>
      </w:r>
      <w:proofErr w:type="spellStart"/>
      <w:r w:rsidRPr="00DA4E77">
        <w:t>Hermos</w:t>
      </w:r>
      <w:proofErr w:type="spellEnd"/>
      <w:r w:rsidRPr="00DA4E77">
        <w:t xml:space="preserve"> avec surprise</w:t>
      </w:r>
      <w:r w:rsidR="00276CCE">
        <w:t xml:space="preserve">, </w:t>
      </w:r>
      <w:r w:rsidRPr="00DA4E77">
        <w:t>Celui-ci fait halte un m</w:t>
      </w:r>
      <w:r w:rsidRPr="00DA4E77">
        <w:t>o</w:t>
      </w:r>
      <w:r w:rsidRPr="00DA4E77">
        <w:t>ment</w:t>
      </w:r>
      <w:r w:rsidR="00276CCE">
        <w:t xml:space="preserve">, </w:t>
      </w:r>
      <w:r w:rsidRPr="00DA4E77">
        <w:t>attiré par une curiosité irrésistible</w:t>
      </w:r>
      <w:r w:rsidR="00276CCE">
        <w:t xml:space="preserve">, </w:t>
      </w:r>
      <w:r w:rsidRPr="00DA4E77">
        <w:t>devant les magnif</w:t>
      </w:r>
      <w:r w:rsidRPr="00DA4E77">
        <w:t>i</w:t>
      </w:r>
      <w:r w:rsidRPr="00DA4E77">
        <w:t>cences de cette salle nouvellement édifiée</w:t>
      </w:r>
      <w:r w:rsidR="00276CCE">
        <w:t>.</w:t>
      </w:r>
    </w:p>
    <w:p w14:paraId="4716DBF7" w14:textId="77777777" w:rsidR="00276CCE" w:rsidRDefault="00276CCE" w:rsidP="002A4158">
      <w:r>
        <w:t>— </w:t>
      </w:r>
      <w:proofErr w:type="spellStart"/>
      <w:r w:rsidR="002A4158" w:rsidRPr="00DA4E77">
        <w:t>Hermos</w:t>
      </w:r>
      <w:proofErr w:type="spellEnd"/>
      <w:r>
        <w:t xml:space="preserve">, </w:t>
      </w:r>
      <w:r w:rsidR="002A4158" w:rsidRPr="00DA4E77">
        <w:t>tu ne connais donc pas ce vestibule</w:t>
      </w:r>
      <w:r>
        <w:t> ?</w:t>
      </w:r>
    </w:p>
    <w:p w14:paraId="7A2A5DA3" w14:textId="77777777" w:rsidR="00276CCE" w:rsidRDefault="00276CCE" w:rsidP="002A4158">
      <w:r>
        <w:t>— </w:t>
      </w:r>
      <w:r w:rsidR="002A4158" w:rsidRPr="00DA4E77">
        <w:t>Comment le connaîtrais-je</w:t>
      </w:r>
      <w:r>
        <w:t xml:space="preserve"> ? </w:t>
      </w:r>
      <w:r w:rsidR="002A4158" w:rsidRPr="00DA4E77">
        <w:t>Je m</w:t>
      </w:r>
      <w:r>
        <w:t>’</w:t>
      </w:r>
      <w:r w:rsidR="002A4158" w:rsidRPr="00DA4E77">
        <w:t>embarquai pour la L</w:t>
      </w:r>
      <w:r w:rsidR="002A4158" w:rsidRPr="00DA4E77">
        <w:t>i</w:t>
      </w:r>
      <w:r w:rsidR="002A4158" w:rsidRPr="00DA4E77">
        <w:t>bye voilà cinq ans déjà</w:t>
      </w:r>
      <w:r>
        <w:t>.</w:t>
      </w:r>
    </w:p>
    <w:p w14:paraId="19B5C54B" w14:textId="77777777" w:rsidR="00276CCE" w:rsidRDefault="00276CCE" w:rsidP="002A4158">
      <w:r>
        <w:t>— </w:t>
      </w:r>
      <w:r w:rsidR="002A4158" w:rsidRPr="00DA4E77">
        <w:t>C</w:t>
      </w:r>
      <w:r>
        <w:t>’</w:t>
      </w:r>
      <w:r w:rsidR="002A4158" w:rsidRPr="00DA4E77">
        <w:t>est juste</w:t>
      </w:r>
      <w:r>
        <w:t xml:space="preserve"> ; </w:t>
      </w:r>
      <w:r w:rsidR="002A4158" w:rsidRPr="00DA4E77">
        <w:t>et cette salle neuve</w:t>
      </w:r>
      <w:r>
        <w:t xml:space="preserve">, </w:t>
      </w:r>
      <w:r w:rsidR="002A4158" w:rsidRPr="00DA4E77">
        <w:t>où s</w:t>
      </w:r>
      <w:r>
        <w:t>’</w:t>
      </w:r>
      <w:r w:rsidR="002A4158" w:rsidRPr="00DA4E77">
        <w:t>immortalise la gloire de la jeune Égypte</w:t>
      </w:r>
      <w:r>
        <w:t xml:space="preserve">, </w:t>
      </w:r>
      <w:r w:rsidR="002A4158" w:rsidRPr="00DA4E77">
        <w:t>ne se laisse voir que depuis quatre années</w:t>
      </w:r>
      <w:r>
        <w:t xml:space="preserve">. </w:t>
      </w:r>
      <w:proofErr w:type="spellStart"/>
      <w:r w:rsidR="002A4158" w:rsidRPr="00DA4E77">
        <w:t>Oréus</w:t>
      </w:r>
      <w:proofErr w:type="spellEnd"/>
      <w:r w:rsidR="002A4158" w:rsidRPr="00DA4E77">
        <w:t xml:space="preserve"> lui-même en traça les grandes lignes</w:t>
      </w:r>
      <w:r>
        <w:t xml:space="preserve">, </w:t>
      </w:r>
      <w:r w:rsidR="002A4158" w:rsidRPr="00DA4E77">
        <w:t xml:space="preserve">et </w:t>
      </w:r>
      <w:proofErr w:type="spellStart"/>
      <w:r w:rsidR="002A4158" w:rsidRPr="00DA4E77">
        <w:t>Hellas</w:t>
      </w:r>
      <w:proofErr w:type="spellEnd"/>
      <w:r w:rsidR="002A4158" w:rsidRPr="00DA4E77">
        <w:t xml:space="preserve"> en a hâté l</w:t>
      </w:r>
      <w:r>
        <w:t>’</w:t>
      </w:r>
      <w:r w:rsidR="002A4158" w:rsidRPr="00DA4E77">
        <w:t>achèvement</w:t>
      </w:r>
      <w:r>
        <w:t xml:space="preserve">. </w:t>
      </w:r>
      <w:r w:rsidR="00601AEE">
        <w:t>Ne c</w:t>
      </w:r>
      <w:r w:rsidR="002A4158" w:rsidRPr="00DA4E77">
        <w:t>roirais-tu pas</w:t>
      </w:r>
      <w:r>
        <w:t xml:space="preserve">, </w:t>
      </w:r>
      <w:proofErr w:type="spellStart"/>
      <w:r w:rsidR="002A4158" w:rsidRPr="00DA4E77">
        <w:t>Hermos</w:t>
      </w:r>
      <w:proofErr w:type="spellEnd"/>
      <w:r>
        <w:t xml:space="preserve">, </w:t>
      </w:r>
      <w:r w:rsidR="002A4158" w:rsidRPr="00DA4E77">
        <w:t>qu</w:t>
      </w:r>
      <w:r>
        <w:t>’</w:t>
      </w:r>
      <w:r w:rsidR="002A4158" w:rsidRPr="00DA4E77">
        <w:t>on leur en a fait un crime</w:t>
      </w:r>
      <w:r>
        <w:t xml:space="preserve">, </w:t>
      </w:r>
      <w:r w:rsidR="002A4158" w:rsidRPr="00DA4E77">
        <w:t>les accusant d</w:t>
      </w:r>
      <w:r>
        <w:t>’</w:t>
      </w:r>
      <w:r w:rsidR="002A4158" w:rsidRPr="00DA4E77">
        <w:t>exalter l</w:t>
      </w:r>
      <w:r>
        <w:t>’</w:t>
      </w:r>
      <w:r w:rsidR="002A4158" w:rsidRPr="00DA4E77">
        <w:t>Égypte pour y transporter la cap</w:t>
      </w:r>
      <w:r w:rsidR="002A4158" w:rsidRPr="00DA4E77">
        <w:t>i</w:t>
      </w:r>
      <w:r w:rsidR="002A4158" w:rsidRPr="00DA4E77">
        <w:t>tale du monde</w:t>
      </w:r>
      <w:r>
        <w:t xml:space="preserve"> ? </w:t>
      </w:r>
      <w:r w:rsidR="002A4158" w:rsidRPr="00DA4E77">
        <w:t>Mais je vais te montrer les hauts-reliefs des grands panneaux</w:t>
      </w:r>
      <w:r>
        <w:t>.</w:t>
      </w:r>
    </w:p>
    <w:p w14:paraId="61A599B5" w14:textId="77777777" w:rsidR="00276CCE" w:rsidRDefault="002A4158" w:rsidP="002A4158">
      <w:r w:rsidRPr="00DA4E77">
        <w:t>Ce disant</w:t>
      </w:r>
      <w:r w:rsidR="00276CCE">
        <w:t xml:space="preserve">, </w:t>
      </w:r>
      <w:proofErr w:type="spellStart"/>
      <w:r w:rsidRPr="00DA4E77">
        <w:t>Knephao</w:t>
      </w:r>
      <w:proofErr w:type="spellEnd"/>
      <w:r w:rsidRPr="00DA4E77">
        <w:t xml:space="preserve"> entraîne </w:t>
      </w:r>
      <w:proofErr w:type="spellStart"/>
      <w:r w:rsidRPr="00DA4E77">
        <w:t>Hermos</w:t>
      </w:r>
      <w:proofErr w:type="spellEnd"/>
      <w:r w:rsidRPr="00DA4E77">
        <w:t xml:space="preserve"> sous l</w:t>
      </w:r>
      <w:r w:rsidR="00276CCE">
        <w:t>’</w:t>
      </w:r>
      <w:r w:rsidRPr="00DA4E77">
        <w:t>immense vo</w:t>
      </w:r>
      <w:r w:rsidRPr="00DA4E77">
        <w:t>û</w:t>
      </w:r>
      <w:r w:rsidRPr="00DA4E77">
        <w:t>te</w:t>
      </w:r>
      <w:r w:rsidR="00276CCE">
        <w:t xml:space="preserve">, </w:t>
      </w:r>
      <w:r w:rsidRPr="00DA4E77">
        <w:t>dont les proportions harmonieuses frappent l</w:t>
      </w:r>
      <w:r w:rsidR="00276CCE">
        <w:t>’</w:t>
      </w:r>
      <w:r w:rsidRPr="00DA4E77">
        <w:t>Apôtre d</w:t>
      </w:r>
      <w:r w:rsidR="00276CCE">
        <w:t>’</w:t>
      </w:r>
      <w:r w:rsidRPr="00DA4E77">
        <w:t>étonnement</w:t>
      </w:r>
      <w:r w:rsidR="00276CCE">
        <w:t xml:space="preserve">. </w:t>
      </w:r>
      <w:r w:rsidRPr="00DA4E77">
        <w:t>La salle est si vaste que s</w:t>
      </w:r>
      <w:r w:rsidR="00276CCE">
        <w:t>’</w:t>
      </w:r>
      <w:r w:rsidRPr="00DA4E77">
        <w:t>élèvent vers le plafond une centaine de colonnes en marbre jaune</w:t>
      </w:r>
      <w:r w:rsidR="00276CCE">
        <w:t xml:space="preserve">, </w:t>
      </w:r>
      <w:r w:rsidRPr="00DA4E77">
        <w:t>ayant chacune pour point d</w:t>
      </w:r>
      <w:r w:rsidR="00276CCE">
        <w:t>’</w:t>
      </w:r>
      <w:r w:rsidRPr="00DA4E77">
        <w:t>appui quatre géants de cuivre agenouillés</w:t>
      </w:r>
      <w:r w:rsidR="00276CCE">
        <w:t xml:space="preserve">, </w:t>
      </w:r>
      <w:r w:rsidRPr="00DA4E77">
        <w:t>dos à dos</w:t>
      </w:r>
      <w:r w:rsidR="00276CCE">
        <w:t xml:space="preserve">, </w:t>
      </w:r>
      <w:r w:rsidRPr="00DA4E77">
        <w:t>et dont les muscles semblent éclater sous l</w:t>
      </w:r>
      <w:r w:rsidR="00276CCE">
        <w:t>’</w:t>
      </w:r>
      <w:r w:rsidRPr="00DA4E77">
        <w:t>effort</w:t>
      </w:r>
      <w:r w:rsidR="00276CCE">
        <w:t xml:space="preserve">. </w:t>
      </w:r>
      <w:r w:rsidRPr="00DA4E77">
        <w:t>Ils symbolisent les guerriers nubiens vaincus dans la Haute-Égypte</w:t>
      </w:r>
      <w:r w:rsidR="00276CCE">
        <w:t xml:space="preserve">. </w:t>
      </w:r>
      <w:r w:rsidRPr="00DA4E77">
        <w:t>Entre les colonnes</w:t>
      </w:r>
      <w:r w:rsidR="00276CCE">
        <w:t xml:space="preserve">, </w:t>
      </w:r>
      <w:r w:rsidRPr="00DA4E77">
        <w:t xml:space="preserve">dans de grands vases de terre </w:t>
      </w:r>
      <w:r w:rsidRPr="00DA4E77">
        <w:lastRenderedPageBreak/>
        <w:t>vernie</w:t>
      </w:r>
      <w:r w:rsidR="00276CCE">
        <w:t xml:space="preserve">, </w:t>
      </w:r>
      <w:r w:rsidRPr="00DA4E77">
        <w:t>jaillissent des palmiers aux larges feuilles</w:t>
      </w:r>
      <w:r w:rsidR="00276CCE">
        <w:t xml:space="preserve">, </w:t>
      </w:r>
      <w:r w:rsidRPr="00DA4E77">
        <w:t>tandis que s</w:t>
      </w:r>
      <w:r w:rsidR="00276CCE">
        <w:t>’</w:t>
      </w:r>
      <w:r w:rsidRPr="00DA4E77">
        <w:t>étendent des sphinx en granit rouge</w:t>
      </w:r>
      <w:r w:rsidR="00276CCE">
        <w:t xml:space="preserve">, </w:t>
      </w:r>
      <w:r w:rsidRPr="00DA4E77">
        <w:t>sans ailes</w:t>
      </w:r>
      <w:r w:rsidR="00276CCE">
        <w:t xml:space="preserve">, </w:t>
      </w:r>
      <w:r w:rsidRPr="00DA4E77">
        <w:t>aux têtes de femmes</w:t>
      </w:r>
      <w:r w:rsidR="00276CCE">
        <w:t xml:space="preserve">, </w:t>
      </w:r>
      <w:r w:rsidRPr="00DA4E77">
        <w:t>les griffes en avant</w:t>
      </w:r>
      <w:r w:rsidR="00276CCE">
        <w:t xml:space="preserve">. </w:t>
      </w:r>
      <w:r w:rsidRPr="00DA4E77">
        <w:t>Un bassin de jaspe éclaire de vifs reflets le centre de cette forêt immobile</w:t>
      </w:r>
      <w:r w:rsidR="00276CCE">
        <w:t xml:space="preserve">, </w:t>
      </w:r>
      <w:r w:rsidRPr="00DA4E77">
        <w:t>et</w:t>
      </w:r>
      <w:r w:rsidR="00276CCE">
        <w:t xml:space="preserve">, </w:t>
      </w:r>
      <w:r w:rsidRPr="00DA4E77">
        <w:t>autour du bassin</w:t>
      </w:r>
      <w:r w:rsidR="00276CCE">
        <w:t xml:space="preserve">, </w:t>
      </w:r>
      <w:r w:rsidRPr="00DA4E77">
        <w:t>des crocodiles en bronze vert répandent l</w:t>
      </w:r>
      <w:r w:rsidR="00276CCE">
        <w:t>’</w:t>
      </w:r>
      <w:r w:rsidRPr="00DA4E77">
        <w:t>eau qui chante en jets réguliers</w:t>
      </w:r>
      <w:r w:rsidR="00276CCE">
        <w:t xml:space="preserve">. </w:t>
      </w:r>
      <w:r w:rsidRPr="00DA4E77">
        <w:t xml:space="preserve">Et comme </w:t>
      </w:r>
      <w:proofErr w:type="spellStart"/>
      <w:r w:rsidRPr="00DA4E77">
        <w:t>Hermos</w:t>
      </w:r>
      <w:proofErr w:type="spellEnd"/>
      <w:r w:rsidRPr="00DA4E77">
        <w:t xml:space="preserve"> s</w:t>
      </w:r>
      <w:r w:rsidR="00276CCE">
        <w:t>’</w:t>
      </w:r>
      <w:r w:rsidRPr="00DA4E77">
        <w:t>arrête à chaque découverte</w:t>
      </w:r>
      <w:r w:rsidR="00276CCE">
        <w:t> :</w:t>
      </w:r>
    </w:p>
    <w:p w14:paraId="7F480478" w14:textId="77777777" w:rsidR="00276CCE" w:rsidRDefault="00276CCE" w:rsidP="002A4158">
      <w:r>
        <w:t>— </w:t>
      </w:r>
      <w:r w:rsidR="002A4158" w:rsidRPr="00DA4E77">
        <w:t>Viens</w:t>
      </w:r>
      <w:r>
        <w:t xml:space="preserve">, </w:t>
      </w:r>
      <w:r w:rsidR="002A4158" w:rsidRPr="00DA4E77">
        <w:t>viens</w:t>
      </w:r>
      <w:r>
        <w:t xml:space="preserve">, </w:t>
      </w:r>
      <w:r w:rsidR="002A4158" w:rsidRPr="00DA4E77">
        <w:t xml:space="preserve">dit </w:t>
      </w:r>
      <w:proofErr w:type="spellStart"/>
      <w:r w:rsidR="002A4158" w:rsidRPr="00DA4E77">
        <w:t>Knephao</w:t>
      </w:r>
      <w:proofErr w:type="spellEnd"/>
      <w:r>
        <w:t xml:space="preserve">. </w:t>
      </w:r>
      <w:r w:rsidR="002A4158" w:rsidRPr="00DA4E77">
        <w:t>Voici qui va t</w:t>
      </w:r>
      <w:r>
        <w:t>’</w:t>
      </w:r>
      <w:r w:rsidR="002A4158" w:rsidRPr="00DA4E77">
        <w:t>éveiller d</w:t>
      </w:r>
      <w:r>
        <w:t>’</w:t>
      </w:r>
      <w:r w:rsidR="002A4158" w:rsidRPr="00DA4E77">
        <w:t>autres souvenirs</w:t>
      </w:r>
      <w:r>
        <w:t>.</w:t>
      </w:r>
    </w:p>
    <w:p w14:paraId="23C38727" w14:textId="77777777" w:rsidR="00276CCE" w:rsidRDefault="002A4158" w:rsidP="002A4158">
      <w:r w:rsidRPr="00DA4E77">
        <w:t>Et</w:t>
      </w:r>
      <w:r w:rsidR="00276CCE">
        <w:t xml:space="preserve">, </w:t>
      </w:r>
      <w:r w:rsidRPr="00DA4E77">
        <w:t>contre la large muraille du fond</w:t>
      </w:r>
      <w:r w:rsidR="00276CCE">
        <w:t xml:space="preserve">, </w:t>
      </w:r>
      <w:r w:rsidRPr="00DA4E77">
        <w:t>il montre à l</w:t>
      </w:r>
      <w:r w:rsidR="00276CCE">
        <w:t>’</w:t>
      </w:r>
      <w:r w:rsidRPr="00DA4E77">
        <w:t>Apôtre un panneau d</w:t>
      </w:r>
      <w:r w:rsidR="00276CCE">
        <w:t>’</w:t>
      </w:r>
      <w:r w:rsidRPr="00DA4E77">
        <w:t>argent bruni</w:t>
      </w:r>
      <w:r w:rsidR="00276CCE">
        <w:t xml:space="preserve">, </w:t>
      </w:r>
      <w:r w:rsidRPr="00DA4E77">
        <w:t>de toute la hauteur de la salle</w:t>
      </w:r>
      <w:r w:rsidR="00276CCE">
        <w:t xml:space="preserve">, </w:t>
      </w:r>
      <w:r w:rsidRPr="00DA4E77">
        <w:t>où</w:t>
      </w:r>
      <w:r w:rsidR="00276CCE">
        <w:t xml:space="preserve">, </w:t>
      </w:r>
      <w:r w:rsidRPr="00DA4E77">
        <w:t>en figures de grandeur naturelle</w:t>
      </w:r>
      <w:r w:rsidR="00276CCE">
        <w:t xml:space="preserve">, </w:t>
      </w:r>
      <w:r w:rsidRPr="00DA4E77">
        <w:t>les artistes de l</w:t>
      </w:r>
      <w:r w:rsidR="00276CCE">
        <w:t>’</w:t>
      </w:r>
      <w:r w:rsidRPr="00DA4E77">
        <w:t>Île de Pourpre ont fait revivre avec orgueil les hauts faits des Atlantes sur la terre d</w:t>
      </w:r>
      <w:r w:rsidR="00276CCE">
        <w:t>’</w:t>
      </w:r>
      <w:r w:rsidRPr="00DA4E77">
        <w:t>Égypte</w:t>
      </w:r>
      <w:r w:rsidR="00276CCE">
        <w:t>.</w:t>
      </w:r>
    </w:p>
    <w:p w14:paraId="5DC1BAED" w14:textId="77777777" w:rsidR="00276CCE" w:rsidRDefault="00276CCE" w:rsidP="002A4158">
      <w:r>
        <w:t>— </w:t>
      </w:r>
      <w:r w:rsidR="002A4158" w:rsidRPr="00DA4E77">
        <w:t>Les admirables sculptures</w:t>
      </w:r>
      <w:r>
        <w:t xml:space="preserve"> ! </w:t>
      </w:r>
      <w:r w:rsidR="002A4158" w:rsidRPr="00DA4E77">
        <w:t>s</w:t>
      </w:r>
      <w:r>
        <w:t>’</w:t>
      </w:r>
      <w:r w:rsidR="002A4158" w:rsidRPr="00DA4E77">
        <w:t xml:space="preserve">écrie </w:t>
      </w:r>
      <w:proofErr w:type="spellStart"/>
      <w:r w:rsidR="002A4158" w:rsidRPr="00DA4E77">
        <w:t>Hermos</w:t>
      </w:r>
      <w:proofErr w:type="spellEnd"/>
      <w:r>
        <w:t xml:space="preserve">. </w:t>
      </w:r>
      <w:r w:rsidR="002A4158" w:rsidRPr="00DA4E77">
        <w:t>Mais c</w:t>
      </w:r>
      <w:r>
        <w:t>’</w:t>
      </w:r>
      <w:r w:rsidR="002A4158" w:rsidRPr="00DA4E77">
        <w:t>est nous-mêmes</w:t>
      </w:r>
      <w:r>
        <w:t xml:space="preserve">, </w:t>
      </w:r>
      <w:proofErr w:type="spellStart"/>
      <w:r w:rsidR="002A4158" w:rsidRPr="00DA4E77">
        <w:t>Knephao</w:t>
      </w:r>
      <w:proofErr w:type="spellEnd"/>
      <w:r>
        <w:t xml:space="preserve">, </w:t>
      </w:r>
      <w:r w:rsidR="002A4158" w:rsidRPr="00DA4E77">
        <w:t>te souviens-tu</w:t>
      </w:r>
      <w:r>
        <w:t> ?</w:t>
      </w:r>
    </w:p>
    <w:p w14:paraId="14312E06" w14:textId="77777777" w:rsidR="00276CCE" w:rsidRDefault="002A4158" w:rsidP="002A4158">
      <w:r w:rsidRPr="00DA4E77">
        <w:t>Et il touche du doigt</w:t>
      </w:r>
      <w:r w:rsidR="00276CCE">
        <w:t xml:space="preserve">, </w:t>
      </w:r>
      <w:r w:rsidRPr="00DA4E77">
        <w:t>sur le métal</w:t>
      </w:r>
      <w:r w:rsidR="00276CCE">
        <w:t xml:space="preserve">, </w:t>
      </w:r>
      <w:r w:rsidRPr="00DA4E77">
        <w:t>la figure en relief d</w:t>
      </w:r>
      <w:r w:rsidR="00276CCE">
        <w:t>’</w:t>
      </w:r>
      <w:r w:rsidRPr="00DA4E77">
        <w:t>un éphèbe jouant de la lyre</w:t>
      </w:r>
      <w:r w:rsidR="00276CCE">
        <w:t>.</w:t>
      </w:r>
    </w:p>
    <w:p w14:paraId="7239D0DA" w14:textId="77777777" w:rsidR="00276CCE" w:rsidRDefault="00276CCE" w:rsidP="002A4158">
      <w:r>
        <w:t>— </w:t>
      </w:r>
      <w:r w:rsidR="002A4158" w:rsidRPr="00DA4E77">
        <w:t>Tiens</w:t>
      </w:r>
      <w:r>
        <w:t xml:space="preserve">, </w:t>
      </w:r>
      <w:r w:rsidR="002A4158" w:rsidRPr="00DA4E77">
        <w:t>regarde</w:t>
      </w:r>
      <w:r>
        <w:t xml:space="preserve">, </w:t>
      </w:r>
      <w:r w:rsidR="002A4158" w:rsidRPr="00DA4E77">
        <w:t>me voici précédant mon père et chantant un hymne à la gloire du Sphinx qu</w:t>
      </w:r>
      <w:r>
        <w:t>’</w:t>
      </w:r>
      <w:r w:rsidR="002A4158" w:rsidRPr="00DA4E77">
        <w:t>on voit se dresser à l</w:t>
      </w:r>
      <w:r>
        <w:t>’</w:t>
      </w:r>
      <w:r w:rsidR="002A4158" w:rsidRPr="00DA4E77">
        <w:t>horizon</w:t>
      </w:r>
      <w:r>
        <w:t>.</w:t>
      </w:r>
    </w:p>
    <w:p w14:paraId="4E549D75" w14:textId="77777777" w:rsidR="00276CCE" w:rsidRDefault="00276CCE" w:rsidP="002A4158">
      <w:r>
        <w:t>— </w:t>
      </w:r>
      <w:r w:rsidR="002A4158" w:rsidRPr="00DA4E77">
        <w:t>Quel beau voyage</w:t>
      </w:r>
      <w:r>
        <w:t xml:space="preserve">, </w:t>
      </w:r>
      <w:proofErr w:type="spellStart"/>
      <w:r w:rsidR="002A4158" w:rsidRPr="00DA4E77">
        <w:t>Hermos</w:t>
      </w:r>
      <w:proofErr w:type="spellEnd"/>
      <w:r>
        <w:t xml:space="preserve"> ! </w:t>
      </w:r>
      <w:r w:rsidR="002A4158" w:rsidRPr="00DA4E77">
        <w:t>Tout mon cœur</w:t>
      </w:r>
      <w:r>
        <w:t xml:space="preserve">, </w:t>
      </w:r>
      <w:r w:rsidR="002A4158" w:rsidRPr="00DA4E77">
        <w:t>en l</w:t>
      </w:r>
      <w:r>
        <w:t>’</w:t>
      </w:r>
      <w:r w:rsidR="002A4158" w:rsidRPr="00DA4E77">
        <w:t>évoquant</w:t>
      </w:r>
      <w:r>
        <w:t xml:space="preserve">, </w:t>
      </w:r>
      <w:r w:rsidR="002A4158" w:rsidRPr="00DA4E77">
        <w:t>est chaviré dans ma poitrine</w:t>
      </w:r>
      <w:r>
        <w:t xml:space="preserve"> ! </w:t>
      </w:r>
      <w:r w:rsidR="002A4158" w:rsidRPr="00DA4E77">
        <w:t>Que ne puis-je r</w:t>
      </w:r>
      <w:r w:rsidR="002A4158" w:rsidRPr="00DA4E77">
        <w:t>e</w:t>
      </w:r>
      <w:r w:rsidR="002A4158" w:rsidRPr="00DA4E77">
        <w:t>tourner à ce temps de jeunesse où toute la vie rayonnait d</w:t>
      </w:r>
      <w:r>
        <w:t>’</w:t>
      </w:r>
      <w:r w:rsidR="002A4158" w:rsidRPr="00DA4E77">
        <w:t>espoir</w:t>
      </w:r>
      <w:r>
        <w:t>.</w:t>
      </w:r>
    </w:p>
    <w:p w14:paraId="15E4DFAA" w14:textId="77777777" w:rsidR="00276CCE" w:rsidRDefault="00276CCE" w:rsidP="002A4158">
      <w:r>
        <w:t>— </w:t>
      </w:r>
      <w:r w:rsidR="002A4158" w:rsidRPr="00DA4E77">
        <w:t>Qu</w:t>
      </w:r>
      <w:r>
        <w:t>’</w:t>
      </w:r>
      <w:r w:rsidR="002A4158" w:rsidRPr="00DA4E77">
        <w:t>as-tu donc</w:t>
      </w:r>
      <w:r>
        <w:t xml:space="preserve">, </w:t>
      </w:r>
      <w:r w:rsidR="002A4158" w:rsidRPr="00DA4E77">
        <w:t>ami</w:t>
      </w:r>
      <w:r>
        <w:t xml:space="preserve"> ? </w:t>
      </w:r>
      <w:r w:rsidR="002A4158" w:rsidRPr="00DA4E77">
        <w:t>Quelle tristesse dans tes paroles</w:t>
      </w:r>
      <w:r>
        <w:t> ?</w:t>
      </w:r>
    </w:p>
    <w:p w14:paraId="3064F807" w14:textId="77777777" w:rsidR="00276CCE" w:rsidRDefault="002A4158" w:rsidP="002A4158">
      <w:r w:rsidRPr="00DA4E77">
        <w:t xml:space="preserve">Mais </w:t>
      </w:r>
      <w:proofErr w:type="spellStart"/>
      <w:r w:rsidRPr="00DA4E77">
        <w:t>Knephao</w:t>
      </w:r>
      <w:proofErr w:type="spellEnd"/>
      <w:r w:rsidR="00276CCE">
        <w:t xml:space="preserve">, </w:t>
      </w:r>
      <w:r w:rsidRPr="00DA4E77">
        <w:t>s</w:t>
      </w:r>
      <w:r w:rsidR="00276CCE">
        <w:t>’</w:t>
      </w:r>
      <w:r w:rsidRPr="00DA4E77">
        <w:t>adressant aux fantassins de garde</w:t>
      </w:r>
      <w:r w:rsidR="00276CCE">
        <w:t xml:space="preserve">, </w:t>
      </w:r>
      <w:r w:rsidRPr="00DA4E77">
        <w:t>à voix très haute</w:t>
      </w:r>
      <w:r w:rsidR="00276CCE">
        <w:t xml:space="preserve">, </w:t>
      </w:r>
      <w:r w:rsidRPr="00DA4E77">
        <w:t>pour qu</w:t>
      </w:r>
      <w:r w:rsidR="00276CCE">
        <w:t>’</w:t>
      </w:r>
      <w:r w:rsidRPr="00DA4E77">
        <w:t>on l</w:t>
      </w:r>
      <w:r w:rsidR="00276CCE">
        <w:t>’</w:t>
      </w:r>
      <w:r w:rsidRPr="00DA4E77">
        <w:t>entende partout</w:t>
      </w:r>
      <w:r w:rsidR="00276CCE">
        <w:t> :</w:t>
      </w:r>
    </w:p>
    <w:p w14:paraId="0D359A9F" w14:textId="77777777" w:rsidR="00276CCE" w:rsidRDefault="00276CCE" w:rsidP="002A4158">
      <w:r>
        <w:lastRenderedPageBreak/>
        <w:t>— </w:t>
      </w:r>
      <w:r w:rsidR="002A4158" w:rsidRPr="00DA4E77">
        <w:t>Eh là-bas</w:t>
      </w:r>
      <w:r>
        <w:t xml:space="preserve">, </w:t>
      </w:r>
      <w:r w:rsidR="002A4158" w:rsidRPr="00DA4E77">
        <w:t>l</w:t>
      </w:r>
      <w:r>
        <w:t>’</w:t>
      </w:r>
      <w:r w:rsidR="002A4158" w:rsidRPr="00DA4E77">
        <w:t>homme</w:t>
      </w:r>
      <w:r>
        <w:t xml:space="preserve">, </w:t>
      </w:r>
      <w:r w:rsidR="002A4158" w:rsidRPr="00DA4E77">
        <w:t>sais-tu où se trouve</w:t>
      </w:r>
      <w:r>
        <w:t xml:space="preserve">, </w:t>
      </w:r>
      <w:r w:rsidR="002A4158" w:rsidRPr="00DA4E77">
        <w:t xml:space="preserve">au fond du </w:t>
      </w:r>
      <w:r w:rsidR="002A4158" w:rsidRPr="00DA4E77">
        <w:rPr>
          <w:bCs/>
        </w:rPr>
        <w:t>P</w:t>
      </w:r>
      <w:r w:rsidR="002A4158" w:rsidRPr="00DA4E77">
        <w:rPr>
          <w:bCs/>
        </w:rPr>
        <w:t>a</w:t>
      </w:r>
      <w:r w:rsidR="002A4158" w:rsidRPr="00DA4E77">
        <w:rPr>
          <w:bCs/>
        </w:rPr>
        <w:t xml:space="preserve">lais </w:t>
      </w:r>
      <w:r w:rsidR="002A4158" w:rsidRPr="00DA4E77">
        <w:t>quelque chambre solitaire</w:t>
      </w:r>
      <w:r>
        <w:t xml:space="preserve">, </w:t>
      </w:r>
      <w:r w:rsidR="002A4158" w:rsidRPr="00DA4E77">
        <w:t>où nul bruit ne puisse arriver de la ville</w:t>
      </w:r>
      <w:r>
        <w:t xml:space="preserve"> ? </w:t>
      </w:r>
      <w:proofErr w:type="spellStart"/>
      <w:r w:rsidR="002A4158" w:rsidRPr="00DA4E77">
        <w:t>Hermos</w:t>
      </w:r>
      <w:proofErr w:type="spellEnd"/>
      <w:r w:rsidR="002A4158" w:rsidRPr="00DA4E77">
        <w:t xml:space="preserve"> a besoin d</w:t>
      </w:r>
      <w:r>
        <w:t>’</w:t>
      </w:r>
      <w:r w:rsidR="002A4158" w:rsidRPr="00DA4E77">
        <w:t>un repos absolu</w:t>
      </w:r>
      <w:r>
        <w:t>.</w:t>
      </w:r>
    </w:p>
    <w:p w14:paraId="39136304" w14:textId="77777777" w:rsidR="00276CCE" w:rsidRDefault="00276CCE" w:rsidP="002A4158">
      <w:r>
        <w:t>— </w:t>
      </w:r>
      <w:r w:rsidR="002A4158" w:rsidRPr="00DA4E77">
        <w:t>Grand chef</w:t>
      </w:r>
      <w:r>
        <w:t xml:space="preserve">, </w:t>
      </w:r>
      <w:r w:rsidR="002A4158" w:rsidRPr="00DA4E77">
        <w:t>va vers cette porte de bois noir qui nous fait face</w:t>
      </w:r>
      <w:r>
        <w:t xml:space="preserve">. </w:t>
      </w:r>
      <w:r w:rsidR="002A4158" w:rsidRPr="00DA4E77">
        <w:t>D</w:t>
      </w:r>
      <w:r>
        <w:t>’</w:t>
      </w:r>
      <w:r w:rsidR="002A4158" w:rsidRPr="00DA4E77">
        <w:t>ailleurs</w:t>
      </w:r>
      <w:r>
        <w:t xml:space="preserve">, </w:t>
      </w:r>
      <w:r w:rsidR="002A4158" w:rsidRPr="00DA4E77">
        <w:t>je veille</w:t>
      </w:r>
      <w:r>
        <w:t>.</w:t>
      </w:r>
    </w:p>
    <w:p w14:paraId="6BCCABDF" w14:textId="77777777" w:rsidR="00276CCE" w:rsidRDefault="00276CCE" w:rsidP="002A4158">
      <w:r>
        <w:t>— </w:t>
      </w:r>
      <w:r w:rsidR="002A4158" w:rsidRPr="00DA4E77">
        <w:t>Parfait</w:t>
      </w:r>
      <w:r>
        <w:t xml:space="preserve">, </w:t>
      </w:r>
      <w:r w:rsidR="002A4158" w:rsidRPr="00DA4E77">
        <w:t>l</w:t>
      </w:r>
      <w:r>
        <w:t>’</w:t>
      </w:r>
      <w:r w:rsidR="002A4158" w:rsidRPr="00DA4E77">
        <w:t>ami</w:t>
      </w:r>
      <w:r>
        <w:t xml:space="preserve">. </w:t>
      </w:r>
      <w:r w:rsidR="002A4158" w:rsidRPr="00DA4E77">
        <w:t>Je reviens moi-même dans l</w:t>
      </w:r>
      <w:r>
        <w:t>’</w:t>
      </w:r>
      <w:r w:rsidR="002A4158" w:rsidRPr="00DA4E77">
        <w:t>instant</w:t>
      </w:r>
      <w:r>
        <w:t xml:space="preserve">. </w:t>
      </w:r>
      <w:r w:rsidR="002A4158" w:rsidRPr="00DA4E77">
        <w:t>Et que personne n</w:t>
      </w:r>
      <w:r>
        <w:t>’</w:t>
      </w:r>
      <w:r w:rsidR="002A4158" w:rsidRPr="00DA4E77">
        <w:t>entre ici</w:t>
      </w:r>
      <w:r>
        <w:t>.</w:t>
      </w:r>
    </w:p>
    <w:p w14:paraId="309D1EF9" w14:textId="77777777" w:rsidR="00276CCE" w:rsidRDefault="002A4158" w:rsidP="002A4158">
      <w:r w:rsidRPr="00DA4E77">
        <w:t>Puis</w:t>
      </w:r>
      <w:r w:rsidR="00276CCE">
        <w:t xml:space="preserve">, </w:t>
      </w:r>
      <w:r w:rsidRPr="00DA4E77">
        <w:t xml:space="preserve">entraînant </w:t>
      </w:r>
      <w:proofErr w:type="spellStart"/>
      <w:r w:rsidRPr="00DA4E77">
        <w:t>Hermos</w:t>
      </w:r>
      <w:proofErr w:type="spellEnd"/>
      <w:r w:rsidR="00276CCE">
        <w:t xml:space="preserve">, </w:t>
      </w:r>
      <w:r w:rsidRPr="00DA4E77">
        <w:t>le géant murmure à voix basse</w:t>
      </w:r>
      <w:r w:rsidR="00276CCE">
        <w:t> :</w:t>
      </w:r>
    </w:p>
    <w:p w14:paraId="7B5DA1C9" w14:textId="77777777" w:rsidR="00276CCE" w:rsidRDefault="00276CCE" w:rsidP="002A4158">
      <w:r>
        <w:t>— </w:t>
      </w:r>
      <w:r w:rsidR="002A4158" w:rsidRPr="00DA4E77">
        <w:t>C</w:t>
      </w:r>
      <w:r>
        <w:t>’</w:t>
      </w:r>
      <w:r w:rsidR="002A4158" w:rsidRPr="00DA4E77">
        <w:t>est là que je voulais aller</w:t>
      </w:r>
      <w:r>
        <w:t xml:space="preserve">. </w:t>
      </w:r>
      <w:r w:rsidR="002A4158" w:rsidRPr="00DA4E77">
        <w:t>Suis-moi</w:t>
      </w:r>
      <w:r>
        <w:t>.</w:t>
      </w:r>
    </w:p>
    <w:p w14:paraId="7C3B628E" w14:textId="77777777" w:rsidR="00276CCE" w:rsidRDefault="002A4158" w:rsidP="002A4158">
      <w:r w:rsidRPr="00DA4E77">
        <w:t>Et</w:t>
      </w:r>
      <w:r w:rsidR="00276CCE">
        <w:t xml:space="preserve">, </w:t>
      </w:r>
      <w:r w:rsidRPr="00DA4E77">
        <w:t>ayant refermé la porte à verrous</w:t>
      </w:r>
      <w:r w:rsidR="00276CCE">
        <w:t xml:space="preserve">, </w:t>
      </w:r>
      <w:proofErr w:type="spellStart"/>
      <w:r w:rsidRPr="00DA4E77">
        <w:t>Knephao</w:t>
      </w:r>
      <w:proofErr w:type="spellEnd"/>
      <w:r w:rsidRPr="00DA4E77">
        <w:t xml:space="preserve"> entraîne </w:t>
      </w:r>
      <w:proofErr w:type="spellStart"/>
      <w:r w:rsidRPr="00DA4E77">
        <w:t>Hermos</w:t>
      </w:r>
      <w:proofErr w:type="spellEnd"/>
      <w:r w:rsidRPr="00DA4E77">
        <w:t xml:space="preserve"> à travers des corridors souterrains</w:t>
      </w:r>
      <w:r w:rsidR="00276CCE">
        <w:t>.</w:t>
      </w:r>
    </w:p>
    <w:p w14:paraId="0E05E9FE" w14:textId="77777777" w:rsidR="00276CCE" w:rsidRDefault="00276CCE" w:rsidP="002A4158">
      <w:r>
        <w:t>— </w:t>
      </w:r>
      <w:r w:rsidR="002A4158" w:rsidRPr="00DA4E77">
        <w:t>Mais</w:t>
      </w:r>
      <w:r>
        <w:t xml:space="preserve">, </w:t>
      </w:r>
      <w:r w:rsidR="002A4158" w:rsidRPr="00DA4E77">
        <w:t>enfin</w:t>
      </w:r>
      <w:r>
        <w:t xml:space="preserve">, </w:t>
      </w:r>
      <w:r w:rsidR="002A4158" w:rsidRPr="00DA4E77">
        <w:t xml:space="preserve">dit </w:t>
      </w:r>
      <w:proofErr w:type="spellStart"/>
      <w:r w:rsidR="002A4158" w:rsidRPr="00DA4E77">
        <w:t>Hermos</w:t>
      </w:r>
      <w:proofErr w:type="spellEnd"/>
      <w:r>
        <w:t xml:space="preserve">, </w:t>
      </w:r>
      <w:r w:rsidR="002A4158" w:rsidRPr="00DA4E77">
        <w:t>puis-je parler maintenant</w:t>
      </w:r>
      <w:r>
        <w:t xml:space="preserve"> ? </w:t>
      </w:r>
      <w:r w:rsidR="002A4158" w:rsidRPr="00DA4E77">
        <w:t xml:space="preserve">Où </w:t>
      </w:r>
      <w:proofErr w:type="spellStart"/>
      <w:r w:rsidR="002A4158" w:rsidRPr="00DA4E77">
        <w:t>me</w:t>
      </w:r>
      <w:proofErr w:type="spellEnd"/>
      <w:r w:rsidR="002A4158" w:rsidRPr="00DA4E77">
        <w:t xml:space="preserve"> conduis-tu</w:t>
      </w:r>
      <w:r>
        <w:t xml:space="preserve"> ? </w:t>
      </w:r>
      <w:r w:rsidR="002A4158" w:rsidRPr="00DA4E77">
        <w:t>Que veux-tu de moi</w:t>
      </w:r>
      <w:r>
        <w:t xml:space="preserve"> ? </w:t>
      </w:r>
      <w:r w:rsidR="002A4158" w:rsidRPr="00DA4E77">
        <w:t>Que signifient ces allures de mystère</w:t>
      </w:r>
      <w:r>
        <w:t> ?</w:t>
      </w:r>
    </w:p>
    <w:p w14:paraId="3B6F0859" w14:textId="77777777" w:rsidR="00276CCE" w:rsidRDefault="00276CCE" w:rsidP="002A4158">
      <w:r>
        <w:t>— </w:t>
      </w:r>
      <w:r w:rsidR="002A4158" w:rsidRPr="00DA4E77">
        <w:t>Asseyons-nous</w:t>
      </w:r>
      <w:r>
        <w:t xml:space="preserve">, </w:t>
      </w:r>
      <w:proofErr w:type="spellStart"/>
      <w:r w:rsidR="002A4158" w:rsidRPr="00DA4E77">
        <w:t>Hermos</w:t>
      </w:r>
      <w:proofErr w:type="spellEnd"/>
      <w:r>
        <w:t xml:space="preserve">, </w:t>
      </w:r>
      <w:r w:rsidR="002A4158" w:rsidRPr="00DA4E77">
        <w:t>sur le rebord de cette pierre</w:t>
      </w:r>
      <w:r>
        <w:t xml:space="preserve">. </w:t>
      </w:r>
      <w:r w:rsidR="002A4158" w:rsidRPr="00DA4E77">
        <w:t>Il nous reste encore quelques instants avant d</w:t>
      </w:r>
      <w:r>
        <w:t>’</w:t>
      </w:r>
      <w:r w:rsidR="002A4158" w:rsidRPr="00DA4E77">
        <w:t>agir</w:t>
      </w:r>
      <w:r>
        <w:t>.</w:t>
      </w:r>
    </w:p>
    <w:p w14:paraId="6E59A95B" w14:textId="77777777" w:rsidR="00276CCE" w:rsidRDefault="00276CCE" w:rsidP="002A4158">
      <w:r>
        <w:t>— </w:t>
      </w:r>
      <w:r w:rsidR="002A4158" w:rsidRPr="00DA4E77">
        <w:t>Parle</w:t>
      </w:r>
      <w:r>
        <w:t xml:space="preserve">. </w:t>
      </w:r>
      <w:r w:rsidR="002A4158" w:rsidRPr="00DA4E77">
        <w:t>J</w:t>
      </w:r>
      <w:r>
        <w:t>’</w:t>
      </w:r>
      <w:r w:rsidR="002A4158" w:rsidRPr="00DA4E77">
        <w:t>ai hâte de savoir</w:t>
      </w:r>
      <w:r>
        <w:t>.</w:t>
      </w:r>
    </w:p>
    <w:p w14:paraId="54EFE65C" w14:textId="77777777" w:rsidR="00276CCE" w:rsidRDefault="00276CCE" w:rsidP="002A4158">
      <w:r>
        <w:t>— </w:t>
      </w:r>
      <w:r w:rsidR="002A4158" w:rsidRPr="00DA4E77">
        <w:t>Je n</w:t>
      </w:r>
      <w:r>
        <w:t>’</w:t>
      </w:r>
      <w:r w:rsidR="002A4158" w:rsidRPr="00DA4E77">
        <w:t>ai pas besoin de te dire combien les Égyptiens a</w:t>
      </w:r>
      <w:r w:rsidR="002A4158" w:rsidRPr="00DA4E77">
        <w:t>i</w:t>
      </w:r>
      <w:r w:rsidR="002A4158" w:rsidRPr="00DA4E77">
        <w:t>ment Atlantis</w:t>
      </w:r>
      <w:r>
        <w:t xml:space="preserve">. </w:t>
      </w:r>
      <w:r w:rsidR="002A4158" w:rsidRPr="00DA4E77">
        <w:t>Toutes les autres nations du monde</w:t>
      </w:r>
      <w:r>
        <w:t xml:space="preserve">, </w:t>
      </w:r>
      <w:r w:rsidR="002A4158" w:rsidRPr="00DA4E77">
        <w:t>vous les avez vaincues</w:t>
      </w:r>
      <w:r>
        <w:t xml:space="preserve"> ; </w:t>
      </w:r>
      <w:r w:rsidR="002A4158" w:rsidRPr="00DA4E77">
        <w:t>la nôtre</w:t>
      </w:r>
      <w:r>
        <w:t xml:space="preserve">, </w:t>
      </w:r>
      <w:r w:rsidR="002A4158" w:rsidRPr="00DA4E77">
        <w:t>vous l</w:t>
      </w:r>
      <w:r>
        <w:t>’</w:t>
      </w:r>
      <w:r w:rsidR="002A4158" w:rsidRPr="00DA4E77">
        <w:t>avez enfantée</w:t>
      </w:r>
      <w:r>
        <w:t xml:space="preserve">. </w:t>
      </w:r>
      <w:r w:rsidR="002A4158" w:rsidRPr="00DA4E77">
        <w:t>Nos pères sont partis de la Grande-Île</w:t>
      </w:r>
      <w:r>
        <w:t xml:space="preserve">, </w:t>
      </w:r>
      <w:r w:rsidR="002A4158" w:rsidRPr="00DA4E77">
        <w:t>baignée par l</w:t>
      </w:r>
      <w:r>
        <w:t>’</w:t>
      </w:r>
      <w:r w:rsidR="002A4158" w:rsidRPr="00DA4E77">
        <w:t>océan Atlantique</w:t>
      </w:r>
      <w:r>
        <w:t xml:space="preserve">, </w:t>
      </w:r>
      <w:r w:rsidR="002A4158" w:rsidRPr="00DA4E77">
        <w:t>pour a</w:t>
      </w:r>
      <w:r w:rsidR="002A4158" w:rsidRPr="00DA4E77">
        <w:t>l</w:t>
      </w:r>
      <w:r w:rsidR="002A4158" w:rsidRPr="00DA4E77">
        <w:t>ler coloniser notre jeune terre</w:t>
      </w:r>
      <w:r>
        <w:t xml:space="preserve">. </w:t>
      </w:r>
      <w:r w:rsidR="002A4158" w:rsidRPr="00DA4E77">
        <w:t>Des Phrygiens</w:t>
      </w:r>
      <w:r>
        <w:t xml:space="preserve">, </w:t>
      </w:r>
      <w:r w:rsidR="002A4158" w:rsidRPr="00DA4E77">
        <w:t>des Scythes</w:t>
      </w:r>
      <w:r>
        <w:t xml:space="preserve">, </w:t>
      </w:r>
      <w:r w:rsidR="002A4158" w:rsidRPr="00DA4E77">
        <w:t>des Gaëls</w:t>
      </w:r>
      <w:r>
        <w:t xml:space="preserve">, </w:t>
      </w:r>
      <w:r w:rsidR="002A4158" w:rsidRPr="00DA4E77">
        <w:t>des Ibères</w:t>
      </w:r>
      <w:r>
        <w:t xml:space="preserve">, </w:t>
      </w:r>
      <w:r w:rsidR="002A4158" w:rsidRPr="00DA4E77">
        <w:t xml:space="preserve">des Tyrrhéniens ou des </w:t>
      </w:r>
      <w:proofErr w:type="spellStart"/>
      <w:r w:rsidR="002A4158" w:rsidRPr="00DA4E77">
        <w:t>Guitchos</w:t>
      </w:r>
      <w:proofErr w:type="spellEnd"/>
      <w:r w:rsidR="002A4158" w:rsidRPr="00DA4E77">
        <w:t xml:space="preserve"> et de tous vos tributaires du vaste monde</w:t>
      </w:r>
      <w:r>
        <w:t xml:space="preserve">, </w:t>
      </w:r>
      <w:r w:rsidR="002A4158" w:rsidRPr="00DA4E77">
        <w:t>n</w:t>
      </w:r>
      <w:r>
        <w:t>’</w:t>
      </w:r>
      <w:r w:rsidR="002A4158" w:rsidRPr="00DA4E77">
        <w:t>attendez qu</w:t>
      </w:r>
      <w:r>
        <w:t>’</w:t>
      </w:r>
      <w:r w:rsidR="002A4158" w:rsidRPr="00DA4E77">
        <w:t>obéissance</w:t>
      </w:r>
      <w:r>
        <w:t xml:space="preserve">. </w:t>
      </w:r>
      <w:r w:rsidR="002A4158" w:rsidRPr="00DA4E77">
        <w:t>De nous</w:t>
      </w:r>
      <w:r>
        <w:t xml:space="preserve">, </w:t>
      </w:r>
      <w:r w:rsidR="002A4158" w:rsidRPr="00DA4E77">
        <w:t>espérez tout amour</w:t>
      </w:r>
      <w:r>
        <w:t xml:space="preserve">. </w:t>
      </w:r>
      <w:r w:rsidR="002A4158" w:rsidRPr="00DA4E77">
        <w:t>Voilà pour le peuple</w:t>
      </w:r>
      <w:r>
        <w:t xml:space="preserve">. </w:t>
      </w:r>
      <w:r w:rsidR="002A4158" w:rsidRPr="00DA4E77">
        <w:t>Pour moi</w:t>
      </w:r>
      <w:r>
        <w:t xml:space="preserve">, </w:t>
      </w:r>
      <w:proofErr w:type="spellStart"/>
      <w:r w:rsidR="002A4158" w:rsidRPr="00DA4E77">
        <w:t>He</w:t>
      </w:r>
      <w:r w:rsidR="002A4158" w:rsidRPr="00DA4E77">
        <w:t>r</w:t>
      </w:r>
      <w:r w:rsidR="002A4158" w:rsidRPr="00DA4E77">
        <w:t>mos</w:t>
      </w:r>
      <w:proofErr w:type="spellEnd"/>
      <w:r>
        <w:t xml:space="preserve">, </w:t>
      </w:r>
      <w:r w:rsidR="002A4158" w:rsidRPr="00DA4E77">
        <w:t>toute ma vie</w:t>
      </w:r>
      <w:r>
        <w:t xml:space="preserve">, </w:t>
      </w:r>
      <w:r w:rsidR="002A4158" w:rsidRPr="00DA4E77">
        <w:t>je l</w:t>
      </w:r>
      <w:r>
        <w:t>’</w:t>
      </w:r>
      <w:r w:rsidR="002A4158" w:rsidRPr="00DA4E77">
        <w:t>ai vouée à la gloire de la Cité-Reine</w:t>
      </w:r>
      <w:r>
        <w:t xml:space="preserve">. </w:t>
      </w:r>
      <w:r w:rsidR="002A4158" w:rsidRPr="00DA4E77">
        <w:t>E</w:t>
      </w:r>
      <w:r w:rsidR="002A4158" w:rsidRPr="00DA4E77">
        <w:t>n</w:t>
      </w:r>
      <w:r w:rsidR="002A4158" w:rsidRPr="00DA4E77">
        <w:t>fant</w:t>
      </w:r>
      <w:r>
        <w:t xml:space="preserve">, </w:t>
      </w:r>
      <w:r w:rsidR="002A4158" w:rsidRPr="00DA4E77">
        <w:t>près des cataractes d</w:t>
      </w:r>
      <w:r>
        <w:t>’</w:t>
      </w:r>
      <w:proofErr w:type="spellStart"/>
      <w:r w:rsidR="002A4158" w:rsidRPr="00DA4E77">
        <w:t>Abôo</w:t>
      </w:r>
      <w:proofErr w:type="spellEnd"/>
      <w:r>
        <w:t xml:space="preserve">, </w:t>
      </w:r>
      <w:r w:rsidR="002A4158" w:rsidRPr="00DA4E77">
        <w:t>j</w:t>
      </w:r>
      <w:r>
        <w:t>’</w:t>
      </w:r>
      <w:r w:rsidR="002A4158" w:rsidRPr="00DA4E77">
        <w:t xml:space="preserve">aidais mon père et les frères de mon père à défendre le Nil contre la rage </w:t>
      </w:r>
      <w:r w:rsidR="002A4158" w:rsidRPr="00DA4E77">
        <w:lastRenderedPageBreak/>
        <w:t>des hommes noirs</w:t>
      </w:r>
      <w:r>
        <w:t xml:space="preserve">. </w:t>
      </w:r>
      <w:r w:rsidR="002A4158" w:rsidRPr="00DA4E77">
        <w:t>Et le soir</w:t>
      </w:r>
      <w:r>
        <w:t xml:space="preserve">, </w:t>
      </w:r>
      <w:r w:rsidR="002A4158" w:rsidRPr="00DA4E77">
        <w:t>comme récompense</w:t>
      </w:r>
      <w:r>
        <w:t xml:space="preserve">, </w:t>
      </w:r>
      <w:r w:rsidR="002A4158" w:rsidRPr="00DA4E77">
        <w:t>mon bisaïeul</w:t>
      </w:r>
      <w:r>
        <w:t xml:space="preserve">, </w:t>
      </w:r>
      <w:r w:rsidR="002A4158" w:rsidRPr="00DA4E77">
        <w:t>parti tout jeune d</w:t>
      </w:r>
      <w:r>
        <w:t>’</w:t>
      </w:r>
      <w:r w:rsidR="002A4158" w:rsidRPr="00DA4E77">
        <w:t>Atlantis</w:t>
      </w:r>
      <w:r>
        <w:t xml:space="preserve">, </w:t>
      </w:r>
      <w:r w:rsidR="002A4158" w:rsidRPr="00DA4E77">
        <w:t>me racontait les éblouissements de la Ville-Unique</w:t>
      </w:r>
      <w:r>
        <w:t xml:space="preserve">. </w:t>
      </w:r>
      <w:r w:rsidR="002A4158" w:rsidRPr="00DA4E77">
        <w:t>Enfin</w:t>
      </w:r>
      <w:r>
        <w:t xml:space="preserve">, </w:t>
      </w:r>
      <w:r w:rsidR="002A4158" w:rsidRPr="00DA4E77">
        <w:t>il me fut donné de voir la Cité de mon dernier amour</w:t>
      </w:r>
      <w:r>
        <w:t xml:space="preserve"> ! </w:t>
      </w:r>
      <w:r w:rsidR="002A4158" w:rsidRPr="00DA4E77">
        <w:t>Il y a cinq ans</w:t>
      </w:r>
      <w:r>
        <w:t xml:space="preserve">, </w:t>
      </w:r>
      <w:r w:rsidR="002A4158" w:rsidRPr="00DA4E77">
        <w:t>quand Abydos mourut</w:t>
      </w:r>
      <w:r>
        <w:t xml:space="preserve">, </w:t>
      </w:r>
      <w:proofErr w:type="spellStart"/>
      <w:r w:rsidR="002A4158" w:rsidRPr="00DA4E77">
        <w:t>Hellas</w:t>
      </w:r>
      <w:proofErr w:type="spellEnd"/>
      <w:r>
        <w:t xml:space="preserve">, </w:t>
      </w:r>
      <w:r w:rsidR="002A4158" w:rsidRPr="00DA4E77">
        <w:t xml:space="preserve">le héros </w:t>
      </w:r>
      <w:proofErr w:type="spellStart"/>
      <w:r w:rsidR="002A4158" w:rsidRPr="00DA4E77">
        <w:t>Hellas</w:t>
      </w:r>
      <w:proofErr w:type="spellEnd"/>
      <w:r>
        <w:t xml:space="preserve">, </w:t>
      </w:r>
      <w:r w:rsidR="002A4158" w:rsidRPr="00DA4E77">
        <w:t>ton ami et mon maître</w:t>
      </w:r>
      <w:r>
        <w:t>…</w:t>
      </w:r>
    </w:p>
    <w:p w14:paraId="502548B5" w14:textId="77777777" w:rsidR="00276CCE" w:rsidRDefault="00276CCE" w:rsidP="002A4158">
      <w:r>
        <w:t>— </w:t>
      </w:r>
      <w:r w:rsidR="002A4158" w:rsidRPr="00DA4E77">
        <w:t>Mon maître</w:t>
      </w:r>
      <w:r>
        <w:t xml:space="preserve">, </w:t>
      </w:r>
      <w:r w:rsidR="002A4158" w:rsidRPr="00DA4E77">
        <w:t>aussi</w:t>
      </w:r>
      <w:r>
        <w:t> !</w:t>
      </w:r>
    </w:p>
    <w:p w14:paraId="131255A3" w14:textId="77777777" w:rsidR="00276CCE" w:rsidRDefault="00276CCE" w:rsidP="002A4158">
      <w:r>
        <w:t>— </w:t>
      </w:r>
      <w:proofErr w:type="spellStart"/>
      <w:r w:rsidR="002A4158" w:rsidRPr="00DA4E77">
        <w:t>Hellas</w:t>
      </w:r>
      <w:proofErr w:type="spellEnd"/>
      <w:r w:rsidR="002A4158" w:rsidRPr="00DA4E77">
        <w:t xml:space="preserve"> donc</w:t>
      </w:r>
      <w:r>
        <w:t xml:space="preserve">, </w:t>
      </w:r>
      <w:r w:rsidR="002A4158" w:rsidRPr="00DA4E77">
        <w:t>devenu Prince des Apôtres</w:t>
      </w:r>
      <w:r>
        <w:t xml:space="preserve">, </w:t>
      </w:r>
      <w:r w:rsidR="002A4158" w:rsidRPr="00DA4E77">
        <w:t>m</w:t>
      </w:r>
      <w:r>
        <w:t>’</w:t>
      </w:r>
      <w:r w:rsidR="002A4158" w:rsidRPr="00DA4E77">
        <w:t>appela près de lui</w:t>
      </w:r>
      <w:r>
        <w:t xml:space="preserve">, </w:t>
      </w:r>
      <w:r w:rsidR="002A4158" w:rsidRPr="00DA4E77">
        <w:t>et j</w:t>
      </w:r>
      <w:r>
        <w:t>’</w:t>
      </w:r>
      <w:r w:rsidR="002A4158" w:rsidRPr="00DA4E77">
        <w:t>arrivai</w:t>
      </w:r>
      <w:r>
        <w:t xml:space="preserve">, </w:t>
      </w:r>
      <w:r w:rsidR="002A4158" w:rsidRPr="00DA4E77">
        <w:t>par un beau matin de printemps</w:t>
      </w:r>
      <w:r>
        <w:t xml:space="preserve">, </w:t>
      </w:r>
      <w:r w:rsidR="002A4158" w:rsidRPr="00DA4E77">
        <w:t>au moment juste où le soleil levant faisait resplendir les ailes d</w:t>
      </w:r>
      <w:r>
        <w:t>’</w:t>
      </w:r>
      <w:r w:rsidR="002A4158" w:rsidRPr="00DA4E77">
        <w:t>or du Sphinx</w:t>
      </w:r>
      <w:r>
        <w:t xml:space="preserve">. </w:t>
      </w:r>
      <w:r w:rsidR="002A4158" w:rsidRPr="00DA4E77">
        <w:t>Quel émoi</w:t>
      </w:r>
      <w:r>
        <w:t xml:space="preserve"> ! </w:t>
      </w:r>
      <w:r w:rsidR="002A4158" w:rsidRPr="00DA4E77">
        <w:t>Je vis d</w:t>
      </w:r>
      <w:r>
        <w:t>’</w:t>
      </w:r>
      <w:r w:rsidR="002A4158" w:rsidRPr="00DA4E77">
        <w:t>abord vers l</w:t>
      </w:r>
      <w:r>
        <w:t>’</w:t>
      </w:r>
      <w:r w:rsidR="002A4158" w:rsidRPr="00DA4E77">
        <w:t xml:space="preserve">horizon se dresser le mont de </w:t>
      </w:r>
      <w:proofErr w:type="spellStart"/>
      <w:r w:rsidR="002A4158" w:rsidRPr="00DA4E77">
        <w:t>Manou</w:t>
      </w:r>
      <w:proofErr w:type="spellEnd"/>
      <w:r w:rsidR="002A4158" w:rsidRPr="00DA4E77">
        <w:t xml:space="preserve"> avec son grand lac artificiel</w:t>
      </w:r>
      <w:r>
        <w:t xml:space="preserve">, </w:t>
      </w:r>
      <w:r w:rsidR="002A4158" w:rsidRPr="00DA4E77">
        <w:t>d</w:t>
      </w:r>
      <w:r>
        <w:t>’</w:t>
      </w:r>
      <w:r w:rsidR="002A4158" w:rsidRPr="00DA4E77">
        <w:t>où l</w:t>
      </w:r>
      <w:r>
        <w:t>’</w:t>
      </w:r>
      <w:r w:rsidR="002A4158" w:rsidRPr="00DA4E77">
        <w:t>eau</w:t>
      </w:r>
      <w:r>
        <w:t xml:space="preserve">, </w:t>
      </w:r>
      <w:r w:rsidR="002A4158" w:rsidRPr="00DA4E77">
        <w:t>sans cesse renouvelée</w:t>
      </w:r>
      <w:r>
        <w:t xml:space="preserve">, </w:t>
      </w:r>
      <w:r w:rsidR="002A4158" w:rsidRPr="00DA4E77">
        <w:t>s</w:t>
      </w:r>
      <w:r>
        <w:t>’</w:t>
      </w:r>
      <w:r w:rsidR="002A4158" w:rsidRPr="00DA4E77">
        <w:t>épandait dans la ville en ruisseaux de l</w:t>
      </w:r>
      <w:r w:rsidR="002A4158" w:rsidRPr="00DA4E77">
        <w:t>u</w:t>
      </w:r>
      <w:r w:rsidR="002A4158" w:rsidRPr="00DA4E77">
        <w:t>mière</w:t>
      </w:r>
      <w:r>
        <w:t xml:space="preserve">. </w:t>
      </w:r>
      <w:r w:rsidR="002A4158" w:rsidRPr="00DA4E77">
        <w:t>Et il me sembla que les sept bras immenses des pre</w:t>
      </w:r>
      <w:r w:rsidR="002A4158" w:rsidRPr="00DA4E77">
        <w:t>s</w:t>
      </w:r>
      <w:r w:rsidR="002A4158" w:rsidRPr="00DA4E77">
        <w:t>qu</w:t>
      </w:r>
      <w:r>
        <w:t>’</w:t>
      </w:r>
      <w:r w:rsidR="002A4158" w:rsidRPr="00DA4E77">
        <w:t>îles s</w:t>
      </w:r>
      <w:r>
        <w:t>’</w:t>
      </w:r>
      <w:r w:rsidR="002A4158" w:rsidRPr="00DA4E77">
        <w:t>élançaient dans la mer pour m</w:t>
      </w:r>
      <w:r>
        <w:t>’</w:t>
      </w:r>
      <w:r w:rsidR="002A4158" w:rsidRPr="00DA4E77">
        <w:t>enlacer</w:t>
      </w:r>
      <w:r>
        <w:t xml:space="preserve">. </w:t>
      </w:r>
      <w:r w:rsidR="002A4158" w:rsidRPr="00DA4E77">
        <w:t>Si bien que je tombai à genoux</w:t>
      </w:r>
      <w:r>
        <w:t xml:space="preserve">, </w:t>
      </w:r>
      <w:r w:rsidR="002A4158" w:rsidRPr="00DA4E77">
        <w:t>oui</w:t>
      </w:r>
      <w:r>
        <w:t xml:space="preserve">, </w:t>
      </w:r>
      <w:r w:rsidR="002A4158" w:rsidRPr="00DA4E77">
        <w:t>à genoux</w:t>
      </w:r>
      <w:r>
        <w:t xml:space="preserve">, </w:t>
      </w:r>
      <w:r w:rsidR="002A4158" w:rsidRPr="00DA4E77">
        <w:t>comme un jeune amoureux</w:t>
      </w:r>
      <w:r>
        <w:t xml:space="preserve">. </w:t>
      </w:r>
      <w:r w:rsidR="002A4158" w:rsidRPr="00DA4E77">
        <w:t>Et j</w:t>
      </w:r>
      <w:r>
        <w:t>’</w:t>
      </w:r>
      <w:r w:rsidR="002A4158" w:rsidRPr="00DA4E77">
        <w:t>avais</w:t>
      </w:r>
      <w:r>
        <w:t xml:space="preserve">, </w:t>
      </w:r>
      <w:r w:rsidR="002A4158" w:rsidRPr="00DA4E77">
        <w:t>en effet</w:t>
      </w:r>
      <w:r>
        <w:t xml:space="preserve">, </w:t>
      </w:r>
      <w:r w:rsidR="002A4158" w:rsidRPr="00DA4E77">
        <w:t>toutes les illusions sans taches du premier amour</w:t>
      </w:r>
      <w:r>
        <w:t xml:space="preserve">. </w:t>
      </w:r>
      <w:r w:rsidR="002A4158" w:rsidRPr="00DA4E77">
        <w:t>Que ne les ai-je gardées</w:t>
      </w:r>
      <w:r>
        <w:t> ?</w:t>
      </w:r>
    </w:p>
    <w:p w14:paraId="663C43F9" w14:textId="77777777" w:rsidR="00276CCE" w:rsidRDefault="00276CCE" w:rsidP="002A4158">
      <w:r>
        <w:t>— </w:t>
      </w:r>
      <w:r w:rsidR="002A4158" w:rsidRPr="00DA4E77">
        <w:t>Mais qu</w:t>
      </w:r>
      <w:r>
        <w:t>’</w:t>
      </w:r>
      <w:r w:rsidR="002A4158" w:rsidRPr="00DA4E77">
        <w:t>arrive-t-il</w:t>
      </w:r>
      <w:r>
        <w:t xml:space="preserve">, </w:t>
      </w:r>
      <w:proofErr w:type="spellStart"/>
      <w:r w:rsidR="002A4158" w:rsidRPr="00DA4E77">
        <w:t>Knephao</w:t>
      </w:r>
      <w:proofErr w:type="spellEnd"/>
      <w:r>
        <w:t xml:space="preserve"> ? </w:t>
      </w:r>
      <w:r w:rsidR="002A4158" w:rsidRPr="00DA4E77">
        <w:t>Comme tu parais ému</w:t>
      </w:r>
      <w:r>
        <w:t xml:space="preserve"> ! </w:t>
      </w:r>
      <w:r w:rsidR="002A4158" w:rsidRPr="00DA4E77">
        <w:t>Toi que n</w:t>
      </w:r>
      <w:r>
        <w:t>’</w:t>
      </w:r>
      <w:r w:rsidR="002A4158" w:rsidRPr="00DA4E77">
        <w:t>ont fait trembler ni les fureurs des hommes ni les tempêtes de la mer</w:t>
      </w:r>
      <w:r>
        <w:t xml:space="preserve">, </w:t>
      </w:r>
      <w:r w:rsidR="002A4158" w:rsidRPr="00DA4E77">
        <w:t>on dirait que tu as peur</w:t>
      </w:r>
      <w:r>
        <w:t> ?</w:t>
      </w:r>
    </w:p>
    <w:p w14:paraId="30EA348A" w14:textId="77777777" w:rsidR="00276CCE" w:rsidRDefault="00276CCE" w:rsidP="002A4158">
      <w:r>
        <w:t>— </w:t>
      </w:r>
      <w:r w:rsidR="002A4158" w:rsidRPr="00DA4E77">
        <w:t>Peur</w:t>
      </w:r>
      <w:r>
        <w:t xml:space="preserve"> ! </w:t>
      </w:r>
      <w:r w:rsidR="002A4158" w:rsidRPr="00DA4E77">
        <w:t>Oui</w:t>
      </w:r>
      <w:r>
        <w:t xml:space="preserve">, </w:t>
      </w:r>
      <w:proofErr w:type="spellStart"/>
      <w:r w:rsidR="002A4158" w:rsidRPr="00DA4E77">
        <w:t>Hermos</w:t>
      </w:r>
      <w:proofErr w:type="spellEnd"/>
      <w:r>
        <w:t xml:space="preserve">, </w:t>
      </w:r>
      <w:r w:rsidR="002A4158" w:rsidRPr="00DA4E77">
        <w:t>j</w:t>
      </w:r>
      <w:r>
        <w:t>’</w:t>
      </w:r>
      <w:r w:rsidR="002A4158" w:rsidRPr="00DA4E77">
        <w:t>ai peur</w:t>
      </w:r>
      <w:r>
        <w:t>.</w:t>
      </w:r>
    </w:p>
    <w:p w14:paraId="088F30B9" w14:textId="77777777" w:rsidR="00276CCE" w:rsidRDefault="002A4158" w:rsidP="002A4158">
      <w:r w:rsidRPr="00DA4E77">
        <w:t xml:space="preserve">Et </w:t>
      </w:r>
      <w:proofErr w:type="spellStart"/>
      <w:r w:rsidRPr="00DA4E77">
        <w:t>Knephao</w:t>
      </w:r>
      <w:proofErr w:type="spellEnd"/>
      <w:r w:rsidRPr="00DA4E77">
        <w:t xml:space="preserve"> se penche vers l</w:t>
      </w:r>
      <w:r w:rsidR="00276CCE">
        <w:t>’</w:t>
      </w:r>
      <w:r w:rsidRPr="00DA4E77">
        <w:t>oreille d</w:t>
      </w:r>
      <w:r w:rsidR="00276CCE">
        <w:t>’</w:t>
      </w:r>
      <w:proofErr w:type="spellStart"/>
      <w:r w:rsidRPr="00DA4E77">
        <w:t>Hermos</w:t>
      </w:r>
      <w:proofErr w:type="spellEnd"/>
      <w:r w:rsidR="00276CCE">
        <w:t xml:space="preserve">, </w:t>
      </w:r>
      <w:r w:rsidRPr="00DA4E77">
        <w:t>et</w:t>
      </w:r>
      <w:r w:rsidR="00276CCE">
        <w:t xml:space="preserve">, </w:t>
      </w:r>
      <w:r w:rsidRPr="00DA4E77">
        <w:t>faibl</w:t>
      </w:r>
      <w:r w:rsidRPr="00DA4E77">
        <w:t>e</w:t>
      </w:r>
      <w:r w:rsidRPr="00DA4E77">
        <w:t>ment</w:t>
      </w:r>
      <w:r w:rsidR="00276CCE">
        <w:t xml:space="preserve">, </w:t>
      </w:r>
      <w:r w:rsidRPr="00DA4E77">
        <w:t>comme s</w:t>
      </w:r>
      <w:r w:rsidR="00276CCE">
        <w:t>’</w:t>
      </w:r>
      <w:r w:rsidRPr="00DA4E77">
        <w:t>il craignait d</w:t>
      </w:r>
      <w:r w:rsidR="00276CCE">
        <w:t>’</w:t>
      </w:r>
      <w:r w:rsidRPr="00DA4E77">
        <w:t>être entendu par les pierres m</w:t>
      </w:r>
      <w:r w:rsidRPr="00DA4E77">
        <w:t>ê</w:t>
      </w:r>
      <w:r w:rsidRPr="00DA4E77">
        <w:t>mes</w:t>
      </w:r>
      <w:r w:rsidR="00276CCE">
        <w:t> :</w:t>
      </w:r>
    </w:p>
    <w:p w14:paraId="3AB794D9" w14:textId="77777777" w:rsidR="00276CCE" w:rsidRDefault="00276CCE" w:rsidP="002A4158">
      <w:r>
        <w:t>— </w:t>
      </w:r>
      <w:r w:rsidR="002A4158" w:rsidRPr="00DA4E77">
        <w:t>Oui</w:t>
      </w:r>
      <w:r>
        <w:t xml:space="preserve">, </w:t>
      </w:r>
      <w:proofErr w:type="gramStart"/>
      <w:r w:rsidR="002A4158" w:rsidRPr="00DA4E77">
        <w:t>j</w:t>
      </w:r>
      <w:r>
        <w:t>’</w:t>
      </w:r>
      <w:r w:rsidR="002A4158" w:rsidRPr="00DA4E77">
        <w:t>ai peur</w:t>
      </w:r>
      <w:proofErr w:type="gramEnd"/>
      <w:r w:rsidR="002A4158" w:rsidRPr="00DA4E77">
        <w:t xml:space="preserve"> pour l</w:t>
      </w:r>
      <w:r>
        <w:t>’</w:t>
      </w:r>
      <w:r w:rsidR="002A4158" w:rsidRPr="00DA4E77">
        <w:t>Empire atlante</w:t>
      </w:r>
      <w:r>
        <w:t> !</w:t>
      </w:r>
    </w:p>
    <w:p w14:paraId="419E98F4" w14:textId="77777777" w:rsidR="00276CCE" w:rsidRDefault="002A4158" w:rsidP="002A4158">
      <w:r w:rsidRPr="00DA4E77">
        <w:t xml:space="preserve">Mais </w:t>
      </w:r>
      <w:proofErr w:type="spellStart"/>
      <w:r w:rsidRPr="00DA4E77">
        <w:t>Hermos</w:t>
      </w:r>
      <w:proofErr w:type="spellEnd"/>
      <w:r w:rsidRPr="00DA4E77">
        <w:t xml:space="preserve"> arrache ses mains des mains de </w:t>
      </w:r>
      <w:proofErr w:type="spellStart"/>
      <w:r w:rsidRPr="00DA4E77">
        <w:t>Knephao</w:t>
      </w:r>
      <w:proofErr w:type="spellEnd"/>
      <w:r w:rsidRPr="00DA4E77">
        <w:t xml:space="preserve"> et</w:t>
      </w:r>
      <w:r w:rsidR="00276CCE">
        <w:t xml:space="preserve">, </w:t>
      </w:r>
      <w:r w:rsidRPr="00DA4E77">
        <w:t>d</w:t>
      </w:r>
      <w:r w:rsidR="00276CCE">
        <w:t>’</w:t>
      </w:r>
      <w:r w:rsidRPr="00DA4E77">
        <w:t>une voix sèche</w:t>
      </w:r>
      <w:r w:rsidR="00276CCE">
        <w:t> :</w:t>
      </w:r>
    </w:p>
    <w:p w14:paraId="56C84C21" w14:textId="77777777" w:rsidR="00276CCE" w:rsidRDefault="00276CCE" w:rsidP="002A4158">
      <w:r>
        <w:lastRenderedPageBreak/>
        <w:t>— </w:t>
      </w:r>
      <w:r w:rsidR="002A4158" w:rsidRPr="00DA4E77">
        <w:t>Que dis-tu</w:t>
      </w:r>
      <w:r>
        <w:t xml:space="preserve"> ? </w:t>
      </w:r>
      <w:r w:rsidR="002A4158" w:rsidRPr="00DA4E77">
        <w:t>Es-tu fou</w:t>
      </w:r>
      <w:r>
        <w:t xml:space="preserve"> ? </w:t>
      </w:r>
      <w:r w:rsidR="002A4158" w:rsidRPr="00DA4E77">
        <w:t>Atlantis immortelle</w:t>
      </w:r>
      <w:r>
        <w:t xml:space="preserve"> ! </w:t>
      </w:r>
      <w:r w:rsidR="002A4158" w:rsidRPr="00DA4E77">
        <w:t>Atlantis</w:t>
      </w:r>
      <w:r>
        <w:t xml:space="preserve">, </w:t>
      </w:r>
      <w:r w:rsidR="002A4158" w:rsidRPr="00DA4E77">
        <w:t>fi</w:t>
      </w:r>
      <w:r w:rsidR="002A4158" w:rsidRPr="00DA4E77">
        <w:t>l</w:t>
      </w:r>
      <w:r w:rsidR="002A4158" w:rsidRPr="00DA4E77">
        <w:t>le du Sphinx</w:t>
      </w:r>
      <w:r>
        <w:t xml:space="preserve"> ! </w:t>
      </w:r>
      <w:r w:rsidR="002A4158" w:rsidRPr="00DA4E77">
        <w:t>Atlantis</w:t>
      </w:r>
      <w:r>
        <w:t xml:space="preserve">, </w:t>
      </w:r>
      <w:r w:rsidR="002A4158" w:rsidRPr="00DA4E77">
        <w:t>messagère du Dieu inconnu</w:t>
      </w:r>
      <w:r>
        <w:t xml:space="preserve"> ! </w:t>
      </w:r>
      <w:r w:rsidR="002A4158" w:rsidRPr="00DA4E77">
        <w:t>Atlantis qui ne peut mourir que d</w:t>
      </w:r>
      <w:r>
        <w:t>’</w:t>
      </w:r>
      <w:r w:rsidR="002A4158" w:rsidRPr="00DA4E77">
        <w:t>elle-même</w:t>
      </w:r>
      <w:r>
        <w:t> !…</w:t>
      </w:r>
    </w:p>
    <w:p w14:paraId="4D21F64E" w14:textId="77777777" w:rsidR="00276CCE" w:rsidRDefault="00276CCE" w:rsidP="002A4158">
      <w:r>
        <w:t>— </w:t>
      </w:r>
      <w:r w:rsidR="002A4158" w:rsidRPr="00DA4E77">
        <w:t>Ah</w:t>
      </w:r>
      <w:r>
        <w:t xml:space="preserve"> ! </w:t>
      </w:r>
      <w:r w:rsidR="002A4158" w:rsidRPr="00DA4E77">
        <w:t>ne prononce pas ces mots</w:t>
      </w:r>
      <w:r>
        <w:t xml:space="preserve">. </w:t>
      </w:r>
      <w:r w:rsidR="002A4158" w:rsidRPr="00DA4E77">
        <w:t>Sache-le bien</w:t>
      </w:r>
      <w:r>
        <w:t xml:space="preserve">, </w:t>
      </w:r>
      <w:r w:rsidR="002A4158" w:rsidRPr="00DA4E77">
        <w:t>Atlantis n</w:t>
      </w:r>
      <w:r>
        <w:t>’</w:t>
      </w:r>
      <w:r w:rsidR="002A4158" w:rsidRPr="00DA4E77">
        <w:t>est plus qu</w:t>
      </w:r>
      <w:r>
        <w:t>’</w:t>
      </w:r>
      <w:r w:rsidR="002A4158" w:rsidRPr="00DA4E77">
        <w:t>un corps malade somptueusement paré</w:t>
      </w:r>
      <w:r>
        <w:t xml:space="preserve">. </w:t>
      </w:r>
      <w:r w:rsidR="002A4158" w:rsidRPr="00DA4E77">
        <w:t>Les as-tu vus</w:t>
      </w:r>
      <w:r>
        <w:t xml:space="preserve">, </w:t>
      </w:r>
      <w:r w:rsidR="002A4158" w:rsidRPr="00DA4E77">
        <w:t>tout à l</w:t>
      </w:r>
      <w:r>
        <w:t>’</w:t>
      </w:r>
      <w:r w:rsidR="002A4158" w:rsidRPr="00DA4E77">
        <w:t>heure</w:t>
      </w:r>
      <w:r>
        <w:t xml:space="preserve">, </w:t>
      </w:r>
      <w:r w:rsidR="002A4158" w:rsidRPr="00DA4E77">
        <w:t>ces milliers et ces milliers de fous</w:t>
      </w:r>
      <w:r>
        <w:t xml:space="preserve">, </w:t>
      </w:r>
      <w:r w:rsidR="002A4158" w:rsidRPr="00DA4E77">
        <w:t>sur l</w:t>
      </w:r>
      <w:r>
        <w:t>’</w:t>
      </w:r>
      <w:r w:rsidR="002A4158" w:rsidRPr="00DA4E77">
        <w:t>esplanade de l</w:t>
      </w:r>
      <w:r>
        <w:t>’</w:t>
      </w:r>
      <w:r w:rsidR="002A4158" w:rsidRPr="00DA4E77">
        <w:t>Empire</w:t>
      </w:r>
      <w:r>
        <w:t xml:space="preserve">, </w:t>
      </w:r>
      <w:r w:rsidR="002A4158" w:rsidRPr="00DA4E77">
        <w:t>onduler et crier à tous les vents qui soufflaient</w:t>
      </w:r>
      <w:r>
        <w:t xml:space="preserve"> ? </w:t>
      </w:r>
      <w:r w:rsidR="002A4158" w:rsidRPr="00DA4E77">
        <w:t>Et il suffit de quelques sons de harpe pour apaiser tous ces frénétiques</w:t>
      </w:r>
      <w:r>
        <w:t xml:space="preserve"> ! </w:t>
      </w:r>
      <w:r w:rsidR="002A4158" w:rsidRPr="00DA4E77">
        <w:t>Ah</w:t>
      </w:r>
      <w:r>
        <w:t xml:space="preserve"> ! </w:t>
      </w:r>
      <w:proofErr w:type="spellStart"/>
      <w:r w:rsidR="002A4158" w:rsidRPr="00DA4E77">
        <w:t>Hermos</w:t>
      </w:r>
      <w:proofErr w:type="spellEnd"/>
      <w:r>
        <w:t xml:space="preserve">, </w:t>
      </w:r>
      <w:r w:rsidR="002A4158" w:rsidRPr="00DA4E77">
        <w:t>quel grand malheur pour un peuple que trop de bonheur ininterrompu</w:t>
      </w:r>
      <w:r>
        <w:t> !</w:t>
      </w:r>
    </w:p>
    <w:p w14:paraId="46D57496" w14:textId="77777777" w:rsidR="00276CCE" w:rsidRDefault="00276CCE" w:rsidP="002A4158">
      <w:r>
        <w:t>— </w:t>
      </w:r>
      <w:r w:rsidR="002A4158" w:rsidRPr="00DA4E77">
        <w:t>Ce bonheur actuel fut autrefois conquis par les vertus des ancêtres</w:t>
      </w:r>
      <w:r>
        <w:t>.</w:t>
      </w:r>
    </w:p>
    <w:p w14:paraId="7313C409" w14:textId="77777777" w:rsidR="00276CCE" w:rsidRDefault="00276CCE" w:rsidP="002A4158">
      <w:r>
        <w:t>— </w:t>
      </w:r>
      <w:r w:rsidR="002A4158" w:rsidRPr="00DA4E77">
        <w:t>Et sera perdu</w:t>
      </w:r>
      <w:r>
        <w:t xml:space="preserve">, </w:t>
      </w:r>
      <w:r w:rsidR="002A4158" w:rsidRPr="00DA4E77">
        <w:t>sans doute</w:t>
      </w:r>
      <w:r>
        <w:t xml:space="preserve">, </w:t>
      </w:r>
      <w:r w:rsidR="002A4158" w:rsidRPr="00DA4E77">
        <w:t>par les vices des descendants</w:t>
      </w:r>
      <w:r>
        <w:t>.</w:t>
      </w:r>
    </w:p>
    <w:p w14:paraId="3BC78F1B" w14:textId="77777777" w:rsidR="00276CCE" w:rsidRDefault="00276CCE" w:rsidP="002A4158">
      <w:r>
        <w:t>— </w:t>
      </w:r>
      <w:r w:rsidR="002A4158" w:rsidRPr="00DA4E77">
        <w:t>Oh</w:t>
      </w:r>
      <w:r>
        <w:t xml:space="preserve"> ! </w:t>
      </w:r>
      <w:r w:rsidR="002A4158" w:rsidRPr="00DA4E77">
        <w:t>beau soldat</w:t>
      </w:r>
      <w:r>
        <w:t xml:space="preserve">, </w:t>
      </w:r>
      <w:r w:rsidR="002A4158" w:rsidRPr="00DA4E77">
        <w:t>quel juge sévère</w:t>
      </w:r>
      <w:r>
        <w:t> !</w:t>
      </w:r>
    </w:p>
    <w:p w14:paraId="66109AEB" w14:textId="77777777" w:rsidR="00276CCE" w:rsidRDefault="00276CCE" w:rsidP="002A4158">
      <w:r>
        <w:t>— </w:t>
      </w:r>
      <w:r w:rsidR="002A4158" w:rsidRPr="00DA4E77">
        <w:t>Je ne juge pas</w:t>
      </w:r>
      <w:r>
        <w:t xml:space="preserve">, </w:t>
      </w:r>
      <w:proofErr w:type="spellStart"/>
      <w:r w:rsidR="002A4158" w:rsidRPr="00DA4E77">
        <w:t>Hermos</w:t>
      </w:r>
      <w:proofErr w:type="spellEnd"/>
      <w:r>
        <w:t xml:space="preserve">. </w:t>
      </w:r>
      <w:r w:rsidR="002A4158" w:rsidRPr="00DA4E77">
        <w:t>J</w:t>
      </w:r>
      <w:r>
        <w:t>’</w:t>
      </w:r>
      <w:r w:rsidR="002A4158" w:rsidRPr="00DA4E77">
        <w:t>observe simplement</w:t>
      </w:r>
      <w:r>
        <w:t xml:space="preserve">. </w:t>
      </w:r>
      <w:r w:rsidR="002A4158" w:rsidRPr="00DA4E77">
        <w:t>Pendant que toi</w:t>
      </w:r>
      <w:r>
        <w:t xml:space="preserve">, </w:t>
      </w:r>
      <w:r w:rsidR="002A4158" w:rsidRPr="00DA4E77">
        <w:t>poète et fils d</w:t>
      </w:r>
      <w:r>
        <w:t>’</w:t>
      </w:r>
      <w:r w:rsidR="002A4158" w:rsidRPr="00DA4E77">
        <w:t>Hermès</w:t>
      </w:r>
      <w:r>
        <w:t xml:space="preserve">, </w:t>
      </w:r>
      <w:r w:rsidR="002A4158" w:rsidRPr="00DA4E77">
        <w:t>tu planes dans les hauteurs s</w:t>
      </w:r>
      <w:r w:rsidR="002A4158" w:rsidRPr="00DA4E77">
        <w:t>u</w:t>
      </w:r>
      <w:r w:rsidR="002A4158" w:rsidRPr="00DA4E77">
        <w:t>blimes</w:t>
      </w:r>
      <w:r>
        <w:t xml:space="preserve">, </w:t>
      </w:r>
      <w:r w:rsidR="002A4158" w:rsidRPr="00DA4E77">
        <w:t>moi je vis en contact chaque jour avec la foule groui</w:t>
      </w:r>
      <w:r w:rsidR="002A4158" w:rsidRPr="00DA4E77">
        <w:t>l</w:t>
      </w:r>
      <w:r w:rsidR="002A4158" w:rsidRPr="00DA4E77">
        <w:t>lante</w:t>
      </w:r>
      <w:r>
        <w:t xml:space="preserve">. </w:t>
      </w:r>
      <w:r w:rsidR="002A4158" w:rsidRPr="00DA4E77">
        <w:t>Et je la connais</w:t>
      </w:r>
      <w:r>
        <w:t xml:space="preserve">. </w:t>
      </w:r>
      <w:r w:rsidR="002A4158" w:rsidRPr="00DA4E77">
        <w:t>Or</w:t>
      </w:r>
      <w:r>
        <w:t xml:space="preserve">, </w:t>
      </w:r>
      <w:r w:rsidR="002A4158" w:rsidRPr="00DA4E77">
        <w:t>tandis que les peuples vaincus du vaste monde vous apportent leur tribut de travail et de richesse</w:t>
      </w:r>
      <w:r>
        <w:t xml:space="preserve">, </w:t>
      </w:r>
      <w:r w:rsidR="002A4158" w:rsidRPr="00DA4E77">
        <w:t>le peuple d</w:t>
      </w:r>
      <w:r>
        <w:t>’</w:t>
      </w:r>
      <w:r w:rsidR="002A4158" w:rsidRPr="00DA4E77">
        <w:t>Atlantis</w:t>
      </w:r>
      <w:r>
        <w:t xml:space="preserve">, </w:t>
      </w:r>
      <w:r w:rsidR="002A4158" w:rsidRPr="00DA4E77">
        <w:t>se croyant invincible</w:t>
      </w:r>
      <w:r>
        <w:t xml:space="preserve">, </w:t>
      </w:r>
      <w:r w:rsidR="002A4158" w:rsidRPr="00DA4E77">
        <w:t>rit au soleil et chante à la lune</w:t>
      </w:r>
      <w:r>
        <w:t xml:space="preserve"> ; </w:t>
      </w:r>
      <w:r w:rsidR="002A4158" w:rsidRPr="00DA4E77">
        <w:t>il se complaît à célébrer sa gloire</w:t>
      </w:r>
      <w:r>
        <w:t xml:space="preserve"> ; </w:t>
      </w:r>
      <w:r w:rsidR="002A4158" w:rsidRPr="00DA4E77">
        <w:t>il s</w:t>
      </w:r>
      <w:r>
        <w:t>’</w:t>
      </w:r>
      <w:r w:rsidR="002A4158" w:rsidRPr="00DA4E77">
        <w:t>enivre de mus</w:t>
      </w:r>
      <w:r w:rsidR="002A4158" w:rsidRPr="00DA4E77">
        <w:t>i</w:t>
      </w:r>
      <w:r w:rsidR="002A4158" w:rsidRPr="00DA4E77">
        <w:t>que et de plaisir</w:t>
      </w:r>
      <w:r>
        <w:t xml:space="preserve">, </w:t>
      </w:r>
      <w:r w:rsidR="002A4158" w:rsidRPr="00DA4E77">
        <w:t>il méprise ceux qu</w:t>
      </w:r>
      <w:r>
        <w:t>’</w:t>
      </w:r>
      <w:r w:rsidR="002A4158" w:rsidRPr="00DA4E77">
        <w:t>il appelle ses tributaires</w:t>
      </w:r>
      <w:r>
        <w:t xml:space="preserve"> ; </w:t>
      </w:r>
      <w:r w:rsidR="002A4158" w:rsidRPr="00DA4E77">
        <w:t>il les méprise au point qu</w:t>
      </w:r>
      <w:r>
        <w:t>’</w:t>
      </w:r>
      <w:r w:rsidR="002A4158" w:rsidRPr="00DA4E77">
        <w:t>il leur abandonne</w:t>
      </w:r>
      <w:r>
        <w:t xml:space="preserve">, </w:t>
      </w:r>
      <w:r w:rsidR="002A4158" w:rsidRPr="00DA4E77">
        <w:t>sans se méfier d</w:t>
      </w:r>
      <w:r>
        <w:t>’</w:t>
      </w:r>
      <w:r w:rsidR="002A4158" w:rsidRPr="00DA4E77">
        <w:t>eux</w:t>
      </w:r>
      <w:r>
        <w:t xml:space="preserve">, </w:t>
      </w:r>
      <w:r w:rsidR="002A4158" w:rsidRPr="00DA4E77">
        <w:t>tous les tracas de la vie active</w:t>
      </w:r>
      <w:r>
        <w:t xml:space="preserve">, </w:t>
      </w:r>
      <w:r w:rsidR="002A4158" w:rsidRPr="00DA4E77">
        <w:t>et sa flotte</w:t>
      </w:r>
      <w:r>
        <w:t xml:space="preserve">, </w:t>
      </w:r>
      <w:r w:rsidR="002A4158" w:rsidRPr="00DA4E77">
        <w:t>et ses mines</w:t>
      </w:r>
      <w:r>
        <w:t xml:space="preserve">, </w:t>
      </w:r>
      <w:r w:rsidR="002A4158" w:rsidRPr="00DA4E77">
        <w:t>et ses constructions et ses terres de labour</w:t>
      </w:r>
      <w:r>
        <w:t>…</w:t>
      </w:r>
    </w:p>
    <w:p w14:paraId="6927FC26" w14:textId="77777777" w:rsidR="00276CCE" w:rsidRDefault="00276CCE" w:rsidP="002A4158">
      <w:r>
        <w:t>— </w:t>
      </w:r>
      <w:r w:rsidR="002A4158" w:rsidRPr="00DA4E77">
        <w:t>Mais qu</w:t>
      </w:r>
      <w:r>
        <w:t>’</w:t>
      </w:r>
      <w:r w:rsidR="002A4158" w:rsidRPr="00DA4E77">
        <w:t>ont-ils à se plaindre</w:t>
      </w:r>
      <w:r>
        <w:t xml:space="preserve"> ? </w:t>
      </w:r>
      <w:r w:rsidR="002A4158" w:rsidRPr="00DA4E77">
        <w:t>Ils participent à notre civ</w:t>
      </w:r>
      <w:r w:rsidR="002A4158" w:rsidRPr="00DA4E77">
        <w:t>i</w:t>
      </w:r>
      <w:r w:rsidR="002A4158" w:rsidRPr="00DA4E77">
        <w:t>lisation dont ils jouissent</w:t>
      </w:r>
      <w:r>
        <w:t> ?</w:t>
      </w:r>
    </w:p>
    <w:p w14:paraId="4E1F8225" w14:textId="77777777" w:rsidR="00276CCE" w:rsidRDefault="00276CCE" w:rsidP="002A4158">
      <w:r>
        <w:lastRenderedPageBreak/>
        <w:t>— </w:t>
      </w:r>
      <w:r w:rsidR="002A4158" w:rsidRPr="00DA4E77">
        <w:t>Jusqu</w:t>
      </w:r>
      <w:r>
        <w:t>’</w:t>
      </w:r>
      <w:r w:rsidR="002A4158" w:rsidRPr="00DA4E77">
        <w:t>au moment où ils voudront devenir les maîtres à leur tour</w:t>
      </w:r>
      <w:r>
        <w:t> !</w:t>
      </w:r>
    </w:p>
    <w:p w14:paraId="41BAF301" w14:textId="77777777" w:rsidR="00276CCE" w:rsidRDefault="00276CCE" w:rsidP="002A4158">
      <w:r>
        <w:t>— </w:t>
      </w:r>
      <w:r w:rsidR="002A4158" w:rsidRPr="00DA4E77">
        <w:t>Eux</w:t>
      </w:r>
      <w:r>
        <w:t xml:space="preserve">, </w:t>
      </w:r>
      <w:r w:rsidR="002A4158" w:rsidRPr="00DA4E77">
        <w:t>les maîtres</w:t>
      </w:r>
      <w:r>
        <w:t xml:space="preserve"> ? </w:t>
      </w:r>
      <w:r w:rsidR="002A4158" w:rsidRPr="00DA4E77">
        <w:t>Ces Barbares</w:t>
      </w:r>
      <w:r>
        <w:t> ?</w:t>
      </w:r>
    </w:p>
    <w:p w14:paraId="4987B860" w14:textId="77777777" w:rsidR="00276CCE" w:rsidRDefault="00276CCE" w:rsidP="002A4158">
      <w:r>
        <w:t>— </w:t>
      </w:r>
      <w:r w:rsidR="002A4158" w:rsidRPr="00DA4E77">
        <w:t>Oui</w:t>
      </w:r>
      <w:r>
        <w:t xml:space="preserve">, </w:t>
      </w:r>
      <w:r w:rsidR="002A4158" w:rsidRPr="00DA4E77">
        <w:t>ces Barbares</w:t>
      </w:r>
      <w:r>
        <w:t xml:space="preserve">, </w:t>
      </w:r>
      <w:r w:rsidR="002A4158" w:rsidRPr="00DA4E77">
        <w:t>comme tu dis</w:t>
      </w:r>
      <w:r>
        <w:t xml:space="preserve"> ! </w:t>
      </w:r>
      <w:r w:rsidR="002A4158" w:rsidRPr="00DA4E77">
        <w:t>Bien qu</w:t>
      </w:r>
      <w:r>
        <w:t>’</w:t>
      </w:r>
      <w:r w:rsidR="002A4158" w:rsidRPr="00DA4E77">
        <w:t>en réalité les plus à craindre ne soient pas les nouveaux colons de race bla</w:t>
      </w:r>
      <w:r w:rsidR="002A4158" w:rsidRPr="00DA4E77">
        <w:t>n</w:t>
      </w:r>
      <w:r w:rsidR="002A4158" w:rsidRPr="00DA4E77">
        <w:t>che</w:t>
      </w:r>
      <w:r>
        <w:t xml:space="preserve">, </w:t>
      </w:r>
      <w:r w:rsidR="002A4158" w:rsidRPr="00DA4E77">
        <w:t>mais les vieux peuples du continent toltèque</w:t>
      </w:r>
      <w:r>
        <w:t xml:space="preserve">, </w:t>
      </w:r>
      <w:r w:rsidR="002A4158" w:rsidRPr="00DA4E77">
        <w:t>que vous avez vaincus et remplacés dans l</w:t>
      </w:r>
      <w:r>
        <w:t>’</w:t>
      </w:r>
      <w:r w:rsidR="002A4158" w:rsidRPr="00DA4E77">
        <w:t>empire de l</w:t>
      </w:r>
      <w:r>
        <w:t>’</w:t>
      </w:r>
      <w:r w:rsidR="002A4158" w:rsidRPr="00DA4E77">
        <w:t>univers</w:t>
      </w:r>
      <w:r>
        <w:t>.</w:t>
      </w:r>
    </w:p>
    <w:p w14:paraId="35178542" w14:textId="77777777" w:rsidR="00276CCE" w:rsidRDefault="00276CCE" w:rsidP="002A4158">
      <w:r>
        <w:t>— </w:t>
      </w:r>
      <w:r w:rsidR="002A4158" w:rsidRPr="00DA4E77">
        <w:t>Eh quoi</w:t>
      </w:r>
      <w:r>
        <w:t xml:space="preserve"> ? </w:t>
      </w:r>
      <w:r w:rsidR="002A4158" w:rsidRPr="00DA4E77">
        <w:t>N</w:t>
      </w:r>
      <w:r>
        <w:t>’</w:t>
      </w:r>
      <w:r w:rsidR="002A4158" w:rsidRPr="00DA4E77">
        <w:t xml:space="preserve">avons-nous pas avec eux un pacte en </w:t>
      </w:r>
      <w:r w:rsidR="002A4158" w:rsidRPr="00DA4E77">
        <w:rPr>
          <w:bCs/>
        </w:rPr>
        <w:t xml:space="preserve">bonne </w:t>
      </w:r>
      <w:r w:rsidR="002A4158" w:rsidRPr="00DA4E77">
        <w:t>forme</w:t>
      </w:r>
      <w:r>
        <w:t> ?</w:t>
      </w:r>
    </w:p>
    <w:p w14:paraId="17ACD60D" w14:textId="77777777" w:rsidR="00276CCE" w:rsidRDefault="00276CCE" w:rsidP="002A4158">
      <w:r>
        <w:t>— </w:t>
      </w:r>
      <w:r w:rsidR="002A4158" w:rsidRPr="00DA4E77">
        <w:t>Ah</w:t>
      </w:r>
      <w:r>
        <w:t xml:space="preserve"> ! </w:t>
      </w:r>
      <w:r w:rsidR="002A4158" w:rsidRPr="00DA4E77">
        <w:t>le beau jouet</w:t>
      </w:r>
      <w:r>
        <w:t xml:space="preserve"> ! </w:t>
      </w:r>
      <w:r w:rsidR="002A4158" w:rsidRPr="00DA4E77">
        <w:t>Le meilleur pacte</w:t>
      </w:r>
      <w:r>
        <w:t xml:space="preserve">, </w:t>
      </w:r>
      <w:proofErr w:type="spellStart"/>
      <w:r w:rsidR="002A4158" w:rsidRPr="00DA4E77">
        <w:t>Hermos</w:t>
      </w:r>
      <w:proofErr w:type="spellEnd"/>
      <w:r>
        <w:t xml:space="preserve">, </w:t>
      </w:r>
      <w:r w:rsidR="002A4158" w:rsidRPr="00DA4E77">
        <w:t>c</w:t>
      </w:r>
      <w:r>
        <w:t>’</w:t>
      </w:r>
      <w:r w:rsidR="002A4158" w:rsidRPr="00DA4E77">
        <w:t xml:space="preserve">est </w:t>
      </w:r>
      <w:r w:rsidR="002A4158" w:rsidRPr="00DA4E77">
        <w:rPr>
          <w:bCs/>
        </w:rPr>
        <w:t xml:space="preserve">notre </w:t>
      </w:r>
      <w:r w:rsidR="002A4158" w:rsidRPr="00DA4E77">
        <w:t>force</w:t>
      </w:r>
      <w:r>
        <w:t xml:space="preserve">. </w:t>
      </w:r>
      <w:r w:rsidR="002A4158" w:rsidRPr="00DA4E77">
        <w:t>Et cette force va diminuant tous les jours</w:t>
      </w:r>
      <w:r>
        <w:t>.</w:t>
      </w:r>
    </w:p>
    <w:p w14:paraId="7A4EE112" w14:textId="77777777" w:rsidR="00276CCE" w:rsidRDefault="00276CCE" w:rsidP="002A4158">
      <w:r>
        <w:t>— </w:t>
      </w:r>
      <w:r w:rsidR="002A4158" w:rsidRPr="00DA4E77">
        <w:t>Et nos secrets de la Terrasse Sainte</w:t>
      </w:r>
      <w:r>
        <w:t> ?</w:t>
      </w:r>
    </w:p>
    <w:p w14:paraId="6657A926" w14:textId="77777777" w:rsidR="00276CCE" w:rsidRDefault="00276CCE" w:rsidP="002A4158">
      <w:r>
        <w:t>— </w:t>
      </w:r>
      <w:r w:rsidR="002A4158" w:rsidRPr="00DA4E77">
        <w:t>Sans doute</w:t>
      </w:r>
      <w:r>
        <w:t xml:space="preserve"> ! </w:t>
      </w:r>
      <w:r w:rsidR="002A4158" w:rsidRPr="00DA4E77">
        <w:t>Sans doute</w:t>
      </w:r>
      <w:r>
        <w:t xml:space="preserve"> ! </w:t>
      </w:r>
      <w:r w:rsidR="002A4158" w:rsidRPr="00DA4E77">
        <w:t>Nos ennemis craignent encore la mystérieuse Terrasse Sacrée</w:t>
      </w:r>
      <w:r>
        <w:t xml:space="preserve">… </w:t>
      </w:r>
      <w:r w:rsidR="002A4158" w:rsidRPr="00DA4E77">
        <w:t>Ils savent que dans le temple du Sphinx et dans le Palais des Initiés se gardent les secrets par lesquels les Atlantes soulèvent les eaux et déplacent les mont</w:t>
      </w:r>
      <w:r w:rsidR="002A4158" w:rsidRPr="00DA4E77">
        <w:t>a</w:t>
      </w:r>
      <w:r w:rsidR="002A4158" w:rsidRPr="00DA4E77">
        <w:t>gnes</w:t>
      </w:r>
      <w:r>
        <w:t xml:space="preserve">. </w:t>
      </w:r>
      <w:r w:rsidR="002A4158" w:rsidRPr="00DA4E77">
        <w:t>Le dernier rempart de l</w:t>
      </w:r>
      <w:r>
        <w:t>’</w:t>
      </w:r>
      <w:r w:rsidR="002A4158" w:rsidRPr="00DA4E77">
        <w:t>Empire atlante tient dans ces quelques brasses carrées de la Terrasse Sainte</w:t>
      </w:r>
      <w:r>
        <w:t xml:space="preserve">, </w:t>
      </w:r>
      <w:r w:rsidR="002A4158" w:rsidRPr="00DA4E77">
        <w:t>sous les ailes du Sphinx</w:t>
      </w:r>
      <w:r>
        <w:t xml:space="preserve">… </w:t>
      </w:r>
      <w:r w:rsidR="002A4158" w:rsidRPr="00DA4E77">
        <w:t>Eh bien</w:t>
      </w:r>
      <w:r>
        <w:t xml:space="preserve">, </w:t>
      </w:r>
      <w:proofErr w:type="spellStart"/>
      <w:r w:rsidR="002A4158" w:rsidRPr="00DA4E77">
        <w:t>Hermos</w:t>
      </w:r>
      <w:proofErr w:type="spellEnd"/>
      <w:r>
        <w:t xml:space="preserve">, </w:t>
      </w:r>
      <w:r w:rsidR="002A4158" w:rsidRPr="00DA4E77">
        <w:t>ce rempart va nous échapper tout à l</w:t>
      </w:r>
      <w:r>
        <w:t>’</w:t>
      </w:r>
      <w:r w:rsidR="002A4158" w:rsidRPr="00DA4E77">
        <w:t>heure</w:t>
      </w:r>
      <w:r>
        <w:t> !</w:t>
      </w:r>
    </w:p>
    <w:p w14:paraId="178748EA" w14:textId="77777777" w:rsidR="00276CCE" w:rsidRDefault="00276CCE" w:rsidP="00276CCE">
      <w:pPr>
        <w:pStyle w:val="Titre2"/>
        <w:rPr>
          <w:i/>
        </w:rPr>
      </w:pPr>
      <w:bookmarkStart w:id="5" w:name="_Toc194841991"/>
      <w:r w:rsidRPr="00DA4E77">
        <w:lastRenderedPageBreak/>
        <w:t>Scène</w:t>
      </w:r>
      <w:r>
        <w:t> </w:t>
      </w:r>
      <w:r w:rsidRPr="00DA4E77">
        <w:t>V</w:t>
      </w:r>
      <w:r>
        <w:t xml:space="preserve">. – </w:t>
      </w:r>
      <w:r w:rsidR="002A4158" w:rsidRPr="00DA4E77">
        <w:rPr>
          <w:i/>
        </w:rPr>
        <w:t>La porte secrète</w:t>
      </w:r>
      <w:r>
        <w:rPr>
          <w:i/>
        </w:rPr>
        <w:t>.</w:t>
      </w:r>
      <w:bookmarkEnd w:id="5"/>
    </w:p>
    <w:p w14:paraId="284F506A" w14:textId="77777777" w:rsidR="00276CCE" w:rsidRDefault="002A4158" w:rsidP="002A4158">
      <w:r w:rsidRPr="00DA4E77">
        <w:t>À ces mots</w:t>
      </w:r>
      <w:r w:rsidR="00276CCE">
        <w:t xml:space="preserve">, </w:t>
      </w:r>
      <w:proofErr w:type="spellStart"/>
      <w:r w:rsidRPr="00DA4E77">
        <w:t>Hermos</w:t>
      </w:r>
      <w:proofErr w:type="spellEnd"/>
      <w:r w:rsidRPr="00DA4E77">
        <w:t xml:space="preserve"> interrompt brusquement la rude voix de l</w:t>
      </w:r>
      <w:r w:rsidR="00276CCE">
        <w:t>’</w:t>
      </w:r>
      <w:r w:rsidRPr="00DA4E77">
        <w:t>Égyptien</w:t>
      </w:r>
      <w:r w:rsidR="00276CCE">
        <w:t> :</w:t>
      </w:r>
    </w:p>
    <w:p w14:paraId="183098E7" w14:textId="77777777" w:rsidR="00276CCE" w:rsidRDefault="00276CCE" w:rsidP="002A4158">
      <w:r>
        <w:t>— </w:t>
      </w:r>
      <w:r w:rsidR="002A4158" w:rsidRPr="00DA4E77">
        <w:t>En vérité</w:t>
      </w:r>
      <w:r>
        <w:t xml:space="preserve">, </w:t>
      </w:r>
      <w:proofErr w:type="spellStart"/>
      <w:r w:rsidR="002A4158" w:rsidRPr="00DA4E77">
        <w:t>Knephao</w:t>
      </w:r>
      <w:proofErr w:type="spellEnd"/>
      <w:r>
        <w:t xml:space="preserve">, </w:t>
      </w:r>
      <w:r w:rsidR="002A4158" w:rsidRPr="00DA4E77">
        <w:t xml:space="preserve">je ne puis te laisser continuer plus </w:t>
      </w:r>
      <w:r w:rsidR="002A4158" w:rsidRPr="00DA4E77">
        <w:rPr>
          <w:bCs/>
        </w:rPr>
        <w:t>avant</w:t>
      </w:r>
      <w:r>
        <w:rPr>
          <w:bCs/>
        </w:rPr>
        <w:t xml:space="preserve">. </w:t>
      </w:r>
      <w:r w:rsidR="002A4158" w:rsidRPr="00DA4E77">
        <w:t>Ne t</w:t>
      </w:r>
      <w:r>
        <w:t>’</w:t>
      </w:r>
      <w:r w:rsidR="002A4158" w:rsidRPr="00DA4E77">
        <w:t>affoles-tu pas</w:t>
      </w:r>
      <w:r>
        <w:t xml:space="preserve">, </w:t>
      </w:r>
      <w:r w:rsidR="002A4158" w:rsidRPr="00DA4E77">
        <w:t>pour quelque faiblesse de la multitude et pour d</w:t>
      </w:r>
      <w:r>
        <w:t>’</w:t>
      </w:r>
      <w:r w:rsidR="002A4158" w:rsidRPr="00DA4E77">
        <w:t>inconscientes intrigues de femmes</w:t>
      </w:r>
      <w:r>
        <w:t xml:space="preserve">, </w:t>
      </w:r>
      <w:r w:rsidR="002A4158" w:rsidRPr="00DA4E77">
        <w:t>dont se distrait l</w:t>
      </w:r>
      <w:r>
        <w:t>’</w:t>
      </w:r>
      <w:r w:rsidR="002A4158" w:rsidRPr="00DA4E77">
        <w:t>oisiveté de la place publique</w:t>
      </w:r>
      <w:r>
        <w:t> ?</w:t>
      </w:r>
    </w:p>
    <w:p w14:paraId="47419E68" w14:textId="77777777" w:rsidR="00276CCE" w:rsidRDefault="00276CCE" w:rsidP="002A4158">
      <w:r>
        <w:t>— </w:t>
      </w:r>
      <w:r w:rsidR="002A4158" w:rsidRPr="00DA4E77">
        <w:t>Dis-moi</w:t>
      </w:r>
      <w:r>
        <w:t xml:space="preserve">, </w:t>
      </w:r>
      <w:proofErr w:type="spellStart"/>
      <w:r w:rsidR="002A4158" w:rsidRPr="00DA4E77">
        <w:t>Hermos</w:t>
      </w:r>
      <w:proofErr w:type="spellEnd"/>
      <w:r>
        <w:t xml:space="preserve">, </w:t>
      </w:r>
      <w:r w:rsidR="002A4158" w:rsidRPr="00DA4E77">
        <w:t>que penserais-tu si</w:t>
      </w:r>
      <w:r>
        <w:t xml:space="preserve">, </w:t>
      </w:r>
      <w:r w:rsidR="002A4158" w:rsidRPr="00DA4E77">
        <w:t>par aventure</w:t>
      </w:r>
      <w:r>
        <w:t xml:space="preserve">, </w:t>
      </w:r>
      <w:r w:rsidR="002A4158" w:rsidRPr="00DA4E77">
        <w:t>les Apôtres élisaient quelque prince indigne</w:t>
      </w:r>
      <w:r>
        <w:t> ?</w:t>
      </w:r>
    </w:p>
    <w:p w14:paraId="74239AA9" w14:textId="77777777" w:rsidR="00276CCE" w:rsidRDefault="00276CCE" w:rsidP="002A4158">
      <w:r>
        <w:t>— </w:t>
      </w:r>
      <w:r w:rsidR="002A4158" w:rsidRPr="00DA4E77">
        <w:t>Mais jusqu</w:t>
      </w:r>
      <w:r>
        <w:t>’</w:t>
      </w:r>
      <w:r w:rsidR="002A4158" w:rsidRPr="00DA4E77">
        <w:t>à ce jour les Apôtres n</w:t>
      </w:r>
      <w:r>
        <w:t>’</w:t>
      </w:r>
      <w:r w:rsidR="002A4158" w:rsidRPr="00DA4E77">
        <w:t>ont jamais failli</w:t>
      </w:r>
      <w:r>
        <w:t xml:space="preserve">. </w:t>
      </w:r>
      <w:proofErr w:type="spellStart"/>
      <w:r w:rsidR="002A4158" w:rsidRPr="00DA4E77">
        <w:t>Ossur</w:t>
      </w:r>
      <w:proofErr w:type="spellEnd"/>
      <w:r>
        <w:t xml:space="preserve">, </w:t>
      </w:r>
      <w:r w:rsidR="002A4158" w:rsidRPr="00DA4E77">
        <w:t>père d</w:t>
      </w:r>
      <w:r>
        <w:t>’</w:t>
      </w:r>
      <w:proofErr w:type="spellStart"/>
      <w:r w:rsidR="002A4158" w:rsidRPr="00DA4E77">
        <w:t>Oréus</w:t>
      </w:r>
      <w:proofErr w:type="spellEnd"/>
      <w:r>
        <w:t xml:space="preserve">, </w:t>
      </w:r>
      <w:r w:rsidR="002A4158" w:rsidRPr="00DA4E77">
        <w:t>Hermès</w:t>
      </w:r>
      <w:r>
        <w:t xml:space="preserve">, </w:t>
      </w:r>
      <w:r w:rsidR="002A4158" w:rsidRPr="00DA4E77">
        <w:t>mon père</w:t>
      </w:r>
      <w:r>
        <w:t xml:space="preserve">, </w:t>
      </w:r>
      <w:r w:rsidR="002A4158" w:rsidRPr="00DA4E77">
        <w:t>Abydos</w:t>
      </w:r>
      <w:r>
        <w:t xml:space="preserve">, </w:t>
      </w:r>
      <w:r w:rsidR="002A4158" w:rsidRPr="00DA4E77">
        <w:t>père d</w:t>
      </w:r>
      <w:r>
        <w:t>’</w:t>
      </w:r>
      <w:proofErr w:type="spellStart"/>
      <w:r w:rsidR="002A4158" w:rsidRPr="00DA4E77">
        <w:t>Hellas</w:t>
      </w:r>
      <w:proofErr w:type="spellEnd"/>
      <w:r>
        <w:t xml:space="preserve">, </w:t>
      </w:r>
      <w:proofErr w:type="spellStart"/>
      <w:r w:rsidR="002A4158" w:rsidRPr="00DA4E77">
        <w:t>Oréus</w:t>
      </w:r>
      <w:proofErr w:type="spellEnd"/>
      <w:r w:rsidR="002A4158" w:rsidRPr="00DA4E77">
        <w:t xml:space="preserve"> lui-même</w:t>
      </w:r>
      <w:r>
        <w:t xml:space="preserve">, </w:t>
      </w:r>
      <w:r w:rsidR="002A4158" w:rsidRPr="00DA4E77">
        <w:t>le plus grand de tous</w:t>
      </w:r>
      <w:r>
        <w:t xml:space="preserve">, </w:t>
      </w:r>
      <w:r w:rsidR="002A4158" w:rsidRPr="00DA4E77">
        <w:t>et enfin</w:t>
      </w:r>
      <w:r>
        <w:t xml:space="preserve">, </w:t>
      </w:r>
      <w:r w:rsidR="002A4158" w:rsidRPr="00DA4E77">
        <w:t xml:space="preserve">notre cher </w:t>
      </w:r>
      <w:proofErr w:type="spellStart"/>
      <w:r w:rsidR="002A4158" w:rsidRPr="00DA4E77">
        <w:t>Hellas</w:t>
      </w:r>
      <w:proofErr w:type="spellEnd"/>
      <w:r>
        <w:t xml:space="preserve">, </w:t>
      </w:r>
      <w:r w:rsidR="002A4158" w:rsidRPr="00DA4E77">
        <w:t>où peux-tu trouver</w:t>
      </w:r>
      <w:r>
        <w:t xml:space="preserve">, </w:t>
      </w:r>
      <w:proofErr w:type="spellStart"/>
      <w:r w:rsidR="002A4158" w:rsidRPr="00DA4E77">
        <w:t>Knephao</w:t>
      </w:r>
      <w:proofErr w:type="spellEnd"/>
      <w:r>
        <w:t xml:space="preserve">, </w:t>
      </w:r>
      <w:r w:rsidR="002A4158" w:rsidRPr="00DA4E77">
        <w:t>plus magnifique chaîne de science et de vertu</w:t>
      </w:r>
      <w:r>
        <w:t xml:space="preserve"> ? </w:t>
      </w:r>
      <w:r w:rsidR="002A4158" w:rsidRPr="00DA4E77">
        <w:t>Et je ne parle que des dernières années</w:t>
      </w:r>
      <w:r>
        <w:t>…</w:t>
      </w:r>
    </w:p>
    <w:p w14:paraId="08412229" w14:textId="77777777" w:rsidR="00276CCE" w:rsidRDefault="00276CCE" w:rsidP="002A4158">
      <w:r>
        <w:t>— </w:t>
      </w:r>
      <w:r w:rsidR="002A4158" w:rsidRPr="00DA4E77">
        <w:t>Et si pourtant</w:t>
      </w:r>
      <w:r>
        <w:t xml:space="preserve">, </w:t>
      </w:r>
      <w:r w:rsidR="002A4158" w:rsidRPr="00DA4E77">
        <w:t>cette fois</w:t>
      </w:r>
      <w:r>
        <w:t xml:space="preserve">, </w:t>
      </w:r>
      <w:r w:rsidR="002A4158" w:rsidRPr="00DA4E77">
        <w:t>le collège du Sphinx allait exa</w:t>
      </w:r>
      <w:r w:rsidR="002A4158" w:rsidRPr="00DA4E77">
        <w:t>l</w:t>
      </w:r>
      <w:r w:rsidR="002A4158" w:rsidRPr="00DA4E77">
        <w:t>ter un ennemi d</w:t>
      </w:r>
      <w:r>
        <w:t>’</w:t>
      </w:r>
      <w:r w:rsidR="002A4158" w:rsidRPr="00DA4E77">
        <w:t>Atlantis</w:t>
      </w:r>
      <w:r>
        <w:t> ?</w:t>
      </w:r>
    </w:p>
    <w:p w14:paraId="2DDC45B1" w14:textId="77777777" w:rsidR="00276CCE" w:rsidRDefault="00276CCE" w:rsidP="002A4158">
      <w:r>
        <w:t>— </w:t>
      </w:r>
      <w:r w:rsidR="002A4158" w:rsidRPr="00DA4E77">
        <w:t>Je dirais</w:t>
      </w:r>
      <w:r>
        <w:t xml:space="preserve">… </w:t>
      </w:r>
      <w:r w:rsidR="002A4158" w:rsidRPr="00DA4E77">
        <w:t>je dirais</w:t>
      </w:r>
      <w:r>
        <w:t xml:space="preserve">… </w:t>
      </w:r>
      <w:r w:rsidR="002A4158" w:rsidRPr="00DA4E77">
        <w:t>Mais à quoi bon parler de ces folles hypothèses</w:t>
      </w:r>
      <w:r>
        <w:t xml:space="preserve"> ? </w:t>
      </w:r>
      <w:r w:rsidR="002A4158" w:rsidRPr="00DA4E77">
        <w:t>Cela n</w:t>
      </w:r>
      <w:r>
        <w:t>’</w:t>
      </w:r>
      <w:r w:rsidR="002A4158" w:rsidRPr="00DA4E77">
        <w:t>arrivera jamais</w:t>
      </w:r>
      <w:r>
        <w:t>.</w:t>
      </w:r>
    </w:p>
    <w:p w14:paraId="6A5E3C73" w14:textId="77777777" w:rsidR="00276CCE" w:rsidRDefault="00276CCE" w:rsidP="002A4158">
      <w:r>
        <w:t>— </w:t>
      </w:r>
      <w:r w:rsidR="002A4158" w:rsidRPr="00DA4E77">
        <w:t>Jamais</w:t>
      </w:r>
      <w:r>
        <w:t xml:space="preserve"> ? </w:t>
      </w:r>
      <w:r w:rsidR="002A4158" w:rsidRPr="00DA4E77">
        <w:t>Eh bien</w:t>
      </w:r>
      <w:r>
        <w:t xml:space="preserve">, </w:t>
      </w:r>
      <w:proofErr w:type="spellStart"/>
      <w:r w:rsidR="002A4158" w:rsidRPr="00DA4E77">
        <w:t>Hermos</w:t>
      </w:r>
      <w:proofErr w:type="spellEnd"/>
      <w:r>
        <w:t xml:space="preserve">, </w:t>
      </w:r>
      <w:r w:rsidR="002A4158" w:rsidRPr="00DA4E77">
        <w:t>dans quelques heures</w:t>
      </w:r>
      <w:r>
        <w:t xml:space="preserve">, </w:t>
      </w:r>
      <w:r w:rsidR="002A4158" w:rsidRPr="00DA4E77">
        <w:t>ce grand malheur va s</w:t>
      </w:r>
      <w:r>
        <w:t>’</w:t>
      </w:r>
      <w:r w:rsidR="002A4158" w:rsidRPr="00DA4E77">
        <w:t>abattre sur nous</w:t>
      </w:r>
      <w:r>
        <w:t>.</w:t>
      </w:r>
    </w:p>
    <w:p w14:paraId="49649A72" w14:textId="77777777" w:rsidR="00276CCE" w:rsidRDefault="00276CCE" w:rsidP="002A4158">
      <w:r>
        <w:t>— </w:t>
      </w:r>
      <w:r w:rsidR="002A4158" w:rsidRPr="00DA4E77">
        <w:t>Qu</w:t>
      </w:r>
      <w:r>
        <w:t>’</w:t>
      </w:r>
      <w:r w:rsidR="002A4158" w:rsidRPr="00DA4E77">
        <w:t>oses-tu dire</w:t>
      </w:r>
      <w:r>
        <w:t> ?</w:t>
      </w:r>
    </w:p>
    <w:p w14:paraId="32758868" w14:textId="77777777" w:rsidR="00276CCE" w:rsidRDefault="00276CCE" w:rsidP="002A4158">
      <w:r>
        <w:t>— </w:t>
      </w:r>
      <w:r w:rsidR="002A4158" w:rsidRPr="00DA4E77">
        <w:t>La vérité</w:t>
      </w:r>
      <w:r>
        <w:t xml:space="preserve"> ! </w:t>
      </w:r>
      <w:r w:rsidR="002A4158" w:rsidRPr="00DA4E77">
        <w:t>Oui</w:t>
      </w:r>
      <w:r>
        <w:t xml:space="preserve">, </w:t>
      </w:r>
      <w:r w:rsidR="002A4158" w:rsidRPr="00DA4E77">
        <w:t>quand le couchant embrasera la mer</w:t>
      </w:r>
      <w:r>
        <w:t xml:space="preserve">, </w:t>
      </w:r>
      <w:r w:rsidR="002A4158" w:rsidRPr="00DA4E77">
        <w:t>le collège du Sphinx</w:t>
      </w:r>
      <w:r>
        <w:t xml:space="preserve">, </w:t>
      </w:r>
      <w:r w:rsidR="002A4158" w:rsidRPr="00DA4E77">
        <w:t>sur la Terrasse Sainte</w:t>
      </w:r>
      <w:r>
        <w:t xml:space="preserve">, </w:t>
      </w:r>
      <w:r w:rsidR="002A4158" w:rsidRPr="00DA4E77">
        <w:t>acclamera</w:t>
      </w:r>
      <w:r>
        <w:t xml:space="preserve">, </w:t>
      </w:r>
      <w:r w:rsidR="002A4158" w:rsidRPr="00DA4E77">
        <w:t>selon le r</w:t>
      </w:r>
      <w:r w:rsidR="002A4158" w:rsidRPr="00DA4E77">
        <w:t>i</w:t>
      </w:r>
      <w:r w:rsidR="002A4158" w:rsidRPr="00DA4E77">
        <w:t>te</w:t>
      </w:r>
      <w:r>
        <w:t xml:space="preserve">, </w:t>
      </w:r>
      <w:r w:rsidR="002A4158" w:rsidRPr="00DA4E77">
        <w:t>le nouveau Prince</w:t>
      </w:r>
      <w:r>
        <w:t>…</w:t>
      </w:r>
    </w:p>
    <w:p w14:paraId="0749CFF5" w14:textId="77777777" w:rsidR="00276CCE" w:rsidRDefault="00276CCE" w:rsidP="002A4158">
      <w:r>
        <w:lastRenderedPageBreak/>
        <w:t>— </w:t>
      </w:r>
      <w:r w:rsidR="002A4158" w:rsidRPr="00DA4E77">
        <w:t xml:space="preserve">Et </w:t>
      </w:r>
      <w:proofErr w:type="spellStart"/>
      <w:r w:rsidR="002A4158" w:rsidRPr="00DA4E77">
        <w:t>Hellas</w:t>
      </w:r>
      <w:proofErr w:type="spellEnd"/>
      <w:r>
        <w:t xml:space="preserve"> ? </w:t>
      </w:r>
      <w:r w:rsidR="002A4158" w:rsidRPr="00DA4E77">
        <w:t>A-t-il donc démérité d</w:t>
      </w:r>
      <w:r>
        <w:t>’</w:t>
      </w:r>
      <w:r w:rsidR="002A4158" w:rsidRPr="00DA4E77">
        <w:t>Atlantis</w:t>
      </w:r>
      <w:r>
        <w:t xml:space="preserve"> ? </w:t>
      </w:r>
      <w:r w:rsidR="002A4158" w:rsidRPr="00DA4E77">
        <w:t>A-t-il abd</w:t>
      </w:r>
      <w:r w:rsidR="002A4158" w:rsidRPr="00DA4E77">
        <w:t>i</w:t>
      </w:r>
      <w:r w:rsidR="002A4158" w:rsidRPr="00DA4E77">
        <w:t xml:space="preserve">qué comme </w:t>
      </w:r>
      <w:proofErr w:type="spellStart"/>
      <w:r w:rsidR="002A4158" w:rsidRPr="00DA4E77">
        <w:t>Oréus</w:t>
      </w:r>
      <w:proofErr w:type="spellEnd"/>
      <w:r>
        <w:t> ?</w:t>
      </w:r>
    </w:p>
    <w:p w14:paraId="78E3115F" w14:textId="77777777" w:rsidR="00276CCE" w:rsidRDefault="00276CCE" w:rsidP="002A4158">
      <w:r>
        <w:t>— </w:t>
      </w:r>
      <w:r w:rsidR="002A4158" w:rsidRPr="00DA4E77">
        <w:t>Tu ne sais donc pas qu</w:t>
      </w:r>
      <w:r>
        <w:t>’</w:t>
      </w:r>
      <w:proofErr w:type="spellStart"/>
      <w:r w:rsidR="002A4158" w:rsidRPr="00DA4E77">
        <w:t>Hellas</w:t>
      </w:r>
      <w:proofErr w:type="spellEnd"/>
      <w:r>
        <w:t xml:space="preserve">, </w:t>
      </w:r>
      <w:r w:rsidR="002A4158" w:rsidRPr="00DA4E77">
        <w:t>depuis l</w:t>
      </w:r>
      <w:r>
        <w:t>’</w:t>
      </w:r>
      <w:r w:rsidR="002A4158" w:rsidRPr="00DA4E77">
        <w:t>hiver dernier</w:t>
      </w:r>
      <w:r>
        <w:t xml:space="preserve">, </w:t>
      </w:r>
      <w:r w:rsidR="002A4158" w:rsidRPr="00DA4E77">
        <w:t>nous a laissés sans nouvelle</w:t>
      </w:r>
      <w:r>
        <w:t xml:space="preserve">. </w:t>
      </w:r>
      <w:r w:rsidR="002A4158" w:rsidRPr="00DA4E77">
        <w:t>Les uns disent qu</w:t>
      </w:r>
      <w:r>
        <w:t>’</w:t>
      </w:r>
      <w:r w:rsidR="002A4158" w:rsidRPr="00DA4E77">
        <w:t>il est vaincu</w:t>
      </w:r>
      <w:r>
        <w:t xml:space="preserve"> ; </w:t>
      </w:r>
      <w:r w:rsidR="002A4158" w:rsidRPr="00DA4E77">
        <w:t>les autres</w:t>
      </w:r>
      <w:r>
        <w:t xml:space="preserve">, </w:t>
      </w:r>
      <w:r w:rsidR="002A4158" w:rsidRPr="00DA4E77">
        <w:t>mort</w:t>
      </w:r>
      <w:r>
        <w:t xml:space="preserve"> ; </w:t>
      </w:r>
      <w:r w:rsidR="002A4158" w:rsidRPr="00DA4E77">
        <w:t>d</w:t>
      </w:r>
      <w:r>
        <w:t>’</w:t>
      </w:r>
      <w:r w:rsidR="002A4158" w:rsidRPr="00DA4E77">
        <w:t>autres même affirment qu</w:t>
      </w:r>
      <w:r>
        <w:t>’</w:t>
      </w:r>
      <w:r w:rsidR="002A4158" w:rsidRPr="00DA4E77">
        <w:t>il a fondé</w:t>
      </w:r>
      <w:r>
        <w:t xml:space="preserve">, </w:t>
      </w:r>
      <w:r w:rsidR="002A4158" w:rsidRPr="00DA4E77">
        <w:t>dans l</w:t>
      </w:r>
      <w:r>
        <w:t>’</w:t>
      </w:r>
      <w:r w:rsidR="002A4158" w:rsidRPr="00DA4E77">
        <w:t>archipel des Pélasges</w:t>
      </w:r>
      <w:r>
        <w:t xml:space="preserve">, </w:t>
      </w:r>
      <w:r w:rsidR="002A4158" w:rsidRPr="00DA4E77">
        <w:t>une nouvelle Reine des Eaux</w:t>
      </w:r>
      <w:r>
        <w:t xml:space="preserve">, </w:t>
      </w:r>
      <w:r w:rsidR="002A4158" w:rsidRPr="00DA4E77">
        <w:t>du fond de laquelle</w:t>
      </w:r>
      <w:r>
        <w:t xml:space="preserve">, </w:t>
      </w:r>
      <w:r w:rsidR="002A4158" w:rsidRPr="00DA4E77">
        <w:t>un jour</w:t>
      </w:r>
      <w:r>
        <w:t xml:space="preserve">, </w:t>
      </w:r>
      <w:r w:rsidR="002A4158" w:rsidRPr="00DA4E77">
        <w:t>il se dressera contre Atlantis</w:t>
      </w:r>
      <w:r>
        <w:t>.</w:t>
      </w:r>
    </w:p>
    <w:p w14:paraId="39C4FA82" w14:textId="77777777" w:rsidR="00276CCE" w:rsidRDefault="00276CCE" w:rsidP="002A4158">
      <w:r>
        <w:t>— </w:t>
      </w:r>
      <w:r w:rsidR="002A4158" w:rsidRPr="00DA4E77">
        <w:t>Eh bien</w:t>
      </w:r>
      <w:r>
        <w:t xml:space="preserve">, </w:t>
      </w:r>
      <w:proofErr w:type="spellStart"/>
      <w:r w:rsidR="002A4158" w:rsidRPr="00DA4E77">
        <w:t>Knephao</w:t>
      </w:r>
      <w:proofErr w:type="spellEnd"/>
      <w:r>
        <w:t xml:space="preserve">, </w:t>
      </w:r>
      <w:r w:rsidR="002A4158" w:rsidRPr="00DA4E77">
        <w:t>réjouis-toi</w:t>
      </w:r>
      <w:r>
        <w:t xml:space="preserve">, </w:t>
      </w:r>
      <w:proofErr w:type="spellStart"/>
      <w:r w:rsidR="002A4158" w:rsidRPr="00DA4E77">
        <w:t>Hellas</w:t>
      </w:r>
      <w:proofErr w:type="spellEnd"/>
      <w:r w:rsidR="002A4158" w:rsidRPr="00DA4E77">
        <w:t xml:space="preserve"> vit</w:t>
      </w:r>
      <w:r>
        <w:t xml:space="preserve">, </w:t>
      </w:r>
      <w:proofErr w:type="spellStart"/>
      <w:r w:rsidR="002A4158" w:rsidRPr="00DA4E77">
        <w:t>Hellas</w:t>
      </w:r>
      <w:proofErr w:type="spellEnd"/>
      <w:r w:rsidR="002A4158" w:rsidRPr="00DA4E77">
        <w:t xml:space="preserve"> est vai</w:t>
      </w:r>
      <w:r w:rsidR="002A4158" w:rsidRPr="00DA4E77">
        <w:t>n</w:t>
      </w:r>
      <w:r w:rsidR="002A4158" w:rsidRPr="00DA4E77">
        <w:t>queur</w:t>
      </w:r>
      <w:r>
        <w:t xml:space="preserve">, </w:t>
      </w:r>
      <w:proofErr w:type="spellStart"/>
      <w:r w:rsidR="002A4158" w:rsidRPr="00DA4E77">
        <w:t>Hellas</w:t>
      </w:r>
      <w:proofErr w:type="spellEnd"/>
      <w:r w:rsidR="002A4158" w:rsidRPr="00DA4E77">
        <w:t xml:space="preserve"> retourne vers Atlantis</w:t>
      </w:r>
      <w:r>
        <w:t> !</w:t>
      </w:r>
    </w:p>
    <w:p w14:paraId="0DCF4992" w14:textId="77777777" w:rsidR="00276CCE" w:rsidRDefault="002A4158" w:rsidP="002A4158">
      <w:r w:rsidRPr="00DA4E77">
        <w:t>Je me réjouis</w:t>
      </w:r>
      <w:r w:rsidR="00276CCE">
        <w:t xml:space="preserve">, </w:t>
      </w:r>
      <w:proofErr w:type="spellStart"/>
      <w:r w:rsidRPr="00DA4E77">
        <w:t>Hermos</w:t>
      </w:r>
      <w:proofErr w:type="spellEnd"/>
      <w:r w:rsidR="00276CCE">
        <w:t xml:space="preserve">, </w:t>
      </w:r>
      <w:r w:rsidRPr="00DA4E77">
        <w:t xml:space="preserve">de savoir notre </w:t>
      </w:r>
      <w:proofErr w:type="spellStart"/>
      <w:r w:rsidRPr="00DA4E77">
        <w:t>Hellas</w:t>
      </w:r>
      <w:proofErr w:type="spellEnd"/>
      <w:r w:rsidRPr="00DA4E77">
        <w:t xml:space="preserve"> vivant et fort</w:t>
      </w:r>
      <w:r w:rsidR="00276CCE">
        <w:t xml:space="preserve"> ; </w:t>
      </w:r>
      <w:r w:rsidRPr="00DA4E77">
        <w:t>mais si ses ennemis ont eu l</w:t>
      </w:r>
      <w:r w:rsidR="00276CCE">
        <w:t>’</w:t>
      </w:r>
      <w:r w:rsidRPr="00DA4E77">
        <w:t>habileté de détourner toutes les nouvelles reçues</w:t>
      </w:r>
      <w:r w:rsidR="00276CCE">
        <w:t xml:space="preserve">, </w:t>
      </w:r>
      <w:r w:rsidRPr="00DA4E77">
        <w:t>c</w:t>
      </w:r>
      <w:r w:rsidR="00276CCE">
        <w:t>’</w:t>
      </w:r>
      <w:r w:rsidRPr="00DA4E77">
        <w:t>est donc qu</w:t>
      </w:r>
      <w:r w:rsidR="00276CCE">
        <w:t>’</w:t>
      </w:r>
      <w:r w:rsidRPr="00DA4E77">
        <w:t>ils s</w:t>
      </w:r>
      <w:r w:rsidR="00276CCE">
        <w:t>’</w:t>
      </w:r>
      <w:r w:rsidRPr="00DA4E77">
        <w:t>apprêtent à le combattre lui-même quand il apparaîtra devant l</w:t>
      </w:r>
      <w:r w:rsidR="00276CCE">
        <w:t>’</w:t>
      </w:r>
      <w:r w:rsidRPr="00DA4E77">
        <w:t>Atlantis</w:t>
      </w:r>
      <w:r w:rsidR="00276CCE">
        <w:t>.</w:t>
      </w:r>
    </w:p>
    <w:p w14:paraId="714203A1" w14:textId="77777777" w:rsidR="00276CCE" w:rsidRDefault="00276CCE" w:rsidP="002A4158">
      <w:r>
        <w:t>— </w:t>
      </w:r>
      <w:r w:rsidR="002A4158" w:rsidRPr="00DA4E77">
        <w:t>Mais qui</w:t>
      </w:r>
      <w:r>
        <w:t xml:space="preserve">, </w:t>
      </w:r>
      <w:r w:rsidR="002A4158" w:rsidRPr="00DA4E77">
        <w:t>ce soir</w:t>
      </w:r>
      <w:r>
        <w:t xml:space="preserve">, </w:t>
      </w:r>
      <w:r w:rsidR="002A4158" w:rsidRPr="00DA4E77">
        <w:t>va prendre la couronne</w:t>
      </w:r>
      <w:r>
        <w:t> ?</w:t>
      </w:r>
    </w:p>
    <w:p w14:paraId="5F9D7C90" w14:textId="77777777" w:rsidR="00276CCE" w:rsidRDefault="00276CCE" w:rsidP="002A4158">
      <w:r>
        <w:t>— </w:t>
      </w:r>
      <w:r w:rsidR="002A4158" w:rsidRPr="00DA4E77">
        <w:t>Tu le demandes</w:t>
      </w:r>
      <w:r>
        <w:t xml:space="preserve"> ? </w:t>
      </w:r>
      <w:r w:rsidR="002A4158" w:rsidRPr="00DA4E77">
        <w:t>Celui à qui</w:t>
      </w:r>
      <w:r>
        <w:t xml:space="preserve">, </w:t>
      </w:r>
      <w:r w:rsidR="002A4158" w:rsidRPr="00DA4E77">
        <w:t>depuis trois ans</w:t>
      </w:r>
      <w:r>
        <w:t xml:space="preserve">, </w:t>
      </w:r>
      <w:r w:rsidR="002A4158" w:rsidRPr="00DA4E77">
        <w:t>Atlantis doit tous ses désordres et toutes ses folies</w:t>
      </w:r>
      <w:r>
        <w:t xml:space="preserve">. </w:t>
      </w:r>
      <w:proofErr w:type="spellStart"/>
      <w:r w:rsidR="002A4158" w:rsidRPr="00DA4E77">
        <w:t>Guitché</w:t>
      </w:r>
      <w:proofErr w:type="spellEnd"/>
      <w:r>
        <w:t xml:space="preserve">, </w:t>
      </w:r>
      <w:r w:rsidR="002A4158" w:rsidRPr="00DA4E77">
        <w:t>le maître de l</w:t>
      </w:r>
      <w:r>
        <w:t>’</w:t>
      </w:r>
      <w:r w:rsidR="002A4158" w:rsidRPr="00DA4E77">
        <w:t>Or</w:t>
      </w:r>
      <w:r>
        <w:t>.</w:t>
      </w:r>
    </w:p>
    <w:p w14:paraId="6F378F09" w14:textId="77777777" w:rsidR="00276CCE" w:rsidRDefault="00276CCE" w:rsidP="002A4158">
      <w:r>
        <w:t>— </w:t>
      </w:r>
      <w:proofErr w:type="spellStart"/>
      <w:r w:rsidR="002A4158" w:rsidRPr="00DA4E77">
        <w:t>Guitché</w:t>
      </w:r>
      <w:proofErr w:type="spellEnd"/>
      <w:r>
        <w:t xml:space="preserve"> ? </w:t>
      </w:r>
      <w:r w:rsidR="002A4158" w:rsidRPr="00DA4E77">
        <w:t>Cet esclave d</w:t>
      </w:r>
      <w:r>
        <w:t>’</w:t>
      </w:r>
      <w:r w:rsidR="002A4158" w:rsidRPr="00DA4E77">
        <w:t>une esclave</w:t>
      </w:r>
      <w:r>
        <w:t> ?</w:t>
      </w:r>
    </w:p>
    <w:p w14:paraId="15061A70" w14:textId="77777777" w:rsidR="00276CCE" w:rsidRDefault="00276CCE" w:rsidP="002A4158">
      <w:r>
        <w:t>— </w:t>
      </w:r>
      <w:r w:rsidR="002A4158" w:rsidRPr="00DA4E77">
        <w:t>Oui</w:t>
      </w:r>
      <w:r>
        <w:t xml:space="preserve">, </w:t>
      </w:r>
      <w:r w:rsidR="002A4158" w:rsidRPr="00DA4E77">
        <w:t xml:space="preserve">mon cher </w:t>
      </w:r>
      <w:proofErr w:type="spellStart"/>
      <w:r w:rsidR="002A4158" w:rsidRPr="00DA4E77">
        <w:t>Hermos</w:t>
      </w:r>
      <w:proofErr w:type="spellEnd"/>
      <w:r>
        <w:t xml:space="preserve">, </w:t>
      </w:r>
      <w:r w:rsidR="002A4158" w:rsidRPr="00DA4E77">
        <w:t xml:space="preserve">et tu sais donc que </w:t>
      </w:r>
      <w:proofErr w:type="spellStart"/>
      <w:r w:rsidR="002A4158" w:rsidRPr="00DA4E77">
        <w:t>Guitché</w:t>
      </w:r>
      <w:proofErr w:type="spellEnd"/>
      <w:r w:rsidR="002A4158" w:rsidRPr="00DA4E77">
        <w:t xml:space="preserve"> Pri</w:t>
      </w:r>
      <w:r w:rsidR="002A4158" w:rsidRPr="00DA4E77">
        <w:t>n</w:t>
      </w:r>
      <w:r w:rsidR="002A4158" w:rsidRPr="00DA4E77">
        <w:t>ce des Apôtres</w:t>
      </w:r>
      <w:r>
        <w:t xml:space="preserve">, </w:t>
      </w:r>
      <w:r w:rsidR="002A4158" w:rsidRPr="00DA4E77">
        <w:t>c</w:t>
      </w:r>
      <w:r>
        <w:t>’</w:t>
      </w:r>
      <w:r w:rsidR="002A4158" w:rsidRPr="00DA4E77">
        <w:t xml:space="preserve">est </w:t>
      </w:r>
      <w:proofErr w:type="spellStart"/>
      <w:r w:rsidR="002A4158" w:rsidRPr="00DA4E77">
        <w:t>Melléna</w:t>
      </w:r>
      <w:proofErr w:type="spellEnd"/>
      <w:r w:rsidR="002A4158" w:rsidRPr="00DA4E77">
        <w:t xml:space="preserve"> devenue</w:t>
      </w:r>
      <w:r>
        <w:t xml:space="preserve">, </w:t>
      </w:r>
      <w:r w:rsidR="002A4158" w:rsidRPr="00DA4E77">
        <w:t>sans contrôle</w:t>
      </w:r>
      <w:r>
        <w:t xml:space="preserve">, </w:t>
      </w:r>
      <w:r w:rsidR="002A4158" w:rsidRPr="00DA4E77">
        <w:t>notre vér</w:t>
      </w:r>
      <w:r w:rsidR="002A4158" w:rsidRPr="00DA4E77">
        <w:t>i</w:t>
      </w:r>
      <w:r w:rsidR="002A4158" w:rsidRPr="00DA4E77">
        <w:t>table reine</w:t>
      </w:r>
      <w:r>
        <w:t xml:space="preserve"> ; </w:t>
      </w:r>
      <w:r w:rsidR="002A4158" w:rsidRPr="00DA4E77">
        <w:t xml:space="preserve">et </w:t>
      </w:r>
      <w:proofErr w:type="spellStart"/>
      <w:r w:rsidR="002A4158" w:rsidRPr="00DA4E77">
        <w:t>Melléna</w:t>
      </w:r>
      <w:proofErr w:type="spellEnd"/>
      <w:r>
        <w:t xml:space="preserve">, </w:t>
      </w:r>
      <w:r w:rsidR="002A4158" w:rsidRPr="00DA4E77">
        <w:t>reine d</w:t>
      </w:r>
      <w:r>
        <w:t>’</w:t>
      </w:r>
      <w:r w:rsidR="002A4158" w:rsidRPr="00DA4E77">
        <w:t>Atlantis</w:t>
      </w:r>
      <w:r>
        <w:t xml:space="preserve">, </w:t>
      </w:r>
      <w:r w:rsidR="002A4158" w:rsidRPr="00DA4E77">
        <w:t>c</w:t>
      </w:r>
      <w:r>
        <w:t>’</w:t>
      </w:r>
      <w:r w:rsidR="002A4158" w:rsidRPr="00DA4E77">
        <w:t>est la réaction de to</w:t>
      </w:r>
      <w:r w:rsidR="002A4158" w:rsidRPr="00DA4E77">
        <w:t>u</w:t>
      </w:r>
      <w:r w:rsidR="002A4158" w:rsidRPr="00DA4E77">
        <w:t>te l</w:t>
      </w:r>
      <w:r>
        <w:t>’</w:t>
      </w:r>
      <w:r w:rsidR="002A4158" w:rsidRPr="00DA4E77">
        <w:t>antique race occidentale</w:t>
      </w:r>
      <w:r>
        <w:t xml:space="preserve">, </w:t>
      </w:r>
      <w:r w:rsidR="002A4158" w:rsidRPr="00DA4E77">
        <w:t>dont elle vient</w:t>
      </w:r>
      <w:r>
        <w:t xml:space="preserve">, </w:t>
      </w:r>
      <w:r w:rsidR="002A4158" w:rsidRPr="00DA4E77">
        <w:t>et qui hait l</w:t>
      </w:r>
      <w:r>
        <w:t>’</w:t>
      </w:r>
      <w:r w:rsidR="002A4158" w:rsidRPr="00DA4E77">
        <w:t>Orient</w:t>
      </w:r>
      <w:r>
        <w:t xml:space="preserve">, </w:t>
      </w:r>
      <w:r w:rsidR="002A4158" w:rsidRPr="00DA4E77">
        <w:t>dont je suis</w:t>
      </w:r>
      <w:r>
        <w:t xml:space="preserve">. </w:t>
      </w:r>
      <w:r w:rsidR="002A4158" w:rsidRPr="00DA4E77">
        <w:t>On a tout fait pour qu</w:t>
      </w:r>
      <w:r>
        <w:t>’</w:t>
      </w:r>
      <w:proofErr w:type="spellStart"/>
      <w:r w:rsidR="002A4158" w:rsidRPr="00DA4E77">
        <w:t>Hellas</w:t>
      </w:r>
      <w:proofErr w:type="spellEnd"/>
      <w:r w:rsidR="002A4158" w:rsidRPr="00DA4E77">
        <w:t xml:space="preserve"> succombât chez les Pélasges</w:t>
      </w:r>
      <w:r>
        <w:t xml:space="preserve">. </w:t>
      </w:r>
      <w:r w:rsidR="002A4158" w:rsidRPr="00DA4E77">
        <w:t>Et toi-même</w:t>
      </w:r>
      <w:r>
        <w:t xml:space="preserve">, </w:t>
      </w:r>
      <w:proofErr w:type="spellStart"/>
      <w:r w:rsidR="002A4158" w:rsidRPr="00DA4E77">
        <w:t>Hermos</w:t>
      </w:r>
      <w:proofErr w:type="spellEnd"/>
      <w:r>
        <w:t xml:space="preserve">, </w:t>
      </w:r>
      <w:r w:rsidR="002A4158" w:rsidRPr="00DA4E77">
        <w:t>on a tout fait pour empêcher ton retour</w:t>
      </w:r>
      <w:r>
        <w:t xml:space="preserve">. </w:t>
      </w:r>
      <w:r w:rsidR="002A4158" w:rsidRPr="00DA4E77">
        <w:t>Sais-tu ce qu</w:t>
      </w:r>
      <w:r>
        <w:t>’</w:t>
      </w:r>
      <w:r w:rsidR="002A4158" w:rsidRPr="00DA4E77">
        <w:t>elle veut</w:t>
      </w:r>
      <w:r>
        <w:t xml:space="preserve">, </w:t>
      </w:r>
      <w:proofErr w:type="spellStart"/>
      <w:r w:rsidR="002A4158" w:rsidRPr="00DA4E77">
        <w:t>Melléna</w:t>
      </w:r>
      <w:proofErr w:type="spellEnd"/>
      <w:r>
        <w:t xml:space="preserve"> ? </w:t>
      </w:r>
      <w:r w:rsidR="002A4158" w:rsidRPr="00DA4E77">
        <w:t>S</w:t>
      </w:r>
      <w:r>
        <w:t>’</w:t>
      </w:r>
      <w:r w:rsidR="002A4158" w:rsidRPr="00DA4E77">
        <w:t>emparer de la Terrasse Sainte</w:t>
      </w:r>
      <w:r>
        <w:t xml:space="preserve">, </w:t>
      </w:r>
      <w:r w:rsidR="002A4158" w:rsidRPr="00DA4E77">
        <w:t>dernier refuge des savants et des initiés</w:t>
      </w:r>
      <w:r>
        <w:t xml:space="preserve">. </w:t>
      </w:r>
      <w:r w:rsidR="002A4158" w:rsidRPr="00DA4E77">
        <w:t>Or</w:t>
      </w:r>
      <w:r>
        <w:t xml:space="preserve">, </w:t>
      </w:r>
      <w:r w:rsidR="002A4158" w:rsidRPr="00DA4E77">
        <w:t>le jour où l</w:t>
      </w:r>
      <w:r>
        <w:t>’</w:t>
      </w:r>
      <w:r w:rsidR="002A4158" w:rsidRPr="00DA4E77">
        <w:t>on violera les secrets du Sphinx</w:t>
      </w:r>
      <w:r>
        <w:t>…</w:t>
      </w:r>
    </w:p>
    <w:p w14:paraId="414F8ED9" w14:textId="77777777" w:rsidR="00276CCE" w:rsidRDefault="002A4158" w:rsidP="002A4158">
      <w:r w:rsidRPr="00DA4E77">
        <w:lastRenderedPageBreak/>
        <w:t>Cette fois</w:t>
      </w:r>
      <w:r w:rsidR="00276CCE">
        <w:t xml:space="preserve">, </w:t>
      </w:r>
      <w:proofErr w:type="spellStart"/>
      <w:r w:rsidRPr="00DA4E77">
        <w:t>Hermos</w:t>
      </w:r>
      <w:proofErr w:type="spellEnd"/>
      <w:r w:rsidR="00276CCE">
        <w:t xml:space="preserve">, </w:t>
      </w:r>
      <w:r w:rsidRPr="00DA4E77">
        <w:t>complètement retourné</w:t>
      </w:r>
      <w:r w:rsidR="00276CCE">
        <w:t xml:space="preserve">, </w:t>
      </w:r>
      <w:r w:rsidRPr="00DA4E77">
        <w:t xml:space="preserve">prend avec émoi les mains de </w:t>
      </w:r>
      <w:proofErr w:type="spellStart"/>
      <w:r w:rsidRPr="00DA4E77">
        <w:t>Knephao</w:t>
      </w:r>
      <w:proofErr w:type="spellEnd"/>
      <w:r w:rsidR="00276CCE">
        <w:t> :</w:t>
      </w:r>
    </w:p>
    <w:p w14:paraId="2BFC1AFE" w14:textId="77777777" w:rsidR="00276CCE" w:rsidRDefault="00276CCE" w:rsidP="002A4158">
      <w:r>
        <w:t>— </w:t>
      </w:r>
      <w:r w:rsidR="002A4158" w:rsidRPr="00DA4E77">
        <w:t>Tu as raison</w:t>
      </w:r>
      <w:r>
        <w:t xml:space="preserve">, </w:t>
      </w:r>
      <w:r w:rsidR="002A4158" w:rsidRPr="00DA4E77">
        <w:t>dit-il</w:t>
      </w:r>
      <w:r>
        <w:t xml:space="preserve">, </w:t>
      </w:r>
      <w:r w:rsidR="002A4158" w:rsidRPr="00DA4E77">
        <w:t>il faut agir</w:t>
      </w:r>
      <w:r>
        <w:t xml:space="preserve">. </w:t>
      </w:r>
      <w:r w:rsidR="002A4158" w:rsidRPr="00DA4E77">
        <w:t>Atlantis mourir</w:t>
      </w:r>
      <w:r>
        <w:t xml:space="preserve"> ? </w:t>
      </w:r>
      <w:r w:rsidR="002A4158" w:rsidRPr="00DA4E77">
        <w:t>Ce ne se peut pas</w:t>
      </w:r>
      <w:r>
        <w:t xml:space="preserve">. </w:t>
      </w:r>
      <w:r w:rsidR="002A4158" w:rsidRPr="00DA4E77">
        <w:t>Les dieux en ont besoin pour animer le monde</w:t>
      </w:r>
      <w:r>
        <w:t xml:space="preserve">. </w:t>
      </w:r>
      <w:r w:rsidR="002A4158" w:rsidRPr="00DA4E77">
        <w:t>Ils m</w:t>
      </w:r>
      <w:r>
        <w:t>’</w:t>
      </w:r>
      <w:r w:rsidR="002A4158" w:rsidRPr="00DA4E77">
        <w:t>ont conduit près de toi pour te seconder</w:t>
      </w:r>
      <w:r>
        <w:t xml:space="preserve">. </w:t>
      </w:r>
      <w:r w:rsidR="002A4158" w:rsidRPr="00DA4E77">
        <w:t>Que veux-tu de moi</w:t>
      </w:r>
      <w:r>
        <w:t> ?</w:t>
      </w:r>
    </w:p>
    <w:p w14:paraId="198E34C9" w14:textId="77777777" w:rsidR="00276CCE" w:rsidRDefault="00276CCE" w:rsidP="002A4158">
      <w:r>
        <w:t>— </w:t>
      </w:r>
      <w:r w:rsidR="002A4158" w:rsidRPr="00DA4E77">
        <w:t>Il faut qu</w:t>
      </w:r>
      <w:r>
        <w:t>’</w:t>
      </w:r>
      <w:r w:rsidR="002A4158" w:rsidRPr="00DA4E77">
        <w:t>Atlantis</w:t>
      </w:r>
      <w:r>
        <w:t xml:space="preserve">, </w:t>
      </w:r>
      <w:r w:rsidR="002A4158" w:rsidRPr="00DA4E77">
        <w:t>ce soir</w:t>
      </w:r>
      <w:r>
        <w:t xml:space="preserve">, </w:t>
      </w:r>
      <w:r w:rsidR="002A4158" w:rsidRPr="00DA4E77">
        <w:t xml:space="preserve">échappe au parti de </w:t>
      </w:r>
      <w:proofErr w:type="spellStart"/>
      <w:r w:rsidR="002A4158" w:rsidRPr="00DA4E77">
        <w:t>Melléna</w:t>
      </w:r>
      <w:proofErr w:type="spellEnd"/>
      <w:r>
        <w:t xml:space="preserve">. </w:t>
      </w:r>
      <w:r w:rsidR="002A4158" w:rsidRPr="00DA4E77">
        <w:t>Il faut sauver la Terrasse Sainte</w:t>
      </w:r>
      <w:r>
        <w:t xml:space="preserve">. </w:t>
      </w:r>
      <w:r w:rsidR="002A4158" w:rsidRPr="00DA4E77">
        <w:t>Moi</w:t>
      </w:r>
      <w:r>
        <w:t xml:space="preserve">, </w:t>
      </w:r>
      <w:r w:rsidR="002A4158" w:rsidRPr="00DA4E77">
        <w:t>je ne le puis</w:t>
      </w:r>
      <w:r>
        <w:t xml:space="preserve">. </w:t>
      </w:r>
      <w:r w:rsidR="002A4158" w:rsidRPr="00DA4E77">
        <w:t>Toi</w:t>
      </w:r>
      <w:r>
        <w:t xml:space="preserve">, </w:t>
      </w:r>
      <w:r w:rsidR="002A4158" w:rsidRPr="00DA4E77">
        <w:t>tu le peux</w:t>
      </w:r>
      <w:r>
        <w:t>.</w:t>
      </w:r>
    </w:p>
    <w:p w14:paraId="32882DE6" w14:textId="77777777" w:rsidR="00276CCE" w:rsidRDefault="00276CCE" w:rsidP="002A4158">
      <w:r>
        <w:t>— </w:t>
      </w:r>
      <w:r w:rsidR="002A4158" w:rsidRPr="00DA4E77">
        <w:t>Veux-tu que nous courions sur la place publique</w:t>
      </w:r>
      <w:r>
        <w:t xml:space="preserve"> ? </w:t>
      </w:r>
      <w:r w:rsidR="002A4158" w:rsidRPr="00DA4E77">
        <w:t>Veux-tu que nous agitions le peuple</w:t>
      </w:r>
      <w:r>
        <w:t xml:space="preserve"> ? </w:t>
      </w:r>
      <w:r w:rsidR="002A4158" w:rsidRPr="00DA4E77">
        <w:t>Il m</w:t>
      </w:r>
      <w:r>
        <w:t>’</w:t>
      </w:r>
      <w:r w:rsidR="002A4158" w:rsidRPr="00DA4E77">
        <w:t>acclamait tout à l</w:t>
      </w:r>
      <w:r>
        <w:t>’</w:t>
      </w:r>
      <w:r w:rsidR="002A4158" w:rsidRPr="00DA4E77">
        <w:t>heure et je l</w:t>
      </w:r>
      <w:r>
        <w:t>’</w:t>
      </w:r>
      <w:r w:rsidR="002A4158" w:rsidRPr="00DA4E77">
        <w:t xml:space="preserve">entendais gronder contre </w:t>
      </w:r>
      <w:proofErr w:type="spellStart"/>
      <w:r w:rsidR="002A4158" w:rsidRPr="00DA4E77">
        <w:t>Melléna</w:t>
      </w:r>
      <w:proofErr w:type="spellEnd"/>
      <w:r>
        <w:t>.</w:t>
      </w:r>
    </w:p>
    <w:p w14:paraId="4A8235D8" w14:textId="77777777" w:rsidR="00276CCE" w:rsidRDefault="00276CCE" w:rsidP="002A4158">
      <w:r>
        <w:t>— </w:t>
      </w:r>
      <w:r w:rsidR="002A4158" w:rsidRPr="00DA4E77">
        <w:t>N</w:t>
      </w:r>
      <w:r>
        <w:t>’</w:t>
      </w:r>
      <w:r w:rsidR="002A4158" w:rsidRPr="00DA4E77">
        <w:t>as-tu pas vu l</w:t>
      </w:r>
      <w:r>
        <w:t>’</w:t>
      </w:r>
      <w:r w:rsidR="002A4158" w:rsidRPr="00DA4E77">
        <w:t>inconsistance de la foule</w:t>
      </w:r>
      <w:r>
        <w:t xml:space="preserve"> ? </w:t>
      </w:r>
      <w:r w:rsidR="002A4158" w:rsidRPr="00DA4E77">
        <w:t>Elle ne sait que crier à tous les vents</w:t>
      </w:r>
      <w:r>
        <w:t xml:space="preserve">. </w:t>
      </w:r>
      <w:r w:rsidR="002A4158" w:rsidRPr="00DA4E77">
        <w:t>Écoute-moi</w:t>
      </w:r>
      <w:r>
        <w:t xml:space="preserve">. </w:t>
      </w:r>
      <w:r w:rsidR="002A4158" w:rsidRPr="00DA4E77">
        <w:t>Dans un instant</w:t>
      </w:r>
      <w:r>
        <w:t xml:space="preserve">, </w:t>
      </w:r>
      <w:r w:rsidR="002A4158" w:rsidRPr="00DA4E77">
        <w:t>tu seras dans le Temple des Initiés</w:t>
      </w:r>
      <w:r>
        <w:t xml:space="preserve">. </w:t>
      </w:r>
      <w:r w:rsidR="002A4158" w:rsidRPr="00DA4E77">
        <w:t>Ils doivent y entrer</w:t>
      </w:r>
      <w:r>
        <w:t xml:space="preserve">, </w:t>
      </w:r>
      <w:r w:rsidR="002A4158" w:rsidRPr="00DA4E77">
        <w:t>selon la co</w:t>
      </w:r>
      <w:r w:rsidR="002A4158" w:rsidRPr="00DA4E77">
        <w:t>u</w:t>
      </w:r>
      <w:r w:rsidR="002A4158" w:rsidRPr="00DA4E77">
        <w:t>tume</w:t>
      </w:r>
      <w:r>
        <w:t xml:space="preserve">, </w:t>
      </w:r>
      <w:r w:rsidR="002A4158" w:rsidRPr="00DA4E77">
        <w:t>avant le coucher du soleil</w:t>
      </w:r>
      <w:r>
        <w:t xml:space="preserve">. </w:t>
      </w:r>
      <w:r w:rsidR="002A4158" w:rsidRPr="00DA4E77">
        <w:t>Tu te cacheras</w:t>
      </w:r>
      <w:r>
        <w:t xml:space="preserve">. </w:t>
      </w:r>
      <w:r w:rsidR="002A4158" w:rsidRPr="00DA4E77">
        <w:t>Puis</w:t>
      </w:r>
      <w:r>
        <w:t xml:space="preserve">, </w:t>
      </w:r>
      <w:r w:rsidR="002A4158" w:rsidRPr="00DA4E77">
        <w:t>sitôt après la prière en commun</w:t>
      </w:r>
      <w:r>
        <w:t xml:space="preserve">, </w:t>
      </w:r>
      <w:r w:rsidR="002A4158" w:rsidRPr="00DA4E77">
        <w:t>tu sortiras avec eux</w:t>
      </w:r>
      <w:r>
        <w:t xml:space="preserve">, </w:t>
      </w:r>
      <w:r w:rsidR="002A4158" w:rsidRPr="00DA4E77">
        <w:t>et tu apparaîtras sur le perron du Sphinx</w:t>
      </w:r>
      <w:r>
        <w:t xml:space="preserve">. </w:t>
      </w:r>
      <w:r w:rsidR="002A4158" w:rsidRPr="00DA4E77">
        <w:t xml:space="preserve">Tu raconteras la vérité sur </w:t>
      </w:r>
      <w:proofErr w:type="spellStart"/>
      <w:r w:rsidR="002A4158" w:rsidRPr="00DA4E77">
        <w:t>Hellas</w:t>
      </w:r>
      <w:proofErr w:type="spellEnd"/>
      <w:r>
        <w:t xml:space="preserve">, </w:t>
      </w:r>
      <w:r w:rsidR="002A4158" w:rsidRPr="00DA4E77">
        <w:t>et</w:t>
      </w:r>
      <w:r>
        <w:t xml:space="preserve">, </w:t>
      </w:r>
      <w:r w:rsidR="002A4158" w:rsidRPr="00DA4E77">
        <w:t>s</w:t>
      </w:r>
      <w:r>
        <w:t>’</w:t>
      </w:r>
      <w:r w:rsidR="002A4158" w:rsidRPr="00DA4E77">
        <w:t>ils veulent quand même désigner un nouveau Prince</w:t>
      </w:r>
      <w:r>
        <w:t xml:space="preserve">, </w:t>
      </w:r>
      <w:r w:rsidR="002A4158" w:rsidRPr="00DA4E77">
        <w:t>tu solliciteras cette dignité</w:t>
      </w:r>
      <w:r>
        <w:t>.</w:t>
      </w:r>
    </w:p>
    <w:p w14:paraId="6068B862" w14:textId="77777777" w:rsidR="00276CCE" w:rsidRDefault="00276CCE" w:rsidP="002A4158">
      <w:r>
        <w:t>— </w:t>
      </w:r>
      <w:r w:rsidR="002A4158" w:rsidRPr="00DA4E77">
        <w:t>Mais s</w:t>
      </w:r>
      <w:r>
        <w:t>’</w:t>
      </w:r>
      <w:r w:rsidR="002A4158" w:rsidRPr="00DA4E77">
        <w:t>ils refusent</w:t>
      </w:r>
      <w:r>
        <w:t> ?</w:t>
      </w:r>
    </w:p>
    <w:p w14:paraId="560BFA85" w14:textId="77777777" w:rsidR="00276CCE" w:rsidRDefault="00276CCE" w:rsidP="002A4158">
      <w:r>
        <w:t>— </w:t>
      </w:r>
      <w:r w:rsidR="002A4158" w:rsidRPr="00DA4E77">
        <w:t>Il faut que tu emportes la victoire</w:t>
      </w:r>
      <w:r>
        <w:t xml:space="preserve">. </w:t>
      </w:r>
      <w:r w:rsidR="002A4158" w:rsidRPr="00DA4E77">
        <w:t>Ce n</w:t>
      </w:r>
      <w:r>
        <w:t>’</w:t>
      </w:r>
      <w:r w:rsidR="002A4158" w:rsidRPr="00DA4E77">
        <w:t>est pas mon a</w:t>
      </w:r>
      <w:r w:rsidR="002A4158" w:rsidRPr="00DA4E77">
        <w:t>f</w:t>
      </w:r>
      <w:r w:rsidR="002A4158" w:rsidRPr="00DA4E77">
        <w:t>faire</w:t>
      </w:r>
      <w:r>
        <w:t xml:space="preserve"> : </w:t>
      </w:r>
      <w:r w:rsidR="002A4158" w:rsidRPr="00DA4E77">
        <w:t>c</w:t>
      </w:r>
      <w:r>
        <w:t>’</w:t>
      </w:r>
      <w:r w:rsidR="002A4158" w:rsidRPr="00DA4E77">
        <w:t>est le secret de ton génie</w:t>
      </w:r>
      <w:r>
        <w:t>.</w:t>
      </w:r>
    </w:p>
    <w:p w14:paraId="421A7164" w14:textId="77777777" w:rsidR="00276CCE" w:rsidRDefault="00276CCE" w:rsidP="002A4158">
      <w:r>
        <w:t>— </w:t>
      </w:r>
      <w:r w:rsidR="002A4158" w:rsidRPr="00DA4E77">
        <w:t>Et le Temple</w:t>
      </w:r>
      <w:r>
        <w:t xml:space="preserve">, </w:t>
      </w:r>
      <w:r w:rsidR="002A4158" w:rsidRPr="00DA4E77">
        <w:t>comment y pénétrer</w:t>
      </w:r>
      <w:r>
        <w:t> ?</w:t>
      </w:r>
    </w:p>
    <w:p w14:paraId="514638BE" w14:textId="77777777" w:rsidR="00276CCE" w:rsidRDefault="00276CCE" w:rsidP="002A4158">
      <w:r>
        <w:t>— </w:t>
      </w:r>
      <w:r w:rsidR="002A4158" w:rsidRPr="00DA4E77">
        <w:t>Regarde</w:t>
      </w:r>
      <w:r>
        <w:t>…</w:t>
      </w:r>
    </w:p>
    <w:p w14:paraId="091C05E0" w14:textId="77777777" w:rsidR="00276CCE" w:rsidRDefault="002A4158" w:rsidP="002A4158">
      <w:r w:rsidRPr="00DA4E77">
        <w:t>Et l</w:t>
      </w:r>
      <w:r w:rsidR="00276CCE">
        <w:t>’</w:t>
      </w:r>
      <w:r w:rsidRPr="00DA4E77">
        <w:t>Égyptien</w:t>
      </w:r>
      <w:r w:rsidR="00276CCE">
        <w:t xml:space="preserve">, </w:t>
      </w:r>
      <w:r w:rsidRPr="00DA4E77">
        <w:t>s</w:t>
      </w:r>
      <w:r w:rsidR="00276CCE">
        <w:t>’</w:t>
      </w:r>
      <w:r w:rsidRPr="00DA4E77">
        <w:t>approchant du mur épais</w:t>
      </w:r>
      <w:r w:rsidR="00276CCE">
        <w:t xml:space="preserve">, </w:t>
      </w:r>
      <w:r w:rsidRPr="00DA4E77">
        <w:t>appuie sa main</w:t>
      </w:r>
      <w:r w:rsidR="00276CCE">
        <w:t xml:space="preserve">, </w:t>
      </w:r>
      <w:r w:rsidRPr="00DA4E77">
        <w:t>fortement</w:t>
      </w:r>
      <w:r w:rsidR="00276CCE">
        <w:t xml:space="preserve">, </w:t>
      </w:r>
      <w:r w:rsidRPr="00DA4E77">
        <w:t>contre une pierre</w:t>
      </w:r>
      <w:r w:rsidR="00276CCE">
        <w:t xml:space="preserve">, </w:t>
      </w:r>
      <w:r w:rsidRPr="00DA4E77">
        <w:t>qui</w:t>
      </w:r>
      <w:r w:rsidR="00276CCE">
        <w:t xml:space="preserve">, </w:t>
      </w:r>
      <w:r w:rsidRPr="00DA4E77">
        <w:t>soudain</w:t>
      </w:r>
      <w:r w:rsidR="00276CCE">
        <w:t xml:space="preserve">, </w:t>
      </w:r>
      <w:r w:rsidRPr="00DA4E77">
        <w:t>tourne sur des gonds invisibles et montre une ouverture béante</w:t>
      </w:r>
      <w:r w:rsidR="00276CCE">
        <w:t xml:space="preserve">, </w:t>
      </w:r>
      <w:r w:rsidRPr="00DA4E77">
        <w:t xml:space="preserve">au fond de </w:t>
      </w:r>
      <w:r w:rsidRPr="00DA4E77">
        <w:lastRenderedPageBreak/>
        <w:t>laquelle on entrevoit</w:t>
      </w:r>
      <w:r w:rsidR="00276CCE">
        <w:t xml:space="preserve">, </w:t>
      </w:r>
      <w:r w:rsidRPr="00DA4E77">
        <w:t>dans l</w:t>
      </w:r>
      <w:r w:rsidR="00276CCE">
        <w:t>’</w:t>
      </w:r>
      <w:r w:rsidRPr="00DA4E77">
        <w:t>ombre</w:t>
      </w:r>
      <w:r w:rsidR="00276CCE">
        <w:t xml:space="preserve">, </w:t>
      </w:r>
      <w:r w:rsidRPr="00DA4E77">
        <w:t>les premiers degrés d</w:t>
      </w:r>
      <w:r w:rsidR="00276CCE">
        <w:t>’</w:t>
      </w:r>
      <w:r w:rsidRPr="00DA4E77">
        <w:t>un escalier tournant</w:t>
      </w:r>
      <w:r w:rsidR="00276CCE">
        <w:t>.</w:t>
      </w:r>
    </w:p>
    <w:p w14:paraId="6DD2FAB0" w14:textId="77777777" w:rsidR="00276CCE" w:rsidRDefault="00276CCE" w:rsidP="002A4158">
      <w:r>
        <w:t>— </w:t>
      </w:r>
      <w:r w:rsidR="002A4158" w:rsidRPr="00DA4E77">
        <w:t>De qui donc</w:t>
      </w:r>
      <w:r>
        <w:t xml:space="preserve">, </w:t>
      </w:r>
      <w:proofErr w:type="spellStart"/>
      <w:r w:rsidR="002A4158" w:rsidRPr="00DA4E77">
        <w:t>Knephao</w:t>
      </w:r>
      <w:proofErr w:type="spellEnd"/>
      <w:r>
        <w:t xml:space="preserve">, </w:t>
      </w:r>
      <w:r w:rsidR="002A4158" w:rsidRPr="00DA4E77">
        <w:t>tiens-tu le secret de cette porte</w:t>
      </w:r>
      <w:r>
        <w:t xml:space="preserve"> ? </w:t>
      </w:r>
      <w:r w:rsidR="002A4158" w:rsidRPr="00DA4E77">
        <w:t>Quel dieu</w:t>
      </w:r>
      <w:r>
        <w:t xml:space="preserve">, </w:t>
      </w:r>
      <w:r w:rsidR="002A4158" w:rsidRPr="00DA4E77">
        <w:t>quel démon a pu ouvrir la Colline Sainte</w:t>
      </w:r>
      <w:r>
        <w:t> ?</w:t>
      </w:r>
    </w:p>
    <w:p w14:paraId="52853016" w14:textId="77777777" w:rsidR="00276CCE" w:rsidRDefault="00276CCE" w:rsidP="002A4158">
      <w:r>
        <w:t>— </w:t>
      </w:r>
      <w:r w:rsidR="002A4158" w:rsidRPr="00DA4E77">
        <w:t>Ni un dieu</w:t>
      </w:r>
      <w:r>
        <w:t xml:space="preserve">, </w:t>
      </w:r>
      <w:r w:rsidR="002A4158" w:rsidRPr="00DA4E77">
        <w:t>ni un démon</w:t>
      </w:r>
      <w:r>
        <w:t xml:space="preserve">, </w:t>
      </w:r>
      <w:r w:rsidR="002A4158" w:rsidRPr="00DA4E77">
        <w:t>mais la prudence avisée des hommes</w:t>
      </w:r>
      <w:r>
        <w:t xml:space="preserve">. </w:t>
      </w:r>
      <w:r w:rsidR="002A4158" w:rsidRPr="00DA4E77">
        <w:t>C</w:t>
      </w:r>
      <w:r>
        <w:t>’</w:t>
      </w:r>
      <w:r w:rsidR="002A4158" w:rsidRPr="00DA4E77">
        <w:t xml:space="preserve">est </w:t>
      </w:r>
      <w:proofErr w:type="spellStart"/>
      <w:r w:rsidR="002A4158" w:rsidRPr="00DA4E77">
        <w:t>Ossur</w:t>
      </w:r>
      <w:proofErr w:type="spellEnd"/>
      <w:r>
        <w:t xml:space="preserve">, </w:t>
      </w:r>
      <w:r w:rsidR="002A4158" w:rsidRPr="00DA4E77">
        <w:t>père d</w:t>
      </w:r>
      <w:r>
        <w:t>’</w:t>
      </w:r>
      <w:proofErr w:type="spellStart"/>
      <w:r w:rsidR="002A4158" w:rsidRPr="00DA4E77">
        <w:t>Oréus</w:t>
      </w:r>
      <w:proofErr w:type="spellEnd"/>
      <w:r>
        <w:t xml:space="preserve">, </w:t>
      </w:r>
      <w:r w:rsidR="002A4158" w:rsidRPr="00DA4E77">
        <w:t>qui</w:t>
      </w:r>
      <w:r>
        <w:t xml:space="preserve">, </w:t>
      </w:r>
      <w:r w:rsidR="002A4158" w:rsidRPr="00DA4E77">
        <w:t>prévoyant le soulèv</w:t>
      </w:r>
      <w:r w:rsidR="002A4158" w:rsidRPr="00DA4E77">
        <w:t>e</w:t>
      </w:r>
      <w:r w:rsidR="002A4158" w:rsidRPr="00DA4E77">
        <w:t>ment possible des passions humaines</w:t>
      </w:r>
      <w:r>
        <w:t xml:space="preserve">, </w:t>
      </w:r>
      <w:r w:rsidR="002A4158" w:rsidRPr="00DA4E77">
        <w:t>fit creuser lui-même cette issue cachée</w:t>
      </w:r>
      <w:r>
        <w:t xml:space="preserve">. </w:t>
      </w:r>
      <w:proofErr w:type="spellStart"/>
      <w:r w:rsidR="002A4158" w:rsidRPr="00DA4E77">
        <w:rPr>
          <w:bCs/>
        </w:rPr>
        <w:t>Ossur</w:t>
      </w:r>
      <w:proofErr w:type="spellEnd"/>
      <w:r w:rsidR="002A4158" w:rsidRPr="00DA4E77">
        <w:rPr>
          <w:bCs/>
        </w:rPr>
        <w:t xml:space="preserve"> </w:t>
      </w:r>
      <w:r w:rsidR="002A4158" w:rsidRPr="00DA4E77">
        <w:t xml:space="preserve">en indiqua la place à </w:t>
      </w:r>
      <w:proofErr w:type="spellStart"/>
      <w:r w:rsidR="002A4158" w:rsidRPr="00DA4E77">
        <w:t>Oréus</w:t>
      </w:r>
      <w:proofErr w:type="spellEnd"/>
      <w:r>
        <w:t xml:space="preserve">, </w:t>
      </w:r>
      <w:r w:rsidR="002A4158" w:rsidRPr="00DA4E77">
        <w:t>son fils</w:t>
      </w:r>
      <w:r>
        <w:t xml:space="preserve"> ; </w:t>
      </w:r>
      <w:r w:rsidR="002A4158" w:rsidRPr="00DA4E77">
        <w:t xml:space="preserve">et quand </w:t>
      </w:r>
      <w:proofErr w:type="spellStart"/>
      <w:r w:rsidR="002A4158" w:rsidRPr="00DA4E77">
        <w:t>Oréus</w:t>
      </w:r>
      <w:proofErr w:type="spellEnd"/>
      <w:r>
        <w:t xml:space="preserve">, </w:t>
      </w:r>
      <w:r w:rsidR="002A4158" w:rsidRPr="00DA4E77">
        <w:t>indigné contre Atlantis</w:t>
      </w:r>
      <w:r>
        <w:t xml:space="preserve">, </w:t>
      </w:r>
      <w:r w:rsidR="002A4158" w:rsidRPr="00DA4E77">
        <w:t>se retira dans l</w:t>
      </w:r>
      <w:r>
        <w:t>’</w:t>
      </w:r>
      <w:r w:rsidR="002A4158" w:rsidRPr="00DA4E77">
        <w:t>Île Verte</w:t>
      </w:r>
      <w:r>
        <w:t xml:space="preserve">, </w:t>
      </w:r>
      <w:r w:rsidR="002A4158" w:rsidRPr="00DA4E77">
        <w:t xml:space="preserve">il transmit à </w:t>
      </w:r>
      <w:proofErr w:type="spellStart"/>
      <w:r w:rsidR="002A4158" w:rsidRPr="00DA4E77">
        <w:t>Hellas</w:t>
      </w:r>
      <w:proofErr w:type="spellEnd"/>
      <w:r w:rsidR="002A4158" w:rsidRPr="00DA4E77">
        <w:t xml:space="preserve"> le secret</w:t>
      </w:r>
      <w:r>
        <w:t xml:space="preserve">. </w:t>
      </w:r>
      <w:r w:rsidR="002A4158" w:rsidRPr="00DA4E77">
        <w:t>Et ce secret</w:t>
      </w:r>
      <w:r>
        <w:t xml:space="preserve">, </w:t>
      </w:r>
      <w:proofErr w:type="spellStart"/>
      <w:r w:rsidR="002A4158" w:rsidRPr="00DA4E77">
        <w:t>Hellas</w:t>
      </w:r>
      <w:proofErr w:type="spellEnd"/>
      <w:r>
        <w:t xml:space="preserve">, </w:t>
      </w:r>
      <w:r w:rsidR="002A4158" w:rsidRPr="00DA4E77">
        <w:t>en partant pour la mer pélasgique</w:t>
      </w:r>
      <w:r>
        <w:t xml:space="preserve">, </w:t>
      </w:r>
      <w:r w:rsidR="002A4158" w:rsidRPr="00DA4E77">
        <w:t>n</w:t>
      </w:r>
      <w:r>
        <w:t>’</w:t>
      </w:r>
      <w:r w:rsidR="002A4158" w:rsidRPr="00DA4E77">
        <w:t>a voulu le confier à nul autre que moi</w:t>
      </w:r>
      <w:r>
        <w:t xml:space="preserve">. </w:t>
      </w:r>
      <w:r w:rsidR="002A4158" w:rsidRPr="00DA4E77">
        <w:t>J</w:t>
      </w:r>
      <w:r>
        <w:t>’</w:t>
      </w:r>
      <w:r w:rsidR="002A4158" w:rsidRPr="00DA4E77">
        <w:t>ai juré de ne jamais le divulguer</w:t>
      </w:r>
      <w:r>
        <w:t xml:space="preserve">, </w:t>
      </w:r>
      <w:r w:rsidR="002A4158" w:rsidRPr="00DA4E77">
        <w:t>sinon pour le salut d</w:t>
      </w:r>
      <w:r>
        <w:t>’</w:t>
      </w:r>
      <w:r w:rsidR="002A4158" w:rsidRPr="00DA4E77">
        <w:t>Atlantis même</w:t>
      </w:r>
      <w:r>
        <w:t xml:space="preserve">. </w:t>
      </w:r>
      <w:r w:rsidR="002A4158" w:rsidRPr="00DA4E77">
        <w:t>J</w:t>
      </w:r>
      <w:r>
        <w:t>’</w:t>
      </w:r>
      <w:r w:rsidR="002A4158" w:rsidRPr="00DA4E77">
        <w:t>estime en fait ce salut engagé</w:t>
      </w:r>
      <w:r>
        <w:t xml:space="preserve">. </w:t>
      </w:r>
      <w:r w:rsidR="002A4158" w:rsidRPr="00DA4E77">
        <w:t>Là-haut</w:t>
      </w:r>
      <w:r>
        <w:t xml:space="preserve">, </w:t>
      </w:r>
      <w:r w:rsidR="002A4158" w:rsidRPr="00DA4E77">
        <w:t>tu</w:t>
      </w:r>
      <w:r w:rsidR="002A4158" w:rsidRPr="00DA4E77">
        <w:rPr>
          <w:bCs/>
        </w:rPr>
        <w:t xml:space="preserve"> </w:t>
      </w:r>
      <w:r w:rsidR="002A4158" w:rsidRPr="00DA4E77">
        <w:t>trouveras une nouvelle porte</w:t>
      </w:r>
      <w:r>
        <w:t xml:space="preserve"> ; </w:t>
      </w:r>
      <w:r w:rsidR="002A4158" w:rsidRPr="00DA4E77">
        <w:t>tu appuieras trois fois</w:t>
      </w:r>
      <w:r>
        <w:t xml:space="preserve">, </w:t>
      </w:r>
      <w:r w:rsidR="002A4158" w:rsidRPr="00DA4E77">
        <w:t>contre une pierre ronde en relief</w:t>
      </w:r>
      <w:r>
        <w:t xml:space="preserve">, </w:t>
      </w:r>
      <w:r w:rsidR="002A4158" w:rsidRPr="00DA4E77">
        <w:t>que ta main découvrira facilement</w:t>
      </w:r>
      <w:r>
        <w:t xml:space="preserve">. </w:t>
      </w:r>
      <w:r w:rsidR="002A4158" w:rsidRPr="00DA4E77">
        <w:t>La pierre s</w:t>
      </w:r>
      <w:r>
        <w:t>’</w:t>
      </w:r>
      <w:r w:rsidR="002A4158" w:rsidRPr="00DA4E77">
        <w:rPr>
          <w:bCs/>
        </w:rPr>
        <w:t xml:space="preserve">ouvrira </w:t>
      </w:r>
      <w:r w:rsidR="002A4158" w:rsidRPr="00DA4E77">
        <w:t>sans bruit</w:t>
      </w:r>
      <w:r>
        <w:t xml:space="preserve">. </w:t>
      </w:r>
      <w:r w:rsidR="002A4158" w:rsidRPr="00DA4E77">
        <w:t>Tu te trouveras dans l</w:t>
      </w:r>
      <w:r>
        <w:t>’</w:t>
      </w:r>
      <w:r w:rsidR="002A4158" w:rsidRPr="00DA4E77">
        <w:t>angle le plus obscur du Temple</w:t>
      </w:r>
      <w:r>
        <w:t xml:space="preserve">. </w:t>
      </w:r>
      <w:r w:rsidR="002A4158" w:rsidRPr="00DA4E77">
        <w:t>Tu attendras</w:t>
      </w:r>
      <w:r>
        <w:t xml:space="preserve">. </w:t>
      </w:r>
      <w:r w:rsidR="002A4158" w:rsidRPr="00DA4E77">
        <w:t>Tout se passera comme je t</w:t>
      </w:r>
      <w:r>
        <w:t>’</w:t>
      </w:r>
      <w:r w:rsidR="002A4158" w:rsidRPr="00DA4E77">
        <w:t>ai dit</w:t>
      </w:r>
      <w:r>
        <w:t xml:space="preserve">. </w:t>
      </w:r>
      <w:r w:rsidR="002A4158" w:rsidRPr="00DA4E77">
        <w:t>Le reste te regarde</w:t>
      </w:r>
      <w:r>
        <w:t xml:space="preserve">. </w:t>
      </w:r>
      <w:r w:rsidR="002A4158" w:rsidRPr="00DA4E77">
        <w:t>Les dieux t</w:t>
      </w:r>
      <w:r>
        <w:t>’</w:t>
      </w:r>
      <w:r w:rsidR="002A4158" w:rsidRPr="00DA4E77">
        <w:t>aideront</w:t>
      </w:r>
      <w:r>
        <w:t> !</w:t>
      </w:r>
    </w:p>
    <w:p w14:paraId="43A7C845" w14:textId="77777777" w:rsidR="00276CCE" w:rsidRDefault="00276CCE" w:rsidP="002A4158">
      <w:r>
        <w:t>— </w:t>
      </w:r>
      <w:r w:rsidR="002A4158" w:rsidRPr="00DA4E77">
        <w:t>Et si j</w:t>
      </w:r>
      <w:r>
        <w:t>’</w:t>
      </w:r>
      <w:r w:rsidR="002A4158" w:rsidRPr="00DA4E77">
        <w:t>échoue</w:t>
      </w:r>
      <w:r>
        <w:t> ?</w:t>
      </w:r>
    </w:p>
    <w:p w14:paraId="161AD0BF" w14:textId="77777777" w:rsidR="00276CCE" w:rsidRDefault="00276CCE" w:rsidP="002A4158">
      <w:r>
        <w:t>— </w:t>
      </w:r>
      <w:r w:rsidR="002A4158" w:rsidRPr="00DA4E77">
        <w:t>Alors</w:t>
      </w:r>
      <w:r>
        <w:t xml:space="preserve">, </w:t>
      </w:r>
      <w:r w:rsidR="002A4158" w:rsidRPr="00DA4E77">
        <w:t>moi</w:t>
      </w:r>
      <w:r>
        <w:t xml:space="preserve">, </w:t>
      </w:r>
      <w:r w:rsidR="002A4158" w:rsidRPr="00DA4E77">
        <w:t>je vais agir seul</w:t>
      </w:r>
      <w:r>
        <w:t xml:space="preserve">… </w:t>
      </w:r>
      <w:r w:rsidR="002A4158" w:rsidRPr="00DA4E77">
        <w:t>Adieu</w:t>
      </w:r>
      <w:r>
        <w:t xml:space="preserve">, </w:t>
      </w:r>
      <w:proofErr w:type="spellStart"/>
      <w:r w:rsidR="002A4158" w:rsidRPr="00DA4E77">
        <w:t>Hermos</w:t>
      </w:r>
      <w:proofErr w:type="spellEnd"/>
      <w:r>
        <w:t> !</w:t>
      </w:r>
    </w:p>
    <w:p w14:paraId="71507196" w14:textId="77777777" w:rsidR="00276CCE" w:rsidRDefault="002A4158" w:rsidP="002A4158">
      <w:r w:rsidRPr="00DA4E77">
        <w:t>Et</w:t>
      </w:r>
      <w:r w:rsidR="00276CCE">
        <w:t xml:space="preserve">, </w:t>
      </w:r>
      <w:r w:rsidRPr="00DA4E77">
        <w:t>courbant sa taille élevée</w:t>
      </w:r>
      <w:r w:rsidR="00276CCE">
        <w:t xml:space="preserve">, </w:t>
      </w:r>
      <w:proofErr w:type="spellStart"/>
      <w:r w:rsidRPr="00DA4E77">
        <w:t>Knephao</w:t>
      </w:r>
      <w:proofErr w:type="spellEnd"/>
      <w:r w:rsidR="00276CCE">
        <w:t xml:space="preserve">, </w:t>
      </w:r>
      <w:r w:rsidRPr="00DA4E77">
        <w:t>tranquillement</w:t>
      </w:r>
      <w:r w:rsidR="00276CCE">
        <w:t xml:space="preserve">, </w:t>
      </w:r>
      <w:r w:rsidRPr="00DA4E77">
        <w:t>fait pénétrer son large buste entre les pierres</w:t>
      </w:r>
      <w:r w:rsidR="00276CCE">
        <w:t>.</w:t>
      </w:r>
    </w:p>
    <w:p w14:paraId="61DCD61A" w14:textId="77777777" w:rsidR="00276CCE" w:rsidRDefault="00276CCE" w:rsidP="002A4158">
      <w:r>
        <w:t>— </w:t>
      </w:r>
      <w:r w:rsidR="002A4158" w:rsidRPr="00DA4E77">
        <w:t>Reviens</w:t>
      </w:r>
      <w:r>
        <w:t xml:space="preserve">, </w:t>
      </w:r>
      <w:proofErr w:type="spellStart"/>
      <w:r w:rsidR="002A4158" w:rsidRPr="00DA4E77">
        <w:t>Knephao</w:t>
      </w:r>
      <w:proofErr w:type="spellEnd"/>
      <w:r>
        <w:t xml:space="preserve">, </w:t>
      </w:r>
      <w:r w:rsidR="002A4158" w:rsidRPr="00DA4E77">
        <w:t>tu marches sûrement à la mort</w:t>
      </w:r>
      <w:r>
        <w:t xml:space="preserve">. </w:t>
      </w:r>
      <w:r w:rsidR="002A4158" w:rsidRPr="00DA4E77">
        <w:t>Moi</w:t>
      </w:r>
      <w:r>
        <w:t xml:space="preserve">, </w:t>
      </w:r>
      <w:r w:rsidR="002A4158" w:rsidRPr="00DA4E77">
        <w:t>je marche peut-être à la gloire</w:t>
      </w:r>
      <w:r>
        <w:t xml:space="preserve">. </w:t>
      </w:r>
      <w:r w:rsidR="002A4158" w:rsidRPr="00DA4E77">
        <w:t>C</w:t>
      </w:r>
      <w:r>
        <w:t>’</w:t>
      </w:r>
      <w:r w:rsidR="002A4158" w:rsidRPr="00DA4E77">
        <w:t>est moi qui vais monter ju</w:t>
      </w:r>
      <w:r w:rsidR="002A4158" w:rsidRPr="00DA4E77">
        <w:t>s</w:t>
      </w:r>
      <w:r w:rsidR="002A4158" w:rsidRPr="00DA4E77">
        <w:t>qu</w:t>
      </w:r>
      <w:r>
        <w:t>’</w:t>
      </w:r>
      <w:r w:rsidR="002A4158" w:rsidRPr="00DA4E77">
        <w:t>au Temple</w:t>
      </w:r>
      <w:r>
        <w:t> !</w:t>
      </w:r>
    </w:p>
    <w:p w14:paraId="7947AFE7" w14:textId="77777777" w:rsidR="00276CCE" w:rsidRDefault="00276CCE" w:rsidP="002A4158">
      <w:r>
        <w:t>— </w:t>
      </w:r>
      <w:r w:rsidR="002A4158" w:rsidRPr="00DA4E77">
        <w:t>Enfin</w:t>
      </w:r>
      <w:r>
        <w:t xml:space="preserve">, </w:t>
      </w:r>
      <w:r w:rsidR="002A4158" w:rsidRPr="00DA4E77">
        <w:t>quelqu</w:t>
      </w:r>
      <w:r>
        <w:t>’</w:t>
      </w:r>
      <w:r w:rsidR="002A4158" w:rsidRPr="00DA4E77">
        <w:t>un nous sauvera</w:t>
      </w:r>
      <w:r>
        <w:t> !</w:t>
      </w:r>
    </w:p>
    <w:p w14:paraId="3F6AB0C1" w14:textId="77777777" w:rsidR="00276CCE" w:rsidRDefault="002A4158" w:rsidP="002A4158">
      <w:r w:rsidRPr="00DA4E77">
        <w:t>Les deux hommes s</w:t>
      </w:r>
      <w:r w:rsidR="00276CCE">
        <w:t>’</w:t>
      </w:r>
      <w:r w:rsidRPr="00DA4E77">
        <w:t>embrassent</w:t>
      </w:r>
      <w:r w:rsidR="00276CCE">
        <w:t>.</w:t>
      </w:r>
    </w:p>
    <w:p w14:paraId="0D416CF1" w14:textId="77777777" w:rsidR="00276CCE" w:rsidRDefault="00276CCE" w:rsidP="002A4158">
      <w:r>
        <w:lastRenderedPageBreak/>
        <w:t>— </w:t>
      </w:r>
      <w:r w:rsidR="002A4158" w:rsidRPr="00DA4E77">
        <w:t>Adieu</w:t>
      </w:r>
      <w:r>
        <w:t xml:space="preserve">, </w:t>
      </w:r>
      <w:proofErr w:type="spellStart"/>
      <w:r w:rsidR="002A4158" w:rsidRPr="00DA4E77">
        <w:t>Knephao</w:t>
      </w:r>
      <w:proofErr w:type="spellEnd"/>
      <w:r>
        <w:t xml:space="preserve">, </w:t>
      </w:r>
      <w:r w:rsidR="002A4158" w:rsidRPr="00DA4E77">
        <w:t xml:space="preserve">dit </w:t>
      </w:r>
      <w:proofErr w:type="spellStart"/>
      <w:r w:rsidR="002A4158" w:rsidRPr="00DA4E77">
        <w:t>Hermos</w:t>
      </w:r>
      <w:proofErr w:type="spellEnd"/>
      <w:r w:rsidR="002A4158" w:rsidRPr="00DA4E77">
        <w:t xml:space="preserve"> en se dégageant</w:t>
      </w:r>
      <w:r>
        <w:t xml:space="preserve">. </w:t>
      </w:r>
      <w:r w:rsidR="002A4158" w:rsidRPr="00DA4E77">
        <w:t>Une prière suprême</w:t>
      </w:r>
      <w:r>
        <w:t xml:space="preserve"> : </w:t>
      </w:r>
      <w:r w:rsidR="002A4158" w:rsidRPr="00DA4E77">
        <w:t>Quoi qu</w:t>
      </w:r>
      <w:r>
        <w:t>’</w:t>
      </w:r>
      <w:r w:rsidR="002A4158" w:rsidRPr="00DA4E77">
        <w:t>il advienne</w:t>
      </w:r>
      <w:r>
        <w:t xml:space="preserve">, </w:t>
      </w:r>
      <w:r w:rsidR="002A4158" w:rsidRPr="00DA4E77">
        <w:t xml:space="preserve">vois </w:t>
      </w:r>
      <w:proofErr w:type="spellStart"/>
      <w:r w:rsidR="002A4158" w:rsidRPr="00DA4E77">
        <w:t>Oréus</w:t>
      </w:r>
      <w:proofErr w:type="spellEnd"/>
      <w:r>
        <w:t xml:space="preserve">, </w:t>
      </w:r>
      <w:r w:rsidR="002A4158" w:rsidRPr="00DA4E77">
        <w:t>et dis-lui que nulle ambition basse ne m</w:t>
      </w:r>
      <w:r>
        <w:t>’</w:t>
      </w:r>
      <w:r w:rsidR="002A4158" w:rsidRPr="00DA4E77">
        <w:t>a poussé à rechercher la place d</w:t>
      </w:r>
      <w:r>
        <w:t>’</w:t>
      </w:r>
      <w:proofErr w:type="spellStart"/>
      <w:r w:rsidR="002A4158" w:rsidRPr="00DA4E77">
        <w:t>Hellas</w:t>
      </w:r>
      <w:proofErr w:type="spellEnd"/>
      <w:r>
        <w:t>.</w:t>
      </w:r>
    </w:p>
    <w:p w14:paraId="063F7C52" w14:textId="77777777" w:rsidR="00276CCE" w:rsidRDefault="00276CCE" w:rsidP="002A4158">
      <w:r>
        <w:t>— </w:t>
      </w:r>
      <w:r w:rsidR="002A4158" w:rsidRPr="00DA4E77">
        <w:t>Au revoir</w:t>
      </w:r>
      <w:r>
        <w:t xml:space="preserve">, </w:t>
      </w:r>
      <w:proofErr w:type="spellStart"/>
      <w:r w:rsidR="002A4158" w:rsidRPr="00DA4E77">
        <w:t>Hermos</w:t>
      </w:r>
      <w:proofErr w:type="spellEnd"/>
      <w:r>
        <w:t xml:space="preserve">, </w:t>
      </w:r>
      <w:r w:rsidR="002A4158" w:rsidRPr="00DA4E77">
        <w:t>les dieux te gardent</w:t>
      </w:r>
      <w:r>
        <w:t> !</w:t>
      </w:r>
    </w:p>
    <w:p w14:paraId="71121EE9" w14:textId="77777777" w:rsidR="00276CCE" w:rsidRDefault="002A4158" w:rsidP="002A4158">
      <w:r w:rsidRPr="00DA4E77">
        <w:t>Et</w:t>
      </w:r>
      <w:r w:rsidR="00276CCE">
        <w:t xml:space="preserve">, </w:t>
      </w:r>
      <w:r w:rsidRPr="00DA4E77">
        <w:t>brusquement</w:t>
      </w:r>
      <w:r w:rsidR="00276CCE">
        <w:t xml:space="preserve">, </w:t>
      </w:r>
      <w:r w:rsidRPr="00DA4E77">
        <w:t>la pierre</w:t>
      </w:r>
      <w:r w:rsidR="00276CCE">
        <w:t xml:space="preserve">, </w:t>
      </w:r>
      <w:r w:rsidRPr="00DA4E77">
        <w:t>tournant sur ses gonds invis</w:t>
      </w:r>
      <w:r w:rsidRPr="00DA4E77">
        <w:t>i</w:t>
      </w:r>
      <w:r w:rsidRPr="00DA4E77">
        <w:t>bles</w:t>
      </w:r>
      <w:r w:rsidR="00276CCE">
        <w:t xml:space="preserve">, </w:t>
      </w:r>
      <w:r w:rsidRPr="00DA4E77">
        <w:t>reprend sa place au flanc de la Terrasse Sainte</w:t>
      </w:r>
      <w:r w:rsidR="00276CCE">
        <w:t xml:space="preserve">. </w:t>
      </w:r>
      <w:proofErr w:type="spellStart"/>
      <w:r w:rsidRPr="00DA4E77">
        <w:t>Knephao</w:t>
      </w:r>
      <w:proofErr w:type="spellEnd"/>
      <w:r w:rsidR="00276CCE">
        <w:t xml:space="preserve">, </w:t>
      </w:r>
      <w:r w:rsidRPr="00DA4E77">
        <w:t>seul</w:t>
      </w:r>
      <w:r w:rsidR="00276CCE">
        <w:t xml:space="preserve">, </w:t>
      </w:r>
      <w:r w:rsidRPr="00DA4E77">
        <w:t>tombe à genoux</w:t>
      </w:r>
      <w:r w:rsidR="00276CCE">
        <w:t xml:space="preserve">, </w:t>
      </w:r>
      <w:r w:rsidRPr="00DA4E77">
        <w:t>et</w:t>
      </w:r>
      <w:r w:rsidR="00276CCE">
        <w:t xml:space="preserve">, </w:t>
      </w:r>
      <w:r w:rsidRPr="00DA4E77">
        <w:t>les mains tendues vers l</w:t>
      </w:r>
      <w:r w:rsidR="00276CCE">
        <w:t>’</w:t>
      </w:r>
      <w:r w:rsidRPr="00DA4E77">
        <w:t>obscure crypte où dorment les sarcophages</w:t>
      </w:r>
      <w:r w:rsidR="00276CCE">
        <w:t xml:space="preserve">, </w:t>
      </w:r>
      <w:r w:rsidRPr="00DA4E77">
        <w:t>il invoque l</w:t>
      </w:r>
      <w:r w:rsidR="00276CCE">
        <w:t>’</w:t>
      </w:r>
      <w:r w:rsidRPr="00DA4E77">
        <w:t>âme des Apôtres morts</w:t>
      </w:r>
      <w:r w:rsidR="00276CCE">
        <w:t>.</w:t>
      </w:r>
    </w:p>
    <w:p w14:paraId="1330B339" w14:textId="77777777" w:rsidR="00276CCE" w:rsidRDefault="00276CCE" w:rsidP="00276CCE">
      <w:pPr>
        <w:pStyle w:val="Titre2"/>
        <w:rPr>
          <w:i/>
        </w:rPr>
      </w:pPr>
      <w:bookmarkStart w:id="6" w:name="_Toc194841992"/>
      <w:r w:rsidRPr="00DA4E77">
        <w:lastRenderedPageBreak/>
        <w:t>Scène</w:t>
      </w:r>
      <w:r>
        <w:t> </w:t>
      </w:r>
      <w:r w:rsidRPr="00DA4E77">
        <w:t>VI</w:t>
      </w:r>
      <w:r>
        <w:t xml:space="preserve">. – </w:t>
      </w:r>
      <w:r w:rsidR="002A4158" w:rsidRPr="00DA4E77">
        <w:rPr>
          <w:i/>
        </w:rPr>
        <w:t>L</w:t>
      </w:r>
      <w:r>
        <w:rPr>
          <w:i/>
        </w:rPr>
        <w:t>’</w:t>
      </w:r>
      <w:r w:rsidR="002A4158" w:rsidRPr="00DA4E77">
        <w:rPr>
          <w:i/>
        </w:rPr>
        <w:t>orage dans la foule</w:t>
      </w:r>
      <w:r>
        <w:rPr>
          <w:i/>
        </w:rPr>
        <w:t>.</w:t>
      </w:r>
      <w:bookmarkEnd w:id="6"/>
    </w:p>
    <w:p w14:paraId="2B79FB15" w14:textId="77777777" w:rsidR="00276CCE" w:rsidRDefault="002A4158" w:rsidP="002A4158">
      <w:r w:rsidRPr="00DA4E77">
        <w:t>Le géant</w:t>
      </w:r>
      <w:r w:rsidR="00276CCE">
        <w:t xml:space="preserve">, </w:t>
      </w:r>
      <w:r w:rsidRPr="00DA4E77">
        <w:t>maintenant</w:t>
      </w:r>
      <w:r w:rsidR="00276CCE">
        <w:t xml:space="preserve">, </w:t>
      </w:r>
      <w:r w:rsidRPr="00DA4E77">
        <w:t>a repris sa route à travers les corr</w:t>
      </w:r>
      <w:r w:rsidRPr="00DA4E77">
        <w:t>i</w:t>
      </w:r>
      <w:r w:rsidRPr="00DA4E77">
        <w:t>dors sombres</w:t>
      </w:r>
      <w:r w:rsidR="00276CCE">
        <w:t xml:space="preserve">, </w:t>
      </w:r>
      <w:r w:rsidRPr="00DA4E77">
        <w:t>et arrive</w:t>
      </w:r>
      <w:r w:rsidR="00276CCE">
        <w:t xml:space="preserve">, </w:t>
      </w:r>
      <w:r w:rsidRPr="00DA4E77">
        <w:t>enfin</w:t>
      </w:r>
      <w:r w:rsidR="00276CCE">
        <w:t xml:space="preserve">, </w:t>
      </w:r>
      <w:r w:rsidRPr="00DA4E77">
        <w:t>à la porte de bois noir</w:t>
      </w:r>
      <w:r w:rsidR="00276CCE">
        <w:t xml:space="preserve">, </w:t>
      </w:r>
      <w:r w:rsidRPr="00DA4E77">
        <w:t>où il a pl</w:t>
      </w:r>
      <w:r w:rsidRPr="00DA4E77">
        <w:t>a</w:t>
      </w:r>
      <w:r w:rsidRPr="00DA4E77">
        <w:t>cé</w:t>
      </w:r>
      <w:r w:rsidR="00276CCE">
        <w:t xml:space="preserve">, </w:t>
      </w:r>
      <w:r w:rsidRPr="00DA4E77">
        <w:t>tout à l</w:t>
      </w:r>
      <w:r w:rsidR="00276CCE">
        <w:t>’</w:t>
      </w:r>
      <w:r w:rsidRPr="00DA4E77">
        <w:t>heure</w:t>
      </w:r>
      <w:r w:rsidR="00276CCE">
        <w:t xml:space="preserve">, </w:t>
      </w:r>
      <w:r w:rsidRPr="00DA4E77">
        <w:t>un fantassin d</w:t>
      </w:r>
      <w:r w:rsidR="00276CCE">
        <w:t>’</w:t>
      </w:r>
      <w:r w:rsidRPr="00DA4E77">
        <w:t>Égypte</w:t>
      </w:r>
      <w:r w:rsidR="00276CCE">
        <w:t xml:space="preserve">, </w:t>
      </w:r>
      <w:r w:rsidRPr="00DA4E77">
        <w:t>avec la consigne de ne laisser entrer personne</w:t>
      </w:r>
      <w:r w:rsidR="00276CCE">
        <w:t xml:space="preserve">. </w:t>
      </w:r>
      <w:r w:rsidRPr="00DA4E77">
        <w:t>Contre cette porte</w:t>
      </w:r>
      <w:r w:rsidR="00276CCE">
        <w:t xml:space="preserve">, </w:t>
      </w:r>
      <w:r w:rsidRPr="00DA4E77">
        <w:t>il entend retentir des coups pressés</w:t>
      </w:r>
      <w:r w:rsidR="00276CCE">
        <w:t xml:space="preserve">, </w:t>
      </w:r>
      <w:r w:rsidRPr="00DA4E77">
        <w:t>tandis que des voix de femmes jettent au soldat de garde des supplications et des injures</w:t>
      </w:r>
      <w:r w:rsidR="00276CCE">
        <w:t> :</w:t>
      </w:r>
    </w:p>
    <w:p w14:paraId="415157A5" w14:textId="77777777" w:rsidR="00276CCE" w:rsidRDefault="00276CCE" w:rsidP="002A4158">
      <w:r>
        <w:t>— </w:t>
      </w:r>
      <w:r w:rsidR="002A4158" w:rsidRPr="00DA4E77">
        <w:t>Réponds-nous donc</w:t>
      </w:r>
      <w:r>
        <w:t xml:space="preserve">, </w:t>
      </w:r>
      <w:r w:rsidR="002A4158" w:rsidRPr="00DA4E77">
        <w:t>soldat stupide</w:t>
      </w:r>
      <w:r>
        <w:t> !</w:t>
      </w:r>
    </w:p>
    <w:p w14:paraId="47D30D4A" w14:textId="77777777" w:rsidR="00276CCE" w:rsidRDefault="00276CCE" w:rsidP="002A4158">
      <w:r>
        <w:t>— </w:t>
      </w:r>
      <w:r w:rsidR="002A4158" w:rsidRPr="00DA4E77">
        <w:t>Assassin</w:t>
      </w:r>
      <w:r>
        <w:t xml:space="preserve"> ! </w:t>
      </w:r>
      <w:r w:rsidR="002A4158" w:rsidRPr="00DA4E77">
        <w:t>esclave</w:t>
      </w:r>
      <w:r>
        <w:t xml:space="preserve">, </w:t>
      </w:r>
      <w:r w:rsidR="002A4158" w:rsidRPr="00DA4E77">
        <w:t>fils d</w:t>
      </w:r>
      <w:r>
        <w:t>’</w:t>
      </w:r>
      <w:r w:rsidR="002A4158" w:rsidRPr="00DA4E77">
        <w:t>esclave</w:t>
      </w:r>
      <w:r>
        <w:t xml:space="preserve"> ! </w:t>
      </w:r>
      <w:r w:rsidR="002A4158" w:rsidRPr="00DA4E77">
        <w:t>Ouvre donc</w:t>
      </w:r>
      <w:r>
        <w:t> !</w:t>
      </w:r>
    </w:p>
    <w:p w14:paraId="667E8A42" w14:textId="77777777" w:rsidR="00276CCE" w:rsidRDefault="00276CCE" w:rsidP="002A4158">
      <w:r>
        <w:t>— </w:t>
      </w:r>
      <w:r w:rsidR="002A4158" w:rsidRPr="00DA4E77">
        <w:t>Soldat</w:t>
      </w:r>
      <w:r>
        <w:t xml:space="preserve">, </w:t>
      </w:r>
      <w:r w:rsidR="002A4158" w:rsidRPr="00DA4E77">
        <w:t>par grâce</w:t>
      </w:r>
      <w:r>
        <w:t xml:space="preserve">, </w:t>
      </w:r>
      <w:r w:rsidR="002A4158" w:rsidRPr="00DA4E77">
        <w:t>laisse-toi fléchir</w:t>
      </w:r>
      <w:r>
        <w:t xml:space="preserve"> ; </w:t>
      </w:r>
      <w:r w:rsidR="002A4158" w:rsidRPr="00DA4E77">
        <w:t>nous te donnerons les plus belles pièces d</w:t>
      </w:r>
      <w:r>
        <w:t>’</w:t>
      </w:r>
      <w:r w:rsidR="002A4158" w:rsidRPr="00DA4E77">
        <w:t>or</w:t>
      </w:r>
      <w:r>
        <w:t>.</w:t>
      </w:r>
    </w:p>
    <w:p w14:paraId="32E92ADA" w14:textId="77777777" w:rsidR="00276CCE" w:rsidRDefault="00276CCE" w:rsidP="002A4158">
      <w:r>
        <w:t>— </w:t>
      </w:r>
      <w:r w:rsidR="002A4158" w:rsidRPr="00DA4E77">
        <w:t>Qu</w:t>
      </w:r>
      <w:r>
        <w:t>’</w:t>
      </w:r>
      <w:r w:rsidR="002A4158" w:rsidRPr="00DA4E77">
        <w:t>y a-t-il donc</w:t>
      </w:r>
      <w:r>
        <w:t xml:space="preserve"> ? </w:t>
      </w:r>
      <w:r w:rsidR="002A4158" w:rsidRPr="00DA4E77">
        <w:t>crie derrière la porte une voix forte</w:t>
      </w:r>
      <w:r>
        <w:t xml:space="preserve">, </w:t>
      </w:r>
      <w:r w:rsidR="002A4158" w:rsidRPr="00DA4E77">
        <w:t>connue de tous</w:t>
      </w:r>
      <w:r>
        <w:t>.</w:t>
      </w:r>
    </w:p>
    <w:p w14:paraId="2BBAA05D" w14:textId="77777777" w:rsidR="00276CCE" w:rsidRDefault="00276CCE" w:rsidP="002A4158">
      <w:r>
        <w:t>— </w:t>
      </w:r>
      <w:r w:rsidR="002A4158" w:rsidRPr="00DA4E77">
        <w:t>Salut</w:t>
      </w:r>
      <w:r>
        <w:t xml:space="preserve"> ! </w:t>
      </w:r>
      <w:r w:rsidR="002A4158" w:rsidRPr="00DA4E77">
        <w:t>Salut</w:t>
      </w:r>
      <w:r>
        <w:t xml:space="preserve"> ! </w:t>
      </w:r>
      <w:r w:rsidR="002A4158" w:rsidRPr="00DA4E77">
        <w:t xml:space="preserve">Voici </w:t>
      </w:r>
      <w:proofErr w:type="spellStart"/>
      <w:r w:rsidR="002A4158" w:rsidRPr="00DA4E77">
        <w:t>Knephao</w:t>
      </w:r>
      <w:proofErr w:type="spellEnd"/>
      <w:r>
        <w:t xml:space="preserve"> ! </w:t>
      </w:r>
      <w:r w:rsidR="002A4158" w:rsidRPr="00DA4E77">
        <w:t>Ouvre</w:t>
      </w:r>
      <w:r>
        <w:t xml:space="preserve">, </w:t>
      </w:r>
      <w:proofErr w:type="spellStart"/>
      <w:r w:rsidR="002A4158" w:rsidRPr="00DA4E77">
        <w:t>Knephao</w:t>
      </w:r>
      <w:proofErr w:type="spellEnd"/>
      <w:r>
        <w:t xml:space="preserve">, </w:t>
      </w:r>
      <w:r w:rsidR="002A4158" w:rsidRPr="00DA4E77">
        <w:t>viens nous sauver</w:t>
      </w:r>
      <w:r>
        <w:t> !</w:t>
      </w:r>
    </w:p>
    <w:p w14:paraId="66E56444" w14:textId="77777777" w:rsidR="00276CCE" w:rsidRDefault="002A4158" w:rsidP="002A4158">
      <w:r w:rsidRPr="00DA4E77">
        <w:t>La porte s</w:t>
      </w:r>
      <w:r w:rsidR="00276CCE">
        <w:t>’</w:t>
      </w:r>
      <w:r w:rsidRPr="00DA4E77">
        <w:t>ouvre toute grande</w:t>
      </w:r>
      <w:r w:rsidR="00276CCE">
        <w:t xml:space="preserve">, </w:t>
      </w:r>
      <w:r w:rsidRPr="00DA4E77">
        <w:t>et la haute taille de l</w:t>
      </w:r>
      <w:r w:rsidR="00276CCE">
        <w:t>’</w:t>
      </w:r>
      <w:r w:rsidRPr="00DA4E77">
        <w:t>Égyptien apparaît</w:t>
      </w:r>
      <w:r w:rsidR="00276CCE">
        <w:t>.</w:t>
      </w:r>
    </w:p>
    <w:p w14:paraId="23301B07" w14:textId="77777777" w:rsidR="00276CCE" w:rsidRDefault="002A4158" w:rsidP="002A4158">
      <w:r w:rsidRPr="00DA4E77">
        <w:t xml:space="preserve">Autour de </w:t>
      </w:r>
      <w:proofErr w:type="spellStart"/>
      <w:r w:rsidRPr="00DA4E77">
        <w:t>Knephao</w:t>
      </w:r>
      <w:proofErr w:type="spellEnd"/>
      <w:r w:rsidR="00276CCE">
        <w:t xml:space="preserve">, </w:t>
      </w:r>
      <w:r w:rsidRPr="00DA4E77">
        <w:t>des femmes affolées s</w:t>
      </w:r>
      <w:r w:rsidR="00276CCE">
        <w:t>’</w:t>
      </w:r>
      <w:r w:rsidRPr="00DA4E77">
        <w:t>empressent</w:t>
      </w:r>
      <w:r w:rsidR="00276CCE">
        <w:t> :</w:t>
      </w:r>
    </w:p>
    <w:p w14:paraId="4437B95E" w14:textId="77777777" w:rsidR="00276CCE" w:rsidRDefault="00276CCE" w:rsidP="002A4158">
      <w:r>
        <w:t>— </w:t>
      </w:r>
      <w:r w:rsidR="002A4158" w:rsidRPr="00DA4E77">
        <w:t>Grand chef</w:t>
      </w:r>
      <w:r>
        <w:t xml:space="preserve">, </w:t>
      </w:r>
      <w:r w:rsidR="002A4158" w:rsidRPr="00DA4E77">
        <w:t>brave guerrier</w:t>
      </w:r>
      <w:r>
        <w:t xml:space="preserve">, </w:t>
      </w:r>
      <w:r w:rsidR="002A4158" w:rsidRPr="00DA4E77">
        <w:t>notre héros</w:t>
      </w:r>
      <w:r>
        <w:t xml:space="preserve">, </w:t>
      </w:r>
      <w:r w:rsidR="002A4158" w:rsidRPr="00DA4E77">
        <w:t>ils veulent nous tuer</w:t>
      </w:r>
      <w:r>
        <w:t> !</w:t>
      </w:r>
    </w:p>
    <w:p w14:paraId="2C5AE023" w14:textId="77777777" w:rsidR="00276CCE" w:rsidRDefault="00276CCE" w:rsidP="002A4158">
      <w:r>
        <w:t>— </w:t>
      </w:r>
      <w:r w:rsidR="002A4158" w:rsidRPr="00DA4E77">
        <w:t>Ils sont agités d</w:t>
      </w:r>
      <w:r>
        <w:t>’</w:t>
      </w:r>
      <w:r w:rsidR="002A4158" w:rsidRPr="00DA4E77">
        <w:t>un vent de folie</w:t>
      </w:r>
      <w:r>
        <w:t xml:space="preserve"> ! </w:t>
      </w:r>
      <w:r w:rsidR="002A4158" w:rsidRPr="00DA4E77">
        <w:t xml:space="preserve">La foule </w:t>
      </w:r>
      <w:proofErr w:type="gramStart"/>
      <w:r w:rsidR="002A4158" w:rsidRPr="00DA4E77">
        <w:t>n</w:t>
      </w:r>
      <w:r>
        <w:t>’</w:t>
      </w:r>
      <w:r w:rsidR="002A4158" w:rsidRPr="00DA4E77">
        <w:t>a peur</w:t>
      </w:r>
      <w:proofErr w:type="gramEnd"/>
      <w:r w:rsidR="002A4158" w:rsidRPr="00DA4E77">
        <w:t xml:space="preserve"> que de toi</w:t>
      </w:r>
      <w:r>
        <w:t xml:space="preserve">. </w:t>
      </w:r>
      <w:r w:rsidR="002A4158" w:rsidRPr="00DA4E77">
        <w:t>Vite</w:t>
      </w:r>
      <w:r>
        <w:t xml:space="preserve">, </w:t>
      </w:r>
      <w:r w:rsidR="002A4158" w:rsidRPr="00DA4E77">
        <w:t>vite</w:t>
      </w:r>
      <w:r>
        <w:t xml:space="preserve">, </w:t>
      </w:r>
      <w:r w:rsidR="002A4158" w:rsidRPr="00DA4E77">
        <w:t>bondis sur la place</w:t>
      </w:r>
      <w:r>
        <w:t>.</w:t>
      </w:r>
    </w:p>
    <w:p w14:paraId="297D8297" w14:textId="77777777" w:rsidR="00276CCE" w:rsidRDefault="002A4158" w:rsidP="002A4158">
      <w:proofErr w:type="spellStart"/>
      <w:r w:rsidRPr="00DA4E77">
        <w:t>Knephao</w:t>
      </w:r>
      <w:proofErr w:type="spellEnd"/>
      <w:r w:rsidRPr="00DA4E77">
        <w:t xml:space="preserve"> se dégage de tous les bras enjôleurs</w:t>
      </w:r>
      <w:r w:rsidR="00276CCE">
        <w:t xml:space="preserve"> ; </w:t>
      </w:r>
      <w:r w:rsidRPr="00DA4E77">
        <w:t>puis</w:t>
      </w:r>
      <w:r w:rsidR="00276CCE">
        <w:t xml:space="preserve">, </w:t>
      </w:r>
      <w:r w:rsidRPr="00DA4E77">
        <w:t>s</w:t>
      </w:r>
      <w:r w:rsidR="00276CCE">
        <w:t>’</w:t>
      </w:r>
      <w:r w:rsidRPr="00DA4E77">
        <w:t xml:space="preserve">adressant à </w:t>
      </w:r>
      <w:proofErr w:type="spellStart"/>
      <w:r w:rsidRPr="00DA4E77">
        <w:t>Melléna</w:t>
      </w:r>
      <w:proofErr w:type="spellEnd"/>
      <w:r w:rsidRPr="00DA4E77">
        <w:t xml:space="preserve"> qui s</w:t>
      </w:r>
      <w:r w:rsidR="00276CCE">
        <w:t>’</w:t>
      </w:r>
      <w:r w:rsidRPr="00DA4E77">
        <w:t>avance</w:t>
      </w:r>
      <w:r w:rsidR="00276CCE">
        <w:t> :</w:t>
      </w:r>
    </w:p>
    <w:p w14:paraId="721F8B33" w14:textId="77777777" w:rsidR="00276CCE" w:rsidRDefault="00276CCE" w:rsidP="002A4158">
      <w:r>
        <w:t>— </w:t>
      </w:r>
      <w:r w:rsidR="002A4158" w:rsidRPr="00DA4E77">
        <w:t>Parle</w:t>
      </w:r>
      <w:r>
        <w:t xml:space="preserve">, </w:t>
      </w:r>
      <w:r w:rsidR="002A4158" w:rsidRPr="00DA4E77">
        <w:t>toi</w:t>
      </w:r>
      <w:r>
        <w:t xml:space="preserve">, </w:t>
      </w:r>
      <w:r w:rsidR="002A4158" w:rsidRPr="00DA4E77">
        <w:t>leur maîtresse</w:t>
      </w:r>
      <w:r>
        <w:t xml:space="preserve">. </w:t>
      </w:r>
      <w:r w:rsidR="002A4158" w:rsidRPr="00DA4E77">
        <w:t>D</w:t>
      </w:r>
      <w:r>
        <w:t>’</w:t>
      </w:r>
      <w:r w:rsidR="002A4158" w:rsidRPr="00DA4E77">
        <w:t>où vient ce tumulte</w:t>
      </w:r>
      <w:r>
        <w:t> ?</w:t>
      </w:r>
    </w:p>
    <w:p w14:paraId="1B01D314" w14:textId="77777777" w:rsidR="00276CCE" w:rsidRDefault="00276CCE" w:rsidP="002A4158">
      <w:r>
        <w:lastRenderedPageBreak/>
        <w:t>— </w:t>
      </w:r>
      <w:proofErr w:type="spellStart"/>
      <w:r w:rsidR="002A4158" w:rsidRPr="00DA4E77">
        <w:t>Knephao</w:t>
      </w:r>
      <w:proofErr w:type="spellEnd"/>
      <w:r>
        <w:t xml:space="preserve">, </w:t>
      </w:r>
      <w:r w:rsidR="002A4158" w:rsidRPr="00DA4E77">
        <w:t>je ne t</w:t>
      </w:r>
      <w:r>
        <w:t>’</w:t>
      </w:r>
      <w:r w:rsidR="002A4158" w:rsidRPr="00DA4E77">
        <w:t>ai jamais fait de mal</w:t>
      </w:r>
      <w:r>
        <w:t xml:space="preserve">, </w:t>
      </w:r>
      <w:r w:rsidR="002A4158" w:rsidRPr="00DA4E77">
        <w:t>n</w:t>
      </w:r>
      <w:r>
        <w:t>’</w:t>
      </w:r>
      <w:r w:rsidR="002A4158" w:rsidRPr="00DA4E77">
        <w:t>est-ce pas</w:t>
      </w:r>
      <w:r>
        <w:t xml:space="preserve"> ? </w:t>
      </w:r>
      <w:r w:rsidR="002A4158" w:rsidRPr="00DA4E77">
        <w:t>Prouve-moi aujourd</w:t>
      </w:r>
      <w:r>
        <w:t>’</w:t>
      </w:r>
      <w:r w:rsidR="002A4158" w:rsidRPr="00DA4E77">
        <w:t>hui que j</w:t>
      </w:r>
      <w:r>
        <w:t>’</w:t>
      </w:r>
      <w:r w:rsidR="002A4158" w:rsidRPr="00DA4E77">
        <w:t>ai bien fait de t</w:t>
      </w:r>
      <w:r>
        <w:t>’</w:t>
      </w:r>
      <w:r w:rsidR="002A4158" w:rsidRPr="00DA4E77">
        <w:t>accorder ma confiance</w:t>
      </w:r>
      <w:r>
        <w:t xml:space="preserve">. </w:t>
      </w:r>
      <w:r w:rsidR="002A4158" w:rsidRPr="00DA4E77">
        <w:t>Sauve-nous</w:t>
      </w:r>
      <w:r>
        <w:t> !</w:t>
      </w:r>
    </w:p>
    <w:p w14:paraId="4338C940" w14:textId="77777777" w:rsidR="00276CCE" w:rsidRDefault="00276CCE" w:rsidP="002A4158">
      <w:r>
        <w:t>— </w:t>
      </w:r>
      <w:r w:rsidR="002A4158" w:rsidRPr="00DA4E77">
        <w:t>Quoi que tu aies fait ou pensé</w:t>
      </w:r>
      <w:r>
        <w:t xml:space="preserve">, </w:t>
      </w:r>
      <w:proofErr w:type="spellStart"/>
      <w:r w:rsidR="002A4158" w:rsidRPr="00DA4E77">
        <w:t>Melléna</w:t>
      </w:r>
      <w:proofErr w:type="spellEnd"/>
      <w:r>
        <w:t xml:space="preserve">, </w:t>
      </w:r>
      <w:r w:rsidR="002A4158" w:rsidRPr="00DA4E77">
        <w:t>il me suffit que tu m</w:t>
      </w:r>
      <w:r>
        <w:t>’</w:t>
      </w:r>
      <w:r w:rsidR="002A4158" w:rsidRPr="00DA4E77">
        <w:t>appelles à ton secours</w:t>
      </w:r>
      <w:r>
        <w:t xml:space="preserve">. </w:t>
      </w:r>
      <w:r w:rsidR="002A4158" w:rsidRPr="00DA4E77">
        <w:t>Que veux-tu</w:t>
      </w:r>
      <w:r>
        <w:t> ?</w:t>
      </w:r>
    </w:p>
    <w:p w14:paraId="709C51AC" w14:textId="77777777" w:rsidR="00276CCE" w:rsidRDefault="002A4158" w:rsidP="002A4158">
      <w:r w:rsidRPr="00DA4E77">
        <w:t>Au même instant</w:t>
      </w:r>
      <w:r w:rsidR="00276CCE">
        <w:t xml:space="preserve">, </w:t>
      </w:r>
      <w:r w:rsidRPr="00DA4E77">
        <w:t>des pierres jetées viennent retentir contre les hauts portails de bronze</w:t>
      </w:r>
      <w:r w:rsidR="00276CCE">
        <w:t>.</w:t>
      </w:r>
    </w:p>
    <w:p w14:paraId="7B187975" w14:textId="77777777" w:rsidR="00276CCE" w:rsidRDefault="00276CCE" w:rsidP="002A4158">
      <w:r>
        <w:t>— </w:t>
      </w:r>
      <w:r w:rsidR="002A4158" w:rsidRPr="00DA4E77">
        <w:t>Tu entends</w:t>
      </w:r>
      <w:r>
        <w:t xml:space="preserve">, </w:t>
      </w:r>
      <w:proofErr w:type="spellStart"/>
      <w:r w:rsidR="002A4158" w:rsidRPr="00DA4E77">
        <w:t>Knephao</w:t>
      </w:r>
      <w:proofErr w:type="spellEnd"/>
      <w:r>
        <w:t xml:space="preserve">, </w:t>
      </w:r>
      <w:r w:rsidR="002A4158" w:rsidRPr="00DA4E77">
        <w:t>la révolte de la foule</w:t>
      </w:r>
      <w:r>
        <w:t xml:space="preserve"> ? </w:t>
      </w:r>
      <w:r w:rsidR="002A4158" w:rsidRPr="00DA4E77">
        <w:t>Ils dema</w:t>
      </w:r>
      <w:r w:rsidR="002A4158" w:rsidRPr="00DA4E77">
        <w:t>n</w:t>
      </w:r>
      <w:r w:rsidR="002A4158" w:rsidRPr="00DA4E77">
        <w:t>dent ma mort</w:t>
      </w:r>
      <w:r>
        <w:t xml:space="preserve"> ! </w:t>
      </w:r>
      <w:r w:rsidR="002A4158" w:rsidRPr="00DA4E77">
        <w:t>Ils veulent envahir le Palais</w:t>
      </w:r>
      <w:r>
        <w:t>.</w:t>
      </w:r>
    </w:p>
    <w:p w14:paraId="7AEA46B5" w14:textId="77777777" w:rsidR="00276CCE" w:rsidRDefault="002A4158" w:rsidP="002A4158">
      <w:r w:rsidRPr="00DA4E77">
        <w:t>Par les hautes fenêtres</w:t>
      </w:r>
      <w:r w:rsidR="00276CCE">
        <w:t xml:space="preserve">, </w:t>
      </w:r>
      <w:r w:rsidRPr="00DA4E77">
        <w:t>entrent dans le vestibule des cris épars de la rumeur populaire</w:t>
      </w:r>
      <w:r w:rsidR="00276CCE">
        <w:t>.</w:t>
      </w:r>
    </w:p>
    <w:p w14:paraId="201D34D2" w14:textId="77777777" w:rsidR="00276CCE" w:rsidRDefault="00276CCE" w:rsidP="002A4158">
      <w:r>
        <w:t>— </w:t>
      </w:r>
      <w:r w:rsidR="002A4158" w:rsidRPr="00DA4E77">
        <w:t>À mort</w:t>
      </w:r>
      <w:r>
        <w:t xml:space="preserve">, </w:t>
      </w:r>
      <w:proofErr w:type="spellStart"/>
      <w:r w:rsidR="002A4158" w:rsidRPr="00DA4E77">
        <w:t>Melléna</w:t>
      </w:r>
      <w:proofErr w:type="spellEnd"/>
      <w:r>
        <w:t> !</w:t>
      </w:r>
    </w:p>
    <w:p w14:paraId="1D5F278E" w14:textId="77777777" w:rsidR="00276CCE" w:rsidRDefault="00276CCE" w:rsidP="002A4158">
      <w:r>
        <w:t>— </w:t>
      </w:r>
      <w:r w:rsidR="002A4158" w:rsidRPr="00DA4E77">
        <w:t>Que l</w:t>
      </w:r>
      <w:r>
        <w:t>’</w:t>
      </w:r>
      <w:r w:rsidR="002A4158" w:rsidRPr="00DA4E77">
        <w:t xml:space="preserve">on pende </w:t>
      </w:r>
      <w:proofErr w:type="spellStart"/>
      <w:r w:rsidR="002A4158" w:rsidRPr="00DA4E77">
        <w:t>Guitché</w:t>
      </w:r>
      <w:proofErr w:type="spellEnd"/>
      <w:r>
        <w:t> !</w:t>
      </w:r>
    </w:p>
    <w:p w14:paraId="6CD346D5" w14:textId="77777777" w:rsidR="00276CCE" w:rsidRDefault="00276CCE" w:rsidP="002A4158">
      <w:r>
        <w:t>— </w:t>
      </w:r>
      <w:r w:rsidR="002A4158" w:rsidRPr="00DA4E77">
        <w:t xml:space="preserve">Vive </w:t>
      </w:r>
      <w:proofErr w:type="spellStart"/>
      <w:r w:rsidR="002A4158" w:rsidRPr="00DA4E77">
        <w:t>Hellas</w:t>
      </w:r>
      <w:proofErr w:type="spellEnd"/>
      <w:r>
        <w:t> !</w:t>
      </w:r>
    </w:p>
    <w:p w14:paraId="4931BA1E" w14:textId="77777777" w:rsidR="00276CCE" w:rsidRDefault="00276CCE" w:rsidP="002A4158">
      <w:r>
        <w:t>— </w:t>
      </w:r>
      <w:r w:rsidR="002A4158" w:rsidRPr="00DA4E77">
        <w:t>À l</w:t>
      </w:r>
      <w:r>
        <w:t>’</w:t>
      </w:r>
      <w:r w:rsidR="002A4158" w:rsidRPr="00DA4E77">
        <w:t>eau</w:t>
      </w:r>
      <w:r>
        <w:t xml:space="preserve">, </w:t>
      </w:r>
      <w:r w:rsidR="002A4158" w:rsidRPr="00DA4E77">
        <w:t>les femmes</w:t>
      </w:r>
      <w:r>
        <w:t> !</w:t>
      </w:r>
    </w:p>
    <w:p w14:paraId="7944C4CF" w14:textId="77777777" w:rsidR="00276CCE" w:rsidRDefault="002A4158" w:rsidP="002A4158">
      <w:proofErr w:type="spellStart"/>
      <w:r w:rsidRPr="00DA4E77">
        <w:t>Melléna</w:t>
      </w:r>
      <w:proofErr w:type="spellEnd"/>
      <w:r w:rsidRPr="00DA4E77">
        <w:t xml:space="preserve"> perd son assurance</w:t>
      </w:r>
      <w:r w:rsidR="00276CCE">
        <w:t xml:space="preserve">, </w:t>
      </w:r>
      <w:r w:rsidRPr="00DA4E77">
        <w:t>et se serre contre le héros</w:t>
      </w:r>
      <w:r w:rsidR="00276CCE">
        <w:t>.</w:t>
      </w:r>
    </w:p>
    <w:p w14:paraId="38876D3D" w14:textId="77777777" w:rsidR="00276CCE" w:rsidRDefault="00276CCE" w:rsidP="002A4158">
      <w:r>
        <w:t>— </w:t>
      </w:r>
      <w:r w:rsidR="002A4158" w:rsidRPr="00DA4E77">
        <w:t>Par pitié</w:t>
      </w:r>
      <w:r>
        <w:t xml:space="preserve">, </w:t>
      </w:r>
      <w:r w:rsidR="002A4158" w:rsidRPr="00DA4E77">
        <w:t>apaise-les</w:t>
      </w:r>
      <w:r>
        <w:t xml:space="preserve">. </w:t>
      </w:r>
      <w:r w:rsidR="002A4158" w:rsidRPr="00DA4E77">
        <w:t>Je te donnerai</w:t>
      </w:r>
      <w:r>
        <w:t xml:space="preserve">, </w:t>
      </w:r>
      <w:proofErr w:type="spellStart"/>
      <w:r w:rsidR="002A4158" w:rsidRPr="00DA4E77">
        <w:t>Knephao</w:t>
      </w:r>
      <w:proofErr w:type="spellEnd"/>
      <w:r>
        <w:t xml:space="preserve">, </w:t>
      </w:r>
      <w:r w:rsidR="002A4158" w:rsidRPr="00DA4E77">
        <w:t>tous les trésors que tu voudras pour ton Égypte</w:t>
      </w:r>
      <w:r>
        <w:t>.</w:t>
      </w:r>
    </w:p>
    <w:p w14:paraId="67CABE51" w14:textId="77777777" w:rsidR="00276CCE" w:rsidRDefault="00276CCE" w:rsidP="002A4158">
      <w:r>
        <w:t>— </w:t>
      </w:r>
      <w:r w:rsidR="002A4158" w:rsidRPr="00DA4E77">
        <w:t>Je ne demande rien</w:t>
      </w:r>
      <w:r>
        <w:t xml:space="preserve">, </w:t>
      </w:r>
      <w:proofErr w:type="spellStart"/>
      <w:r w:rsidR="002A4158" w:rsidRPr="00DA4E77">
        <w:t>Melléna</w:t>
      </w:r>
      <w:proofErr w:type="spellEnd"/>
      <w:r>
        <w:t xml:space="preserve">. </w:t>
      </w:r>
      <w:r w:rsidR="002A4158" w:rsidRPr="00DA4E77">
        <w:t>Mais dis-moi</w:t>
      </w:r>
      <w:r>
        <w:t xml:space="preserve">, </w:t>
      </w:r>
      <w:r w:rsidR="002A4158" w:rsidRPr="00DA4E77">
        <w:t>d</w:t>
      </w:r>
      <w:r>
        <w:t>’</w:t>
      </w:r>
      <w:r w:rsidR="002A4158" w:rsidRPr="00DA4E77">
        <w:t>abord</w:t>
      </w:r>
      <w:r>
        <w:t xml:space="preserve">, </w:t>
      </w:r>
      <w:r w:rsidR="002A4158" w:rsidRPr="00DA4E77">
        <w:t>pourquoi ces clameurs</w:t>
      </w:r>
      <w:r>
        <w:t> ?</w:t>
      </w:r>
    </w:p>
    <w:p w14:paraId="178CF51C" w14:textId="77777777" w:rsidR="00276CCE" w:rsidRDefault="00276CCE" w:rsidP="002A4158">
      <w:r>
        <w:t>— </w:t>
      </w:r>
      <w:r w:rsidR="002A4158" w:rsidRPr="00DA4E77">
        <w:t>Ils croient qu</w:t>
      </w:r>
      <w:r>
        <w:t>’</w:t>
      </w:r>
      <w:proofErr w:type="spellStart"/>
      <w:r w:rsidR="002A4158" w:rsidRPr="00DA4E77">
        <w:t>Hellas</w:t>
      </w:r>
      <w:proofErr w:type="spellEnd"/>
      <w:r w:rsidR="002A4158" w:rsidRPr="00DA4E77">
        <w:t xml:space="preserve"> va revenir</w:t>
      </w:r>
      <w:r>
        <w:t xml:space="preserve"> ! </w:t>
      </w:r>
      <w:r w:rsidR="002A4158" w:rsidRPr="00DA4E77">
        <w:t>Je ne sais quels matelots imbéciles</w:t>
      </w:r>
      <w:r>
        <w:t xml:space="preserve">, </w:t>
      </w:r>
      <w:r w:rsidR="002A4158" w:rsidRPr="00DA4E77">
        <w:t>arrivés d</w:t>
      </w:r>
      <w:r>
        <w:t>’</w:t>
      </w:r>
      <w:r w:rsidR="002A4158" w:rsidRPr="00DA4E77">
        <w:t>Ibérie</w:t>
      </w:r>
      <w:r>
        <w:t xml:space="preserve">, </w:t>
      </w:r>
      <w:r w:rsidR="002A4158" w:rsidRPr="00DA4E77">
        <w:t>annoncent que l</w:t>
      </w:r>
      <w:r>
        <w:t>’</w:t>
      </w:r>
      <w:r w:rsidR="002A4158" w:rsidRPr="00DA4E77">
        <w:t>Apôtre vainqueur retourne en Atlantis avec ses flottes</w:t>
      </w:r>
      <w:r>
        <w:t xml:space="preserve">. </w:t>
      </w:r>
      <w:r w:rsidR="002A4158" w:rsidRPr="00DA4E77">
        <w:t xml:space="preserve">Ils accusent </w:t>
      </w:r>
      <w:proofErr w:type="spellStart"/>
      <w:r w:rsidR="002A4158" w:rsidRPr="00DA4E77">
        <w:t>Guitché</w:t>
      </w:r>
      <w:proofErr w:type="spellEnd"/>
      <w:r w:rsidR="002A4158" w:rsidRPr="00DA4E77">
        <w:t xml:space="preserve"> d</w:t>
      </w:r>
      <w:r>
        <w:t>’</w:t>
      </w:r>
      <w:r w:rsidR="002A4158" w:rsidRPr="00DA4E77">
        <w:t>avoir détourné les nouvelles venues de l</w:t>
      </w:r>
      <w:r>
        <w:t>’</w:t>
      </w:r>
      <w:r w:rsidR="002A4158" w:rsidRPr="00DA4E77">
        <w:t>archipel pélasgique</w:t>
      </w:r>
      <w:r>
        <w:t xml:space="preserve">. </w:t>
      </w:r>
      <w:r w:rsidR="002A4158" w:rsidRPr="00DA4E77">
        <w:t>Et ils veulent empêcher l</w:t>
      </w:r>
      <w:r>
        <w:t>’</w:t>
      </w:r>
      <w:r w:rsidR="002A4158" w:rsidRPr="00DA4E77">
        <w:t>élection du Prince</w:t>
      </w:r>
      <w:r>
        <w:t xml:space="preserve">, </w:t>
      </w:r>
      <w:r w:rsidR="002A4158" w:rsidRPr="00DA4E77">
        <w:t>disant qu</w:t>
      </w:r>
      <w:r>
        <w:t>’</w:t>
      </w:r>
      <w:proofErr w:type="spellStart"/>
      <w:r w:rsidR="002A4158" w:rsidRPr="00DA4E77">
        <w:t>Hellas</w:t>
      </w:r>
      <w:proofErr w:type="spellEnd"/>
      <w:r w:rsidR="002A4158" w:rsidRPr="00DA4E77">
        <w:t xml:space="preserve"> n</w:t>
      </w:r>
      <w:r>
        <w:t>’</w:t>
      </w:r>
      <w:r w:rsidR="002A4158" w:rsidRPr="00DA4E77">
        <w:t>a pas abdiqué</w:t>
      </w:r>
      <w:r>
        <w:t xml:space="preserve">. </w:t>
      </w:r>
      <w:r w:rsidR="002A4158" w:rsidRPr="00DA4E77">
        <w:t>Que faire</w:t>
      </w:r>
      <w:r>
        <w:t xml:space="preserve"> ? </w:t>
      </w:r>
      <w:r w:rsidR="002A4158" w:rsidRPr="00DA4E77">
        <w:t>Que leur répondre</w:t>
      </w:r>
      <w:r>
        <w:t xml:space="preserve"> ? </w:t>
      </w:r>
      <w:r w:rsidR="002A4158" w:rsidRPr="00DA4E77">
        <w:t xml:space="preserve">Ils </w:t>
      </w:r>
      <w:r w:rsidR="002A4158" w:rsidRPr="00DA4E77">
        <w:lastRenderedPageBreak/>
        <w:t>vont me tuer</w:t>
      </w:r>
      <w:r>
        <w:t xml:space="preserve">. </w:t>
      </w:r>
      <w:r w:rsidR="002A4158" w:rsidRPr="00DA4E77">
        <w:t xml:space="preserve">Ils vont tuer </w:t>
      </w:r>
      <w:proofErr w:type="spellStart"/>
      <w:r w:rsidR="002A4158" w:rsidRPr="00DA4E77">
        <w:t>Guitché</w:t>
      </w:r>
      <w:proofErr w:type="spellEnd"/>
      <w:r>
        <w:t xml:space="preserve">. </w:t>
      </w:r>
      <w:r w:rsidR="002A4158" w:rsidRPr="00DA4E77">
        <w:t>Ah</w:t>
      </w:r>
      <w:r>
        <w:t xml:space="preserve"> ! </w:t>
      </w:r>
      <w:r w:rsidR="002A4158" w:rsidRPr="00DA4E77">
        <w:t>ce que tu voudras</w:t>
      </w:r>
      <w:r>
        <w:t xml:space="preserve">, </w:t>
      </w:r>
      <w:proofErr w:type="spellStart"/>
      <w:r w:rsidR="002A4158" w:rsidRPr="00DA4E77">
        <w:t>Knephao</w:t>
      </w:r>
      <w:proofErr w:type="spellEnd"/>
      <w:r>
        <w:t xml:space="preserve">, </w:t>
      </w:r>
      <w:r w:rsidR="002A4158" w:rsidRPr="00DA4E77">
        <w:t>ce que tu voudras</w:t>
      </w:r>
      <w:r>
        <w:t xml:space="preserve">, </w:t>
      </w:r>
      <w:r w:rsidR="002A4158" w:rsidRPr="00DA4E77">
        <w:t>mais sauve-nous</w:t>
      </w:r>
      <w:r>
        <w:t> !</w:t>
      </w:r>
    </w:p>
    <w:p w14:paraId="4E60C29E" w14:textId="77777777" w:rsidR="00276CCE" w:rsidRDefault="002A4158" w:rsidP="002A4158">
      <w:r w:rsidRPr="00DA4E77">
        <w:t>Et elle se presse</w:t>
      </w:r>
      <w:r w:rsidR="00276CCE">
        <w:t xml:space="preserve">, </w:t>
      </w:r>
      <w:r w:rsidRPr="00DA4E77">
        <w:t>brûlante</w:t>
      </w:r>
      <w:r w:rsidR="00276CCE">
        <w:t xml:space="preserve">, </w:t>
      </w:r>
      <w:r w:rsidRPr="00DA4E77">
        <w:t>contre le colosse</w:t>
      </w:r>
      <w:r w:rsidR="00276CCE">
        <w:t>.</w:t>
      </w:r>
    </w:p>
    <w:p w14:paraId="1E0F8ADF" w14:textId="77777777" w:rsidR="00276CCE" w:rsidRDefault="00276CCE" w:rsidP="002A4158">
      <w:r>
        <w:t>— </w:t>
      </w:r>
      <w:r w:rsidR="002A4158" w:rsidRPr="00DA4E77">
        <w:t>Beau héros</w:t>
      </w:r>
      <w:r>
        <w:t xml:space="preserve">, </w:t>
      </w:r>
      <w:r w:rsidR="002A4158" w:rsidRPr="00DA4E77">
        <w:t>va leur parler</w:t>
      </w:r>
      <w:r>
        <w:t xml:space="preserve"> ! </w:t>
      </w:r>
      <w:r w:rsidR="002A4158" w:rsidRPr="00DA4E77">
        <w:t>gémissent les femmes</w:t>
      </w:r>
      <w:r>
        <w:t xml:space="preserve">. </w:t>
      </w:r>
      <w:r w:rsidR="002A4158" w:rsidRPr="00DA4E77">
        <w:t>Ils t</w:t>
      </w:r>
      <w:r>
        <w:t>’</w:t>
      </w:r>
      <w:r w:rsidR="002A4158" w:rsidRPr="00DA4E77">
        <w:t>écouteront</w:t>
      </w:r>
      <w:r>
        <w:t>.</w:t>
      </w:r>
    </w:p>
    <w:p w14:paraId="60FE9851" w14:textId="77777777" w:rsidR="00276CCE" w:rsidRDefault="00276CCE" w:rsidP="002A4158">
      <w:r>
        <w:t>— </w:t>
      </w:r>
      <w:r w:rsidR="002A4158" w:rsidRPr="00DA4E77">
        <w:t>Oui</w:t>
      </w:r>
      <w:r>
        <w:t xml:space="preserve">, </w:t>
      </w:r>
      <w:r w:rsidR="002A4158" w:rsidRPr="00DA4E77">
        <w:t>oui</w:t>
      </w:r>
      <w:r>
        <w:t xml:space="preserve">, </w:t>
      </w:r>
      <w:r w:rsidR="002A4158" w:rsidRPr="00DA4E77">
        <w:t>va leur parler</w:t>
      </w:r>
      <w:r>
        <w:t xml:space="preserve">, </w:t>
      </w:r>
      <w:r w:rsidR="002A4158" w:rsidRPr="00DA4E77">
        <w:t xml:space="preserve">reprend </w:t>
      </w:r>
      <w:proofErr w:type="spellStart"/>
      <w:r w:rsidR="002A4158" w:rsidRPr="00DA4E77">
        <w:t>Melléna</w:t>
      </w:r>
      <w:proofErr w:type="spellEnd"/>
      <w:r>
        <w:t>.</w:t>
      </w:r>
    </w:p>
    <w:p w14:paraId="2FC1F8C6" w14:textId="77777777" w:rsidR="00276CCE" w:rsidRDefault="00276CCE" w:rsidP="002A4158">
      <w:r>
        <w:t>— </w:t>
      </w:r>
      <w:r w:rsidR="002A4158" w:rsidRPr="00DA4E77">
        <w:t>Et que leur dire</w:t>
      </w:r>
      <w:r>
        <w:t> ?</w:t>
      </w:r>
    </w:p>
    <w:p w14:paraId="0007168F" w14:textId="77777777" w:rsidR="00276CCE" w:rsidRDefault="00276CCE" w:rsidP="002A4158">
      <w:r>
        <w:t>— </w:t>
      </w:r>
      <w:r w:rsidR="002A4158" w:rsidRPr="00DA4E77">
        <w:t>Berce-les de promesses</w:t>
      </w:r>
      <w:r>
        <w:t xml:space="preserve">. </w:t>
      </w:r>
      <w:r w:rsidR="002A4158" w:rsidRPr="00DA4E77">
        <w:t>Raconte-leur qu</w:t>
      </w:r>
      <w:r>
        <w:t>’</w:t>
      </w:r>
      <w:r w:rsidR="002A4158" w:rsidRPr="00DA4E77">
        <w:t xml:space="preserve">en effet </w:t>
      </w:r>
      <w:proofErr w:type="spellStart"/>
      <w:r w:rsidR="002A4158" w:rsidRPr="00DA4E77">
        <w:t>Hellas</w:t>
      </w:r>
      <w:proofErr w:type="spellEnd"/>
      <w:r w:rsidR="002A4158" w:rsidRPr="00DA4E77">
        <w:t xml:space="preserve"> va revenir</w:t>
      </w:r>
      <w:r>
        <w:t xml:space="preserve">. </w:t>
      </w:r>
      <w:r w:rsidR="002A4158" w:rsidRPr="00DA4E77">
        <w:t>Ce n</w:t>
      </w:r>
      <w:r>
        <w:t>’</w:t>
      </w:r>
      <w:r w:rsidR="002A4158" w:rsidRPr="00DA4E77">
        <w:t>est pas vrai</w:t>
      </w:r>
      <w:r>
        <w:t xml:space="preserve"> ! </w:t>
      </w:r>
      <w:r w:rsidR="002A4158" w:rsidRPr="00DA4E77">
        <w:t>Mais il faut parfois savoir mentir</w:t>
      </w:r>
      <w:r>
        <w:t xml:space="preserve">. </w:t>
      </w:r>
      <w:r w:rsidR="002A4158" w:rsidRPr="00DA4E77">
        <w:t>Plus tard</w:t>
      </w:r>
      <w:r>
        <w:t xml:space="preserve">, </w:t>
      </w:r>
      <w:r w:rsidR="002A4158" w:rsidRPr="00DA4E77">
        <w:t>nous prendrons nos mesures</w:t>
      </w:r>
      <w:r>
        <w:t xml:space="preserve">. </w:t>
      </w:r>
      <w:r w:rsidR="002A4158" w:rsidRPr="00DA4E77">
        <w:t>L</w:t>
      </w:r>
      <w:r>
        <w:t>’</w:t>
      </w:r>
      <w:r w:rsidR="002A4158" w:rsidRPr="00DA4E77">
        <w:t>important est de g</w:t>
      </w:r>
      <w:r w:rsidR="002A4158" w:rsidRPr="00DA4E77">
        <w:t>a</w:t>
      </w:r>
      <w:r w:rsidR="002A4158" w:rsidRPr="00DA4E77">
        <w:t>gner du temps</w:t>
      </w:r>
      <w:r>
        <w:t xml:space="preserve">. </w:t>
      </w:r>
      <w:r w:rsidR="002A4158" w:rsidRPr="00DA4E77">
        <w:t>Tu verras</w:t>
      </w:r>
      <w:r>
        <w:t xml:space="preserve">, </w:t>
      </w:r>
      <w:proofErr w:type="spellStart"/>
      <w:r w:rsidR="002A4158" w:rsidRPr="00DA4E77">
        <w:t>Knephao</w:t>
      </w:r>
      <w:proofErr w:type="spellEnd"/>
      <w:r>
        <w:t xml:space="preserve">, </w:t>
      </w:r>
      <w:r w:rsidR="002A4158" w:rsidRPr="00DA4E77">
        <w:t>comme nous te récompe</w:t>
      </w:r>
      <w:r w:rsidR="002A4158" w:rsidRPr="00DA4E77">
        <w:t>n</w:t>
      </w:r>
      <w:r w:rsidR="002A4158" w:rsidRPr="00DA4E77">
        <w:t>serons</w:t>
      </w:r>
      <w:r>
        <w:t> !</w:t>
      </w:r>
    </w:p>
    <w:p w14:paraId="32D2A34A" w14:textId="77777777" w:rsidR="00276CCE" w:rsidRDefault="00276CCE" w:rsidP="002A4158">
      <w:r>
        <w:t>— </w:t>
      </w:r>
      <w:r w:rsidR="002A4158" w:rsidRPr="00DA4E77">
        <w:t>Soit</w:t>
      </w:r>
      <w:r>
        <w:t xml:space="preserve"> ! </w:t>
      </w:r>
      <w:proofErr w:type="spellStart"/>
      <w:r w:rsidR="002A4158" w:rsidRPr="00DA4E77">
        <w:t>Melléna</w:t>
      </w:r>
      <w:proofErr w:type="spellEnd"/>
      <w:r>
        <w:t xml:space="preserve">. </w:t>
      </w:r>
      <w:r w:rsidR="002A4158" w:rsidRPr="00DA4E77">
        <w:t>Mais alors</w:t>
      </w:r>
      <w:r>
        <w:t xml:space="preserve">, </w:t>
      </w:r>
      <w:r w:rsidR="002A4158" w:rsidRPr="00DA4E77">
        <w:t>j</w:t>
      </w:r>
      <w:r>
        <w:t>’</w:t>
      </w:r>
      <w:r w:rsidR="002A4158" w:rsidRPr="00DA4E77">
        <w:t>exige de toi une seule pr</w:t>
      </w:r>
      <w:r w:rsidR="002A4158" w:rsidRPr="00DA4E77">
        <w:t>o</w:t>
      </w:r>
      <w:r w:rsidR="002A4158" w:rsidRPr="00DA4E77">
        <w:t>messe</w:t>
      </w:r>
      <w:r>
        <w:t>.</w:t>
      </w:r>
    </w:p>
    <w:p w14:paraId="04931425" w14:textId="77777777" w:rsidR="00276CCE" w:rsidRDefault="00276CCE" w:rsidP="002A4158">
      <w:r>
        <w:t>— </w:t>
      </w:r>
      <w:r w:rsidR="002A4158" w:rsidRPr="00DA4E77">
        <w:t>De tout cœur</w:t>
      </w:r>
      <w:r>
        <w:t xml:space="preserve"> ! </w:t>
      </w:r>
      <w:r w:rsidR="002A4158" w:rsidRPr="00DA4E77">
        <w:t>De tout cœur</w:t>
      </w:r>
      <w:r>
        <w:t xml:space="preserve">, </w:t>
      </w:r>
      <w:r w:rsidR="002A4158" w:rsidRPr="00DA4E77">
        <w:t>j</w:t>
      </w:r>
      <w:r>
        <w:t>’</w:t>
      </w:r>
      <w:r w:rsidR="002A4158" w:rsidRPr="00DA4E77">
        <w:t>y souscris d</w:t>
      </w:r>
      <w:r>
        <w:t>’</w:t>
      </w:r>
      <w:r w:rsidR="002A4158" w:rsidRPr="00DA4E77">
        <w:t>avance</w:t>
      </w:r>
      <w:r>
        <w:t>.</w:t>
      </w:r>
    </w:p>
    <w:p w14:paraId="3FFB3AC4" w14:textId="77777777" w:rsidR="00276CCE" w:rsidRDefault="00276CCE" w:rsidP="002A4158">
      <w:r>
        <w:t>— </w:t>
      </w:r>
      <w:r w:rsidR="002A4158" w:rsidRPr="00DA4E77">
        <w:t>Donc</w:t>
      </w:r>
      <w:r>
        <w:t xml:space="preserve">, </w:t>
      </w:r>
      <w:r w:rsidR="002A4158" w:rsidRPr="00DA4E77">
        <w:t>quoi que je dise</w:t>
      </w:r>
      <w:r>
        <w:t xml:space="preserve">, </w:t>
      </w:r>
      <w:r w:rsidR="002A4158" w:rsidRPr="00DA4E77">
        <w:t>quelque affirmation que je porte devant le peuple</w:t>
      </w:r>
      <w:r>
        <w:t xml:space="preserve">, </w:t>
      </w:r>
      <w:r w:rsidR="002A4158" w:rsidRPr="00DA4E77">
        <w:t>je le ferai en ton nom</w:t>
      </w:r>
      <w:r>
        <w:t xml:space="preserve">, </w:t>
      </w:r>
      <w:r w:rsidR="002A4158" w:rsidRPr="00DA4E77">
        <w:t>et tu m</w:t>
      </w:r>
      <w:r>
        <w:t>’</w:t>
      </w:r>
      <w:r w:rsidR="002A4158" w:rsidRPr="00DA4E77">
        <w:t>approuveras</w:t>
      </w:r>
      <w:r>
        <w:t>.</w:t>
      </w:r>
    </w:p>
    <w:p w14:paraId="3A946F2B" w14:textId="77777777" w:rsidR="00276CCE" w:rsidRDefault="00276CCE" w:rsidP="002A4158">
      <w:r>
        <w:t>— </w:t>
      </w:r>
      <w:r w:rsidR="002A4158" w:rsidRPr="00DA4E77">
        <w:t>Je ne te démentirai pas</w:t>
      </w:r>
      <w:r>
        <w:t xml:space="preserve">, </w:t>
      </w:r>
      <w:r w:rsidR="002A4158" w:rsidRPr="00DA4E77">
        <w:t>quand même tu proclamerais l</w:t>
      </w:r>
      <w:r>
        <w:t>’</w:t>
      </w:r>
      <w:r w:rsidR="002A4158" w:rsidRPr="00DA4E77">
        <w:t>impossible</w:t>
      </w:r>
      <w:r>
        <w:t>.</w:t>
      </w:r>
    </w:p>
    <w:p w14:paraId="325C7694" w14:textId="77777777" w:rsidR="00276CCE" w:rsidRDefault="00276CCE" w:rsidP="002A4158">
      <w:r>
        <w:t>— </w:t>
      </w:r>
      <w:r w:rsidR="002A4158" w:rsidRPr="00DA4E77">
        <w:t>Et c</w:t>
      </w:r>
      <w:r>
        <w:t>’</w:t>
      </w:r>
      <w:r w:rsidR="002A4158" w:rsidRPr="00DA4E77">
        <w:t>est l</w:t>
      </w:r>
      <w:r>
        <w:t>’</w:t>
      </w:r>
      <w:r w:rsidR="002A4158" w:rsidRPr="00DA4E77">
        <w:t>impossible que j</w:t>
      </w:r>
      <w:r>
        <w:t>’</w:t>
      </w:r>
      <w:r w:rsidR="002A4158" w:rsidRPr="00DA4E77">
        <w:t>annoncerai</w:t>
      </w:r>
      <w:r>
        <w:t>.</w:t>
      </w:r>
    </w:p>
    <w:p w14:paraId="7DAA6A80" w14:textId="77777777" w:rsidR="00276CCE" w:rsidRDefault="002A4158" w:rsidP="002A4158">
      <w:r w:rsidRPr="00DA4E77">
        <w:t>Et tout de suite</w:t>
      </w:r>
      <w:r w:rsidR="00276CCE">
        <w:t xml:space="preserve">, </w:t>
      </w:r>
      <w:proofErr w:type="spellStart"/>
      <w:r w:rsidRPr="00DA4E77">
        <w:t>Knephao</w:t>
      </w:r>
      <w:proofErr w:type="spellEnd"/>
      <w:r w:rsidR="00276CCE">
        <w:t xml:space="preserve">, </w:t>
      </w:r>
      <w:r w:rsidRPr="00DA4E77">
        <w:t>repoussant le troupeau éploré des femmes</w:t>
      </w:r>
      <w:r w:rsidR="00276CCE">
        <w:t xml:space="preserve">, </w:t>
      </w:r>
      <w:r w:rsidRPr="00DA4E77">
        <w:t>va droit au portail de bronze</w:t>
      </w:r>
      <w:r w:rsidR="00276CCE">
        <w:t xml:space="preserve">, </w:t>
      </w:r>
      <w:r w:rsidRPr="00DA4E77">
        <w:t>pesamment clos</w:t>
      </w:r>
      <w:r w:rsidR="00276CCE">
        <w:t xml:space="preserve">. </w:t>
      </w:r>
      <w:r w:rsidRPr="00DA4E77">
        <w:t>Il ouvre toute large la haute porte</w:t>
      </w:r>
      <w:r w:rsidR="00276CCE">
        <w:t xml:space="preserve">, </w:t>
      </w:r>
      <w:r w:rsidRPr="00DA4E77">
        <w:t>et sa stature gigantesque app</w:t>
      </w:r>
      <w:r w:rsidRPr="00DA4E77">
        <w:t>a</w:t>
      </w:r>
      <w:r w:rsidRPr="00DA4E77">
        <w:t>raît sur le perron</w:t>
      </w:r>
      <w:r w:rsidR="00276CCE">
        <w:t>.</w:t>
      </w:r>
    </w:p>
    <w:p w14:paraId="4C968854" w14:textId="77777777" w:rsidR="00276CCE" w:rsidRDefault="002A4158" w:rsidP="002A4158">
      <w:r w:rsidRPr="00DA4E77">
        <w:lastRenderedPageBreak/>
        <w:t>Là-bas</w:t>
      </w:r>
      <w:r w:rsidR="00276CCE">
        <w:t xml:space="preserve">, </w:t>
      </w:r>
      <w:r w:rsidRPr="00DA4E77">
        <w:t>du côté de la Grille</w:t>
      </w:r>
      <w:r w:rsidR="00276CCE">
        <w:t xml:space="preserve">, </w:t>
      </w:r>
      <w:r w:rsidRPr="00DA4E77">
        <w:t>la mêlée commence</w:t>
      </w:r>
      <w:r w:rsidR="00276CCE">
        <w:t xml:space="preserve">, </w:t>
      </w:r>
      <w:r w:rsidRPr="00DA4E77">
        <w:t>quand r</w:t>
      </w:r>
      <w:r w:rsidRPr="00DA4E77">
        <w:t>e</w:t>
      </w:r>
      <w:r w:rsidRPr="00DA4E77">
        <w:t>tentissent de toute part les cris de</w:t>
      </w:r>
      <w:r w:rsidR="00276CCE">
        <w:t> :</w:t>
      </w:r>
    </w:p>
    <w:p w14:paraId="774BC452" w14:textId="77777777" w:rsidR="00276CCE" w:rsidRDefault="00276CCE" w:rsidP="002A4158">
      <w:r>
        <w:t>— </w:t>
      </w:r>
      <w:r w:rsidR="002A4158" w:rsidRPr="00DA4E77">
        <w:t xml:space="preserve">Voilà </w:t>
      </w:r>
      <w:proofErr w:type="spellStart"/>
      <w:r w:rsidR="002A4158" w:rsidRPr="00DA4E77">
        <w:t>Knephao</w:t>
      </w:r>
      <w:proofErr w:type="spellEnd"/>
      <w:r>
        <w:t> !</w:t>
      </w:r>
    </w:p>
    <w:p w14:paraId="0A71EAB6" w14:textId="77777777" w:rsidR="00276CCE" w:rsidRDefault="00276CCE" w:rsidP="002A4158">
      <w:r>
        <w:t>— </w:t>
      </w:r>
      <w:r w:rsidR="002A4158" w:rsidRPr="00DA4E77">
        <w:t>Dis à tes soldats de nous ouvrir la Grille</w:t>
      </w:r>
      <w:r>
        <w:t> !</w:t>
      </w:r>
    </w:p>
    <w:p w14:paraId="4AFCE5F3" w14:textId="77777777" w:rsidR="00276CCE" w:rsidRDefault="00276CCE" w:rsidP="002A4158">
      <w:r>
        <w:t>— </w:t>
      </w:r>
      <w:proofErr w:type="spellStart"/>
      <w:r w:rsidR="002A4158" w:rsidRPr="00DA4E77">
        <w:t>Hellas</w:t>
      </w:r>
      <w:proofErr w:type="spellEnd"/>
      <w:r>
        <w:t xml:space="preserve">, </w:t>
      </w:r>
      <w:r w:rsidR="002A4158" w:rsidRPr="00DA4E77">
        <w:t xml:space="preserve">ton ami </w:t>
      </w:r>
      <w:proofErr w:type="spellStart"/>
      <w:r w:rsidR="002A4158" w:rsidRPr="00DA4E77">
        <w:t>Hellas</w:t>
      </w:r>
      <w:proofErr w:type="spellEnd"/>
      <w:r w:rsidR="002A4158" w:rsidRPr="00DA4E77">
        <w:t xml:space="preserve"> va revenir</w:t>
      </w:r>
      <w:r>
        <w:t> !</w:t>
      </w:r>
    </w:p>
    <w:p w14:paraId="3EDA989C" w14:textId="77777777" w:rsidR="00276CCE" w:rsidRDefault="00276CCE" w:rsidP="002A4158">
      <w:r>
        <w:t>— </w:t>
      </w:r>
      <w:r w:rsidR="002A4158" w:rsidRPr="00DA4E77">
        <w:t xml:space="preserve">Nous pendrons </w:t>
      </w:r>
      <w:proofErr w:type="spellStart"/>
      <w:r w:rsidR="002A4158" w:rsidRPr="00DA4E77">
        <w:t>Guitché</w:t>
      </w:r>
      <w:proofErr w:type="spellEnd"/>
      <w:r>
        <w:t> !</w:t>
      </w:r>
    </w:p>
    <w:p w14:paraId="7D376C51" w14:textId="77777777" w:rsidR="00276CCE" w:rsidRDefault="00276CCE" w:rsidP="002A4158">
      <w:r>
        <w:t>— </w:t>
      </w:r>
      <w:r w:rsidR="002A4158" w:rsidRPr="00DA4E77">
        <w:t xml:space="preserve">Nous renverrons </w:t>
      </w:r>
      <w:proofErr w:type="spellStart"/>
      <w:r w:rsidR="002A4158" w:rsidRPr="00DA4E77">
        <w:t>Melléna</w:t>
      </w:r>
      <w:proofErr w:type="spellEnd"/>
      <w:r w:rsidR="002A4158" w:rsidRPr="00DA4E77">
        <w:t xml:space="preserve"> aux Barbares</w:t>
      </w:r>
      <w:r>
        <w:t> !</w:t>
      </w:r>
    </w:p>
    <w:p w14:paraId="7D3CDAB8" w14:textId="77777777" w:rsidR="00276CCE" w:rsidRDefault="00276CCE" w:rsidP="002A4158">
      <w:r>
        <w:t>— </w:t>
      </w:r>
      <w:r w:rsidR="002A4158" w:rsidRPr="00DA4E77">
        <w:t>Silence</w:t>
      </w:r>
      <w:r>
        <w:t xml:space="preserve">, </w:t>
      </w:r>
      <w:r w:rsidR="002A4158" w:rsidRPr="00DA4E77">
        <w:t>tous</w:t>
      </w:r>
      <w:r>
        <w:t xml:space="preserve"> ! </w:t>
      </w:r>
      <w:r w:rsidR="002A4158" w:rsidRPr="00DA4E77">
        <w:t>vocifère la voix du géant</w:t>
      </w:r>
      <w:r>
        <w:t>.</w:t>
      </w:r>
    </w:p>
    <w:p w14:paraId="6415692C" w14:textId="77777777" w:rsidR="00276CCE" w:rsidRDefault="002A4158" w:rsidP="002A4158">
      <w:proofErr w:type="spellStart"/>
      <w:r w:rsidRPr="00DA4E77">
        <w:t>Knephao</w:t>
      </w:r>
      <w:proofErr w:type="spellEnd"/>
      <w:r w:rsidRPr="00DA4E77">
        <w:t xml:space="preserve"> s</w:t>
      </w:r>
      <w:r w:rsidR="00276CCE">
        <w:t>’</w:t>
      </w:r>
      <w:r w:rsidRPr="00DA4E77">
        <w:t>avance sur le perron</w:t>
      </w:r>
      <w:r w:rsidR="00276CCE">
        <w:t xml:space="preserve">. </w:t>
      </w:r>
      <w:r w:rsidRPr="00DA4E77">
        <w:t>De sa main droite étendue</w:t>
      </w:r>
      <w:r w:rsidR="00276CCE">
        <w:t xml:space="preserve">, </w:t>
      </w:r>
      <w:r w:rsidRPr="00DA4E77">
        <w:t>il apaise les rumeurs</w:t>
      </w:r>
      <w:r w:rsidR="00276CCE">
        <w:t> :</w:t>
      </w:r>
    </w:p>
    <w:p w14:paraId="13C34FDD" w14:textId="77777777" w:rsidR="00276CCE" w:rsidRDefault="00276CCE" w:rsidP="002A4158">
      <w:r>
        <w:t>— </w:t>
      </w:r>
      <w:r w:rsidR="002A4158" w:rsidRPr="00DA4E77">
        <w:t>Atlantes</w:t>
      </w:r>
      <w:r>
        <w:t xml:space="preserve">, </w:t>
      </w:r>
      <w:r w:rsidR="002A4158" w:rsidRPr="00DA4E77">
        <w:t>mes frères rouges</w:t>
      </w:r>
      <w:r>
        <w:t xml:space="preserve">, </w:t>
      </w:r>
      <w:r w:rsidR="002A4158" w:rsidRPr="00DA4E77">
        <w:t>que voulez-vous</w:t>
      </w:r>
      <w:r>
        <w:t> ?</w:t>
      </w:r>
    </w:p>
    <w:p w14:paraId="6F1957A8" w14:textId="77777777" w:rsidR="00276CCE" w:rsidRDefault="00276CCE" w:rsidP="002A4158">
      <w:r>
        <w:t>— </w:t>
      </w:r>
      <w:r w:rsidR="002A4158" w:rsidRPr="00DA4E77">
        <w:t xml:space="preserve">Nous voulons </w:t>
      </w:r>
      <w:proofErr w:type="spellStart"/>
      <w:r w:rsidR="002A4158" w:rsidRPr="00DA4E77">
        <w:t>Hellas</w:t>
      </w:r>
      <w:proofErr w:type="spellEnd"/>
      <w:r>
        <w:t> !</w:t>
      </w:r>
    </w:p>
    <w:p w14:paraId="77B4C64D" w14:textId="77777777" w:rsidR="00276CCE" w:rsidRDefault="00276CCE" w:rsidP="002A4158">
      <w:r>
        <w:t>— </w:t>
      </w:r>
      <w:r w:rsidR="002A4158" w:rsidRPr="00DA4E77">
        <w:t>Vous l</w:t>
      </w:r>
      <w:r>
        <w:t>’</w:t>
      </w:r>
      <w:r w:rsidR="002A4158" w:rsidRPr="00DA4E77">
        <w:t>aurez</w:t>
      </w:r>
      <w:r>
        <w:t> !</w:t>
      </w:r>
    </w:p>
    <w:p w14:paraId="4557BF81" w14:textId="77777777" w:rsidR="00276CCE" w:rsidRDefault="002A4158" w:rsidP="002A4158">
      <w:r w:rsidRPr="00DA4E77">
        <w:t>Une acclamation prolongée s</w:t>
      </w:r>
      <w:r w:rsidR="00276CCE">
        <w:t>’</w:t>
      </w:r>
      <w:r w:rsidRPr="00DA4E77">
        <w:t>élève</w:t>
      </w:r>
      <w:r w:rsidR="00276CCE">
        <w:t xml:space="preserve">. </w:t>
      </w:r>
      <w:proofErr w:type="spellStart"/>
      <w:r w:rsidRPr="00DA4E77">
        <w:t>Knephao</w:t>
      </w:r>
      <w:proofErr w:type="spellEnd"/>
      <w:r w:rsidR="00276CCE">
        <w:t xml:space="preserve">, </w:t>
      </w:r>
      <w:r w:rsidRPr="00DA4E77">
        <w:t>avisant aux premiers rangs un homme à la figure bonasse</w:t>
      </w:r>
      <w:r w:rsidR="00276CCE">
        <w:t xml:space="preserve">, </w:t>
      </w:r>
      <w:r w:rsidRPr="00DA4E77">
        <w:t>lui demande à haute voix</w:t>
      </w:r>
      <w:r w:rsidR="00276CCE">
        <w:t> :</w:t>
      </w:r>
    </w:p>
    <w:p w14:paraId="787A6DB7" w14:textId="77777777" w:rsidR="00276CCE" w:rsidRDefault="00276CCE" w:rsidP="002A4158">
      <w:r>
        <w:t>— </w:t>
      </w:r>
      <w:r w:rsidR="002A4158" w:rsidRPr="00DA4E77">
        <w:t>Toi</w:t>
      </w:r>
      <w:r>
        <w:t xml:space="preserve">, </w:t>
      </w:r>
      <w:r w:rsidR="002A4158" w:rsidRPr="00DA4E77">
        <w:t>tu me sembles raisonnable et juste</w:t>
      </w:r>
      <w:r>
        <w:t xml:space="preserve">. </w:t>
      </w:r>
      <w:r w:rsidR="002A4158" w:rsidRPr="00DA4E77">
        <w:t>Parle pour tous</w:t>
      </w:r>
      <w:r>
        <w:t xml:space="preserve">, </w:t>
      </w:r>
      <w:r w:rsidR="002A4158" w:rsidRPr="00DA4E77">
        <w:t>qu</w:t>
      </w:r>
      <w:r>
        <w:t>’</w:t>
      </w:r>
      <w:r w:rsidR="002A4158" w:rsidRPr="00DA4E77">
        <w:t>y a-t-il</w:t>
      </w:r>
      <w:r>
        <w:t> ?</w:t>
      </w:r>
    </w:p>
    <w:p w14:paraId="42FBC46A" w14:textId="77777777" w:rsidR="00276CCE" w:rsidRDefault="00276CCE" w:rsidP="002A4158">
      <w:r>
        <w:t>— </w:t>
      </w:r>
      <w:r w:rsidR="002A4158" w:rsidRPr="00DA4E77">
        <w:t>Il y a</w:t>
      </w:r>
      <w:r>
        <w:t xml:space="preserve">, </w:t>
      </w:r>
      <w:r w:rsidR="002A4158" w:rsidRPr="00DA4E77">
        <w:t>grand chef</w:t>
      </w:r>
      <w:r>
        <w:t xml:space="preserve">, </w:t>
      </w:r>
      <w:r w:rsidR="002A4158" w:rsidRPr="00DA4E77">
        <w:t>qu</w:t>
      </w:r>
      <w:r>
        <w:t>’</w:t>
      </w:r>
      <w:r w:rsidR="002A4158" w:rsidRPr="00DA4E77">
        <w:t>on nous a caché le retour d</w:t>
      </w:r>
      <w:r>
        <w:t>’</w:t>
      </w:r>
      <w:proofErr w:type="spellStart"/>
      <w:r w:rsidR="002A4158" w:rsidRPr="00DA4E77">
        <w:t>Hellas</w:t>
      </w:r>
      <w:proofErr w:type="spellEnd"/>
      <w:r>
        <w:t xml:space="preserve">, </w:t>
      </w:r>
      <w:r w:rsidR="002A4158" w:rsidRPr="00DA4E77">
        <w:t>et qu</w:t>
      </w:r>
      <w:r>
        <w:t>’</w:t>
      </w:r>
      <w:r w:rsidR="002A4158" w:rsidRPr="00DA4E77">
        <w:t>on veut</w:t>
      </w:r>
      <w:r>
        <w:t xml:space="preserve">, </w:t>
      </w:r>
      <w:r w:rsidR="002A4158" w:rsidRPr="00DA4E77">
        <w:t>à la place de ce héros</w:t>
      </w:r>
      <w:r>
        <w:t xml:space="preserve">, </w:t>
      </w:r>
      <w:r w:rsidR="002A4158" w:rsidRPr="00DA4E77">
        <w:t>nous imposer un Prince i</w:t>
      </w:r>
      <w:r w:rsidR="002A4158" w:rsidRPr="00DA4E77">
        <w:t>n</w:t>
      </w:r>
      <w:r w:rsidR="002A4158" w:rsidRPr="00DA4E77">
        <w:t>digne</w:t>
      </w:r>
      <w:r>
        <w:t> !</w:t>
      </w:r>
    </w:p>
    <w:p w14:paraId="68C85B0D" w14:textId="77777777" w:rsidR="00276CCE" w:rsidRDefault="00276CCE" w:rsidP="002A4158">
      <w:r>
        <w:t>— </w:t>
      </w:r>
      <w:r w:rsidR="002A4158" w:rsidRPr="00DA4E77">
        <w:t xml:space="preserve">Tu désires </w:t>
      </w:r>
      <w:proofErr w:type="spellStart"/>
      <w:r w:rsidR="002A4158" w:rsidRPr="00DA4E77">
        <w:t>Hellas</w:t>
      </w:r>
      <w:proofErr w:type="spellEnd"/>
      <w:r>
        <w:t xml:space="preserve">, </w:t>
      </w:r>
      <w:r w:rsidR="002A4158" w:rsidRPr="00DA4E77">
        <w:t>maintenant</w:t>
      </w:r>
      <w:r>
        <w:t xml:space="preserve"> ? </w:t>
      </w:r>
      <w:r w:rsidR="002A4158" w:rsidRPr="00DA4E77">
        <w:t>N</w:t>
      </w:r>
      <w:r>
        <w:t>’</w:t>
      </w:r>
      <w:r w:rsidR="002A4158" w:rsidRPr="00DA4E77">
        <w:t>est-ce pas toi et les tiens qui l</w:t>
      </w:r>
      <w:r>
        <w:t>’</w:t>
      </w:r>
      <w:r w:rsidR="002A4158" w:rsidRPr="00DA4E77">
        <w:t>avez forcé de quitter la Cité-Reine</w:t>
      </w:r>
      <w:r>
        <w:t> ?</w:t>
      </w:r>
    </w:p>
    <w:p w14:paraId="37DB8E64" w14:textId="77777777" w:rsidR="00276CCE" w:rsidRDefault="00276CCE" w:rsidP="002A4158">
      <w:r>
        <w:lastRenderedPageBreak/>
        <w:t>— </w:t>
      </w:r>
      <w:r w:rsidR="002A4158" w:rsidRPr="00DA4E77">
        <w:t>Et qu</w:t>
      </w:r>
      <w:r>
        <w:t>’</w:t>
      </w:r>
      <w:r w:rsidR="002A4158" w:rsidRPr="00DA4E77">
        <w:t>importe</w:t>
      </w:r>
      <w:r>
        <w:t xml:space="preserve">, </w:t>
      </w:r>
      <w:r w:rsidR="002A4158" w:rsidRPr="00DA4E77">
        <w:t>crie un voisin</w:t>
      </w:r>
      <w:r>
        <w:t xml:space="preserve">, </w:t>
      </w:r>
      <w:r w:rsidR="002A4158" w:rsidRPr="00DA4E77">
        <w:t>ce que nous avons fait il y a trois ans</w:t>
      </w:r>
      <w:r>
        <w:t xml:space="preserve"> ? </w:t>
      </w:r>
      <w:r w:rsidR="002A4158" w:rsidRPr="00DA4E77">
        <w:t>Qu</w:t>
      </w:r>
      <w:r>
        <w:t>’</w:t>
      </w:r>
      <w:proofErr w:type="spellStart"/>
      <w:r w:rsidR="002A4158" w:rsidRPr="00DA4E77">
        <w:t>Hellas</w:t>
      </w:r>
      <w:proofErr w:type="spellEnd"/>
      <w:r w:rsidR="002A4158" w:rsidRPr="00DA4E77">
        <w:t xml:space="preserve"> soit de nouveau maître de l</w:t>
      </w:r>
      <w:r>
        <w:t>’</w:t>
      </w:r>
      <w:r w:rsidR="002A4158" w:rsidRPr="00DA4E77">
        <w:t>Empire</w:t>
      </w:r>
      <w:r>
        <w:t xml:space="preserve">, </w:t>
      </w:r>
      <w:r w:rsidR="002A4158" w:rsidRPr="00DA4E77">
        <w:t>pui</w:t>
      </w:r>
      <w:r w:rsidR="002A4158" w:rsidRPr="00DA4E77">
        <w:t>s</w:t>
      </w:r>
      <w:r w:rsidR="002A4158" w:rsidRPr="00DA4E77">
        <w:t>qu</w:t>
      </w:r>
      <w:r>
        <w:t>’</w:t>
      </w:r>
      <w:r w:rsidR="002A4158" w:rsidRPr="00DA4E77">
        <w:t>il nous rapporte de la gloire et de l</w:t>
      </w:r>
      <w:r>
        <w:t>’</w:t>
      </w:r>
      <w:r w:rsidR="002A4158" w:rsidRPr="00DA4E77">
        <w:t>or</w:t>
      </w:r>
      <w:r>
        <w:t> !</w:t>
      </w:r>
    </w:p>
    <w:p w14:paraId="785AFFC0" w14:textId="77777777" w:rsidR="00276CCE" w:rsidRDefault="00276CCE" w:rsidP="002A4158">
      <w:r>
        <w:t>— </w:t>
      </w:r>
      <w:r w:rsidR="002A4158" w:rsidRPr="00DA4E77">
        <w:t>Fort bien</w:t>
      </w:r>
      <w:r>
        <w:t xml:space="preserve">, </w:t>
      </w:r>
      <w:r w:rsidR="002A4158" w:rsidRPr="00DA4E77">
        <w:t xml:space="preserve">dit </w:t>
      </w:r>
      <w:proofErr w:type="spellStart"/>
      <w:r w:rsidR="002A4158" w:rsidRPr="00DA4E77">
        <w:t>Knephao</w:t>
      </w:r>
      <w:proofErr w:type="spellEnd"/>
      <w:r>
        <w:t xml:space="preserve"> ; </w:t>
      </w:r>
      <w:r w:rsidR="002A4158" w:rsidRPr="00DA4E77">
        <w:t>et qui vous a donné ces heure</w:t>
      </w:r>
      <w:r w:rsidR="002A4158" w:rsidRPr="00DA4E77">
        <w:t>u</w:t>
      </w:r>
      <w:r w:rsidR="002A4158" w:rsidRPr="00DA4E77">
        <w:t>ses nouvelles</w:t>
      </w:r>
      <w:r>
        <w:t> ?</w:t>
      </w:r>
    </w:p>
    <w:p w14:paraId="1B0C2D7E" w14:textId="77777777" w:rsidR="00276CCE" w:rsidRDefault="00276CCE" w:rsidP="002A4158">
      <w:r>
        <w:t>— </w:t>
      </w:r>
      <w:r w:rsidR="002A4158" w:rsidRPr="00DA4E77">
        <w:t>Des matelots ibériens</w:t>
      </w:r>
      <w:r>
        <w:t>.</w:t>
      </w:r>
    </w:p>
    <w:p w14:paraId="76C2CD63" w14:textId="77777777" w:rsidR="00276CCE" w:rsidRDefault="00276CCE" w:rsidP="002A4158">
      <w:r>
        <w:t>— </w:t>
      </w:r>
      <w:r w:rsidR="002A4158" w:rsidRPr="00DA4E77">
        <w:t>Alors</w:t>
      </w:r>
      <w:r>
        <w:t xml:space="preserve">, </w:t>
      </w:r>
      <w:r w:rsidR="002A4158" w:rsidRPr="00DA4E77">
        <w:t>écoutez-moi</w:t>
      </w:r>
      <w:r>
        <w:t>.</w:t>
      </w:r>
    </w:p>
    <w:p w14:paraId="185CE083" w14:textId="77777777" w:rsidR="00276CCE" w:rsidRDefault="002A4158" w:rsidP="002A4158">
      <w:r w:rsidRPr="00DA4E77">
        <w:t>Subitement</w:t>
      </w:r>
      <w:r w:rsidR="00276CCE">
        <w:t xml:space="preserve">, </w:t>
      </w:r>
      <w:r w:rsidRPr="00DA4E77">
        <w:t>tout bruit cesse</w:t>
      </w:r>
      <w:r w:rsidR="00276CCE">
        <w:t xml:space="preserve">. </w:t>
      </w:r>
      <w:r w:rsidRPr="00DA4E77">
        <w:t>On s</w:t>
      </w:r>
      <w:r w:rsidR="00276CCE">
        <w:t>’</w:t>
      </w:r>
      <w:r w:rsidRPr="00DA4E77">
        <w:t>approche</w:t>
      </w:r>
      <w:r w:rsidR="00276CCE">
        <w:t xml:space="preserve">. </w:t>
      </w:r>
      <w:r w:rsidRPr="00DA4E77">
        <w:t>On attend</w:t>
      </w:r>
      <w:r w:rsidR="00276CCE">
        <w:t>.</w:t>
      </w:r>
    </w:p>
    <w:p w14:paraId="17729F6D" w14:textId="77777777" w:rsidR="00276CCE" w:rsidRDefault="00276CCE" w:rsidP="002A4158">
      <w:r>
        <w:t>— </w:t>
      </w:r>
      <w:r w:rsidR="002A4158" w:rsidRPr="00DA4E77">
        <w:t>Atlantes</w:t>
      </w:r>
      <w:r>
        <w:t xml:space="preserve">, </w:t>
      </w:r>
      <w:r w:rsidR="002A4158" w:rsidRPr="00DA4E77">
        <w:t>et vous</w:t>
      </w:r>
      <w:r>
        <w:t xml:space="preserve">, </w:t>
      </w:r>
      <w:r w:rsidR="002A4158" w:rsidRPr="00DA4E77">
        <w:t>Égyptiens</w:t>
      </w:r>
      <w:r>
        <w:t xml:space="preserve">, </w:t>
      </w:r>
      <w:r w:rsidR="002A4158" w:rsidRPr="00DA4E77">
        <w:t>vous savez que je n</w:t>
      </w:r>
      <w:r>
        <w:t>’</w:t>
      </w:r>
      <w:r w:rsidR="002A4158" w:rsidRPr="00DA4E77">
        <w:t>ai jamais menti</w:t>
      </w:r>
      <w:r>
        <w:t> ?</w:t>
      </w:r>
    </w:p>
    <w:p w14:paraId="6CAA2E34" w14:textId="77777777" w:rsidR="00276CCE" w:rsidRDefault="00276CCE" w:rsidP="002A4158">
      <w:r>
        <w:t>— </w:t>
      </w:r>
      <w:r w:rsidR="002A4158" w:rsidRPr="00DA4E77">
        <w:t>Jamais</w:t>
      </w:r>
      <w:r>
        <w:t xml:space="preserve"> ! </w:t>
      </w:r>
      <w:r w:rsidR="002A4158" w:rsidRPr="00DA4E77">
        <w:t>Jamais</w:t>
      </w:r>
      <w:r>
        <w:t> !</w:t>
      </w:r>
    </w:p>
    <w:p w14:paraId="4B749428" w14:textId="77777777" w:rsidR="00276CCE" w:rsidRDefault="00276CCE" w:rsidP="002A4158">
      <w:r>
        <w:t>— </w:t>
      </w:r>
      <w:r w:rsidR="002A4158" w:rsidRPr="00DA4E77">
        <w:t>Eh bien</w:t>
      </w:r>
      <w:r>
        <w:t xml:space="preserve"> ! </w:t>
      </w:r>
      <w:r w:rsidR="002A4158" w:rsidRPr="00DA4E77">
        <w:t>Atlantes</w:t>
      </w:r>
      <w:r>
        <w:t xml:space="preserve">, </w:t>
      </w:r>
      <w:r w:rsidR="002A4158" w:rsidRPr="00DA4E77">
        <w:t>on vous a dit vrai</w:t>
      </w:r>
      <w:r>
        <w:t xml:space="preserve"> : </w:t>
      </w:r>
      <w:proofErr w:type="spellStart"/>
      <w:r w:rsidR="002A4158" w:rsidRPr="00DA4E77">
        <w:t>Hellas</w:t>
      </w:r>
      <w:proofErr w:type="spellEnd"/>
      <w:r w:rsidR="002A4158" w:rsidRPr="00DA4E77">
        <w:t xml:space="preserve"> est en route</w:t>
      </w:r>
      <w:r>
        <w:t xml:space="preserve">, </w:t>
      </w:r>
      <w:proofErr w:type="spellStart"/>
      <w:r w:rsidR="002A4158" w:rsidRPr="00DA4E77">
        <w:t>Hellas</w:t>
      </w:r>
      <w:proofErr w:type="spellEnd"/>
      <w:r w:rsidR="002A4158" w:rsidRPr="00DA4E77">
        <w:t xml:space="preserve"> s</w:t>
      </w:r>
      <w:r>
        <w:t>’</w:t>
      </w:r>
      <w:r w:rsidR="002A4158" w:rsidRPr="00DA4E77">
        <w:t>approche d</w:t>
      </w:r>
      <w:r>
        <w:t>’</w:t>
      </w:r>
      <w:r w:rsidR="002A4158" w:rsidRPr="00DA4E77">
        <w:t>Atlantis</w:t>
      </w:r>
      <w:r>
        <w:t xml:space="preserve">. </w:t>
      </w:r>
      <w:r w:rsidR="002A4158" w:rsidRPr="00DA4E77">
        <w:t>Voilà ce qu</w:t>
      </w:r>
      <w:r>
        <w:t>’</w:t>
      </w:r>
      <w:proofErr w:type="spellStart"/>
      <w:r w:rsidR="002A4158" w:rsidRPr="00DA4E77">
        <w:t>Hermos</w:t>
      </w:r>
      <w:proofErr w:type="spellEnd"/>
      <w:r w:rsidR="002A4158" w:rsidRPr="00DA4E77">
        <w:t xml:space="preserve"> vient de m</w:t>
      </w:r>
      <w:r>
        <w:t>’</w:t>
      </w:r>
      <w:r w:rsidR="002A4158" w:rsidRPr="00DA4E77">
        <w:t>apprendre</w:t>
      </w:r>
      <w:r>
        <w:t xml:space="preserve">. </w:t>
      </w:r>
      <w:r w:rsidR="002A4158" w:rsidRPr="00DA4E77">
        <w:t>Dans trois jours</w:t>
      </w:r>
      <w:r>
        <w:t xml:space="preserve">, </w:t>
      </w:r>
      <w:r w:rsidR="002A4158" w:rsidRPr="00DA4E77">
        <w:t>deux</w:t>
      </w:r>
      <w:r>
        <w:t xml:space="preserve">, </w:t>
      </w:r>
      <w:r w:rsidR="002A4158" w:rsidRPr="00DA4E77">
        <w:t>demain peut-être</w:t>
      </w:r>
      <w:r>
        <w:t xml:space="preserve">, </w:t>
      </w:r>
      <w:r w:rsidR="002A4158" w:rsidRPr="00DA4E77">
        <w:t>le Pri</w:t>
      </w:r>
      <w:r w:rsidR="002A4158" w:rsidRPr="00DA4E77">
        <w:t>n</w:t>
      </w:r>
      <w:r w:rsidR="002A4158" w:rsidRPr="00DA4E77">
        <w:t>ce des Apôtres</w:t>
      </w:r>
      <w:r>
        <w:t xml:space="preserve">, </w:t>
      </w:r>
      <w:r w:rsidR="002A4158" w:rsidRPr="00DA4E77">
        <w:t>le vainqueur des Pélasges rentrera dans la Cité</w:t>
      </w:r>
      <w:r>
        <w:t xml:space="preserve">. </w:t>
      </w:r>
      <w:r w:rsidR="002A4158" w:rsidRPr="00DA4E77">
        <w:t>Tout l</w:t>
      </w:r>
      <w:r>
        <w:t>’</w:t>
      </w:r>
      <w:r w:rsidR="002A4158" w:rsidRPr="00DA4E77">
        <w:t>Orient retentit de sa gloire</w:t>
      </w:r>
      <w:r>
        <w:t xml:space="preserve">. </w:t>
      </w:r>
      <w:r w:rsidR="002A4158" w:rsidRPr="00DA4E77">
        <w:t>Il vient d</w:t>
      </w:r>
      <w:r>
        <w:t>’</w:t>
      </w:r>
      <w:r w:rsidR="002A4158" w:rsidRPr="00DA4E77">
        <w:t>élargir jusqu</w:t>
      </w:r>
      <w:r>
        <w:t>’</w:t>
      </w:r>
      <w:r w:rsidR="002A4158" w:rsidRPr="00DA4E77">
        <w:t>aux terres inconnues l</w:t>
      </w:r>
      <w:r>
        <w:t>’</w:t>
      </w:r>
      <w:r w:rsidR="002A4158" w:rsidRPr="00DA4E77">
        <w:t>empire de la Reine des Eaux</w:t>
      </w:r>
      <w:r>
        <w:t> !</w:t>
      </w:r>
    </w:p>
    <w:p w14:paraId="7B2E3EE4" w14:textId="77777777" w:rsidR="00276CCE" w:rsidRDefault="002A4158" w:rsidP="002A4158">
      <w:r w:rsidRPr="00DA4E77">
        <w:t>Cris de joie</w:t>
      </w:r>
      <w:r w:rsidR="00276CCE">
        <w:t xml:space="preserve">, </w:t>
      </w:r>
      <w:r w:rsidRPr="00DA4E77">
        <w:t>bras agités</w:t>
      </w:r>
      <w:r w:rsidR="00276CCE">
        <w:t xml:space="preserve">, </w:t>
      </w:r>
      <w:r w:rsidRPr="00DA4E77">
        <w:t>coiffes en l</w:t>
      </w:r>
      <w:r w:rsidR="00276CCE">
        <w:t>’</w:t>
      </w:r>
      <w:r w:rsidRPr="00DA4E77">
        <w:t>air</w:t>
      </w:r>
      <w:r w:rsidR="00276CCE">
        <w:t>.</w:t>
      </w:r>
    </w:p>
    <w:p w14:paraId="1A819C3E" w14:textId="77777777" w:rsidR="00276CCE" w:rsidRDefault="00276CCE" w:rsidP="002A4158">
      <w:r>
        <w:t>— </w:t>
      </w:r>
      <w:r w:rsidR="002A4158" w:rsidRPr="00DA4E77">
        <w:t>Parfait</w:t>
      </w:r>
      <w:r>
        <w:t xml:space="preserve"> ! </w:t>
      </w:r>
      <w:r w:rsidR="002A4158" w:rsidRPr="00DA4E77">
        <w:t>proteste l</w:t>
      </w:r>
      <w:r>
        <w:t>’</w:t>
      </w:r>
      <w:r w:rsidR="002A4158" w:rsidRPr="00DA4E77">
        <w:t>homme à figure placide</w:t>
      </w:r>
      <w:r>
        <w:t xml:space="preserve">, </w:t>
      </w:r>
      <w:r w:rsidR="002A4158" w:rsidRPr="00DA4E77">
        <w:t>mais en a</w:t>
      </w:r>
      <w:r w:rsidR="002A4158" w:rsidRPr="00DA4E77">
        <w:t>t</w:t>
      </w:r>
      <w:r w:rsidR="002A4158" w:rsidRPr="00DA4E77">
        <w:t>tendant</w:t>
      </w:r>
      <w:r>
        <w:t xml:space="preserve">, </w:t>
      </w:r>
      <w:r w:rsidR="002A4158" w:rsidRPr="00DA4E77">
        <w:t>on va élire un autre Prince</w:t>
      </w:r>
      <w:r>
        <w:t> !</w:t>
      </w:r>
    </w:p>
    <w:p w14:paraId="1B31A237" w14:textId="77777777" w:rsidR="00276CCE" w:rsidRDefault="00276CCE" w:rsidP="002A4158">
      <w:r>
        <w:t>— </w:t>
      </w:r>
      <w:r w:rsidR="002A4158" w:rsidRPr="00DA4E77">
        <w:t xml:space="preserve">Nous ne voulons pas de </w:t>
      </w:r>
      <w:proofErr w:type="spellStart"/>
      <w:r w:rsidR="002A4158" w:rsidRPr="00DA4E77">
        <w:t>Guitché</w:t>
      </w:r>
      <w:proofErr w:type="spellEnd"/>
      <w:r>
        <w:t> !</w:t>
      </w:r>
    </w:p>
    <w:p w14:paraId="6CE0B8D8" w14:textId="77777777" w:rsidR="00276CCE" w:rsidRDefault="00276CCE" w:rsidP="002A4158">
      <w:r>
        <w:t>— </w:t>
      </w:r>
      <w:r w:rsidR="002A4158" w:rsidRPr="00DA4E77">
        <w:t>Rassurez-vous donc</w:t>
      </w:r>
      <w:r>
        <w:t xml:space="preserve">, </w:t>
      </w:r>
      <w:r w:rsidR="002A4158" w:rsidRPr="00DA4E77">
        <w:t xml:space="preserve">poursuit </w:t>
      </w:r>
      <w:proofErr w:type="spellStart"/>
      <w:r w:rsidR="002A4158" w:rsidRPr="00DA4E77">
        <w:t>Knephao</w:t>
      </w:r>
      <w:proofErr w:type="spellEnd"/>
      <w:r>
        <w:t xml:space="preserve">. </w:t>
      </w:r>
      <w:proofErr w:type="spellStart"/>
      <w:r w:rsidR="002A4158" w:rsidRPr="00DA4E77">
        <w:t>Guitché</w:t>
      </w:r>
      <w:proofErr w:type="spellEnd"/>
      <w:r w:rsidR="002A4158" w:rsidRPr="00DA4E77">
        <w:t xml:space="preserve"> ne sera pas élu</w:t>
      </w:r>
      <w:r>
        <w:t xml:space="preserve">. </w:t>
      </w:r>
      <w:r w:rsidR="002A4158" w:rsidRPr="00DA4E77">
        <w:t>Un plus digne que lui va recueillir la couronne</w:t>
      </w:r>
      <w:r>
        <w:t xml:space="preserve">, </w:t>
      </w:r>
      <w:r w:rsidR="002A4158" w:rsidRPr="00DA4E77">
        <w:t xml:space="preserve">et quand </w:t>
      </w:r>
      <w:proofErr w:type="spellStart"/>
      <w:r w:rsidR="002A4158" w:rsidRPr="00DA4E77">
        <w:t>Hellas</w:t>
      </w:r>
      <w:proofErr w:type="spellEnd"/>
      <w:r w:rsidR="002A4158" w:rsidRPr="00DA4E77">
        <w:t xml:space="preserve"> entrera dans la rade</w:t>
      </w:r>
      <w:r>
        <w:t xml:space="preserve">, </w:t>
      </w:r>
      <w:r w:rsidR="002A4158" w:rsidRPr="00DA4E77">
        <w:t>il lui rendra son titre et son pouvoir</w:t>
      </w:r>
      <w:r>
        <w:t>.</w:t>
      </w:r>
    </w:p>
    <w:p w14:paraId="5DE1EFA6" w14:textId="77777777" w:rsidR="00276CCE" w:rsidRDefault="00276CCE" w:rsidP="002A4158">
      <w:r>
        <w:t>— </w:t>
      </w:r>
      <w:r w:rsidR="002A4158" w:rsidRPr="00DA4E77">
        <w:t>Qui donc</w:t>
      </w:r>
      <w:r>
        <w:t xml:space="preserve"> ? </w:t>
      </w:r>
      <w:r w:rsidR="002A4158" w:rsidRPr="00DA4E77">
        <w:t>demandent mille voix</w:t>
      </w:r>
      <w:r>
        <w:t>.</w:t>
      </w:r>
    </w:p>
    <w:p w14:paraId="6B33FCD2" w14:textId="77777777" w:rsidR="00276CCE" w:rsidRDefault="00276CCE" w:rsidP="002A4158">
      <w:r>
        <w:lastRenderedPageBreak/>
        <w:t>— </w:t>
      </w:r>
      <w:proofErr w:type="spellStart"/>
      <w:r w:rsidR="002A4158" w:rsidRPr="00DA4E77">
        <w:t>Hermos</w:t>
      </w:r>
      <w:proofErr w:type="spellEnd"/>
      <w:r>
        <w:t> !</w:t>
      </w:r>
    </w:p>
    <w:p w14:paraId="2181AF27" w14:textId="77777777" w:rsidR="00276CCE" w:rsidRDefault="00276CCE" w:rsidP="002A4158">
      <w:r>
        <w:t>— </w:t>
      </w:r>
      <w:proofErr w:type="spellStart"/>
      <w:r w:rsidR="002A4158" w:rsidRPr="00DA4E77">
        <w:t>Hermos</w:t>
      </w:r>
      <w:proofErr w:type="spellEnd"/>
      <w:r>
        <w:t xml:space="preserve"> ? </w:t>
      </w:r>
      <w:r w:rsidR="002A4158" w:rsidRPr="00DA4E77">
        <w:t>Impossible</w:t>
      </w:r>
      <w:r>
        <w:t xml:space="preserve"> ! </w:t>
      </w:r>
      <w:r w:rsidR="002A4158" w:rsidRPr="00DA4E77">
        <w:t>Tu n</w:t>
      </w:r>
      <w:r>
        <w:t>’</w:t>
      </w:r>
      <w:r w:rsidR="002A4158" w:rsidRPr="00DA4E77">
        <w:t>as pas voulu lui ouvrir la Grille d</w:t>
      </w:r>
      <w:r>
        <w:t>’</w:t>
      </w:r>
      <w:r w:rsidR="002A4158" w:rsidRPr="00DA4E77">
        <w:t>Or</w:t>
      </w:r>
      <w:r>
        <w:t>.</w:t>
      </w:r>
    </w:p>
    <w:p w14:paraId="4F5893D0" w14:textId="77777777" w:rsidR="00276CCE" w:rsidRDefault="00276CCE" w:rsidP="002A4158">
      <w:r>
        <w:t>— </w:t>
      </w:r>
      <w:r w:rsidR="002A4158" w:rsidRPr="00DA4E77">
        <w:t>Laissez-moi finir</w:t>
      </w:r>
      <w:r>
        <w:t xml:space="preserve">. </w:t>
      </w:r>
      <w:proofErr w:type="spellStart"/>
      <w:r w:rsidR="002A4158" w:rsidRPr="00DA4E77">
        <w:t>Hermos</w:t>
      </w:r>
      <w:proofErr w:type="spellEnd"/>
      <w:r w:rsidR="002A4158" w:rsidRPr="00DA4E77">
        <w:t xml:space="preserve"> vient de monter sur </w:t>
      </w:r>
      <w:smartTag w:uri="urn:schemas-microsoft-com:office:smarttags" w:element="PersonName">
        <w:smartTagPr>
          <w:attr w:name="ProductID" w:val="la Terrasse Sainte"/>
        </w:smartTagPr>
        <w:r w:rsidR="002A4158" w:rsidRPr="00DA4E77">
          <w:t>la Te</w:t>
        </w:r>
        <w:r w:rsidR="002A4158" w:rsidRPr="00DA4E77">
          <w:t>r</w:t>
        </w:r>
        <w:r w:rsidR="002A4158" w:rsidRPr="00DA4E77">
          <w:t>rasse Sainte</w:t>
        </w:r>
      </w:smartTag>
      <w:r w:rsidR="002A4158" w:rsidRPr="00DA4E77">
        <w:t xml:space="preserve"> par des chemins de lui seul connus</w:t>
      </w:r>
      <w:r>
        <w:t xml:space="preserve">. </w:t>
      </w:r>
      <w:r w:rsidR="002A4158" w:rsidRPr="00DA4E77">
        <w:t>Il va révéler le r</w:t>
      </w:r>
      <w:r w:rsidR="002A4158" w:rsidRPr="00DA4E77">
        <w:t>e</w:t>
      </w:r>
      <w:r w:rsidR="002A4158" w:rsidRPr="00DA4E77">
        <w:t>tour d</w:t>
      </w:r>
      <w:r>
        <w:t>’</w:t>
      </w:r>
      <w:proofErr w:type="spellStart"/>
      <w:r w:rsidR="002A4158" w:rsidRPr="00DA4E77">
        <w:t>Hellas</w:t>
      </w:r>
      <w:proofErr w:type="spellEnd"/>
      <w:r>
        <w:t xml:space="preserve">. </w:t>
      </w:r>
      <w:proofErr w:type="spellStart"/>
      <w:r w:rsidR="002A4158" w:rsidRPr="00DA4E77">
        <w:t>Melléna</w:t>
      </w:r>
      <w:proofErr w:type="spellEnd"/>
      <w:r>
        <w:t xml:space="preserve">, </w:t>
      </w:r>
      <w:r w:rsidR="002A4158" w:rsidRPr="00DA4E77">
        <w:t>la première</w:t>
      </w:r>
      <w:r>
        <w:t xml:space="preserve">, </w:t>
      </w:r>
      <w:r w:rsidR="002A4158" w:rsidRPr="00DA4E77">
        <w:t>apprenant le retour d</w:t>
      </w:r>
      <w:r>
        <w:t>’</w:t>
      </w:r>
      <w:proofErr w:type="spellStart"/>
      <w:r w:rsidR="002A4158" w:rsidRPr="00DA4E77">
        <w:t>Hellas</w:t>
      </w:r>
      <w:proofErr w:type="spellEnd"/>
      <w:r>
        <w:t xml:space="preserve">, </w:t>
      </w:r>
      <w:r w:rsidR="002A4158" w:rsidRPr="00DA4E77">
        <w:t>vient de m</w:t>
      </w:r>
      <w:r>
        <w:t>’</w:t>
      </w:r>
      <w:r w:rsidR="002A4158" w:rsidRPr="00DA4E77">
        <w:t>annoncer qu</w:t>
      </w:r>
      <w:r>
        <w:t>’</w:t>
      </w:r>
      <w:r w:rsidR="002A4158" w:rsidRPr="00DA4E77">
        <w:t>on devait lui rendre la co</w:t>
      </w:r>
      <w:r w:rsidR="002A4158" w:rsidRPr="00DA4E77">
        <w:t>u</w:t>
      </w:r>
      <w:r w:rsidR="002A4158" w:rsidRPr="00DA4E77">
        <w:t>ronne</w:t>
      </w:r>
      <w:r>
        <w:t>.</w:t>
      </w:r>
    </w:p>
    <w:p w14:paraId="5FD96960" w14:textId="77777777" w:rsidR="00276CCE" w:rsidRDefault="002A4158" w:rsidP="002A4158">
      <w:r w:rsidRPr="00DA4E77">
        <w:t>Une houle de surprise</w:t>
      </w:r>
      <w:r w:rsidR="00276CCE">
        <w:t xml:space="preserve">, </w:t>
      </w:r>
      <w:r w:rsidRPr="00DA4E77">
        <w:t>d</w:t>
      </w:r>
      <w:r w:rsidR="00276CCE">
        <w:t>’</w:t>
      </w:r>
      <w:r w:rsidRPr="00DA4E77">
        <w:t>admiration</w:t>
      </w:r>
      <w:r w:rsidR="00276CCE">
        <w:t xml:space="preserve">, </w:t>
      </w:r>
      <w:r w:rsidRPr="00DA4E77">
        <w:t>de joie</w:t>
      </w:r>
      <w:r w:rsidR="00276CCE">
        <w:t xml:space="preserve">, </w:t>
      </w:r>
      <w:r w:rsidRPr="00DA4E77">
        <w:t>soulève la foule</w:t>
      </w:r>
      <w:r w:rsidR="00276CCE">
        <w:t>.</w:t>
      </w:r>
    </w:p>
    <w:p w14:paraId="1B4A0E5A" w14:textId="77777777" w:rsidR="00276CCE" w:rsidRDefault="00276CCE" w:rsidP="002A4158">
      <w:r>
        <w:t>— </w:t>
      </w:r>
      <w:r w:rsidR="002A4158" w:rsidRPr="00DA4E77">
        <w:t>Alors</w:t>
      </w:r>
      <w:r>
        <w:t xml:space="preserve">, </w:t>
      </w:r>
      <w:r w:rsidR="002A4158" w:rsidRPr="00DA4E77">
        <w:t xml:space="preserve">continue </w:t>
      </w:r>
      <w:proofErr w:type="spellStart"/>
      <w:r w:rsidR="002A4158" w:rsidRPr="00DA4E77">
        <w:t>Knephao</w:t>
      </w:r>
      <w:proofErr w:type="spellEnd"/>
      <w:r>
        <w:t xml:space="preserve">, </w:t>
      </w:r>
      <w:r w:rsidR="002A4158" w:rsidRPr="00DA4E77">
        <w:t>reprenez vite la fête interro</w:t>
      </w:r>
      <w:r w:rsidR="002A4158" w:rsidRPr="00DA4E77">
        <w:t>m</w:t>
      </w:r>
      <w:r w:rsidR="002A4158" w:rsidRPr="00DA4E77">
        <w:t>pue</w:t>
      </w:r>
      <w:r>
        <w:t>.</w:t>
      </w:r>
    </w:p>
    <w:p w14:paraId="643A203F" w14:textId="77777777" w:rsidR="00276CCE" w:rsidRDefault="00276CCE" w:rsidP="002A4158">
      <w:r>
        <w:t>— </w:t>
      </w:r>
      <w:r w:rsidR="002A4158" w:rsidRPr="00DA4E77">
        <w:t xml:space="preserve">Vive </w:t>
      </w:r>
      <w:proofErr w:type="spellStart"/>
      <w:r w:rsidR="002A4158" w:rsidRPr="00DA4E77">
        <w:t>Knephao</w:t>
      </w:r>
      <w:proofErr w:type="spellEnd"/>
      <w:r>
        <w:t xml:space="preserve"> ! </w:t>
      </w:r>
      <w:r w:rsidR="002A4158" w:rsidRPr="00DA4E77">
        <w:t xml:space="preserve">Vive </w:t>
      </w:r>
      <w:proofErr w:type="spellStart"/>
      <w:r w:rsidR="002A4158" w:rsidRPr="00DA4E77">
        <w:t>Hellas</w:t>
      </w:r>
      <w:proofErr w:type="spellEnd"/>
      <w:r>
        <w:t xml:space="preserve"> ! </w:t>
      </w:r>
      <w:r w:rsidR="002A4158" w:rsidRPr="00DA4E77">
        <w:t xml:space="preserve">Vive </w:t>
      </w:r>
      <w:proofErr w:type="spellStart"/>
      <w:r w:rsidR="002A4158" w:rsidRPr="00DA4E77">
        <w:t>Hermos</w:t>
      </w:r>
      <w:proofErr w:type="spellEnd"/>
      <w:r>
        <w:t> !</w:t>
      </w:r>
    </w:p>
    <w:p w14:paraId="3FA2C62A" w14:textId="77777777" w:rsidR="00276CCE" w:rsidRDefault="00276CCE" w:rsidP="002A4158">
      <w:r>
        <w:t>— </w:t>
      </w:r>
      <w:r w:rsidR="002A4158" w:rsidRPr="00DA4E77">
        <w:t>Vive Atlantis l</w:t>
      </w:r>
      <w:r>
        <w:t>’</w:t>
      </w:r>
      <w:r w:rsidR="002A4158" w:rsidRPr="00DA4E77">
        <w:t>Éternelle</w:t>
      </w:r>
      <w:r>
        <w:t> !</w:t>
      </w:r>
    </w:p>
    <w:p w14:paraId="243C863E" w14:textId="77777777" w:rsidR="00276CCE" w:rsidRDefault="002A4158" w:rsidP="002A4158">
      <w:proofErr w:type="spellStart"/>
      <w:r w:rsidRPr="00DA4E77">
        <w:t>Knephao</w:t>
      </w:r>
      <w:proofErr w:type="spellEnd"/>
      <w:r w:rsidRPr="00DA4E77">
        <w:t xml:space="preserve"> rentre dans le vestibule où se réfugient les bardes d</w:t>
      </w:r>
      <w:r w:rsidR="00276CCE">
        <w:t>’</w:t>
      </w:r>
      <w:r w:rsidRPr="00DA4E77">
        <w:t>Armor</w:t>
      </w:r>
      <w:r w:rsidR="00276CCE">
        <w:t xml:space="preserve">, </w:t>
      </w:r>
      <w:r w:rsidRPr="00DA4E77">
        <w:t>où les femmes rassurées bondissent d</w:t>
      </w:r>
      <w:r w:rsidR="00276CCE">
        <w:t>’</w:t>
      </w:r>
      <w:r w:rsidRPr="00DA4E77">
        <w:t xml:space="preserve">allégresse et où </w:t>
      </w:r>
      <w:proofErr w:type="spellStart"/>
      <w:r w:rsidRPr="00DA4E77">
        <w:t>Melléna</w:t>
      </w:r>
      <w:proofErr w:type="spellEnd"/>
      <w:r w:rsidR="00276CCE">
        <w:t xml:space="preserve">, </w:t>
      </w:r>
      <w:r w:rsidRPr="00DA4E77">
        <w:t>les yeux brillants</w:t>
      </w:r>
      <w:r w:rsidR="00276CCE">
        <w:t xml:space="preserve">, </w:t>
      </w:r>
      <w:r w:rsidRPr="00DA4E77">
        <w:t>la lèvre heureuse</w:t>
      </w:r>
      <w:r w:rsidR="00276CCE">
        <w:t xml:space="preserve">, </w:t>
      </w:r>
      <w:r w:rsidRPr="00DA4E77">
        <w:t>l</w:t>
      </w:r>
      <w:r w:rsidR="00276CCE">
        <w:t>’</w:t>
      </w:r>
      <w:r w:rsidRPr="00DA4E77">
        <w:t>attend et lui tend les mains</w:t>
      </w:r>
      <w:r w:rsidR="00276CCE">
        <w:t>.</w:t>
      </w:r>
    </w:p>
    <w:p w14:paraId="524E0C61" w14:textId="77777777" w:rsidR="00276CCE" w:rsidRDefault="00276CCE" w:rsidP="002A4158">
      <w:r>
        <w:t>— </w:t>
      </w:r>
      <w:r w:rsidR="002A4158" w:rsidRPr="00DA4E77">
        <w:t>Dépêchez-vous</w:t>
      </w:r>
      <w:r>
        <w:t xml:space="preserve">, </w:t>
      </w:r>
      <w:r w:rsidR="002A4158" w:rsidRPr="00DA4E77">
        <w:t>fait le guerrier en entrant</w:t>
      </w:r>
      <w:r>
        <w:t xml:space="preserve"> ; </w:t>
      </w:r>
      <w:r w:rsidR="002A4158" w:rsidRPr="00DA4E77">
        <w:t>vous voilà</w:t>
      </w:r>
      <w:r>
        <w:t xml:space="preserve">, </w:t>
      </w:r>
      <w:r w:rsidR="002A4158" w:rsidRPr="00DA4E77">
        <w:t>pour le moment</w:t>
      </w:r>
      <w:r>
        <w:t xml:space="preserve">, </w:t>
      </w:r>
      <w:r w:rsidR="002A4158" w:rsidRPr="00DA4E77">
        <w:t>hors de danger</w:t>
      </w:r>
      <w:r>
        <w:t>.</w:t>
      </w:r>
    </w:p>
    <w:p w14:paraId="3659B9A1" w14:textId="77777777" w:rsidR="00276CCE" w:rsidRDefault="00276CCE" w:rsidP="002A4158">
      <w:r>
        <w:t>— </w:t>
      </w:r>
      <w:r w:rsidR="002A4158" w:rsidRPr="00DA4E77">
        <w:t>Gloire</w:t>
      </w:r>
      <w:r>
        <w:t xml:space="preserve"> ! </w:t>
      </w:r>
      <w:r w:rsidR="002A4158" w:rsidRPr="00DA4E77">
        <w:t xml:space="preserve">gloire à </w:t>
      </w:r>
      <w:proofErr w:type="spellStart"/>
      <w:r w:rsidR="002A4158" w:rsidRPr="00DA4E77">
        <w:t>Knephao</w:t>
      </w:r>
      <w:proofErr w:type="spellEnd"/>
      <w:r>
        <w:t> !</w:t>
      </w:r>
    </w:p>
    <w:p w14:paraId="6407CE11" w14:textId="77777777" w:rsidR="00276CCE" w:rsidRDefault="00276CCE" w:rsidP="002A4158">
      <w:r>
        <w:t>— </w:t>
      </w:r>
      <w:proofErr w:type="spellStart"/>
      <w:r w:rsidR="002A4158" w:rsidRPr="00DA4E77">
        <w:t>Knephao</w:t>
      </w:r>
      <w:proofErr w:type="spellEnd"/>
      <w:r>
        <w:t xml:space="preserve">, </w:t>
      </w:r>
      <w:r w:rsidR="002A4158" w:rsidRPr="00DA4E77">
        <w:t xml:space="preserve">dit </w:t>
      </w:r>
      <w:proofErr w:type="spellStart"/>
      <w:r w:rsidR="002A4158" w:rsidRPr="00DA4E77">
        <w:t>Melléna</w:t>
      </w:r>
      <w:proofErr w:type="spellEnd"/>
      <w:r>
        <w:t xml:space="preserve">, </w:t>
      </w:r>
      <w:r w:rsidR="002A4158" w:rsidRPr="00DA4E77">
        <w:t>je te croyais simplement un soldat sans peur</w:t>
      </w:r>
      <w:r>
        <w:t xml:space="preserve">. </w:t>
      </w:r>
      <w:r w:rsidR="002A4158" w:rsidRPr="00DA4E77">
        <w:t>Te voilà maintenant un grand politique</w:t>
      </w:r>
      <w:r>
        <w:t xml:space="preserve">. </w:t>
      </w:r>
      <w:r w:rsidR="002A4158" w:rsidRPr="00DA4E77">
        <w:t>Comme tu sais bien mentir</w:t>
      </w:r>
      <w:r>
        <w:t> !</w:t>
      </w:r>
    </w:p>
    <w:p w14:paraId="3BDD0AA3" w14:textId="77777777" w:rsidR="00276CCE" w:rsidRDefault="002A4158" w:rsidP="002A4158">
      <w:r w:rsidRPr="00DA4E77">
        <w:t>Un frisson parcourt les veines du colosse</w:t>
      </w:r>
      <w:r w:rsidR="00276CCE">
        <w:t xml:space="preserve">. </w:t>
      </w:r>
      <w:r w:rsidRPr="00DA4E77">
        <w:t>Il va répondre</w:t>
      </w:r>
      <w:r w:rsidR="00276CCE">
        <w:t xml:space="preserve">… </w:t>
      </w:r>
      <w:r w:rsidRPr="00DA4E77">
        <w:t>mais sa volonté domine ses nerfs et il se contente de prononcer à mi-voix</w:t>
      </w:r>
      <w:r w:rsidR="00276CCE">
        <w:t> :</w:t>
      </w:r>
    </w:p>
    <w:p w14:paraId="27464D6F" w14:textId="77777777" w:rsidR="00276CCE" w:rsidRDefault="00276CCE" w:rsidP="002A4158">
      <w:r>
        <w:lastRenderedPageBreak/>
        <w:t>— </w:t>
      </w:r>
      <w:r w:rsidR="002A4158" w:rsidRPr="00DA4E77">
        <w:t>T</w:t>
      </w:r>
      <w:r w:rsidR="002A4158">
        <w:t>u</w:t>
      </w:r>
      <w:r w:rsidR="002A4158" w:rsidRPr="00DA4E77">
        <w:t xml:space="preserve"> te trompes</w:t>
      </w:r>
      <w:r>
        <w:t xml:space="preserve">. </w:t>
      </w:r>
      <w:r w:rsidR="002A4158" w:rsidRPr="00DA4E77">
        <w:t>Je mens très mal</w:t>
      </w:r>
      <w:r>
        <w:t>.</w:t>
      </w:r>
    </w:p>
    <w:p w14:paraId="7FCD5C85" w14:textId="77777777" w:rsidR="00276CCE" w:rsidRDefault="00276CCE" w:rsidP="002A4158">
      <w:r>
        <w:t>— </w:t>
      </w:r>
      <w:r w:rsidR="002A4158" w:rsidRPr="00DA4E77">
        <w:t>Mettons que tu n</w:t>
      </w:r>
      <w:r>
        <w:t>’</w:t>
      </w:r>
      <w:r w:rsidR="002A4158" w:rsidRPr="00DA4E77">
        <w:t>en as pas l</w:t>
      </w:r>
      <w:r>
        <w:t>’</w:t>
      </w:r>
      <w:r w:rsidR="002A4158" w:rsidRPr="00DA4E77">
        <w:t>habitude</w:t>
      </w:r>
      <w:r>
        <w:t xml:space="preserve">. </w:t>
      </w:r>
      <w:r w:rsidR="002A4158" w:rsidRPr="00DA4E77">
        <w:t>Que faut-il</w:t>
      </w:r>
      <w:r>
        <w:t xml:space="preserve">, </w:t>
      </w:r>
      <w:proofErr w:type="spellStart"/>
      <w:r w:rsidR="002A4158" w:rsidRPr="00DA4E77">
        <w:t>Kn</w:t>
      </w:r>
      <w:r w:rsidR="002A4158" w:rsidRPr="00DA4E77">
        <w:t>e</w:t>
      </w:r>
      <w:r w:rsidR="002A4158" w:rsidRPr="00DA4E77">
        <w:t>phao</w:t>
      </w:r>
      <w:proofErr w:type="spellEnd"/>
      <w:r>
        <w:t xml:space="preserve">, </w:t>
      </w:r>
      <w:r w:rsidR="002A4158" w:rsidRPr="00DA4E77">
        <w:t>pour te récompenser</w:t>
      </w:r>
      <w:r>
        <w:t> ?</w:t>
      </w:r>
    </w:p>
    <w:p w14:paraId="7277B35B" w14:textId="77777777" w:rsidR="00276CCE" w:rsidRDefault="00276CCE" w:rsidP="002A4158">
      <w:r>
        <w:t>— </w:t>
      </w:r>
      <w:r w:rsidR="002A4158" w:rsidRPr="00DA4E77">
        <w:t>Ah</w:t>
      </w:r>
      <w:r>
        <w:t xml:space="preserve"> ! </w:t>
      </w:r>
      <w:r w:rsidR="002A4158" w:rsidRPr="00DA4E77">
        <w:t>l</w:t>
      </w:r>
      <w:r>
        <w:t>’</w:t>
      </w:r>
      <w:r w:rsidR="002A4158" w:rsidRPr="00DA4E77">
        <w:t>heureux Égyptien</w:t>
      </w:r>
      <w:r>
        <w:t> !</w:t>
      </w:r>
    </w:p>
    <w:p w14:paraId="2FC03010" w14:textId="77777777" w:rsidR="00276CCE" w:rsidRDefault="00276CCE" w:rsidP="002A4158">
      <w:r>
        <w:t>— </w:t>
      </w:r>
      <w:r w:rsidR="002A4158" w:rsidRPr="00DA4E77">
        <w:t>Partez donc</w:t>
      </w:r>
      <w:r>
        <w:t xml:space="preserve"> ! </w:t>
      </w:r>
      <w:r w:rsidR="002A4158" w:rsidRPr="00DA4E77">
        <w:t>s</w:t>
      </w:r>
      <w:r>
        <w:t>’</w:t>
      </w:r>
      <w:r w:rsidR="002A4158" w:rsidRPr="00DA4E77">
        <w:t xml:space="preserve">écrie </w:t>
      </w:r>
      <w:proofErr w:type="spellStart"/>
      <w:r w:rsidR="002A4158" w:rsidRPr="00DA4E77">
        <w:t>Knephao</w:t>
      </w:r>
      <w:proofErr w:type="spellEnd"/>
      <w:r w:rsidR="002A4158" w:rsidRPr="00DA4E77">
        <w:t xml:space="preserve"> impatienté</w:t>
      </w:r>
      <w:r>
        <w:t xml:space="preserve">. </w:t>
      </w:r>
      <w:r w:rsidR="002A4158" w:rsidRPr="00DA4E77">
        <w:t>Ce n</w:t>
      </w:r>
      <w:r>
        <w:t>’</w:t>
      </w:r>
      <w:r w:rsidR="002A4158" w:rsidRPr="00DA4E77">
        <w:t>est pas l</w:t>
      </w:r>
      <w:r>
        <w:t>’</w:t>
      </w:r>
      <w:r w:rsidR="002A4158" w:rsidRPr="00DA4E77">
        <w:t>heure des niaiseries</w:t>
      </w:r>
      <w:r>
        <w:t> !</w:t>
      </w:r>
    </w:p>
    <w:p w14:paraId="61DB884F" w14:textId="77777777" w:rsidR="00276CCE" w:rsidRDefault="002A4158" w:rsidP="002A4158">
      <w:r w:rsidRPr="00DA4E77">
        <w:t>Et brusquement</w:t>
      </w:r>
      <w:r w:rsidR="00276CCE">
        <w:t xml:space="preserve">, </w:t>
      </w:r>
      <w:r w:rsidRPr="00DA4E77">
        <w:t>se dirigeant vers l</w:t>
      </w:r>
      <w:r w:rsidR="00276CCE">
        <w:t>’</w:t>
      </w:r>
      <w:r w:rsidRPr="00DA4E77">
        <w:t>extrémité du vestibule</w:t>
      </w:r>
      <w:r w:rsidR="00276CCE">
        <w:t xml:space="preserve">, </w:t>
      </w:r>
      <w:r w:rsidRPr="00DA4E77">
        <w:t>il ouvre une porte donnant sur une cour</w:t>
      </w:r>
      <w:r w:rsidR="00276CCE">
        <w:t xml:space="preserve">, </w:t>
      </w:r>
      <w:r w:rsidRPr="00DA4E77">
        <w:t>où des chars attendent</w:t>
      </w:r>
      <w:r w:rsidR="00276CCE">
        <w:t xml:space="preserve">, </w:t>
      </w:r>
      <w:r w:rsidRPr="00DA4E77">
        <w:t>toujours prêts à conduire les hôtes du Palais vers les divers quartiers de la Cité-Reine</w:t>
      </w:r>
      <w:r w:rsidR="00276CCE">
        <w:t>.</w:t>
      </w:r>
    </w:p>
    <w:p w14:paraId="7E4FB42E" w14:textId="77777777" w:rsidR="00276CCE" w:rsidRDefault="00276CCE" w:rsidP="002A4158">
      <w:r>
        <w:t>— </w:t>
      </w:r>
      <w:r w:rsidR="002A4158" w:rsidRPr="00DA4E77">
        <w:t>Ne perdez pas de temps</w:t>
      </w:r>
      <w:r>
        <w:t xml:space="preserve">, </w:t>
      </w:r>
      <w:r w:rsidR="002A4158" w:rsidRPr="00DA4E77">
        <w:t>conseille-t-il</w:t>
      </w:r>
      <w:r>
        <w:t xml:space="preserve">. </w:t>
      </w:r>
      <w:r w:rsidR="002A4158" w:rsidRPr="00DA4E77">
        <w:t>Nul ne sait ce que la foule fera ce soir</w:t>
      </w:r>
      <w:r>
        <w:t>.</w:t>
      </w:r>
    </w:p>
    <w:p w14:paraId="359D4C0C" w14:textId="77777777" w:rsidR="00276CCE" w:rsidRDefault="002A4158" w:rsidP="002A4158">
      <w:r w:rsidRPr="00DA4E77">
        <w:t>Mais</w:t>
      </w:r>
      <w:r w:rsidR="00276CCE">
        <w:t xml:space="preserve">, </w:t>
      </w:r>
      <w:r w:rsidRPr="00DA4E77">
        <w:t>la dernière</w:t>
      </w:r>
      <w:r w:rsidR="00276CCE">
        <w:t xml:space="preserve">, </w:t>
      </w:r>
      <w:r w:rsidRPr="00DA4E77">
        <w:t>à l</w:t>
      </w:r>
      <w:r w:rsidR="00276CCE">
        <w:t>’</w:t>
      </w:r>
      <w:r w:rsidRPr="00DA4E77">
        <w:t>écart</w:t>
      </w:r>
      <w:r w:rsidR="00276CCE">
        <w:t xml:space="preserve">, </w:t>
      </w:r>
      <w:r w:rsidRPr="00DA4E77">
        <w:t>avec quelques amies fidèles</w:t>
      </w:r>
      <w:r w:rsidR="00276CCE">
        <w:t xml:space="preserve">, </w:t>
      </w:r>
      <w:proofErr w:type="spellStart"/>
      <w:r w:rsidRPr="00DA4E77">
        <w:t>Melléna</w:t>
      </w:r>
      <w:proofErr w:type="spellEnd"/>
      <w:r w:rsidRPr="00DA4E77">
        <w:t xml:space="preserve"> s</w:t>
      </w:r>
      <w:r w:rsidR="00276CCE">
        <w:t>’</w:t>
      </w:r>
      <w:r w:rsidRPr="00DA4E77">
        <w:t>attarde</w:t>
      </w:r>
      <w:r w:rsidR="00276CCE">
        <w:t>.</w:t>
      </w:r>
    </w:p>
    <w:p w14:paraId="0B0EC009" w14:textId="77777777" w:rsidR="00276CCE" w:rsidRDefault="00276CCE" w:rsidP="002A4158">
      <w:r>
        <w:t>— </w:t>
      </w:r>
      <w:proofErr w:type="spellStart"/>
      <w:r w:rsidR="002A4158" w:rsidRPr="00DA4E77">
        <w:t>Knephao</w:t>
      </w:r>
      <w:proofErr w:type="spellEnd"/>
      <w:r>
        <w:t xml:space="preserve">, </w:t>
      </w:r>
      <w:r w:rsidR="002A4158" w:rsidRPr="00DA4E77">
        <w:t>maintenant que toutes ces folles s</w:t>
      </w:r>
      <w:r>
        <w:t>’</w:t>
      </w:r>
      <w:r w:rsidR="002A4158" w:rsidRPr="00DA4E77">
        <w:t>en vont</w:t>
      </w:r>
      <w:r>
        <w:t xml:space="preserve">, </w:t>
      </w:r>
      <w:r w:rsidR="002A4158" w:rsidRPr="00DA4E77">
        <w:t>tu vas nous dire</w:t>
      </w:r>
      <w:r>
        <w:t xml:space="preserve">, </w:t>
      </w:r>
      <w:r w:rsidR="002A4158" w:rsidRPr="00DA4E77">
        <w:t>à nous</w:t>
      </w:r>
      <w:r>
        <w:t xml:space="preserve">, </w:t>
      </w:r>
      <w:r w:rsidR="002A4158" w:rsidRPr="00DA4E77">
        <w:t>pourquoi tu viens de te jouer ainsi d</w:t>
      </w:r>
      <w:r>
        <w:t>’</w:t>
      </w:r>
      <w:proofErr w:type="spellStart"/>
      <w:r w:rsidR="002A4158" w:rsidRPr="00DA4E77">
        <w:t>Hellas</w:t>
      </w:r>
      <w:proofErr w:type="spellEnd"/>
      <w:r>
        <w:t> ?</w:t>
      </w:r>
    </w:p>
    <w:p w14:paraId="5A9C67D0" w14:textId="77777777" w:rsidR="00276CCE" w:rsidRDefault="00276CCE" w:rsidP="002A4158">
      <w:r>
        <w:t>— </w:t>
      </w:r>
      <w:r w:rsidR="002A4158" w:rsidRPr="00DA4E77">
        <w:t>Moi</w:t>
      </w:r>
      <w:r>
        <w:t xml:space="preserve">, </w:t>
      </w:r>
      <w:r w:rsidR="002A4158" w:rsidRPr="00DA4E77">
        <w:t>me jouer d</w:t>
      </w:r>
      <w:r>
        <w:t>’</w:t>
      </w:r>
      <w:proofErr w:type="spellStart"/>
      <w:r w:rsidR="002A4158" w:rsidRPr="00DA4E77">
        <w:t>Hellas</w:t>
      </w:r>
      <w:proofErr w:type="spellEnd"/>
      <w:r>
        <w:t> ?</w:t>
      </w:r>
    </w:p>
    <w:p w14:paraId="78FAADB9" w14:textId="77777777" w:rsidR="00276CCE" w:rsidRDefault="002A4158" w:rsidP="002A4158">
      <w:r w:rsidRPr="00DA4E77">
        <w:t>Il sent sourdre en lui des bulles de colère</w:t>
      </w:r>
      <w:r w:rsidR="00276CCE">
        <w:t xml:space="preserve">. </w:t>
      </w:r>
      <w:r w:rsidRPr="00DA4E77">
        <w:t>Mais</w:t>
      </w:r>
      <w:r w:rsidR="00276CCE">
        <w:t xml:space="preserve">, </w:t>
      </w:r>
      <w:r w:rsidRPr="00DA4E77">
        <w:t>une fois de plus</w:t>
      </w:r>
      <w:r w:rsidR="00276CCE">
        <w:t xml:space="preserve">, </w:t>
      </w:r>
      <w:r w:rsidRPr="00DA4E77">
        <w:t>il se maîtrise</w:t>
      </w:r>
      <w:r w:rsidR="00276CCE">
        <w:t>.</w:t>
      </w:r>
    </w:p>
    <w:p w14:paraId="27080AF6" w14:textId="77777777" w:rsidR="00276CCE" w:rsidRDefault="00276CCE" w:rsidP="002A4158">
      <w:r>
        <w:t>— </w:t>
      </w:r>
      <w:r w:rsidR="002A4158" w:rsidRPr="00DA4E77">
        <w:t>Au fait</w:t>
      </w:r>
      <w:r>
        <w:t xml:space="preserve">, </w:t>
      </w:r>
      <w:r w:rsidR="002A4158" w:rsidRPr="00DA4E77">
        <w:t>ajoute-t-il</w:t>
      </w:r>
      <w:r>
        <w:t xml:space="preserve">, </w:t>
      </w:r>
      <w:r w:rsidR="002A4158" w:rsidRPr="00DA4E77">
        <w:t>cela ne te regarde pas</w:t>
      </w:r>
      <w:r>
        <w:t>.</w:t>
      </w:r>
    </w:p>
    <w:p w14:paraId="64B5DDD1" w14:textId="77777777" w:rsidR="00276CCE" w:rsidRDefault="00276CCE" w:rsidP="002A4158">
      <w:r>
        <w:t>— </w:t>
      </w:r>
      <w:r w:rsidR="002A4158" w:rsidRPr="00DA4E77">
        <w:t>Soit donc</w:t>
      </w:r>
      <w:r>
        <w:t xml:space="preserve"> ! </w:t>
      </w:r>
      <w:r w:rsidR="002A4158" w:rsidRPr="00DA4E77">
        <w:t>Je ne te demande rien</w:t>
      </w:r>
      <w:r>
        <w:t xml:space="preserve">. </w:t>
      </w:r>
      <w:r w:rsidR="002A4158" w:rsidRPr="00DA4E77">
        <w:t>Mais je te devine</w:t>
      </w:r>
      <w:r>
        <w:t xml:space="preserve">. </w:t>
      </w:r>
      <w:r w:rsidR="002A4158" w:rsidRPr="00DA4E77">
        <w:t xml:space="preserve">À </w:t>
      </w:r>
      <w:r w:rsidR="002A4158" w:rsidRPr="00DA4E77">
        <w:rPr>
          <w:bCs/>
        </w:rPr>
        <w:t xml:space="preserve">cause </w:t>
      </w:r>
      <w:r w:rsidR="002A4158" w:rsidRPr="00DA4E77">
        <w:t>d</w:t>
      </w:r>
      <w:r>
        <w:t>’</w:t>
      </w:r>
      <w:proofErr w:type="spellStart"/>
      <w:r w:rsidR="002A4158" w:rsidRPr="00DA4E77">
        <w:t>Oréa</w:t>
      </w:r>
      <w:proofErr w:type="spellEnd"/>
      <w:r>
        <w:t xml:space="preserve">, </w:t>
      </w:r>
      <w:r w:rsidR="002A4158" w:rsidRPr="00DA4E77">
        <w:t>n</w:t>
      </w:r>
      <w:r>
        <w:t>’</w:t>
      </w:r>
      <w:r w:rsidR="002A4158" w:rsidRPr="00DA4E77">
        <w:t>est-ce pas</w:t>
      </w:r>
      <w:r>
        <w:t xml:space="preserve">, </w:t>
      </w:r>
      <w:r w:rsidR="002A4158" w:rsidRPr="00DA4E77">
        <w:t>tu le hais</w:t>
      </w:r>
      <w:r>
        <w:t xml:space="preserve"> ? </w:t>
      </w:r>
      <w:r w:rsidR="002A4158" w:rsidRPr="00DA4E77">
        <w:t>Tu as bien raison</w:t>
      </w:r>
      <w:r>
        <w:t xml:space="preserve">. </w:t>
      </w:r>
      <w:r w:rsidR="002A4158" w:rsidRPr="00DA4E77">
        <w:t>Elle t</w:t>
      </w:r>
      <w:r>
        <w:t>’</w:t>
      </w:r>
      <w:r w:rsidR="002A4158" w:rsidRPr="00DA4E77">
        <w:t>a fait souffrir</w:t>
      </w:r>
      <w:r>
        <w:t xml:space="preserve">, </w:t>
      </w:r>
      <w:r w:rsidR="002A4158" w:rsidRPr="00DA4E77">
        <w:t>cette pédante</w:t>
      </w:r>
      <w:r>
        <w:t> ?</w:t>
      </w:r>
    </w:p>
    <w:p w14:paraId="45377618" w14:textId="77777777" w:rsidR="00276CCE" w:rsidRDefault="002A4158" w:rsidP="002A4158">
      <w:r w:rsidRPr="00DA4E77">
        <w:t xml:space="preserve">La colère de </w:t>
      </w:r>
      <w:proofErr w:type="spellStart"/>
      <w:r w:rsidRPr="00DA4E77">
        <w:t>Knephao</w:t>
      </w:r>
      <w:proofErr w:type="spellEnd"/>
      <w:r w:rsidR="00276CCE">
        <w:t xml:space="preserve">, </w:t>
      </w:r>
      <w:r w:rsidRPr="00DA4E77">
        <w:t>cette fois</w:t>
      </w:r>
      <w:r w:rsidR="00276CCE">
        <w:t xml:space="preserve">, </w:t>
      </w:r>
      <w:r w:rsidRPr="00DA4E77">
        <w:t>éclate en jaillissements i</w:t>
      </w:r>
      <w:r w:rsidRPr="00DA4E77">
        <w:t>r</w:t>
      </w:r>
      <w:r w:rsidRPr="00DA4E77">
        <w:t>résistibles</w:t>
      </w:r>
      <w:r w:rsidR="00276CCE">
        <w:t>.</w:t>
      </w:r>
    </w:p>
    <w:p w14:paraId="381E33B0" w14:textId="77777777" w:rsidR="00276CCE" w:rsidRDefault="00276CCE" w:rsidP="002A4158">
      <w:r>
        <w:lastRenderedPageBreak/>
        <w:t>— </w:t>
      </w:r>
      <w:r w:rsidR="002A4158" w:rsidRPr="00AF7F49">
        <w:rPr>
          <w:lang w:val="fi-FI"/>
        </w:rPr>
        <w:t>Tais-toi</w:t>
      </w:r>
      <w:r>
        <w:rPr>
          <w:lang w:val="fi-FI"/>
        </w:rPr>
        <w:t xml:space="preserve">, </w:t>
      </w:r>
      <w:r w:rsidR="002A4158" w:rsidRPr="00AF7F49">
        <w:rPr>
          <w:lang w:val="fi-FI"/>
        </w:rPr>
        <w:t>Melléna</w:t>
      </w:r>
      <w:r>
        <w:rPr>
          <w:lang w:val="fi-FI"/>
        </w:rPr>
        <w:t xml:space="preserve">, </w:t>
      </w:r>
      <w:r w:rsidR="002A4158" w:rsidRPr="00AF7F49">
        <w:rPr>
          <w:lang w:val="fi-FI"/>
        </w:rPr>
        <w:t>tais-toi</w:t>
      </w:r>
      <w:r>
        <w:rPr>
          <w:lang w:val="fi-FI"/>
        </w:rPr>
        <w:t xml:space="preserve">. </w:t>
      </w:r>
      <w:r w:rsidR="002A4158" w:rsidRPr="00DA4E77">
        <w:t>Je te défends de parler d</w:t>
      </w:r>
      <w:r>
        <w:t>’</w:t>
      </w:r>
      <w:proofErr w:type="spellStart"/>
      <w:r w:rsidR="002A4158" w:rsidRPr="00DA4E77">
        <w:t>Oréa</w:t>
      </w:r>
      <w:proofErr w:type="spellEnd"/>
      <w:r>
        <w:t xml:space="preserve">. </w:t>
      </w:r>
      <w:r w:rsidR="002A4158" w:rsidRPr="00DA4E77">
        <w:t>J</w:t>
      </w:r>
      <w:r>
        <w:t>’</w:t>
      </w:r>
      <w:r w:rsidR="002A4158" w:rsidRPr="00DA4E77">
        <w:t>ai fait ici ce que je devais faire</w:t>
      </w:r>
      <w:r>
        <w:t xml:space="preserve"> : </w:t>
      </w:r>
      <w:r w:rsidR="002A4158" w:rsidRPr="00DA4E77">
        <w:t>tu ne me dois rien</w:t>
      </w:r>
      <w:r>
        <w:t> !</w:t>
      </w:r>
    </w:p>
    <w:p w14:paraId="3206F1EF" w14:textId="77777777" w:rsidR="00276CCE" w:rsidRDefault="00276CCE" w:rsidP="002A4158">
      <w:r>
        <w:t>— </w:t>
      </w:r>
      <w:r w:rsidR="002A4158" w:rsidRPr="00DA4E77">
        <w:t>Oh</w:t>
      </w:r>
      <w:r>
        <w:t xml:space="preserve"> ! </w:t>
      </w:r>
      <w:r w:rsidR="002A4158" w:rsidRPr="00DA4E77">
        <w:t>le sublime amoureux</w:t>
      </w:r>
      <w:r>
        <w:t xml:space="preserve"> ! </w:t>
      </w:r>
      <w:r w:rsidR="002A4158" w:rsidRPr="00DA4E77">
        <w:t>Certes</w:t>
      </w:r>
      <w:r>
        <w:t xml:space="preserve">, </w:t>
      </w:r>
      <w:r w:rsidR="002A4158" w:rsidRPr="00DA4E77">
        <w:t>il ne fait pas bon exc</w:t>
      </w:r>
      <w:r w:rsidR="002A4158" w:rsidRPr="00DA4E77">
        <w:t>i</w:t>
      </w:r>
      <w:r w:rsidR="002A4158" w:rsidRPr="00DA4E77">
        <w:t>ter ta rage</w:t>
      </w:r>
      <w:r>
        <w:t xml:space="preserve"> ! </w:t>
      </w:r>
      <w:r w:rsidR="002A4158" w:rsidRPr="00DA4E77">
        <w:t>Mais va</w:t>
      </w:r>
      <w:r>
        <w:t xml:space="preserve">, </w:t>
      </w:r>
      <w:r w:rsidR="002A4158" w:rsidRPr="00DA4E77">
        <w:t>je ne t</w:t>
      </w:r>
      <w:r>
        <w:t>’</w:t>
      </w:r>
      <w:r w:rsidR="002A4158" w:rsidRPr="00DA4E77">
        <w:t>en veux point</w:t>
      </w:r>
      <w:r>
        <w:t xml:space="preserve"> ! </w:t>
      </w:r>
      <w:r w:rsidR="002A4158" w:rsidRPr="00DA4E77">
        <w:t>Adieu</w:t>
      </w:r>
      <w:r>
        <w:t xml:space="preserve">, </w:t>
      </w:r>
      <w:r w:rsidR="002A4158" w:rsidRPr="00DA4E77">
        <w:t>sauveur f</w:t>
      </w:r>
      <w:r w:rsidR="002A4158" w:rsidRPr="00DA4E77">
        <w:t>a</w:t>
      </w:r>
      <w:r w:rsidR="002A4158" w:rsidRPr="00DA4E77">
        <w:t>rouche</w:t>
      </w:r>
      <w:r>
        <w:t xml:space="preserve"> ! </w:t>
      </w:r>
      <w:r w:rsidR="002A4158" w:rsidRPr="00DA4E77">
        <w:t>nous nous retrouverons</w:t>
      </w:r>
      <w:r>
        <w:t>.</w:t>
      </w:r>
    </w:p>
    <w:p w14:paraId="691A6154" w14:textId="77777777" w:rsidR="00276CCE" w:rsidRDefault="002A4158" w:rsidP="002A4158">
      <w:r w:rsidRPr="00DA4E77">
        <w:t>Et</w:t>
      </w:r>
      <w:r w:rsidR="00276CCE">
        <w:t xml:space="preserve">, </w:t>
      </w:r>
      <w:r w:rsidRPr="00DA4E77">
        <w:t>jetant au géant un regard à la fois chargé de raillerie et de caresses</w:t>
      </w:r>
      <w:r w:rsidR="00276CCE">
        <w:t xml:space="preserve">, </w:t>
      </w:r>
      <w:r w:rsidRPr="00DA4E77">
        <w:t>elle se dirige</w:t>
      </w:r>
      <w:r w:rsidR="00276CCE">
        <w:t xml:space="preserve">, </w:t>
      </w:r>
      <w:r w:rsidRPr="00DA4E77">
        <w:t>avec ses amies</w:t>
      </w:r>
      <w:r w:rsidR="00276CCE">
        <w:t xml:space="preserve">, </w:t>
      </w:r>
      <w:r w:rsidRPr="00DA4E77">
        <w:t>vers l</w:t>
      </w:r>
      <w:r w:rsidR="00276CCE">
        <w:t>’</w:t>
      </w:r>
      <w:r w:rsidRPr="00DA4E77">
        <w:t>escalier qui conduit aux balcons</w:t>
      </w:r>
      <w:r w:rsidR="00276CCE">
        <w:t>.</w:t>
      </w:r>
    </w:p>
    <w:p w14:paraId="1A33F7BF" w14:textId="77777777" w:rsidR="00276CCE" w:rsidRDefault="00276CCE" w:rsidP="002A4158">
      <w:r>
        <w:t>— </w:t>
      </w:r>
      <w:r w:rsidR="002A4158" w:rsidRPr="00DA4E77">
        <w:t>Où vas-tu</w:t>
      </w:r>
      <w:r>
        <w:t xml:space="preserve"> ? </w:t>
      </w:r>
      <w:r w:rsidR="002A4158" w:rsidRPr="00DA4E77">
        <w:t>demande l</w:t>
      </w:r>
      <w:r>
        <w:t>’</w:t>
      </w:r>
      <w:r w:rsidR="002A4158" w:rsidRPr="00DA4E77">
        <w:t>Égyptien</w:t>
      </w:r>
      <w:r>
        <w:t xml:space="preserve"> ; </w:t>
      </w:r>
      <w:r w:rsidR="002A4158" w:rsidRPr="00DA4E77">
        <w:t>tu ne pars pas comme les autres</w:t>
      </w:r>
      <w:r>
        <w:t> ?</w:t>
      </w:r>
    </w:p>
    <w:p w14:paraId="58B1F8D9" w14:textId="77777777" w:rsidR="00276CCE" w:rsidRDefault="00276CCE" w:rsidP="002A4158">
      <w:r>
        <w:t>— </w:t>
      </w:r>
      <w:r w:rsidR="002A4158" w:rsidRPr="00DA4E77">
        <w:t>Tu crois donc que je vais fuir comme ces femmelettes</w:t>
      </w:r>
      <w:r>
        <w:t xml:space="preserve"> ? </w:t>
      </w:r>
      <w:r w:rsidR="002A4158" w:rsidRPr="00DA4E77">
        <w:t>Je reste ici</w:t>
      </w:r>
      <w:r>
        <w:t xml:space="preserve">, </w:t>
      </w:r>
      <w:r w:rsidR="002A4158" w:rsidRPr="00DA4E77">
        <w:t>chez moi</w:t>
      </w:r>
      <w:r>
        <w:t xml:space="preserve">, </w:t>
      </w:r>
      <w:r w:rsidR="002A4158" w:rsidRPr="00DA4E77">
        <w:t>dans le Palais qui deviendra le mien</w:t>
      </w:r>
      <w:r>
        <w:t xml:space="preserve">, </w:t>
      </w:r>
      <w:r w:rsidR="002A4158" w:rsidRPr="00DA4E77">
        <w:t>ce soir même</w:t>
      </w:r>
      <w:r>
        <w:t>.</w:t>
      </w:r>
    </w:p>
    <w:p w14:paraId="4691B458" w14:textId="77777777" w:rsidR="00276CCE" w:rsidRDefault="00276CCE" w:rsidP="002A4158">
      <w:r>
        <w:t>— </w:t>
      </w:r>
      <w:r w:rsidR="002A4158" w:rsidRPr="00DA4E77">
        <w:t>Ce Palais n</w:t>
      </w:r>
      <w:r>
        <w:t>’</w:t>
      </w:r>
      <w:r w:rsidR="002A4158" w:rsidRPr="00DA4E77">
        <w:t>est à personne</w:t>
      </w:r>
      <w:r>
        <w:t xml:space="preserve">. </w:t>
      </w:r>
      <w:r w:rsidR="002A4158" w:rsidRPr="00DA4E77">
        <w:t>Il appartient à l</w:t>
      </w:r>
      <w:r>
        <w:t>’</w:t>
      </w:r>
      <w:r w:rsidR="002A4158" w:rsidRPr="00DA4E77">
        <w:t>Empire</w:t>
      </w:r>
      <w:r>
        <w:t>.</w:t>
      </w:r>
    </w:p>
    <w:p w14:paraId="1A0A4FCD" w14:textId="77777777" w:rsidR="00276CCE" w:rsidRDefault="00276CCE" w:rsidP="002A4158">
      <w:r>
        <w:t>— </w:t>
      </w:r>
      <w:r w:rsidR="002A4158" w:rsidRPr="00DA4E77">
        <w:t>Et l</w:t>
      </w:r>
      <w:r>
        <w:t>’</w:t>
      </w:r>
      <w:r w:rsidR="002A4158" w:rsidRPr="00DA4E77">
        <w:t>Empire appartient au Prince des Apôtres</w:t>
      </w:r>
      <w:r>
        <w:t>.</w:t>
      </w:r>
    </w:p>
    <w:p w14:paraId="6D43CAED" w14:textId="77777777" w:rsidR="00276CCE" w:rsidRDefault="00276CCE" w:rsidP="002A4158">
      <w:r>
        <w:t>— </w:t>
      </w:r>
      <w:r w:rsidR="002A4158" w:rsidRPr="00DA4E77">
        <w:t>Donc</w:t>
      </w:r>
      <w:r>
        <w:t xml:space="preserve">, </w:t>
      </w:r>
      <w:r w:rsidR="002A4158" w:rsidRPr="00DA4E77">
        <w:t xml:space="preserve">à </w:t>
      </w:r>
      <w:proofErr w:type="spellStart"/>
      <w:r w:rsidR="002A4158" w:rsidRPr="00DA4E77">
        <w:t>Hellas</w:t>
      </w:r>
      <w:proofErr w:type="spellEnd"/>
      <w:r>
        <w:t> ?</w:t>
      </w:r>
    </w:p>
    <w:p w14:paraId="3AE87284" w14:textId="77777777" w:rsidR="00276CCE" w:rsidRDefault="00276CCE" w:rsidP="002A4158">
      <w:r>
        <w:t>— </w:t>
      </w:r>
      <w:r w:rsidR="002A4158" w:rsidRPr="00DA4E77">
        <w:t>Ah</w:t>
      </w:r>
      <w:r>
        <w:t xml:space="preserve"> ! </w:t>
      </w:r>
      <w:r w:rsidR="002A4158" w:rsidRPr="00DA4E77">
        <w:t>le beau menteur</w:t>
      </w:r>
      <w:r>
        <w:t xml:space="preserve"> ! </w:t>
      </w:r>
      <w:r w:rsidR="002A4158" w:rsidRPr="00DA4E77">
        <w:t>Il se prend à ses propres histo</w:t>
      </w:r>
      <w:r w:rsidR="002A4158" w:rsidRPr="00DA4E77">
        <w:t>i</w:t>
      </w:r>
      <w:r w:rsidR="002A4158" w:rsidRPr="00DA4E77">
        <w:t>res</w:t>
      </w:r>
      <w:r>
        <w:t xml:space="preserve"> ! </w:t>
      </w:r>
      <w:r w:rsidR="002A4158" w:rsidRPr="00DA4E77">
        <w:t>Adieu</w:t>
      </w:r>
      <w:r>
        <w:t xml:space="preserve"> ! </w:t>
      </w:r>
      <w:r w:rsidR="002A4158" w:rsidRPr="00DA4E77">
        <w:t>Adieu</w:t>
      </w:r>
      <w:r>
        <w:t xml:space="preserve"> ! </w:t>
      </w:r>
      <w:proofErr w:type="spellStart"/>
      <w:r w:rsidR="002A4158" w:rsidRPr="00DA4E77">
        <w:t>Knephao</w:t>
      </w:r>
      <w:proofErr w:type="spellEnd"/>
      <w:r>
        <w:t xml:space="preserve">. </w:t>
      </w:r>
      <w:r w:rsidR="002A4158" w:rsidRPr="00DA4E77">
        <w:t xml:space="preserve">Et ne pense plus à la cruelle </w:t>
      </w:r>
      <w:proofErr w:type="spellStart"/>
      <w:r w:rsidR="002A4158" w:rsidRPr="00DA4E77">
        <w:t>Oréa</w:t>
      </w:r>
      <w:proofErr w:type="spellEnd"/>
      <w:r>
        <w:t xml:space="preserve"> ! </w:t>
      </w:r>
      <w:r w:rsidR="002A4158" w:rsidRPr="00DA4E77">
        <w:t>Il y en a de plus belles</w:t>
      </w:r>
      <w:r>
        <w:t> !</w:t>
      </w:r>
    </w:p>
    <w:p w14:paraId="3591FF35" w14:textId="77777777" w:rsidR="00276CCE" w:rsidRDefault="002A4158" w:rsidP="002A4158">
      <w:r w:rsidRPr="00DA4E77">
        <w:t>Et</w:t>
      </w:r>
      <w:r w:rsidR="00276CCE">
        <w:t xml:space="preserve">, </w:t>
      </w:r>
      <w:r w:rsidRPr="00DA4E77">
        <w:t>ce disant</w:t>
      </w:r>
      <w:r w:rsidR="00276CCE">
        <w:t xml:space="preserve">, </w:t>
      </w:r>
      <w:r w:rsidRPr="00DA4E77">
        <w:t>elle disparaît</w:t>
      </w:r>
      <w:r w:rsidR="00276CCE">
        <w:t xml:space="preserve">, </w:t>
      </w:r>
      <w:r w:rsidRPr="00DA4E77">
        <w:t>la démarche onduleuse et la t</w:t>
      </w:r>
      <w:r w:rsidRPr="00DA4E77">
        <w:t>ê</w:t>
      </w:r>
      <w:r w:rsidRPr="00DA4E77">
        <w:t>te haute</w:t>
      </w:r>
      <w:r w:rsidR="00276CCE">
        <w:t xml:space="preserve">. </w:t>
      </w:r>
      <w:r w:rsidRPr="00DA4E77">
        <w:t>Le géant murmure</w:t>
      </w:r>
      <w:r w:rsidR="00276CCE">
        <w:t> :</w:t>
      </w:r>
    </w:p>
    <w:p w14:paraId="20FADF07" w14:textId="77777777" w:rsidR="00276CCE" w:rsidRDefault="00276CCE" w:rsidP="002A4158">
      <w:r>
        <w:t>— </w:t>
      </w:r>
      <w:r w:rsidR="002A4158" w:rsidRPr="00DA4E77">
        <w:t>Tant pis pour elle</w:t>
      </w:r>
      <w:r>
        <w:t xml:space="preserve"> ! </w:t>
      </w:r>
      <w:r w:rsidR="002A4158" w:rsidRPr="00DA4E77">
        <w:t>Si on la tue ce soir</w:t>
      </w:r>
      <w:r>
        <w:t xml:space="preserve">, </w:t>
      </w:r>
      <w:r w:rsidR="002A4158" w:rsidRPr="00DA4E77">
        <w:t>ce n</w:t>
      </w:r>
      <w:r>
        <w:t>’</w:t>
      </w:r>
      <w:r w:rsidR="002A4158" w:rsidRPr="00DA4E77">
        <w:t>est plus moi qui la sauverai</w:t>
      </w:r>
      <w:r>
        <w:t> !</w:t>
      </w:r>
    </w:p>
    <w:p w14:paraId="76ACA289" w14:textId="77777777" w:rsidR="00276CCE" w:rsidRDefault="002A4158" w:rsidP="002A4158">
      <w:r w:rsidRPr="00DA4E77">
        <w:t>Et il part d</w:t>
      </w:r>
      <w:r w:rsidR="00276CCE">
        <w:t>’</w:t>
      </w:r>
      <w:r w:rsidRPr="00DA4E77">
        <w:t>un pas si rapide qu</w:t>
      </w:r>
      <w:r w:rsidR="00276CCE">
        <w:t>’</w:t>
      </w:r>
      <w:r w:rsidRPr="00DA4E77">
        <w:t>il se heurte aux gens d</w:t>
      </w:r>
      <w:r w:rsidR="00276CCE">
        <w:t>’</w:t>
      </w:r>
      <w:r w:rsidRPr="00DA4E77">
        <w:t>Armor</w:t>
      </w:r>
      <w:r w:rsidR="00276CCE">
        <w:t>…</w:t>
      </w:r>
    </w:p>
    <w:p w14:paraId="6FD45C19" w14:textId="77777777" w:rsidR="00276CCE" w:rsidRDefault="00276CCE" w:rsidP="002A4158">
      <w:r>
        <w:t>— </w:t>
      </w:r>
      <w:r w:rsidR="002A4158" w:rsidRPr="00DA4E77">
        <w:t>Que faites-vous là</w:t>
      </w:r>
      <w:r>
        <w:t xml:space="preserve"> ? </w:t>
      </w:r>
      <w:r w:rsidR="002A4158" w:rsidRPr="00DA4E77">
        <w:t>demande-t-il</w:t>
      </w:r>
      <w:r>
        <w:t>.</w:t>
      </w:r>
    </w:p>
    <w:p w14:paraId="23D69C5F" w14:textId="77777777" w:rsidR="00276CCE" w:rsidRDefault="002A4158" w:rsidP="002A4158">
      <w:r w:rsidRPr="00DA4E77">
        <w:lastRenderedPageBreak/>
        <w:t>Les hommes ne répondent pas</w:t>
      </w:r>
      <w:r w:rsidR="00276CCE">
        <w:t xml:space="preserve">. </w:t>
      </w:r>
      <w:r w:rsidRPr="00DA4E77">
        <w:t>Le géant</w:t>
      </w:r>
      <w:r w:rsidR="00276CCE">
        <w:t xml:space="preserve">, </w:t>
      </w:r>
      <w:r w:rsidRPr="00DA4E77">
        <w:t>alors</w:t>
      </w:r>
      <w:r w:rsidR="00276CCE">
        <w:t xml:space="preserve">, </w:t>
      </w:r>
      <w:r w:rsidRPr="00DA4E77">
        <w:t>se rapp</w:t>
      </w:r>
      <w:r w:rsidRPr="00DA4E77">
        <w:t>e</w:t>
      </w:r>
      <w:r w:rsidRPr="00DA4E77">
        <w:t>lant tout ce qu</w:t>
      </w:r>
      <w:r w:rsidR="00276CCE">
        <w:t>’</w:t>
      </w:r>
      <w:r w:rsidRPr="00DA4E77">
        <w:t>il sait de la langue d</w:t>
      </w:r>
      <w:r w:rsidR="00276CCE">
        <w:t>’</w:t>
      </w:r>
      <w:r w:rsidRPr="00DA4E77">
        <w:t>Ys</w:t>
      </w:r>
      <w:r w:rsidR="00276CCE">
        <w:t> :</w:t>
      </w:r>
    </w:p>
    <w:p w14:paraId="70BF756D" w14:textId="77777777" w:rsidR="00276CCE" w:rsidRDefault="00276CCE" w:rsidP="002A4158">
      <w:r>
        <w:t>— </w:t>
      </w:r>
      <w:r w:rsidR="002A4158" w:rsidRPr="00DA4E77">
        <w:t>Vous êtes venus de la terre d</w:t>
      </w:r>
      <w:r>
        <w:t>’</w:t>
      </w:r>
      <w:r w:rsidR="002A4158" w:rsidRPr="00DA4E77">
        <w:t>Armor</w:t>
      </w:r>
      <w:r>
        <w:t> ?</w:t>
      </w:r>
    </w:p>
    <w:p w14:paraId="793992D2" w14:textId="77777777" w:rsidR="00276CCE" w:rsidRDefault="00276CCE" w:rsidP="002A4158">
      <w:r>
        <w:t>— </w:t>
      </w:r>
      <w:r w:rsidR="002A4158" w:rsidRPr="00DA4E77">
        <w:t>Oui</w:t>
      </w:r>
      <w:r>
        <w:t xml:space="preserve">, </w:t>
      </w:r>
      <w:r w:rsidR="002A4158" w:rsidRPr="00DA4E77">
        <w:t>grand chef</w:t>
      </w:r>
      <w:r>
        <w:t>.</w:t>
      </w:r>
    </w:p>
    <w:p w14:paraId="30F82ED1" w14:textId="77777777" w:rsidR="00276CCE" w:rsidRDefault="00276CCE" w:rsidP="002A4158">
      <w:r>
        <w:t>— </w:t>
      </w:r>
      <w:r w:rsidR="002A4158" w:rsidRPr="00DA4E77">
        <w:t>Qui vous a mandés ici</w:t>
      </w:r>
      <w:r>
        <w:t> ?</w:t>
      </w:r>
    </w:p>
    <w:p w14:paraId="03117FEE" w14:textId="77777777" w:rsidR="00276CCE" w:rsidRDefault="00276CCE" w:rsidP="002A4158">
      <w:r>
        <w:t>— </w:t>
      </w:r>
      <w:proofErr w:type="spellStart"/>
      <w:r w:rsidR="002A4158" w:rsidRPr="00DA4E77">
        <w:t>Melléna</w:t>
      </w:r>
      <w:proofErr w:type="spellEnd"/>
      <w:r>
        <w:t>.</w:t>
      </w:r>
    </w:p>
    <w:p w14:paraId="3B8985F6" w14:textId="77777777" w:rsidR="00276CCE" w:rsidRDefault="00276CCE" w:rsidP="002A4158">
      <w:r>
        <w:t>— </w:t>
      </w:r>
      <w:r w:rsidR="002A4158" w:rsidRPr="00DA4E77">
        <w:t>Et quand avez-vous abordé</w:t>
      </w:r>
      <w:r>
        <w:t> ?</w:t>
      </w:r>
    </w:p>
    <w:p w14:paraId="5D143AF6" w14:textId="77777777" w:rsidR="00276CCE" w:rsidRDefault="00276CCE" w:rsidP="002A4158">
      <w:r>
        <w:t>— </w:t>
      </w:r>
      <w:r w:rsidR="002A4158" w:rsidRPr="00DA4E77">
        <w:t>Il y a trois jours</w:t>
      </w:r>
      <w:r>
        <w:t>.</w:t>
      </w:r>
    </w:p>
    <w:p w14:paraId="28C7F37E" w14:textId="77777777" w:rsidR="00276CCE" w:rsidRDefault="00276CCE" w:rsidP="002A4158">
      <w:r>
        <w:t>— </w:t>
      </w:r>
      <w:r w:rsidR="002A4158" w:rsidRPr="00DA4E77">
        <w:t>Mais vos vaisseaux ne sont pas dans la rade</w:t>
      </w:r>
      <w:r>
        <w:t> !</w:t>
      </w:r>
    </w:p>
    <w:p w14:paraId="1BE911AD" w14:textId="77777777" w:rsidR="00276CCE" w:rsidRDefault="00276CCE" w:rsidP="002A4158">
      <w:r>
        <w:t>— </w:t>
      </w:r>
      <w:r w:rsidR="002A4158" w:rsidRPr="00DA4E77">
        <w:t>Ils nous ont débarqués sur une des îles et ont continué leur route vers le détroit de Gadès</w:t>
      </w:r>
      <w:r>
        <w:t xml:space="preserve">. </w:t>
      </w:r>
      <w:r w:rsidR="002A4158" w:rsidRPr="00DA4E77">
        <w:t>Ils attendent des navires qui viennent du pays des Pélasges</w:t>
      </w:r>
      <w:r>
        <w:t>.</w:t>
      </w:r>
    </w:p>
    <w:p w14:paraId="5F2A7249" w14:textId="77777777" w:rsidR="00276CCE" w:rsidRDefault="00276CCE" w:rsidP="002A4158">
      <w:r>
        <w:t>— </w:t>
      </w:r>
      <w:r w:rsidR="002A4158" w:rsidRPr="00DA4E77">
        <w:t>Quels navires</w:t>
      </w:r>
      <w:r>
        <w:t xml:space="preserve"> ? </w:t>
      </w:r>
      <w:r w:rsidR="002A4158" w:rsidRPr="00DA4E77">
        <w:t>et dans quel but</w:t>
      </w:r>
      <w:r>
        <w:t> ?</w:t>
      </w:r>
    </w:p>
    <w:p w14:paraId="1C62C39B" w14:textId="77777777" w:rsidR="00276CCE" w:rsidRDefault="00276CCE" w:rsidP="002A4158">
      <w:r>
        <w:t>— </w:t>
      </w:r>
      <w:r w:rsidR="002A4158" w:rsidRPr="00DA4E77">
        <w:t>Nous ne savons pas</w:t>
      </w:r>
      <w:r>
        <w:t xml:space="preserve">. </w:t>
      </w:r>
      <w:r w:rsidR="002A4158" w:rsidRPr="00DA4E77">
        <w:t>C</w:t>
      </w:r>
      <w:r>
        <w:t>’</w:t>
      </w:r>
      <w:r w:rsidR="002A4158" w:rsidRPr="00DA4E77">
        <w:t>est un secret que gardait le maître des bateaux</w:t>
      </w:r>
      <w:r>
        <w:t>.</w:t>
      </w:r>
    </w:p>
    <w:p w14:paraId="003AFE6A" w14:textId="77777777" w:rsidR="00276CCE" w:rsidRDefault="00276CCE" w:rsidP="002A4158">
      <w:r>
        <w:t>— </w:t>
      </w:r>
      <w:r w:rsidR="002A4158" w:rsidRPr="00DA4E77">
        <w:t>Misérable</w:t>
      </w:r>
      <w:r>
        <w:t xml:space="preserve"> ! </w:t>
      </w:r>
      <w:r w:rsidR="002A4158" w:rsidRPr="00DA4E77">
        <w:t xml:space="preserve">murmure </w:t>
      </w:r>
      <w:proofErr w:type="spellStart"/>
      <w:r w:rsidR="002A4158" w:rsidRPr="00DA4E77">
        <w:t>Knephao</w:t>
      </w:r>
      <w:proofErr w:type="spellEnd"/>
      <w:r w:rsidR="002A4158" w:rsidRPr="00DA4E77">
        <w:t xml:space="preserve"> en se retournant pour voir si </w:t>
      </w:r>
      <w:proofErr w:type="spellStart"/>
      <w:r w:rsidR="002A4158" w:rsidRPr="00DA4E77">
        <w:t>Melléna</w:t>
      </w:r>
      <w:proofErr w:type="spellEnd"/>
      <w:r w:rsidR="002A4158" w:rsidRPr="00DA4E77">
        <w:t xml:space="preserve"> est encore présente</w:t>
      </w:r>
      <w:r>
        <w:t>.</w:t>
      </w:r>
    </w:p>
    <w:p w14:paraId="71A3D78B" w14:textId="77777777" w:rsidR="00276CCE" w:rsidRDefault="002A4158" w:rsidP="002A4158">
      <w:r w:rsidRPr="00DA4E77">
        <w:t>Puis</w:t>
      </w:r>
      <w:r w:rsidR="00276CCE">
        <w:t xml:space="preserve">, </w:t>
      </w:r>
      <w:r w:rsidRPr="00DA4E77">
        <w:t>d</w:t>
      </w:r>
      <w:r w:rsidR="00276CCE">
        <w:t>’</w:t>
      </w:r>
      <w:r w:rsidRPr="00DA4E77">
        <w:t>une voix indifférente</w:t>
      </w:r>
      <w:r w:rsidR="00276CCE">
        <w:t> :</w:t>
      </w:r>
    </w:p>
    <w:p w14:paraId="135702A4" w14:textId="77777777" w:rsidR="00276CCE" w:rsidRDefault="00276CCE" w:rsidP="002A4158">
      <w:r>
        <w:t>— </w:t>
      </w:r>
      <w:r w:rsidR="002A4158" w:rsidRPr="00DA4E77">
        <w:t>Et qu</w:t>
      </w:r>
      <w:r>
        <w:t>’</w:t>
      </w:r>
      <w:r w:rsidR="002A4158" w:rsidRPr="00DA4E77">
        <w:t>attendez-vous maintenant</w:t>
      </w:r>
      <w:r>
        <w:t> ?</w:t>
      </w:r>
    </w:p>
    <w:p w14:paraId="6B0ADAF4" w14:textId="77777777" w:rsidR="00276CCE" w:rsidRDefault="00276CCE" w:rsidP="002A4158">
      <w:r>
        <w:t>— </w:t>
      </w:r>
      <w:r w:rsidR="002A4158" w:rsidRPr="00DA4E77">
        <w:t>Nous devons aller dîner dans l</w:t>
      </w:r>
      <w:r>
        <w:t>’</w:t>
      </w:r>
      <w:r w:rsidR="002A4158" w:rsidRPr="00DA4E77">
        <w:t>Île de Pourpre</w:t>
      </w:r>
      <w:r>
        <w:t>.</w:t>
      </w:r>
    </w:p>
    <w:p w14:paraId="084E34F4" w14:textId="77777777" w:rsidR="00276CCE" w:rsidRDefault="00276CCE" w:rsidP="002A4158">
      <w:r>
        <w:t>— </w:t>
      </w:r>
      <w:r w:rsidR="002A4158" w:rsidRPr="00DA4E77">
        <w:t>Je vais vous y faire conduire</w:t>
      </w:r>
      <w:r>
        <w:t>.</w:t>
      </w:r>
    </w:p>
    <w:p w14:paraId="573C16B4" w14:textId="77777777" w:rsidR="00276CCE" w:rsidRDefault="002A4158" w:rsidP="002A4158">
      <w:r w:rsidRPr="00DA4E77">
        <w:t>Appelant un de ses soldats qui</w:t>
      </w:r>
      <w:r w:rsidR="00276CCE">
        <w:t xml:space="preserve">, </w:t>
      </w:r>
      <w:r w:rsidRPr="00DA4E77">
        <w:t>jadis</w:t>
      </w:r>
      <w:r w:rsidR="00276CCE">
        <w:t xml:space="preserve">, </w:t>
      </w:r>
      <w:r w:rsidRPr="00DA4E77">
        <w:t>séjourna avec lui en Armorique</w:t>
      </w:r>
      <w:r w:rsidR="00276CCE">
        <w:t> :</w:t>
      </w:r>
    </w:p>
    <w:p w14:paraId="266474F2" w14:textId="77777777" w:rsidR="00276CCE" w:rsidRDefault="00276CCE" w:rsidP="002A4158">
      <w:r>
        <w:lastRenderedPageBreak/>
        <w:t>— </w:t>
      </w:r>
      <w:proofErr w:type="spellStart"/>
      <w:r w:rsidR="002A4158" w:rsidRPr="00DA4E77">
        <w:t>Anklios</w:t>
      </w:r>
      <w:proofErr w:type="spellEnd"/>
      <w:r>
        <w:t xml:space="preserve">, </w:t>
      </w:r>
      <w:r w:rsidR="002A4158" w:rsidRPr="00DA4E77">
        <w:t>tu vas conduire ces bardes d</w:t>
      </w:r>
      <w:r>
        <w:t>’</w:t>
      </w:r>
      <w:r w:rsidR="002A4158" w:rsidRPr="00DA4E77">
        <w:t>Armor à l</w:t>
      </w:r>
      <w:r>
        <w:t>’</w:t>
      </w:r>
      <w:r w:rsidR="002A4158" w:rsidRPr="00DA4E77">
        <w:t>Île de Pourpre</w:t>
      </w:r>
      <w:r>
        <w:t xml:space="preserve">. </w:t>
      </w:r>
      <w:r w:rsidR="002A4158" w:rsidRPr="00DA4E77">
        <w:t>Assure-toi qu</w:t>
      </w:r>
      <w:r>
        <w:t>’</w:t>
      </w:r>
      <w:r w:rsidR="002A4158" w:rsidRPr="00DA4E77">
        <w:t>ils ne verront plus personne dans le P</w:t>
      </w:r>
      <w:r w:rsidR="002A4158" w:rsidRPr="00DA4E77">
        <w:t>a</w:t>
      </w:r>
      <w:r w:rsidR="002A4158" w:rsidRPr="00DA4E77">
        <w:t>lais</w:t>
      </w:r>
      <w:r>
        <w:t>.</w:t>
      </w:r>
    </w:p>
    <w:p w14:paraId="1B323B94" w14:textId="77777777" w:rsidR="00276CCE" w:rsidRDefault="002A4158" w:rsidP="002A4158">
      <w:r w:rsidRPr="00DA4E77">
        <w:t>Et les bardes</w:t>
      </w:r>
      <w:r w:rsidR="00276CCE">
        <w:t xml:space="preserve">, </w:t>
      </w:r>
      <w:r w:rsidRPr="00DA4E77">
        <w:t>visiblement heureux de quitter ces lieux d</w:t>
      </w:r>
      <w:r w:rsidR="00276CCE">
        <w:t>’</w:t>
      </w:r>
      <w:r w:rsidRPr="00DA4E77">
        <w:t>orage</w:t>
      </w:r>
      <w:r w:rsidR="00276CCE">
        <w:t xml:space="preserve">, </w:t>
      </w:r>
      <w:r w:rsidRPr="00DA4E77">
        <w:t>suivent le soldat à travers les hautes colonnes</w:t>
      </w:r>
      <w:r w:rsidR="00276CCE">
        <w:t>.</w:t>
      </w:r>
    </w:p>
    <w:p w14:paraId="1DCD36A8" w14:textId="77777777" w:rsidR="00276CCE" w:rsidRDefault="002A4158" w:rsidP="002A4158">
      <w:proofErr w:type="spellStart"/>
      <w:r w:rsidRPr="00DA4E77">
        <w:t>Knephao</w:t>
      </w:r>
      <w:proofErr w:type="spellEnd"/>
      <w:r w:rsidRPr="00DA4E77">
        <w:t xml:space="preserve"> reste indécis un court moment</w:t>
      </w:r>
      <w:r w:rsidR="00276CCE">
        <w:t xml:space="preserve">. </w:t>
      </w:r>
      <w:r w:rsidRPr="00DA4E77">
        <w:t>Puis</w:t>
      </w:r>
      <w:r w:rsidR="00276CCE">
        <w:t xml:space="preserve">, </w:t>
      </w:r>
      <w:r w:rsidRPr="00DA4E77">
        <w:t>frappant du pied dans un geste de colère</w:t>
      </w:r>
      <w:r w:rsidR="00276CCE">
        <w:t> :</w:t>
      </w:r>
    </w:p>
    <w:p w14:paraId="4B16F0C2" w14:textId="77777777" w:rsidR="00276CCE" w:rsidRDefault="00276CCE" w:rsidP="002A4158">
      <w:r>
        <w:t>— </w:t>
      </w:r>
      <w:r w:rsidR="002A4158" w:rsidRPr="00DA4E77">
        <w:t>Les démons</w:t>
      </w:r>
      <w:r>
        <w:t xml:space="preserve"> ! </w:t>
      </w:r>
      <w:r w:rsidR="002A4158" w:rsidRPr="00DA4E77">
        <w:t>Je comprends pourquoi ils espèrent qu</w:t>
      </w:r>
      <w:r>
        <w:t>’</w:t>
      </w:r>
      <w:proofErr w:type="spellStart"/>
      <w:r w:rsidR="002A4158" w:rsidRPr="00DA4E77">
        <w:t>Hellas</w:t>
      </w:r>
      <w:proofErr w:type="spellEnd"/>
      <w:r w:rsidR="002A4158" w:rsidRPr="00DA4E77">
        <w:t xml:space="preserve"> ne va pas revenir</w:t>
      </w:r>
      <w:r>
        <w:t xml:space="preserve"> ! </w:t>
      </w:r>
      <w:r w:rsidR="002A4158" w:rsidRPr="00DA4E77">
        <w:t>Peut-être peut-on tout sauver e</w:t>
      </w:r>
      <w:r w:rsidR="002A4158" w:rsidRPr="00DA4E77">
        <w:t>n</w:t>
      </w:r>
      <w:r w:rsidR="002A4158" w:rsidRPr="00DA4E77">
        <w:t>core</w:t>
      </w:r>
      <w:r>
        <w:t> !</w:t>
      </w:r>
    </w:p>
    <w:p w14:paraId="246BF9AC" w14:textId="77777777" w:rsidR="00276CCE" w:rsidRDefault="002A4158" w:rsidP="002A4158">
      <w:r w:rsidRPr="00DA4E77">
        <w:t>Et il se dirige vers la place</w:t>
      </w:r>
      <w:r w:rsidR="00276CCE">
        <w:t xml:space="preserve">. </w:t>
      </w:r>
      <w:r w:rsidRPr="00DA4E77">
        <w:t>La foule exulte</w:t>
      </w:r>
      <w:r w:rsidR="00276CCE">
        <w:t xml:space="preserve">. </w:t>
      </w:r>
      <w:r w:rsidRPr="00DA4E77">
        <w:t>Des groupes chantent</w:t>
      </w:r>
      <w:r w:rsidR="00276CCE">
        <w:t xml:space="preserve">. </w:t>
      </w:r>
      <w:r w:rsidRPr="00DA4E77">
        <w:t>D</w:t>
      </w:r>
      <w:r w:rsidR="00276CCE">
        <w:t>’</w:t>
      </w:r>
      <w:r w:rsidRPr="00DA4E77">
        <w:t>autres dansent</w:t>
      </w:r>
      <w:r w:rsidR="00276CCE">
        <w:t xml:space="preserve">. </w:t>
      </w:r>
      <w:r w:rsidRPr="00DA4E77">
        <w:t>Au loin</w:t>
      </w:r>
      <w:r w:rsidR="00276CCE">
        <w:t xml:space="preserve">, </w:t>
      </w:r>
      <w:r w:rsidRPr="00DA4E77">
        <w:t>le soleil décline vers la mer</w:t>
      </w:r>
      <w:r w:rsidR="00276CCE">
        <w:t xml:space="preserve">. </w:t>
      </w:r>
      <w:r w:rsidRPr="00DA4E77">
        <w:t>Une fête immense enveloppe la Cité</w:t>
      </w:r>
      <w:r w:rsidR="00276CCE">
        <w:t>.</w:t>
      </w:r>
    </w:p>
    <w:p w14:paraId="47078AA8" w14:textId="77777777" w:rsidR="00276CCE" w:rsidRDefault="002A4158" w:rsidP="002A4158">
      <w:r w:rsidRPr="00DA4E77">
        <w:t>Plein désormais de mépris pour cette foule</w:t>
      </w:r>
      <w:r w:rsidR="00276CCE">
        <w:t xml:space="preserve">, </w:t>
      </w:r>
      <w:r w:rsidRPr="00DA4E77">
        <w:t>il va reprendre place devant la Grille d</w:t>
      </w:r>
      <w:r w:rsidR="00276CCE">
        <w:t>’</w:t>
      </w:r>
      <w:r w:rsidRPr="00DA4E77">
        <w:t>Or</w:t>
      </w:r>
      <w:r w:rsidR="00276CCE">
        <w:t xml:space="preserve">, </w:t>
      </w:r>
      <w:r w:rsidRPr="00DA4E77">
        <w:t>sans daigner répondre aux acclam</w:t>
      </w:r>
      <w:r w:rsidRPr="00DA4E77">
        <w:t>a</w:t>
      </w:r>
      <w:r w:rsidRPr="00DA4E77">
        <w:t>tions populaires</w:t>
      </w:r>
      <w:r w:rsidR="00276CCE">
        <w:t xml:space="preserve"> ; </w:t>
      </w:r>
      <w:r w:rsidRPr="00DA4E77">
        <w:t>et il attend</w:t>
      </w:r>
      <w:r w:rsidR="00276CCE">
        <w:t xml:space="preserve">, </w:t>
      </w:r>
      <w:r w:rsidRPr="00DA4E77">
        <w:t>impassible</w:t>
      </w:r>
      <w:r w:rsidR="00276CCE">
        <w:t xml:space="preserve">, </w:t>
      </w:r>
      <w:r w:rsidRPr="00DA4E77">
        <w:t>les événements tout proches</w:t>
      </w:r>
      <w:r w:rsidR="00276CCE">
        <w:t xml:space="preserve">, </w:t>
      </w:r>
      <w:r w:rsidRPr="00DA4E77">
        <w:t>auxquels il se prépare d</w:t>
      </w:r>
      <w:r w:rsidR="00276CCE">
        <w:t>’</w:t>
      </w:r>
      <w:r w:rsidRPr="00DA4E77">
        <w:t>un cœur résolu</w:t>
      </w:r>
      <w:r w:rsidR="00276CCE">
        <w:t>.</w:t>
      </w:r>
    </w:p>
    <w:p w14:paraId="38387DF9" w14:textId="77777777" w:rsidR="00276CCE" w:rsidRDefault="00276CCE" w:rsidP="00276CCE">
      <w:pPr>
        <w:pStyle w:val="Titre2"/>
        <w:rPr>
          <w:i/>
        </w:rPr>
      </w:pPr>
      <w:bookmarkStart w:id="7" w:name="_Toc194841993"/>
      <w:r w:rsidRPr="00DA4E77">
        <w:lastRenderedPageBreak/>
        <w:t>Scène</w:t>
      </w:r>
      <w:r>
        <w:t> </w:t>
      </w:r>
      <w:r w:rsidRPr="00DA4E77">
        <w:t>VII</w:t>
      </w:r>
      <w:r>
        <w:t xml:space="preserve">. – </w:t>
      </w:r>
      <w:r w:rsidR="002A4158" w:rsidRPr="00DA4E77">
        <w:rPr>
          <w:i/>
        </w:rPr>
        <w:t>Le Temple</w:t>
      </w:r>
      <w:r>
        <w:rPr>
          <w:i/>
        </w:rPr>
        <w:t>.</w:t>
      </w:r>
      <w:bookmarkEnd w:id="7"/>
    </w:p>
    <w:p w14:paraId="0B756DAC" w14:textId="77777777" w:rsidR="00276CCE" w:rsidRDefault="002A4158" w:rsidP="002A4158">
      <w:r w:rsidRPr="00DA4E77">
        <w:t>Cependant</w:t>
      </w:r>
      <w:r w:rsidR="00276CCE">
        <w:t xml:space="preserve">, </w:t>
      </w:r>
      <w:proofErr w:type="spellStart"/>
      <w:r w:rsidRPr="00DA4E77">
        <w:t>Hermos</w:t>
      </w:r>
      <w:proofErr w:type="spellEnd"/>
      <w:r w:rsidR="00276CCE">
        <w:t xml:space="preserve">, </w:t>
      </w:r>
      <w:r w:rsidRPr="00DA4E77">
        <w:t>engagé dans l</w:t>
      </w:r>
      <w:r w:rsidR="00276CCE">
        <w:t>’</w:t>
      </w:r>
      <w:r w:rsidRPr="00DA4E77">
        <w:t>escalier qui monte en spirale jusqu</w:t>
      </w:r>
      <w:r w:rsidR="00276CCE">
        <w:t>’</w:t>
      </w:r>
      <w:r w:rsidRPr="00DA4E77">
        <w:t>au Temple</w:t>
      </w:r>
      <w:r w:rsidR="00276CCE">
        <w:t xml:space="preserve">, </w:t>
      </w:r>
      <w:r w:rsidRPr="00DA4E77">
        <w:t>s</w:t>
      </w:r>
      <w:r w:rsidR="00276CCE">
        <w:t>’</w:t>
      </w:r>
      <w:r w:rsidRPr="00DA4E77">
        <w:t>arrête</w:t>
      </w:r>
      <w:r w:rsidR="00276CCE">
        <w:t xml:space="preserve">, </w:t>
      </w:r>
      <w:r w:rsidRPr="00DA4E77">
        <w:t>tâtonne</w:t>
      </w:r>
      <w:r w:rsidR="00276CCE">
        <w:t xml:space="preserve">, </w:t>
      </w:r>
      <w:r w:rsidRPr="00DA4E77">
        <w:t>trouve la pierre ro</w:t>
      </w:r>
      <w:r w:rsidRPr="00DA4E77">
        <w:t>n</w:t>
      </w:r>
      <w:r w:rsidRPr="00DA4E77">
        <w:t>de indiquée</w:t>
      </w:r>
      <w:r w:rsidR="00276CCE">
        <w:t xml:space="preserve">, </w:t>
      </w:r>
      <w:r w:rsidRPr="00DA4E77">
        <w:t>appuie trois fois sa main contre elle</w:t>
      </w:r>
      <w:r w:rsidR="00276CCE">
        <w:t xml:space="preserve">, </w:t>
      </w:r>
      <w:r w:rsidRPr="00DA4E77">
        <w:t>et voit soudain une porte s</w:t>
      </w:r>
      <w:r w:rsidR="00276CCE">
        <w:t>’</w:t>
      </w:r>
      <w:r w:rsidRPr="00DA4E77">
        <w:t>ouvrir</w:t>
      </w:r>
      <w:r w:rsidR="00276CCE">
        <w:t>.</w:t>
      </w:r>
    </w:p>
    <w:p w14:paraId="30EFE300" w14:textId="77777777" w:rsidR="00276CCE" w:rsidRDefault="002A4158" w:rsidP="002A4158">
      <w:r w:rsidRPr="00DA4E77">
        <w:t>Toutes les fenêtres du Temple restent closes</w:t>
      </w:r>
      <w:r w:rsidR="00276CCE">
        <w:t xml:space="preserve">. </w:t>
      </w:r>
      <w:r w:rsidRPr="00DA4E77">
        <w:t>Une lumière filtre à travers les hauts soupiraux</w:t>
      </w:r>
      <w:r w:rsidR="00276CCE">
        <w:t xml:space="preserve">. </w:t>
      </w:r>
      <w:r w:rsidRPr="00DA4E77">
        <w:t>L</w:t>
      </w:r>
      <w:r w:rsidR="00276CCE">
        <w:t>’</w:t>
      </w:r>
      <w:r w:rsidRPr="00DA4E77">
        <w:t xml:space="preserve">endroit où se trouve </w:t>
      </w:r>
      <w:proofErr w:type="spellStart"/>
      <w:r w:rsidRPr="00DA4E77">
        <w:t>He</w:t>
      </w:r>
      <w:r w:rsidRPr="00DA4E77">
        <w:t>r</w:t>
      </w:r>
      <w:r w:rsidRPr="00DA4E77">
        <w:t>mos</w:t>
      </w:r>
      <w:proofErr w:type="spellEnd"/>
      <w:r w:rsidRPr="00DA4E77">
        <w:t xml:space="preserve"> est situé à l</w:t>
      </w:r>
      <w:r w:rsidR="00276CCE">
        <w:t>’</w:t>
      </w:r>
      <w:r w:rsidRPr="00DA4E77">
        <w:t>orient du Temple</w:t>
      </w:r>
      <w:r w:rsidR="00276CCE">
        <w:t xml:space="preserve">, </w:t>
      </w:r>
      <w:r w:rsidRPr="00DA4E77">
        <w:t>près de l</w:t>
      </w:r>
      <w:r w:rsidR="00276CCE">
        <w:t>’</w:t>
      </w:r>
      <w:r w:rsidRPr="00DA4E77">
        <w:t>autel du Dieu i</w:t>
      </w:r>
      <w:r w:rsidRPr="00DA4E77">
        <w:t>n</w:t>
      </w:r>
      <w:r w:rsidRPr="00DA4E77">
        <w:t>connu</w:t>
      </w:r>
      <w:r w:rsidR="00276CCE">
        <w:t xml:space="preserve">. </w:t>
      </w:r>
      <w:r w:rsidRPr="00DA4E77">
        <w:t>Un doute sur lui-même et sur la Cité l</w:t>
      </w:r>
      <w:r w:rsidR="00276CCE">
        <w:t>’</w:t>
      </w:r>
      <w:r w:rsidRPr="00DA4E77">
        <w:t>arrête</w:t>
      </w:r>
      <w:r w:rsidR="00276CCE">
        <w:t xml:space="preserve">, </w:t>
      </w:r>
      <w:r w:rsidRPr="00DA4E77">
        <w:t>hésitant</w:t>
      </w:r>
      <w:r w:rsidR="00276CCE">
        <w:t xml:space="preserve">, </w:t>
      </w:r>
      <w:r w:rsidRPr="00DA4E77">
        <w:t>dans ses projets</w:t>
      </w:r>
      <w:r w:rsidR="00276CCE">
        <w:t>.</w:t>
      </w:r>
    </w:p>
    <w:p w14:paraId="13C0AA24" w14:textId="32FD0D31" w:rsidR="002A4158" w:rsidRPr="00DA4E77" w:rsidRDefault="00276CCE" w:rsidP="002A4158">
      <w:r>
        <w:t>« </w:t>
      </w:r>
      <w:r w:rsidR="002A4158" w:rsidRPr="00DA4E77">
        <w:t>Ainsi</w:t>
      </w:r>
      <w:r>
        <w:t xml:space="preserve">, </w:t>
      </w:r>
      <w:r w:rsidR="002A4158" w:rsidRPr="00DA4E77">
        <w:t>pense-t-il</w:t>
      </w:r>
      <w:r>
        <w:t xml:space="preserve">, </w:t>
      </w:r>
      <w:r w:rsidR="002A4158" w:rsidRPr="00DA4E77">
        <w:t>je n</w:t>
      </w:r>
      <w:r>
        <w:t>’</w:t>
      </w:r>
      <w:r w:rsidR="002A4158" w:rsidRPr="00DA4E77">
        <w:t>ai rien su voir du mal qui ronge l</w:t>
      </w:r>
      <w:r>
        <w:t>’</w:t>
      </w:r>
      <w:r w:rsidR="002A4158" w:rsidRPr="00DA4E77">
        <w:t>Empire</w:t>
      </w:r>
      <w:r>
        <w:t> ? »</w:t>
      </w:r>
    </w:p>
    <w:p w14:paraId="36BCAACB" w14:textId="77777777" w:rsidR="00276CCE" w:rsidRDefault="002A4158" w:rsidP="002A4158">
      <w:r w:rsidRPr="00DA4E77">
        <w:t>Et il s</w:t>
      </w:r>
      <w:r w:rsidR="00276CCE">
        <w:t>’</w:t>
      </w:r>
      <w:r w:rsidRPr="00DA4E77">
        <w:t>avance vers l</w:t>
      </w:r>
      <w:r w:rsidR="00276CCE">
        <w:t>’</w:t>
      </w:r>
      <w:r w:rsidRPr="00DA4E77">
        <w:t>autel</w:t>
      </w:r>
      <w:r w:rsidR="00276CCE">
        <w:t>.</w:t>
      </w:r>
    </w:p>
    <w:p w14:paraId="7E07EAD1" w14:textId="77777777" w:rsidR="00276CCE" w:rsidRDefault="002A4158" w:rsidP="002A4158">
      <w:r w:rsidRPr="00DA4E77">
        <w:t>Maintenant</w:t>
      </w:r>
      <w:r w:rsidR="00276CCE">
        <w:t xml:space="preserve">, </w:t>
      </w:r>
      <w:r w:rsidRPr="00DA4E77">
        <w:t>il distingue les lignes des colonnades et le pr</w:t>
      </w:r>
      <w:r w:rsidRPr="00DA4E77">
        <w:t>o</w:t>
      </w:r>
      <w:r w:rsidRPr="00DA4E77">
        <w:t>fil des statues</w:t>
      </w:r>
      <w:r w:rsidR="00276CCE">
        <w:t xml:space="preserve">. </w:t>
      </w:r>
      <w:r w:rsidRPr="00DA4E77">
        <w:t>Le Temple rectangulaire s</w:t>
      </w:r>
      <w:r w:rsidR="00276CCE">
        <w:t>’</w:t>
      </w:r>
      <w:r w:rsidRPr="00DA4E77">
        <w:t xml:space="preserve">étend du sud au nord et la </w:t>
      </w:r>
      <w:r w:rsidRPr="00DA4E77">
        <w:rPr>
          <w:bCs/>
        </w:rPr>
        <w:t xml:space="preserve">voûte </w:t>
      </w:r>
      <w:r w:rsidRPr="00DA4E77">
        <w:t>s</w:t>
      </w:r>
      <w:r w:rsidR="00276CCE">
        <w:t>’</w:t>
      </w:r>
      <w:r w:rsidRPr="00DA4E77">
        <w:t>appuie sur vingt et une rangées de sept piliers égaux</w:t>
      </w:r>
      <w:r w:rsidR="00276CCE">
        <w:t xml:space="preserve">. </w:t>
      </w:r>
      <w:r w:rsidRPr="00DA4E77">
        <w:t>Entre les colonnes</w:t>
      </w:r>
      <w:r w:rsidR="00276CCE">
        <w:t xml:space="preserve">, </w:t>
      </w:r>
      <w:r w:rsidRPr="00DA4E77">
        <w:t>sur des sièges d</w:t>
      </w:r>
      <w:r w:rsidR="00276CCE">
        <w:t>’</w:t>
      </w:r>
      <w:r w:rsidRPr="00DA4E77">
        <w:t>ivoire</w:t>
      </w:r>
      <w:r w:rsidR="00276CCE">
        <w:t xml:space="preserve">, </w:t>
      </w:r>
      <w:r w:rsidRPr="00DA4E77">
        <w:t>reposent</w:t>
      </w:r>
      <w:r w:rsidR="00276CCE">
        <w:t xml:space="preserve">, </w:t>
      </w:r>
      <w:r w:rsidRPr="00DA4E77">
        <w:t>rig</w:t>
      </w:r>
      <w:r w:rsidRPr="00DA4E77">
        <w:t>i</w:t>
      </w:r>
      <w:r w:rsidRPr="00DA4E77">
        <w:t>des</w:t>
      </w:r>
      <w:r w:rsidR="00276CCE">
        <w:t xml:space="preserve">, </w:t>
      </w:r>
      <w:r w:rsidRPr="00DA4E77">
        <w:t>les images en bronze des Princes et des héros défunts</w:t>
      </w:r>
      <w:r w:rsidR="00276CCE">
        <w:t xml:space="preserve">. </w:t>
      </w:r>
      <w:r w:rsidRPr="00DA4E77">
        <w:t>Un triangle en or</w:t>
      </w:r>
      <w:r w:rsidR="00276CCE">
        <w:t xml:space="preserve">, </w:t>
      </w:r>
      <w:r w:rsidRPr="00DA4E77">
        <w:t>incrusté de pierreries</w:t>
      </w:r>
      <w:r w:rsidR="00276CCE">
        <w:t xml:space="preserve">, </w:t>
      </w:r>
      <w:r w:rsidRPr="00DA4E77">
        <w:t>resplendit contre la m</w:t>
      </w:r>
      <w:r w:rsidRPr="00DA4E77">
        <w:t>u</w:t>
      </w:r>
      <w:r w:rsidRPr="00DA4E77">
        <w:t>raille</w:t>
      </w:r>
      <w:r w:rsidR="00276CCE">
        <w:t xml:space="preserve">. </w:t>
      </w:r>
      <w:r w:rsidRPr="00DA4E77">
        <w:t>Aux pieds de l</w:t>
      </w:r>
      <w:r w:rsidR="00276CCE">
        <w:t>’</w:t>
      </w:r>
      <w:r w:rsidRPr="00DA4E77">
        <w:t>autel</w:t>
      </w:r>
      <w:r w:rsidR="00276CCE">
        <w:t xml:space="preserve">, </w:t>
      </w:r>
      <w:r w:rsidRPr="00DA4E77">
        <w:rPr>
          <w:bCs/>
        </w:rPr>
        <w:t xml:space="preserve">trois </w:t>
      </w:r>
      <w:r w:rsidRPr="00DA4E77">
        <w:t>grands sphinx veillent</w:t>
      </w:r>
      <w:r w:rsidR="00276CCE">
        <w:t xml:space="preserve">, </w:t>
      </w:r>
      <w:r w:rsidRPr="00DA4E77">
        <w:t>dont les flancs sont de marbre</w:t>
      </w:r>
      <w:r w:rsidR="00276CCE">
        <w:t xml:space="preserve">, </w:t>
      </w:r>
      <w:r w:rsidRPr="00DA4E77">
        <w:t xml:space="preserve">les </w:t>
      </w:r>
      <w:r w:rsidRPr="00DA4E77">
        <w:rPr>
          <w:bCs/>
        </w:rPr>
        <w:t xml:space="preserve">griffes </w:t>
      </w:r>
      <w:r w:rsidRPr="00DA4E77">
        <w:t>d</w:t>
      </w:r>
      <w:r w:rsidR="00276CCE">
        <w:t>’</w:t>
      </w:r>
      <w:r w:rsidRPr="00DA4E77">
        <w:t>airain</w:t>
      </w:r>
      <w:r w:rsidR="00276CCE">
        <w:t xml:space="preserve">, </w:t>
      </w:r>
      <w:r w:rsidRPr="00DA4E77">
        <w:t>les ailes d</w:t>
      </w:r>
      <w:r w:rsidR="00276CCE">
        <w:t>’</w:t>
      </w:r>
      <w:r w:rsidRPr="00DA4E77">
        <w:t>or</w:t>
      </w:r>
      <w:r w:rsidR="00276CCE">
        <w:t xml:space="preserve">, </w:t>
      </w:r>
      <w:r w:rsidRPr="00DA4E77">
        <w:t>les yeux de diamant</w:t>
      </w:r>
      <w:r w:rsidR="00276CCE">
        <w:t xml:space="preserve">. </w:t>
      </w:r>
      <w:r w:rsidRPr="00DA4E77">
        <w:t>Entre les griffes de devant</w:t>
      </w:r>
      <w:r w:rsidR="00276CCE">
        <w:t xml:space="preserve">, </w:t>
      </w:r>
      <w:r w:rsidRPr="00DA4E77">
        <w:t>chaque sphinx tient une banderole d</w:t>
      </w:r>
      <w:r w:rsidR="00276CCE">
        <w:t>’</w:t>
      </w:r>
      <w:r w:rsidRPr="00DA4E77">
        <w:t>argent</w:t>
      </w:r>
      <w:r w:rsidR="00276CCE">
        <w:t xml:space="preserve">, </w:t>
      </w:r>
      <w:r w:rsidRPr="00DA4E77">
        <w:t>sur laquelle on peut lire des formules s</w:t>
      </w:r>
      <w:r w:rsidRPr="00DA4E77">
        <w:t>a</w:t>
      </w:r>
      <w:r w:rsidRPr="00DA4E77">
        <w:t>crées</w:t>
      </w:r>
      <w:r w:rsidR="00276CCE">
        <w:t xml:space="preserve">, </w:t>
      </w:r>
      <w:r w:rsidRPr="00DA4E77">
        <w:t>à travers l</w:t>
      </w:r>
      <w:r w:rsidR="00276CCE">
        <w:t>’</w:t>
      </w:r>
      <w:r w:rsidRPr="00DA4E77">
        <w:t>enchevêtrement voulu des caractères</w:t>
      </w:r>
      <w:r w:rsidR="00276CCE">
        <w:t xml:space="preserve">. </w:t>
      </w:r>
      <w:r w:rsidRPr="00DA4E77">
        <w:t>Le pr</w:t>
      </w:r>
      <w:r w:rsidRPr="00DA4E77">
        <w:t>e</w:t>
      </w:r>
      <w:r w:rsidRPr="00DA4E77">
        <w:t>mier sphinx</w:t>
      </w:r>
      <w:r w:rsidR="00276CCE">
        <w:t xml:space="preserve">, </w:t>
      </w:r>
      <w:r w:rsidRPr="00DA4E77">
        <w:t>celui de droite</w:t>
      </w:r>
      <w:r w:rsidR="00276CCE">
        <w:t xml:space="preserve">, </w:t>
      </w:r>
      <w:r w:rsidRPr="00DA4E77">
        <w:t>dit</w:t>
      </w:r>
      <w:r w:rsidR="00276CCE">
        <w:t> :</w:t>
      </w:r>
    </w:p>
    <w:p w14:paraId="7227B286" w14:textId="77777777" w:rsidR="00276CCE" w:rsidRDefault="002A4158" w:rsidP="002A4158">
      <w:pPr>
        <w:pStyle w:val="NormalRetraitGauche2XIndent0"/>
        <w:spacing w:before="0" w:after="0"/>
        <w:rPr>
          <w:i/>
          <w:iCs/>
        </w:rPr>
      </w:pPr>
      <w:r w:rsidRPr="00734989">
        <w:rPr>
          <w:i/>
          <w:iCs/>
        </w:rPr>
        <w:t>Tu ne seras plus homme</w:t>
      </w:r>
      <w:r w:rsidR="00276CCE">
        <w:rPr>
          <w:i/>
          <w:iCs/>
        </w:rPr>
        <w:t>,</w:t>
      </w:r>
    </w:p>
    <w:p w14:paraId="1A2D738B" w14:textId="77777777" w:rsidR="00276CCE" w:rsidRDefault="002A4158" w:rsidP="002A4158">
      <w:pPr>
        <w:pStyle w:val="NormalRetraitGauche2XIndent0"/>
        <w:spacing w:before="0" w:after="0"/>
        <w:rPr>
          <w:i/>
        </w:rPr>
      </w:pPr>
      <w:r w:rsidRPr="00734989">
        <w:rPr>
          <w:i/>
          <w:iCs/>
        </w:rPr>
        <w:t>Tu ne seras pas dieu</w:t>
      </w:r>
      <w:r w:rsidR="00276CCE">
        <w:rPr>
          <w:i/>
        </w:rPr>
        <w:t>…</w:t>
      </w:r>
    </w:p>
    <w:p w14:paraId="58BB7B3B" w14:textId="77777777" w:rsidR="00276CCE" w:rsidRDefault="002A4158" w:rsidP="002A4158">
      <w:r w:rsidRPr="00DA4E77">
        <w:t>Le second proclame</w:t>
      </w:r>
      <w:r w:rsidR="00276CCE">
        <w:t> :</w:t>
      </w:r>
    </w:p>
    <w:p w14:paraId="2464B56B" w14:textId="5CB64D2C" w:rsidR="002A4158" w:rsidRPr="00734989" w:rsidRDefault="002A4158" w:rsidP="002A4158">
      <w:pPr>
        <w:pStyle w:val="NormalRetraitGauche2XIndent0"/>
        <w:spacing w:before="0" w:after="0"/>
        <w:rPr>
          <w:i/>
          <w:iCs/>
        </w:rPr>
      </w:pPr>
      <w:r w:rsidRPr="00734989">
        <w:rPr>
          <w:i/>
          <w:iCs/>
        </w:rPr>
        <w:lastRenderedPageBreak/>
        <w:t>Tu tournes toi-même</w:t>
      </w:r>
    </w:p>
    <w:p w14:paraId="0782C99A" w14:textId="77777777" w:rsidR="00276CCE" w:rsidRDefault="002A4158" w:rsidP="002A4158">
      <w:pPr>
        <w:pStyle w:val="NormalRetraitGauche2XIndent0"/>
        <w:spacing w:before="0" w:after="0"/>
        <w:rPr>
          <w:i/>
        </w:rPr>
      </w:pPr>
      <w:r w:rsidRPr="00734989">
        <w:rPr>
          <w:i/>
          <w:iCs/>
        </w:rPr>
        <w:t>La roue du destin</w:t>
      </w:r>
      <w:r w:rsidR="00276CCE">
        <w:rPr>
          <w:i/>
        </w:rPr>
        <w:t>…</w:t>
      </w:r>
    </w:p>
    <w:p w14:paraId="30C9A7C5" w14:textId="77777777" w:rsidR="00276CCE" w:rsidRDefault="002A4158" w:rsidP="002A4158">
      <w:r w:rsidRPr="00DA4E77">
        <w:t>Et le troisième porte cette inscription troublante</w:t>
      </w:r>
      <w:r w:rsidR="00276CCE">
        <w:t> :</w:t>
      </w:r>
    </w:p>
    <w:p w14:paraId="742C1D81" w14:textId="3F7CC621" w:rsidR="002A4158" w:rsidRPr="00734989" w:rsidRDefault="002A4158" w:rsidP="002A4158">
      <w:pPr>
        <w:pStyle w:val="NormalRetraitGauche2XIndent0"/>
        <w:spacing w:before="0" w:after="0"/>
        <w:rPr>
          <w:i/>
          <w:iCs/>
        </w:rPr>
      </w:pPr>
      <w:r w:rsidRPr="00734989">
        <w:rPr>
          <w:i/>
          <w:iCs/>
        </w:rPr>
        <w:t>Un grand soir viendra</w:t>
      </w:r>
    </w:p>
    <w:p w14:paraId="0B4B48AE" w14:textId="77777777" w:rsidR="00276CCE" w:rsidRDefault="002A4158" w:rsidP="002A4158">
      <w:pPr>
        <w:pStyle w:val="NormalRetraitGauche2XIndent0"/>
        <w:spacing w:before="0" w:after="0"/>
        <w:rPr>
          <w:i/>
        </w:rPr>
      </w:pPr>
      <w:r w:rsidRPr="00734989">
        <w:rPr>
          <w:i/>
          <w:iCs/>
        </w:rPr>
        <w:t>Sans nouvelle aurore</w:t>
      </w:r>
      <w:r w:rsidR="00276CCE">
        <w:rPr>
          <w:i/>
        </w:rPr>
        <w:t>.</w:t>
      </w:r>
    </w:p>
    <w:p w14:paraId="65DE90D9" w14:textId="77777777" w:rsidR="00276CCE" w:rsidRDefault="002A4158" w:rsidP="002A4158">
      <w:r w:rsidRPr="00DA4E77">
        <w:t>Mais</w:t>
      </w:r>
      <w:r w:rsidR="00276CCE">
        <w:t xml:space="preserve">, </w:t>
      </w:r>
      <w:r w:rsidRPr="00DA4E77">
        <w:t>en levant les yeux</w:t>
      </w:r>
      <w:r w:rsidR="00276CCE">
        <w:t xml:space="preserve">, </w:t>
      </w:r>
      <w:r w:rsidRPr="00DA4E77">
        <w:t>entre les trois côtés du triangle brillant qui domine l</w:t>
      </w:r>
      <w:r w:rsidR="00276CCE">
        <w:t>’</w:t>
      </w:r>
      <w:r w:rsidRPr="00DA4E77">
        <w:t>autel</w:t>
      </w:r>
      <w:r w:rsidR="00276CCE">
        <w:t xml:space="preserve">, </w:t>
      </w:r>
      <w:proofErr w:type="spellStart"/>
      <w:r w:rsidRPr="00DA4E77">
        <w:t>Hermos</w:t>
      </w:r>
      <w:proofErr w:type="spellEnd"/>
      <w:r w:rsidRPr="00DA4E77">
        <w:t xml:space="preserve"> voit luire</w:t>
      </w:r>
      <w:r w:rsidR="00276CCE">
        <w:t xml:space="preserve">, </w:t>
      </w:r>
      <w:r w:rsidRPr="00DA4E77">
        <w:t>en pierres lum</w:t>
      </w:r>
      <w:r w:rsidRPr="00DA4E77">
        <w:t>i</w:t>
      </w:r>
      <w:r w:rsidRPr="00DA4E77">
        <w:t>neuses</w:t>
      </w:r>
      <w:r w:rsidR="00276CCE">
        <w:t xml:space="preserve">, </w:t>
      </w:r>
      <w:r w:rsidRPr="00DA4E77">
        <w:t>l</w:t>
      </w:r>
      <w:r w:rsidR="00276CCE">
        <w:t>’</w:t>
      </w:r>
      <w:r w:rsidRPr="00DA4E77">
        <w:t>inscription suivante que l</w:t>
      </w:r>
      <w:r w:rsidR="00276CCE">
        <w:t>’</w:t>
      </w:r>
      <w:r w:rsidRPr="00DA4E77">
        <w:t>opinion populaire et trad</w:t>
      </w:r>
      <w:r w:rsidRPr="00DA4E77">
        <w:t>i</w:t>
      </w:r>
      <w:r w:rsidRPr="00DA4E77">
        <w:t>tionnelle attribue à la seule gloire d</w:t>
      </w:r>
      <w:r w:rsidR="00276CCE">
        <w:t>’</w:t>
      </w:r>
      <w:r w:rsidRPr="00DA4E77">
        <w:t>Atlantis</w:t>
      </w:r>
      <w:r w:rsidR="00276CCE">
        <w:t> :</w:t>
      </w:r>
    </w:p>
    <w:p w14:paraId="533783B5" w14:textId="622FFBDF" w:rsidR="00734989" w:rsidRDefault="00734989" w:rsidP="00276CCE">
      <w:pPr>
        <w:pStyle w:val="CentrEspAvt0EspApr0"/>
      </w:pPr>
      <w:r>
        <w:t>UN GRAND PEUPLE NE PEUT MOURIR</w:t>
      </w:r>
    </w:p>
    <w:p w14:paraId="13C48B0D" w14:textId="77777777" w:rsidR="002A4158" w:rsidRPr="00DA4E77" w:rsidRDefault="002A4158" w:rsidP="00276CCE">
      <w:pPr>
        <w:pStyle w:val="CentrEspAvt0EspApr0"/>
      </w:pPr>
      <w:r w:rsidRPr="00DA4E77">
        <w:t>QUE DE LUI-MÊME</w:t>
      </w:r>
    </w:p>
    <w:p w14:paraId="731D88B9" w14:textId="77777777" w:rsidR="00276CCE" w:rsidRDefault="002A4158" w:rsidP="002A4158">
      <w:r w:rsidRPr="00DA4E77">
        <w:t>Sur ces paroles tant de fois millénaires</w:t>
      </w:r>
      <w:r w:rsidR="00276CCE">
        <w:t xml:space="preserve">, </w:t>
      </w:r>
      <w:r w:rsidRPr="00DA4E77">
        <w:t>les Apôtres épu</w:t>
      </w:r>
      <w:r w:rsidRPr="00DA4E77">
        <w:t>i</w:t>
      </w:r>
      <w:r w:rsidRPr="00DA4E77">
        <w:t>sent à chaque fête la sagacité de leurs esprits</w:t>
      </w:r>
      <w:r w:rsidR="00276CCE">
        <w:t xml:space="preserve">. </w:t>
      </w:r>
      <w:proofErr w:type="spellStart"/>
      <w:r w:rsidRPr="00DA4E77">
        <w:t>Ossur</w:t>
      </w:r>
      <w:proofErr w:type="spellEnd"/>
      <w:r w:rsidRPr="00DA4E77">
        <w:t xml:space="preserve"> et Hermès eux-mêmes</w:t>
      </w:r>
      <w:r w:rsidR="00276CCE">
        <w:t xml:space="preserve">, </w:t>
      </w:r>
      <w:r w:rsidRPr="00DA4E77">
        <w:t>jusqu</w:t>
      </w:r>
      <w:r w:rsidR="00276CCE">
        <w:t>’</w:t>
      </w:r>
      <w:r w:rsidRPr="00DA4E77">
        <w:t xml:space="preserve">au grand </w:t>
      </w:r>
      <w:proofErr w:type="spellStart"/>
      <w:r w:rsidRPr="00DA4E77">
        <w:t>Oréus</w:t>
      </w:r>
      <w:proofErr w:type="spellEnd"/>
      <w:r w:rsidR="00276CCE">
        <w:t xml:space="preserve">, </w:t>
      </w:r>
      <w:r w:rsidRPr="00DA4E77">
        <w:t>n</w:t>
      </w:r>
      <w:r w:rsidR="00276CCE">
        <w:t>’</w:t>
      </w:r>
      <w:r w:rsidRPr="00DA4E77">
        <w:t>ont jamais donné de ces verbes étranges que des commentaires symboliques</w:t>
      </w:r>
      <w:r w:rsidR="00276CCE">
        <w:t xml:space="preserve">, </w:t>
      </w:r>
      <w:r w:rsidRPr="00DA4E77">
        <w:t>à triple sens</w:t>
      </w:r>
      <w:r w:rsidR="00276CCE">
        <w:t xml:space="preserve">. </w:t>
      </w:r>
      <w:proofErr w:type="spellStart"/>
      <w:r w:rsidRPr="00DA4E77">
        <w:t>Hermos</w:t>
      </w:r>
      <w:proofErr w:type="spellEnd"/>
      <w:r w:rsidRPr="00DA4E77">
        <w:t xml:space="preserve"> éprouve une sorte de vertige</w:t>
      </w:r>
      <w:r w:rsidR="00276CCE">
        <w:t xml:space="preserve">. </w:t>
      </w:r>
      <w:r w:rsidRPr="00DA4E77">
        <w:t>Le front dans ses mains</w:t>
      </w:r>
      <w:r w:rsidR="00276CCE">
        <w:t xml:space="preserve">, </w:t>
      </w:r>
      <w:r w:rsidRPr="00DA4E77">
        <w:t>il s</w:t>
      </w:r>
      <w:r w:rsidR="00276CCE">
        <w:t>’</w:t>
      </w:r>
      <w:r w:rsidRPr="00DA4E77">
        <w:t>incline et prie</w:t>
      </w:r>
      <w:r w:rsidR="00276CCE">
        <w:t> :</w:t>
      </w:r>
    </w:p>
    <w:p w14:paraId="72F7B04E" w14:textId="2667B1D2" w:rsidR="002A4158" w:rsidRPr="00DA4E77" w:rsidRDefault="00276CCE" w:rsidP="002A4158">
      <w:r>
        <w:t>« </w:t>
      </w:r>
      <w:r w:rsidR="002A4158" w:rsidRPr="00DA4E77">
        <w:t>Feu invisible</w:t>
      </w:r>
      <w:r>
        <w:t xml:space="preserve">, </w:t>
      </w:r>
      <w:r w:rsidR="002A4158" w:rsidRPr="00DA4E77">
        <w:t>Source de vie</w:t>
      </w:r>
      <w:r>
        <w:t xml:space="preserve">, </w:t>
      </w:r>
      <w:r w:rsidR="002A4158" w:rsidRPr="00DA4E77">
        <w:t>Père des astres</w:t>
      </w:r>
      <w:r>
        <w:t xml:space="preserve">, </w:t>
      </w:r>
      <w:r w:rsidR="002A4158" w:rsidRPr="00DA4E77">
        <w:t>Dieu inco</w:t>
      </w:r>
      <w:r w:rsidR="002A4158" w:rsidRPr="00DA4E77">
        <w:t>n</w:t>
      </w:r>
      <w:r w:rsidR="002A4158" w:rsidRPr="00DA4E77">
        <w:t>nu</w:t>
      </w:r>
      <w:r>
        <w:t xml:space="preserve">, </w:t>
      </w:r>
      <w:r w:rsidR="002A4158" w:rsidRPr="00DA4E77">
        <w:t>ô Maître de la Terre</w:t>
      </w:r>
      <w:r>
        <w:t xml:space="preserve">, </w:t>
      </w:r>
      <w:r w:rsidR="002A4158" w:rsidRPr="00DA4E77">
        <w:t>ô Prince de l</w:t>
      </w:r>
      <w:r>
        <w:t>’</w:t>
      </w:r>
      <w:r w:rsidR="002A4158" w:rsidRPr="00DA4E77">
        <w:t>Azur</w:t>
      </w:r>
      <w:r>
        <w:t xml:space="preserve">, </w:t>
      </w:r>
      <w:r w:rsidR="002A4158" w:rsidRPr="00DA4E77">
        <w:t>ô Roi du Ciel</w:t>
      </w:r>
      <w:r>
        <w:t xml:space="preserve">, </w:t>
      </w:r>
      <w:r w:rsidR="002A4158" w:rsidRPr="00DA4E77">
        <w:t>toi qui vis à la fois dans le frémissement des nébuleuses et dans le fri</w:t>
      </w:r>
      <w:r w:rsidR="002A4158" w:rsidRPr="00DA4E77">
        <w:t>s</w:t>
      </w:r>
      <w:r w:rsidR="002A4158" w:rsidRPr="00DA4E77">
        <w:t>son du brin d</w:t>
      </w:r>
      <w:r>
        <w:t>’</w:t>
      </w:r>
      <w:r w:rsidR="002A4158" w:rsidRPr="00DA4E77">
        <w:t>herbe</w:t>
      </w:r>
      <w:r>
        <w:t xml:space="preserve"> ; </w:t>
      </w:r>
      <w:r w:rsidR="002A4158" w:rsidRPr="00DA4E77">
        <w:t>ô Seigneur</w:t>
      </w:r>
      <w:r>
        <w:t xml:space="preserve">, </w:t>
      </w:r>
      <w:r w:rsidR="002A4158" w:rsidRPr="00DA4E77">
        <w:t>accorde-moi la force de co</w:t>
      </w:r>
      <w:r w:rsidR="002A4158" w:rsidRPr="00DA4E77">
        <w:t>m</w:t>
      </w:r>
      <w:r w:rsidR="002A4158" w:rsidRPr="00DA4E77">
        <w:t>prendre ton ordre éternel pour répandre sur la Cité-Reine et sur le monde qui l</w:t>
      </w:r>
      <w:r>
        <w:t>’</w:t>
      </w:r>
      <w:r w:rsidR="002A4158" w:rsidRPr="00DA4E77">
        <w:t>entoure</w:t>
      </w:r>
      <w:r>
        <w:t xml:space="preserve">, </w:t>
      </w:r>
      <w:r w:rsidR="002A4158" w:rsidRPr="00DA4E77">
        <w:t>le foyer d</w:t>
      </w:r>
      <w:r>
        <w:t>’</w:t>
      </w:r>
      <w:r w:rsidR="002A4158" w:rsidRPr="00DA4E77">
        <w:t>amour dont tu m</w:t>
      </w:r>
      <w:r>
        <w:t>’</w:t>
      </w:r>
      <w:r w:rsidR="002A4158" w:rsidRPr="00DA4E77">
        <w:t>as brûlé</w:t>
      </w:r>
      <w:r>
        <w:t>… »</w:t>
      </w:r>
    </w:p>
    <w:p w14:paraId="28F32D8D" w14:textId="77777777" w:rsidR="00276CCE" w:rsidRDefault="002A4158" w:rsidP="002A4158">
      <w:r w:rsidRPr="00DA4E77">
        <w:t>Se relevant alors</w:t>
      </w:r>
      <w:r w:rsidR="00276CCE">
        <w:t xml:space="preserve">, </w:t>
      </w:r>
      <w:r w:rsidRPr="00DA4E77">
        <w:t>et se tournant vers les images des Princes défunts</w:t>
      </w:r>
      <w:r w:rsidR="00276CCE">
        <w:t> :</w:t>
      </w:r>
    </w:p>
    <w:p w14:paraId="0E80216F" w14:textId="4F130D54" w:rsidR="002A4158" w:rsidRPr="00DA4E77" w:rsidRDefault="00276CCE" w:rsidP="002A4158">
      <w:r>
        <w:t>« </w:t>
      </w:r>
      <w:r w:rsidR="002A4158" w:rsidRPr="00DA4E77">
        <w:t>Intercédez pour moi</w:t>
      </w:r>
      <w:r>
        <w:t xml:space="preserve">, </w:t>
      </w:r>
      <w:r w:rsidR="002A4158" w:rsidRPr="00DA4E77">
        <w:t>intercédez pour nous</w:t>
      </w:r>
      <w:r>
        <w:t xml:space="preserve">, </w:t>
      </w:r>
      <w:r w:rsidR="002A4158" w:rsidRPr="00DA4E77">
        <w:t>âmes dont l</w:t>
      </w:r>
      <w:r>
        <w:t>’</w:t>
      </w:r>
      <w:r w:rsidR="002A4158" w:rsidRPr="00DA4E77">
        <w:t>éclat sut illuminer la terre</w:t>
      </w:r>
      <w:r>
        <w:t xml:space="preserve"> ; </w:t>
      </w:r>
      <w:r w:rsidR="002A4158" w:rsidRPr="00DA4E77">
        <w:t>âmes qui</w:t>
      </w:r>
      <w:r>
        <w:t xml:space="preserve">, </w:t>
      </w:r>
      <w:r w:rsidR="002A4158" w:rsidRPr="00DA4E77">
        <w:t>maintenant</w:t>
      </w:r>
      <w:r>
        <w:t xml:space="preserve">, </w:t>
      </w:r>
      <w:r w:rsidR="002A4158" w:rsidRPr="00DA4E77">
        <w:t>montez</w:t>
      </w:r>
      <w:r>
        <w:t xml:space="preserve">, </w:t>
      </w:r>
      <w:r w:rsidR="002A4158" w:rsidRPr="00DA4E77">
        <w:t>en échelle infinie</w:t>
      </w:r>
      <w:r>
        <w:t xml:space="preserve">, </w:t>
      </w:r>
      <w:r w:rsidR="002A4158" w:rsidRPr="00DA4E77">
        <w:t xml:space="preserve">de notre sol obscur au foyer de la Splendeur </w:t>
      </w:r>
      <w:r w:rsidR="002A4158" w:rsidRPr="00DA4E77">
        <w:lastRenderedPageBreak/>
        <w:t>v</w:t>
      </w:r>
      <w:r w:rsidR="002A4158" w:rsidRPr="00DA4E77">
        <w:t>i</w:t>
      </w:r>
      <w:r w:rsidR="002A4158" w:rsidRPr="00DA4E77">
        <w:t>vante</w:t>
      </w:r>
      <w:r>
        <w:t xml:space="preserve">. </w:t>
      </w:r>
      <w:r w:rsidR="002A4158" w:rsidRPr="00DA4E77">
        <w:t>Faites qu</w:t>
      </w:r>
      <w:r>
        <w:t>’</w:t>
      </w:r>
      <w:r w:rsidR="002A4158" w:rsidRPr="00DA4E77">
        <w:t>Atlantis jamais ne meure</w:t>
      </w:r>
      <w:r>
        <w:t xml:space="preserve">, </w:t>
      </w:r>
      <w:r w:rsidR="002A4158" w:rsidRPr="00DA4E77">
        <w:t>ni des autres</w:t>
      </w:r>
      <w:r>
        <w:t xml:space="preserve">, </w:t>
      </w:r>
      <w:r w:rsidR="002A4158" w:rsidRPr="00DA4E77">
        <w:t>ni d</w:t>
      </w:r>
      <w:r>
        <w:t>’</w:t>
      </w:r>
      <w:r w:rsidR="002A4158" w:rsidRPr="00DA4E77">
        <w:t>elle-même</w:t>
      </w:r>
      <w:r>
        <w:t xml:space="preserve">, </w:t>
      </w:r>
      <w:r w:rsidR="002A4158" w:rsidRPr="00DA4E77">
        <w:t>et que jamais ne s</w:t>
      </w:r>
      <w:r>
        <w:t>’</w:t>
      </w:r>
      <w:r w:rsidR="002A4158" w:rsidRPr="00DA4E77">
        <w:t>étende sur elle ce grand soir mystérieux qu</w:t>
      </w:r>
      <w:r>
        <w:t>’</w:t>
      </w:r>
      <w:r w:rsidR="002A4158" w:rsidRPr="00DA4E77">
        <w:t>aucune aurore ne suivra</w:t>
      </w:r>
      <w:r>
        <w:t> ! »</w:t>
      </w:r>
    </w:p>
    <w:p w14:paraId="43945E33" w14:textId="77777777" w:rsidR="00276CCE" w:rsidRDefault="002A4158" w:rsidP="002A4158">
      <w:r w:rsidRPr="00DA4E77">
        <w:t>Maintenant</w:t>
      </w:r>
      <w:r w:rsidR="00276CCE">
        <w:t xml:space="preserve">, </w:t>
      </w:r>
      <w:proofErr w:type="spellStart"/>
      <w:r w:rsidRPr="00DA4E77">
        <w:t>Hermos</w:t>
      </w:r>
      <w:proofErr w:type="spellEnd"/>
      <w:r w:rsidRPr="00DA4E77">
        <w:t xml:space="preserve"> se sent rempli d</w:t>
      </w:r>
      <w:r w:rsidR="00276CCE">
        <w:t>’</w:t>
      </w:r>
      <w:r w:rsidRPr="00DA4E77">
        <w:t>une force inespérée</w:t>
      </w:r>
      <w:r w:rsidR="00276CCE">
        <w:t xml:space="preserve">. </w:t>
      </w:r>
      <w:r w:rsidRPr="00DA4E77">
        <w:t>L</w:t>
      </w:r>
      <w:r w:rsidR="00276CCE">
        <w:t>’</w:t>
      </w:r>
      <w:r w:rsidRPr="00DA4E77">
        <w:t>exaltation de la prière a haussé son cœur vers le désir d</w:t>
      </w:r>
      <w:r w:rsidR="00276CCE">
        <w:t>’</w:t>
      </w:r>
      <w:r w:rsidRPr="00DA4E77">
        <w:t>héroïsme</w:t>
      </w:r>
      <w:r w:rsidR="00276CCE">
        <w:t xml:space="preserve">. </w:t>
      </w:r>
      <w:r w:rsidRPr="00DA4E77">
        <w:t>Il n</w:t>
      </w:r>
      <w:r w:rsidR="00276CCE">
        <w:t>’</w:t>
      </w:r>
      <w:r w:rsidRPr="00DA4E77">
        <w:t>a plus peur</w:t>
      </w:r>
      <w:r w:rsidR="00276CCE">
        <w:t xml:space="preserve">. </w:t>
      </w:r>
      <w:r w:rsidRPr="00DA4E77">
        <w:t>Il sent qu</w:t>
      </w:r>
      <w:r w:rsidR="00276CCE">
        <w:t>’</w:t>
      </w:r>
      <w:r w:rsidRPr="00DA4E77">
        <w:t>Atlantis vit en lui</w:t>
      </w:r>
      <w:r w:rsidR="00276CCE">
        <w:t xml:space="preserve">, </w:t>
      </w:r>
      <w:r w:rsidRPr="00DA4E77">
        <w:t>et qu</w:t>
      </w:r>
      <w:r w:rsidR="00276CCE">
        <w:t>’</w:t>
      </w:r>
      <w:r w:rsidRPr="00DA4E77">
        <w:t>il vit pour elle</w:t>
      </w:r>
      <w:r w:rsidR="00276CCE">
        <w:t>.</w:t>
      </w:r>
    </w:p>
    <w:p w14:paraId="388BCBA8" w14:textId="77777777" w:rsidR="00276CCE" w:rsidRDefault="002A4158" w:rsidP="002A4158">
      <w:r w:rsidRPr="00DA4E77">
        <w:t>Mais là-bas</w:t>
      </w:r>
      <w:r w:rsidR="00276CCE">
        <w:t xml:space="preserve">, </w:t>
      </w:r>
      <w:r w:rsidRPr="00DA4E77">
        <w:t>contre la porte</w:t>
      </w:r>
      <w:r w:rsidR="00276CCE">
        <w:t xml:space="preserve">, </w:t>
      </w:r>
      <w:r w:rsidRPr="00DA4E77">
        <w:t>on entend du bruit</w:t>
      </w:r>
      <w:r w:rsidR="00276CCE">
        <w:t xml:space="preserve">. </w:t>
      </w:r>
      <w:r w:rsidRPr="00DA4E77">
        <w:t>La tro</w:t>
      </w:r>
      <w:r w:rsidRPr="00DA4E77">
        <w:t>m</w:t>
      </w:r>
      <w:r w:rsidRPr="00DA4E77">
        <w:t>pette sonne</w:t>
      </w:r>
      <w:r w:rsidR="00276CCE">
        <w:t xml:space="preserve">. </w:t>
      </w:r>
      <w:r w:rsidRPr="00DA4E77">
        <w:t xml:space="preserve">Les Apôtres vont entrer dans le Temple et </w:t>
      </w:r>
      <w:proofErr w:type="spellStart"/>
      <w:r w:rsidRPr="00DA4E77">
        <w:t>Hermos</w:t>
      </w:r>
      <w:proofErr w:type="spellEnd"/>
      <w:r w:rsidRPr="00DA4E77">
        <w:t xml:space="preserve"> n</w:t>
      </w:r>
      <w:r w:rsidR="00276CCE">
        <w:t>’</w:t>
      </w:r>
      <w:r w:rsidRPr="00DA4E77">
        <w:t>a que le temps de se réfugier dans un recoin sombre</w:t>
      </w:r>
      <w:r w:rsidR="00276CCE">
        <w:t>.</w:t>
      </w:r>
    </w:p>
    <w:p w14:paraId="29FD0AC9" w14:textId="77777777" w:rsidR="00276CCE" w:rsidRDefault="002A4158" w:rsidP="002A4158">
      <w:r w:rsidRPr="00DA4E77">
        <w:t>Un à un</w:t>
      </w:r>
      <w:r w:rsidR="00276CCE">
        <w:t xml:space="preserve">, </w:t>
      </w:r>
      <w:r w:rsidRPr="00DA4E77">
        <w:t xml:space="preserve">précédés de </w:t>
      </w:r>
      <w:proofErr w:type="spellStart"/>
      <w:r w:rsidRPr="00DA4E77">
        <w:t>Thébao</w:t>
      </w:r>
      <w:proofErr w:type="spellEnd"/>
      <w:r w:rsidR="00276CCE">
        <w:t xml:space="preserve">, </w:t>
      </w:r>
      <w:r w:rsidRPr="00DA4E77">
        <w:t>chef des prêtres</w:t>
      </w:r>
      <w:r w:rsidR="00276CCE">
        <w:t xml:space="preserve">, </w:t>
      </w:r>
      <w:r w:rsidRPr="00DA4E77">
        <w:t>les Apôtres se dispersent derrière les colonnes</w:t>
      </w:r>
      <w:r w:rsidR="00276CCE">
        <w:t xml:space="preserve">. </w:t>
      </w:r>
      <w:r w:rsidRPr="00DA4E77">
        <w:t>D</w:t>
      </w:r>
      <w:r w:rsidR="00276CCE">
        <w:t>’</w:t>
      </w:r>
      <w:r w:rsidRPr="00DA4E77">
        <w:t>abord viennent les Frères du Silence</w:t>
      </w:r>
      <w:r w:rsidR="00276CCE">
        <w:t xml:space="preserve">, </w:t>
      </w:r>
      <w:r w:rsidRPr="00DA4E77">
        <w:t>prêtres du Sphinx</w:t>
      </w:r>
      <w:r w:rsidR="00276CCE">
        <w:t xml:space="preserve">, </w:t>
      </w:r>
      <w:r w:rsidRPr="00DA4E77">
        <w:t>voués à ne jamais prendre part ni aux disputes ni aux ambitions des Apôtres actifs</w:t>
      </w:r>
      <w:r w:rsidR="00276CCE">
        <w:t xml:space="preserve">. </w:t>
      </w:r>
      <w:r w:rsidRPr="00DA4E77">
        <w:t>Ils sont à la fois leurs serviteurs et leurs maîtres</w:t>
      </w:r>
      <w:r w:rsidR="00276CCE">
        <w:t xml:space="preserve">. </w:t>
      </w:r>
      <w:r w:rsidRPr="00DA4E77">
        <w:t>Leurs serviteurs</w:t>
      </w:r>
      <w:r w:rsidR="00276CCE">
        <w:t xml:space="preserve">, </w:t>
      </w:r>
      <w:r w:rsidRPr="00DA4E77">
        <w:t>car ils exécutent les ordres du collège</w:t>
      </w:r>
      <w:r w:rsidR="00276CCE">
        <w:t xml:space="preserve"> ; </w:t>
      </w:r>
      <w:r w:rsidRPr="00DA4E77">
        <w:t>leurs maîtres aussi</w:t>
      </w:r>
      <w:r w:rsidR="00276CCE">
        <w:t xml:space="preserve">, </w:t>
      </w:r>
      <w:r w:rsidRPr="00DA4E77">
        <w:t>car ce sont eux qui détiennent les clefs du lieu caché où l</w:t>
      </w:r>
      <w:r w:rsidR="00276CCE">
        <w:t>’</w:t>
      </w:r>
      <w:r w:rsidRPr="00DA4E77">
        <w:t>on enferme les s</w:t>
      </w:r>
      <w:r w:rsidRPr="00DA4E77">
        <w:t>e</w:t>
      </w:r>
      <w:r w:rsidRPr="00DA4E77">
        <w:t>crets accumulés de la science atlante</w:t>
      </w:r>
      <w:r w:rsidR="00276CCE">
        <w:t xml:space="preserve"> ; </w:t>
      </w:r>
      <w:r w:rsidRPr="00DA4E77">
        <w:t>et nul n</w:t>
      </w:r>
      <w:r w:rsidR="00276CCE">
        <w:t>’</w:t>
      </w:r>
      <w:r w:rsidRPr="00DA4E77">
        <w:t>y peut pénétrer avec eux</w:t>
      </w:r>
      <w:r w:rsidR="00276CCE">
        <w:t xml:space="preserve">, </w:t>
      </w:r>
      <w:r w:rsidRPr="00DA4E77">
        <w:t>hormis le Prince des Apôtres</w:t>
      </w:r>
      <w:r w:rsidR="00276CCE">
        <w:t xml:space="preserve">, </w:t>
      </w:r>
      <w:r w:rsidRPr="00DA4E77">
        <w:t>maître suprême</w:t>
      </w:r>
      <w:r w:rsidR="00276CCE">
        <w:t xml:space="preserve">. </w:t>
      </w:r>
      <w:r w:rsidRPr="00DA4E77">
        <w:t>Puis viennent</w:t>
      </w:r>
      <w:r w:rsidR="00276CCE">
        <w:t xml:space="preserve">, </w:t>
      </w:r>
      <w:r w:rsidRPr="00DA4E77">
        <w:t>par groupes divers</w:t>
      </w:r>
      <w:r w:rsidR="00276CCE">
        <w:t xml:space="preserve">, </w:t>
      </w:r>
      <w:r w:rsidRPr="00DA4E77">
        <w:t>les Apôtres</w:t>
      </w:r>
      <w:r w:rsidR="00276CCE">
        <w:t xml:space="preserve">, </w:t>
      </w:r>
      <w:r w:rsidRPr="00DA4E77">
        <w:t>dont le nombre</w:t>
      </w:r>
      <w:r w:rsidR="00276CCE">
        <w:t xml:space="preserve">, </w:t>
      </w:r>
      <w:r w:rsidRPr="00DA4E77">
        <w:t>d</w:t>
      </w:r>
      <w:r w:rsidR="00276CCE">
        <w:t>’</w:t>
      </w:r>
      <w:r w:rsidRPr="00DA4E77">
        <w:t>année en année</w:t>
      </w:r>
      <w:r w:rsidR="00276CCE">
        <w:t xml:space="preserve">, </w:t>
      </w:r>
      <w:r w:rsidRPr="00DA4E77">
        <w:t>grossit sans cesse</w:t>
      </w:r>
      <w:r w:rsidR="00276CCE">
        <w:t xml:space="preserve">. </w:t>
      </w:r>
      <w:r w:rsidRPr="00DA4E77">
        <w:t>Malgré les efforts d</w:t>
      </w:r>
      <w:r w:rsidR="00276CCE">
        <w:t>’</w:t>
      </w:r>
      <w:proofErr w:type="spellStart"/>
      <w:r w:rsidRPr="00DA4E77">
        <w:t>Oréus</w:t>
      </w:r>
      <w:proofErr w:type="spellEnd"/>
      <w:r w:rsidRPr="00DA4E77">
        <w:t xml:space="preserve"> et d</w:t>
      </w:r>
      <w:r w:rsidR="00276CCE">
        <w:t>’</w:t>
      </w:r>
      <w:proofErr w:type="spellStart"/>
      <w:r w:rsidRPr="00DA4E77">
        <w:t>Hellas</w:t>
      </w:r>
      <w:proofErr w:type="spellEnd"/>
      <w:r w:rsidRPr="00DA4E77">
        <w:t xml:space="preserve"> pour empêcher l</w:t>
      </w:r>
      <w:r w:rsidR="00276CCE">
        <w:t>’</w:t>
      </w:r>
      <w:r w:rsidRPr="00DA4E77">
        <w:t>invasion du Temple</w:t>
      </w:r>
      <w:r w:rsidR="00276CCE">
        <w:t xml:space="preserve">, </w:t>
      </w:r>
      <w:r w:rsidRPr="00DA4E77">
        <w:t>le collège a voulu accueillir de nouveaux adeptes fournis par toutes les cla</w:t>
      </w:r>
      <w:r w:rsidRPr="00DA4E77">
        <w:t>s</w:t>
      </w:r>
      <w:r w:rsidRPr="00DA4E77">
        <w:t>ses de la Cité</w:t>
      </w:r>
      <w:r w:rsidR="00276CCE">
        <w:t>.</w:t>
      </w:r>
    </w:p>
    <w:p w14:paraId="13D1D356" w14:textId="77777777" w:rsidR="00276CCE" w:rsidRDefault="002A4158" w:rsidP="002A4158">
      <w:r w:rsidRPr="00DA4E77">
        <w:t>En tête marchent les architectes</w:t>
      </w:r>
      <w:r w:rsidR="00276CCE">
        <w:t xml:space="preserve">, </w:t>
      </w:r>
      <w:r w:rsidRPr="00DA4E77">
        <w:t>à qui reviennent les plus grands honneurs</w:t>
      </w:r>
      <w:r w:rsidR="00276CCE">
        <w:t xml:space="preserve">. </w:t>
      </w:r>
      <w:r w:rsidRPr="00DA4E77">
        <w:t>Derrière eux</w:t>
      </w:r>
      <w:r w:rsidR="00276CCE">
        <w:t xml:space="preserve">, </w:t>
      </w:r>
      <w:r w:rsidRPr="00DA4E77">
        <w:t>les professions sont mêlées en désordre</w:t>
      </w:r>
      <w:r w:rsidR="00276CCE">
        <w:t xml:space="preserve">, </w:t>
      </w:r>
      <w:r w:rsidRPr="00DA4E77">
        <w:t>et des changeurs d</w:t>
      </w:r>
      <w:r w:rsidR="00276CCE">
        <w:t>’</w:t>
      </w:r>
      <w:r w:rsidRPr="00DA4E77">
        <w:t>or</w:t>
      </w:r>
      <w:r w:rsidR="00276CCE">
        <w:t xml:space="preserve">, </w:t>
      </w:r>
      <w:r w:rsidRPr="00DA4E77">
        <w:t>des marchands de pourpre</w:t>
      </w:r>
      <w:r w:rsidR="00276CCE">
        <w:t xml:space="preserve">, </w:t>
      </w:r>
      <w:r w:rsidRPr="00DA4E77">
        <w:t>des tenanciers de tavernes sont confondus avec les juges</w:t>
      </w:r>
      <w:r w:rsidR="00276CCE">
        <w:t xml:space="preserve">, </w:t>
      </w:r>
      <w:r w:rsidRPr="00DA4E77">
        <w:t>les s</w:t>
      </w:r>
      <w:r w:rsidRPr="00DA4E77">
        <w:t>a</w:t>
      </w:r>
      <w:r w:rsidRPr="00DA4E77">
        <w:t>vants</w:t>
      </w:r>
      <w:r w:rsidR="00276CCE">
        <w:t xml:space="preserve">, </w:t>
      </w:r>
      <w:r w:rsidRPr="00DA4E77">
        <w:t>les artistes et les fils de héros</w:t>
      </w:r>
      <w:r w:rsidR="00276CCE">
        <w:t>.</w:t>
      </w:r>
    </w:p>
    <w:p w14:paraId="26E6FA61" w14:textId="77777777" w:rsidR="00276CCE" w:rsidRDefault="002A4158" w:rsidP="002A4158">
      <w:proofErr w:type="spellStart"/>
      <w:r w:rsidRPr="00DA4E77">
        <w:lastRenderedPageBreak/>
        <w:t>Hermos</w:t>
      </w:r>
      <w:proofErr w:type="spellEnd"/>
      <w:r w:rsidRPr="00DA4E77">
        <w:t xml:space="preserve"> ouvre des yeux effarés à voir défiler devant l</w:t>
      </w:r>
      <w:r w:rsidR="00276CCE">
        <w:t>’</w:t>
      </w:r>
      <w:r w:rsidRPr="00DA4E77">
        <w:t>autel certaines têtes vulgaires</w:t>
      </w:r>
      <w:r w:rsidR="00276CCE">
        <w:t>.</w:t>
      </w:r>
    </w:p>
    <w:p w14:paraId="176B4DF3" w14:textId="77777777" w:rsidR="00276CCE" w:rsidRDefault="002A4158" w:rsidP="002A4158">
      <w:r w:rsidRPr="00DA4E77">
        <w:t>Qu</w:t>
      </w:r>
      <w:r w:rsidR="00276CCE">
        <w:t>’</w:t>
      </w:r>
      <w:r w:rsidRPr="00DA4E77">
        <w:t>advient-il</w:t>
      </w:r>
      <w:r w:rsidR="00276CCE">
        <w:t xml:space="preserve"> ? </w:t>
      </w:r>
      <w:proofErr w:type="spellStart"/>
      <w:r w:rsidRPr="00DA4E77">
        <w:t>Hermos</w:t>
      </w:r>
      <w:proofErr w:type="spellEnd"/>
      <w:r w:rsidRPr="00DA4E77">
        <w:t xml:space="preserve"> frissonne</w:t>
      </w:r>
      <w:r w:rsidR="00276CCE">
        <w:t xml:space="preserve">. </w:t>
      </w:r>
      <w:r w:rsidRPr="00DA4E77">
        <w:t>L</w:t>
      </w:r>
      <w:r w:rsidR="00276CCE">
        <w:t>’</w:t>
      </w:r>
      <w:r w:rsidRPr="00DA4E77">
        <w:t>a-t-on vu</w:t>
      </w:r>
      <w:r w:rsidR="00276CCE">
        <w:t xml:space="preserve"> ? </w:t>
      </w:r>
      <w:r w:rsidRPr="00DA4E77">
        <w:t>L</w:t>
      </w:r>
      <w:r w:rsidR="00276CCE">
        <w:t>’</w:t>
      </w:r>
      <w:r w:rsidRPr="00DA4E77">
        <w:t>a-t-on deviné</w:t>
      </w:r>
      <w:r w:rsidR="00276CCE">
        <w:t xml:space="preserve"> ? </w:t>
      </w:r>
      <w:r w:rsidRPr="00DA4E77">
        <w:t>Voici que</w:t>
      </w:r>
      <w:r w:rsidR="00276CCE">
        <w:t xml:space="preserve">, </w:t>
      </w:r>
      <w:r w:rsidRPr="00DA4E77">
        <w:t>lentement</w:t>
      </w:r>
      <w:r w:rsidR="00276CCE">
        <w:t xml:space="preserve">, </w:t>
      </w:r>
      <w:r w:rsidRPr="00DA4E77">
        <w:t>un groupe se dirige vers la c</w:t>
      </w:r>
      <w:r w:rsidRPr="00DA4E77">
        <w:t>a</w:t>
      </w:r>
      <w:r w:rsidRPr="00DA4E77">
        <w:t>chette d</w:t>
      </w:r>
      <w:r w:rsidR="00276CCE">
        <w:t>’</w:t>
      </w:r>
      <w:r w:rsidRPr="00DA4E77">
        <w:t>ombre où il se tapit</w:t>
      </w:r>
      <w:r w:rsidR="00276CCE">
        <w:t xml:space="preserve">. </w:t>
      </w:r>
      <w:r w:rsidRPr="00DA4E77">
        <w:t>Le groupe s</w:t>
      </w:r>
      <w:r w:rsidR="00276CCE">
        <w:t>’</w:t>
      </w:r>
      <w:r w:rsidRPr="00DA4E77">
        <w:t>enfonce dans le recoin</w:t>
      </w:r>
      <w:r w:rsidR="00276CCE">
        <w:t xml:space="preserve">, </w:t>
      </w:r>
      <w:r w:rsidRPr="00DA4E77">
        <w:t>et</w:t>
      </w:r>
      <w:r w:rsidR="00276CCE">
        <w:t xml:space="preserve">, </w:t>
      </w:r>
      <w:r w:rsidRPr="00DA4E77">
        <w:t>si les plus rapprochés du mur tendaient le bras</w:t>
      </w:r>
      <w:r w:rsidR="00276CCE">
        <w:t xml:space="preserve">, </w:t>
      </w:r>
      <w:r w:rsidRPr="00DA4E77">
        <w:t>ils attei</w:t>
      </w:r>
      <w:r w:rsidRPr="00DA4E77">
        <w:t>n</w:t>
      </w:r>
      <w:r w:rsidRPr="00DA4E77">
        <w:t>draient le fils d</w:t>
      </w:r>
      <w:r w:rsidR="00276CCE">
        <w:t>’</w:t>
      </w:r>
      <w:r w:rsidRPr="00DA4E77">
        <w:t>Hermès dans sa retraite</w:t>
      </w:r>
      <w:r w:rsidR="00276CCE">
        <w:t xml:space="preserve">. </w:t>
      </w:r>
      <w:r w:rsidRPr="00DA4E77">
        <w:t>Mais nul ne songe à lui</w:t>
      </w:r>
      <w:r w:rsidR="00276CCE">
        <w:t xml:space="preserve">. </w:t>
      </w:r>
      <w:r w:rsidRPr="00DA4E77">
        <w:t>Ce groupe</w:t>
      </w:r>
      <w:r w:rsidR="00276CCE">
        <w:t xml:space="preserve">, </w:t>
      </w:r>
      <w:r w:rsidRPr="00DA4E77">
        <w:t>évidemment</w:t>
      </w:r>
      <w:r w:rsidR="00276CCE">
        <w:t xml:space="preserve">, </w:t>
      </w:r>
      <w:r w:rsidRPr="00DA4E77">
        <w:t>recherche le mystère</w:t>
      </w:r>
      <w:r w:rsidR="00276CCE">
        <w:t xml:space="preserve">, </w:t>
      </w:r>
      <w:r w:rsidRPr="00DA4E77">
        <w:t xml:space="preserve">et </w:t>
      </w:r>
      <w:proofErr w:type="spellStart"/>
      <w:r w:rsidRPr="00DA4E77">
        <w:t>Hermos</w:t>
      </w:r>
      <w:proofErr w:type="spellEnd"/>
      <w:r w:rsidR="00276CCE">
        <w:t xml:space="preserve">, </w:t>
      </w:r>
      <w:r w:rsidRPr="00DA4E77">
        <w:t>dont les yeux s</w:t>
      </w:r>
      <w:r w:rsidR="00276CCE">
        <w:t>’</w:t>
      </w:r>
      <w:r w:rsidRPr="00DA4E77">
        <w:t>habituent à l</w:t>
      </w:r>
      <w:r w:rsidR="00276CCE">
        <w:t>’</w:t>
      </w:r>
      <w:r w:rsidRPr="00DA4E77">
        <w:t>obscurité</w:t>
      </w:r>
      <w:r w:rsidR="00276CCE">
        <w:t xml:space="preserve">, </w:t>
      </w:r>
      <w:r w:rsidRPr="00DA4E77">
        <w:t xml:space="preserve">reconnaît </w:t>
      </w:r>
      <w:proofErr w:type="spellStart"/>
      <w:r w:rsidRPr="00DA4E77">
        <w:t>Guitché</w:t>
      </w:r>
      <w:proofErr w:type="spellEnd"/>
      <w:r w:rsidRPr="00DA4E77">
        <w:t xml:space="preserve"> parmi ces nouveaux venus</w:t>
      </w:r>
      <w:r w:rsidR="00276CCE">
        <w:t>.</w:t>
      </w:r>
    </w:p>
    <w:p w14:paraId="537086E8" w14:textId="77777777" w:rsidR="00276CCE" w:rsidRDefault="00276CCE" w:rsidP="002A4158">
      <w:r>
        <w:t>— </w:t>
      </w:r>
      <w:r w:rsidR="002A4158" w:rsidRPr="00DA4E77">
        <w:t>Parlons bas</w:t>
      </w:r>
      <w:r>
        <w:t xml:space="preserve">, </w:t>
      </w:r>
      <w:r w:rsidR="002A4158" w:rsidRPr="00DA4E77">
        <w:t xml:space="preserve">dit </w:t>
      </w:r>
      <w:proofErr w:type="spellStart"/>
      <w:r w:rsidR="002A4158" w:rsidRPr="00DA4E77">
        <w:t>Guitché</w:t>
      </w:r>
      <w:proofErr w:type="spellEnd"/>
      <w:r>
        <w:t xml:space="preserve">, </w:t>
      </w:r>
      <w:r w:rsidR="002A4158" w:rsidRPr="00DA4E77">
        <w:t>nul ici ne peut nous entendre</w:t>
      </w:r>
      <w:r>
        <w:t xml:space="preserve">. </w:t>
      </w:r>
      <w:proofErr w:type="spellStart"/>
      <w:r w:rsidR="002A4158" w:rsidRPr="00DA4E77">
        <w:t>Barkas</w:t>
      </w:r>
      <w:proofErr w:type="spellEnd"/>
      <w:r w:rsidR="002A4158" w:rsidRPr="00DA4E77">
        <w:t xml:space="preserve"> est-il là</w:t>
      </w:r>
      <w:r>
        <w:t> ?</w:t>
      </w:r>
    </w:p>
    <w:p w14:paraId="1E6683EF" w14:textId="77777777" w:rsidR="00276CCE" w:rsidRDefault="00276CCE" w:rsidP="002A4158">
      <w:r>
        <w:t>— </w:t>
      </w:r>
      <w:r w:rsidR="002A4158" w:rsidRPr="00DA4E77">
        <w:t>Oui</w:t>
      </w:r>
      <w:r>
        <w:t> !</w:t>
      </w:r>
    </w:p>
    <w:p w14:paraId="7C8C47B9" w14:textId="77777777" w:rsidR="00276CCE" w:rsidRDefault="00276CCE" w:rsidP="002A4158">
      <w:r>
        <w:t>— </w:t>
      </w:r>
      <w:r w:rsidR="002A4158" w:rsidRPr="00DA4E77">
        <w:t xml:space="preserve">Et </w:t>
      </w:r>
      <w:proofErr w:type="spellStart"/>
      <w:r w:rsidR="002A4158" w:rsidRPr="00DA4E77">
        <w:t>Belkis</w:t>
      </w:r>
      <w:proofErr w:type="spellEnd"/>
      <w:r>
        <w:t xml:space="preserve">, </w:t>
      </w:r>
      <w:r w:rsidR="002A4158" w:rsidRPr="00DA4E77">
        <w:t>tribun des matelots</w:t>
      </w:r>
      <w:r>
        <w:t> ?</w:t>
      </w:r>
    </w:p>
    <w:p w14:paraId="57D582ED" w14:textId="77777777" w:rsidR="00276CCE" w:rsidRDefault="00276CCE" w:rsidP="002A4158">
      <w:r>
        <w:t>— </w:t>
      </w:r>
      <w:r w:rsidR="002A4158" w:rsidRPr="00DA4E77">
        <w:t>Me voici</w:t>
      </w:r>
      <w:r>
        <w:t>.</w:t>
      </w:r>
    </w:p>
    <w:p w14:paraId="3F58C1EB" w14:textId="77777777" w:rsidR="00276CCE" w:rsidRDefault="00276CCE" w:rsidP="002A4158">
      <w:r>
        <w:t>— </w:t>
      </w:r>
      <w:r w:rsidR="002A4158" w:rsidRPr="00DA4E77">
        <w:t xml:space="preserve">Et </w:t>
      </w:r>
      <w:proofErr w:type="spellStart"/>
      <w:r w:rsidR="002A4158" w:rsidRPr="00DA4E77">
        <w:t>Moussor</w:t>
      </w:r>
      <w:proofErr w:type="spellEnd"/>
      <w:r>
        <w:t xml:space="preserve">, </w:t>
      </w:r>
      <w:r w:rsidR="002A4158" w:rsidRPr="00DA4E77">
        <w:t>le maître des marchands</w:t>
      </w:r>
      <w:r>
        <w:t> ?</w:t>
      </w:r>
    </w:p>
    <w:p w14:paraId="62686654" w14:textId="77777777" w:rsidR="00276CCE" w:rsidRDefault="00276CCE" w:rsidP="002A4158">
      <w:r>
        <w:t>— </w:t>
      </w:r>
      <w:r w:rsidR="002A4158" w:rsidRPr="00DA4E77">
        <w:t>Me voici</w:t>
      </w:r>
      <w:r>
        <w:t>.</w:t>
      </w:r>
    </w:p>
    <w:p w14:paraId="2CB6C9CA" w14:textId="77777777" w:rsidR="00276CCE" w:rsidRDefault="002A4158" w:rsidP="002A4158">
      <w:r w:rsidRPr="00DA4E77">
        <w:t>Et ainsi de suite</w:t>
      </w:r>
      <w:r w:rsidR="00276CCE">
        <w:t xml:space="preserve">, </w:t>
      </w:r>
      <w:r w:rsidRPr="00DA4E77">
        <w:t>sont énumérés aux oreilles d</w:t>
      </w:r>
      <w:r w:rsidR="00276CCE">
        <w:t>’</w:t>
      </w:r>
      <w:proofErr w:type="spellStart"/>
      <w:r w:rsidRPr="00DA4E77">
        <w:t>Hermos</w:t>
      </w:r>
      <w:proofErr w:type="spellEnd"/>
      <w:r w:rsidRPr="00DA4E77">
        <w:t xml:space="preserve"> les chefs du parti de </w:t>
      </w:r>
      <w:proofErr w:type="spellStart"/>
      <w:r w:rsidRPr="00DA4E77">
        <w:t>Melléna</w:t>
      </w:r>
      <w:proofErr w:type="spellEnd"/>
      <w:r w:rsidR="00276CCE">
        <w:t xml:space="preserve">, </w:t>
      </w:r>
      <w:r w:rsidRPr="00DA4E77">
        <w:t>les ennemis d</w:t>
      </w:r>
      <w:r w:rsidR="00276CCE">
        <w:t>’</w:t>
      </w:r>
      <w:proofErr w:type="spellStart"/>
      <w:r w:rsidRPr="00DA4E77">
        <w:t>Oréus</w:t>
      </w:r>
      <w:proofErr w:type="spellEnd"/>
      <w:r w:rsidRPr="00DA4E77">
        <w:t xml:space="preserve"> et d</w:t>
      </w:r>
      <w:r w:rsidR="00276CCE">
        <w:t>’</w:t>
      </w:r>
      <w:proofErr w:type="spellStart"/>
      <w:r w:rsidRPr="00DA4E77">
        <w:t>Hellas</w:t>
      </w:r>
      <w:proofErr w:type="spellEnd"/>
      <w:r w:rsidR="00276CCE">
        <w:t xml:space="preserve">, </w:t>
      </w:r>
      <w:r w:rsidRPr="00DA4E77">
        <w:t>les siens</w:t>
      </w:r>
      <w:r w:rsidR="00276CCE">
        <w:t xml:space="preserve">, </w:t>
      </w:r>
      <w:r w:rsidRPr="00DA4E77">
        <w:t>tout à l</w:t>
      </w:r>
      <w:r w:rsidR="00276CCE">
        <w:t>’</w:t>
      </w:r>
      <w:r w:rsidRPr="00DA4E77">
        <w:t>heure</w:t>
      </w:r>
      <w:r w:rsidR="00276CCE">
        <w:t xml:space="preserve">. </w:t>
      </w:r>
      <w:r w:rsidRPr="00DA4E77">
        <w:t>Presque tous ces noms n</w:t>
      </w:r>
      <w:r w:rsidR="00276CCE">
        <w:t>’</w:t>
      </w:r>
      <w:r w:rsidRPr="00DA4E77">
        <w:t>évoquent rien à sa mémoire</w:t>
      </w:r>
      <w:r w:rsidR="00276CCE">
        <w:t xml:space="preserve">, </w:t>
      </w:r>
      <w:r w:rsidRPr="00DA4E77">
        <w:t>sauf un</w:t>
      </w:r>
      <w:r w:rsidR="00276CCE">
        <w:t xml:space="preserve"> : </w:t>
      </w:r>
      <w:r w:rsidRPr="00DA4E77">
        <w:t xml:space="preserve">celui de </w:t>
      </w:r>
      <w:proofErr w:type="spellStart"/>
      <w:r w:rsidRPr="00DA4E77">
        <w:t>Barkas</w:t>
      </w:r>
      <w:proofErr w:type="spellEnd"/>
      <w:r w:rsidR="00276CCE">
        <w:t xml:space="preserve">, </w:t>
      </w:r>
      <w:r w:rsidRPr="00DA4E77">
        <w:t>l</w:t>
      </w:r>
      <w:r w:rsidR="00276CCE">
        <w:t>’</w:t>
      </w:r>
      <w:r w:rsidRPr="00DA4E77">
        <w:t>architecte de l</w:t>
      </w:r>
      <w:r w:rsidR="00276CCE">
        <w:t>’</w:t>
      </w:r>
      <w:r w:rsidRPr="00DA4E77">
        <w:t>Empire</w:t>
      </w:r>
      <w:r w:rsidR="00276CCE">
        <w:t xml:space="preserve">, </w:t>
      </w:r>
      <w:r w:rsidRPr="00DA4E77">
        <w:t>g</w:t>
      </w:r>
      <w:r w:rsidRPr="00DA4E77">
        <w:t>é</w:t>
      </w:r>
      <w:r w:rsidRPr="00DA4E77">
        <w:t>nie fumeux</w:t>
      </w:r>
      <w:r w:rsidR="00276CCE">
        <w:t xml:space="preserve">, </w:t>
      </w:r>
      <w:r w:rsidRPr="00DA4E77">
        <w:t xml:space="preserve">aigri envieux qui hait </w:t>
      </w:r>
      <w:proofErr w:type="spellStart"/>
      <w:r w:rsidRPr="00DA4E77">
        <w:t>Oréus</w:t>
      </w:r>
      <w:proofErr w:type="spellEnd"/>
      <w:r w:rsidRPr="00DA4E77">
        <w:t xml:space="preserve"> et </w:t>
      </w:r>
      <w:proofErr w:type="spellStart"/>
      <w:r w:rsidRPr="00DA4E77">
        <w:t>Hellas</w:t>
      </w:r>
      <w:proofErr w:type="spellEnd"/>
      <w:r w:rsidR="00276CCE">
        <w:t xml:space="preserve">, </w:t>
      </w:r>
      <w:r w:rsidRPr="00DA4E77">
        <w:t>car toute gloire d</w:t>
      </w:r>
      <w:r w:rsidR="00276CCE">
        <w:t>’</w:t>
      </w:r>
      <w:r w:rsidRPr="00DA4E77">
        <w:t>autrui lui cause un personnel supplice</w:t>
      </w:r>
      <w:r w:rsidR="00276CCE">
        <w:t>.</w:t>
      </w:r>
    </w:p>
    <w:p w14:paraId="64C6D5F0" w14:textId="77777777" w:rsidR="00276CCE" w:rsidRDefault="00276CCE" w:rsidP="002A4158">
      <w:r>
        <w:t>— </w:t>
      </w:r>
      <w:r w:rsidR="002A4158" w:rsidRPr="00DA4E77">
        <w:t>Nous voici donc tous</w:t>
      </w:r>
      <w:r>
        <w:t xml:space="preserve">, </w:t>
      </w:r>
      <w:r w:rsidR="002A4158" w:rsidRPr="00DA4E77">
        <w:t xml:space="preserve">dit </w:t>
      </w:r>
      <w:proofErr w:type="spellStart"/>
      <w:r w:rsidR="002A4158" w:rsidRPr="00DA4E77">
        <w:t>Guitché</w:t>
      </w:r>
      <w:proofErr w:type="spellEnd"/>
      <w:r>
        <w:t xml:space="preserve"> : </w:t>
      </w:r>
      <w:r w:rsidR="002A4158" w:rsidRPr="00DA4E77">
        <w:t>êtes-vous sûrs de tous vos partisans</w:t>
      </w:r>
      <w:r>
        <w:t> ?</w:t>
      </w:r>
    </w:p>
    <w:p w14:paraId="14AEDFDE" w14:textId="77777777" w:rsidR="00276CCE" w:rsidRDefault="00276CCE" w:rsidP="002A4158">
      <w:r>
        <w:t>— </w:t>
      </w:r>
      <w:r w:rsidR="002A4158" w:rsidRPr="00DA4E77">
        <w:t>Absolument sûrs</w:t>
      </w:r>
      <w:r>
        <w:t xml:space="preserve">, </w:t>
      </w:r>
      <w:r w:rsidR="002A4158" w:rsidRPr="00DA4E77">
        <w:t xml:space="preserve">déclare </w:t>
      </w:r>
      <w:proofErr w:type="spellStart"/>
      <w:r w:rsidR="002A4158" w:rsidRPr="00DA4E77">
        <w:t>Belkis</w:t>
      </w:r>
      <w:proofErr w:type="spellEnd"/>
      <w:r>
        <w:t xml:space="preserve">. </w:t>
      </w:r>
      <w:r w:rsidR="002A4158" w:rsidRPr="00DA4E77">
        <w:t>Je les tiens par l</w:t>
      </w:r>
      <w:r>
        <w:t>’</w:t>
      </w:r>
      <w:r w:rsidR="002A4158" w:rsidRPr="00DA4E77">
        <w:t>intérêt</w:t>
      </w:r>
      <w:r>
        <w:t>.</w:t>
      </w:r>
    </w:p>
    <w:p w14:paraId="093C6D01" w14:textId="77777777" w:rsidR="00276CCE" w:rsidRDefault="00276CCE" w:rsidP="002A4158">
      <w:r>
        <w:lastRenderedPageBreak/>
        <w:t>— </w:t>
      </w:r>
      <w:r w:rsidR="002A4158" w:rsidRPr="00DA4E77">
        <w:t>J</w:t>
      </w:r>
      <w:r>
        <w:t>’</w:t>
      </w:r>
      <w:r w:rsidR="002A4158" w:rsidRPr="00DA4E77">
        <w:t>ai fait le compte</w:t>
      </w:r>
      <w:r>
        <w:t xml:space="preserve">, </w:t>
      </w:r>
      <w:r w:rsidR="002A4158" w:rsidRPr="00DA4E77">
        <w:t xml:space="preserve">ajoute </w:t>
      </w:r>
      <w:proofErr w:type="spellStart"/>
      <w:r w:rsidR="002A4158" w:rsidRPr="00DA4E77">
        <w:t>Barkas</w:t>
      </w:r>
      <w:proofErr w:type="spellEnd"/>
      <w:r>
        <w:t xml:space="preserve">, </w:t>
      </w:r>
      <w:r w:rsidR="002A4158" w:rsidRPr="00DA4E77">
        <w:t>nous serons deux cents contre cent à peine</w:t>
      </w:r>
      <w:r>
        <w:t>.</w:t>
      </w:r>
    </w:p>
    <w:p w14:paraId="06ECF44C" w14:textId="77777777" w:rsidR="00276CCE" w:rsidRDefault="00276CCE" w:rsidP="002A4158">
      <w:r>
        <w:t>— </w:t>
      </w:r>
      <w:r w:rsidR="002A4158" w:rsidRPr="00DA4E77">
        <w:t>Pourtant</w:t>
      </w:r>
      <w:r>
        <w:t xml:space="preserve">, </w:t>
      </w:r>
      <w:r w:rsidR="002A4158" w:rsidRPr="00DA4E77">
        <w:t xml:space="preserve">remarque </w:t>
      </w:r>
      <w:proofErr w:type="spellStart"/>
      <w:r w:rsidR="002A4158" w:rsidRPr="00DA4E77">
        <w:t>Guitché</w:t>
      </w:r>
      <w:proofErr w:type="spellEnd"/>
      <w:r>
        <w:t xml:space="preserve">, </w:t>
      </w:r>
      <w:r w:rsidR="002A4158" w:rsidRPr="00DA4E77">
        <w:t>prenons bien garde</w:t>
      </w:r>
      <w:r>
        <w:t xml:space="preserve"> ! </w:t>
      </w:r>
      <w:proofErr w:type="spellStart"/>
      <w:r w:rsidR="002A4158" w:rsidRPr="00DA4E77">
        <w:t>Hellas</w:t>
      </w:r>
      <w:proofErr w:type="spellEnd"/>
      <w:r w:rsidR="002A4158" w:rsidRPr="00DA4E77">
        <w:t xml:space="preserve"> reviendra peut-être</w:t>
      </w:r>
      <w:r>
        <w:t xml:space="preserve">. </w:t>
      </w:r>
      <w:r w:rsidR="002A4158" w:rsidRPr="00DA4E77">
        <w:t>Et si quelqu</w:t>
      </w:r>
      <w:r>
        <w:t>’</w:t>
      </w:r>
      <w:r w:rsidR="002A4158" w:rsidRPr="00DA4E77">
        <w:t>un surgit</w:t>
      </w:r>
      <w:r>
        <w:t xml:space="preserve">, </w:t>
      </w:r>
      <w:r w:rsidR="002A4158" w:rsidRPr="00DA4E77">
        <w:t>qui se place devant la porte du Temple</w:t>
      </w:r>
      <w:r>
        <w:t xml:space="preserve">, </w:t>
      </w:r>
      <w:r w:rsidR="002A4158" w:rsidRPr="00DA4E77">
        <w:t>et risque la mort sur le seuil</w:t>
      </w:r>
      <w:r>
        <w:t>…</w:t>
      </w:r>
    </w:p>
    <w:p w14:paraId="74D6F0BA" w14:textId="77777777" w:rsidR="00276CCE" w:rsidRDefault="00276CCE" w:rsidP="002A4158">
      <w:r>
        <w:t>— </w:t>
      </w:r>
      <w:r w:rsidR="002A4158" w:rsidRPr="00DA4E77">
        <w:t>Crainte inutile</w:t>
      </w:r>
      <w:r>
        <w:t xml:space="preserve">, </w:t>
      </w:r>
      <w:r w:rsidR="002A4158" w:rsidRPr="00DA4E77">
        <w:t xml:space="preserve">remarque </w:t>
      </w:r>
      <w:proofErr w:type="spellStart"/>
      <w:r w:rsidR="002A4158" w:rsidRPr="00DA4E77">
        <w:t>Barkas</w:t>
      </w:r>
      <w:proofErr w:type="spellEnd"/>
      <w:r>
        <w:t xml:space="preserve">. </w:t>
      </w:r>
      <w:r w:rsidR="002A4158" w:rsidRPr="00DA4E77">
        <w:t>Un seul eût osé défe</w:t>
      </w:r>
      <w:r w:rsidR="002A4158" w:rsidRPr="00DA4E77">
        <w:t>n</w:t>
      </w:r>
      <w:r w:rsidR="002A4158" w:rsidRPr="00DA4E77">
        <w:t xml:space="preserve">dre </w:t>
      </w:r>
      <w:proofErr w:type="spellStart"/>
      <w:r w:rsidR="002A4158" w:rsidRPr="00DA4E77">
        <w:t>Hellas</w:t>
      </w:r>
      <w:proofErr w:type="spellEnd"/>
      <w:r>
        <w:t xml:space="preserve">, </w:t>
      </w:r>
      <w:r w:rsidR="002A4158" w:rsidRPr="00DA4E77">
        <w:t>mais nous avons fait en sorte qu</w:t>
      </w:r>
      <w:r>
        <w:t>’</w:t>
      </w:r>
      <w:r w:rsidR="002A4158" w:rsidRPr="00DA4E77">
        <w:t>il n</w:t>
      </w:r>
      <w:r>
        <w:t>’</w:t>
      </w:r>
      <w:r w:rsidR="002A4158" w:rsidRPr="00DA4E77">
        <w:t>arrivât pas à temps</w:t>
      </w:r>
      <w:r>
        <w:t>.</w:t>
      </w:r>
    </w:p>
    <w:p w14:paraId="04D3BEE8" w14:textId="77777777" w:rsidR="00276CCE" w:rsidRDefault="00276CCE" w:rsidP="002A4158">
      <w:r>
        <w:t>— </w:t>
      </w:r>
      <w:r w:rsidR="002A4158" w:rsidRPr="00DA4E77">
        <w:t>Ah oui</w:t>
      </w:r>
      <w:r>
        <w:t xml:space="preserve"> ! </w:t>
      </w:r>
      <w:r w:rsidR="002A4158" w:rsidRPr="00DA4E77">
        <w:t xml:space="preserve">ricane </w:t>
      </w:r>
      <w:proofErr w:type="spellStart"/>
      <w:r w:rsidR="002A4158" w:rsidRPr="00DA4E77">
        <w:t>Belkis</w:t>
      </w:r>
      <w:proofErr w:type="spellEnd"/>
      <w:r>
        <w:t xml:space="preserve">, </w:t>
      </w:r>
      <w:r w:rsidR="002A4158" w:rsidRPr="00DA4E77">
        <w:t>ce pauvre niais d</w:t>
      </w:r>
      <w:r>
        <w:t>’</w:t>
      </w:r>
      <w:proofErr w:type="spellStart"/>
      <w:r w:rsidR="002A4158" w:rsidRPr="00DA4E77">
        <w:t>Hermos</w:t>
      </w:r>
      <w:proofErr w:type="spellEnd"/>
      <w:r>
        <w:t xml:space="preserve">, </w:t>
      </w:r>
      <w:r w:rsidR="002A4158" w:rsidRPr="00DA4E77">
        <w:t>qui se croit un grand poète</w:t>
      </w:r>
      <w:r>
        <w:t>.</w:t>
      </w:r>
    </w:p>
    <w:p w14:paraId="66870DEC" w14:textId="77777777" w:rsidR="00276CCE" w:rsidRDefault="00276CCE" w:rsidP="002A4158">
      <w:r>
        <w:t>— </w:t>
      </w:r>
      <w:r w:rsidR="002A4158" w:rsidRPr="00DA4E77">
        <w:t>Il doit en ce moment se morfondre contre la Grille d</w:t>
      </w:r>
      <w:r>
        <w:t>’</w:t>
      </w:r>
      <w:r w:rsidR="002A4158" w:rsidRPr="00DA4E77">
        <w:t>Or</w:t>
      </w:r>
      <w:r>
        <w:t xml:space="preserve">. </w:t>
      </w:r>
      <w:r w:rsidR="002A4158" w:rsidRPr="00DA4E77">
        <w:t>Les Aztèques avaient ordre de ne le laisser débarquer qu</w:t>
      </w:r>
      <w:r>
        <w:t>’</w:t>
      </w:r>
      <w:r w:rsidR="002A4158" w:rsidRPr="00DA4E77">
        <w:t>après midi</w:t>
      </w:r>
      <w:r>
        <w:t> !</w:t>
      </w:r>
    </w:p>
    <w:p w14:paraId="0F165F2D" w14:textId="77777777" w:rsidR="00276CCE" w:rsidRDefault="00276CCE" w:rsidP="002A4158">
      <w:r>
        <w:t>— </w:t>
      </w:r>
      <w:r w:rsidR="002A4158" w:rsidRPr="00DA4E77">
        <w:t>Alors</w:t>
      </w:r>
      <w:r>
        <w:t xml:space="preserve">, </w:t>
      </w:r>
      <w:r w:rsidR="002A4158" w:rsidRPr="00DA4E77">
        <w:t xml:space="preserve">reprend </w:t>
      </w:r>
      <w:proofErr w:type="spellStart"/>
      <w:r w:rsidR="002A4158" w:rsidRPr="00DA4E77">
        <w:t>Belkis</w:t>
      </w:r>
      <w:proofErr w:type="spellEnd"/>
      <w:r>
        <w:t xml:space="preserve">, </w:t>
      </w:r>
      <w:r w:rsidR="002A4158" w:rsidRPr="00DA4E77">
        <w:t>c</w:t>
      </w:r>
      <w:r>
        <w:t>’</w:t>
      </w:r>
      <w:r w:rsidR="002A4158" w:rsidRPr="00DA4E77">
        <w:t>est convenu</w:t>
      </w:r>
      <w:r>
        <w:t xml:space="preserve"> ? </w:t>
      </w:r>
      <w:r w:rsidR="002A4158" w:rsidRPr="00DA4E77">
        <w:t>Dès la sortie du Temple</w:t>
      </w:r>
      <w:r>
        <w:t xml:space="preserve">, </w:t>
      </w:r>
      <w:r w:rsidR="002A4158" w:rsidRPr="00DA4E77">
        <w:t>nous allons prolonger les discussions sur les balivernes du Sphinx</w:t>
      </w:r>
      <w:r>
        <w:t xml:space="preserve">, </w:t>
      </w:r>
      <w:r w:rsidR="002A4158" w:rsidRPr="00DA4E77">
        <w:t>de telle sorte que</w:t>
      </w:r>
      <w:r>
        <w:t xml:space="preserve">, </w:t>
      </w:r>
      <w:r w:rsidR="002A4158" w:rsidRPr="00DA4E77">
        <w:t>lorsque le soleil rejoindra la mer</w:t>
      </w:r>
      <w:r>
        <w:t xml:space="preserve">, </w:t>
      </w:r>
      <w:r w:rsidR="002A4158" w:rsidRPr="00DA4E77">
        <w:t>on n</w:t>
      </w:r>
      <w:r>
        <w:t>’</w:t>
      </w:r>
      <w:r w:rsidR="002A4158" w:rsidRPr="00DA4E77">
        <w:t>aura que le temps d</w:t>
      </w:r>
      <w:r>
        <w:t>’</w:t>
      </w:r>
      <w:r w:rsidR="002A4158" w:rsidRPr="00DA4E77">
        <w:t>acclamer le nouveau Prince</w:t>
      </w:r>
      <w:r>
        <w:t xml:space="preserve">, </w:t>
      </w:r>
      <w:r w:rsidR="002A4158" w:rsidRPr="00DA4E77">
        <w:t xml:space="preserve">et </w:t>
      </w:r>
      <w:proofErr w:type="spellStart"/>
      <w:r w:rsidR="002A4158" w:rsidRPr="00DA4E77">
        <w:t>Guitché</w:t>
      </w:r>
      <w:proofErr w:type="spellEnd"/>
      <w:r w:rsidR="002A4158" w:rsidRPr="00DA4E77">
        <w:t xml:space="preserve"> se tiendra tout prêt</w:t>
      </w:r>
      <w:r>
        <w:t>.</w:t>
      </w:r>
    </w:p>
    <w:p w14:paraId="12C4482C" w14:textId="77777777" w:rsidR="00276CCE" w:rsidRDefault="00276CCE" w:rsidP="002A4158">
      <w:r>
        <w:t>— </w:t>
      </w:r>
      <w:r w:rsidR="002A4158" w:rsidRPr="00DA4E77">
        <w:t>C</w:t>
      </w:r>
      <w:r>
        <w:t>’</w:t>
      </w:r>
      <w:r w:rsidR="002A4158" w:rsidRPr="00DA4E77">
        <w:t>est entendu</w:t>
      </w:r>
      <w:r>
        <w:t xml:space="preserve">, </w:t>
      </w:r>
      <w:r w:rsidR="002A4158" w:rsidRPr="00DA4E77">
        <w:t xml:space="preserve">répond </w:t>
      </w:r>
      <w:proofErr w:type="spellStart"/>
      <w:r w:rsidR="002A4158" w:rsidRPr="00DA4E77">
        <w:t>Barkas</w:t>
      </w:r>
      <w:proofErr w:type="spellEnd"/>
      <w:r>
        <w:t xml:space="preserve">. </w:t>
      </w:r>
      <w:r w:rsidR="002A4158" w:rsidRPr="00DA4E77">
        <w:t>Il faut que le maître de l</w:t>
      </w:r>
      <w:r>
        <w:t>’</w:t>
      </w:r>
      <w:r w:rsidR="002A4158" w:rsidRPr="00DA4E77">
        <w:t>or devienne aussi le maître du monde</w:t>
      </w:r>
      <w:r>
        <w:t>.</w:t>
      </w:r>
    </w:p>
    <w:p w14:paraId="2AE64EC8" w14:textId="77777777" w:rsidR="00276CCE" w:rsidRDefault="00276CCE" w:rsidP="002A4158">
      <w:r>
        <w:t>— </w:t>
      </w:r>
      <w:r w:rsidR="002A4158" w:rsidRPr="00DA4E77">
        <w:t>Et que tout l</w:t>
      </w:r>
      <w:r>
        <w:t>’</w:t>
      </w:r>
      <w:r w:rsidR="002A4158" w:rsidRPr="00DA4E77">
        <w:t>or du Temple revienne à nous</w:t>
      </w:r>
      <w:r>
        <w:t> !</w:t>
      </w:r>
    </w:p>
    <w:p w14:paraId="3D49218D" w14:textId="77777777" w:rsidR="00276CCE" w:rsidRDefault="00276CCE" w:rsidP="002A4158">
      <w:r>
        <w:t>— </w:t>
      </w:r>
      <w:r w:rsidR="002A4158" w:rsidRPr="00DA4E77">
        <w:t>Chut</w:t>
      </w:r>
      <w:r>
        <w:t xml:space="preserve">… </w:t>
      </w:r>
      <w:r w:rsidR="002A4158" w:rsidRPr="00DA4E77">
        <w:t>Retirons-nous</w:t>
      </w:r>
      <w:r>
        <w:t xml:space="preserve">… </w:t>
      </w:r>
      <w:r w:rsidR="002A4158" w:rsidRPr="00DA4E77">
        <w:t>La prière est finie</w:t>
      </w:r>
      <w:r>
        <w:t>…</w:t>
      </w:r>
    </w:p>
    <w:p w14:paraId="3B23DE7D" w14:textId="77777777" w:rsidR="00276CCE" w:rsidRDefault="002A4158" w:rsidP="002A4158">
      <w:r w:rsidRPr="00DA4E77">
        <w:t>Les Frères du Silence</w:t>
      </w:r>
      <w:r w:rsidR="00276CCE">
        <w:t xml:space="preserve">, </w:t>
      </w:r>
      <w:r w:rsidRPr="00DA4E77">
        <w:t>en effet</w:t>
      </w:r>
      <w:r w:rsidR="00276CCE">
        <w:t xml:space="preserve">, </w:t>
      </w:r>
      <w:r w:rsidRPr="00DA4E77">
        <w:t>marchent lentement entre les colonnes</w:t>
      </w:r>
      <w:r w:rsidR="00276CCE">
        <w:t xml:space="preserve">. </w:t>
      </w:r>
      <w:r w:rsidRPr="00DA4E77">
        <w:t>Parvenus près de la porte</w:t>
      </w:r>
      <w:r w:rsidR="00276CCE">
        <w:t xml:space="preserve">, </w:t>
      </w:r>
      <w:r w:rsidRPr="00DA4E77">
        <w:t xml:space="preserve">leur chef </w:t>
      </w:r>
      <w:proofErr w:type="spellStart"/>
      <w:r w:rsidRPr="00DA4E77">
        <w:t>Thébao</w:t>
      </w:r>
      <w:proofErr w:type="spellEnd"/>
      <w:r w:rsidR="00276CCE">
        <w:t xml:space="preserve">, </w:t>
      </w:r>
      <w:r w:rsidRPr="00DA4E77">
        <w:t>d</w:t>
      </w:r>
      <w:r w:rsidR="00276CCE">
        <w:t>’</w:t>
      </w:r>
      <w:r w:rsidRPr="00DA4E77">
        <w:t>une voix haute</w:t>
      </w:r>
      <w:r w:rsidR="00276CCE">
        <w:t xml:space="preserve">, </w:t>
      </w:r>
      <w:r w:rsidRPr="00DA4E77">
        <w:t>articule lentement</w:t>
      </w:r>
      <w:r w:rsidR="00276CCE">
        <w:t> :</w:t>
      </w:r>
    </w:p>
    <w:p w14:paraId="2E923C65" w14:textId="77777777" w:rsidR="00276CCE" w:rsidRDefault="00276CCE" w:rsidP="002A4158">
      <w:r>
        <w:t>— </w:t>
      </w:r>
      <w:r w:rsidR="002A4158" w:rsidRPr="00DA4E77">
        <w:t>Fils du Soleil</w:t>
      </w:r>
      <w:r>
        <w:t xml:space="preserve">, </w:t>
      </w:r>
      <w:r w:rsidR="002A4158" w:rsidRPr="00DA4E77">
        <w:t>avez-vous bien prié</w:t>
      </w:r>
      <w:r>
        <w:t> ?</w:t>
      </w:r>
    </w:p>
    <w:p w14:paraId="62AF0AAB" w14:textId="77777777" w:rsidR="00276CCE" w:rsidRDefault="00276CCE" w:rsidP="002A4158">
      <w:r>
        <w:t>— </w:t>
      </w:r>
      <w:r w:rsidR="002A4158" w:rsidRPr="00DA4E77">
        <w:t>Oui</w:t>
      </w:r>
      <w:r>
        <w:t xml:space="preserve">, </w:t>
      </w:r>
      <w:r w:rsidR="002A4158" w:rsidRPr="00DA4E77">
        <w:t>oui</w:t>
      </w:r>
      <w:r>
        <w:t xml:space="preserve">, </w:t>
      </w:r>
      <w:r w:rsidR="002A4158" w:rsidRPr="00DA4E77">
        <w:t>répondent des voix par centaines</w:t>
      </w:r>
      <w:r>
        <w:t>.</w:t>
      </w:r>
    </w:p>
    <w:p w14:paraId="5CEF1BA3" w14:textId="77777777" w:rsidR="00276CCE" w:rsidRDefault="00276CCE" w:rsidP="002A4158">
      <w:r>
        <w:lastRenderedPageBreak/>
        <w:t>— </w:t>
      </w:r>
      <w:r w:rsidR="002A4158" w:rsidRPr="00DA4E77">
        <w:t>Nul cœur impur ne reste parmi vous</w:t>
      </w:r>
      <w:r>
        <w:t> ?</w:t>
      </w:r>
    </w:p>
    <w:p w14:paraId="26304D58" w14:textId="77777777" w:rsidR="00276CCE" w:rsidRDefault="00276CCE" w:rsidP="002A4158">
      <w:r>
        <w:t>— </w:t>
      </w:r>
      <w:r w:rsidR="002A4158" w:rsidRPr="00DA4E77">
        <w:t>Nos cœurs sont unis dans le Dieu inconnu</w:t>
      </w:r>
      <w:r>
        <w:t>.</w:t>
      </w:r>
    </w:p>
    <w:p w14:paraId="643904DC" w14:textId="77777777" w:rsidR="00276CCE" w:rsidRDefault="002A4158" w:rsidP="002A4158">
      <w:r w:rsidRPr="00DA4E77">
        <w:t xml:space="preserve">Alors </w:t>
      </w:r>
      <w:proofErr w:type="spellStart"/>
      <w:r w:rsidRPr="00DA4E77">
        <w:t>Thébao</w:t>
      </w:r>
      <w:proofErr w:type="spellEnd"/>
      <w:r w:rsidR="00276CCE">
        <w:t xml:space="preserve">, </w:t>
      </w:r>
      <w:r w:rsidRPr="00DA4E77">
        <w:t>élevant la main droite en signe de bénédi</w:t>
      </w:r>
      <w:r w:rsidRPr="00DA4E77">
        <w:t>c</w:t>
      </w:r>
      <w:r w:rsidRPr="00DA4E77">
        <w:t>tion</w:t>
      </w:r>
      <w:r w:rsidR="00276CCE">
        <w:t xml:space="preserve">, </w:t>
      </w:r>
      <w:r w:rsidRPr="00DA4E77">
        <w:t>trace dans l</w:t>
      </w:r>
      <w:r w:rsidR="00276CCE">
        <w:t>’</w:t>
      </w:r>
      <w:r w:rsidRPr="00DA4E77">
        <w:t>air le triangle sacré et</w:t>
      </w:r>
      <w:r w:rsidR="00276CCE">
        <w:t xml:space="preserve">, </w:t>
      </w:r>
      <w:r w:rsidRPr="00DA4E77">
        <w:t>se retournant vers la porte</w:t>
      </w:r>
      <w:r w:rsidR="00276CCE">
        <w:t xml:space="preserve">, </w:t>
      </w:r>
      <w:r w:rsidRPr="00DA4E77">
        <w:t>l</w:t>
      </w:r>
      <w:r w:rsidR="00276CCE">
        <w:t>’</w:t>
      </w:r>
      <w:r w:rsidRPr="00DA4E77">
        <w:t>ouvre à deux battants</w:t>
      </w:r>
      <w:r w:rsidR="00276CCE">
        <w:t>.</w:t>
      </w:r>
    </w:p>
    <w:p w14:paraId="0D8A1022" w14:textId="77777777" w:rsidR="00276CCE" w:rsidRDefault="002A4158" w:rsidP="002A4158">
      <w:r w:rsidRPr="00DA4E77">
        <w:t>Le soleil décline à l</w:t>
      </w:r>
      <w:r w:rsidR="00276CCE">
        <w:t>’</w:t>
      </w:r>
      <w:r w:rsidRPr="00DA4E77">
        <w:t>horizon</w:t>
      </w:r>
      <w:r w:rsidR="00276CCE">
        <w:t xml:space="preserve">, </w:t>
      </w:r>
      <w:r w:rsidRPr="00DA4E77">
        <w:t>et l</w:t>
      </w:r>
      <w:r w:rsidR="00276CCE">
        <w:t>’</w:t>
      </w:r>
      <w:r w:rsidRPr="00DA4E77">
        <w:t>heure du sacre approche</w:t>
      </w:r>
      <w:r w:rsidR="00276CCE">
        <w:t xml:space="preserve">. </w:t>
      </w:r>
      <w:r w:rsidRPr="00DA4E77">
        <w:t>Les Apôtres se hâtent vers la sortie</w:t>
      </w:r>
      <w:r w:rsidR="00276CCE">
        <w:t xml:space="preserve">, </w:t>
      </w:r>
      <w:r w:rsidRPr="00DA4E77">
        <w:t xml:space="preserve">et </w:t>
      </w:r>
      <w:proofErr w:type="spellStart"/>
      <w:r w:rsidRPr="00DA4E77">
        <w:t>Hermos</w:t>
      </w:r>
      <w:proofErr w:type="spellEnd"/>
      <w:r w:rsidRPr="00DA4E77">
        <w:t xml:space="preserve"> voit le Temple désert</w:t>
      </w:r>
      <w:r w:rsidR="00276CCE">
        <w:t xml:space="preserve">. </w:t>
      </w:r>
      <w:r w:rsidRPr="00DA4E77">
        <w:t>Si troublé encore du complot par hasard surpris</w:t>
      </w:r>
      <w:r w:rsidR="00276CCE">
        <w:t xml:space="preserve">, </w:t>
      </w:r>
      <w:r w:rsidRPr="00DA4E77">
        <w:t>il n</w:t>
      </w:r>
      <w:r w:rsidR="00276CCE">
        <w:t>’</w:t>
      </w:r>
      <w:r w:rsidRPr="00DA4E77">
        <w:t>a pas eu la présence d</w:t>
      </w:r>
      <w:r w:rsidR="00276CCE">
        <w:t>’</w:t>
      </w:r>
      <w:r w:rsidRPr="00DA4E77">
        <w:t>esprit de se mêler hardiment aux groupes</w:t>
      </w:r>
      <w:r w:rsidR="00276CCE">
        <w:t xml:space="preserve">. </w:t>
      </w:r>
      <w:r w:rsidRPr="00DA4E77">
        <w:t>Mais une résolution ardente l</w:t>
      </w:r>
      <w:r w:rsidR="00276CCE">
        <w:t>’</w:t>
      </w:r>
      <w:r w:rsidRPr="00DA4E77">
        <w:t>anime</w:t>
      </w:r>
      <w:r w:rsidR="00276CCE">
        <w:t xml:space="preserve">, </w:t>
      </w:r>
      <w:r w:rsidRPr="00DA4E77">
        <w:t>il s</w:t>
      </w:r>
      <w:r w:rsidR="00276CCE">
        <w:t>’</w:t>
      </w:r>
      <w:r w:rsidRPr="00DA4E77">
        <w:t>insinue derrière le po</w:t>
      </w:r>
      <w:r w:rsidRPr="00DA4E77">
        <w:t>r</w:t>
      </w:r>
      <w:r w:rsidRPr="00DA4E77">
        <w:t>tail</w:t>
      </w:r>
      <w:r w:rsidR="00276CCE">
        <w:t xml:space="preserve">, </w:t>
      </w:r>
      <w:r w:rsidRPr="00DA4E77">
        <w:t>lequel</w:t>
      </w:r>
      <w:r w:rsidR="00276CCE">
        <w:t xml:space="preserve">, </w:t>
      </w:r>
      <w:r w:rsidRPr="00DA4E77">
        <w:t>suivant le rite</w:t>
      </w:r>
      <w:r w:rsidR="00276CCE">
        <w:t xml:space="preserve">, </w:t>
      </w:r>
      <w:r w:rsidRPr="00DA4E77">
        <w:t>doit rester ouvert pendant la cérém</w:t>
      </w:r>
      <w:r w:rsidRPr="00DA4E77">
        <w:t>o</w:t>
      </w:r>
      <w:r w:rsidRPr="00DA4E77">
        <w:t>nie de l</w:t>
      </w:r>
      <w:r w:rsidR="00276CCE">
        <w:t>’</w:t>
      </w:r>
      <w:r w:rsidRPr="00DA4E77">
        <w:t>acclamation</w:t>
      </w:r>
      <w:r w:rsidR="00276CCE">
        <w:t xml:space="preserve">. </w:t>
      </w:r>
      <w:r w:rsidRPr="00DA4E77">
        <w:t>Et</w:t>
      </w:r>
      <w:r w:rsidR="00276CCE">
        <w:t xml:space="preserve">, </w:t>
      </w:r>
      <w:r w:rsidRPr="00DA4E77">
        <w:t>prêt à bondir à la minute choisie</w:t>
      </w:r>
      <w:r w:rsidR="00276CCE">
        <w:t xml:space="preserve">, </w:t>
      </w:r>
      <w:r w:rsidRPr="00DA4E77">
        <w:t>il écoute</w:t>
      </w:r>
      <w:r w:rsidR="00276CCE">
        <w:t xml:space="preserve">, </w:t>
      </w:r>
      <w:r w:rsidRPr="00DA4E77">
        <w:t>il guette</w:t>
      </w:r>
      <w:r w:rsidR="00276CCE">
        <w:t xml:space="preserve">, </w:t>
      </w:r>
      <w:r w:rsidRPr="00DA4E77">
        <w:t>il attend</w:t>
      </w:r>
      <w:r w:rsidR="00276CCE">
        <w:t>.</w:t>
      </w:r>
    </w:p>
    <w:p w14:paraId="3A590A73" w14:textId="77777777" w:rsidR="00276CCE" w:rsidRDefault="00276CCE" w:rsidP="00276CCE">
      <w:pPr>
        <w:pStyle w:val="Titre2"/>
        <w:rPr>
          <w:i/>
        </w:rPr>
      </w:pPr>
      <w:bookmarkStart w:id="8" w:name="_Toc194841994"/>
      <w:r w:rsidRPr="00DA4E77">
        <w:lastRenderedPageBreak/>
        <w:t>Scène</w:t>
      </w:r>
      <w:r>
        <w:t> </w:t>
      </w:r>
      <w:r w:rsidRPr="00DA4E77">
        <w:t>VIII</w:t>
      </w:r>
      <w:r>
        <w:t xml:space="preserve">. – </w:t>
      </w:r>
      <w:r w:rsidR="002A4158" w:rsidRPr="00DA4E77">
        <w:rPr>
          <w:i/>
        </w:rPr>
        <w:t>La terrasse du Sphinx</w:t>
      </w:r>
      <w:r>
        <w:rPr>
          <w:i/>
        </w:rPr>
        <w:t>.</w:t>
      </w:r>
      <w:bookmarkEnd w:id="8"/>
    </w:p>
    <w:p w14:paraId="6C86D092" w14:textId="77777777" w:rsidR="00276CCE" w:rsidRDefault="002A4158" w:rsidP="002A4158">
      <w:r w:rsidRPr="00DA4E77">
        <w:t>Dominant la mer</w:t>
      </w:r>
      <w:r w:rsidR="00276CCE">
        <w:t xml:space="preserve">, </w:t>
      </w:r>
      <w:r w:rsidRPr="00DA4E77">
        <w:t>la terrasse du Sphinx est la plus haute des sept Terrasses Saintes</w:t>
      </w:r>
      <w:r w:rsidR="00276CCE">
        <w:t xml:space="preserve">, </w:t>
      </w:r>
      <w:r w:rsidRPr="00DA4E77">
        <w:t>bâties par les architectes atlantes</w:t>
      </w:r>
      <w:r w:rsidR="00276CCE">
        <w:t xml:space="preserve">. </w:t>
      </w:r>
      <w:r w:rsidRPr="00DA4E77">
        <w:t>Plusieurs générations d</w:t>
      </w:r>
      <w:r w:rsidR="00276CCE">
        <w:t>’</w:t>
      </w:r>
      <w:r w:rsidRPr="00DA4E77">
        <w:t>hommes ont travaillé pour accumuler l</w:t>
      </w:r>
      <w:r w:rsidR="00276CCE">
        <w:t>’</w:t>
      </w:r>
      <w:r w:rsidRPr="00DA4E77">
        <w:t>un sur l</w:t>
      </w:r>
      <w:r w:rsidR="00276CCE">
        <w:t>’</w:t>
      </w:r>
      <w:r w:rsidRPr="00DA4E77">
        <w:t>autre les blocs énormes</w:t>
      </w:r>
      <w:r w:rsidR="00276CCE">
        <w:t xml:space="preserve">, </w:t>
      </w:r>
      <w:r w:rsidRPr="00DA4E77">
        <w:t>régulièrement taillés</w:t>
      </w:r>
      <w:r w:rsidR="00276CCE">
        <w:t xml:space="preserve">, </w:t>
      </w:r>
      <w:r w:rsidRPr="00DA4E77">
        <w:t>dont la masse compacte et hardie va s</w:t>
      </w:r>
      <w:r w:rsidR="00276CCE">
        <w:t>’</w:t>
      </w:r>
      <w:r w:rsidRPr="00DA4E77">
        <w:t>amincissant de la base à la cime</w:t>
      </w:r>
      <w:r w:rsidR="00276CCE">
        <w:t xml:space="preserve">. </w:t>
      </w:r>
      <w:r w:rsidRPr="00DA4E77">
        <w:t>Une parfaite unité de plan a présidé à l</w:t>
      </w:r>
      <w:r w:rsidR="00276CCE">
        <w:t>’</w:t>
      </w:r>
      <w:r w:rsidRPr="00DA4E77">
        <w:t>harmonieuse splendeur de cette merveille</w:t>
      </w:r>
      <w:r w:rsidR="00276CCE">
        <w:t xml:space="preserve">. </w:t>
      </w:r>
      <w:r w:rsidRPr="00DA4E77">
        <w:t>Et de la terrasse quadrangulaire</w:t>
      </w:r>
      <w:r w:rsidR="00276CCE">
        <w:t xml:space="preserve">, </w:t>
      </w:r>
      <w:r w:rsidRPr="00DA4E77">
        <w:t>on voit s</w:t>
      </w:r>
      <w:r w:rsidR="00276CCE">
        <w:t>’</w:t>
      </w:r>
      <w:r w:rsidRPr="00DA4E77">
        <w:t>étendre vers l</w:t>
      </w:r>
      <w:r w:rsidR="00276CCE">
        <w:t>’</w:t>
      </w:r>
      <w:r w:rsidRPr="00DA4E77">
        <w:t>occident la ville immense</w:t>
      </w:r>
      <w:r w:rsidR="00276CCE">
        <w:t xml:space="preserve">, </w:t>
      </w:r>
      <w:r w:rsidRPr="00DA4E77">
        <w:t>qu</w:t>
      </w:r>
      <w:r w:rsidR="00276CCE">
        <w:t>’</w:t>
      </w:r>
      <w:r w:rsidRPr="00DA4E77">
        <w:t>enveloppent et p</w:t>
      </w:r>
      <w:r w:rsidRPr="00DA4E77">
        <w:t>é</w:t>
      </w:r>
      <w:r w:rsidRPr="00DA4E77">
        <w:t>nètrent les eaux miroitantes</w:t>
      </w:r>
      <w:r w:rsidR="00276CCE">
        <w:t xml:space="preserve">, </w:t>
      </w:r>
      <w:r w:rsidRPr="00DA4E77">
        <w:t>et qui déroule en pleine mer ses bras géants</w:t>
      </w:r>
      <w:r w:rsidR="00276CCE">
        <w:t xml:space="preserve">, </w:t>
      </w:r>
      <w:r w:rsidRPr="00DA4E77">
        <w:t>comme d</w:t>
      </w:r>
      <w:r w:rsidR="00276CCE">
        <w:t>’</w:t>
      </w:r>
      <w:r w:rsidRPr="00DA4E77">
        <w:t>une pieuvre démesurée</w:t>
      </w:r>
      <w:r w:rsidR="00276CCE">
        <w:t xml:space="preserve">. </w:t>
      </w:r>
      <w:r w:rsidRPr="00DA4E77">
        <w:t>La terrasse du Sphinx</w:t>
      </w:r>
      <w:r w:rsidR="00276CCE">
        <w:t xml:space="preserve">, </w:t>
      </w:r>
      <w:r w:rsidRPr="00DA4E77">
        <w:t>accessible aux seuls initiés</w:t>
      </w:r>
      <w:r w:rsidR="00276CCE">
        <w:t xml:space="preserve">, </w:t>
      </w:r>
      <w:r w:rsidRPr="00DA4E77">
        <w:t>est à cent brasses au-dessus du palais de l</w:t>
      </w:r>
      <w:r w:rsidR="00276CCE">
        <w:t>’</w:t>
      </w:r>
      <w:r w:rsidRPr="00DA4E77">
        <w:t>Or</w:t>
      </w:r>
      <w:r w:rsidR="00276CCE">
        <w:t xml:space="preserve">, </w:t>
      </w:r>
      <w:r w:rsidRPr="00DA4E77">
        <w:t>à trois cents brasses au-dessus du palais des Eaux</w:t>
      </w:r>
      <w:r w:rsidR="00276CCE">
        <w:t xml:space="preserve">. </w:t>
      </w:r>
      <w:r w:rsidRPr="00DA4E77">
        <w:t>Elle s</w:t>
      </w:r>
      <w:r w:rsidR="00276CCE">
        <w:t>’</w:t>
      </w:r>
      <w:r w:rsidRPr="00DA4E77">
        <w:t>appuie</w:t>
      </w:r>
      <w:r w:rsidR="00276CCE">
        <w:t xml:space="preserve">, </w:t>
      </w:r>
      <w:r w:rsidRPr="00DA4E77">
        <w:t>à l</w:t>
      </w:r>
      <w:r w:rsidR="00276CCE">
        <w:t>’</w:t>
      </w:r>
      <w:r w:rsidRPr="00DA4E77">
        <w:t>orient</w:t>
      </w:r>
      <w:r w:rsidR="00276CCE">
        <w:t xml:space="preserve">, </w:t>
      </w:r>
      <w:r w:rsidRPr="00DA4E77">
        <w:t xml:space="preserve">contre le mont de </w:t>
      </w:r>
      <w:proofErr w:type="spellStart"/>
      <w:r w:rsidRPr="00DA4E77">
        <w:t>Manou</w:t>
      </w:r>
      <w:proofErr w:type="spellEnd"/>
      <w:r w:rsidR="00276CCE">
        <w:t xml:space="preserve">, </w:t>
      </w:r>
      <w:r w:rsidRPr="00DA4E77">
        <w:t>au sommet duquel s</w:t>
      </w:r>
      <w:r w:rsidR="00276CCE">
        <w:t>’</w:t>
      </w:r>
      <w:r w:rsidRPr="00DA4E77">
        <w:t>étend le beau lac artificiel alimenté par de prodigieuses machines invisibles qui transportent l</w:t>
      </w:r>
      <w:r w:rsidR="00276CCE">
        <w:t>’</w:t>
      </w:r>
      <w:r w:rsidRPr="00DA4E77">
        <w:t>eau de pl</w:t>
      </w:r>
      <w:r w:rsidRPr="00DA4E77">
        <w:t>u</w:t>
      </w:r>
      <w:r w:rsidRPr="00DA4E77">
        <w:t>sieurs fleuves voisins</w:t>
      </w:r>
      <w:r w:rsidR="00276CCE">
        <w:t>.</w:t>
      </w:r>
    </w:p>
    <w:p w14:paraId="0FB9BE7C" w14:textId="77777777" w:rsidR="00276CCE" w:rsidRDefault="002A4158" w:rsidP="002A4158">
      <w:r w:rsidRPr="00DA4E77">
        <w:t>Le Sphinx géant</w:t>
      </w:r>
      <w:r w:rsidR="00276CCE">
        <w:t xml:space="preserve">, </w:t>
      </w:r>
      <w:r w:rsidRPr="00DA4E77">
        <w:t>aux flancs de bronze</w:t>
      </w:r>
      <w:r w:rsidR="00276CCE">
        <w:t xml:space="preserve">, </w:t>
      </w:r>
      <w:r w:rsidRPr="00DA4E77">
        <w:t>aux ailes d</w:t>
      </w:r>
      <w:r w:rsidR="00276CCE">
        <w:t>’</w:t>
      </w:r>
      <w:r w:rsidRPr="00DA4E77">
        <w:t>or</w:t>
      </w:r>
      <w:r w:rsidR="00276CCE">
        <w:t xml:space="preserve">, </w:t>
      </w:r>
      <w:r w:rsidRPr="00DA4E77">
        <w:t>trône sur un piédestal de basalte</w:t>
      </w:r>
      <w:r w:rsidR="00276CCE">
        <w:t xml:space="preserve">, </w:t>
      </w:r>
      <w:r w:rsidRPr="00DA4E77">
        <w:t>auquel on accède par un escalier monumental</w:t>
      </w:r>
      <w:r w:rsidR="00276CCE">
        <w:t xml:space="preserve">. </w:t>
      </w:r>
      <w:r w:rsidRPr="00DA4E77">
        <w:t>L</w:t>
      </w:r>
      <w:r w:rsidR="00276CCE">
        <w:t>’</w:t>
      </w:r>
      <w:r w:rsidRPr="00DA4E77">
        <w:t>idole</w:t>
      </w:r>
      <w:r w:rsidR="00276CCE">
        <w:t xml:space="preserve">, </w:t>
      </w:r>
      <w:r w:rsidRPr="00DA4E77">
        <w:t>accroupie</w:t>
      </w:r>
      <w:r w:rsidR="00276CCE">
        <w:t xml:space="preserve">, </w:t>
      </w:r>
      <w:r w:rsidRPr="00DA4E77">
        <w:t>la tête haute</w:t>
      </w:r>
      <w:r w:rsidR="00276CCE">
        <w:t xml:space="preserve">, </w:t>
      </w:r>
      <w:r w:rsidRPr="00DA4E77">
        <w:t>les griffes en avant</w:t>
      </w:r>
      <w:r w:rsidR="00276CCE">
        <w:t xml:space="preserve">, </w:t>
      </w:r>
      <w:r w:rsidRPr="00DA4E77">
        <w:t>est tournée vers l</w:t>
      </w:r>
      <w:r w:rsidR="00276CCE">
        <w:t>’</w:t>
      </w:r>
      <w:r w:rsidRPr="00DA4E77">
        <w:t>occident</w:t>
      </w:r>
      <w:r w:rsidR="00276CCE">
        <w:t xml:space="preserve">, </w:t>
      </w:r>
      <w:r w:rsidRPr="00DA4E77">
        <w:t>et le soleil couchant flamboie dans ses yeux formés par d</w:t>
      </w:r>
      <w:r w:rsidR="00276CCE">
        <w:t>’</w:t>
      </w:r>
      <w:r w:rsidRPr="00DA4E77">
        <w:t>énormes pierreries</w:t>
      </w:r>
      <w:r w:rsidR="00276CCE">
        <w:t xml:space="preserve">. </w:t>
      </w:r>
      <w:r w:rsidRPr="00DA4E77">
        <w:t>Sa tête</w:t>
      </w:r>
      <w:r w:rsidR="00276CCE">
        <w:t xml:space="preserve">, </w:t>
      </w:r>
      <w:r w:rsidRPr="00DA4E77">
        <w:t>belle comme d</w:t>
      </w:r>
      <w:r w:rsidR="00276CCE">
        <w:t>’</w:t>
      </w:r>
      <w:r w:rsidRPr="00DA4E77">
        <w:t>une femme</w:t>
      </w:r>
      <w:r w:rsidR="00276CCE">
        <w:t xml:space="preserve">, </w:t>
      </w:r>
      <w:r w:rsidRPr="00DA4E77">
        <w:t>paraît robuste comme d</w:t>
      </w:r>
      <w:r w:rsidR="00276CCE">
        <w:t>’</w:t>
      </w:r>
      <w:r w:rsidRPr="00DA4E77">
        <w:t>un homme</w:t>
      </w:r>
      <w:r w:rsidR="00276CCE">
        <w:t xml:space="preserve"> ; </w:t>
      </w:r>
      <w:r w:rsidRPr="00DA4E77">
        <w:t>et sa poitrine</w:t>
      </w:r>
      <w:r w:rsidR="00276CCE">
        <w:t xml:space="preserve">, </w:t>
      </w:r>
      <w:r w:rsidRPr="00DA4E77">
        <w:t>sans mamelles</w:t>
      </w:r>
      <w:r w:rsidR="00276CCE">
        <w:t xml:space="preserve">, </w:t>
      </w:r>
      <w:r w:rsidRPr="00DA4E77">
        <w:t>laisse saillir des muscles puissants</w:t>
      </w:r>
      <w:r w:rsidR="00276CCE">
        <w:t xml:space="preserve">. </w:t>
      </w:r>
      <w:r w:rsidRPr="00DA4E77">
        <w:t>C</w:t>
      </w:r>
      <w:r w:rsidR="00276CCE">
        <w:t>’</w:t>
      </w:r>
      <w:r w:rsidRPr="00DA4E77">
        <w:t>est le Sphinx mâle</w:t>
      </w:r>
      <w:r w:rsidR="00276CCE">
        <w:t xml:space="preserve">, </w:t>
      </w:r>
      <w:r w:rsidRPr="00DA4E77">
        <w:t>par qui l</w:t>
      </w:r>
      <w:r w:rsidR="00276CCE">
        <w:t>’</w:t>
      </w:r>
      <w:r w:rsidRPr="00DA4E77">
        <w:t>Empire atlante symbolise son g</w:t>
      </w:r>
      <w:r w:rsidRPr="00DA4E77">
        <w:t>é</w:t>
      </w:r>
      <w:r w:rsidRPr="00DA4E77">
        <w:t>nie d</w:t>
      </w:r>
      <w:r w:rsidR="00276CCE">
        <w:t>’</w:t>
      </w:r>
      <w:r w:rsidRPr="00DA4E77">
        <w:t>ordre et de création</w:t>
      </w:r>
      <w:r w:rsidR="00276CCE">
        <w:t xml:space="preserve">. </w:t>
      </w:r>
      <w:r w:rsidRPr="00DA4E77">
        <w:t>Croupe d</w:t>
      </w:r>
      <w:r w:rsidR="00276CCE">
        <w:t>’</w:t>
      </w:r>
      <w:r w:rsidRPr="00DA4E77">
        <w:t>un taureau</w:t>
      </w:r>
      <w:r w:rsidR="00276CCE">
        <w:t xml:space="preserve">, </w:t>
      </w:r>
      <w:r w:rsidRPr="00DA4E77">
        <w:t>griffes d</w:t>
      </w:r>
      <w:r w:rsidR="00276CCE">
        <w:t>’</w:t>
      </w:r>
      <w:r w:rsidRPr="00DA4E77">
        <w:t>un lion</w:t>
      </w:r>
      <w:r w:rsidR="00276CCE">
        <w:t xml:space="preserve">, </w:t>
      </w:r>
      <w:r w:rsidRPr="00DA4E77">
        <w:t>ailes d</w:t>
      </w:r>
      <w:r w:rsidR="00276CCE">
        <w:t>’</w:t>
      </w:r>
      <w:r w:rsidRPr="00DA4E77">
        <w:t>un aigle</w:t>
      </w:r>
      <w:r w:rsidR="00276CCE">
        <w:t xml:space="preserve">. </w:t>
      </w:r>
      <w:r w:rsidRPr="00DA4E77">
        <w:t>Le regard</w:t>
      </w:r>
      <w:r w:rsidR="00276CCE">
        <w:t xml:space="preserve">, </w:t>
      </w:r>
      <w:r w:rsidRPr="00DA4E77">
        <w:t>tourné vers le vaste horizon</w:t>
      </w:r>
      <w:r w:rsidR="00276CCE">
        <w:t xml:space="preserve">, </w:t>
      </w:r>
      <w:r w:rsidRPr="00DA4E77">
        <w:t>surveille et commande l</w:t>
      </w:r>
      <w:r w:rsidR="00276CCE">
        <w:t>’</w:t>
      </w:r>
      <w:r w:rsidRPr="00DA4E77">
        <w:t>Empire rouge qu</w:t>
      </w:r>
      <w:r w:rsidR="00276CCE">
        <w:t>’</w:t>
      </w:r>
      <w:r w:rsidRPr="00DA4E77">
        <w:t>Atlantis a vaincu</w:t>
      </w:r>
      <w:r w:rsidR="00276CCE">
        <w:t>.</w:t>
      </w:r>
    </w:p>
    <w:p w14:paraId="5510EA72" w14:textId="77777777" w:rsidR="00276CCE" w:rsidRDefault="002A4158" w:rsidP="002A4158">
      <w:r w:rsidRPr="00DA4E77">
        <w:lastRenderedPageBreak/>
        <w:t>Derrière la croupe du Sphinx</w:t>
      </w:r>
      <w:r w:rsidR="00276CCE">
        <w:t xml:space="preserve">, </w:t>
      </w:r>
      <w:r w:rsidRPr="00DA4E77">
        <w:t>un obélisque de porphyre tend vers le ciel sa pointe effilée</w:t>
      </w:r>
      <w:r w:rsidR="00276CCE">
        <w:t>.</w:t>
      </w:r>
    </w:p>
    <w:p w14:paraId="477C4E1E" w14:textId="77777777" w:rsidR="00276CCE" w:rsidRDefault="002A4158" w:rsidP="002A4158">
      <w:proofErr w:type="spellStart"/>
      <w:r w:rsidRPr="00DA4E77">
        <w:t>Thébao</w:t>
      </w:r>
      <w:proofErr w:type="spellEnd"/>
      <w:r w:rsidR="00276CCE">
        <w:t xml:space="preserve">, </w:t>
      </w:r>
      <w:r w:rsidRPr="00DA4E77">
        <w:t>seul</w:t>
      </w:r>
      <w:r w:rsidR="00276CCE">
        <w:t xml:space="preserve">, </w:t>
      </w:r>
      <w:r w:rsidRPr="00DA4E77">
        <w:t>chef des hiérophantes</w:t>
      </w:r>
      <w:r w:rsidR="00276CCE">
        <w:t xml:space="preserve">, </w:t>
      </w:r>
      <w:r w:rsidRPr="00DA4E77">
        <w:t>va se placer debout sur la plus haute marche de l</w:t>
      </w:r>
      <w:r w:rsidR="00276CCE">
        <w:t>’</w:t>
      </w:r>
      <w:r w:rsidRPr="00DA4E77">
        <w:t>escalier du Sphinx</w:t>
      </w:r>
      <w:r w:rsidR="00276CCE">
        <w:t xml:space="preserve">. </w:t>
      </w:r>
      <w:r w:rsidRPr="00DA4E77">
        <w:t>Contre le pi</w:t>
      </w:r>
      <w:r w:rsidRPr="00DA4E77">
        <w:t>é</w:t>
      </w:r>
      <w:r w:rsidRPr="00DA4E77">
        <w:t>destal</w:t>
      </w:r>
      <w:r w:rsidR="00276CCE">
        <w:t xml:space="preserve">, </w:t>
      </w:r>
      <w:r w:rsidRPr="00DA4E77">
        <w:t>ressort la formule sacrée</w:t>
      </w:r>
      <w:r w:rsidR="00276CCE">
        <w:t> :</w:t>
      </w:r>
    </w:p>
    <w:p w14:paraId="57578CA8" w14:textId="04FF0C02" w:rsidR="00734989" w:rsidRDefault="00734989" w:rsidP="00276CCE">
      <w:pPr>
        <w:pStyle w:val="CentrEspAvt0EspApr0"/>
      </w:pPr>
      <w:r>
        <w:t>UN GRAND PEUPLE NE PEUT MOURIR</w:t>
      </w:r>
    </w:p>
    <w:p w14:paraId="54BBED49" w14:textId="77777777" w:rsidR="002A4158" w:rsidRPr="00DA4E77" w:rsidRDefault="002A4158" w:rsidP="00276CCE">
      <w:pPr>
        <w:pStyle w:val="CentrEspAvt0EspApr0"/>
      </w:pPr>
      <w:r w:rsidRPr="00DA4E77">
        <w:t>QUE DE LUI-MÊME</w:t>
      </w:r>
    </w:p>
    <w:p w14:paraId="19A19243" w14:textId="77777777" w:rsidR="00276CCE" w:rsidRDefault="002A4158" w:rsidP="002A4158">
      <w:proofErr w:type="spellStart"/>
      <w:r w:rsidRPr="00DA4E77">
        <w:t>Thébao</w:t>
      </w:r>
      <w:proofErr w:type="spellEnd"/>
      <w:r w:rsidR="00276CCE">
        <w:t xml:space="preserve">, </w:t>
      </w:r>
      <w:r w:rsidRPr="00DA4E77">
        <w:t>immobile</w:t>
      </w:r>
      <w:r w:rsidR="00276CCE">
        <w:t xml:space="preserve">, </w:t>
      </w:r>
      <w:r w:rsidRPr="00DA4E77">
        <w:t>tient d</w:t>
      </w:r>
      <w:r w:rsidR="00276CCE">
        <w:t>’</w:t>
      </w:r>
      <w:r w:rsidRPr="00DA4E77">
        <w:t>une main le globe d</w:t>
      </w:r>
      <w:r w:rsidR="00276CCE">
        <w:t>’</w:t>
      </w:r>
      <w:r w:rsidRPr="00DA4E77">
        <w:t>émail tra</w:t>
      </w:r>
      <w:r w:rsidRPr="00DA4E77">
        <w:t>n</w:t>
      </w:r>
      <w:r w:rsidRPr="00DA4E77">
        <w:t>slucide et</w:t>
      </w:r>
      <w:r w:rsidR="00276CCE">
        <w:t xml:space="preserve">, </w:t>
      </w:r>
      <w:r w:rsidRPr="00DA4E77">
        <w:t>de l</w:t>
      </w:r>
      <w:r w:rsidR="00276CCE">
        <w:t>’</w:t>
      </w:r>
      <w:r w:rsidRPr="00DA4E77">
        <w:t>autre</w:t>
      </w:r>
      <w:r w:rsidR="00276CCE">
        <w:t xml:space="preserve">, </w:t>
      </w:r>
      <w:r w:rsidRPr="00DA4E77">
        <w:t>la couronne d</w:t>
      </w:r>
      <w:r w:rsidR="00276CCE">
        <w:t>’</w:t>
      </w:r>
      <w:r w:rsidRPr="00DA4E77">
        <w:t>or</w:t>
      </w:r>
      <w:r w:rsidR="00276CCE">
        <w:t xml:space="preserve">. </w:t>
      </w:r>
      <w:r w:rsidRPr="00DA4E77">
        <w:t>À sa gauche</w:t>
      </w:r>
      <w:r w:rsidR="00276CCE">
        <w:t xml:space="preserve">, </w:t>
      </w:r>
      <w:r w:rsidRPr="00DA4E77">
        <w:t>le palais des hiérophantes</w:t>
      </w:r>
      <w:r w:rsidR="00276CCE">
        <w:t xml:space="preserve"> ; </w:t>
      </w:r>
      <w:r w:rsidRPr="00DA4E77">
        <w:t>à sa droite</w:t>
      </w:r>
      <w:r w:rsidR="00276CCE">
        <w:t xml:space="preserve">, </w:t>
      </w:r>
      <w:r w:rsidRPr="00DA4E77">
        <w:t>le Temple des Initiés</w:t>
      </w:r>
      <w:r w:rsidR="00276CCE">
        <w:t>.</w:t>
      </w:r>
    </w:p>
    <w:p w14:paraId="285657C8" w14:textId="77777777" w:rsidR="00276CCE" w:rsidRDefault="002A4158" w:rsidP="002A4158">
      <w:r w:rsidRPr="00DA4E77">
        <w:t>Sur les marches de leur palais</w:t>
      </w:r>
      <w:r w:rsidR="00276CCE">
        <w:t xml:space="preserve">, </w:t>
      </w:r>
      <w:r w:rsidRPr="00DA4E77">
        <w:t>les hiérophantes ou Frères du Silence se rangent échelonnés</w:t>
      </w:r>
      <w:r w:rsidR="00276CCE">
        <w:t xml:space="preserve">. </w:t>
      </w:r>
      <w:r w:rsidRPr="00DA4E77">
        <w:t>Ils tiennent dans leurs mains les clefs des chambres mystérieuses</w:t>
      </w:r>
      <w:r w:rsidR="00276CCE">
        <w:t xml:space="preserve">, </w:t>
      </w:r>
      <w:r w:rsidRPr="00DA4E77">
        <w:t>placées sous les cryptes de leur palais</w:t>
      </w:r>
      <w:r w:rsidR="00276CCE">
        <w:t xml:space="preserve">, </w:t>
      </w:r>
      <w:r w:rsidRPr="00DA4E77">
        <w:t>où l</w:t>
      </w:r>
      <w:r w:rsidR="00276CCE">
        <w:t>’</w:t>
      </w:r>
      <w:r w:rsidRPr="00DA4E77">
        <w:t>on garde les secrets de la science atlante</w:t>
      </w:r>
      <w:r w:rsidR="00276CCE">
        <w:t xml:space="preserve">. </w:t>
      </w:r>
      <w:r w:rsidRPr="00DA4E77">
        <w:t>Sur les premières marches du Temple</w:t>
      </w:r>
      <w:r w:rsidR="00276CCE">
        <w:t xml:space="preserve">, </w:t>
      </w:r>
      <w:r w:rsidRPr="00DA4E77">
        <w:t>se rangent les chefs des corpor</w:t>
      </w:r>
      <w:r w:rsidRPr="00DA4E77">
        <w:t>a</w:t>
      </w:r>
      <w:r w:rsidRPr="00DA4E77">
        <w:t>tions</w:t>
      </w:r>
      <w:r w:rsidR="00276CCE">
        <w:t>.</w:t>
      </w:r>
    </w:p>
    <w:p w14:paraId="25A92C4A" w14:textId="77777777" w:rsidR="00276CCE" w:rsidRDefault="002A4158" w:rsidP="002A4158">
      <w:r w:rsidRPr="00DA4E77">
        <w:t>Le reste des Apôtres et les jeunes néophytes se répandent</w:t>
      </w:r>
      <w:r w:rsidR="00276CCE">
        <w:t xml:space="preserve">, </w:t>
      </w:r>
      <w:r w:rsidRPr="00DA4E77">
        <w:rPr>
          <w:bCs/>
        </w:rPr>
        <w:t xml:space="preserve">sans </w:t>
      </w:r>
      <w:r w:rsidRPr="00DA4E77">
        <w:t>ordre</w:t>
      </w:r>
      <w:r w:rsidR="00276CCE">
        <w:t xml:space="preserve">, </w:t>
      </w:r>
      <w:r w:rsidRPr="00DA4E77">
        <w:t>à travers la place</w:t>
      </w:r>
      <w:r w:rsidR="00276CCE">
        <w:t xml:space="preserve">. </w:t>
      </w:r>
      <w:r w:rsidRPr="00DA4E77">
        <w:t>Quand la rumeur causée par la sortie du Temple semble à peu près calmée</w:t>
      </w:r>
      <w:r w:rsidR="00276CCE">
        <w:t xml:space="preserve">, </w:t>
      </w:r>
      <w:proofErr w:type="spellStart"/>
      <w:r w:rsidRPr="00DA4E77">
        <w:t>Thébao</w:t>
      </w:r>
      <w:proofErr w:type="spellEnd"/>
      <w:r w:rsidRPr="00DA4E77">
        <w:t xml:space="preserve"> tend vers le soleil la couronne et le globe</w:t>
      </w:r>
      <w:r w:rsidR="00276CCE">
        <w:t xml:space="preserve">, </w:t>
      </w:r>
      <w:r w:rsidRPr="00DA4E77">
        <w:t>puis il dépose l</w:t>
      </w:r>
      <w:r w:rsidR="00276CCE">
        <w:t>’</w:t>
      </w:r>
      <w:r w:rsidRPr="00DA4E77">
        <w:t>une sous la griffe gauche</w:t>
      </w:r>
      <w:r w:rsidR="00276CCE">
        <w:t xml:space="preserve">, </w:t>
      </w:r>
      <w:r w:rsidRPr="00DA4E77">
        <w:t>l</w:t>
      </w:r>
      <w:r w:rsidR="00276CCE">
        <w:t>’</w:t>
      </w:r>
      <w:r w:rsidRPr="00DA4E77">
        <w:t>autre sous la griffe droite du Sphinx</w:t>
      </w:r>
      <w:r w:rsidR="00276CCE">
        <w:t xml:space="preserve">. </w:t>
      </w:r>
      <w:r w:rsidRPr="00DA4E77">
        <w:t>Cela fait</w:t>
      </w:r>
      <w:r w:rsidR="00276CCE">
        <w:t xml:space="preserve">, </w:t>
      </w:r>
      <w:r w:rsidRPr="00DA4E77">
        <w:t>il trace dans l</w:t>
      </w:r>
      <w:r w:rsidR="00276CCE">
        <w:t>’</w:t>
      </w:r>
      <w:r w:rsidRPr="00DA4E77">
        <w:t>air le signe triangulaire</w:t>
      </w:r>
      <w:r w:rsidR="00276CCE">
        <w:t xml:space="preserve">, </w:t>
      </w:r>
      <w:r w:rsidRPr="00DA4E77">
        <w:t>puis</w:t>
      </w:r>
      <w:r w:rsidR="00276CCE">
        <w:t xml:space="preserve">, </w:t>
      </w:r>
      <w:r w:rsidRPr="00DA4E77">
        <w:t>tendant les mains en un geste de bénédiction</w:t>
      </w:r>
      <w:r w:rsidR="00276CCE">
        <w:t> :</w:t>
      </w:r>
    </w:p>
    <w:p w14:paraId="46E7DF23" w14:textId="77777777" w:rsidR="00276CCE" w:rsidRDefault="00276CCE" w:rsidP="002A4158">
      <w:r>
        <w:t>— </w:t>
      </w:r>
      <w:r w:rsidR="002A4158" w:rsidRPr="00DA4E77">
        <w:t>Allez</w:t>
      </w:r>
      <w:r>
        <w:t> !</w:t>
      </w:r>
    </w:p>
    <w:p w14:paraId="5B551B02" w14:textId="77777777" w:rsidR="00276CCE" w:rsidRDefault="002A4158" w:rsidP="002A4158">
      <w:r w:rsidRPr="00DA4E77">
        <w:t>C</w:t>
      </w:r>
      <w:r w:rsidR="00276CCE">
        <w:t>’</w:t>
      </w:r>
      <w:r w:rsidRPr="00DA4E77">
        <w:t>est le moment où les chefs des groupes ont le droit de p</w:t>
      </w:r>
      <w:r w:rsidRPr="00DA4E77">
        <w:t>o</w:t>
      </w:r>
      <w:r w:rsidRPr="00DA4E77">
        <w:t>ser aux initiés quelques questions touchant les formules du Sphinx</w:t>
      </w:r>
      <w:r w:rsidR="00276CCE">
        <w:t xml:space="preserve">. </w:t>
      </w:r>
      <w:proofErr w:type="spellStart"/>
      <w:r w:rsidRPr="00DA4E77">
        <w:t>Barkas</w:t>
      </w:r>
      <w:proofErr w:type="spellEnd"/>
      <w:r w:rsidR="00276CCE">
        <w:t xml:space="preserve">, </w:t>
      </w:r>
      <w:r w:rsidRPr="00DA4E77">
        <w:t>chef des architectes</w:t>
      </w:r>
      <w:r w:rsidR="00276CCE">
        <w:t xml:space="preserve">, </w:t>
      </w:r>
      <w:r w:rsidRPr="00DA4E77">
        <w:t>le premier par ordre</w:t>
      </w:r>
      <w:r w:rsidR="00276CCE">
        <w:t xml:space="preserve">, </w:t>
      </w:r>
      <w:r w:rsidRPr="00DA4E77">
        <w:t>parle d</w:t>
      </w:r>
      <w:r w:rsidR="00276CCE">
        <w:t>’</w:t>
      </w:r>
      <w:r w:rsidRPr="00DA4E77">
        <w:t>abord</w:t>
      </w:r>
      <w:r w:rsidR="00276CCE">
        <w:t>.</w:t>
      </w:r>
    </w:p>
    <w:p w14:paraId="158D47FA" w14:textId="77777777" w:rsidR="00276CCE" w:rsidRDefault="00276CCE" w:rsidP="002A4158">
      <w:r>
        <w:lastRenderedPageBreak/>
        <w:t>— </w:t>
      </w:r>
      <w:r w:rsidR="002A4158" w:rsidRPr="00DA4E77">
        <w:t>Prêtres du Sphinx</w:t>
      </w:r>
      <w:r>
        <w:t xml:space="preserve">, </w:t>
      </w:r>
      <w:r w:rsidR="002A4158" w:rsidRPr="00DA4E77">
        <w:t>et vous</w:t>
      </w:r>
      <w:r>
        <w:t xml:space="preserve">, </w:t>
      </w:r>
      <w:r w:rsidR="002A4158" w:rsidRPr="00DA4E77">
        <w:t>fils du Soleil</w:t>
      </w:r>
      <w:r>
        <w:t xml:space="preserve">, </w:t>
      </w:r>
      <w:r w:rsidR="002A4158" w:rsidRPr="00DA4E77">
        <w:t>Apôtres de L</w:t>
      </w:r>
      <w:r w:rsidR="002A4158" w:rsidRPr="00DA4E77">
        <w:t>u</w:t>
      </w:r>
      <w:r w:rsidR="002A4158" w:rsidRPr="00DA4E77">
        <w:t>mière</w:t>
      </w:r>
      <w:r>
        <w:t xml:space="preserve">, </w:t>
      </w:r>
      <w:r w:rsidR="002A4158" w:rsidRPr="00DA4E77">
        <w:t>et toi</w:t>
      </w:r>
      <w:r>
        <w:t xml:space="preserve">, </w:t>
      </w:r>
      <w:proofErr w:type="spellStart"/>
      <w:r w:rsidR="002A4158" w:rsidRPr="00DA4E77">
        <w:t>Thébao</w:t>
      </w:r>
      <w:proofErr w:type="spellEnd"/>
      <w:r>
        <w:t xml:space="preserve">, </w:t>
      </w:r>
      <w:r w:rsidR="002A4158" w:rsidRPr="00DA4E77">
        <w:t>Gardien des gardiens de la Terrasse Sai</w:t>
      </w:r>
      <w:r w:rsidR="002A4158" w:rsidRPr="00DA4E77">
        <w:t>n</w:t>
      </w:r>
      <w:r w:rsidR="002A4158" w:rsidRPr="00DA4E77">
        <w:t>te</w:t>
      </w:r>
      <w:r>
        <w:t xml:space="preserve">, </w:t>
      </w:r>
      <w:r w:rsidR="002A4158" w:rsidRPr="00DA4E77">
        <w:t>salut</w:t>
      </w:r>
      <w:r>
        <w:t> !</w:t>
      </w:r>
    </w:p>
    <w:p w14:paraId="2094B9E8" w14:textId="77777777" w:rsidR="00276CCE" w:rsidRDefault="002A4158" w:rsidP="002A4158">
      <w:r w:rsidRPr="00DA4E77">
        <w:t>Puis</w:t>
      </w:r>
      <w:r w:rsidR="00276CCE">
        <w:t xml:space="preserve">, </w:t>
      </w:r>
      <w:r w:rsidRPr="00DA4E77">
        <w:t>s</w:t>
      </w:r>
      <w:r w:rsidR="00276CCE">
        <w:t>’</w:t>
      </w:r>
      <w:r w:rsidRPr="00DA4E77">
        <w:t>adressant au Sphinx</w:t>
      </w:r>
      <w:r w:rsidR="00276CCE">
        <w:t xml:space="preserve">, </w:t>
      </w:r>
      <w:r w:rsidRPr="00DA4E77">
        <w:t>il ajoute d</w:t>
      </w:r>
      <w:r w:rsidR="00276CCE">
        <w:t>’</w:t>
      </w:r>
      <w:r w:rsidRPr="00DA4E77">
        <w:t>un ton solennel</w:t>
      </w:r>
      <w:r w:rsidR="00276CCE">
        <w:t> :</w:t>
      </w:r>
    </w:p>
    <w:p w14:paraId="6F66A068" w14:textId="77777777" w:rsidR="00276CCE" w:rsidRDefault="00276CCE" w:rsidP="002A4158">
      <w:r>
        <w:t>— </w:t>
      </w:r>
      <w:r w:rsidR="002A4158" w:rsidRPr="00DA4E77">
        <w:t>Tu dis</w:t>
      </w:r>
      <w:r>
        <w:t xml:space="preserve">, </w:t>
      </w:r>
      <w:r w:rsidR="002A4158" w:rsidRPr="00DA4E77">
        <w:t>ô Sphinx</w:t>
      </w:r>
      <w:r>
        <w:t xml:space="preserve">, </w:t>
      </w:r>
      <w:r w:rsidR="002A4158" w:rsidRPr="00DA4E77">
        <w:t>qu</w:t>
      </w:r>
      <w:r>
        <w:t>’</w:t>
      </w:r>
      <w:r w:rsidR="002A4158" w:rsidRPr="00DA4E77">
        <w:t>un grand peuple ne peut mourir que de lui-même</w:t>
      </w:r>
      <w:r>
        <w:t xml:space="preserve">, </w:t>
      </w:r>
      <w:r w:rsidR="002A4158" w:rsidRPr="00DA4E77">
        <w:t>ce qui signifie évidemment que nul autre ne saura l</w:t>
      </w:r>
      <w:r>
        <w:t>’</w:t>
      </w:r>
      <w:r w:rsidR="002A4158" w:rsidRPr="00DA4E77">
        <w:t>abattre</w:t>
      </w:r>
      <w:r>
        <w:t xml:space="preserve">. </w:t>
      </w:r>
      <w:r w:rsidR="002A4158" w:rsidRPr="00DA4E77">
        <w:t>C</w:t>
      </w:r>
      <w:r>
        <w:t>’</w:t>
      </w:r>
      <w:r w:rsidR="002A4158" w:rsidRPr="00DA4E77">
        <w:t>est donc l</w:t>
      </w:r>
      <w:r>
        <w:t>’</w:t>
      </w:r>
      <w:r w:rsidR="002A4158" w:rsidRPr="00DA4E77">
        <w:t>immortalité que tu nous promets</w:t>
      </w:r>
      <w:r>
        <w:t xml:space="preserve">. </w:t>
      </w:r>
      <w:r w:rsidR="002A4158" w:rsidRPr="00DA4E77">
        <w:t>Et</w:t>
      </w:r>
      <w:r>
        <w:t xml:space="preserve">, </w:t>
      </w:r>
      <w:r w:rsidR="002A4158" w:rsidRPr="00DA4E77">
        <w:t>d</w:t>
      </w:r>
      <w:r>
        <w:t>’</w:t>
      </w:r>
      <w:r w:rsidR="002A4158" w:rsidRPr="00DA4E77">
        <w:t>autre part</w:t>
      </w:r>
      <w:r>
        <w:t xml:space="preserve">, </w:t>
      </w:r>
      <w:r w:rsidR="002A4158" w:rsidRPr="00DA4E77">
        <w:t>tu dis qu</w:t>
      </w:r>
      <w:r>
        <w:t>’</w:t>
      </w:r>
      <w:r w:rsidR="002A4158" w:rsidRPr="00DA4E77">
        <w:t>un grand soir viendra sans nouvelle a</w:t>
      </w:r>
      <w:r w:rsidR="002A4158" w:rsidRPr="00DA4E77">
        <w:t>u</w:t>
      </w:r>
      <w:r w:rsidR="002A4158" w:rsidRPr="00DA4E77">
        <w:t>rore</w:t>
      </w:r>
      <w:r>
        <w:t xml:space="preserve">. </w:t>
      </w:r>
      <w:r w:rsidR="002A4158" w:rsidRPr="00DA4E77">
        <w:t>Que veux-tu exprimer par ces mots énigmatiques</w:t>
      </w:r>
      <w:r>
        <w:t xml:space="preserve"> ?… </w:t>
      </w:r>
      <w:r w:rsidR="002A4158" w:rsidRPr="00DA4E77">
        <w:t>Faut-il y voir</w:t>
      </w:r>
      <w:r>
        <w:t xml:space="preserve">, </w:t>
      </w:r>
      <w:r w:rsidR="002A4158" w:rsidRPr="00DA4E77">
        <w:t>pour Atlantis</w:t>
      </w:r>
      <w:r>
        <w:t xml:space="preserve">, </w:t>
      </w:r>
      <w:r w:rsidR="002A4158" w:rsidRPr="00DA4E77">
        <w:t>l</w:t>
      </w:r>
      <w:r>
        <w:t>’</w:t>
      </w:r>
      <w:r w:rsidR="002A4158" w:rsidRPr="00DA4E77">
        <w:t>invraisemblable éventualité d</w:t>
      </w:r>
      <w:r>
        <w:t>’</w:t>
      </w:r>
      <w:r w:rsidR="002A4158" w:rsidRPr="00DA4E77">
        <w:t>une fin</w:t>
      </w:r>
      <w:r>
        <w:t> ?</w:t>
      </w:r>
    </w:p>
    <w:p w14:paraId="49D18B0F" w14:textId="77777777" w:rsidR="00276CCE" w:rsidRDefault="002A4158" w:rsidP="002A4158">
      <w:r w:rsidRPr="00DA4E77">
        <w:t>Puis</w:t>
      </w:r>
      <w:r w:rsidR="00276CCE">
        <w:t xml:space="preserve">, </w:t>
      </w:r>
      <w:r w:rsidRPr="00DA4E77">
        <w:t>se tournant vers les Apôtres</w:t>
      </w:r>
      <w:r w:rsidR="00276CCE">
        <w:t> :</w:t>
      </w:r>
    </w:p>
    <w:p w14:paraId="0B6C40B0" w14:textId="77777777" w:rsidR="00276CCE" w:rsidRDefault="00276CCE" w:rsidP="002A4158">
      <w:r>
        <w:t>— </w:t>
      </w:r>
      <w:r w:rsidR="002A4158" w:rsidRPr="00DA4E77">
        <w:t>S</w:t>
      </w:r>
      <w:r>
        <w:t>’</w:t>
      </w:r>
      <w:r w:rsidR="002A4158" w:rsidRPr="00DA4E77">
        <w:t>il y a quelqu</w:t>
      </w:r>
      <w:r>
        <w:t>’</w:t>
      </w:r>
      <w:r w:rsidR="002A4158" w:rsidRPr="00DA4E77">
        <w:t>un parmi vous</w:t>
      </w:r>
      <w:r>
        <w:t xml:space="preserve">, </w:t>
      </w:r>
      <w:r w:rsidR="002A4158" w:rsidRPr="00DA4E77">
        <w:t>ô fils du Soleil</w:t>
      </w:r>
      <w:r>
        <w:t xml:space="preserve">, </w:t>
      </w:r>
      <w:r w:rsidR="002A4158" w:rsidRPr="00DA4E77">
        <w:t>qui puisse répondre avec assurance à ma question</w:t>
      </w:r>
      <w:r>
        <w:t xml:space="preserve">, </w:t>
      </w:r>
      <w:r w:rsidR="002A4158" w:rsidRPr="00DA4E77">
        <w:t>qu</w:t>
      </w:r>
      <w:r>
        <w:t>’</w:t>
      </w:r>
      <w:r w:rsidR="002A4158" w:rsidRPr="00DA4E77">
        <w:t>il prenne ma place</w:t>
      </w:r>
      <w:r>
        <w:t xml:space="preserve">, </w:t>
      </w:r>
      <w:r w:rsidR="002A4158" w:rsidRPr="00DA4E77">
        <w:t>et qu</w:t>
      </w:r>
      <w:r>
        <w:t>’</w:t>
      </w:r>
      <w:r w:rsidR="002A4158" w:rsidRPr="00DA4E77">
        <w:t>il veuille ensuite</w:t>
      </w:r>
      <w:r>
        <w:t xml:space="preserve">, </w:t>
      </w:r>
      <w:r w:rsidR="002A4158" w:rsidRPr="00DA4E77">
        <w:t>selon son droit</w:t>
      </w:r>
      <w:r>
        <w:t xml:space="preserve">, </w:t>
      </w:r>
      <w:r w:rsidR="002A4158" w:rsidRPr="00DA4E77">
        <w:t>désigner à notre suffrage celui qui deviendra notre nouveau Prince</w:t>
      </w:r>
      <w:r>
        <w:t xml:space="preserve">… </w:t>
      </w:r>
      <w:r w:rsidR="002A4158" w:rsidRPr="00DA4E77">
        <w:t>Car vous savez tous qu</w:t>
      </w:r>
      <w:r>
        <w:t>’</w:t>
      </w:r>
      <w:proofErr w:type="spellStart"/>
      <w:r w:rsidR="002A4158" w:rsidRPr="00DA4E77">
        <w:t>Hellas</w:t>
      </w:r>
      <w:proofErr w:type="spellEnd"/>
      <w:r w:rsidR="002A4158" w:rsidRPr="00DA4E77">
        <w:t xml:space="preserve"> nous a laissés depuis près d</w:t>
      </w:r>
      <w:r>
        <w:t>’</w:t>
      </w:r>
      <w:r w:rsidR="002A4158" w:rsidRPr="00DA4E77">
        <w:t>un an sans nouvelles</w:t>
      </w:r>
      <w:r>
        <w:t>…</w:t>
      </w:r>
    </w:p>
    <w:p w14:paraId="68EBB4D7" w14:textId="77777777" w:rsidR="00276CCE" w:rsidRDefault="002A4158" w:rsidP="002A4158">
      <w:r w:rsidRPr="00DA4E77">
        <w:t>Un murmure mal contenu accueille ces paroles</w:t>
      </w:r>
      <w:r w:rsidR="00276CCE">
        <w:t xml:space="preserve">. </w:t>
      </w:r>
      <w:r w:rsidRPr="00DA4E77">
        <w:t>Personne n</w:t>
      </w:r>
      <w:r w:rsidR="00276CCE">
        <w:t>’</w:t>
      </w:r>
      <w:r w:rsidRPr="00DA4E77">
        <w:t>ose</w:t>
      </w:r>
      <w:r w:rsidR="00276CCE">
        <w:t xml:space="preserve">, </w:t>
      </w:r>
      <w:r w:rsidRPr="00DA4E77">
        <w:t>tout de suite</w:t>
      </w:r>
      <w:r w:rsidR="00276CCE">
        <w:t xml:space="preserve">, </w:t>
      </w:r>
      <w:r w:rsidRPr="00DA4E77">
        <w:t>escalader les marches du Temple</w:t>
      </w:r>
      <w:r w:rsidR="00276CCE">
        <w:t xml:space="preserve">. </w:t>
      </w:r>
      <w:r w:rsidRPr="00DA4E77">
        <w:t>Mais voici que du groupe</w:t>
      </w:r>
      <w:r w:rsidR="00276CCE">
        <w:t xml:space="preserve">, </w:t>
      </w:r>
      <w:r w:rsidRPr="00DA4E77">
        <w:t>jusque-là silencieux</w:t>
      </w:r>
      <w:r w:rsidR="00276CCE">
        <w:t xml:space="preserve">, </w:t>
      </w:r>
      <w:r w:rsidRPr="00DA4E77">
        <w:t>des néophytes</w:t>
      </w:r>
      <w:r w:rsidR="00276CCE">
        <w:t xml:space="preserve">, </w:t>
      </w:r>
      <w:r w:rsidRPr="00DA4E77">
        <w:t>une voix claire retentit</w:t>
      </w:r>
      <w:r w:rsidR="00276CCE">
        <w:t> :</w:t>
      </w:r>
    </w:p>
    <w:p w14:paraId="6035069B" w14:textId="77777777" w:rsidR="00276CCE" w:rsidRDefault="00276CCE" w:rsidP="002A4158">
      <w:r>
        <w:t>— </w:t>
      </w:r>
      <w:r w:rsidR="002A4158" w:rsidRPr="00DA4E77">
        <w:t>Ta question est impie</w:t>
      </w:r>
      <w:r>
        <w:t xml:space="preserve">, </w:t>
      </w:r>
      <w:proofErr w:type="spellStart"/>
      <w:r w:rsidR="002A4158" w:rsidRPr="00DA4E77">
        <w:t>Barkas</w:t>
      </w:r>
      <w:proofErr w:type="spellEnd"/>
      <w:r>
        <w:t xml:space="preserve">, </w:t>
      </w:r>
      <w:r w:rsidR="002A4158" w:rsidRPr="00DA4E77">
        <w:t>et ta proposition crim</w:t>
      </w:r>
      <w:r w:rsidR="002A4158" w:rsidRPr="00DA4E77">
        <w:t>i</w:t>
      </w:r>
      <w:r w:rsidR="002A4158" w:rsidRPr="00DA4E77">
        <w:t>nelle</w:t>
      </w:r>
      <w:r>
        <w:t xml:space="preserve">. </w:t>
      </w:r>
      <w:r w:rsidR="002A4158" w:rsidRPr="00DA4E77">
        <w:t>Et d</w:t>
      </w:r>
      <w:r>
        <w:t>’</w:t>
      </w:r>
      <w:r w:rsidR="002A4158" w:rsidRPr="00DA4E77">
        <w:t>ailleurs</w:t>
      </w:r>
      <w:r>
        <w:t xml:space="preserve">, </w:t>
      </w:r>
      <w:r w:rsidR="002A4158" w:rsidRPr="00DA4E77">
        <w:t>pourquoi parles-tu d</w:t>
      </w:r>
      <w:r>
        <w:t>’</w:t>
      </w:r>
      <w:r w:rsidR="002A4158" w:rsidRPr="00DA4E77">
        <w:t>un nouveau Prince</w:t>
      </w:r>
      <w:r>
        <w:t xml:space="preserve">, </w:t>
      </w:r>
      <w:r w:rsidR="002A4158" w:rsidRPr="00DA4E77">
        <w:t>pui</w:t>
      </w:r>
      <w:r w:rsidR="002A4158" w:rsidRPr="00DA4E77">
        <w:t>s</w:t>
      </w:r>
      <w:r w:rsidR="002A4158" w:rsidRPr="00DA4E77">
        <w:t xml:space="preserve">que </w:t>
      </w:r>
      <w:proofErr w:type="spellStart"/>
      <w:r w:rsidR="002A4158" w:rsidRPr="00DA4E77">
        <w:t>Hellas</w:t>
      </w:r>
      <w:proofErr w:type="spellEnd"/>
      <w:r w:rsidR="002A4158" w:rsidRPr="00DA4E77">
        <w:t xml:space="preserve"> n</w:t>
      </w:r>
      <w:r>
        <w:t>’</w:t>
      </w:r>
      <w:r w:rsidR="002A4158" w:rsidRPr="00DA4E77">
        <w:t>a pas failli</w:t>
      </w:r>
      <w:r>
        <w:t>…</w:t>
      </w:r>
    </w:p>
    <w:p w14:paraId="7BFBD48D" w14:textId="77777777" w:rsidR="00276CCE" w:rsidRDefault="00276CCE" w:rsidP="002A4158">
      <w:r>
        <w:t>— </w:t>
      </w:r>
      <w:r w:rsidR="002A4158" w:rsidRPr="00DA4E77">
        <w:t>Quel est l</w:t>
      </w:r>
      <w:r>
        <w:t>’</w:t>
      </w:r>
      <w:r w:rsidR="002A4158" w:rsidRPr="00DA4E77">
        <w:t>avorton qui se permet d</w:t>
      </w:r>
      <w:r>
        <w:t>’</w:t>
      </w:r>
      <w:r w:rsidR="002A4158" w:rsidRPr="00DA4E77">
        <w:t xml:space="preserve">insulter le grand </w:t>
      </w:r>
      <w:proofErr w:type="spellStart"/>
      <w:r w:rsidR="002A4158" w:rsidRPr="00DA4E77">
        <w:t>Ba</w:t>
      </w:r>
      <w:r w:rsidR="002A4158" w:rsidRPr="00DA4E77">
        <w:t>r</w:t>
      </w:r>
      <w:r w:rsidR="002A4158" w:rsidRPr="00DA4E77">
        <w:t>kas</w:t>
      </w:r>
      <w:proofErr w:type="spellEnd"/>
      <w:r>
        <w:t xml:space="preserve"> ? </w:t>
      </w:r>
      <w:r w:rsidR="002A4158" w:rsidRPr="00DA4E77">
        <w:t xml:space="preserve">vocifère </w:t>
      </w:r>
      <w:proofErr w:type="spellStart"/>
      <w:r w:rsidR="002A4158" w:rsidRPr="00DA4E77">
        <w:t>Belkis</w:t>
      </w:r>
      <w:proofErr w:type="spellEnd"/>
      <w:r>
        <w:t>.</w:t>
      </w:r>
    </w:p>
    <w:p w14:paraId="7539B447" w14:textId="77777777" w:rsidR="00276CCE" w:rsidRDefault="00276CCE" w:rsidP="002A4158">
      <w:r>
        <w:t>— </w:t>
      </w:r>
      <w:r w:rsidR="002A4158" w:rsidRPr="00DA4E77">
        <w:t>Je m</w:t>
      </w:r>
      <w:r>
        <w:t>’</w:t>
      </w:r>
      <w:r w:rsidR="002A4158" w:rsidRPr="00DA4E77">
        <w:t xml:space="preserve">appelle </w:t>
      </w:r>
      <w:proofErr w:type="spellStart"/>
      <w:r w:rsidR="002A4158" w:rsidRPr="00DA4E77">
        <w:t>Amonou</w:t>
      </w:r>
      <w:proofErr w:type="spellEnd"/>
      <w:r>
        <w:t xml:space="preserve">, </w:t>
      </w:r>
      <w:r w:rsidR="002A4158" w:rsidRPr="00DA4E77">
        <w:t>descendant d</w:t>
      </w:r>
      <w:r>
        <w:t>’</w:t>
      </w:r>
      <w:proofErr w:type="spellStart"/>
      <w:r w:rsidR="002A4158" w:rsidRPr="00DA4E77">
        <w:t>Onoubé</w:t>
      </w:r>
      <w:proofErr w:type="spellEnd"/>
      <w:r>
        <w:t xml:space="preserve">. </w:t>
      </w:r>
      <w:r w:rsidR="002A4158" w:rsidRPr="00DA4E77">
        <w:t>Ma race fut glorieuse en Atlantis</w:t>
      </w:r>
      <w:r>
        <w:t>.</w:t>
      </w:r>
    </w:p>
    <w:p w14:paraId="6192DCF8" w14:textId="77777777" w:rsidR="00276CCE" w:rsidRDefault="00276CCE" w:rsidP="002A4158">
      <w:r>
        <w:lastRenderedPageBreak/>
        <w:t>— </w:t>
      </w:r>
      <w:r w:rsidR="002A4158" w:rsidRPr="00DA4E77">
        <w:t>Qu</w:t>
      </w:r>
      <w:r>
        <w:t>’</w:t>
      </w:r>
      <w:r w:rsidR="002A4158" w:rsidRPr="00DA4E77">
        <w:t>importe la gloire de ta race</w:t>
      </w:r>
      <w:r>
        <w:t xml:space="preserve"> ! </w:t>
      </w:r>
      <w:r w:rsidR="002A4158" w:rsidRPr="00DA4E77">
        <w:t>Tous nos aïeux se valent</w:t>
      </w:r>
      <w:r>
        <w:t xml:space="preserve">, </w:t>
      </w:r>
      <w:r w:rsidR="002A4158" w:rsidRPr="00DA4E77">
        <w:t>puisqu</w:t>
      </w:r>
      <w:r>
        <w:t>’</w:t>
      </w:r>
      <w:r w:rsidR="002A4158" w:rsidRPr="00DA4E77">
        <w:t>ils sont morts</w:t>
      </w:r>
      <w:r>
        <w:t xml:space="preserve">. </w:t>
      </w:r>
      <w:r w:rsidR="002A4158" w:rsidRPr="00DA4E77">
        <w:t>Oses-tu donc parler</w:t>
      </w:r>
      <w:r>
        <w:t xml:space="preserve">, </w:t>
      </w:r>
      <w:r w:rsidR="002A4158" w:rsidRPr="00DA4E77">
        <w:t>quand tes aînés se taisent</w:t>
      </w:r>
      <w:r>
        <w:t> ?</w:t>
      </w:r>
    </w:p>
    <w:p w14:paraId="1A53DE47" w14:textId="77777777" w:rsidR="00276CCE" w:rsidRDefault="00276CCE" w:rsidP="002A4158">
      <w:r>
        <w:t>— </w:t>
      </w:r>
      <w:r w:rsidR="002A4158" w:rsidRPr="00DA4E77">
        <w:t>Si les aînés ont peur</w:t>
      </w:r>
      <w:r>
        <w:t>…</w:t>
      </w:r>
    </w:p>
    <w:p w14:paraId="22EA69DA" w14:textId="77777777" w:rsidR="00276CCE" w:rsidRDefault="002A4158" w:rsidP="002A4158">
      <w:r w:rsidRPr="00DA4E77">
        <w:t>À ces mots</w:t>
      </w:r>
      <w:r w:rsidR="00276CCE">
        <w:t xml:space="preserve">, </w:t>
      </w:r>
      <w:r w:rsidRPr="00DA4E77">
        <w:t>une clameur s</w:t>
      </w:r>
      <w:r w:rsidR="00276CCE">
        <w:t>’</w:t>
      </w:r>
      <w:r w:rsidRPr="00DA4E77">
        <w:t>élève</w:t>
      </w:r>
      <w:r w:rsidR="00276CCE">
        <w:t xml:space="preserve">. </w:t>
      </w:r>
      <w:r w:rsidRPr="00DA4E77">
        <w:t xml:space="preserve">Les partisans de </w:t>
      </w:r>
      <w:proofErr w:type="spellStart"/>
      <w:r w:rsidRPr="00DA4E77">
        <w:t>Guitché</w:t>
      </w:r>
      <w:proofErr w:type="spellEnd"/>
      <w:r w:rsidRPr="00DA4E77">
        <w:t xml:space="preserve"> se précipitent autour du jeune homme</w:t>
      </w:r>
      <w:r w:rsidR="00276CCE">
        <w:t xml:space="preserve">. </w:t>
      </w:r>
      <w:r w:rsidRPr="00DA4E77">
        <w:t>Les amis d</w:t>
      </w:r>
      <w:r w:rsidR="00276CCE">
        <w:t>’</w:t>
      </w:r>
      <w:proofErr w:type="spellStart"/>
      <w:r w:rsidRPr="00DA4E77">
        <w:t>Hellas</w:t>
      </w:r>
      <w:proofErr w:type="spellEnd"/>
      <w:r w:rsidRPr="00DA4E77">
        <w:t xml:space="preserve"> hés</w:t>
      </w:r>
      <w:r w:rsidRPr="00DA4E77">
        <w:t>i</w:t>
      </w:r>
      <w:r w:rsidRPr="00DA4E77">
        <w:t>tent</w:t>
      </w:r>
      <w:r w:rsidR="00276CCE">
        <w:t xml:space="preserve">, </w:t>
      </w:r>
      <w:r w:rsidRPr="00DA4E77">
        <w:t xml:space="preserve">et </w:t>
      </w:r>
      <w:proofErr w:type="spellStart"/>
      <w:r w:rsidRPr="00DA4E77">
        <w:t>Hermos</w:t>
      </w:r>
      <w:proofErr w:type="spellEnd"/>
      <w:r w:rsidRPr="00DA4E77">
        <w:t xml:space="preserve"> croit le moment venu de sortir du Temple</w:t>
      </w:r>
      <w:r w:rsidR="00276CCE">
        <w:t xml:space="preserve">, </w:t>
      </w:r>
      <w:r w:rsidRPr="00DA4E77">
        <w:t>quand</w:t>
      </w:r>
      <w:r w:rsidR="00276CCE">
        <w:t xml:space="preserve">, </w:t>
      </w:r>
      <w:r w:rsidRPr="00DA4E77">
        <w:t>brusquement</w:t>
      </w:r>
      <w:r w:rsidR="00276CCE">
        <w:t xml:space="preserve">, </w:t>
      </w:r>
      <w:r w:rsidRPr="00DA4E77">
        <w:t>sur la plus haute marche</w:t>
      </w:r>
      <w:r w:rsidR="00276CCE">
        <w:t xml:space="preserve">, </w:t>
      </w:r>
      <w:proofErr w:type="spellStart"/>
      <w:r w:rsidRPr="00DA4E77">
        <w:t>Belkis</w:t>
      </w:r>
      <w:proofErr w:type="spellEnd"/>
      <w:r w:rsidRPr="00DA4E77">
        <w:t xml:space="preserve"> paraît</w:t>
      </w:r>
      <w:r w:rsidR="00276CCE">
        <w:t xml:space="preserve">. </w:t>
      </w:r>
      <w:r w:rsidRPr="00DA4E77">
        <w:t>Petit</w:t>
      </w:r>
      <w:r w:rsidR="00276CCE">
        <w:t xml:space="preserve">, </w:t>
      </w:r>
      <w:r w:rsidRPr="00DA4E77">
        <w:t>maigre</w:t>
      </w:r>
      <w:r w:rsidR="00276CCE">
        <w:t xml:space="preserve">, </w:t>
      </w:r>
      <w:r w:rsidRPr="00DA4E77">
        <w:t>nerveux</w:t>
      </w:r>
      <w:r w:rsidR="00276CCE">
        <w:t xml:space="preserve">, </w:t>
      </w:r>
      <w:r w:rsidRPr="00DA4E77">
        <w:t>la face ridée</w:t>
      </w:r>
      <w:r w:rsidR="00276CCE">
        <w:t xml:space="preserve">, </w:t>
      </w:r>
      <w:r w:rsidRPr="00DA4E77">
        <w:t>la barbe inculte</w:t>
      </w:r>
      <w:r w:rsidR="00276CCE">
        <w:t xml:space="preserve">, </w:t>
      </w:r>
      <w:r w:rsidRPr="00DA4E77">
        <w:t>le manteau flottant</w:t>
      </w:r>
      <w:r w:rsidR="00276CCE">
        <w:t xml:space="preserve">, </w:t>
      </w:r>
      <w:r w:rsidRPr="00DA4E77">
        <w:t>il se démène en gestes saccadés</w:t>
      </w:r>
      <w:r w:rsidR="00276CCE">
        <w:t>.</w:t>
      </w:r>
    </w:p>
    <w:p w14:paraId="09A83252" w14:textId="77777777" w:rsidR="00276CCE" w:rsidRDefault="00276CCE" w:rsidP="002A4158">
      <w:r>
        <w:t>— </w:t>
      </w:r>
      <w:r w:rsidR="002A4158" w:rsidRPr="00DA4E77">
        <w:t>Gens d</w:t>
      </w:r>
      <w:r>
        <w:t>’</w:t>
      </w:r>
      <w:r w:rsidR="002A4158" w:rsidRPr="00DA4E77">
        <w:t>Atlantis</w:t>
      </w:r>
      <w:r>
        <w:t xml:space="preserve">, </w:t>
      </w:r>
      <w:r w:rsidR="002A4158" w:rsidRPr="00DA4E77">
        <w:t>vous qu</w:t>
      </w:r>
      <w:r>
        <w:t>’</w:t>
      </w:r>
      <w:r w:rsidR="002A4158" w:rsidRPr="00DA4E77">
        <w:t>on appelle fils du Soleil</w:t>
      </w:r>
      <w:r>
        <w:t xml:space="preserve">, </w:t>
      </w:r>
      <w:r w:rsidR="002A4158" w:rsidRPr="00DA4E77">
        <w:t>bien que votre vrai père ait été un brave homme comme vous et moi</w:t>
      </w:r>
      <w:r>
        <w:t xml:space="preserve">, </w:t>
      </w:r>
      <w:r w:rsidR="002A4158" w:rsidRPr="00DA4E77">
        <w:t>Apôtres d</w:t>
      </w:r>
      <w:r>
        <w:t>’</w:t>
      </w:r>
      <w:r w:rsidR="002A4158" w:rsidRPr="00DA4E77">
        <w:t>une lumière que j</w:t>
      </w:r>
      <w:r>
        <w:t>’</w:t>
      </w:r>
      <w:r w:rsidR="002A4158" w:rsidRPr="00DA4E77">
        <w:t>ignore</w:t>
      </w:r>
      <w:r>
        <w:t xml:space="preserve">, </w:t>
      </w:r>
      <w:r w:rsidR="002A4158" w:rsidRPr="00DA4E77">
        <w:t>car la seule lumière que nous connaissions brille du même éclat pour tous</w:t>
      </w:r>
      <w:r>
        <w:t xml:space="preserve">, </w:t>
      </w:r>
      <w:r w:rsidR="002A4158" w:rsidRPr="00DA4E77">
        <w:t>serviteurs d</w:t>
      </w:r>
      <w:r>
        <w:t>’</w:t>
      </w:r>
      <w:r w:rsidR="002A4158" w:rsidRPr="00DA4E77">
        <w:t>une idole qui n</w:t>
      </w:r>
      <w:r>
        <w:t>’</w:t>
      </w:r>
      <w:r w:rsidR="002A4158" w:rsidRPr="00DA4E77">
        <w:t>a jamais bougé</w:t>
      </w:r>
      <w:r>
        <w:t xml:space="preserve">, </w:t>
      </w:r>
      <w:r w:rsidR="002A4158" w:rsidRPr="00DA4E77">
        <w:t>voici la vérité</w:t>
      </w:r>
      <w:r>
        <w:t xml:space="preserve">, </w:t>
      </w:r>
      <w:r w:rsidR="002A4158" w:rsidRPr="00DA4E77">
        <w:t>et je vais en quelques mots résoudre toutes les énigmes du Sphinx</w:t>
      </w:r>
      <w:r>
        <w:t xml:space="preserve">. </w:t>
      </w:r>
      <w:r w:rsidR="002A4158" w:rsidRPr="00DA4E77">
        <w:t>Vos pr</w:t>
      </w:r>
      <w:r w:rsidR="002A4158" w:rsidRPr="00DA4E77">
        <w:t>é</w:t>
      </w:r>
      <w:r w:rsidR="002A4158" w:rsidRPr="00DA4E77">
        <w:t>tendus dieux ne représentent que du basalte et du bronze</w:t>
      </w:r>
      <w:r>
        <w:t>…</w:t>
      </w:r>
    </w:p>
    <w:p w14:paraId="38E30B2D" w14:textId="77777777" w:rsidR="00276CCE" w:rsidRDefault="002A4158" w:rsidP="002A4158">
      <w:r w:rsidRPr="00DA4E77">
        <w:t>De sourds bourdonnements accueillent ces paroles</w:t>
      </w:r>
      <w:r w:rsidR="00276CCE">
        <w:t xml:space="preserve">. </w:t>
      </w:r>
      <w:proofErr w:type="spellStart"/>
      <w:r w:rsidRPr="00DA4E77">
        <w:t>Am</w:t>
      </w:r>
      <w:r w:rsidRPr="00DA4E77">
        <w:t>o</w:t>
      </w:r>
      <w:r w:rsidRPr="00DA4E77">
        <w:t>nou</w:t>
      </w:r>
      <w:proofErr w:type="spellEnd"/>
      <w:r w:rsidR="00276CCE">
        <w:t xml:space="preserve">, </w:t>
      </w:r>
      <w:r w:rsidRPr="00DA4E77">
        <w:t xml:space="preserve">quoique maintenu par des amis de </w:t>
      </w:r>
      <w:proofErr w:type="spellStart"/>
      <w:r w:rsidRPr="00DA4E77">
        <w:t>Barkas</w:t>
      </w:r>
      <w:proofErr w:type="spellEnd"/>
      <w:r w:rsidR="00276CCE">
        <w:t xml:space="preserve">, </w:t>
      </w:r>
      <w:r w:rsidRPr="00DA4E77">
        <w:t>proteste par des cris</w:t>
      </w:r>
      <w:r w:rsidR="00276CCE">
        <w:t xml:space="preserve">. </w:t>
      </w:r>
      <w:r w:rsidRPr="00DA4E77">
        <w:t xml:space="preserve">Quelques amis de </w:t>
      </w:r>
      <w:proofErr w:type="spellStart"/>
      <w:r w:rsidRPr="00DA4E77">
        <w:t>Guitché</w:t>
      </w:r>
      <w:proofErr w:type="spellEnd"/>
      <w:r w:rsidR="00276CCE">
        <w:t xml:space="preserve">, </w:t>
      </w:r>
      <w:r w:rsidRPr="00DA4E77">
        <w:t>même</w:t>
      </w:r>
      <w:r w:rsidR="00276CCE">
        <w:t xml:space="preserve">, </w:t>
      </w:r>
      <w:r w:rsidRPr="00DA4E77">
        <w:t xml:space="preserve">trouvent que </w:t>
      </w:r>
      <w:proofErr w:type="spellStart"/>
      <w:r w:rsidRPr="00DA4E77">
        <w:t>Belkis</w:t>
      </w:r>
      <w:proofErr w:type="spellEnd"/>
      <w:r w:rsidRPr="00DA4E77">
        <w:t xml:space="preserve"> se laisse emporter par trop de haine et compromet leur cause</w:t>
      </w:r>
      <w:r w:rsidR="00276CCE">
        <w:t>.</w:t>
      </w:r>
    </w:p>
    <w:p w14:paraId="59137360" w14:textId="77777777" w:rsidR="00276CCE" w:rsidRDefault="00276CCE" w:rsidP="002A4158">
      <w:r>
        <w:t>— </w:t>
      </w:r>
      <w:r w:rsidR="002A4158" w:rsidRPr="00DA4E77">
        <w:t>Prends garde</w:t>
      </w:r>
      <w:r>
        <w:t xml:space="preserve">, </w:t>
      </w:r>
      <w:proofErr w:type="spellStart"/>
      <w:r w:rsidR="002A4158" w:rsidRPr="00DA4E77">
        <w:t>Belkis</w:t>
      </w:r>
      <w:proofErr w:type="spellEnd"/>
      <w:r>
        <w:t xml:space="preserve">, </w:t>
      </w:r>
      <w:r w:rsidR="002A4158" w:rsidRPr="00DA4E77">
        <w:t xml:space="preserve">conseille </w:t>
      </w:r>
      <w:proofErr w:type="spellStart"/>
      <w:r w:rsidR="002A4158" w:rsidRPr="00DA4E77">
        <w:t>Barkas</w:t>
      </w:r>
      <w:proofErr w:type="spellEnd"/>
      <w:r>
        <w:t xml:space="preserve">, </w:t>
      </w:r>
      <w:r w:rsidR="002A4158" w:rsidRPr="00DA4E77">
        <w:t>tu perds la m</w:t>
      </w:r>
      <w:r w:rsidR="002A4158" w:rsidRPr="00DA4E77">
        <w:t>e</w:t>
      </w:r>
      <w:r w:rsidR="002A4158" w:rsidRPr="00DA4E77">
        <w:t>sure</w:t>
      </w:r>
      <w:r>
        <w:t xml:space="preserve">. </w:t>
      </w:r>
      <w:r w:rsidR="002A4158" w:rsidRPr="00DA4E77">
        <w:t>Ne parle donc pas des dieux</w:t>
      </w:r>
      <w:r>
        <w:t xml:space="preserve">. </w:t>
      </w:r>
      <w:r w:rsidR="002A4158" w:rsidRPr="00DA4E77">
        <w:t>Ce n</w:t>
      </w:r>
      <w:r>
        <w:t>’</w:t>
      </w:r>
      <w:r w:rsidR="002A4158" w:rsidRPr="00DA4E77">
        <w:t>est pas ton affaire</w:t>
      </w:r>
      <w:r>
        <w:t xml:space="preserve">. </w:t>
      </w:r>
      <w:r w:rsidR="002A4158" w:rsidRPr="00DA4E77">
        <w:t>Parle d</w:t>
      </w:r>
      <w:r>
        <w:t>’</w:t>
      </w:r>
      <w:proofErr w:type="spellStart"/>
      <w:r w:rsidR="002A4158" w:rsidRPr="00DA4E77">
        <w:t>Hellas</w:t>
      </w:r>
      <w:proofErr w:type="spellEnd"/>
      <w:r>
        <w:t xml:space="preserve">. </w:t>
      </w:r>
      <w:r w:rsidR="002A4158" w:rsidRPr="00DA4E77">
        <w:t>C</w:t>
      </w:r>
      <w:r>
        <w:t>’</w:t>
      </w:r>
      <w:r w:rsidR="002A4158" w:rsidRPr="00DA4E77">
        <w:t>est l</w:t>
      </w:r>
      <w:r>
        <w:t>’</w:t>
      </w:r>
      <w:r w:rsidR="002A4158" w:rsidRPr="00DA4E77">
        <w:t>important</w:t>
      </w:r>
      <w:r>
        <w:t>.</w:t>
      </w:r>
    </w:p>
    <w:p w14:paraId="188E903E" w14:textId="77777777" w:rsidR="00276CCE" w:rsidRDefault="00276CCE" w:rsidP="002A4158">
      <w:r>
        <w:t>— </w:t>
      </w:r>
      <w:r w:rsidR="002A4158" w:rsidRPr="00DA4E77">
        <w:t>Et voulez-vous que je vous dise</w:t>
      </w:r>
      <w:r>
        <w:t xml:space="preserve"> ? </w:t>
      </w:r>
      <w:r w:rsidR="002A4158" w:rsidRPr="00DA4E77">
        <w:t xml:space="preserve">poursuit </w:t>
      </w:r>
      <w:proofErr w:type="spellStart"/>
      <w:r w:rsidR="002A4158" w:rsidRPr="00DA4E77">
        <w:t>Belkis</w:t>
      </w:r>
      <w:proofErr w:type="spellEnd"/>
      <w:r>
        <w:t xml:space="preserve">, </w:t>
      </w:r>
      <w:r w:rsidR="002A4158" w:rsidRPr="00DA4E77">
        <w:t>dont l</w:t>
      </w:r>
      <w:r>
        <w:t>’</w:t>
      </w:r>
      <w:r w:rsidR="002A4158" w:rsidRPr="00DA4E77">
        <w:t>aigre organe domine le tumulte</w:t>
      </w:r>
      <w:r>
        <w:t xml:space="preserve">. </w:t>
      </w:r>
      <w:r w:rsidR="002A4158" w:rsidRPr="00DA4E77">
        <w:t>Eh bien</w:t>
      </w:r>
      <w:r>
        <w:t xml:space="preserve">, </w:t>
      </w:r>
      <w:r w:rsidR="002A4158" w:rsidRPr="00DA4E77">
        <w:t>jusqu</w:t>
      </w:r>
      <w:r>
        <w:t>’</w:t>
      </w:r>
      <w:r w:rsidR="002A4158" w:rsidRPr="00DA4E77">
        <w:t>ici vous avez joué le rôle de dupes</w:t>
      </w:r>
      <w:r>
        <w:t xml:space="preserve">. </w:t>
      </w:r>
      <w:r w:rsidR="002A4158" w:rsidRPr="00DA4E77">
        <w:t>Oui</w:t>
      </w:r>
      <w:r>
        <w:t xml:space="preserve">, </w:t>
      </w:r>
      <w:r w:rsidR="002A4158" w:rsidRPr="00DA4E77">
        <w:t>toute la religieuse terreur dans l</w:t>
      </w:r>
      <w:r w:rsidR="002A4158" w:rsidRPr="00DA4E77">
        <w:t>a</w:t>
      </w:r>
      <w:r w:rsidR="002A4158" w:rsidRPr="00DA4E77">
        <w:t>quelle vous maintenaient vos hiérophantes n</w:t>
      </w:r>
      <w:r>
        <w:t>’</w:t>
      </w:r>
      <w:r w:rsidR="002A4158" w:rsidRPr="00DA4E77">
        <w:t>offrait d</w:t>
      </w:r>
      <w:r>
        <w:t>’</w:t>
      </w:r>
      <w:r w:rsidR="002A4158" w:rsidRPr="00DA4E77">
        <w:t xml:space="preserve">autre </w:t>
      </w:r>
      <w:r w:rsidR="002A4158" w:rsidRPr="00DA4E77">
        <w:lastRenderedPageBreak/>
        <w:t>but que d</w:t>
      </w:r>
      <w:r>
        <w:t>’</w:t>
      </w:r>
      <w:r w:rsidR="002A4158" w:rsidRPr="00DA4E77">
        <w:t>imposer la domination de quelques familles dont le de</w:t>
      </w:r>
      <w:r w:rsidR="002A4158" w:rsidRPr="00DA4E77">
        <w:t>s</w:t>
      </w:r>
      <w:r w:rsidR="002A4158" w:rsidRPr="00DA4E77">
        <w:t>potisme pèse encore sur nous</w:t>
      </w:r>
      <w:r>
        <w:t xml:space="preserve">, </w:t>
      </w:r>
      <w:r w:rsidR="002A4158" w:rsidRPr="00DA4E77">
        <w:t>mais que nous allons secouer</w:t>
      </w:r>
      <w:r>
        <w:t xml:space="preserve">. </w:t>
      </w:r>
      <w:r w:rsidR="002A4158" w:rsidRPr="00DA4E77">
        <w:t>Quels furent</w:t>
      </w:r>
      <w:r>
        <w:t xml:space="preserve">, </w:t>
      </w:r>
      <w:r w:rsidR="002A4158" w:rsidRPr="00DA4E77">
        <w:t>en effet</w:t>
      </w:r>
      <w:r>
        <w:t xml:space="preserve">, </w:t>
      </w:r>
      <w:r w:rsidR="002A4158" w:rsidRPr="00DA4E77">
        <w:t>vos Princes</w:t>
      </w:r>
      <w:r>
        <w:t xml:space="preserve"> ? </w:t>
      </w:r>
      <w:r w:rsidR="002A4158" w:rsidRPr="00DA4E77">
        <w:t>De prétendus savants</w:t>
      </w:r>
      <w:r>
        <w:t xml:space="preserve">, </w:t>
      </w:r>
      <w:r w:rsidR="002A4158" w:rsidRPr="00DA4E77">
        <w:t>d</w:t>
      </w:r>
      <w:r>
        <w:t>’</w:t>
      </w:r>
      <w:r w:rsidR="002A4158" w:rsidRPr="00DA4E77">
        <w:t>hypothétiques héros</w:t>
      </w:r>
      <w:r>
        <w:t xml:space="preserve">. </w:t>
      </w:r>
      <w:r w:rsidR="002A4158" w:rsidRPr="00DA4E77">
        <w:t xml:space="preserve">Les </w:t>
      </w:r>
      <w:proofErr w:type="spellStart"/>
      <w:r w:rsidR="002A4158" w:rsidRPr="00DA4E77">
        <w:t>Ossur</w:t>
      </w:r>
      <w:proofErr w:type="spellEnd"/>
      <w:r>
        <w:t xml:space="preserve">, </w:t>
      </w:r>
      <w:r w:rsidR="002A4158" w:rsidRPr="00DA4E77">
        <w:t xml:space="preserve">les </w:t>
      </w:r>
      <w:proofErr w:type="spellStart"/>
      <w:r w:rsidR="002A4158" w:rsidRPr="00DA4E77">
        <w:t>Oréus</w:t>
      </w:r>
      <w:proofErr w:type="spellEnd"/>
      <w:r>
        <w:t xml:space="preserve">, </w:t>
      </w:r>
      <w:r w:rsidR="002A4158" w:rsidRPr="00DA4E77">
        <w:t>les Hermès</w:t>
      </w:r>
      <w:r>
        <w:t xml:space="preserve">, </w:t>
      </w:r>
      <w:r w:rsidR="002A4158" w:rsidRPr="00DA4E77">
        <w:t>les Abydos</w:t>
      </w:r>
      <w:r>
        <w:t xml:space="preserve">, </w:t>
      </w:r>
      <w:r w:rsidR="002A4158" w:rsidRPr="00DA4E77">
        <w:t xml:space="preserve">un </w:t>
      </w:r>
      <w:proofErr w:type="spellStart"/>
      <w:r w:rsidR="002A4158" w:rsidRPr="00DA4E77">
        <w:t>Hellas</w:t>
      </w:r>
      <w:proofErr w:type="spellEnd"/>
      <w:r>
        <w:t xml:space="preserve">, </w:t>
      </w:r>
      <w:r w:rsidR="002A4158" w:rsidRPr="00DA4E77">
        <w:t>enfin</w:t>
      </w:r>
      <w:r>
        <w:t xml:space="preserve"> ! </w:t>
      </w:r>
      <w:r w:rsidR="002A4158" w:rsidRPr="00DA4E77">
        <w:t>Que fait-il</w:t>
      </w:r>
      <w:r>
        <w:t xml:space="preserve">, </w:t>
      </w:r>
      <w:r w:rsidR="002A4158" w:rsidRPr="00DA4E77">
        <w:t>ce conquérant infaillible</w:t>
      </w:r>
      <w:r>
        <w:t xml:space="preserve"> ? </w:t>
      </w:r>
      <w:r w:rsidR="002A4158" w:rsidRPr="00DA4E77">
        <w:t>Il va là-bas se faire battre par des barbares blancs</w:t>
      </w:r>
      <w:r>
        <w:t xml:space="preserve">. </w:t>
      </w:r>
      <w:r w:rsidR="002A4158" w:rsidRPr="00DA4E77">
        <w:t>Et</w:t>
      </w:r>
      <w:r>
        <w:t xml:space="preserve">, </w:t>
      </w:r>
      <w:r w:rsidR="002A4158" w:rsidRPr="00DA4E77">
        <w:t>captif</w:t>
      </w:r>
      <w:r>
        <w:t xml:space="preserve">, </w:t>
      </w:r>
      <w:r w:rsidR="002A4158" w:rsidRPr="00DA4E77">
        <w:t>sans doute</w:t>
      </w:r>
      <w:r>
        <w:t xml:space="preserve">, </w:t>
      </w:r>
      <w:r w:rsidR="002A4158" w:rsidRPr="00DA4E77">
        <w:t>il ne sait même plus que c</w:t>
      </w:r>
      <w:r>
        <w:t>’</w:t>
      </w:r>
      <w:r w:rsidR="002A4158" w:rsidRPr="00DA4E77">
        <w:t>est aujourd</w:t>
      </w:r>
      <w:r>
        <w:t>’</w:t>
      </w:r>
      <w:r w:rsidR="002A4158" w:rsidRPr="00DA4E77">
        <w:t>hui la fête de son Sphinx</w:t>
      </w:r>
      <w:r>
        <w:t xml:space="preserve">. </w:t>
      </w:r>
      <w:r w:rsidR="002A4158" w:rsidRPr="00DA4E77">
        <w:t>L</w:t>
      </w:r>
      <w:r>
        <w:t>’</w:t>
      </w:r>
      <w:r w:rsidR="002A4158" w:rsidRPr="00DA4E77">
        <w:t>heure</w:t>
      </w:r>
      <w:r>
        <w:t xml:space="preserve">, </w:t>
      </w:r>
      <w:r w:rsidR="002A4158" w:rsidRPr="00DA4E77">
        <w:t>vraiment</w:t>
      </w:r>
      <w:r>
        <w:t xml:space="preserve">, </w:t>
      </w:r>
      <w:r w:rsidR="002A4158" w:rsidRPr="00DA4E77">
        <w:t>ne vient-elle pas de donner l</w:t>
      </w:r>
      <w:r>
        <w:t>’</w:t>
      </w:r>
      <w:r w:rsidR="002A4158" w:rsidRPr="00DA4E77">
        <w:t>Empire des Eaux à ceux qui</w:t>
      </w:r>
      <w:r>
        <w:t xml:space="preserve">, </w:t>
      </w:r>
      <w:r w:rsidR="002A4158" w:rsidRPr="00DA4E77">
        <w:t>devenus riches par leur seule i</w:t>
      </w:r>
      <w:r w:rsidR="002A4158" w:rsidRPr="00DA4E77">
        <w:t>n</w:t>
      </w:r>
      <w:r w:rsidR="002A4158" w:rsidRPr="00DA4E77">
        <w:t>telligence</w:t>
      </w:r>
      <w:r>
        <w:t xml:space="preserve">, </w:t>
      </w:r>
      <w:r w:rsidR="002A4158" w:rsidRPr="00DA4E77">
        <w:t>sauront faire partager à tout le peuple les fruits de leur expérience et de leur travail</w:t>
      </w:r>
      <w:r>
        <w:t xml:space="preserve"> ? </w:t>
      </w:r>
      <w:r w:rsidR="002A4158" w:rsidRPr="00DA4E77">
        <w:t>Apôtres</w:t>
      </w:r>
      <w:r>
        <w:t xml:space="preserve">, </w:t>
      </w:r>
      <w:r w:rsidR="002A4158" w:rsidRPr="00DA4E77">
        <w:t>je vous propose d</w:t>
      </w:r>
      <w:r>
        <w:t>’</w:t>
      </w:r>
      <w:r w:rsidR="002A4158" w:rsidRPr="00DA4E77">
        <w:t xml:space="preserve">exalter </w:t>
      </w:r>
      <w:proofErr w:type="spellStart"/>
      <w:r w:rsidR="002A4158" w:rsidRPr="00DA4E77">
        <w:t>Guitché</w:t>
      </w:r>
      <w:proofErr w:type="spellEnd"/>
      <w:r>
        <w:t xml:space="preserve">, </w:t>
      </w:r>
      <w:r w:rsidR="002A4158" w:rsidRPr="00DA4E77">
        <w:t>le maître de l</w:t>
      </w:r>
      <w:r>
        <w:t>’</w:t>
      </w:r>
      <w:r w:rsidR="002A4158" w:rsidRPr="00DA4E77">
        <w:t>Or</w:t>
      </w:r>
      <w:r>
        <w:t> !</w:t>
      </w:r>
    </w:p>
    <w:p w14:paraId="2D732DE2" w14:textId="77777777" w:rsidR="00276CCE" w:rsidRDefault="00276CCE" w:rsidP="002A4158">
      <w:r>
        <w:t>— </w:t>
      </w:r>
      <w:r w:rsidR="002A4158" w:rsidRPr="00DA4E77">
        <w:t xml:space="preserve">Vive </w:t>
      </w:r>
      <w:proofErr w:type="spellStart"/>
      <w:r w:rsidR="002A4158" w:rsidRPr="00DA4E77">
        <w:t>Guitché</w:t>
      </w:r>
      <w:proofErr w:type="spellEnd"/>
      <w:r>
        <w:t xml:space="preserve"> ! </w:t>
      </w:r>
      <w:r w:rsidR="002A4158" w:rsidRPr="00DA4E77">
        <w:t>crient sans beaucoup d</w:t>
      </w:r>
      <w:r>
        <w:t>’</w:t>
      </w:r>
      <w:r w:rsidR="002A4158" w:rsidRPr="00DA4E77">
        <w:t>enthousiasme quelques voix</w:t>
      </w:r>
      <w:r>
        <w:t>.</w:t>
      </w:r>
    </w:p>
    <w:p w14:paraId="300FB7DE" w14:textId="77777777" w:rsidR="00276CCE" w:rsidRDefault="00276CCE" w:rsidP="002A4158">
      <w:r>
        <w:t>— </w:t>
      </w:r>
      <w:r w:rsidR="002A4158" w:rsidRPr="00DA4E77">
        <w:t>Non</w:t>
      </w:r>
      <w:r>
        <w:t xml:space="preserve">, </w:t>
      </w:r>
      <w:r w:rsidR="002A4158" w:rsidRPr="00DA4E77">
        <w:t>non</w:t>
      </w:r>
      <w:r>
        <w:t xml:space="preserve">, </w:t>
      </w:r>
      <w:r w:rsidR="002A4158" w:rsidRPr="00DA4E77">
        <w:t xml:space="preserve">à bas </w:t>
      </w:r>
      <w:proofErr w:type="spellStart"/>
      <w:r w:rsidR="002A4158" w:rsidRPr="00DA4E77">
        <w:t>Guitché</w:t>
      </w:r>
      <w:proofErr w:type="spellEnd"/>
      <w:r>
        <w:t xml:space="preserve"> ! </w:t>
      </w:r>
      <w:r w:rsidR="002A4158" w:rsidRPr="00DA4E77">
        <w:t>ripostent à voix ardente que</w:t>
      </w:r>
      <w:r w:rsidR="002A4158" w:rsidRPr="00DA4E77">
        <w:t>l</w:t>
      </w:r>
      <w:r w:rsidR="002A4158" w:rsidRPr="00DA4E77">
        <w:t>ques jeunes gens</w:t>
      </w:r>
      <w:r>
        <w:t>.</w:t>
      </w:r>
    </w:p>
    <w:p w14:paraId="32FF9F7F" w14:textId="77777777" w:rsidR="00276CCE" w:rsidRDefault="00276CCE" w:rsidP="002A4158">
      <w:r>
        <w:t>— </w:t>
      </w:r>
      <w:r w:rsidR="002A4158" w:rsidRPr="00DA4E77">
        <w:t>Menteur</w:t>
      </w:r>
      <w:r>
        <w:t xml:space="preserve">, </w:t>
      </w:r>
      <w:r w:rsidR="002A4158" w:rsidRPr="00DA4E77">
        <w:t>insulteur des dieux</w:t>
      </w:r>
      <w:r>
        <w:t xml:space="preserve">, </w:t>
      </w:r>
      <w:r w:rsidR="002A4158" w:rsidRPr="00DA4E77">
        <w:t>calomniateur des absents</w:t>
      </w:r>
      <w:r>
        <w:t xml:space="preserve"> ! </w:t>
      </w:r>
      <w:r w:rsidR="002A4158" w:rsidRPr="00DA4E77">
        <w:t xml:space="preserve">jette </w:t>
      </w:r>
      <w:proofErr w:type="spellStart"/>
      <w:r w:rsidR="002A4158" w:rsidRPr="00DA4E77">
        <w:t>Amonou</w:t>
      </w:r>
      <w:proofErr w:type="spellEnd"/>
      <w:r>
        <w:t xml:space="preserve">. </w:t>
      </w:r>
      <w:r w:rsidR="002A4158" w:rsidRPr="00DA4E77">
        <w:t>Ce ne sont pas les secrets du Sphinx que tu veux posséder</w:t>
      </w:r>
      <w:r>
        <w:t xml:space="preserve">, </w:t>
      </w:r>
      <w:r w:rsidR="002A4158" w:rsidRPr="00DA4E77">
        <w:t>c</w:t>
      </w:r>
      <w:r>
        <w:t>’</w:t>
      </w:r>
      <w:r w:rsidR="002A4158" w:rsidRPr="00DA4E77">
        <w:t>est l</w:t>
      </w:r>
      <w:r>
        <w:t>’</w:t>
      </w:r>
      <w:r w:rsidR="002A4158" w:rsidRPr="00DA4E77">
        <w:t>or du Temple</w:t>
      </w:r>
      <w:r>
        <w:t>.</w:t>
      </w:r>
    </w:p>
    <w:p w14:paraId="1458271A" w14:textId="77777777" w:rsidR="00276CCE" w:rsidRDefault="00276CCE" w:rsidP="002A4158">
      <w:r>
        <w:t>— </w:t>
      </w:r>
      <w:r w:rsidR="002A4158" w:rsidRPr="00DA4E77">
        <w:t>Si impie qu</w:t>
      </w:r>
      <w:r>
        <w:t>’</w:t>
      </w:r>
      <w:r w:rsidR="002A4158" w:rsidRPr="00DA4E77">
        <w:t>on te sache</w:t>
      </w:r>
      <w:r>
        <w:t xml:space="preserve">, </w:t>
      </w:r>
      <w:r w:rsidR="002A4158" w:rsidRPr="00DA4E77">
        <w:t>crie un ami d</w:t>
      </w:r>
      <w:r>
        <w:t>’</w:t>
      </w:r>
      <w:proofErr w:type="spellStart"/>
      <w:r w:rsidR="002A4158" w:rsidRPr="00DA4E77">
        <w:t>Amonou</w:t>
      </w:r>
      <w:proofErr w:type="spellEnd"/>
      <w:r>
        <w:t xml:space="preserve">, </w:t>
      </w:r>
      <w:r w:rsidR="002A4158" w:rsidRPr="00DA4E77">
        <w:t>ose donc</w:t>
      </w:r>
      <w:r>
        <w:t xml:space="preserve">, </w:t>
      </w:r>
      <w:proofErr w:type="spellStart"/>
      <w:r w:rsidR="002A4158" w:rsidRPr="00DA4E77">
        <w:t>Belkis</w:t>
      </w:r>
      <w:proofErr w:type="spellEnd"/>
      <w:r>
        <w:t xml:space="preserve">, </w:t>
      </w:r>
      <w:r w:rsidR="002A4158" w:rsidRPr="00DA4E77">
        <w:t>jurer dans le Temple qu</w:t>
      </w:r>
      <w:r>
        <w:t>’</w:t>
      </w:r>
      <w:proofErr w:type="spellStart"/>
      <w:r w:rsidR="002A4158" w:rsidRPr="00DA4E77">
        <w:t>Hellas</w:t>
      </w:r>
      <w:proofErr w:type="spellEnd"/>
      <w:r w:rsidR="002A4158" w:rsidRPr="00DA4E77">
        <w:t xml:space="preserve"> a trahi ou a succombé</w:t>
      </w:r>
      <w:r>
        <w:t xml:space="preserve">. </w:t>
      </w:r>
      <w:r w:rsidR="002A4158" w:rsidRPr="00DA4E77">
        <w:t>Car</w:t>
      </w:r>
      <w:r>
        <w:t xml:space="preserve">, </w:t>
      </w:r>
      <w:r w:rsidR="002A4158" w:rsidRPr="00DA4E77">
        <w:t>malgré son silence</w:t>
      </w:r>
      <w:r>
        <w:t xml:space="preserve">, </w:t>
      </w:r>
      <w:r w:rsidR="002A4158" w:rsidRPr="00DA4E77">
        <w:t>nous croyons en lui</w:t>
      </w:r>
      <w:r>
        <w:t> !</w:t>
      </w:r>
    </w:p>
    <w:p w14:paraId="0C9E13DC" w14:textId="77777777" w:rsidR="00276CCE" w:rsidRDefault="00276CCE" w:rsidP="002A4158">
      <w:r>
        <w:t>— </w:t>
      </w:r>
      <w:r w:rsidR="002A4158" w:rsidRPr="00DA4E77">
        <w:t>Ah</w:t>
      </w:r>
      <w:r>
        <w:t xml:space="preserve"> ! </w:t>
      </w:r>
      <w:r w:rsidR="002A4158" w:rsidRPr="00DA4E77">
        <w:t>ah</w:t>
      </w:r>
      <w:r>
        <w:t xml:space="preserve"> ! </w:t>
      </w:r>
      <w:r w:rsidR="002A4158" w:rsidRPr="00DA4E77">
        <w:t>dans ton Temple</w:t>
      </w:r>
      <w:r>
        <w:t xml:space="preserve"> ! </w:t>
      </w:r>
      <w:r w:rsidR="002A4158" w:rsidRPr="00DA4E77">
        <w:t>Tu crois que j</w:t>
      </w:r>
      <w:r>
        <w:t>’</w:t>
      </w:r>
      <w:r w:rsidR="002A4158" w:rsidRPr="00DA4E77">
        <w:t>en ai peur</w:t>
      </w:r>
      <w:r>
        <w:t> ?</w:t>
      </w:r>
    </w:p>
    <w:p w14:paraId="0C24DA20" w14:textId="77777777" w:rsidR="00276CCE" w:rsidRDefault="002A4158" w:rsidP="002A4158">
      <w:r w:rsidRPr="00DA4E77">
        <w:t>Et</w:t>
      </w:r>
      <w:r w:rsidR="00276CCE">
        <w:t xml:space="preserve">, </w:t>
      </w:r>
      <w:r w:rsidRPr="00DA4E77">
        <w:t>s</w:t>
      </w:r>
      <w:r w:rsidR="00276CCE">
        <w:t>’</w:t>
      </w:r>
      <w:r w:rsidRPr="00DA4E77">
        <w:t>avançant de quelques pas</w:t>
      </w:r>
      <w:r w:rsidR="00276CCE">
        <w:t xml:space="preserve">, </w:t>
      </w:r>
      <w:proofErr w:type="spellStart"/>
      <w:r w:rsidRPr="00DA4E77">
        <w:t>Belkis</w:t>
      </w:r>
      <w:proofErr w:type="spellEnd"/>
      <w:r w:rsidRPr="00DA4E77">
        <w:t xml:space="preserve"> entre sous la porte du Temple</w:t>
      </w:r>
      <w:r w:rsidR="00276CCE">
        <w:t xml:space="preserve">, </w:t>
      </w:r>
      <w:r w:rsidRPr="00DA4E77">
        <w:t>et proclame solennellement</w:t>
      </w:r>
      <w:r w:rsidR="00276CCE">
        <w:t> :</w:t>
      </w:r>
    </w:p>
    <w:p w14:paraId="6E2F7837" w14:textId="77777777" w:rsidR="00276CCE" w:rsidRDefault="00276CCE" w:rsidP="002A4158">
      <w:r>
        <w:t>— </w:t>
      </w:r>
      <w:r w:rsidR="002A4158" w:rsidRPr="00DA4E77">
        <w:t>Non par ces divinités que je brave et nie</w:t>
      </w:r>
      <w:r>
        <w:t xml:space="preserve">, </w:t>
      </w:r>
      <w:r w:rsidR="002A4158" w:rsidRPr="00DA4E77">
        <w:t>mais par mon honneur et ma volonté</w:t>
      </w:r>
      <w:r>
        <w:t xml:space="preserve">, </w:t>
      </w:r>
      <w:proofErr w:type="spellStart"/>
      <w:r w:rsidR="002A4158" w:rsidRPr="00DA4E77">
        <w:t>mes</w:t>
      </w:r>
      <w:proofErr w:type="spellEnd"/>
      <w:r w:rsidR="002A4158" w:rsidRPr="00DA4E77">
        <w:t xml:space="preserve"> seuls dieux</w:t>
      </w:r>
      <w:r>
        <w:t xml:space="preserve">, </w:t>
      </w:r>
      <w:r w:rsidR="002A4158" w:rsidRPr="00DA4E77">
        <w:t>je jure ici qu</w:t>
      </w:r>
      <w:r>
        <w:t>’</w:t>
      </w:r>
      <w:proofErr w:type="spellStart"/>
      <w:r w:rsidR="002A4158" w:rsidRPr="00DA4E77">
        <w:t>Hellas</w:t>
      </w:r>
      <w:proofErr w:type="spellEnd"/>
      <w:r>
        <w:t>…</w:t>
      </w:r>
    </w:p>
    <w:p w14:paraId="307D9394" w14:textId="77777777" w:rsidR="00276CCE" w:rsidRDefault="002A4158" w:rsidP="002A4158">
      <w:r w:rsidRPr="00DA4E77">
        <w:t>Mais la parole s</w:t>
      </w:r>
      <w:r w:rsidR="00276CCE">
        <w:t>’</w:t>
      </w:r>
      <w:r w:rsidRPr="00DA4E77">
        <w:t>arrête dans sa gorge</w:t>
      </w:r>
      <w:r w:rsidR="00276CCE">
        <w:t xml:space="preserve">. </w:t>
      </w:r>
      <w:r w:rsidRPr="00DA4E77">
        <w:t>Il n</w:t>
      </w:r>
      <w:r w:rsidR="00276CCE">
        <w:t>’</w:t>
      </w:r>
      <w:r w:rsidRPr="00DA4E77">
        <w:t>a pas plus tôt prononcé ce nom qu</w:t>
      </w:r>
      <w:r w:rsidR="00276CCE">
        <w:t>’</w:t>
      </w:r>
      <w:r w:rsidRPr="00DA4E77">
        <w:t>une main robuste s</w:t>
      </w:r>
      <w:r w:rsidR="00276CCE">
        <w:t>’</w:t>
      </w:r>
      <w:r w:rsidRPr="00DA4E77">
        <w:t>abat sur sa nuque</w:t>
      </w:r>
      <w:r w:rsidR="00276CCE">
        <w:t xml:space="preserve">, </w:t>
      </w:r>
      <w:r w:rsidRPr="00DA4E77">
        <w:t xml:space="preserve">et </w:t>
      </w:r>
      <w:r w:rsidRPr="00DA4E77">
        <w:lastRenderedPageBreak/>
        <w:t>l</w:t>
      </w:r>
      <w:r w:rsidR="00276CCE">
        <w:t>’</w:t>
      </w:r>
      <w:r w:rsidRPr="00DA4E77">
        <w:t>assemblée des Apôtres</w:t>
      </w:r>
      <w:r w:rsidR="00276CCE">
        <w:t xml:space="preserve">, </w:t>
      </w:r>
      <w:r w:rsidRPr="00DA4E77">
        <w:t>stupéfaite</w:t>
      </w:r>
      <w:r w:rsidR="00276CCE">
        <w:t xml:space="preserve">, </w:t>
      </w:r>
      <w:r w:rsidRPr="00DA4E77">
        <w:t xml:space="preserve">voit sortir du Temple </w:t>
      </w:r>
      <w:proofErr w:type="spellStart"/>
      <w:r w:rsidRPr="00DA4E77">
        <w:t>Be</w:t>
      </w:r>
      <w:r w:rsidRPr="00DA4E77">
        <w:t>l</w:t>
      </w:r>
      <w:r w:rsidRPr="00DA4E77">
        <w:t>kis</w:t>
      </w:r>
      <w:proofErr w:type="spellEnd"/>
      <w:r w:rsidR="00276CCE">
        <w:t xml:space="preserve">, </w:t>
      </w:r>
      <w:r w:rsidRPr="00DA4E77">
        <w:t>ahuri et râlant</w:t>
      </w:r>
      <w:r w:rsidR="00276CCE">
        <w:t xml:space="preserve">, </w:t>
      </w:r>
      <w:r w:rsidRPr="00DA4E77">
        <w:t>poussé à coups de poing et de pied par un beau jeune homme au manteau de pourpre</w:t>
      </w:r>
      <w:r w:rsidR="00276CCE">
        <w:t>.</w:t>
      </w:r>
    </w:p>
    <w:p w14:paraId="1FEA17C4" w14:textId="77777777" w:rsidR="00276CCE" w:rsidRDefault="002A4158" w:rsidP="002A4158">
      <w:r w:rsidRPr="00DA4E77">
        <w:t>Une frayeur</w:t>
      </w:r>
      <w:r w:rsidR="00276CCE">
        <w:t xml:space="preserve">, </w:t>
      </w:r>
      <w:r w:rsidRPr="00DA4E77">
        <w:t>d</w:t>
      </w:r>
      <w:r w:rsidR="00276CCE">
        <w:t>’</w:t>
      </w:r>
      <w:r w:rsidRPr="00DA4E77">
        <w:t>abord</w:t>
      </w:r>
      <w:r w:rsidR="00276CCE">
        <w:t xml:space="preserve">, </w:t>
      </w:r>
      <w:r w:rsidRPr="00DA4E77">
        <w:t>s</w:t>
      </w:r>
      <w:r w:rsidR="00276CCE">
        <w:t>’</w:t>
      </w:r>
      <w:r w:rsidRPr="00DA4E77">
        <w:t>empare de quelques Apôtres</w:t>
      </w:r>
      <w:r w:rsidR="00276CCE">
        <w:t xml:space="preserve">. </w:t>
      </w:r>
      <w:r w:rsidRPr="00DA4E77">
        <w:t xml:space="preserve">Les amis de </w:t>
      </w:r>
      <w:proofErr w:type="spellStart"/>
      <w:r w:rsidRPr="00DA4E77">
        <w:t>Guitché</w:t>
      </w:r>
      <w:proofErr w:type="spellEnd"/>
      <w:r w:rsidR="00276CCE">
        <w:t xml:space="preserve">, </w:t>
      </w:r>
      <w:r w:rsidRPr="00DA4E77">
        <w:t>les premiers</w:t>
      </w:r>
      <w:r w:rsidR="00276CCE">
        <w:t xml:space="preserve">, </w:t>
      </w:r>
      <w:r w:rsidRPr="00DA4E77">
        <w:t>s</w:t>
      </w:r>
      <w:r w:rsidR="00276CCE">
        <w:t>’</w:t>
      </w:r>
      <w:r w:rsidRPr="00DA4E77">
        <w:t>enfuient épouvantés</w:t>
      </w:r>
      <w:r w:rsidR="00276CCE">
        <w:t xml:space="preserve"> ; </w:t>
      </w:r>
      <w:r w:rsidRPr="00DA4E77">
        <w:t>les Frères du Silence</w:t>
      </w:r>
      <w:r w:rsidR="00276CCE">
        <w:t xml:space="preserve">, </w:t>
      </w:r>
      <w:r w:rsidRPr="00DA4E77">
        <w:t>eux-mêmes</w:t>
      </w:r>
      <w:r w:rsidR="00276CCE">
        <w:t xml:space="preserve">, </w:t>
      </w:r>
      <w:r w:rsidRPr="00DA4E77">
        <w:t>remontent</w:t>
      </w:r>
      <w:r w:rsidR="00276CCE">
        <w:t xml:space="preserve">, </w:t>
      </w:r>
      <w:r w:rsidRPr="00DA4E77">
        <w:t>d</w:t>
      </w:r>
      <w:r w:rsidR="00276CCE">
        <w:t>’</w:t>
      </w:r>
      <w:r w:rsidRPr="00DA4E77">
        <w:t>un mouvement instinctif</w:t>
      </w:r>
      <w:r w:rsidR="00276CCE">
        <w:t xml:space="preserve">, </w:t>
      </w:r>
      <w:r w:rsidRPr="00DA4E77">
        <w:t>jusque sous le péristyle de leur palais</w:t>
      </w:r>
      <w:r w:rsidR="00276CCE">
        <w:t xml:space="preserve">. </w:t>
      </w:r>
      <w:proofErr w:type="spellStart"/>
      <w:r w:rsidRPr="00DA4E77">
        <w:t>Belkis</w:t>
      </w:r>
      <w:proofErr w:type="spellEnd"/>
      <w:r w:rsidR="00276CCE">
        <w:t xml:space="preserve">, </w:t>
      </w:r>
      <w:r w:rsidRPr="00DA4E77">
        <w:t>précipité du haut du perron</w:t>
      </w:r>
      <w:r w:rsidR="00276CCE">
        <w:t xml:space="preserve">, </w:t>
      </w:r>
      <w:r w:rsidRPr="00DA4E77">
        <w:t>a roulé sur le parvis</w:t>
      </w:r>
      <w:r w:rsidR="00276CCE">
        <w:t xml:space="preserve">, </w:t>
      </w:r>
      <w:r w:rsidRPr="00DA4E77">
        <w:t>et</w:t>
      </w:r>
      <w:r w:rsidR="00276CCE">
        <w:t xml:space="preserve">, </w:t>
      </w:r>
      <w:r w:rsidRPr="00DA4E77">
        <w:t>geignant</w:t>
      </w:r>
      <w:r w:rsidR="00276CCE">
        <w:t xml:space="preserve">, </w:t>
      </w:r>
      <w:r w:rsidRPr="00DA4E77">
        <w:t>va se réfugier dans le coin le plus reculé de la terrasse</w:t>
      </w:r>
      <w:r w:rsidR="00276CCE">
        <w:t xml:space="preserve">, </w:t>
      </w:r>
      <w:r w:rsidRPr="00DA4E77">
        <w:t>implorant les hommes et même les dieux</w:t>
      </w:r>
      <w:r w:rsidR="00276CCE">
        <w:t xml:space="preserve">. </w:t>
      </w:r>
      <w:r w:rsidRPr="00DA4E77">
        <w:t>Mais</w:t>
      </w:r>
      <w:r w:rsidR="00276CCE">
        <w:t xml:space="preserve">, </w:t>
      </w:r>
      <w:r w:rsidRPr="00DA4E77">
        <w:t>du groupe étonné des néophytes</w:t>
      </w:r>
      <w:r w:rsidR="00276CCE">
        <w:t xml:space="preserve">, </w:t>
      </w:r>
      <w:r w:rsidRPr="00DA4E77">
        <w:t>une voix crie</w:t>
      </w:r>
      <w:r w:rsidR="00276CCE">
        <w:t> :</w:t>
      </w:r>
    </w:p>
    <w:p w14:paraId="45C53CA5" w14:textId="77777777" w:rsidR="00276CCE" w:rsidRDefault="00276CCE" w:rsidP="002A4158">
      <w:r>
        <w:t>— </w:t>
      </w:r>
      <w:proofErr w:type="spellStart"/>
      <w:r w:rsidR="002A4158" w:rsidRPr="00DA4E77">
        <w:t>Hermos</w:t>
      </w:r>
      <w:proofErr w:type="spellEnd"/>
      <w:r>
        <w:t> !</w:t>
      </w:r>
    </w:p>
    <w:p w14:paraId="36FEB3FB" w14:textId="77777777" w:rsidR="00276CCE" w:rsidRDefault="002A4158" w:rsidP="002A4158">
      <w:r w:rsidRPr="00DA4E77">
        <w:t>Et les jeunes gens se précipitent vers leur poète</w:t>
      </w:r>
      <w:r w:rsidR="00276CCE">
        <w:t>.</w:t>
      </w:r>
    </w:p>
    <w:p w14:paraId="384B25D1" w14:textId="77777777" w:rsidR="00276CCE" w:rsidRDefault="00276CCE" w:rsidP="00276CCE">
      <w:pPr>
        <w:pStyle w:val="Titre2"/>
        <w:rPr>
          <w:i/>
        </w:rPr>
      </w:pPr>
      <w:bookmarkStart w:id="9" w:name="_Toc194841995"/>
      <w:r w:rsidRPr="00DA4E77">
        <w:lastRenderedPageBreak/>
        <w:t>Scène</w:t>
      </w:r>
      <w:r>
        <w:t> </w:t>
      </w:r>
      <w:r w:rsidRPr="00DA4E77">
        <w:t>IX</w:t>
      </w:r>
      <w:r>
        <w:t xml:space="preserve">. – </w:t>
      </w:r>
      <w:r w:rsidR="002A4158" w:rsidRPr="00DA4E77">
        <w:rPr>
          <w:i/>
        </w:rPr>
        <w:t>Hors du Temple</w:t>
      </w:r>
      <w:r>
        <w:rPr>
          <w:i/>
        </w:rPr>
        <w:t>.</w:t>
      </w:r>
      <w:bookmarkEnd w:id="9"/>
    </w:p>
    <w:p w14:paraId="4F36D067" w14:textId="77777777" w:rsidR="00276CCE" w:rsidRDefault="002A4158" w:rsidP="002A4158">
      <w:r w:rsidRPr="00DA4E77">
        <w:t>C</w:t>
      </w:r>
      <w:r w:rsidR="00276CCE">
        <w:t>’</w:t>
      </w:r>
      <w:r w:rsidRPr="00DA4E77">
        <w:t xml:space="preserve">est </w:t>
      </w:r>
      <w:proofErr w:type="spellStart"/>
      <w:r w:rsidRPr="00DA4E77">
        <w:t>Hermos</w:t>
      </w:r>
      <w:proofErr w:type="spellEnd"/>
      <w:r w:rsidR="00276CCE">
        <w:t xml:space="preserve">, </w:t>
      </w:r>
      <w:r w:rsidRPr="00DA4E77">
        <w:t>en effet</w:t>
      </w:r>
      <w:r w:rsidR="00276CCE">
        <w:t xml:space="preserve">, </w:t>
      </w:r>
      <w:r w:rsidRPr="00DA4E77">
        <w:t>qui</w:t>
      </w:r>
      <w:r w:rsidR="00276CCE">
        <w:t xml:space="preserve">, </w:t>
      </w:r>
      <w:r w:rsidRPr="00DA4E77">
        <w:t>ne pouvant contenir sa colère</w:t>
      </w:r>
      <w:r w:rsidR="00276CCE">
        <w:t xml:space="preserve">, </w:t>
      </w:r>
      <w:r w:rsidRPr="00DA4E77">
        <w:t xml:space="preserve">a bondi sur </w:t>
      </w:r>
      <w:proofErr w:type="spellStart"/>
      <w:r w:rsidRPr="00DA4E77">
        <w:t>Belkis</w:t>
      </w:r>
      <w:proofErr w:type="spellEnd"/>
      <w:r w:rsidRPr="00DA4E77">
        <w:t xml:space="preserve"> quand le tribun des matelots a prononcé le nom d</w:t>
      </w:r>
      <w:r w:rsidR="00276CCE">
        <w:t>’</w:t>
      </w:r>
      <w:proofErr w:type="spellStart"/>
      <w:r w:rsidRPr="00DA4E77">
        <w:t>Hellas</w:t>
      </w:r>
      <w:proofErr w:type="spellEnd"/>
      <w:r w:rsidR="00276CCE">
        <w:t>.</w:t>
      </w:r>
    </w:p>
    <w:p w14:paraId="02001CD1" w14:textId="77777777" w:rsidR="00276CCE" w:rsidRDefault="00276CCE" w:rsidP="002A4158">
      <w:r>
        <w:t>— </w:t>
      </w:r>
      <w:r w:rsidR="002A4158" w:rsidRPr="00DA4E77">
        <w:t>Ah</w:t>
      </w:r>
      <w:r>
        <w:t xml:space="preserve"> ! </w:t>
      </w:r>
      <w:r w:rsidR="002A4158" w:rsidRPr="00DA4E77">
        <w:t>vous ne m</w:t>
      </w:r>
      <w:r>
        <w:t>’</w:t>
      </w:r>
      <w:r w:rsidR="002A4158" w:rsidRPr="00DA4E77">
        <w:t>attendiez pas</w:t>
      </w:r>
      <w:r>
        <w:t xml:space="preserve">, </w:t>
      </w:r>
      <w:r w:rsidR="002A4158" w:rsidRPr="00DA4E77">
        <w:t>tonne l</w:t>
      </w:r>
      <w:r>
        <w:t>’</w:t>
      </w:r>
      <w:r w:rsidR="002A4158" w:rsidRPr="00DA4E77">
        <w:t>Apôtre</w:t>
      </w:r>
      <w:r>
        <w:t xml:space="preserve">, </w:t>
      </w:r>
      <w:r w:rsidR="002A4158" w:rsidRPr="00DA4E77">
        <w:t>pas plus que vous n</w:t>
      </w:r>
      <w:r>
        <w:t>’</w:t>
      </w:r>
      <w:r w:rsidR="002A4158" w:rsidRPr="00DA4E77">
        <w:t xml:space="preserve">attendez </w:t>
      </w:r>
      <w:proofErr w:type="spellStart"/>
      <w:r w:rsidR="002A4158" w:rsidRPr="00DA4E77">
        <w:t>Hellas</w:t>
      </w:r>
      <w:proofErr w:type="spellEnd"/>
      <w:r>
        <w:t xml:space="preserve"> ? </w:t>
      </w:r>
      <w:r w:rsidR="002A4158" w:rsidRPr="00DA4E77">
        <w:t>Eh bien</w:t>
      </w:r>
      <w:r>
        <w:t xml:space="preserve">, </w:t>
      </w:r>
      <w:r w:rsidR="002A4158" w:rsidRPr="00DA4E77">
        <w:t>sachez qu</w:t>
      </w:r>
      <w:r>
        <w:t>’</w:t>
      </w:r>
      <w:r w:rsidR="002A4158" w:rsidRPr="00DA4E77">
        <w:t>il va venir comme je reviens</w:t>
      </w:r>
      <w:r>
        <w:t>.</w:t>
      </w:r>
    </w:p>
    <w:p w14:paraId="0AB18F97" w14:textId="77777777" w:rsidR="00276CCE" w:rsidRDefault="00276CCE" w:rsidP="002A4158">
      <w:r>
        <w:t>— </w:t>
      </w:r>
      <w:r w:rsidR="002A4158" w:rsidRPr="00DA4E77">
        <w:t>Gloire</w:t>
      </w:r>
      <w:r>
        <w:t xml:space="preserve"> ! </w:t>
      </w:r>
      <w:r w:rsidR="002A4158" w:rsidRPr="00DA4E77">
        <w:t>gloire</w:t>
      </w:r>
      <w:r>
        <w:t xml:space="preserve"> ! </w:t>
      </w:r>
      <w:r w:rsidR="002A4158" w:rsidRPr="00DA4E77">
        <w:t xml:space="preserve">Vive </w:t>
      </w:r>
      <w:proofErr w:type="spellStart"/>
      <w:r w:rsidR="002A4158" w:rsidRPr="00DA4E77">
        <w:t>Hellas</w:t>
      </w:r>
      <w:proofErr w:type="spellEnd"/>
      <w:r>
        <w:t xml:space="preserve"> ! </w:t>
      </w:r>
      <w:r w:rsidR="002A4158" w:rsidRPr="00DA4E77">
        <w:t>crient les jeunes gens r</w:t>
      </w:r>
      <w:r w:rsidR="002A4158" w:rsidRPr="00DA4E77">
        <w:t>é</w:t>
      </w:r>
      <w:r w:rsidR="002A4158" w:rsidRPr="00DA4E77">
        <w:t>confortés</w:t>
      </w:r>
      <w:r>
        <w:t xml:space="preserve">, </w:t>
      </w:r>
      <w:r w:rsidR="002A4158" w:rsidRPr="00DA4E77">
        <w:t>auxquels se joignent quelques nouveaux partisans</w:t>
      </w:r>
      <w:r>
        <w:t xml:space="preserve">, </w:t>
      </w:r>
      <w:r w:rsidR="002A4158" w:rsidRPr="00DA4E77">
        <w:t>indécis tout à l</w:t>
      </w:r>
      <w:r>
        <w:t>’</w:t>
      </w:r>
      <w:r w:rsidR="002A4158" w:rsidRPr="00DA4E77">
        <w:t>heure</w:t>
      </w:r>
      <w:r>
        <w:t>.</w:t>
      </w:r>
    </w:p>
    <w:p w14:paraId="64BEFE64" w14:textId="77777777" w:rsidR="00276CCE" w:rsidRDefault="00276CCE" w:rsidP="002A4158">
      <w:r>
        <w:t>— </w:t>
      </w:r>
      <w:r w:rsidR="002A4158" w:rsidRPr="00DA4E77">
        <w:t>Oui</w:t>
      </w:r>
      <w:r>
        <w:t xml:space="preserve">, </w:t>
      </w:r>
      <w:proofErr w:type="spellStart"/>
      <w:r w:rsidR="002A4158" w:rsidRPr="00DA4E77">
        <w:t>Hellas</w:t>
      </w:r>
      <w:proofErr w:type="spellEnd"/>
      <w:r w:rsidR="002A4158" w:rsidRPr="00DA4E77">
        <w:t xml:space="preserve"> va venir</w:t>
      </w:r>
      <w:r>
        <w:t xml:space="preserve">, </w:t>
      </w:r>
      <w:r w:rsidR="002A4158" w:rsidRPr="00DA4E77">
        <w:t>et vous apporte un nouvel empire</w:t>
      </w:r>
      <w:r>
        <w:t xml:space="preserve">. </w:t>
      </w:r>
      <w:proofErr w:type="spellStart"/>
      <w:r w:rsidR="002A4158" w:rsidRPr="00DA4E77">
        <w:t>Hellas</w:t>
      </w:r>
      <w:proofErr w:type="spellEnd"/>
      <w:r w:rsidR="002A4158" w:rsidRPr="00DA4E77">
        <w:t xml:space="preserve"> a vaincu et tout l</w:t>
      </w:r>
      <w:r>
        <w:t>’</w:t>
      </w:r>
      <w:r w:rsidR="002A4158" w:rsidRPr="00DA4E77">
        <w:t>Orient retentit de sa victoire</w:t>
      </w:r>
      <w:r>
        <w:t xml:space="preserve">. </w:t>
      </w:r>
      <w:r w:rsidR="002A4158" w:rsidRPr="00DA4E77">
        <w:t>Vous-mêmes</w:t>
      </w:r>
      <w:r>
        <w:t xml:space="preserve">, </w:t>
      </w:r>
      <w:r w:rsidR="002A4158" w:rsidRPr="00DA4E77">
        <w:t>Atlantes</w:t>
      </w:r>
      <w:r>
        <w:t xml:space="preserve">, </w:t>
      </w:r>
      <w:r w:rsidR="002A4158" w:rsidRPr="00DA4E77">
        <w:t>vous devriez</w:t>
      </w:r>
      <w:r>
        <w:t xml:space="preserve">, </w:t>
      </w:r>
      <w:r w:rsidR="002A4158" w:rsidRPr="00DA4E77">
        <w:t>les premiers</w:t>
      </w:r>
      <w:r>
        <w:t xml:space="preserve">, </w:t>
      </w:r>
      <w:r w:rsidR="002A4158" w:rsidRPr="00DA4E77">
        <w:t>exalter le héros</w:t>
      </w:r>
      <w:r>
        <w:t xml:space="preserve">, </w:t>
      </w:r>
      <w:r w:rsidR="002A4158" w:rsidRPr="00DA4E77">
        <w:t>si ses ennemis</w:t>
      </w:r>
      <w:r>
        <w:t xml:space="preserve">, </w:t>
      </w:r>
      <w:r w:rsidR="002A4158" w:rsidRPr="00DA4E77">
        <w:t>les vôtres</w:t>
      </w:r>
      <w:r>
        <w:t xml:space="preserve">, </w:t>
      </w:r>
      <w:r w:rsidR="002A4158" w:rsidRPr="00DA4E77">
        <w:t>ceux de l</w:t>
      </w:r>
      <w:r>
        <w:t>’</w:t>
      </w:r>
      <w:r w:rsidR="002A4158" w:rsidRPr="00DA4E77">
        <w:t>Empire</w:t>
      </w:r>
      <w:r>
        <w:t xml:space="preserve">, </w:t>
      </w:r>
      <w:r w:rsidR="002A4158" w:rsidRPr="00DA4E77">
        <w:t>ne vous avaient di</w:t>
      </w:r>
      <w:r w:rsidR="002A4158" w:rsidRPr="00DA4E77">
        <w:t>s</w:t>
      </w:r>
      <w:r w:rsidR="002A4158" w:rsidRPr="00DA4E77">
        <w:t>simulé son retour</w:t>
      </w:r>
      <w:r>
        <w:t xml:space="preserve">, </w:t>
      </w:r>
      <w:r w:rsidR="002A4158" w:rsidRPr="00DA4E77">
        <w:t>en supprimant par des manœuvres sacrilèges les nouvelles venues du pays des Pélasges</w:t>
      </w:r>
      <w:r>
        <w:t>.</w:t>
      </w:r>
    </w:p>
    <w:p w14:paraId="35E7D2D8" w14:textId="77777777" w:rsidR="00276CCE" w:rsidRDefault="00276CCE" w:rsidP="002A4158">
      <w:r>
        <w:t>— </w:t>
      </w:r>
      <w:r w:rsidR="002A4158" w:rsidRPr="00DA4E77">
        <w:t>Tu mens</w:t>
      </w:r>
      <w:r>
        <w:t xml:space="preserve"> ! </w:t>
      </w:r>
      <w:r w:rsidR="002A4158" w:rsidRPr="00DA4E77">
        <w:t xml:space="preserve">interrompt </w:t>
      </w:r>
      <w:proofErr w:type="spellStart"/>
      <w:r w:rsidR="002A4158" w:rsidRPr="00DA4E77">
        <w:t>Guitché</w:t>
      </w:r>
      <w:proofErr w:type="spellEnd"/>
      <w:r>
        <w:t xml:space="preserve">, </w:t>
      </w:r>
      <w:r w:rsidR="002A4158" w:rsidRPr="00DA4E77">
        <w:t>nous n</w:t>
      </w:r>
      <w:r>
        <w:t>’</w:t>
      </w:r>
      <w:r w:rsidR="002A4158" w:rsidRPr="00DA4E77">
        <w:t>avons jamais d</w:t>
      </w:r>
      <w:r w:rsidR="002A4158" w:rsidRPr="00DA4E77">
        <w:t>é</w:t>
      </w:r>
      <w:r w:rsidR="002A4158" w:rsidRPr="00DA4E77">
        <w:t>tourné aucune nouvelle</w:t>
      </w:r>
      <w:r>
        <w:t>.</w:t>
      </w:r>
    </w:p>
    <w:p w14:paraId="542F4D0C" w14:textId="77777777" w:rsidR="00276CCE" w:rsidRDefault="00276CCE" w:rsidP="002A4158">
      <w:r>
        <w:t>— </w:t>
      </w:r>
      <w:r w:rsidR="002A4158" w:rsidRPr="00DA4E77">
        <w:t>Ah</w:t>
      </w:r>
      <w:r>
        <w:t xml:space="preserve"> ! </w:t>
      </w:r>
      <w:r w:rsidR="002A4158" w:rsidRPr="00DA4E77">
        <w:t>ah</w:t>
      </w:r>
      <w:r>
        <w:t xml:space="preserve"> ! </w:t>
      </w:r>
      <w:r w:rsidR="002A4158" w:rsidRPr="00DA4E77">
        <w:t xml:space="preserve">riposte </w:t>
      </w:r>
      <w:proofErr w:type="spellStart"/>
      <w:r w:rsidR="002A4158" w:rsidRPr="00DA4E77">
        <w:t>Hermos</w:t>
      </w:r>
      <w:proofErr w:type="spellEnd"/>
      <w:r>
        <w:t xml:space="preserve">, </w:t>
      </w:r>
      <w:r w:rsidR="002A4158" w:rsidRPr="00DA4E77">
        <w:t>voici le coupable qui se révèle</w:t>
      </w:r>
      <w:r>
        <w:t xml:space="preserve">. </w:t>
      </w:r>
      <w:r w:rsidR="002A4158" w:rsidRPr="00DA4E77">
        <w:t>Eh bien oui</w:t>
      </w:r>
      <w:r>
        <w:t xml:space="preserve">, </w:t>
      </w:r>
      <w:proofErr w:type="spellStart"/>
      <w:r w:rsidR="002A4158" w:rsidRPr="00DA4E77">
        <w:t>Guitché</w:t>
      </w:r>
      <w:proofErr w:type="spellEnd"/>
      <w:r>
        <w:t xml:space="preserve">, </w:t>
      </w:r>
      <w:r w:rsidR="002A4158" w:rsidRPr="00DA4E77">
        <w:t>c</w:t>
      </w:r>
      <w:r>
        <w:t>’</w:t>
      </w:r>
      <w:r w:rsidR="002A4158" w:rsidRPr="00DA4E77">
        <w:t>est toi</w:t>
      </w:r>
      <w:r>
        <w:t xml:space="preserve">, </w:t>
      </w:r>
      <w:r w:rsidR="002A4158" w:rsidRPr="00DA4E77">
        <w:t>je le sais</w:t>
      </w:r>
      <w:r>
        <w:t xml:space="preserve">, </w:t>
      </w:r>
      <w:r w:rsidR="002A4158" w:rsidRPr="00DA4E77">
        <w:t>qui as détourné les messages d</w:t>
      </w:r>
      <w:r>
        <w:t>’</w:t>
      </w:r>
      <w:proofErr w:type="spellStart"/>
      <w:r w:rsidR="002A4158" w:rsidRPr="00DA4E77">
        <w:t>Hellas</w:t>
      </w:r>
      <w:proofErr w:type="spellEnd"/>
      <w:r>
        <w:t xml:space="preserve">. </w:t>
      </w:r>
      <w:r w:rsidR="002A4158" w:rsidRPr="00DA4E77">
        <w:t>Ou sinon toi</w:t>
      </w:r>
      <w:r>
        <w:t xml:space="preserve">, </w:t>
      </w:r>
      <w:r w:rsidR="002A4158" w:rsidRPr="00DA4E77">
        <w:t>du moins quelqu</w:t>
      </w:r>
      <w:r>
        <w:t>’</w:t>
      </w:r>
      <w:r w:rsidR="002A4158" w:rsidRPr="00DA4E77">
        <w:t>un de tes pr</w:t>
      </w:r>
      <w:r w:rsidR="002A4158" w:rsidRPr="00DA4E77">
        <w:t>o</w:t>
      </w:r>
      <w:r w:rsidR="002A4158" w:rsidRPr="00DA4E77">
        <w:t>ches</w:t>
      </w:r>
      <w:r>
        <w:t xml:space="preserve">. </w:t>
      </w:r>
      <w:r w:rsidR="002A4158" w:rsidRPr="00DA4E77">
        <w:t>Et</w:t>
      </w:r>
      <w:r>
        <w:t xml:space="preserve">, </w:t>
      </w:r>
      <w:r w:rsidR="002A4158" w:rsidRPr="00DA4E77">
        <w:t>si ta conscience est pure</w:t>
      </w:r>
      <w:r>
        <w:t xml:space="preserve">, </w:t>
      </w:r>
      <w:r w:rsidR="002A4158" w:rsidRPr="00DA4E77">
        <w:t>jure que jamais tu n</w:t>
      </w:r>
      <w:r>
        <w:t>’</w:t>
      </w:r>
      <w:r w:rsidR="002A4158" w:rsidRPr="00DA4E77">
        <w:t>as fait mourir les ramiers sacrés qui revenaient de l</w:t>
      </w:r>
      <w:r>
        <w:t>’</w:t>
      </w:r>
      <w:r w:rsidR="002A4158" w:rsidRPr="00DA4E77">
        <w:t>Orient</w:t>
      </w:r>
      <w:r>
        <w:t>.</w:t>
      </w:r>
    </w:p>
    <w:p w14:paraId="168B1C3C" w14:textId="77777777" w:rsidR="00276CCE" w:rsidRDefault="002A4158" w:rsidP="002A4158">
      <w:proofErr w:type="spellStart"/>
      <w:r w:rsidRPr="00DA4E77">
        <w:t>Guitché</w:t>
      </w:r>
      <w:proofErr w:type="spellEnd"/>
      <w:r w:rsidR="00276CCE">
        <w:t xml:space="preserve">, </w:t>
      </w:r>
      <w:r w:rsidRPr="00DA4E77">
        <w:t>décontenancé</w:t>
      </w:r>
      <w:r w:rsidR="00276CCE">
        <w:t xml:space="preserve">, </w:t>
      </w:r>
      <w:r w:rsidRPr="00DA4E77">
        <w:t>reste un moment sans répondre</w:t>
      </w:r>
      <w:r w:rsidR="00276CCE">
        <w:t xml:space="preserve">, </w:t>
      </w:r>
      <w:r w:rsidRPr="00DA4E77">
        <w:t xml:space="preserve">quand </w:t>
      </w:r>
      <w:proofErr w:type="spellStart"/>
      <w:r w:rsidRPr="00DA4E77">
        <w:t>Belkis</w:t>
      </w:r>
      <w:proofErr w:type="spellEnd"/>
      <w:r w:rsidR="00276CCE">
        <w:t xml:space="preserve">, </w:t>
      </w:r>
      <w:r w:rsidRPr="00DA4E77">
        <w:t>qui a repris son assurance</w:t>
      </w:r>
      <w:r w:rsidR="00276CCE">
        <w:t> :</w:t>
      </w:r>
    </w:p>
    <w:p w14:paraId="74B65D03" w14:textId="77777777" w:rsidR="00276CCE" w:rsidRDefault="00276CCE" w:rsidP="002A4158">
      <w:r>
        <w:lastRenderedPageBreak/>
        <w:t>— </w:t>
      </w:r>
      <w:r w:rsidR="002A4158" w:rsidRPr="00DA4E77">
        <w:t>Est-ce que nous sommes forcés de respecter les bêtes qui volent dans l</w:t>
      </w:r>
      <w:r>
        <w:t>’</w:t>
      </w:r>
      <w:r w:rsidR="002A4158" w:rsidRPr="00DA4E77">
        <w:t>azur</w:t>
      </w:r>
      <w:r>
        <w:t xml:space="preserve"> ? </w:t>
      </w:r>
      <w:r w:rsidR="002A4158" w:rsidRPr="00DA4E77">
        <w:t>Dis-nous donc plutôt comment</w:t>
      </w:r>
      <w:r>
        <w:t xml:space="preserve">, </w:t>
      </w:r>
      <w:r w:rsidR="002A4158" w:rsidRPr="00DA4E77">
        <w:t>arrivé trop tard devant la Grille d</w:t>
      </w:r>
      <w:r>
        <w:t>’</w:t>
      </w:r>
      <w:r w:rsidR="002A4158" w:rsidRPr="00DA4E77">
        <w:t>Or</w:t>
      </w:r>
      <w:r>
        <w:t xml:space="preserve">, </w:t>
      </w:r>
      <w:r w:rsidR="002A4158" w:rsidRPr="00DA4E77">
        <w:t>tu te trouves maintenant sur le perron du Temple</w:t>
      </w:r>
      <w:r>
        <w:t xml:space="preserve">. </w:t>
      </w:r>
      <w:r w:rsidR="002A4158" w:rsidRPr="00DA4E77">
        <w:t>Oui</w:t>
      </w:r>
      <w:r>
        <w:t xml:space="preserve">, </w:t>
      </w:r>
      <w:r w:rsidR="002A4158" w:rsidRPr="00DA4E77">
        <w:t>dis-nous d</w:t>
      </w:r>
      <w:r>
        <w:t>’</w:t>
      </w:r>
      <w:r w:rsidR="002A4158" w:rsidRPr="00DA4E77">
        <w:t>où tu viens et pourquoi tu viens</w:t>
      </w:r>
      <w:r>
        <w:t> ?</w:t>
      </w:r>
    </w:p>
    <w:p w14:paraId="174C5657" w14:textId="77777777" w:rsidR="00276CCE" w:rsidRDefault="00276CCE" w:rsidP="002A4158">
      <w:r>
        <w:t>— </w:t>
      </w:r>
      <w:r w:rsidR="002A4158" w:rsidRPr="00DA4E77">
        <w:t>D</w:t>
      </w:r>
      <w:r>
        <w:t>’</w:t>
      </w:r>
      <w:r w:rsidR="002A4158" w:rsidRPr="00DA4E77">
        <w:t>où je viens</w:t>
      </w:r>
      <w:r>
        <w:t xml:space="preserve">, </w:t>
      </w:r>
      <w:r w:rsidR="002A4158" w:rsidRPr="00DA4E77">
        <w:t>peu vous importe</w:t>
      </w:r>
      <w:r>
        <w:t xml:space="preserve"> ! </w:t>
      </w:r>
      <w:r w:rsidR="002A4158" w:rsidRPr="00DA4E77">
        <w:t>C</w:t>
      </w:r>
      <w:r>
        <w:t>’</w:t>
      </w:r>
      <w:r w:rsidR="002A4158" w:rsidRPr="00DA4E77">
        <w:t>est d</w:t>
      </w:r>
      <w:r>
        <w:t>’</w:t>
      </w:r>
      <w:proofErr w:type="spellStart"/>
      <w:r w:rsidR="002A4158" w:rsidRPr="00DA4E77">
        <w:t>Hellas</w:t>
      </w:r>
      <w:proofErr w:type="spellEnd"/>
      <w:r w:rsidR="002A4158" w:rsidRPr="00DA4E77">
        <w:t xml:space="preserve"> seul qu</w:t>
      </w:r>
      <w:r>
        <w:t>’</w:t>
      </w:r>
      <w:r w:rsidR="002A4158" w:rsidRPr="00DA4E77">
        <w:t>il faut parler ici</w:t>
      </w:r>
      <w:r>
        <w:t xml:space="preserve">. </w:t>
      </w:r>
      <w:r w:rsidR="002A4158" w:rsidRPr="00DA4E77">
        <w:t>Je ne suis que le porteur de la bonne nouvelle</w:t>
      </w:r>
      <w:r>
        <w:t xml:space="preserve">, </w:t>
      </w:r>
      <w:r w:rsidR="002A4158" w:rsidRPr="00DA4E77">
        <w:t>et parce qu</w:t>
      </w:r>
      <w:r>
        <w:t>’</w:t>
      </w:r>
      <w:r w:rsidR="002A4158" w:rsidRPr="00DA4E77">
        <w:t>une force invisible dirige toute chose</w:t>
      </w:r>
      <w:r>
        <w:t xml:space="preserve">, </w:t>
      </w:r>
      <w:r w:rsidR="002A4158" w:rsidRPr="00DA4E77">
        <w:t>les dieux prote</w:t>
      </w:r>
      <w:r w:rsidR="002A4158" w:rsidRPr="00DA4E77">
        <w:t>c</w:t>
      </w:r>
      <w:r w:rsidR="002A4158" w:rsidRPr="00DA4E77">
        <w:t>teurs d</w:t>
      </w:r>
      <w:r>
        <w:t>’</w:t>
      </w:r>
      <w:r w:rsidR="002A4158" w:rsidRPr="00DA4E77">
        <w:t>Atlantis m</w:t>
      </w:r>
      <w:r>
        <w:t>’</w:t>
      </w:r>
      <w:r w:rsidR="002A4158" w:rsidRPr="00DA4E77">
        <w:t>ont conduit mystérieusement jusqu</w:t>
      </w:r>
      <w:r>
        <w:t>’</w:t>
      </w:r>
      <w:r w:rsidR="002A4158" w:rsidRPr="00DA4E77">
        <w:t>à vous</w:t>
      </w:r>
      <w:r>
        <w:t xml:space="preserve">, </w:t>
      </w:r>
      <w:r w:rsidR="002A4158" w:rsidRPr="00DA4E77">
        <w:t>quand vous alliez faillir</w:t>
      </w:r>
      <w:r>
        <w:t>.</w:t>
      </w:r>
    </w:p>
    <w:p w14:paraId="17A2B242" w14:textId="77777777" w:rsidR="00276CCE" w:rsidRDefault="002A4158" w:rsidP="002A4158">
      <w:r w:rsidRPr="00DA4E77">
        <w:t xml:space="preserve">Et </w:t>
      </w:r>
      <w:proofErr w:type="spellStart"/>
      <w:r w:rsidRPr="00DA4E77">
        <w:t>Hermos</w:t>
      </w:r>
      <w:proofErr w:type="spellEnd"/>
      <w:r w:rsidR="00276CCE">
        <w:t xml:space="preserve">, </w:t>
      </w:r>
      <w:r w:rsidRPr="00DA4E77">
        <w:t>profitant de la surprise générale</w:t>
      </w:r>
      <w:r w:rsidR="00276CCE">
        <w:t xml:space="preserve">, </w:t>
      </w:r>
      <w:r w:rsidRPr="00DA4E77">
        <w:t>fait d</w:t>
      </w:r>
      <w:r w:rsidR="00276CCE">
        <w:t>’</w:t>
      </w:r>
      <w:r w:rsidRPr="00DA4E77">
        <w:t>une voix ferme le récit des succès d</w:t>
      </w:r>
      <w:r w:rsidR="00276CCE">
        <w:t>’</w:t>
      </w:r>
      <w:proofErr w:type="spellStart"/>
      <w:r w:rsidRPr="00DA4E77">
        <w:t>Hellas</w:t>
      </w:r>
      <w:proofErr w:type="spellEnd"/>
      <w:r w:rsidR="00276CCE">
        <w:t xml:space="preserve">, </w:t>
      </w:r>
      <w:r w:rsidRPr="00DA4E77">
        <w:t>et les messages interceptés</w:t>
      </w:r>
      <w:r w:rsidR="00276CCE">
        <w:t xml:space="preserve">, </w:t>
      </w:r>
      <w:r w:rsidRPr="00DA4E77">
        <w:t>et les nouvelles connues dans toute la Libye</w:t>
      </w:r>
      <w:r w:rsidR="00276CCE">
        <w:t xml:space="preserve">, </w:t>
      </w:r>
      <w:r w:rsidRPr="00DA4E77">
        <w:t>et les manœuvres a</w:t>
      </w:r>
      <w:r w:rsidRPr="00DA4E77">
        <w:t>c</w:t>
      </w:r>
      <w:r w:rsidRPr="00DA4E77">
        <w:t xml:space="preserve">complies par le parti de </w:t>
      </w:r>
      <w:proofErr w:type="spellStart"/>
      <w:r w:rsidRPr="00DA4E77">
        <w:t>Melléna</w:t>
      </w:r>
      <w:proofErr w:type="spellEnd"/>
      <w:r w:rsidR="00276CCE">
        <w:t xml:space="preserve">, </w:t>
      </w:r>
      <w:r w:rsidRPr="00DA4E77">
        <w:t>et les obstacles que lui-même a trouvés pour retourner dans la Cité</w:t>
      </w:r>
      <w:r w:rsidR="00276CCE">
        <w:t>.</w:t>
      </w:r>
    </w:p>
    <w:p w14:paraId="48D61A70" w14:textId="77777777" w:rsidR="00276CCE" w:rsidRDefault="00276CCE" w:rsidP="002A4158">
      <w:r>
        <w:t>— </w:t>
      </w:r>
      <w:r w:rsidR="002A4158" w:rsidRPr="00DA4E77">
        <w:t>Tu n</w:t>
      </w:r>
      <w:r>
        <w:t>’</w:t>
      </w:r>
      <w:r w:rsidR="002A4158" w:rsidRPr="00DA4E77">
        <w:t>es qu</w:t>
      </w:r>
      <w:r>
        <w:t>’</w:t>
      </w:r>
      <w:r w:rsidR="002A4158" w:rsidRPr="00DA4E77">
        <w:t>un calomniateur</w:t>
      </w:r>
      <w:r>
        <w:t xml:space="preserve">, </w:t>
      </w:r>
      <w:r w:rsidR="002A4158" w:rsidRPr="00DA4E77">
        <w:t xml:space="preserve">hurle </w:t>
      </w:r>
      <w:proofErr w:type="spellStart"/>
      <w:r w:rsidR="002A4158" w:rsidRPr="00DA4E77">
        <w:t>Belkis</w:t>
      </w:r>
      <w:proofErr w:type="spellEnd"/>
      <w:r>
        <w:t xml:space="preserve">. </w:t>
      </w:r>
      <w:r w:rsidR="002A4158" w:rsidRPr="00DA4E77">
        <w:t>Comment pourrais-tu connaître les prétendues intrigues des honnêtes gens que tu accuses</w:t>
      </w:r>
      <w:r>
        <w:t xml:space="preserve">, </w:t>
      </w:r>
      <w:r w:rsidR="002A4158" w:rsidRPr="00DA4E77">
        <w:t>puisque</w:t>
      </w:r>
      <w:r>
        <w:t xml:space="preserve">, </w:t>
      </w:r>
      <w:r w:rsidR="002A4158" w:rsidRPr="00DA4E77">
        <w:t>de ton propre aveu</w:t>
      </w:r>
      <w:r>
        <w:t xml:space="preserve">, </w:t>
      </w:r>
      <w:r w:rsidR="002A4158" w:rsidRPr="00DA4E77">
        <w:t>tu viens se</w:t>
      </w:r>
      <w:r w:rsidR="002A4158" w:rsidRPr="00DA4E77">
        <w:t>u</w:t>
      </w:r>
      <w:r w:rsidR="002A4158" w:rsidRPr="00DA4E77">
        <w:t>lement de débarquer en Atlantis</w:t>
      </w:r>
      <w:r>
        <w:t> ?</w:t>
      </w:r>
    </w:p>
    <w:p w14:paraId="049055F3" w14:textId="77777777" w:rsidR="00276CCE" w:rsidRDefault="00276CCE" w:rsidP="002A4158">
      <w:r>
        <w:t>— </w:t>
      </w:r>
      <w:r w:rsidR="002A4158" w:rsidRPr="00DA4E77">
        <w:t>Vos intrigues</w:t>
      </w:r>
      <w:r>
        <w:t xml:space="preserve">, </w:t>
      </w:r>
      <w:r w:rsidR="002A4158" w:rsidRPr="00DA4E77">
        <w:t>je les connais par vous-mêmes</w:t>
      </w:r>
      <w:r>
        <w:t xml:space="preserve">. </w:t>
      </w:r>
      <w:r w:rsidR="002A4158" w:rsidRPr="00DA4E77">
        <w:t>Blasph</w:t>
      </w:r>
      <w:r w:rsidR="002A4158" w:rsidRPr="00DA4E77">
        <w:t>é</w:t>
      </w:r>
      <w:r w:rsidR="002A4158" w:rsidRPr="00DA4E77">
        <w:t>mateurs qui choisissez le Temple pour lieu de vos criminels pr</w:t>
      </w:r>
      <w:r w:rsidR="002A4158" w:rsidRPr="00DA4E77">
        <w:t>o</w:t>
      </w:r>
      <w:r w:rsidR="002A4158" w:rsidRPr="00DA4E77">
        <w:t>jets</w:t>
      </w:r>
      <w:r>
        <w:t xml:space="preserve">, </w:t>
      </w:r>
      <w:r w:rsidR="002A4158" w:rsidRPr="00DA4E77">
        <w:t>vous ne savez donc pas qu</w:t>
      </w:r>
      <w:r>
        <w:t>’</w:t>
      </w:r>
      <w:r w:rsidR="002A4158" w:rsidRPr="00DA4E77">
        <w:t>une oreille écoutait vos propos</w:t>
      </w:r>
      <w:r>
        <w:t> ?</w:t>
      </w:r>
    </w:p>
    <w:p w14:paraId="53F5F435" w14:textId="77777777" w:rsidR="00276CCE" w:rsidRDefault="002A4158" w:rsidP="002A4158">
      <w:r w:rsidRPr="00DA4E77">
        <w:t xml:space="preserve">Quand </w:t>
      </w:r>
      <w:proofErr w:type="spellStart"/>
      <w:r w:rsidRPr="00DA4E77">
        <w:t>Hermos</w:t>
      </w:r>
      <w:proofErr w:type="spellEnd"/>
      <w:r w:rsidR="00276CCE">
        <w:t xml:space="preserve">, </w:t>
      </w:r>
      <w:r w:rsidRPr="00DA4E77">
        <w:t>à la surprise générale</w:t>
      </w:r>
      <w:r w:rsidR="00276CCE">
        <w:t xml:space="preserve">, </w:t>
      </w:r>
      <w:r w:rsidRPr="00DA4E77">
        <w:t>répète les confide</w:t>
      </w:r>
      <w:r w:rsidRPr="00DA4E77">
        <w:t>n</w:t>
      </w:r>
      <w:r w:rsidRPr="00DA4E77">
        <w:t xml:space="preserve">ces échangées par le parti de </w:t>
      </w:r>
      <w:proofErr w:type="spellStart"/>
      <w:r w:rsidRPr="00DA4E77">
        <w:t>Guitché</w:t>
      </w:r>
      <w:proofErr w:type="spellEnd"/>
      <w:r w:rsidR="00276CCE">
        <w:t xml:space="preserve">, </w:t>
      </w:r>
      <w:r w:rsidRPr="00DA4E77">
        <w:t xml:space="preserve">surtout par </w:t>
      </w:r>
      <w:proofErr w:type="spellStart"/>
      <w:r w:rsidRPr="00DA4E77">
        <w:t>Barkas</w:t>
      </w:r>
      <w:proofErr w:type="spellEnd"/>
      <w:r w:rsidRPr="00DA4E77">
        <w:t xml:space="preserve"> et </w:t>
      </w:r>
      <w:proofErr w:type="spellStart"/>
      <w:r w:rsidRPr="00DA4E77">
        <w:t>Be</w:t>
      </w:r>
      <w:r w:rsidRPr="00DA4E77">
        <w:t>l</w:t>
      </w:r>
      <w:r w:rsidRPr="00DA4E77">
        <w:t>kis</w:t>
      </w:r>
      <w:proofErr w:type="spellEnd"/>
      <w:r w:rsidR="00276CCE">
        <w:t xml:space="preserve">, </w:t>
      </w:r>
      <w:r w:rsidRPr="00DA4E77">
        <w:t>une grande agitation se manifeste sur la terrasse</w:t>
      </w:r>
      <w:r w:rsidR="00276CCE">
        <w:t xml:space="preserve">. </w:t>
      </w:r>
      <w:r w:rsidRPr="00DA4E77">
        <w:t>Les ind</w:t>
      </w:r>
      <w:r w:rsidRPr="00DA4E77">
        <w:t>é</w:t>
      </w:r>
      <w:r w:rsidRPr="00DA4E77">
        <w:t>cis dont on trafiquait la voix se consultent du regard</w:t>
      </w:r>
      <w:r w:rsidR="00276CCE">
        <w:t xml:space="preserve">, </w:t>
      </w:r>
      <w:r w:rsidRPr="00DA4E77">
        <w:t>s</w:t>
      </w:r>
      <w:r w:rsidR="00276CCE">
        <w:t>’</w:t>
      </w:r>
      <w:r w:rsidRPr="00DA4E77">
        <w:t xml:space="preserve">éloignent de </w:t>
      </w:r>
      <w:proofErr w:type="spellStart"/>
      <w:r w:rsidRPr="00DA4E77">
        <w:t>Guitché</w:t>
      </w:r>
      <w:proofErr w:type="spellEnd"/>
      <w:r w:rsidRPr="00DA4E77">
        <w:t xml:space="preserve"> et se rapprochent des amis d</w:t>
      </w:r>
      <w:r w:rsidR="00276CCE">
        <w:t>’</w:t>
      </w:r>
      <w:proofErr w:type="spellStart"/>
      <w:r w:rsidRPr="00DA4E77">
        <w:t>Hellas</w:t>
      </w:r>
      <w:proofErr w:type="spellEnd"/>
      <w:r w:rsidR="00276CCE">
        <w:t>.</w:t>
      </w:r>
    </w:p>
    <w:p w14:paraId="18A1339F" w14:textId="77777777" w:rsidR="00276CCE" w:rsidRDefault="002A4158" w:rsidP="002A4158">
      <w:proofErr w:type="spellStart"/>
      <w:r w:rsidRPr="00DA4E77">
        <w:t>Barkas</w:t>
      </w:r>
      <w:proofErr w:type="spellEnd"/>
      <w:r w:rsidR="00276CCE">
        <w:t xml:space="preserve">, </w:t>
      </w:r>
      <w:r w:rsidRPr="00DA4E77">
        <w:t>sentant que la partie est fort compromise</w:t>
      </w:r>
      <w:r w:rsidR="00276CCE">
        <w:t xml:space="preserve">, </w:t>
      </w:r>
      <w:r w:rsidRPr="00DA4E77">
        <w:t>s</w:t>
      </w:r>
      <w:r w:rsidR="00276CCE">
        <w:t>’</w:t>
      </w:r>
      <w:r w:rsidRPr="00DA4E77">
        <w:t>insinue sur les marches du Temple</w:t>
      </w:r>
      <w:r w:rsidR="00276CCE">
        <w:t xml:space="preserve">, </w:t>
      </w:r>
      <w:r w:rsidRPr="00DA4E77">
        <w:t>et</w:t>
      </w:r>
      <w:r w:rsidR="00276CCE">
        <w:t xml:space="preserve">, </w:t>
      </w:r>
      <w:r w:rsidRPr="00DA4E77">
        <w:t>d</w:t>
      </w:r>
      <w:r w:rsidR="00276CCE">
        <w:t>’</w:t>
      </w:r>
      <w:r w:rsidRPr="00DA4E77">
        <w:t>une voix cajoleuse</w:t>
      </w:r>
      <w:r w:rsidR="00276CCE">
        <w:t> :</w:t>
      </w:r>
    </w:p>
    <w:p w14:paraId="4B495890" w14:textId="77777777" w:rsidR="00276CCE" w:rsidRDefault="00276CCE" w:rsidP="002A4158">
      <w:r>
        <w:lastRenderedPageBreak/>
        <w:t>— </w:t>
      </w:r>
      <w:r w:rsidR="002A4158" w:rsidRPr="00DA4E77">
        <w:t>Frères du Silence</w:t>
      </w:r>
      <w:r>
        <w:t xml:space="preserve">, </w:t>
      </w:r>
      <w:r w:rsidR="002A4158" w:rsidRPr="00DA4E77">
        <w:t>et vous</w:t>
      </w:r>
      <w:r>
        <w:t xml:space="preserve">, </w:t>
      </w:r>
      <w:r w:rsidR="002A4158" w:rsidRPr="00DA4E77">
        <w:t>fils du Soleil</w:t>
      </w:r>
      <w:r>
        <w:t xml:space="preserve">, </w:t>
      </w:r>
      <w:r w:rsidR="002A4158" w:rsidRPr="00DA4E77">
        <w:t>l</w:t>
      </w:r>
      <w:r>
        <w:t>’</w:t>
      </w:r>
      <w:r w:rsidR="002A4158" w:rsidRPr="00DA4E77">
        <w:t>heure est gr</w:t>
      </w:r>
      <w:r w:rsidR="002A4158" w:rsidRPr="00DA4E77">
        <w:t>a</w:t>
      </w:r>
      <w:r w:rsidR="002A4158" w:rsidRPr="00DA4E77">
        <w:t>ve</w:t>
      </w:r>
      <w:r>
        <w:t xml:space="preserve"> ; </w:t>
      </w:r>
      <w:r w:rsidR="002A4158" w:rsidRPr="00DA4E77">
        <w:t>dissipons toute fumée de colère</w:t>
      </w:r>
      <w:r>
        <w:t xml:space="preserve">. </w:t>
      </w:r>
      <w:r w:rsidR="002A4158" w:rsidRPr="00DA4E77">
        <w:t xml:space="preserve">Ce que rapporte le glorieux </w:t>
      </w:r>
      <w:proofErr w:type="spellStart"/>
      <w:r w:rsidR="002A4158" w:rsidRPr="00DA4E77">
        <w:t>Hermos</w:t>
      </w:r>
      <w:proofErr w:type="spellEnd"/>
      <w:r w:rsidR="002A4158" w:rsidRPr="00DA4E77">
        <w:t xml:space="preserve"> mérite notre attention</w:t>
      </w:r>
      <w:r>
        <w:t xml:space="preserve">, </w:t>
      </w:r>
      <w:r w:rsidR="002A4158" w:rsidRPr="00DA4E77">
        <w:t xml:space="preserve">mais les scrupules de </w:t>
      </w:r>
      <w:proofErr w:type="spellStart"/>
      <w:r w:rsidR="002A4158" w:rsidRPr="00DA4E77">
        <w:t>Belkis</w:t>
      </w:r>
      <w:proofErr w:type="spellEnd"/>
      <w:r w:rsidR="002A4158" w:rsidRPr="00DA4E77">
        <w:t xml:space="preserve"> p</w:t>
      </w:r>
      <w:r w:rsidR="002A4158" w:rsidRPr="00DA4E77">
        <w:t>a</w:t>
      </w:r>
      <w:r w:rsidR="002A4158" w:rsidRPr="00DA4E77">
        <w:t>raissent également raisonnables</w:t>
      </w:r>
      <w:r>
        <w:t xml:space="preserve">. </w:t>
      </w:r>
      <w:r w:rsidR="002A4158" w:rsidRPr="00DA4E77">
        <w:t>Nous ne mettons pas en doute la sincérité du fils d</w:t>
      </w:r>
      <w:r>
        <w:t>’</w:t>
      </w:r>
      <w:r w:rsidR="002A4158" w:rsidRPr="00DA4E77">
        <w:t>Hermès</w:t>
      </w:r>
      <w:r>
        <w:t xml:space="preserve">. </w:t>
      </w:r>
      <w:r w:rsidR="002A4158" w:rsidRPr="00DA4E77">
        <w:t>Mais n</w:t>
      </w:r>
      <w:r>
        <w:t>’</w:t>
      </w:r>
      <w:r w:rsidR="002A4158" w:rsidRPr="00DA4E77">
        <w:t>a-t-on pu le tromper</w:t>
      </w:r>
      <w:r>
        <w:t xml:space="preserve"> ? </w:t>
      </w:r>
      <w:r w:rsidR="002A4158" w:rsidRPr="00DA4E77">
        <w:t>So</w:t>
      </w:r>
      <w:r w:rsidR="002A4158" w:rsidRPr="00DA4E77">
        <w:t>u</w:t>
      </w:r>
      <w:r w:rsidR="002A4158" w:rsidRPr="00DA4E77">
        <w:t>vent des nouvelles se répandent à travers le monde qui n</w:t>
      </w:r>
      <w:r>
        <w:t>’</w:t>
      </w:r>
      <w:r w:rsidR="002A4158" w:rsidRPr="00DA4E77">
        <w:t>ont d</w:t>
      </w:r>
      <w:r>
        <w:t>’</w:t>
      </w:r>
      <w:r w:rsidR="002A4158" w:rsidRPr="00DA4E77">
        <w:t>autre origine que les récits d</w:t>
      </w:r>
      <w:r>
        <w:t>’</w:t>
      </w:r>
      <w:r w:rsidR="002A4158" w:rsidRPr="00DA4E77">
        <w:t>un pâtre inventeur de fables</w:t>
      </w:r>
      <w:r>
        <w:t xml:space="preserve">… </w:t>
      </w:r>
      <w:r w:rsidR="002A4158" w:rsidRPr="00DA4E77">
        <w:t>Voici donc ce que je propose</w:t>
      </w:r>
      <w:r>
        <w:t xml:space="preserve"> : </w:t>
      </w:r>
      <w:r w:rsidR="002A4158" w:rsidRPr="00DA4E77">
        <w:t>nous allons acclamer un nouveau Prince</w:t>
      </w:r>
      <w:r>
        <w:t xml:space="preserve">, </w:t>
      </w:r>
      <w:r w:rsidR="002A4158" w:rsidRPr="00DA4E77">
        <w:t>et</w:t>
      </w:r>
      <w:r>
        <w:t xml:space="preserve">, </w:t>
      </w:r>
      <w:r w:rsidR="002A4158" w:rsidRPr="00DA4E77">
        <w:t xml:space="preserve">dans le cas où </w:t>
      </w:r>
      <w:proofErr w:type="spellStart"/>
      <w:r w:rsidR="002A4158" w:rsidRPr="00DA4E77">
        <w:t>Hellas</w:t>
      </w:r>
      <w:proofErr w:type="spellEnd"/>
      <w:r w:rsidR="002A4158" w:rsidRPr="00DA4E77">
        <w:t xml:space="preserve"> pourrait revenir</w:t>
      </w:r>
      <w:r>
        <w:t xml:space="preserve">, </w:t>
      </w:r>
      <w:r w:rsidR="002A4158" w:rsidRPr="00DA4E77">
        <w:t>ce que je so</w:t>
      </w:r>
      <w:r w:rsidR="002A4158" w:rsidRPr="00DA4E77">
        <w:t>u</w:t>
      </w:r>
      <w:r w:rsidR="002A4158" w:rsidRPr="00DA4E77">
        <w:t>haite autant que personne</w:t>
      </w:r>
      <w:r>
        <w:t xml:space="preserve">, </w:t>
      </w:r>
      <w:r w:rsidR="002A4158" w:rsidRPr="00DA4E77">
        <w:t>l</w:t>
      </w:r>
      <w:r>
        <w:t>’</w:t>
      </w:r>
      <w:r w:rsidR="002A4158" w:rsidRPr="00DA4E77">
        <w:t>élu de ce jour s</w:t>
      </w:r>
      <w:r>
        <w:t>’</w:t>
      </w:r>
      <w:r w:rsidR="002A4158" w:rsidRPr="00DA4E77">
        <w:t>engagera solenne</w:t>
      </w:r>
      <w:r w:rsidR="002A4158" w:rsidRPr="00DA4E77">
        <w:t>l</w:t>
      </w:r>
      <w:r w:rsidR="002A4158" w:rsidRPr="00DA4E77">
        <w:t>lement à lui rendre les clefs du Temple</w:t>
      </w:r>
      <w:r>
        <w:t xml:space="preserve">, </w:t>
      </w:r>
      <w:r w:rsidR="002A4158" w:rsidRPr="00DA4E77">
        <w:t>la couronne et le globe</w:t>
      </w:r>
      <w:r>
        <w:t xml:space="preserve">, </w:t>
      </w:r>
      <w:r w:rsidR="002A4158" w:rsidRPr="00DA4E77">
        <w:t>dès qu</w:t>
      </w:r>
      <w:r>
        <w:t>’</w:t>
      </w:r>
      <w:r w:rsidR="002A4158" w:rsidRPr="00DA4E77">
        <w:t>il apparaîtra en vue de la Cité</w:t>
      </w:r>
      <w:r>
        <w:t>.</w:t>
      </w:r>
    </w:p>
    <w:p w14:paraId="7D5FB8DF" w14:textId="77777777" w:rsidR="00276CCE" w:rsidRDefault="002A4158" w:rsidP="002A4158">
      <w:r w:rsidRPr="00DA4E77">
        <w:t>Ce discours mielleux produit un effet immédiat</w:t>
      </w:r>
      <w:r w:rsidR="00276CCE">
        <w:t xml:space="preserve">. </w:t>
      </w:r>
      <w:r w:rsidRPr="00DA4E77">
        <w:t>Les vieux Apôtres</w:t>
      </w:r>
      <w:r w:rsidR="00276CCE">
        <w:t xml:space="preserve">, </w:t>
      </w:r>
      <w:r w:rsidRPr="00DA4E77">
        <w:t>amis de la modération</w:t>
      </w:r>
      <w:r w:rsidR="00276CCE">
        <w:t xml:space="preserve">, </w:t>
      </w:r>
      <w:r w:rsidRPr="00DA4E77">
        <w:t>hochent sentencieusement de la tête</w:t>
      </w:r>
      <w:r w:rsidR="00276CCE">
        <w:t xml:space="preserve">. </w:t>
      </w:r>
      <w:r w:rsidRPr="00DA4E77">
        <w:t xml:space="preserve">Les amis de </w:t>
      </w:r>
      <w:proofErr w:type="spellStart"/>
      <w:r w:rsidRPr="00DA4E77">
        <w:t>Guitché</w:t>
      </w:r>
      <w:proofErr w:type="spellEnd"/>
      <w:r w:rsidRPr="00DA4E77">
        <w:t xml:space="preserve"> reprennent courage</w:t>
      </w:r>
      <w:r w:rsidR="00276CCE">
        <w:t xml:space="preserve">. </w:t>
      </w:r>
      <w:r w:rsidRPr="00DA4E77">
        <w:t>Ceux d</w:t>
      </w:r>
      <w:r w:rsidR="00276CCE">
        <w:t>’</w:t>
      </w:r>
      <w:proofErr w:type="spellStart"/>
      <w:r w:rsidRPr="00DA4E77">
        <w:t>Hellas</w:t>
      </w:r>
      <w:proofErr w:type="spellEnd"/>
      <w:r w:rsidRPr="00DA4E77">
        <w:t xml:space="preserve"> semblent hésitants</w:t>
      </w:r>
      <w:r w:rsidR="00276CCE">
        <w:t>.</w:t>
      </w:r>
    </w:p>
    <w:p w14:paraId="40F330D1" w14:textId="77777777" w:rsidR="00276CCE" w:rsidRDefault="00276CCE" w:rsidP="002A4158">
      <w:r>
        <w:t>— </w:t>
      </w:r>
      <w:r w:rsidR="002A4158" w:rsidRPr="00DA4E77">
        <w:t>Très juste et très sage</w:t>
      </w:r>
      <w:r>
        <w:t xml:space="preserve">, </w:t>
      </w:r>
      <w:r w:rsidR="002A4158" w:rsidRPr="00DA4E77">
        <w:t>approuvent les vieillards</w:t>
      </w:r>
      <w:r>
        <w:t xml:space="preserve">. </w:t>
      </w:r>
      <w:r w:rsidR="002A4158" w:rsidRPr="00DA4E77">
        <w:t>Accl</w:t>
      </w:r>
      <w:r w:rsidR="002A4158" w:rsidRPr="00DA4E77">
        <w:t>a</w:t>
      </w:r>
      <w:r w:rsidR="002A4158" w:rsidRPr="00DA4E77">
        <w:t>mons un Prince qui consente à ce rôle intérimaire</w:t>
      </w:r>
      <w:r>
        <w:t xml:space="preserve">. </w:t>
      </w:r>
      <w:r w:rsidR="002A4158" w:rsidRPr="00DA4E77">
        <w:t xml:space="preserve">Si </w:t>
      </w:r>
      <w:proofErr w:type="spellStart"/>
      <w:r w:rsidR="002A4158" w:rsidRPr="00DA4E77">
        <w:t>Hellas</w:t>
      </w:r>
      <w:proofErr w:type="spellEnd"/>
      <w:r w:rsidR="002A4158" w:rsidRPr="00DA4E77">
        <w:t xml:space="preserve"> r</w:t>
      </w:r>
      <w:r w:rsidR="002A4158" w:rsidRPr="00DA4E77">
        <w:t>e</w:t>
      </w:r>
      <w:r w:rsidR="002A4158" w:rsidRPr="00DA4E77">
        <w:t>vient</w:t>
      </w:r>
      <w:r>
        <w:t xml:space="preserve">, </w:t>
      </w:r>
      <w:r w:rsidR="002A4158" w:rsidRPr="00DA4E77">
        <w:t>tout rentrera dans l</w:t>
      </w:r>
      <w:r>
        <w:t>’</w:t>
      </w:r>
      <w:r w:rsidR="002A4158" w:rsidRPr="00DA4E77">
        <w:t>ordre antérieur</w:t>
      </w:r>
      <w:r>
        <w:t>.</w:t>
      </w:r>
    </w:p>
    <w:p w14:paraId="5F607DBF" w14:textId="77777777" w:rsidR="00276CCE" w:rsidRDefault="00276CCE" w:rsidP="002A4158">
      <w:r>
        <w:t>— </w:t>
      </w:r>
      <w:proofErr w:type="spellStart"/>
      <w:r w:rsidR="002A4158" w:rsidRPr="00DA4E77">
        <w:t>Guitché</w:t>
      </w:r>
      <w:proofErr w:type="spellEnd"/>
      <w:r>
        <w:t xml:space="preserve"> ! </w:t>
      </w:r>
      <w:proofErr w:type="spellStart"/>
      <w:r w:rsidR="002A4158" w:rsidRPr="00DA4E77">
        <w:t>Guitché</w:t>
      </w:r>
      <w:proofErr w:type="spellEnd"/>
      <w:r>
        <w:t xml:space="preserve"> ! </w:t>
      </w:r>
      <w:r w:rsidR="002A4158" w:rsidRPr="00DA4E77">
        <w:t>crient des voix</w:t>
      </w:r>
      <w:r>
        <w:t>.</w:t>
      </w:r>
    </w:p>
    <w:p w14:paraId="07C50798" w14:textId="77777777" w:rsidR="00276CCE" w:rsidRDefault="00276CCE" w:rsidP="002A4158">
      <w:r>
        <w:t>— </w:t>
      </w:r>
      <w:r w:rsidR="002A4158" w:rsidRPr="00DA4E77">
        <w:t>Non</w:t>
      </w:r>
      <w:r>
        <w:t xml:space="preserve">, </w:t>
      </w:r>
      <w:r w:rsidR="002A4158" w:rsidRPr="00DA4E77">
        <w:t xml:space="preserve">pas </w:t>
      </w:r>
      <w:proofErr w:type="spellStart"/>
      <w:r w:rsidR="002A4158" w:rsidRPr="00DA4E77">
        <w:t>Guitché</w:t>
      </w:r>
      <w:proofErr w:type="spellEnd"/>
      <w:r>
        <w:t xml:space="preserve">, </w:t>
      </w:r>
      <w:r w:rsidR="002A4158" w:rsidRPr="00DA4E77">
        <w:t>répliquent les jeunes gens</w:t>
      </w:r>
      <w:r>
        <w:t xml:space="preserve">. </w:t>
      </w:r>
      <w:proofErr w:type="spellStart"/>
      <w:r w:rsidR="002A4158" w:rsidRPr="00DA4E77">
        <w:t>Hermos</w:t>
      </w:r>
      <w:proofErr w:type="spellEnd"/>
      <w:r>
        <w:t xml:space="preserve"> ! </w:t>
      </w:r>
      <w:proofErr w:type="spellStart"/>
      <w:r w:rsidR="002A4158" w:rsidRPr="00DA4E77">
        <w:t>Hermos</w:t>
      </w:r>
      <w:proofErr w:type="spellEnd"/>
      <w:r>
        <w:t xml:space="preserve">, </w:t>
      </w:r>
      <w:r w:rsidR="002A4158" w:rsidRPr="00DA4E77">
        <w:t>l</w:t>
      </w:r>
      <w:r>
        <w:t>’</w:t>
      </w:r>
      <w:r w:rsidR="002A4158" w:rsidRPr="00DA4E77">
        <w:t>ami d</w:t>
      </w:r>
      <w:r>
        <w:t>’</w:t>
      </w:r>
      <w:proofErr w:type="spellStart"/>
      <w:r w:rsidR="002A4158" w:rsidRPr="00DA4E77">
        <w:t>Hellas</w:t>
      </w:r>
      <w:proofErr w:type="spellEnd"/>
      <w:r>
        <w:t xml:space="preserve">, </w:t>
      </w:r>
      <w:r w:rsidR="002A4158" w:rsidRPr="00DA4E77">
        <w:t>nous avons confiance qu</w:t>
      </w:r>
      <w:r>
        <w:t>’</w:t>
      </w:r>
      <w:r w:rsidR="002A4158" w:rsidRPr="00DA4E77">
        <w:t>il ne le trahira pas</w:t>
      </w:r>
      <w:r>
        <w:t>.</w:t>
      </w:r>
    </w:p>
    <w:p w14:paraId="0315BA13" w14:textId="77777777" w:rsidR="00276CCE" w:rsidRDefault="00276CCE" w:rsidP="002A4158">
      <w:r>
        <w:t>— </w:t>
      </w:r>
      <w:proofErr w:type="spellStart"/>
      <w:r w:rsidR="002A4158" w:rsidRPr="00DA4E77">
        <w:t>Guitché</w:t>
      </w:r>
      <w:proofErr w:type="spellEnd"/>
      <w:r>
        <w:t> !</w:t>
      </w:r>
    </w:p>
    <w:p w14:paraId="7A5D673F" w14:textId="77777777" w:rsidR="00276CCE" w:rsidRDefault="00276CCE" w:rsidP="002A4158">
      <w:r>
        <w:t>— </w:t>
      </w:r>
      <w:proofErr w:type="spellStart"/>
      <w:r w:rsidR="002A4158" w:rsidRPr="00DA4E77">
        <w:t>Hermos</w:t>
      </w:r>
      <w:proofErr w:type="spellEnd"/>
      <w:r>
        <w:t> !</w:t>
      </w:r>
    </w:p>
    <w:p w14:paraId="2783B9EF" w14:textId="77777777" w:rsidR="00276CCE" w:rsidRDefault="002A4158" w:rsidP="002A4158">
      <w:r w:rsidRPr="00DA4E77">
        <w:t>Et les deux partis</w:t>
      </w:r>
      <w:r w:rsidR="00276CCE">
        <w:t xml:space="preserve">, </w:t>
      </w:r>
      <w:r w:rsidRPr="00DA4E77">
        <w:t>presque égaux</w:t>
      </w:r>
      <w:r w:rsidR="00276CCE">
        <w:t xml:space="preserve">, </w:t>
      </w:r>
      <w:r w:rsidRPr="00DA4E77">
        <w:t>remplissent l</w:t>
      </w:r>
      <w:r w:rsidR="00276CCE">
        <w:t>’</w:t>
      </w:r>
      <w:r w:rsidRPr="00DA4E77">
        <w:t>air de leurs clameurs</w:t>
      </w:r>
      <w:r w:rsidR="00276CCE">
        <w:t xml:space="preserve">, </w:t>
      </w:r>
      <w:r w:rsidRPr="00DA4E77">
        <w:t xml:space="preserve">quand </w:t>
      </w:r>
      <w:proofErr w:type="spellStart"/>
      <w:r w:rsidRPr="00DA4E77">
        <w:t>Belkis</w:t>
      </w:r>
      <w:proofErr w:type="spellEnd"/>
      <w:r w:rsidR="00276CCE">
        <w:t xml:space="preserve">, </w:t>
      </w:r>
      <w:r w:rsidRPr="00DA4E77">
        <w:t>retournant sur le perron</w:t>
      </w:r>
      <w:r w:rsidR="00276CCE">
        <w:t> :</w:t>
      </w:r>
    </w:p>
    <w:p w14:paraId="7E3FFA66" w14:textId="77777777" w:rsidR="00276CCE" w:rsidRDefault="00276CCE" w:rsidP="002A4158">
      <w:r>
        <w:lastRenderedPageBreak/>
        <w:t>— </w:t>
      </w:r>
      <w:proofErr w:type="spellStart"/>
      <w:r w:rsidR="002A4158" w:rsidRPr="00DA4E77">
        <w:t>Hermos</w:t>
      </w:r>
      <w:proofErr w:type="spellEnd"/>
      <w:r>
        <w:t xml:space="preserve">, </w:t>
      </w:r>
      <w:r w:rsidR="002A4158" w:rsidRPr="00DA4E77">
        <w:t>quand il ne s</w:t>
      </w:r>
      <w:r>
        <w:t>’</w:t>
      </w:r>
      <w:r w:rsidR="002A4158" w:rsidRPr="00DA4E77">
        <w:t>est agi que des autres</w:t>
      </w:r>
      <w:r>
        <w:t xml:space="preserve">, </w:t>
      </w:r>
      <w:r w:rsidR="002A4158" w:rsidRPr="00DA4E77">
        <w:t>nous po</w:t>
      </w:r>
      <w:r w:rsidR="002A4158" w:rsidRPr="00DA4E77">
        <w:t>u</w:t>
      </w:r>
      <w:r w:rsidR="002A4158" w:rsidRPr="00DA4E77">
        <w:t>vions ne pas te demander compte de tes actes</w:t>
      </w:r>
      <w:r>
        <w:t xml:space="preserve">. </w:t>
      </w:r>
      <w:r w:rsidR="002A4158" w:rsidRPr="00DA4E77">
        <w:t>Mais maintenant</w:t>
      </w:r>
      <w:r>
        <w:t xml:space="preserve">, </w:t>
      </w:r>
      <w:r w:rsidR="002A4158" w:rsidRPr="00DA4E77">
        <w:t>c</w:t>
      </w:r>
      <w:r>
        <w:t>’</w:t>
      </w:r>
      <w:r w:rsidR="002A4158" w:rsidRPr="00DA4E77">
        <w:t>est toi-même que de jeunes fous veulent acclamer</w:t>
      </w:r>
      <w:r>
        <w:t xml:space="preserve">. </w:t>
      </w:r>
      <w:r w:rsidR="002A4158" w:rsidRPr="00DA4E77">
        <w:t>Nous co</w:t>
      </w:r>
      <w:r w:rsidR="002A4158" w:rsidRPr="00DA4E77">
        <w:t>m</w:t>
      </w:r>
      <w:r w:rsidR="002A4158" w:rsidRPr="00DA4E77">
        <w:t>prenons</w:t>
      </w:r>
      <w:r>
        <w:t xml:space="preserve">, </w:t>
      </w:r>
      <w:r w:rsidR="002A4158" w:rsidRPr="00DA4E77">
        <w:t>dès lors</w:t>
      </w:r>
      <w:r>
        <w:t xml:space="preserve">, </w:t>
      </w:r>
      <w:r w:rsidR="002A4158" w:rsidRPr="00DA4E77">
        <w:t>pourquoi toutes ces intrigues</w:t>
      </w:r>
      <w:r>
        <w:t xml:space="preserve"> ! </w:t>
      </w:r>
      <w:r w:rsidR="002A4158" w:rsidRPr="00DA4E77">
        <w:t>Dis-nous donc</w:t>
      </w:r>
      <w:r>
        <w:t xml:space="preserve">, </w:t>
      </w:r>
      <w:r w:rsidR="002A4158" w:rsidRPr="00DA4E77">
        <w:t>si tu le peux</w:t>
      </w:r>
      <w:r>
        <w:t xml:space="preserve">, </w:t>
      </w:r>
      <w:r w:rsidR="002A4158" w:rsidRPr="00DA4E77">
        <w:t>comment tu te trouves ici</w:t>
      </w:r>
      <w:r>
        <w:t xml:space="preserve"> ? </w:t>
      </w:r>
      <w:r w:rsidR="002A4158" w:rsidRPr="00DA4E77">
        <w:t>Par quelles manœuvres criminelles viens-tu d</w:t>
      </w:r>
      <w:r>
        <w:t>’</w:t>
      </w:r>
      <w:r w:rsidR="002A4158" w:rsidRPr="00DA4E77">
        <w:t>arriver jusqu</w:t>
      </w:r>
      <w:r>
        <w:t>’</w:t>
      </w:r>
      <w:r w:rsidR="002A4158" w:rsidRPr="00DA4E77">
        <w:t>au Temple</w:t>
      </w:r>
      <w:r>
        <w:t xml:space="preserve"> ? </w:t>
      </w:r>
      <w:r w:rsidR="002A4158" w:rsidRPr="00DA4E77">
        <w:t>Je t</w:t>
      </w:r>
      <w:r>
        <w:t>’</w:t>
      </w:r>
      <w:r w:rsidR="002A4158" w:rsidRPr="00DA4E77">
        <w:t>en accuse</w:t>
      </w:r>
      <w:r>
        <w:t xml:space="preserve">, </w:t>
      </w:r>
      <w:r w:rsidR="002A4158" w:rsidRPr="00DA4E77">
        <w:t>et</w:t>
      </w:r>
      <w:r>
        <w:t xml:space="preserve">, </w:t>
      </w:r>
      <w:r w:rsidR="002A4158" w:rsidRPr="00DA4E77">
        <w:t>au nom des lois que tu prétends respecter</w:t>
      </w:r>
      <w:r>
        <w:t xml:space="preserve">, </w:t>
      </w:r>
      <w:r w:rsidR="002A4158" w:rsidRPr="00DA4E77">
        <w:t>je demande ta m</w:t>
      </w:r>
      <w:r w:rsidR="002A4158" w:rsidRPr="00DA4E77">
        <w:t>i</w:t>
      </w:r>
      <w:r w:rsidR="002A4158" w:rsidRPr="00DA4E77">
        <w:t>se à mort</w:t>
      </w:r>
      <w:r>
        <w:t> !</w:t>
      </w:r>
    </w:p>
    <w:p w14:paraId="0631E50F" w14:textId="77777777" w:rsidR="00276CCE" w:rsidRDefault="00276CCE" w:rsidP="002A4158">
      <w:r>
        <w:t>— </w:t>
      </w:r>
      <w:r w:rsidR="002A4158" w:rsidRPr="00DA4E77">
        <w:t>Misérable</w:t>
      </w:r>
      <w:r>
        <w:t xml:space="preserve"> ! </w:t>
      </w:r>
      <w:r w:rsidR="002A4158" w:rsidRPr="00DA4E77">
        <w:t xml:space="preserve">clame </w:t>
      </w:r>
      <w:proofErr w:type="spellStart"/>
      <w:r w:rsidR="002A4158" w:rsidRPr="00DA4E77">
        <w:t>Hermos</w:t>
      </w:r>
      <w:proofErr w:type="spellEnd"/>
      <w:r>
        <w:t xml:space="preserve">, </w:t>
      </w:r>
      <w:r w:rsidR="002A4158" w:rsidRPr="00DA4E77">
        <w:t>tu oses</w:t>
      </w:r>
      <w:r>
        <w:t xml:space="preserve">, </w:t>
      </w:r>
      <w:r w:rsidR="002A4158" w:rsidRPr="00DA4E77">
        <w:t>toi</w:t>
      </w:r>
      <w:r>
        <w:t xml:space="preserve">, </w:t>
      </w:r>
      <w:r w:rsidR="002A4158" w:rsidRPr="00DA4E77">
        <w:t>invoquer les lois divines</w:t>
      </w:r>
      <w:r>
        <w:t xml:space="preserve">, </w:t>
      </w:r>
      <w:r w:rsidR="002A4158" w:rsidRPr="00DA4E77">
        <w:t>toi qui</w:t>
      </w:r>
      <w:r>
        <w:t xml:space="preserve">, </w:t>
      </w:r>
      <w:r w:rsidR="002A4158" w:rsidRPr="00DA4E77">
        <w:t>tout à l</w:t>
      </w:r>
      <w:r>
        <w:t>’</w:t>
      </w:r>
      <w:r w:rsidR="002A4158" w:rsidRPr="00DA4E77">
        <w:t>heure</w:t>
      </w:r>
      <w:r>
        <w:t xml:space="preserve">, </w:t>
      </w:r>
      <w:r w:rsidR="002A4158" w:rsidRPr="00DA4E77">
        <w:t>de ta voix ignoble</w:t>
      </w:r>
      <w:r>
        <w:t xml:space="preserve">, </w:t>
      </w:r>
      <w:r w:rsidR="002A4158" w:rsidRPr="00DA4E77">
        <w:t>insultais ju</w:t>
      </w:r>
      <w:r w:rsidR="002A4158" w:rsidRPr="00DA4E77">
        <w:t>s</w:t>
      </w:r>
      <w:r w:rsidR="002A4158" w:rsidRPr="00DA4E77">
        <w:t>qu</w:t>
      </w:r>
      <w:r>
        <w:t>’</w:t>
      </w:r>
      <w:r w:rsidR="002A4158" w:rsidRPr="00DA4E77">
        <w:t>à l</w:t>
      </w:r>
      <w:r>
        <w:t>’</w:t>
      </w:r>
      <w:r w:rsidR="002A4158" w:rsidRPr="00DA4E77">
        <w:t>idée la plus pure du Dieu inconnu</w:t>
      </w:r>
      <w:r>
        <w:t xml:space="preserve"> ? </w:t>
      </w:r>
      <w:r w:rsidR="002A4158" w:rsidRPr="00DA4E77">
        <w:t>Soit</w:t>
      </w:r>
      <w:r>
        <w:t xml:space="preserve"> ! </w:t>
      </w:r>
      <w:r w:rsidR="002A4158" w:rsidRPr="00DA4E77">
        <w:t>Condamnez-moi</w:t>
      </w:r>
      <w:r>
        <w:t xml:space="preserve"> ! </w:t>
      </w:r>
      <w:r w:rsidR="002A4158" w:rsidRPr="00DA4E77">
        <w:t>À quoi bon la mort ou la vie car</w:t>
      </w:r>
      <w:r>
        <w:t xml:space="preserve">, </w:t>
      </w:r>
      <w:r w:rsidR="002A4158" w:rsidRPr="00DA4E77">
        <w:t>si vos ennemis l</w:t>
      </w:r>
      <w:r>
        <w:t>’</w:t>
      </w:r>
      <w:r w:rsidR="002A4158" w:rsidRPr="00DA4E77">
        <w:t>emportent</w:t>
      </w:r>
      <w:r>
        <w:t xml:space="preserve">, </w:t>
      </w:r>
      <w:r w:rsidR="002A4158" w:rsidRPr="00DA4E77">
        <w:t>c</w:t>
      </w:r>
      <w:r>
        <w:t>’</w:t>
      </w:r>
      <w:r w:rsidR="002A4158" w:rsidRPr="00DA4E77">
        <w:t>est Atlantis même qui va périr</w:t>
      </w:r>
      <w:r>
        <w:t> !</w:t>
      </w:r>
    </w:p>
    <w:p w14:paraId="35F04AF6" w14:textId="77777777" w:rsidR="00276CCE" w:rsidRDefault="00276CCE" w:rsidP="002A4158">
      <w:r>
        <w:t>— </w:t>
      </w:r>
      <w:r w:rsidR="002A4158" w:rsidRPr="00DA4E77">
        <w:t>Horreur</w:t>
      </w:r>
      <w:r>
        <w:t xml:space="preserve"> ! </w:t>
      </w:r>
      <w:r w:rsidR="002A4158" w:rsidRPr="00DA4E77">
        <w:t>Sacrilège</w:t>
      </w:r>
      <w:r>
        <w:t xml:space="preserve"> ! </w:t>
      </w:r>
      <w:r w:rsidR="002A4158" w:rsidRPr="00DA4E77">
        <w:t>Il ose blasphémer l</w:t>
      </w:r>
      <w:r>
        <w:t>’</w:t>
      </w:r>
      <w:r w:rsidR="002A4158" w:rsidRPr="00DA4E77">
        <w:t>immortalité d</w:t>
      </w:r>
      <w:r>
        <w:t>’</w:t>
      </w:r>
      <w:r w:rsidR="002A4158" w:rsidRPr="00DA4E77">
        <w:t>Atlantis</w:t>
      </w:r>
      <w:r>
        <w:t> !</w:t>
      </w:r>
    </w:p>
    <w:p w14:paraId="50A37A11" w14:textId="77777777" w:rsidR="00276CCE" w:rsidRDefault="002A4158" w:rsidP="002A4158">
      <w:r w:rsidRPr="00DA4E77">
        <w:t xml:space="preserve">Mais </w:t>
      </w:r>
      <w:proofErr w:type="spellStart"/>
      <w:r w:rsidRPr="00DA4E77">
        <w:t>Hermos</w:t>
      </w:r>
      <w:proofErr w:type="spellEnd"/>
      <w:r w:rsidRPr="00DA4E77">
        <w:t xml:space="preserve"> se sent emporté par une ardeur plus qu</w:t>
      </w:r>
      <w:r w:rsidR="00276CCE">
        <w:t>’</w:t>
      </w:r>
      <w:r w:rsidRPr="00DA4E77">
        <w:t>humaine</w:t>
      </w:r>
      <w:r w:rsidR="00276CCE">
        <w:t> :</w:t>
      </w:r>
    </w:p>
    <w:p w14:paraId="4235EC1B" w14:textId="77777777" w:rsidR="00276CCE" w:rsidRDefault="00276CCE" w:rsidP="002A4158">
      <w:r>
        <w:t>— </w:t>
      </w:r>
      <w:r w:rsidR="002A4158" w:rsidRPr="00DA4E77">
        <w:t>Oui</w:t>
      </w:r>
      <w:r>
        <w:t xml:space="preserve">, </w:t>
      </w:r>
      <w:r w:rsidR="002A4158" w:rsidRPr="00DA4E77">
        <w:t>oui</w:t>
      </w:r>
      <w:r>
        <w:t xml:space="preserve">, </w:t>
      </w:r>
      <w:r w:rsidR="002A4158" w:rsidRPr="00DA4E77">
        <w:t>Atlantis va périr si vos âmes ne se lavent pas de leurs souillures</w:t>
      </w:r>
      <w:r>
        <w:t xml:space="preserve">. </w:t>
      </w:r>
      <w:r w:rsidR="002A4158" w:rsidRPr="00DA4E77">
        <w:t>Les plus sordides passions agitent le peuple et ces passions avilissantes</w:t>
      </w:r>
      <w:r>
        <w:t xml:space="preserve">, </w:t>
      </w:r>
      <w:r w:rsidR="002A4158" w:rsidRPr="00DA4E77">
        <w:t>voici qu</w:t>
      </w:r>
      <w:r>
        <w:t>’</w:t>
      </w:r>
      <w:r w:rsidR="002A4158" w:rsidRPr="00DA4E77">
        <w:t xml:space="preserve">elles fermentent jusque sur </w:t>
      </w:r>
      <w:smartTag w:uri="urn:schemas-microsoft-com:office:smarttags" w:element="PersonName">
        <w:smartTagPr>
          <w:attr w:name="ProductID" w:val="la Terrasse Sainte"/>
        </w:smartTagPr>
        <w:r w:rsidR="002A4158" w:rsidRPr="00DA4E77">
          <w:t>la Terrasse Sainte</w:t>
        </w:r>
      </w:smartTag>
      <w:r w:rsidR="002A4158" w:rsidRPr="00DA4E77">
        <w:t xml:space="preserve"> où</w:t>
      </w:r>
      <w:r>
        <w:t xml:space="preserve">, </w:t>
      </w:r>
      <w:r w:rsidR="002A4158" w:rsidRPr="00DA4E77">
        <w:t>jadis</w:t>
      </w:r>
      <w:r>
        <w:t xml:space="preserve">, </w:t>
      </w:r>
      <w:r w:rsidR="002A4158" w:rsidRPr="00DA4E77">
        <w:t>tous les cœurs s</w:t>
      </w:r>
      <w:r>
        <w:t>’</w:t>
      </w:r>
      <w:r w:rsidR="002A4158" w:rsidRPr="00DA4E77">
        <w:t>exaltaient</w:t>
      </w:r>
      <w:r>
        <w:t xml:space="preserve">, </w:t>
      </w:r>
      <w:r w:rsidR="002A4158" w:rsidRPr="00DA4E77">
        <w:t>ennoblis et purifiés</w:t>
      </w:r>
      <w:r>
        <w:t xml:space="preserve">. </w:t>
      </w:r>
      <w:r w:rsidR="002A4158" w:rsidRPr="00DA4E77">
        <w:t>Si</w:t>
      </w:r>
      <w:r>
        <w:t xml:space="preserve">, </w:t>
      </w:r>
      <w:r w:rsidR="002A4158" w:rsidRPr="00DA4E77">
        <w:t>donc</w:t>
      </w:r>
      <w:r>
        <w:t xml:space="preserve">, </w:t>
      </w:r>
      <w:r w:rsidR="002A4158" w:rsidRPr="00DA4E77">
        <w:t>vous désirez la ruine de l</w:t>
      </w:r>
      <w:r>
        <w:t>’</w:t>
      </w:r>
      <w:r w:rsidR="002A4158" w:rsidRPr="00DA4E77">
        <w:t>Empire atlante</w:t>
      </w:r>
      <w:r>
        <w:t xml:space="preserve">, </w:t>
      </w:r>
      <w:r w:rsidR="002A4158" w:rsidRPr="00DA4E77">
        <w:t xml:space="preserve">nommez </w:t>
      </w:r>
      <w:proofErr w:type="spellStart"/>
      <w:r w:rsidR="002A4158" w:rsidRPr="00DA4E77">
        <w:t>Guitché</w:t>
      </w:r>
      <w:proofErr w:type="spellEnd"/>
      <w:r>
        <w:t xml:space="preserve"> ; </w:t>
      </w:r>
      <w:r w:rsidR="002A4158" w:rsidRPr="00DA4E77">
        <w:t>mais moi</w:t>
      </w:r>
      <w:r>
        <w:t xml:space="preserve">, </w:t>
      </w:r>
      <w:r w:rsidR="002A4158" w:rsidRPr="00DA4E77">
        <w:t>qu</w:t>
      </w:r>
      <w:r>
        <w:t>’</w:t>
      </w:r>
      <w:r w:rsidR="002A4158" w:rsidRPr="00DA4E77">
        <w:t>ont conduit jusqu</w:t>
      </w:r>
      <w:r>
        <w:t>’</w:t>
      </w:r>
      <w:r w:rsidR="002A4158" w:rsidRPr="00DA4E77">
        <w:t>à vous de mystérieuses forces</w:t>
      </w:r>
      <w:r>
        <w:t xml:space="preserve">, </w:t>
      </w:r>
      <w:r w:rsidR="002A4158" w:rsidRPr="00DA4E77">
        <w:t>je vous le jure</w:t>
      </w:r>
      <w:r>
        <w:t xml:space="preserve">, </w:t>
      </w:r>
      <w:r w:rsidR="002A4158" w:rsidRPr="00DA4E77">
        <w:t>je ne laisserai pas s</w:t>
      </w:r>
      <w:r>
        <w:t>’</w:t>
      </w:r>
      <w:r w:rsidR="002A4158" w:rsidRPr="00DA4E77">
        <w:t>accomplir ce méfait</w:t>
      </w:r>
      <w:r>
        <w:t xml:space="preserve">. </w:t>
      </w:r>
      <w:r w:rsidR="002A4158" w:rsidRPr="00DA4E77">
        <w:t>Je me placerai sur le seuil du Temple</w:t>
      </w:r>
      <w:r>
        <w:t xml:space="preserve">, </w:t>
      </w:r>
      <w:r w:rsidR="002A4158" w:rsidRPr="00DA4E77">
        <w:t>et</w:t>
      </w:r>
      <w:r>
        <w:t xml:space="preserve">, </w:t>
      </w:r>
      <w:r w:rsidR="002A4158" w:rsidRPr="00DA4E77">
        <w:t>quand le nouveau Prince viendra recevoir le sacre</w:t>
      </w:r>
      <w:r>
        <w:t xml:space="preserve">, </w:t>
      </w:r>
      <w:r w:rsidR="002A4158" w:rsidRPr="00DA4E77">
        <w:t>c</w:t>
      </w:r>
      <w:r>
        <w:t>’</w:t>
      </w:r>
      <w:r w:rsidR="002A4158" w:rsidRPr="00DA4E77">
        <w:t>est sur mon cadavre sanglant que votre cortège devra passer</w:t>
      </w:r>
      <w:r>
        <w:t xml:space="preserve">. </w:t>
      </w:r>
      <w:r w:rsidR="002A4158" w:rsidRPr="00DA4E77">
        <w:t>Or</w:t>
      </w:r>
      <w:r>
        <w:t xml:space="preserve">, </w:t>
      </w:r>
      <w:r w:rsidR="002A4158" w:rsidRPr="00DA4E77">
        <w:t>le Temple souillé rend l</w:t>
      </w:r>
      <w:r>
        <w:t>’</w:t>
      </w:r>
      <w:r w:rsidR="002A4158" w:rsidRPr="00DA4E77">
        <w:t>acclamation nulle</w:t>
      </w:r>
      <w:r>
        <w:t xml:space="preserve">, </w:t>
      </w:r>
      <w:r w:rsidR="002A4158" w:rsidRPr="00DA4E77">
        <w:t xml:space="preserve">et notre grand </w:t>
      </w:r>
      <w:proofErr w:type="spellStart"/>
      <w:r w:rsidR="002A4158" w:rsidRPr="00DA4E77">
        <w:t>Hellas</w:t>
      </w:r>
      <w:proofErr w:type="spellEnd"/>
      <w:r w:rsidR="002A4158" w:rsidRPr="00DA4E77">
        <w:t xml:space="preserve"> retourn</w:t>
      </w:r>
      <w:r w:rsidR="002A4158" w:rsidRPr="00DA4E77">
        <w:t>e</w:t>
      </w:r>
      <w:r w:rsidR="002A4158" w:rsidRPr="00DA4E77">
        <w:t>ra malgré vous</w:t>
      </w:r>
      <w:r>
        <w:t>.</w:t>
      </w:r>
    </w:p>
    <w:p w14:paraId="5115B7C5" w14:textId="77777777" w:rsidR="00276CCE" w:rsidRDefault="002A4158" w:rsidP="002A4158">
      <w:r w:rsidRPr="00DA4E77">
        <w:lastRenderedPageBreak/>
        <w:t>Un silence de terreur presque sacrée suit ces paroles</w:t>
      </w:r>
      <w:r w:rsidR="00276CCE">
        <w:t xml:space="preserve">. </w:t>
      </w:r>
      <w:r w:rsidRPr="00DA4E77">
        <w:t>J</w:t>
      </w:r>
      <w:r w:rsidRPr="00DA4E77">
        <w:t>a</w:t>
      </w:r>
      <w:r w:rsidRPr="00DA4E77">
        <w:t>mais</w:t>
      </w:r>
      <w:r w:rsidR="00276CCE">
        <w:t xml:space="preserve">, </w:t>
      </w:r>
      <w:r w:rsidRPr="00DA4E77">
        <w:t>depuis que le Temple existe</w:t>
      </w:r>
      <w:r w:rsidR="00276CCE">
        <w:t xml:space="preserve">, </w:t>
      </w:r>
      <w:r w:rsidRPr="00DA4E77">
        <w:t>sang d</w:t>
      </w:r>
      <w:r w:rsidR="00276CCE">
        <w:t>’</w:t>
      </w:r>
      <w:r w:rsidRPr="00DA4E77">
        <w:t>Apôtre mort n</w:t>
      </w:r>
      <w:r w:rsidR="00276CCE">
        <w:t>’</w:t>
      </w:r>
      <w:r w:rsidRPr="00DA4E77">
        <w:t>a coulé sur ses dalles</w:t>
      </w:r>
      <w:r w:rsidR="00276CCE">
        <w:t xml:space="preserve">, </w:t>
      </w:r>
      <w:r w:rsidRPr="00DA4E77">
        <w:t>et une légende millénaire raconte que de grands malheurs suivront un pareil sacrilège</w:t>
      </w:r>
      <w:r w:rsidR="00276CCE">
        <w:t xml:space="preserve">. </w:t>
      </w:r>
      <w:r w:rsidRPr="00DA4E77">
        <w:t xml:space="preserve">Les amis de </w:t>
      </w:r>
      <w:proofErr w:type="spellStart"/>
      <w:r w:rsidRPr="00DA4E77">
        <w:t>Guitché</w:t>
      </w:r>
      <w:proofErr w:type="spellEnd"/>
      <w:r w:rsidRPr="00DA4E77">
        <w:t xml:space="preserve"> s</w:t>
      </w:r>
      <w:r w:rsidR="00276CCE">
        <w:t>’</w:t>
      </w:r>
      <w:r w:rsidRPr="00DA4E77">
        <w:t>arrêtent inquiets</w:t>
      </w:r>
      <w:r w:rsidR="00276CCE">
        <w:t xml:space="preserve">, </w:t>
      </w:r>
      <w:r w:rsidRPr="00DA4E77">
        <w:t>ceux d</w:t>
      </w:r>
      <w:r w:rsidR="00276CCE">
        <w:t>’</w:t>
      </w:r>
      <w:proofErr w:type="spellStart"/>
      <w:r w:rsidRPr="00DA4E77">
        <w:t>Hermos</w:t>
      </w:r>
      <w:proofErr w:type="spellEnd"/>
      <w:r w:rsidRPr="00DA4E77">
        <w:t xml:space="preserve"> et d</w:t>
      </w:r>
      <w:r w:rsidR="00276CCE">
        <w:t>’</w:t>
      </w:r>
      <w:proofErr w:type="spellStart"/>
      <w:r w:rsidRPr="00DA4E77">
        <w:t>Hellas</w:t>
      </w:r>
      <w:proofErr w:type="spellEnd"/>
      <w:r w:rsidRPr="00DA4E77">
        <w:t xml:space="preserve"> tremblent pour le poète</w:t>
      </w:r>
      <w:r w:rsidR="00276CCE">
        <w:t>.</w:t>
      </w:r>
    </w:p>
    <w:p w14:paraId="0071C60F" w14:textId="77777777" w:rsidR="00276CCE" w:rsidRDefault="00276CCE" w:rsidP="002A4158">
      <w:r>
        <w:t>— </w:t>
      </w:r>
      <w:proofErr w:type="spellStart"/>
      <w:r w:rsidR="002A4158" w:rsidRPr="00DA4E77">
        <w:t>Guitché</w:t>
      </w:r>
      <w:proofErr w:type="spellEnd"/>
      <w:r>
        <w:t xml:space="preserve"> ! </w:t>
      </w:r>
      <w:proofErr w:type="spellStart"/>
      <w:r w:rsidR="002A4158" w:rsidRPr="00DA4E77">
        <w:t>Guitché</w:t>
      </w:r>
      <w:proofErr w:type="spellEnd"/>
      <w:r>
        <w:t xml:space="preserve"> ! </w:t>
      </w:r>
      <w:r w:rsidR="002A4158" w:rsidRPr="00DA4E77">
        <w:t>s</w:t>
      </w:r>
      <w:r>
        <w:t>’</w:t>
      </w:r>
      <w:r w:rsidR="002A4158" w:rsidRPr="00DA4E77">
        <w:t xml:space="preserve">écrient les voisins de </w:t>
      </w:r>
      <w:proofErr w:type="spellStart"/>
      <w:r w:rsidR="002A4158" w:rsidRPr="00DA4E77">
        <w:t>Belkis</w:t>
      </w:r>
      <w:proofErr w:type="spellEnd"/>
      <w:r>
        <w:t>.</w:t>
      </w:r>
    </w:p>
    <w:p w14:paraId="3954BE0C" w14:textId="77777777" w:rsidR="00276CCE" w:rsidRDefault="002A4158" w:rsidP="002A4158">
      <w:r w:rsidRPr="00DA4E77">
        <w:t>Et</w:t>
      </w:r>
      <w:r w:rsidR="00276CCE">
        <w:t xml:space="preserve">, </w:t>
      </w:r>
      <w:r w:rsidRPr="00DA4E77">
        <w:t>se précipitant vers le Temple</w:t>
      </w:r>
      <w:r w:rsidR="00276CCE">
        <w:t xml:space="preserve">, </w:t>
      </w:r>
      <w:r w:rsidRPr="00DA4E77">
        <w:t>ils s</w:t>
      </w:r>
      <w:r w:rsidR="00276CCE">
        <w:t>’</w:t>
      </w:r>
      <w:r w:rsidRPr="00DA4E77">
        <w:t>efforcent d</w:t>
      </w:r>
      <w:r w:rsidR="00276CCE">
        <w:t>’</w:t>
      </w:r>
      <w:r w:rsidRPr="00DA4E77">
        <w:t xml:space="preserve">emporter </w:t>
      </w:r>
      <w:proofErr w:type="spellStart"/>
      <w:r w:rsidRPr="00DA4E77">
        <w:t>Hermos</w:t>
      </w:r>
      <w:proofErr w:type="spellEnd"/>
      <w:r w:rsidR="00276CCE">
        <w:t xml:space="preserve">. </w:t>
      </w:r>
      <w:r w:rsidRPr="00DA4E77">
        <w:t>Mais lui se place résolument sur le seuil</w:t>
      </w:r>
      <w:r w:rsidR="00276CCE">
        <w:t xml:space="preserve">. </w:t>
      </w:r>
      <w:r w:rsidRPr="00DA4E77">
        <w:t>Les jeunes Apôtres</w:t>
      </w:r>
      <w:r w:rsidR="00276CCE">
        <w:t xml:space="preserve">, </w:t>
      </w:r>
      <w:r w:rsidRPr="00DA4E77">
        <w:t xml:space="preserve">conduits par </w:t>
      </w:r>
      <w:proofErr w:type="spellStart"/>
      <w:r w:rsidRPr="00DA4E77">
        <w:t>Amonou</w:t>
      </w:r>
      <w:proofErr w:type="spellEnd"/>
      <w:r w:rsidR="00276CCE">
        <w:t xml:space="preserve">, </w:t>
      </w:r>
      <w:r w:rsidRPr="00DA4E77">
        <w:t>se jettent à leur tour contre leurs adversaires</w:t>
      </w:r>
      <w:r w:rsidR="00276CCE">
        <w:t xml:space="preserve"> ; </w:t>
      </w:r>
      <w:r w:rsidRPr="00DA4E77">
        <w:t>un conflit devient inévitable</w:t>
      </w:r>
      <w:r w:rsidR="00276CCE">
        <w:t xml:space="preserve">, </w:t>
      </w:r>
      <w:r w:rsidRPr="00DA4E77">
        <w:t>quand tout à coup</w:t>
      </w:r>
      <w:r w:rsidR="00276CCE">
        <w:t xml:space="preserve">, </w:t>
      </w:r>
      <w:r w:rsidRPr="00DA4E77">
        <w:t>du fond de la place</w:t>
      </w:r>
      <w:r w:rsidR="00276CCE">
        <w:t xml:space="preserve">, </w:t>
      </w:r>
      <w:proofErr w:type="spellStart"/>
      <w:r w:rsidRPr="00DA4E77">
        <w:t>Guitché</w:t>
      </w:r>
      <w:proofErr w:type="spellEnd"/>
      <w:r w:rsidR="00276CCE">
        <w:t xml:space="preserve">, </w:t>
      </w:r>
      <w:r w:rsidRPr="00DA4E77">
        <w:t>resté en arrière</w:t>
      </w:r>
      <w:r w:rsidR="00276CCE">
        <w:t xml:space="preserve">, </w:t>
      </w:r>
      <w:r w:rsidRPr="00DA4E77">
        <w:t>crie</w:t>
      </w:r>
      <w:r w:rsidR="00276CCE">
        <w:t xml:space="preserve">, </w:t>
      </w:r>
      <w:r w:rsidRPr="00DA4E77">
        <w:t>effaré</w:t>
      </w:r>
      <w:r w:rsidR="00276CCE">
        <w:t> :</w:t>
      </w:r>
    </w:p>
    <w:p w14:paraId="72C9F76F" w14:textId="77777777" w:rsidR="00276CCE" w:rsidRDefault="00276CCE" w:rsidP="002A4158">
      <w:r>
        <w:t>— </w:t>
      </w:r>
      <w:r w:rsidR="002A4158" w:rsidRPr="00DA4E77">
        <w:t>Le Dieu</w:t>
      </w:r>
      <w:r>
        <w:t xml:space="preserve"> ! </w:t>
      </w:r>
      <w:r w:rsidR="002A4158" w:rsidRPr="00DA4E77">
        <w:t>le Dieu</w:t>
      </w:r>
      <w:r>
        <w:t xml:space="preserve"> ! </w:t>
      </w:r>
      <w:r w:rsidR="002A4158" w:rsidRPr="00DA4E77">
        <w:t>Inclinons-nous</w:t>
      </w:r>
      <w:r>
        <w:t>.</w:t>
      </w:r>
    </w:p>
    <w:p w14:paraId="607FE579" w14:textId="77777777" w:rsidR="00276CCE" w:rsidRDefault="002A4158" w:rsidP="002A4158">
      <w:r w:rsidRPr="00DA4E77">
        <w:t>Et il tombe à genoux</w:t>
      </w:r>
      <w:r w:rsidR="00276CCE">
        <w:t xml:space="preserve">, </w:t>
      </w:r>
      <w:r w:rsidRPr="00DA4E77">
        <w:t>levant les mains</w:t>
      </w:r>
      <w:r w:rsidR="00276CCE">
        <w:t>.</w:t>
      </w:r>
    </w:p>
    <w:p w14:paraId="18C2C598" w14:textId="77777777" w:rsidR="00276CCE" w:rsidRDefault="00276CCE" w:rsidP="00276CCE">
      <w:pPr>
        <w:pStyle w:val="Titre2"/>
        <w:rPr>
          <w:i/>
        </w:rPr>
      </w:pPr>
      <w:bookmarkStart w:id="10" w:name="_Toc194841996"/>
      <w:r w:rsidRPr="00DA4E77">
        <w:lastRenderedPageBreak/>
        <w:t>Scène</w:t>
      </w:r>
      <w:r>
        <w:t> </w:t>
      </w:r>
      <w:r w:rsidRPr="00DA4E77">
        <w:t>X</w:t>
      </w:r>
      <w:r>
        <w:t xml:space="preserve">. – </w:t>
      </w:r>
      <w:r w:rsidR="002A4158" w:rsidRPr="00DA4E77">
        <w:rPr>
          <w:i/>
        </w:rPr>
        <w:t>Le Sphinx vivant</w:t>
      </w:r>
      <w:r>
        <w:rPr>
          <w:i/>
        </w:rPr>
        <w:t>.</w:t>
      </w:r>
      <w:bookmarkEnd w:id="10"/>
    </w:p>
    <w:p w14:paraId="75EB7626" w14:textId="77777777" w:rsidR="00276CCE" w:rsidRDefault="002A4158" w:rsidP="002A4158">
      <w:r w:rsidRPr="00DA4E77">
        <w:t>Autour de lui les Apôtres voisins s</w:t>
      </w:r>
      <w:r w:rsidR="00276CCE">
        <w:t>’</w:t>
      </w:r>
      <w:r w:rsidRPr="00DA4E77">
        <w:t>empressent</w:t>
      </w:r>
      <w:r w:rsidR="00276CCE">
        <w:t>.</w:t>
      </w:r>
    </w:p>
    <w:p w14:paraId="2A088A98" w14:textId="77777777" w:rsidR="00276CCE" w:rsidRDefault="00276CCE" w:rsidP="002A4158">
      <w:r>
        <w:t>— </w:t>
      </w:r>
      <w:r w:rsidR="002A4158" w:rsidRPr="00DA4E77">
        <w:t>Pitié</w:t>
      </w:r>
      <w:r>
        <w:t xml:space="preserve"> ! </w:t>
      </w:r>
      <w:r w:rsidR="002A4158" w:rsidRPr="00DA4E77">
        <w:t>Pitié</w:t>
      </w:r>
      <w:r>
        <w:t xml:space="preserve"> ! </w:t>
      </w:r>
      <w:r w:rsidR="002A4158" w:rsidRPr="00DA4E77">
        <w:t>Voici le Sphinx aux grandes ailes</w:t>
      </w:r>
      <w:r>
        <w:t xml:space="preserve">, </w:t>
      </w:r>
      <w:r w:rsidR="002A4158" w:rsidRPr="00DA4E77">
        <w:t>celui qui doit venir selon les prophéties</w:t>
      </w:r>
      <w:r>
        <w:t>.</w:t>
      </w:r>
    </w:p>
    <w:p w14:paraId="042117C6" w14:textId="77777777" w:rsidR="00276CCE" w:rsidRDefault="002A4158" w:rsidP="002A4158">
      <w:r w:rsidRPr="00DA4E77">
        <w:t>Du perron</w:t>
      </w:r>
      <w:r w:rsidR="00276CCE">
        <w:t xml:space="preserve">, </w:t>
      </w:r>
      <w:r w:rsidRPr="00DA4E77">
        <w:t xml:space="preserve">les amis de </w:t>
      </w:r>
      <w:proofErr w:type="spellStart"/>
      <w:r w:rsidRPr="00DA4E77">
        <w:t>Guitché</w:t>
      </w:r>
      <w:proofErr w:type="spellEnd"/>
      <w:r w:rsidRPr="00DA4E77">
        <w:t xml:space="preserve"> descendent à la hâte</w:t>
      </w:r>
      <w:r w:rsidR="00276CCE">
        <w:t xml:space="preserve">, </w:t>
      </w:r>
      <w:r w:rsidRPr="00DA4E77">
        <w:t>ex</w:t>
      </w:r>
      <w:r w:rsidRPr="00DA4E77">
        <w:t>a</w:t>
      </w:r>
      <w:r w:rsidRPr="00DA4E77">
        <w:t>minent l</w:t>
      </w:r>
      <w:r w:rsidR="00276CCE">
        <w:t>’</w:t>
      </w:r>
      <w:r w:rsidRPr="00DA4E77">
        <w:t>horizon</w:t>
      </w:r>
      <w:r w:rsidR="00276CCE">
        <w:t xml:space="preserve">. </w:t>
      </w:r>
      <w:proofErr w:type="spellStart"/>
      <w:r w:rsidRPr="00DA4E77">
        <w:t>Barkas</w:t>
      </w:r>
      <w:proofErr w:type="spellEnd"/>
      <w:r w:rsidRPr="00DA4E77">
        <w:t xml:space="preserve"> reste sans parole</w:t>
      </w:r>
      <w:r w:rsidR="00276CCE">
        <w:t xml:space="preserve">. </w:t>
      </w:r>
      <w:proofErr w:type="spellStart"/>
      <w:r w:rsidRPr="00DA4E77">
        <w:t>Belkis</w:t>
      </w:r>
      <w:proofErr w:type="spellEnd"/>
      <w:r w:rsidR="00276CCE">
        <w:t xml:space="preserve">, </w:t>
      </w:r>
      <w:r w:rsidRPr="00DA4E77">
        <w:t>rampant</w:t>
      </w:r>
      <w:r w:rsidR="00276CCE">
        <w:t xml:space="preserve">, </w:t>
      </w:r>
      <w:r w:rsidRPr="00DA4E77">
        <w:t>va se coller contre les flancs du Sphinx</w:t>
      </w:r>
      <w:r w:rsidR="00276CCE">
        <w:t xml:space="preserve">. </w:t>
      </w:r>
      <w:proofErr w:type="spellStart"/>
      <w:r w:rsidRPr="00DA4E77">
        <w:t>Hermos</w:t>
      </w:r>
      <w:proofErr w:type="spellEnd"/>
      <w:r w:rsidRPr="00DA4E77">
        <w:t xml:space="preserve"> enfin</w:t>
      </w:r>
      <w:r w:rsidR="00276CCE">
        <w:t xml:space="preserve">, </w:t>
      </w:r>
      <w:r w:rsidRPr="00DA4E77">
        <w:t>les vêt</w:t>
      </w:r>
      <w:r w:rsidRPr="00DA4E77">
        <w:t>e</w:t>
      </w:r>
      <w:r w:rsidRPr="00DA4E77">
        <w:t>ments déchirés</w:t>
      </w:r>
      <w:r w:rsidR="00276CCE">
        <w:t xml:space="preserve">, </w:t>
      </w:r>
      <w:r w:rsidRPr="00DA4E77">
        <w:t>mais sans blessure</w:t>
      </w:r>
      <w:r w:rsidR="00276CCE">
        <w:t xml:space="preserve">, </w:t>
      </w:r>
      <w:r w:rsidRPr="00DA4E77">
        <w:t>descend du Temple</w:t>
      </w:r>
      <w:r w:rsidR="00276CCE">
        <w:t xml:space="preserve">, </w:t>
      </w:r>
      <w:r w:rsidRPr="00DA4E77">
        <w:t>et d</w:t>
      </w:r>
      <w:r w:rsidRPr="00DA4E77">
        <w:t>e</w:t>
      </w:r>
      <w:r w:rsidRPr="00DA4E77">
        <w:t>meure immobile</w:t>
      </w:r>
      <w:r w:rsidR="00276CCE">
        <w:t xml:space="preserve">, </w:t>
      </w:r>
      <w:r w:rsidRPr="00DA4E77">
        <w:t>au comble de l</w:t>
      </w:r>
      <w:r w:rsidR="00276CCE">
        <w:t>’</w:t>
      </w:r>
      <w:r w:rsidRPr="00DA4E77">
        <w:t>étonnement</w:t>
      </w:r>
      <w:r w:rsidR="00276CCE">
        <w:t xml:space="preserve">. </w:t>
      </w:r>
      <w:r w:rsidRPr="00DA4E77">
        <w:t>Là-haut</w:t>
      </w:r>
      <w:r w:rsidR="00276CCE">
        <w:t xml:space="preserve">, </w:t>
      </w:r>
      <w:r w:rsidRPr="00DA4E77">
        <w:t>du côté du midi</w:t>
      </w:r>
      <w:r w:rsidR="00276CCE">
        <w:t xml:space="preserve">, </w:t>
      </w:r>
      <w:r w:rsidRPr="00DA4E77">
        <w:t>en plein ciel</w:t>
      </w:r>
      <w:r w:rsidR="00276CCE">
        <w:t xml:space="preserve">, </w:t>
      </w:r>
      <w:r w:rsidRPr="00DA4E77">
        <w:t xml:space="preserve">derrière le mont de </w:t>
      </w:r>
      <w:proofErr w:type="spellStart"/>
      <w:r w:rsidRPr="00DA4E77">
        <w:t>Manou</w:t>
      </w:r>
      <w:proofErr w:type="spellEnd"/>
      <w:r w:rsidR="00276CCE">
        <w:t xml:space="preserve">, </w:t>
      </w:r>
      <w:r w:rsidRPr="00DA4E77">
        <w:t>venant vers Atlantis</w:t>
      </w:r>
      <w:r w:rsidR="00276CCE">
        <w:t xml:space="preserve">, </w:t>
      </w:r>
      <w:r w:rsidRPr="00DA4E77">
        <w:t>un oiseau immense</w:t>
      </w:r>
      <w:r w:rsidR="00276CCE">
        <w:t xml:space="preserve">, </w:t>
      </w:r>
      <w:r w:rsidRPr="00DA4E77">
        <w:t>plus grand que le Sphinx de la te</w:t>
      </w:r>
      <w:r w:rsidRPr="00DA4E77">
        <w:t>r</w:t>
      </w:r>
      <w:r w:rsidRPr="00DA4E77">
        <w:t>rasse</w:t>
      </w:r>
      <w:r w:rsidR="00276CCE">
        <w:t xml:space="preserve">, </w:t>
      </w:r>
      <w:r w:rsidRPr="00DA4E77">
        <w:t>s</w:t>
      </w:r>
      <w:r w:rsidR="00276CCE">
        <w:t>’</w:t>
      </w:r>
      <w:r w:rsidRPr="00DA4E77">
        <w:t>avance</w:t>
      </w:r>
      <w:r w:rsidR="00276CCE">
        <w:t xml:space="preserve">, </w:t>
      </w:r>
      <w:r w:rsidRPr="00DA4E77">
        <w:t>à large envergure</w:t>
      </w:r>
      <w:r w:rsidR="00276CCE">
        <w:t xml:space="preserve">. </w:t>
      </w:r>
      <w:r w:rsidRPr="00DA4E77">
        <w:t>Ses ailes montent</w:t>
      </w:r>
      <w:r w:rsidR="00276CCE">
        <w:t xml:space="preserve">, </w:t>
      </w:r>
      <w:r w:rsidRPr="00DA4E77">
        <w:t>s</w:t>
      </w:r>
      <w:r w:rsidR="00276CCE">
        <w:t>’</w:t>
      </w:r>
      <w:r w:rsidRPr="00DA4E77">
        <w:t>abaissent</w:t>
      </w:r>
      <w:r w:rsidR="00276CCE">
        <w:t xml:space="preserve">, </w:t>
      </w:r>
      <w:r w:rsidRPr="00DA4E77">
        <w:t>s</w:t>
      </w:r>
      <w:r w:rsidR="00276CCE">
        <w:t>’</w:t>
      </w:r>
      <w:r w:rsidRPr="00DA4E77">
        <w:t>étendent</w:t>
      </w:r>
      <w:r w:rsidR="00276CCE">
        <w:t xml:space="preserve">, </w:t>
      </w:r>
      <w:r w:rsidRPr="00DA4E77">
        <w:t>et tantôt glissent horizontales dans l</w:t>
      </w:r>
      <w:r w:rsidR="00276CCE">
        <w:t>’</w:t>
      </w:r>
      <w:r w:rsidRPr="00DA4E77">
        <w:t>espace et tantôt battent l</w:t>
      </w:r>
      <w:r w:rsidR="00276CCE">
        <w:t>’</w:t>
      </w:r>
      <w:r w:rsidRPr="00DA4E77">
        <w:t>air à coups majestueux</w:t>
      </w:r>
      <w:r w:rsidR="00276CCE">
        <w:t xml:space="preserve">, </w:t>
      </w:r>
      <w:r w:rsidRPr="00DA4E77">
        <w:t>et l</w:t>
      </w:r>
      <w:r w:rsidR="00276CCE">
        <w:t>’</w:t>
      </w:r>
      <w:r w:rsidRPr="00DA4E77">
        <w:t>on dirait que tout l</w:t>
      </w:r>
      <w:r w:rsidR="00276CCE">
        <w:t>’</w:t>
      </w:r>
      <w:r w:rsidRPr="00DA4E77">
        <w:t>azur en est agité</w:t>
      </w:r>
      <w:r w:rsidR="00276CCE">
        <w:t xml:space="preserve">. </w:t>
      </w:r>
      <w:r w:rsidRPr="00DA4E77">
        <w:t>Est-ce un monstre ennemi des hommes</w:t>
      </w:r>
      <w:r w:rsidR="00276CCE">
        <w:t xml:space="preserve"> ? </w:t>
      </w:r>
      <w:r w:rsidRPr="00DA4E77">
        <w:t>Est-ce un dieu protecteur ou vengeur</w:t>
      </w:r>
      <w:r w:rsidR="00276CCE">
        <w:t xml:space="preserve"> ? </w:t>
      </w:r>
      <w:r w:rsidRPr="00DA4E77">
        <w:t>Est-ce le Sphinx des airs</w:t>
      </w:r>
      <w:r w:rsidR="00276CCE">
        <w:t xml:space="preserve">, </w:t>
      </w:r>
      <w:r w:rsidRPr="00DA4E77">
        <w:t>celui qui naîtra pour punir les cités perverses et dont les vieilles légendes prédisent la venue</w:t>
      </w:r>
      <w:r w:rsidR="00276CCE">
        <w:t xml:space="preserve"> ? </w:t>
      </w:r>
      <w:r w:rsidRPr="00DA4E77">
        <w:t>Là-bas</w:t>
      </w:r>
      <w:r w:rsidR="00276CCE">
        <w:t xml:space="preserve">, </w:t>
      </w:r>
      <w:r w:rsidRPr="00DA4E77">
        <w:t>dans la ville</w:t>
      </w:r>
      <w:r w:rsidR="00276CCE">
        <w:t xml:space="preserve">, </w:t>
      </w:r>
      <w:r w:rsidRPr="00DA4E77">
        <w:t>où l</w:t>
      </w:r>
      <w:r w:rsidR="00276CCE">
        <w:t>’</w:t>
      </w:r>
      <w:r w:rsidRPr="00DA4E77">
        <w:t xml:space="preserve">altitude du mont de </w:t>
      </w:r>
      <w:proofErr w:type="spellStart"/>
      <w:r w:rsidRPr="00DA4E77">
        <w:t>Manou</w:t>
      </w:r>
      <w:proofErr w:type="spellEnd"/>
      <w:r w:rsidRPr="00DA4E77">
        <w:t xml:space="preserve"> empêche la foule de voir le monstre</w:t>
      </w:r>
      <w:r w:rsidR="00276CCE">
        <w:t xml:space="preserve">, </w:t>
      </w:r>
      <w:r w:rsidRPr="00DA4E77">
        <w:t>les trompettes consacrées au Soleil sonnent la mort de l</w:t>
      </w:r>
      <w:r w:rsidR="00276CCE">
        <w:t>’</w:t>
      </w:r>
      <w:r w:rsidRPr="00DA4E77">
        <w:t>Astre</w:t>
      </w:r>
      <w:r w:rsidR="00276CCE">
        <w:t xml:space="preserve">, </w:t>
      </w:r>
      <w:r w:rsidRPr="00DA4E77">
        <w:t>car voici l</w:t>
      </w:r>
      <w:r w:rsidR="00276CCE">
        <w:t>’</w:t>
      </w:r>
      <w:r w:rsidRPr="00DA4E77">
        <w:t>heure d</w:t>
      </w:r>
      <w:r w:rsidR="00276CCE">
        <w:t>’</w:t>
      </w:r>
      <w:r w:rsidRPr="00DA4E77">
        <w:t>acclamer le Prince</w:t>
      </w:r>
      <w:r w:rsidR="00276CCE">
        <w:t>.</w:t>
      </w:r>
    </w:p>
    <w:p w14:paraId="187CDA5C" w14:textId="77777777" w:rsidR="00276CCE" w:rsidRDefault="00276CCE" w:rsidP="002A4158">
      <w:r>
        <w:t>— </w:t>
      </w:r>
      <w:r w:rsidR="002A4158" w:rsidRPr="00DA4E77">
        <w:t>Fils du Soleil</w:t>
      </w:r>
      <w:r>
        <w:t xml:space="preserve">, </w:t>
      </w:r>
      <w:r w:rsidR="002A4158" w:rsidRPr="00DA4E77">
        <w:t>articule d</w:t>
      </w:r>
      <w:r>
        <w:t>’</w:t>
      </w:r>
      <w:r w:rsidR="002A4158" w:rsidRPr="00DA4E77">
        <w:t xml:space="preserve">une voix ferme </w:t>
      </w:r>
      <w:proofErr w:type="spellStart"/>
      <w:r w:rsidR="002A4158" w:rsidRPr="00DA4E77">
        <w:t>Thébao</w:t>
      </w:r>
      <w:proofErr w:type="spellEnd"/>
      <w:r>
        <w:t xml:space="preserve">, </w:t>
      </w:r>
      <w:r w:rsidR="002A4158" w:rsidRPr="00DA4E77">
        <w:t>tenant toujours en main le globe et la couronne</w:t>
      </w:r>
      <w:r>
        <w:t xml:space="preserve">, </w:t>
      </w:r>
      <w:r w:rsidR="002A4158" w:rsidRPr="00DA4E77">
        <w:t>Apôtres et néophytes</w:t>
      </w:r>
      <w:r>
        <w:t xml:space="preserve">, </w:t>
      </w:r>
      <w:r w:rsidR="002A4158" w:rsidRPr="00DA4E77">
        <w:t>à qui dois-je donner les clefs du Temple</w:t>
      </w:r>
      <w:r>
        <w:t> ?</w:t>
      </w:r>
    </w:p>
    <w:p w14:paraId="7370EE36" w14:textId="77777777" w:rsidR="00276CCE" w:rsidRDefault="002A4158" w:rsidP="002A4158">
      <w:r w:rsidRPr="00DA4E77">
        <w:t>Tout se tait</w:t>
      </w:r>
      <w:r w:rsidR="00276CCE">
        <w:t xml:space="preserve">. </w:t>
      </w:r>
      <w:r w:rsidRPr="00DA4E77">
        <w:t>Personne</w:t>
      </w:r>
      <w:r w:rsidR="00276CCE">
        <w:t xml:space="preserve">, </w:t>
      </w:r>
      <w:r w:rsidRPr="00DA4E77">
        <w:t>sur la place</w:t>
      </w:r>
      <w:r w:rsidR="00276CCE">
        <w:t xml:space="preserve">, </w:t>
      </w:r>
      <w:r w:rsidRPr="00DA4E77">
        <w:t>n</w:t>
      </w:r>
      <w:r w:rsidR="00276CCE">
        <w:t>’</w:t>
      </w:r>
      <w:r w:rsidRPr="00DA4E77">
        <w:t>ose souffler mot</w:t>
      </w:r>
      <w:r w:rsidR="00276CCE">
        <w:t>.</w:t>
      </w:r>
    </w:p>
    <w:p w14:paraId="247612F1" w14:textId="77777777" w:rsidR="00276CCE" w:rsidRDefault="00276CCE" w:rsidP="002A4158">
      <w:r>
        <w:t>— </w:t>
      </w:r>
      <w:r w:rsidR="002A4158" w:rsidRPr="00DA4E77">
        <w:t>À moi</w:t>
      </w:r>
      <w:r>
        <w:t xml:space="preserve"> ! </w:t>
      </w:r>
      <w:r w:rsidR="002A4158" w:rsidRPr="00DA4E77">
        <w:t xml:space="preserve">fait alors </w:t>
      </w:r>
      <w:proofErr w:type="spellStart"/>
      <w:r w:rsidR="002A4158" w:rsidRPr="00DA4E77">
        <w:t>Hermos</w:t>
      </w:r>
      <w:proofErr w:type="spellEnd"/>
      <w:r>
        <w:t xml:space="preserve">, </w:t>
      </w:r>
      <w:r w:rsidR="002A4158" w:rsidRPr="00DA4E77">
        <w:t>impassible</w:t>
      </w:r>
      <w:r>
        <w:t>.</w:t>
      </w:r>
    </w:p>
    <w:p w14:paraId="79A4D579" w14:textId="77777777" w:rsidR="00276CCE" w:rsidRDefault="00276CCE" w:rsidP="002A4158">
      <w:r>
        <w:t>— </w:t>
      </w:r>
      <w:r w:rsidR="002A4158" w:rsidRPr="00DA4E77">
        <w:t>Oui</w:t>
      </w:r>
      <w:r>
        <w:t xml:space="preserve">, </w:t>
      </w:r>
      <w:r w:rsidR="002A4158" w:rsidRPr="00DA4E77">
        <w:t xml:space="preserve">à </w:t>
      </w:r>
      <w:proofErr w:type="spellStart"/>
      <w:r w:rsidR="002A4158" w:rsidRPr="00DA4E77">
        <w:t>Hermos</w:t>
      </w:r>
      <w:proofErr w:type="spellEnd"/>
      <w:r>
        <w:t xml:space="preserve">, </w:t>
      </w:r>
      <w:r w:rsidR="002A4158" w:rsidRPr="00DA4E77">
        <w:t xml:space="preserve">crie </w:t>
      </w:r>
      <w:proofErr w:type="spellStart"/>
      <w:r w:rsidR="002A4158" w:rsidRPr="00DA4E77">
        <w:t>Amonou</w:t>
      </w:r>
      <w:proofErr w:type="spellEnd"/>
      <w:r>
        <w:t xml:space="preserve">. </w:t>
      </w:r>
      <w:r w:rsidR="002A4158" w:rsidRPr="00DA4E77">
        <w:t>Les dieux se prononcent pour lui</w:t>
      </w:r>
      <w:r>
        <w:t>.</w:t>
      </w:r>
    </w:p>
    <w:p w14:paraId="31518221" w14:textId="77777777" w:rsidR="00276CCE" w:rsidRDefault="00276CCE" w:rsidP="002A4158">
      <w:r>
        <w:lastRenderedPageBreak/>
        <w:t>— </w:t>
      </w:r>
      <w:r w:rsidR="002A4158" w:rsidRPr="00DA4E77">
        <w:t xml:space="preserve">À </w:t>
      </w:r>
      <w:proofErr w:type="spellStart"/>
      <w:r w:rsidR="002A4158" w:rsidRPr="00DA4E77">
        <w:t>Hermos</w:t>
      </w:r>
      <w:proofErr w:type="spellEnd"/>
      <w:r>
        <w:t xml:space="preserve"> ! </w:t>
      </w:r>
      <w:r w:rsidR="002A4158" w:rsidRPr="00DA4E77">
        <w:t xml:space="preserve">À </w:t>
      </w:r>
      <w:proofErr w:type="spellStart"/>
      <w:r w:rsidR="002A4158" w:rsidRPr="00DA4E77">
        <w:t>Hermos</w:t>
      </w:r>
      <w:proofErr w:type="spellEnd"/>
      <w:r>
        <w:t> !</w:t>
      </w:r>
    </w:p>
    <w:p w14:paraId="79230328" w14:textId="77777777" w:rsidR="00276CCE" w:rsidRDefault="00276CCE" w:rsidP="002A4158">
      <w:r>
        <w:t>— </w:t>
      </w:r>
      <w:r w:rsidR="002A4158" w:rsidRPr="00DA4E77">
        <w:t>Atlantes</w:t>
      </w:r>
      <w:r>
        <w:t xml:space="preserve">, </w:t>
      </w:r>
      <w:r w:rsidR="002A4158" w:rsidRPr="00DA4E77">
        <w:t xml:space="preserve">ajoute </w:t>
      </w:r>
      <w:proofErr w:type="spellStart"/>
      <w:r w:rsidR="002A4158" w:rsidRPr="00DA4E77">
        <w:t>Hermos</w:t>
      </w:r>
      <w:proofErr w:type="spellEnd"/>
      <w:r>
        <w:t xml:space="preserve">, </w:t>
      </w:r>
      <w:r w:rsidR="002A4158" w:rsidRPr="00DA4E77">
        <w:t>ce n</w:t>
      </w:r>
      <w:r>
        <w:t>’</w:t>
      </w:r>
      <w:r w:rsidR="002A4158" w:rsidRPr="00DA4E77">
        <w:t>est pas moi que vous co</w:t>
      </w:r>
      <w:r w:rsidR="002A4158" w:rsidRPr="00DA4E77">
        <w:t>u</w:t>
      </w:r>
      <w:r w:rsidR="002A4158" w:rsidRPr="00DA4E77">
        <w:t>ronnez</w:t>
      </w:r>
      <w:r>
        <w:t xml:space="preserve">, </w:t>
      </w:r>
      <w:r w:rsidR="002A4158" w:rsidRPr="00DA4E77">
        <w:t xml:space="preserve">mais </w:t>
      </w:r>
      <w:proofErr w:type="spellStart"/>
      <w:r w:rsidR="002A4158" w:rsidRPr="00DA4E77">
        <w:t>Hellas</w:t>
      </w:r>
      <w:proofErr w:type="spellEnd"/>
      <w:r w:rsidR="002A4158" w:rsidRPr="00DA4E77">
        <w:t xml:space="preserve"> lui-même</w:t>
      </w:r>
      <w:r>
        <w:t xml:space="preserve">. </w:t>
      </w:r>
      <w:r w:rsidR="002A4158" w:rsidRPr="00DA4E77">
        <w:t>Je lui rendrai fidèlement ce qui lui appartient</w:t>
      </w:r>
      <w:r>
        <w:t>.</w:t>
      </w:r>
    </w:p>
    <w:p w14:paraId="76C7EFD6" w14:textId="77777777" w:rsidR="00276CCE" w:rsidRDefault="002A4158" w:rsidP="002A4158">
      <w:r w:rsidRPr="00DA4E77">
        <w:t>Cependant</w:t>
      </w:r>
      <w:r w:rsidR="00276CCE">
        <w:t xml:space="preserve">, </w:t>
      </w:r>
      <w:r w:rsidRPr="00DA4E77">
        <w:t>le grand oiseau s</w:t>
      </w:r>
      <w:r w:rsidR="00276CCE">
        <w:t>’</w:t>
      </w:r>
      <w:r w:rsidRPr="00DA4E77">
        <w:t>approche et l</w:t>
      </w:r>
      <w:r w:rsidR="00276CCE">
        <w:t>’</w:t>
      </w:r>
      <w:r w:rsidRPr="00DA4E77">
        <w:t>on dirait qu</w:t>
      </w:r>
      <w:r w:rsidR="00276CCE">
        <w:t>’</w:t>
      </w:r>
      <w:r w:rsidRPr="00DA4E77">
        <w:t>il va foncer sur la Colline Sainte</w:t>
      </w:r>
      <w:r w:rsidR="00276CCE">
        <w:t>.</w:t>
      </w:r>
    </w:p>
    <w:p w14:paraId="572E3025" w14:textId="77777777" w:rsidR="00276CCE" w:rsidRDefault="00276CCE" w:rsidP="002A4158">
      <w:r>
        <w:t>— </w:t>
      </w:r>
      <w:r w:rsidR="002A4158" w:rsidRPr="00DA4E77">
        <w:t>Pitié</w:t>
      </w:r>
      <w:r>
        <w:t xml:space="preserve"> ! </w:t>
      </w:r>
      <w:r w:rsidR="002A4158" w:rsidRPr="00DA4E77">
        <w:t>Pitié</w:t>
      </w:r>
      <w:r>
        <w:t xml:space="preserve"> ! </w:t>
      </w:r>
      <w:r w:rsidR="002A4158" w:rsidRPr="00DA4E77">
        <w:t>hurlent les Apôtres</w:t>
      </w:r>
      <w:r>
        <w:t xml:space="preserve">. </w:t>
      </w:r>
      <w:r w:rsidR="002A4158" w:rsidRPr="00DA4E77">
        <w:t>Quoi que tu veuilles</w:t>
      </w:r>
      <w:r>
        <w:t xml:space="preserve">, </w:t>
      </w:r>
      <w:r w:rsidR="002A4158" w:rsidRPr="00DA4E77">
        <w:t>nous t</w:t>
      </w:r>
      <w:r>
        <w:t>’</w:t>
      </w:r>
      <w:r w:rsidR="002A4158" w:rsidRPr="00DA4E77">
        <w:t>obéirons</w:t>
      </w:r>
      <w:r>
        <w:t> !</w:t>
      </w:r>
    </w:p>
    <w:p w14:paraId="09F36BC3" w14:textId="77777777" w:rsidR="00276CCE" w:rsidRDefault="002A4158" w:rsidP="002A4158">
      <w:r w:rsidRPr="00DA4E77">
        <w:t>Et</w:t>
      </w:r>
      <w:r w:rsidR="00276CCE">
        <w:t xml:space="preserve">, </w:t>
      </w:r>
      <w:r w:rsidRPr="00DA4E77">
        <w:t>d</w:t>
      </w:r>
      <w:r w:rsidR="00276CCE">
        <w:t>’</w:t>
      </w:r>
      <w:r w:rsidRPr="00DA4E77">
        <w:t>une voix unanime</w:t>
      </w:r>
      <w:r w:rsidR="00276CCE">
        <w:t xml:space="preserve">, </w:t>
      </w:r>
      <w:r w:rsidRPr="00DA4E77">
        <w:t>l</w:t>
      </w:r>
      <w:r w:rsidR="00276CCE">
        <w:t>’</w:t>
      </w:r>
      <w:r w:rsidRPr="00DA4E77">
        <w:t>assemblée crie</w:t>
      </w:r>
      <w:r w:rsidR="00276CCE">
        <w:t> :</w:t>
      </w:r>
    </w:p>
    <w:p w14:paraId="0C6000C6" w14:textId="77777777" w:rsidR="00276CCE" w:rsidRDefault="00276CCE" w:rsidP="002A4158">
      <w:r>
        <w:t>— </w:t>
      </w:r>
      <w:r w:rsidR="002A4158" w:rsidRPr="00DA4E77">
        <w:t xml:space="preserve">Vive </w:t>
      </w:r>
      <w:proofErr w:type="spellStart"/>
      <w:r w:rsidR="002A4158" w:rsidRPr="00DA4E77">
        <w:t>Hermos</w:t>
      </w:r>
      <w:proofErr w:type="spellEnd"/>
      <w:r>
        <w:t xml:space="preserve"> ! </w:t>
      </w:r>
      <w:r w:rsidR="002A4158" w:rsidRPr="00DA4E77">
        <w:t xml:space="preserve">Vive </w:t>
      </w:r>
      <w:proofErr w:type="spellStart"/>
      <w:r w:rsidR="002A4158" w:rsidRPr="00DA4E77">
        <w:t>Hellas</w:t>
      </w:r>
      <w:proofErr w:type="spellEnd"/>
      <w:r>
        <w:t> !</w:t>
      </w:r>
    </w:p>
    <w:p w14:paraId="5DF1C84F" w14:textId="77777777" w:rsidR="00276CCE" w:rsidRDefault="002A4158" w:rsidP="002A4158">
      <w:r w:rsidRPr="00DA4E77">
        <w:t>Mais aussitôt</w:t>
      </w:r>
      <w:r w:rsidR="00276CCE">
        <w:t xml:space="preserve">, </w:t>
      </w:r>
      <w:r w:rsidRPr="00DA4E77">
        <w:t>dans l</w:t>
      </w:r>
      <w:r w:rsidR="00276CCE">
        <w:t>’</w:t>
      </w:r>
      <w:r w:rsidRPr="00DA4E77">
        <w:t>espace</w:t>
      </w:r>
      <w:r w:rsidR="00276CCE">
        <w:t xml:space="preserve">, </w:t>
      </w:r>
      <w:r w:rsidRPr="00DA4E77">
        <w:t>on voit le monstre menaçant se détourner de son chemin</w:t>
      </w:r>
      <w:r w:rsidR="00276CCE">
        <w:t xml:space="preserve">. </w:t>
      </w:r>
      <w:r w:rsidRPr="00DA4E77">
        <w:t>Il semblait venir en droite ligne sur la terrasse</w:t>
      </w:r>
      <w:r w:rsidR="00276CCE">
        <w:t xml:space="preserve">, </w:t>
      </w:r>
      <w:r w:rsidRPr="00DA4E77">
        <w:t>et le voici maintenant qui oblique vers le sud</w:t>
      </w:r>
      <w:r w:rsidR="00276CCE">
        <w:t xml:space="preserve">. </w:t>
      </w:r>
      <w:r w:rsidRPr="00DA4E77">
        <w:t>Son vol</w:t>
      </w:r>
      <w:r w:rsidR="00276CCE">
        <w:t xml:space="preserve">, </w:t>
      </w:r>
      <w:r w:rsidRPr="00DA4E77">
        <w:t>comme allégé soudain</w:t>
      </w:r>
      <w:r w:rsidR="00276CCE">
        <w:t xml:space="preserve">, </w:t>
      </w:r>
      <w:r w:rsidRPr="00DA4E77">
        <w:t>s</w:t>
      </w:r>
      <w:r w:rsidR="00276CCE">
        <w:t>’</w:t>
      </w:r>
      <w:r w:rsidRPr="00DA4E77">
        <w:t>élève en plein ciel</w:t>
      </w:r>
      <w:r w:rsidR="00276CCE">
        <w:t xml:space="preserve">. </w:t>
      </w:r>
      <w:r w:rsidRPr="00DA4E77">
        <w:t>On dirait que le Sphinx des airs va se perdre dans quelque lointaine étoile</w:t>
      </w:r>
      <w:r w:rsidR="00276CCE">
        <w:t xml:space="preserve">. </w:t>
      </w:r>
      <w:r w:rsidRPr="00DA4E77">
        <w:t>Les Apôtres</w:t>
      </w:r>
      <w:r w:rsidR="00276CCE">
        <w:t xml:space="preserve">, </w:t>
      </w:r>
      <w:r w:rsidRPr="00DA4E77">
        <w:t>soulagés</w:t>
      </w:r>
      <w:r w:rsidR="00276CCE">
        <w:t xml:space="preserve">, </w:t>
      </w:r>
      <w:r w:rsidRPr="00DA4E77">
        <w:t>poussent des cris de joie</w:t>
      </w:r>
      <w:r w:rsidR="00276CCE">
        <w:t xml:space="preserve">, </w:t>
      </w:r>
      <w:r w:rsidRPr="00DA4E77">
        <w:t>se relèvent et se r</w:t>
      </w:r>
      <w:r w:rsidRPr="00DA4E77">
        <w:t>e</w:t>
      </w:r>
      <w:r w:rsidRPr="00DA4E77">
        <w:t>prennent à la vie</w:t>
      </w:r>
      <w:r w:rsidR="00276CCE">
        <w:t xml:space="preserve">. </w:t>
      </w:r>
      <w:proofErr w:type="spellStart"/>
      <w:r w:rsidRPr="00DA4E77">
        <w:t>Thébao</w:t>
      </w:r>
      <w:proofErr w:type="spellEnd"/>
      <w:r w:rsidR="00276CCE">
        <w:t xml:space="preserve">, </w:t>
      </w:r>
      <w:r w:rsidRPr="00DA4E77">
        <w:t>alors</w:t>
      </w:r>
      <w:r w:rsidR="00276CCE">
        <w:t xml:space="preserve">, </w:t>
      </w:r>
      <w:r w:rsidRPr="00DA4E77">
        <w:t>profitant de la rumeur</w:t>
      </w:r>
      <w:r w:rsidR="00276CCE">
        <w:t xml:space="preserve">, </w:t>
      </w:r>
      <w:r w:rsidRPr="00DA4E77">
        <w:t>traverse la place</w:t>
      </w:r>
      <w:r w:rsidR="00276CCE">
        <w:t xml:space="preserve">, </w:t>
      </w:r>
      <w:r w:rsidRPr="00DA4E77">
        <w:t>et vient poser la couronne sur le front d</w:t>
      </w:r>
      <w:r w:rsidR="00276CCE">
        <w:t>’</w:t>
      </w:r>
      <w:proofErr w:type="spellStart"/>
      <w:r w:rsidRPr="00DA4E77">
        <w:t>Hermos</w:t>
      </w:r>
      <w:proofErr w:type="spellEnd"/>
      <w:r w:rsidR="00276CCE">
        <w:t xml:space="preserve">. </w:t>
      </w:r>
      <w:r w:rsidRPr="00DA4E77">
        <w:t>C</w:t>
      </w:r>
      <w:r w:rsidRPr="00DA4E77">
        <w:t>e</w:t>
      </w:r>
      <w:r w:rsidRPr="00DA4E77">
        <w:t>pendant</w:t>
      </w:r>
      <w:r w:rsidR="00276CCE">
        <w:t xml:space="preserve">, </w:t>
      </w:r>
      <w:r w:rsidRPr="00DA4E77">
        <w:t>le cortège se forme pour rentrer dans la ville</w:t>
      </w:r>
      <w:r w:rsidR="00276CCE">
        <w:t xml:space="preserve">, </w:t>
      </w:r>
      <w:r w:rsidRPr="00DA4E77">
        <w:t xml:space="preserve">et </w:t>
      </w:r>
      <w:proofErr w:type="spellStart"/>
      <w:r w:rsidRPr="00DA4E77">
        <w:t>He</w:t>
      </w:r>
      <w:r w:rsidRPr="00DA4E77">
        <w:t>r</w:t>
      </w:r>
      <w:r w:rsidRPr="00DA4E77">
        <w:t>mos</w:t>
      </w:r>
      <w:proofErr w:type="spellEnd"/>
      <w:r w:rsidR="00276CCE">
        <w:t xml:space="preserve">, </w:t>
      </w:r>
      <w:r w:rsidRPr="00DA4E77">
        <w:t>dépouillé de son manteau rouge</w:t>
      </w:r>
      <w:r w:rsidR="00276CCE">
        <w:t xml:space="preserve">, </w:t>
      </w:r>
      <w:r w:rsidRPr="00DA4E77">
        <w:t>est revêtu de la longue robe bleue toute brodée d</w:t>
      </w:r>
      <w:r w:rsidR="00276CCE">
        <w:t>’</w:t>
      </w:r>
      <w:r w:rsidRPr="00DA4E77">
        <w:t>or</w:t>
      </w:r>
      <w:r w:rsidR="00276CCE">
        <w:t xml:space="preserve">. </w:t>
      </w:r>
      <w:r w:rsidRPr="00DA4E77">
        <w:t>Derrière lui</w:t>
      </w:r>
      <w:r w:rsidR="00276CCE">
        <w:t xml:space="preserve">, </w:t>
      </w:r>
      <w:r w:rsidRPr="00DA4E77">
        <w:t>les Apôtres se rangent par corporations</w:t>
      </w:r>
      <w:r w:rsidR="00276CCE">
        <w:t xml:space="preserve">, </w:t>
      </w:r>
      <w:r w:rsidRPr="00DA4E77">
        <w:t>et</w:t>
      </w:r>
      <w:r w:rsidR="00276CCE">
        <w:t xml:space="preserve">, </w:t>
      </w:r>
      <w:r w:rsidRPr="00DA4E77">
        <w:t>un à un</w:t>
      </w:r>
      <w:r w:rsidR="00276CCE">
        <w:t xml:space="preserve">, </w:t>
      </w:r>
      <w:r w:rsidRPr="00DA4E77">
        <w:t>descendent le sentier étroit qui conduit à la Grille d</w:t>
      </w:r>
      <w:r w:rsidR="00276CCE">
        <w:t>’</w:t>
      </w:r>
      <w:r w:rsidRPr="00DA4E77">
        <w:t>Or</w:t>
      </w:r>
      <w:r w:rsidR="00276CCE">
        <w:t xml:space="preserve">. </w:t>
      </w:r>
      <w:r w:rsidRPr="00DA4E77">
        <w:t>Bientôt</w:t>
      </w:r>
      <w:r w:rsidR="00276CCE">
        <w:t xml:space="preserve">, </w:t>
      </w:r>
      <w:r w:rsidRPr="00DA4E77">
        <w:t>devant la foule</w:t>
      </w:r>
      <w:r w:rsidR="00276CCE">
        <w:t xml:space="preserve">, </w:t>
      </w:r>
      <w:proofErr w:type="spellStart"/>
      <w:r w:rsidRPr="00DA4E77">
        <w:t>Hermos</w:t>
      </w:r>
      <w:proofErr w:type="spellEnd"/>
      <w:r w:rsidR="00276CCE">
        <w:t xml:space="preserve">, </w:t>
      </w:r>
      <w:r w:rsidRPr="00DA4E77">
        <w:t>le gl</w:t>
      </w:r>
      <w:r w:rsidRPr="00DA4E77">
        <w:t>o</w:t>
      </w:r>
      <w:r w:rsidRPr="00DA4E77">
        <w:t>be en main</w:t>
      </w:r>
      <w:r w:rsidR="00276CCE">
        <w:t xml:space="preserve">, </w:t>
      </w:r>
      <w:r w:rsidRPr="00DA4E77">
        <w:t>paraît</w:t>
      </w:r>
      <w:r w:rsidR="00276CCE">
        <w:t xml:space="preserve">. </w:t>
      </w:r>
      <w:r w:rsidRPr="00DA4E77">
        <w:t>Alors</w:t>
      </w:r>
      <w:r w:rsidR="00276CCE">
        <w:t xml:space="preserve">, </w:t>
      </w:r>
      <w:r w:rsidRPr="00DA4E77">
        <w:t>clameur</w:t>
      </w:r>
      <w:r w:rsidR="00276CCE">
        <w:t xml:space="preserve">, </w:t>
      </w:r>
      <w:r w:rsidRPr="00DA4E77">
        <w:t>délire</w:t>
      </w:r>
      <w:r w:rsidR="00276CCE">
        <w:t xml:space="preserve">, </w:t>
      </w:r>
      <w:r w:rsidRPr="00DA4E77">
        <w:t>rafale de jubilation</w:t>
      </w:r>
      <w:r w:rsidR="00276CCE">
        <w:t xml:space="preserve">. </w:t>
      </w:r>
      <w:proofErr w:type="spellStart"/>
      <w:r w:rsidRPr="00DA4E77">
        <w:t>Knephao</w:t>
      </w:r>
      <w:proofErr w:type="spellEnd"/>
      <w:r w:rsidR="00276CCE">
        <w:t xml:space="preserve">, </w:t>
      </w:r>
      <w:r w:rsidRPr="00DA4E77">
        <w:t>oubliant son impassibilité habituelle</w:t>
      </w:r>
      <w:r w:rsidR="00276CCE">
        <w:t xml:space="preserve">, </w:t>
      </w:r>
      <w:r w:rsidRPr="00DA4E77">
        <w:t>saute de cheval</w:t>
      </w:r>
      <w:r w:rsidR="00276CCE">
        <w:t xml:space="preserve">, </w:t>
      </w:r>
      <w:r w:rsidRPr="00DA4E77">
        <w:t>ouvre lui-même la Grille Sacrée</w:t>
      </w:r>
      <w:r w:rsidR="00276CCE">
        <w:t xml:space="preserve">, </w:t>
      </w:r>
      <w:r w:rsidRPr="00DA4E77">
        <w:t>et</w:t>
      </w:r>
      <w:r w:rsidR="00276CCE">
        <w:t xml:space="preserve">, </w:t>
      </w:r>
      <w:r w:rsidRPr="00DA4E77">
        <w:t>tombant dans les bras d</w:t>
      </w:r>
      <w:r w:rsidR="00276CCE">
        <w:t>’</w:t>
      </w:r>
      <w:proofErr w:type="spellStart"/>
      <w:r w:rsidRPr="00DA4E77">
        <w:t>Hermos</w:t>
      </w:r>
      <w:proofErr w:type="spellEnd"/>
      <w:r w:rsidR="00276CCE">
        <w:t> :</w:t>
      </w:r>
    </w:p>
    <w:p w14:paraId="1C550E2A" w14:textId="77777777" w:rsidR="00276CCE" w:rsidRDefault="00276CCE" w:rsidP="002A4158">
      <w:r>
        <w:t>— </w:t>
      </w:r>
      <w:r w:rsidR="002A4158" w:rsidRPr="00DA4E77">
        <w:t>Enfin</w:t>
      </w:r>
      <w:r>
        <w:t xml:space="preserve">, </w:t>
      </w:r>
      <w:r w:rsidR="002A4158" w:rsidRPr="00DA4E77">
        <w:t>Atlantis vivra</w:t>
      </w:r>
      <w:r>
        <w:t> !</w:t>
      </w:r>
    </w:p>
    <w:p w14:paraId="412BA796" w14:textId="77777777" w:rsidR="00276CCE" w:rsidRDefault="00276CCE" w:rsidP="002A4158">
      <w:r>
        <w:t>— </w:t>
      </w:r>
      <w:r w:rsidR="002A4158" w:rsidRPr="00DA4E77">
        <w:t>Peut-être</w:t>
      </w:r>
      <w:r>
        <w:t xml:space="preserve">, </w:t>
      </w:r>
      <w:r w:rsidR="002A4158" w:rsidRPr="00DA4E77">
        <w:t xml:space="preserve">répond </w:t>
      </w:r>
      <w:proofErr w:type="spellStart"/>
      <w:r w:rsidR="002A4158" w:rsidRPr="00DA4E77">
        <w:t>Hermos</w:t>
      </w:r>
      <w:proofErr w:type="spellEnd"/>
      <w:r>
        <w:t>.</w:t>
      </w:r>
    </w:p>
    <w:p w14:paraId="34656CA3" w14:textId="77777777" w:rsidR="00276CCE" w:rsidRDefault="002A4158" w:rsidP="002A4158">
      <w:r w:rsidRPr="00DA4E77">
        <w:lastRenderedPageBreak/>
        <w:t>Mais la foule arrache le Prince aux questions du géant</w:t>
      </w:r>
      <w:r w:rsidR="00276CCE">
        <w:t xml:space="preserve">. </w:t>
      </w:r>
      <w:r w:rsidRPr="00DA4E77">
        <w:t>Soulevé sur les épaules du peuple</w:t>
      </w:r>
      <w:r w:rsidR="00276CCE">
        <w:t xml:space="preserve">, </w:t>
      </w:r>
      <w:proofErr w:type="spellStart"/>
      <w:r w:rsidRPr="00DA4E77">
        <w:t>Hermos</w:t>
      </w:r>
      <w:proofErr w:type="spellEnd"/>
      <w:r w:rsidRPr="00DA4E77">
        <w:t xml:space="preserve"> entre en triomphe dans le Palais</w:t>
      </w:r>
      <w:r w:rsidR="00276CCE">
        <w:t>.</w:t>
      </w:r>
    </w:p>
    <w:p w14:paraId="17F787F8" w14:textId="77777777" w:rsidR="00276CCE" w:rsidRDefault="002A4158" w:rsidP="002A4158">
      <w:r w:rsidRPr="00DA4E77">
        <w:t>Or</w:t>
      </w:r>
      <w:r w:rsidR="00276CCE">
        <w:t xml:space="preserve">, </w:t>
      </w:r>
      <w:r w:rsidRPr="00DA4E77">
        <w:t>à peine le Prince élu a-t-il pénétré sous les hautes vo</w:t>
      </w:r>
      <w:r w:rsidRPr="00DA4E77">
        <w:t>û</w:t>
      </w:r>
      <w:r w:rsidRPr="00DA4E77">
        <w:t>tes du péristyle</w:t>
      </w:r>
      <w:r w:rsidR="00276CCE">
        <w:t xml:space="preserve">, </w:t>
      </w:r>
      <w:r w:rsidRPr="00DA4E77">
        <w:t>qu</w:t>
      </w:r>
      <w:r w:rsidR="00276CCE">
        <w:t>’</w:t>
      </w:r>
      <w:r w:rsidRPr="00DA4E77">
        <w:t>un cri strident retentit à travers les colonnes</w:t>
      </w:r>
      <w:r w:rsidR="00276CCE">
        <w:t xml:space="preserve">. </w:t>
      </w:r>
      <w:r w:rsidRPr="00DA4E77">
        <w:t>C</w:t>
      </w:r>
      <w:r w:rsidR="00276CCE">
        <w:t>’</w:t>
      </w:r>
      <w:r w:rsidRPr="00DA4E77">
        <w:t xml:space="preserve">est </w:t>
      </w:r>
      <w:proofErr w:type="spellStart"/>
      <w:r w:rsidRPr="00DA4E77">
        <w:t>Melléna</w:t>
      </w:r>
      <w:proofErr w:type="spellEnd"/>
      <w:r w:rsidRPr="00DA4E77">
        <w:t xml:space="preserve"> qu</w:t>
      </w:r>
      <w:r w:rsidR="00276CCE">
        <w:t>’</w:t>
      </w:r>
      <w:r w:rsidRPr="00DA4E77">
        <w:t>entraînent ses compagnes</w:t>
      </w:r>
      <w:r w:rsidR="00276CCE">
        <w:t xml:space="preserve">, </w:t>
      </w:r>
      <w:r w:rsidRPr="00DA4E77">
        <w:t>et qui</w:t>
      </w:r>
      <w:r w:rsidR="00276CCE">
        <w:t xml:space="preserve">, </w:t>
      </w:r>
      <w:r w:rsidRPr="00DA4E77">
        <w:t>la lèvre bla</w:t>
      </w:r>
      <w:r w:rsidRPr="00DA4E77">
        <w:t>n</w:t>
      </w:r>
      <w:r w:rsidRPr="00DA4E77">
        <w:t>che d</w:t>
      </w:r>
      <w:r w:rsidR="00276CCE">
        <w:t>’</w:t>
      </w:r>
      <w:r w:rsidRPr="00DA4E77">
        <w:t>écume</w:t>
      </w:r>
      <w:r w:rsidR="00276CCE">
        <w:t xml:space="preserve">, </w:t>
      </w:r>
      <w:r w:rsidRPr="00DA4E77">
        <w:t>se débat entre les bras des femmes qui ont peine à la maîtriser</w:t>
      </w:r>
      <w:r w:rsidR="00276CCE">
        <w:t xml:space="preserve">. </w:t>
      </w:r>
      <w:r w:rsidRPr="00DA4E77">
        <w:t>Quelques jeunes gens veulent qu</w:t>
      </w:r>
      <w:r w:rsidR="00276CCE">
        <w:t>’</w:t>
      </w:r>
      <w:r w:rsidRPr="00DA4E77">
        <w:t>on enferme l</w:t>
      </w:r>
      <w:r w:rsidR="00276CCE">
        <w:t>’</w:t>
      </w:r>
      <w:r w:rsidRPr="00DA4E77">
        <w:t xml:space="preserve">épouse de </w:t>
      </w:r>
      <w:proofErr w:type="spellStart"/>
      <w:r w:rsidRPr="00DA4E77">
        <w:t>Guitché</w:t>
      </w:r>
      <w:proofErr w:type="spellEnd"/>
      <w:r w:rsidR="00276CCE">
        <w:t>.</w:t>
      </w:r>
    </w:p>
    <w:p w14:paraId="2CE6B124" w14:textId="77777777" w:rsidR="00276CCE" w:rsidRDefault="00276CCE" w:rsidP="002A4158">
      <w:r>
        <w:t>— </w:t>
      </w:r>
      <w:r w:rsidR="002A4158" w:rsidRPr="00DA4E77">
        <w:t>Laissez passer la haine en délire</w:t>
      </w:r>
      <w:r>
        <w:t xml:space="preserve">, </w:t>
      </w:r>
      <w:r w:rsidR="002A4158" w:rsidRPr="00DA4E77">
        <w:t xml:space="preserve">leur répond </w:t>
      </w:r>
      <w:proofErr w:type="spellStart"/>
      <w:r w:rsidR="002A4158" w:rsidRPr="00DA4E77">
        <w:t>Knephao</w:t>
      </w:r>
      <w:proofErr w:type="spellEnd"/>
      <w:r>
        <w:t xml:space="preserve">. </w:t>
      </w:r>
      <w:r w:rsidR="002A4158" w:rsidRPr="00DA4E77">
        <w:t>Elle est impuissante contre la volonté des dieux</w:t>
      </w:r>
      <w:r>
        <w:t>.</w:t>
      </w:r>
    </w:p>
    <w:p w14:paraId="470C0575" w14:textId="77777777" w:rsidR="00276CCE" w:rsidRDefault="00276CCE" w:rsidP="002A4158">
      <w:r>
        <w:t>— </w:t>
      </w:r>
      <w:r w:rsidR="002A4158" w:rsidRPr="00DA4E77">
        <w:t>Impuissante</w:t>
      </w:r>
      <w:r>
        <w:t xml:space="preserve"> ! </w:t>
      </w:r>
      <w:r w:rsidR="002A4158" w:rsidRPr="00DA4E77">
        <w:t xml:space="preserve">rugit </w:t>
      </w:r>
      <w:proofErr w:type="spellStart"/>
      <w:r w:rsidR="002A4158" w:rsidRPr="00DA4E77">
        <w:t>Melléna</w:t>
      </w:r>
      <w:proofErr w:type="spellEnd"/>
      <w:r>
        <w:t xml:space="preserve">, </w:t>
      </w:r>
      <w:r w:rsidR="002A4158" w:rsidRPr="00DA4E77">
        <w:t>ranimée par la colère</w:t>
      </w:r>
      <w:r>
        <w:t xml:space="preserve">, </w:t>
      </w:r>
      <w:r w:rsidR="002A4158" w:rsidRPr="00DA4E77">
        <w:t>et qui</w:t>
      </w:r>
      <w:r>
        <w:t xml:space="preserve">, </w:t>
      </w:r>
      <w:r w:rsidR="002A4158" w:rsidRPr="00DA4E77">
        <w:t>debout</w:t>
      </w:r>
      <w:r>
        <w:t xml:space="preserve">, </w:t>
      </w:r>
      <w:r w:rsidR="002A4158" w:rsidRPr="00DA4E77">
        <w:t>échevelée</w:t>
      </w:r>
      <w:r>
        <w:t xml:space="preserve">, </w:t>
      </w:r>
      <w:r w:rsidR="002A4158" w:rsidRPr="00DA4E77">
        <w:t>se raidit contre le mal</w:t>
      </w:r>
      <w:r>
        <w:t xml:space="preserve">. </w:t>
      </w:r>
      <w:r w:rsidR="002A4158" w:rsidRPr="00DA4E77">
        <w:t>Impuissante</w:t>
      </w:r>
      <w:r>
        <w:t xml:space="preserve">, </w:t>
      </w:r>
      <w:r w:rsidR="002A4158" w:rsidRPr="00DA4E77">
        <w:t>tu dis</w:t>
      </w:r>
      <w:r>
        <w:t xml:space="preserve"> ? </w:t>
      </w:r>
      <w:r w:rsidR="002A4158" w:rsidRPr="00DA4E77">
        <w:t>Naïf guerrier</w:t>
      </w:r>
      <w:r>
        <w:t xml:space="preserve">, </w:t>
      </w:r>
      <w:r w:rsidR="002A4158" w:rsidRPr="00DA4E77">
        <w:t>qui te crois fort pour une pauvre heure de vi</w:t>
      </w:r>
      <w:r w:rsidR="002A4158" w:rsidRPr="00DA4E77">
        <w:t>c</w:t>
      </w:r>
      <w:r w:rsidR="002A4158" w:rsidRPr="00DA4E77">
        <w:t>toire</w:t>
      </w:r>
      <w:r>
        <w:t xml:space="preserve"> ! </w:t>
      </w:r>
      <w:r w:rsidR="002A4158" w:rsidRPr="00DA4E77">
        <w:t>Ah</w:t>
      </w:r>
      <w:r>
        <w:t xml:space="preserve"> ! </w:t>
      </w:r>
      <w:r w:rsidR="002A4158" w:rsidRPr="00DA4E77">
        <w:t>mes maîtres</w:t>
      </w:r>
      <w:r>
        <w:t xml:space="preserve">, </w:t>
      </w:r>
      <w:r w:rsidR="002A4158" w:rsidRPr="00DA4E77">
        <w:t>vous croyez au retour du héros</w:t>
      </w:r>
      <w:r>
        <w:t xml:space="preserve"> ? </w:t>
      </w:r>
      <w:r w:rsidR="002A4158" w:rsidRPr="00DA4E77">
        <w:t>Bie</w:t>
      </w:r>
      <w:r w:rsidR="002A4158" w:rsidRPr="00DA4E77">
        <w:t>n</w:t>
      </w:r>
      <w:r w:rsidR="002A4158" w:rsidRPr="00DA4E77">
        <w:t>tôt les flots verts de Gadès seront rouges du sang d</w:t>
      </w:r>
      <w:r>
        <w:t>’</w:t>
      </w:r>
      <w:proofErr w:type="spellStart"/>
      <w:r w:rsidR="002A4158" w:rsidRPr="00DA4E77">
        <w:t>Hellas</w:t>
      </w:r>
      <w:proofErr w:type="spellEnd"/>
      <w:r>
        <w:t xml:space="preserve">, </w:t>
      </w:r>
      <w:r w:rsidR="002A4158" w:rsidRPr="00DA4E77">
        <w:t>comme le port d</w:t>
      </w:r>
      <w:r>
        <w:t>’</w:t>
      </w:r>
      <w:r w:rsidR="002A4158" w:rsidRPr="00DA4E77">
        <w:t>Atlantis sera plus tard rouge du vôtre</w:t>
      </w:r>
      <w:r>
        <w:t xml:space="preserve"> ! </w:t>
      </w:r>
      <w:r w:rsidR="002A4158" w:rsidRPr="00DA4E77">
        <w:t>Chantez et riez ce soir</w:t>
      </w:r>
      <w:r>
        <w:t xml:space="preserve">, </w:t>
      </w:r>
      <w:r w:rsidR="002A4158" w:rsidRPr="00DA4E77">
        <w:t>car votre heure approche</w:t>
      </w:r>
      <w:r>
        <w:t xml:space="preserve">… </w:t>
      </w:r>
      <w:r w:rsidR="002A4158" w:rsidRPr="00DA4E77">
        <w:t>Ce soir</w:t>
      </w:r>
      <w:r>
        <w:t xml:space="preserve">, </w:t>
      </w:r>
      <w:r w:rsidR="002A4158" w:rsidRPr="00DA4E77">
        <w:t>la fête vous acclame</w:t>
      </w:r>
      <w:r>
        <w:t xml:space="preserve"> ! </w:t>
      </w:r>
      <w:r w:rsidR="002A4158" w:rsidRPr="00DA4E77">
        <w:t>Demain</w:t>
      </w:r>
      <w:r>
        <w:t xml:space="preserve">, </w:t>
      </w:r>
      <w:r w:rsidR="002A4158" w:rsidRPr="00DA4E77">
        <w:t>demain</w:t>
      </w:r>
      <w:r>
        <w:t xml:space="preserve">, </w:t>
      </w:r>
      <w:r w:rsidR="002A4158" w:rsidRPr="00DA4E77">
        <w:t>elle nous acclamera</w:t>
      </w:r>
      <w:r>
        <w:t> !</w:t>
      </w:r>
    </w:p>
    <w:p w14:paraId="59E4D33E" w14:textId="77777777" w:rsidR="00276CCE" w:rsidRDefault="002A4158" w:rsidP="002A4158">
      <w:r w:rsidRPr="00DA4E77">
        <w:t>Et</w:t>
      </w:r>
      <w:r w:rsidR="00276CCE">
        <w:t xml:space="preserve">, </w:t>
      </w:r>
      <w:r w:rsidRPr="00DA4E77">
        <w:t>secouée par une nouvelle crise de nerfs</w:t>
      </w:r>
      <w:r w:rsidR="00276CCE">
        <w:t xml:space="preserve">, </w:t>
      </w:r>
      <w:proofErr w:type="spellStart"/>
      <w:r w:rsidRPr="00DA4E77">
        <w:t>Melléna</w:t>
      </w:r>
      <w:proofErr w:type="spellEnd"/>
      <w:r w:rsidRPr="00DA4E77">
        <w:t xml:space="preserve"> r</w:t>
      </w:r>
      <w:r w:rsidRPr="00DA4E77">
        <w:t>e</w:t>
      </w:r>
      <w:r w:rsidRPr="00DA4E77">
        <w:t>tombe en arrière</w:t>
      </w:r>
      <w:r w:rsidR="00276CCE">
        <w:t>.</w:t>
      </w:r>
    </w:p>
    <w:p w14:paraId="31834BB1" w14:textId="77777777" w:rsidR="00276CCE" w:rsidRDefault="00276CCE" w:rsidP="002A4158">
      <w:r>
        <w:t>— </w:t>
      </w:r>
      <w:r w:rsidR="002A4158" w:rsidRPr="00DA4E77">
        <w:t>Pauvre femme</w:t>
      </w:r>
      <w:r>
        <w:t xml:space="preserve"> ! </w:t>
      </w:r>
      <w:r w:rsidR="002A4158" w:rsidRPr="00DA4E77">
        <w:t xml:space="preserve">murmure </w:t>
      </w:r>
      <w:proofErr w:type="spellStart"/>
      <w:r w:rsidR="002A4158" w:rsidRPr="00DA4E77">
        <w:t>Hermos</w:t>
      </w:r>
      <w:proofErr w:type="spellEnd"/>
      <w:r>
        <w:t xml:space="preserve">, </w:t>
      </w:r>
      <w:r w:rsidR="002A4158" w:rsidRPr="00DA4E77">
        <w:t>l</w:t>
      </w:r>
      <w:r>
        <w:t>’</w:t>
      </w:r>
      <w:r w:rsidR="002A4158" w:rsidRPr="00DA4E77">
        <w:t>échec de son mari la rend folle</w:t>
      </w:r>
      <w:r>
        <w:t> !</w:t>
      </w:r>
    </w:p>
    <w:p w14:paraId="1500AF26" w14:textId="77777777" w:rsidR="00276CCE" w:rsidRDefault="00276CCE" w:rsidP="002A4158">
      <w:r>
        <w:t>— </w:t>
      </w:r>
      <w:r w:rsidR="002A4158" w:rsidRPr="00DA4E77">
        <w:t>Pas folle</w:t>
      </w:r>
      <w:r>
        <w:t xml:space="preserve">, </w:t>
      </w:r>
      <w:proofErr w:type="spellStart"/>
      <w:r w:rsidR="002A4158" w:rsidRPr="00DA4E77">
        <w:t>Hermos</w:t>
      </w:r>
      <w:proofErr w:type="spellEnd"/>
      <w:r>
        <w:t xml:space="preserve">, </w:t>
      </w:r>
      <w:r w:rsidR="002A4158" w:rsidRPr="00DA4E77">
        <w:t xml:space="preserve">réplique </w:t>
      </w:r>
      <w:proofErr w:type="spellStart"/>
      <w:r w:rsidR="002A4158" w:rsidRPr="00DA4E77">
        <w:t>Knephao</w:t>
      </w:r>
      <w:proofErr w:type="spellEnd"/>
      <w:r>
        <w:t xml:space="preserve">, </w:t>
      </w:r>
      <w:r w:rsidR="002A4158" w:rsidRPr="00DA4E77">
        <w:t>mais par hasard</w:t>
      </w:r>
      <w:r>
        <w:t xml:space="preserve">, </w:t>
      </w:r>
      <w:r w:rsidR="002A4158" w:rsidRPr="00DA4E77">
        <w:t>sincère</w:t>
      </w:r>
      <w:r>
        <w:t xml:space="preserve"> ! </w:t>
      </w:r>
      <w:r w:rsidR="002A4158" w:rsidRPr="00DA4E77">
        <w:t>Veillons sur la ville et sur nous</w:t>
      </w:r>
      <w:r>
        <w:t>.</w:t>
      </w:r>
    </w:p>
    <w:p w14:paraId="3C8927EE" w14:textId="77777777" w:rsidR="00276CCE" w:rsidRDefault="00276CCE" w:rsidP="002A4158">
      <w:r>
        <w:t xml:space="preserve">… </w:t>
      </w:r>
      <w:r w:rsidR="002A4158" w:rsidRPr="00DA4E77">
        <w:t>Pourtant</w:t>
      </w:r>
      <w:r>
        <w:t xml:space="preserve">, </w:t>
      </w:r>
      <w:r w:rsidR="002A4158" w:rsidRPr="00DA4E77">
        <w:t>comme on peut craindre l</w:t>
      </w:r>
      <w:r>
        <w:t>’</w:t>
      </w:r>
      <w:r w:rsidR="002A4158" w:rsidRPr="00DA4E77">
        <w:t>exaspération du peuple</w:t>
      </w:r>
      <w:r>
        <w:t xml:space="preserve">, </w:t>
      </w:r>
      <w:r w:rsidR="002A4158" w:rsidRPr="00DA4E77">
        <w:t>l</w:t>
      </w:r>
      <w:r>
        <w:t>’</w:t>
      </w:r>
      <w:r w:rsidR="002A4158" w:rsidRPr="00DA4E77">
        <w:t>Égyptien</w:t>
      </w:r>
      <w:r>
        <w:t xml:space="preserve">, </w:t>
      </w:r>
      <w:r w:rsidR="002A4158" w:rsidRPr="00DA4E77">
        <w:t>lui-même</w:t>
      </w:r>
      <w:r>
        <w:t xml:space="preserve">, </w:t>
      </w:r>
      <w:r w:rsidR="002A4158" w:rsidRPr="00DA4E77">
        <w:t>prend dans ses bras robustes le corps frémissant de son ennemie</w:t>
      </w:r>
      <w:r>
        <w:t xml:space="preserve"> ; </w:t>
      </w:r>
      <w:r w:rsidR="002A4158" w:rsidRPr="00DA4E77">
        <w:t>puis</w:t>
      </w:r>
      <w:r>
        <w:t xml:space="preserve">, </w:t>
      </w:r>
      <w:r w:rsidR="002A4158" w:rsidRPr="00DA4E77">
        <w:t>l</w:t>
      </w:r>
      <w:r>
        <w:t>’</w:t>
      </w:r>
      <w:r w:rsidR="002A4158" w:rsidRPr="00DA4E77">
        <w:t xml:space="preserve">emportant dans la </w:t>
      </w:r>
      <w:r w:rsidR="002A4158" w:rsidRPr="00DA4E77">
        <w:lastRenderedPageBreak/>
        <w:t>cour intérieure</w:t>
      </w:r>
      <w:r>
        <w:t xml:space="preserve">, </w:t>
      </w:r>
      <w:r w:rsidR="002A4158" w:rsidRPr="00DA4E77">
        <w:t>il commande aux gardiens des voitures d</w:t>
      </w:r>
      <w:r>
        <w:t>’</w:t>
      </w:r>
      <w:r w:rsidR="002A4158" w:rsidRPr="00DA4E77">
        <w:t xml:space="preserve">emmener </w:t>
      </w:r>
      <w:proofErr w:type="spellStart"/>
      <w:r w:rsidR="002A4158" w:rsidRPr="00DA4E77">
        <w:t>Melléna</w:t>
      </w:r>
      <w:proofErr w:type="spellEnd"/>
      <w:r w:rsidR="002A4158" w:rsidRPr="00DA4E77">
        <w:t xml:space="preserve"> vers la maison de </w:t>
      </w:r>
      <w:proofErr w:type="spellStart"/>
      <w:r w:rsidR="002A4158" w:rsidRPr="00DA4E77">
        <w:t>Guitché</w:t>
      </w:r>
      <w:proofErr w:type="spellEnd"/>
      <w:r>
        <w:t xml:space="preserve">. </w:t>
      </w:r>
      <w:r w:rsidR="002A4158" w:rsidRPr="00DA4E77">
        <w:t xml:space="preserve">Mais </w:t>
      </w:r>
      <w:proofErr w:type="spellStart"/>
      <w:r w:rsidR="002A4158" w:rsidRPr="00DA4E77">
        <w:t>Hermos</w:t>
      </w:r>
      <w:proofErr w:type="spellEnd"/>
      <w:r>
        <w:t xml:space="preserve">, </w:t>
      </w:r>
      <w:r w:rsidR="002A4158" w:rsidRPr="00DA4E77">
        <w:t>silencieux</w:t>
      </w:r>
      <w:r>
        <w:t xml:space="preserve">, </w:t>
      </w:r>
      <w:r w:rsidR="002A4158" w:rsidRPr="00DA4E77">
        <w:t>s</w:t>
      </w:r>
      <w:r>
        <w:t>’</w:t>
      </w:r>
      <w:r w:rsidR="002A4158" w:rsidRPr="00DA4E77">
        <w:t>écartant de ses amis</w:t>
      </w:r>
      <w:r>
        <w:t xml:space="preserve">, </w:t>
      </w:r>
      <w:r w:rsidR="002A4158" w:rsidRPr="00DA4E77">
        <w:t>monte jusqu</w:t>
      </w:r>
      <w:r>
        <w:t>’</w:t>
      </w:r>
      <w:r w:rsidR="002A4158" w:rsidRPr="00DA4E77">
        <w:t>au balcon où flottent encore des parfums de fleurs</w:t>
      </w:r>
      <w:r>
        <w:t xml:space="preserve">. </w:t>
      </w:r>
      <w:r w:rsidR="002A4158" w:rsidRPr="00DA4E77">
        <w:t>Au loin</w:t>
      </w:r>
      <w:r>
        <w:t xml:space="preserve">, </w:t>
      </w:r>
      <w:r w:rsidR="002A4158" w:rsidRPr="00DA4E77">
        <w:t>la mer immense sourit sous les rames des barques illuminées</w:t>
      </w:r>
      <w:r>
        <w:t xml:space="preserve">. </w:t>
      </w:r>
      <w:r w:rsidR="002A4158" w:rsidRPr="00DA4E77">
        <w:t>De la ville re</w:t>
      </w:r>
      <w:r w:rsidR="002A4158" w:rsidRPr="00DA4E77">
        <w:t>s</w:t>
      </w:r>
      <w:r w:rsidR="002A4158" w:rsidRPr="00DA4E77">
        <w:t>plendissante montent des sons de lyre et des échos de danses</w:t>
      </w:r>
      <w:r>
        <w:t xml:space="preserve">. </w:t>
      </w:r>
      <w:proofErr w:type="spellStart"/>
      <w:r w:rsidR="002A4158" w:rsidRPr="00DA4E77">
        <w:t>Hermos</w:t>
      </w:r>
      <w:proofErr w:type="spellEnd"/>
      <w:r w:rsidR="002A4158" w:rsidRPr="00DA4E77">
        <w:t xml:space="preserve"> n</w:t>
      </w:r>
      <w:r>
        <w:t>’</w:t>
      </w:r>
      <w:r w:rsidR="002A4158" w:rsidRPr="00DA4E77">
        <w:t>aperçoit ni la cité radieuse</w:t>
      </w:r>
      <w:r>
        <w:t xml:space="preserve">, </w:t>
      </w:r>
      <w:r w:rsidR="002A4158" w:rsidRPr="00DA4E77">
        <w:t>ni la mer fleurie de reflets ondoyants</w:t>
      </w:r>
      <w:r>
        <w:t xml:space="preserve"> ; </w:t>
      </w:r>
      <w:r w:rsidR="002A4158" w:rsidRPr="00DA4E77">
        <w:t>il regarde bien loin</w:t>
      </w:r>
      <w:r>
        <w:t xml:space="preserve">, </w:t>
      </w:r>
      <w:r w:rsidR="002A4158" w:rsidRPr="00DA4E77">
        <w:t>là-bas</w:t>
      </w:r>
      <w:r>
        <w:t xml:space="preserve">, </w:t>
      </w:r>
      <w:r w:rsidR="002A4158" w:rsidRPr="00DA4E77">
        <w:t>à l</w:t>
      </w:r>
      <w:r>
        <w:t>’</w:t>
      </w:r>
      <w:r w:rsidR="002A4158" w:rsidRPr="00DA4E77">
        <w:t>horizon</w:t>
      </w:r>
      <w:r>
        <w:t xml:space="preserve">, </w:t>
      </w:r>
      <w:r w:rsidR="002A4158" w:rsidRPr="00DA4E77">
        <w:t>et il attend des choses inconnues</w:t>
      </w:r>
      <w:r>
        <w:t xml:space="preserve">. </w:t>
      </w:r>
      <w:r w:rsidR="002A4158" w:rsidRPr="00DA4E77">
        <w:t>Alors</w:t>
      </w:r>
      <w:r>
        <w:t xml:space="preserve">, </w:t>
      </w:r>
      <w:r w:rsidR="002A4158" w:rsidRPr="00DA4E77">
        <w:t>tandis qu</w:t>
      </w:r>
      <w:r>
        <w:t>’</w:t>
      </w:r>
      <w:r w:rsidR="002A4158" w:rsidRPr="00DA4E77">
        <w:t>un voile humide passe sur ses yeux</w:t>
      </w:r>
      <w:r>
        <w:t xml:space="preserve">, </w:t>
      </w:r>
      <w:r w:rsidR="002A4158" w:rsidRPr="00DA4E77">
        <w:t xml:space="preserve">le poète </w:t>
      </w:r>
      <w:proofErr w:type="spellStart"/>
      <w:r w:rsidR="002A4158" w:rsidRPr="00DA4E77">
        <w:t>Hermos</w:t>
      </w:r>
      <w:proofErr w:type="spellEnd"/>
      <w:r>
        <w:t xml:space="preserve">, </w:t>
      </w:r>
      <w:r w:rsidR="002A4158" w:rsidRPr="00DA4E77">
        <w:t>Prince des Apôtres</w:t>
      </w:r>
      <w:r>
        <w:t xml:space="preserve">, </w:t>
      </w:r>
      <w:r w:rsidR="002A4158" w:rsidRPr="00DA4E77">
        <w:t>croit voir</w:t>
      </w:r>
      <w:r>
        <w:t xml:space="preserve">, </w:t>
      </w:r>
      <w:r w:rsidR="002A4158" w:rsidRPr="00DA4E77">
        <w:t>vers un ciel invisible</w:t>
      </w:r>
      <w:r>
        <w:t xml:space="preserve">, </w:t>
      </w:r>
      <w:r w:rsidR="002A4158" w:rsidRPr="00DA4E77">
        <w:t>s</w:t>
      </w:r>
      <w:r>
        <w:t>’</w:t>
      </w:r>
      <w:r w:rsidR="002A4158" w:rsidRPr="00DA4E77">
        <w:t>élever</w:t>
      </w:r>
      <w:r>
        <w:t xml:space="preserve">, </w:t>
      </w:r>
      <w:r w:rsidR="002A4158" w:rsidRPr="00DA4E77">
        <w:t>du cœur de l</w:t>
      </w:r>
      <w:r>
        <w:t>’</w:t>
      </w:r>
      <w:r w:rsidR="002A4158" w:rsidRPr="00DA4E77">
        <w:t>Empire</w:t>
      </w:r>
      <w:r>
        <w:t xml:space="preserve">, </w:t>
      </w:r>
      <w:r w:rsidR="002A4158" w:rsidRPr="00DA4E77">
        <w:t>les lourds nuages des passions accumulées</w:t>
      </w:r>
      <w:r>
        <w:t>…</w:t>
      </w:r>
    </w:p>
    <w:p w14:paraId="2524E999" w14:textId="564BFF2C" w:rsidR="002A4158" w:rsidRPr="00DA4E77" w:rsidRDefault="002A4158" w:rsidP="00276CCE">
      <w:pPr>
        <w:pStyle w:val="Titre1"/>
      </w:pPr>
      <w:bookmarkStart w:id="11" w:name="_Toc194841997"/>
      <w:r w:rsidRPr="00DA4E77">
        <w:lastRenderedPageBreak/>
        <w:t>DEUXIÈME JOURNÉE</w:t>
      </w:r>
      <w:r w:rsidRPr="00DA4E77">
        <w:br/>
      </w:r>
      <w:r w:rsidRPr="00DA4E77">
        <w:br/>
      </w:r>
      <w:smartTag w:uri="urn:schemas-microsoft-com:office:smarttags" w:element="PersonName">
        <w:smartTagPr>
          <w:attr w:name="ProductID" w:val="LA FￊTE DES EAUX"/>
        </w:smartTagPr>
        <w:r w:rsidRPr="00DA4E77">
          <w:t>LA FÊTE DES EAUX</w:t>
        </w:r>
      </w:smartTag>
      <w:bookmarkEnd w:id="11"/>
    </w:p>
    <w:p w14:paraId="0571A7FC" w14:textId="77777777" w:rsidR="00276CCE" w:rsidRDefault="002A4158" w:rsidP="00734989">
      <w:pPr>
        <w:pStyle w:val="Droite"/>
        <w:spacing w:before="0" w:after="0"/>
        <w:rPr>
          <w:i/>
        </w:rPr>
      </w:pPr>
      <w:r w:rsidRPr="00734989">
        <w:rPr>
          <w:i/>
        </w:rPr>
        <w:t>Tu ne seras plus homme</w:t>
      </w:r>
      <w:r w:rsidR="00276CCE">
        <w:rPr>
          <w:i/>
        </w:rPr>
        <w:t>,</w:t>
      </w:r>
    </w:p>
    <w:p w14:paraId="3F552BB8" w14:textId="77777777" w:rsidR="00276CCE" w:rsidRDefault="002A4158" w:rsidP="00734989">
      <w:pPr>
        <w:pStyle w:val="Droite"/>
        <w:spacing w:before="0" w:after="0"/>
        <w:rPr>
          <w:i/>
        </w:rPr>
      </w:pPr>
      <w:r w:rsidRPr="00734989">
        <w:rPr>
          <w:i/>
        </w:rPr>
        <w:t>Tu ne seras pas dieu</w:t>
      </w:r>
      <w:r w:rsidR="00276CCE">
        <w:rPr>
          <w:i/>
        </w:rPr>
        <w:t>.</w:t>
      </w:r>
    </w:p>
    <w:p w14:paraId="6DBE3F16" w14:textId="77777777" w:rsidR="00276CCE" w:rsidRDefault="00276CCE" w:rsidP="00276CCE">
      <w:pPr>
        <w:pStyle w:val="Titre2"/>
        <w:rPr>
          <w:i/>
        </w:rPr>
      </w:pPr>
      <w:bookmarkStart w:id="12" w:name="_Toc194841998"/>
      <w:r w:rsidRPr="00DA4E77">
        <w:lastRenderedPageBreak/>
        <w:t>Scène</w:t>
      </w:r>
      <w:r>
        <w:t> </w:t>
      </w:r>
      <w:r w:rsidRPr="00DA4E77">
        <w:t>I</w:t>
      </w:r>
      <w:r>
        <w:t xml:space="preserve">. – </w:t>
      </w:r>
      <w:r w:rsidR="002A4158" w:rsidRPr="00DA4E77">
        <w:rPr>
          <w:i/>
        </w:rPr>
        <w:t>L</w:t>
      </w:r>
      <w:r>
        <w:rPr>
          <w:i/>
        </w:rPr>
        <w:t>’</w:t>
      </w:r>
      <w:r w:rsidR="002A4158" w:rsidRPr="00DA4E77">
        <w:rPr>
          <w:i/>
        </w:rPr>
        <w:t>Île de Pourpre</w:t>
      </w:r>
      <w:r>
        <w:rPr>
          <w:i/>
        </w:rPr>
        <w:t>.</w:t>
      </w:r>
      <w:bookmarkEnd w:id="12"/>
    </w:p>
    <w:p w14:paraId="7BBA1C71" w14:textId="77777777" w:rsidR="00276CCE" w:rsidRDefault="002A4158" w:rsidP="002A4158">
      <w:r w:rsidRPr="00DA4E77">
        <w:t>L</w:t>
      </w:r>
      <w:r w:rsidR="00276CCE">
        <w:t>’</w:t>
      </w:r>
      <w:r w:rsidRPr="00DA4E77">
        <w:t xml:space="preserve">heure de la </w:t>
      </w:r>
      <w:proofErr w:type="spellStart"/>
      <w:r w:rsidRPr="00DA4E77">
        <w:t>mi-nuit</w:t>
      </w:r>
      <w:proofErr w:type="spellEnd"/>
      <w:r w:rsidRPr="00DA4E77">
        <w:t xml:space="preserve"> tinte aux coupoles des palais</w:t>
      </w:r>
      <w:r w:rsidR="00276CCE">
        <w:t xml:space="preserve">, </w:t>
      </w:r>
      <w:r w:rsidRPr="00DA4E77">
        <w:t>et</w:t>
      </w:r>
      <w:r w:rsidR="00276CCE">
        <w:t xml:space="preserve">, </w:t>
      </w:r>
      <w:r w:rsidRPr="00DA4E77">
        <w:t>se reposant de presqu</w:t>
      </w:r>
      <w:r w:rsidR="00276CCE">
        <w:t>’</w:t>
      </w:r>
      <w:r w:rsidRPr="00DA4E77">
        <w:t>île en presqu</w:t>
      </w:r>
      <w:r w:rsidR="00276CCE">
        <w:t>’</w:t>
      </w:r>
      <w:r w:rsidRPr="00DA4E77">
        <w:t>île</w:t>
      </w:r>
      <w:r w:rsidR="00276CCE">
        <w:t xml:space="preserve">, </w:t>
      </w:r>
      <w:r w:rsidRPr="00DA4E77">
        <w:t>sur toute la largeur de l</w:t>
      </w:r>
      <w:r w:rsidR="00276CCE">
        <w:t>’</w:t>
      </w:r>
      <w:r w:rsidRPr="00DA4E77">
        <w:t>immense cité</w:t>
      </w:r>
      <w:r w:rsidR="00276CCE">
        <w:t xml:space="preserve">, </w:t>
      </w:r>
      <w:r w:rsidRPr="00DA4E77">
        <w:t>les timbres cristallins remplissent l</w:t>
      </w:r>
      <w:r w:rsidR="00276CCE">
        <w:t>’</w:t>
      </w:r>
      <w:r w:rsidRPr="00DA4E77">
        <w:t>air de vibr</w:t>
      </w:r>
      <w:r w:rsidRPr="00DA4E77">
        <w:t>a</w:t>
      </w:r>
      <w:r w:rsidRPr="00DA4E77">
        <w:t>tions rebondissantes</w:t>
      </w:r>
      <w:r w:rsidR="00276CCE">
        <w:t>.</w:t>
      </w:r>
    </w:p>
    <w:p w14:paraId="55144B9B" w14:textId="77777777" w:rsidR="00276CCE" w:rsidRDefault="002A4158" w:rsidP="002A4158">
      <w:r w:rsidRPr="00DA4E77">
        <w:t>Sur la terrasse de l</w:t>
      </w:r>
      <w:r w:rsidR="00276CCE">
        <w:t>’</w:t>
      </w:r>
      <w:r w:rsidRPr="00DA4E77">
        <w:t>Île de Pourpre</w:t>
      </w:r>
      <w:r w:rsidR="00276CCE">
        <w:t xml:space="preserve">, </w:t>
      </w:r>
      <w:r w:rsidRPr="00DA4E77">
        <w:t>qui domine la mer</w:t>
      </w:r>
      <w:r w:rsidR="00276CCE">
        <w:t xml:space="preserve">, </w:t>
      </w:r>
      <w:r w:rsidRPr="00DA4E77">
        <w:t>les artistes atlantes et leurs convives s</w:t>
      </w:r>
      <w:r w:rsidR="00276CCE">
        <w:t>’</w:t>
      </w:r>
      <w:r w:rsidRPr="00DA4E77">
        <w:t>exaltent et chantent dans l</w:t>
      </w:r>
      <w:r w:rsidR="00276CCE">
        <w:t>’</w:t>
      </w:r>
      <w:r w:rsidRPr="00DA4E77">
        <w:t>allégresse commune du repas qui touche à sa fin</w:t>
      </w:r>
      <w:r w:rsidR="00276CCE">
        <w:t>.</w:t>
      </w:r>
    </w:p>
    <w:p w14:paraId="0FC146FD" w14:textId="77777777" w:rsidR="00276CCE" w:rsidRDefault="002A4158" w:rsidP="002A4158">
      <w:r w:rsidRPr="00DA4E77">
        <w:t>Somptueusement entretenus aux frais de l</w:t>
      </w:r>
      <w:r w:rsidR="00276CCE">
        <w:t>’</w:t>
      </w:r>
      <w:r w:rsidRPr="00DA4E77">
        <w:t>Empire même</w:t>
      </w:r>
      <w:r w:rsidR="00276CCE">
        <w:t xml:space="preserve">, </w:t>
      </w:r>
      <w:r w:rsidRPr="00DA4E77">
        <w:t>les artistes d</w:t>
      </w:r>
      <w:r w:rsidR="00276CCE">
        <w:t>’</w:t>
      </w:r>
      <w:r w:rsidRPr="00DA4E77">
        <w:t>Atlantis vivent à l</w:t>
      </w:r>
      <w:r w:rsidR="00276CCE">
        <w:t>’</w:t>
      </w:r>
      <w:r w:rsidRPr="00DA4E77">
        <w:t>écart des tumultes populaires</w:t>
      </w:r>
      <w:r w:rsidR="00276CCE">
        <w:t xml:space="preserve">, </w:t>
      </w:r>
      <w:r w:rsidRPr="00DA4E77">
        <w:t>dans la plus splendide des îles</w:t>
      </w:r>
      <w:r w:rsidR="00276CCE">
        <w:t xml:space="preserve">, </w:t>
      </w:r>
      <w:r w:rsidRPr="00DA4E77">
        <w:t>appelée de Pourpre à cause de ses fleurs éclatantes</w:t>
      </w:r>
      <w:r w:rsidR="00276CCE">
        <w:t xml:space="preserve">, </w:t>
      </w:r>
      <w:r w:rsidRPr="00DA4E77">
        <w:t>aux reflets de sang</w:t>
      </w:r>
      <w:r w:rsidR="00276CCE">
        <w:t xml:space="preserve">. </w:t>
      </w:r>
      <w:r w:rsidRPr="00DA4E77">
        <w:t>Cette île est une des dernières qu</w:t>
      </w:r>
      <w:r w:rsidR="00276CCE">
        <w:t>’</w:t>
      </w:r>
      <w:r w:rsidRPr="00DA4E77">
        <w:t>ait laissées intactes le génie dévorant des archite</w:t>
      </w:r>
      <w:r w:rsidRPr="00DA4E77">
        <w:t>c</w:t>
      </w:r>
      <w:r w:rsidRPr="00DA4E77">
        <w:t>tes dont la science hardie conquiert</w:t>
      </w:r>
      <w:r w:rsidR="00276CCE">
        <w:t xml:space="preserve">, </w:t>
      </w:r>
      <w:r w:rsidRPr="00DA4E77">
        <w:t>chaque lustre</w:t>
      </w:r>
      <w:r w:rsidR="00276CCE">
        <w:t xml:space="preserve">, </w:t>
      </w:r>
      <w:r w:rsidRPr="00DA4E77">
        <w:t>sur la mer obéissante</w:t>
      </w:r>
      <w:r w:rsidR="00276CCE">
        <w:t xml:space="preserve">, </w:t>
      </w:r>
      <w:r w:rsidRPr="00DA4E77">
        <w:t>un terrain propice à de nouveaux bâtiments</w:t>
      </w:r>
      <w:r w:rsidR="00276CCE">
        <w:t xml:space="preserve">. </w:t>
      </w:r>
      <w:r w:rsidRPr="00DA4E77">
        <w:t>Chaque génération voit s</w:t>
      </w:r>
      <w:r w:rsidR="00276CCE">
        <w:t>’</w:t>
      </w:r>
      <w:r w:rsidRPr="00DA4E77">
        <w:t>allonger l</w:t>
      </w:r>
      <w:r w:rsidR="00276CCE">
        <w:t>’</w:t>
      </w:r>
      <w:r w:rsidRPr="00DA4E77">
        <w:t>immense ville sur les flots</w:t>
      </w:r>
      <w:r w:rsidR="00276CCE">
        <w:t xml:space="preserve">, </w:t>
      </w:r>
      <w:r w:rsidRPr="00DA4E77">
        <w:t>car l</w:t>
      </w:r>
      <w:r w:rsidR="00276CCE">
        <w:t>’</w:t>
      </w:r>
      <w:r w:rsidRPr="00DA4E77">
        <w:t>orgueil des constructeurs atlantes voulut établir de larges j</w:t>
      </w:r>
      <w:r w:rsidRPr="00DA4E77">
        <w:t>e</w:t>
      </w:r>
      <w:r w:rsidRPr="00DA4E77">
        <w:t>tées entre toutes les îles jadis éparses autour d</w:t>
      </w:r>
      <w:r w:rsidR="00276CCE">
        <w:t>’</w:t>
      </w:r>
      <w:r w:rsidRPr="00DA4E77">
        <w:t>Atlantis</w:t>
      </w:r>
      <w:r w:rsidR="00276CCE">
        <w:t xml:space="preserve">, </w:t>
      </w:r>
      <w:r w:rsidRPr="00DA4E77">
        <w:t>et do</w:t>
      </w:r>
      <w:r w:rsidRPr="00DA4E77">
        <w:t>n</w:t>
      </w:r>
      <w:r w:rsidRPr="00DA4E77">
        <w:t>ner ainsi à l</w:t>
      </w:r>
      <w:r w:rsidR="00276CCE">
        <w:t>’</w:t>
      </w:r>
      <w:r w:rsidRPr="00DA4E77">
        <w:t>énorme métropole l</w:t>
      </w:r>
      <w:r w:rsidR="00276CCE">
        <w:t>’</w:t>
      </w:r>
      <w:r w:rsidRPr="00DA4E77">
        <w:t>aspect d</w:t>
      </w:r>
      <w:r w:rsidR="00276CCE">
        <w:t>’</w:t>
      </w:r>
      <w:r w:rsidRPr="00DA4E77">
        <w:t>une hydre géante</w:t>
      </w:r>
      <w:r w:rsidR="00276CCE">
        <w:t xml:space="preserve">, </w:t>
      </w:r>
      <w:r w:rsidRPr="00DA4E77">
        <w:t>étendant sur les flots sept presqu</w:t>
      </w:r>
      <w:r w:rsidR="00276CCE">
        <w:t>’</w:t>
      </w:r>
      <w:r w:rsidRPr="00DA4E77">
        <w:t>îles sinueuses</w:t>
      </w:r>
      <w:r w:rsidR="00276CCE">
        <w:t xml:space="preserve">, </w:t>
      </w:r>
      <w:r w:rsidRPr="00DA4E77">
        <w:t>pareilles à sept longs cous tordus</w:t>
      </w:r>
      <w:r w:rsidR="00276CCE">
        <w:t xml:space="preserve">. </w:t>
      </w:r>
      <w:r w:rsidRPr="00DA4E77">
        <w:t>Sept phares monumentaux se dressent</w:t>
      </w:r>
      <w:r w:rsidR="00276CCE">
        <w:t xml:space="preserve">, </w:t>
      </w:r>
      <w:r w:rsidRPr="00DA4E77">
        <w:t>le jour</w:t>
      </w:r>
      <w:r w:rsidR="00276CCE">
        <w:t xml:space="preserve">, </w:t>
      </w:r>
      <w:r w:rsidRPr="00DA4E77">
        <w:t>comme les sept têtes hautaines de la bête monstrueuse</w:t>
      </w:r>
      <w:r w:rsidR="00276CCE">
        <w:t xml:space="preserve">, </w:t>
      </w:r>
      <w:r w:rsidRPr="00DA4E77">
        <w:t>et resplendissent</w:t>
      </w:r>
      <w:r w:rsidR="00276CCE">
        <w:t xml:space="preserve">, </w:t>
      </w:r>
      <w:r w:rsidRPr="00DA4E77">
        <w:t>la nuit</w:t>
      </w:r>
      <w:r w:rsidR="00276CCE">
        <w:t xml:space="preserve">, </w:t>
      </w:r>
      <w:r w:rsidRPr="00DA4E77">
        <w:t>comme ses yeux fulgurants</w:t>
      </w:r>
      <w:r w:rsidR="00276CCE">
        <w:t xml:space="preserve">. </w:t>
      </w:r>
      <w:r w:rsidRPr="00DA4E77">
        <w:t xml:space="preserve">Or </w:t>
      </w:r>
      <w:proofErr w:type="spellStart"/>
      <w:r w:rsidRPr="00DA4E77">
        <w:t>Th</w:t>
      </w:r>
      <w:r w:rsidRPr="00DA4E77">
        <w:t>a</w:t>
      </w:r>
      <w:r w:rsidRPr="00DA4E77">
        <w:t>moussi</w:t>
      </w:r>
      <w:proofErr w:type="spellEnd"/>
      <w:r w:rsidR="00276CCE">
        <w:t xml:space="preserve">, </w:t>
      </w:r>
      <w:r w:rsidRPr="00DA4E77">
        <w:t>doyen de l</w:t>
      </w:r>
      <w:r w:rsidR="00276CCE">
        <w:t>’</w:t>
      </w:r>
      <w:r w:rsidRPr="00DA4E77">
        <w:t>île</w:t>
      </w:r>
      <w:r w:rsidR="00276CCE">
        <w:t xml:space="preserve">, </w:t>
      </w:r>
      <w:r w:rsidRPr="00DA4E77">
        <w:t>a décidé que le repas</w:t>
      </w:r>
      <w:r w:rsidR="00276CCE">
        <w:t xml:space="preserve">, </w:t>
      </w:r>
      <w:r w:rsidRPr="00DA4E77">
        <w:t>préparé d</w:t>
      </w:r>
      <w:r w:rsidR="00276CCE">
        <w:t>’</w:t>
      </w:r>
      <w:r w:rsidRPr="00DA4E77">
        <w:t>ordinaire dans la somptueuse salle des festins</w:t>
      </w:r>
      <w:r w:rsidR="00276CCE">
        <w:t xml:space="preserve">, </w:t>
      </w:r>
      <w:r w:rsidRPr="00DA4E77">
        <w:t>se prendrait en plein air</w:t>
      </w:r>
      <w:r w:rsidR="00276CCE">
        <w:t xml:space="preserve">, </w:t>
      </w:r>
      <w:r w:rsidRPr="00DA4E77">
        <w:t>ce soir</w:t>
      </w:r>
      <w:r w:rsidR="00276CCE">
        <w:t xml:space="preserve">, </w:t>
      </w:r>
      <w:r w:rsidRPr="00DA4E77">
        <w:t>face à la ville illuminée</w:t>
      </w:r>
      <w:r w:rsidR="00276CCE">
        <w:t>.</w:t>
      </w:r>
    </w:p>
    <w:p w14:paraId="49BC00D1" w14:textId="77777777" w:rsidR="00276CCE" w:rsidRDefault="00276CCE" w:rsidP="002A4158">
      <w:r>
        <w:t>— </w:t>
      </w:r>
      <w:r w:rsidR="002A4158" w:rsidRPr="00DA4E77">
        <w:t>Comme tu as raison</w:t>
      </w:r>
      <w:r>
        <w:t xml:space="preserve">, </w:t>
      </w:r>
      <w:proofErr w:type="spellStart"/>
      <w:r w:rsidR="002A4158" w:rsidRPr="00DA4E77">
        <w:t>Thamoussi</w:t>
      </w:r>
      <w:proofErr w:type="spellEnd"/>
      <w:r>
        <w:t xml:space="preserve">, </w:t>
      </w:r>
      <w:r w:rsidR="002A4158" w:rsidRPr="00DA4E77">
        <w:t>s</w:t>
      </w:r>
      <w:r>
        <w:t>’</w:t>
      </w:r>
      <w:r w:rsidR="002A4158" w:rsidRPr="00DA4E77">
        <w:t xml:space="preserve">écrie </w:t>
      </w:r>
      <w:proofErr w:type="spellStart"/>
      <w:r w:rsidR="002A4158" w:rsidRPr="00DA4E77">
        <w:t>Palmoussos</w:t>
      </w:r>
      <w:proofErr w:type="spellEnd"/>
      <w:r w:rsidR="002A4158" w:rsidRPr="00DA4E77">
        <w:t xml:space="preserve"> le musicien</w:t>
      </w:r>
      <w:r>
        <w:t xml:space="preserve">, </w:t>
      </w:r>
      <w:r w:rsidR="002A4158" w:rsidRPr="00DA4E77">
        <w:t>et quel enchantement de s</w:t>
      </w:r>
      <w:r>
        <w:t>’</w:t>
      </w:r>
      <w:r w:rsidR="002A4158" w:rsidRPr="00DA4E77">
        <w:t>attarder parmi les fleurs à la fois près et loin de la foule bruyante</w:t>
      </w:r>
      <w:r>
        <w:t> !</w:t>
      </w:r>
    </w:p>
    <w:p w14:paraId="3A16E5A9" w14:textId="77777777" w:rsidR="00276CCE" w:rsidRDefault="00276CCE" w:rsidP="002A4158">
      <w:r>
        <w:lastRenderedPageBreak/>
        <w:t>— </w:t>
      </w:r>
      <w:r w:rsidR="002A4158" w:rsidRPr="00DA4E77">
        <w:t>C</w:t>
      </w:r>
      <w:r>
        <w:t>’</w:t>
      </w:r>
      <w:r w:rsidR="002A4158" w:rsidRPr="00DA4E77">
        <w:t>est fête dans les cieux</w:t>
      </w:r>
      <w:r>
        <w:t xml:space="preserve">, </w:t>
      </w:r>
      <w:r w:rsidR="002A4158" w:rsidRPr="00DA4E77">
        <w:t>c</w:t>
      </w:r>
      <w:r>
        <w:t>’</w:t>
      </w:r>
      <w:r w:rsidR="002A4158" w:rsidRPr="00DA4E77">
        <w:t>est fête sur la terre</w:t>
      </w:r>
      <w:r>
        <w:t xml:space="preserve"> ! </w:t>
      </w:r>
      <w:r w:rsidR="002A4158" w:rsidRPr="00DA4E77">
        <w:t xml:space="preserve">dit </w:t>
      </w:r>
      <w:proofErr w:type="spellStart"/>
      <w:r w:rsidR="002A4158" w:rsidRPr="00DA4E77">
        <w:t>Asm</w:t>
      </w:r>
      <w:r w:rsidR="002A4158" w:rsidRPr="00DA4E77">
        <w:t>o</w:t>
      </w:r>
      <w:r w:rsidR="002A4158" w:rsidRPr="00DA4E77">
        <w:t>nia</w:t>
      </w:r>
      <w:proofErr w:type="spellEnd"/>
      <w:r>
        <w:t xml:space="preserve">, </w:t>
      </w:r>
      <w:r w:rsidR="002A4158" w:rsidRPr="00DA4E77">
        <w:t>la jeune poétesse</w:t>
      </w:r>
      <w:r>
        <w:t xml:space="preserve">. </w:t>
      </w:r>
      <w:r w:rsidR="002A4158" w:rsidRPr="00DA4E77">
        <w:t xml:space="preserve">Ô </w:t>
      </w:r>
      <w:proofErr w:type="spellStart"/>
      <w:r w:rsidR="002A4158" w:rsidRPr="00DA4E77">
        <w:t>Xanthès</w:t>
      </w:r>
      <w:proofErr w:type="spellEnd"/>
      <w:r>
        <w:t xml:space="preserve"> ! </w:t>
      </w:r>
      <w:r w:rsidR="002A4158" w:rsidRPr="00DA4E77">
        <w:t>toi qui sais parler aux astres lointains évoquer les soleils disparus et faire frissonner les inv</w:t>
      </w:r>
      <w:r w:rsidR="002A4158" w:rsidRPr="00DA4E77">
        <w:t>i</w:t>
      </w:r>
      <w:r w:rsidR="002A4158" w:rsidRPr="00DA4E77">
        <w:t>sibles esprits de l</w:t>
      </w:r>
      <w:r>
        <w:t>’</w:t>
      </w:r>
      <w:r w:rsidR="002A4158" w:rsidRPr="00DA4E77">
        <w:t>air</w:t>
      </w:r>
      <w:r>
        <w:t xml:space="preserve">, </w:t>
      </w:r>
      <w:proofErr w:type="spellStart"/>
      <w:r w:rsidR="002A4158" w:rsidRPr="00DA4E77">
        <w:t>Xanthès</w:t>
      </w:r>
      <w:proofErr w:type="spellEnd"/>
      <w:r>
        <w:t xml:space="preserve">, </w:t>
      </w:r>
      <w:r w:rsidR="002A4158" w:rsidRPr="00DA4E77">
        <w:t>dis-nous</w:t>
      </w:r>
      <w:r>
        <w:t xml:space="preserve">, </w:t>
      </w:r>
      <w:r w:rsidR="002A4158" w:rsidRPr="00DA4E77">
        <w:t>que regardes-tu</w:t>
      </w:r>
      <w:r>
        <w:t xml:space="preserve">, </w:t>
      </w:r>
      <w:r w:rsidR="002A4158" w:rsidRPr="00DA4E77">
        <w:t>là-bas</w:t>
      </w:r>
      <w:r>
        <w:t xml:space="preserve">, </w:t>
      </w:r>
      <w:r w:rsidR="002A4158" w:rsidRPr="00DA4E77">
        <w:t>vers l</w:t>
      </w:r>
      <w:r>
        <w:t>’</w:t>
      </w:r>
      <w:r w:rsidR="002A4158" w:rsidRPr="00DA4E77">
        <w:t>horizon où plane le Sphinx</w:t>
      </w:r>
      <w:r>
        <w:t> ?</w:t>
      </w:r>
    </w:p>
    <w:p w14:paraId="7DCFF672" w14:textId="77777777" w:rsidR="00276CCE" w:rsidRDefault="002A4158" w:rsidP="002A4158">
      <w:r w:rsidRPr="00DA4E77">
        <w:t xml:space="preserve">Alors le beau </w:t>
      </w:r>
      <w:proofErr w:type="spellStart"/>
      <w:r w:rsidRPr="00DA4E77">
        <w:t>Xanthès</w:t>
      </w:r>
      <w:proofErr w:type="spellEnd"/>
      <w:r w:rsidR="00276CCE">
        <w:t xml:space="preserve">, </w:t>
      </w:r>
      <w:r w:rsidRPr="00DA4E77">
        <w:t>poète à la mode</w:t>
      </w:r>
      <w:r w:rsidR="00276CCE">
        <w:t xml:space="preserve">, </w:t>
      </w:r>
      <w:r w:rsidRPr="00DA4E77">
        <w:t>le coude appuyé contre le parapet de la terrasse</w:t>
      </w:r>
      <w:r w:rsidR="00276CCE">
        <w:t xml:space="preserve">, </w:t>
      </w:r>
      <w:r w:rsidRPr="00DA4E77">
        <w:t>sans même retourner sa tête hautaine</w:t>
      </w:r>
      <w:r w:rsidR="00276CCE">
        <w:t xml:space="preserve">, </w:t>
      </w:r>
      <w:r w:rsidRPr="00DA4E77">
        <w:t>et comme s</w:t>
      </w:r>
      <w:r w:rsidR="00276CCE">
        <w:t>’</w:t>
      </w:r>
      <w:r w:rsidRPr="00DA4E77">
        <w:t>il parlait à l</w:t>
      </w:r>
      <w:r w:rsidR="00276CCE">
        <w:t>’</w:t>
      </w:r>
      <w:r w:rsidRPr="00DA4E77">
        <w:t>univers infini</w:t>
      </w:r>
      <w:r w:rsidR="00276CCE">
        <w:t> :</w:t>
      </w:r>
    </w:p>
    <w:p w14:paraId="43870F37" w14:textId="77777777" w:rsidR="00276CCE" w:rsidRDefault="00276CCE" w:rsidP="002A4158">
      <w:r>
        <w:t>— </w:t>
      </w:r>
      <w:r w:rsidR="002A4158" w:rsidRPr="00DA4E77">
        <w:t>Caresses de la nuit</w:t>
      </w:r>
      <w:r>
        <w:t xml:space="preserve">, </w:t>
      </w:r>
      <w:r w:rsidR="002A4158" w:rsidRPr="00DA4E77">
        <w:t>scintillements complices des étoiles</w:t>
      </w:r>
      <w:r>
        <w:t xml:space="preserve"> ; </w:t>
      </w:r>
      <w:r w:rsidR="002A4158" w:rsidRPr="00DA4E77">
        <w:t>mer heureuse où l</w:t>
      </w:r>
      <w:r>
        <w:t>’</w:t>
      </w:r>
      <w:r w:rsidR="002A4158" w:rsidRPr="00DA4E77">
        <w:t>on voit serpenter en ondoiements de sang et d</w:t>
      </w:r>
      <w:r>
        <w:t>’</w:t>
      </w:r>
      <w:r w:rsidR="002A4158" w:rsidRPr="00DA4E77">
        <w:t>or les reflets de la ville éblouissante</w:t>
      </w:r>
      <w:r>
        <w:t xml:space="preserve"> ; </w:t>
      </w:r>
      <w:r w:rsidR="002A4158" w:rsidRPr="00DA4E77">
        <w:t>chants berceurs qui flo</w:t>
      </w:r>
      <w:r w:rsidR="002A4158" w:rsidRPr="00DA4E77">
        <w:t>t</w:t>
      </w:r>
      <w:r w:rsidR="002A4158" w:rsidRPr="00DA4E77">
        <w:t>tez dans l</w:t>
      </w:r>
      <w:r>
        <w:t>’</w:t>
      </w:r>
      <w:r w:rsidR="002A4158" w:rsidRPr="00DA4E77">
        <w:t>air tiède au rythme cadencé des cithares</w:t>
      </w:r>
      <w:r>
        <w:t xml:space="preserve"> ; </w:t>
      </w:r>
      <w:r w:rsidR="002A4158" w:rsidRPr="00DA4E77">
        <w:t>ô musique</w:t>
      </w:r>
      <w:r>
        <w:t xml:space="preserve">, </w:t>
      </w:r>
      <w:r w:rsidR="002A4158" w:rsidRPr="00DA4E77">
        <w:t>libératrice musique où se viennent unir le murmure des choses et le langage secret de nos rêves</w:t>
      </w:r>
      <w:r>
        <w:t xml:space="preserve"> ; </w:t>
      </w:r>
      <w:r w:rsidR="002A4158" w:rsidRPr="00DA4E77">
        <w:t>et toi</w:t>
      </w:r>
      <w:r>
        <w:t xml:space="preserve">, </w:t>
      </w:r>
      <w:r w:rsidR="002A4158" w:rsidRPr="00DA4E77">
        <w:t>parfum d</w:t>
      </w:r>
      <w:r>
        <w:t>’</w:t>
      </w:r>
      <w:r w:rsidR="002A4158" w:rsidRPr="00DA4E77">
        <w:t>amour</w:t>
      </w:r>
      <w:r>
        <w:t xml:space="preserve">, </w:t>
      </w:r>
      <w:r w:rsidR="002A4158" w:rsidRPr="00DA4E77">
        <w:t>étrei</w:t>
      </w:r>
      <w:r w:rsidR="002A4158" w:rsidRPr="00DA4E77">
        <w:t>n</w:t>
      </w:r>
      <w:r w:rsidR="002A4158" w:rsidRPr="00DA4E77">
        <w:t>te unique et multiple des millions d</w:t>
      </w:r>
      <w:r>
        <w:t>’</w:t>
      </w:r>
      <w:r w:rsidR="002A4158" w:rsidRPr="00DA4E77">
        <w:t>âmes confondues</w:t>
      </w:r>
      <w:r>
        <w:t xml:space="preserve">, </w:t>
      </w:r>
      <w:r w:rsidR="002A4158" w:rsidRPr="00DA4E77">
        <w:t>ô souffle immense de la cité immortelle</w:t>
      </w:r>
      <w:r>
        <w:t xml:space="preserve">, </w:t>
      </w:r>
      <w:r w:rsidR="002A4158" w:rsidRPr="00DA4E77">
        <w:t>versez-moi</w:t>
      </w:r>
      <w:r>
        <w:t xml:space="preserve">, </w:t>
      </w:r>
      <w:r w:rsidR="002A4158" w:rsidRPr="00DA4E77">
        <w:t>versez-nous</w:t>
      </w:r>
      <w:r>
        <w:t xml:space="preserve">, </w:t>
      </w:r>
      <w:r w:rsidR="002A4158" w:rsidRPr="00DA4E77">
        <w:t>à cette heure propice</w:t>
      </w:r>
      <w:r>
        <w:t xml:space="preserve">, </w:t>
      </w:r>
      <w:r w:rsidR="002A4158" w:rsidRPr="00DA4E77">
        <w:t>toute la joie éparse sous le ciel en fête</w:t>
      </w:r>
      <w:r>
        <w:t xml:space="preserve"> ; </w:t>
      </w:r>
      <w:r w:rsidR="002A4158" w:rsidRPr="00DA4E77">
        <w:t>et veuille</w:t>
      </w:r>
      <w:r>
        <w:t xml:space="preserve">, </w:t>
      </w:r>
      <w:r w:rsidR="002A4158" w:rsidRPr="00DA4E77">
        <w:t>ô déesse irrésistible</w:t>
      </w:r>
      <w:r>
        <w:t xml:space="preserve">, </w:t>
      </w:r>
      <w:r w:rsidR="002A4158" w:rsidRPr="00DA4E77">
        <w:t>universelle volupté</w:t>
      </w:r>
      <w:r>
        <w:t xml:space="preserve">, </w:t>
      </w:r>
      <w:r w:rsidR="002A4158" w:rsidRPr="00DA4E77">
        <w:t>ô toi</w:t>
      </w:r>
      <w:r>
        <w:t xml:space="preserve">, </w:t>
      </w:r>
      <w:r w:rsidR="002A4158" w:rsidRPr="00DA4E77">
        <w:t>vraiment l</w:t>
      </w:r>
      <w:r>
        <w:t>’</w:t>
      </w:r>
      <w:r w:rsidR="002A4158" w:rsidRPr="00DA4E77">
        <w:t>unique raison de la vie</w:t>
      </w:r>
      <w:r>
        <w:t xml:space="preserve">, </w:t>
      </w:r>
      <w:r w:rsidR="002A4158" w:rsidRPr="00DA4E77">
        <w:t>veuille qu</w:t>
      </w:r>
      <w:r>
        <w:t>’</w:t>
      </w:r>
      <w:r w:rsidR="002A4158" w:rsidRPr="00DA4E77">
        <w:t>à ton autel de fleurs nous apportions toujours nos corps brisés de délices et nos cœurs exaltés d</w:t>
      </w:r>
      <w:r>
        <w:t>’</w:t>
      </w:r>
      <w:r w:rsidR="002A4158" w:rsidRPr="00DA4E77">
        <w:t>ivresse</w:t>
      </w:r>
      <w:r>
        <w:t xml:space="preserve"> ; </w:t>
      </w:r>
      <w:r w:rsidR="002A4158" w:rsidRPr="00DA4E77">
        <w:t>et fais qu</w:t>
      </w:r>
      <w:r>
        <w:t>’</w:t>
      </w:r>
      <w:r w:rsidR="002A4158" w:rsidRPr="00DA4E77">
        <w:t>à notre tour</w:t>
      </w:r>
      <w:r>
        <w:t xml:space="preserve">, </w:t>
      </w:r>
      <w:r w:rsidR="002A4158" w:rsidRPr="00DA4E77">
        <w:t>ô déesse</w:t>
      </w:r>
      <w:r>
        <w:t xml:space="preserve">, </w:t>
      </w:r>
      <w:r w:rsidR="002A4158" w:rsidRPr="00DA4E77">
        <w:t>purifiés par l</w:t>
      </w:r>
      <w:r>
        <w:t>’</w:t>
      </w:r>
      <w:r w:rsidR="002A4158" w:rsidRPr="00DA4E77">
        <w:t>élan et idéalisés par l</w:t>
      </w:r>
      <w:r>
        <w:t>’</w:t>
      </w:r>
      <w:r w:rsidR="002A4158" w:rsidRPr="00DA4E77">
        <w:t>extase</w:t>
      </w:r>
      <w:r>
        <w:t xml:space="preserve">, </w:t>
      </w:r>
      <w:r w:rsidR="002A4158" w:rsidRPr="00DA4E77">
        <w:t>nous devenions les rivaux des dieux</w:t>
      </w:r>
      <w:r>
        <w:t> !</w:t>
      </w:r>
    </w:p>
    <w:p w14:paraId="01B07132" w14:textId="77777777" w:rsidR="00276CCE" w:rsidRDefault="00276CCE" w:rsidP="002A4158">
      <w:r>
        <w:t>— </w:t>
      </w:r>
      <w:r w:rsidR="002A4158" w:rsidRPr="00DA4E77">
        <w:t>Admirable</w:t>
      </w:r>
      <w:r>
        <w:t xml:space="preserve"> ! </w:t>
      </w:r>
      <w:r w:rsidR="002A4158" w:rsidRPr="00DA4E77">
        <w:t>Sublime</w:t>
      </w:r>
      <w:r>
        <w:t> !</w:t>
      </w:r>
    </w:p>
    <w:p w14:paraId="5549DBAD" w14:textId="77777777" w:rsidR="00276CCE" w:rsidRDefault="00276CCE" w:rsidP="002A4158">
      <w:r>
        <w:t>— </w:t>
      </w:r>
      <w:proofErr w:type="spellStart"/>
      <w:r w:rsidR="002A4158" w:rsidRPr="00DA4E77">
        <w:t>Xanthès</w:t>
      </w:r>
      <w:proofErr w:type="spellEnd"/>
      <w:r>
        <w:t xml:space="preserve">, </w:t>
      </w:r>
      <w:r w:rsidR="002A4158" w:rsidRPr="00DA4E77">
        <w:t>voici des fleurs</w:t>
      </w:r>
      <w:r>
        <w:t> !</w:t>
      </w:r>
    </w:p>
    <w:p w14:paraId="1DA0435A" w14:textId="77777777" w:rsidR="00276CCE" w:rsidRDefault="00276CCE" w:rsidP="002A4158">
      <w:r>
        <w:t>— </w:t>
      </w:r>
      <w:proofErr w:type="spellStart"/>
      <w:r w:rsidR="002A4158" w:rsidRPr="00DA4E77">
        <w:t>Xanthès</w:t>
      </w:r>
      <w:proofErr w:type="spellEnd"/>
      <w:r>
        <w:t xml:space="preserve">, </w:t>
      </w:r>
      <w:r w:rsidR="002A4158" w:rsidRPr="00DA4E77">
        <w:t>voici nos cœurs</w:t>
      </w:r>
      <w:r>
        <w:t> !</w:t>
      </w:r>
    </w:p>
    <w:p w14:paraId="69CE5FF6" w14:textId="77777777" w:rsidR="00276CCE" w:rsidRDefault="002A4158" w:rsidP="002A4158">
      <w:r w:rsidRPr="00DA4E77">
        <w:t>Et les jeunes femmes souriantes</w:t>
      </w:r>
      <w:r w:rsidR="00276CCE">
        <w:t xml:space="preserve">, </w:t>
      </w:r>
      <w:r w:rsidRPr="00DA4E77">
        <w:t>et les jeunes hommes r</w:t>
      </w:r>
      <w:r w:rsidRPr="00DA4E77">
        <w:t>a</w:t>
      </w:r>
      <w:r w:rsidRPr="00DA4E77">
        <w:t xml:space="preserve">vis se pressent autour de </w:t>
      </w:r>
      <w:proofErr w:type="spellStart"/>
      <w:r w:rsidRPr="00DA4E77">
        <w:t>Xanthès</w:t>
      </w:r>
      <w:proofErr w:type="spellEnd"/>
      <w:r w:rsidR="00276CCE">
        <w:t xml:space="preserve">, </w:t>
      </w:r>
      <w:r w:rsidRPr="00DA4E77">
        <w:t xml:space="preserve">tandis que </w:t>
      </w:r>
      <w:proofErr w:type="spellStart"/>
      <w:r w:rsidRPr="00DA4E77">
        <w:t>Thamoussi</w:t>
      </w:r>
      <w:proofErr w:type="spellEnd"/>
      <w:r w:rsidR="00276CCE">
        <w:t xml:space="preserve">, </w:t>
      </w:r>
      <w:r w:rsidRPr="00DA4E77">
        <w:t>prés</w:t>
      </w:r>
      <w:r w:rsidRPr="00DA4E77">
        <w:t>i</w:t>
      </w:r>
      <w:r w:rsidRPr="00DA4E77">
        <w:t>dent du festin</w:t>
      </w:r>
      <w:r w:rsidR="00276CCE">
        <w:t xml:space="preserve">, </w:t>
      </w:r>
      <w:r w:rsidRPr="00DA4E77">
        <w:t>se lève de son siège et vient jusqu</w:t>
      </w:r>
      <w:r w:rsidR="00276CCE">
        <w:t>’</w:t>
      </w:r>
      <w:r w:rsidRPr="00DA4E77">
        <w:t>au bout de la terrasse</w:t>
      </w:r>
      <w:r w:rsidR="00276CCE">
        <w:t xml:space="preserve">, </w:t>
      </w:r>
      <w:r w:rsidRPr="00DA4E77">
        <w:t>apporter au poète une coupe de vin étrusque</w:t>
      </w:r>
      <w:r w:rsidR="00276CCE">
        <w:t>.</w:t>
      </w:r>
    </w:p>
    <w:p w14:paraId="32145FE7" w14:textId="77777777" w:rsidR="00276CCE" w:rsidRDefault="00276CCE" w:rsidP="002A4158">
      <w:r>
        <w:lastRenderedPageBreak/>
        <w:t>— </w:t>
      </w:r>
      <w:proofErr w:type="spellStart"/>
      <w:r w:rsidR="002A4158" w:rsidRPr="00DA4E77">
        <w:t>Xanthès</w:t>
      </w:r>
      <w:proofErr w:type="spellEnd"/>
      <w:r>
        <w:t xml:space="preserve"> ! </w:t>
      </w:r>
      <w:proofErr w:type="spellStart"/>
      <w:r w:rsidR="002A4158" w:rsidRPr="00DA4E77">
        <w:t>Xanthès</w:t>
      </w:r>
      <w:proofErr w:type="spellEnd"/>
      <w:r>
        <w:t xml:space="preserve"> ! </w:t>
      </w:r>
      <w:r w:rsidR="002A4158" w:rsidRPr="00DA4E77">
        <w:t>Encore</w:t>
      </w:r>
      <w:r>
        <w:t xml:space="preserve"> ! </w:t>
      </w:r>
      <w:r w:rsidR="002A4158" w:rsidRPr="00DA4E77">
        <w:t>Encore</w:t>
      </w:r>
      <w:r>
        <w:t> !</w:t>
      </w:r>
    </w:p>
    <w:p w14:paraId="43E339C5" w14:textId="77777777" w:rsidR="00276CCE" w:rsidRDefault="00276CCE" w:rsidP="002A4158">
      <w:r>
        <w:t>— </w:t>
      </w:r>
      <w:r w:rsidR="002A4158" w:rsidRPr="00DA4E77">
        <w:t>Recommencer</w:t>
      </w:r>
      <w:r>
        <w:t xml:space="preserve"> ? </w:t>
      </w:r>
      <w:r w:rsidR="002A4158" w:rsidRPr="00DA4E77">
        <w:t xml:space="preserve">fait </w:t>
      </w:r>
      <w:proofErr w:type="spellStart"/>
      <w:r w:rsidR="002A4158" w:rsidRPr="00DA4E77">
        <w:t>Xanthès</w:t>
      </w:r>
      <w:proofErr w:type="spellEnd"/>
      <w:r w:rsidR="002A4158" w:rsidRPr="00DA4E77">
        <w:t xml:space="preserve"> en tournant vers l</w:t>
      </w:r>
      <w:r>
        <w:t>’</w:t>
      </w:r>
      <w:r w:rsidR="002A4158" w:rsidRPr="00DA4E77">
        <w:t>assemblée sa tête dédaigneuse</w:t>
      </w:r>
      <w:r>
        <w:t xml:space="preserve">. </w:t>
      </w:r>
      <w:r w:rsidR="002A4158" w:rsidRPr="00DA4E77">
        <w:t>Sais-je même ce que j</w:t>
      </w:r>
      <w:r>
        <w:t>’</w:t>
      </w:r>
      <w:r w:rsidR="002A4158" w:rsidRPr="00DA4E77">
        <w:t>ai dit tout à l</w:t>
      </w:r>
      <w:r>
        <w:t>’</w:t>
      </w:r>
      <w:r w:rsidR="002A4158" w:rsidRPr="00DA4E77">
        <w:t>heure</w:t>
      </w:r>
      <w:r>
        <w:t xml:space="preserve"> ? </w:t>
      </w:r>
      <w:r w:rsidR="002A4158" w:rsidRPr="00DA4E77">
        <w:t>Ce n</w:t>
      </w:r>
      <w:r>
        <w:t>’</w:t>
      </w:r>
      <w:r w:rsidR="002A4158" w:rsidRPr="00DA4E77">
        <w:t>est pas moi qui parle</w:t>
      </w:r>
      <w:r>
        <w:t xml:space="preserve">, </w:t>
      </w:r>
      <w:r w:rsidR="002A4158" w:rsidRPr="00DA4E77">
        <w:t>ce n</w:t>
      </w:r>
      <w:r>
        <w:t>’</w:t>
      </w:r>
      <w:r w:rsidR="002A4158" w:rsidRPr="00DA4E77">
        <w:t>est pas moi qu</w:t>
      </w:r>
      <w:r>
        <w:t>’</w:t>
      </w:r>
      <w:r w:rsidR="002A4158" w:rsidRPr="00DA4E77">
        <w:t>il faut applaudir</w:t>
      </w:r>
      <w:r>
        <w:t xml:space="preserve"> : </w:t>
      </w:r>
      <w:r w:rsidR="002A4158" w:rsidRPr="00DA4E77">
        <w:t>c</w:t>
      </w:r>
      <w:r>
        <w:t>’</w:t>
      </w:r>
      <w:r w:rsidR="002A4158" w:rsidRPr="00DA4E77">
        <w:t>est ce voluptueux vent d</w:t>
      </w:r>
      <w:r>
        <w:t>’</w:t>
      </w:r>
      <w:r w:rsidR="002A4158" w:rsidRPr="00DA4E77">
        <w:t>Atlantis qui vient souffler à travers ma sonore poitrine</w:t>
      </w:r>
      <w:r>
        <w:t xml:space="preserve"> ; </w:t>
      </w:r>
      <w:r w:rsidR="002A4158" w:rsidRPr="00DA4E77">
        <w:t>c</w:t>
      </w:r>
      <w:r>
        <w:t>’</w:t>
      </w:r>
      <w:r w:rsidR="002A4158" w:rsidRPr="00DA4E77">
        <w:t>est l</w:t>
      </w:r>
      <w:r>
        <w:t>’</w:t>
      </w:r>
      <w:r w:rsidR="002A4158" w:rsidRPr="00DA4E77">
        <w:t>éblouissement de toutes ces lumières qui se multiplie à travers l</w:t>
      </w:r>
      <w:r>
        <w:t>’</w:t>
      </w:r>
      <w:r w:rsidR="002A4158" w:rsidRPr="00DA4E77">
        <w:t>éclat de mon ve</w:t>
      </w:r>
      <w:r w:rsidR="002A4158" w:rsidRPr="00DA4E77">
        <w:t>r</w:t>
      </w:r>
      <w:r w:rsidR="002A4158" w:rsidRPr="00DA4E77">
        <w:t>be d</w:t>
      </w:r>
      <w:r>
        <w:t>’</w:t>
      </w:r>
      <w:r w:rsidR="002A4158" w:rsidRPr="00DA4E77">
        <w:t>or</w:t>
      </w:r>
      <w:r>
        <w:t> !</w:t>
      </w:r>
    </w:p>
    <w:p w14:paraId="5911EBB6" w14:textId="77777777" w:rsidR="00276CCE" w:rsidRDefault="00276CCE" w:rsidP="002A4158">
      <w:r>
        <w:t>— </w:t>
      </w:r>
      <w:proofErr w:type="spellStart"/>
      <w:r w:rsidR="002A4158" w:rsidRPr="00DA4E77">
        <w:t>Xanthès</w:t>
      </w:r>
      <w:proofErr w:type="spellEnd"/>
      <w:r>
        <w:t xml:space="preserve">, </w:t>
      </w:r>
      <w:r w:rsidR="002A4158" w:rsidRPr="00DA4E77">
        <w:t>tu magnifies la voix de la Nature</w:t>
      </w:r>
      <w:r>
        <w:t> !</w:t>
      </w:r>
    </w:p>
    <w:p w14:paraId="6D1A4139" w14:textId="77777777" w:rsidR="00276CCE" w:rsidRDefault="00276CCE" w:rsidP="002A4158">
      <w:r>
        <w:t>— </w:t>
      </w:r>
      <w:r w:rsidR="002A4158" w:rsidRPr="00DA4E77">
        <w:t>Fi donc</w:t>
      </w:r>
      <w:r>
        <w:t xml:space="preserve"> ! </w:t>
      </w:r>
      <w:r w:rsidR="002A4158" w:rsidRPr="00DA4E77">
        <w:t>de la Nature</w:t>
      </w:r>
      <w:r>
        <w:t xml:space="preserve"> ? </w:t>
      </w:r>
      <w:r w:rsidR="002A4158" w:rsidRPr="00DA4E77">
        <w:t xml:space="preserve">jette la belle </w:t>
      </w:r>
      <w:proofErr w:type="spellStart"/>
      <w:r w:rsidR="002A4158" w:rsidRPr="00DA4E77">
        <w:t>Asmonia</w:t>
      </w:r>
      <w:proofErr w:type="spellEnd"/>
      <w:r>
        <w:t xml:space="preserve">. </w:t>
      </w:r>
      <w:r w:rsidR="002A4158" w:rsidRPr="00DA4E77">
        <w:t>La Nature grossière et monotone reste chose trop vile pour un génie co</w:t>
      </w:r>
      <w:r w:rsidR="002A4158" w:rsidRPr="00DA4E77">
        <w:t>m</w:t>
      </w:r>
      <w:r w:rsidR="002A4158" w:rsidRPr="00DA4E77">
        <w:t xml:space="preserve">me </w:t>
      </w:r>
      <w:proofErr w:type="spellStart"/>
      <w:r w:rsidR="002A4158" w:rsidRPr="00DA4E77">
        <w:t>Xanthès</w:t>
      </w:r>
      <w:proofErr w:type="spellEnd"/>
      <w:r>
        <w:t xml:space="preserve"> ! </w:t>
      </w:r>
      <w:r w:rsidR="002A4158" w:rsidRPr="00DA4E77">
        <w:t>Ce qu</w:t>
      </w:r>
      <w:r>
        <w:t>’</w:t>
      </w:r>
      <w:r w:rsidR="002A4158" w:rsidRPr="00DA4E77">
        <w:t>il exalte</w:t>
      </w:r>
      <w:r>
        <w:t xml:space="preserve">, </w:t>
      </w:r>
      <w:r w:rsidR="002A4158" w:rsidRPr="00DA4E77">
        <w:t>notre poète</w:t>
      </w:r>
      <w:r>
        <w:t xml:space="preserve">, </w:t>
      </w:r>
      <w:r w:rsidR="002A4158" w:rsidRPr="00DA4E77">
        <w:t>c</w:t>
      </w:r>
      <w:r>
        <w:t>’</w:t>
      </w:r>
      <w:r w:rsidR="002A4158" w:rsidRPr="00DA4E77">
        <w:t>est la sublimité de nos âmes d</w:t>
      </w:r>
      <w:r>
        <w:t>’</w:t>
      </w:r>
      <w:r w:rsidR="002A4158" w:rsidRPr="00DA4E77">
        <w:t>élite</w:t>
      </w:r>
      <w:r>
        <w:t xml:space="preserve">, </w:t>
      </w:r>
      <w:r w:rsidR="002A4158" w:rsidRPr="00DA4E77">
        <w:t>et l</w:t>
      </w:r>
      <w:r>
        <w:t>’</w:t>
      </w:r>
      <w:r w:rsidR="002A4158" w:rsidRPr="00DA4E77">
        <w:t>art de vivre bellement</w:t>
      </w:r>
      <w:r>
        <w:t xml:space="preserve">, </w:t>
      </w:r>
      <w:r w:rsidR="002A4158" w:rsidRPr="00DA4E77">
        <w:t>art suprême que les Atlantes ont inventé</w:t>
      </w:r>
      <w:r>
        <w:t> !</w:t>
      </w:r>
    </w:p>
    <w:p w14:paraId="2E0AB38D" w14:textId="77777777" w:rsidR="00276CCE" w:rsidRDefault="00276CCE" w:rsidP="002A4158">
      <w:r>
        <w:t>— </w:t>
      </w:r>
      <w:proofErr w:type="spellStart"/>
      <w:r w:rsidR="002A4158" w:rsidRPr="00DA4E77">
        <w:t>Asmonia</w:t>
      </w:r>
      <w:proofErr w:type="spellEnd"/>
      <w:r w:rsidR="002A4158" w:rsidRPr="00DA4E77">
        <w:t xml:space="preserve"> a raison</w:t>
      </w:r>
      <w:r>
        <w:t xml:space="preserve">, </w:t>
      </w:r>
      <w:r w:rsidR="002A4158" w:rsidRPr="00DA4E77">
        <w:t xml:space="preserve">répond </w:t>
      </w:r>
      <w:proofErr w:type="spellStart"/>
      <w:r w:rsidR="002A4158" w:rsidRPr="00DA4E77">
        <w:t>Xanthès</w:t>
      </w:r>
      <w:proofErr w:type="spellEnd"/>
      <w:r>
        <w:t xml:space="preserve">, </w:t>
      </w:r>
      <w:r w:rsidR="002A4158" w:rsidRPr="00DA4E77">
        <w:t>daignant enfin qui</w:t>
      </w:r>
      <w:r w:rsidR="002A4158" w:rsidRPr="00DA4E77">
        <w:t>t</w:t>
      </w:r>
      <w:r w:rsidR="002A4158" w:rsidRPr="00DA4E77">
        <w:t>ter les bords de la terrasse</w:t>
      </w:r>
      <w:r>
        <w:t xml:space="preserve">. </w:t>
      </w:r>
      <w:r w:rsidR="002A4158" w:rsidRPr="00DA4E77">
        <w:t>Que nous fait</w:t>
      </w:r>
      <w:r>
        <w:t xml:space="preserve">, </w:t>
      </w:r>
      <w:r w:rsidR="002A4158" w:rsidRPr="00DA4E77">
        <w:t>à nous</w:t>
      </w:r>
      <w:r>
        <w:t xml:space="preserve">, </w:t>
      </w:r>
      <w:r w:rsidR="002A4158" w:rsidRPr="00DA4E77">
        <w:t>cette Nature stupide qui ne sait tous les ans que recommencer les mêmes fl</w:t>
      </w:r>
      <w:r w:rsidR="002A4158" w:rsidRPr="00DA4E77">
        <w:t>o</w:t>
      </w:r>
      <w:r w:rsidR="002A4158" w:rsidRPr="00DA4E77">
        <w:t>raisons</w:t>
      </w:r>
      <w:r>
        <w:t xml:space="preserve"> ? </w:t>
      </w:r>
      <w:r w:rsidR="002A4158" w:rsidRPr="00DA4E77">
        <w:t>Les dieux ont créé le monde pour que parût l</w:t>
      </w:r>
      <w:r>
        <w:t>’</w:t>
      </w:r>
      <w:r w:rsidR="002A4158" w:rsidRPr="00DA4E77">
        <w:t>humanité</w:t>
      </w:r>
      <w:r>
        <w:t xml:space="preserve"> ; </w:t>
      </w:r>
      <w:r w:rsidR="002A4158" w:rsidRPr="00DA4E77">
        <w:t>ils ont créé l</w:t>
      </w:r>
      <w:r>
        <w:t>’</w:t>
      </w:r>
      <w:r w:rsidR="002A4158" w:rsidRPr="00DA4E77">
        <w:t>humanité pour que la race atlante en devînt la fleur sublime</w:t>
      </w:r>
      <w:r>
        <w:t xml:space="preserve"> ; </w:t>
      </w:r>
      <w:r w:rsidR="002A4158" w:rsidRPr="00DA4E77">
        <w:t>ils ont donné à la race atlante le sceptre de l</w:t>
      </w:r>
      <w:r>
        <w:t>’</w:t>
      </w:r>
      <w:r w:rsidR="002A4158" w:rsidRPr="00DA4E77">
        <w:t>univers pour qu</w:t>
      </w:r>
      <w:r>
        <w:t>’</w:t>
      </w:r>
      <w:r w:rsidR="002A4158" w:rsidRPr="00DA4E77">
        <w:t>en un centre élu de l</w:t>
      </w:r>
      <w:r>
        <w:t>’</w:t>
      </w:r>
      <w:r w:rsidR="002A4158" w:rsidRPr="00DA4E77">
        <w:t>empire</w:t>
      </w:r>
      <w:r>
        <w:t xml:space="preserve">, </w:t>
      </w:r>
      <w:r w:rsidR="002A4158" w:rsidRPr="00DA4E77">
        <w:t>la volupté s</w:t>
      </w:r>
      <w:r>
        <w:t>’</w:t>
      </w:r>
      <w:r w:rsidR="002A4158" w:rsidRPr="00DA4E77">
        <w:t>épanouît en quelques âmes supérieures</w:t>
      </w:r>
      <w:r>
        <w:t xml:space="preserve">. </w:t>
      </w:r>
      <w:r w:rsidR="002A4158" w:rsidRPr="00DA4E77">
        <w:t>Nous incarnons vra</w:t>
      </w:r>
      <w:r w:rsidR="002A4158" w:rsidRPr="00DA4E77">
        <w:t>i</w:t>
      </w:r>
      <w:r w:rsidR="002A4158" w:rsidRPr="00DA4E77">
        <w:t>ment la seule excuse de la planète</w:t>
      </w:r>
      <w:r>
        <w:t>.</w:t>
      </w:r>
    </w:p>
    <w:p w14:paraId="170101FC" w14:textId="77777777" w:rsidR="00276CCE" w:rsidRDefault="00276CCE" w:rsidP="002A4158">
      <w:r>
        <w:t>— </w:t>
      </w:r>
      <w:r w:rsidR="002A4158" w:rsidRPr="00DA4E77">
        <w:t>Ah</w:t>
      </w:r>
      <w:r>
        <w:t xml:space="preserve"> ! </w:t>
      </w:r>
      <w:r w:rsidR="002A4158" w:rsidRPr="00DA4E77">
        <w:t>cette fois</w:t>
      </w:r>
      <w:r>
        <w:t xml:space="preserve">, </w:t>
      </w:r>
      <w:proofErr w:type="spellStart"/>
      <w:r w:rsidR="002A4158" w:rsidRPr="00DA4E77">
        <w:t>Xanthès</w:t>
      </w:r>
      <w:proofErr w:type="spellEnd"/>
      <w:r>
        <w:t xml:space="preserve">, </w:t>
      </w:r>
      <w:r w:rsidR="002A4158" w:rsidRPr="00DA4E77">
        <w:t>tu souffriras que je t</w:t>
      </w:r>
      <w:r>
        <w:t>’</w:t>
      </w:r>
      <w:r w:rsidR="002A4158" w:rsidRPr="00DA4E77">
        <w:t>embrasse</w:t>
      </w:r>
      <w:r>
        <w:t xml:space="preserve"> ! </w:t>
      </w:r>
      <w:r w:rsidR="002A4158" w:rsidRPr="00DA4E77">
        <w:t xml:space="preserve">applaudit </w:t>
      </w:r>
      <w:proofErr w:type="spellStart"/>
      <w:r w:rsidR="002A4158" w:rsidRPr="00DA4E77">
        <w:t>Asmonia</w:t>
      </w:r>
      <w:proofErr w:type="spellEnd"/>
      <w:r>
        <w:t>.</w:t>
      </w:r>
    </w:p>
    <w:p w14:paraId="082629C0" w14:textId="77777777" w:rsidR="00276CCE" w:rsidRDefault="00276CCE" w:rsidP="002A4158">
      <w:r>
        <w:t>— </w:t>
      </w:r>
      <w:r w:rsidR="002A4158" w:rsidRPr="00DA4E77">
        <w:t>Nous aussi</w:t>
      </w:r>
      <w:r>
        <w:t xml:space="preserve"> ! </w:t>
      </w:r>
      <w:r w:rsidR="002A4158" w:rsidRPr="00DA4E77">
        <w:t>Toutes</w:t>
      </w:r>
      <w:r>
        <w:t xml:space="preserve"> ! </w:t>
      </w:r>
      <w:r w:rsidR="002A4158" w:rsidRPr="00DA4E77">
        <w:t>Toutes</w:t>
      </w:r>
      <w:r>
        <w:t> !</w:t>
      </w:r>
    </w:p>
    <w:p w14:paraId="4A0CEC1B" w14:textId="77777777" w:rsidR="00276CCE" w:rsidRDefault="002A4158" w:rsidP="002A4158">
      <w:proofErr w:type="spellStart"/>
      <w:r w:rsidRPr="00DA4E77">
        <w:t>Xanthès</w:t>
      </w:r>
      <w:proofErr w:type="spellEnd"/>
      <w:r w:rsidR="00276CCE">
        <w:t xml:space="preserve">, </w:t>
      </w:r>
      <w:r w:rsidRPr="00DA4E77">
        <w:t>bousculé</w:t>
      </w:r>
      <w:r w:rsidR="00276CCE">
        <w:t xml:space="preserve">, </w:t>
      </w:r>
      <w:r w:rsidRPr="00DA4E77">
        <w:t>tiré de part et d</w:t>
      </w:r>
      <w:r w:rsidR="00276CCE">
        <w:t>’</w:t>
      </w:r>
      <w:r w:rsidRPr="00DA4E77">
        <w:t>autre</w:t>
      </w:r>
      <w:r w:rsidR="00276CCE">
        <w:t xml:space="preserve">, </w:t>
      </w:r>
      <w:r w:rsidRPr="00DA4E77">
        <w:t>retourné par de petites mains fiévreuses</w:t>
      </w:r>
      <w:r w:rsidR="00276CCE">
        <w:t xml:space="preserve">, </w:t>
      </w:r>
      <w:r w:rsidRPr="00DA4E77">
        <w:t xml:space="preserve">se laisse indolemment acclamer et </w:t>
      </w:r>
      <w:r w:rsidRPr="00DA4E77">
        <w:lastRenderedPageBreak/>
        <w:t>choyer</w:t>
      </w:r>
      <w:r w:rsidR="00276CCE">
        <w:t xml:space="preserve"> ; </w:t>
      </w:r>
      <w:r w:rsidRPr="00DA4E77">
        <w:t xml:space="preserve">quand </w:t>
      </w:r>
      <w:proofErr w:type="spellStart"/>
      <w:r w:rsidRPr="00DA4E77">
        <w:t>Thamoussi</w:t>
      </w:r>
      <w:proofErr w:type="spellEnd"/>
      <w:r w:rsidR="00276CCE">
        <w:t xml:space="preserve">, </w:t>
      </w:r>
      <w:r w:rsidRPr="00DA4E77">
        <w:t>intervenant</w:t>
      </w:r>
      <w:r w:rsidR="00276CCE">
        <w:t xml:space="preserve">, </w:t>
      </w:r>
      <w:r w:rsidRPr="00DA4E77">
        <w:t>se livre un passage ju</w:t>
      </w:r>
      <w:r w:rsidRPr="00DA4E77">
        <w:t>s</w:t>
      </w:r>
      <w:r w:rsidRPr="00DA4E77">
        <w:t>qu</w:t>
      </w:r>
      <w:r w:rsidR="00276CCE">
        <w:t>’</w:t>
      </w:r>
      <w:r w:rsidRPr="00DA4E77">
        <w:t>au triomphateur</w:t>
      </w:r>
      <w:r w:rsidR="00276CCE">
        <w:t xml:space="preserve">, </w:t>
      </w:r>
      <w:r w:rsidRPr="00DA4E77">
        <w:t>et prononce d</w:t>
      </w:r>
      <w:r w:rsidR="00276CCE">
        <w:t>’</w:t>
      </w:r>
      <w:r w:rsidRPr="00DA4E77">
        <w:t>une voix sentencieuse</w:t>
      </w:r>
      <w:r w:rsidR="00276CCE">
        <w:t> :</w:t>
      </w:r>
    </w:p>
    <w:p w14:paraId="33663D76" w14:textId="77777777" w:rsidR="00276CCE" w:rsidRDefault="00276CCE" w:rsidP="002A4158">
      <w:r>
        <w:t>— </w:t>
      </w:r>
      <w:r w:rsidR="002A4158" w:rsidRPr="00DA4E77">
        <w:t>Mes sœurs</w:t>
      </w:r>
      <w:r>
        <w:t xml:space="preserve">, </w:t>
      </w:r>
      <w:r w:rsidR="002A4158" w:rsidRPr="00DA4E77">
        <w:t>et vous mes frères</w:t>
      </w:r>
      <w:r>
        <w:t xml:space="preserve">, </w:t>
      </w:r>
      <w:r w:rsidR="002A4158" w:rsidRPr="00DA4E77">
        <w:t>je vous propose de co</w:t>
      </w:r>
      <w:r w:rsidR="002A4158" w:rsidRPr="00DA4E77">
        <w:t>u</w:t>
      </w:r>
      <w:r w:rsidR="002A4158" w:rsidRPr="00DA4E77">
        <w:t xml:space="preserve">ronner </w:t>
      </w:r>
      <w:proofErr w:type="spellStart"/>
      <w:r w:rsidR="002A4158" w:rsidRPr="00DA4E77">
        <w:t>Xanthès</w:t>
      </w:r>
      <w:proofErr w:type="spellEnd"/>
      <w:r w:rsidR="002A4158" w:rsidRPr="00DA4E77">
        <w:t xml:space="preserve"> Prince des Poètes</w:t>
      </w:r>
      <w:r>
        <w:t xml:space="preserve"> ? </w:t>
      </w:r>
      <w:r w:rsidR="002A4158" w:rsidRPr="00DA4E77">
        <w:t>Honneur autrement envi</w:t>
      </w:r>
      <w:r w:rsidR="002A4158" w:rsidRPr="00DA4E77">
        <w:t>a</w:t>
      </w:r>
      <w:r w:rsidR="002A4158" w:rsidRPr="00DA4E77">
        <w:t>ble que d</w:t>
      </w:r>
      <w:r>
        <w:t>’</w:t>
      </w:r>
      <w:r w:rsidR="002A4158" w:rsidRPr="00DA4E77">
        <w:t>être Prince des Apôtres</w:t>
      </w:r>
      <w:r>
        <w:t>.</w:t>
      </w:r>
    </w:p>
    <w:p w14:paraId="56E0BCDF" w14:textId="77777777" w:rsidR="00276CCE" w:rsidRDefault="00276CCE" w:rsidP="002A4158">
      <w:r>
        <w:t>— </w:t>
      </w:r>
      <w:r w:rsidR="002A4158" w:rsidRPr="00DA4E77">
        <w:t>Ah</w:t>
      </w:r>
      <w:r>
        <w:t xml:space="preserve"> ! </w:t>
      </w:r>
      <w:r w:rsidR="002A4158" w:rsidRPr="00DA4E77">
        <w:t>Prince des Apôtres</w:t>
      </w:r>
      <w:r>
        <w:t xml:space="preserve"> ! </w:t>
      </w:r>
      <w:r w:rsidR="002A4158" w:rsidRPr="00DA4E77">
        <w:t xml:space="preserve">ricane </w:t>
      </w:r>
      <w:proofErr w:type="spellStart"/>
      <w:r w:rsidR="002A4158" w:rsidRPr="00DA4E77">
        <w:t>Olbios</w:t>
      </w:r>
      <w:proofErr w:type="spellEnd"/>
      <w:r>
        <w:t xml:space="preserve">, </w:t>
      </w:r>
      <w:r w:rsidR="002A4158" w:rsidRPr="00DA4E77">
        <w:t>le rhéteur cél</w:t>
      </w:r>
      <w:r w:rsidR="002A4158" w:rsidRPr="00DA4E77">
        <w:t>è</w:t>
      </w:r>
      <w:r w:rsidR="002A4158" w:rsidRPr="00DA4E77">
        <w:t>bre</w:t>
      </w:r>
      <w:r>
        <w:t xml:space="preserve">, </w:t>
      </w:r>
      <w:r w:rsidR="002A4158" w:rsidRPr="00DA4E77">
        <w:t>belle affaire vraiment</w:t>
      </w:r>
      <w:r>
        <w:t xml:space="preserve"> ! </w:t>
      </w:r>
      <w:r w:rsidR="002A4158" w:rsidRPr="00DA4E77">
        <w:t>Bon pour de misérables sonneurs de buccin</w:t>
      </w:r>
      <w:r>
        <w:t xml:space="preserve">, </w:t>
      </w:r>
      <w:r w:rsidR="002A4158" w:rsidRPr="00DA4E77">
        <w:t xml:space="preserve">comme le populaire </w:t>
      </w:r>
      <w:proofErr w:type="spellStart"/>
      <w:r w:rsidR="002A4158" w:rsidRPr="00DA4E77">
        <w:t>Hermos</w:t>
      </w:r>
      <w:proofErr w:type="spellEnd"/>
      <w:r>
        <w:t> !</w:t>
      </w:r>
    </w:p>
    <w:p w14:paraId="425E9E4F" w14:textId="77777777" w:rsidR="00276CCE" w:rsidRDefault="00276CCE" w:rsidP="002A4158">
      <w:r>
        <w:t>— </w:t>
      </w:r>
      <w:r w:rsidR="002A4158" w:rsidRPr="00AF7F49">
        <w:rPr>
          <w:lang w:val="pt-BR"/>
        </w:rPr>
        <w:t>Olbios</w:t>
      </w:r>
      <w:r>
        <w:rPr>
          <w:lang w:val="pt-BR"/>
        </w:rPr>
        <w:t xml:space="preserve">, </w:t>
      </w:r>
      <w:r w:rsidR="002A4158" w:rsidRPr="00AF7F49">
        <w:rPr>
          <w:lang w:val="pt-BR"/>
        </w:rPr>
        <w:t>tais-toi</w:t>
      </w:r>
      <w:r>
        <w:rPr>
          <w:lang w:val="pt-BR"/>
        </w:rPr>
        <w:t xml:space="preserve">, </w:t>
      </w:r>
      <w:r w:rsidR="002A4158" w:rsidRPr="00AF7F49">
        <w:rPr>
          <w:lang w:val="pt-BR"/>
        </w:rPr>
        <w:t>ordonne Xanthès</w:t>
      </w:r>
      <w:r>
        <w:rPr>
          <w:lang w:val="pt-BR"/>
        </w:rPr>
        <w:t xml:space="preserve">. </w:t>
      </w:r>
      <w:r w:rsidR="002A4158" w:rsidRPr="00DA4E77">
        <w:t>Tu ne sais jamais a</w:t>
      </w:r>
      <w:r w:rsidR="002A4158" w:rsidRPr="00DA4E77">
        <w:t>p</w:t>
      </w:r>
      <w:r w:rsidR="002A4158" w:rsidRPr="00DA4E77">
        <w:t>porter dans nos joies que les fumées de ton âme haineuse</w:t>
      </w:r>
      <w:r>
        <w:t xml:space="preserve"> ! </w:t>
      </w:r>
      <w:r w:rsidR="002A4158" w:rsidRPr="00DA4E77">
        <w:t>J</w:t>
      </w:r>
      <w:r>
        <w:t>’</w:t>
      </w:r>
      <w:r w:rsidR="002A4158" w:rsidRPr="00DA4E77">
        <w:t xml:space="preserve">aime </w:t>
      </w:r>
      <w:proofErr w:type="spellStart"/>
      <w:r w:rsidR="002A4158" w:rsidRPr="00DA4E77">
        <w:t>Hermos</w:t>
      </w:r>
      <w:proofErr w:type="spellEnd"/>
      <w:r w:rsidR="002A4158" w:rsidRPr="00DA4E77">
        <w:t xml:space="preserve"> notre ami</w:t>
      </w:r>
      <w:r>
        <w:t xml:space="preserve">, </w:t>
      </w:r>
      <w:r w:rsidR="002A4158" w:rsidRPr="00DA4E77">
        <w:t>notre frère</w:t>
      </w:r>
      <w:r>
        <w:t xml:space="preserve">, </w:t>
      </w:r>
      <w:r w:rsidR="002A4158" w:rsidRPr="00DA4E77">
        <w:t>poète comme nous</w:t>
      </w:r>
      <w:r>
        <w:t xml:space="preserve">. </w:t>
      </w:r>
      <w:r w:rsidR="002A4158" w:rsidRPr="00DA4E77">
        <w:t>Sans doute lui reprochera-t-on d</w:t>
      </w:r>
      <w:r>
        <w:t>’</w:t>
      </w:r>
      <w:r w:rsidR="002A4158" w:rsidRPr="00DA4E77">
        <w:t>avoir déserté le culte épuré de la l</w:t>
      </w:r>
      <w:r w:rsidR="002A4158" w:rsidRPr="00DA4E77">
        <w:t>y</w:t>
      </w:r>
      <w:r w:rsidR="002A4158" w:rsidRPr="00DA4E77">
        <w:t>re pour se jeter</w:t>
      </w:r>
      <w:r>
        <w:t xml:space="preserve">, </w:t>
      </w:r>
      <w:r w:rsidR="002A4158" w:rsidRPr="00DA4E77">
        <w:t>comme un simple Atlante</w:t>
      </w:r>
      <w:r>
        <w:t xml:space="preserve">, </w:t>
      </w:r>
      <w:r w:rsidR="002A4158" w:rsidRPr="00DA4E77">
        <w:t>dans les désordres tumultueux de la Cité</w:t>
      </w:r>
      <w:r>
        <w:t xml:space="preserve">. </w:t>
      </w:r>
      <w:r w:rsidR="002A4158" w:rsidRPr="00DA4E77">
        <w:t>Sans doute</w:t>
      </w:r>
      <w:r>
        <w:t xml:space="preserve">, </w:t>
      </w:r>
      <w:r w:rsidR="002A4158" w:rsidRPr="00DA4E77">
        <w:t>ses hymnes</w:t>
      </w:r>
      <w:r>
        <w:t xml:space="preserve">, </w:t>
      </w:r>
      <w:r w:rsidR="002A4158" w:rsidRPr="00DA4E77">
        <w:t>alourdis de pr</w:t>
      </w:r>
      <w:r w:rsidR="002A4158" w:rsidRPr="00DA4E77">
        <w:t>é</w:t>
      </w:r>
      <w:r w:rsidR="002A4158" w:rsidRPr="00DA4E77">
        <w:t>occupations éphémères</w:t>
      </w:r>
      <w:r>
        <w:t xml:space="preserve">, </w:t>
      </w:r>
      <w:r w:rsidR="002A4158" w:rsidRPr="00DA4E77">
        <w:t>tomberont au fond de l</w:t>
      </w:r>
      <w:r>
        <w:t>’</w:t>
      </w:r>
      <w:r w:rsidR="002A4158" w:rsidRPr="00DA4E77">
        <w:t>oubli</w:t>
      </w:r>
      <w:r>
        <w:t xml:space="preserve">, </w:t>
      </w:r>
      <w:r w:rsidR="002A4158" w:rsidRPr="00DA4E77">
        <w:t>tandis que mes chants</w:t>
      </w:r>
      <w:r>
        <w:t xml:space="preserve">, </w:t>
      </w:r>
      <w:r w:rsidR="002A4158" w:rsidRPr="00DA4E77">
        <w:t>animés seulement par les plus hautes aspir</w:t>
      </w:r>
      <w:r w:rsidR="002A4158" w:rsidRPr="00DA4E77">
        <w:t>a</w:t>
      </w:r>
      <w:r w:rsidR="002A4158" w:rsidRPr="00DA4E77">
        <w:t>tions de l</w:t>
      </w:r>
      <w:r>
        <w:t>’</w:t>
      </w:r>
      <w:r w:rsidR="002A4158" w:rsidRPr="00DA4E77">
        <w:t>âme immatérialisée</w:t>
      </w:r>
      <w:r>
        <w:t xml:space="preserve">, </w:t>
      </w:r>
      <w:r w:rsidR="002A4158" w:rsidRPr="00DA4E77">
        <w:t>retentiront jusqu</w:t>
      </w:r>
      <w:r>
        <w:t>’</w:t>
      </w:r>
      <w:r w:rsidR="002A4158" w:rsidRPr="00DA4E77">
        <w:t>à la consomm</w:t>
      </w:r>
      <w:r w:rsidR="002A4158" w:rsidRPr="00DA4E77">
        <w:t>a</w:t>
      </w:r>
      <w:r w:rsidR="002A4158" w:rsidRPr="00DA4E77">
        <w:t>tion des siècles</w:t>
      </w:r>
      <w:r>
        <w:t xml:space="preserve">. </w:t>
      </w:r>
      <w:r w:rsidR="002A4158" w:rsidRPr="00DA4E77">
        <w:t>Mais qu</w:t>
      </w:r>
      <w:r>
        <w:t>’</w:t>
      </w:r>
      <w:r w:rsidR="002A4158" w:rsidRPr="00DA4E77">
        <w:t>importe</w:t>
      </w:r>
      <w:r>
        <w:t xml:space="preserve"> ! </w:t>
      </w:r>
      <w:r w:rsidR="002A4158" w:rsidRPr="00DA4E77">
        <w:t>Loin de dédaigner son succès</w:t>
      </w:r>
      <w:r>
        <w:t xml:space="preserve">, </w:t>
      </w:r>
      <w:r w:rsidR="002A4158" w:rsidRPr="00DA4E77">
        <w:t>je demande qu</w:t>
      </w:r>
      <w:r>
        <w:t>’</w:t>
      </w:r>
      <w:r w:rsidR="002A4158" w:rsidRPr="00DA4E77">
        <w:t>au nom de nous tous</w:t>
      </w:r>
      <w:r>
        <w:t xml:space="preserve">, </w:t>
      </w:r>
      <w:r w:rsidR="002A4158" w:rsidRPr="00DA4E77">
        <w:t>vous me permettiez de lui envoyer les saluts de l</w:t>
      </w:r>
      <w:r>
        <w:t>’</w:t>
      </w:r>
      <w:r w:rsidR="002A4158" w:rsidRPr="00DA4E77">
        <w:t>Île de Pourpre</w:t>
      </w:r>
      <w:r>
        <w:t>.</w:t>
      </w:r>
    </w:p>
    <w:p w14:paraId="77FB28DA" w14:textId="77777777" w:rsidR="00276CCE" w:rsidRDefault="00276CCE" w:rsidP="002A4158">
      <w:r>
        <w:t>— </w:t>
      </w:r>
      <w:r w:rsidR="002A4158" w:rsidRPr="00DA4E77">
        <w:t>À merveille</w:t>
      </w:r>
      <w:r>
        <w:t xml:space="preserve">, </w:t>
      </w:r>
      <w:proofErr w:type="spellStart"/>
      <w:r w:rsidR="002A4158" w:rsidRPr="00DA4E77">
        <w:t>Xanthès</w:t>
      </w:r>
      <w:proofErr w:type="spellEnd"/>
      <w:r>
        <w:t xml:space="preserve"> ! </w:t>
      </w:r>
      <w:r w:rsidR="002A4158" w:rsidRPr="00DA4E77">
        <w:t>s</w:t>
      </w:r>
      <w:r>
        <w:t>’</w:t>
      </w:r>
      <w:r w:rsidR="002A4158" w:rsidRPr="00DA4E77">
        <w:t xml:space="preserve">écrie </w:t>
      </w:r>
      <w:proofErr w:type="spellStart"/>
      <w:r w:rsidR="002A4158" w:rsidRPr="00DA4E77">
        <w:t>Thamoussi</w:t>
      </w:r>
      <w:proofErr w:type="spellEnd"/>
      <w:r w:rsidR="002A4158" w:rsidRPr="00DA4E77">
        <w:t xml:space="preserve"> toujours fav</w:t>
      </w:r>
      <w:r w:rsidR="002A4158" w:rsidRPr="00DA4E77">
        <w:t>o</w:t>
      </w:r>
      <w:r w:rsidR="002A4158" w:rsidRPr="00DA4E77">
        <w:t>rable aux conciliations</w:t>
      </w:r>
      <w:r>
        <w:t xml:space="preserve">. </w:t>
      </w:r>
      <w:r w:rsidR="002A4158" w:rsidRPr="00DA4E77">
        <w:t xml:space="preserve">Je demande même que nous invitions </w:t>
      </w:r>
      <w:proofErr w:type="spellStart"/>
      <w:r w:rsidR="002A4158" w:rsidRPr="00DA4E77">
        <w:t>Hermos</w:t>
      </w:r>
      <w:proofErr w:type="spellEnd"/>
      <w:r w:rsidR="002A4158" w:rsidRPr="00DA4E77">
        <w:t xml:space="preserve"> à recevoir parmi nous une fraternelle couronne</w:t>
      </w:r>
      <w:r>
        <w:t>.</w:t>
      </w:r>
    </w:p>
    <w:p w14:paraId="386E3D38" w14:textId="77777777" w:rsidR="00276CCE" w:rsidRDefault="00276CCE" w:rsidP="002A4158">
      <w:r>
        <w:t>— </w:t>
      </w:r>
      <w:proofErr w:type="spellStart"/>
      <w:r w:rsidR="002A4158" w:rsidRPr="00DA4E77">
        <w:t>Hermos</w:t>
      </w:r>
      <w:proofErr w:type="spellEnd"/>
      <w:r w:rsidR="002A4158" w:rsidRPr="00DA4E77">
        <w:t xml:space="preserve"> n</w:t>
      </w:r>
      <w:r>
        <w:t>’</w:t>
      </w:r>
      <w:r w:rsidR="002A4158" w:rsidRPr="00DA4E77">
        <w:t>a pas besoin de consécration</w:t>
      </w:r>
      <w:r>
        <w:t xml:space="preserve"> ! </w:t>
      </w:r>
      <w:r w:rsidR="002A4158" w:rsidRPr="00DA4E77">
        <w:t>jette du fond de la terrasse une voix éclatante et jeune</w:t>
      </w:r>
      <w:r>
        <w:t xml:space="preserve">. </w:t>
      </w:r>
      <w:proofErr w:type="spellStart"/>
      <w:r w:rsidR="002A4158" w:rsidRPr="00DA4E77">
        <w:t>Hermos</w:t>
      </w:r>
      <w:proofErr w:type="spellEnd"/>
      <w:r w:rsidR="002A4158" w:rsidRPr="00DA4E77">
        <w:t xml:space="preserve"> vous dépasse tous de la tête et du cœur</w:t>
      </w:r>
      <w:r>
        <w:t> !</w:t>
      </w:r>
    </w:p>
    <w:p w14:paraId="4D45CB5E" w14:textId="77777777" w:rsidR="00276CCE" w:rsidRDefault="00276CCE" w:rsidP="002A4158">
      <w:r>
        <w:t>— </w:t>
      </w:r>
      <w:r w:rsidR="002A4158" w:rsidRPr="00DA4E77">
        <w:t>Bon</w:t>
      </w:r>
      <w:r>
        <w:t xml:space="preserve"> ! </w:t>
      </w:r>
      <w:r w:rsidR="002A4158" w:rsidRPr="00DA4E77">
        <w:t>En voilà bien d</w:t>
      </w:r>
      <w:r>
        <w:t>’</w:t>
      </w:r>
      <w:r w:rsidR="002A4158" w:rsidRPr="00DA4E77">
        <w:t>une autre</w:t>
      </w:r>
      <w:r>
        <w:t xml:space="preserve"> ! </w:t>
      </w:r>
      <w:r w:rsidR="002A4158" w:rsidRPr="00DA4E77">
        <w:t xml:space="preserve">glapit </w:t>
      </w:r>
      <w:proofErr w:type="spellStart"/>
      <w:r w:rsidR="002A4158" w:rsidRPr="00DA4E77">
        <w:t>Thamoussi</w:t>
      </w:r>
      <w:proofErr w:type="spellEnd"/>
      <w:r w:rsidR="002A4158" w:rsidRPr="00DA4E77">
        <w:t xml:space="preserve"> effaré</w:t>
      </w:r>
      <w:r>
        <w:t xml:space="preserve">. </w:t>
      </w:r>
      <w:r w:rsidR="002A4158" w:rsidRPr="00DA4E77">
        <w:t>On va se disputer maintenant</w:t>
      </w:r>
      <w:r>
        <w:t xml:space="preserve"> ! </w:t>
      </w:r>
      <w:r w:rsidR="002A4158" w:rsidRPr="00DA4E77">
        <w:t>C</w:t>
      </w:r>
      <w:r>
        <w:t>’</w:t>
      </w:r>
      <w:r w:rsidR="002A4158" w:rsidRPr="00DA4E77">
        <w:t>est toi</w:t>
      </w:r>
      <w:r>
        <w:t xml:space="preserve">, </w:t>
      </w:r>
      <w:proofErr w:type="spellStart"/>
      <w:r w:rsidR="002A4158" w:rsidRPr="00DA4E77">
        <w:t>Amonou</w:t>
      </w:r>
      <w:proofErr w:type="spellEnd"/>
      <w:r>
        <w:t xml:space="preserve">, </w:t>
      </w:r>
      <w:r w:rsidR="002A4158" w:rsidRPr="00DA4E77">
        <w:t xml:space="preserve">qui </w:t>
      </w:r>
      <w:r w:rsidR="002A4158" w:rsidRPr="00DA4E77">
        <w:lastRenderedPageBreak/>
        <w:t>prov</w:t>
      </w:r>
      <w:r w:rsidR="002A4158" w:rsidRPr="00DA4E77">
        <w:t>o</w:t>
      </w:r>
      <w:r w:rsidR="002A4158" w:rsidRPr="00DA4E77">
        <w:t>ques ici ce trouble</w:t>
      </w:r>
      <w:r>
        <w:t xml:space="preserve"> ? </w:t>
      </w:r>
      <w:r w:rsidR="002A4158" w:rsidRPr="00DA4E77">
        <w:t>Tu pouvais bien rester dans ta presqu</w:t>
      </w:r>
      <w:r>
        <w:t>’</w:t>
      </w:r>
      <w:r w:rsidR="002A4158" w:rsidRPr="00DA4E77">
        <w:t>île</w:t>
      </w:r>
      <w:r>
        <w:t xml:space="preserve">, </w:t>
      </w:r>
      <w:r w:rsidR="002A4158" w:rsidRPr="00DA4E77">
        <w:t>mon ami</w:t>
      </w:r>
      <w:r>
        <w:t> !</w:t>
      </w:r>
    </w:p>
    <w:p w14:paraId="1B20F196" w14:textId="77777777" w:rsidR="00276CCE" w:rsidRDefault="00276CCE" w:rsidP="002A4158">
      <w:r>
        <w:t>— </w:t>
      </w:r>
      <w:r w:rsidR="002A4158" w:rsidRPr="00DA4E77">
        <w:t>Pardon</w:t>
      </w:r>
      <w:r>
        <w:t xml:space="preserve">, </w:t>
      </w:r>
      <w:r w:rsidR="002A4158" w:rsidRPr="00DA4E77">
        <w:t xml:space="preserve">riposte </w:t>
      </w:r>
      <w:proofErr w:type="spellStart"/>
      <w:r w:rsidR="002A4158" w:rsidRPr="00DA4E77">
        <w:t>Amonou</w:t>
      </w:r>
      <w:proofErr w:type="spellEnd"/>
      <w:r w:rsidR="002A4158" w:rsidRPr="00DA4E77">
        <w:t xml:space="preserve"> qui s</w:t>
      </w:r>
      <w:r>
        <w:t>’</w:t>
      </w:r>
      <w:r w:rsidR="002A4158" w:rsidRPr="00DA4E77">
        <w:t>avance sur la terrasse au milieu d</w:t>
      </w:r>
      <w:r>
        <w:t>’</w:t>
      </w:r>
      <w:r w:rsidR="002A4158" w:rsidRPr="00DA4E77">
        <w:t>une agitation fiévreuse de tous les artistes présents</w:t>
      </w:r>
      <w:r>
        <w:t xml:space="preserve"> ; </w:t>
      </w:r>
      <w:r w:rsidR="002A4158" w:rsidRPr="00DA4E77">
        <w:t>pardon</w:t>
      </w:r>
      <w:r>
        <w:t xml:space="preserve"> ! </w:t>
      </w:r>
      <w:r w:rsidR="002A4158" w:rsidRPr="00DA4E77">
        <w:t>Est-ce moi qui ai commencé à lancer contre les absents de stupides médisances</w:t>
      </w:r>
      <w:r>
        <w:t xml:space="preserve"> ? </w:t>
      </w:r>
      <w:r w:rsidR="002A4158" w:rsidRPr="00DA4E77">
        <w:t>Sans trahir les secrets du Sanctuaire</w:t>
      </w:r>
      <w:r>
        <w:t xml:space="preserve">, </w:t>
      </w:r>
      <w:r w:rsidR="002A4158" w:rsidRPr="00DA4E77">
        <w:t>j</w:t>
      </w:r>
      <w:r>
        <w:t>’</w:t>
      </w:r>
      <w:r w:rsidR="002A4158" w:rsidRPr="00DA4E77">
        <w:t>ai le droit de dire et de proclamer bien haut qu</w:t>
      </w:r>
      <w:r>
        <w:t>’</w:t>
      </w:r>
      <w:proofErr w:type="spellStart"/>
      <w:r w:rsidR="002A4158" w:rsidRPr="00DA4E77">
        <w:t>Hermos</w:t>
      </w:r>
      <w:proofErr w:type="spellEnd"/>
      <w:r w:rsidR="002A4158" w:rsidRPr="00DA4E77">
        <w:t xml:space="preserve"> a</w:t>
      </w:r>
      <w:r w:rsidR="002A4158" w:rsidRPr="00DA4E77">
        <w:t>u</w:t>
      </w:r>
      <w:r w:rsidR="002A4158" w:rsidRPr="00DA4E77">
        <w:t>jourd</w:t>
      </w:r>
      <w:r>
        <w:t>’</w:t>
      </w:r>
      <w:r w:rsidR="002A4158" w:rsidRPr="00DA4E77">
        <w:t>hui nous a paru</w:t>
      </w:r>
      <w:r>
        <w:t xml:space="preserve">, </w:t>
      </w:r>
      <w:r w:rsidR="002A4158" w:rsidRPr="00DA4E77">
        <w:t>sur la Terrasse Sainte</w:t>
      </w:r>
      <w:r>
        <w:t xml:space="preserve">, </w:t>
      </w:r>
      <w:r w:rsidR="002A4158" w:rsidRPr="00DA4E77">
        <w:t>le plus pur et le plus splendide des héros</w:t>
      </w:r>
      <w:r>
        <w:t>.</w:t>
      </w:r>
    </w:p>
    <w:p w14:paraId="1D604E8B" w14:textId="77777777" w:rsidR="00276CCE" w:rsidRDefault="002A4158" w:rsidP="002A4158">
      <w:r w:rsidRPr="00DA4E77">
        <w:t>Et le jeune homme</w:t>
      </w:r>
      <w:r w:rsidR="00276CCE">
        <w:t xml:space="preserve">, </w:t>
      </w:r>
      <w:r w:rsidRPr="00DA4E77">
        <w:t>grand</w:t>
      </w:r>
      <w:r w:rsidR="00276CCE">
        <w:t xml:space="preserve">, </w:t>
      </w:r>
      <w:r w:rsidRPr="00DA4E77">
        <w:t>élancé</w:t>
      </w:r>
      <w:r w:rsidR="00276CCE">
        <w:t xml:space="preserve">, </w:t>
      </w:r>
      <w:r w:rsidRPr="00DA4E77">
        <w:t>aux épaules larges</w:t>
      </w:r>
      <w:r w:rsidR="00276CCE">
        <w:t xml:space="preserve">, </w:t>
      </w:r>
      <w:r w:rsidRPr="00DA4E77">
        <w:t>env</w:t>
      </w:r>
      <w:r w:rsidRPr="00DA4E77">
        <w:t>e</w:t>
      </w:r>
      <w:r w:rsidRPr="00DA4E77">
        <w:t>loppé dans son manteau noir</w:t>
      </w:r>
      <w:r w:rsidR="00276CCE">
        <w:t xml:space="preserve">, </w:t>
      </w:r>
      <w:r w:rsidRPr="00DA4E77">
        <w:t>la tête nue</w:t>
      </w:r>
      <w:r w:rsidR="00276CCE">
        <w:t xml:space="preserve">, </w:t>
      </w:r>
      <w:r w:rsidRPr="00DA4E77">
        <w:t>le regard ferme</w:t>
      </w:r>
      <w:r w:rsidR="00276CCE">
        <w:t xml:space="preserve">, </w:t>
      </w:r>
      <w:r w:rsidRPr="00DA4E77">
        <w:t>s</w:t>
      </w:r>
      <w:r w:rsidR="00276CCE">
        <w:t>’</w:t>
      </w:r>
      <w:r w:rsidRPr="00DA4E77">
        <w:t xml:space="preserve">avance vers le rhéteur </w:t>
      </w:r>
      <w:proofErr w:type="spellStart"/>
      <w:r w:rsidRPr="00DA4E77">
        <w:t>Olbios</w:t>
      </w:r>
      <w:proofErr w:type="spellEnd"/>
      <w:r w:rsidR="00276CCE">
        <w:t xml:space="preserve">, </w:t>
      </w:r>
      <w:r w:rsidRPr="00DA4E77">
        <w:t>qui</w:t>
      </w:r>
      <w:r w:rsidR="00276CCE">
        <w:t xml:space="preserve">, </w:t>
      </w:r>
      <w:r w:rsidRPr="00DA4E77">
        <w:t>gras et petit</w:t>
      </w:r>
      <w:r w:rsidR="00276CCE">
        <w:t xml:space="preserve">, </w:t>
      </w:r>
      <w:r w:rsidRPr="00DA4E77">
        <w:t>tremble sur ses courtes jambes et s</w:t>
      </w:r>
      <w:r w:rsidR="00276CCE">
        <w:t>’</w:t>
      </w:r>
      <w:r w:rsidRPr="00DA4E77">
        <w:t>accote contre une colonne</w:t>
      </w:r>
      <w:r w:rsidR="00276CCE">
        <w:t xml:space="preserve">. </w:t>
      </w:r>
      <w:proofErr w:type="spellStart"/>
      <w:r w:rsidRPr="00DA4E77">
        <w:t>Amonou</w:t>
      </w:r>
      <w:proofErr w:type="spellEnd"/>
      <w:r w:rsidRPr="00DA4E77">
        <w:t xml:space="preserve"> cont</w:t>
      </w:r>
      <w:r w:rsidRPr="00DA4E77">
        <w:t>i</w:t>
      </w:r>
      <w:r w:rsidRPr="00DA4E77">
        <w:t>nue avec vivacité</w:t>
      </w:r>
      <w:r w:rsidR="00276CCE">
        <w:t> :</w:t>
      </w:r>
    </w:p>
    <w:p w14:paraId="5040C13A" w14:textId="77777777" w:rsidR="00276CCE" w:rsidRDefault="00276CCE" w:rsidP="002A4158">
      <w:r>
        <w:t>— </w:t>
      </w:r>
      <w:r w:rsidR="002A4158" w:rsidRPr="00DA4E77">
        <w:t>Chantez tant qu</w:t>
      </w:r>
      <w:r>
        <w:t>’</w:t>
      </w:r>
      <w:r w:rsidR="002A4158" w:rsidRPr="00DA4E77">
        <w:t>il vous plaira les délices de vos âmes et la volupté de vos corps</w:t>
      </w:r>
      <w:r>
        <w:t xml:space="preserve"> ; </w:t>
      </w:r>
      <w:r w:rsidR="002A4158" w:rsidRPr="00DA4E77">
        <w:t>devenez</w:t>
      </w:r>
      <w:r>
        <w:t xml:space="preserve">, </w:t>
      </w:r>
      <w:r w:rsidR="002A4158" w:rsidRPr="00DA4E77">
        <w:t>tout à votre aise</w:t>
      </w:r>
      <w:r>
        <w:t xml:space="preserve">, </w:t>
      </w:r>
      <w:r w:rsidR="002A4158" w:rsidRPr="00DA4E77">
        <w:t>pareils à des o</w:t>
      </w:r>
      <w:r w:rsidR="002A4158" w:rsidRPr="00DA4E77">
        <w:t>i</w:t>
      </w:r>
      <w:r w:rsidR="002A4158" w:rsidRPr="00DA4E77">
        <w:t>seaux ou à des fleurs</w:t>
      </w:r>
      <w:r>
        <w:t xml:space="preserve">, </w:t>
      </w:r>
      <w:r w:rsidR="002A4158" w:rsidRPr="00DA4E77">
        <w:t>mais ne touchez pas à ceux qui sont des hommes vivant parmi les hommes</w:t>
      </w:r>
      <w:r>
        <w:t xml:space="preserve">, </w:t>
      </w:r>
      <w:r w:rsidR="002A4158" w:rsidRPr="00DA4E77">
        <w:t>assez forts pour sauver les hommes</w:t>
      </w:r>
      <w:r>
        <w:t xml:space="preserve">, </w:t>
      </w:r>
      <w:r w:rsidR="002A4158" w:rsidRPr="00DA4E77">
        <w:t>et vous sauver vous-mêmes</w:t>
      </w:r>
      <w:r>
        <w:t xml:space="preserve">, </w:t>
      </w:r>
      <w:r w:rsidR="002A4158" w:rsidRPr="00DA4E77">
        <w:t>par surcroît</w:t>
      </w:r>
      <w:r>
        <w:t> !</w:t>
      </w:r>
    </w:p>
    <w:p w14:paraId="75E19B28" w14:textId="77777777" w:rsidR="00276CCE" w:rsidRDefault="002A4158" w:rsidP="002A4158">
      <w:proofErr w:type="spellStart"/>
      <w:r w:rsidRPr="00DA4E77">
        <w:t>Amonou</w:t>
      </w:r>
      <w:proofErr w:type="spellEnd"/>
      <w:r w:rsidRPr="00DA4E77">
        <w:t xml:space="preserve"> traverse tranquillement la terrasse où les artistes restent silencieux</w:t>
      </w:r>
      <w:r w:rsidR="00276CCE">
        <w:t xml:space="preserve">, </w:t>
      </w:r>
      <w:r w:rsidRPr="00DA4E77">
        <w:t>et vient s</w:t>
      </w:r>
      <w:r w:rsidR="00276CCE">
        <w:t>’</w:t>
      </w:r>
      <w:r w:rsidRPr="00DA4E77">
        <w:t>accouder sur le parapet</w:t>
      </w:r>
      <w:r w:rsidR="00276CCE">
        <w:t xml:space="preserve">, </w:t>
      </w:r>
      <w:r w:rsidRPr="00DA4E77">
        <w:t>près du jardin qui descend en pentes fleuries jusqu</w:t>
      </w:r>
      <w:r w:rsidR="00276CCE">
        <w:t>’</w:t>
      </w:r>
      <w:r w:rsidRPr="00DA4E77">
        <w:t>à la mer</w:t>
      </w:r>
      <w:r w:rsidR="00276CCE">
        <w:t xml:space="preserve">. </w:t>
      </w:r>
      <w:proofErr w:type="spellStart"/>
      <w:r w:rsidRPr="00DA4E77">
        <w:t>Olbios</w:t>
      </w:r>
      <w:proofErr w:type="spellEnd"/>
      <w:r w:rsidRPr="00DA4E77">
        <w:t xml:space="preserve"> a disparu</w:t>
      </w:r>
      <w:r w:rsidR="00276CCE">
        <w:t xml:space="preserve">. </w:t>
      </w:r>
      <w:proofErr w:type="spellStart"/>
      <w:r w:rsidRPr="00DA4E77">
        <w:t>Xanthès</w:t>
      </w:r>
      <w:proofErr w:type="spellEnd"/>
      <w:r w:rsidRPr="00DA4E77">
        <w:t xml:space="preserve"> sourit</w:t>
      </w:r>
      <w:r w:rsidR="00276CCE">
        <w:t xml:space="preserve">. </w:t>
      </w:r>
      <w:r w:rsidRPr="00DA4E77">
        <w:t>Et</w:t>
      </w:r>
      <w:r w:rsidR="00276CCE">
        <w:t xml:space="preserve">, </w:t>
      </w:r>
      <w:r w:rsidRPr="00DA4E77">
        <w:t>d</w:t>
      </w:r>
      <w:r w:rsidR="00276CCE">
        <w:t>’</w:t>
      </w:r>
      <w:r w:rsidRPr="00DA4E77">
        <w:t>une voix sereine</w:t>
      </w:r>
      <w:r w:rsidR="00276CCE">
        <w:t> :</w:t>
      </w:r>
    </w:p>
    <w:p w14:paraId="04B3FE4A" w14:textId="77777777" w:rsidR="00276CCE" w:rsidRDefault="00276CCE" w:rsidP="002A4158">
      <w:r>
        <w:t>— </w:t>
      </w:r>
      <w:r w:rsidR="002A4158" w:rsidRPr="00DA4E77">
        <w:t>Il me plaît</w:t>
      </w:r>
      <w:r>
        <w:t xml:space="preserve">, </w:t>
      </w:r>
      <w:r w:rsidR="002A4158" w:rsidRPr="00DA4E77">
        <w:t>à moi</w:t>
      </w:r>
      <w:r>
        <w:t xml:space="preserve">, </w:t>
      </w:r>
      <w:r w:rsidR="002A4158" w:rsidRPr="00DA4E77">
        <w:t xml:space="preserve">ce jeune </w:t>
      </w:r>
      <w:proofErr w:type="spellStart"/>
      <w:r w:rsidR="002A4158" w:rsidRPr="00DA4E77">
        <w:t>Amonou</w:t>
      </w:r>
      <w:proofErr w:type="spellEnd"/>
      <w:r>
        <w:t xml:space="preserve"> ! </w:t>
      </w:r>
      <w:r w:rsidR="002A4158" w:rsidRPr="00DA4E77">
        <w:t>J</w:t>
      </w:r>
      <w:r>
        <w:t>’</w:t>
      </w:r>
      <w:r w:rsidR="002A4158" w:rsidRPr="00DA4E77">
        <w:t>aime que la je</w:t>
      </w:r>
      <w:r w:rsidR="002A4158" w:rsidRPr="00DA4E77">
        <w:t>u</w:t>
      </w:r>
      <w:r w:rsidR="002A4158" w:rsidRPr="00DA4E77">
        <w:t>nesse se montre batailleuse</w:t>
      </w:r>
      <w:r>
        <w:t xml:space="preserve"> ! </w:t>
      </w:r>
      <w:r w:rsidR="002A4158" w:rsidRPr="00DA4E77">
        <w:t>À son âge</w:t>
      </w:r>
      <w:r>
        <w:t xml:space="preserve">, </w:t>
      </w:r>
      <w:r w:rsidR="002A4158" w:rsidRPr="00DA4E77">
        <w:t>moi aussi</w:t>
      </w:r>
      <w:r>
        <w:t xml:space="preserve">, </w:t>
      </w:r>
      <w:r w:rsidR="002A4158" w:rsidRPr="00DA4E77">
        <w:t>j</w:t>
      </w:r>
      <w:r>
        <w:t>’</w:t>
      </w:r>
      <w:r w:rsidR="002A4158" w:rsidRPr="00DA4E77">
        <w:t>injuriais les glorieux aînés</w:t>
      </w:r>
      <w:r>
        <w:t> !</w:t>
      </w:r>
    </w:p>
    <w:p w14:paraId="11A75EAE" w14:textId="77777777" w:rsidR="00276CCE" w:rsidRDefault="002A4158" w:rsidP="002A4158">
      <w:r w:rsidRPr="00DA4E77">
        <w:t>Mais les femmes</w:t>
      </w:r>
      <w:r w:rsidR="00276CCE">
        <w:t xml:space="preserve">, </w:t>
      </w:r>
      <w:r w:rsidRPr="00DA4E77">
        <w:t>craignant une rixe</w:t>
      </w:r>
      <w:r w:rsidR="00276CCE">
        <w:t xml:space="preserve">, </w:t>
      </w:r>
      <w:r w:rsidRPr="00DA4E77">
        <w:t>ont fui dans les bo</w:t>
      </w:r>
      <w:r w:rsidRPr="00DA4E77">
        <w:t>s</w:t>
      </w:r>
      <w:r w:rsidRPr="00DA4E77">
        <w:t>quets</w:t>
      </w:r>
      <w:r w:rsidR="00276CCE">
        <w:t xml:space="preserve">. </w:t>
      </w:r>
      <w:proofErr w:type="spellStart"/>
      <w:r w:rsidRPr="00DA4E77">
        <w:t>Thamoussi</w:t>
      </w:r>
      <w:proofErr w:type="spellEnd"/>
      <w:r w:rsidR="00276CCE">
        <w:t xml:space="preserve">, </w:t>
      </w:r>
      <w:r w:rsidRPr="00DA4E77">
        <w:t>ahuri</w:t>
      </w:r>
      <w:r w:rsidR="00276CCE">
        <w:t xml:space="preserve">, </w:t>
      </w:r>
      <w:r w:rsidRPr="00DA4E77">
        <w:t>larmoyant</w:t>
      </w:r>
      <w:r w:rsidR="00276CCE">
        <w:t xml:space="preserve">, </w:t>
      </w:r>
      <w:r w:rsidRPr="00DA4E77">
        <w:t>perdant la tête</w:t>
      </w:r>
      <w:r w:rsidR="00276CCE">
        <w:t xml:space="preserve">, </w:t>
      </w:r>
      <w:r w:rsidRPr="00DA4E77">
        <w:t>appelle</w:t>
      </w:r>
      <w:r w:rsidR="00276CCE">
        <w:t> :</w:t>
      </w:r>
    </w:p>
    <w:p w14:paraId="4C5280DD" w14:textId="77777777" w:rsidR="00276CCE" w:rsidRDefault="00276CCE" w:rsidP="002A4158">
      <w:r>
        <w:lastRenderedPageBreak/>
        <w:t>— </w:t>
      </w:r>
      <w:r w:rsidR="002A4158" w:rsidRPr="00DA4E77">
        <w:t>Les bardes</w:t>
      </w:r>
      <w:r>
        <w:t xml:space="preserve"> ! </w:t>
      </w:r>
      <w:r w:rsidR="002A4158" w:rsidRPr="00DA4E77">
        <w:t>les bardes</w:t>
      </w:r>
      <w:r>
        <w:t xml:space="preserve"> ! </w:t>
      </w:r>
      <w:r w:rsidR="002A4158" w:rsidRPr="00DA4E77">
        <w:t>pourquoi les bardes ne viennent-ils pas se faire entendre</w:t>
      </w:r>
      <w:r>
        <w:t> ?</w:t>
      </w:r>
    </w:p>
    <w:p w14:paraId="21D2C132" w14:textId="77777777" w:rsidR="00276CCE" w:rsidRDefault="00276CCE" w:rsidP="002A4158">
      <w:r>
        <w:t>— </w:t>
      </w:r>
      <w:r w:rsidR="002A4158" w:rsidRPr="00DA4E77">
        <w:t>Ils dorment</w:t>
      </w:r>
      <w:r>
        <w:t xml:space="preserve">, </w:t>
      </w:r>
      <w:r w:rsidR="002A4158" w:rsidRPr="00DA4E77">
        <w:t>maître</w:t>
      </w:r>
      <w:r>
        <w:t xml:space="preserve">, </w:t>
      </w:r>
      <w:r w:rsidR="002A4158" w:rsidRPr="00DA4E77">
        <w:t>répond un serviteur</w:t>
      </w:r>
      <w:r>
        <w:t>.</w:t>
      </w:r>
    </w:p>
    <w:p w14:paraId="1BB9C193" w14:textId="77777777" w:rsidR="00276CCE" w:rsidRDefault="00276CCE" w:rsidP="002A4158">
      <w:r>
        <w:t>— </w:t>
      </w:r>
      <w:r w:rsidR="002A4158" w:rsidRPr="00DA4E77">
        <w:t>Qu</w:t>
      </w:r>
      <w:r>
        <w:t>’</w:t>
      </w:r>
      <w:r w:rsidR="002A4158" w:rsidRPr="00DA4E77">
        <w:t>on les éveille</w:t>
      </w:r>
      <w:r>
        <w:t xml:space="preserve"> ! </w:t>
      </w:r>
      <w:r w:rsidR="002A4158" w:rsidRPr="00DA4E77">
        <w:t>A-t-on vu des Barbares qui se perme</w:t>
      </w:r>
      <w:r w:rsidR="002A4158" w:rsidRPr="00DA4E77">
        <w:t>t</w:t>
      </w:r>
      <w:r w:rsidR="002A4158" w:rsidRPr="00DA4E77">
        <w:t>tent de dormir quand on les convie</w:t>
      </w:r>
      <w:r>
        <w:t> ?</w:t>
      </w:r>
    </w:p>
    <w:p w14:paraId="06309F3E" w14:textId="77777777" w:rsidR="00276CCE" w:rsidRDefault="002A4158" w:rsidP="002A4158">
      <w:r w:rsidRPr="00DA4E77">
        <w:t>Puis</w:t>
      </w:r>
      <w:r w:rsidR="00276CCE">
        <w:t xml:space="preserve">, </w:t>
      </w:r>
      <w:r w:rsidRPr="00DA4E77">
        <w:t>se tournant vers l</w:t>
      </w:r>
      <w:r w:rsidR="00276CCE">
        <w:t>’</w:t>
      </w:r>
      <w:r w:rsidRPr="00DA4E77">
        <w:t>assemblée</w:t>
      </w:r>
      <w:r w:rsidR="00276CCE">
        <w:t> :</w:t>
      </w:r>
    </w:p>
    <w:p w14:paraId="1687C31C" w14:textId="77777777" w:rsidR="00276CCE" w:rsidRDefault="00276CCE" w:rsidP="002A4158">
      <w:r>
        <w:t>— </w:t>
      </w:r>
      <w:r w:rsidR="002A4158" w:rsidRPr="00DA4E77">
        <w:t>Allons</w:t>
      </w:r>
      <w:r>
        <w:t xml:space="preserve">, </w:t>
      </w:r>
      <w:r w:rsidR="002A4158" w:rsidRPr="00DA4E77">
        <w:t>les frères</w:t>
      </w:r>
      <w:r>
        <w:t xml:space="preserve">, </w:t>
      </w:r>
      <w:r w:rsidR="002A4158" w:rsidRPr="00DA4E77">
        <w:t>allons</w:t>
      </w:r>
      <w:r>
        <w:t xml:space="preserve"> ! </w:t>
      </w:r>
      <w:r w:rsidR="002A4158" w:rsidRPr="00DA4E77">
        <w:t>buvons</w:t>
      </w:r>
      <w:r>
        <w:t xml:space="preserve"> ! </w:t>
      </w:r>
      <w:r w:rsidR="002A4158" w:rsidRPr="00DA4E77">
        <w:t>rions</w:t>
      </w:r>
      <w:r>
        <w:t xml:space="preserve"> ! </w:t>
      </w:r>
      <w:r w:rsidR="002A4158" w:rsidRPr="00DA4E77">
        <w:t>Vive la vie</w:t>
      </w:r>
      <w:r>
        <w:t xml:space="preserve"> ! </w:t>
      </w:r>
      <w:r w:rsidR="002A4158" w:rsidRPr="00DA4E77">
        <w:t>Ne sommes-nous pas</w:t>
      </w:r>
      <w:r>
        <w:t xml:space="preserve">, </w:t>
      </w:r>
      <w:r w:rsidR="002A4158" w:rsidRPr="00DA4E77">
        <w:t>comme l</w:t>
      </w:r>
      <w:r>
        <w:t>’</w:t>
      </w:r>
      <w:r w:rsidR="002A4158" w:rsidRPr="00DA4E77">
        <w:t xml:space="preserve">a dit </w:t>
      </w:r>
      <w:proofErr w:type="spellStart"/>
      <w:r w:rsidR="002A4158" w:rsidRPr="00DA4E77">
        <w:t>Xanthès</w:t>
      </w:r>
      <w:proofErr w:type="spellEnd"/>
      <w:r>
        <w:t xml:space="preserve">, </w:t>
      </w:r>
      <w:r w:rsidR="002A4158" w:rsidRPr="00DA4E77">
        <w:t>la fleur suprême de l</w:t>
      </w:r>
      <w:r>
        <w:t>’</w:t>
      </w:r>
      <w:r w:rsidR="002A4158" w:rsidRPr="00DA4E77">
        <w:t>Univers</w:t>
      </w:r>
      <w:r>
        <w:t> ?</w:t>
      </w:r>
    </w:p>
    <w:p w14:paraId="5A9C8090" w14:textId="77777777" w:rsidR="00276CCE" w:rsidRDefault="002A4158" w:rsidP="002A4158">
      <w:r w:rsidRPr="00DA4E77">
        <w:t>Cependant</w:t>
      </w:r>
      <w:r w:rsidR="00276CCE">
        <w:t xml:space="preserve">, </w:t>
      </w:r>
      <w:r w:rsidRPr="00DA4E77">
        <w:t>conduits par un serviteur de race blanche</w:t>
      </w:r>
      <w:r w:rsidR="00276CCE">
        <w:t xml:space="preserve">, </w:t>
      </w:r>
      <w:r w:rsidRPr="00DA4E77">
        <w:t>les bardes mal éveillés</w:t>
      </w:r>
      <w:r w:rsidR="00276CCE">
        <w:t xml:space="preserve">, </w:t>
      </w:r>
      <w:r w:rsidRPr="00DA4E77">
        <w:t>bâillant</w:t>
      </w:r>
      <w:r w:rsidR="00276CCE">
        <w:t xml:space="preserve">, </w:t>
      </w:r>
      <w:r w:rsidRPr="00DA4E77">
        <w:t>un peu stupéfaits de se voir traînés ainsi de fête en fête</w:t>
      </w:r>
      <w:r w:rsidR="00276CCE">
        <w:t xml:space="preserve">, </w:t>
      </w:r>
      <w:r w:rsidRPr="00DA4E77">
        <w:t>se rangent lentement au fond de la terrasse où gisent les restes du festin</w:t>
      </w:r>
      <w:r w:rsidR="00276CCE">
        <w:t>.</w:t>
      </w:r>
    </w:p>
    <w:p w14:paraId="68ADE45F" w14:textId="77777777" w:rsidR="00276CCE" w:rsidRDefault="00276CCE" w:rsidP="00276CCE">
      <w:pPr>
        <w:pStyle w:val="Titre2"/>
        <w:rPr>
          <w:i/>
        </w:rPr>
      </w:pPr>
      <w:bookmarkStart w:id="13" w:name="_Toc194841999"/>
      <w:r w:rsidRPr="00DA4E77">
        <w:lastRenderedPageBreak/>
        <w:t>Scène</w:t>
      </w:r>
      <w:r>
        <w:t> </w:t>
      </w:r>
      <w:r w:rsidRPr="00DA4E77">
        <w:t>II</w:t>
      </w:r>
      <w:r>
        <w:t xml:space="preserve">. – </w:t>
      </w:r>
      <w:r w:rsidR="002A4158" w:rsidRPr="00DA4E77">
        <w:rPr>
          <w:i/>
        </w:rPr>
        <w:t>Harpes et cithares</w:t>
      </w:r>
      <w:r>
        <w:rPr>
          <w:i/>
        </w:rPr>
        <w:t>.</w:t>
      </w:r>
      <w:bookmarkEnd w:id="13"/>
    </w:p>
    <w:p w14:paraId="2B166212" w14:textId="77777777" w:rsidR="00276CCE" w:rsidRDefault="002A4158" w:rsidP="002A4158">
      <w:proofErr w:type="spellStart"/>
      <w:r w:rsidRPr="00DA4E77">
        <w:t>Amonou</w:t>
      </w:r>
      <w:proofErr w:type="spellEnd"/>
      <w:r w:rsidRPr="00DA4E77">
        <w:t xml:space="preserve"> n</w:t>
      </w:r>
      <w:r w:rsidR="00276CCE">
        <w:t>’</w:t>
      </w:r>
      <w:r w:rsidRPr="00DA4E77">
        <w:t>a pas bougé de sa place</w:t>
      </w:r>
      <w:r w:rsidR="00276CCE">
        <w:t xml:space="preserve">. </w:t>
      </w:r>
      <w:r w:rsidRPr="00DA4E77">
        <w:t>Surpris lui-même de son imprévue témérité</w:t>
      </w:r>
      <w:r w:rsidR="00276CCE">
        <w:t xml:space="preserve">, </w:t>
      </w:r>
      <w:r w:rsidRPr="00DA4E77">
        <w:t>il se demande encore quel souffle de c</w:t>
      </w:r>
      <w:r w:rsidRPr="00DA4E77">
        <w:t>o</w:t>
      </w:r>
      <w:r w:rsidRPr="00DA4E77">
        <w:t>lère a bien pu passer en lui pour le pousser à se dresser contre une assemblée tout entière</w:t>
      </w:r>
      <w:r w:rsidR="00276CCE">
        <w:t>.</w:t>
      </w:r>
    </w:p>
    <w:p w14:paraId="34C447F3" w14:textId="77777777" w:rsidR="00276CCE" w:rsidRDefault="002A4158" w:rsidP="002A4158">
      <w:r w:rsidRPr="00DA4E77">
        <w:t>La nuit</w:t>
      </w:r>
      <w:r w:rsidR="00276CCE">
        <w:t xml:space="preserve">, </w:t>
      </w:r>
      <w:r w:rsidRPr="00DA4E77">
        <w:t>déjà</w:t>
      </w:r>
      <w:r w:rsidR="00276CCE">
        <w:t xml:space="preserve">, </w:t>
      </w:r>
      <w:r w:rsidRPr="00DA4E77">
        <w:t>vers l</w:t>
      </w:r>
      <w:r w:rsidR="00276CCE">
        <w:t>’</w:t>
      </w:r>
      <w:r w:rsidRPr="00DA4E77">
        <w:t>orient</w:t>
      </w:r>
      <w:r w:rsidR="00276CCE">
        <w:t xml:space="preserve">, </w:t>
      </w:r>
      <w:r w:rsidRPr="00DA4E77">
        <w:t>s</w:t>
      </w:r>
      <w:r w:rsidR="00276CCE">
        <w:t>’</w:t>
      </w:r>
      <w:r w:rsidRPr="00DA4E77">
        <w:t>éclaire</w:t>
      </w:r>
      <w:r w:rsidR="00276CCE">
        <w:t xml:space="preserve">, </w:t>
      </w:r>
      <w:r w:rsidRPr="00DA4E77">
        <w:t>au ras des flots</w:t>
      </w:r>
      <w:r w:rsidR="00276CCE">
        <w:t xml:space="preserve">, </w:t>
      </w:r>
      <w:r w:rsidRPr="00DA4E77">
        <w:t>de lueurs naissantes</w:t>
      </w:r>
      <w:r w:rsidR="00276CCE">
        <w:t xml:space="preserve">. </w:t>
      </w:r>
      <w:r w:rsidRPr="00DA4E77">
        <w:t>Et le néophyte s</w:t>
      </w:r>
      <w:r w:rsidR="00276CCE">
        <w:t>’</w:t>
      </w:r>
      <w:r w:rsidRPr="00DA4E77">
        <w:t>apprête à descendre au ja</w:t>
      </w:r>
      <w:r w:rsidRPr="00DA4E77">
        <w:t>r</w:t>
      </w:r>
      <w:r w:rsidRPr="00DA4E77">
        <w:t>din lorsque</w:t>
      </w:r>
      <w:r w:rsidR="00276CCE">
        <w:t xml:space="preserve">, </w:t>
      </w:r>
      <w:r w:rsidRPr="00DA4E77">
        <w:t>au détour de l</w:t>
      </w:r>
      <w:r w:rsidR="00276CCE">
        <w:t>’</w:t>
      </w:r>
      <w:r w:rsidRPr="00DA4E77">
        <w:t>allée</w:t>
      </w:r>
      <w:r w:rsidR="00276CCE">
        <w:t xml:space="preserve">, </w:t>
      </w:r>
      <w:r w:rsidRPr="00DA4E77">
        <w:t>il sent sa main serrée par une frêle main</w:t>
      </w:r>
      <w:r w:rsidR="00276CCE">
        <w:t xml:space="preserve">, </w:t>
      </w:r>
      <w:r w:rsidRPr="00DA4E77">
        <w:t>et une lèvre douce se poser sur ses doigts</w:t>
      </w:r>
      <w:r w:rsidR="00276CCE">
        <w:t xml:space="preserve">. </w:t>
      </w:r>
      <w:r w:rsidRPr="00DA4E77">
        <w:t>Il se r</w:t>
      </w:r>
      <w:r w:rsidRPr="00DA4E77">
        <w:t>e</w:t>
      </w:r>
      <w:r w:rsidRPr="00DA4E77">
        <w:t>tourne</w:t>
      </w:r>
      <w:r w:rsidR="00276CCE">
        <w:t xml:space="preserve">. </w:t>
      </w:r>
      <w:r w:rsidRPr="00DA4E77">
        <w:t>Une femme se tait</w:t>
      </w:r>
      <w:r w:rsidR="00276CCE">
        <w:t xml:space="preserve">, </w:t>
      </w:r>
      <w:r w:rsidRPr="00DA4E77">
        <w:t>dans l</w:t>
      </w:r>
      <w:r w:rsidR="00276CCE">
        <w:t>’</w:t>
      </w:r>
      <w:r w:rsidRPr="00DA4E77">
        <w:t>ombre</w:t>
      </w:r>
      <w:r w:rsidR="00276CCE">
        <w:t xml:space="preserve">, </w:t>
      </w:r>
      <w:r w:rsidRPr="00DA4E77">
        <w:t>légère</w:t>
      </w:r>
      <w:r w:rsidR="00276CCE">
        <w:t xml:space="preserve">, </w:t>
      </w:r>
      <w:r w:rsidRPr="00DA4E77">
        <w:t>mince</w:t>
      </w:r>
      <w:r w:rsidR="00276CCE">
        <w:t xml:space="preserve">, </w:t>
      </w:r>
      <w:r w:rsidRPr="00DA4E77">
        <w:t>de blanc vêtue</w:t>
      </w:r>
      <w:r w:rsidR="00276CCE">
        <w:t>.</w:t>
      </w:r>
    </w:p>
    <w:p w14:paraId="1A4292D5" w14:textId="77777777" w:rsidR="00276CCE" w:rsidRDefault="00276CCE" w:rsidP="002A4158">
      <w:r>
        <w:t>— </w:t>
      </w:r>
      <w:r w:rsidR="002A4158" w:rsidRPr="00DA4E77">
        <w:t>Qui es-tu</w:t>
      </w:r>
      <w:r>
        <w:t xml:space="preserve"> ? </w:t>
      </w:r>
      <w:r w:rsidR="002A4158" w:rsidRPr="00DA4E77">
        <w:t>demande-t-il</w:t>
      </w:r>
      <w:r>
        <w:t>.</w:t>
      </w:r>
    </w:p>
    <w:p w14:paraId="4FB6FF42" w14:textId="77777777" w:rsidR="00276CCE" w:rsidRDefault="00276CCE" w:rsidP="002A4158">
      <w:r>
        <w:t>— </w:t>
      </w:r>
      <w:r w:rsidR="002A4158" w:rsidRPr="00DA4E77">
        <w:t>Chut</w:t>
      </w:r>
      <w:r>
        <w:t xml:space="preserve"> ! </w:t>
      </w:r>
      <w:r w:rsidR="002A4158" w:rsidRPr="00DA4E77">
        <w:t>reviens sur la terrasse</w:t>
      </w:r>
      <w:r>
        <w:t xml:space="preserve"> ! </w:t>
      </w:r>
      <w:r w:rsidR="002A4158" w:rsidRPr="00DA4E77">
        <w:t>tu me reconnaîtras</w:t>
      </w:r>
      <w:r>
        <w:t>.</w:t>
      </w:r>
    </w:p>
    <w:p w14:paraId="471A24D1" w14:textId="77777777" w:rsidR="00276CCE" w:rsidRDefault="002A4158" w:rsidP="002A4158">
      <w:r w:rsidRPr="00DA4E77">
        <w:t>Mais à l</w:t>
      </w:r>
      <w:r w:rsidR="00276CCE">
        <w:t>’</w:t>
      </w:r>
      <w:r w:rsidRPr="00DA4E77">
        <w:t>accent</w:t>
      </w:r>
      <w:r w:rsidR="00276CCE">
        <w:t xml:space="preserve">, </w:t>
      </w:r>
      <w:proofErr w:type="spellStart"/>
      <w:r w:rsidRPr="00DA4E77">
        <w:t>Amonou</w:t>
      </w:r>
      <w:proofErr w:type="spellEnd"/>
      <w:r w:rsidRPr="00DA4E77">
        <w:t xml:space="preserve"> se souvient</w:t>
      </w:r>
      <w:r w:rsidR="00276CCE">
        <w:t> :</w:t>
      </w:r>
    </w:p>
    <w:p w14:paraId="071EF7F2" w14:textId="77777777" w:rsidR="00276CCE" w:rsidRDefault="00276CCE" w:rsidP="002A4158">
      <w:r>
        <w:t>— </w:t>
      </w:r>
      <w:proofErr w:type="spellStart"/>
      <w:r w:rsidR="002A4158" w:rsidRPr="00DA4E77">
        <w:t>Glania</w:t>
      </w:r>
      <w:proofErr w:type="spellEnd"/>
      <w:r>
        <w:t xml:space="preserve"> ! </w:t>
      </w:r>
      <w:r w:rsidR="002A4158" w:rsidRPr="00DA4E77">
        <w:t>la Ligure</w:t>
      </w:r>
      <w:r>
        <w:t> !</w:t>
      </w:r>
    </w:p>
    <w:p w14:paraId="7BFE4639" w14:textId="77777777" w:rsidR="00276CCE" w:rsidRDefault="00276CCE" w:rsidP="002A4158">
      <w:r>
        <w:t>— </w:t>
      </w:r>
      <w:r w:rsidR="002A4158" w:rsidRPr="00DA4E77">
        <w:t>Silence</w:t>
      </w:r>
      <w:r>
        <w:t xml:space="preserve">. </w:t>
      </w:r>
      <w:r w:rsidR="002A4158" w:rsidRPr="00DA4E77">
        <w:t>On peut nous entendre</w:t>
      </w:r>
      <w:r>
        <w:t xml:space="preserve"> ! </w:t>
      </w:r>
      <w:r w:rsidR="002A4158" w:rsidRPr="00DA4E77">
        <w:t>Je vais chanter avec les bardes d</w:t>
      </w:r>
      <w:r>
        <w:t>’</w:t>
      </w:r>
      <w:r w:rsidR="002A4158" w:rsidRPr="00DA4E77">
        <w:t>Armor</w:t>
      </w:r>
      <w:r>
        <w:t xml:space="preserve">. </w:t>
      </w:r>
      <w:r w:rsidR="002A4158" w:rsidRPr="00DA4E77">
        <w:t>Demeure sur la terrasse</w:t>
      </w:r>
      <w:r>
        <w:t xml:space="preserve">. </w:t>
      </w:r>
      <w:r w:rsidR="002A4158" w:rsidRPr="00DA4E77">
        <w:t>Je te parlerai</w:t>
      </w:r>
      <w:r>
        <w:t>.</w:t>
      </w:r>
    </w:p>
    <w:p w14:paraId="71B26152" w14:textId="77777777" w:rsidR="00276CCE" w:rsidRDefault="002A4158" w:rsidP="002A4158">
      <w:r w:rsidRPr="00DA4E77">
        <w:t>Intrigué</w:t>
      </w:r>
      <w:r w:rsidR="00276CCE">
        <w:t xml:space="preserve">, </w:t>
      </w:r>
      <w:r w:rsidRPr="00DA4E77">
        <w:t>ému</w:t>
      </w:r>
      <w:r w:rsidR="00276CCE">
        <w:t xml:space="preserve">, </w:t>
      </w:r>
      <w:r w:rsidRPr="00DA4E77">
        <w:t>quoique déjà las</w:t>
      </w:r>
      <w:r w:rsidR="00276CCE">
        <w:t xml:space="preserve">, </w:t>
      </w:r>
      <w:proofErr w:type="spellStart"/>
      <w:r w:rsidRPr="00DA4E77">
        <w:t>Amonou</w:t>
      </w:r>
      <w:proofErr w:type="spellEnd"/>
      <w:r w:rsidRPr="00DA4E77">
        <w:t xml:space="preserve"> retourne sur la terrasse où les éclatantes lumières font contraste avec l</w:t>
      </w:r>
      <w:r w:rsidR="00276CCE">
        <w:t>’</w:t>
      </w:r>
      <w:r w:rsidRPr="00DA4E77">
        <w:t>aube qui va venir</w:t>
      </w:r>
      <w:r w:rsidR="00276CCE">
        <w:t>.</w:t>
      </w:r>
    </w:p>
    <w:p w14:paraId="096235EB" w14:textId="77777777" w:rsidR="00276CCE" w:rsidRDefault="002A4158" w:rsidP="002A4158">
      <w:r w:rsidRPr="00DA4E77">
        <w:t>Vautrés dans des sièges</w:t>
      </w:r>
      <w:r w:rsidR="00276CCE">
        <w:t xml:space="preserve">, </w:t>
      </w:r>
      <w:r w:rsidRPr="00DA4E77">
        <w:t>allongés sur des lits de repos</w:t>
      </w:r>
      <w:r w:rsidR="00276CCE">
        <w:t xml:space="preserve">, </w:t>
      </w:r>
      <w:r w:rsidRPr="00DA4E77">
        <w:t>les artistes atlantes boivent les dernières coupes de vin</w:t>
      </w:r>
      <w:r w:rsidR="00276CCE">
        <w:t xml:space="preserve">. </w:t>
      </w:r>
      <w:r w:rsidRPr="00DA4E77">
        <w:t>Les fe</w:t>
      </w:r>
      <w:r w:rsidRPr="00DA4E77">
        <w:t>m</w:t>
      </w:r>
      <w:r w:rsidRPr="00DA4E77">
        <w:t>mes</w:t>
      </w:r>
      <w:r w:rsidR="00276CCE">
        <w:t xml:space="preserve">, </w:t>
      </w:r>
      <w:r w:rsidRPr="00DA4E77">
        <w:t>étendues sur des tapis</w:t>
      </w:r>
      <w:r w:rsidR="00276CCE">
        <w:t xml:space="preserve">, </w:t>
      </w:r>
      <w:r w:rsidRPr="00DA4E77">
        <w:t>effeuillent les dernières roses</w:t>
      </w:r>
      <w:r w:rsidR="00276CCE">
        <w:t xml:space="preserve">. </w:t>
      </w:r>
      <w:r w:rsidRPr="00DA4E77">
        <w:t>Mais voici les bardes qui entonnent leurs premiers chants</w:t>
      </w:r>
      <w:r w:rsidR="00276CCE">
        <w:t xml:space="preserve">, </w:t>
      </w:r>
      <w:r w:rsidRPr="00DA4E77">
        <w:t>et tous se raniment</w:t>
      </w:r>
      <w:r w:rsidR="00276CCE">
        <w:t>.</w:t>
      </w:r>
    </w:p>
    <w:p w14:paraId="039F0939" w14:textId="77777777" w:rsidR="00276CCE" w:rsidRDefault="00276CCE" w:rsidP="002A4158">
      <w:r>
        <w:lastRenderedPageBreak/>
        <w:t>— </w:t>
      </w:r>
      <w:r w:rsidR="002A4158" w:rsidRPr="00DA4E77">
        <w:t>Admirable</w:t>
      </w:r>
      <w:r>
        <w:t xml:space="preserve"> ! </w:t>
      </w:r>
      <w:r w:rsidR="002A4158" w:rsidRPr="00DA4E77">
        <w:t>Divin</w:t>
      </w:r>
      <w:r>
        <w:t xml:space="preserve"> ! </w:t>
      </w:r>
      <w:r w:rsidR="002A4158" w:rsidRPr="00DA4E77">
        <w:t xml:space="preserve">exulte </w:t>
      </w:r>
      <w:proofErr w:type="spellStart"/>
      <w:r w:rsidR="002A4158" w:rsidRPr="00DA4E77">
        <w:t>Asmonia</w:t>
      </w:r>
      <w:proofErr w:type="spellEnd"/>
      <w:r>
        <w:t xml:space="preserve">. </w:t>
      </w:r>
      <w:r w:rsidR="002A4158" w:rsidRPr="00DA4E77">
        <w:t>Décidément</w:t>
      </w:r>
      <w:r>
        <w:t xml:space="preserve">, </w:t>
      </w:r>
      <w:proofErr w:type="spellStart"/>
      <w:r w:rsidR="002A4158" w:rsidRPr="00DA4E77">
        <w:t>Hellas</w:t>
      </w:r>
      <w:proofErr w:type="spellEnd"/>
      <w:r w:rsidR="002A4158" w:rsidRPr="00DA4E77">
        <w:t xml:space="preserve"> a bien fait de conquérir les terres d</w:t>
      </w:r>
      <w:r>
        <w:t>’</w:t>
      </w:r>
      <w:r w:rsidR="002A4158" w:rsidRPr="00DA4E77">
        <w:t>Armor</w:t>
      </w:r>
      <w:r>
        <w:t xml:space="preserve">, </w:t>
      </w:r>
      <w:r w:rsidR="002A4158" w:rsidRPr="00DA4E77">
        <w:t>puisqu</w:t>
      </w:r>
      <w:r>
        <w:t>’</w:t>
      </w:r>
      <w:r w:rsidR="002A4158" w:rsidRPr="00DA4E77">
        <w:t>il nous a valu ces joies nouvelles</w:t>
      </w:r>
      <w:r>
        <w:t> !</w:t>
      </w:r>
    </w:p>
    <w:p w14:paraId="1043621B" w14:textId="77777777" w:rsidR="00276CCE" w:rsidRDefault="00276CCE" w:rsidP="002A4158">
      <w:r>
        <w:t>— </w:t>
      </w:r>
      <w:r w:rsidR="002A4158" w:rsidRPr="00DA4E77">
        <w:t>Vienne</w:t>
      </w:r>
      <w:r>
        <w:t xml:space="preserve">, </w:t>
      </w:r>
      <w:r w:rsidR="002A4158" w:rsidRPr="00DA4E77">
        <w:t>à présent</w:t>
      </w:r>
      <w:r>
        <w:t xml:space="preserve">, </w:t>
      </w:r>
      <w:r w:rsidR="002A4158" w:rsidRPr="00DA4E77">
        <w:t>la Ligure</w:t>
      </w:r>
      <w:r>
        <w:t xml:space="preserve"> ! </w:t>
      </w:r>
      <w:r w:rsidR="002A4158" w:rsidRPr="00DA4E77">
        <w:t xml:space="preserve">commande </w:t>
      </w:r>
      <w:proofErr w:type="spellStart"/>
      <w:r w:rsidR="002A4158" w:rsidRPr="00DA4E77">
        <w:t>Thamoussi</w:t>
      </w:r>
      <w:proofErr w:type="spellEnd"/>
      <w:r>
        <w:t>.</w:t>
      </w:r>
    </w:p>
    <w:p w14:paraId="0E47BD04" w14:textId="77777777" w:rsidR="00276CCE" w:rsidRDefault="002A4158" w:rsidP="002A4158">
      <w:r w:rsidRPr="00DA4E77">
        <w:t>Une cithare à la main</w:t>
      </w:r>
      <w:r w:rsidR="00276CCE">
        <w:t xml:space="preserve">, </w:t>
      </w:r>
      <w:r w:rsidRPr="00DA4E77">
        <w:t>le front couronné de verveine</w:t>
      </w:r>
      <w:r w:rsidR="00276CCE">
        <w:t xml:space="preserve">, </w:t>
      </w:r>
      <w:r w:rsidRPr="00DA4E77">
        <w:t>la L</w:t>
      </w:r>
      <w:r w:rsidRPr="00DA4E77">
        <w:t>i</w:t>
      </w:r>
      <w:r w:rsidRPr="00DA4E77">
        <w:t>gure s</w:t>
      </w:r>
      <w:r w:rsidR="00276CCE">
        <w:t>’</w:t>
      </w:r>
      <w:r w:rsidRPr="00DA4E77">
        <w:t>avance</w:t>
      </w:r>
      <w:r w:rsidR="00276CCE">
        <w:t xml:space="preserve">, </w:t>
      </w:r>
      <w:r w:rsidRPr="00DA4E77">
        <w:t>et tous</w:t>
      </w:r>
      <w:r w:rsidR="00276CCE">
        <w:t xml:space="preserve">, </w:t>
      </w:r>
      <w:r w:rsidRPr="00DA4E77">
        <w:t>peu à peu</w:t>
      </w:r>
      <w:r w:rsidR="00276CCE">
        <w:t xml:space="preserve">, </w:t>
      </w:r>
      <w:r w:rsidRPr="00DA4E77">
        <w:t>se rapprochent</w:t>
      </w:r>
      <w:r w:rsidR="00276CCE">
        <w:t xml:space="preserve">. </w:t>
      </w:r>
      <w:r w:rsidRPr="00DA4E77">
        <w:t>Son teint ne paraît pas aussi blanc que celui des bardes d</w:t>
      </w:r>
      <w:r w:rsidR="00276CCE">
        <w:t>’</w:t>
      </w:r>
      <w:r w:rsidRPr="00DA4E77">
        <w:t>Armor</w:t>
      </w:r>
      <w:r w:rsidR="00276CCE">
        <w:t xml:space="preserve">, </w:t>
      </w:r>
      <w:r w:rsidRPr="00DA4E77">
        <w:t>mais sa peau est de couleur mate</w:t>
      </w:r>
      <w:r w:rsidR="00276CCE">
        <w:t xml:space="preserve">, </w:t>
      </w:r>
      <w:r w:rsidRPr="00DA4E77">
        <w:t>ses cheveux d</w:t>
      </w:r>
      <w:r w:rsidR="00276CCE">
        <w:t>’</w:t>
      </w:r>
      <w:r w:rsidRPr="00DA4E77">
        <w:t>or ondulent</w:t>
      </w:r>
      <w:r w:rsidR="00276CCE">
        <w:t xml:space="preserve">, </w:t>
      </w:r>
      <w:r w:rsidRPr="00DA4E77">
        <w:t>et ses yeux ont la couleur du ciel dans le clair matin</w:t>
      </w:r>
      <w:r w:rsidR="00276CCE">
        <w:t>.</w:t>
      </w:r>
    </w:p>
    <w:p w14:paraId="1723E8E7" w14:textId="77777777" w:rsidR="00276CCE" w:rsidRDefault="002A4158" w:rsidP="002A4158">
      <w:r w:rsidRPr="00DA4E77">
        <w:t>La Ligure chante et sa voix multiplie son étrange beauté</w:t>
      </w:r>
      <w:r w:rsidR="00276CCE">
        <w:t xml:space="preserve"> : </w:t>
      </w:r>
      <w:r w:rsidRPr="00DA4E77">
        <w:t>elle parle une langue sonore et douce</w:t>
      </w:r>
      <w:r w:rsidR="00276CCE">
        <w:t xml:space="preserve">, </w:t>
      </w:r>
      <w:r w:rsidRPr="00DA4E77">
        <w:t>presque pareille à celle des bardes</w:t>
      </w:r>
      <w:r w:rsidR="00276CCE">
        <w:t xml:space="preserve">, </w:t>
      </w:r>
      <w:r w:rsidRPr="00DA4E77">
        <w:t>quoique d</w:t>
      </w:r>
      <w:r w:rsidR="00276CCE">
        <w:t>’</w:t>
      </w:r>
      <w:r w:rsidRPr="00DA4E77">
        <w:t>un accent plus rythmique et plus vif</w:t>
      </w:r>
      <w:r w:rsidR="00276CCE">
        <w:t xml:space="preserve">. </w:t>
      </w:r>
      <w:r w:rsidRPr="00DA4E77">
        <w:t>Sa chanson bondit comme les pas d</w:t>
      </w:r>
      <w:r w:rsidR="00276CCE">
        <w:t>’</w:t>
      </w:r>
      <w:r w:rsidRPr="00DA4E77">
        <w:t>une chèvre dans les collines aux sentiers pierreux</w:t>
      </w:r>
      <w:r w:rsidR="00276CCE">
        <w:t xml:space="preserve">. </w:t>
      </w:r>
      <w:r w:rsidRPr="00DA4E77">
        <w:t>Les artistes</w:t>
      </w:r>
      <w:r w:rsidR="00276CCE">
        <w:t xml:space="preserve">, </w:t>
      </w:r>
      <w:r w:rsidRPr="00DA4E77">
        <w:t>quand elle a fini</w:t>
      </w:r>
      <w:r w:rsidR="00276CCE">
        <w:t xml:space="preserve">, </w:t>
      </w:r>
      <w:r w:rsidRPr="00DA4E77">
        <w:t>se lèvent</w:t>
      </w:r>
      <w:r w:rsidR="00276CCE">
        <w:t xml:space="preserve">, </w:t>
      </w:r>
      <w:r w:rsidRPr="00DA4E77">
        <w:t>et vont porter des fleurs à la triomphatrice</w:t>
      </w:r>
      <w:r w:rsidR="00276CCE">
        <w:t>.</w:t>
      </w:r>
    </w:p>
    <w:p w14:paraId="4B3256AB" w14:textId="77777777" w:rsidR="00276CCE" w:rsidRDefault="00276CCE" w:rsidP="002A4158">
      <w:r>
        <w:t>— </w:t>
      </w:r>
      <w:r w:rsidR="002A4158" w:rsidRPr="00DA4E77">
        <w:t>Comment</w:t>
      </w:r>
      <w:r>
        <w:t xml:space="preserve">, </w:t>
      </w:r>
      <w:r w:rsidR="002A4158" w:rsidRPr="00DA4E77">
        <w:t xml:space="preserve">demande le musicien </w:t>
      </w:r>
      <w:proofErr w:type="spellStart"/>
      <w:r w:rsidR="002A4158" w:rsidRPr="00DA4E77">
        <w:t>Palmoussos</w:t>
      </w:r>
      <w:proofErr w:type="spellEnd"/>
      <w:r>
        <w:t xml:space="preserve">, </w:t>
      </w:r>
      <w:r w:rsidR="002A4158" w:rsidRPr="00DA4E77">
        <w:t>n</w:t>
      </w:r>
      <w:r>
        <w:t>’</w:t>
      </w:r>
      <w:r w:rsidR="002A4158" w:rsidRPr="00DA4E77">
        <w:t>as-tu pas encore oublié ton langage</w:t>
      </w:r>
      <w:r>
        <w:t xml:space="preserve">, </w:t>
      </w:r>
      <w:r w:rsidR="002A4158" w:rsidRPr="00DA4E77">
        <w:t>depuis quatre ans que tu vis au m</w:t>
      </w:r>
      <w:r w:rsidR="002A4158" w:rsidRPr="00DA4E77">
        <w:t>i</w:t>
      </w:r>
      <w:r w:rsidR="002A4158" w:rsidRPr="00DA4E77">
        <w:t>lieu de nous</w:t>
      </w:r>
      <w:r>
        <w:t> ?</w:t>
      </w:r>
    </w:p>
    <w:p w14:paraId="0B72F210" w14:textId="77777777" w:rsidR="00276CCE" w:rsidRDefault="00276CCE" w:rsidP="002A4158">
      <w:r>
        <w:t>— </w:t>
      </w:r>
      <w:r w:rsidR="002A4158" w:rsidRPr="00DA4E77">
        <w:t>Crois-tu donc qu</w:t>
      </w:r>
      <w:r>
        <w:t>’</w:t>
      </w:r>
      <w:r w:rsidR="002A4158" w:rsidRPr="00DA4E77">
        <w:t>on puisse oublier jamais le parler de sa mère</w:t>
      </w:r>
      <w:r>
        <w:t> ?</w:t>
      </w:r>
    </w:p>
    <w:p w14:paraId="132E96D6" w14:textId="77777777" w:rsidR="00276CCE" w:rsidRDefault="002A4158" w:rsidP="002A4158">
      <w:r w:rsidRPr="00DA4E77">
        <w:t>Et sautillante</w:t>
      </w:r>
      <w:r w:rsidR="00276CCE">
        <w:t xml:space="preserve">, </w:t>
      </w:r>
      <w:r w:rsidRPr="00DA4E77">
        <w:t>légère comme sa chanson</w:t>
      </w:r>
      <w:r w:rsidR="00276CCE">
        <w:t xml:space="preserve">, </w:t>
      </w:r>
      <w:r w:rsidRPr="00DA4E77">
        <w:t>elle se dérobe aux compliments des hommes</w:t>
      </w:r>
      <w:r w:rsidR="00276CCE">
        <w:t xml:space="preserve">, </w:t>
      </w:r>
      <w:r w:rsidRPr="00DA4E77">
        <w:t>et s</w:t>
      </w:r>
      <w:r w:rsidR="00276CCE">
        <w:t>’</w:t>
      </w:r>
      <w:r w:rsidRPr="00DA4E77">
        <w:t>en va</w:t>
      </w:r>
      <w:r w:rsidR="00276CCE">
        <w:t xml:space="preserve">, </w:t>
      </w:r>
      <w:r w:rsidRPr="00DA4E77">
        <w:t>indifférente en apparence</w:t>
      </w:r>
      <w:r w:rsidR="00276CCE">
        <w:t xml:space="preserve">, </w:t>
      </w:r>
      <w:r w:rsidRPr="00DA4E77">
        <w:t>se cacher derrière un pilier</w:t>
      </w:r>
      <w:r w:rsidR="00276CCE">
        <w:t xml:space="preserve">, </w:t>
      </w:r>
      <w:r w:rsidRPr="00DA4E77">
        <w:t>tandis que les bardes entonnent un hymne religieux</w:t>
      </w:r>
      <w:r w:rsidR="00276CCE">
        <w:t>.</w:t>
      </w:r>
    </w:p>
    <w:p w14:paraId="7FC5B78B" w14:textId="77777777" w:rsidR="00276CCE" w:rsidRDefault="002A4158" w:rsidP="002A4158">
      <w:r w:rsidRPr="00DA4E77">
        <w:t>Lentement</w:t>
      </w:r>
      <w:r w:rsidR="00276CCE">
        <w:t xml:space="preserve">, </w:t>
      </w:r>
      <w:r w:rsidRPr="00DA4E77">
        <w:t>à pas étouffés</w:t>
      </w:r>
      <w:r w:rsidR="00276CCE">
        <w:t xml:space="preserve">, </w:t>
      </w:r>
      <w:r w:rsidRPr="00DA4E77">
        <w:t>contournant la terrasse</w:t>
      </w:r>
      <w:r w:rsidR="00276CCE">
        <w:t xml:space="preserve">, </w:t>
      </w:r>
      <w:proofErr w:type="spellStart"/>
      <w:r w:rsidRPr="00DA4E77">
        <w:t>Glania</w:t>
      </w:r>
      <w:proofErr w:type="spellEnd"/>
      <w:r w:rsidRPr="00DA4E77">
        <w:t xml:space="preserve"> se coule dans le jardin et va s</w:t>
      </w:r>
      <w:r w:rsidR="00276CCE">
        <w:t>’</w:t>
      </w:r>
      <w:r w:rsidRPr="00DA4E77">
        <w:t>accouder tout près d</w:t>
      </w:r>
      <w:r w:rsidR="00276CCE">
        <w:t>’</w:t>
      </w:r>
      <w:proofErr w:type="spellStart"/>
      <w:r w:rsidRPr="00DA4E77">
        <w:t>Amonou</w:t>
      </w:r>
      <w:proofErr w:type="spellEnd"/>
      <w:r w:rsidR="00276CCE">
        <w:t>.</w:t>
      </w:r>
    </w:p>
    <w:p w14:paraId="50274D6D" w14:textId="77777777" w:rsidR="00276CCE" w:rsidRDefault="00276CCE" w:rsidP="002A4158">
      <w:r>
        <w:t>— </w:t>
      </w:r>
      <w:r w:rsidR="002A4158" w:rsidRPr="00DA4E77">
        <w:t>Ne te retourne pas</w:t>
      </w:r>
      <w:r>
        <w:t xml:space="preserve">, </w:t>
      </w:r>
      <w:proofErr w:type="spellStart"/>
      <w:r w:rsidR="002A4158" w:rsidRPr="00DA4E77">
        <w:t>fait-elle</w:t>
      </w:r>
      <w:proofErr w:type="spellEnd"/>
      <w:r>
        <w:t xml:space="preserve"> ; </w:t>
      </w:r>
      <w:r w:rsidR="002A4158" w:rsidRPr="00DA4E77">
        <w:t>nul ne nous entend</w:t>
      </w:r>
      <w:r>
        <w:t xml:space="preserve">. </w:t>
      </w:r>
      <w:r w:rsidR="002A4158" w:rsidRPr="00DA4E77">
        <w:t>Fais semblant d</w:t>
      </w:r>
      <w:r>
        <w:t>’</w:t>
      </w:r>
      <w:r w:rsidR="002A4158" w:rsidRPr="00DA4E77">
        <w:t>écouter les harpes</w:t>
      </w:r>
      <w:r>
        <w:t xml:space="preserve">. </w:t>
      </w:r>
      <w:r w:rsidR="002A4158" w:rsidRPr="00DA4E77">
        <w:t>Tu viens de m</w:t>
      </w:r>
      <w:r>
        <w:t>’</w:t>
      </w:r>
      <w:r w:rsidR="002A4158" w:rsidRPr="00DA4E77">
        <w:t xml:space="preserve">apparaître </w:t>
      </w:r>
      <w:r w:rsidR="002A4158" w:rsidRPr="00DA4E77">
        <w:lastRenderedPageBreak/>
        <w:t>comme un sauveur</w:t>
      </w:r>
      <w:r>
        <w:t xml:space="preserve">. </w:t>
      </w:r>
      <w:r w:rsidR="002A4158" w:rsidRPr="00DA4E77">
        <w:t>Et j</w:t>
      </w:r>
      <w:r>
        <w:t>’</w:t>
      </w:r>
      <w:r w:rsidR="002A4158" w:rsidRPr="00DA4E77">
        <w:t>ai pleuré de joie quand tu as surgi seul pour d</w:t>
      </w:r>
      <w:r w:rsidR="002A4158" w:rsidRPr="00DA4E77">
        <w:t>é</w:t>
      </w:r>
      <w:r w:rsidR="002A4158" w:rsidRPr="00DA4E77">
        <w:t xml:space="preserve">fendre </w:t>
      </w:r>
      <w:proofErr w:type="spellStart"/>
      <w:r w:rsidR="002A4158" w:rsidRPr="00DA4E77">
        <w:t>Hellas</w:t>
      </w:r>
      <w:proofErr w:type="spellEnd"/>
      <w:r w:rsidR="002A4158" w:rsidRPr="00DA4E77">
        <w:t xml:space="preserve"> et </w:t>
      </w:r>
      <w:proofErr w:type="spellStart"/>
      <w:r w:rsidR="002A4158" w:rsidRPr="00DA4E77">
        <w:t>Hermos</w:t>
      </w:r>
      <w:proofErr w:type="spellEnd"/>
      <w:r>
        <w:t xml:space="preserve">. </w:t>
      </w:r>
      <w:r w:rsidR="002A4158" w:rsidRPr="00DA4E77">
        <w:t>D</w:t>
      </w:r>
      <w:r>
        <w:t>’</w:t>
      </w:r>
      <w:r w:rsidR="002A4158" w:rsidRPr="00DA4E77">
        <w:t>ailleurs</w:t>
      </w:r>
      <w:r>
        <w:t xml:space="preserve">, </w:t>
      </w:r>
      <w:r w:rsidR="002A4158" w:rsidRPr="00DA4E77">
        <w:t>voici la vérité</w:t>
      </w:r>
      <w:r>
        <w:t xml:space="preserve"> : </w:t>
      </w:r>
      <w:r w:rsidR="002A4158" w:rsidRPr="00DA4E77">
        <w:t>j</w:t>
      </w:r>
      <w:r>
        <w:t>’</w:t>
      </w:r>
      <w:r w:rsidR="002A4158" w:rsidRPr="00DA4E77">
        <w:t xml:space="preserve">admire </w:t>
      </w:r>
      <w:proofErr w:type="spellStart"/>
      <w:r w:rsidR="002A4158" w:rsidRPr="00DA4E77">
        <w:t>Hellas</w:t>
      </w:r>
      <w:proofErr w:type="spellEnd"/>
      <w:r>
        <w:t xml:space="preserve"> ! </w:t>
      </w:r>
      <w:r w:rsidR="002A4158" w:rsidRPr="00DA4E77">
        <w:t>Je l</w:t>
      </w:r>
      <w:r>
        <w:t>’</w:t>
      </w:r>
      <w:r w:rsidR="002A4158" w:rsidRPr="00DA4E77">
        <w:t>admire de loin</w:t>
      </w:r>
      <w:r>
        <w:t xml:space="preserve">, </w:t>
      </w:r>
      <w:r w:rsidR="002A4158" w:rsidRPr="00DA4E77">
        <w:t>car il est trop grand pour jeter ses yeux sur une pauvre chanteuse errante</w:t>
      </w:r>
      <w:r>
        <w:t xml:space="preserve">. </w:t>
      </w:r>
      <w:r w:rsidR="002A4158" w:rsidRPr="00DA4E77">
        <w:t>Or</w:t>
      </w:r>
      <w:r>
        <w:t xml:space="preserve">, </w:t>
      </w:r>
      <w:r w:rsidR="002A4158" w:rsidRPr="00DA4E77">
        <w:t>je vais t</w:t>
      </w:r>
      <w:r>
        <w:t>’</w:t>
      </w:r>
      <w:r w:rsidR="002A4158" w:rsidRPr="00DA4E77">
        <w:t>apprendre des choses terribles</w:t>
      </w:r>
      <w:r>
        <w:t xml:space="preserve">. </w:t>
      </w:r>
      <w:r w:rsidR="002A4158" w:rsidRPr="00DA4E77">
        <w:t>Et il faut qu</w:t>
      </w:r>
      <w:r>
        <w:t>’</w:t>
      </w:r>
      <w:proofErr w:type="spellStart"/>
      <w:r w:rsidR="002A4158" w:rsidRPr="00DA4E77">
        <w:t>Hermos</w:t>
      </w:r>
      <w:proofErr w:type="spellEnd"/>
      <w:r w:rsidR="002A4158" w:rsidRPr="00DA4E77">
        <w:t xml:space="preserve"> et </w:t>
      </w:r>
      <w:proofErr w:type="spellStart"/>
      <w:r w:rsidR="002A4158" w:rsidRPr="00DA4E77">
        <w:t>Knephao</w:t>
      </w:r>
      <w:proofErr w:type="spellEnd"/>
      <w:r w:rsidR="002A4158" w:rsidRPr="00DA4E77">
        <w:t xml:space="preserve"> les s</w:t>
      </w:r>
      <w:r w:rsidR="002A4158" w:rsidRPr="00DA4E77">
        <w:t>a</w:t>
      </w:r>
      <w:r w:rsidR="002A4158" w:rsidRPr="00DA4E77">
        <w:t>chent tout de suite</w:t>
      </w:r>
      <w:r>
        <w:t xml:space="preserve">. </w:t>
      </w:r>
      <w:r w:rsidR="002A4158" w:rsidRPr="00DA4E77">
        <w:t>Tous deux sont menacés</w:t>
      </w:r>
      <w:r>
        <w:t xml:space="preserve">, </w:t>
      </w:r>
      <w:r w:rsidR="002A4158" w:rsidRPr="00DA4E77">
        <w:t xml:space="preserve">et sans doute </w:t>
      </w:r>
      <w:proofErr w:type="spellStart"/>
      <w:r w:rsidR="002A4158" w:rsidRPr="00DA4E77">
        <w:t>He</w:t>
      </w:r>
      <w:r w:rsidR="002A4158" w:rsidRPr="00DA4E77">
        <w:t>l</w:t>
      </w:r>
      <w:r w:rsidR="002A4158" w:rsidRPr="00DA4E77">
        <w:t>las</w:t>
      </w:r>
      <w:proofErr w:type="spellEnd"/>
      <w:r w:rsidR="002A4158" w:rsidRPr="00DA4E77">
        <w:t xml:space="preserve"> sera-t-il attaqué avant trois jours</w:t>
      </w:r>
      <w:r>
        <w:t>.</w:t>
      </w:r>
    </w:p>
    <w:p w14:paraId="32B61C36" w14:textId="77777777" w:rsidR="00276CCE" w:rsidRDefault="002A4158" w:rsidP="002A4158">
      <w:r w:rsidRPr="00DA4E77">
        <w:t xml:space="preserve">Et comme </w:t>
      </w:r>
      <w:proofErr w:type="spellStart"/>
      <w:r w:rsidRPr="00DA4E77">
        <w:t>Amonou</w:t>
      </w:r>
      <w:proofErr w:type="spellEnd"/>
      <w:r w:rsidR="00276CCE">
        <w:t xml:space="preserve">, </w:t>
      </w:r>
      <w:r w:rsidRPr="00DA4E77">
        <w:t>saisi</w:t>
      </w:r>
      <w:r w:rsidR="00276CCE">
        <w:t xml:space="preserve">, </w:t>
      </w:r>
      <w:r w:rsidRPr="00DA4E77">
        <w:t>fait un mouvement</w:t>
      </w:r>
      <w:r w:rsidR="00276CCE">
        <w:t> :</w:t>
      </w:r>
    </w:p>
    <w:p w14:paraId="311FF19B" w14:textId="77777777" w:rsidR="00276CCE" w:rsidRDefault="00276CCE" w:rsidP="002A4158">
      <w:r>
        <w:t>— </w:t>
      </w:r>
      <w:r w:rsidR="002A4158" w:rsidRPr="00DA4E77">
        <w:t>Écoute-moi jusqu</w:t>
      </w:r>
      <w:r>
        <w:t>’</w:t>
      </w:r>
      <w:r w:rsidR="002A4158" w:rsidRPr="00DA4E77">
        <w:t>au bout</w:t>
      </w:r>
      <w:r>
        <w:t xml:space="preserve">, </w:t>
      </w:r>
      <w:r w:rsidR="002A4158" w:rsidRPr="00DA4E77">
        <w:t>explique-t-elle</w:t>
      </w:r>
      <w:r>
        <w:t xml:space="preserve">. </w:t>
      </w:r>
      <w:r w:rsidR="002A4158" w:rsidRPr="00DA4E77">
        <w:t>Je n</w:t>
      </w:r>
      <w:r>
        <w:t>’</w:t>
      </w:r>
      <w:r w:rsidR="002A4158" w:rsidRPr="00DA4E77">
        <w:t>ai pu m</w:t>
      </w:r>
      <w:r>
        <w:t>’</w:t>
      </w:r>
      <w:r w:rsidR="002A4158" w:rsidRPr="00DA4E77">
        <w:t>empêcher de parler d</w:t>
      </w:r>
      <w:r>
        <w:t>’</w:t>
      </w:r>
      <w:proofErr w:type="spellStart"/>
      <w:r w:rsidR="002A4158" w:rsidRPr="00DA4E77">
        <w:t>Hellas</w:t>
      </w:r>
      <w:proofErr w:type="spellEnd"/>
      <w:r w:rsidR="002A4158" w:rsidRPr="00DA4E77">
        <w:t xml:space="preserve"> aux bardes d</w:t>
      </w:r>
      <w:r>
        <w:t>’</w:t>
      </w:r>
      <w:r w:rsidR="002A4158" w:rsidRPr="00DA4E77">
        <w:t>Armorique</w:t>
      </w:r>
      <w:r>
        <w:t xml:space="preserve">. </w:t>
      </w:r>
      <w:r w:rsidR="002A4158" w:rsidRPr="00DA4E77">
        <w:t>Ils n</w:t>
      </w:r>
      <w:r>
        <w:t>’</w:t>
      </w:r>
      <w:r w:rsidR="002A4158" w:rsidRPr="00DA4E77">
        <w:t>avaient pas oublié son passage dans leur pays</w:t>
      </w:r>
      <w:r>
        <w:t xml:space="preserve">. </w:t>
      </w:r>
      <w:r w:rsidR="002A4158" w:rsidRPr="00DA4E77">
        <w:t>Alors</w:t>
      </w:r>
      <w:r>
        <w:t xml:space="preserve">, </w:t>
      </w:r>
      <w:r w:rsidR="002A4158" w:rsidRPr="00DA4E77">
        <w:t>ils m</w:t>
      </w:r>
      <w:r>
        <w:t>’</w:t>
      </w:r>
      <w:r w:rsidR="002A4158" w:rsidRPr="00DA4E77">
        <w:t>ont tout dit</w:t>
      </w:r>
      <w:r>
        <w:t xml:space="preserve"> : </w:t>
      </w:r>
      <w:r w:rsidR="002A4158" w:rsidRPr="00DA4E77">
        <w:t>la flotte qui les a déposés sur le grand môle continue sa route vers le détroit de Gadès</w:t>
      </w:r>
      <w:r>
        <w:t xml:space="preserve"> ; </w:t>
      </w:r>
      <w:r w:rsidR="002A4158" w:rsidRPr="00DA4E77">
        <w:t xml:space="preserve">elle a ordre de surprendre </w:t>
      </w:r>
      <w:proofErr w:type="spellStart"/>
      <w:r w:rsidR="002A4158" w:rsidRPr="00DA4E77">
        <w:t>He</w:t>
      </w:r>
      <w:r w:rsidR="002A4158" w:rsidRPr="00DA4E77">
        <w:t>l</w:t>
      </w:r>
      <w:r w:rsidR="002A4158" w:rsidRPr="00DA4E77">
        <w:t>las</w:t>
      </w:r>
      <w:proofErr w:type="spellEnd"/>
      <w:r>
        <w:t xml:space="preserve">. </w:t>
      </w:r>
      <w:r w:rsidR="002A4158" w:rsidRPr="00DA4E77">
        <w:t>On a exploité contre le héros les rancunes de quelques vieux chefs armoricains</w:t>
      </w:r>
      <w:r>
        <w:t>.</w:t>
      </w:r>
    </w:p>
    <w:p w14:paraId="4594BE18" w14:textId="77777777" w:rsidR="00276CCE" w:rsidRDefault="00276CCE" w:rsidP="002A4158">
      <w:r>
        <w:t>— </w:t>
      </w:r>
      <w:r w:rsidR="002A4158" w:rsidRPr="00DA4E77">
        <w:t>Qui donc</w:t>
      </w:r>
      <w:r>
        <w:t xml:space="preserve"> ? </w:t>
      </w:r>
      <w:r w:rsidR="002A4158" w:rsidRPr="00DA4E77">
        <w:t xml:space="preserve">murmure </w:t>
      </w:r>
      <w:proofErr w:type="spellStart"/>
      <w:r w:rsidR="002A4158" w:rsidRPr="00DA4E77">
        <w:t>Amonou</w:t>
      </w:r>
      <w:proofErr w:type="spellEnd"/>
      <w:r>
        <w:t>.</w:t>
      </w:r>
    </w:p>
    <w:p w14:paraId="12B852E9" w14:textId="77777777" w:rsidR="00276CCE" w:rsidRDefault="00276CCE" w:rsidP="002A4158">
      <w:r>
        <w:t>— </w:t>
      </w:r>
      <w:r w:rsidR="002A4158" w:rsidRPr="00DA4E77">
        <w:t>Tu devines bien</w:t>
      </w:r>
      <w:r>
        <w:t xml:space="preserve"> : </w:t>
      </w:r>
      <w:proofErr w:type="spellStart"/>
      <w:r w:rsidR="002A4158" w:rsidRPr="00DA4E77">
        <w:t>Melléna</w:t>
      </w:r>
      <w:proofErr w:type="spellEnd"/>
      <w:r>
        <w:t xml:space="preserve"> !… </w:t>
      </w:r>
      <w:proofErr w:type="spellStart"/>
      <w:r w:rsidR="002A4158" w:rsidRPr="00DA4E77">
        <w:t>Hellas</w:t>
      </w:r>
      <w:proofErr w:type="spellEnd"/>
      <w:r>
        <w:t xml:space="preserve">, </w:t>
      </w:r>
      <w:r w:rsidR="002A4158" w:rsidRPr="00DA4E77">
        <w:t>donc</w:t>
      </w:r>
      <w:r>
        <w:t xml:space="preserve">, </w:t>
      </w:r>
      <w:r w:rsidR="002A4158" w:rsidRPr="00DA4E77">
        <w:t>saisi ou tué</w:t>
      </w:r>
      <w:r>
        <w:t xml:space="preserve">, </w:t>
      </w:r>
      <w:r w:rsidR="002A4158" w:rsidRPr="00DA4E77">
        <w:t>la flotte d</w:t>
      </w:r>
      <w:r>
        <w:t>’</w:t>
      </w:r>
      <w:r w:rsidR="002A4158" w:rsidRPr="00DA4E77">
        <w:t>Armor reviendra vers Atlantis</w:t>
      </w:r>
      <w:r>
        <w:t xml:space="preserve">, </w:t>
      </w:r>
      <w:r w:rsidR="002A4158" w:rsidRPr="00DA4E77">
        <w:t xml:space="preserve">et </w:t>
      </w:r>
      <w:proofErr w:type="spellStart"/>
      <w:r w:rsidR="002A4158" w:rsidRPr="00DA4E77">
        <w:t>Hermos</w:t>
      </w:r>
      <w:proofErr w:type="spellEnd"/>
      <w:r w:rsidR="002A4158" w:rsidRPr="00DA4E77">
        <w:t xml:space="preserve"> succombera lui-même</w:t>
      </w:r>
      <w:r>
        <w:t xml:space="preserve">. </w:t>
      </w:r>
      <w:r w:rsidR="002A4158" w:rsidRPr="00DA4E77">
        <w:t>Ah</w:t>
      </w:r>
      <w:r>
        <w:t xml:space="preserve"> ! </w:t>
      </w:r>
      <w:r w:rsidR="002A4158" w:rsidRPr="00DA4E77">
        <w:t>je t</w:t>
      </w:r>
      <w:r>
        <w:t>’</w:t>
      </w:r>
      <w:r w:rsidR="002A4158" w:rsidRPr="00DA4E77">
        <w:t>en conjure</w:t>
      </w:r>
      <w:r>
        <w:t xml:space="preserve">, </w:t>
      </w:r>
      <w:r w:rsidR="002A4158" w:rsidRPr="00DA4E77">
        <w:t>pars vite</w:t>
      </w:r>
      <w:r>
        <w:t xml:space="preserve">, </w:t>
      </w:r>
      <w:r w:rsidR="002A4158" w:rsidRPr="00DA4E77">
        <w:t>prends n</w:t>
      </w:r>
      <w:r>
        <w:t>’</w:t>
      </w:r>
      <w:r w:rsidR="002A4158" w:rsidRPr="00DA4E77">
        <w:t>importe quel chemin</w:t>
      </w:r>
      <w:r>
        <w:t xml:space="preserve"> ; </w:t>
      </w:r>
      <w:r w:rsidR="002A4158" w:rsidRPr="00DA4E77">
        <w:t xml:space="preserve">va trouver </w:t>
      </w:r>
      <w:proofErr w:type="spellStart"/>
      <w:r w:rsidR="002A4158" w:rsidRPr="00DA4E77">
        <w:t>Hermos</w:t>
      </w:r>
      <w:proofErr w:type="spellEnd"/>
      <w:r>
        <w:t xml:space="preserve">, </w:t>
      </w:r>
      <w:r w:rsidR="002A4158" w:rsidRPr="00DA4E77">
        <w:t xml:space="preserve">ou à son défaut </w:t>
      </w:r>
      <w:proofErr w:type="spellStart"/>
      <w:r w:rsidR="002A4158" w:rsidRPr="00DA4E77">
        <w:t>Knephao</w:t>
      </w:r>
      <w:proofErr w:type="spellEnd"/>
      <w:r>
        <w:t xml:space="preserve">, </w:t>
      </w:r>
      <w:r w:rsidR="002A4158" w:rsidRPr="00DA4E77">
        <w:t>ou que</w:t>
      </w:r>
      <w:r w:rsidR="002A4158" w:rsidRPr="00DA4E77">
        <w:t>l</w:t>
      </w:r>
      <w:r w:rsidR="002A4158" w:rsidRPr="00DA4E77">
        <w:t>qu</w:t>
      </w:r>
      <w:r>
        <w:t>’</w:t>
      </w:r>
      <w:r w:rsidR="002A4158" w:rsidRPr="00DA4E77">
        <w:t>un des amis d</w:t>
      </w:r>
      <w:r>
        <w:t>’</w:t>
      </w:r>
      <w:proofErr w:type="spellStart"/>
      <w:r w:rsidR="002A4158" w:rsidRPr="00DA4E77">
        <w:t>Hermos</w:t>
      </w:r>
      <w:proofErr w:type="spellEnd"/>
      <w:r>
        <w:t xml:space="preserve"> ; </w:t>
      </w:r>
      <w:r w:rsidR="002A4158" w:rsidRPr="00DA4E77">
        <w:t>dis-leur de se tenir sur leurs gardes</w:t>
      </w:r>
      <w:r>
        <w:t xml:space="preserve">. </w:t>
      </w:r>
      <w:r w:rsidR="002A4158" w:rsidRPr="00DA4E77">
        <w:t>Quant à moi</w:t>
      </w:r>
      <w:r>
        <w:t xml:space="preserve">, </w:t>
      </w:r>
      <w:r w:rsidR="002A4158" w:rsidRPr="00DA4E77">
        <w:t>dès l</w:t>
      </w:r>
      <w:r>
        <w:t>’</w:t>
      </w:r>
      <w:r w:rsidR="002A4158" w:rsidRPr="00DA4E77">
        <w:t>aube venue</w:t>
      </w:r>
      <w:r>
        <w:t xml:space="preserve">, </w:t>
      </w:r>
      <w:r w:rsidR="002A4158" w:rsidRPr="00DA4E77">
        <w:t>je tâcherai de me procurer une barque et j</w:t>
      </w:r>
      <w:r>
        <w:t>’</w:t>
      </w:r>
      <w:r w:rsidR="002A4158" w:rsidRPr="00DA4E77">
        <w:t>irai dans l</w:t>
      </w:r>
      <w:r>
        <w:t>’</w:t>
      </w:r>
      <w:r w:rsidR="002A4158" w:rsidRPr="00DA4E77">
        <w:t xml:space="preserve">Île Verte implorer </w:t>
      </w:r>
      <w:proofErr w:type="spellStart"/>
      <w:r w:rsidR="002A4158" w:rsidRPr="00DA4E77">
        <w:t>Oréus</w:t>
      </w:r>
      <w:proofErr w:type="spellEnd"/>
      <w:r>
        <w:t>.</w:t>
      </w:r>
    </w:p>
    <w:p w14:paraId="05DA137C" w14:textId="77777777" w:rsidR="00276CCE" w:rsidRDefault="00276CCE" w:rsidP="002A4158">
      <w:r>
        <w:t>— </w:t>
      </w:r>
      <w:r w:rsidR="002A4158" w:rsidRPr="00DA4E77">
        <w:t>Mais</w:t>
      </w:r>
      <w:r>
        <w:t xml:space="preserve">, </w:t>
      </w:r>
      <w:r w:rsidR="002A4158" w:rsidRPr="00DA4E77">
        <w:t xml:space="preserve">répond </w:t>
      </w:r>
      <w:proofErr w:type="spellStart"/>
      <w:r w:rsidR="002A4158" w:rsidRPr="00DA4E77">
        <w:t>Amonou</w:t>
      </w:r>
      <w:proofErr w:type="spellEnd"/>
      <w:r w:rsidR="002A4158" w:rsidRPr="00DA4E77">
        <w:t xml:space="preserve"> à voix basse</w:t>
      </w:r>
      <w:r>
        <w:t xml:space="preserve">, </w:t>
      </w:r>
      <w:r w:rsidR="002A4158" w:rsidRPr="00DA4E77">
        <w:t>tu ne sais donc pas qu</w:t>
      </w:r>
      <w:r>
        <w:t>’</w:t>
      </w:r>
      <w:proofErr w:type="spellStart"/>
      <w:r w:rsidR="002A4158" w:rsidRPr="00DA4E77">
        <w:t>Oréa</w:t>
      </w:r>
      <w:proofErr w:type="spellEnd"/>
      <w:r w:rsidR="002A4158" w:rsidRPr="00DA4E77">
        <w:t xml:space="preserve"> aime </w:t>
      </w:r>
      <w:proofErr w:type="spellStart"/>
      <w:r w:rsidR="002A4158" w:rsidRPr="00DA4E77">
        <w:t>Hellas</w:t>
      </w:r>
      <w:proofErr w:type="spellEnd"/>
      <w:r w:rsidR="002A4158" w:rsidRPr="00DA4E77">
        <w:t xml:space="preserve"> tout autant que toi-même</w:t>
      </w:r>
      <w:r>
        <w:t> ?</w:t>
      </w:r>
    </w:p>
    <w:p w14:paraId="5ED2C055" w14:textId="77777777" w:rsidR="00276CCE" w:rsidRDefault="00276CCE" w:rsidP="002A4158">
      <w:r>
        <w:t>— </w:t>
      </w:r>
      <w:r w:rsidR="002A4158" w:rsidRPr="00DA4E77">
        <w:t>Que m</w:t>
      </w:r>
      <w:r>
        <w:t>’</w:t>
      </w:r>
      <w:r w:rsidR="002A4158" w:rsidRPr="00DA4E77">
        <w:t>importe</w:t>
      </w:r>
      <w:r>
        <w:t xml:space="preserve"> ! </w:t>
      </w:r>
      <w:r w:rsidR="002A4158" w:rsidRPr="00DA4E77">
        <w:t>Tant mieux</w:t>
      </w:r>
      <w:r>
        <w:t xml:space="preserve">, </w:t>
      </w:r>
      <w:r w:rsidR="002A4158" w:rsidRPr="00DA4E77">
        <w:t>au contraire</w:t>
      </w:r>
      <w:r>
        <w:t xml:space="preserve"> ! </w:t>
      </w:r>
      <w:r w:rsidR="002A4158" w:rsidRPr="00DA4E77">
        <w:t xml:space="preserve">Femme qui </w:t>
      </w:r>
      <w:r w:rsidR="002A4158" w:rsidRPr="00DA4E77">
        <w:rPr>
          <w:bCs/>
        </w:rPr>
        <w:t xml:space="preserve">aime </w:t>
      </w:r>
      <w:r w:rsidR="002A4158" w:rsidRPr="00DA4E77">
        <w:t>ne connaît pas d</w:t>
      </w:r>
      <w:r>
        <w:t>’</w:t>
      </w:r>
      <w:r w:rsidR="002A4158" w:rsidRPr="00DA4E77">
        <w:t>obstacle</w:t>
      </w:r>
      <w:r>
        <w:t xml:space="preserve">, </w:t>
      </w:r>
      <w:r w:rsidR="002A4158" w:rsidRPr="00DA4E77">
        <w:t>et</w:t>
      </w:r>
      <w:r>
        <w:t xml:space="preserve">, </w:t>
      </w:r>
      <w:r w:rsidR="002A4158" w:rsidRPr="00DA4E77">
        <w:t>à nous deux</w:t>
      </w:r>
      <w:r>
        <w:t xml:space="preserve">, </w:t>
      </w:r>
      <w:r w:rsidR="002A4158" w:rsidRPr="00DA4E77">
        <w:t>nous le sauv</w:t>
      </w:r>
      <w:r w:rsidR="002A4158" w:rsidRPr="00DA4E77">
        <w:t>e</w:t>
      </w:r>
      <w:r w:rsidR="002A4158" w:rsidRPr="00DA4E77">
        <w:t>rons</w:t>
      </w:r>
      <w:r>
        <w:t> !</w:t>
      </w:r>
    </w:p>
    <w:p w14:paraId="0F79EE45" w14:textId="77777777" w:rsidR="00276CCE" w:rsidRDefault="00276CCE" w:rsidP="002A4158">
      <w:r>
        <w:lastRenderedPageBreak/>
        <w:t>— </w:t>
      </w:r>
      <w:r w:rsidR="002A4158" w:rsidRPr="00DA4E77">
        <w:t>Tu es divine</w:t>
      </w:r>
      <w:r>
        <w:t xml:space="preserve">, </w:t>
      </w:r>
      <w:r w:rsidR="002A4158" w:rsidRPr="00DA4E77">
        <w:t xml:space="preserve">petite </w:t>
      </w:r>
      <w:proofErr w:type="spellStart"/>
      <w:r w:rsidR="002A4158" w:rsidRPr="00DA4E77">
        <w:t>Glania</w:t>
      </w:r>
      <w:proofErr w:type="spellEnd"/>
      <w:r>
        <w:t> !</w:t>
      </w:r>
    </w:p>
    <w:p w14:paraId="1ED23F1D" w14:textId="77777777" w:rsidR="00276CCE" w:rsidRDefault="002A4158" w:rsidP="002A4158">
      <w:r w:rsidRPr="00DA4E77">
        <w:t>Ondoyante comme une couleuvre</w:t>
      </w:r>
      <w:r w:rsidR="00276CCE">
        <w:t xml:space="preserve">, </w:t>
      </w:r>
      <w:r w:rsidRPr="00DA4E77">
        <w:t>la souple Ligure se glisse à travers les bosquets de lauriers-roses</w:t>
      </w:r>
      <w:r w:rsidR="00276CCE">
        <w:t xml:space="preserve">, </w:t>
      </w:r>
      <w:r w:rsidRPr="00DA4E77">
        <w:t>et reparaît à l</w:t>
      </w:r>
      <w:r w:rsidR="00276CCE">
        <w:t>’</w:t>
      </w:r>
      <w:r w:rsidRPr="00DA4E77">
        <w:t>extrémité de la terrasse</w:t>
      </w:r>
      <w:r w:rsidR="00276CCE">
        <w:t xml:space="preserve">, </w:t>
      </w:r>
      <w:r w:rsidRPr="00DA4E77">
        <w:t>derrière les bardes</w:t>
      </w:r>
      <w:r w:rsidR="00276CCE">
        <w:t xml:space="preserve">, </w:t>
      </w:r>
      <w:r w:rsidRPr="00DA4E77">
        <w:t>juste au moment où</w:t>
      </w:r>
      <w:r w:rsidR="00276CCE">
        <w:t xml:space="preserve">, </w:t>
      </w:r>
      <w:r w:rsidRPr="00DA4E77">
        <w:t>l</w:t>
      </w:r>
      <w:r w:rsidR="00276CCE">
        <w:t>’</w:t>
      </w:r>
      <w:r w:rsidRPr="00DA4E77">
        <w:t>hymne terminé</w:t>
      </w:r>
      <w:r w:rsidR="00276CCE">
        <w:t xml:space="preserve">, </w:t>
      </w:r>
      <w:r w:rsidRPr="00DA4E77">
        <w:t>les acclamations s</w:t>
      </w:r>
      <w:r w:rsidR="00276CCE">
        <w:t>’</w:t>
      </w:r>
      <w:r w:rsidRPr="00DA4E77">
        <w:t>élèvent de toutes parts</w:t>
      </w:r>
      <w:r w:rsidR="00276CCE">
        <w:t>.</w:t>
      </w:r>
    </w:p>
    <w:p w14:paraId="67C1F38C" w14:textId="77777777" w:rsidR="00276CCE" w:rsidRDefault="00276CCE" w:rsidP="002A4158">
      <w:r>
        <w:t>— </w:t>
      </w:r>
      <w:r w:rsidR="002A4158" w:rsidRPr="00DA4E77">
        <w:t>Ah</w:t>
      </w:r>
      <w:r>
        <w:t xml:space="preserve"> ! </w:t>
      </w:r>
      <w:r w:rsidR="002A4158" w:rsidRPr="00DA4E77">
        <w:t>cette musique</w:t>
      </w:r>
      <w:r>
        <w:t xml:space="preserve"> ! </w:t>
      </w:r>
      <w:r w:rsidR="002A4158" w:rsidRPr="00DA4E77">
        <w:t>Vrai langage des dieux</w:t>
      </w:r>
      <w:r>
        <w:t xml:space="preserve"> ! </w:t>
      </w:r>
      <w:r w:rsidR="002A4158" w:rsidRPr="00DA4E77">
        <w:t>Quel héros</w:t>
      </w:r>
      <w:r>
        <w:t xml:space="preserve">, </w:t>
      </w:r>
      <w:proofErr w:type="spellStart"/>
      <w:r w:rsidR="002A4158" w:rsidRPr="00DA4E77">
        <w:t>Amonou</w:t>
      </w:r>
      <w:proofErr w:type="spellEnd"/>
      <w:r>
        <w:t xml:space="preserve">, </w:t>
      </w:r>
      <w:r w:rsidR="002A4158" w:rsidRPr="00DA4E77">
        <w:t>vaut un bon musicien</w:t>
      </w:r>
      <w:r>
        <w:t> ?</w:t>
      </w:r>
    </w:p>
    <w:p w14:paraId="75D40E6F" w14:textId="77777777" w:rsidR="00276CCE" w:rsidRDefault="002A4158" w:rsidP="002A4158">
      <w:r w:rsidRPr="00DA4E77">
        <w:t xml:space="preserve">Et </w:t>
      </w:r>
      <w:proofErr w:type="spellStart"/>
      <w:r w:rsidRPr="00DA4E77">
        <w:t>Palmoussos</w:t>
      </w:r>
      <w:proofErr w:type="spellEnd"/>
      <w:r w:rsidR="00276CCE">
        <w:t xml:space="preserve">, </w:t>
      </w:r>
      <w:r w:rsidRPr="00DA4E77">
        <w:t>heureux de confondre le jeune homme</w:t>
      </w:r>
      <w:r w:rsidR="00276CCE">
        <w:t xml:space="preserve">, </w:t>
      </w:r>
      <w:r w:rsidRPr="00DA4E77">
        <w:t>le cherche de tous côtés</w:t>
      </w:r>
      <w:r w:rsidR="00276CCE">
        <w:t> :</w:t>
      </w:r>
    </w:p>
    <w:p w14:paraId="5D02992B" w14:textId="77777777" w:rsidR="00276CCE" w:rsidRDefault="00276CCE" w:rsidP="002A4158">
      <w:r>
        <w:t>— </w:t>
      </w:r>
      <w:r w:rsidR="002A4158" w:rsidRPr="00DA4E77">
        <w:t>Hein</w:t>
      </w:r>
      <w:r>
        <w:t xml:space="preserve"> ? </w:t>
      </w:r>
      <w:r w:rsidR="002A4158" w:rsidRPr="00DA4E77">
        <w:t>Quoi</w:t>
      </w:r>
      <w:r>
        <w:t xml:space="preserve"> ? </w:t>
      </w:r>
      <w:r w:rsidR="002A4158" w:rsidRPr="00DA4E77">
        <w:t>Déjà parti</w:t>
      </w:r>
      <w:r>
        <w:t> !</w:t>
      </w:r>
    </w:p>
    <w:p w14:paraId="6880F22F" w14:textId="77777777" w:rsidR="00276CCE" w:rsidRDefault="00276CCE" w:rsidP="002A4158">
      <w:r>
        <w:t>— </w:t>
      </w:r>
      <w:r w:rsidR="002A4158" w:rsidRPr="00DA4E77">
        <w:t>Tiens</w:t>
      </w:r>
      <w:r>
        <w:t xml:space="preserve">, </w:t>
      </w:r>
      <w:r w:rsidR="002A4158" w:rsidRPr="00DA4E77">
        <w:t xml:space="preserve">ricane </w:t>
      </w:r>
      <w:proofErr w:type="spellStart"/>
      <w:r w:rsidR="002A4158" w:rsidRPr="00DA4E77">
        <w:t>Olbios</w:t>
      </w:r>
      <w:proofErr w:type="spellEnd"/>
      <w:r w:rsidR="002A4158" w:rsidRPr="00DA4E77">
        <w:t xml:space="preserve"> rassuré</w:t>
      </w:r>
      <w:r>
        <w:t xml:space="preserve">, </w:t>
      </w:r>
      <w:r w:rsidR="002A4158" w:rsidRPr="00DA4E77">
        <w:t>le voilà sur les flots</w:t>
      </w:r>
      <w:r>
        <w:t xml:space="preserve">, </w:t>
      </w:r>
      <w:r w:rsidR="002A4158" w:rsidRPr="00DA4E77">
        <w:t>seul</w:t>
      </w:r>
      <w:r>
        <w:t xml:space="preserve">, </w:t>
      </w:r>
      <w:r w:rsidR="002A4158" w:rsidRPr="00DA4E77">
        <w:t>en barque</w:t>
      </w:r>
      <w:r>
        <w:t> !</w:t>
      </w:r>
    </w:p>
    <w:p w14:paraId="3388946A" w14:textId="77777777" w:rsidR="00276CCE" w:rsidRDefault="00276CCE" w:rsidP="002A4158">
      <w:r>
        <w:t>— </w:t>
      </w:r>
      <w:r w:rsidR="002A4158" w:rsidRPr="00DA4E77">
        <w:t>Bien</w:t>
      </w:r>
      <w:r>
        <w:t xml:space="preserve">, </w:t>
      </w:r>
      <w:r w:rsidR="002A4158" w:rsidRPr="00DA4E77">
        <w:t xml:space="preserve">fait </w:t>
      </w:r>
      <w:proofErr w:type="spellStart"/>
      <w:r w:rsidR="002A4158" w:rsidRPr="00DA4E77">
        <w:t>Xanthès</w:t>
      </w:r>
      <w:proofErr w:type="spellEnd"/>
      <w:r>
        <w:t xml:space="preserve">. </w:t>
      </w:r>
      <w:r w:rsidR="002A4158" w:rsidRPr="00DA4E77">
        <w:t>Oublions ces chicanes</w:t>
      </w:r>
      <w:r>
        <w:t xml:space="preserve">. </w:t>
      </w:r>
      <w:r w:rsidR="002A4158" w:rsidRPr="00DA4E77">
        <w:t>Et toi</w:t>
      </w:r>
      <w:r>
        <w:t xml:space="preserve">, </w:t>
      </w:r>
      <w:proofErr w:type="spellStart"/>
      <w:r w:rsidR="002A4158" w:rsidRPr="00DA4E77">
        <w:t>Glania</w:t>
      </w:r>
      <w:proofErr w:type="spellEnd"/>
      <w:r>
        <w:t xml:space="preserve">, </w:t>
      </w:r>
      <w:r w:rsidR="002A4158" w:rsidRPr="00DA4E77">
        <w:t>un nouveau chant</w:t>
      </w:r>
      <w:r>
        <w:t> !</w:t>
      </w:r>
    </w:p>
    <w:p w14:paraId="6CBF6CDC" w14:textId="77777777" w:rsidR="00276CCE" w:rsidRDefault="00276CCE" w:rsidP="002A4158">
      <w:r>
        <w:t>— </w:t>
      </w:r>
      <w:r w:rsidR="002A4158" w:rsidRPr="00DA4E77">
        <w:t>Impossible</w:t>
      </w:r>
      <w:r>
        <w:t xml:space="preserve"> ! </w:t>
      </w:r>
      <w:r w:rsidR="002A4158" w:rsidRPr="00DA4E77">
        <w:t>Je me sens trop lasse</w:t>
      </w:r>
      <w:r>
        <w:t> !</w:t>
      </w:r>
    </w:p>
    <w:p w14:paraId="1454FB8E" w14:textId="77777777" w:rsidR="00276CCE" w:rsidRDefault="00276CCE" w:rsidP="002A4158">
      <w:r>
        <w:t>— </w:t>
      </w:r>
      <w:r w:rsidR="002A4158" w:rsidRPr="00DA4E77">
        <w:t>Par grâce</w:t>
      </w:r>
      <w:r>
        <w:t xml:space="preserve">, </w:t>
      </w:r>
      <w:r w:rsidR="002A4158" w:rsidRPr="00DA4E77">
        <w:t>encore un chant</w:t>
      </w:r>
      <w:r>
        <w:t xml:space="preserve">, </w:t>
      </w:r>
      <w:r w:rsidR="002A4158" w:rsidRPr="00DA4E77">
        <w:t>un chant rapide</w:t>
      </w:r>
      <w:r>
        <w:t xml:space="preserve">. </w:t>
      </w:r>
      <w:r w:rsidR="002A4158" w:rsidRPr="00DA4E77">
        <w:t>L</w:t>
      </w:r>
      <w:r>
        <w:t>’</w:t>
      </w:r>
      <w:r w:rsidR="002A4158" w:rsidRPr="00DA4E77">
        <w:t>aube va naître</w:t>
      </w:r>
      <w:r>
        <w:t xml:space="preserve">, </w:t>
      </w:r>
      <w:r w:rsidR="002A4158" w:rsidRPr="00DA4E77">
        <w:t>c</w:t>
      </w:r>
      <w:r>
        <w:t>’</w:t>
      </w:r>
      <w:r w:rsidR="002A4158" w:rsidRPr="00DA4E77">
        <w:t>est toi qui la salueras</w:t>
      </w:r>
      <w:r>
        <w:t>…</w:t>
      </w:r>
    </w:p>
    <w:p w14:paraId="7983A70F" w14:textId="77777777" w:rsidR="00276CCE" w:rsidRDefault="00276CCE" w:rsidP="002A4158">
      <w:r>
        <w:t>— </w:t>
      </w:r>
      <w:r w:rsidR="002A4158" w:rsidRPr="00DA4E77">
        <w:t>Eh bien</w:t>
      </w:r>
      <w:r>
        <w:t xml:space="preserve">, </w:t>
      </w:r>
      <w:r w:rsidR="002A4158" w:rsidRPr="00DA4E77">
        <w:t>soit</w:t>
      </w:r>
      <w:r>
        <w:t xml:space="preserve"> ! </w:t>
      </w:r>
      <w:r w:rsidR="002A4158" w:rsidRPr="00DA4E77">
        <w:t>à une condition</w:t>
      </w:r>
      <w:r>
        <w:t xml:space="preserve"> : </w:t>
      </w:r>
      <w:r w:rsidR="002A4158" w:rsidRPr="00DA4E77">
        <w:t>vous me prêterez une barque pour aller sur la mer limpide</w:t>
      </w:r>
      <w:r>
        <w:t>.</w:t>
      </w:r>
    </w:p>
    <w:p w14:paraId="683CA89F" w14:textId="77777777" w:rsidR="00276CCE" w:rsidRDefault="00276CCE" w:rsidP="002A4158">
      <w:r>
        <w:t>— </w:t>
      </w:r>
      <w:r w:rsidR="002A4158" w:rsidRPr="00DA4E77">
        <w:t>Singulier caprice</w:t>
      </w:r>
      <w:r>
        <w:t xml:space="preserve"> ! </w:t>
      </w:r>
      <w:r w:rsidR="002A4158" w:rsidRPr="00DA4E77">
        <w:t xml:space="preserve">objecte </w:t>
      </w:r>
      <w:proofErr w:type="spellStart"/>
      <w:r w:rsidR="002A4158" w:rsidRPr="00DA4E77">
        <w:t>Xanthès</w:t>
      </w:r>
      <w:proofErr w:type="spellEnd"/>
      <w:r>
        <w:t xml:space="preserve">, </w:t>
      </w:r>
      <w:r w:rsidR="002A4158" w:rsidRPr="00DA4E77">
        <w:t>mais accordé</w:t>
      </w:r>
      <w:r>
        <w:t xml:space="preserve">, </w:t>
      </w:r>
      <w:r w:rsidR="002A4158" w:rsidRPr="00DA4E77">
        <w:t>petite Barbare</w:t>
      </w:r>
      <w:r>
        <w:t xml:space="preserve">. </w:t>
      </w:r>
      <w:r w:rsidR="002A4158" w:rsidRPr="00DA4E77">
        <w:t>Et même</w:t>
      </w:r>
      <w:r>
        <w:t xml:space="preserve">, </w:t>
      </w:r>
      <w:r w:rsidR="002A4158" w:rsidRPr="00DA4E77">
        <w:t>si tu le veux</w:t>
      </w:r>
      <w:r>
        <w:t xml:space="preserve">, </w:t>
      </w:r>
      <w:r w:rsidR="002A4158" w:rsidRPr="00DA4E77">
        <w:t>nous t</w:t>
      </w:r>
      <w:r>
        <w:t>’</w:t>
      </w:r>
      <w:r w:rsidR="002A4158" w:rsidRPr="00DA4E77">
        <w:t>accompagnerons et vei</w:t>
      </w:r>
      <w:r w:rsidR="002A4158" w:rsidRPr="00DA4E77">
        <w:t>l</w:t>
      </w:r>
      <w:r w:rsidR="002A4158" w:rsidRPr="00DA4E77">
        <w:t>lerons sur toi</w:t>
      </w:r>
      <w:r>
        <w:t>.</w:t>
      </w:r>
    </w:p>
    <w:p w14:paraId="625C34A4" w14:textId="77777777" w:rsidR="00276CCE" w:rsidRDefault="00276CCE" w:rsidP="002A4158">
      <w:r>
        <w:t>— </w:t>
      </w:r>
      <w:r w:rsidR="002A4158" w:rsidRPr="00DA4E77">
        <w:t>Non</w:t>
      </w:r>
      <w:r>
        <w:t xml:space="preserve"> ! </w:t>
      </w:r>
      <w:r w:rsidR="002A4158" w:rsidRPr="00DA4E77">
        <w:t>toute seule</w:t>
      </w:r>
      <w:r>
        <w:t xml:space="preserve"> ! </w:t>
      </w:r>
      <w:r w:rsidR="002A4158" w:rsidRPr="00DA4E77">
        <w:t>La solitude me repose</w:t>
      </w:r>
      <w:r>
        <w:t>.</w:t>
      </w:r>
    </w:p>
    <w:p w14:paraId="1F0283AA" w14:textId="77777777" w:rsidR="00276CCE" w:rsidRDefault="00276CCE" w:rsidP="002A4158">
      <w:r>
        <w:t>— </w:t>
      </w:r>
      <w:r w:rsidR="002A4158" w:rsidRPr="00DA4E77">
        <w:t>Soit donc</w:t>
      </w:r>
      <w:r>
        <w:t xml:space="preserve">, </w:t>
      </w:r>
      <w:r w:rsidR="002A4158" w:rsidRPr="00DA4E77">
        <w:t>belle farouche</w:t>
      </w:r>
      <w:r>
        <w:t xml:space="preserve"> ! </w:t>
      </w:r>
      <w:r w:rsidR="002A4158" w:rsidRPr="00DA4E77">
        <w:t>on va te préparer une légère embarcation</w:t>
      </w:r>
      <w:r>
        <w:t>.</w:t>
      </w:r>
    </w:p>
    <w:p w14:paraId="17B8D0C7" w14:textId="77777777" w:rsidR="00276CCE" w:rsidRDefault="002A4158" w:rsidP="002A4158">
      <w:r w:rsidRPr="00DA4E77">
        <w:lastRenderedPageBreak/>
        <w:t>Rayonnante alors</w:t>
      </w:r>
      <w:r w:rsidR="00276CCE">
        <w:t xml:space="preserve">, </w:t>
      </w:r>
      <w:r w:rsidRPr="00DA4E77">
        <w:t>transfigurée</w:t>
      </w:r>
      <w:r w:rsidR="00276CCE">
        <w:t xml:space="preserve">, </w:t>
      </w:r>
      <w:r w:rsidRPr="00DA4E77">
        <w:t>ses beaux yeux bleus ba</w:t>
      </w:r>
      <w:r w:rsidRPr="00DA4E77">
        <w:t>i</w:t>
      </w:r>
      <w:r w:rsidRPr="00DA4E77">
        <w:t>gnés de larmes contenues</w:t>
      </w:r>
      <w:r w:rsidR="00276CCE">
        <w:t xml:space="preserve">, </w:t>
      </w:r>
      <w:proofErr w:type="spellStart"/>
      <w:r w:rsidRPr="00DA4E77">
        <w:t>Glania</w:t>
      </w:r>
      <w:proofErr w:type="spellEnd"/>
      <w:r w:rsidRPr="00DA4E77">
        <w:t xml:space="preserve"> se lève</w:t>
      </w:r>
      <w:r w:rsidR="00276CCE">
        <w:t xml:space="preserve"> ; </w:t>
      </w:r>
      <w:r w:rsidRPr="00DA4E77">
        <w:t>sa voix monte</w:t>
      </w:r>
      <w:r w:rsidR="00276CCE">
        <w:t xml:space="preserve">, </w:t>
      </w:r>
      <w:r w:rsidRPr="00DA4E77">
        <w:t>gra</w:t>
      </w:r>
      <w:r w:rsidRPr="00DA4E77">
        <w:t>n</w:t>
      </w:r>
      <w:r w:rsidRPr="00DA4E77">
        <w:t>dit en strophes d</w:t>
      </w:r>
      <w:r w:rsidR="00276CCE">
        <w:t>’</w:t>
      </w:r>
      <w:r w:rsidRPr="00DA4E77">
        <w:t>amour</w:t>
      </w:r>
      <w:r w:rsidR="00276CCE">
        <w:t xml:space="preserve">, </w:t>
      </w:r>
      <w:r w:rsidRPr="00DA4E77">
        <w:t>et semble tout là-bas</w:t>
      </w:r>
      <w:r w:rsidR="00276CCE">
        <w:t xml:space="preserve">, </w:t>
      </w:r>
      <w:r w:rsidRPr="00DA4E77">
        <w:t>vers le soleil l</w:t>
      </w:r>
      <w:r w:rsidRPr="00DA4E77">
        <w:t>e</w:t>
      </w:r>
      <w:r w:rsidRPr="00DA4E77">
        <w:t>vant</w:t>
      </w:r>
      <w:r w:rsidR="00276CCE">
        <w:t xml:space="preserve">, </w:t>
      </w:r>
      <w:r w:rsidRPr="00DA4E77">
        <w:t>appeler un héros vers qui ses bras se tendent</w:t>
      </w:r>
      <w:r w:rsidR="00276CCE">
        <w:t>…</w:t>
      </w:r>
    </w:p>
    <w:p w14:paraId="0A53C043" w14:textId="77777777" w:rsidR="00276CCE" w:rsidRDefault="00276CCE" w:rsidP="002A4158">
      <w:r>
        <w:t>— </w:t>
      </w:r>
      <w:r w:rsidR="002A4158" w:rsidRPr="00DA4E77">
        <w:t>Une vraie déesse</w:t>
      </w:r>
      <w:r>
        <w:t xml:space="preserve"> ! </w:t>
      </w:r>
      <w:r w:rsidR="002A4158" w:rsidRPr="00DA4E77">
        <w:t xml:space="preserve">exulte </w:t>
      </w:r>
      <w:proofErr w:type="spellStart"/>
      <w:r w:rsidR="002A4158" w:rsidRPr="00DA4E77">
        <w:t>Asmonia</w:t>
      </w:r>
      <w:proofErr w:type="spellEnd"/>
      <w:r>
        <w:t xml:space="preserve">, </w:t>
      </w:r>
      <w:r w:rsidR="002A4158" w:rsidRPr="00DA4E77">
        <w:t>si enthousiasmée qu</w:t>
      </w:r>
      <w:r>
        <w:t>’</w:t>
      </w:r>
      <w:r w:rsidR="002A4158" w:rsidRPr="00DA4E77">
        <w:t>elle en oublie d</w:t>
      </w:r>
      <w:r>
        <w:t>’</w:t>
      </w:r>
      <w:r w:rsidR="002A4158" w:rsidRPr="00DA4E77">
        <w:t>être jalouse</w:t>
      </w:r>
      <w:r>
        <w:t xml:space="preserve">. </w:t>
      </w:r>
      <w:r w:rsidR="002A4158" w:rsidRPr="00DA4E77">
        <w:t>Si l</w:t>
      </w:r>
      <w:r>
        <w:t>’</w:t>
      </w:r>
      <w:r w:rsidR="002A4158" w:rsidRPr="00DA4E77">
        <w:t>on ne savait la Ligure plus farouche qu</w:t>
      </w:r>
      <w:r>
        <w:t>’</w:t>
      </w:r>
      <w:r w:rsidR="002A4158" w:rsidRPr="00DA4E77">
        <w:t>un oiseau de mer</w:t>
      </w:r>
      <w:r>
        <w:t xml:space="preserve">, </w:t>
      </w:r>
      <w:r w:rsidR="002A4158" w:rsidRPr="00DA4E77">
        <w:t>on la croirait vraiment amo</w:t>
      </w:r>
      <w:r w:rsidR="002A4158" w:rsidRPr="00DA4E77">
        <w:t>u</w:t>
      </w:r>
      <w:r w:rsidR="002A4158" w:rsidRPr="00DA4E77">
        <w:t>reuse</w:t>
      </w:r>
      <w:r>
        <w:t> !…</w:t>
      </w:r>
    </w:p>
    <w:p w14:paraId="00F923E1" w14:textId="77777777" w:rsidR="00276CCE" w:rsidRDefault="002A4158" w:rsidP="002A4158">
      <w:r w:rsidRPr="00DA4E77">
        <w:t xml:space="preserve">Mais </w:t>
      </w:r>
      <w:proofErr w:type="spellStart"/>
      <w:r w:rsidRPr="00DA4E77">
        <w:t>Glania</w:t>
      </w:r>
      <w:proofErr w:type="spellEnd"/>
      <w:r w:rsidRPr="00DA4E77">
        <w:t xml:space="preserve"> n</w:t>
      </w:r>
      <w:r w:rsidR="00276CCE">
        <w:t>’</w:t>
      </w:r>
      <w:r w:rsidRPr="00DA4E77">
        <w:t>entend plus les clameurs admiratives</w:t>
      </w:r>
      <w:r w:rsidR="00276CCE">
        <w:t xml:space="preserve">. </w:t>
      </w:r>
      <w:r w:rsidRPr="00DA4E77">
        <w:t>Elle a jeté sur sa robe un manteau sombre</w:t>
      </w:r>
      <w:r w:rsidR="00276CCE">
        <w:t xml:space="preserve"> ; </w:t>
      </w:r>
      <w:r w:rsidRPr="00DA4E77">
        <w:t>et la voilà qui court vers la rive</w:t>
      </w:r>
      <w:r w:rsidR="00276CCE">
        <w:t xml:space="preserve">, </w:t>
      </w:r>
      <w:r w:rsidRPr="00DA4E77">
        <w:t>saute dans une barque</w:t>
      </w:r>
      <w:r w:rsidR="00276CCE">
        <w:t xml:space="preserve">, </w:t>
      </w:r>
      <w:r w:rsidRPr="00DA4E77">
        <w:t>et l</w:t>
      </w:r>
      <w:r w:rsidR="00276CCE">
        <w:t>’</w:t>
      </w:r>
      <w:r w:rsidRPr="00DA4E77">
        <w:t>on entend déjà le bruit cadencé des rames sur les flots</w:t>
      </w:r>
      <w:r w:rsidR="00276CCE">
        <w:t>.</w:t>
      </w:r>
    </w:p>
    <w:p w14:paraId="166FA79F" w14:textId="77777777" w:rsidR="00276CCE" w:rsidRDefault="00276CCE" w:rsidP="00276CCE">
      <w:pPr>
        <w:pStyle w:val="Titre2"/>
        <w:rPr>
          <w:i/>
        </w:rPr>
      </w:pPr>
      <w:bookmarkStart w:id="14" w:name="_Toc194842000"/>
      <w:r w:rsidRPr="00DA4E77">
        <w:lastRenderedPageBreak/>
        <w:t>Scène</w:t>
      </w:r>
      <w:r>
        <w:t> </w:t>
      </w:r>
      <w:r w:rsidRPr="00DA4E77">
        <w:t>III</w:t>
      </w:r>
      <w:r>
        <w:t xml:space="preserve">. – </w:t>
      </w:r>
      <w:r w:rsidR="002A4158" w:rsidRPr="00DA4E77">
        <w:rPr>
          <w:i/>
        </w:rPr>
        <w:t>La Ligure</w:t>
      </w:r>
      <w:r>
        <w:rPr>
          <w:i/>
        </w:rPr>
        <w:t>.</w:t>
      </w:r>
      <w:bookmarkEnd w:id="14"/>
    </w:p>
    <w:p w14:paraId="0940157D" w14:textId="77777777" w:rsidR="00276CCE" w:rsidRDefault="002A4158" w:rsidP="002A4158">
      <w:r w:rsidRPr="00DA4E77">
        <w:t>Les bras de la Ligure tombent bientôt</w:t>
      </w:r>
      <w:r w:rsidR="00276CCE">
        <w:t xml:space="preserve">, </w:t>
      </w:r>
      <w:r w:rsidRPr="00DA4E77">
        <w:t>harassés de fatigue</w:t>
      </w:r>
      <w:r w:rsidR="00276CCE">
        <w:t xml:space="preserve"> ; </w:t>
      </w:r>
      <w:r w:rsidRPr="00DA4E77">
        <w:t>et l</w:t>
      </w:r>
      <w:r w:rsidR="00276CCE">
        <w:t>’</w:t>
      </w:r>
      <w:r w:rsidRPr="00DA4E77">
        <w:t>Île Verte tremble au loin dans l</w:t>
      </w:r>
      <w:r w:rsidR="00276CCE">
        <w:t>’</w:t>
      </w:r>
      <w:r w:rsidRPr="00DA4E77">
        <w:t>horizon où lutte encore la lueur vacillante des étoiles</w:t>
      </w:r>
      <w:r w:rsidR="00276CCE">
        <w:t xml:space="preserve">. </w:t>
      </w:r>
      <w:r w:rsidRPr="00DA4E77">
        <w:t>Le jour qui monte</w:t>
      </w:r>
      <w:r w:rsidR="00276CCE">
        <w:t xml:space="preserve">, </w:t>
      </w:r>
      <w:r w:rsidRPr="00DA4E77">
        <w:t>et qui peu à peu remplit la mer</w:t>
      </w:r>
      <w:r w:rsidR="00276CCE">
        <w:t xml:space="preserve">, </w:t>
      </w:r>
      <w:r w:rsidRPr="00DA4E77">
        <w:t>enveloppe les rochers lointains d</w:t>
      </w:r>
      <w:r w:rsidR="00276CCE">
        <w:t>’</w:t>
      </w:r>
      <w:r w:rsidRPr="00DA4E77">
        <w:t>un nimbe v</w:t>
      </w:r>
      <w:r w:rsidRPr="00DA4E77">
        <w:t>a</w:t>
      </w:r>
      <w:r w:rsidRPr="00DA4E77">
        <w:t>poreux</w:t>
      </w:r>
      <w:r w:rsidR="00276CCE">
        <w:t xml:space="preserve">. </w:t>
      </w:r>
      <w:r w:rsidRPr="00DA4E77">
        <w:t>À l</w:t>
      </w:r>
      <w:r w:rsidR="00276CCE">
        <w:t>’</w:t>
      </w:r>
      <w:r w:rsidRPr="00DA4E77">
        <w:t>orient</w:t>
      </w:r>
      <w:r w:rsidR="00276CCE">
        <w:t xml:space="preserve">, </w:t>
      </w:r>
      <w:r w:rsidRPr="00DA4E77">
        <w:t>sur Atlantis</w:t>
      </w:r>
      <w:r w:rsidR="00276CCE">
        <w:t xml:space="preserve">, </w:t>
      </w:r>
      <w:r w:rsidRPr="00DA4E77">
        <w:t>paraît l</w:t>
      </w:r>
      <w:r w:rsidR="00276CCE">
        <w:t>’</w:t>
      </w:r>
      <w:r w:rsidRPr="00DA4E77">
        <w:t>aurore</w:t>
      </w:r>
      <w:r w:rsidR="00276CCE">
        <w:t xml:space="preserve">. </w:t>
      </w:r>
      <w:r w:rsidRPr="00DA4E77">
        <w:t>Le grand Sphinx</w:t>
      </w:r>
      <w:r w:rsidR="00276CCE">
        <w:t xml:space="preserve">, </w:t>
      </w:r>
      <w:r w:rsidRPr="00DA4E77">
        <w:t>de ses ailes étendues</w:t>
      </w:r>
      <w:r w:rsidR="00276CCE">
        <w:t xml:space="preserve">, </w:t>
      </w:r>
      <w:r w:rsidRPr="00DA4E77">
        <w:t>semble lancer des rayons dans l</w:t>
      </w:r>
      <w:r w:rsidR="00276CCE">
        <w:t>’</w:t>
      </w:r>
      <w:r w:rsidRPr="00DA4E77">
        <w:t>espace</w:t>
      </w:r>
      <w:r w:rsidR="00276CCE">
        <w:t xml:space="preserve">, </w:t>
      </w:r>
      <w:r w:rsidRPr="00DA4E77">
        <w:t>et les mille palais</w:t>
      </w:r>
      <w:r w:rsidR="00276CCE">
        <w:t xml:space="preserve">, </w:t>
      </w:r>
      <w:r w:rsidRPr="00DA4E77">
        <w:t>et les mille coupoles</w:t>
      </w:r>
      <w:r w:rsidR="00276CCE">
        <w:t xml:space="preserve">, </w:t>
      </w:r>
      <w:r w:rsidRPr="00DA4E77">
        <w:t>et les portiques blancs des temples</w:t>
      </w:r>
      <w:r w:rsidR="00276CCE">
        <w:t xml:space="preserve">, </w:t>
      </w:r>
      <w:r w:rsidRPr="00DA4E77">
        <w:t>tout s</w:t>
      </w:r>
      <w:r w:rsidR="00276CCE">
        <w:t>’</w:t>
      </w:r>
      <w:r w:rsidRPr="00DA4E77">
        <w:t>éclaire</w:t>
      </w:r>
      <w:r w:rsidR="00276CCE">
        <w:t xml:space="preserve">, </w:t>
      </w:r>
      <w:r w:rsidRPr="00DA4E77">
        <w:t>tout tressaille</w:t>
      </w:r>
      <w:r w:rsidR="00276CCE">
        <w:t xml:space="preserve">, </w:t>
      </w:r>
      <w:r w:rsidRPr="00DA4E77">
        <w:t>tout étincelle en millions de reflets</w:t>
      </w:r>
      <w:r w:rsidR="00276CCE">
        <w:t>.</w:t>
      </w:r>
    </w:p>
    <w:p w14:paraId="6003EF03" w14:textId="77777777" w:rsidR="00276CCE" w:rsidRDefault="002A4158" w:rsidP="002A4158">
      <w:r w:rsidRPr="00DA4E77">
        <w:t>De confuses idées tournoient sous le front de la jeune Ba</w:t>
      </w:r>
      <w:r w:rsidRPr="00DA4E77">
        <w:t>r</w:t>
      </w:r>
      <w:r w:rsidRPr="00DA4E77">
        <w:t>bare</w:t>
      </w:r>
      <w:r w:rsidR="00276CCE">
        <w:t xml:space="preserve">, </w:t>
      </w:r>
      <w:r w:rsidRPr="00DA4E77">
        <w:t>et</w:t>
      </w:r>
      <w:r w:rsidR="00276CCE">
        <w:t xml:space="preserve">, </w:t>
      </w:r>
      <w:r w:rsidRPr="00DA4E77">
        <w:t>soit lassitude de son frêle corps</w:t>
      </w:r>
      <w:r w:rsidR="00276CCE">
        <w:t xml:space="preserve">, </w:t>
      </w:r>
      <w:r w:rsidRPr="00DA4E77">
        <w:t>soit vertige de son e</w:t>
      </w:r>
      <w:r w:rsidRPr="00DA4E77">
        <w:t>s</w:t>
      </w:r>
      <w:r w:rsidRPr="00DA4E77">
        <w:t>prit</w:t>
      </w:r>
      <w:r w:rsidR="00276CCE">
        <w:t xml:space="preserve">, </w:t>
      </w:r>
      <w:r w:rsidRPr="00DA4E77">
        <w:t>elle sent peu à peu sa petitesse infinie</w:t>
      </w:r>
      <w:r w:rsidR="00276CCE">
        <w:t xml:space="preserve"> ; </w:t>
      </w:r>
      <w:r w:rsidRPr="00DA4E77">
        <w:t>quelle folie la prend de vouloir se mêler aux querelles de l</w:t>
      </w:r>
      <w:r w:rsidR="00276CCE">
        <w:t>’</w:t>
      </w:r>
      <w:r w:rsidRPr="00DA4E77">
        <w:t>immense Empire</w:t>
      </w:r>
      <w:r w:rsidR="00276CCE">
        <w:t xml:space="preserve"> ? </w:t>
      </w:r>
      <w:r w:rsidRPr="00DA4E77">
        <w:t>Et que va-t-elle tenter maintenant</w:t>
      </w:r>
      <w:r w:rsidR="00276CCE">
        <w:t xml:space="preserve"> ? </w:t>
      </w:r>
      <w:r w:rsidRPr="00DA4E77">
        <w:t>D</w:t>
      </w:r>
      <w:r w:rsidR="00276CCE">
        <w:t>’</w:t>
      </w:r>
      <w:r w:rsidRPr="00DA4E77">
        <w:t>aller vers l</w:t>
      </w:r>
      <w:r w:rsidR="00276CCE">
        <w:t>’</w:t>
      </w:r>
      <w:r w:rsidRPr="00DA4E77">
        <w:t>Île Verte</w:t>
      </w:r>
      <w:r w:rsidR="00276CCE">
        <w:t xml:space="preserve">, </w:t>
      </w:r>
      <w:r w:rsidRPr="00DA4E77">
        <w:t>chez le my</w:t>
      </w:r>
      <w:r w:rsidRPr="00DA4E77">
        <w:t>s</w:t>
      </w:r>
      <w:r w:rsidRPr="00DA4E77">
        <w:t xml:space="preserve">térieux </w:t>
      </w:r>
      <w:proofErr w:type="spellStart"/>
      <w:r w:rsidRPr="00DA4E77">
        <w:t>Oréus</w:t>
      </w:r>
      <w:proofErr w:type="spellEnd"/>
      <w:r w:rsidR="00276CCE">
        <w:t xml:space="preserve"> ; </w:t>
      </w:r>
      <w:r w:rsidRPr="00DA4E77">
        <w:t>celui-là</w:t>
      </w:r>
      <w:r w:rsidR="00276CCE">
        <w:t xml:space="preserve">, </w:t>
      </w:r>
      <w:r w:rsidRPr="00DA4E77">
        <w:t>qui</w:t>
      </w:r>
      <w:r w:rsidR="00276CCE">
        <w:t xml:space="preserve">, </w:t>
      </w:r>
      <w:r w:rsidRPr="00DA4E77">
        <w:t>dit-on</w:t>
      </w:r>
      <w:r w:rsidR="00276CCE">
        <w:t xml:space="preserve">, </w:t>
      </w:r>
      <w:r w:rsidRPr="00DA4E77">
        <w:t>parle la nuit avec les astres et sait lire</w:t>
      </w:r>
      <w:r w:rsidR="00276CCE">
        <w:t xml:space="preserve">, </w:t>
      </w:r>
      <w:r w:rsidRPr="00DA4E77">
        <w:t>au fond des choses invisibles</w:t>
      </w:r>
      <w:r w:rsidR="00276CCE">
        <w:t xml:space="preserve">, </w:t>
      </w:r>
      <w:r w:rsidRPr="00DA4E77">
        <w:t>les secrets de l</w:t>
      </w:r>
      <w:r w:rsidR="00276CCE">
        <w:t>’</w:t>
      </w:r>
      <w:r w:rsidRPr="00DA4E77">
        <w:t>effrayant avenir</w:t>
      </w:r>
      <w:r w:rsidR="00276CCE">
        <w:t xml:space="preserve"> ? </w:t>
      </w:r>
      <w:r w:rsidRPr="00DA4E77">
        <w:t>Puis ne raconte-t-on pas que l</w:t>
      </w:r>
      <w:r w:rsidR="00276CCE">
        <w:t>’</w:t>
      </w:r>
      <w:r w:rsidRPr="00DA4E77">
        <w:t>Île Verte est inaccessible et qu</w:t>
      </w:r>
      <w:r w:rsidR="00276CCE">
        <w:t>’</w:t>
      </w:r>
      <w:r w:rsidRPr="00DA4E77">
        <w:t>il faut</w:t>
      </w:r>
      <w:r w:rsidR="00276CCE">
        <w:t xml:space="preserve">, </w:t>
      </w:r>
      <w:r w:rsidRPr="00DA4E77">
        <w:t>pour y aborder</w:t>
      </w:r>
      <w:r w:rsidR="00276CCE">
        <w:t xml:space="preserve">, </w:t>
      </w:r>
      <w:r w:rsidRPr="00DA4E77">
        <w:t>connaître les criques cachées au fond de rochers redoutables</w:t>
      </w:r>
      <w:r w:rsidR="00276CCE">
        <w:t xml:space="preserve"> ? </w:t>
      </w:r>
      <w:r w:rsidRPr="00DA4E77">
        <w:t>Ah</w:t>
      </w:r>
      <w:r w:rsidR="00276CCE">
        <w:t xml:space="preserve"> ! </w:t>
      </w:r>
      <w:r w:rsidRPr="00DA4E77">
        <w:t>pauvre petite L</w:t>
      </w:r>
      <w:r w:rsidRPr="00DA4E77">
        <w:t>i</w:t>
      </w:r>
      <w:r w:rsidRPr="00DA4E77">
        <w:t>gure</w:t>
      </w:r>
      <w:r w:rsidR="00276CCE">
        <w:t xml:space="preserve">, </w:t>
      </w:r>
      <w:r w:rsidRPr="00DA4E77">
        <w:t>voici la peur et la honte qui l</w:t>
      </w:r>
      <w:r w:rsidR="00276CCE">
        <w:t>’</w:t>
      </w:r>
      <w:r w:rsidRPr="00DA4E77">
        <w:t>arrêtent</w:t>
      </w:r>
      <w:r w:rsidR="00276CCE">
        <w:t xml:space="preserve">, </w:t>
      </w:r>
      <w:r w:rsidRPr="00DA4E77">
        <w:t>et un sang vif qui empourpre ses pâles joues</w:t>
      </w:r>
      <w:r w:rsidR="00276CCE">
        <w:t> !</w:t>
      </w:r>
    </w:p>
    <w:p w14:paraId="05802BFF" w14:textId="77777777" w:rsidR="00276CCE" w:rsidRDefault="002A4158" w:rsidP="002A4158">
      <w:r w:rsidRPr="00DA4E77">
        <w:t xml:space="preserve">Mais </w:t>
      </w:r>
      <w:proofErr w:type="spellStart"/>
      <w:r w:rsidRPr="00DA4E77">
        <w:t>Hellas</w:t>
      </w:r>
      <w:proofErr w:type="spellEnd"/>
      <w:r w:rsidR="00276CCE">
        <w:t xml:space="preserve"> ? </w:t>
      </w:r>
      <w:r w:rsidRPr="00DA4E77">
        <w:t>Va-t-elle donc ne plus rien entreprendre pour le salut du héros menacé</w:t>
      </w:r>
      <w:r w:rsidR="00276CCE">
        <w:t xml:space="preserve"> ? </w:t>
      </w:r>
      <w:r w:rsidRPr="00DA4E77">
        <w:t>Que veut-elle</w:t>
      </w:r>
      <w:r w:rsidR="00276CCE">
        <w:t xml:space="preserve">, </w:t>
      </w:r>
      <w:r w:rsidRPr="00DA4E77">
        <w:t>après tout</w:t>
      </w:r>
      <w:r w:rsidR="00276CCE">
        <w:t xml:space="preserve"> ? </w:t>
      </w:r>
      <w:r w:rsidRPr="00DA4E77">
        <w:t>Po</w:t>
      </w:r>
      <w:r w:rsidRPr="00DA4E77">
        <w:t>r</w:t>
      </w:r>
      <w:r w:rsidRPr="00DA4E77">
        <w:t>ter une nouvelle par elle connue</w:t>
      </w:r>
      <w:r w:rsidR="00276CCE">
        <w:t xml:space="preserve">. </w:t>
      </w:r>
      <w:r w:rsidRPr="00DA4E77">
        <w:t>Ne confie-t-on pas d</w:t>
      </w:r>
      <w:r w:rsidR="00276CCE">
        <w:t>’</w:t>
      </w:r>
      <w:r w:rsidRPr="00DA4E77">
        <w:t>importants messages à des mouettes apprivoisées ou à des ramiers migrateurs</w:t>
      </w:r>
      <w:r w:rsidR="00276CCE">
        <w:t xml:space="preserve"> ? </w:t>
      </w:r>
      <w:r w:rsidRPr="00DA4E77">
        <w:t xml:space="preserve">Et </w:t>
      </w:r>
      <w:proofErr w:type="spellStart"/>
      <w:r w:rsidRPr="00DA4E77">
        <w:t>Glania</w:t>
      </w:r>
      <w:proofErr w:type="spellEnd"/>
      <w:r w:rsidRPr="00DA4E77">
        <w:t xml:space="preserve"> sent revivre alors</w:t>
      </w:r>
      <w:r w:rsidR="00276CCE">
        <w:t xml:space="preserve">, </w:t>
      </w:r>
      <w:r w:rsidRPr="00DA4E77">
        <w:t>dans sa m</w:t>
      </w:r>
      <w:r w:rsidRPr="00DA4E77">
        <w:t>é</w:t>
      </w:r>
      <w:r w:rsidRPr="00DA4E77">
        <w:t>moire</w:t>
      </w:r>
      <w:r w:rsidR="00276CCE">
        <w:t xml:space="preserve">, </w:t>
      </w:r>
      <w:r w:rsidRPr="00DA4E77">
        <w:t>une scène qui frappa son imagination adolescente</w:t>
      </w:r>
      <w:r w:rsidR="00276CCE">
        <w:t xml:space="preserve">, </w:t>
      </w:r>
      <w:r w:rsidRPr="00DA4E77">
        <w:t xml:space="preserve">le jour où le héros magnifique entra triomphalement dans </w:t>
      </w:r>
      <w:proofErr w:type="spellStart"/>
      <w:r w:rsidRPr="00DA4E77">
        <w:t>Glano</w:t>
      </w:r>
      <w:proofErr w:type="spellEnd"/>
      <w:r w:rsidR="00276CCE">
        <w:t xml:space="preserve">, </w:t>
      </w:r>
      <w:r w:rsidRPr="00DA4E77">
        <w:t>proche la mer de Ligurie</w:t>
      </w:r>
      <w:r w:rsidR="00276CCE">
        <w:t>.</w:t>
      </w:r>
    </w:p>
    <w:p w14:paraId="12312943" w14:textId="77777777" w:rsidR="00276CCE" w:rsidRDefault="002A4158" w:rsidP="002A4158">
      <w:proofErr w:type="spellStart"/>
      <w:r w:rsidRPr="00DA4E77">
        <w:lastRenderedPageBreak/>
        <w:t>Hellas</w:t>
      </w:r>
      <w:proofErr w:type="spellEnd"/>
      <w:r w:rsidR="00276CCE">
        <w:t xml:space="preserve">, </w:t>
      </w:r>
      <w:r w:rsidRPr="00DA4E77">
        <w:t>monté sur un grand cheval noir</w:t>
      </w:r>
      <w:r w:rsidR="00276CCE">
        <w:t xml:space="preserve">, </w:t>
      </w:r>
      <w:r w:rsidRPr="00DA4E77">
        <w:t>passait le long de la route poudreuse</w:t>
      </w:r>
      <w:r w:rsidR="00276CCE">
        <w:t xml:space="preserve">, </w:t>
      </w:r>
      <w:r w:rsidRPr="00DA4E77">
        <w:t>devant la foule émerveillée</w:t>
      </w:r>
      <w:r w:rsidR="00276CCE">
        <w:t xml:space="preserve"> ; </w:t>
      </w:r>
      <w:proofErr w:type="spellStart"/>
      <w:r w:rsidRPr="00DA4E77">
        <w:t>Glania</w:t>
      </w:r>
      <w:proofErr w:type="spellEnd"/>
      <w:r w:rsidRPr="00DA4E77">
        <w:t xml:space="preserve"> le r</w:t>
      </w:r>
      <w:r w:rsidRPr="00DA4E77">
        <w:t>e</w:t>
      </w:r>
      <w:r w:rsidRPr="00DA4E77">
        <w:t>gardait et sentait son cœur prêt à défaillir</w:t>
      </w:r>
      <w:r w:rsidR="00276CCE">
        <w:t xml:space="preserve">. </w:t>
      </w:r>
      <w:r w:rsidRPr="00DA4E77">
        <w:t>Un beau géant qui semblait</w:t>
      </w:r>
      <w:r w:rsidR="00276CCE">
        <w:t xml:space="preserve">, </w:t>
      </w:r>
      <w:r w:rsidRPr="00DA4E77">
        <w:t xml:space="preserve">après </w:t>
      </w:r>
      <w:proofErr w:type="spellStart"/>
      <w:r w:rsidRPr="00DA4E77">
        <w:t>Hellas</w:t>
      </w:r>
      <w:proofErr w:type="spellEnd"/>
      <w:r w:rsidR="00276CCE">
        <w:t xml:space="preserve">, </w:t>
      </w:r>
      <w:r w:rsidRPr="00DA4E77">
        <w:t>le grand chef des cohortes atlantes</w:t>
      </w:r>
      <w:r w:rsidR="00276CCE">
        <w:t xml:space="preserve">, </w:t>
      </w:r>
      <w:r w:rsidRPr="00DA4E77">
        <w:t>vint au-devant du vainqueur superbe et lui montra une cage où r</w:t>
      </w:r>
      <w:r w:rsidRPr="00DA4E77">
        <w:t>e</w:t>
      </w:r>
      <w:r w:rsidRPr="00DA4E77">
        <w:t>posaient trois colombes</w:t>
      </w:r>
      <w:r w:rsidR="00276CCE">
        <w:t xml:space="preserve">. </w:t>
      </w:r>
      <w:proofErr w:type="spellStart"/>
      <w:r w:rsidRPr="00DA4E77">
        <w:t>Hellas</w:t>
      </w:r>
      <w:proofErr w:type="spellEnd"/>
      <w:r w:rsidR="00276CCE">
        <w:t xml:space="preserve">, </w:t>
      </w:r>
      <w:r w:rsidRPr="00DA4E77">
        <w:t>descendant de cheval</w:t>
      </w:r>
      <w:r w:rsidR="00276CCE">
        <w:t xml:space="preserve">, </w:t>
      </w:r>
      <w:r w:rsidRPr="00DA4E77">
        <w:t>consid</w:t>
      </w:r>
      <w:r w:rsidRPr="00DA4E77">
        <w:t>é</w:t>
      </w:r>
      <w:r w:rsidRPr="00DA4E77">
        <w:t>rait chacun des oiseaux et s</w:t>
      </w:r>
      <w:r w:rsidR="00276CCE">
        <w:t>’</w:t>
      </w:r>
      <w:r w:rsidRPr="00DA4E77">
        <w:t>efforçait d</w:t>
      </w:r>
      <w:r w:rsidR="00276CCE">
        <w:t>’</w:t>
      </w:r>
      <w:r w:rsidRPr="00DA4E77">
        <w:t>attacher sous les ailes du ramier de frêles tubes en argent qui emportaient sans doute les nouvelles du triomphe</w:t>
      </w:r>
      <w:r w:rsidR="00276CCE">
        <w:t xml:space="preserve">. </w:t>
      </w:r>
      <w:r w:rsidRPr="00DA4E77">
        <w:t>Le géant tenait la cage dans sa main gauche</w:t>
      </w:r>
      <w:r w:rsidR="00276CCE">
        <w:t xml:space="preserve">, </w:t>
      </w:r>
      <w:r w:rsidRPr="00DA4E77">
        <w:t>mais l</w:t>
      </w:r>
      <w:r w:rsidR="00276CCE">
        <w:t>’</w:t>
      </w:r>
      <w:r w:rsidRPr="00DA4E77">
        <w:t>autre main n</w:t>
      </w:r>
      <w:r w:rsidR="00276CCE">
        <w:t>’</w:t>
      </w:r>
      <w:r w:rsidRPr="00DA4E77">
        <w:t>arrivait pas à maintenir l</w:t>
      </w:r>
      <w:r w:rsidR="00276CCE">
        <w:t>’</w:t>
      </w:r>
      <w:r w:rsidRPr="00DA4E77">
        <w:t>oiseau qui se débattait</w:t>
      </w:r>
      <w:r w:rsidR="00276CCE">
        <w:t xml:space="preserve">. </w:t>
      </w:r>
      <w:r w:rsidRPr="00DA4E77">
        <w:t>Alors</w:t>
      </w:r>
      <w:r w:rsidR="00276CCE">
        <w:t xml:space="preserve">, </w:t>
      </w:r>
      <w:proofErr w:type="spellStart"/>
      <w:r w:rsidRPr="00DA4E77">
        <w:t>Hellas</w:t>
      </w:r>
      <w:proofErr w:type="spellEnd"/>
      <w:r w:rsidR="00276CCE">
        <w:t xml:space="preserve">, </w:t>
      </w:r>
      <w:r w:rsidRPr="00DA4E77">
        <w:t>voyant à ses côtés cette frêle fillette qui ouvrait de grands yeux ravis</w:t>
      </w:r>
      <w:r w:rsidR="00276CCE">
        <w:t xml:space="preserve">, </w:t>
      </w:r>
      <w:r w:rsidRPr="00DA4E77">
        <w:t>lui fit signe de venir l</w:t>
      </w:r>
      <w:r w:rsidR="00276CCE">
        <w:t>’</w:t>
      </w:r>
      <w:r w:rsidRPr="00DA4E77">
        <w:t>aider</w:t>
      </w:r>
      <w:r w:rsidR="00276CCE">
        <w:t xml:space="preserve">, </w:t>
      </w:r>
      <w:r w:rsidRPr="00DA4E77">
        <w:t>et lorsqu</w:t>
      </w:r>
      <w:r w:rsidR="00276CCE">
        <w:t>’</w:t>
      </w:r>
      <w:r w:rsidRPr="00DA4E77">
        <w:t>il eut attaché solidement les trois tubes d</w:t>
      </w:r>
      <w:r w:rsidR="00276CCE">
        <w:t>’</w:t>
      </w:r>
      <w:r w:rsidRPr="00DA4E77">
        <w:t>argent</w:t>
      </w:r>
      <w:r w:rsidR="00276CCE">
        <w:t xml:space="preserve">, </w:t>
      </w:r>
      <w:r w:rsidRPr="00DA4E77">
        <w:t>il r</w:t>
      </w:r>
      <w:r w:rsidRPr="00DA4E77">
        <w:t>e</w:t>
      </w:r>
      <w:r w:rsidRPr="00DA4E77">
        <w:t>mercia d</w:t>
      </w:r>
      <w:r w:rsidR="00276CCE">
        <w:t>’</w:t>
      </w:r>
      <w:r w:rsidRPr="00DA4E77">
        <w:t>un long sourire</w:t>
      </w:r>
      <w:r w:rsidR="00276CCE">
        <w:t xml:space="preserve">. </w:t>
      </w:r>
      <w:r w:rsidRPr="00DA4E77">
        <w:t>Puis</w:t>
      </w:r>
      <w:r w:rsidR="00276CCE">
        <w:t xml:space="preserve">, </w:t>
      </w:r>
      <w:r w:rsidRPr="00DA4E77">
        <w:t>prenant les trois oiseaux</w:t>
      </w:r>
      <w:r w:rsidR="00276CCE">
        <w:t xml:space="preserve">, </w:t>
      </w:r>
      <w:r w:rsidRPr="00DA4E77">
        <w:t>l</w:t>
      </w:r>
      <w:r w:rsidR="00276CCE">
        <w:t>’</w:t>
      </w:r>
      <w:r w:rsidRPr="00DA4E77">
        <w:t>un après l</w:t>
      </w:r>
      <w:r w:rsidR="00276CCE">
        <w:t>’</w:t>
      </w:r>
      <w:r w:rsidRPr="00DA4E77">
        <w:t>autre</w:t>
      </w:r>
      <w:r w:rsidR="00276CCE">
        <w:t xml:space="preserve">, </w:t>
      </w:r>
      <w:r w:rsidRPr="00DA4E77">
        <w:t>il les baisa doucement sur la tête et les jeta dans l</w:t>
      </w:r>
      <w:r w:rsidR="00276CCE">
        <w:t>’</w:t>
      </w:r>
      <w:r w:rsidRPr="00DA4E77">
        <w:t>espace</w:t>
      </w:r>
      <w:r w:rsidR="00276CCE">
        <w:t xml:space="preserve">, </w:t>
      </w:r>
      <w:r w:rsidRPr="00DA4E77">
        <w:t>suivant longtemps de l</w:t>
      </w:r>
      <w:r w:rsidR="00276CCE">
        <w:t>’</w:t>
      </w:r>
      <w:r w:rsidRPr="00DA4E77">
        <w:t>œil leur vol de flèche vers l</w:t>
      </w:r>
      <w:r w:rsidR="00276CCE">
        <w:t>’</w:t>
      </w:r>
      <w:r w:rsidRPr="00DA4E77">
        <w:t>horizon</w:t>
      </w:r>
      <w:r w:rsidR="00276CCE">
        <w:t>.</w:t>
      </w:r>
    </w:p>
    <w:p w14:paraId="7D9FFA7E" w14:textId="77777777" w:rsidR="00276CCE" w:rsidRDefault="00276CCE" w:rsidP="002A4158">
      <w:r>
        <w:t xml:space="preserve">… </w:t>
      </w:r>
      <w:r w:rsidR="002A4158" w:rsidRPr="00DA4E77">
        <w:t xml:space="preserve">Ce souvenir ranime </w:t>
      </w:r>
      <w:proofErr w:type="spellStart"/>
      <w:r w:rsidR="002A4158" w:rsidRPr="00DA4E77">
        <w:t>Glania</w:t>
      </w:r>
      <w:proofErr w:type="spellEnd"/>
      <w:r w:rsidR="002A4158" w:rsidRPr="00DA4E77">
        <w:t xml:space="preserve"> et lui rend son courage</w:t>
      </w:r>
      <w:r>
        <w:t xml:space="preserve">. </w:t>
      </w:r>
      <w:r w:rsidR="002A4158" w:rsidRPr="00DA4E77">
        <w:t>N</w:t>
      </w:r>
      <w:r>
        <w:t>’</w:t>
      </w:r>
      <w:r w:rsidR="002A4158" w:rsidRPr="00DA4E77">
        <w:t>est-elle pas</w:t>
      </w:r>
      <w:r>
        <w:t xml:space="preserve">, </w:t>
      </w:r>
      <w:r w:rsidR="002A4158" w:rsidRPr="00DA4E77">
        <w:t>elle aussi</w:t>
      </w:r>
      <w:r>
        <w:t xml:space="preserve">, </w:t>
      </w:r>
      <w:r w:rsidR="002A4158" w:rsidRPr="00DA4E77">
        <w:t>une colombe volontaire entre le destin d</w:t>
      </w:r>
      <w:r>
        <w:t>’</w:t>
      </w:r>
      <w:proofErr w:type="spellStart"/>
      <w:r w:rsidR="002A4158" w:rsidRPr="00DA4E77">
        <w:t>Hellas</w:t>
      </w:r>
      <w:proofErr w:type="spellEnd"/>
      <w:r w:rsidR="002A4158" w:rsidRPr="00DA4E77">
        <w:t xml:space="preserve"> et le pouvoir d</w:t>
      </w:r>
      <w:r>
        <w:t>’</w:t>
      </w:r>
      <w:proofErr w:type="spellStart"/>
      <w:r w:rsidR="002A4158" w:rsidRPr="00DA4E77">
        <w:t>Oréus</w:t>
      </w:r>
      <w:proofErr w:type="spellEnd"/>
      <w:r>
        <w:t xml:space="preserve"> ? </w:t>
      </w:r>
      <w:r w:rsidR="002A4158" w:rsidRPr="00DA4E77">
        <w:t>Oui</w:t>
      </w:r>
      <w:r>
        <w:t xml:space="preserve">, </w:t>
      </w:r>
      <w:r w:rsidR="002A4158" w:rsidRPr="00DA4E77">
        <w:t>oui</w:t>
      </w:r>
      <w:r>
        <w:t xml:space="preserve">, </w:t>
      </w:r>
      <w:r w:rsidR="002A4158" w:rsidRPr="00DA4E77">
        <w:t xml:space="preserve">pareille aux ramiers de </w:t>
      </w:r>
      <w:proofErr w:type="spellStart"/>
      <w:r w:rsidR="002A4158" w:rsidRPr="00DA4E77">
        <w:t>Glano</w:t>
      </w:r>
      <w:proofErr w:type="spellEnd"/>
      <w:r>
        <w:t xml:space="preserve">, </w:t>
      </w:r>
      <w:r w:rsidR="002A4158" w:rsidRPr="00DA4E77">
        <w:t>elle ira tout droit à l</w:t>
      </w:r>
      <w:r>
        <w:t>’</w:t>
      </w:r>
      <w:r w:rsidR="002A4158" w:rsidRPr="00DA4E77">
        <w:t>Île Verte</w:t>
      </w:r>
      <w:r>
        <w:t xml:space="preserve">, </w:t>
      </w:r>
      <w:r w:rsidR="002A4158" w:rsidRPr="00DA4E77">
        <w:t>petit oiseau jeté dans la tempête de l</w:t>
      </w:r>
      <w:r>
        <w:t>’</w:t>
      </w:r>
      <w:r w:rsidR="002A4158" w:rsidRPr="00DA4E77">
        <w:t>Empire et qui</w:t>
      </w:r>
      <w:r>
        <w:t xml:space="preserve">, </w:t>
      </w:r>
      <w:r w:rsidR="002A4158" w:rsidRPr="00DA4E77">
        <w:t>sur son cœur battant</w:t>
      </w:r>
      <w:r>
        <w:t xml:space="preserve">, </w:t>
      </w:r>
      <w:r w:rsidR="002A4158" w:rsidRPr="00DA4E77">
        <w:t>porte peut-être le salut du héros</w:t>
      </w:r>
      <w:r>
        <w:t>.</w:t>
      </w:r>
    </w:p>
    <w:p w14:paraId="71F64D8D" w14:textId="77777777" w:rsidR="00276CCE" w:rsidRDefault="00276CCE" w:rsidP="002A4158">
      <w:r>
        <w:t>« </w:t>
      </w:r>
      <w:r w:rsidR="002A4158" w:rsidRPr="00DA4E77">
        <w:t>Mais</w:t>
      </w:r>
      <w:r>
        <w:t xml:space="preserve">, </w:t>
      </w:r>
      <w:r w:rsidR="002A4158" w:rsidRPr="00DA4E77">
        <w:t>dieux cruels</w:t>
      </w:r>
      <w:r>
        <w:t xml:space="preserve"> ! </w:t>
      </w:r>
      <w:r w:rsidR="002A4158" w:rsidRPr="00DA4E77">
        <w:t>avez-vous donc juré ma perte</w:t>
      </w:r>
      <w:r>
        <w:t> ? »</w:t>
      </w:r>
      <w:r w:rsidR="002A4158" w:rsidRPr="00DA4E77">
        <w:t xml:space="preserve"> songe-t-elle</w:t>
      </w:r>
      <w:r>
        <w:t xml:space="preserve">, </w:t>
      </w:r>
      <w:r w:rsidR="002A4158" w:rsidRPr="00DA4E77">
        <w:t>les bras meurtris</w:t>
      </w:r>
      <w:r>
        <w:t xml:space="preserve">, </w:t>
      </w:r>
      <w:r w:rsidR="002A4158" w:rsidRPr="00DA4E77">
        <w:t>en arrivant sous les rochers de l</w:t>
      </w:r>
      <w:r>
        <w:t>’</w:t>
      </w:r>
      <w:r w:rsidR="002A4158" w:rsidRPr="00DA4E77">
        <w:t>île inaccessible</w:t>
      </w:r>
      <w:r>
        <w:t>.</w:t>
      </w:r>
    </w:p>
    <w:p w14:paraId="47044EA0" w14:textId="77777777" w:rsidR="00276CCE" w:rsidRDefault="002A4158" w:rsidP="002A4158">
      <w:r w:rsidRPr="00DA4E77">
        <w:t>On dirait une tour fabuleuse dressée vers le ciel</w:t>
      </w:r>
      <w:r w:rsidR="00276CCE">
        <w:t xml:space="preserve">. </w:t>
      </w:r>
      <w:r w:rsidRPr="00DA4E77">
        <w:t>Pas une baie</w:t>
      </w:r>
      <w:r w:rsidR="00276CCE">
        <w:t xml:space="preserve">, </w:t>
      </w:r>
      <w:r w:rsidRPr="00DA4E77">
        <w:t>pas une anse abordables</w:t>
      </w:r>
      <w:r w:rsidR="00276CCE">
        <w:t xml:space="preserve"> ! </w:t>
      </w:r>
      <w:r w:rsidRPr="00DA4E77">
        <w:t>Déjà même</w:t>
      </w:r>
      <w:r w:rsidR="00276CCE">
        <w:t xml:space="preserve">, </w:t>
      </w:r>
      <w:r w:rsidRPr="00DA4E77">
        <w:t>la barque tournoie dans des tourbillons imprévus</w:t>
      </w:r>
      <w:r w:rsidR="00276CCE">
        <w:t>.</w:t>
      </w:r>
    </w:p>
    <w:p w14:paraId="35C32D68" w14:textId="1109FB8F" w:rsidR="002A4158" w:rsidRPr="00DA4E77" w:rsidRDefault="00276CCE" w:rsidP="002A4158">
      <w:r>
        <w:t>« </w:t>
      </w:r>
      <w:r w:rsidR="002A4158" w:rsidRPr="00DA4E77">
        <w:t>Dieu d</w:t>
      </w:r>
      <w:r>
        <w:t>’</w:t>
      </w:r>
      <w:proofErr w:type="spellStart"/>
      <w:r w:rsidR="002A4158" w:rsidRPr="00DA4E77">
        <w:t>Oréus</w:t>
      </w:r>
      <w:proofErr w:type="spellEnd"/>
      <w:r>
        <w:t xml:space="preserve"> ! </w:t>
      </w:r>
      <w:r w:rsidR="002A4158" w:rsidRPr="00DA4E77">
        <w:t>dieu d</w:t>
      </w:r>
      <w:r>
        <w:t>’</w:t>
      </w:r>
      <w:proofErr w:type="spellStart"/>
      <w:r w:rsidR="002A4158" w:rsidRPr="00DA4E77">
        <w:t>Hellas</w:t>
      </w:r>
      <w:proofErr w:type="spellEnd"/>
      <w:r>
        <w:t xml:space="preserve"> ! </w:t>
      </w:r>
      <w:r w:rsidR="002A4158" w:rsidRPr="00DA4E77">
        <w:t xml:space="preserve">Ne me laisse pas mourir </w:t>
      </w:r>
      <w:r w:rsidR="002A4158" w:rsidRPr="00DA4E77">
        <w:rPr>
          <w:bCs/>
        </w:rPr>
        <w:t xml:space="preserve">avant </w:t>
      </w:r>
      <w:r w:rsidR="002A4158" w:rsidRPr="00DA4E77">
        <w:t>d</w:t>
      </w:r>
      <w:r>
        <w:t>’</w:t>
      </w:r>
      <w:r w:rsidR="002A4158" w:rsidRPr="00DA4E77">
        <w:t>avoir jeté ma nouvelle</w:t>
      </w:r>
      <w:r>
        <w:t> ! »</w:t>
      </w:r>
    </w:p>
    <w:p w14:paraId="13513E15" w14:textId="77777777" w:rsidR="00276CCE" w:rsidRDefault="002A4158" w:rsidP="002A4158">
      <w:r w:rsidRPr="00DA4E77">
        <w:lastRenderedPageBreak/>
        <w:t>Dans son vertige</w:t>
      </w:r>
      <w:r w:rsidR="00276CCE">
        <w:t xml:space="preserve">, </w:t>
      </w:r>
      <w:r w:rsidRPr="00DA4E77">
        <w:t>il lui semble</w:t>
      </w:r>
      <w:r w:rsidR="00276CCE">
        <w:t xml:space="preserve">, </w:t>
      </w:r>
      <w:r w:rsidRPr="00DA4E77">
        <w:t>là-haut</w:t>
      </w:r>
      <w:r w:rsidR="00276CCE">
        <w:t xml:space="preserve">, </w:t>
      </w:r>
      <w:r w:rsidRPr="00DA4E77">
        <w:t>sur les bords de l</w:t>
      </w:r>
      <w:r w:rsidR="00276CCE">
        <w:t>’</w:t>
      </w:r>
      <w:r w:rsidRPr="00DA4E77">
        <w:t>île</w:t>
      </w:r>
      <w:r w:rsidR="00276CCE">
        <w:t xml:space="preserve">, </w:t>
      </w:r>
      <w:r w:rsidRPr="00DA4E77">
        <w:t>entendre des êtres vivants</w:t>
      </w:r>
      <w:r w:rsidR="00276CCE">
        <w:t xml:space="preserve">. </w:t>
      </w:r>
      <w:r w:rsidRPr="00DA4E77">
        <w:t>Alors</w:t>
      </w:r>
      <w:r w:rsidR="00276CCE">
        <w:t xml:space="preserve">, </w:t>
      </w:r>
      <w:r w:rsidRPr="00DA4E77">
        <w:t>mettant toutes ses forces dans sa voix</w:t>
      </w:r>
      <w:r w:rsidR="00276CCE">
        <w:t xml:space="preserve">, </w:t>
      </w:r>
      <w:r w:rsidRPr="00DA4E77">
        <w:t>cherchant à dominer le tumulte des vagues</w:t>
      </w:r>
      <w:r w:rsidR="00276CCE">
        <w:t> :</w:t>
      </w:r>
    </w:p>
    <w:p w14:paraId="3441A1D5" w14:textId="77777777" w:rsidR="00276CCE" w:rsidRDefault="00276CCE" w:rsidP="002A4158">
      <w:r>
        <w:t>— </w:t>
      </w:r>
      <w:proofErr w:type="spellStart"/>
      <w:r w:rsidR="002A4158" w:rsidRPr="00DA4E77">
        <w:t>Oréus</w:t>
      </w:r>
      <w:proofErr w:type="spellEnd"/>
      <w:r>
        <w:t xml:space="preserve"> ! </w:t>
      </w:r>
      <w:proofErr w:type="spellStart"/>
      <w:r w:rsidR="002A4158" w:rsidRPr="00DA4E77">
        <w:t>Oréa</w:t>
      </w:r>
      <w:proofErr w:type="spellEnd"/>
      <w:r>
        <w:t xml:space="preserve"> ! </w:t>
      </w:r>
      <w:r w:rsidR="002A4158" w:rsidRPr="00DA4E77">
        <w:t>appelle-t-elle</w:t>
      </w:r>
      <w:r>
        <w:t xml:space="preserve">, </w:t>
      </w:r>
      <w:r w:rsidR="002A4158" w:rsidRPr="00DA4E77">
        <w:t>c</w:t>
      </w:r>
      <w:r>
        <w:t>’</w:t>
      </w:r>
      <w:r w:rsidR="002A4158" w:rsidRPr="00DA4E77">
        <w:t xml:space="preserve">est votre </w:t>
      </w:r>
      <w:proofErr w:type="spellStart"/>
      <w:r w:rsidR="002A4158" w:rsidRPr="00DA4E77">
        <w:t>Hellas</w:t>
      </w:r>
      <w:proofErr w:type="spellEnd"/>
      <w:r w:rsidR="002A4158" w:rsidRPr="00DA4E77">
        <w:t xml:space="preserve"> qui va mourir</w:t>
      </w:r>
      <w:r>
        <w:t> !</w:t>
      </w:r>
    </w:p>
    <w:p w14:paraId="37466F2F" w14:textId="77777777" w:rsidR="00276CCE" w:rsidRDefault="002A4158" w:rsidP="002A4158">
      <w:r w:rsidRPr="00DA4E77">
        <w:t>Mais</w:t>
      </w:r>
      <w:r w:rsidR="00276CCE">
        <w:t xml:space="preserve">, </w:t>
      </w:r>
      <w:r w:rsidRPr="00DA4E77">
        <w:t>aussitôt</w:t>
      </w:r>
      <w:r w:rsidR="00276CCE">
        <w:t xml:space="preserve">, </w:t>
      </w:r>
      <w:r w:rsidRPr="00DA4E77">
        <w:t>elle s</w:t>
      </w:r>
      <w:r w:rsidR="00276CCE">
        <w:t>’</w:t>
      </w:r>
      <w:r w:rsidRPr="00DA4E77">
        <w:t>affaisse</w:t>
      </w:r>
      <w:r w:rsidR="00276CCE">
        <w:t xml:space="preserve">, </w:t>
      </w:r>
      <w:r w:rsidRPr="00DA4E77">
        <w:t>épuisée</w:t>
      </w:r>
      <w:r w:rsidR="00276CCE">
        <w:t xml:space="preserve">. </w:t>
      </w:r>
      <w:r w:rsidRPr="00DA4E77">
        <w:t>Il lui semble que l</w:t>
      </w:r>
      <w:r w:rsidR="00276CCE">
        <w:t>’</w:t>
      </w:r>
      <w:r w:rsidRPr="00DA4E77">
        <w:t>onde va s</w:t>
      </w:r>
      <w:r w:rsidR="00276CCE">
        <w:t>’</w:t>
      </w:r>
      <w:r w:rsidRPr="00DA4E77">
        <w:t>entrouvrir</w:t>
      </w:r>
      <w:r w:rsidR="00276CCE">
        <w:t xml:space="preserve">, </w:t>
      </w:r>
      <w:r w:rsidRPr="00DA4E77">
        <w:t>quand</w:t>
      </w:r>
      <w:r w:rsidR="00276CCE">
        <w:t xml:space="preserve">, </w:t>
      </w:r>
      <w:r w:rsidRPr="00DA4E77">
        <w:t>soudain</w:t>
      </w:r>
      <w:r w:rsidR="00276CCE">
        <w:t xml:space="preserve">, </w:t>
      </w:r>
      <w:r w:rsidRPr="00DA4E77">
        <w:t>tombe devant elle un o</w:t>
      </w:r>
      <w:r w:rsidRPr="00DA4E77">
        <w:t>b</w:t>
      </w:r>
      <w:r w:rsidRPr="00DA4E77">
        <w:t>jet solide et souple à la fois</w:t>
      </w:r>
      <w:r w:rsidR="00276CCE">
        <w:t xml:space="preserve"> ; </w:t>
      </w:r>
      <w:r w:rsidRPr="00DA4E77">
        <w:t>c</w:t>
      </w:r>
      <w:r w:rsidR="00276CCE">
        <w:t>’</w:t>
      </w:r>
      <w:r w:rsidRPr="00DA4E77">
        <w:t>est une corde qu</w:t>
      </w:r>
      <w:r w:rsidR="00276CCE">
        <w:t>’</w:t>
      </w:r>
      <w:r w:rsidRPr="00DA4E77">
        <w:t>on lui jette</w:t>
      </w:r>
      <w:r w:rsidR="00276CCE">
        <w:t xml:space="preserve">. </w:t>
      </w:r>
      <w:r w:rsidRPr="00DA4E77">
        <w:t>Elle s</w:t>
      </w:r>
      <w:r w:rsidR="00276CCE">
        <w:t>’</w:t>
      </w:r>
      <w:r w:rsidRPr="00DA4E77">
        <w:t>y accroche</w:t>
      </w:r>
      <w:r w:rsidR="00276CCE">
        <w:t xml:space="preserve">, </w:t>
      </w:r>
      <w:r w:rsidRPr="00DA4E77">
        <w:t>s</w:t>
      </w:r>
      <w:r w:rsidR="00276CCE">
        <w:t>’</w:t>
      </w:r>
      <w:r w:rsidRPr="00DA4E77">
        <w:t>en entoure et</w:t>
      </w:r>
      <w:r w:rsidR="00276CCE">
        <w:t xml:space="preserve">, </w:t>
      </w:r>
      <w:r w:rsidRPr="00DA4E77">
        <w:t>lentement</w:t>
      </w:r>
      <w:r w:rsidR="00276CCE">
        <w:t xml:space="preserve">, </w:t>
      </w:r>
      <w:r w:rsidRPr="00DA4E77">
        <w:t>elle se sent hissée ju</w:t>
      </w:r>
      <w:r w:rsidRPr="00DA4E77">
        <w:t>s</w:t>
      </w:r>
      <w:r w:rsidRPr="00DA4E77">
        <w:t>qu</w:t>
      </w:r>
      <w:r w:rsidR="00276CCE">
        <w:t>’</w:t>
      </w:r>
      <w:r w:rsidRPr="00DA4E77">
        <w:t>au sommet de la falaise</w:t>
      </w:r>
      <w:r w:rsidR="00276CCE">
        <w:t>.</w:t>
      </w:r>
    </w:p>
    <w:p w14:paraId="1BCCC5D4" w14:textId="77777777" w:rsidR="00276CCE" w:rsidRDefault="00276CCE" w:rsidP="002A4158">
      <w:r>
        <w:t>— </w:t>
      </w:r>
      <w:r w:rsidR="002A4158" w:rsidRPr="00DA4E77">
        <w:t>Merci</w:t>
      </w:r>
      <w:r>
        <w:t xml:space="preserve">, </w:t>
      </w:r>
      <w:r w:rsidR="002A4158" w:rsidRPr="00DA4E77">
        <w:t>dieu d</w:t>
      </w:r>
      <w:r>
        <w:t>’</w:t>
      </w:r>
      <w:proofErr w:type="spellStart"/>
      <w:r w:rsidR="002A4158" w:rsidRPr="00DA4E77">
        <w:t>Hellas</w:t>
      </w:r>
      <w:proofErr w:type="spellEnd"/>
      <w:r>
        <w:t xml:space="preserve"> ! </w:t>
      </w:r>
      <w:r w:rsidR="002A4158" w:rsidRPr="00DA4E77">
        <w:t>murmure-t-elle</w:t>
      </w:r>
      <w:r>
        <w:t>.</w:t>
      </w:r>
    </w:p>
    <w:p w14:paraId="14A76666" w14:textId="77777777" w:rsidR="00276CCE" w:rsidRDefault="002A4158" w:rsidP="002A4158">
      <w:r w:rsidRPr="00DA4E77">
        <w:t>Et</w:t>
      </w:r>
      <w:r w:rsidR="00276CCE">
        <w:t xml:space="preserve">, </w:t>
      </w:r>
      <w:r w:rsidRPr="00DA4E77">
        <w:t>au moment où</w:t>
      </w:r>
      <w:r w:rsidR="00276CCE">
        <w:t xml:space="preserve">, </w:t>
      </w:r>
      <w:r w:rsidRPr="00DA4E77">
        <w:t>dégagée de la corde</w:t>
      </w:r>
      <w:r w:rsidR="00276CCE">
        <w:t xml:space="preserve">, </w:t>
      </w:r>
      <w:r w:rsidRPr="00DA4E77">
        <w:t>elle pose ses pieds meurtris sur une bordure de gazon</w:t>
      </w:r>
      <w:r w:rsidR="00276CCE">
        <w:t xml:space="preserve">, </w:t>
      </w:r>
      <w:r w:rsidRPr="00DA4E77">
        <w:t>toutes ses forces l</w:t>
      </w:r>
      <w:r w:rsidR="00276CCE">
        <w:t>’</w:t>
      </w:r>
      <w:r w:rsidRPr="00DA4E77">
        <w:t>abandonnent</w:t>
      </w:r>
      <w:r w:rsidR="00276CCE">
        <w:t xml:space="preserve">, </w:t>
      </w:r>
      <w:r w:rsidRPr="00DA4E77">
        <w:t>et</w:t>
      </w:r>
      <w:r w:rsidR="00276CCE">
        <w:t xml:space="preserve">, </w:t>
      </w:r>
      <w:r w:rsidRPr="00DA4E77">
        <w:t>le cœur manquant</w:t>
      </w:r>
      <w:r w:rsidR="00276CCE">
        <w:t xml:space="preserve">, </w:t>
      </w:r>
      <w:r w:rsidRPr="00DA4E77">
        <w:t>elle tombe à la renverse dans les bras de son sauveur</w:t>
      </w:r>
      <w:r w:rsidR="00276CCE">
        <w:t xml:space="preserve">, </w:t>
      </w:r>
      <w:r w:rsidRPr="00DA4E77">
        <w:t>en qui elle croit voir</w:t>
      </w:r>
      <w:r w:rsidR="00276CCE">
        <w:t xml:space="preserve">, </w:t>
      </w:r>
      <w:r w:rsidRPr="00DA4E77">
        <w:t>par une ha</w:t>
      </w:r>
      <w:r w:rsidRPr="00DA4E77">
        <w:t>l</w:t>
      </w:r>
      <w:r w:rsidRPr="00DA4E77">
        <w:t>lucination étrange</w:t>
      </w:r>
      <w:r w:rsidR="00276CCE">
        <w:t xml:space="preserve">, </w:t>
      </w:r>
      <w:proofErr w:type="spellStart"/>
      <w:r w:rsidRPr="00DA4E77">
        <w:t>Hellas</w:t>
      </w:r>
      <w:proofErr w:type="spellEnd"/>
      <w:r w:rsidRPr="00DA4E77">
        <w:t xml:space="preserve"> lui-même</w:t>
      </w:r>
      <w:r w:rsidR="00276CCE">
        <w:t xml:space="preserve">, </w:t>
      </w:r>
      <w:r w:rsidRPr="00DA4E77">
        <w:t>penché vers ses yeux</w:t>
      </w:r>
      <w:r w:rsidR="00276CCE">
        <w:t>…</w:t>
      </w:r>
    </w:p>
    <w:p w14:paraId="75C39042" w14:textId="77777777" w:rsidR="00276CCE" w:rsidRDefault="00276CCE" w:rsidP="00276CCE">
      <w:pPr>
        <w:pStyle w:val="Titre2"/>
        <w:rPr>
          <w:i/>
        </w:rPr>
      </w:pPr>
      <w:bookmarkStart w:id="15" w:name="_Toc194842001"/>
      <w:r w:rsidRPr="00DA4E77">
        <w:lastRenderedPageBreak/>
        <w:t>Scène</w:t>
      </w:r>
      <w:r>
        <w:t> </w:t>
      </w:r>
      <w:r w:rsidRPr="00DA4E77">
        <w:t>IV</w:t>
      </w:r>
      <w:r>
        <w:t xml:space="preserve">. – </w:t>
      </w:r>
      <w:r w:rsidR="002A4158" w:rsidRPr="00DA4E77">
        <w:rPr>
          <w:i/>
        </w:rPr>
        <w:t>Dans l</w:t>
      </w:r>
      <w:r>
        <w:rPr>
          <w:i/>
        </w:rPr>
        <w:t>’</w:t>
      </w:r>
      <w:r w:rsidR="002A4158" w:rsidRPr="00DA4E77">
        <w:rPr>
          <w:i/>
        </w:rPr>
        <w:t>Île Verte</w:t>
      </w:r>
      <w:r>
        <w:rPr>
          <w:i/>
        </w:rPr>
        <w:t>.</w:t>
      </w:r>
      <w:bookmarkEnd w:id="15"/>
    </w:p>
    <w:p w14:paraId="1E3B6FEE" w14:textId="77777777" w:rsidR="00276CCE" w:rsidRDefault="00276CCE" w:rsidP="002A4158">
      <w:r>
        <w:rPr>
          <w:i/>
        </w:rPr>
        <w:t>— </w:t>
      </w:r>
      <w:proofErr w:type="spellStart"/>
      <w:r w:rsidR="002A4158" w:rsidRPr="00DA4E77">
        <w:t>Dort-elle</w:t>
      </w:r>
      <w:proofErr w:type="spellEnd"/>
      <w:r w:rsidR="002A4158" w:rsidRPr="00DA4E77">
        <w:t xml:space="preserve"> toujours</w:t>
      </w:r>
      <w:r>
        <w:t xml:space="preserve">, </w:t>
      </w:r>
      <w:proofErr w:type="spellStart"/>
      <w:r w:rsidR="002A4158" w:rsidRPr="00DA4E77">
        <w:t>Oréa</w:t>
      </w:r>
      <w:proofErr w:type="spellEnd"/>
      <w:r>
        <w:t> ?</w:t>
      </w:r>
    </w:p>
    <w:p w14:paraId="183098BC" w14:textId="77777777" w:rsidR="00276CCE" w:rsidRDefault="00276CCE" w:rsidP="002A4158">
      <w:r>
        <w:t>— </w:t>
      </w:r>
      <w:r w:rsidR="002A4158" w:rsidRPr="00DA4E77">
        <w:t>Oui</w:t>
      </w:r>
      <w:r>
        <w:t xml:space="preserve">, </w:t>
      </w:r>
      <w:r w:rsidR="002A4158" w:rsidRPr="00DA4E77">
        <w:t>mon père</w:t>
      </w:r>
      <w:r>
        <w:t xml:space="preserve">. </w:t>
      </w:r>
      <w:r w:rsidR="002A4158" w:rsidRPr="00DA4E77">
        <w:t>La respiration se calme</w:t>
      </w:r>
      <w:r>
        <w:t xml:space="preserve">. </w:t>
      </w:r>
      <w:r w:rsidR="002A4158" w:rsidRPr="00DA4E77">
        <w:t>Le délire a été très court</w:t>
      </w:r>
      <w:r>
        <w:t xml:space="preserve">. </w:t>
      </w:r>
      <w:r w:rsidR="002A4158" w:rsidRPr="00DA4E77">
        <w:t>Ça passera</w:t>
      </w:r>
      <w:r>
        <w:t>.</w:t>
      </w:r>
    </w:p>
    <w:p w14:paraId="4FCD807D" w14:textId="77777777" w:rsidR="00276CCE" w:rsidRDefault="00276CCE" w:rsidP="002A4158">
      <w:r>
        <w:t>— </w:t>
      </w:r>
      <w:r w:rsidR="002A4158" w:rsidRPr="00DA4E77">
        <w:t>D</w:t>
      </w:r>
      <w:r>
        <w:t>’</w:t>
      </w:r>
      <w:r w:rsidR="002A4158" w:rsidRPr="00DA4E77">
        <w:t>où peut bien venir cette créature charmante</w:t>
      </w:r>
      <w:r>
        <w:t xml:space="preserve"> ? </w:t>
      </w:r>
      <w:r w:rsidR="002A4158" w:rsidRPr="00DA4E77">
        <w:t>La connais-tu</w:t>
      </w:r>
      <w:r>
        <w:t xml:space="preserve">, </w:t>
      </w:r>
      <w:r w:rsidR="002A4158" w:rsidRPr="00DA4E77">
        <w:t>ma fille</w:t>
      </w:r>
      <w:r>
        <w:t> ?</w:t>
      </w:r>
    </w:p>
    <w:p w14:paraId="08A3461A" w14:textId="77777777" w:rsidR="00276CCE" w:rsidRDefault="00276CCE" w:rsidP="002A4158">
      <w:r>
        <w:t>— </w:t>
      </w:r>
      <w:r w:rsidR="002A4158" w:rsidRPr="00DA4E77">
        <w:t>Je crois l</w:t>
      </w:r>
      <w:r>
        <w:t>’</w:t>
      </w:r>
      <w:r w:rsidR="002A4158" w:rsidRPr="00DA4E77">
        <w:t>avoir vue sur la place des Eaux</w:t>
      </w:r>
      <w:r>
        <w:t xml:space="preserve">, </w:t>
      </w:r>
      <w:r w:rsidR="002A4158" w:rsidRPr="00DA4E77">
        <w:t>jadis</w:t>
      </w:r>
      <w:r>
        <w:t xml:space="preserve">, </w:t>
      </w:r>
      <w:r w:rsidR="002A4158" w:rsidRPr="00DA4E77">
        <w:t>un soir de fête</w:t>
      </w:r>
      <w:r>
        <w:t xml:space="preserve">. </w:t>
      </w:r>
      <w:r w:rsidR="002A4158" w:rsidRPr="00DA4E77">
        <w:t>Elle chantait</w:t>
      </w:r>
      <w:r>
        <w:t xml:space="preserve">, </w:t>
      </w:r>
      <w:r w:rsidR="002A4158" w:rsidRPr="00DA4E77">
        <w:t>au rythme des cithares</w:t>
      </w:r>
      <w:r>
        <w:t xml:space="preserve">, </w:t>
      </w:r>
      <w:r w:rsidR="002A4158" w:rsidRPr="00DA4E77">
        <w:t>des strophes sonores</w:t>
      </w:r>
      <w:r>
        <w:t xml:space="preserve">, </w:t>
      </w:r>
      <w:r w:rsidR="002A4158" w:rsidRPr="00DA4E77">
        <w:t>dans une langue harmonieuse comme le flot sur les grèves d</w:t>
      </w:r>
      <w:r>
        <w:t>’</w:t>
      </w:r>
      <w:r w:rsidR="002A4158" w:rsidRPr="00DA4E77">
        <w:t>or</w:t>
      </w:r>
      <w:r>
        <w:t>.</w:t>
      </w:r>
    </w:p>
    <w:p w14:paraId="74FD6E03" w14:textId="77777777" w:rsidR="00276CCE" w:rsidRDefault="00276CCE" w:rsidP="002A4158">
      <w:r>
        <w:t>— </w:t>
      </w:r>
      <w:r w:rsidR="002A4158" w:rsidRPr="00DA4E77">
        <w:t>Une Ligure sans doute</w:t>
      </w:r>
      <w:r>
        <w:t xml:space="preserve">, </w:t>
      </w:r>
      <w:r w:rsidR="002A4158" w:rsidRPr="00DA4E77">
        <w:t>de celles qui ont suivi les mat</w:t>
      </w:r>
      <w:r w:rsidR="002A4158" w:rsidRPr="00DA4E77">
        <w:t>e</w:t>
      </w:r>
      <w:r w:rsidR="002A4158" w:rsidRPr="00DA4E77">
        <w:t>lots d</w:t>
      </w:r>
      <w:r>
        <w:t>’</w:t>
      </w:r>
      <w:proofErr w:type="spellStart"/>
      <w:r w:rsidR="002A4158" w:rsidRPr="00DA4E77">
        <w:t>Hellas</w:t>
      </w:r>
      <w:proofErr w:type="spellEnd"/>
      <w:r>
        <w:t>.</w:t>
      </w:r>
    </w:p>
    <w:p w14:paraId="766EE648" w14:textId="77777777" w:rsidR="00276CCE" w:rsidRDefault="00276CCE" w:rsidP="002A4158">
      <w:r>
        <w:t>— </w:t>
      </w:r>
      <w:r w:rsidR="002A4158" w:rsidRPr="00DA4E77">
        <w:t>Peut-être</w:t>
      </w:r>
      <w:r>
        <w:t xml:space="preserve">, </w:t>
      </w:r>
      <w:r w:rsidR="002A4158" w:rsidRPr="00DA4E77">
        <w:t>car</w:t>
      </w:r>
      <w:r>
        <w:t xml:space="preserve">, </w:t>
      </w:r>
      <w:r w:rsidR="002A4158" w:rsidRPr="00DA4E77">
        <w:t>dans son court délire</w:t>
      </w:r>
      <w:r>
        <w:t xml:space="preserve">, </w:t>
      </w:r>
      <w:r w:rsidR="002A4158" w:rsidRPr="00DA4E77">
        <w:t>elle répétait sans cesse le nom d</w:t>
      </w:r>
      <w:r>
        <w:t>’</w:t>
      </w:r>
      <w:proofErr w:type="spellStart"/>
      <w:r w:rsidR="002A4158" w:rsidRPr="00DA4E77">
        <w:t>Hellas</w:t>
      </w:r>
      <w:proofErr w:type="spellEnd"/>
      <w:r>
        <w:t>.</w:t>
      </w:r>
    </w:p>
    <w:p w14:paraId="705C8172" w14:textId="77777777" w:rsidR="00276CCE" w:rsidRDefault="00276CCE" w:rsidP="002A4158">
      <w:r>
        <w:t>— </w:t>
      </w:r>
      <w:r w:rsidR="002A4158" w:rsidRPr="00DA4E77">
        <w:t>Vraiment</w:t>
      </w:r>
      <w:r>
        <w:t xml:space="preserve"> ? </w:t>
      </w:r>
      <w:r w:rsidR="002A4158" w:rsidRPr="00DA4E77">
        <w:t>Et que disait-elle</w:t>
      </w:r>
      <w:r>
        <w:t xml:space="preserve"> ? </w:t>
      </w:r>
      <w:r w:rsidR="002A4158" w:rsidRPr="00DA4E77">
        <w:t>s</w:t>
      </w:r>
      <w:r>
        <w:t>’</w:t>
      </w:r>
      <w:r w:rsidR="002A4158" w:rsidRPr="00DA4E77">
        <w:t>informe le père un peu surpris</w:t>
      </w:r>
      <w:r>
        <w:t>.</w:t>
      </w:r>
    </w:p>
    <w:p w14:paraId="416A630A" w14:textId="1785500B" w:rsidR="00276CCE" w:rsidRDefault="00276CCE" w:rsidP="002A4158">
      <w:r>
        <w:t>— </w:t>
      </w:r>
      <w:r w:rsidR="002A4158" w:rsidRPr="00DA4E77">
        <w:t>Rien de précis</w:t>
      </w:r>
      <w:r>
        <w:t xml:space="preserve">. </w:t>
      </w:r>
      <w:r w:rsidR="002A4158" w:rsidRPr="00DA4E77">
        <w:t>Sinon ceci qui revenait toujours</w:t>
      </w:r>
      <w:r>
        <w:t> : « </w:t>
      </w:r>
      <w:r w:rsidR="002A4158" w:rsidRPr="00DA4E77">
        <w:t>Sa</w:t>
      </w:r>
      <w:r w:rsidR="002A4158" w:rsidRPr="00DA4E77">
        <w:t>u</w:t>
      </w:r>
      <w:r w:rsidR="002A4158" w:rsidRPr="00DA4E77">
        <w:t xml:space="preserve">vez </w:t>
      </w:r>
      <w:proofErr w:type="spellStart"/>
      <w:r w:rsidR="002A4158" w:rsidRPr="00DA4E77">
        <w:t>Hellas</w:t>
      </w:r>
      <w:proofErr w:type="spellEnd"/>
      <w:r>
        <w:t xml:space="preserve"> ! </w:t>
      </w:r>
      <w:r w:rsidR="002A4158" w:rsidRPr="00DA4E77">
        <w:t>Il va mourir</w:t>
      </w:r>
      <w:r>
        <w:t> ! »</w:t>
      </w:r>
    </w:p>
    <w:p w14:paraId="2E8D0F0B" w14:textId="77777777" w:rsidR="00276CCE" w:rsidRDefault="00276CCE" w:rsidP="002A4158">
      <w:r>
        <w:t>— </w:t>
      </w:r>
      <w:r w:rsidR="002A4158" w:rsidRPr="00DA4E77">
        <w:t>Ah</w:t>
      </w:r>
      <w:r>
        <w:t xml:space="preserve"> ! </w:t>
      </w:r>
      <w:r w:rsidR="002A4158" w:rsidRPr="00DA4E77">
        <w:t>bien</w:t>
      </w:r>
      <w:r>
        <w:t xml:space="preserve"> ! </w:t>
      </w:r>
      <w:r w:rsidR="002A4158" w:rsidRPr="00DA4E77">
        <w:t>fait le vieillard en respirant</w:t>
      </w:r>
      <w:r>
        <w:t>.</w:t>
      </w:r>
    </w:p>
    <w:p w14:paraId="73702357" w14:textId="77777777" w:rsidR="00276CCE" w:rsidRDefault="00276CCE" w:rsidP="002A4158">
      <w:r>
        <w:t>— </w:t>
      </w:r>
      <w:r w:rsidR="002A4158" w:rsidRPr="00DA4E77">
        <w:t>Père</w:t>
      </w:r>
      <w:r>
        <w:t xml:space="preserve">, </w:t>
      </w:r>
      <w:r w:rsidR="002A4158" w:rsidRPr="00DA4E77">
        <w:t xml:space="preserve">murmure </w:t>
      </w:r>
      <w:proofErr w:type="spellStart"/>
      <w:r w:rsidR="002A4158" w:rsidRPr="00DA4E77">
        <w:t>Oréa</w:t>
      </w:r>
      <w:proofErr w:type="spellEnd"/>
      <w:r>
        <w:t xml:space="preserve">, </w:t>
      </w:r>
      <w:r w:rsidR="002A4158" w:rsidRPr="00DA4E77">
        <w:t>cette enfant blanche m</w:t>
      </w:r>
      <w:r>
        <w:t>’</w:t>
      </w:r>
      <w:r w:rsidR="002A4158" w:rsidRPr="00DA4E77">
        <w:t>émeut v</w:t>
      </w:r>
      <w:r w:rsidR="002A4158" w:rsidRPr="00DA4E77">
        <w:t>i</w:t>
      </w:r>
      <w:r w:rsidR="002A4158" w:rsidRPr="00DA4E77">
        <w:t>vement</w:t>
      </w:r>
      <w:r>
        <w:t xml:space="preserve">. </w:t>
      </w:r>
      <w:r w:rsidR="002A4158" w:rsidRPr="00DA4E77">
        <w:t>Il y a un mystère dans sa venue</w:t>
      </w:r>
      <w:r>
        <w:t xml:space="preserve">. </w:t>
      </w:r>
      <w:r w:rsidR="002A4158" w:rsidRPr="00DA4E77">
        <w:t>Ne vient-elle pas nous annoncer un malheur</w:t>
      </w:r>
      <w:r>
        <w:t> ?</w:t>
      </w:r>
    </w:p>
    <w:p w14:paraId="599D652C" w14:textId="77777777" w:rsidR="00276CCE" w:rsidRDefault="00276CCE" w:rsidP="002A4158">
      <w:r>
        <w:t>— </w:t>
      </w:r>
      <w:r w:rsidR="002A4158" w:rsidRPr="00DA4E77">
        <w:t>Non</w:t>
      </w:r>
      <w:r>
        <w:t xml:space="preserve">, </w:t>
      </w:r>
      <w:r w:rsidR="002A4158" w:rsidRPr="00DA4E77">
        <w:t>mon enfant</w:t>
      </w:r>
      <w:r>
        <w:t xml:space="preserve">, </w:t>
      </w:r>
      <w:r w:rsidR="002A4158" w:rsidRPr="00DA4E77">
        <w:t>rassure-toi</w:t>
      </w:r>
      <w:r>
        <w:t>.</w:t>
      </w:r>
    </w:p>
    <w:p w14:paraId="3F13AB3B" w14:textId="77777777" w:rsidR="00276CCE" w:rsidRDefault="00276CCE" w:rsidP="002A4158">
      <w:r>
        <w:lastRenderedPageBreak/>
        <w:t>— </w:t>
      </w:r>
      <w:r w:rsidR="002A4158" w:rsidRPr="00DA4E77">
        <w:t>Comment a-t-elle pu monter jusqu</w:t>
      </w:r>
      <w:r>
        <w:t>’</w:t>
      </w:r>
      <w:r w:rsidR="002A4158" w:rsidRPr="00DA4E77">
        <w:t>à nos falaises</w:t>
      </w:r>
      <w:r>
        <w:t xml:space="preserve"> ? </w:t>
      </w:r>
      <w:r w:rsidR="002A4158" w:rsidRPr="00DA4E77">
        <w:t>À cette heure matinale</w:t>
      </w:r>
      <w:r>
        <w:t xml:space="preserve">, </w:t>
      </w:r>
      <w:r w:rsidR="002A4158" w:rsidRPr="00DA4E77">
        <w:t>qui pouvait bien errer sur le haut rivage et la sauver</w:t>
      </w:r>
      <w:r>
        <w:t> ?</w:t>
      </w:r>
    </w:p>
    <w:p w14:paraId="4970904D" w14:textId="77777777" w:rsidR="00276CCE" w:rsidRDefault="00276CCE" w:rsidP="002A4158">
      <w:r>
        <w:t>— </w:t>
      </w:r>
      <w:r w:rsidR="002A4158" w:rsidRPr="00DA4E77">
        <w:t>Le soleil se levait déjà</w:t>
      </w:r>
      <w:r>
        <w:t xml:space="preserve">, </w:t>
      </w:r>
      <w:r w:rsidR="002A4158" w:rsidRPr="00DA4E77">
        <w:t>et quelque serviteur de mon lab</w:t>
      </w:r>
      <w:r w:rsidR="002A4158" w:rsidRPr="00DA4E77">
        <w:t>o</w:t>
      </w:r>
      <w:r w:rsidR="002A4158" w:rsidRPr="00DA4E77">
        <w:t>ratoire</w:t>
      </w:r>
      <w:r>
        <w:t xml:space="preserve">… </w:t>
      </w:r>
      <w:r w:rsidR="002A4158" w:rsidRPr="00DA4E77">
        <w:t>Mais taisons-nous</w:t>
      </w:r>
      <w:r>
        <w:t xml:space="preserve"> ! </w:t>
      </w:r>
      <w:r w:rsidR="002A4158" w:rsidRPr="00DA4E77">
        <w:t>elle s</w:t>
      </w:r>
      <w:r>
        <w:t>’</w:t>
      </w:r>
      <w:r w:rsidR="002A4158" w:rsidRPr="00DA4E77">
        <w:t>agite</w:t>
      </w:r>
      <w:r>
        <w:t xml:space="preserve">. </w:t>
      </w:r>
      <w:r w:rsidR="002A4158" w:rsidRPr="00DA4E77">
        <w:t>Reste seule avec elle</w:t>
      </w:r>
      <w:r>
        <w:t xml:space="preserve">. </w:t>
      </w:r>
      <w:r w:rsidR="002A4158" w:rsidRPr="00DA4E77">
        <w:t>Si elle ouvre les yeux</w:t>
      </w:r>
      <w:r>
        <w:t xml:space="preserve">, </w:t>
      </w:r>
      <w:r w:rsidR="002A4158" w:rsidRPr="00DA4E77">
        <w:t>tu m</w:t>
      </w:r>
      <w:r>
        <w:t>’</w:t>
      </w:r>
      <w:r w:rsidR="002A4158" w:rsidRPr="00DA4E77">
        <w:t>appelleras</w:t>
      </w:r>
      <w:r>
        <w:t> !</w:t>
      </w:r>
    </w:p>
    <w:p w14:paraId="470331DF" w14:textId="77777777" w:rsidR="00276CCE" w:rsidRDefault="002A4158" w:rsidP="002A4158">
      <w:r w:rsidRPr="00DA4E77">
        <w:t>Et doucement</w:t>
      </w:r>
      <w:r w:rsidR="00276CCE">
        <w:t xml:space="preserve">, </w:t>
      </w:r>
      <w:r w:rsidRPr="00DA4E77">
        <w:t>à reculons</w:t>
      </w:r>
      <w:r w:rsidR="00276CCE">
        <w:t xml:space="preserve">, </w:t>
      </w:r>
      <w:r w:rsidRPr="00DA4E77">
        <w:t>en contemplant d</w:t>
      </w:r>
      <w:r w:rsidR="00276CCE">
        <w:t>’</w:t>
      </w:r>
      <w:r w:rsidRPr="00DA4E77">
        <w:t>un regard s</w:t>
      </w:r>
      <w:r w:rsidRPr="00DA4E77">
        <w:t>e</w:t>
      </w:r>
      <w:r w:rsidRPr="00DA4E77">
        <w:t xml:space="preserve">rein le groupe formé par </w:t>
      </w:r>
      <w:proofErr w:type="spellStart"/>
      <w:r w:rsidRPr="00DA4E77">
        <w:t>Oréa</w:t>
      </w:r>
      <w:proofErr w:type="spellEnd"/>
      <w:r w:rsidRPr="00DA4E77">
        <w:t xml:space="preserve"> et la jeune Ligure</w:t>
      </w:r>
      <w:r w:rsidR="00276CCE">
        <w:t xml:space="preserve">, </w:t>
      </w:r>
      <w:r w:rsidRPr="00DA4E77">
        <w:t>le grand viei</w:t>
      </w:r>
      <w:r w:rsidRPr="00DA4E77">
        <w:t>l</w:t>
      </w:r>
      <w:r w:rsidRPr="00DA4E77">
        <w:t>lard s</w:t>
      </w:r>
      <w:r w:rsidR="00276CCE">
        <w:t>’</w:t>
      </w:r>
      <w:r w:rsidRPr="00DA4E77">
        <w:t>en va jusqu</w:t>
      </w:r>
      <w:r w:rsidR="00276CCE">
        <w:t>’</w:t>
      </w:r>
      <w:r w:rsidRPr="00DA4E77">
        <w:t>à la porte</w:t>
      </w:r>
      <w:r w:rsidR="00276CCE">
        <w:t xml:space="preserve">, </w:t>
      </w:r>
      <w:r w:rsidRPr="00DA4E77">
        <w:t>envoie un sourire à sa fille</w:t>
      </w:r>
      <w:r w:rsidR="00276CCE">
        <w:t xml:space="preserve">, </w:t>
      </w:r>
      <w:r w:rsidRPr="00DA4E77">
        <w:t>et</w:t>
      </w:r>
      <w:r w:rsidR="00276CCE">
        <w:t xml:space="preserve">, </w:t>
      </w:r>
      <w:r w:rsidRPr="00DA4E77">
        <w:t>sans bruit</w:t>
      </w:r>
      <w:r w:rsidR="00276CCE">
        <w:t xml:space="preserve">, </w:t>
      </w:r>
      <w:r w:rsidRPr="00DA4E77">
        <w:t>disparaît en soulevant des tentures de pourpre</w:t>
      </w:r>
      <w:r w:rsidR="00276CCE">
        <w:t>.</w:t>
      </w:r>
    </w:p>
    <w:p w14:paraId="033BBB76" w14:textId="77777777" w:rsidR="00276CCE" w:rsidRDefault="002A4158" w:rsidP="002A4158">
      <w:proofErr w:type="spellStart"/>
      <w:r w:rsidRPr="00DA4E77">
        <w:t>Glania</w:t>
      </w:r>
      <w:proofErr w:type="spellEnd"/>
      <w:r w:rsidRPr="00DA4E77">
        <w:t xml:space="preserve"> repose couchée sur le flanc droit</w:t>
      </w:r>
      <w:r w:rsidR="00276CCE">
        <w:t xml:space="preserve">. </w:t>
      </w:r>
      <w:r w:rsidRPr="00DA4E77">
        <w:t>Ses cheveux h</w:t>
      </w:r>
      <w:r w:rsidRPr="00DA4E77">
        <w:t>u</w:t>
      </w:r>
      <w:r w:rsidRPr="00DA4E77">
        <w:t>mides et défaits couvrent son front et tombent sur son cou mi</w:t>
      </w:r>
      <w:r w:rsidRPr="00DA4E77">
        <w:t>n</w:t>
      </w:r>
      <w:r w:rsidRPr="00DA4E77">
        <w:t>ce</w:t>
      </w:r>
      <w:r w:rsidR="00276CCE">
        <w:t xml:space="preserve">. </w:t>
      </w:r>
      <w:r w:rsidRPr="00DA4E77">
        <w:t>Lentement</w:t>
      </w:r>
      <w:r w:rsidR="00276CCE">
        <w:t xml:space="preserve">, </w:t>
      </w:r>
      <w:r w:rsidRPr="00DA4E77">
        <w:t>avec des gestes légers de jeune mère</w:t>
      </w:r>
      <w:r w:rsidR="00276CCE">
        <w:t xml:space="preserve">, </w:t>
      </w:r>
      <w:proofErr w:type="spellStart"/>
      <w:r w:rsidRPr="00DA4E77">
        <w:t>Oréa</w:t>
      </w:r>
      <w:proofErr w:type="spellEnd"/>
      <w:r w:rsidRPr="00DA4E77">
        <w:t xml:space="preserve"> passe un linge humide sur les tempes de la Ligure endormie</w:t>
      </w:r>
      <w:r w:rsidR="00276CCE">
        <w:t xml:space="preserve">. </w:t>
      </w:r>
      <w:r w:rsidRPr="00DA4E77">
        <w:t>Contra</w:t>
      </w:r>
      <w:r w:rsidRPr="00DA4E77">
        <w:t>s</w:t>
      </w:r>
      <w:r w:rsidRPr="00DA4E77">
        <w:t>te saisissant</w:t>
      </w:r>
      <w:r w:rsidR="00276CCE">
        <w:t xml:space="preserve"> ! </w:t>
      </w:r>
      <w:r w:rsidRPr="00DA4E77">
        <w:t xml:space="preserve">Autant </w:t>
      </w:r>
      <w:proofErr w:type="spellStart"/>
      <w:r w:rsidRPr="00DA4E77">
        <w:t>Glania</w:t>
      </w:r>
      <w:proofErr w:type="spellEnd"/>
      <w:r w:rsidRPr="00DA4E77">
        <w:t xml:space="preserve"> est frêle et svelte</w:t>
      </w:r>
      <w:r w:rsidR="00276CCE">
        <w:t xml:space="preserve">, </w:t>
      </w:r>
      <w:r w:rsidRPr="00DA4E77">
        <w:t xml:space="preserve">autant </w:t>
      </w:r>
      <w:proofErr w:type="spellStart"/>
      <w:r w:rsidRPr="00DA4E77">
        <w:t>Oréa</w:t>
      </w:r>
      <w:proofErr w:type="spellEnd"/>
      <w:r w:rsidRPr="00DA4E77">
        <w:t xml:space="preserve"> est de port majestueux</w:t>
      </w:r>
      <w:r w:rsidR="00276CCE">
        <w:t xml:space="preserve">. </w:t>
      </w:r>
      <w:r w:rsidRPr="00DA4E77">
        <w:t>Son teint a les chauds reflets de l</w:t>
      </w:r>
      <w:r w:rsidR="00276CCE">
        <w:t>’</w:t>
      </w:r>
      <w:r w:rsidRPr="00DA4E77">
        <w:t>or rouge</w:t>
      </w:r>
      <w:r w:rsidR="00276CCE">
        <w:t xml:space="preserve">. </w:t>
      </w:r>
      <w:r w:rsidRPr="00DA4E77">
        <w:t>Son front bombé</w:t>
      </w:r>
      <w:r w:rsidR="00276CCE">
        <w:t xml:space="preserve">, </w:t>
      </w:r>
      <w:r w:rsidRPr="00DA4E77">
        <w:t>haut et large</w:t>
      </w:r>
      <w:r w:rsidR="00276CCE">
        <w:t xml:space="preserve">, </w:t>
      </w:r>
      <w:r w:rsidRPr="00DA4E77">
        <w:t>que dissimulent mal les cheveux noirs séparés en bandeaux ondulés</w:t>
      </w:r>
      <w:r w:rsidR="00276CCE">
        <w:t xml:space="preserve">, </w:t>
      </w:r>
      <w:r w:rsidRPr="00DA4E77">
        <w:t>surmonte un visage dont tous les traits resplendissent de durable beauté</w:t>
      </w:r>
      <w:r w:rsidR="00276CCE">
        <w:t xml:space="preserve">. </w:t>
      </w:r>
      <w:r w:rsidRPr="00DA4E77">
        <w:t>Le nez fin</w:t>
      </w:r>
      <w:r w:rsidR="00276CCE">
        <w:t xml:space="preserve">, </w:t>
      </w:r>
      <w:r w:rsidRPr="00DA4E77">
        <w:t>r</w:t>
      </w:r>
      <w:r w:rsidRPr="00DA4E77">
        <w:t>e</w:t>
      </w:r>
      <w:r w:rsidRPr="00DA4E77">
        <w:t>courbé</w:t>
      </w:r>
      <w:r w:rsidR="00276CCE">
        <w:t xml:space="preserve">, </w:t>
      </w:r>
      <w:r w:rsidRPr="00DA4E77">
        <w:t>se termine par deux narines frémissantes</w:t>
      </w:r>
      <w:r w:rsidR="00276CCE">
        <w:t xml:space="preserve"> ; </w:t>
      </w:r>
      <w:r w:rsidRPr="00DA4E77">
        <w:t>la lèvre s</w:t>
      </w:r>
      <w:r w:rsidRPr="00DA4E77">
        <w:t>i</w:t>
      </w:r>
      <w:r w:rsidRPr="00DA4E77">
        <w:t>nueuse</w:t>
      </w:r>
      <w:r w:rsidR="00276CCE">
        <w:t xml:space="preserve">, </w:t>
      </w:r>
      <w:r w:rsidRPr="00DA4E77">
        <w:t>aux coins relevés</w:t>
      </w:r>
      <w:r w:rsidR="00276CCE">
        <w:t xml:space="preserve">, </w:t>
      </w:r>
      <w:r w:rsidRPr="00DA4E77">
        <w:t>sourit</w:t>
      </w:r>
      <w:r w:rsidR="00276CCE">
        <w:t xml:space="preserve"> ; </w:t>
      </w:r>
      <w:r w:rsidRPr="00DA4E77">
        <w:t>dans ses yeux noirs très la</w:t>
      </w:r>
      <w:r w:rsidRPr="00DA4E77">
        <w:t>r</w:t>
      </w:r>
      <w:r w:rsidRPr="00DA4E77">
        <w:t>ges</w:t>
      </w:r>
      <w:r w:rsidR="00276CCE">
        <w:t xml:space="preserve">, </w:t>
      </w:r>
      <w:r w:rsidRPr="00DA4E77">
        <w:t>se reflète une infinie bonté</w:t>
      </w:r>
      <w:r w:rsidR="00276CCE">
        <w:t>.</w:t>
      </w:r>
    </w:p>
    <w:p w14:paraId="1D544949" w14:textId="77777777" w:rsidR="00276CCE" w:rsidRDefault="002A4158" w:rsidP="002A4158">
      <w:r w:rsidRPr="00DA4E77">
        <w:t xml:space="preserve">Voici que </w:t>
      </w:r>
      <w:proofErr w:type="spellStart"/>
      <w:r w:rsidRPr="00DA4E77">
        <w:t>Glania</w:t>
      </w:r>
      <w:proofErr w:type="spellEnd"/>
      <w:r w:rsidR="00276CCE">
        <w:t xml:space="preserve">, </w:t>
      </w:r>
      <w:r w:rsidRPr="00DA4E77">
        <w:t>plus vivement</w:t>
      </w:r>
      <w:r w:rsidR="00276CCE">
        <w:t xml:space="preserve">, </w:t>
      </w:r>
      <w:r w:rsidRPr="00DA4E77">
        <w:t>soupire et se remue</w:t>
      </w:r>
      <w:r w:rsidR="00276CCE">
        <w:t xml:space="preserve">. </w:t>
      </w:r>
      <w:r w:rsidRPr="00DA4E77">
        <w:t>Sa bouche balbutie des mots sans suite</w:t>
      </w:r>
      <w:r w:rsidR="00276CCE">
        <w:t xml:space="preserve">, </w:t>
      </w:r>
      <w:r w:rsidRPr="00DA4E77">
        <w:t>et</w:t>
      </w:r>
      <w:r w:rsidR="00276CCE">
        <w:t xml:space="preserve">, </w:t>
      </w:r>
      <w:r w:rsidRPr="00DA4E77">
        <w:t>tout à coup</w:t>
      </w:r>
      <w:r w:rsidR="00276CCE">
        <w:t xml:space="preserve">, </w:t>
      </w:r>
      <w:r w:rsidRPr="00DA4E77">
        <w:t>elle se dre</w:t>
      </w:r>
      <w:r w:rsidRPr="00DA4E77">
        <w:t>s</w:t>
      </w:r>
      <w:r w:rsidRPr="00DA4E77">
        <w:t>se et crie</w:t>
      </w:r>
      <w:r w:rsidR="00276CCE">
        <w:t> :</w:t>
      </w:r>
    </w:p>
    <w:p w14:paraId="312C80D9" w14:textId="77777777" w:rsidR="00276CCE" w:rsidRDefault="00276CCE" w:rsidP="002A4158">
      <w:r>
        <w:t>— </w:t>
      </w:r>
      <w:proofErr w:type="spellStart"/>
      <w:r w:rsidR="002A4158" w:rsidRPr="00DA4E77">
        <w:t>Hellas</w:t>
      </w:r>
      <w:proofErr w:type="spellEnd"/>
      <w:r>
        <w:t xml:space="preserve"> ! </w:t>
      </w:r>
      <w:r w:rsidR="002A4158" w:rsidRPr="00DA4E77">
        <w:t xml:space="preserve">Où est </w:t>
      </w:r>
      <w:proofErr w:type="spellStart"/>
      <w:r w:rsidR="002A4158" w:rsidRPr="00DA4E77">
        <w:t>Hellas</w:t>
      </w:r>
      <w:proofErr w:type="spellEnd"/>
      <w:r>
        <w:t xml:space="preserve"> ! </w:t>
      </w:r>
      <w:r w:rsidR="002A4158" w:rsidRPr="00DA4E77">
        <w:t>Il n</w:t>
      </w:r>
      <w:r>
        <w:t>’</w:t>
      </w:r>
      <w:r w:rsidR="002A4158" w:rsidRPr="00DA4E77">
        <w:t>est donc plus là</w:t>
      </w:r>
      <w:r>
        <w:t> ?</w:t>
      </w:r>
    </w:p>
    <w:p w14:paraId="2A853AFF" w14:textId="77777777" w:rsidR="00276CCE" w:rsidRDefault="002A4158" w:rsidP="002A4158">
      <w:r w:rsidRPr="00DA4E77">
        <w:t>Malgré elle</w:t>
      </w:r>
      <w:r w:rsidR="00276CCE">
        <w:t xml:space="preserve">, </w:t>
      </w:r>
      <w:r w:rsidRPr="00DA4E77">
        <w:t>d</w:t>
      </w:r>
      <w:r w:rsidR="00276CCE">
        <w:t>’</w:t>
      </w:r>
      <w:r w:rsidRPr="00DA4E77">
        <w:t>un geste instinctif</w:t>
      </w:r>
      <w:r w:rsidR="00276CCE">
        <w:t xml:space="preserve">, </w:t>
      </w:r>
      <w:proofErr w:type="spellStart"/>
      <w:r w:rsidRPr="00DA4E77">
        <w:t>Oréa</w:t>
      </w:r>
      <w:proofErr w:type="spellEnd"/>
      <w:r w:rsidRPr="00DA4E77">
        <w:t xml:space="preserve"> fronce ses larges sourcils et un nuage assombrit son regard</w:t>
      </w:r>
      <w:r w:rsidR="00276CCE">
        <w:t xml:space="preserve">. </w:t>
      </w:r>
      <w:r w:rsidRPr="00DA4E77">
        <w:t>Mais</w:t>
      </w:r>
      <w:r w:rsidR="00276CCE">
        <w:t xml:space="preserve">, </w:t>
      </w:r>
      <w:r w:rsidRPr="00DA4E77">
        <w:t>tout aussitôt le nuage passe</w:t>
      </w:r>
      <w:r w:rsidR="00276CCE">
        <w:t xml:space="preserve">, </w:t>
      </w:r>
      <w:r w:rsidRPr="00DA4E77">
        <w:t xml:space="preserve">et </w:t>
      </w:r>
      <w:smartTag w:uri="urn:schemas-microsoft-com:office:smarttags" w:element="PersonName">
        <w:smartTagPr>
          <w:attr w:name="ProductID" w:val="la belle Atlante"/>
        </w:smartTagPr>
        <w:r w:rsidRPr="00DA4E77">
          <w:t>la belle Atlante</w:t>
        </w:r>
      </w:smartTag>
      <w:r w:rsidRPr="00DA4E77">
        <w:t xml:space="preserve"> pose sur le front de </w:t>
      </w:r>
      <w:proofErr w:type="spellStart"/>
      <w:r w:rsidRPr="00DA4E77">
        <w:t>Glania</w:t>
      </w:r>
      <w:proofErr w:type="spellEnd"/>
      <w:r w:rsidRPr="00DA4E77">
        <w:t xml:space="preserve"> </w:t>
      </w:r>
      <w:r w:rsidRPr="00DA4E77">
        <w:lastRenderedPageBreak/>
        <w:t>une main longue</w:t>
      </w:r>
      <w:r w:rsidR="00276CCE">
        <w:t xml:space="preserve">, </w:t>
      </w:r>
      <w:r w:rsidRPr="00DA4E77">
        <w:t>étroite</w:t>
      </w:r>
      <w:r w:rsidR="00276CCE">
        <w:t xml:space="preserve">, </w:t>
      </w:r>
      <w:r w:rsidRPr="00DA4E77">
        <w:t>dont l</w:t>
      </w:r>
      <w:r w:rsidR="00276CCE">
        <w:t>’</w:t>
      </w:r>
      <w:r w:rsidRPr="00DA4E77">
        <w:t>attouchement apaise l</w:t>
      </w:r>
      <w:r w:rsidR="00276CCE">
        <w:t>’</w:t>
      </w:r>
      <w:r w:rsidRPr="00DA4E77">
        <w:t>enfant révei</w:t>
      </w:r>
      <w:r w:rsidRPr="00DA4E77">
        <w:t>l</w:t>
      </w:r>
      <w:r w:rsidRPr="00DA4E77">
        <w:t>lée en sursaut</w:t>
      </w:r>
      <w:r w:rsidR="00276CCE">
        <w:t>.</w:t>
      </w:r>
    </w:p>
    <w:p w14:paraId="152517BF" w14:textId="77777777" w:rsidR="00276CCE" w:rsidRDefault="00276CCE" w:rsidP="002A4158">
      <w:r>
        <w:t>— </w:t>
      </w:r>
      <w:proofErr w:type="spellStart"/>
      <w:r w:rsidR="002A4158" w:rsidRPr="00DA4E77">
        <w:t>Hellas</w:t>
      </w:r>
      <w:proofErr w:type="spellEnd"/>
      <w:r w:rsidR="002A4158" w:rsidRPr="00DA4E77">
        <w:t xml:space="preserve"> n</w:t>
      </w:r>
      <w:r>
        <w:t>’</w:t>
      </w:r>
      <w:r w:rsidR="002A4158" w:rsidRPr="00DA4E77">
        <w:t>est pas là</w:t>
      </w:r>
      <w:r>
        <w:t xml:space="preserve"> ? </w:t>
      </w:r>
      <w:r w:rsidR="002A4158" w:rsidRPr="00DA4E77">
        <w:t>Qui donc m</w:t>
      </w:r>
      <w:r>
        <w:t>’</w:t>
      </w:r>
      <w:r w:rsidR="002A4158" w:rsidRPr="00DA4E77">
        <w:t>a sauvée</w:t>
      </w:r>
      <w:r>
        <w:t> ?</w:t>
      </w:r>
    </w:p>
    <w:p w14:paraId="410F221A" w14:textId="77777777" w:rsidR="00276CCE" w:rsidRDefault="00276CCE" w:rsidP="002A4158">
      <w:r>
        <w:t>— </w:t>
      </w:r>
      <w:proofErr w:type="spellStart"/>
      <w:r w:rsidR="002A4158" w:rsidRPr="00DA4E77">
        <w:t>Hellas</w:t>
      </w:r>
      <w:proofErr w:type="spellEnd"/>
      <w:r w:rsidR="002A4158" w:rsidRPr="00DA4E77">
        <w:t xml:space="preserve"> est bien loin</w:t>
      </w:r>
      <w:r>
        <w:t xml:space="preserve">, </w:t>
      </w:r>
      <w:r w:rsidR="002A4158" w:rsidRPr="00DA4E77">
        <w:t>ma pauvre enfant</w:t>
      </w:r>
      <w:r>
        <w:t xml:space="preserve">, </w:t>
      </w:r>
      <w:r w:rsidR="002A4158" w:rsidRPr="00DA4E77">
        <w:t>et j</w:t>
      </w:r>
      <w:r>
        <w:t>’</w:t>
      </w:r>
      <w:r w:rsidR="002A4158" w:rsidRPr="00DA4E77">
        <w:t>ignore</w:t>
      </w:r>
      <w:r>
        <w:t xml:space="preserve">, </w:t>
      </w:r>
      <w:r w:rsidR="002A4158" w:rsidRPr="00DA4E77">
        <w:t>par malheur</w:t>
      </w:r>
      <w:r>
        <w:t xml:space="preserve">, </w:t>
      </w:r>
      <w:r w:rsidR="002A4158" w:rsidRPr="00DA4E77">
        <w:t>la date de son retour</w:t>
      </w:r>
      <w:r>
        <w:t>.</w:t>
      </w:r>
    </w:p>
    <w:p w14:paraId="0D34E3AB" w14:textId="77777777" w:rsidR="00276CCE" w:rsidRDefault="002A4158" w:rsidP="002A4158">
      <w:r w:rsidRPr="00DA4E77">
        <w:t xml:space="preserve">Alors </w:t>
      </w:r>
      <w:proofErr w:type="spellStart"/>
      <w:r w:rsidRPr="00DA4E77">
        <w:t>Glania</w:t>
      </w:r>
      <w:proofErr w:type="spellEnd"/>
      <w:r w:rsidR="00276CCE">
        <w:t xml:space="preserve">, </w:t>
      </w:r>
      <w:r w:rsidRPr="00DA4E77">
        <w:t>recouvrant sa raison</w:t>
      </w:r>
      <w:r w:rsidR="00276CCE">
        <w:t xml:space="preserve">, </w:t>
      </w:r>
      <w:r w:rsidRPr="00DA4E77">
        <w:t xml:space="preserve">regarde </w:t>
      </w:r>
      <w:proofErr w:type="spellStart"/>
      <w:r w:rsidRPr="00DA4E77">
        <w:t>Oréa</w:t>
      </w:r>
      <w:proofErr w:type="spellEnd"/>
      <w:r w:rsidR="00276CCE">
        <w:t xml:space="preserve">, </w:t>
      </w:r>
      <w:r w:rsidRPr="00DA4E77">
        <w:t>la reco</w:t>
      </w:r>
      <w:r w:rsidRPr="00DA4E77">
        <w:t>n</w:t>
      </w:r>
      <w:r w:rsidRPr="00DA4E77">
        <w:t>naît et</w:t>
      </w:r>
      <w:r w:rsidR="00276CCE">
        <w:t xml:space="preserve">, </w:t>
      </w:r>
      <w:r w:rsidRPr="00DA4E77">
        <w:t>subitement</w:t>
      </w:r>
      <w:r w:rsidR="00276CCE">
        <w:t xml:space="preserve">, </w:t>
      </w:r>
      <w:r w:rsidRPr="00DA4E77">
        <w:t>retombe sur le lit</w:t>
      </w:r>
      <w:r w:rsidR="00276CCE">
        <w:t xml:space="preserve">, </w:t>
      </w:r>
      <w:r w:rsidRPr="00DA4E77">
        <w:t>fondant en larmes</w:t>
      </w:r>
      <w:r w:rsidR="00276CCE">
        <w:t>…</w:t>
      </w:r>
    </w:p>
    <w:p w14:paraId="6E2BF083" w14:textId="77777777" w:rsidR="00276CCE" w:rsidRDefault="00276CCE" w:rsidP="002A4158">
      <w:r>
        <w:t>— </w:t>
      </w:r>
      <w:proofErr w:type="spellStart"/>
      <w:r w:rsidR="002A4158" w:rsidRPr="00DA4E77">
        <w:t>Oréa</w:t>
      </w:r>
      <w:proofErr w:type="spellEnd"/>
      <w:r>
        <w:t xml:space="preserve">, </w:t>
      </w:r>
      <w:r w:rsidR="002A4158" w:rsidRPr="00DA4E77">
        <w:t xml:space="preserve">noble </w:t>
      </w:r>
      <w:proofErr w:type="spellStart"/>
      <w:r w:rsidR="002A4158" w:rsidRPr="00DA4E77">
        <w:t>Oréa</w:t>
      </w:r>
      <w:proofErr w:type="spellEnd"/>
      <w:r>
        <w:t xml:space="preserve">, </w:t>
      </w:r>
      <w:r w:rsidR="002A4158" w:rsidRPr="00DA4E77">
        <w:t>pardonne-moi</w:t>
      </w:r>
      <w:r>
        <w:t xml:space="preserve"> ; </w:t>
      </w:r>
      <w:r w:rsidR="002A4158" w:rsidRPr="00DA4E77">
        <w:t>je me ferai ton esclave</w:t>
      </w:r>
      <w:r>
        <w:t xml:space="preserve">, </w:t>
      </w:r>
      <w:r w:rsidR="002A4158" w:rsidRPr="00DA4E77">
        <w:t>mais sauve-le</w:t>
      </w:r>
      <w:r>
        <w:t xml:space="preserve">, </w:t>
      </w:r>
      <w:r w:rsidR="002A4158" w:rsidRPr="00DA4E77">
        <w:t>sauvons-le</w:t>
      </w:r>
      <w:r>
        <w:t>…</w:t>
      </w:r>
    </w:p>
    <w:p w14:paraId="4CACC0BD" w14:textId="77777777" w:rsidR="00276CCE" w:rsidRDefault="002A4158" w:rsidP="002A4158">
      <w:r w:rsidRPr="00DA4E77">
        <w:t>Cependant</w:t>
      </w:r>
      <w:r w:rsidR="00276CCE">
        <w:t xml:space="preserve">, </w:t>
      </w:r>
      <w:r w:rsidRPr="00DA4E77">
        <w:t>au bruit des voix</w:t>
      </w:r>
      <w:r w:rsidR="00276CCE">
        <w:t xml:space="preserve">, </w:t>
      </w:r>
      <w:r w:rsidRPr="00DA4E77">
        <w:t>le vieillard a soulevé les te</w:t>
      </w:r>
      <w:r w:rsidRPr="00DA4E77">
        <w:t>n</w:t>
      </w:r>
      <w:r w:rsidRPr="00DA4E77">
        <w:t>tures rouges</w:t>
      </w:r>
      <w:r w:rsidR="00276CCE">
        <w:t xml:space="preserve">, </w:t>
      </w:r>
      <w:r w:rsidRPr="00DA4E77">
        <w:t>et</w:t>
      </w:r>
      <w:r w:rsidR="00276CCE">
        <w:t xml:space="preserve">, </w:t>
      </w:r>
      <w:r w:rsidRPr="00DA4E77">
        <w:t>tenant une coupe à la main</w:t>
      </w:r>
      <w:r w:rsidR="00276CCE">
        <w:t xml:space="preserve">, </w:t>
      </w:r>
      <w:r w:rsidRPr="00DA4E77">
        <w:t>il s</w:t>
      </w:r>
      <w:r w:rsidR="00276CCE">
        <w:t>’</w:t>
      </w:r>
      <w:r w:rsidRPr="00DA4E77">
        <w:t>approche du lit</w:t>
      </w:r>
      <w:r w:rsidR="00276CCE">
        <w:t> :</w:t>
      </w:r>
    </w:p>
    <w:p w14:paraId="10F77395" w14:textId="77777777" w:rsidR="00276CCE" w:rsidRDefault="00276CCE" w:rsidP="002A4158">
      <w:r>
        <w:t>— </w:t>
      </w:r>
      <w:r w:rsidR="002A4158" w:rsidRPr="00DA4E77">
        <w:t>Tiens</w:t>
      </w:r>
      <w:r>
        <w:t xml:space="preserve">, </w:t>
      </w:r>
      <w:r w:rsidR="002A4158" w:rsidRPr="00DA4E77">
        <w:t>petit oiseau de mer</w:t>
      </w:r>
      <w:r>
        <w:t xml:space="preserve">, </w:t>
      </w:r>
      <w:r w:rsidR="002A4158" w:rsidRPr="00DA4E77">
        <w:t>voici un breuvage qui ranim</w:t>
      </w:r>
      <w:r w:rsidR="002A4158" w:rsidRPr="00DA4E77">
        <w:t>e</w:t>
      </w:r>
      <w:r w:rsidR="002A4158" w:rsidRPr="00DA4E77">
        <w:t>ra tes ailes lassées</w:t>
      </w:r>
      <w:r>
        <w:t xml:space="preserve">. </w:t>
      </w:r>
      <w:r w:rsidR="002A4158" w:rsidRPr="00DA4E77">
        <w:t>Bois et reprends tes forces</w:t>
      </w:r>
      <w:r>
        <w:t>.</w:t>
      </w:r>
    </w:p>
    <w:p w14:paraId="7B932565" w14:textId="77777777" w:rsidR="00276CCE" w:rsidRDefault="002A4158" w:rsidP="002A4158">
      <w:r w:rsidRPr="00DA4E77">
        <w:t>La Ligure regarde le vieillard d</w:t>
      </w:r>
      <w:r w:rsidR="00276CCE">
        <w:t>’</w:t>
      </w:r>
      <w:r w:rsidRPr="00DA4E77">
        <w:t>un œil ébloui</w:t>
      </w:r>
      <w:r w:rsidR="00276CCE">
        <w:t>.</w:t>
      </w:r>
    </w:p>
    <w:p w14:paraId="66B9A739" w14:textId="77777777" w:rsidR="00276CCE" w:rsidRDefault="00276CCE" w:rsidP="002A4158">
      <w:r>
        <w:t>— </w:t>
      </w:r>
      <w:proofErr w:type="spellStart"/>
      <w:r w:rsidR="002A4158" w:rsidRPr="00DA4E77">
        <w:t>Oréus</w:t>
      </w:r>
      <w:proofErr w:type="spellEnd"/>
      <w:r>
        <w:t xml:space="preserve"> ? </w:t>
      </w:r>
      <w:r w:rsidR="002A4158" w:rsidRPr="00DA4E77">
        <w:t>C</w:t>
      </w:r>
      <w:r>
        <w:t>’</w:t>
      </w:r>
      <w:r w:rsidR="002A4158" w:rsidRPr="00DA4E77">
        <w:t>est toi</w:t>
      </w:r>
      <w:r>
        <w:t xml:space="preserve">, </w:t>
      </w:r>
      <w:r w:rsidR="002A4158" w:rsidRPr="00DA4E77">
        <w:t xml:space="preserve">le grand </w:t>
      </w:r>
      <w:proofErr w:type="spellStart"/>
      <w:r w:rsidR="002A4158" w:rsidRPr="00DA4E77">
        <w:t>Oréus</w:t>
      </w:r>
      <w:proofErr w:type="spellEnd"/>
      <w:r>
        <w:t> ?</w:t>
      </w:r>
    </w:p>
    <w:p w14:paraId="7437ECB4" w14:textId="77777777" w:rsidR="00276CCE" w:rsidRDefault="00276CCE" w:rsidP="002A4158">
      <w:r>
        <w:t>— </w:t>
      </w:r>
      <w:r w:rsidR="002A4158" w:rsidRPr="00DA4E77">
        <w:t>Mais oui</w:t>
      </w:r>
      <w:r>
        <w:t xml:space="preserve">, </w:t>
      </w:r>
      <w:r w:rsidR="002A4158" w:rsidRPr="00DA4E77">
        <w:t>mais oui</w:t>
      </w:r>
      <w:r>
        <w:t xml:space="preserve">, </w:t>
      </w:r>
      <w:r w:rsidR="002A4158" w:rsidRPr="00DA4E77">
        <w:t>ma chère enfant</w:t>
      </w:r>
      <w:r>
        <w:t xml:space="preserve"> ! </w:t>
      </w:r>
      <w:r w:rsidR="002A4158" w:rsidRPr="00DA4E77">
        <w:t>Tu t</w:t>
      </w:r>
      <w:r>
        <w:t>’</w:t>
      </w:r>
      <w:r w:rsidR="002A4158" w:rsidRPr="00DA4E77">
        <w:t>étonneras tout à l</w:t>
      </w:r>
      <w:r>
        <w:t>’</w:t>
      </w:r>
      <w:r w:rsidR="002A4158" w:rsidRPr="00DA4E77">
        <w:t>heure</w:t>
      </w:r>
      <w:r>
        <w:t xml:space="preserve">, </w:t>
      </w:r>
      <w:r w:rsidR="002A4158" w:rsidRPr="00DA4E77">
        <w:t>bois d</w:t>
      </w:r>
      <w:r>
        <w:t>’</w:t>
      </w:r>
      <w:r w:rsidR="002A4158" w:rsidRPr="00DA4E77">
        <w:t>abord</w:t>
      </w:r>
      <w:r>
        <w:t> !</w:t>
      </w:r>
    </w:p>
    <w:p w14:paraId="0375E8F9" w14:textId="77777777" w:rsidR="00276CCE" w:rsidRDefault="002A4158" w:rsidP="002A4158">
      <w:r w:rsidRPr="00DA4E77">
        <w:t>Et</w:t>
      </w:r>
      <w:r w:rsidR="00276CCE">
        <w:t xml:space="preserve">, </w:t>
      </w:r>
      <w:r w:rsidRPr="00DA4E77">
        <w:t>par une douce contrainte</w:t>
      </w:r>
      <w:r w:rsidR="00276CCE">
        <w:t xml:space="preserve">, </w:t>
      </w:r>
      <w:r w:rsidRPr="00DA4E77">
        <w:t>il la force à absorber le bre</w:t>
      </w:r>
      <w:r w:rsidRPr="00DA4E77">
        <w:t>u</w:t>
      </w:r>
      <w:r w:rsidRPr="00DA4E77">
        <w:t>vage dont l</w:t>
      </w:r>
      <w:r w:rsidR="00276CCE">
        <w:t>’</w:t>
      </w:r>
      <w:r w:rsidRPr="00DA4E77">
        <w:t>effet immédiat ramène quelque couleur sur les pâles joues de la jeune fille</w:t>
      </w:r>
      <w:r w:rsidR="00276CCE">
        <w:t>.</w:t>
      </w:r>
    </w:p>
    <w:p w14:paraId="428999F0" w14:textId="77777777" w:rsidR="00276CCE" w:rsidRDefault="00276CCE" w:rsidP="002A4158">
      <w:r>
        <w:t>— </w:t>
      </w:r>
      <w:r w:rsidR="002A4158" w:rsidRPr="00DA4E77">
        <w:t>Allons</w:t>
      </w:r>
      <w:r>
        <w:t xml:space="preserve">, </w:t>
      </w:r>
      <w:r w:rsidR="002A4158" w:rsidRPr="00DA4E77">
        <w:t>ça va mieux</w:t>
      </w:r>
      <w:r>
        <w:t xml:space="preserve">, </w:t>
      </w:r>
      <w:r w:rsidR="002A4158" w:rsidRPr="00DA4E77">
        <w:t>n</w:t>
      </w:r>
      <w:r>
        <w:t>’</w:t>
      </w:r>
      <w:r w:rsidR="002A4158" w:rsidRPr="00DA4E77">
        <w:t>est-ce pas</w:t>
      </w:r>
      <w:r>
        <w:t xml:space="preserve"> ? </w:t>
      </w:r>
      <w:r w:rsidR="002A4158" w:rsidRPr="00DA4E77">
        <w:t>Et maintenant</w:t>
      </w:r>
      <w:r>
        <w:t xml:space="preserve">, </w:t>
      </w:r>
      <w:r w:rsidR="002A4158" w:rsidRPr="00DA4E77">
        <w:t>petite conquérante</w:t>
      </w:r>
      <w:r>
        <w:t xml:space="preserve">, </w:t>
      </w:r>
      <w:r w:rsidR="002A4158" w:rsidRPr="00DA4E77">
        <w:t xml:space="preserve">fait-il en tapotant sur les joues de </w:t>
      </w:r>
      <w:proofErr w:type="spellStart"/>
      <w:r w:rsidR="002A4158" w:rsidRPr="00DA4E77">
        <w:t>Glania</w:t>
      </w:r>
      <w:proofErr w:type="spellEnd"/>
      <w:r>
        <w:t xml:space="preserve">, </w:t>
      </w:r>
      <w:r w:rsidR="002A4158" w:rsidRPr="00DA4E77">
        <w:t xml:space="preserve">tu vas </w:t>
      </w:r>
      <w:r w:rsidR="002A4158" w:rsidRPr="00DA4E77">
        <w:rPr>
          <w:bCs/>
        </w:rPr>
        <w:t xml:space="preserve">nous </w:t>
      </w:r>
      <w:r w:rsidR="002A4158" w:rsidRPr="00DA4E77">
        <w:t>raconter par quel vent d</w:t>
      </w:r>
      <w:r>
        <w:t>’</w:t>
      </w:r>
      <w:r w:rsidR="002A4158" w:rsidRPr="00DA4E77">
        <w:t>aventure tu as voulu connaître n</w:t>
      </w:r>
      <w:r w:rsidR="002A4158" w:rsidRPr="00DA4E77">
        <w:t>o</w:t>
      </w:r>
      <w:r w:rsidR="002A4158" w:rsidRPr="00DA4E77">
        <w:t>tre île abandonnée</w:t>
      </w:r>
      <w:r>
        <w:t> ?</w:t>
      </w:r>
    </w:p>
    <w:p w14:paraId="377A38F2" w14:textId="77777777" w:rsidR="00276CCE" w:rsidRDefault="00276CCE" w:rsidP="002A4158">
      <w:r>
        <w:lastRenderedPageBreak/>
        <w:t>— </w:t>
      </w:r>
      <w:r w:rsidR="002A4158" w:rsidRPr="00DA4E77">
        <w:t>Oh</w:t>
      </w:r>
      <w:r>
        <w:t xml:space="preserve"> ! </w:t>
      </w:r>
      <w:r w:rsidR="002A4158" w:rsidRPr="00DA4E77">
        <w:t>maître</w:t>
      </w:r>
      <w:r>
        <w:t xml:space="preserve">, </w:t>
      </w:r>
      <w:r w:rsidR="002A4158" w:rsidRPr="00DA4E77">
        <w:t>le plus grand des maîtres</w:t>
      </w:r>
      <w:r>
        <w:t xml:space="preserve">, </w:t>
      </w:r>
      <w:r w:rsidR="002A4158" w:rsidRPr="00DA4E77">
        <w:t>toi dont on parle à travers le monde comme du confident même des dieux</w:t>
      </w:r>
      <w:r>
        <w:t xml:space="preserve">, </w:t>
      </w:r>
      <w:r w:rsidR="002A4158" w:rsidRPr="00DA4E77">
        <w:t>pa</w:t>
      </w:r>
      <w:r w:rsidR="002A4158" w:rsidRPr="00DA4E77">
        <w:t>r</w:t>
      </w:r>
      <w:r w:rsidR="002A4158" w:rsidRPr="00DA4E77">
        <w:t>donne-moi d</w:t>
      </w:r>
      <w:r>
        <w:t>’</w:t>
      </w:r>
      <w:r w:rsidR="002A4158" w:rsidRPr="00DA4E77">
        <w:t>avoir osé venir chez toi</w:t>
      </w:r>
      <w:r>
        <w:t xml:space="preserve">… </w:t>
      </w:r>
      <w:r w:rsidR="002A4158" w:rsidRPr="00DA4E77">
        <w:t>J</w:t>
      </w:r>
      <w:r>
        <w:t>’</w:t>
      </w:r>
      <w:r w:rsidR="002A4158" w:rsidRPr="00DA4E77">
        <w:t>avais des choses à d</w:t>
      </w:r>
      <w:r w:rsidR="002A4158" w:rsidRPr="00DA4E77">
        <w:t>i</w:t>
      </w:r>
      <w:r w:rsidR="002A4158" w:rsidRPr="00DA4E77">
        <w:t>re</w:t>
      </w:r>
      <w:r>
        <w:t xml:space="preserve">… </w:t>
      </w:r>
      <w:r w:rsidR="002A4158" w:rsidRPr="00DA4E77">
        <w:t>des choses graves</w:t>
      </w:r>
      <w:r>
        <w:t xml:space="preserve">… </w:t>
      </w:r>
      <w:r w:rsidR="002A4158" w:rsidRPr="00DA4E77">
        <w:t>et maintenant</w:t>
      </w:r>
      <w:r>
        <w:t xml:space="preserve">… </w:t>
      </w:r>
      <w:r w:rsidR="002A4158" w:rsidRPr="00DA4E77">
        <w:t>je n</w:t>
      </w:r>
      <w:r>
        <w:t>’</w:t>
      </w:r>
      <w:r w:rsidR="002A4158" w:rsidRPr="00DA4E77">
        <w:t>ose plus</w:t>
      </w:r>
      <w:r>
        <w:t>…</w:t>
      </w:r>
    </w:p>
    <w:p w14:paraId="58835FF3" w14:textId="77777777" w:rsidR="00276CCE" w:rsidRDefault="002A4158" w:rsidP="002A4158">
      <w:r w:rsidRPr="00DA4E77">
        <w:t>Et</w:t>
      </w:r>
      <w:r w:rsidR="00276CCE">
        <w:t xml:space="preserve">, </w:t>
      </w:r>
      <w:r w:rsidRPr="00DA4E77">
        <w:t>ce disant</w:t>
      </w:r>
      <w:r w:rsidR="00276CCE">
        <w:t xml:space="preserve">, </w:t>
      </w:r>
      <w:proofErr w:type="spellStart"/>
      <w:r w:rsidRPr="00DA4E77">
        <w:t>Glania</w:t>
      </w:r>
      <w:proofErr w:type="spellEnd"/>
      <w:r w:rsidRPr="00DA4E77">
        <w:t xml:space="preserve"> regarde </w:t>
      </w:r>
      <w:proofErr w:type="spellStart"/>
      <w:r w:rsidRPr="00DA4E77">
        <w:t>Oréa</w:t>
      </w:r>
      <w:proofErr w:type="spellEnd"/>
      <w:r w:rsidRPr="00DA4E77">
        <w:t xml:space="preserve"> d</w:t>
      </w:r>
      <w:r w:rsidR="00276CCE">
        <w:t>’</w:t>
      </w:r>
      <w:r w:rsidRPr="00DA4E77">
        <w:t>un œil craintif</w:t>
      </w:r>
      <w:r w:rsidR="00276CCE">
        <w:t xml:space="preserve">. </w:t>
      </w:r>
      <w:proofErr w:type="spellStart"/>
      <w:r w:rsidRPr="00DA4E77">
        <w:t>Oréus</w:t>
      </w:r>
      <w:proofErr w:type="spellEnd"/>
      <w:r w:rsidRPr="00DA4E77">
        <w:t xml:space="preserve"> devine la gêne de la Ligure</w:t>
      </w:r>
      <w:r w:rsidR="00276CCE">
        <w:t xml:space="preserve">, </w:t>
      </w:r>
      <w:r w:rsidRPr="00DA4E77">
        <w:t>et jette à sa fille un signe à peine perceptible</w:t>
      </w:r>
      <w:r w:rsidR="00276CCE">
        <w:t xml:space="preserve">, </w:t>
      </w:r>
      <w:r w:rsidRPr="00DA4E77">
        <w:t>mais immédiatement compris</w:t>
      </w:r>
      <w:r w:rsidR="00276CCE">
        <w:t>.</w:t>
      </w:r>
    </w:p>
    <w:p w14:paraId="29157E8C" w14:textId="77777777" w:rsidR="00276CCE" w:rsidRDefault="00276CCE" w:rsidP="002A4158">
      <w:r>
        <w:t>— </w:t>
      </w:r>
      <w:r w:rsidR="002A4158" w:rsidRPr="00DA4E77">
        <w:t>Mon père</w:t>
      </w:r>
      <w:r>
        <w:t xml:space="preserve">, </w:t>
      </w:r>
      <w:r w:rsidR="002A4158" w:rsidRPr="00DA4E77">
        <w:t>je te laisse seul un instant</w:t>
      </w:r>
      <w:r>
        <w:t>.</w:t>
      </w:r>
    </w:p>
    <w:p w14:paraId="1AB35A86" w14:textId="77777777" w:rsidR="00276CCE" w:rsidRDefault="00276CCE" w:rsidP="002A4158">
      <w:r>
        <w:t>— </w:t>
      </w:r>
      <w:r w:rsidR="002A4158" w:rsidRPr="00DA4E77">
        <w:t>Va</w:t>
      </w:r>
      <w:r>
        <w:t xml:space="preserve">, </w:t>
      </w:r>
      <w:r w:rsidR="002A4158" w:rsidRPr="00DA4E77">
        <w:t>ma fille</w:t>
      </w:r>
      <w:r>
        <w:t xml:space="preserve">, </w:t>
      </w:r>
      <w:r w:rsidR="002A4158" w:rsidRPr="00DA4E77">
        <w:t>je te rappellerai</w:t>
      </w:r>
      <w:r>
        <w:t>.</w:t>
      </w:r>
    </w:p>
    <w:p w14:paraId="5E3650EE" w14:textId="77777777" w:rsidR="00276CCE" w:rsidRDefault="002A4158" w:rsidP="002A4158">
      <w:proofErr w:type="spellStart"/>
      <w:r w:rsidRPr="00DA4E77">
        <w:t>Glania</w:t>
      </w:r>
      <w:proofErr w:type="spellEnd"/>
      <w:r w:rsidR="00276CCE">
        <w:t xml:space="preserve">, </w:t>
      </w:r>
      <w:r w:rsidRPr="00DA4E77">
        <w:t>la gorge suffoquée</w:t>
      </w:r>
      <w:r w:rsidR="00276CCE">
        <w:t xml:space="preserve">, </w:t>
      </w:r>
      <w:r w:rsidRPr="00DA4E77">
        <w:t>les yeux brouillés encore des larmes répandues</w:t>
      </w:r>
      <w:r w:rsidR="00276CCE">
        <w:t xml:space="preserve">, </w:t>
      </w:r>
      <w:r w:rsidRPr="00DA4E77">
        <w:t xml:space="preserve">regarde </w:t>
      </w:r>
      <w:proofErr w:type="spellStart"/>
      <w:r w:rsidRPr="00DA4E77">
        <w:t>Oréus</w:t>
      </w:r>
      <w:proofErr w:type="spellEnd"/>
      <w:r w:rsidRPr="00DA4E77">
        <w:t xml:space="preserve"> timidement</w:t>
      </w:r>
      <w:r w:rsidR="00276CCE">
        <w:t xml:space="preserve">. </w:t>
      </w:r>
      <w:r w:rsidRPr="00DA4E77">
        <w:t>L</w:t>
      </w:r>
      <w:r w:rsidR="00276CCE">
        <w:t>’</w:t>
      </w:r>
      <w:r w:rsidRPr="00DA4E77">
        <w:t>ancien Prince des Apôtres</w:t>
      </w:r>
      <w:r w:rsidR="00276CCE">
        <w:t xml:space="preserve">, </w:t>
      </w:r>
      <w:r w:rsidRPr="00DA4E77">
        <w:t>le fils d</w:t>
      </w:r>
      <w:r w:rsidR="00276CCE">
        <w:t>’</w:t>
      </w:r>
      <w:proofErr w:type="spellStart"/>
      <w:r w:rsidRPr="00DA4E77">
        <w:t>Ossur</w:t>
      </w:r>
      <w:proofErr w:type="spellEnd"/>
      <w:r w:rsidR="00276CCE">
        <w:t xml:space="preserve">, </w:t>
      </w:r>
      <w:r w:rsidRPr="00DA4E77">
        <w:t>le dompteur de fleuves</w:t>
      </w:r>
      <w:r w:rsidR="00276CCE">
        <w:t xml:space="preserve">, </w:t>
      </w:r>
      <w:r w:rsidRPr="00DA4E77">
        <w:t>le bâtisseur des Montagnes Saintes</w:t>
      </w:r>
      <w:r w:rsidR="00276CCE">
        <w:t xml:space="preserve">, </w:t>
      </w:r>
      <w:r w:rsidRPr="00DA4E77">
        <w:t>le maître d</w:t>
      </w:r>
      <w:r w:rsidR="00276CCE">
        <w:t>’</w:t>
      </w:r>
      <w:proofErr w:type="spellStart"/>
      <w:r w:rsidRPr="00DA4E77">
        <w:t>Hellas</w:t>
      </w:r>
      <w:proofErr w:type="spellEnd"/>
      <w:r w:rsidRPr="00DA4E77">
        <w:t xml:space="preserve"> et d</w:t>
      </w:r>
      <w:r w:rsidR="00276CCE">
        <w:t>’</w:t>
      </w:r>
      <w:proofErr w:type="spellStart"/>
      <w:r w:rsidRPr="00DA4E77">
        <w:t>Hermos</w:t>
      </w:r>
      <w:proofErr w:type="spellEnd"/>
      <w:r w:rsidR="00276CCE">
        <w:t xml:space="preserve">, </w:t>
      </w:r>
      <w:r w:rsidRPr="00DA4E77">
        <w:t>le s</w:t>
      </w:r>
      <w:r w:rsidRPr="00DA4E77">
        <w:t>a</w:t>
      </w:r>
      <w:r w:rsidRPr="00DA4E77">
        <w:t>vant le plus illustre de toute la terre</w:t>
      </w:r>
      <w:r w:rsidR="00276CCE">
        <w:t xml:space="preserve">, </w:t>
      </w:r>
      <w:r w:rsidRPr="00DA4E77">
        <w:t>celui en qui le peuple voit un mage surnaturel et ses ennemis un démon néfaste</w:t>
      </w:r>
      <w:r w:rsidR="00276CCE">
        <w:t xml:space="preserve">, </w:t>
      </w:r>
      <w:proofErr w:type="spellStart"/>
      <w:r w:rsidRPr="00DA4E77">
        <w:t>Oréus</w:t>
      </w:r>
      <w:proofErr w:type="spellEnd"/>
      <w:r w:rsidR="00276CCE">
        <w:t xml:space="preserve">, </w:t>
      </w:r>
      <w:r w:rsidRPr="00DA4E77">
        <w:t>entre déjà dans sa soixante-dixième année</w:t>
      </w:r>
      <w:r w:rsidR="00276CCE">
        <w:t xml:space="preserve">, </w:t>
      </w:r>
      <w:r w:rsidRPr="00DA4E77">
        <w:t>et sa vigueur ferait envie à maint jeune homme</w:t>
      </w:r>
      <w:r w:rsidR="00276CCE">
        <w:t xml:space="preserve">. </w:t>
      </w:r>
      <w:r w:rsidRPr="00DA4E77">
        <w:t>Son front</w:t>
      </w:r>
      <w:r w:rsidR="00276CCE">
        <w:t xml:space="preserve">, </w:t>
      </w:r>
      <w:r w:rsidRPr="00DA4E77">
        <w:t>très large aux tempes</w:t>
      </w:r>
      <w:r w:rsidR="00276CCE">
        <w:t xml:space="preserve">, </w:t>
      </w:r>
      <w:r w:rsidRPr="00DA4E77">
        <w:t>est couronné par d</w:t>
      </w:r>
      <w:r w:rsidR="00276CCE">
        <w:t>’</w:t>
      </w:r>
      <w:r w:rsidRPr="00DA4E77">
        <w:t>épais cheveux blancs maintenus par une bandelette noire</w:t>
      </w:r>
      <w:r w:rsidR="00276CCE">
        <w:t xml:space="preserve">. </w:t>
      </w:r>
      <w:r w:rsidRPr="00DA4E77">
        <w:t>Une barbe longue</w:t>
      </w:r>
      <w:r w:rsidR="00276CCE">
        <w:t xml:space="preserve">, </w:t>
      </w:r>
      <w:r w:rsidRPr="00DA4E77">
        <w:t>d</w:t>
      </w:r>
      <w:r w:rsidR="00276CCE">
        <w:t>’</w:t>
      </w:r>
      <w:r w:rsidRPr="00DA4E77">
        <w:t>argent clair</w:t>
      </w:r>
      <w:r w:rsidR="00276CCE">
        <w:t xml:space="preserve">, </w:t>
      </w:r>
      <w:r w:rsidRPr="00DA4E77">
        <w:t>soigneus</w:t>
      </w:r>
      <w:r w:rsidRPr="00DA4E77">
        <w:t>e</w:t>
      </w:r>
      <w:r w:rsidRPr="00DA4E77">
        <w:t>ment séparée en deux pointes</w:t>
      </w:r>
      <w:r w:rsidR="00276CCE">
        <w:t xml:space="preserve">, </w:t>
      </w:r>
      <w:r w:rsidRPr="00DA4E77">
        <w:t>achève de donner à son visage une imposante majesté</w:t>
      </w:r>
      <w:r w:rsidR="00276CCE">
        <w:t xml:space="preserve">, </w:t>
      </w:r>
      <w:r w:rsidRPr="00DA4E77">
        <w:t>mais ses yeux fins</w:t>
      </w:r>
      <w:r w:rsidR="00276CCE">
        <w:t xml:space="preserve">, </w:t>
      </w:r>
      <w:r w:rsidRPr="00DA4E77">
        <w:t>souriants</w:t>
      </w:r>
      <w:r w:rsidR="00276CCE">
        <w:t xml:space="preserve">, </w:t>
      </w:r>
      <w:r w:rsidRPr="00DA4E77">
        <w:t>parfois même doucement ironiques</w:t>
      </w:r>
      <w:r w:rsidR="00276CCE">
        <w:t xml:space="preserve">, </w:t>
      </w:r>
      <w:r w:rsidRPr="00DA4E77">
        <w:t>et la lèvre dont les coins plissés a</w:t>
      </w:r>
      <w:r w:rsidRPr="00DA4E77">
        <w:t>t</w:t>
      </w:r>
      <w:r w:rsidRPr="00DA4E77">
        <w:t>testent une indulgente raillerie</w:t>
      </w:r>
      <w:r w:rsidR="00276CCE">
        <w:t xml:space="preserve">, </w:t>
      </w:r>
      <w:r w:rsidRPr="00DA4E77">
        <w:t>font qu</w:t>
      </w:r>
      <w:r w:rsidR="00276CCE">
        <w:t>’</w:t>
      </w:r>
      <w:proofErr w:type="spellStart"/>
      <w:r w:rsidRPr="00DA4E77">
        <w:t>Oréus</w:t>
      </w:r>
      <w:proofErr w:type="spellEnd"/>
      <w:r w:rsidR="00276CCE">
        <w:t xml:space="preserve">, </w:t>
      </w:r>
      <w:r w:rsidRPr="00DA4E77">
        <w:t>dans l</w:t>
      </w:r>
      <w:r w:rsidR="00276CCE">
        <w:t>’</w:t>
      </w:r>
      <w:r w:rsidRPr="00DA4E77">
        <w:t>intimité de la vie quotidienne</w:t>
      </w:r>
      <w:r w:rsidR="00276CCE">
        <w:t xml:space="preserve">, </w:t>
      </w:r>
      <w:r w:rsidRPr="00DA4E77">
        <w:t>répand autour de lui l</w:t>
      </w:r>
      <w:r w:rsidR="00276CCE">
        <w:t>’</w:t>
      </w:r>
      <w:r w:rsidRPr="00DA4E77">
        <w:t>attrait irrésistible d</w:t>
      </w:r>
      <w:r w:rsidR="00276CCE">
        <w:t>’</w:t>
      </w:r>
      <w:r w:rsidRPr="00DA4E77">
        <w:t>une bonhomie puissante</w:t>
      </w:r>
      <w:r w:rsidR="00276CCE">
        <w:t xml:space="preserve">. </w:t>
      </w:r>
      <w:r w:rsidRPr="00DA4E77">
        <w:t>Et ces mêmes yeux</w:t>
      </w:r>
      <w:r w:rsidR="00276CCE">
        <w:t xml:space="preserve">, </w:t>
      </w:r>
      <w:r w:rsidRPr="00DA4E77">
        <w:t>quand l</w:t>
      </w:r>
      <w:r w:rsidR="00276CCE">
        <w:t>’</w:t>
      </w:r>
      <w:r w:rsidRPr="00DA4E77">
        <w:t>enthousiasme ou la colère les allume</w:t>
      </w:r>
      <w:r w:rsidR="00276CCE">
        <w:t xml:space="preserve">, </w:t>
      </w:r>
      <w:r w:rsidRPr="00DA4E77">
        <w:t>et ces mêmes lèvres</w:t>
      </w:r>
      <w:r w:rsidR="00276CCE">
        <w:t xml:space="preserve">, </w:t>
      </w:r>
      <w:r w:rsidRPr="00DA4E77">
        <w:t>quand y éclatent d</w:t>
      </w:r>
      <w:r w:rsidR="00276CCE">
        <w:t>’</w:t>
      </w:r>
      <w:r w:rsidRPr="00DA4E77">
        <w:t>ardentes paroles</w:t>
      </w:r>
      <w:r w:rsidR="00276CCE">
        <w:t xml:space="preserve">, </w:t>
      </w:r>
      <w:r w:rsidRPr="00DA4E77">
        <w:t>transforment cette physi</w:t>
      </w:r>
      <w:r w:rsidRPr="00DA4E77">
        <w:t>o</w:t>
      </w:r>
      <w:r w:rsidRPr="00DA4E77">
        <w:t>nomie bienveillante en un masque terrible comme d</w:t>
      </w:r>
      <w:r w:rsidR="00276CCE">
        <w:t>’</w:t>
      </w:r>
      <w:r w:rsidRPr="00DA4E77">
        <w:t>un lion</w:t>
      </w:r>
      <w:r w:rsidR="00276CCE">
        <w:t xml:space="preserve">, </w:t>
      </w:r>
      <w:r w:rsidRPr="00DA4E77">
        <w:t>aux regards fulgurants comme d</w:t>
      </w:r>
      <w:r w:rsidR="00276CCE">
        <w:t>’</w:t>
      </w:r>
      <w:r w:rsidRPr="00DA4E77">
        <w:t>un aigle</w:t>
      </w:r>
      <w:r w:rsidR="00276CCE">
        <w:t>.</w:t>
      </w:r>
    </w:p>
    <w:p w14:paraId="03219331" w14:textId="77777777" w:rsidR="00276CCE" w:rsidRDefault="00276CCE" w:rsidP="00276CCE">
      <w:pPr>
        <w:pStyle w:val="Titre2"/>
        <w:rPr>
          <w:i/>
        </w:rPr>
      </w:pPr>
      <w:bookmarkStart w:id="16" w:name="_Toc194842002"/>
      <w:r w:rsidRPr="00DA4E77">
        <w:lastRenderedPageBreak/>
        <w:t>Scène</w:t>
      </w:r>
      <w:r>
        <w:t> </w:t>
      </w:r>
      <w:r w:rsidRPr="00DA4E77">
        <w:t>V</w:t>
      </w:r>
      <w:r>
        <w:t xml:space="preserve">. – </w:t>
      </w:r>
      <w:r w:rsidR="002A4158" w:rsidRPr="00DA4E77">
        <w:rPr>
          <w:i/>
        </w:rPr>
        <w:t xml:space="preserve">Les confidences de </w:t>
      </w:r>
      <w:proofErr w:type="spellStart"/>
      <w:r w:rsidR="002A4158" w:rsidRPr="00DA4E77">
        <w:rPr>
          <w:i/>
        </w:rPr>
        <w:t>Glania</w:t>
      </w:r>
      <w:proofErr w:type="spellEnd"/>
      <w:r>
        <w:rPr>
          <w:i/>
        </w:rPr>
        <w:t>.</w:t>
      </w:r>
      <w:bookmarkEnd w:id="16"/>
    </w:p>
    <w:p w14:paraId="557D8FA2" w14:textId="77777777" w:rsidR="00276CCE" w:rsidRDefault="002A4158" w:rsidP="002A4158">
      <w:r w:rsidRPr="00DA4E77">
        <w:t>Maintenant</w:t>
      </w:r>
      <w:r w:rsidR="00276CCE">
        <w:t xml:space="preserve">, </w:t>
      </w:r>
      <w:r w:rsidRPr="00DA4E77">
        <w:t>dans la chambre claire où le soleil vient de p</w:t>
      </w:r>
      <w:r w:rsidRPr="00DA4E77">
        <w:t>é</w:t>
      </w:r>
      <w:r w:rsidRPr="00DA4E77">
        <w:t>nétrer</w:t>
      </w:r>
      <w:r w:rsidR="00276CCE">
        <w:t xml:space="preserve">, </w:t>
      </w:r>
      <w:r w:rsidRPr="00DA4E77">
        <w:t>le maître a des tendresses d</w:t>
      </w:r>
      <w:r w:rsidR="00276CCE">
        <w:t>’</w:t>
      </w:r>
      <w:r w:rsidRPr="00DA4E77">
        <w:t>aïeul</w:t>
      </w:r>
      <w:r w:rsidR="00276CCE">
        <w:t xml:space="preserve">, </w:t>
      </w:r>
      <w:r w:rsidRPr="00DA4E77">
        <w:t>et la douceur de son sourire</w:t>
      </w:r>
      <w:r w:rsidR="00276CCE">
        <w:t xml:space="preserve">, </w:t>
      </w:r>
      <w:r w:rsidRPr="00DA4E77">
        <w:t>la bienveillance de ses yeux aux coins bridés</w:t>
      </w:r>
      <w:r w:rsidR="00276CCE">
        <w:t xml:space="preserve">, </w:t>
      </w:r>
      <w:r w:rsidRPr="00DA4E77">
        <w:t xml:space="preserve">rassurent tout à fait </w:t>
      </w:r>
      <w:proofErr w:type="spellStart"/>
      <w:r w:rsidRPr="00DA4E77">
        <w:t>Glania</w:t>
      </w:r>
      <w:proofErr w:type="spellEnd"/>
      <w:r w:rsidR="00276CCE">
        <w:t>.</w:t>
      </w:r>
    </w:p>
    <w:p w14:paraId="7DA33DEF" w14:textId="77777777" w:rsidR="00276CCE" w:rsidRDefault="00276CCE" w:rsidP="002A4158">
      <w:r>
        <w:t>— </w:t>
      </w:r>
      <w:r w:rsidR="002A4158" w:rsidRPr="00DA4E77">
        <w:t>Maître</w:t>
      </w:r>
      <w:r>
        <w:t xml:space="preserve">, </w:t>
      </w:r>
      <w:r w:rsidR="002A4158" w:rsidRPr="00DA4E77">
        <w:t>commence-t-elle</w:t>
      </w:r>
      <w:r>
        <w:t xml:space="preserve">, </w:t>
      </w:r>
      <w:r w:rsidR="002A4158" w:rsidRPr="00DA4E77">
        <w:t xml:space="preserve">en </w:t>
      </w:r>
      <w:proofErr w:type="gramStart"/>
      <w:r w:rsidR="002A4158" w:rsidRPr="00DA4E77">
        <w:t>faisant</w:t>
      </w:r>
      <w:proofErr w:type="gramEnd"/>
      <w:r w:rsidR="002A4158" w:rsidRPr="00DA4E77">
        <w:t xml:space="preserve"> un effort pour se r</w:t>
      </w:r>
      <w:r w:rsidR="002A4158" w:rsidRPr="00DA4E77">
        <w:t>e</w:t>
      </w:r>
      <w:r w:rsidR="002A4158" w:rsidRPr="00DA4E77">
        <w:t>dresser</w:t>
      </w:r>
      <w:r>
        <w:t xml:space="preserve">, </w:t>
      </w:r>
      <w:r w:rsidR="002A4158" w:rsidRPr="00DA4E77">
        <w:t>maître</w:t>
      </w:r>
      <w:r>
        <w:t xml:space="preserve">, </w:t>
      </w:r>
      <w:r w:rsidR="002A4158" w:rsidRPr="00DA4E77">
        <w:t>tu vas me trouver folle</w:t>
      </w:r>
      <w:r>
        <w:t xml:space="preserve">. </w:t>
      </w:r>
      <w:r w:rsidR="002A4158" w:rsidRPr="00DA4E77">
        <w:t>Je ne suis qu</w:t>
      </w:r>
      <w:r>
        <w:t>’</w:t>
      </w:r>
      <w:r w:rsidR="002A4158" w:rsidRPr="00DA4E77">
        <w:t>une toute petite Barbare</w:t>
      </w:r>
      <w:r>
        <w:t xml:space="preserve">, </w:t>
      </w:r>
      <w:r w:rsidR="002A4158" w:rsidRPr="00DA4E77">
        <w:t>et tu es aussi grand qu</w:t>
      </w:r>
      <w:r>
        <w:t>’</w:t>
      </w:r>
      <w:r w:rsidR="002A4158" w:rsidRPr="00DA4E77">
        <w:t>un dieu</w:t>
      </w:r>
      <w:r>
        <w:t xml:space="preserve">. </w:t>
      </w:r>
      <w:r w:rsidR="002A4158" w:rsidRPr="00DA4E77">
        <w:t>Mais les dieux</w:t>
      </w:r>
      <w:r>
        <w:t xml:space="preserve">, </w:t>
      </w:r>
      <w:r w:rsidR="002A4158" w:rsidRPr="00DA4E77">
        <w:t>dit-on</w:t>
      </w:r>
      <w:r>
        <w:t xml:space="preserve">, </w:t>
      </w:r>
      <w:r w:rsidR="002A4158" w:rsidRPr="00DA4E77">
        <w:t>écoutent nos prières</w:t>
      </w:r>
      <w:r>
        <w:t xml:space="preserve">. </w:t>
      </w:r>
      <w:r w:rsidR="002A4158" w:rsidRPr="00DA4E77">
        <w:t>Tu écouteras la mienne</w:t>
      </w:r>
      <w:r>
        <w:t xml:space="preserve"> ? </w:t>
      </w:r>
      <w:r w:rsidR="002A4158" w:rsidRPr="00DA4E77">
        <w:t>D</w:t>
      </w:r>
      <w:r>
        <w:t>’</w:t>
      </w:r>
      <w:r w:rsidR="002A4158" w:rsidRPr="00DA4E77">
        <w:t>ailleurs</w:t>
      </w:r>
      <w:r>
        <w:t xml:space="preserve">, </w:t>
      </w:r>
      <w:r w:rsidR="002A4158" w:rsidRPr="00DA4E77">
        <w:t>il s</w:t>
      </w:r>
      <w:r>
        <w:t>’</w:t>
      </w:r>
      <w:r w:rsidR="002A4158" w:rsidRPr="00DA4E77">
        <w:t>agit de la vie de quelqu</w:t>
      </w:r>
      <w:r>
        <w:t>’</w:t>
      </w:r>
      <w:r w:rsidR="002A4158" w:rsidRPr="00DA4E77">
        <w:t>un</w:t>
      </w:r>
      <w:r>
        <w:t>.</w:t>
      </w:r>
    </w:p>
    <w:p w14:paraId="67C167C1" w14:textId="77777777" w:rsidR="00276CCE" w:rsidRDefault="00276CCE" w:rsidP="002A4158">
      <w:r>
        <w:t>— </w:t>
      </w:r>
      <w:r w:rsidR="002A4158" w:rsidRPr="00DA4E77">
        <w:t>Chère enfant</w:t>
      </w:r>
      <w:r>
        <w:t xml:space="preserve">, </w:t>
      </w:r>
      <w:r w:rsidR="002A4158" w:rsidRPr="00DA4E77">
        <w:t xml:space="preserve">répond </w:t>
      </w:r>
      <w:proofErr w:type="spellStart"/>
      <w:r w:rsidR="002A4158" w:rsidRPr="00DA4E77">
        <w:t>Oréus</w:t>
      </w:r>
      <w:proofErr w:type="spellEnd"/>
      <w:r w:rsidR="002A4158" w:rsidRPr="00DA4E77">
        <w:t xml:space="preserve"> avec un sourire d</w:t>
      </w:r>
      <w:r>
        <w:t>’</w:t>
      </w:r>
      <w:r w:rsidR="002A4158" w:rsidRPr="00DA4E77">
        <w:t>ineffable commisération</w:t>
      </w:r>
      <w:r>
        <w:t xml:space="preserve">, </w:t>
      </w:r>
      <w:r w:rsidR="002A4158" w:rsidRPr="00DA4E77">
        <w:t>je compte aussi peu devant les dieux que le plus humble matelot de la rade</w:t>
      </w:r>
      <w:r>
        <w:t> !</w:t>
      </w:r>
    </w:p>
    <w:p w14:paraId="45F98CE1" w14:textId="77777777" w:rsidR="00276CCE" w:rsidRDefault="00276CCE" w:rsidP="002A4158">
      <w:r>
        <w:t>— </w:t>
      </w:r>
      <w:r w:rsidR="002A4158" w:rsidRPr="00DA4E77">
        <w:t>Oh</w:t>
      </w:r>
      <w:r>
        <w:t xml:space="preserve"> ! </w:t>
      </w:r>
      <w:r w:rsidR="002A4158" w:rsidRPr="00DA4E77">
        <w:t>maître</w:t>
      </w:r>
      <w:r>
        <w:t xml:space="preserve">, </w:t>
      </w:r>
      <w:r w:rsidR="002A4158" w:rsidRPr="00DA4E77">
        <w:t>ne me repousse pas</w:t>
      </w:r>
      <w:r>
        <w:t xml:space="preserve"> ! </w:t>
      </w:r>
      <w:r w:rsidR="002A4158" w:rsidRPr="00DA4E77">
        <w:t>Je sais que tu gouve</w:t>
      </w:r>
      <w:r w:rsidR="002A4158" w:rsidRPr="00DA4E77">
        <w:t>r</w:t>
      </w:r>
      <w:r w:rsidR="002A4158" w:rsidRPr="00DA4E77">
        <w:t>nes d</w:t>
      </w:r>
      <w:r>
        <w:t>’</w:t>
      </w:r>
      <w:r w:rsidR="002A4158" w:rsidRPr="00DA4E77">
        <w:t>invisibles forces</w:t>
      </w:r>
      <w:r>
        <w:t xml:space="preserve">. </w:t>
      </w:r>
      <w:r w:rsidR="002A4158" w:rsidRPr="00DA4E77">
        <w:t>Par pitié</w:t>
      </w:r>
      <w:r>
        <w:t xml:space="preserve">, </w:t>
      </w:r>
      <w:r w:rsidR="002A4158" w:rsidRPr="00DA4E77">
        <w:t>soulève-les</w:t>
      </w:r>
      <w:r>
        <w:t xml:space="preserve">… </w:t>
      </w:r>
      <w:r w:rsidR="002A4158" w:rsidRPr="00DA4E77">
        <w:t>pour celui qu</w:t>
      </w:r>
      <w:r>
        <w:t>’</w:t>
      </w:r>
      <w:r w:rsidR="002A4158" w:rsidRPr="00DA4E77">
        <w:t>il faut que tu sauves</w:t>
      </w:r>
      <w:r>
        <w:t>…</w:t>
      </w:r>
    </w:p>
    <w:p w14:paraId="089C0FE3" w14:textId="77777777" w:rsidR="00276CCE" w:rsidRDefault="00276CCE" w:rsidP="002A4158">
      <w:r>
        <w:t>— </w:t>
      </w:r>
      <w:r w:rsidR="002A4158" w:rsidRPr="00DA4E77">
        <w:t>Qui donc</w:t>
      </w:r>
      <w:r>
        <w:t xml:space="preserve">, </w:t>
      </w:r>
      <w:r w:rsidR="002A4158" w:rsidRPr="00DA4E77">
        <w:t>mon enfant</w:t>
      </w:r>
      <w:r>
        <w:t> ?</w:t>
      </w:r>
    </w:p>
    <w:p w14:paraId="180A6D67" w14:textId="77777777" w:rsidR="00276CCE" w:rsidRDefault="00276CCE" w:rsidP="002A4158">
      <w:r>
        <w:t>— </w:t>
      </w:r>
      <w:proofErr w:type="spellStart"/>
      <w:r w:rsidR="002A4158" w:rsidRPr="00DA4E77">
        <w:t>Hellas</w:t>
      </w:r>
      <w:proofErr w:type="spellEnd"/>
      <w:r>
        <w:t xml:space="preserve">, </w:t>
      </w:r>
      <w:r w:rsidR="002A4158" w:rsidRPr="00DA4E77">
        <w:t>maître</w:t>
      </w:r>
      <w:r>
        <w:t xml:space="preserve"> ! </w:t>
      </w:r>
      <w:r w:rsidR="002A4158" w:rsidRPr="00DA4E77">
        <w:t>prononce-t-elle d</w:t>
      </w:r>
      <w:r>
        <w:t>’</w:t>
      </w:r>
      <w:r w:rsidR="002A4158" w:rsidRPr="00DA4E77">
        <w:t>une voix étouffée</w:t>
      </w:r>
      <w:r>
        <w:t>.</w:t>
      </w:r>
    </w:p>
    <w:p w14:paraId="0872227A" w14:textId="77777777" w:rsidR="00276CCE" w:rsidRDefault="00276CCE" w:rsidP="002A4158">
      <w:r>
        <w:t>— </w:t>
      </w:r>
      <w:proofErr w:type="spellStart"/>
      <w:r w:rsidR="002A4158" w:rsidRPr="00DA4E77">
        <w:t>Hell</w:t>
      </w:r>
      <w:proofErr w:type="spellEnd"/>
      <w:r>
        <w:t>…</w:t>
      </w:r>
    </w:p>
    <w:p w14:paraId="52931734" w14:textId="77777777" w:rsidR="00276CCE" w:rsidRDefault="00276CCE" w:rsidP="002A4158">
      <w:r>
        <w:t>— </w:t>
      </w:r>
      <w:r w:rsidR="002A4158" w:rsidRPr="00DA4E77">
        <w:t>Ne crie pas ce mot</w:t>
      </w:r>
      <w:r>
        <w:t xml:space="preserve">. </w:t>
      </w:r>
      <w:r w:rsidR="002A4158" w:rsidRPr="00DA4E77">
        <w:t>Je ne veux pas qu</w:t>
      </w:r>
      <w:r>
        <w:t>’</w:t>
      </w:r>
      <w:proofErr w:type="spellStart"/>
      <w:r w:rsidR="002A4158" w:rsidRPr="00DA4E77">
        <w:t>Oréa</w:t>
      </w:r>
      <w:proofErr w:type="spellEnd"/>
      <w:r w:rsidR="002A4158" w:rsidRPr="00DA4E77">
        <w:t xml:space="preserve"> l</w:t>
      </w:r>
      <w:r>
        <w:t>’</w:t>
      </w:r>
      <w:r w:rsidR="002A4158" w:rsidRPr="00DA4E77">
        <w:t>entende</w:t>
      </w:r>
      <w:r>
        <w:t xml:space="preserve">. </w:t>
      </w:r>
      <w:r w:rsidR="002A4158" w:rsidRPr="00DA4E77">
        <w:t>Je sais qu</w:t>
      </w:r>
      <w:r>
        <w:t>’</w:t>
      </w:r>
      <w:r w:rsidR="002A4158" w:rsidRPr="00DA4E77">
        <w:t>elle l</w:t>
      </w:r>
      <w:r>
        <w:t>’</w:t>
      </w:r>
      <w:r w:rsidR="002A4158" w:rsidRPr="00DA4E77">
        <w:t>aime</w:t>
      </w:r>
      <w:r>
        <w:t xml:space="preserve">, </w:t>
      </w:r>
      <w:r w:rsidR="002A4158" w:rsidRPr="00DA4E77">
        <w:t>et elle est si belle</w:t>
      </w:r>
      <w:r>
        <w:t xml:space="preserve">, </w:t>
      </w:r>
      <w:r w:rsidR="002A4158" w:rsidRPr="00DA4E77">
        <w:t>si bonne</w:t>
      </w:r>
      <w:r>
        <w:t xml:space="preserve">, </w:t>
      </w:r>
      <w:r w:rsidR="002A4158" w:rsidRPr="00DA4E77">
        <w:t>que je mourrais de lui causer quelque chagrin</w:t>
      </w:r>
      <w:r>
        <w:t xml:space="preserve">. </w:t>
      </w:r>
      <w:r w:rsidR="002A4158" w:rsidRPr="00DA4E77">
        <w:t>Mais il fallait te dire ces choses terribles</w:t>
      </w:r>
      <w:r>
        <w:t>.</w:t>
      </w:r>
    </w:p>
    <w:p w14:paraId="16CC2DE1" w14:textId="77777777" w:rsidR="00276CCE" w:rsidRDefault="002A4158" w:rsidP="002A4158">
      <w:r w:rsidRPr="00DA4E77">
        <w:t>D</w:t>
      </w:r>
      <w:r w:rsidR="00276CCE">
        <w:t>’</w:t>
      </w:r>
      <w:r w:rsidRPr="00DA4E77">
        <w:t>un trait</w:t>
      </w:r>
      <w:r w:rsidR="00276CCE">
        <w:t xml:space="preserve">, </w:t>
      </w:r>
      <w:proofErr w:type="spellStart"/>
      <w:r w:rsidRPr="00DA4E77">
        <w:t>Glania</w:t>
      </w:r>
      <w:proofErr w:type="spellEnd"/>
      <w:r w:rsidRPr="00DA4E77">
        <w:t xml:space="preserve"> raconte à </w:t>
      </w:r>
      <w:proofErr w:type="spellStart"/>
      <w:r w:rsidRPr="00DA4E77">
        <w:t>Oréus</w:t>
      </w:r>
      <w:proofErr w:type="spellEnd"/>
      <w:r w:rsidRPr="00DA4E77">
        <w:t xml:space="preserve"> sa propre vie</w:t>
      </w:r>
      <w:r w:rsidR="00276CCE">
        <w:t xml:space="preserve">, </w:t>
      </w:r>
      <w:r w:rsidRPr="00DA4E77">
        <w:t>rappelle les scènes de la veille et les confidences des bardes</w:t>
      </w:r>
      <w:r w:rsidR="00276CCE">
        <w:t>.</w:t>
      </w:r>
    </w:p>
    <w:p w14:paraId="155683EA" w14:textId="77777777" w:rsidR="00276CCE" w:rsidRDefault="00276CCE" w:rsidP="002A4158">
      <w:r>
        <w:lastRenderedPageBreak/>
        <w:t>— </w:t>
      </w:r>
      <w:r w:rsidR="002A4158" w:rsidRPr="00DA4E77">
        <w:t>Âme exquise</w:t>
      </w:r>
      <w:r>
        <w:t xml:space="preserve">, </w:t>
      </w:r>
      <w:r w:rsidR="002A4158" w:rsidRPr="00DA4E77">
        <w:t xml:space="preserve">fait </w:t>
      </w:r>
      <w:proofErr w:type="spellStart"/>
      <w:r w:rsidR="002A4158" w:rsidRPr="00DA4E77">
        <w:t>Oréus</w:t>
      </w:r>
      <w:proofErr w:type="spellEnd"/>
      <w:r>
        <w:t xml:space="preserve">, </w:t>
      </w:r>
      <w:r w:rsidR="002A4158" w:rsidRPr="00DA4E77">
        <w:t xml:space="preserve">en appuyant son pouce sur le front de </w:t>
      </w:r>
      <w:proofErr w:type="spellStart"/>
      <w:r w:rsidR="002A4158" w:rsidRPr="00DA4E77">
        <w:t>Glania</w:t>
      </w:r>
      <w:proofErr w:type="spellEnd"/>
      <w:r>
        <w:t xml:space="preserve">, </w:t>
      </w:r>
      <w:r w:rsidR="002A4158" w:rsidRPr="00DA4E77">
        <w:t>cœur noble et vraiment divin</w:t>
      </w:r>
      <w:r>
        <w:t xml:space="preserve">, </w:t>
      </w:r>
      <w:r w:rsidR="002A4158" w:rsidRPr="00DA4E77">
        <w:t>repose-toi</w:t>
      </w:r>
      <w:r>
        <w:t xml:space="preserve">, </w:t>
      </w:r>
      <w:r w:rsidR="002A4158" w:rsidRPr="00DA4E77">
        <w:t>ne crains rien</w:t>
      </w:r>
      <w:r>
        <w:t>…</w:t>
      </w:r>
    </w:p>
    <w:p w14:paraId="70606844" w14:textId="77777777" w:rsidR="00276CCE" w:rsidRDefault="00276CCE" w:rsidP="002A4158">
      <w:r>
        <w:t>— </w:t>
      </w:r>
      <w:r w:rsidR="002A4158" w:rsidRPr="00DA4E77">
        <w:t>Mais lui</w:t>
      </w:r>
      <w:r>
        <w:t xml:space="preserve">, </w:t>
      </w:r>
      <w:r w:rsidR="002A4158" w:rsidRPr="00DA4E77">
        <w:t>maître</w:t>
      </w:r>
      <w:r>
        <w:t xml:space="preserve">, </w:t>
      </w:r>
      <w:r w:rsidR="002A4158" w:rsidRPr="00DA4E77">
        <w:t>lui</w:t>
      </w:r>
      <w:r>
        <w:t> ?</w:t>
      </w:r>
    </w:p>
    <w:p w14:paraId="63277A2F" w14:textId="77777777" w:rsidR="00276CCE" w:rsidRDefault="00276CCE" w:rsidP="002A4158">
      <w:r>
        <w:t>— </w:t>
      </w:r>
      <w:r w:rsidR="002A4158" w:rsidRPr="00DA4E77">
        <w:t>Sois tranquille</w:t>
      </w:r>
      <w:r>
        <w:t xml:space="preserve">, </w:t>
      </w:r>
      <w:r w:rsidR="002A4158" w:rsidRPr="00DA4E77">
        <w:t>mon enfant</w:t>
      </w:r>
      <w:r>
        <w:t xml:space="preserve">. </w:t>
      </w:r>
      <w:r w:rsidR="002A4158" w:rsidRPr="00DA4E77">
        <w:t xml:space="preserve">Ton </w:t>
      </w:r>
      <w:proofErr w:type="spellStart"/>
      <w:r w:rsidR="002A4158" w:rsidRPr="00DA4E77">
        <w:t>Hellas</w:t>
      </w:r>
      <w:proofErr w:type="spellEnd"/>
      <w:r w:rsidR="002A4158" w:rsidRPr="00DA4E77">
        <w:t xml:space="preserve"> sera sauvé</w:t>
      </w:r>
      <w:r>
        <w:t xml:space="preserve">. </w:t>
      </w:r>
      <w:r w:rsidR="002A4158" w:rsidRPr="00DA4E77">
        <w:t>Mais reste étendue</w:t>
      </w:r>
      <w:r>
        <w:t xml:space="preserve">. </w:t>
      </w:r>
      <w:r w:rsidR="002A4158" w:rsidRPr="00DA4E77">
        <w:t>Nous allons bavarder comme de vieux amis</w:t>
      </w:r>
      <w:r>
        <w:t xml:space="preserve">. </w:t>
      </w:r>
      <w:r w:rsidR="002A4158" w:rsidRPr="00DA4E77">
        <w:t>Confie-moi ton cœur</w:t>
      </w:r>
      <w:r>
        <w:t xml:space="preserve">. </w:t>
      </w:r>
      <w:r w:rsidR="002A4158" w:rsidRPr="00DA4E77">
        <w:t>Il y a longtemps que tu l</w:t>
      </w:r>
      <w:r>
        <w:t>’</w:t>
      </w:r>
      <w:r w:rsidR="002A4158" w:rsidRPr="00DA4E77">
        <w:t>aimes</w:t>
      </w:r>
      <w:r>
        <w:t> ?</w:t>
      </w:r>
    </w:p>
    <w:p w14:paraId="6BDC4EF6" w14:textId="77777777" w:rsidR="00276CCE" w:rsidRDefault="00276CCE" w:rsidP="002A4158">
      <w:r>
        <w:t>— </w:t>
      </w:r>
      <w:r w:rsidR="002A4158" w:rsidRPr="00DA4E77">
        <w:t>Qui</w:t>
      </w:r>
      <w:r>
        <w:t> ?</w:t>
      </w:r>
    </w:p>
    <w:p w14:paraId="666FE9E5" w14:textId="77777777" w:rsidR="00276CCE" w:rsidRDefault="00276CCE" w:rsidP="002A4158">
      <w:r>
        <w:t>— </w:t>
      </w:r>
      <w:proofErr w:type="spellStart"/>
      <w:r w:rsidR="002A4158" w:rsidRPr="00DA4E77">
        <w:t>Hellas</w:t>
      </w:r>
      <w:proofErr w:type="spellEnd"/>
      <w:r>
        <w:t>.</w:t>
      </w:r>
    </w:p>
    <w:p w14:paraId="60390BC8" w14:textId="77777777" w:rsidR="00276CCE" w:rsidRDefault="00276CCE" w:rsidP="002A4158">
      <w:r>
        <w:t>— </w:t>
      </w:r>
      <w:r w:rsidR="002A4158" w:rsidRPr="00DA4E77">
        <w:t>Qui t</w:t>
      </w:r>
      <w:r>
        <w:t>’</w:t>
      </w:r>
      <w:r w:rsidR="002A4158" w:rsidRPr="00DA4E77">
        <w:t>a dit que je l</w:t>
      </w:r>
      <w:r>
        <w:t>’</w:t>
      </w:r>
      <w:r w:rsidR="002A4158" w:rsidRPr="00DA4E77">
        <w:t>aimais</w:t>
      </w:r>
      <w:r>
        <w:t> ?</w:t>
      </w:r>
    </w:p>
    <w:p w14:paraId="37B69949" w14:textId="77777777" w:rsidR="00276CCE" w:rsidRDefault="00276CCE" w:rsidP="002A4158">
      <w:r>
        <w:t>— </w:t>
      </w:r>
      <w:r w:rsidR="002A4158" w:rsidRPr="00DA4E77">
        <w:t>Admirable enfant</w:t>
      </w:r>
      <w:r>
        <w:t xml:space="preserve"> ! </w:t>
      </w:r>
      <w:r w:rsidR="002A4158" w:rsidRPr="00DA4E77">
        <w:t>crois-tu que je l</w:t>
      </w:r>
      <w:r>
        <w:t>’</w:t>
      </w:r>
      <w:r w:rsidR="002A4158" w:rsidRPr="00DA4E77">
        <w:t>ignore</w:t>
      </w:r>
      <w:r>
        <w:t> ?</w:t>
      </w:r>
    </w:p>
    <w:p w14:paraId="3010D275" w14:textId="77777777" w:rsidR="00276CCE" w:rsidRDefault="00276CCE" w:rsidP="002A4158">
      <w:r>
        <w:t>— </w:t>
      </w:r>
      <w:r w:rsidR="002A4158" w:rsidRPr="00DA4E77">
        <w:t>Oh</w:t>
      </w:r>
      <w:r>
        <w:t xml:space="preserve"> ! </w:t>
      </w:r>
      <w:r w:rsidR="002A4158" w:rsidRPr="00DA4E77">
        <w:t>maître</w:t>
      </w:r>
      <w:r>
        <w:t xml:space="preserve">, </w:t>
      </w:r>
      <w:r w:rsidR="002A4158" w:rsidRPr="00DA4E77">
        <w:t>puisque tu sais tout</w:t>
      </w:r>
      <w:r>
        <w:t xml:space="preserve">, </w:t>
      </w:r>
      <w:r w:rsidR="002A4158" w:rsidRPr="00DA4E77">
        <w:t>à quoi bon te cacher quelque chose</w:t>
      </w:r>
      <w:r>
        <w:t xml:space="preserve"> ? </w:t>
      </w:r>
      <w:r w:rsidR="002A4158" w:rsidRPr="00DA4E77">
        <w:t>Eh bien</w:t>
      </w:r>
      <w:r>
        <w:t xml:space="preserve">, </w:t>
      </w:r>
      <w:r w:rsidR="002A4158" w:rsidRPr="00DA4E77">
        <w:t>j</w:t>
      </w:r>
      <w:r>
        <w:t>’</w:t>
      </w:r>
      <w:r w:rsidR="002A4158" w:rsidRPr="00DA4E77">
        <w:t xml:space="preserve">aime </w:t>
      </w:r>
      <w:proofErr w:type="spellStart"/>
      <w:r w:rsidR="002A4158" w:rsidRPr="00DA4E77">
        <w:t>Hellas</w:t>
      </w:r>
      <w:proofErr w:type="spellEnd"/>
      <w:r>
        <w:t xml:space="preserve"> ! </w:t>
      </w:r>
      <w:r w:rsidR="002A4158" w:rsidRPr="00DA4E77">
        <w:t>Mais si tu savais co</w:t>
      </w:r>
      <w:r w:rsidR="002A4158" w:rsidRPr="00DA4E77">
        <w:t>m</w:t>
      </w:r>
      <w:r w:rsidR="002A4158" w:rsidRPr="00DA4E77">
        <w:t>ment je l</w:t>
      </w:r>
      <w:r>
        <w:t>’</w:t>
      </w:r>
      <w:r w:rsidR="002A4158" w:rsidRPr="00DA4E77">
        <w:t>aime</w:t>
      </w:r>
      <w:r>
        <w:t xml:space="preserve"> ! </w:t>
      </w:r>
      <w:r w:rsidR="002A4158" w:rsidRPr="00DA4E77">
        <w:t>Tu n</w:t>
      </w:r>
      <w:r>
        <w:t>’</w:t>
      </w:r>
      <w:r w:rsidR="002A4158" w:rsidRPr="00DA4E77">
        <w:t>as rien à craindre</w:t>
      </w:r>
      <w:r>
        <w:t xml:space="preserve">, </w:t>
      </w:r>
      <w:r w:rsidR="002A4158" w:rsidRPr="00DA4E77">
        <w:t>sache-le</w:t>
      </w:r>
      <w:r>
        <w:t xml:space="preserve">, </w:t>
      </w:r>
      <w:r w:rsidR="002A4158" w:rsidRPr="00DA4E77">
        <w:t xml:space="preserve">pour </w:t>
      </w:r>
      <w:proofErr w:type="spellStart"/>
      <w:r w:rsidR="002A4158" w:rsidRPr="00DA4E77">
        <w:t>Oréa</w:t>
      </w:r>
      <w:proofErr w:type="spellEnd"/>
      <w:r>
        <w:t xml:space="preserve"> ! </w:t>
      </w:r>
      <w:r w:rsidR="002A4158" w:rsidRPr="00DA4E77">
        <w:t>Le voir de loin</w:t>
      </w:r>
      <w:r>
        <w:t xml:space="preserve">, </w:t>
      </w:r>
      <w:r w:rsidR="002A4158" w:rsidRPr="00DA4E77">
        <w:t>savoir qu</w:t>
      </w:r>
      <w:r>
        <w:t>’</w:t>
      </w:r>
      <w:r w:rsidR="002A4158" w:rsidRPr="00DA4E77">
        <w:t>il existe</w:t>
      </w:r>
      <w:r>
        <w:t xml:space="preserve">, </w:t>
      </w:r>
      <w:r w:rsidR="002A4158" w:rsidRPr="00DA4E77">
        <w:t>qu</w:t>
      </w:r>
      <w:r>
        <w:t>’</w:t>
      </w:r>
      <w:r w:rsidR="002A4158" w:rsidRPr="00DA4E77">
        <w:t>il rayonne</w:t>
      </w:r>
      <w:r>
        <w:t xml:space="preserve">, </w:t>
      </w:r>
      <w:r w:rsidR="002A4158" w:rsidRPr="00DA4E77">
        <w:t>qu</w:t>
      </w:r>
      <w:r>
        <w:t>’</w:t>
      </w:r>
      <w:r w:rsidR="002A4158" w:rsidRPr="00DA4E77">
        <w:t>il emplit le monde de son nom</w:t>
      </w:r>
      <w:r>
        <w:t xml:space="preserve">, </w:t>
      </w:r>
      <w:r w:rsidR="002A4158" w:rsidRPr="00DA4E77">
        <w:t>voilà ma joie</w:t>
      </w:r>
      <w:r>
        <w:t xml:space="preserve"> ! </w:t>
      </w:r>
      <w:r w:rsidR="002A4158" w:rsidRPr="00DA4E77">
        <w:t>Il était si beau quand il vint pour la première fois dans ma cité lointaine</w:t>
      </w:r>
      <w:r>
        <w:t xml:space="preserve"> ! </w:t>
      </w:r>
      <w:r w:rsidR="002A4158" w:rsidRPr="00DA4E77">
        <w:t>Il apparut</w:t>
      </w:r>
      <w:r>
        <w:t xml:space="preserve">, </w:t>
      </w:r>
      <w:r w:rsidR="002A4158" w:rsidRPr="00DA4E77">
        <w:t>et son seul geste pacifia les hommes</w:t>
      </w:r>
      <w:r>
        <w:t xml:space="preserve">, </w:t>
      </w:r>
      <w:r w:rsidR="002A4158" w:rsidRPr="00DA4E77">
        <w:t>et son seul sourire attacha toutes les femmes sur ses pas</w:t>
      </w:r>
      <w:r>
        <w:t xml:space="preserve">. </w:t>
      </w:r>
      <w:r w:rsidR="002A4158" w:rsidRPr="00DA4E77">
        <w:t>Et moi</w:t>
      </w:r>
      <w:r>
        <w:t xml:space="preserve">, </w:t>
      </w:r>
      <w:r w:rsidR="002A4158" w:rsidRPr="00DA4E77">
        <w:t>toute petite</w:t>
      </w:r>
      <w:r>
        <w:t xml:space="preserve">, </w:t>
      </w:r>
      <w:r w:rsidR="002A4158" w:rsidRPr="00DA4E77">
        <w:t>il me fit signe</w:t>
      </w:r>
      <w:r>
        <w:t xml:space="preserve">, </w:t>
      </w:r>
      <w:r w:rsidR="002A4158" w:rsidRPr="00DA4E77">
        <w:t>et il mit dans mes mains des ramiers blancs qui palpitaient moins que mon cœur</w:t>
      </w:r>
      <w:r>
        <w:t>…</w:t>
      </w:r>
    </w:p>
    <w:p w14:paraId="4A062AA5" w14:textId="77777777" w:rsidR="00276CCE" w:rsidRDefault="002A4158" w:rsidP="002A4158">
      <w:r w:rsidRPr="00DA4E77">
        <w:t>Craintive</w:t>
      </w:r>
      <w:r w:rsidR="00276CCE">
        <w:t xml:space="preserve">, </w:t>
      </w:r>
      <w:r w:rsidRPr="00DA4E77">
        <w:t>soudain</w:t>
      </w:r>
      <w:r w:rsidR="00276CCE">
        <w:t xml:space="preserve">, </w:t>
      </w:r>
      <w:proofErr w:type="spellStart"/>
      <w:r w:rsidRPr="00DA4E77">
        <w:t>Glania</w:t>
      </w:r>
      <w:proofErr w:type="spellEnd"/>
      <w:r w:rsidRPr="00DA4E77">
        <w:t xml:space="preserve"> s</w:t>
      </w:r>
      <w:r w:rsidR="00276CCE">
        <w:t>’</w:t>
      </w:r>
      <w:r w:rsidRPr="00DA4E77">
        <w:t>interrompt</w:t>
      </w:r>
      <w:r w:rsidR="00276CCE">
        <w:t xml:space="preserve">, </w:t>
      </w:r>
      <w:r w:rsidRPr="00DA4E77">
        <w:t>et</w:t>
      </w:r>
      <w:r w:rsidR="00276CCE">
        <w:t xml:space="preserve">, </w:t>
      </w:r>
      <w:r w:rsidRPr="00DA4E77">
        <w:t>effarouchée</w:t>
      </w:r>
      <w:r w:rsidR="00276CCE">
        <w:t xml:space="preserve">, </w:t>
      </w:r>
      <w:r w:rsidRPr="00DA4E77">
        <w:t>c</w:t>
      </w:r>
      <w:r w:rsidRPr="00DA4E77">
        <w:t>a</w:t>
      </w:r>
      <w:r w:rsidRPr="00DA4E77">
        <w:t>che son front dans ses mains moites</w:t>
      </w:r>
      <w:r w:rsidR="00276CCE">
        <w:t xml:space="preserve">. </w:t>
      </w:r>
      <w:proofErr w:type="spellStart"/>
      <w:r w:rsidRPr="00DA4E77">
        <w:t>Oréus</w:t>
      </w:r>
      <w:proofErr w:type="spellEnd"/>
      <w:r w:rsidRPr="00DA4E77">
        <w:t xml:space="preserve"> écoute</w:t>
      </w:r>
      <w:r w:rsidR="00276CCE">
        <w:t xml:space="preserve">, </w:t>
      </w:r>
      <w:r w:rsidRPr="00DA4E77">
        <w:t>immobile</w:t>
      </w:r>
      <w:r w:rsidR="00276CCE">
        <w:t xml:space="preserve">, </w:t>
      </w:r>
      <w:r w:rsidRPr="00DA4E77">
        <w:t xml:space="preserve">et la regarde avec tant de douceur que </w:t>
      </w:r>
      <w:smartTag w:uri="urn:schemas-microsoft-com:office:smarttags" w:element="PersonName">
        <w:smartTagPr>
          <w:attr w:name="ProductID" w:val="la petite Ligure"/>
        </w:smartTagPr>
        <w:r w:rsidRPr="00DA4E77">
          <w:t>la petite Ligure</w:t>
        </w:r>
      </w:smartTag>
      <w:r w:rsidRPr="00DA4E77">
        <w:t xml:space="preserve"> se sent r</w:t>
      </w:r>
      <w:r w:rsidRPr="00DA4E77">
        <w:t>é</w:t>
      </w:r>
      <w:r w:rsidRPr="00DA4E77">
        <w:t>confortée</w:t>
      </w:r>
      <w:r w:rsidR="00276CCE">
        <w:t xml:space="preserve"> ; </w:t>
      </w:r>
      <w:r w:rsidRPr="00DA4E77">
        <w:t>elle reprend</w:t>
      </w:r>
      <w:r w:rsidR="00276CCE">
        <w:t> :</w:t>
      </w:r>
    </w:p>
    <w:p w14:paraId="0F9E52C2" w14:textId="77777777" w:rsidR="00276CCE" w:rsidRDefault="00276CCE" w:rsidP="002A4158">
      <w:r>
        <w:t>— </w:t>
      </w:r>
      <w:r w:rsidR="002A4158" w:rsidRPr="00DA4E77">
        <w:t>Maintenant que j</w:t>
      </w:r>
      <w:r>
        <w:t>’</w:t>
      </w:r>
      <w:r w:rsidR="002A4158" w:rsidRPr="00DA4E77">
        <w:t>ai porté la nouvelle</w:t>
      </w:r>
      <w:r>
        <w:t xml:space="preserve">, </w:t>
      </w:r>
      <w:r w:rsidR="002A4158" w:rsidRPr="00DA4E77">
        <w:t>pareille à la c</w:t>
      </w:r>
      <w:r w:rsidR="002A4158" w:rsidRPr="00DA4E77">
        <w:t>o</w:t>
      </w:r>
      <w:r w:rsidR="002A4158" w:rsidRPr="00DA4E77">
        <w:t>lombe voyageuse</w:t>
      </w:r>
      <w:r>
        <w:t xml:space="preserve">, </w:t>
      </w:r>
      <w:r w:rsidR="002A4158" w:rsidRPr="00DA4E77">
        <w:t>je vais partir</w:t>
      </w:r>
      <w:r>
        <w:t xml:space="preserve">. </w:t>
      </w:r>
      <w:r w:rsidR="002A4158" w:rsidRPr="00DA4E77">
        <w:t>Tu ne me reverras plus</w:t>
      </w:r>
      <w:r>
        <w:t xml:space="preserve">, </w:t>
      </w:r>
      <w:r w:rsidR="002A4158" w:rsidRPr="00DA4E77">
        <w:t>ni pe</w:t>
      </w:r>
      <w:r w:rsidR="002A4158" w:rsidRPr="00DA4E77">
        <w:t>r</w:t>
      </w:r>
      <w:r w:rsidR="002A4158" w:rsidRPr="00DA4E77">
        <w:t>sonne</w:t>
      </w:r>
      <w:r>
        <w:t>…</w:t>
      </w:r>
    </w:p>
    <w:p w14:paraId="03C72F09" w14:textId="77777777" w:rsidR="00276CCE" w:rsidRDefault="002A4158" w:rsidP="002A4158">
      <w:r w:rsidRPr="00DA4E77">
        <w:lastRenderedPageBreak/>
        <w:t>Puis</w:t>
      </w:r>
      <w:r w:rsidR="00276CCE">
        <w:t xml:space="preserve">, </w:t>
      </w:r>
      <w:r w:rsidRPr="00DA4E77">
        <w:t>prenant les mains du beau vieillard</w:t>
      </w:r>
      <w:r w:rsidR="00276CCE">
        <w:t> :</w:t>
      </w:r>
    </w:p>
    <w:p w14:paraId="1C3C6763" w14:textId="77777777" w:rsidR="00276CCE" w:rsidRDefault="00276CCE" w:rsidP="002A4158">
      <w:r>
        <w:t>— </w:t>
      </w:r>
      <w:r w:rsidR="002A4158" w:rsidRPr="00DA4E77">
        <w:t>Oui</w:t>
      </w:r>
      <w:r>
        <w:t xml:space="preserve">, </w:t>
      </w:r>
      <w:r w:rsidR="002A4158" w:rsidRPr="00DA4E77">
        <w:t>maître</w:t>
      </w:r>
      <w:r>
        <w:t xml:space="preserve">, </w:t>
      </w:r>
      <w:r w:rsidR="002A4158" w:rsidRPr="00DA4E77">
        <w:t>je sais qu</w:t>
      </w:r>
      <w:r>
        <w:t>’</w:t>
      </w:r>
      <w:proofErr w:type="spellStart"/>
      <w:r w:rsidR="002A4158" w:rsidRPr="00DA4E77">
        <w:t>Oréa</w:t>
      </w:r>
      <w:proofErr w:type="spellEnd"/>
      <w:r w:rsidR="002A4158" w:rsidRPr="00DA4E77">
        <w:t xml:space="preserve"> doit épouser </w:t>
      </w:r>
      <w:proofErr w:type="spellStart"/>
      <w:r w:rsidR="002A4158" w:rsidRPr="00DA4E77">
        <w:t>Hellas</w:t>
      </w:r>
      <w:proofErr w:type="spellEnd"/>
      <w:r>
        <w:t xml:space="preserve">. </w:t>
      </w:r>
      <w:r w:rsidR="002A4158" w:rsidRPr="00DA4E77">
        <w:t>Par pitié</w:t>
      </w:r>
      <w:r>
        <w:t xml:space="preserve">, </w:t>
      </w:r>
      <w:r w:rsidR="002A4158" w:rsidRPr="00DA4E77">
        <w:t>ne dis pas à ta fille ce que t</w:t>
      </w:r>
      <w:r>
        <w:t>’</w:t>
      </w:r>
      <w:r w:rsidR="002A4158" w:rsidRPr="00DA4E77">
        <w:t>a confié mon cœur ému</w:t>
      </w:r>
      <w:r>
        <w:t xml:space="preserve">. </w:t>
      </w:r>
      <w:r w:rsidR="002A4158" w:rsidRPr="00DA4E77">
        <w:t>J</w:t>
      </w:r>
      <w:r>
        <w:t>’</w:t>
      </w:r>
      <w:r w:rsidR="002A4158" w:rsidRPr="00DA4E77">
        <w:t>en mou</w:t>
      </w:r>
      <w:r w:rsidR="002A4158" w:rsidRPr="00DA4E77">
        <w:t>r</w:t>
      </w:r>
      <w:r w:rsidR="002A4158" w:rsidRPr="00DA4E77">
        <w:t>rais de honte</w:t>
      </w:r>
      <w:r>
        <w:t> !</w:t>
      </w:r>
    </w:p>
    <w:p w14:paraId="2992C634" w14:textId="77777777" w:rsidR="00276CCE" w:rsidRDefault="002A4158" w:rsidP="002A4158">
      <w:r w:rsidRPr="00DA4E77">
        <w:t xml:space="preserve">Mais </w:t>
      </w:r>
      <w:proofErr w:type="spellStart"/>
      <w:r w:rsidRPr="00DA4E77">
        <w:t>Glania</w:t>
      </w:r>
      <w:proofErr w:type="spellEnd"/>
      <w:r w:rsidRPr="00DA4E77">
        <w:t xml:space="preserve"> sent ses forces diminuer</w:t>
      </w:r>
      <w:r w:rsidR="00276CCE">
        <w:t xml:space="preserve">. </w:t>
      </w:r>
      <w:r w:rsidRPr="00DA4E77">
        <w:t>Et comme si sa po</w:t>
      </w:r>
      <w:r w:rsidRPr="00DA4E77">
        <w:t>i</w:t>
      </w:r>
      <w:r w:rsidRPr="00DA4E77">
        <w:t>trine s</w:t>
      </w:r>
      <w:r w:rsidR="00276CCE">
        <w:t>’</w:t>
      </w:r>
      <w:r w:rsidRPr="00DA4E77">
        <w:t>était épuisée en cette chaleureuse confidence</w:t>
      </w:r>
      <w:r w:rsidR="00276CCE">
        <w:t xml:space="preserve">, </w:t>
      </w:r>
      <w:r w:rsidRPr="00DA4E77">
        <w:t>elle laisse tomber sa tête et ferme les yeux</w:t>
      </w:r>
      <w:r w:rsidR="00276CCE">
        <w:t>.</w:t>
      </w:r>
    </w:p>
    <w:p w14:paraId="3A5539A9" w14:textId="77777777" w:rsidR="00276CCE" w:rsidRDefault="002A4158" w:rsidP="002A4158">
      <w:r w:rsidRPr="00DA4E77">
        <w:t>Doucement</w:t>
      </w:r>
      <w:r w:rsidR="00276CCE">
        <w:t xml:space="preserve">, </w:t>
      </w:r>
      <w:proofErr w:type="spellStart"/>
      <w:r w:rsidRPr="00DA4E77">
        <w:t>Oréus</w:t>
      </w:r>
      <w:proofErr w:type="spellEnd"/>
      <w:r w:rsidR="00276CCE">
        <w:t xml:space="preserve">, </w:t>
      </w:r>
      <w:r w:rsidRPr="00DA4E77">
        <w:t>debout</w:t>
      </w:r>
      <w:r w:rsidR="00276CCE">
        <w:t xml:space="preserve">, </w:t>
      </w:r>
      <w:r w:rsidRPr="00DA4E77">
        <w:t>jette un manteau sur la jeune Barbare</w:t>
      </w:r>
      <w:r w:rsidR="00276CCE">
        <w:t xml:space="preserve">. </w:t>
      </w:r>
      <w:r w:rsidRPr="00DA4E77">
        <w:t>Puis</w:t>
      </w:r>
      <w:r w:rsidR="00276CCE">
        <w:t xml:space="preserve">, </w:t>
      </w:r>
      <w:r w:rsidRPr="00DA4E77">
        <w:t>se retirant à pas assourdis</w:t>
      </w:r>
      <w:r w:rsidR="00276CCE">
        <w:t xml:space="preserve">, </w:t>
      </w:r>
      <w:r w:rsidRPr="00DA4E77">
        <w:t xml:space="preserve">il soulève une tenture et appelle </w:t>
      </w:r>
      <w:proofErr w:type="spellStart"/>
      <w:r w:rsidRPr="00DA4E77">
        <w:t>Oréa</w:t>
      </w:r>
      <w:proofErr w:type="spellEnd"/>
      <w:r w:rsidR="00276CCE">
        <w:t>.</w:t>
      </w:r>
    </w:p>
    <w:p w14:paraId="6172EB89" w14:textId="77777777" w:rsidR="00276CCE" w:rsidRDefault="00276CCE" w:rsidP="002A4158">
      <w:r>
        <w:t>— </w:t>
      </w:r>
      <w:r w:rsidR="002A4158" w:rsidRPr="00DA4E77">
        <w:t>Voici</w:t>
      </w:r>
      <w:r>
        <w:t xml:space="preserve">, </w:t>
      </w:r>
      <w:r w:rsidR="002A4158" w:rsidRPr="00DA4E77">
        <w:t>ma fille</w:t>
      </w:r>
      <w:r>
        <w:t xml:space="preserve">, </w:t>
      </w:r>
      <w:r w:rsidR="002A4158" w:rsidRPr="00DA4E77">
        <w:t>une âme de lumière</w:t>
      </w:r>
      <w:r>
        <w:t xml:space="preserve">. </w:t>
      </w:r>
      <w:r w:rsidR="002A4158" w:rsidRPr="00DA4E77">
        <w:t>Avec son ignorance d</w:t>
      </w:r>
      <w:r>
        <w:t>’</w:t>
      </w:r>
      <w:r w:rsidR="002A4158" w:rsidRPr="00DA4E77">
        <w:t>oiseau farouche</w:t>
      </w:r>
      <w:r>
        <w:t xml:space="preserve">, </w:t>
      </w:r>
      <w:r w:rsidR="002A4158" w:rsidRPr="00DA4E77">
        <w:t>elle vaut mille fois plus que moi</w:t>
      </w:r>
      <w:r>
        <w:t xml:space="preserve">, </w:t>
      </w:r>
      <w:r w:rsidR="002A4158" w:rsidRPr="00DA4E77">
        <w:t>qu</w:t>
      </w:r>
      <w:r>
        <w:t>’</w:t>
      </w:r>
      <w:proofErr w:type="spellStart"/>
      <w:r w:rsidR="002A4158" w:rsidRPr="00DA4E77">
        <w:t>Hellas</w:t>
      </w:r>
      <w:proofErr w:type="spellEnd"/>
      <w:r w:rsidR="002A4158" w:rsidRPr="00DA4E77">
        <w:t xml:space="preserve"> et que toi-même</w:t>
      </w:r>
      <w:r>
        <w:t xml:space="preserve">. </w:t>
      </w:r>
      <w:r w:rsidR="002A4158" w:rsidRPr="00DA4E77">
        <w:t>Le souffle vierge des dieux palpite encore en elle</w:t>
      </w:r>
      <w:r>
        <w:t xml:space="preserve">. </w:t>
      </w:r>
      <w:r w:rsidR="002A4158" w:rsidRPr="00DA4E77">
        <w:t>Mieux que nous</w:t>
      </w:r>
      <w:r>
        <w:t xml:space="preserve">, </w:t>
      </w:r>
      <w:r w:rsidR="002A4158" w:rsidRPr="00DA4E77">
        <w:t>mieux que tous</w:t>
      </w:r>
      <w:r>
        <w:t xml:space="preserve">, </w:t>
      </w:r>
      <w:r w:rsidR="002A4158" w:rsidRPr="00DA4E77">
        <w:t>elle a trouvé le secret de la joie</w:t>
      </w:r>
      <w:r>
        <w:t xml:space="preserve">, </w:t>
      </w:r>
      <w:r w:rsidR="002A4158" w:rsidRPr="00DA4E77">
        <w:t>qui est d</w:t>
      </w:r>
      <w:r>
        <w:t>’</w:t>
      </w:r>
      <w:r w:rsidR="002A4158" w:rsidRPr="00DA4E77">
        <w:t>aimer pour aimer</w:t>
      </w:r>
      <w:r>
        <w:t xml:space="preserve">, </w:t>
      </w:r>
      <w:r w:rsidR="002A4158" w:rsidRPr="00DA4E77">
        <w:t>d</w:t>
      </w:r>
      <w:r>
        <w:t>’</w:t>
      </w:r>
      <w:r w:rsidR="002A4158" w:rsidRPr="00DA4E77">
        <w:t>aimer éperdument</w:t>
      </w:r>
      <w:r>
        <w:t xml:space="preserve">, </w:t>
      </w:r>
      <w:r w:rsidR="002A4158" w:rsidRPr="00DA4E77">
        <w:t>d</w:t>
      </w:r>
      <w:r>
        <w:t>’</w:t>
      </w:r>
      <w:r w:rsidR="002A4158" w:rsidRPr="00DA4E77">
        <w:t>aimer comme on respire</w:t>
      </w:r>
      <w:r>
        <w:t xml:space="preserve">, </w:t>
      </w:r>
      <w:r w:rsidR="002A4158" w:rsidRPr="00DA4E77">
        <w:t>sans désirer</w:t>
      </w:r>
      <w:r>
        <w:t xml:space="preserve">, </w:t>
      </w:r>
      <w:r w:rsidR="002A4158" w:rsidRPr="00DA4E77">
        <w:t>sans espérer</w:t>
      </w:r>
      <w:r>
        <w:t xml:space="preserve">, </w:t>
      </w:r>
      <w:r w:rsidR="002A4158" w:rsidRPr="00DA4E77">
        <w:t>sans compre</w:t>
      </w:r>
      <w:r w:rsidR="002A4158" w:rsidRPr="00DA4E77">
        <w:t>n</w:t>
      </w:r>
      <w:r w:rsidR="002A4158" w:rsidRPr="00DA4E77">
        <w:t>dre</w:t>
      </w:r>
      <w:r>
        <w:t>…</w:t>
      </w:r>
    </w:p>
    <w:p w14:paraId="1E7A4345" w14:textId="77777777" w:rsidR="00276CCE" w:rsidRDefault="002A4158" w:rsidP="002A4158">
      <w:proofErr w:type="spellStart"/>
      <w:r w:rsidRPr="00DA4E77">
        <w:t>Oréus</w:t>
      </w:r>
      <w:proofErr w:type="spellEnd"/>
      <w:r w:rsidR="00276CCE">
        <w:t xml:space="preserve">, </w:t>
      </w:r>
      <w:r w:rsidRPr="00DA4E77">
        <w:t>à voix basse</w:t>
      </w:r>
      <w:r w:rsidR="00276CCE">
        <w:t xml:space="preserve">, </w:t>
      </w:r>
      <w:r w:rsidRPr="00DA4E77">
        <w:t>dans le fond de la chambre</w:t>
      </w:r>
      <w:r w:rsidR="00276CCE">
        <w:t xml:space="preserve">, </w:t>
      </w:r>
      <w:r w:rsidRPr="00DA4E77">
        <w:t>pour ne pas troubler le repos de la Ligure</w:t>
      </w:r>
      <w:r w:rsidR="00276CCE">
        <w:t xml:space="preserve">, </w:t>
      </w:r>
      <w:r w:rsidRPr="00DA4E77">
        <w:t xml:space="preserve">répète à </w:t>
      </w:r>
      <w:proofErr w:type="spellStart"/>
      <w:r w:rsidRPr="00DA4E77">
        <w:t>Oréa</w:t>
      </w:r>
      <w:proofErr w:type="spellEnd"/>
      <w:r w:rsidRPr="00DA4E77">
        <w:t xml:space="preserve"> les amoureuses confidences de la jeune fille</w:t>
      </w:r>
      <w:r w:rsidR="00276CCE">
        <w:t xml:space="preserve">, </w:t>
      </w:r>
      <w:r w:rsidRPr="00DA4E77">
        <w:t>sans parler toutefois du danger d</w:t>
      </w:r>
      <w:r w:rsidR="00276CCE">
        <w:t>’</w:t>
      </w:r>
      <w:proofErr w:type="spellStart"/>
      <w:r w:rsidRPr="00DA4E77">
        <w:t>Hellas</w:t>
      </w:r>
      <w:proofErr w:type="spellEnd"/>
      <w:r w:rsidR="00276CCE">
        <w:t xml:space="preserve">. </w:t>
      </w:r>
      <w:proofErr w:type="spellStart"/>
      <w:r w:rsidRPr="00DA4E77">
        <w:t>Oréa</w:t>
      </w:r>
      <w:proofErr w:type="spellEnd"/>
      <w:r w:rsidR="00276CCE">
        <w:t xml:space="preserve">, </w:t>
      </w:r>
      <w:r w:rsidRPr="00DA4E77">
        <w:t>un instant</w:t>
      </w:r>
      <w:r w:rsidR="00276CCE">
        <w:t xml:space="preserve">, </w:t>
      </w:r>
      <w:r w:rsidRPr="00DA4E77">
        <w:t>reste pensive</w:t>
      </w:r>
      <w:r w:rsidR="00276CCE">
        <w:t xml:space="preserve">, </w:t>
      </w:r>
      <w:r w:rsidRPr="00DA4E77">
        <w:t>et ses yeux inquiets i</w:t>
      </w:r>
      <w:r w:rsidRPr="00DA4E77">
        <w:t>n</w:t>
      </w:r>
      <w:r w:rsidRPr="00DA4E77">
        <w:t>terrogent les yeux calmes du savant</w:t>
      </w:r>
      <w:r w:rsidR="00276CCE">
        <w:t>.</w:t>
      </w:r>
    </w:p>
    <w:p w14:paraId="118AE875" w14:textId="77777777" w:rsidR="00276CCE" w:rsidRDefault="00276CCE" w:rsidP="002A4158">
      <w:r>
        <w:t>— </w:t>
      </w:r>
      <w:r w:rsidR="002A4158" w:rsidRPr="00DA4E77">
        <w:t>Père</w:t>
      </w:r>
      <w:r>
        <w:t xml:space="preserve">, </w:t>
      </w:r>
      <w:r w:rsidR="002A4158" w:rsidRPr="00DA4E77">
        <w:t>tu m</w:t>
      </w:r>
      <w:r>
        <w:t>’</w:t>
      </w:r>
      <w:r w:rsidR="002A4158" w:rsidRPr="00DA4E77">
        <w:t>accorderas ce que je vais te demander</w:t>
      </w:r>
      <w:r>
        <w:t> ?</w:t>
      </w:r>
    </w:p>
    <w:p w14:paraId="5E89F75F" w14:textId="77777777" w:rsidR="00276CCE" w:rsidRDefault="00276CCE" w:rsidP="002A4158">
      <w:r>
        <w:t>— </w:t>
      </w:r>
      <w:r w:rsidR="002A4158" w:rsidRPr="00DA4E77">
        <w:t>J</w:t>
      </w:r>
      <w:r>
        <w:t>’</w:t>
      </w:r>
      <w:r w:rsidR="002A4158" w:rsidRPr="00DA4E77">
        <w:t>exauce</w:t>
      </w:r>
      <w:r>
        <w:t xml:space="preserve">, </w:t>
      </w:r>
      <w:r w:rsidR="002A4158" w:rsidRPr="00DA4E77">
        <w:t>d</w:t>
      </w:r>
      <w:r>
        <w:t>’</w:t>
      </w:r>
      <w:r w:rsidR="002A4158" w:rsidRPr="00DA4E77">
        <w:t>avance</w:t>
      </w:r>
      <w:r>
        <w:t xml:space="preserve">, </w:t>
      </w:r>
      <w:r w:rsidR="002A4158" w:rsidRPr="00DA4E77">
        <w:t>chacun de tes vœux</w:t>
      </w:r>
      <w:r>
        <w:t>…</w:t>
      </w:r>
    </w:p>
    <w:p w14:paraId="57A3FE36" w14:textId="77777777" w:rsidR="00276CCE" w:rsidRDefault="00276CCE" w:rsidP="002A4158">
      <w:r>
        <w:t>— </w:t>
      </w:r>
      <w:r w:rsidR="002A4158" w:rsidRPr="00DA4E77">
        <w:t>Eh bien</w:t>
      </w:r>
      <w:r>
        <w:t xml:space="preserve">, </w:t>
      </w:r>
      <w:r w:rsidR="002A4158" w:rsidRPr="00DA4E77">
        <w:t>je désire garder près de moi cette petite Ba</w:t>
      </w:r>
      <w:r w:rsidR="002A4158" w:rsidRPr="00DA4E77">
        <w:t>r</w:t>
      </w:r>
      <w:r w:rsidR="002A4158" w:rsidRPr="00DA4E77">
        <w:t>bare</w:t>
      </w:r>
      <w:r>
        <w:t>…</w:t>
      </w:r>
    </w:p>
    <w:p w14:paraId="73CDBDE5" w14:textId="77777777" w:rsidR="00276CCE" w:rsidRDefault="00276CCE" w:rsidP="002A4158">
      <w:r>
        <w:lastRenderedPageBreak/>
        <w:t>— </w:t>
      </w:r>
      <w:r w:rsidR="002A4158" w:rsidRPr="00DA4E77">
        <w:t>Ô mon enfant</w:t>
      </w:r>
      <w:r>
        <w:t xml:space="preserve">, </w:t>
      </w:r>
      <w:r w:rsidR="002A4158" w:rsidRPr="00DA4E77">
        <w:t>s</w:t>
      </w:r>
      <w:r>
        <w:t>’</w:t>
      </w:r>
      <w:r w:rsidR="002A4158" w:rsidRPr="00DA4E77">
        <w:t xml:space="preserve">écrie </w:t>
      </w:r>
      <w:proofErr w:type="spellStart"/>
      <w:r w:rsidR="002A4158" w:rsidRPr="00DA4E77">
        <w:t>Oréus</w:t>
      </w:r>
      <w:proofErr w:type="spellEnd"/>
      <w:r>
        <w:t xml:space="preserve">, </w:t>
      </w:r>
      <w:r w:rsidR="002A4158" w:rsidRPr="00DA4E77">
        <w:t>qu</w:t>
      </w:r>
      <w:r>
        <w:t>’</w:t>
      </w:r>
      <w:r w:rsidR="002A4158" w:rsidRPr="00DA4E77">
        <w:t>agite une émotion mal dissimulée</w:t>
      </w:r>
      <w:r>
        <w:t xml:space="preserve">, </w:t>
      </w:r>
      <w:r w:rsidR="002A4158" w:rsidRPr="00DA4E77">
        <w:t>te voilà</w:t>
      </w:r>
      <w:r>
        <w:t xml:space="preserve">, </w:t>
      </w:r>
      <w:r w:rsidR="002A4158" w:rsidRPr="00DA4E77">
        <w:t>par ce geste spontané</w:t>
      </w:r>
      <w:r>
        <w:t xml:space="preserve">, </w:t>
      </w:r>
      <w:r w:rsidR="002A4158" w:rsidRPr="00DA4E77">
        <w:t>presque aussi s</w:t>
      </w:r>
      <w:r w:rsidR="002A4158" w:rsidRPr="00DA4E77">
        <w:t>u</w:t>
      </w:r>
      <w:r w:rsidR="002A4158" w:rsidRPr="00DA4E77">
        <w:t xml:space="preserve">blime que </w:t>
      </w:r>
      <w:proofErr w:type="spellStart"/>
      <w:r w:rsidR="002A4158" w:rsidRPr="00DA4E77">
        <w:t>Glania</w:t>
      </w:r>
      <w:proofErr w:type="spellEnd"/>
      <w:r w:rsidR="002A4158" w:rsidRPr="00DA4E77">
        <w:t xml:space="preserve"> elle-même</w:t>
      </w:r>
      <w:r>
        <w:t>.</w:t>
      </w:r>
    </w:p>
    <w:p w14:paraId="53651D75" w14:textId="77777777" w:rsidR="00276CCE" w:rsidRDefault="002A4158" w:rsidP="002A4158">
      <w:r w:rsidRPr="00DA4E77">
        <w:t>Et ce disant</w:t>
      </w:r>
      <w:r w:rsidR="00276CCE">
        <w:t xml:space="preserve">, </w:t>
      </w:r>
      <w:proofErr w:type="spellStart"/>
      <w:r w:rsidRPr="00DA4E77">
        <w:t>Oréus</w:t>
      </w:r>
      <w:proofErr w:type="spellEnd"/>
      <w:r w:rsidRPr="00DA4E77">
        <w:t xml:space="preserve"> se retire</w:t>
      </w:r>
      <w:r w:rsidR="00276CCE">
        <w:t xml:space="preserve">, </w:t>
      </w:r>
      <w:r w:rsidRPr="00DA4E77">
        <w:t>après avoir tendrement e</w:t>
      </w:r>
      <w:r w:rsidRPr="00DA4E77">
        <w:t>m</w:t>
      </w:r>
      <w:r w:rsidRPr="00DA4E77">
        <w:t>brassé sa fille</w:t>
      </w:r>
      <w:r w:rsidR="00276CCE">
        <w:t xml:space="preserve">, </w:t>
      </w:r>
      <w:r w:rsidRPr="00DA4E77">
        <w:t>tandis qu</w:t>
      </w:r>
      <w:r w:rsidR="00276CCE">
        <w:t>’</w:t>
      </w:r>
      <w:proofErr w:type="spellStart"/>
      <w:r w:rsidRPr="00DA4E77">
        <w:t>Oréa</w:t>
      </w:r>
      <w:proofErr w:type="spellEnd"/>
      <w:r w:rsidR="00276CCE">
        <w:t xml:space="preserve">, </w:t>
      </w:r>
      <w:r w:rsidRPr="00DA4E77">
        <w:t>s</w:t>
      </w:r>
      <w:r w:rsidR="00276CCE">
        <w:t>’</w:t>
      </w:r>
      <w:r w:rsidRPr="00DA4E77">
        <w:t>avançant jusqu</w:t>
      </w:r>
      <w:r w:rsidR="00276CCE">
        <w:t>’</w:t>
      </w:r>
      <w:r w:rsidRPr="00DA4E77">
        <w:t>au lit où repose l</w:t>
      </w:r>
      <w:r w:rsidR="00276CCE">
        <w:t>’</w:t>
      </w:r>
      <w:r w:rsidRPr="00DA4E77">
        <w:t>enfant</w:t>
      </w:r>
      <w:r w:rsidR="00276CCE">
        <w:t xml:space="preserve">, </w:t>
      </w:r>
      <w:r w:rsidRPr="00DA4E77">
        <w:t>s</w:t>
      </w:r>
      <w:r w:rsidR="00276CCE">
        <w:t>’</w:t>
      </w:r>
      <w:r w:rsidRPr="00DA4E77">
        <w:t>agenouille et murmure des prières</w:t>
      </w:r>
      <w:r w:rsidR="00276CCE">
        <w:t>.</w:t>
      </w:r>
    </w:p>
    <w:p w14:paraId="3D28AD5F" w14:textId="77777777" w:rsidR="00276CCE" w:rsidRDefault="00276CCE" w:rsidP="002A4158">
      <w:r>
        <w:t>— </w:t>
      </w:r>
      <w:r w:rsidR="002A4158" w:rsidRPr="00DA4E77">
        <w:t>Qu</w:t>
      </w:r>
      <w:r>
        <w:t>’</w:t>
      </w:r>
      <w:r w:rsidR="002A4158" w:rsidRPr="00DA4E77">
        <w:t>as-tu</w:t>
      </w:r>
      <w:r>
        <w:t xml:space="preserve"> ? </w:t>
      </w:r>
      <w:r w:rsidR="002A4158" w:rsidRPr="00DA4E77">
        <w:t xml:space="preserve">questionne </w:t>
      </w:r>
      <w:proofErr w:type="spellStart"/>
      <w:r w:rsidR="002A4158" w:rsidRPr="00DA4E77">
        <w:t>Glania</w:t>
      </w:r>
      <w:proofErr w:type="spellEnd"/>
      <w:r>
        <w:t xml:space="preserve">, </w:t>
      </w:r>
      <w:r w:rsidR="002A4158" w:rsidRPr="00DA4E77">
        <w:t>s</w:t>
      </w:r>
      <w:r>
        <w:t>’</w:t>
      </w:r>
      <w:r w:rsidR="002A4158" w:rsidRPr="00DA4E77">
        <w:t>éveillant de son léger a</w:t>
      </w:r>
      <w:r w:rsidR="002A4158" w:rsidRPr="00DA4E77">
        <w:t>s</w:t>
      </w:r>
      <w:r w:rsidR="002A4158" w:rsidRPr="00DA4E77">
        <w:t>soupissement</w:t>
      </w:r>
      <w:r>
        <w:t xml:space="preserve">, </w:t>
      </w:r>
      <w:r w:rsidR="002A4158" w:rsidRPr="00DA4E77">
        <w:t xml:space="preserve">et voyant à ses côtés </w:t>
      </w:r>
      <w:proofErr w:type="spellStart"/>
      <w:r w:rsidR="002A4158" w:rsidRPr="00DA4E77">
        <w:t>Oréa</w:t>
      </w:r>
      <w:proofErr w:type="spellEnd"/>
      <w:r w:rsidR="002A4158" w:rsidRPr="00DA4E77">
        <w:t xml:space="preserve"> tout en larmes</w:t>
      </w:r>
      <w:r>
        <w:t xml:space="preserve">. </w:t>
      </w:r>
      <w:r w:rsidR="002A4158" w:rsidRPr="00DA4E77">
        <w:t>Qu</w:t>
      </w:r>
      <w:r>
        <w:t>’</w:t>
      </w:r>
      <w:r w:rsidR="002A4158" w:rsidRPr="00DA4E77">
        <w:t>as-tu</w:t>
      </w:r>
      <w:r>
        <w:t xml:space="preserve">, </w:t>
      </w:r>
      <w:r w:rsidR="002A4158" w:rsidRPr="00DA4E77">
        <w:t>toi</w:t>
      </w:r>
      <w:r>
        <w:t xml:space="preserve">, </w:t>
      </w:r>
      <w:r w:rsidR="002A4158" w:rsidRPr="00DA4E77">
        <w:t>si noble et si forte</w:t>
      </w:r>
      <w:r>
        <w:t xml:space="preserve"> ? </w:t>
      </w:r>
      <w:r w:rsidR="002A4158" w:rsidRPr="00DA4E77">
        <w:t>Tu pleures comme moi</w:t>
      </w:r>
      <w:r>
        <w:t> ?</w:t>
      </w:r>
    </w:p>
    <w:p w14:paraId="18C44289" w14:textId="77777777" w:rsidR="00276CCE" w:rsidRDefault="002A4158" w:rsidP="002A4158">
      <w:proofErr w:type="spellStart"/>
      <w:r w:rsidRPr="00DA4E77">
        <w:t>Oréa</w:t>
      </w:r>
      <w:proofErr w:type="spellEnd"/>
      <w:r w:rsidR="00276CCE">
        <w:t xml:space="preserve">, </w:t>
      </w:r>
      <w:r w:rsidRPr="00DA4E77">
        <w:t>surprise</w:t>
      </w:r>
      <w:r w:rsidR="00276CCE">
        <w:t xml:space="preserve">, </w:t>
      </w:r>
      <w:r w:rsidRPr="00DA4E77">
        <w:t>se relève</w:t>
      </w:r>
      <w:r w:rsidR="00276CCE">
        <w:t xml:space="preserve">, </w:t>
      </w:r>
      <w:r w:rsidRPr="00DA4E77">
        <w:t>et</w:t>
      </w:r>
      <w:r w:rsidR="00276CCE">
        <w:t xml:space="preserve">, </w:t>
      </w:r>
      <w:r w:rsidRPr="00DA4E77">
        <w:t>pressant la main de la jeune Barbare</w:t>
      </w:r>
      <w:r w:rsidR="00276CCE">
        <w:t> :</w:t>
      </w:r>
    </w:p>
    <w:p w14:paraId="797A6688" w14:textId="77777777" w:rsidR="00276CCE" w:rsidRDefault="00276CCE" w:rsidP="002A4158">
      <w:r>
        <w:t>— </w:t>
      </w:r>
      <w:r w:rsidR="002A4158" w:rsidRPr="00DA4E77">
        <w:t>Petite Ligure</w:t>
      </w:r>
      <w:r>
        <w:t xml:space="preserve">, </w:t>
      </w:r>
      <w:r w:rsidR="002A4158" w:rsidRPr="00DA4E77">
        <w:t>veux-tu devenir ma sœur et vivre ici</w:t>
      </w:r>
      <w:r>
        <w:t xml:space="preserve">, </w:t>
      </w:r>
      <w:r w:rsidR="002A4158" w:rsidRPr="00DA4E77">
        <w:t>loin de la ville où ton âme sauvage tourbillonne égarée</w:t>
      </w:r>
      <w:r>
        <w:t> ?</w:t>
      </w:r>
    </w:p>
    <w:p w14:paraId="3FF64951" w14:textId="77777777" w:rsidR="00276CCE" w:rsidRDefault="00276CCE" w:rsidP="002A4158">
      <w:r>
        <w:t>— </w:t>
      </w:r>
      <w:r w:rsidR="002A4158" w:rsidRPr="00DA4E77">
        <w:t>Moi</w:t>
      </w:r>
      <w:r>
        <w:t xml:space="preserve"> ? </w:t>
      </w:r>
      <w:r w:rsidR="002A4158" w:rsidRPr="00DA4E77">
        <w:t>Mais le puis-je</w:t>
      </w:r>
      <w:r>
        <w:t xml:space="preserve"> ? </w:t>
      </w:r>
      <w:r w:rsidR="002A4158" w:rsidRPr="00DA4E77">
        <w:t>Si tu savais</w:t>
      </w:r>
      <w:r>
        <w:t> !</w:t>
      </w:r>
    </w:p>
    <w:p w14:paraId="2C9B5543" w14:textId="77777777" w:rsidR="00276CCE" w:rsidRDefault="00276CCE" w:rsidP="002A4158">
      <w:r>
        <w:t>— </w:t>
      </w:r>
      <w:r w:rsidR="002A4158" w:rsidRPr="00DA4E77">
        <w:t>Oui</w:t>
      </w:r>
      <w:r>
        <w:t xml:space="preserve">, </w:t>
      </w:r>
      <w:r w:rsidR="002A4158" w:rsidRPr="00DA4E77">
        <w:t>je le sais</w:t>
      </w:r>
      <w:r>
        <w:t xml:space="preserve">, </w:t>
      </w:r>
      <w:r w:rsidR="002A4158" w:rsidRPr="00DA4E77">
        <w:t>tu l</w:t>
      </w:r>
      <w:r>
        <w:t>’</w:t>
      </w:r>
      <w:r w:rsidR="002A4158" w:rsidRPr="00DA4E77">
        <w:t>aimes</w:t>
      </w:r>
      <w:r>
        <w:t xml:space="preserve">, </w:t>
      </w:r>
      <w:r w:rsidR="002A4158" w:rsidRPr="00DA4E77">
        <w:t>toi aussi</w:t>
      </w:r>
      <w:r>
        <w:t> !</w:t>
      </w:r>
    </w:p>
    <w:p w14:paraId="77692214" w14:textId="77777777" w:rsidR="00276CCE" w:rsidRDefault="00276CCE" w:rsidP="002A4158">
      <w:r>
        <w:t>— </w:t>
      </w:r>
      <w:proofErr w:type="spellStart"/>
      <w:r w:rsidR="002A4158" w:rsidRPr="00DA4E77">
        <w:t>Hellas</w:t>
      </w:r>
      <w:proofErr w:type="spellEnd"/>
      <w:r>
        <w:t xml:space="preserve"> ! </w:t>
      </w:r>
      <w:r w:rsidR="002A4158" w:rsidRPr="00DA4E77">
        <w:t>Ton père t</w:t>
      </w:r>
      <w:r>
        <w:t>’</w:t>
      </w:r>
      <w:r w:rsidR="002A4158" w:rsidRPr="00DA4E77">
        <w:t>a dit</w:t>
      </w:r>
      <w:r>
        <w:t xml:space="preserve"> ? </w:t>
      </w:r>
      <w:r w:rsidR="002A4158" w:rsidRPr="00DA4E77">
        <w:t>Oh</w:t>
      </w:r>
      <w:r>
        <w:t xml:space="preserve"> ! </w:t>
      </w:r>
      <w:r w:rsidR="002A4158" w:rsidRPr="00DA4E77">
        <w:t>c</w:t>
      </w:r>
      <w:r>
        <w:t>’</w:t>
      </w:r>
      <w:r w:rsidR="002A4158" w:rsidRPr="00DA4E77">
        <w:t>est mal</w:t>
      </w:r>
      <w:r>
        <w:t> !</w:t>
      </w:r>
    </w:p>
    <w:p w14:paraId="0B09DDF7" w14:textId="77777777" w:rsidR="00276CCE" w:rsidRDefault="00276CCE" w:rsidP="002A4158">
      <w:r>
        <w:t>— </w:t>
      </w:r>
      <w:r w:rsidR="002A4158" w:rsidRPr="00DA4E77">
        <w:t>Ne cache pas ton visage</w:t>
      </w:r>
      <w:r>
        <w:t xml:space="preserve">, </w:t>
      </w:r>
      <w:proofErr w:type="spellStart"/>
      <w:r w:rsidR="002A4158" w:rsidRPr="00DA4E77">
        <w:t>Glania</w:t>
      </w:r>
      <w:proofErr w:type="spellEnd"/>
      <w:r>
        <w:t xml:space="preserve">, </w:t>
      </w:r>
      <w:r w:rsidR="002A4158" w:rsidRPr="00DA4E77">
        <w:t>et n</w:t>
      </w:r>
      <w:r>
        <w:t>’</w:t>
      </w:r>
      <w:r w:rsidR="002A4158" w:rsidRPr="00DA4E77">
        <w:t>aie ni regret ni ho</w:t>
      </w:r>
      <w:r w:rsidR="002A4158" w:rsidRPr="00DA4E77">
        <w:t>n</w:t>
      </w:r>
      <w:r w:rsidR="002A4158" w:rsidRPr="00DA4E77">
        <w:t>te</w:t>
      </w:r>
      <w:r>
        <w:t xml:space="preserve">. </w:t>
      </w:r>
      <w:r w:rsidR="002A4158" w:rsidRPr="00DA4E77">
        <w:t>Ton amour jaillit plus frais que l</w:t>
      </w:r>
      <w:r>
        <w:t>’</w:t>
      </w:r>
      <w:r w:rsidR="002A4158" w:rsidRPr="00DA4E77">
        <w:t>aurore et sans doute</w:t>
      </w:r>
      <w:r>
        <w:t xml:space="preserve">, </w:t>
      </w:r>
      <w:r w:rsidR="002A4158" w:rsidRPr="00DA4E77">
        <w:t>par ta tendresse désintéressée</w:t>
      </w:r>
      <w:r>
        <w:t xml:space="preserve">, </w:t>
      </w:r>
      <w:r w:rsidR="002A4158" w:rsidRPr="00DA4E77">
        <w:t>m</w:t>
      </w:r>
      <w:r>
        <w:t>’</w:t>
      </w:r>
      <w:r w:rsidR="002A4158" w:rsidRPr="00DA4E77">
        <w:t>apprendras-tu le secret du bonheur qui est de se donner sans espoir de retour</w:t>
      </w:r>
      <w:r>
        <w:t>.</w:t>
      </w:r>
    </w:p>
    <w:p w14:paraId="348BD389" w14:textId="77777777" w:rsidR="00276CCE" w:rsidRDefault="00276CCE" w:rsidP="002A4158">
      <w:r>
        <w:t>— </w:t>
      </w:r>
      <w:r w:rsidR="002A4158" w:rsidRPr="00DA4E77">
        <w:t>Mais</w:t>
      </w:r>
      <w:r>
        <w:t xml:space="preserve">, </w:t>
      </w:r>
      <w:proofErr w:type="spellStart"/>
      <w:r w:rsidR="002A4158" w:rsidRPr="00DA4E77">
        <w:t>Hellas</w:t>
      </w:r>
      <w:proofErr w:type="spellEnd"/>
      <w:r>
        <w:t xml:space="preserve">, </w:t>
      </w:r>
      <w:r w:rsidR="002A4158" w:rsidRPr="00DA4E77">
        <w:t>crois-tu que ton père le sauvera</w:t>
      </w:r>
      <w:r>
        <w:t> ?</w:t>
      </w:r>
    </w:p>
    <w:p w14:paraId="5567ECC3" w14:textId="77777777" w:rsidR="00276CCE" w:rsidRDefault="00276CCE" w:rsidP="002A4158">
      <w:r>
        <w:t>— </w:t>
      </w:r>
      <w:r w:rsidR="002A4158" w:rsidRPr="00DA4E77">
        <w:t>Le sauver de quoi</w:t>
      </w:r>
      <w:r>
        <w:t> ?</w:t>
      </w:r>
    </w:p>
    <w:p w14:paraId="18060BD0" w14:textId="77777777" w:rsidR="00276CCE" w:rsidRDefault="002A4158" w:rsidP="002A4158">
      <w:r w:rsidRPr="00DA4E77">
        <w:t xml:space="preserve">Et </w:t>
      </w:r>
      <w:proofErr w:type="spellStart"/>
      <w:r w:rsidRPr="00DA4E77">
        <w:t>Glania</w:t>
      </w:r>
      <w:proofErr w:type="spellEnd"/>
      <w:r w:rsidR="00276CCE">
        <w:t xml:space="preserve">, </w:t>
      </w:r>
      <w:r w:rsidRPr="00DA4E77">
        <w:t>en mots rapides</w:t>
      </w:r>
      <w:r w:rsidR="00276CCE">
        <w:t xml:space="preserve">, </w:t>
      </w:r>
      <w:r w:rsidRPr="00DA4E77">
        <w:t xml:space="preserve">rapporte à </w:t>
      </w:r>
      <w:proofErr w:type="spellStart"/>
      <w:r w:rsidRPr="00DA4E77">
        <w:t>Oréa</w:t>
      </w:r>
      <w:proofErr w:type="spellEnd"/>
      <w:r w:rsidRPr="00DA4E77">
        <w:t xml:space="preserve"> le complot r</w:t>
      </w:r>
      <w:r w:rsidRPr="00DA4E77">
        <w:t>é</w:t>
      </w:r>
      <w:r w:rsidRPr="00DA4E77">
        <w:t>vélé dans l</w:t>
      </w:r>
      <w:r w:rsidR="00276CCE">
        <w:t>’</w:t>
      </w:r>
      <w:r w:rsidRPr="00DA4E77">
        <w:t>Île de Pourpre</w:t>
      </w:r>
      <w:r w:rsidR="00276CCE">
        <w:t>.</w:t>
      </w:r>
    </w:p>
    <w:p w14:paraId="044F3ECF" w14:textId="77777777" w:rsidR="00276CCE" w:rsidRDefault="00276CCE" w:rsidP="002A4158">
      <w:r>
        <w:t>— </w:t>
      </w:r>
      <w:r w:rsidR="002A4158" w:rsidRPr="00DA4E77">
        <w:t>Oui</w:t>
      </w:r>
      <w:r>
        <w:t xml:space="preserve">, </w:t>
      </w:r>
      <w:r w:rsidR="002A4158" w:rsidRPr="00DA4E77">
        <w:t>j</w:t>
      </w:r>
      <w:r>
        <w:t>’</w:t>
      </w:r>
      <w:r w:rsidR="002A4158" w:rsidRPr="00DA4E77">
        <w:t>ai tout dit à ton père</w:t>
      </w:r>
      <w:r>
        <w:t xml:space="preserve">. </w:t>
      </w:r>
      <w:r w:rsidR="002A4158" w:rsidRPr="00DA4E77">
        <w:t>Mais à toi</w:t>
      </w:r>
      <w:r>
        <w:t xml:space="preserve">, </w:t>
      </w:r>
      <w:r w:rsidR="002A4158" w:rsidRPr="00DA4E77">
        <w:t>je n</w:t>
      </w:r>
      <w:r>
        <w:t>’</w:t>
      </w:r>
      <w:r w:rsidR="002A4158" w:rsidRPr="00DA4E77">
        <w:t>ai pas osé</w:t>
      </w:r>
      <w:r>
        <w:t> !</w:t>
      </w:r>
    </w:p>
    <w:p w14:paraId="1D98360A" w14:textId="77777777" w:rsidR="00276CCE" w:rsidRDefault="00276CCE" w:rsidP="002A4158">
      <w:r>
        <w:lastRenderedPageBreak/>
        <w:t>— </w:t>
      </w:r>
      <w:r w:rsidR="002A4158" w:rsidRPr="00DA4E77">
        <w:t>Tu as tout conté à mon père</w:t>
      </w:r>
      <w:r>
        <w:t xml:space="preserve"> ? </w:t>
      </w:r>
      <w:r w:rsidR="002A4158" w:rsidRPr="00DA4E77">
        <w:t>Et il n</w:t>
      </w:r>
      <w:r>
        <w:t>’</w:t>
      </w:r>
      <w:r w:rsidR="002A4158" w:rsidRPr="00DA4E77">
        <w:t>a montré aucune émotion</w:t>
      </w:r>
      <w:r>
        <w:t> ?</w:t>
      </w:r>
    </w:p>
    <w:p w14:paraId="7E0E54D8" w14:textId="6F294710" w:rsidR="00276CCE" w:rsidRDefault="00276CCE" w:rsidP="002A4158">
      <w:r>
        <w:t>— </w:t>
      </w:r>
      <w:r w:rsidR="002A4158" w:rsidRPr="00DA4E77">
        <w:t>Ton père m</w:t>
      </w:r>
      <w:r>
        <w:t>’</w:t>
      </w:r>
      <w:r w:rsidR="002A4158" w:rsidRPr="00DA4E77">
        <w:t>a simplement répondu</w:t>
      </w:r>
      <w:r>
        <w:t> : « </w:t>
      </w:r>
      <w:r w:rsidR="002A4158" w:rsidRPr="00DA4E77">
        <w:t>Dors tranquille</w:t>
      </w:r>
      <w:r>
        <w:t xml:space="preserve">, </w:t>
      </w:r>
      <w:r w:rsidR="002A4158" w:rsidRPr="00DA4E77">
        <w:t>j</w:t>
      </w:r>
      <w:r>
        <w:t>’</w:t>
      </w:r>
      <w:r w:rsidR="002A4158" w:rsidRPr="00DA4E77">
        <w:t>en réponds</w:t>
      </w:r>
      <w:r>
        <w:t> ! »</w:t>
      </w:r>
    </w:p>
    <w:p w14:paraId="70F2736D" w14:textId="77777777" w:rsidR="00276CCE" w:rsidRDefault="00276CCE" w:rsidP="002A4158">
      <w:r>
        <w:t>— </w:t>
      </w:r>
      <w:r w:rsidR="002A4158" w:rsidRPr="00DA4E77">
        <w:t>Mon père ne ment jamais</w:t>
      </w:r>
      <w:r>
        <w:t xml:space="preserve">. </w:t>
      </w:r>
      <w:r w:rsidR="002A4158" w:rsidRPr="00DA4E77">
        <w:t xml:space="preserve">Et il aime </w:t>
      </w:r>
      <w:proofErr w:type="spellStart"/>
      <w:r w:rsidR="002A4158" w:rsidRPr="00DA4E77">
        <w:t>Hellas</w:t>
      </w:r>
      <w:proofErr w:type="spellEnd"/>
      <w:r w:rsidR="002A4158" w:rsidRPr="00DA4E77">
        <w:t xml:space="preserve"> comme un fils</w:t>
      </w:r>
      <w:r>
        <w:t xml:space="preserve">… </w:t>
      </w:r>
      <w:r w:rsidR="002A4158" w:rsidRPr="00DA4E77">
        <w:t>Mais alors</w:t>
      </w:r>
      <w:r>
        <w:t xml:space="preserve">, </w:t>
      </w:r>
      <w:r w:rsidR="002A4158" w:rsidRPr="00DA4E77">
        <w:t>je crois deviner</w:t>
      </w:r>
      <w:r>
        <w:t xml:space="preserve">… </w:t>
      </w:r>
      <w:r w:rsidR="002A4158" w:rsidRPr="00DA4E77">
        <w:t>je devine</w:t>
      </w:r>
      <w:r>
        <w:t xml:space="preserve">… </w:t>
      </w:r>
      <w:r w:rsidR="002A4158" w:rsidRPr="00DA4E77">
        <w:t>Ce bruit ente</w:t>
      </w:r>
      <w:r w:rsidR="002A4158" w:rsidRPr="00DA4E77">
        <w:t>n</w:t>
      </w:r>
      <w:r w:rsidR="002A4158" w:rsidRPr="00DA4E77">
        <w:t>du</w:t>
      </w:r>
      <w:r>
        <w:t xml:space="preserve">… </w:t>
      </w:r>
      <w:r w:rsidR="002A4158" w:rsidRPr="00DA4E77">
        <w:t>ces rumeurs dans la nuit</w:t>
      </w:r>
      <w:r>
        <w:t xml:space="preserve">… </w:t>
      </w:r>
      <w:r w:rsidR="002A4158" w:rsidRPr="00DA4E77">
        <w:t>ce secret que cache mon père</w:t>
      </w:r>
      <w:r>
        <w:t xml:space="preserve">… </w:t>
      </w:r>
      <w:proofErr w:type="spellStart"/>
      <w:r w:rsidR="002A4158" w:rsidRPr="00DA4E77">
        <w:t>Glania</w:t>
      </w:r>
      <w:proofErr w:type="spellEnd"/>
      <w:r>
        <w:t xml:space="preserve">, </w:t>
      </w:r>
      <w:r w:rsidR="002A4158" w:rsidRPr="00DA4E77">
        <w:t>dis-moi</w:t>
      </w:r>
      <w:r>
        <w:t xml:space="preserve">, </w:t>
      </w:r>
      <w:r w:rsidR="002A4158" w:rsidRPr="00DA4E77">
        <w:t>l</w:t>
      </w:r>
      <w:r>
        <w:t>’</w:t>
      </w:r>
      <w:r w:rsidR="002A4158" w:rsidRPr="00DA4E77">
        <w:t>homme qui t</w:t>
      </w:r>
      <w:r>
        <w:t>’</w:t>
      </w:r>
      <w:r w:rsidR="002A4158" w:rsidRPr="00DA4E77">
        <w:t>a recueillie ce matin</w:t>
      </w:r>
      <w:r>
        <w:t xml:space="preserve">, </w:t>
      </w:r>
      <w:r w:rsidR="002A4158" w:rsidRPr="00DA4E77">
        <w:t>es-tu bien sûre qu</w:t>
      </w:r>
      <w:r>
        <w:t>’</w:t>
      </w:r>
      <w:r w:rsidR="002A4158" w:rsidRPr="00DA4E77">
        <w:t xml:space="preserve">en lui tu as cru voir </w:t>
      </w:r>
      <w:proofErr w:type="spellStart"/>
      <w:r w:rsidR="002A4158" w:rsidRPr="00DA4E77">
        <w:t>Hellas</w:t>
      </w:r>
      <w:proofErr w:type="spellEnd"/>
      <w:r>
        <w:t> ?</w:t>
      </w:r>
    </w:p>
    <w:p w14:paraId="4A83ACE8" w14:textId="77777777" w:rsidR="00276CCE" w:rsidRDefault="00276CCE" w:rsidP="002A4158">
      <w:r>
        <w:t>— </w:t>
      </w:r>
      <w:r w:rsidR="002A4158" w:rsidRPr="00DA4E77">
        <w:t>J</w:t>
      </w:r>
      <w:r>
        <w:t>’</w:t>
      </w:r>
      <w:r w:rsidR="002A4158" w:rsidRPr="00DA4E77">
        <w:t>ai rêvé</w:t>
      </w:r>
      <w:r>
        <w:t xml:space="preserve">, </w:t>
      </w:r>
      <w:r w:rsidR="002A4158" w:rsidRPr="00DA4E77">
        <w:t>sans doute</w:t>
      </w:r>
      <w:r>
        <w:t xml:space="preserve">, </w:t>
      </w:r>
      <w:r w:rsidR="002A4158" w:rsidRPr="00DA4E77">
        <w:t>mais je l</w:t>
      </w:r>
      <w:r>
        <w:t>’</w:t>
      </w:r>
      <w:r w:rsidR="002A4158" w:rsidRPr="00DA4E77">
        <w:t>ai vu</w:t>
      </w:r>
      <w:r>
        <w:t> !</w:t>
      </w:r>
    </w:p>
    <w:p w14:paraId="1AB0EC19" w14:textId="77777777" w:rsidR="00276CCE" w:rsidRDefault="00276CCE" w:rsidP="002A4158">
      <w:r>
        <w:t>— </w:t>
      </w:r>
      <w:r w:rsidR="002A4158" w:rsidRPr="00DA4E77">
        <w:t>Eh bien</w:t>
      </w:r>
      <w:r>
        <w:t xml:space="preserve">, </w:t>
      </w:r>
      <w:proofErr w:type="spellStart"/>
      <w:r w:rsidR="002A4158" w:rsidRPr="00DA4E77">
        <w:t>Glania</w:t>
      </w:r>
      <w:proofErr w:type="spellEnd"/>
      <w:r>
        <w:t xml:space="preserve">, </w:t>
      </w:r>
      <w:r w:rsidR="002A4158" w:rsidRPr="00DA4E77">
        <w:t>c</w:t>
      </w:r>
      <w:r>
        <w:t>’</w:t>
      </w:r>
      <w:r w:rsidR="002A4158" w:rsidRPr="00DA4E77">
        <w:t>était lui-même</w:t>
      </w:r>
      <w:r>
        <w:t xml:space="preserve">, </w:t>
      </w:r>
      <w:r w:rsidR="002A4158" w:rsidRPr="00DA4E77">
        <w:t>s</w:t>
      </w:r>
      <w:r>
        <w:t>’</w:t>
      </w:r>
      <w:r w:rsidR="002A4158" w:rsidRPr="00DA4E77">
        <w:t xml:space="preserve">écrie </w:t>
      </w:r>
      <w:proofErr w:type="spellStart"/>
      <w:r w:rsidR="002A4158" w:rsidRPr="00DA4E77">
        <w:t>Oréa</w:t>
      </w:r>
      <w:proofErr w:type="spellEnd"/>
      <w:r w:rsidR="002A4158" w:rsidRPr="00DA4E77">
        <w:t xml:space="preserve"> transfig</w:t>
      </w:r>
      <w:r w:rsidR="002A4158" w:rsidRPr="00DA4E77">
        <w:t>u</w:t>
      </w:r>
      <w:r w:rsidR="002A4158" w:rsidRPr="00DA4E77">
        <w:t>rée</w:t>
      </w:r>
      <w:r>
        <w:t xml:space="preserve">. </w:t>
      </w:r>
      <w:r w:rsidR="002A4158" w:rsidRPr="00DA4E77">
        <w:t>Viens</w:t>
      </w:r>
      <w:r>
        <w:t xml:space="preserve">, </w:t>
      </w:r>
      <w:r w:rsidR="002A4158" w:rsidRPr="00DA4E77">
        <w:t>mon enfant</w:t>
      </w:r>
      <w:r>
        <w:t xml:space="preserve"> ; </w:t>
      </w:r>
      <w:r w:rsidR="002A4158" w:rsidRPr="00DA4E77">
        <w:t>viens</w:t>
      </w:r>
      <w:r>
        <w:t xml:space="preserve">, </w:t>
      </w:r>
      <w:r w:rsidR="002A4158" w:rsidRPr="00DA4E77">
        <w:t>ma petite sœur</w:t>
      </w:r>
      <w:r>
        <w:t xml:space="preserve">, </w:t>
      </w:r>
      <w:r w:rsidR="002A4158" w:rsidRPr="00DA4E77">
        <w:t>viens saluer le Prince de l</w:t>
      </w:r>
      <w:r>
        <w:t>’</w:t>
      </w:r>
      <w:r w:rsidR="002A4158" w:rsidRPr="00DA4E77">
        <w:t>Empire</w:t>
      </w:r>
      <w:r>
        <w:t>…</w:t>
      </w:r>
    </w:p>
    <w:p w14:paraId="085DD36D" w14:textId="77777777" w:rsidR="00276CCE" w:rsidRDefault="002A4158" w:rsidP="002A4158">
      <w:r w:rsidRPr="00DA4E77">
        <w:t>Mais</w:t>
      </w:r>
      <w:r w:rsidR="00276CCE">
        <w:t xml:space="preserve">, </w:t>
      </w:r>
      <w:r w:rsidRPr="00DA4E77">
        <w:t>subitement</w:t>
      </w:r>
      <w:r w:rsidR="00276CCE">
        <w:t xml:space="preserve">, </w:t>
      </w:r>
      <w:proofErr w:type="spellStart"/>
      <w:r w:rsidRPr="00DA4E77">
        <w:t>Oréa</w:t>
      </w:r>
      <w:proofErr w:type="spellEnd"/>
      <w:r w:rsidRPr="00DA4E77">
        <w:t xml:space="preserve"> s</w:t>
      </w:r>
      <w:r w:rsidR="00276CCE">
        <w:t>’</w:t>
      </w:r>
      <w:r w:rsidRPr="00DA4E77">
        <w:t>arrête</w:t>
      </w:r>
      <w:r w:rsidR="00276CCE">
        <w:t xml:space="preserve">, </w:t>
      </w:r>
      <w:r w:rsidRPr="00DA4E77">
        <w:t>et murmure</w:t>
      </w:r>
      <w:r w:rsidR="00276CCE">
        <w:t> :</w:t>
      </w:r>
    </w:p>
    <w:p w14:paraId="08522FD8" w14:textId="77777777" w:rsidR="00276CCE" w:rsidRDefault="00276CCE" w:rsidP="002A4158">
      <w:r>
        <w:t>— </w:t>
      </w:r>
      <w:r w:rsidR="002A4158" w:rsidRPr="00DA4E77">
        <w:t>Non</w:t>
      </w:r>
      <w:r>
        <w:t xml:space="preserve">, </w:t>
      </w:r>
      <w:r w:rsidR="002A4158" w:rsidRPr="00DA4E77">
        <w:t>taisons-nous</w:t>
      </w:r>
      <w:r>
        <w:t xml:space="preserve">. </w:t>
      </w:r>
      <w:r w:rsidR="002A4158" w:rsidRPr="00DA4E77">
        <w:t>Les volontés de mon père doivent re</w:t>
      </w:r>
      <w:r w:rsidR="002A4158" w:rsidRPr="00DA4E77">
        <w:t>s</w:t>
      </w:r>
      <w:r w:rsidR="002A4158" w:rsidRPr="00DA4E77">
        <w:t>ter sacrées</w:t>
      </w:r>
      <w:r>
        <w:t>.</w:t>
      </w:r>
    </w:p>
    <w:p w14:paraId="71BA84CC" w14:textId="77777777" w:rsidR="00276CCE" w:rsidRDefault="002A4158" w:rsidP="002A4158">
      <w:r w:rsidRPr="00DA4E77">
        <w:t>Au même instant</w:t>
      </w:r>
      <w:r w:rsidR="00276CCE">
        <w:t xml:space="preserve">, </w:t>
      </w:r>
      <w:r w:rsidRPr="00DA4E77">
        <w:t>une servante d</w:t>
      </w:r>
      <w:r w:rsidR="00276CCE">
        <w:t>’</w:t>
      </w:r>
      <w:proofErr w:type="spellStart"/>
      <w:r w:rsidRPr="00DA4E77">
        <w:t>Oréa</w:t>
      </w:r>
      <w:proofErr w:type="spellEnd"/>
      <w:r w:rsidRPr="00DA4E77">
        <w:t xml:space="preserve"> demande à parler à sa maîtresse</w:t>
      </w:r>
      <w:r w:rsidR="00276CCE">
        <w:t> :</w:t>
      </w:r>
    </w:p>
    <w:p w14:paraId="6C929BFA" w14:textId="77777777" w:rsidR="00276CCE" w:rsidRDefault="00276CCE" w:rsidP="002A4158">
      <w:r>
        <w:t>— </w:t>
      </w:r>
      <w:r w:rsidR="002A4158" w:rsidRPr="00DA4E77">
        <w:t>Deux hommes viennent de débarquer dans l</w:t>
      </w:r>
      <w:r>
        <w:t>’</w:t>
      </w:r>
      <w:r w:rsidR="002A4158" w:rsidRPr="00DA4E77">
        <w:t>île</w:t>
      </w:r>
      <w:r>
        <w:t xml:space="preserve">. </w:t>
      </w:r>
      <w:r w:rsidR="002A4158" w:rsidRPr="00DA4E77">
        <w:t>L</w:t>
      </w:r>
      <w:r>
        <w:t>’</w:t>
      </w:r>
      <w:r w:rsidR="002A4158" w:rsidRPr="00DA4E77">
        <w:t>un a l</w:t>
      </w:r>
      <w:r>
        <w:t>’</w:t>
      </w:r>
      <w:r w:rsidR="002A4158" w:rsidRPr="00DA4E77">
        <w:t>air d</w:t>
      </w:r>
      <w:r>
        <w:t>’</w:t>
      </w:r>
      <w:r w:rsidR="002A4158" w:rsidRPr="00DA4E77">
        <w:t>un géant</w:t>
      </w:r>
      <w:r>
        <w:t xml:space="preserve">. </w:t>
      </w:r>
      <w:r w:rsidR="002A4158" w:rsidRPr="00DA4E77">
        <w:t>L</w:t>
      </w:r>
      <w:r>
        <w:t>’</w:t>
      </w:r>
      <w:r w:rsidR="002A4158" w:rsidRPr="00DA4E77">
        <w:t>autre</w:t>
      </w:r>
      <w:r>
        <w:t xml:space="preserve">, </w:t>
      </w:r>
      <w:r w:rsidR="002A4158" w:rsidRPr="00DA4E77">
        <w:t>un tout jeune homme</w:t>
      </w:r>
      <w:r>
        <w:t xml:space="preserve">. </w:t>
      </w:r>
      <w:r w:rsidR="002A4158" w:rsidRPr="00DA4E77">
        <w:t>Le géant affirme qu</w:t>
      </w:r>
      <w:r>
        <w:t>’</w:t>
      </w:r>
      <w:r w:rsidR="002A4158" w:rsidRPr="00DA4E77">
        <w:t xml:space="preserve">il connaît bien notre seigneur </w:t>
      </w:r>
      <w:proofErr w:type="spellStart"/>
      <w:r w:rsidR="002A4158" w:rsidRPr="00DA4E77">
        <w:t>Oréus</w:t>
      </w:r>
      <w:proofErr w:type="spellEnd"/>
      <w:r>
        <w:t xml:space="preserve">. </w:t>
      </w:r>
      <w:r w:rsidR="002A4158" w:rsidRPr="00DA4E77">
        <w:t>Le gardien refuse de les laisser pénétrer plus avant</w:t>
      </w:r>
      <w:r>
        <w:t xml:space="preserve">. </w:t>
      </w:r>
      <w:r w:rsidR="002A4158" w:rsidRPr="00DA4E77">
        <w:t>Ton père se repose</w:t>
      </w:r>
      <w:r>
        <w:t>.</w:t>
      </w:r>
    </w:p>
    <w:p w14:paraId="184A6084" w14:textId="77777777" w:rsidR="00276CCE" w:rsidRDefault="00276CCE" w:rsidP="002A4158">
      <w:r>
        <w:t>— </w:t>
      </w:r>
      <w:r w:rsidR="002A4158" w:rsidRPr="00DA4E77">
        <w:t>Un géant</w:t>
      </w:r>
      <w:r>
        <w:t xml:space="preserve">, </w:t>
      </w:r>
      <w:r w:rsidR="002A4158" w:rsidRPr="00DA4E77">
        <w:t>dis-tu</w:t>
      </w:r>
      <w:r>
        <w:t xml:space="preserve"> ? </w:t>
      </w:r>
      <w:r w:rsidR="002A4158" w:rsidRPr="00DA4E77">
        <w:t>Un géant qui a su aborder dans l</w:t>
      </w:r>
      <w:r>
        <w:t>’</w:t>
      </w:r>
      <w:r w:rsidR="002A4158" w:rsidRPr="00DA4E77">
        <w:t>île</w:t>
      </w:r>
      <w:r>
        <w:t xml:space="preserve"> ? </w:t>
      </w:r>
      <w:proofErr w:type="spellStart"/>
      <w:r w:rsidR="002A4158" w:rsidRPr="00DA4E77">
        <w:t>Knephao</w:t>
      </w:r>
      <w:proofErr w:type="spellEnd"/>
      <w:r>
        <w:t xml:space="preserve">, </w:t>
      </w:r>
      <w:r w:rsidR="002A4158" w:rsidRPr="00DA4E77">
        <w:t>sans doute</w:t>
      </w:r>
      <w:r>
        <w:t> ?</w:t>
      </w:r>
    </w:p>
    <w:p w14:paraId="659663EE" w14:textId="77777777" w:rsidR="00276CCE" w:rsidRDefault="00276CCE" w:rsidP="002A4158">
      <w:r>
        <w:t>— </w:t>
      </w:r>
      <w:r w:rsidR="002A4158" w:rsidRPr="00DA4E77">
        <w:t>Oui</w:t>
      </w:r>
      <w:r>
        <w:t xml:space="preserve">, </w:t>
      </w:r>
      <w:r w:rsidR="002A4158" w:rsidRPr="00DA4E77">
        <w:t>maîtresse</w:t>
      </w:r>
      <w:r>
        <w:t xml:space="preserve">, </w:t>
      </w:r>
      <w:proofErr w:type="spellStart"/>
      <w:r w:rsidR="002A4158" w:rsidRPr="00DA4E77">
        <w:t>Knephao</w:t>
      </w:r>
      <w:proofErr w:type="spellEnd"/>
      <w:r>
        <w:t xml:space="preserve">, </w:t>
      </w:r>
      <w:r w:rsidR="002A4158" w:rsidRPr="00DA4E77">
        <w:t>voilà son nom</w:t>
      </w:r>
      <w:r>
        <w:t>.</w:t>
      </w:r>
    </w:p>
    <w:p w14:paraId="5932AB59" w14:textId="77777777" w:rsidR="00276CCE" w:rsidRDefault="00276CCE" w:rsidP="002A4158">
      <w:r>
        <w:t>— </w:t>
      </w:r>
      <w:r w:rsidR="002A4158" w:rsidRPr="00DA4E77">
        <w:t>Vite</w:t>
      </w:r>
      <w:r>
        <w:t xml:space="preserve">, </w:t>
      </w:r>
      <w:r w:rsidR="002A4158" w:rsidRPr="00DA4E77">
        <w:t>vite</w:t>
      </w:r>
      <w:r>
        <w:t xml:space="preserve">, </w:t>
      </w:r>
      <w:r w:rsidR="002A4158" w:rsidRPr="00DA4E77">
        <w:t>qu</w:t>
      </w:r>
      <w:r>
        <w:t>’</w:t>
      </w:r>
      <w:r w:rsidR="002A4158" w:rsidRPr="00DA4E77">
        <w:t>il entre</w:t>
      </w:r>
      <w:r>
        <w:t> !</w:t>
      </w:r>
    </w:p>
    <w:p w14:paraId="5CB29D2C" w14:textId="77777777" w:rsidR="00276CCE" w:rsidRDefault="00276CCE" w:rsidP="002A4158">
      <w:r>
        <w:lastRenderedPageBreak/>
        <w:t>— </w:t>
      </w:r>
      <w:r w:rsidR="002A4158" w:rsidRPr="00DA4E77">
        <w:t>Ton père</w:t>
      </w:r>
      <w:r>
        <w:t xml:space="preserve">, </w:t>
      </w:r>
      <w:r w:rsidR="002A4158" w:rsidRPr="00DA4E77">
        <w:t>maîtresse</w:t>
      </w:r>
      <w:r>
        <w:t xml:space="preserve">, </w:t>
      </w:r>
      <w:r w:rsidR="002A4158" w:rsidRPr="00DA4E77">
        <w:t>faut-il l</w:t>
      </w:r>
      <w:r>
        <w:t>’</w:t>
      </w:r>
      <w:r w:rsidR="002A4158" w:rsidRPr="00DA4E77">
        <w:t>éveiller</w:t>
      </w:r>
      <w:r>
        <w:t> ?</w:t>
      </w:r>
    </w:p>
    <w:p w14:paraId="1F8FE6A7" w14:textId="77777777" w:rsidR="00276CCE" w:rsidRDefault="00276CCE" w:rsidP="002A4158">
      <w:r>
        <w:t>— </w:t>
      </w:r>
      <w:r w:rsidR="002A4158" w:rsidRPr="00DA4E77">
        <w:t>Non</w:t>
      </w:r>
      <w:r>
        <w:t xml:space="preserve">, </w:t>
      </w:r>
      <w:r w:rsidR="002A4158" w:rsidRPr="00DA4E77">
        <w:t>je prendrai ce soin</w:t>
      </w:r>
      <w:r>
        <w:t xml:space="preserve">. </w:t>
      </w:r>
      <w:r w:rsidR="002A4158" w:rsidRPr="00DA4E77">
        <w:t>Je vais</w:t>
      </w:r>
      <w:r>
        <w:t xml:space="preserve">, </w:t>
      </w:r>
      <w:r w:rsidR="002A4158" w:rsidRPr="00DA4E77">
        <w:t>d</w:t>
      </w:r>
      <w:r>
        <w:t>’</w:t>
      </w:r>
      <w:r w:rsidR="002A4158" w:rsidRPr="00DA4E77">
        <w:t>ailleurs</w:t>
      </w:r>
      <w:r>
        <w:t xml:space="preserve">, </w:t>
      </w:r>
      <w:r w:rsidR="002A4158" w:rsidRPr="00DA4E77">
        <w:t>au-devant des deux visiteurs</w:t>
      </w:r>
      <w:r>
        <w:t>.</w:t>
      </w:r>
    </w:p>
    <w:p w14:paraId="302C851D" w14:textId="77777777" w:rsidR="00276CCE" w:rsidRDefault="002A4158" w:rsidP="002A4158">
      <w:r w:rsidRPr="00DA4E77">
        <w:t>Et soulevant à la hâte la rouge tenture</w:t>
      </w:r>
      <w:r w:rsidR="00276CCE">
        <w:t xml:space="preserve">, </w:t>
      </w:r>
      <w:proofErr w:type="spellStart"/>
      <w:r w:rsidRPr="00DA4E77">
        <w:t>Oréa</w:t>
      </w:r>
      <w:proofErr w:type="spellEnd"/>
      <w:r w:rsidRPr="00DA4E77">
        <w:t xml:space="preserve"> s</w:t>
      </w:r>
      <w:r w:rsidR="00276CCE">
        <w:t>’</w:t>
      </w:r>
      <w:r w:rsidRPr="00DA4E77">
        <w:t>avance vers la route</w:t>
      </w:r>
      <w:r w:rsidR="00276CCE">
        <w:t xml:space="preserve">, </w:t>
      </w:r>
      <w:r w:rsidRPr="00DA4E77">
        <w:t>où le soleil</w:t>
      </w:r>
      <w:r w:rsidR="00276CCE">
        <w:t xml:space="preserve">, </w:t>
      </w:r>
      <w:r w:rsidRPr="00DA4E77">
        <w:t>déjà dans sa force</w:t>
      </w:r>
      <w:r w:rsidR="00276CCE">
        <w:t xml:space="preserve">, </w:t>
      </w:r>
      <w:r w:rsidRPr="00DA4E77">
        <w:t>dore les feuilles des palmiers</w:t>
      </w:r>
      <w:r w:rsidR="00276CCE">
        <w:t>.</w:t>
      </w:r>
    </w:p>
    <w:p w14:paraId="02560942" w14:textId="77777777" w:rsidR="00276CCE" w:rsidRDefault="00276CCE" w:rsidP="00276CCE">
      <w:pPr>
        <w:pStyle w:val="Titre2"/>
        <w:rPr>
          <w:i/>
        </w:rPr>
      </w:pPr>
      <w:bookmarkStart w:id="17" w:name="_Toc194842003"/>
      <w:r w:rsidRPr="00DA4E77">
        <w:lastRenderedPageBreak/>
        <w:t>Scène</w:t>
      </w:r>
      <w:r>
        <w:t> </w:t>
      </w:r>
      <w:r w:rsidRPr="00DA4E77">
        <w:t>VI</w:t>
      </w:r>
      <w:r>
        <w:t xml:space="preserve">. – </w:t>
      </w:r>
      <w:r w:rsidR="002A4158" w:rsidRPr="00DA4E77">
        <w:rPr>
          <w:i/>
        </w:rPr>
        <w:t>Les messagers</w:t>
      </w:r>
      <w:r>
        <w:rPr>
          <w:i/>
        </w:rPr>
        <w:t>.</w:t>
      </w:r>
      <w:bookmarkEnd w:id="17"/>
    </w:p>
    <w:p w14:paraId="5DDDE097" w14:textId="77777777" w:rsidR="00276CCE" w:rsidRDefault="002A4158" w:rsidP="002A4158">
      <w:r w:rsidRPr="00DA4E77">
        <w:t>L</w:t>
      </w:r>
      <w:r w:rsidR="00276CCE">
        <w:t>’</w:t>
      </w:r>
      <w:r w:rsidRPr="00DA4E77">
        <w:t>Île Verte forme au-dessus des flots une sorte de falaise inaccessible</w:t>
      </w:r>
      <w:r w:rsidR="00276CCE">
        <w:t xml:space="preserve">, </w:t>
      </w:r>
      <w:r w:rsidRPr="00DA4E77">
        <w:t>et qui la voit surgir</w:t>
      </w:r>
      <w:r w:rsidR="00276CCE">
        <w:t xml:space="preserve">, </w:t>
      </w:r>
      <w:r w:rsidRPr="00DA4E77">
        <w:t>noire et farouche</w:t>
      </w:r>
      <w:r w:rsidR="00276CCE">
        <w:t xml:space="preserve">, </w:t>
      </w:r>
      <w:r w:rsidRPr="00DA4E77">
        <w:t>dans la nuit</w:t>
      </w:r>
      <w:r w:rsidR="00276CCE">
        <w:t xml:space="preserve">, </w:t>
      </w:r>
      <w:r w:rsidRPr="00DA4E77">
        <w:t>ou rougeoyante</w:t>
      </w:r>
      <w:r w:rsidR="00276CCE">
        <w:t xml:space="preserve">, </w:t>
      </w:r>
      <w:r w:rsidRPr="00DA4E77">
        <w:t>le jour</w:t>
      </w:r>
      <w:r w:rsidR="00276CCE">
        <w:t xml:space="preserve">, </w:t>
      </w:r>
      <w:r w:rsidRPr="00DA4E77">
        <w:t>au reflet du soleil sur le porphyre</w:t>
      </w:r>
      <w:r w:rsidR="00276CCE">
        <w:t xml:space="preserve">, </w:t>
      </w:r>
      <w:r w:rsidRPr="00DA4E77">
        <w:t>la prendrait volontiers pour un désert de pierres abandonné par les dieux et les hommes</w:t>
      </w:r>
      <w:r w:rsidR="00276CCE">
        <w:t xml:space="preserve">. </w:t>
      </w:r>
      <w:r w:rsidRPr="00DA4E77">
        <w:t>Et ceux qui n</w:t>
      </w:r>
      <w:r w:rsidR="00276CCE">
        <w:t>’</w:t>
      </w:r>
      <w:r w:rsidRPr="00DA4E77">
        <w:t>ont jamais pénétré dans l</w:t>
      </w:r>
      <w:r w:rsidR="00276CCE">
        <w:t>’</w:t>
      </w:r>
      <w:r w:rsidRPr="00DA4E77">
        <w:t>île ne pourraient deviner la végétation épanouie sur le vaste plateau qui s</w:t>
      </w:r>
      <w:r w:rsidR="00276CCE">
        <w:t>’</w:t>
      </w:r>
      <w:r w:rsidRPr="00DA4E77">
        <w:t>étend à son sommet</w:t>
      </w:r>
      <w:r w:rsidR="00276CCE">
        <w:t xml:space="preserve">. </w:t>
      </w:r>
      <w:r w:rsidRPr="00DA4E77">
        <w:t>On dirait que toute la flore luxuriante et libre</w:t>
      </w:r>
      <w:r w:rsidR="00276CCE">
        <w:t xml:space="preserve">, </w:t>
      </w:r>
      <w:r w:rsidRPr="00DA4E77">
        <w:t>chassée de l</w:t>
      </w:r>
      <w:r w:rsidR="00276CCE">
        <w:t>’</w:t>
      </w:r>
      <w:r w:rsidRPr="00DA4E77">
        <w:t>île atlante par le travail des m</w:t>
      </w:r>
      <w:r w:rsidRPr="00DA4E77">
        <w:t>a</w:t>
      </w:r>
      <w:r w:rsidRPr="00DA4E77">
        <w:t>chines</w:t>
      </w:r>
      <w:r w:rsidR="00276CCE">
        <w:t xml:space="preserve">, </w:t>
      </w:r>
      <w:r w:rsidRPr="00DA4E77">
        <w:t>s</w:t>
      </w:r>
      <w:r w:rsidR="00276CCE">
        <w:t>’</w:t>
      </w:r>
      <w:r w:rsidRPr="00DA4E77">
        <w:t>est réfugiée dans ce coin de terre gardé par des rochers inabordables</w:t>
      </w:r>
      <w:r w:rsidR="00276CCE">
        <w:t xml:space="preserve">. </w:t>
      </w:r>
      <w:proofErr w:type="spellStart"/>
      <w:r w:rsidRPr="00DA4E77">
        <w:t>Amonou</w:t>
      </w:r>
      <w:proofErr w:type="spellEnd"/>
      <w:r w:rsidR="00276CCE">
        <w:t xml:space="preserve">, </w:t>
      </w:r>
      <w:r w:rsidRPr="00DA4E77">
        <w:t>qui n</w:t>
      </w:r>
      <w:r w:rsidR="00276CCE">
        <w:t>’</w:t>
      </w:r>
      <w:r w:rsidRPr="00DA4E77">
        <w:t>a jamais quitté la Reine des Eaux et dont toute l</w:t>
      </w:r>
      <w:r w:rsidR="00276CCE">
        <w:t>’</w:t>
      </w:r>
      <w:r w:rsidRPr="00DA4E77">
        <w:t>enfance se déroula dans les paysages monotones</w:t>
      </w:r>
      <w:r w:rsidR="00276CCE">
        <w:t xml:space="preserve">, </w:t>
      </w:r>
      <w:r w:rsidRPr="00DA4E77">
        <w:t>réguliers et artificiels de la civilisation atlante</w:t>
      </w:r>
      <w:r w:rsidR="00276CCE">
        <w:t xml:space="preserve">, </w:t>
      </w:r>
      <w:r w:rsidRPr="00DA4E77">
        <w:t>demeure éme</w:t>
      </w:r>
      <w:r w:rsidRPr="00DA4E77">
        <w:t>r</w:t>
      </w:r>
      <w:r w:rsidRPr="00DA4E77">
        <w:t>veillé devant les richesses verdoyantes qu</w:t>
      </w:r>
      <w:r w:rsidR="00276CCE">
        <w:t>’</w:t>
      </w:r>
      <w:r w:rsidRPr="00DA4E77">
        <w:t>étale la nature laissée sans entraves</w:t>
      </w:r>
      <w:r w:rsidR="00276CCE">
        <w:t xml:space="preserve">. </w:t>
      </w:r>
      <w:r w:rsidRPr="00DA4E77">
        <w:t>Tout ému</w:t>
      </w:r>
      <w:r w:rsidR="00276CCE">
        <w:t xml:space="preserve">, </w:t>
      </w:r>
      <w:r w:rsidRPr="00DA4E77">
        <w:t>encore</w:t>
      </w:r>
      <w:r w:rsidR="00276CCE">
        <w:t xml:space="preserve">, </w:t>
      </w:r>
      <w:r w:rsidRPr="00DA4E77">
        <w:t>d</w:t>
      </w:r>
      <w:r w:rsidR="00276CCE">
        <w:t>’</w:t>
      </w:r>
      <w:r w:rsidRPr="00DA4E77">
        <w:t>avoir pu débarquer sur l</w:t>
      </w:r>
      <w:r w:rsidR="00276CCE">
        <w:t>’</w:t>
      </w:r>
      <w:r w:rsidRPr="00DA4E77">
        <w:t>île fameuse où nul ne peut aborder sans le consentement du maître qui l</w:t>
      </w:r>
      <w:r w:rsidR="00276CCE">
        <w:t>’</w:t>
      </w:r>
      <w:r w:rsidRPr="00DA4E77">
        <w:t>habite</w:t>
      </w:r>
      <w:r w:rsidR="00276CCE">
        <w:t xml:space="preserve">, </w:t>
      </w:r>
      <w:r w:rsidRPr="00DA4E77">
        <w:t>le jeune néophyte en oublie les tragiques préocc</w:t>
      </w:r>
      <w:r w:rsidRPr="00DA4E77">
        <w:t>u</w:t>
      </w:r>
      <w:r w:rsidRPr="00DA4E77">
        <w:t>pations de l</w:t>
      </w:r>
      <w:r w:rsidR="00276CCE">
        <w:t>’</w:t>
      </w:r>
      <w:r w:rsidRPr="00DA4E77">
        <w:t>heure et laisse errer ses yeux enchantés</w:t>
      </w:r>
      <w:r w:rsidR="00276CCE">
        <w:t xml:space="preserve">, </w:t>
      </w:r>
      <w:r w:rsidRPr="00DA4E77">
        <w:t>des bo</w:t>
      </w:r>
      <w:r w:rsidRPr="00DA4E77">
        <w:t>s</w:t>
      </w:r>
      <w:r w:rsidRPr="00DA4E77">
        <w:t>quets de lauriers aux forêts de chênes</w:t>
      </w:r>
      <w:r w:rsidR="00276CCE">
        <w:t xml:space="preserve">, </w:t>
      </w:r>
      <w:r w:rsidRPr="00DA4E77">
        <w:t>des orangers vermeils aux ignames violettes</w:t>
      </w:r>
      <w:r w:rsidR="00276CCE">
        <w:t xml:space="preserve">. </w:t>
      </w:r>
      <w:r w:rsidRPr="00DA4E77">
        <w:t xml:space="preserve">Mais la rude voix de </w:t>
      </w:r>
      <w:proofErr w:type="spellStart"/>
      <w:r w:rsidRPr="00DA4E77">
        <w:t>Knephao</w:t>
      </w:r>
      <w:proofErr w:type="spellEnd"/>
      <w:r w:rsidRPr="00DA4E77">
        <w:t xml:space="preserve"> le rappelle à la réalité</w:t>
      </w:r>
      <w:r w:rsidR="00276CCE">
        <w:t> :</w:t>
      </w:r>
    </w:p>
    <w:p w14:paraId="5E11C0F2" w14:textId="77777777" w:rsidR="00276CCE" w:rsidRDefault="00276CCE" w:rsidP="002A4158">
      <w:r>
        <w:t>— </w:t>
      </w:r>
      <w:r w:rsidR="002A4158" w:rsidRPr="00DA4E77">
        <w:t>Regarde</w:t>
      </w:r>
      <w:r>
        <w:t xml:space="preserve">, </w:t>
      </w:r>
      <w:r w:rsidR="002A4158" w:rsidRPr="00DA4E77">
        <w:t>là-bas</w:t>
      </w:r>
      <w:r>
        <w:t xml:space="preserve">, </w:t>
      </w:r>
      <w:r w:rsidR="002A4158" w:rsidRPr="00DA4E77">
        <w:t>sur les flots</w:t>
      </w:r>
      <w:r>
        <w:t xml:space="preserve"> ! </w:t>
      </w:r>
      <w:r w:rsidR="002A4158" w:rsidRPr="00DA4E77">
        <w:t>Ne dirait-on pas les débris d</w:t>
      </w:r>
      <w:r>
        <w:t>’</w:t>
      </w:r>
      <w:r w:rsidR="002A4158" w:rsidRPr="00DA4E77">
        <w:t>une barque brisée</w:t>
      </w:r>
      <w:r>
        <w:t> ?</w:t>
      </w:r>
    </w:p>
    <w:p w14:paraId="7E2CD934" w14:textId="77777777" w:rsidR="00276CCE" w:rsidRDefault="00276CCE" w:rsidP="002A4158">
      <w:r>
        <w:t>— </w:t>
      </w:r>
      <w:r w:rsidR="002A4158" w:rsidRPr="00DA4E77">
        <w:t>D</w:t>
      </w:r>
      <w:r>
        <w:t>’</w:t>
      </w:r>
      <w:r w:rsidR="002A4158" w:rsidRPr="00DA4E77">
        <w:t>une barque</w:t>
      </w:r>
      <w:r>
        <w:t xml:space="preserve">, </w:t>
      </w:r>
      <w:r w:rsidR="002A4158" w:rsidRPr="00DA4E77">
        <w:t>en effet</w:t>
      </w:r>
      <w:r>
        <w:t xml:space="preserve">, </w:t>
      </w:r>
      <w:r w:rsidR="002A4158" w:rsidRPr="00DA4E77">
        <w:t xml:space="preserve">répond </w:t>
      </w:r>
      <w:proofErr w:type="spellStart"/>
      <w:r w:rsidR="002A4158" w:rsidRPr="00DA4E77">
        <w:t>Amonou</w:t>
      </w:r>
      <w:proofErr w:type="spellEnd"/>
      <w:r>
        <w:t xml:space="preserve"> ; </w:t>
      </w:r>
      <w:r w:rsidR="002A4158" w:rsidRPr="00DA4E77">
        <w:t>je reconnais les larges raies rouges et vertes de la coque</w:t>
      </w:r>
      <w:r>
        <w:t xml:space="preserve">. </w:t>
      </w:r>
      <w:r w:rsidR="002A4158" w:rsidRPr="00DA4E77">
        <w:t>Elle vient de l</w:t>
      </w:r>
      <w:r>
        <w:t>’</w:t>
      </w:r>
      <w:r w:rsidR="002A4158" w:rsidRPr="00DA4E77">
        <w:t>Île de Pourpre</w:t>
      </w:r>
      <w:r>
        <w:t xml:space="preserve">. </w:t>
      </w:r>
      <w:r w:rsidR="002A4158" w:rsidRPr="00DA4E77">
        <w:t>Pauvre petite Ligure</w:t>
      </w:r>
      <w:r>
        <w:t xml:space="preserve"> ! </w:t>
      </w:r>
      <w:r w:rsidR="002A4158" w:rsidRPr="00DA4E77">
        <w:t>Pourquoi l</w:t>
      </w:r>
      <w:r>
        <w:t>’</w:t>
      </w:r>
      <w:r w:rsidR="002A4158" w:rsidRPr="00DA4E77">
        <w:t>ai-je laissée partir</w:t>
      </w:r>
      <w:r>
        <w:t> ?</w:t>
      </w:r>
    </w:p>
    <w:p w14:paraId="1A7F3DD0" w14:textId="77777777" w:rsidR="00276CCE" w:rsidRDefault="00276CCE" w:rsidP="002A4158">
      <w:r>
        <w:t>— </w:t>
      </w:r>
      <w:r w:rsidR="002A4158" w:rsidRPr="00DA4E77">
        <w:t>Destin fatal</w:t>
      </w:r>
      <w:r>
        <w:t xml:space="preserve">. </w:t>
      </w:r>
      <w:r w:rsidR="002A4158" w:rsidRPr="00DA4E77">
        <w:t>Nul ne peut</w:t>
      </w:r>
      <w:r>
        <w:t xml:space="preserve">, </w:t>
      </w:r>
      <w:r w:rsidR="002A4158" w:rsidRPr="00DA4E77">
        <w:t>en dehors de ses habitants</w:t>
      </w:r>
      <w:r>
        <w:t xml:space="preserve">, </w:t>
      </w:r>
      <w:r w:rsidR="002A4158" w:rsidRPr="00DA4E77">
        <w:t>et de quelques privilégiés</w:t>
      </w:r>
      <w:r>
        <w:t xml:space="preserve">, </w:t>
      </w:r>
      <w:r w:rsidR="002A4158" w:rsidRPr="00DA4E77">
        <w:t>aborder dans cette Île Verte</w:t>
      </w:r>
      <w:r>
        <w:t> !</w:t>
      </w:r>
    </w:p>
    <w:p w14:paraId="401641A3" w14:textId="77777777" w:rsidR="00276CCE" w:rsidRDefault="00276CCE" w:rsidP="002A4158">
      <w:r>
        <w:lastRenderedPageBreak/>
        <w:t>— </w:t>
      </w:r>
      <w:r w:rsidR="002A4158" w:rsidRPr="00DA4E77">
        <w:t>Pouvais-je savoir les dangers de l</w:t>
      </w:r>
      <w:r>
        <w:t>’</w:t>
      </w:r>
      <w:r w:rsidR="002A4158" w:rsidRPr="00DA4E77">
        <w:t>île</w:t>
      </w:r>
      <w:r>
        <w:t xml:space="preserve"> ? </w:t>
      </w:r>
      <w:r w:rsidR="002A4158" w:rsidRPr="00DA4E77">
        <w:t xml:space="preserve">gémit </w:t>
      </w:r>
      <w:proofErr w:type="spellStart"/>
      <w:r w:rsidR="002A4158" w:rsidRPr="00DA4E77">
        <w:t>Amonou</w:t>
      </w:r>
      <w:proofErr w:type="spellEnd"/>
      <w:r>
        <w:t xml:space="preserve">. </w:t>
      </w:r>
      <w:r w:rsidR="002A4158" w:rsidRPr="00DA4E77">
        <w:t>J</w:t>
      </w:r>
      <w:r>
        <w:t>’</w:t>
      </w:r>
      <w:r w:rsidR="002A4158" w:rsidRPr="00DA4E77">
        <w:t>avais vaguement entendu parler du cercle inaccessible où s</w:t>
      </w:r>
      <w:r>
        <w:t>’</w:t>
      </w:r>
      <w:r w:rsidR="002A4158" w:rsidRPr="00DA4E77">
        <w:t xml:space="preserve">enfermait le grand </w:t>
      </w:r>
      <w:proofErr w:type="spellStart"/>
      <w:r w:rsidR="002A4158" w:rsidRPr="00DA4E77">
        <w:t>Oréus</w:t>
      </w:r>
      <w:proofErr w:type="spellEnd"/>
      <w:r>
        <w:t xml:space="preserve"> ; </w:t>
      </w:r>
      <w:r w:rsidR="002A4158" w:rsidRPr="00DA4E77">
        <w:t>mais j</w:t>
      </w:r>
      <w:r>
        <w:t>’</w:t>
      </w:r>
      <w:r w:rsidR="002A4158" w:rsidRPr="00DA4E77">
        <w:t>ignorais que la nature eût pu lui créer un asile si redoutable</w:t>
      </w:r>
      <w:r>
        <w:t xml:space="preserve">. </w:t>
      </w:r>
      <w:r w:rsidR="002A4158" w:rsidRPr="00DA4E77">
        <w:t>Chère petite mouette sauvage</w:t>
      </w:r>
      <w:r>
        <w:t xml:space="preserve"> ! </w:t>
      </w:r>
      <w:r w:rsidR="002A4158" w:rsidRPr="00DA4E77">
        <w:t>Elle aura péri en voulant imiter les ramiers voyageurs</w:t>
      </w:r>
      <w:r>
        <w:t xml:space="preserve"> ! </w:t>
      </w:r>
      <w:r w:rsidR="002A4158" w:rsidRPr="00DA4E77">
        <w:t>Mon cœur est remué de remords comme si son trépas était mon œ</w:t>
      </w:r>
      <w:r w:rsidR="002A4158" w:rsidRPr="00DA4E77">
        <w:t>u</w:t>
      </w:r>
      <w:r w:rsidR="002A4158" w:rsidRPr="00DA4E77">
        <w:t>vre</w:t>
      </w:r>
      <w:r>
        <w:t xml:space="preserve">. </w:t>
      </w:r>
      <w:r w:rsidR="002A4158" w:rsidRPr="00DA4E77">
        <w:t>Ah</w:t>
      </w:r>
      <w:r>
        <w:t xml:space="preserve"> ! </w:t>
      </w:r>
      <w:r w:rsidR="002A4158" w:rsidRPr="00DA4E77">
        <w:t>qui sait si nous-mêmes</w:t>
      </w:r>
      <w:r>
        <w:t>…</w:t>
      </w:r>
    </w:p>
    <w:p w14:paraId="407F88E7" w14:textId="77777777" w:rsidR="00276CCE" w:rsidRDefault="00276CCE" w:rsidP="002A4158">
      <w:r>
        <w:t>— </w:t>
      </w:r>
      <w:r w:rsidR="002A4158" w:rsidRPr="00DA4E77">
        <w:t>Ne parlons jamais de ce qui peut nous advenir</w:t>
      </w:r>
      <w:r>
        <w:t xml:space="preserve">, </w:t>
      </w:r>
      <w:proofErr w:type="spellStart"/>
      <w:r w:rsidR="002A4158" w:rsidRPr="00DA4E77">
        <w:t>Amonou</w:t>
      </w:r>
      <w:proofErr w:type="spellEnd"/>
      <w:r>
        <w:t xml:space="preserve">. </w:t>
      </w:r>
      <w:r w:rsidR="002A4158" w:rsidRPr="00DA4E77">
        <w:t>Et n</w:t>
      </w:r>
      <w:r>
        <w:t>’</w:t>
      </w:r>
      <w:r w:rsidR="002A4158" w:rsidRPr="00DA4E77">
        <w:t>ayons jamais regret de ce que nous avons accompli en toute noblesse</w:t>
      </w:r>
      <w:r>
        <w:t>.</w:t>
      </w:r>
    </w:p>
    <w:p w14:paraId="49A79224" w14:textId="77777777" w:rsidR="00276CCE" w:rsidRDefault="002A4158" w:rsidP="002A4158">
      <w:r w:rsidRPr="00DA4E77">
        <w:t>Au même moment</w:t>
      </w:r>
      <w:r w:rsidR="00276CCE">
        <w:t xml:space="preserve">, </w:t>
      </w:r>
      <w:r w:rsidRPr="00DA4E77">
        <w:t>sous l</w:t>
      </w:r>
      <w:r w:rsidR="00276CCE">
        <w:t>’</w:t>
      </w:r>
      <w:r w:rsidRPr="00DA4E77">
        <w:t>allée de palmiers</w:t>
      </w:r>
      <w:r w:rsidR="00276CCE">
        <w:t xml:space="preserve">, </w:t>
      </w:r>
      <w:r w:rsidRPr="00DA4E77">
        <w:t>le serviteur</w:t>
      </w:r>
      <w:r w:rsidR="00276CCE">
        <w:t xml:space="preserve">, </w:t>
      </w:r>
      <w:r w:rsidRPr="00DA4E77">
        <w:t>parti pour prévenir le maître</w:t>
      </w:r>
      <w:r w:rsidR="00276CCE">
        <w:t xml:space="preserve">, </w:t>
      </w:r>
      <w:r w:rsidRPr="00DA4E77">
        <w:t>fait signe aux deux hommes de s</w:t>
      </w:r>
      <w:r w:rsidR="00276CCE">
        <w:t>’</w:t>
      </w:r>
      <w:r w:rsidRPr="00DA4E77">
        <w:t>approcher</w:t>
      </w:r>
      <w:r w:rsidR="00276CCE">
        <w:t>.</w:t>
      </w:r>
    </w:p>
    <w:p w14:paraId="20126907" w14:textId="77777777" w:rsidR="00276CCE" w:rsidRDefault="002A4158" w:rsidP="002A4158">
      <w:r w:rsidRPr="00DA4E77">
        <w:t xml:space="preserve">Mais </w:t>
      </w:r>
      <w:proofErr w:type="spellStart"/>
      <w:r w:rsidRPr="00DA4E77">
        <w:t>Knephao</w:t>
      </w:r>
      <w:proofErr w:type="spellEnd"/>
      <w:r w:rsidRPr="00DA4E77">
        <w:t xml:space="preserve"> s</w:t>
      </w:r>
      <w:r w:rsidR="00276CCE">
        <w:t>’</w:t>
      </w:r>
      <w:r w:rsidRPr="00DA4E77">
        <w:t>arrête</w:t>
      </w:r>
      <w:r w:rsidR="00276CCE">
        <w:t xml:space="preserve">, </w:t>
      </w:r>
      <w:r w:rsidRPr="00DA4E77">
        <w:t xml:space="preserve">et </w:t>
      </w:r>
      <w:proofErr w:type="spellStart"/>
      <w:r w:rsidRPr="00DA4E77">
        <w:t>Amonou</w:t>
      </w:r>
      <w:proofErr w:type="spellEnd"/>
      <w:r w:rsidR="00276CCE">
        <w:t xml:space="preserve">, </w:t>
      </w:r>
      <w:r w:rsidRPr="00DA4E77">
        <w:t>qui le suit</w:t>
      </w:r>
      <w:r w:rsidR="00276CCE">
        <w:t xml:space="preserve">, </w:t>
      </w:r>
      <w:r w:rsidRPr="00DA4E77">
        <w:t>voit surgir au détour du chemin une apparition radieuse</w:t>
      </w:r>
      <w:r w:rsidR="00276CCE">
        <w:t> :</w:t>
      </w:r>
    </w:p>
    <w:p w14:paraId="1868ACC4" w14:textId="77777777" w:rsidR="00276CCE" w:rsidRDefault="00276CCE" w:rsidP="002A4158">
      <w:r>
        <w:t>— </w:t>
      </w:r>
      <w:r w:rsidR="002A4158" w:rsidRPr="00DA4E77">
        <w:t>Toi-même</w:t>
      </w:r>
      <w:r>
        <w:t xml:space="preserve">, </w:t>
      </w:r>
      <w:proofErr w:type="spellStart"/>
      <w:r w:rsidR="002A4158" w:rsidRPr="00DA4E77">
        <w:t>Oréa</w:t>
      </w:r>
      <w:proofErr w:type="spellEnd"/>
      <w:r>
        <w:t xml:space="preserve"> ? </w:t>
      </w:r>
      <w:r w:rsidR="002A4158" w:rsidRPr="00DA4E77">
        <w:t>Toi-même</w:t>
      </w:r>
      <w:r>
        <w:t> ?</w:t>
      </w:r>
    </w:p>
    <w:p w14:paraId="7CF5FE80" w14:textId="77777777" w:rsidR="00276CCE" w:rsidRDefault="002A4158" w:rsidP="002A4158">
      <w:r w:rsidRPr="00DA4E77">
        <w:t>Et</w:t>
      </w:r>
      <w:r w:rsidR="00276CCE">
        <w:t xml:space="preserve">, </w:t>
      </w:r>
      <w:r w:rsidRPr="00DA4E77">
        <w:t>pliant le genou</w:t>
      </w:r>
      <w:r w:rsidR="00276CCE">
        <w:t xml:space="preserve">, </w:t>
      </w:r>
      <w:proofErr w:type="spellStart"/>
      <w:r w:rsidRPr="00DA4E77">
        <w:t>Knephao</w:t>
      </w:r>
      <w:proofErr w:type="spellEnd"/>
      <w:r w:rsidRPr="00DA4E77">
        <w:t xml:space="preserve"> baise dévotement les doigts de la belle jeune fille</w:t>
      </w:r>
      <w:r w:rsidR="00276CCE">
        <w:t xml:space="preserve">. </w:t>
      </w:r>
      <w:proofErr w:type="spellStart"/>
      <w:r w:rsidRPr="00DA4E77">
        <w:t>Amonou</w:t>
      </w:r>
      <w:proofErr w:type="spellEnd"/>
      <w:r w:rsidR="00276CCE">
        <w:t xml:space="preserve">, </w:t>
      </w:r>
      <w:r w:rsidRPr="00DA4E77">
        <w:t>à l</w:t>
      </w:r>
      <w:r w:rsidR="00276CCE">
        <w:t>’</w:t>
      </w:r>
      <w:r w:rsidRPr="00DA4E77">
        <w:t>écart</w:t>
      </w:r>
      <w:r w:rsidR="00276CCE">
        <w:t xml:space="preserve">, </w:t>
      </w:r>
      <w:r w:rsidRPr="00DA4E77">
        <w:t>reste en admiration d</w:t>
      </w:r>
      <w:r w:rsidRPr="00DA4E77">
        <w:t>e</w:t>
      </w:r>
      <w:r w:rsidRPr="00DA4E77">
        <w:t>vant le prestige irrésistible de l</w:t>
      </w:r>
      <w:r w:rsidR="00276CCE">
        <w:t>’</w:t>
      </w:r>
      <w:r w:rsidRPr="00DA4E77">
        <w:t>arrivante</w:t>
      </w:r>
      <w:r w:rsidR="00276CCE">
        <w:t xml:space="preserve">, </w:t>
      </w:r>
      <w:r w:rsidRPr="00DA4E77">
        <w:t>et la salue en s</w:t>
      </w:r>
      <w:r w:rsidR="00276CCE">
        <w:t>’</w:t>
      </w:r>
      <w:r w:rsidRPr="00DA4E77">
        <w:t>inclinant</w:t>
      </w:r>
      <w:r w:rsidR="00276CCE">
        <w:t xml:space="preserve">. </w:t>
      </w:r>
      <w:r w:rsidRPr="00DA4E77">
        <w:t xml:space="preserve">Mais </w:t>
      </w:r>
      <w:proofErr w:type="spellStart"/>
      <w:r w:rsidRPr="00DA4E77">
        <w:t>Oréa</w:t>
      </w:r>
      <w:proofErr w:type="spellEnd"/>
      <w:r w:rsidR="00276CCE">
        <w:t xml:space="preserve">, </w:t>
      </w:r>
      <w:r w:rsidRPr="00DA4E77">
        <w:t>souriante et de sa voix la plus douce</w:t>
      </w:r>
      <w:r w:rsidR="00276CCE">
        <w:t> :</w:t>
      </w:r>
    </w:p>
    <w:p w14:paraId="78514652" w14:textId="77777777" w:rsidR="00276CCE" w:rsidRDefault="00276CCE" w:rsidP="002A4158">
      <w:r>
        <w:t>— </w:t>
      </w:r>
      <w:r w:rsidR="002A4158" w:rsidRPr="00DA4E77">
        <w:t xml:space="preserve">Tu es </w:t>
      </w:r>
      <w:proofErr w:type="spellStart"/>
      <w:r w:rsidR="002A4158" w:rsidRPr="00DA4E77">
        <w:t>Amonou</w:t>
      </w:r>
      <w:proofErr w:type="spellEnd"/>
      <w:r>
        <w:t xml:space="preserve">, </w:t>
      </w:r>
      <w:r w:rsidR="002A4158" w:rsidRPr="00DA4E77">
        <w:t>sans doute</w:t>
      </w:r>
      <w:r>
        <w:t> ?</w:t>
      </w:r>
    </w:p>
    <w:p w14:paraId="66857F4B" w14:textId="77777777" w:rsidR="00276CCE" w:rsidRDefault="00276CCE" w:rsidP="002A4158">
      <w:r>
        <w:t>— </w:t>
      </w:r>
      <w:r w:rsidR="002A4158" w:rsidRPr="00DA4E77">
        <w:t>En vérité</w:t>
      </w:r>
      <w:r>
        <w:t xml:space="preserve">, </w:t>
      </w:r>
      <w:r w:rsidR="002A4158" w:rsidRPr="00DA4E77">
        <w:t>comment sais-tu</w:t>
      </w:r>
      <w:r>
        <w:t>…</w:t>
      </w:r>
    </w:p>
    <w:p w14:paraId="55D3C3E5" w14:textId="77777777" w:rsidR="00276CCE" w:rsidRDefault="00276CCE" w:rsidP="002A4158">
      <w:r>
        <w:t>— </w:t>
      </w:r>
      <w:r w:rsidR="002A4158" w:rsidRPr="00DA4E77">
        <w:t>Oui</w:t>
      </w:r>
      <w:r>
        <w:t xml:space="preserve">, </w:t>
      </w:r>
      <w:r w:rsidR="002A4158" w:rsidRPr="00DA4E77">
        <w:t>je connais ton aventure généreuse</w:t>
      </w:r>
      <w:r>
        <w:t xml:space="preserve"> ! </w:t>
      </w:r>
      <w:r w:rsidR="002A4158" w:rsidRPr="00DA4E77">
        <w:t>Tu es allé prév</w:t>
      </w:r>
      <w:r w:rsidR="002A4158" w:rsidRPr="00DA4E77">
        <w:t>e</w:t>
      </w:r>
      <w:r w:rsidR="002A4158" w:rsidRPr="00DA4E77">
        <w:t xml:space="preserve">nir </w:t>
      </w:r>
      <w:proofErr w:type="spellStart"/>
      <w:r w:rsidR="002A4158" w:rsidRPr="00DA4E77">
        <w:t>Hermos</w:t>
      </w:r>
      <w:proofErr w:type="spellEnd"/>
      <w:r w:rsidR="002A4158" w:rsidRPr="00DA4E77">
        <w:t xml:space="preserve"> et chercher </w:t>
      </w:r>
      <w:proofErr w:type="spellStart"/>
      <w:r w:rsidR="002A4158" w:rsidRPr="00DA4E77">
        <w:t>Knephao</w:t>
      </w:r>
      <w:proofErr w:type="spellEnd"/>
      <w:r>
        <w:t xml:space="preserve">. </w:t>
      </w:r>
      <w:r w:rsidR="002A4158" w:rsidRPr="00DA4E77">
        <w:t>Quand on m</w:t>
      </w:r>
      <w:r>
        <w:t>’</w:t>
      </w:r>
      <w:r w:rsidR="002A4158" w:rsidRPr="00DA4E77">
        <w:t>a dit qu</w:t>
      </w:r>
      <w:r>
        <w:t>’</w:t>
      </w:r>
      <w:r w:rsidR="002A4158" w:rsidRPr="00DA4E77">
        <w:t>un géant abordait dans l</w:t>
      </w:r>
      <w:r>
        <w:t>’</w:t>
      </w:r>
      <w:r w:rsidR="002A4158" w:rsidRPr="00DA4E77">
        <w:t>île</w:t>
      </w:r>
      <w:r>
        <w:t xml:space="preserve">, </w:t>
      </w:r>
      <w:r w:rsidR="002A4158" w:rsidRPr="00DA4E77">
        <w:t>j</w:t>
      </w:r>
      <w:r>
        <w:t>’</w:t>
      </w:r>
      <w:r w:rsidR="002A4158" w:rsidRPr="00DA4E77">
        <w:t xml:space="preserve">ai deviné </w:t>
      </w:r>
      <w:proofErr w:type="spellStart"/>
      <w:r w:rsidR="002A4158" w:rsidRPr="00DA4E77">
        <w:t>Knephao</w:t>
      </w:r>
      <w:proofErr w:type="spellEnd"/>
      <w:r>
        <w:t xml:space="preserve">, </w:t>
      </w:r>
      <w:r w:rsidR="002A4158" w:rsidRPr="00DA4E77">
        <w:t>et quand j</w:t>
      </w:r>
      <w:r>
        <w:t>’</w:t>
      </w:r>
      <w:r w:rsidR="002A4158" w:rsidRPr="00DA4E77">
        <w:t>ai su qu</w:t>
      </w:r>
      <w:r>
        <w:t>’</w:t>
      </w:r>
      <w:r w:rsidR="002A4158" w:rsidRPr="00DA4E77">
        <w:t>un jeune homme accompagnait le géant</w:t>
      </w:r>
      <w:r>
        <w:t xml:space="preserve">, </w:t>
      </w:r>
      <w:r w:rsidR="002A4158" w:rsidRPr="00DA4E77">
        <w:t>j</w:t>
      </w:r>
      <w:r>
        <w:t>’</w:t>
      </w:r>
      <w:r w:rsidR="002A4158" w:rsidRPr="00DA4E77">
        <w:t>ai pensé à toi</w:t>
      </w:r>
      <w:r>
        <w:t xml:space="preserve">. </w:t>
      </w:r>
      <w:r w:rsidR="002A4158" w:rsidRPr="00DA4E77">
        <w:t>Et vous venez</w:t>
      </w:r>
      <w:r>
        <w:t xml:space="preserve">, </w:t>
      </w:r>
      <w:r w:rsidR="002A4158" w:rsidRPr="00DA4E77">
        <w:t>sans doute</w:t>
      </w:r>
      <w:r>
        <w:t xml:space="preserve">, </w:t>
      </w:r>
      <w:r w:rsidR="002A4158" w:rsidRPr="00DA4E77">
        <w:t xml:space="preserve">pour nous parler des dangers que court </w:t>
      </w:r>
      <w:proofErr w:type="spellStart"/>
      <w:r w:rsidR="002A4158" w:rsidRPr="00DA4E77">
        <w:t>He</w:t>
      </w:r>
      <w:r w:rsidR="002A4158" w:rsidRPr="00DA4E77">
        <w:t>l</w:t>
      </w:r>
      <w:r w:rsidR="002A4158" w:rsidRPr="00DA4E77">
        <w:t>las</w:t>
      </w:r>
      <w:proofErr w:type="spellEnd"/>
      <w:r>
        <w:t> ?</w:t>
      </w:r>
    </w:p>
    <w:p w14:paraId="3407107C" w14:textId="77777777" w:rsidR="00276CCE" w:rsidRDefault="00276CCE" w:rsidP="002A4158">
      <w:r>
        <w:lastRenderedPageBreak/>
        <w:t>— </w:t>
      </w:r>
      <w:r w:rsidR="002A4158" w:rsidRPr="00DA4E77">
        <w:t>Assurément</w:t>
      </w:r>
      <w:r>
        <w:t xml:space="preserve">, </w:t>
      </w:r>
      <w:r w:rsidR="002A4158" w:rsidRPr="00DA4E77">
        <w:t xml:space="preserve">réplique </w:t>
      </w:r>
      <w:proofErr w:type="spellStart"/>
      <w:r w:rsidR="002A4158" w:rsidRPr="00DA4E77">
        <w:t>Knephao</w:t>
      </w:r>
      <w:proofErr w:type="spellEnd"/>
      <w:r w:rsidR="002A4158" w:rsidRPr="00DA4E77">
        <w:t xml:space="preserve"> stupéfait</w:t>
      </w:r>
      <w:r>
        <w:t xml:space="preserve">. </w:t>
      </w:r>
      <w:r w:rsidR="002A4158" w:rsidRPr="00DA4E77">
        <w:t>Mais pourrais-je savoir par quel sortilège tu devines ce que nous accourons t</w:t>
      </w:r>
      <w:r>
        <w:t>’</w:t>
      </w:r>
      <w:r w:rsidR="002A4158" w:rsidRPr="00DA4E77">
        <w:t>apprendre</w:t>
      </w:r>
      <w:r>
        <w:t> ?</w:t>
      </w:r>
    </w:p>
    <w:p w14:paraId="1C24ABDC" w14:textId="77777777" w:rsidR="00276CCE" w:rsidRDefault="00276CCE" w:rsidP="002A4158">
      <w:r>
        <w:t>— </w:t>
      </w:r>
      <w:r w:rsidR="002A4158" w:rsidRPr="00DA4E77">
        <w:t>Par nul sortilège</w:t>
      </w:r>
      <w:r>
        <w:t xml:space="preserve">, </w:t>
      </w:r>
      <w:r w:rsidR="002A4158" w:rsidRPr="00DA4E77">
        <w:t xml:space="preserve">cher </w:t>
      </w:r>
      <w:proofErr w:type="spellStart"/>
      <w:r w:rsidR="002A4158" w:rsidRPr="00DA4E77">
        <w:t>Knephao</w:t>
      </w:r>
      <w:proofErr w:type="spellEnd"/>
      <w:r>
        <w:t xml:space="preserve">. </w:t>
      </w:r>
      <w:proofErr w:type="spellStart"/>
      <w:r w:rsidR="002A4158" w:rsidRPr="00DA4E77">
        <w:t>Glania</w:t>
      </w:r>
      <w:proofErr w:type="spellEnd"/>
      <w:r w:rsidR="002A4158" w:rsidRPr="00DA4E77">
        <w:t xml:space="preserve"> m</w:t>
      </w:r>
      <w:r>
        <w:t>’</w:t>
      </w:r>
      <w:r w:rsidR="002A4158" w:rsidRPr="00DA4E77">
        <w:t>a tout conté</w:t>
      </w:r>
      <w:r>
        <w:t>.</w:t>
      </w:r>
    </w:p>
    <w:p w14:paraId="05B93338" w14:textId="77777777" w:rsidR="00276CCE" w:rsidRDefault="00276CCE" w:rsidP="002A4158">
      <w:r>
        <w:t>— </w:t>
      </w:r>
      <w:proofErr w:type="spellStart"/>
      <w:r w:rsidR="002A4158" w:rsidRPr="00DA4E77">
        <w:t>Glania</w:t>
      </w:r>
      <w:proofErr w:type="spellEnd"/>
      <w:r>
        <w:t xml:space="preserve"> ! </w:t>
      </w:r>
      <w:r w:rsidR="002A4158" w:rsidRPr="00DA4E77">
        <w:t>s</w:t>
      </w:r>
      <w:r>
        <w:t>’</w:t>
      </w:r>
      <w:r w:rsidR="002A4158" w:rsidRPr="00DA4E77">
        <w:t xml:space="preserve">écrie </w:t>
      </w:r>
      <w:proofErr w:type="spellStart"/>
      <w:r w:rsidR="002A4158" w:rsidRPr="00DA4E77">
        <w:t>Amonou</w:t>
      </w:r>
      <w:proofErr w:type="spellEnd"/>
      <w:r w:rsidR="002A4158" w:rsidRPr="00DA4E77">
        <w:t xml:space="preserve"> exultant de joie</w:t>
      </w:r>
      <w:r>
        <w:t xml:space="preserve">. </w:t>
      </w:r>
      <w:r w:rsidR="002A4158" w:rsidRPr="00DA4E77">
        <w:t>Elle vit donc</w:t>
      </w:r>
      <w:r>
        <w:t> ?</w:t>
      </w:r>
    </w:p>
    <w:p w14:paraId="567870AE" w14:textId="77777777" w:rsidR="00276CCE" w:rsidRDefault="00276CCE" w:rsidP="002A4158">
      <w:r>
        <w:t>— </w:t>
      </w:r>
      <w:r w:rsidR="002A4158" w:rsidRPr="00DA4E77">
        <w:t>Oui</w:t>
      </w:r>
      <w:r>
        <w:t xml:space="preserve">, </w:t>
      </w:r>
      <w:r w:rsidR="002A4158" w:rsidRPr="00DA4E77">
        <w:t>par miracle</w:t>
      </w:r>
      <w:r>
        <w:t xml:space="preserve">, </w:t>
      </w:r>
      <w:r w:rsidR="002A4158" w:rsidRPr="00DA4E77">
        <w:t>elle a pu échapper aux tourbillons où a sombré sa barque</w:t>
      </w:r>
      <w:r>
        <w:t>.</w:t>
      </w:r>
    </w:p>
    <w:p w14:paraId="1F952267" w14:textId="77777777" w:rsidR="00276CCE" w:rsidRDefault="00276CCE" w:rsidP="002A4158">
      <w:r>
        <w:t>— </w:t>
      </w:r>
      <w:r w:rsidR="002A4158" w:rsidRPr="00DA4E77">
        <w:t>Mais d</w:t>
      </w:r>
      <w:r>
        <w:t>’</w:t>
      </w:r>
      <w:r w:rsidR="002A4158" w:rsidRPr="00DA4E77">
        <w:t>abord</w:t>
      </w:r>
      <w:r>
        <w:t xml:space="preserve">, </w:t>
      </w:r>
      <w:proofErr w:type="spellStart"/>
      <w:r w:rsidR="002A4158" w:rsidRPr="00DA4E77">
        <w:t>Oréa</w:t>
      </w:r>
      <w:proofErr w:type="spellEnd"/>
      <w:r>
        <w:t xml:space="preserve">, </w:t>
      </w:r>
      <w:r w:rsidR="002A4158" w:rsidRPr="00DA4E77">
        <w:t>ton père est-il dans l</w:t>
      </w:r>
      <w:r>
        <w:t>’</w:t>
      </w:r>
      <w:r w:rsidR="002A4158" w:rsidRPr="00DA4E77">
        <w:t>île</w:t>
      </w:r>
      <w:r>
        <w:t> ?</w:t>
      </w:r>
    </w:p>
    <w:p w14:paraId="6A931616" w14:textId="77777777" w:rsidR="00276CCE" w:rsidRDefault="00276CCE" w:rsidP="002A4158">
      <w:r>
        <w:t>— </w:t>
      </w:r>
      <w:r w:rsidR="002A4158" w:rsidRPr="00DA4E77">
        <w:t>Oui</w:t>
      </w:r>
      <w:r>
        <w:t xml:space="preserve">, </w:t>
      </w:r>
      <w:proofErr w:type="spellStart"/>
      <w:r w:rsidR="002A4158" w:rsidRPr="00DA4E77">
        <w:t>Knephao</w:t>
      </w:r>
      <w:proofErr w:type="spellEnd"/>
      <w:r>
        <w:t>.</w:t>
      </w:r>
    </w:p>
    <w:p w14:paraId="09081D17" w14:textId="77777777" w:rsidR="00276CCE" w:rsidRDefault="00276CCE" w:rsidP="002A4158">
      <w:r>
        <w:t>— </w:t>
      </w:r>
      <w:r w:rsidR="002A4158" w:rsidRPr="00DA4E77">
        <w:t xml:space="preserve">A-t-il vu </w:t>
      </w:r>
      <w:proofErr w:type="spellStart"/>
      <w:r w:rsidR="002A4158" w:rsidRPr="00DA4E77">
        <w:t>Glania</w:t>
      </w:r>
      <w:proofErr w:type="spellEnd"/>
      <w:r>
        <w:t> ?</w:t>
      </w:r>
    </w:p>
    <w:p w14:paraId="0F3B7CF0" w14:textId="77777777" w:rsidR="00276CCE" w:rsidRDefault="00276CCE" w:rsidP="002A4158">
      <w:r>
        <w:t>— </w:t>
      </w:r>
      <w:r w:rsidR="002A4158" w:rsidRPr="00DA4E77">
        <w:t>Certes</w:t>
      </w:r>
      <w:r>
        <w:t>.</w:t>
      </w:r>
    </w:p>
    <w:p w14:paraId="1CDFA070" w14:textId="77777777" w:rsidR="00276CCE" w:rsidRDefault="00276CCE" w:rsidP="002A4158">
      <w:r>
        <w:t>— </w:t>
      </w:r>
      <w:r w:rsidR="002A4158" w:rsidRPr="00DA4E77">
        <w:t>La Ligure lui a-t-elle parlé d</w:t>
      </w:r>
      <w:r>
        <w:t>’</w:t>
      </w:r>
      <w:proofErr w:type="spellStart"/>
      <w:r w:rsidR="002A4158" w:rsidRPr="00DA4E77">
        <w:t>Hellas</w:t>
      </w:r>
      <w:proofErr w:type="spellEnd"/>
      <w:r>
        <w:t> ?</w:t>
      </w:r>
    </w:p>
    <w:p w14:paraId="7989CD11" w14:textId="77777777" w:rsidR="00276CCE" w:rsidRDefault="00276CCE" w:rsidP="002A4158">
      <w:r>
        <w:t>— </w:t>
      </w:r>
      <w:proofErr w:type="spellStart"/>
      <w:r w:rsidR="002A4158" w:rsidRPr="00DA4E77">
        <w:t>Glania</w:t>
      </w:r>
      <w:proofErr w:type="spellEnd"/>
      <w:r w:rsidR="002A4158" w:rsidRPr="00DA4E77">
        <w:t xml:space="preserve"> lui a tout conté</w:t>
      </w:r>
      <w:r>
        <w:t>.</w:t>
      </w:r>
    </w:p>
    <w:p w14:paraId="57C71201" w14:textId="77777777" w:rsidR="00276CCE" w:rsidRDefault="00276CCE" w:rsidP="002A4158">
      <w:r>
        <w:t>— </w:t>
      </w:r>
      <w:r w:rsidR="002A4158" w:rsidRPr="00DA4E77">
        <w:t>Alors</w:t>
      </w:r>
      <w:r>
        <w:t xml:space="preserve">, </w:t>
      </w:r>
      <w:r w:rsidR="002A4158" w:rsidRPr="00DA4E77">
        <w:t>qu</w:t>
      </w:r>
      <w:r>
        <w:t>’</w:t>
      </w:r>
      <w:r w:rsidR="002A4158" w:rsidRPr="00DA4E77">
        <w:t>a-t-il décidé</w:t>
      </w:r>
      <w:r>
        <w:t> ?</w:t>
      </w:r>
    </w:p>
    <w:p w14:paraId="32B76CC6" w14:textId="77777777" w:rsidR="00276CCE" w:rsidRDefault="00276CCE" w:rsidP="002A4158">
      <w:r>
        <w:t>— </w:t>
      </w:r>
      <w:r w:rsidR="002A4158" w:rsidRPr="00DA4E77">
        <w:t>Il est allé tranquillement dormir</w:t>
      </w:r>
      <w:r>
        <w:t>.</w:t>
      </w:r>
    </w:p>
    <w:p w14:paraId="17FB2CAF" w14:textId="77777777" w:rsidR="00276CCE" w:rsidRDefault="00276CCE" w:rsidP="002A4158">
      <w:r>
        <w:t>— </w:t>
      </w:r>
      <w:r w:rsidR="002A4158" w:rsidRPr="00DA4E77">
        <w:t>Dormir</w:t>
      </w:r>
      <w:r>
        <w:t xml:space="preserve"> ? </w:t>
      </w:r>
      <w:r w:rsidR="002A4158" w:rsidRPr="00DA4E77">
        <w:t xml:space="preserve">fait </w:t>
      </w:r>
      <w:proofErr w:type="spellStart"/>
      <w:r w:rsidR="002A4158" w:rsidRPr="00DA4E77">
        <w:t>Amonou</w:t>
      </w:r>
      <w:proofErr w:type="spellEnd"/>
      <w:r w:rsidR="002A4158" w:rsidRPr="00DA4E77">
        <w:t xml:space="preserve"> stupéfait</w:t>
      </w:r>
      <w:r>
        <w:t xml:space="preserve">. </w:t>
      </w:r>
      <w:r w:rsidR="002A4158" w:rsidRPr="00DA4E77">
        <w:t xml:space="preserve">Dormir quand </w:t>
      </w:r>
      <w:proofErr w:type="spellStart"/>
      <w:r w:rsidR="002A4158" w:rsidRPr="00DA4E77">
        <w:t>Hellas</w:t>
      </w:r>
      <w:proofErr w:type="spellEnd"/>
      <w:r w:rsidR="002A4158" w:rsidRPr="00DA4E77">
        <w:t xml:space="preserve"> va peut-être</w:t>
      </w:r>
      <w:r>
        <w:t>…</w:t>
      </w:r>
    </w:p>
    <w:p w14:paraId="58BEB620" w14:textId="77777777" w:rsidR="00276CCE" w:rsidRDefault="00276CCE" w:rsidP="002A4158">
      <w:r>
        <w:t>— </w:t>
      </w:r>
      <w:r w:rsidR="002A4158" w:rsidRPr="00DA4E77">
        <w:t>Si mon père dort</w:t>
      </w:r>
      <w:r>
        <w:t xml:space="preserve">, </w:t>
      </w:r>
      <w:r w:rsidR="002A4158" w:rsidRPr="00DA4E77">
        <w:t xml:space="preserve">observe doucement </w:t>
      </w:r>
      <w:proofErr w:type="spellStart"/>
      <w:r w:rsidR="002A4158" w:rsidRPr="00DA4E77">
        <w:t>Oréa</w:t>
      </w:r>
      <w:proofErr w:type="spellEnd"/>
      <w:r>
        <w:t xml:space="preserve">, </w:t>
      </w:r>
      <w:r w:rsidR="002A4158" w:rsidRPr="00DA4E77">
        <w:t>c</w:t>
      </w:r>
      <w:r>
        <w:t>’</w:t>
      </w:r>
      <w:r w:rsidR="002A4158" w:rsidRPr="00DA4E77">
        <w:t>est qu</w:t>
      </w:r>
      <w:r>
        <w:t>’</w:t>
      </w:r>
      <w:r w:rsidR="002A4158" w:rsidRPr="00DA4E77">
        <w:t>il j</w:t>
      </w:r>
      <w:r w:rsidR="002A4158" w:rsidRPr="00DA4E77">
        <w:t>u</w:t>
      </w:r>
      <w:r w:rsidR="002A4158" w:rsidRPr="00DA4E77">
        <w:t>ge toute action vaine</w:t>
      </w:r>
      <w:r>
        <w:t xml:space="preserve">. </w:t>
      </w:r>
      <w:r w:rsidR="002A4158" w:rsidRPr="00DA4E77">
        <w:t>Il agit toujours quand il le faut</w:t>
      </w:r>
      <w:r>
        <w:t xml:space="preserve">. </w:t>
      </w:r>
      <w:r w:rsidR="002A4158" w:rsidRPr="00DA4E77">
        <w:t>Au su</w:t>
      </w:r>
      <w:r w:rsidR="002A4158" w:rsidRPr="00DA4E77">
        <w:t>r</w:t>
      </w:r>
      <w:r w:rsidR="002A4158" w:rsidRPr="00DA4E77">
        <w:t>plus</w:t>
      </w:r>
      <w:r>
        <w:t xml:space="preserve">, </w:t>
      </w:r>
      <w:r w:rsidR="002A4158" w:rsidRPr="00DA4E77">
        <w:t>le voici</w:t>
      </w:r>
      <w:r>
        <w:t xml:space="preserve">. </w:t>
      </w:r>
      <w:r w:rsidR="002A4158" w:rsidRPr="00DA4E77">
        <w:t>On a dû</w:t>
      </w:r>
      <w:r>
        <w:t xml:space="preserve">, </w:t>
      </w:r>
      <w:r w:rsidR="002A4158" w:rsidRPr="00DA4E77">
        <w:t>malgré mes ordres</w:t>
      </w:r>
      <w:r>
        <w:t xml:space="preserve">, </w:t>
      </w:r>
      <w:r w:rsidR="002A4158" w:rsidRPr="00DA4E77">
        <w:t>l</w:t>
      </w:r>
      <w:r>
        <w:t>’</w:t>
      </w:r>
      <w:r w:rsidR="002A4158" w:rsidRPr="00DA4E77">
        <w:t>avertir de votre v</w:t>
      </w:r>
      <w:r w:rsidR="002A4158" w:rsidRPr="00DA4E77">
        <w:t>e</w:t>
      </w:r>
      <w:r w:rsidR="002A4158" w:rsidRPr="00DA4E77">
        <w:t>nue</w:t>
      </w:r>
      <w:r>
        <w:t>…</w:t>
      </w:r>
    </w:p>
    <w:p w14:paraId="53069F11" w14:textId="77777777" w:rsidR="00276CCE" w:rsidRDefault="00276CCE" w:rsidP="002A4158">
      <w:r>
        <w:t>— </w:t>
      </w:r>
      <w:r w:rsidR="002A4158" w:rsidRPr="00DA4E77">
        <w:t>Je t</w:t>
      </w:r>
      <w:r>
        <w:t>’</w:t>
      </w:r>
      <w:r w:rsidR="002A4158" w:rsidRPr="00DA4E77">
        <w:t>ai deviné</w:t>
      </w:r>
      <w:r>
        <w:t xml:space="preserve">, </w:t>
      </w:r>
      <w:r w:rsidR="002A4158" w:rsidRPr="00DA4E77">
        <w:t xml:space="preserve">mon bon </w:t>
      </w:r>
      <w:proofErr w:type="spellStart"/>
      <w:r w:rsidR="002A4158" w:rsidRPr="00DA4E77">
        <w:t>Knephao</w:t>
      </w:r>
      <w:proofErr w:type="spellEnd"/>
      <w:r>
        <w:t xml:space="preserve">, </w:t>
      </w:r>
      <w:r w:rsidR="002A4158" w:rsidRPr="00DA4E77">
        <w:t>s</w:t>
      </w:r>
      <w:r>
        <w:t>’</w:t>
      </w:r>
      <w:r w:rsidR="002A4158" w:rsidRPr="00DA4E77">
        <w:t xml:space="preserve">écrie </w:t>
      </w:r>
      <w:proofErr w:type="spellStart"/>
      <w:r w:rsidR="002A4158" w:rsidRPr="00DA4E77">
        <w:t>Oréus</w:t>
      </w:r>
      <w:proofErr w:type="spellEnd"/>
      <w:r w:rsidR="002A4158" w:rsidRPr="00DA4E77">
        <w:t xml:space="preserve"> du plus loin qu</w:t>
      </w:r>
      <w:r>
        <w:t>’</w:t>
      </w:r>
      <w:r w:rsidR="002A4158" w:rsidRPr="00DA4E77">
        <w:t>il aperçoit le groupe</w:t>
      </w:r>
      <w:r>
        <w:t xml:space="preserve">. </w:t>
      </w:r>
      <w:r w:rsidR="002A4158" w:rsidRPr="00DA4E77">
        <w:t>Ta voix vibre toujours aussi sonore</w:t>
      </w:r>
      <w:r>
        <w:t xml:space="preserve">. </w:t>
      </w:r>
      <w:r w:rsidR="002A4158" w:rsidRPr="00DA4E77">
        <w:t>Mais</w:t>
      </w:r>
      <w:r>
        <w:t xml:space="preserve">, </w:t>
      </w:r>
      <w:r w:rsidR="002A4158" w:rsidRPr="00DA4E77">
        <w:t>par le Sphinx</w:t>
      </w:r>
      <w:r>
        <w:t xml:space="preserve">, </w:t>
      </w:r>
      <w:r w:rsidR="002A4158" w:rsidRPr="00DA4E77">
        <w:t>comme te voilà vêtu</w:t>
      </w:r>
      <w:r>
        <w:t xml:space="preserve">, </w:t>
      </w:r>
      <w:r w:rsidR="002A4158" w:rsidRPr="00DA4E77">
        <w:t xml:space="preserve">pour un </w:t>
      </w:r>
      <w:r w:rsidR="002A4158" w:rsidRPr="00DA4E77">
        <w:lastRenderedPageBreak/>
        <w:t>guerrier</w:t>
      </w:r>
      <w:r>
        <w:t xml:space="preserve"> ! </w:t>
      </w:r>
      <w:r w:rsidR="002A4158" w:rsidRPr="00DA4E77">
        <w:t>Tu ressembles à un portefaix du quai</w:t>
      </w:r>
      <w:r>
        <w:t xml:space="preserve"> ! </w:t>
      </w:r>
      <w:r w:rsidR="002A4158" w:rsidRPr="00DA4E77">
        <w:t>Et puis</w:t>
      </w:r>
      <w:r>
        <w:t xml:space="preserve">, </w:t>
      </w:r>
      <w:r w:rsidR="002A4158" w:rsidRPr="00DA4E77">
        <w:t>quoi</w:t>
      </w:r>
      <w:r>
        <w:t xml:space="preserve"> ? </w:t>
      </w:r>
      <w:r w:rsidR="002A4158" w:rsidRPr="00DA4E77">
        <w:t>Tu ne m</w:t>
      </w:r>
      <w:r>
        <w:t>’</w:t>
      </w:r>
      <w:r w:rsidR="002A4158" w:rsidRPr="00DA4E77">
        <w:t>embrasses plus</w:t>
      </w:r>
      <w:r>
        <w:t xml:space="preserve"> ? </w:t>
      </w:r>
      <w:r w:rsidR="002A4158" w:rsidRPr="00DA4E77">
        <w:t>Dois-je</w:t>
      </w:r>
      <w:r>
        <w:t xml:space="preserve">, </w:t>
      </w:r>
      <w:r w:rsidR="002A4158" w:rsidRPr="00DA4E77">
        <w:t>moi aussi</w:t>
      </w:r>
      <w:r>
        <w:t xml:space="preserve">, </w:t>
      </w:r>
      <w:r w:rsidR="002A4158" w:rsidRPr="00DA4E77">
        <w:t>me métamorphoser en valet de mer pour mériter tes accolades</w:t>
      </w:r>
      <w:r>
        <w:t> ?</w:t>
      </w:r>
    </w:p>
    <w:p w14:paraId="6D1D3319" w14:textId="77777777" w:rsidR="00276CCE" w:rsidRDefault="002A4158" w:rsidP="002A4158">
      <w:r w:rsidRPr="00DA4E77">
        <w:t xml:space="preserve">Et </w:t>
      </w:r>
      <w:proofErr w:type="spellStart"/>
      <w:r w:rsidRPr="00DA4E77">
        <w:t>Knephao</w:t>
      </w:r>
      <w:proofErr w:type="spellEnd"/>
      <w:r w:rsidR="00276CCE">
        <w:t xml:space="preserve">, </w:t>
      </w:r>
      <w:r w:rsidRPr="00DA4E77">
        <w:t>à la fois ravi et confus devant la bonhomie du grand homme</w:t>
      </w:r>
      <w:r w:rsidR="00276CCE">
        <w:t xml:space="preserve">, </w:t>
      </w:r>
      <w:r w:rsidRPr="00DA4E77">
        <w:t>se jette dans ses bras</w:t>
      </w:r>
      <w:r w:rsidR="00276CCE">
        <w:t>.</w:t>
      </w:r>
    </w:p>
    <w:p w14:paraId="30FEF42A" w14:textId="77777777" w:rsidR="00276CCE" w:rsidRDefault="00276CCE" w:rsidP="002A4158">
      <w:r>
        <w:t>— </w:t>
      </w:r>
      <w:r w:rsidR="002A4158" w:rsidRPr="00DA4E77">
        <w:t>Maître</w:t>
      </w:r>
      <w:r>
        <w:t xml:space="preserve">, </w:t>
      </w:r>
      <w:r w:rsidR="002A4158" w:rsidRPr="00DA4E77">
        <w:t>excuse-moi d</w:t>
      </w:r>
      <w:r>
        <w:t>’</w:t>
      </w:r>
      <w:r w:rsidR="002A4158" w:rsidRPr="00DA4E77">
        <w:t>arriver sans te prévenir</w:t>
      </w:r>
      <w:r>
        <w:t xml:space="preserve">. </w:t>
      </w:r>
      <w:r w:rsidR="002A4158" w:rsidRPr="00DA4E77">
        <w:t>Et ne raille pas mon déguisement</w:t>
      </w:r>
      <w:r>
        <w:t xml:space="preserve">. </w:t>
      </w:r>
      <w:r w:rsidR="002A4158" w:rsidRPr="00DA4E77">
        <w:t>Si tu savais comme il était urgent de pa</w:t>
      </w:r>
      <w:r w:rsidR="002A4158" w:rsidRPr="00DA4E77">
        <w:t>r</w:t>
      </w:r>
      <w:r w:rsidR="002A4158" w:rsidRPr="00DA4E77">
        <w:t>tir vers toi</w:t>
      </w:r>
      <w:r>
        <w:t>.</w:t>
      </w:r>
    </w:p>
    <w:p w14:paraId="0772AEA5" w14:textId="77777777" w:rsidR="00276CCE" w:rsidRDefault="00276CCE" w:rsidP="002A4158">
      <w:r>
        <w:t>— </w:t>
      </w:r>
      <w:r w:rsidR="002A4158" w:rsidRPr="00DA4E77">
        <w:t>Je le sais</w:t>
      </w:r>
      <w:r>
        <w:t xml:space="preserve"> ! </w:t>
      </w:r>
      <w:r w:rsidR="002A4158" w:rsidRPr="00DA4E77">
        <w:t>si tu crois que je ne devine pas toute ton ave</w:t>
      </w:r>
      <w:r w:rsidR="002A4158" w:rsidRPr="00DA4E77">
        <w:t>n</w:t>
      </w:r>
      <w:r w:rsidR="002A4158" w:rsidRPr="00DA4E77">
        <w:t>ture</w:t>
      </w:r>
      <w:r>
        <w:t xml:space="preserve">. </w:t>
      </w:r>
      <w:r w:rsidR="002A4158" w:rsidRPr="00DA4E77">
        <w:t>Ce beau jeune homme a couru ce matin t</w:t>
      </w:r>
      <w:r>
        <w:t>’</w:t>
      </w:r>
      <w:r w:rsidR="002A4158" w:rsidRPr="00DA4E77">
        <w:t>informer du da</w:t>
      </w:r>
      <w:r w:rsidR="002A4158" w:rsidRPr="00DA4E77">
        <w:t>n</w:t>
      </w:r>
      <w:r w:rsidR="002A4158" w:rsidRPr="00DA4E77">
        <w:t xml:space="preserve">ger que risquait </w:t>
      </w:r>
      <w:proofErr w:type="spellStart"/>
      <w:r w:rsidR="002A4158" w:rsidRPr="00DA4E77">
        <w:t>Hellas</w:t>
      </w:r>
      <w:proofErr w:type="spellEnd"/>
      <w:r>
        <w:t xml:space="preserve">. </w:t>
      </w:r>
      <w:r w:rsidR="002A4158" w:rsidRPr="00DA4E77">
        <w:t>Il t</w:t>
      </w:r>
      <w:r>
        <w:t>’</w:t>
      </w:r>
      <w:r w:rsidR="002A4158" w:rsidRPr="00DA4E77">
        <w:t>a dit qu</w:t>
      </w:r>
      <w:r>
        <w:t>’</w:t>
      </w:r>
      <w:r w:rsidR="002A4158" w:rsidRPr="00DA4E77">
        <w:t>une petite Ligure partait de son côté pour m</w:t>
      </w:r>
      <w:r>
        <w:t>’</w:t>
      </w:r>
      <w:r w:rsidR="002A4158" w:rsidRPr="00DA4E77">
        <w:t>en informer moi-même</w:t>
      </w:r>
      <w:r>
        <w:t xml:space="preserve">. </w:t>
      </w:r>
      <w:r w:rsidR="002A4158" w:rsidRPr="00DA4E77">
        <w:t>Et prompt dans tes a</w:t>
      </w:r>
      <w:r w:rsidR="002A4158" w:rsidRPr="00DA4E77">
        <w:t>c</w:t>
      </w:r>
      <w:r w:rsidR="002A4158" w:rsidRPr="00DA4E77">
        <w:t>tes</w:t>
      </w:r>
      <w:r>
        <w:t xml:space="preserve">, </w:t>
      </w:r>
      <w:r w:rsidR="002A4158" w:rsidRPr="00DA4E77">
        <w:t>tu t</w:t>
      </w:r>
      <w:r>
        <w:t>’</w:t>
      </w:r>
      <w:r w:rsidR="002A4158" w:rsidRPr="00DA4E77">
        <w:t>es immédiatement déguisé en portefaix d</w:t>
      </w:r>
      <w:r>
        <w:t>’</w:t>
      </w:r>
      <w:r w:rsidR="002A4158" w:rsidRPr="00DA4E77">
        <w:t>Éthiopie pour t</w:t>
      </w:r>
      <w:r>
        <w:t>’</w:t>
      </w:r>
      <w:r w:rsidR="002A4158" w:rsidRPr="00DA4E77">
        <w:t xml:space="preserve">embarquer avec </w:t>
      </w:r>
      <w:proofErr w:type="spellStart"/>
      <w:r w:rsidR="002A4158" w:rsidRPr="00DA4E77">
        <w:t>Amonou</w:t>
      </w:r>
      <w:proofErr w:type="spellEnd"/>
      <w:r>
        <w:t>.</w:t>
      </w:r>
    </w:p>
    <w:p w14:paraId="5BD9EC3D" w14:textId="77777777" w:rsidR="00276CCE" w:rsidRDefault="00276CCE" w:rsidP="002A4158">
      <w:r>
        <w:t>— </w:t>
      </w:r>
      <w:r w:rsidR="002A4158" w:rsidRPr="00DA4E77">
        <w:t>Stupéfiant d</w:t>
      </w:r>
      <w:r>
        <w:t>’</w:t>
      </w:r>
      <w:r w:rsidR="002A4158" w:rsidRPr="00DA4E77">
        <w:t>exactitude</w:t>
      </w:r>
      <w:r>
        <w:t xml:space="preserve"> ! </w:t>
      </w:r>
      <w:r w:rsidR="002A4158" w:rsidRPr="00DA4E77">
        <w:t>s</w:t>
      </w:r>
      <w:r>
        <w:t>’</w:t>
      </w:r>
      <w:r w:rsidR="002A4158" w:rsidRPr="00DA4E77">
        <w:t xml:space="preserve">étonne </w:t>
      </w:r>
      <w:proofErr w:type="spellStart"/>
      <w:r w:rsidR="002A4158" w:rsidRPr="00DA4E77">
        <w:t>Knephao</w:t>
      </w:r>
      <w:proofErr w:type="spellEnd"/>
      <w:r>
        <w:t>.</w:t>
      </w:r>
    </w:p>
    <w:p w14:paraId="4E6FDD01" w14:textId="77777777" w:rsidR="00276CCE" w:rsidRDefault="00276CCE" w:rsidP="002A4158">
      <w:r>
        <w:t>— </w:t>
      </w:r>
      <w:r w:rsidR="002A4158" w:rsidRPr="00DA4E77">
        <w:t>Quant à toi</w:t>
      </w:r>
      <w:r>
        <w:t xml:space="preserve">, </w:t>
      </w:r>
      <w:proofErr w:type="spellStart"/>
      <w:r w:rsidR="002A4158" w:rsidRPr="00DA4E77">
        <w:t>Amonou</w:t>
      </w:r>
      <w:proofErr w:type="spellEnd"/>
      <w:r>
        <w:t xml:space="preserve">, </w:t>
      </w:r>
      <w:r w:rsidR="002A4158" w:rsidRPr="00DA4E77">
        <w:t xml:space="preserve">continue </w:t>
      </w:r>
      <w:proofErr w:type="spellStart"/>
      <w:r w:rsidR="002A4158" w:rsidRPr="00DA4E77">
        <w:t>Oréus</w:t>
      </w:r>
      <w:proofErr w:type="spellEnd"/>
      <w:r>
        <w:t xml:space="preserve">, </w:t>
      </w:r>
      <w:r w:rsidR="002A4158" w:rsidRPr="00DA4E77">
        <w:t>j</w:t>
      </w:r>
      <w:r>
        <w:t>’</w:t>
      </w:r>
      <w:r w:rsidR="002A4158" w:rsidRPr="00DA4E77">
        <w:t>accueille en toi l</w:t>
      </w:r>
      <w:r>
        <w:t>’</w:t>
      </w:r>
      <w:r w:rsidR="002A4158" w:rsidRPr="00DA4E77">
        <w:t>hôte chéri de cette île</w:t>
      </w:r>
      <w:r>
        <w:t xml:space="preserve">. </w:t>
      </w:r>
      <w:r w:rsidR="002A4158" w:rsidRPr="00DA4E77">
        <w:t>Je connais la bonté de ton âme</w:t>
      </w:r>
      <w:r>
        <w:t xml:space="preserve">, </w:t>
      </w:r>
      <w:r w:rsidR="002A4158" w:rsidRPr="00DA4E77">
        <w:t>et pui</w:t>
      </w:r>
      <w:r w:rsidR="002A4158" w:rsidRPr="00DA4E77">
        <w:t>s</w:t>
      </w:r>
      <w:r w:rsidR="002A4158" w:rsidRPr="00DA4E77">
        <w:t>ses-tu souvent me demander l</w:t>
      </w:r>
      <w:r>
        <w:t>’</w:t>
      </w:r>
      <w:r w:rsidR="002A4158" w:rsidRPr="00DA4E77">
        <w:t>hospitalité</w:t>
      </w:r>
      <w:r>
        <w:t>.</w:t>
      </w:r>
    </w:p>
    <w:p w14:paraId="6B0A8A3A" w14:textId="77777777" w:rsidR="00276CCE" w:rsidRDefault="00276CCE" w:rsidP="002A4158">
      <w:r>
        <w:t>— </w:t>
      </w:r>
      <w:r w:rsidR="002A4158" w:rsidRPr="00DA4E77">
        <w:t>Maître</w:t>
      </w:r>
      <w:r>
        <w:t xml:space="preserve">, </w:t>
      </w:r>
      <w:r w:rsidR="002A4158" w:rsidRPr="00DA4E77">
        <w:t>s</w:t>
      </w:r>
      <w:r>
        <w:t>’</w:t>
      </w:r>
      <w:r w:rsidR="002A4158" w:rsidRPr="00DA4E77">
        <w:t>informe le jeune homme tout ému</w:t>
      </w:r>
      <w:r>
        <w:t xml:space="preserve">, </w:t>
      </w:r>
      <w:r w:rsidR="002A4158" w:rsidRPr="00DA4E77">
        <w:t xml:space="preserve">pendant que </w:t>
      </w:r>
      <w:proofErr w:type="spellStart"/>
      <w:r w:rsidR="002A4158" w:rsidRPr="00DA4E77">
        <w:t>Knephao</w:t>
      </w:r>
      <w:proofErr w:type="spellEnd"/>
      <w:r w:rsidR="002A4158" w:rsidRPr="00DA4E77">
        <w:t xml:space="preserve"> va t</w:t>
      </w:r>
      <w:r>
        <w:t>’</w:t>
      </w:r>
      <w:r w:rsidR="002A4158" w:rsidRPr="00DA4E77">
        <w:t>entretenir</w:t>
      </w:r>
      <w:r>
        <w:t xml:space="preserve">, </w:t>
      </w:r>
      <w:r w:rsidR="002A4158" w:rsidRPr="00DA4E77">
        <w:t>me permets-tu d</w:t>
      </w:r>
      <w:r>
        <w:t>’</w:t>
      </w:r>
      <w:r w:rsidR="002A4158" w:rsidRPr="00DA4E77">
        <w:t xml:space="preserve">aller visiter la pauvre fille qui a manqué mourir pour sauver </w:t>
      </w:r>
      <w:proofErr w:type="spellStart"/>
      <w:r w:rsidR="002A4158" w:rsidRPr="00DA4E77">
        <w:t>Hellas</w:t>
      </w:r>
      <w:proofErr w:type="spellEnd"/>
      <w:r>
        <w:t> ?</w:t>
      </w:r>
    </w:p>
    <w:p w14:paraId="6EB84C2E" w14:textId="77777777" w:rsidR="00276CCE" w:rsidRDefault="00276CCE" w:rsidP="002A4158">
      <w:r>
        <w:t>— </w:t>
      </w:r>
      <w:r w:rsidR="002A4158" w:rsidRPr="00DA4E77">
        <w:t>Va</w:t>
      </w:r>
      <w:r>
        <w:t xml:space="preserve">, </w:t>
      </w:r>
      <w:r w:rsidR="002A4158" w:rsidRPr="00DA4E77">
        <w:t>mon ami</w:t>
      </w:r>
      <w:r>
        <w:t xml:space="preserve"> ; </w:t>
      </w:r>
      <w:r w:rsidR="002A4158" w:rsidRPr="00DA4E77">
        <w:t>et qu</w:t>
      </w:r>
      <w:r>
        <w:t>’</w:t>
      </w:r>
      <w:proofErr w:type="spellStart"/>
      <w:r w:rsidR="002A4158" w:rsidRPr="00DA4E77">
        <w:t>Oréa</w:t>
      </w:r>
      <w:proofErr w:type="spellEnd"/>
      <w:r w:rsidR="002A4158" w:rsidRPr="00DA4E77">
        <w:t xml:space="preserve"> t</w:t>
      </w:r>
      <w:r>
        <w:t>’</w:t>
      </w:r>
      <w:r w:rsidR="002A4158" w:rsidRPr="00DA4E77">
        <w:t>accompagne</w:t>
      </w:r>
      <w:r>
        <w:t>.</w:t>
      </w:r>
    </w:p>
    <w:p w14:paraId="13293B59" w14:textId="77777777" w:rsidR="00276CCE" w:rsidRDefault="002A4158" w:rsidP="002A4158">
      <w:r w:rsidRPr="00DA4E77">
        <w:t>Et tandis que les deux jeunes gens s</w:t>
      </w:r>
      <w:r w:rsidR="00276CCE">
        <w:t>’</w:t>
      </w:r>
      <w:r w:rsidRPr="00DA4E77">
        <w:t>éloignent vers la ma</w:t>
      </w:r>
      <w:r w:rsidRPr="00DA4E77">
        <w:t>i</w:t>
      </w:r>
      <w:r w:rsidRPr="00DA4E77">
        <w:t>son</w:t>
      </w:r>
      <w:r w:rsidR="00276CCE">
        <w:t> :</w:t>
      </w:r>
    </w:p>
    <w:p w14:paraId="53977B58" w14:textId="77777777" w:rsidR="00276CCE" w:rsidRDefault="00276CCE" w:rsidP="002A4158">
      <w:r>
        <w:t>— </w:t>
      </w:r>
      <w:r w:rsidR="002A4158" w:rsidRPr="00DA4E77">
        <w:t>Délicieuse et éternelle illusion de l</w:t>
      </w:r>
      <w:r>
        <w:t>’</w:t>
      </w:r>
      <w:r w:rsidR="002A4158" w:rsidRPr="00DA4E77">
        <w:t>amour</w:t>
      </w:r>
      <w:r>
        <w:t xml:space="preserve"> ! </w:t>
      </w:r>
      <w:r w:rsidR="002A4158" w:rsidRPr="00DA4E77">
        <w:t xml:space="preserve">murmure </w:t>
      </w:r>
      <w:proofErr w:type="spellStart"/>
      <w:r w:rsidR="002A4158" w:rsidRPr="00DA4E77">
        <w:t>Oréus</w:t>
      </w:r>
      <w:proofErr w:type="spellEnd"/>
      <w:r>
        <w:t xml:space="preserve"> ; </w:t>
      </w:r>
      <w:r w:rsidR="002A4158" w:rsidRPr="00DA4E77">
        <w:t xml:space="preserve">voici </w:t>
      </w:r>
      <w:proofErr w:type="spellStart"/>
      <w:r w:rsidR="002A4158" w:rsidRPr="00DA4E77">
        <w:t>Amonou</w:t>
      </w:r>
      <w:proofErr w:type="spellEnd"/>
      <w:r w:rsidR="002A4158" w:rsidRPr="00DA4E77">
        <w:t xml:space="preserve"> épris de </w:t>
      </w:r>
      <w:proofErr w:type="spellStart"/>
      <w:r w:rsidR="002A4158" w:rsidRPr="00DA4E77">
        <w:t>Glania</w:t>
      </w:r>
      <w:proofErr w:type="spellEnd"/>
      <w:r>
        <w:t xml:space="preserve">, </w:t>
      </w:r>
      <w:r w:rsidR="002A4158" w:rsidRPr="00DA4E77">
        <w:t xml:space="preserve">et </w:t>
      </w:r>
      <w:smartTag w:uri="urn:schemas-microsoft-com:office:smarttags" w:element="PersonName">
        <w:smartTagPr>
          <w:attr w:name="ProductID" w:val="la petite Ligure"/>
        </w:smartTagPr>
        <w:r w:rsidR="002A4158" w:rsidRPr="00DA4E77">
          <w:t>la petite Ligure</w:t>
        </w:r>
      </w:smartTag>
      <w:r w:rsidR="002A4158" w:rsidRPr="00DA4E77">
        <w:t xml:space="preserve"> d</w:t>
      </w:r>
      <w:r>
        <w:t>’</w:t>
      </w:r>
      <w:proofErr w:type="spellStart"/>
      <w:r w:rsidR="002A4158" w:rsidRPr="00DA4E77">
        <w:t>Hellas</w:t>
      </w:r>
      <w:proofErr w:type="spellEnd"/>
      <w:r>
        <w:t xml:space="preserve">, </w:t>
      </w:r>
      <w:r w:rsidR="002A4158" w:rsidRPr="00DA4E77">
        <w:t xml:space="preserve">et </w:t>
      </w:r>
      <w:proofErr w:type="spellStart"/>
      <w:r w:rsidR="002A4158" w:rsidRPr="00DA4E77">
        <w:t>Hellas</w:t>
      </w:r>
      <w:proofErr w:type="spellEnd"/>
      <w:r>
        <w:t xml:space="preserve">, </w:t>
      </w:r>
      <w:r w:rsidR="002A4158" w:rsidRPr="00DA4E77">
        <w:t>d</w:t>
      </w:r>
      <w:r>
        <w:t>’</w:t>
      </w:r>
      <w:r w:rsidR="002A4158" w:rsidRPr="00DA4E77">
        <w:t>un rêve</w:t>
      </w:r>
      <w:r>
        <w:t xml:space="preserve"> ; </w:t>
      </w:r>
      <w:r w:rsidR="002A4158" w:rsidRPr="00DA4E77">
        <w:t>ainsi</w:t>
      </w:r>
      <w:r>
        <w:t xml:space="preserve">, </w:t>
      </w:r>
      <w:r w:rsidR="002A4158" w:rsidRPr="00DA4E77">
        <w:t>toujours</w:t>
      </w:r>
      <w:r>
        <w:t xml:space="preserve">, </w:t>
      </w:r>
      <w:r w:rsidR="002A4158" w:rsidRPr="00DA4E77">
        <w:t>vont</w:t>
      </w:r>
      <w:r>
        <w:t xml:space="preserve">, </w:t>
      </w:r>
      <w:r w:rsidR="002A4158" w:rsidRPr="00DA4E77">
        <w:t>se poursu</w:t>
      </w:r>
      <w:r w:rsidR="002A4158" w:rsidRPr="00DA4E77">
        <w:t>i</w:t>
      </w:r>
      <w:r w:rsidR="002A4158" w:rsidRPr="00DA4E77">
        <w:t>vant</w:t>
      </w:r>
      <w:r>
        <w:t xml:space="preserve">, </w:t>
      </w:r>
      <w:r w:rsidR="002A4158" w:rsidRPr="00DA4E77">
        <w:t>sans s</w:t>
      </w:r>
      <w:r>
        <w:t>’</w:t>
      </w:r>
      <w:r w:rsidR="002A4158" w:rsidRPr="00DA4E77">
        <w:t>atteindre</w:t>
      </w:r>
      <w:r>
        <w:t xml:space="preserve">, </w:t>
      </w:r>
      <w:r w:rsidR="002A4158" w:rsidRPr="00DA4E77">
        <w:t>les désirs des âmes</w:t>
      </w:r>
      <w:r>
        <w:t xml:space="preserve"> ; </w:t>
      </w:r>
      <w:r w:rsidR="002A4158" w:rsidRPr="00DA4E77">
        <w:t>et c</w:t>
      </w:r>
      <w:r>
        <w:t>’</w:t>
      </w:r>
      <w:r w:rsidR="002A4158" w:rsidRPr="00DA4E77">
        <w:t xml:space="preserve">est sans </w:t>
      </w:r>
      <w:r w:rsidR="002A4158" w:rsidRPr="00DA4E77">
        <w:lastRenderedPageBreak/>
        <w:t>doute le suprême bonheur que de s</w:t>
      </w:r>
      <w:r>
        <w:t>’</w:t>
      </w:r>
      <w:r w:rsidR="002A4158" w:rsidRPr="00DA4E77">
        <w:t>élancer vers l</w:t>
      </w:r>
      <w:r>
        <w:t>’</w:t>
      </w:r>
      <w:r w:rsidR="002A4158" w:rsidRPr="00DA4E77">
        <w:t>inaccessible</w:t>
      </w:r>
      <w:r>
        <w:t> !</w:t>
      </w:r>
    </w:p>
    <w:p w14:paraId="0C5F9E44" w14:textId="77777777" w:rsidR="00276CCE" w:rsidRDefault="00276CCE" w:rsidP="002A4158">
      <w:r>
        <w:t>— </w:t>
      </w:r>
      <w:r w:rsidR="002A4158" w:rsidRPr="00DA4E77">
        <w:t>Je croyais</w:t>
      </w:r>
      <w:r>
        <w:t xml:space="preserve">, </w:t>
      </w:r>
      <w:r w:rsidR="002A4158" w:rsidRPr="00DA4E77">
        <w:t>maître</w:t>
      </w:r>
      <w:r>
        <w:t xml:space="preserve">, </w:t>
      </w:r>
      <w:r w:rsidR="002A4158" w:rsidRPr="00DA4E77">
        <w:t xml:space="preserve">observe </w:t>
      </w:r>
      <w:proofErr w:type="spellStart"/>
      <w:r w:rsidR="002A4158" w:rsidRPr="00DA4E77">
        <w:t>Knephao</w:t>
      </w:r>
      <w:proofErr w:type="spellEnd"/>
      <w:r w:rsidR="002A4158" w:rsidRPr="00DA4E77">
        <w:t xml:space="preserve"> d</w:t>
      </w:r>
      <w:r>
        <w:t>’</w:t>
      </w:r>
      <w:r w:rsidR="002A4158" w:rsidRPr="00DA4E77">
        <w:t>une voix hésitante</w:t>
      </w:r>
      <w:r>
        <w:t xml:space="preserve">, </w:t>
      </w:r>
      <w:r w:rsidR="002A4158" w:rsidRPr="00DA4E77">
        <w:t>je croyais qu</w:t>
      </w:r>
      <w:r>
        <w:t>’</w:t>
      </w:r>
      <w:proofErr w:type="spellStart"/>
      <w:r w:rsidR="002A4158" w:rsidRPr="00DA4E77">
        <w:t>Hellas</w:t>
      </w:r>
      <w:proofErr w:type="spellEnd"/>
      <w:r w:rsidR="002A4158" w:rsidRPr="00DA4E77">
        <w:t xml:space="preserve"> aimait </w:t>
      </w:r>
      <w:proofErr w:type="spellStart"/>
      <w:r w:rsidR="002A4158" w:rsidRPr="00DA4E77">
        <w:t>Oréa</w:t>
      </w:r>
      <w:proofErr w:type="spellEnd"/>
      <w:r>
        <w:t> ?</w:t>
      </w:r>
    </w:p>
    <w:p w14:paraId="07A82763" w14:textId="77777777" w:rsidR="00276CCE" w:rsidRDefault="00276CCE" w:rsidP="002A4158">
      <w:r>
        <w:t>— </w:t>
      </w:r>
      <w:r w:rsidR="002A4158" w:rsidRPr="00DA4E77">
        <w:t>Lui</w:t>
      </w:r>
      <w:r>
        <w:t xml:space="preserve"> ? </w:t>
      </w:r>
      <w:proofErr w:type="spellStart"/>
      <w:r w:rsidR="002A4158" w:rsidRPr="00DA4E77">
        <w:t>Oréa</w:t>
      </w:r>
      <w:proofErr w:type="spellEnd"/>
      <w:r>
        <w:t xml:space="preserve">, </w:t>
      </w:r>
      <w:r w:rsidR="002A4158" w:rsidRPr="00DA4E77">
        <w:t>ou quelque autre</w:t>
      </w:r>
      <w:r>
        <w:t xml:space="preserve"> ? </w:t>
      </w:r>
      <w:r w:rsidR="002A4158" w:rsidRPr="00DA4E77">
        <w:t>Plût aux dieux que son cœur fût touché d</w:t>
      </w:r>
      <w:r>
        <w:t>’</w:t>
      </w:r>
      <w:r w:rsidR="002A4158" w:rsidRPr="00DA4E77">
        <w:t>amour</w:t>
      </w:r>
      <w:r>
        <w:t xml:space="preserve"> !… </w:t>
      </w:r>
      <w:r w:rsidR="002A4158" w:rsidRPr="00DA4E77">
        <w:t>Mais nous voilà seuls</w:t>
      </w:r>
      <w:r>
        <w:t xml:space="preserve">, </w:t>
      </w:r>
      <w:proofErr w:type="spellStart"/>
      <w:r w:rsidR="002A4158" w:rsidRPr="00DA4E77">
        <w:t>Knephao</w:t>
      </w:r>
      <w:proofErr w:type="spellEnd"/>
      <w:r>
        <w:t xml:space="preserve">, </w:t>
      </w:r>
      <w:r w:rsidR="002A4158" w:rsidRPr="00DA4E77">
        <w:t>tu as certainement des choses plus graves à me dire</w:t>
      </w:r>
      <w:r>
        <w:t>.</w:t>
      </w:r>
    </w:p>
    <w:p w14:paraId="7898D9D6" w14:textId="77777777" w:rsidR="00276CCE" w:rsidRDefault="00276CCE" w:rsidP="00276CCE">
      <w:pPr>
        <w:pStyle w:val="Titre2"/>
        <w:rPr>
          <w:i/>
        </w:rPr>
      </w:pPr>
      <w:bookmarkStart w:id="18" w:name="_Toc194842004"/>
      <w:r w:rsidRPr="00DA4E77">
        <w:lastRenderedPageBreak/>
        <w:t>Scène</w:t>
      </w:r>
      <w:r>
        <w:t> </w:t>
      </w:r>
      <w:r w:rsidRPr="00DA4E77">
        <w:t>VII</w:t>
      </w:r>
      <w:r>
        <w:t xml:space="preserve">. – </w:t>
      </w:r>
      <w:r w:rsidR="002A4158" w:rsidRPr="00DA4E77">
        <w:rPr>
          <w:i/>
        </w:rPr>
        <w:t>La tête et le bras</w:t>
      </w:r>
      <w:r>
        <w:rPr>
          <w:i/>
        </w:rPr>
        <w:t>.</w:t>
      </w:r>
      <w:bookmarkEnd w:id="18"/>
    </w:p>
    <w:p w14:paraId="1B72D679" w14:textId="77777777" w:rsidR="00276CCE" w:rsidRDefault="00276CCE" w:rsidP="002A4158">
      <w:r>
        <w:rPr>
          <w:i/>
        </w:rPr>
        <w:t>— </w:t>
      </w:r>
      <w:r w:rsidR="002A4158" w:rsidRPr="00DA4E77">
        <w:t>Si graves</w:t>
      </w:r>
      <w:r>
        <w:t xml:space="preserve">, </w:t>
      </w:r>
      <w:r w:rsidR="002A4158" w:rsidRPr="00DA4E77">
        <w:t>maître</w:t>
      </w:r>
      <w:r>
        <w:t xml:space="preserve">, </w:t>
      </w:r>
      <w:r w:rsidR="002A4158" w:rsidRPr="00DA4E77">
        <w:t>que je n</w:t>
      </w:r>
      <w:r>
        <w:t>’</w:t>
      </w:r>
      <w:r w:rsidR="002A4158" w:rsidRPr="00DA4E77">
        <w:t>hésite pas à troubler ta sol</w:t>
      </w:r>
      <w:r w:rsidR="002A4158" w:rsidRPr="00DA4E77">
        <w:t>i</w:t>
      </w:r>
      <w:r w:rsidR="002A4158" w:rsidRPr="00DA4E77">
        <w:t>tude pour t</w:t>
      </w:r>
      <w:r>
        <w:t>’</w:t>
      </w:r>
      <w:r w:rsidR="002A4158" w:rsidRPr="00DA4E77">
        <w:t>appeler à notre secours</w:t>
      </w:r>
      <w:r>
        <w:t xml:space="preserve">. </w:t>
      </w:r>
      <w:r w:rsidR="002A4158" w:rsidRPr="00DA4E77">
        <w:t>Mais avant tout</w:t>
      </w:r>
      <w:r>
        <w:t xml:space="preserve">, </w:t>
      </w:r>
      <w:r w:rsidR="002A4158" w:rsidRPr="00DA4E77">
        <w:t>sais-tu le p</w:t>
      </w:r>
      <w:r w:rsidR="002A4158" w:rsidRPr="00DA4E77">
        <w:t>é</w:t>
      </w:r>
      <w:r w:rsidR="002A4158" w:rsidRPr="00DA4E77">
        <w:t xml:space="preserve">ril qui menace </w:t>
      </w:r>
      <w:proofErr w:type="spellStart"/>
      <w:r w:rsidR="002A4158" w:rsidRPr="00DA4E77">
        <w:t>Hellas</w:t>
      </w:r>
      <w:proofErr w:type="spellEnd"/>
      <w:r>
        <w:t> ?</w:t>
      </w:r>
    </w:p>
    <w:p w14:paraId="09502CE7" w14:textId="77777777" w:rsidR="00276CCE" w:rsidRDefault="00276CCE" w:rsidP="002A4158">
      <w:r>
        <w:t>— </w:t>
      </w:r>
      <w:proofErr w:type="spellStart"/>
      <w:r w:rsidR="002A4158" w:rsidRPr="00DA4E77">
        <w:t>Glania</w:t>
      </w:r>
      <w:proofErr w:type="spellEnd"/>
      <w:r w:rsidR="002A4158" w:rsidRPr="00DA4E77">
        <w:t xml:space="preserve"> m</w:t>
      </w:r>
      <w:r>
        <w:t>’</w:t>
      </w:r>
      <w:r w:rsidR="002A4158" w:rsidRPr="00DA4E77">
        <w:t>a tout conté</w:t>
      </w:r>
      <w:r>
        <w:t>.</w:t>
      </w:r>
    </w:p>
    <w:p w14:paraId="575BFADE" w14:textId="77777777" w:rsidR="00276CCE" w:rsidRDefault="00276CCE" w:rsidP="002A4158">
      <w:r>
        <w:t>— </w:t>
      </w:r>
      <w:r w:rsidR="002A4158" w:rsidRPr="00DA4E77">
        <w:t>Est-il trop tard</w:t>
      </w:r>
      <w:r>
        <w:t> ?</w:t>
      </w:r>
    </w:p>
    <w:p w14:paraId="5BB87391" w14:textId="77777777" w:rsidR="00276CCE" w:rsidRDefault="00276CCE" w:rsidP="002A4158">
      <w:r>
        <w:t>— </w:t>
      </w:r>
      <w:r w:rsidR="002A4158" w:rsidRPr="00DA4E77">
        <w:t>Ami</w:t>
      </w:r>
      <w:r>
        <w:t xml:space="preserve"> ! </w:t>
      </w:r>
      <w:r w:rsidR="002A4158" w:rsidRPr="00DA4E77">
        <w:t xml:space="preserve">fait doucement </w:t>
      </w:r>
      <w:proofErr w:type="spellStart"/>
      <w:r w:rsidR="002A4158" w:rsidRPr="00DA4E77">
        <w:t>Oréus</w:t>
      </w:r>
      <w:proofErr w:type="spellEnd"/>
      <w:r>
        <w:t xml:space="preserve">, </w:t>
      </w:r>
      <w:r w:rsidR="002A4158" w:rsidRPr="00DA4E77">
        <w:t xml:space="preserve">me verrais-tu si calme si je croyais </w:t>
      </w:r>
      <w:proofErr w:type="spellStart"/>
      <w:r w:rsidR="002A4158" w:rsidRPr="00DA4E77">
        <w:t>Hellas</w:t>
      </w:r>
      <w:proofErr w:type="spellEnd"/>
      <w:r w:rsidR="002A4158" w:rsidRPr="00DA4E77">
        <w:t xml:space="preserve"> à jamais vaincu</w:t>
      </w:r>
      <w:r>
        <w:t xml:space="preserve"> ? </w:t>
      </w:r>
      <w:r w:rsidR="002A4158" w:rsidRPr="00DA4E77">
        <w:t>Ma plus grande faiblesse consiste à trop aimer cet adorable et méchant garçon</w:t>
      </w:r>
      <w:r>
        <w:t>…</w:t>
      </w:r>
    </w:p>
    <w:p w14:paraId="194D0701" w14:textId="77777777" w:rsidR="00276CCE" w:rsidRDefault="00276CCE" w:rsidP="002A4158">
      <w:r>
        <w:t>— </w:t>
      </w:r>
      <w:r w:rsidR="002A4158" w:rsidRPr="00DA4E77">
        <w:t>Oh</w:t>
      </w:r>
      <w:r>
        <w:t xml:space="preserve"> ! </w:t>
      </w:r>
      <w:r w:rsidR="002A4158" w:rsidRPr="00DA4E77">
        <w:t>maître</w:t>
      </w:r>
      <w:r>
        <w:t> !…</w:t>
      </w:r>
    </w:p>
    <w:p w14:paraId="4C0999E6" w14:textId="77777777" w:rsidR="00276CCE" w:rsidRDefault="00276CCE" w:rsidP="002A4158">
      <w:r>
        <w:t>— </w:t>
      </w:r>
      <w:r w:rsidR="002A4158" w:rsidRPr="00DA4E77">
        <w:t>Eh oui</w:t>
      </w:r>
      <w:r>
        <w:t xml:space="preserve">, </w:t>
      </w:r>
      <w:r w:rsidR="002A4158" w:rsidRPr="00DA4E77">
        <w:t>tu l</w:t>
      </w:r>
      <w:r>
        <w:t>’</w:t>
      </w:r>
      <w:r w:rsidR="002A4158" w:rsidRPr="00DA4E77">
        <w:t>aimes</w:t>
      </w:r>
      <w:r>
        <w:t xml:space="preserve">, </w:t>
      </w:r>
      <w:r w:rsidR="002A4158" w:rsidRPr="00DA4E77">
        <w:t>toi aussi</w:t>
      </w:r>
      <w:r>
        <w:t xml:space="preserve">, </w:t>
      </w:r>
      <w:r w:rsidR="002A4158" w:rsidRPr="00DA4E77">
        <w:t>autant et plus encore que moi</w:t>
      </w:r>
      <w:r>
        <w:t xml:space="preserve">… </w:t>
      </w:r>
      <w:r w:rsidR="002A4158" w:rsidRPr="00DA4E77">
        <w:t>Par quel charme nous a-t-il enjôlés</w:t>
      </w:r>
      <w:r>
        <w:t xml:space="preserve"> ? </w:t>
      </w:r>
      <w:r w:rsidR="002A4158" w:rsidRPr="00DA4E77">
        <w:t>Nous l</w:t>
      </w:r>
      <w:r>
        <w:t>’</w:t>
      </w:r>
      <w:r w:rsidR="002A4158" w:rsidRPr="00DA4E77">
        <w:t>aimons tous</w:t>
      </w:r>
      <w:r>
        <w:t xml:space="preserve">, </w:t>
      </w:r>
      <w:r w:rsidR="002A4158" w:rsidRPr="00DA4E77">
        <w:t>et lui personne</w:t>
      </w:r>
      <w:r>
        <w:t>.</w:t>
      </w:r>
    </w:p>
    <w:p w14:paraId="707791E1" w14:textId="77777777" w:rsidR="00276CCE" w:rsidRDefault="00276CCE" w:rsidP="002A4158">
      <w:r>
        <w:t>— </w:t>
      </w:r>
      <w:r w:rsidR="002A4158" w:rsidRPr="00DA4E77">
        <w:t>Ne dis pas cela</w:t>
      </w:r>
      <w:r>
        <w:t xml:space="preserve">, </w:t>
      </w:r>
      <w:r w:rsidR="002A4158" w:rsidRPr="00DA4E77">
        <w:t>maître</w:t>
      </w:r>
      <w:r>
        <w:t xml:space="preserve"> ! </w:t>
      </w:r>
      <w:r w:rsidR="002A4158" w:rsidRPr="00DA4E77">
        <w:t>Il aime tout le monde autour de lui</w:t>
      </w:r>
      <w:r>
        <w:t>.</w:t>
      </w:r>
    </w:p>
    <w:p w14:paraId="2C8F0B51" w14:textId="77777777" w:rsidR="00276CCE" w:rsidRDefault="00276CCE" w:rsidP="002A4158">
      <w:r>
        <w:t>— </w:t>
      </w:r>
      <w:r w:rsidR="002A4158" w:rsidRPr="00DA4E77">
        <w:t>Tout le monde ou personne</w:t>
      </w:r>
      <w:r>
        <w:t xml:space="preserve"> ! </w:t>
      </w:r>
      <w:r w:rsidR="002A4158" w:rsidRPr="00DA4E77">
        <w:t>C</w:t>
      </w:r>
      <w:r>
        <w:t>’</w:t>
      </w:r>
      <w:r w:rsidR="002A4158" w:rsidRPr="00DA4E77">
        <w:t>est pareil</w:t>
      </w:r>
      <w:r>
        <w:t xml:space="preserve"> ! </w:t>
      </w:r>
      <w:r w:rsidR="002A4158" w:rsidRPr="00DA4E77">
        <w:t>Si encore il s</w:t>
      </w:r>
      <w:r>
        <w:t>’</w:t>
      </w:r>
      <w:r w:rsidR="002A4158" w:rsidRPr="00DA4E77">
        <w:t>aimait lui-même</w:t>
      </w:r>
      <w:r>
        <w:t xml:space="preserve">, </w:t>
      </w:r>
      <w:r w:rsidR="002A4158" w:rsidRPr="00DA4E77">
        <w:t>nous le saurions égoïste</w:t>
      </w:r>
      <w:r>
        <w:t xml:space="preserve">. </w:t>
      </w:r>
      <w:r w:rsidR="002A4158" w:rsidRPr="00DA4E77">
        <w:t>Mais non</w:t>
      </w:r>
      <w:r>
        <w:t xml:space="preserve">, </w:t>
      </w:r>
      <w:r w:rsidR="002A4158" w:rsidRPr="00DA4E77">
        <w:t>pas m</w:t>
      </w:r>
      <w:r w:rsidR="002A4158" w:rsidRPr="00DA4E77">
        <w:t>ê</w:t>
      </w:r>
      <w:r w:rsidR="002A4158" w:rsidRPr="00DA4E77">
        <w:t>me lui</w:t>
      </w:r>
      <w:r>
        <w:t xml:space="preserve"> ! </w:t>
      </w:r>
      <w:r w:rsidR="002A4158" w:rsidRPr="00DA4E77">
        <w:t>Et voilà l</w:t>
      </w:r>
      <w:r>
        <w:t>’</w:t>
      </w:r>
      <w:r w:rsidR="002A4158" w:rsidRPr="00DA4E77">
        <w:t>un des mystères que je n</w:t>
      </w:r>
      <w:r>
        <w:t>’</w:t>
      </w:r>
      <w:r w:rsidR="002A4158" w:rsidRPr="00DA4E77">
        <w:t>ai pu pénétrer</w:t>
      </w:r>
      <w:r>
        <w:t xml:space="preserve">. </w:t>
      </w:r>
      <w:r w:rsidR="002A4158" w:rsidRPr="00DA4E77">
        <w:t>Que poursuit-il dans son avide activité</w:t>
      </w:r>
      <w:r>
        <w:t xml:space="preserve"> ? </w:t>
      </w:r>
      <w:r w:rsidR="002A4158" w:rsidRPr="00DA4E77">
        <w:t>La gloire</w:t>
      </w:r>
      <w:r>
        <w:t xml:space="preserve">, </w:t>
      </w:r>
      <w:r w:rsidR="002A4158" w:rsidRPr="00DA4E77">
        <w:t xml:space="preserve">comme </w:t>
      </w:r>
      <w:proofErr w:type="spellStart"/>
      <w:r w:rsidR="002A4158" w:rsidRPr="00DA4E77">
        <w:t>Hermos</w:t>
      </w:r>
      <w:proofErr w:type="spellEnd"/>
      <w:r>
        <w:t xml:space="preserve"> ? </w:t>
      </w:r>
      <w:r w:rsidR="002A4158" w:rsidRPr="00DA4E77">
        <w:t>Non</w:t>
      </w:r>
      <w:r>
        <w:t xml:space="preserve">, </w:t>
      </w:r>
      <w:r w:rsidR="002A4158" w:rsidRPr="00DA4E77">
        <w:t>il la méprise</w:t>
      </w:r>
      <w:r>
        <w:t xml:space="preserve">. </w:t>
      </w:r>
      <w:r w:rsidR="002A4158" w:rsidRPr="00DA4E77">
        <w:t>La fortune</w:t>
      </w:r>
      <w:r>
        <w:t xml:space="preserve">, </w:t>
      </w:r>
      <w:r w:rsidR="002A4158" w:rsidRPr="00DA4E77">
        <w:t>comme la plupart des hommes</w:t>
      </w:r>
      <w:r>
        <w:t xml:space="preserve"> ? </w:t>
      </w:r>
      <w:r w:rsidR="002A4158" w:rsidRPr="00DA4E77">
        <w:t>Il n</w:t>
      </w:r>
      <w:r>
        <w:t>’</w:t>
      </w:r>
      <w:r w:rsidR="002A4158" w:rsidRPr="00DA4E77">
        <w:t>en a cure</w:t>
      </w:r>
      <w:r>
        <w:t xml:space="preserve">. </w:t>
      </w:r>
      <w:r w:rsidR="002A4158" w:rsidRPr="00DA4E77">
        <w:t>La science et la sagesse</w:t>
      </w:r>
      <w:r>
        <w:t xml:space="preserve"> ? </w:t>
      </w:r>
      <w:r w:rsidR="002A4158" w:rsidRPr="00DA4E77">
        <w:t>Certes</w:t>
      </w:r>
      <w:r>
        <w:t xml:space="preserve">, </w:t>
      </w:r>
      <w:r w:rsidR="002A4158" w:rsidRPr="00DA4E77">
        <w:t>il a longtemps étudié tous nos secrets</w:t>
      </w:r>
      <w:r>
        <w:t xml:space="preserve">. </w:t>
      </w:r>
      <w:r w:rsidR="002A4158" w:rsidRPr="00DA4E77">
        <w:t>Mais la lenteur de nos recherches l</w:t>
      </w:r>
      <w:r>
        <w:t>’</w:t>
      </w:r>
      <w:r w:rsidR="002A4158" w:rsidRPr="00DA4E77">
        <w:t>exaspère</w:t>
      </w:r>
      <w:r>
        <w:t xml:space="preserve">. </w:t>
      </w:r>
      <w:r w:rsidR="002A4158" w:rsidRPr="00DA4E77">
        <w:t>Et il voudrait</w:t>
      </w:r>
      <w:r>
        <w:t xml:space="preserve">, </w:t>
      </w:r>
      <w:r w:rsidR="002A4158" w:rsidRPr="00DA4E77">
        <w:t>ainsi qu</w:t>
      </w:r>
      <w:r>
        <w:t>’</w:t>
      </w:r>
      <w:r w:rsidR="002A4158" w:rsidRPr="00DA4E77">
        <w:t>on prend une ville</w:t>
      </w:r>
      <w:r>
        <w:t xml:space="preserve">, </w:t>
      </w:r>
      <w:r w:rsidR="002A4158" w:rsidRPr="00DA4E77">
        <w:t>emporter d</w:t>
      </w:r>
      <w:r>
        <w:t>’</w:t>
      </w:r>
      <w:r w:rsidR="002A4158" w:rsidRPr="00DA4E77">
        <w:t>assaut l</w:t>
      </w:r>
      <w:r>
        <w:t>’</w:t>
      </w:r>
      <w:r w:rsidR="002A4158" w:rsidRPr="00DA4E77">
        <w:t>énigme de l</w:t>
      </w:r>
      <w:r>
        <w:t>’</w:t>
      </w:r>
      <w:r w:rsidR="002A4158" w:rsidRPr="00DA4E77">
        <w:t>Univers</w:t>
      </w:r>
      <w:r>
        <w:t xml:space="preserve">. </w:t>
      </w:r>
      <w:r w:rsidR="002A4158" w:rsidRPr="00DA4E77">
        <w:t>Que désire-t-il donc</w:t>
      </w:r>
      <w:r>
        <w:t xml:space="preserve"> ? </w:t>
      </w:r>
      <w:r w:rsidR="002A4158" w:rsidRPr="00DA4E77">
        <w:t>l</w:t>
      </w:r>
      <w:r>
        <w:t>’</w:t>
      </w:r>
      <w:r w:rsidR="002A4158" w:rsidRPr="00DA4E77">
        <w:t>empire</w:t>
      </w:r>
      <w:r>
        <w:t xml:space="preserve"> ? </w:t>
      </w:r>
      <w:r w:rsidR="002A4158" w:rsidRPr="00DA4E77">
        <w:t>Peut-être</w:t>
      </w:r>
      <w:r>
        <w:t xml:space="preserve">. </w:t>
      </w:r>
      <w:r w:rsidR="002A4158" w:rsidRPr="00DA4E77">
        <w:t>Mais non pas ce minuscule empire</w:t>
      </w:r>
      <w:r>
        <w:t xml:space="preserve">, </w:t>
      </w:r>
      <w:r w:rsidR="002A4158" w:rsidRPr="00DA4E77">
        <w:t>qui semble si grand à la vanité atlante</w:t>
      </w:r>
      <w:r>
        <w:t xml:space="preserve">. </w:t>
      </w:r>
      <w:r w:rsidR="002A4158" w:rsidRPr="00DA4E77">
        <w:t>Il lui faudrait l</w:t>
      </w:r>
      <w:r>
        <w:t>’</w:t>
      </w:r>
      <w:r w:rsidR="002A4158" w:rsidRPr="00DA4E77">
        <w:t>empire incontesté de tous les peuples</w:t>
      </w:r>
      <w:r>
        <w:t xml:space="preserve">, </w:t>
      </w:r>
      <w:r w:rsidR="002A4158" w:rsidRPr="00DA4E77">
        <w:t>de tous les cœurs</w:t>
      </w:r>
      <w:r>
        <w:t xml:space="preserve">, </w:t>
      </w:r>
      <w:r w:rsidR="002A4158" w:rsidRPr="00DA4E77">
        <w:t xml:space="preserve">de </w:t>
      </w:r>
      <w:r w:rsidR="002A4158" w:rsidRPr="00DA4E77">
        <w:lastRenderedPageBreak/>
        <w:t>toutes les âmes et</w:t>
      </w:r>
      <w:r>
        <w:t xml:space="preserve">, </w:t>
      </w:r>
      <w:r w:rsidR="002A4158" w:rsidRPr="00DA4E77">
        <w:t>de ces peuples</w:t>
      </w:r>
      <w:r>
        <w:t xml:space="preserve">, </w:t>
      </w:r>
      <w:r w:rsidR="002A4158" w:rsidRPr="00DA4E77">
        <w:t>de ces cœurs</w:t>
      </w:r>
      <w:r>
        <w:t xml:space="preserve">, </w:t>
      </w:r>
      <w:r w:rsidR="002A4158" w:rsidRPr="00DA4E77">
        <w:t>de ces âmes</w:t>
      </w:r>
      <w:r>
        <w:t xml:space="preserve">, </w:t>
      </w:r>
      <w:r w:rsidR="002A4158" w:rsidRPr="00DA4E77">
        <w:t>il voudrait façonner un être immense</w:t>
      </w:r>
      <w:r>
        <w:t xml:space="preserve">, </w:t>
      </w:r>
      <w:r w:rsidR="002A4158" w:rsidRPr="00DA4E77">
        <w:t>noble et beau comme lui</w:t>
      </w:r>
      <w:r>
        <w:t xml:space="preserve">. </w:t>
      </w:r>
      <w:r w:rsidR="002A4158" w:rsidRPr="00DA4E77">
        <w:t>Oh</w:t>
      </w:r>
      <w:r>
        <w:t xml:space="preserve"> ! </w:t>
      </w:r>
      <w:r w:rsidR="002A4158" w:rsidRPr="00DA4E77">
        <w:t>ce rêve d</w:t>
      </w:r>
      <w:r>
        <w:t>’</w:t>
      </w:r>
      <w:r w:rsidR="002A4158" w:rsidRPr="00DA4E77">
        <w:t>unité folle</w:t>
      </w:r>
      <w:r>
        <w:t xml:space="preserve">, </w:t>
      </w:r>
      <w:r w:rsidR="002A4158" w:rsidRPr="00DA4E77">
        <w:t>voilà sans doute son idéal</w:t>
      </w:r>
      <w:r>
        <w:t xml:space="preserve">. </w:t>
      </w:r>
      <w:r w:rsidR="002A4158" w:rsidRPr="00DA4E77">
        <w:t xml:space="preserve">Et je me demande si </w:t>
      </w:r>
      <w:proofErr w:type="spellStart"/>
      <w:r w:rsidR="002A4158" w:rsidRPr="00DA4E77">
        <w:t>Hellas</w:t>
      </w:r>
      <w:proofErr w:type="spellEnd"/>
      <w:r w:rsidR="002A4158" w:rsidRPr="00DA4E77">
        <w:t xml:space="preserve"> n</w:t>
      </w:r>
      <w:r>
        <w:t>’</w:t>
      </w:r>
      <w:r w:rsidR="002A4158" w:rsidRPr="00DA4E77">
        <w:t>est pas</w:t>
      </w:r>
      <w:r>
        <w:t xml:space="preserve">, </w:t>
      </w:r>
      <w:r w:rsidR="002A4158" w:rsidRPr="00DA4E77">
        <w:t>au demeurant</w:t>
      </w:r>
      <w:r>
        <w:t xml:space="preserve">, </w:t>
      </w:r>
      <w:r w:rsidR="002A4158" w:rsidRPr="00DA4E77">
        <w:t>le plus dangereux des Atlantes</w:t>
      </w:r>
      <w:r>
        <w:t xml:space="preserve">, </w:t>
      </w:r>
      <w:r w:rsidR="002A4158" w:rsidRPr="00DA4E77">
        <w:t>coupable</w:t>
      </w:r>
      <w:r>
        <w:t xml:space="preserve">, </w:t>
      </w:r>
      <w:r w:rsidR="002A4158" w:rsidRPr="00DA4E77">
        <w:t>plus que tout autre</w:t>
      </w:r>
      <w:r>
        <w:t xml:space="preserve">, </w:t>
      </w:r>
      <w:r w:rsidR="002A4158" w:rsidRPr="00DA4E77">
        <w:t>du crime d</w:t>
      </w:r>
      <w:r>
        <w:t>’</w:t>
      </w:r>
      <w:r w:rsidR="002A4158" w:rsidRPr="00DA4E77">
        <w:t>orgueil</w:t>
      </w:r>
      <w:r>
        <w:t> !</w:t>
      </w:r>
    </w:p>
    <w:p w14:paraId="742D79A0" w14:textId="77777777" w:rsidR="00276CCE" w:rsidRDefault="00276CCE" w:rsidP="002A4158">
      <w:r>
        <w:t>— </w:t>
      </w:r>
      <w:r w:rsidR="002A4158" w:rsidRPr="00DA4E77">
        <w:t>Plût aux dieux qu</w:t>
      </w:r>
      <w:r>
        <w:t>’</w:t>
      </w:r>
      <w:r w:rsidR="002A4158" w:rsidRPr="00DA4E77">
        <w:t>il n</w:t>
      </w:r>
      <w:r>
        <w:t>’</w:t>
      </w:r>
      <w:r w:rsidR="002A4158" w:rsidRPr="00DA4E77">
        <w:t>y ait</w:t>
      </w:r>
      <w:r>
        <w:t xml:space="preserve">, </w:t>
      </w:r>
      <w:r w:rsidR="002A4158" w:rsidRPr="00DA4E77">
        <w:t>en Atlantis</w:t>
      </w:r>
      <w:r>
        <w:t xml:space="preserve">, </w:t>
      </w:r>
      <w:r w:rsidR="002A4158" w:rsidRPr="00DA4E77">
        <w:t>d</w:t>
      </w:r>
      <w:r>
        <w:t>’</w:t>
      </w:r>
      <w:r w:rsidR="002A4158" w:rsidRPr="00DA4E77">
        <w:t>autres crimes et d</w:t>
      </w:r>
      <w:r>
        <w:t>’</w:t>
      </w:r>
      <w:r w:rsidR="002A4158" w:rsidRPr="00DA4E77">
        <w:t>autres orgueils</w:t>
      </w:r>
      <w:r>
        <w:t> !</w:t>
      </w:r>
    </w:p>
    <w:p w14:paraId="01D90771" w14:textId="77777777" w:rsidR="00276CCE" w:rsidRDefault="00276CCE" w:rsidP="002A4158">
      <w:r>
        <w:t>— </w:t>
      </w:r>
      <w:r w:rsidR="002A4158" w:rsidRPr="00DA4E77">
        <w:t>Eh oui</w:t>
      </w:r>
      <w:r>
        <w:t xml:space="preserve"> ! </w:t>
      </w:r>
      <w:r w:rsidR="002A4158" w:rsidRPr="00DA4E77">
        <w:t>je sais</w:t>
      </w:r>
      <w:r>
        <w:t xml:space="preserve">… </w:t>
      </w:r>
      <w:r w:rsidR="002A4158" w:rsidRPr="00DA4E77">
        <w:t>D</w:t>
      </w:r>
      <w:r>
        <w:t>’</w:t>
      </w:r>
      <w:r w:rsidR="002A4158" w:rsidRPr="00DA4E77">
        <w:t>ailleurs</w:t>
      </w:r>
      <w:r>
        <w:t xml:space="preserve">, </w:t>
      </w:r>
      <w:r w:rsidR="002A4158" w:rsidRPr="00DA4E77">
        <w:t>s</w:t>
      </w:r>
      <w:r>
        <w:t>’</w:t>
      </w:r>
      <w:r w:rsidR="002A4158" w:rsidRPr="00DA4E77">
        <w:t>il ne possédait pas une âme noble</w:t>
      </w:r>
      <w:r>
        <w:t xml:space="preserve">, </w:t>
      </w:r>
      <w:r w:rsidR="002A4158" w:rsidRPr="00DA4E77">
        <w:t>nous aurait-il enchaînés à son prestige</w:t>
      </w:r>
      <w:r>
        <w:t xml:space="preserve"> ? </w:t>
      </w:r>
      <w:r w:rsidR="002A4158" w:rsidRPr="00DA4E77">
        <w:t>Et le peuple</w:t>
      </w:r>
      <w:r>
        <w:t xml:space="preserve">, </w:t>
      </w:r>
      <w:r w:rsidR="002A4158" w:rsidRPr="00DA4E77">
        <w:t>sans savoir pourquoi</w:t>
      </w:r>
      <w:r>
        <w:t xml:space="preserve">, </w:t>
      </w:r>
      <w:r w:rsidR="002A4158" w:rsidRPr="00DA4E77">
        <w:t>réclamerait-il son retour</w:t>
      </w:r>
      <w:r>
        <w:t xml:space="preserve"> ? </w:t>
      </w:r>
      <w:r w:rsidR="002A4158" w:rsidRPr="00DA4E77">
        <w:t xml:space="preserve">Il y a </w:t>
      </w:r>
      <w:proofErr w:type="spellStart"/>
      <w:r w:rsidR="002A4158" w:rsidRPr="00DA4E77">
        <w:t>en</w:t>
      </w:r>
      <w:proofErr w:type="spellEnd"/>
      <w:r w:rsidR="002A4158" w:rsidRPr="00DA4E77">
        <w:t xml:space="preserve"> </w:t>
      </w:r>
      <w:proofErr w:type="spellStart"/>
      <w:r w:rsidR="002A4158" w:rsidRPr="00DA4E77">
        <w:t>Hellas</w:t>
      </w:r>
      <w:proofErr w:type="spellEnd"/>
      <w:r w:rsidR="002A4158" w:rsidRPr="00DA4E77">
        <w:t xml:space="preserve"> une sorte de fatalité supérieure</w:t>
      </w:r>
      <w:r>
        <w:t xml:space="preserve">. </w:t>
      </w:r>
      <w:r w:rsidR="002A4158" w:rsidRPr="00DA4E77">
        <w:t>Est-il venu pour magnifier ou pour perdre le monde</w:t>
      </w:r>
      <w:r>
        <w:t xml:space="preserve"> ? </w:t>
      </w:r>
      <w:r w:rsidR="002A4158" w:rsidRPr="00DA4E77">
        <w:t>Qu</w:t>
      </w:r>
      <w:r>
        <w:t>’</w:t>
      </w:r>
      <w:r w:rsidR="002A4158" w:rsidRPr="00DA4E77">
        <w:t>importe</w:t>
      </w:r>
      <w:r>
        <w:t xml:space="preserve"> ! </w:t>
      </w:r>
      <w:r w:rsidR="002A4158" w:rsidRPr="00DA4E77">
        <w:t>Il est venu</w:t>
      </w:r>
      <w:r>
        <w:t xml:space="preserve">, </w:t>
      </w:r>
      <w:r w:rsidR="002A4158" w:rsidRPr="00DA4E77">
        <w:t>et que le destin s</w:t>
      </w:r>
      <w:r>
        <w:t>’</w:t>
      </w:r>
      <w:r w:rsidR="002A4158" w:rsidRPr="00DA4E77">
        <w:t>accomplisse</w:t>
      </w:r>
      <w:r>
        <w:t xml:space="preserve"> ! </w:t>
      </w:r>
      <w:r w:rsidR="002A4158" w:rsidRPr="00DA4E77">
        <w:t>Mais</w:t>
      </w:r>
      <w:r>
        <w:t xml:space="preserve">, </w:t>
      </w:r>
      <w:r w:rsidR="002A4158" w:rsidRPr="00DA4E77">
        <w:t>rassure-toi</w:t>
      </w:r>
      <w:r>
        <w:t xml:space="preserve">, </w:t>
      </w:r>
      <w:proofErr w:type="spellStart"/>
      <w:r w:rsidR="002A4158" w:rsidRPr="00DA4E77">
        <w:t>Knephao</w:t>
      </w:r>
      <w:proofErr w:type="spellEnd"/>
      <w:r>
        <w:t xml:space="preserve">, </w:t>
      </w:r>
      <w:r w:rsidR="002A4158" w:rsidRPr="00DA4E77">
        <w:t>il vit et retournera bientôt au cœur de l</w:t>
      </w:r>
      <w:r>
        <w:t>’</w:t>
      </w:r>
      <w:r w:rsidR="002A4158" w:rsidRPr="00DA4E77">
        <w:t>Empire</w:t>
      </w:r>
      <w:r>
        <w:t>.</w:t>
      </w:r>
    </w:p>
    <w:p w14:paraId="416886E2" w14:textId="77777777" w:rsidR="00276CCE" w:rsidRDefault="00276CCE" w:rsidP="002A4158">
      <w:r>
        <w:t>— </w:t>
      </w:r>
      <w:r w:rsidR="002A4158" w:rsidRPr="00DA4E77">
        <w:t>Ô maître</w:t>
      </w:r>
      <w:r>
        <w:t xml:space="preserve">, </w:t>
      </w:r>
      <w:r w:rsidR="002A4158" w:rsidRPr="00DA4E77">
        <w:t>où qu</w:t>
      </w:r>
      <w:r>
        <w:t>’</w:t>
      </w:r>
      <w:r w:rsidR="002A4158" w:rsidRPr="00DA4E77">
        <w:t>il vive</w:t>
      </w:r>
      <w:r>
        <w:t xml:space="preserve">, </w:t>
      </w:r>
      <w:r w:rsidR="002A4158" w:rsidRPr="00DA4E77">
        <w:t>dis-moi le secret de sa retraite</w:t>
      </w:r>
      <w:r>
        <w:t xml:space="preserve">, </w:t>
      </w:r>
      <w:r w:rsidR="002A4158" w:rsidRPr="00DA4E77">
        <w:t>car il faut que j</w:t>
      </w:r>
      <w:r>
        <w:t>’</w:t>
      </w:r>
      <w:r w:rsidR="002A4158" w:rsidRPr="00DA4E77">
        <w:t>aille le rejoindre pour hâter son retour vers Atlantis</w:t>
      </w:r>
      <w:r>
        <w:t xml:space="preserve">. </w:t>
      </w:r>
      <w:r w:rsidR="002A4158" w:rsidRPr="00DA4E77">
        <w:t>De grands dangers menacent la Terrasse Sainte</w:t>
      </w:r>
      <w:r>
        <w:t xml:space="preserve"> ; </w:t>
      </w:r>
      <w:r w:rsidR="002A4158" w:rsidRPr="00DA4E77">
        <w:t>et l</w:t>
      </w:r>
      <w:r>
        <w:t>’</w:t>
      </w:r>
      <w:r w:rsidR="002A4158" w:rsidRPr="00DA4E77">
        <w:t>Empire lui-même s</w:t>
      </w:r>
      <w:r>
        <w:t>’</w:t>
      </w:r>
      <w:r w:rsidR="002A4158" w:rsidRPr="00DA4E77">
        <w:t>écroulera</w:t>
      </w:r>
      <w:r>
        <w:t xml:space="preserve">, </w:t>
      </w:r>
      <w:r w:rsidR="002A4158" w:rsidRPr="00DA4E77">
        <w:t>peut-être</w:t>
      </w:r>
      <w:r>
        <w:t xml:space="preserve">, </w:t>
      </w:r>
      <w:r w:rsidR="002A4158" w:rsidRPr="00DA4E77">
        <w:t xml:space="preserve">si </w:t>
      </w:r>
      <w:proofErr w:type="spellStart"/>
      <w:r w:rsidR="002A4158" w:rsidRPr="00DA4E77">
        <w:t>Hellas</w:t>
      </w:r>
      <w:proofErr w:type="spellEnd"/>
      <w:r w:rsidR="002A4158" w:rsidRPr="00DA4E77">
        <w:t xml:space="preserve"> ou toi ne v</w:t>
      </w:r>
      <w:r w:rsidR="002A4158" w:rsidRPr="00DA4E77">
        <w:t>e</w:t>
      </w:r>
      <w:r w:rsidR="002A4158" w:rsidRPr="00DA4E77">
        <w:t>nez nous secourir</w:t>
      </w:r>
      <w:r>
        <w:t>.</w:t>
      </w:r>
    </w:p>
    <w:p w14:paraId="67C33DB5" w14:textId="77777777" w:rsidR="00276CCE" w:rsidRDefault="002A4158" w:rsidP="002A4158">
      <w:proofErr w:type="spellStart"/>
      <w:r w:rsidRPr="00DA4E77">
        <w:t>Knephao</w:t>
      </w:r>
      <w:proofErr w:type="spellEnd"/>
      <w:r w:rsidR="00276CCE">
        <w:t xml:space="preserve">, </w:t>
      </w:r>
      <w:r w:rsidRPr="00DA4E77">
        <w:t>alors</w:t>
      </w:r>
      <w:r w:rsidR="00276CCE">
        <w:t xml:space="preserve">, </w:t>
      </w:r>
      <w:r w:rsidRPr="00DA4E77">
        <w:t xml:space="preserve">raconte à </w:t>
      </w:r>
      <w:proofErr w:type="spellStart"/>
      <w:r w:rsidRPr="00DA4E77">
        <w:t>Oréus</w:t>
      </w:r>
      <w:proofErr w:type="spellEnd"/>
      <w:r w:rsidRPr="00DA4E77">
        <w:t xml:space="preserve"> les péripéties de la veille</w:t>
      </w:r>
      <w:r w:rsidR="00276CCE">
        <w:t>.</w:t>
      </w:r>
    </w:p>
    <w:p w14:paraId="09B61314" w14:textId="77777777" w:rsidR="00276CCE" w:rsidRDefault="00276CCE" w:rsidP="002A4158">
      <w:r>
        <w:t>— </w:t>
      </w:r>
      <w:r w:rsidR="002A4158" w:rsidRPr="00DA4E77">
        <w:t>Tu penses bien</w:t>
      </w:r>
      <w:r>
        <w:t xml:space="preserve">, </w:t>
      </w:r>
      <w:r w:rsidR="002A4158" w:rsidRPr="00DA4E77">
        <w:t>ajoute l</w:t>
      </w:r>
      <w:r>
        <w:t>’</w:t>
      </w:r>
      <w:r w:rsidR="002A4158" w:rsidRPr="00DA4E77">
        <w:t>Égyptien</w:t>
      </w:r>
      <w:r>
        <w:t xml:space="preserve">, </w:t>
      </w:r>
      <w:r w:rsidR="002A4158" w:rsidRPr="00DA4E77">
        <w:t>que les ennemis d</w:t>
      </w:r>
      <w:r>
        <w:t>’</w:t>
      </w:r>
      <w:proofErr w:type="spellStart"/>
      <w:r w:rsidR="002A4158" w:rsidRPr="00DA4E77">
        <w:t>Hellas</w:t>
      </w:r>
      <w:proofErr w:type="spellEnd"/>
      <w:r w:rsidR="002A4158" w:rsidRPr="00DA4E77">
        <w:t xml:space="preserve"> devenus ceux d</w:t>
      </w:r>
      <w:r>
        <w:t>’</w:t>
      </w:r>
      <w:proofErr w:type="spellStart"/>
      <w:r w:rsidR="002A4158" w:rsidRPr="00DA4E77">
        <w:t>Hermos</w:t>
      </w:r>
      <w:proofErr w:type="spellEnd"/>
      <w:r>
        <w:t xml:space="preserve"> – </w:t>
      </w:r>
      <w:r w:rsidR="002A4158" w:rsidRPr="00DA4E77">
        <w:t>les tiens depuis toujours</w:t>
      </w:r>
      <w:r>
        <w:t xml:space="preserve"> – </w:t>
      </w:r>
      <w:r w:rsidR="002A4158" w:rsidRPr="00DA4E77">
        <w:t>n</w:t>
      </w:r>
      <w:r>
        <w:t>’</w:t>
      </w:r>
      <w:r w:rsidR="002A4158" w:rsidRPr="00DA4E77">
        <w:t>ont pas accepté</w:t>
      </w:r>
      <w:r>
        <w:t xml:space="preserve">, </w:t>
      </w:r>
      <w:r w:rsidR="002A4158" w:rsidRPr="00DA4E77">
        <w:t>sans colère</w:t>
      </w:r>
      <w:r>
        <w:t xml:space="preserve">, </w:t>
      </w:r>
      <w:r w:rsidR="002A4158" w:rsidRPr="00DA4E77">
        <w:t>ni révolte</w:t>
      </w:r>
      <w:r>
        <w:t xml:space="preserve">, </w:t>
      </w:r>
      <w:r w:rsidR="002A4158" w:rsidRPr="00DA4E77">
        <w:t>la décision du destin</w:t>
      </w:r>
      <w:r>
        <w:t xml:space="preserve">. </w:t>
      </w:r>
      <w:r w:rsidR="002A4158" w:rsidRPr="00DA4E77">
        <w:t>L</w:t>
      </w:r>
      <w:r>
        <w:t>’</w:t>
      </w:r>
      <w:r w:rsidR="002A4158" w:rsidRPr="00DA4E77">
        <w:t xml:space="preserve">âpre génie de </w:t>
      </w:r>
      <w:proofErr w:type="spellStart"/>
      <w:r w:rsidR="002A4158" w:rsidRPr="00DA4E77">
        <w:t>Melléna</w:t>
      </w:r>
      <w:proofErr w:type="spellEnd"/>
      <w:r w:rsidR="002A4158" w:rsidRPr="00DA4E77">
        <w:t xml:space="preserve"> a réconforté les espoirs de nos ennemis</w:t>
      </w:r>
      <w:r>
        <w:t xml:space="preserve">. </w:t>
      </w:r>
      <w:r w:rsidR="002A4158" w:rsidRPr="00DA4E77">
        <w:t>Cette femme implacable a convoqué chez elle</w:t>
      </w:r>
      <w:r>
        <w:t xml:space="preserve">, </w:t>
      </w:r>
      <w:r w:rsidR="002A4158" w:rsidRPr="00DA4E77">
        <w:t>pendant la nuit</w:t>
      </w:r>
      <w:r>
        <w:t xml:space="preserve">, </w:t>
      </w:r>
      <w:r w:rsidR="002A4158" w:rsidRPr="00DA4E77">
        <w:t xml:space="preserve">les partisans dispersés de </w:t>
      </w:r>
      <w:proofErr w:type="spellStart"/>
      <w:r w:rsidR="002A4158" w:rsidRPr="00DA4E77">
        <w:t>Guitché</w:t>
      </w:r>
      <w:proofErr w:type="spellEnd"/>
      <w:r>
        <w:t xml:space="preserve">, </w:t>
      </w:r>
      <w:r w:rsidR="002A4158" w:rsidRPr="00DA4E77">
        <w:t>et leur a rendu l</w:t>
      </w:r>
      <w:r>
        <w:t>’</w:t>
      </w:r>
      <w:r w:rsidR="002A4158" w:rsidRPr="00DA4E77">
        <w:t>ardeur de la lutte</w:t>
      </w:r>
      <w:r>
        <w:t xml:space="preserve">. </w:t>
      </w:r>
      <w:r w:rsidR="002A4158" w:rsidRPr="00DA4E77">
        <w:t>Elle a affirmé la mort d</w:t>
      </w:r>
      <w:r>
        <w:t>’</w:t>
      </w:r>
      <w:proofErr w:type="spellStart"/>
      <w:r w:rsidR="002A4158" w:rsidRPr="00DA4E77">
        <w:t>Hellas</w:t>
      </w:r>
      <w:proofErr w:type="spellEnd"/>
      <w:r>
        <w:t xml:space="preserve"> ; </w:t>
      </w:r>
      <w:r w:rsidR="002A4158" w:rsidRPr="00DA4E77">
        <w:t>elle a démontré qu</w:t>
      </w:r>
      <w:r>
        <w:t>’</w:t>
      </w:r>
      <w:proofErr w:type="spellStart"/>
      <w:r w:rsidR="002A4158" w:rsidRPr="00DA4E77">
        <w:t>Hermos</w:t>
      </w:r>
      <w:proofErr w:type="spellEnd"/>
      <w:r w:rsidR="002A4158" w:rsidRPr="00DA4E77">
        <w:t xml:space="preserve"> pourrait être accusé de mensonge et de sacrilège</w:t>
      </w:r>
      <w:r>
        <w:t xml:space="preserve">, </w:t>
      </w:r>
      <w:r w:rsidR="002A4158" w:rsidRPr="00DA4E77">
        <w:t xml:space="preserve">et que le parti de </w:t>
      </w:r>
      <w:proofErr w:type="spellStart"/>
      <w:r w:rsidR="002A4158" w:rsidRPr="00DA4E77">
        <w:t>Guitché</w:t>
      </w:r>
      <w:proofErr w:type="spellEnd"/>
      <w:r w:rsidR="002A4158" w:rsidRPr="00DA4E77">
        <w:t xml:space="preserve"> reconquerrait facilement </w:t>
      </w:r>
      <w:r w:rsidR="002A4158" w:rsidRPr="00DA4E77">
        <w:lastRenderedPageBreak/>
        <w:t>le pouvoir</w:t>
      </w:r>
      <w:r>
        <w:t xml:space="preserve">. </w:t>
      </w:r>
      <w:r w:rsidR="002A4158" w:rsidRPr="00DA4E77">
        <w:t>Et voici les projets qu</w:t>
      </w:r>
      <w:r>
        <w:t>’</w:t>
      </w:r>
      <w:r w:rsidR="002A4158" w:rsidRPr="00DA4E77">
        <w:t>elle a formés pour aujourd</w:t>
      </w:r>
      <w:r>
        <w:t>’</w:t>
      </w:r>
      <w:r w:rsidR="002A4158" w:rsidRPr="00DA4E77">
        <w:t>hui</w:t>
      </w:r>
      <w:r>
        <w:t xml:space="preserve">. </w:t>
      </w:r>
      <w:r w:rsidR="002A4158" w:rsidRPr="00DA4E77">
        <w:t>À la ci</w:t>
      </w:r>
      <w:r w:rsidR="002A4158" w:rsidRPr="00DA4E77">
        <w:t>n</w:t>
      </w:r>
      <w:r w:rsidR="002A4158" w:rsidRPr="00DA4E77">
        <w:t>quième heure après midi</w:t>
      </w:r>
      <w:r>
        <w:t xml:space="preserve">, </w:t>
      </w:r>
      <w:r w:rsidR="002A4158" w:rsidRPr="00DA4E77">
        <w:t>commence la Fête des Eaux</w:t>
      </w:r>
      <w:r>
        <w:t xml:space="preserve">. </w:t>
      </w:r>
      <w:r w:rsidR="002A4158" w:rsidRPr="00DA4E77">
        <w:t>Toutes les flottes d</w:t>
      </w:r>
      <w:r>
        <w:t>’</w:t>
      </w:r>
      <w:r w:rsidR="002A4158" w:rsidRPr="00DA4E77">
        <w:t>Atlantis</w:t>
      </w:r>
      <w:r>
        <w:t xml:space="preserve">, </w:t>
      </w:r>
      <w:r w:rsidR="002A4158" w:rsidRPr="00DA4E77">
        <w:t>selon la coutume</w:t>
      </w:r>
      <w:r>
        <w:t xml:space="preserve">, </w:t>
      </w:r>
      <w:r w:rsidR="002A4158" w:rsidRPr="00DA4E77">
        <w:t>doivent</w:t>
      </w:r>
      <w:r>
        <w:t xml:space="preserve">, </w:t>
      </w:r>
      <w:r w:rsidR="002A4158" w:rsidRPr="00DA4E77">
        <w:t>pavoisées de drapeaux et parées de fleurs</w:t>
      </w:r>
      <w:r>
        <w:t xml:space="preserve">, </w:t>
      </w:r>
      <w:r w:rsidR="002A4158" w:rsidRPr="00DA4E77">
        <w:t>se dérouler lentement autour des sept presqu</w:t>
      </w:r>
      <w:r>
        <w:t>’</w:t>
      </w:r>
      <w:r w:rsidR="002A4158" w:rsidRPr="00DA4E77">
        <w:t>îles</w:t>
      </w:r>
      <w:r>
        <w:t xml:space="preserve">. </w:t>
      </w:r>
      <w:r w:rsidR="002A4158" w:rsidRPr="00DA4E77">
        <w:t>Le vaisseau sacré de l</w:t>
      </w:r>
      <w:r>
        <w:t>’</w:t>
      </w:r>
      <w:r w:rsidR="002A4158" w:rsidRPr="00DA4E77">
        <w:t>Empire sortira du palais des Eaux</w:t>
      </w:r>
      <w:r>
        <w:t xml:space="preserve">, </w:t>
      </w:r>
      <w:r w:rsidR="002A4158" w:rsidRPr="00DA4E77">
        <w:t>et</w:t>
      </w:r>
      <w:r>
        <w:t xml:space="preserve">, </w:t>
      </w:r>
      <w:r w:rsidR="002A4158" w:rsidRPr="00DA4E77">
        <w:t>monté par le Prince des Apôtres</w:t>
      </w:r>
      <w:r>
        <w:t xml:space="preserve">, </w:t>
      </w:r>
      <w:r w:rsidR="002A4158" w:rsidRPr="00DA4E77">
        <w:t>recevra les ho</w:t>
      </w:r>
      <w:r w:rsidR="002A4158" w:rsidRPr="00DA4E77">
        <w:t>n</w:t>
      </w:r>
      <w:r w:rsidR="002A4158" w:rsidRPr="00DA4E77">
        <w:t>neurs de la flotte entière</w:t>
      </w:r>
      <w:r>
        <w:t xml:space="preserve">. </w:t>
      </w:r>
      <w:r w:rsidR="002A4158" w:rsidRPr="00DA4E77">
        <w:t>Or</w:t>
      </w:r>
      <w:r>
        <w:t xml:space="preserve">, </w:t>
      </w:r>
      <w:r w:rsidR="002A4158" w:rsidRPr="00DA4E77">
        <w:t>tu le sais</w:t>
      </w:r>
      <w:r>
        <w:t xml:space="preserve">, </w:t>
      </w:r>
      <w:proofErr w:type="spellStart"/>
      <w:r w:rsidR="002A4158" w:rsidRPr="00DA4E77">
        <w:t>Hellas</w:t>
      </w:r>
      <w:proofErr w:type="spellEnd"/>
      <w:r w:rsidR="002A4158" w:rsidRPr="00DA4E77">
        <w:t xml:space="preserve"> ayant emmené avec lui tous les matelots ligures</w:t>
      </w:r>
      <w:r>
        <w:t xml:space="preserve">, </w:t>
      </w:r>
      <w:r w:rsidR="002A4158" w:rsidRPr="00DA4E77">
        <w:t>ibères et gaëls</w:t>
      </w:r>
      <w:r>
        <w:t xml:space="preserve">, </w:t>
      </w:r>
      <w:r w:rsidR="002A4158" w:rsidRPr="00DA4E77">
        <w:t>la seule flotte qui reste en Atlantis est composée d</w:t>
      </w:r>
      <w:r>
        <w:t>’</w:t>
      </w:r>
      <w:r w:rsidR="002A4158" w:rsidRPr="00DA4E77">
        <w:t xml:space="preserve">Aztèques et de </w:t>
      </w:r>
      <w:proofErr w:type="spellStart"/>
      <w:r w:rsidR="002A4158" w:rsidRPr="00DA4E77">
        <w:t>Guantchos</w:t>
      </w:r>
      <w:proofErr w:type="spellEnd"/>
      <w:r>
        <w:t xml:space="preserve">. </w:t>
      </w:r>
      <w:r w:rsidR="002A4158" w:rsidRPr="00DA4E77">
        <w:t xml:space="preserve">Tous sont dévoués à </w:t>
      </w:r>
      <w:proofErr w:type="spellStart"/>
      <w:r w:rsidR="002A4158" w:rsidRPr="00DA4E77">
        <w:t>Melléna</w:t>
      </w:r>
      <w:proofErr w:type="spellEnd"/>
      <w:r w:rsidR="002A4158" w:rsidRPr="00DA4E77">
        <w:t xml:space="preserve"> et </w:t>
      </w:r>
      <w:proofErr w:type="spellStart"/>
      <w:r w:rsidR="002A4158" w:rsidRPr="00DA4E77">
        <w:t>Guitché</w:t>
      </w:r>
      <w:proofErr w:type="spellEnd"/>
      <w:r w:rsidR="002A4158" w:rsidRPr="00DA4E77">
        <w:t xml:space="preserve"> leur a distribué ce m</w:t>
      </w:r>
      <w:r w:rsidR="002A4158" w:rsidRPr="00DA4E77">
        <w:t>a</w:t>
      </w:r>
      <w:r w:rsidR="002A4158" w:rsidRPr="00DA4E77">
        <w:t>tin de l</w:t>
      </w:r>
      <w:r>
        <w:t>’</w:t>
      </w:r>
      <w:r w:rsidR="002A4158" w:rsidRPr="00DA4E77">
        <w:t>or et de l</w:t>
      </w:r>
      <w:r>
        <w:t>’</w:t>
      </w:r>
      <w:r w:rsidR="002A4158" w:rsidRPr="00DA4E77">
        <w:t>argent à profusion</w:t>
      </w:r>
      <w:r>
        <w:t xml:space="preserve">. </w:t>
      </w:r>
      <w:r w:rsidR="002A4158" w:rsidRPr="00DA4E77">
        <w:t>Sitôt donc que la fête s</w:t>
      </w:r>
      <w:r>
        <w:t>’</w:t>
      </w:r>
      <w:r w:rsidR="002A4158" w:rsidRPr="00DA4E77">
        <w:t>ouvrira</w:t>
      </w:r>
      <w:r>
        <w:t xml:space="preserve">, </w:t>
      </w:r>
      <w:r w:rsidR="002A4158" w:rsidRPr="00DA4E77">
        <w:t>un r</w:t>
      </w:r>
      <w:r w:rsidR="002A4158" w:rsidRPr="00DA4E77">
        <w:t>a</w:t>
      </w:r>
      <w:r w:rsidR="002A4158" w:rsidRPr="00DA4E77">
        <w:t>mier voyageur</w:t>
      </w:r>
      <w:r>
        <w:t xml:space="preserve">, </w:t>
      </w:r>
      <w:r w:rsidR="002A4158" w:rsidRPr="00DA4E77">
        <w:t>habilement lancé</w:t>
      </w:r>
      <w:r>
        <w:t xml:space="preserve">, </w:t>
      </w:r>
      <w:r w:rsidR="002A4158" w:rsidRPr="00DA4E77">
        <w:t>apportera l</w:t>
      </w:r>
      <w:r>
        <w:t>’</w:t>
      </w:r>
      <w:r w:rsidR="002A4158" w:rsidRPr="00DA4E77">
        <w:t>annonce de la défaite et de la mort d</w:t>
      </w:r>
      <w:r>
        <w:t>’</w:t>
      </w:r>
      <w:proofErr w:type="spellStart"/>
      <w:r w:rsidR="002A4158" w:rsidRPr="00DA4E77">
        <w:t>Hellas</w:t>
      </w:r>
      <w:proofErr w:type="spellEnd"/>
      <w:r>
        <w:t xml:space="preserve">. </w:t>
      </w:r>
      <w:r w:rsidR="002A4158" w:rsidRPr="00DA4E77">
        <w:t>Et</w:t>
      </w:r>
      <w:r>
        <w:t xml:space="preserve">, </w:t>
      </w:r>
      <w:r w:rsidR="002A4158" w:rsidRPr="00DA4E77">
        <w:t>profitant du trouble jeté dans le peuple</w:t>
      </w:r>
      <w:r>
        <w:t xml:space="preserve">, </w:t>
      </w:r>
      <w:r w:rsidR="002A4158" w:rsidRPr="00DA4E77">
        <w:t xml:space="preserve">les amis de </w:t>
      </w:r>
      <w:proofErr w:type="spellStart"/>
      <w:r w:rsidR="002A4158" w:rsidRPr="00DA4E77">
        <w:t>Guitché</w:t>
      </w:r>
      <w:proofErr w:type="spellEnd"/>
      <w:r w:rsidR="002A4158" w:rsidRPr="00DA4E77">
        <w:t xml:space="preserve"> proclameront la déchéance d</w:t>
      </w:r>
      <w:r>
        <w:t>’</w:t>
      </w:r>
      <w:proofErr w:type="spellStart"/>
      <w:r w:rsidR="002A4158" w:rsidRPr="00DA4E77">
        <w:t>Hermos</w:t>
      </w:r>
      <w:proofErr w:type="spellEnd"/>
      <w:r>
        <w:t xml:space="preserve"> ; </w:t>
      </w:r>
      <w:r w:rsidR="002A4158" w:rsidRPr="00DA4E77">
        <w:t>ils le feront arrêter</w:t>
      </w:r>
      <w:r>
        <w:t xml:space="preserve">, </w:t>
      </w:r>
      <w:r w:rsidR="002A4158" w:rsidRPr="00DA4E77">
        <w:t>en pleine rade</w:t>
      </w:r>
      <w:r>
        <w:t xml:space="preserve">, </w:t>
      </w:r>
      <w:r w:rsidR="002A4158" w:rsidRPr="00DA4E77">
        <w:t>par les matelots aztèques</w:t>
      </w:r>
      <w:r>
        <w:t xml:space="preserve">. </w:t>
      </w:r>
      <w:r w:rsidR="002A4158" w:rsidRPr="00DA4E77">
        <w:t>Or</w:t>
      </w:r>
      <w:r>
        <w:t xml:space="preserve">, </w:t>
      </w:r>
      <w:r w:rsidR="002A4158" w:rsidRPr="00DA4E77">
        <w:t>j</w:t>
      </w:r>
      <w:r>
        <w:t>’</w:t>
      </w:r>
      <w:r w:rsidR="002A4158" w:rsidRPr="00DA4E77">
        <w:t>ai obtenu qu</w:t>
      </w:r>
      <w:r>
        <w:t>’</w:t>
      </w:r>
      <w:proofErr w:type="spellStart"/>
      <w:r w:rsidR="002A4158" w:rsidRPr="00DA4E77">
        <w:t>Hermos</w:t>
      </w:r>
      <w:proofErr w:type="spellEnd"/>
      <w:r w:rsidR="002A4158" w:rsidRPr="00DA4E77">
        <w:t xml:space="preserve"> ne quitterait pas la ville et se réfugierait sur la Terrasse Sainte</w:t>
      </w:r>
      <w:r>
        <w:t xml:space="preserve">. </w:t>
      </w:r>
      <w:r w:rsidR="002A4158" w:rsidRPr="00DA4E77">
        <w:t>Mais tu sais combien les Atlantes attachent de prix à cette Fête des Eaux</w:t>
      </w:r>
      <w:r>
        <w:t xml:space="preserve">. </w:t>
      </w:r>
      <w:r w:rsidR="002A4158" w:rsidRPr="00DA4E77">
        <w:t>Et jamais</w:t>
      </w:r>
      <w:r>
        <w:t xml:space="preserve">, </w:t>
      </w:r>
      <w:r w:rsidR="002A4158" w:rsidRPr="00DA4E77">
        <w:t>après son élection</w:t>
      </w:r>
      <w:r>
        <w:t xml:space="preserve">, </w:t>
      </w:r>
      <w:r w:rsidR="002A4158" w:rsidRPr="00DA4E77">
        <w:t>Prince des Apôtres ne dédaigna de paraître sur la galère impériale</w:t>
      </w:r>
      <w:r>
        <w:t xml:space="preserve">. </w:t>
      </w:r>
      <w:r w:rsidR="002A4158" w:rsidRPr="00DA4E77">
        <w:t>Si donc</w:t>
      </w:r>
      <w:r>
        <w:t xml:space="preserve">, </w:t>
      </w:r>
      <w:r w:rsidR="002A4158" w:rsidRPr="00DA4E77">
        <w:t>ce soir</w:t>
      </w:r>
      <w:r>
        <w:t xml:space="preserve">, </w:t>
      </w:r>
      <w:proofErr w:type="spellStart"/>
      <w:r w:rsidR="002A4158" w:rsidRPr="00DA4E77">
        <w:t>Hermos</w:t>
      </w:r>
      <w:proofErr w:type="spellEnd"/>
      <w:r>
        <w:t xml:space="preserve">, </w:t>
      </w:r>
      <w:r w:rsidR="002A4158" w:rsidRPr="00DA4E77">
        <w:t>le premier</w:t>
      </w:r>
      <w:r>
        <w:t xml:space="preserve">, </w:t>
      </w:r>
      <w:r w:rsidR="002A4158" w:rsidRPr="00DA4E77">
        <w:t>manque à cette tradition</w:t>
      </w:r>
      <w:r>
        <w:t xml:space="preserve">, </w:t>
      </w:r>
      <w:r w:rsidR="002A4158" w:rsidRPr="00DA4E77">
        <w:t>je te laisse prévoir la surprise du pe</w:t>
      </w:r>
      <w:r w:rsidR="002A4158" w:rsidRPr="00DA4E77">
        <w:t>u</w:t>
      </w:r>
      <w:r w:rsidR="002A4158" w:rsidRPr="00DA4E77">
        <w:t>ple</w:t>
      </w:r>
      <w:r>
        <w:t xml:space="preserve">. </w:t>
      </w:r>
      <w:r w:rsidR="002A4158" w:rsidRPr="00DA4E77">
        <w:t>Ah</w:t>
      </w:r>
      <w:r>
        <w:t xml:space="preserve"> ! </w:t>
      </w:r>
      <w:proofErr w:type="spellStart"/>
      <w:r w:rsidR="002A4158" w:rsidRPr="00DA4E77">
        <w:t>Oréus</w:t>
      </w:r>
      <w:proofErr w:type="spellEnd"/>
      <w:r>
        <w:t xml:space="preserve">, </w:t>
      </w:r>
      <w:r w:rsidR="002A4158" w:rsidRPr="00DA4E77">
        <w:t>par pitié pour Atlantis</w:t>
      </w:r>
      <w:r>
        <w:t xml:space="preserve">, </w:t>
      </w:r>
      <w:r w:rsidR="002A4158" w:rsidRPr="00DA4E77">
        <w:t>par affection pour tes disciples</w:t>
      </w:r>
      <w:r>
        <w:t xml:space="preserve">, </w:t>
      </w:r>
      <w:r w:rsidR="002A4158" w:rsidRPr="00DA4E77">
        <w:t>sauve-nous</w:t>
      </w:r>
      <w:r>
        <w:t xml:space="preserve">, </w:t>
      </w:r>
      <w:r w:rsidR="002A4158" w:rsidRPr="00DA4E77">
        <w:t>sauve la Cité</w:t>
      </w:r>
      <w:r>
        <w:t>.</w:t>
      </w:r>
    </w:p>
    <w:p w14:paraId="0080BA74" w14:textId="77777777" w:rsidR="00276CCE" w:rsidRDefault="00276CCE" w:rsidP="002A4158">
      <w:r>
        <w:t>— </w:t>
      </w:r>
      <w:r w:rsidR="002A4158" w:rsidRPr="00DA4E77">
        <w:t>Ami</w:t>
      </w:r>
      <w:r>
        <w:t xml:space="preserve">, </w:t>
      </w:r>
      <w:r w:rsidR="002A4158" w:rsidRPr="00DA4E77">
        <w:t xml:space="preserve">dit </w:t>
      </w:r>
      <w:proofErr w:type="spellStart"/>
      <w:r w:rsidR="002A4158" w:rsidRPr="00DA4E77">
        <w:t>Oréus</w:t>
      </w:r>
      <w:proofErr w:type="spellEnd"/>
      <w:r>
        <w:t xml:space="preserve">, </w:t>
      </w:r>
      <w:r w:rsidR="002A4158" w:rsidRPr="00DA4E77">
        <w:t>maîtrisant son émotion</w:t>
      </w:r>
      <w:r>
        <w:t xml:space="preserve">, </w:t>
      </w:r>
      <w:r w:rsidR="002A4158" w:rsidRPr="00DA4E77">
        <w:t>dix hommes comme toi sauveraient un empire croulant</w:t>
      </w:r>
      <w:r>
        <w:t xml:space="preserve">, </w:t>
      </w:r>
      <w:r w:rsidR="002A4158" w:rsidRPr="00DA4E77">
        <w:t>si quelque chose pouvait sauver encore ce que le destin a marqué</w:t>
      </w:r>
      <w:r>
        <w:t xml:space="preserve">. </w:t>
      </w:r>
      <w:r w:rsidR="002A4158" w:rsidRPr="00DA4E77">
        <w:t>Il est venu plus tôt que je ne croyais</w:t>
      </w:r>
      <w:r>
        <w:t xml:space="preserve">, </w:t>
      </w:r>
      <w:r w:rsidR="002A4158" w:rsidRPr="00DA4E77">
        <w:t>ce temps où les passions d</w:t>
      </w:r>
      <w:r>
        <w:t>’</w:t>
      </w:r>
      <w:r w:rsidR="002A4158" w:rsidRPr="00DA4E77">
        <w:t>Atlantis d</w:t>
      </w:r>
      <w:r w:rsidR="002A4158" w:rsidRPr="00DA4E77">
        <w:t>e</w:t>
      </w:r>
      <w:r w:rsidR="002A4158" w:rsidRPr="00DA4E77">
        <w:t>vaient se heurter en un conflit inévitable</w:t>
      </w:r>
      <w:r>
        <w:t>.</w:t>
      </w:r>
    </w:p>
    <w:p w14:paraId="20DEE6B6" w14:textId="77777777" w:rsidR="00276CCE" w:rsidRDefault="00276CCE" w:rsidP="002A4158">
      <w:r>
        <w:t>— </w:t>
      </w:r>
      <w:r w:rsidR="002A4158" w:rsidRPr="00DA4E77">
        <w:t>Eh quoi</w:t>
      </w:r>
      <w:r>
        <w:t xml:space="preserve">, </w:t>
      </w:r>
      <w:proofErr w:type="spellStart"/>
      <w:r w:rsidR="002A4158" w:rsidRPr="00DA4E77">
        <w:t>Oréus</w:t>
      </w:r>
      <w:proofErr w:type="spellEnd"/>
      <w:r>
        <w:t xml:space="preserve">, </w:t>
      </w:r>
      <w:r w:rsidR="002A4158" w:rsidRPr="00DA4E77">
        <w:t>tu désespères</w:t>
      </w:r>
      <w:r>
        <w:t> ?</w:t>
      </w:r>
    </w:p>
    <w:p w14:paraId="6346E32B" w14:textId="77777777" w:rsidR="00276CCE" w:rsidRDefault="00276CCE" w:rsidP="002A4158">
      <w:r>
        <w:lastRenderedPageBreak/>
        <w:t>— </w:t>
      </w:r>
      <w:r w:rsidR="002A4158" w:rsidRPr="00DA4E77">
        <w:t>Mais ne raisonnons pas</w:t>
      </w:r>
      <w:r>
        <w:t xml:space="preserve"> : </w:t>
      </w:r>
      <w:r w:rsidR="002A4158" w:rsidRPr="00DA4E77">
        <w:t>agissons</w:t>
      </w:r>
      <w:r>
        <w:t xml:space="preserve">. </w:t>
      </w:r>
      <w:r w:rsidR="002A4158" w:rsidRPr="00DA4E77">
        <w:t>Il faut qu</w:t>
      </w:r>
      <w:r>
        <w:t>’</w:t>
      </w:r>
      <w:r w:rsidR="002A4158" w:rsidRPr="00DA4E77">
        <w:t>aujourd</w:t>
      </w:r>
      <w:r>
        <w:t>’</w:t>
      </w:r>
      <w:r w:rsidR="002A4158" w:rsidRPr="00DA4E77">
        <w:t>hui même tout rentre dans l</w:t>
      </w:r>
      <w:r>
        <w:t>’</w:t>
      </w:r>
      <w:r w:rsidR="002A4158" w:rsidRPr="00DA4E77">
        <w:t>ordre</w:t>
      </w:r>
      <w:r>
        <w:t xml:space="preserve"> ; </w:t>
      </w:r>
      <w:r w:rsidR="002A4158" w:rsidRPr="00DA4E77">
        <w:t xml:space="preserve">ou alors le génie de </w:t>
      </w:r>
      <w:proofErr w:type="spellStart"/>
      <w:r w:rsidR="002A4158" w:rsidRPr="00DA4E77">
        <w:t>Melléna</w:t>
      </w:r>
      <w:proofErr w:type="spellEnd"/>
      <w:r w:rsidR="002A4158" w:rsidRPr="00DA4E77">
        <w:t xml:space="preserve"> l</w:t>
      </w:r>
      <w:r>
        <w:t>’</w:t>
      </w:r>
      <w:r w:rsidR="002A4158" w:rsidRPr="00DA4E77">
        <w:t>emportera sur le nôtre</w:t>
      </w:r>
      <w:r>
        <w:t xml:space="preserve">. </w:t>
      </w:r>
      <w:r w:rsidR="002A4158" w:rsidRPr="00DA4E77">
        <w:t>Femme terrible et fatale</w:t>
      </w:r>
      <w:r>
        <w:t xml:space="preserve"> ! </w:t>
      </w:r>
      <w:r w:rsidR="002A4158" w:rsidRPr="00DA4E77">
        <w:t>Elle incarne tout le vieil esprit de la race rouge</w:t>
      </w:r>
      <w:r>
        <w:t xml:space="preserve">, </w:t>
      </w:r>
      <w:r w:rsidR="002A4158" w:rsidRPr="00DA4E77">
        <w:t>et peut-être croit-elle avoir raison</w:t>
      </w:r>
      <w:r>
        <w:t xml:space="preserve"> ! </w:t>
      </w:r>
      <w:r w:rsidR="002A4158" w:rsidRPr="00DA4E77">
        <w:t>Retourne donc tout de suite en Atlantis</w:t>
      </w:r>
      <w:r>
        <w:t xml:space="preserve">, </w:t>
      </w:r>
      <w:proofErr w:type="spellStart"/>
      <w:r w:rsidR="002A4158" w:rsidRPr="00DA4E77">
        <w:t>Knephao</w:t>
      </w:r>
      <w:proofErr w:type="spellEnd"/>
      <w:r>
        <w:t xml:space="preserve">. </w:t>
      </w:r>
      <w:r w:rsidR="002A4158" w:rsidRPr="00DA4E77">
        <w:t>Je vais t</w:t>
      </w:r>
      <w:r>
        <w:t>’</w:t>
      </w:r>
      <w:r w:rsidR="002A4158" w:rsidRPr="00DA4E77">
        <w:t>indiquer</w:t>
      </w:r>
      <w:r>
        <w:t xml:space="preserve">, </w:t>
      </w:r>
      <w:r w:rsidR="002A4158" w:rsidRPr="00DA4E77">
        <w:t>au sud de la ville</w:t>
      </w:r>
      <w:r>
        <w:t xml:space="preserve">, </w:t>
      </w:r>
      <w:r w:rsidR="002A4158" w:rsidRPr="00DA4E77">
        <w:t>sur le flanc de la montagne</w:t>
      </w:r>
      <w:r>
        <w:t xml:space="preserve">, </w:t>
      </w:r>
      <w:r w:rsidR="002A4158" w:rsidRPr="00DA4E77">
        <w:t>une anse où ta barque abordera sans danger</w:t>
      </w:r>
      <w:r>
        <w:t xml:space="preserve">. </w:t>
      </w:r>
      <w:r w:rsidR="002A4158" w:rsidRPr="00DA4E77">
        <w:t>De là</w:t>
      </w:r>
      <w:r>
        <w:t xml:space="preserve">, </w:t>
      </w:r>
      <w:r w:rsidR="002A4158" w:rsidRPr="00DA4E77">
        <w:t>tu te rendras auprès d</w:t>
      </w:r>
      <w:r>
        <w:t>’</w:t>
      </w:r>
      <w:proofErr w:type="spellStart"/>
      <w:r w:rsidR="002A4158" w:rsidRPr="00DA4E77">
        <w:t>Hermos</w:t>
      </w:r>
      <w:proofErr w:type="spellEnd"/>
      <w:r>
        <w:t xml:space="preserve">. </w:t>
      </w:r>
      <w:r w:rsidR="002A4158" w:rsidRPr="00DA4E77">
        <w:t>Qu</w:t>
      </w:r>
      <w:r>
        <w:t>’</w:t>
      </w:r>
      <w:r w:rsidR="002A4158" w:rsidRPr="00DA4E77">
        <w:t>il ne bouge pas</w:t>
      </w:r>
      <w:r>
        <w:t xml:space="preserve"> ! </w:t>
      </w:r>
      <w:r w:rsidR="002A4158" w:rsidRPr="00DA4E77">
        <w:t>Quand l</w:t>
      </w:r>
      <w:r>
        <w:t>’</w:t>
      </w:r>
      <w:r w:rsidR="002A4158" w:rsidRPr="00DA4E77">
        <w:t>heure viendra de faire sortir le vaisseau sacré de l</w:t>
      </w:r>
      <w:r>
        <w:t>’</w:t>
      </w:r>
      <w:r w:rsidR="002A4158" w:rsidRPr="00DA4E77">
        <w:t>Empire</w:t>
      </w:r>
      <w:r>
        <w:t xml:space="preserve">, </w:t>
      </w:r>
      <w:r w:rsidR="002A4158" w:rsidRPr="00DA4E77">
        <w:t>quelqu</w:t>
      </w:r>
      <w:r>
        <w:t>’</w:t>
      </w:r>
      <w:r w:rsidR="002A4158" w:rsidRPr="00DA4E77">
        <w:t>un se trouvera pour y monter</w:t>
      </w:r>
      <w:r>
        <w:t xml:space="preserve">… </w:t>
      </w:r>
      <w:r w:rsidR="002A4158" w:rsidRPr="00DA4E77">
        <w:t>moi ou un autre</w:t>
      </w:r>
      <w:r>
        <w:t> !</w:t>
      </w:r>
    </w:p>
    <w:p w14:paraId="782AE4DE" w14:textId="77777777" w:rsidR="00276CCE" w:rsidRDefault="00276CCE" w:rsidP="002A4158">
      <w:r>
        <w:t>— </w:t>
      </w:r>
      <w:proofErr w:type="spellStart"/>
      <w:r w:rsidR="002A4158" w:rsidRPr="00DA4E77">
        <w:t>Hellas</w:t>
      </w:r>
      <w:proofErr w:type="spellEnd"/>
      <w:r>
        <w:t xml:space="preserve">, </w:t>
      </w:r>
      <w:r w:rsidR="002A4158" w:rsidRPr="00DA4E77">
        <w:t>maître</w:t>
      </w:r>
      <w:r>
        <w:t xml:space="preserve"> ? </w:t>
      </w:r>
      <w:r w:rsidR="002A4158" w:rsidRPr="00DA4E77">
        <w:t xml:space="preserve">Sera-ce </w:t>
      </w:r>
      <w:proofErr w:type="spellStart"/>
      <w:r w:rsidR="002A4158" w:rsidRPr="00DA4E77">
        <w:t>Hellas</w:t>
      </w:r>
      <w:proofErr w:type="spellEnd"/>
      <w:r>
        <w:t> ?</w:t>
      </w:r>
    </w:p>
    <w:p w14:paraId="75AE3C0D" w14:textId="77777777" w:rsidR="00276CCE" w:rsidRDefault="00276CCE" w:rsidP="002A4158">
      <w:r>
        <w:t>— </w:t>
      </w:r>
      <w:r w:rsidR="002A4158" w:rsidRPr="00DA4E77">
        <w:t>N</w:t>
      </w:r>
      <w:r>
        <w:t>’</w:t>
      </w:r>
      <w:r w:rsidR="002A4158" w:rsidRPr="00DA4E77">
        <w:t>en demande pas plus long</w:t>
      </w:r>
      <w:r>
        <w:t xml:space="preserve">, </w:t>
      </w:r>
      <w:proofErr w:type="spellStart"/>
      <w:r w:rsidR="002A4158" w:rsidRPr="00DA4E77">
        <w:t>Knephao</w:t>
      </w:r>
      <w:proofErr w:type="spellEnd"/>
      <w:r>
        <w:t xml:space="preserve">. </w:t>
      </w:r>
      <w:r w:rsidR="002A4158" w:rsidRPr="00DA4E77">
        <w:t>Aie confiance</w:t>
      </w:r>
      <w:r>
        <w:t xml:space="preserve">. </w:t>
      </w:r>
      <w:r w:rsidR="002A4158" w:rsidRPr="00DA4E77">
        <w:t>Crois en moi</w:t>
      </w:r>
      <w:r>
        <w:t xml:space="preserve">. </w:t>
      </w:r>
      <w:r w:rsidR="002A4158" w:rsidRPr="00DA4E77">
        <w:t>Et pars</w:t>
      </w:r>
      <w:r>
        <w:t xml:space="preserve">. </w:t>
      </w:r>
      <w:r w:rsidR="002A4158" w:rsidRPr="00DA4E77">
        <w:t xml:space="preserve">Va rejoindre </w:t>
      </w:r>
      <w:proofErr w:type="spellStart"/>
      <w:r w:rsidR="002A4158" w:rsidRPr="00DA4E77">
        <w:t>Amonou</w:t>
      </w:r>
      <w:proofErr w:type="spellEnd"/>
      <w:r>
        <w:t xml:space="preserve">, </w:t>
      </w:r>
      <w:r w:rsidR="002A4158" w:rsidRPr="00DA4E77">
        <w:t>et</w:t>
      </w:r>
      <w:r>
        <w:t xml:space="preserve">, </w:t>
      </w:r>
      <w:r w:rsidR="002A4158" w:rsidRPr="00DA4E77">
        <w:t>tous deux</w:t>
      </w:r>
      <w:r>
        <w:t xml:space="preserve">, </w:t>
      </w:r>
      <w:r w:rsidR="002A4158" w:rsidRPr="00DA4E77">
        <w:t>allez vite</w:t>
      </w:r>
      <w:r>
        <w:t xml:space="preserve"> ! </w:t>
      </w:r>
      <w:r w:rsidR="002A4158" w:rsidRPr="00DA4E77">
        <w:t>Les heures</w:t>
      </w:r>
      <w:r>
        <w:t xml:space="preserve">, </w:t>
      </w:r>
      <w:r w:rsidR="002A4158" w:rsidRPr="00DA4E77">
        <w:t>aujourd</w:t>
      </w:r>
      <w:r>
        <w:t>’</w:t>
      </w:r>
      <w:r w:rsidR="002A4158" w:rsidRPr="00DA4E77">
        <w:t>hui</w:t>
      </w:r>
      <w:r>
        <w:t xml:space="preserve">, </w:t>
      </w:r>
      <w:r w:rsidR="002A4158" w:rsidRPr="00DA4E77">
        <w:t>valent</w:t>
      </w:r>
      <w:r>
        <w:t xml:space="preserve">, </w:t>
      </w:r>
      <w:r w:rsidR="002A4158" w:rsidRPr="00DA4E77">
        <w:t>pour le destin de l</w:t>
      </w:r>
      <w:r>
        <w:t>’</w:t>
      </w:r>
      <w:r w:rsidR="002A4158" w:rsidRPr="00DA4E77">
        <w:t>Empire</w:t>
      </w:r>
      <w:r>
        <w:t xml:space="preserve">, </w:t>
      </w:r>
      <w:r w:rsidR="002A4158" w:rsidRPr="00DA4E77">
        <w:t>des siècles futurs</w:t>
      </w:r>
      <w:r>
        <w:t> !</w:t>
      </w:r>
    </w:p>
    <w:p w14:paraId="70FA1A91" w14:textId="77777777" w:rsidR="00276CCE" w:rsidRDefault="00276CCE" w:rsidP="002A4158">
      <w:r>
        <w:t>— </w:t>
      </w:r>
      <w:r w:rsidR="002A4158" w:rsidRPr="00DA4E77">
        <w:t>Merci</w:t>
      </w:r>
      <w:r>
        <w:t xml:space="preserve">, </w:t>
      </w:r>
      <w:r w:rsidR="002A4158" w:rsidRPr="00DA4E77">
        <w:t>maître</w:t>
      </w:r>
      <w:r>
        <w:t> !</w:t>
      </w:r>
    </w:p>
    <w:p w14:paraId="5CE1B21A" w14:textId="77777777" w:rsidR="00276CCE" w:rsidRDefault="002A4158" w:rsidP="002A4158">
      <w:r w:rsidRPr="00DA4E77">
        <w:t>Et</w:t>
      </w:r>
      <w:r w:rsidR="00276CCE">
        <w:t xml:space="preserve">, </w:t>
      </w:r>
      <w:r w:rsidRPr="00DA4E77">
        <w:t>se hâtant vers la demeure d</w:t>
      </w:r>
      <w:r w:rsidR="00276CCE">
        <w:t>’</w:t>
      </w:r>
      <w:proofErr w:type="spellStart"/>
      <w:r w:rsidRPr="00DA4E77">
        <w:t>Oréus</w:t>
      </w:r>
      <w:proofErr w:type="spellEnd"/>
      <w:r w:rsidR="00276CCE">
        <w:t xml:space="preserve">, </w:t>
      </w:r>
      <w:proofErr w:type="spellStart"/>
      <w:r w:rsidRPr="00DA4E77">
        <w:t>Knephao</w:t>
      </w:r>
      <w:proofErr w:type="spellEnd"/>
      <w:r w:rsidRPr="00DA4E77">
        <w:t xml:space="preserve"> cherche </w:t>
      </w:r>
      <w:proofErr w:type="spellStart"/>
      <w:r w:rsidRPr="00DA4E77">
        <w:t>Amonou</w:t>
      </w:r>
      <w:proofErr w:type="spellEnd"/>
      <w:r w:rsidRPr="00DA4E77">
        <w:t xml:space="preserve"> pour rentrer avec lui dans la ville</w:t>
      </w:r>
      <w:r w:rsidR="00276CCE">
        <w:t>.</w:t>
      </w:r>
    </w:p>
    <w:p w14:paraId="4C95541B" w14:textId="77777777" w:rsidR="00276CCE" w:rsidRDefault="00276CCE" w:rsidP="002A4158">
      <w:r>
        <w:t>— </w:t>
      </w:r>
      <w:r w:rsidR="002A4158" w:rsidRPr="00DA4E77">
        <w:t>Pauvre Atlantis</w:t>
      </w:r>
      <w:r>
        <w:t xml:space="preserve">, </w:t>
      </w:r>
      <w:r w:rsidR="002A4158" w:rsidRPr="00DA4E77">
        <w:t xml:space="preserve">murmure </w:t>
      </w:r>
      <w:proofErr w:type="spellStart"/>
      <w:r w:rsidR="002A4158" w:rsidRPr="00DA4E77">
        <w:t>Oréus</w:t>
      </w:r>
      <w:proofErr w:type="spellEnd"/>
      <w:r w:rsidR="002A4158" w:rsidRPr="00DA4E77">
        <w:t xml:space="preserve"> resté seul</w:t>
      </w:r>
      <w:r>
        <w:t xml:space="preserve">, </w:t>
      </w:r>
      <w:r w:rsidR="002A4158" w:rsidRPr="00DA4E77">
        <w:t>déjà mo</w:t>
      </w:r>
      <w:r w:rsidR="002A4158" w:rsidRPr="00DA4E77">
        <w:t>u</w:t>
      </w:r>
      <w:r w:rsidR="002A4158" w:rsidRPr="00DA4E77">
        <w:t>rante de ses propres vices</w:t>
      </w:r>
      <w:r>
        <w:t xml:space="preserve"> ! </w:t>
      </w:r>
      <w:r w:rsidR="002A4158" w:rsidRPr="00DA4E77">
        <w:t>Fais</w:t>
      </w:r>
      <w:r>
        <w:t xml:space="preserve">, </w:t>
      </w:r>
      <w:r w:rsidR="002A4158" w:rsidRPr="00DA4E77">
        <w:t>ô Dieu Inconnu</w:t>
      </w:r>
      <w:r>
        <w:t xml:space="preserve">, </w:t>
      </w:r>
      <w:r w:rsidR="002A4158" w:rsidRPr="00DA4E77">
        <w:t>que nous n</w:t>
      </w:r>
      <w:r>
        <w:t>’</w:t>
      </w:r>
      <w:r w:rsidR="002A4158" w:rsidRPr="00DA4E77">
        <w:t>arrivions pas trop tard pour la guérir</w:t>
      </w:r>
      <w:r>
        <w:t> !</w:t>
      </w:r>
    </w:p>
    <w:p w14:paraId="219AA052" w14:textId="77777777" w:rsidR="00276CCE" w:rsidRDefault="00276CCE" w:rsidP="00276CCE">
      <w:pPr>
        <w:pStyle w:val="Titre2"/>
        <w:rPr>
          <w:i/>
        </w:rPr>
      </w:pPr>
      <w:bookmarkStart w:id="19" w:name="_Toc194842005"/>
      <w:r w:rsidRPr="00DA4E77">
        <w:lastRenderedPageBreak/>
        <w:t>Scène</w:t>
      </w:r>
      <w:r>
        <w:t> </w:t>
      </w:r>
      <w:r w:rsidRPr="00DA4E77">
        <w:t>VIII</w:t>
      </w:r>
      <w:r>
        <w:t xml:space="preserve">. – </w:t>
      </w:r>
      <w:proofErr w:type="spellStart"/>
      <w:r w:rsidR="002A4158" w:rsidRPr="00DA4E77">
        <w:rPr>
          <w:i/>
        </w:rPr>
        <w:t>Hellas</w:t>
      </w:r>
      <w:proofErr w:type="spellEnd"/>
      <w:r>
        <w:rPr>
          <w:i/>
        </w:rPr>
        <w:t>.</w:t>
      </w:r>
      <w:bookmarkEnd w:id="19"/>
    </w:p>
    <w:p w14:paraId="13F2C35C" w14:textId="77777777" w:rsidR="00276CCE" w:rsidRDefault="002A4158" w:rsidP="002A4158">
      <w:r w:rsidRPr="00DA4E77">
        <w:t>Sur le seuil de la maison</w:t>
      </w:r>
      <w:r w:rsidR="00276CCE">
        <w:t xml:space="preserve">, </w:t>
      </w:r>
      <w:r w:rsidRPr="00DA4E77">
        <w:t>voici paraître</w:t>
      </w:r>
      <w:r w:rsidR="00276CCE">
        <w:t xml:space="preserve">, </w:t>
      </w:r>
      <w:r w:rsidRPr="00DA4E77">
        <w:t>pâle et frêle</w:t>
      </w:r>
      <w:r w:rsidR="00276CCE">
        <w:t xml:space="preserve">, </w:t>
      </w:r>
      <w:r w:rsidRPr="00DA4E77">
        <w:t>la je</w:t>
      </w:r>
      <w:r w:rsidRPr="00DA4E77">
        <w:t>u</w:t>
      </w:r>
      <w:r w:rsidRPr="00DA4E77">
        <w:t>ne Ligure</w:t>
      </w:r>
      <w:r w:rsidR="00276CCE">
        <w:t xml:space="preserve">, </w:t>
      </w:r>
      <w:r w:rsidRPr="00DA4E77">
        <w:t>au bras d</w:t>
      </w:r>
      <w:r w:rsidR="00276CCE">
        <w:t>’</w:t>
      </w:r>
      <w:proofErr w:type="spellStart"/>
      <w:r w:rsidRPr="00DA4E77">
        <w:t>Oréa</w:t>
      </w:r>
      <w:proofErr w:type="spellEnd"/>
      <w:r w:rsidRPr="00DA4E77">
        <w:t xml:space="preserve"> et suivie d</w:t>
      </w:r>
      <w:r w:rsidR="00276CCE">
        <w:t>’</w:t>
      </w:r>
      <w:proofErr w:type="spellStart"/>
      <w:r w:rsidRPr="00DA4E77">
        <w:t>Amonou</w:t>
      </w:r>
      <w:proofErr w:type="spellEnd"/>
      <w:r w:rsidR="00276CCE">
        <w:t xml:space="preserve">. </w:t>
      </w:r>
      <w:r w:rsidRPr="00DA4E77">
        <w:t>Elle s</w:t>
      </w:r>
      <w:r w:rsidR="00276CCE">
        <w:t>’</w:t>
      </w:r>
      <w:r w:rsidRPr="00DA4E77">
        <w:t>avance sous le chaud soleil et respire à pleins poumons l</w:t>
      </w:r>
      <w:r w:rsidR="00276CCE">
        <w:t>’</w:t>
      </w:r>
      <w:r w:rsidRPr="00DA4E77">
        <w:t>air embaumé de parfums robustes</w:t>
      </w:r>
      <w:r w:rsidR="00276CCE">
        <w:t xml:space="preserve">, </w:t>
      </w:r>
      <w:r w:rsidRPr="00DA4E77">
        <w:t>mais</w:t>
      </w:r>
      <w:r w:rsidR="00276CCE">
        <w:t xml:space="preserve">, </w:t>
      </w:r>
      <w:r w:rsidRPr="00DA4E77">
        <w:t>au détour d</w:t>
      </w:r>
      <w:r w:rsidR="00276CCE">
        <w:t>’</w:t>
      </w:r>
      <w:r w:rsidRPr="00DA4E77">
        <w:t>un chemin</w:t>
      </w:r>
      <w:r w:rsidR="00276CCE">
        <w:t xml:space="preserve">, </w:t>
      </w:r>
      <w:r w:rsidRPr="00DA4E77">
        <w:t xml:space="preserve">ils rencontrent </w:t>
      </w:r>
      <w:proofErr w:type="spellStart"/>
      <w:r w:rsidRPr="00DA4E77">
        <w:t>Knephao</w:t>
      </w:r>
      <w:proofErr w:type="spellEnd"/>
      <w:r w:rsidR="00276CCE">
        <w:t xml:space="preserve">, </w:t>
      </w:r>
      <w:r w:rsidRPr="00DA4E77">
        <w:t>tout agité encore de sa causerie avec le maître</w:t>
      </w:r>
      <w:r w:rsidR="00276CCE">
        <w:t>.</w:t>
      </w:r>
    </w:p>
    <w:p w14:paraId="44AB5A80" w14:textId="77777777" w:rsidR="00276CCE" w:rsidRDefault="00276CCE" w:rsidP="002A4158">
      <w:r>
        <w:t>— </w:t>
      </w:r>
      <w:r w:rsidR="002A4158" w:rsidRPr="00AF7F49">
        <w:rPr>
          <w:lang w:val="pt-BR"/>
        </w:rPr>
        <w:t>Qu</w:t>
      </w:r>
      <w:r>
        <w:rPr>
          <w:lang w:val="pt-BR"/>
        </w:rPr>
        <w:t>’</w:t>
      </w:r>
      <w:r w:rsidR="002A4158" w:rsidRPr="00AF7F49">
        <w:rPr>
          <w:lang w:val="pt-BR"/>
        </w:rPr>
        <w:t>as-tu</w:t>
      </w:r>
      <w:r>
        <w:rPr>
          <w:lang w:val="pt-BR"/>
        </w:rPr>
        <w:t xml:space="preserve">, </w:t>
      </w:r>
      <w:r w:rsidR="002A4158" w:rsidRPr="00AF7F49">
        <w:rPr>
          <w:lang w:val="pt-BR"/>
        </w:rPr>
        <w:t>Knephao</w:t>
      </w:r>
      <w:r>
        <w:rPr>
          <w:lang w:val="pt-BR"/>
        </w:rPr>
        <w:t xml:space="preserve"> ? </w:t>
      </w:r>
      <w:r w:rsidR="002A4158" w:rsidRPr="00AF7F49">
        <w:rPr>
          <w:lang w:val="pt-BR"/>
        </w:rPr>
        <w:t>demande Amonou</w:t>
      </w:r>
      <w:r>
        <w:rPr>
          <w:lang w:val="pt-BR"/>
        </w:rPr>
        <w:t xml:space="preserve">. </w:t>
      </w:r>
      <w:r w:rsidR="002A4158" w:rsidRPr="00DA4E77">
        <w:t>Tu sembles pr</w:t>
      </w:r>
      <w:r w:rsidR="002A4158" w:rsidRPr="00DA4E77">
        <w:t>é</w:t>
      </w:r>
      <w:r w:rsidR="002A4158" w:rsidRPr="00DA4E77">
        <w:t>occupé</w:t>
      </w:r>
      <w:r>
        <w:t> ?</w:t>
      </w:r>
    </w:p>
    <w:p w14:paraId="48923128" w14:textId="77777777" w:rsidR="00276CCE" w:rsidRDefault="00276CCE" w:rsidP="002A4158">
      <w:r>
        <w:t>— </w:t>
      </w:r>
      <w:r w:rsidR="002A4158" w:rsidRPr="00DA4E77">
        <w:t>Ami</w:t>
      </w:r>
      <w:r>
        <w:t xml:space="preserve">, </w:t>
      </w:r>
      <w:r w:rsidR="002A4158" w:rsidRPr="00DA4E77">
        <w:t>répond l</w:t>
      </w:r>
      <w:r>
        <w:t>’</w:t>
      </w:r>
      <w:r w:rsidR="002A4158" w:rsidRPr="00DA4E77">
        <w:t>Égyptien</w:t>
      </w:r>
      <w:r>
        <w:t xml:space="preserve">, </w:t>
      </w:r>
      <w:r w:rsidR="002A4158" w:rsidRPr="00DA4E77">
        <w:t>pardonne-moi de t</w:t>
      </w:r>
      <w:r>
        <w:t>’</w:t>
      </w:r>
      <w:r w:rsidR="002A4158" w:rsidRPr="00DA4E77">
        <w:t>emmener h</w:t>
      </w:r>
      <w:r w:rsidR="002A4158" w:rsidRPr="00DA4E77">
        <w:t>â</w:t>
      </w:r>
      <w:r w:rsidR="002A4158" w:rsidRPr="00DA4E77">
        <w:t>tivement</w:t>
      </w:r>
      <w:r>
        <w:t xml:space="preserve"> ; </w:t>
      </w:r>
      <w:r w:rsidR="002A4158" w:rsidRPr="00DA4E77">
        <w:t>il faut regagner Atlantis</w:t>
      </w:r>
      <w:r>
        <w:t>.</w:t>
      </w:r>
    </w:p>
    <w:p w14:paraId="362F7138" w14:textId="77777777" w:rsidR="00276CCE" w:rsidRDefault="00276CCE" w:rsidP="002A4158">
      <w:r>
        <w:t>— </w:t>
      </w:r>
      <w:r w:rsidR="002A4158" w:rsidRPr="00DA4E77">
        <w:t>Déjà</w:t>
      </w:r>
      <w:r>
        <w:t xml:space="preserve"> ! </w:t>
      </w:r>
      <w:r w:rsidR="002A4158" w:rsidRPr="00DA4E77">
        <w:t xml:space="preserve">module </w:t>
      </w:r>
      <w:proofErr w:type="spellStart"/>
      <w:r w:rsidR="002A4158" w:rsidRPr="00DA4E77">
        <w:t>Glania</w:t>
      </w:r>
      <w:proofErr w:type="spellEnd"/>
      <w:r>
        <w:t xml:space="preserve">, </w:t>
      </w:r>
      <w:r w:rsidR="002A4158" w:rsidRPr="00DA4E77">
        <w:t>avec une moue pleine d</w:t>
      </w:r>
      <w:r>
        <w:t>’</w:t>
      </w:r>
      <w:r w:rsidR="002A4158" w:rsidRPr="00DA4E77">
        <w:t>un irrési</w:t>
      </w:r>
      <w:r w:rsidR="002A4158" w:rsidRPr="00DA4E77">
        <w:t>s</w:t>
      </w:r>
      <w:r w:rsidR="002A4158" w:rsidRPr="00DA4E77">
        <w:t>tible charme</w:t>
      </w:r>
      <w:r>
        <w:t xml:space="preserve">. </w:t>
      </w:r>
      <w:r w:rsidR="002A4158" w:rsidRPr="00DA4E77">
        <w:t>Déjà</w:t>
      </w:r>
      <w:r>
        <w:t xml:space="preserve">, </w:t>
      </w:r>
      <w:proofErr w:type="spellStart"/>
      <w:r w:rsidR="002A4158" w:rsidRPr="00DA4E77">
        <w:t>Knephao</w:t>
      </w:r>
      <w:proofErr w:type="spellEnd"/>
      <w:r>
        <w:t xml:space="preserve">, </w:t>
      </w:r>
      <w:r w:rsidR="002A4158" w:rsidRPr="00DA4E77">
        <w:t>tu veux partir</w:t>
      </w:r>
      <w:r>
        <w:t xml:space="preserve">, </w:t>
      </w:r>
      <w:r w:rsidR="002A4158" w:rsidRPr="00DA4E77">
        <w:t>après m</w:t>
      </w:r>
      <w:r>
        <w:t>’</w:t>
      </w:r>
      <w:r w:rsidR="002A4158" w:rsidRPr="00DA4E77">
        <w:t>avoir à peine vue</w:t>
      </w:r>
      <w:r>
        <w:t> ?</w:t>
      </w:r>
    </w:p>
    <w:p w14:paraId="7625845A" w14:textId="77777777" w:rsidR="00276CCE" w:rsidRDefault="002A4158" w:rsidP="002A4158">
      <w:proofErr w:type="spellStart"/>
      <w:r w:rsidRPr="00DA4E77">
        <w:t>Knephao</w:t>
      </w:r>
      <w:proofErr w:type="spellEnd"/>
      <w:r w:rsidR="00276CCE">
        <w:t xml:space="preserve">, </w:t>
      </w:r>
      <w:r w:rsidRPr="00DA4E77">
        <w:t>aussi</w:t>
      </w:r>
      <w:r w:rsidR="00276CCE">
        <w:t xml:space="preserve">, </w:t>
      </w:r>
      <w:r w:rsidRPr="00DA4E77">
        <w:t>voudrait bien rester dans la tiède et rep</w:t>
      </w:r>
      <w:r w:rsidRPr="00DA4E77">
        <w:t>o</w:t>
      </w:r>
      <w:r w:rsidRPr="00DA4E77">
        <w:t>sante atmosphère</w:t>
      </w:r>
      <w:r w:rsidR="00276CCE">
        <w:t xml:space="preserve">. </w:t>
      </w:r>
      <w:r w:rsidRPr="00DA4E77">
        <w:t>Mais les dernières paroles d</w:t>
      </w:r>
      <w:r w:rsidR="00276CCE">
        <w:t>’</w:t>
      </w:r>
      <w:proofErr w:type="spellStart"/>
      <w:r w:rsidRPr="00DA4E77">
        <w:t>Oréus</w:t>
      </w:r>
      <w:proofErr w:type="spellEnd"/>
      <w:r w:rsidRPr="00DA4E77">
        <w:t xml:space="preserve"> sonnent à ses oreilles</w:t>
      </w:r>
      <w:r w:rsidR="00276CCE">
        <w:t>.</w:t>
      </w:r>
    </w:p>
    <w:p w14:paraId="52810BEC" w14:textId="77777777" w:rsidR="00276CCE" w:rsidRDefault="00276CCE" w:rsidP="002A4158">
      <w:r>
        <w:t>— </w:t>
      </w:r>
      <w:r w:rsidR="002A4158" w:rsidRPr="00DA4E77">
        <w:t>Viens</w:t>
      </w:r>
      <w:r>
        <w:t xml:space="preserve">, </w:t>
      </w:r>
      <w:proofErr w:type="spellStart"/>
      <w:r w:rsidR="002A4158" w:rsidRPr="00DA4E77">
        <w:t>Amonou</w:t>
      </w:r>
      <w:proofErr w:type="spellEnd"/>
      <w:r>
        <w:t xml:space="preserve">, </w:t>
      </w:r>
      <w:r w:rsidR="002A4158" w:rsidRPr="00DA4E77">
        <w:t>il faut que nous allions assurer le salut d</w:t>
      </w:r>
      <w:r>
        <w:t>’</w:t>
      </w:r>
      <w:proofErr w:type="spellStart"/>
      <w:r w:rsidR="002A4158" w:rsidRPr="00DA4E77">
        <w:t>Hellas</w:t>
      </w:r>
      <w:proofErr w:type="spellEnd"/>
      <w:r>
        <w:t> !</w:t>
      </w:r>
    </w:p>
    <w:p w14:paraId="68ED6CC8" w14:textId="77777777" w:rsidR="00276CCE" w:rsidRDefault="00276CCE" w:rsidP="002A4158">
      <w:r>
        <w:t>— </w:t>
      </w:r>
      <w:r w:rsidR="002A4158" w:rsidRPr="00DA4E77">
        <w:t>C</w:t>
      </w:r>
      <w:r>
        <w:t>’</w:t>
      </w:r>
      <w:r w:rsidR="002A4158" w:rsidRPr="00DA4E77">
        <w:t xml:space="preserve">est pour </w:t>
      </w:r>
      <w:proofErr w:type="spellStart"/>
      <w:r w:rsidR="002A4158" w:rsidRPr="00DA4E77">
        <w:t>Hellas</w:t>
      </w:r>
      <w:proofErr w:type="spellEnd"/>
      <w:r w:rsidR="002A4158" w:rsidRPr="00DA4E77">
        <w:t xml:space="preserve"> que vous nous quittez</w:t>
      </w:r>
      <w:r>
        <w:t xml:space="preserve"> ? </w:t>
      </w:r>
      <w:r w:rsidR="002A4158" w:rsidRPr="00DA4E77">
        <w:t>s</w:t>
      </w:r>
      <w:r>
        <w:t>’</w:t>
      </w:r>
      <w:r w:rsidR="002A4158" w:rsidRPr="00DA4E77">
        <w:t xml:space="preserve">écrie </w:t>
      </w:r>
      <w:proofErr w:type="spellStart"/>
      <w:r w:rsidR="002A4158" w:rsidRPr="00DA4E77">
        <w:t>Glania</w:t>
      </w:r>
      <w:proofErr w:type="spellEnd"/>
      <w:r>
        <w:t xml:space="preserve">. </w:t>
      </w:r>
      <w:r w:rsidR="002A4158" w:rsidRPr="00DA4E77">
        <w:t>Alors partez</w:t>
      </w:r>
      <w:r>
        <w:t xml:space="preserve">, </w:t>
      </w:r>
      <w:r w:rsidR="002A4158" w:rsidRPr="00DA4E77">
        <w:t>partez vite</w:t>
      </w:r>
      <w:r>
        <w:t xml:space="preserve"> ! </w:t>
      </w:r>
      <w:r w:rsidR="002A4158" w:rsidRPr="00DA4E77">
        <w:t>Que ne puis-je vous suivre dans votre barque heureuse</w:t>
      </w:r>
      <w:r>
        <w:t> !</w:t>
      </w:r>
    </w:p>
    <w:p w14:paraId="18F396C7" w14:textId="77777777" w:rsidR="00276CCE" w:rsidRDefault="00276CCE" w:rsidP="002A4158">
      <w:r>
        <w:t>— </w:t>
      </w:r>
      <w:r w:rsidR="002A4158" w:rsidRPr="00DA4E77">
        <w:t>Oui</w:t>
      </w:r>
      <w:r>
        <w:t xml:space="preserve">, </w:t>
      </w:r>
      <w:r w:rsidR="002A4158" w:rsidRPr="00DA4E77">
        <w:t>partez</w:t>
      </w:r>
      <w:r>
        <w:t xml:space="preserve">, </w:t>
      </w:r>
      <w:r w:rsidR="002A4158" w:rsidRPr="00DA4E77">
        <w:t xml:space="preserve">ajoute </w:t>
      </w:r>
      <w:proofErr w:type="spellStart"/>
      <w:r w:rsidR="002A4158" w:rsidRPr="00DA4E77">
        <w:t>Oréa</w:t>
      </w:r>
      <w:proofErr w:type="spellEnd"/>
      <w:r w:rsidR="002A4158" w:rsidRPr="00DA4E77">
        <w:t xml:space="preserve"> d</w:t>
      </w:r>
      <w:r>
        <w:t>’</w:t>
      </w:r>
      <w:r w:rsidR="002A4158" w:rsidRPr="00DA4E77">
        <w:t>une voix calme</w:t>
      </w:r>
      <w:r>
        <w:t xml:space="preserve">. </w:t>
      </w:r>
      <w:r w:rsidR="002A4158" w:rsidRPr="00DA4E77">
        <w:t>Il faut sauver le destin d</w:t>
      </w:r>
      <w:r>
        <w:t>’</w:t>
      </w:r>
      <w:r w:rsidR="002A4158" w:rsidRPr="00DA4E77">
        <w:t>Atlantis</w:t>
      </w:r>
      <w:r>
        <w:t>.</w:t>
      </w:r>
    </w:p>
    <w:p w14:paraId="23E5C560" w14:textId="77777777" w:rsidR="00276CCE" w:rsidRDefault="00276CCE" w:rsidP="002A4158">
      <w:r>
        <w:t>— </w:t>
      </w:r>
      <w:r w:rsidR="002A4158" w:rsidRPr="00DA4E77">
        <w:t>Comme elle l</w:t>
      </w:r>
      <w:r>
        <w:t>’</w:t>
      </w:r>
      <w:r w:rsidR="002A4158" w:rsidRPr="00DA4E77">
        <w:t>aime</w:t>
      </w:r>
      <w:r>
        <w:t xml:space="preserve"> ! </w:t>
      </w:r>
      <w:r w:rsidR="002A4158" w:rsidRPr="00DA4E77">
        <w:t xml:space="preserve">soupire </w:t>
      </w:r>
      <w:proofErr w:type="spellStart"/>
      <w:r w:rsidR="002A4158" w:rsidRPr="00DA4E77">
        <w:t>Amonou</w:t>
      </w:r>
      <w:proofErr w:type="spellEnd"/>
      <w:r>
        <w:t>.</w:t>
      </w:r>
    </w:p>
    <w:p w14:paraId="464D3686" w14:textId="77777777" w:rsidR="00276CCE" w:rsidRDefault="00276CCE" w:rsidP="002A4158">
      <w:r>
        <w:lastRenderedPageBreak/>
        <w:t>— </w:t>
      </w:r>
      <w:r w:rsidR="002A4158" w:rsidRPr="00DA4E77">
        <w:t>Oui</w:t>
      </w:r>
      <w:r>
        <w:t xml:space="preserve">, </w:t>
      </w:r>
      <w:r w:rsidR="002A4158" w:rsidRPr="00DA4E77">
        <w:t>comme elles l</w:t>
      </w:r>
      <w:r>
        <w:t>’</w:t>
      </w:r>
      <w:r w:rsidR="002A4158" w:rsidRPr="00DA4E77">
        <w:t>aiment toutes deux</w:t>
      </w:r>
      <w:r>
        <w:t xml:space="preserve"> ! </w:t>
      </w:r>
      <w:r w:rsidR="002A4158" w:rsidRPr="00DA4E77">
        <w:t xml:space="preserve">conclut </w:t>
      </w:r>
      <w:proofErr w:type="spellStart"/>
      <w:r w:rsidR="002A4158" w:rsidRPr="00DA4E77">
        <w:t>Knephao</w:t>
      </w:r>
      <w:proofErr w:type="spellEnd"/>
      <w:r>
        <w:t>.</w:t>
      </w:r>
    </w:p>
    <w:p w14:paraId="54C0B4D1" w14:textId="77777777" w:rsidR="00276CCE" w:rsidRDefault="002A4158" w:rsidP="002A4158">
      <w:r w:rsidRPr="00DA4E77">
        <w:t>Et</w:t>
      </w:r>
      <w:r w:rsidR="00276CCE">
        <w:t xml:space="preserve">, </w:t>
      </w:r>
      <w:r w:rsidRPr="00DA4E77">
        <w:t xml:space="preserve">repassant devant </w:t>
      </w:r>
      <w:proofErr w:type="spellStart"/>
      <w:r w:rsidRPr="00DA4E77">
        <w:t>Oréus</w:t>
      </w:r>
      <w:proofErr w:type="spellEnd"/>
      <w:r w:rsidR="00276CCE">
        <w:t xml:space="preserve">, </w:t>
      </w:r>
      <w:r w:rsidRPr="00DA4E77">
        <w:t>les deux hommes s</w:t>
      </w:r>
      <w:r w:rsidR="00276CCE">
        <w:t>’</w:t>
      </w:r>
      <w:r w:rsidRPr="00DA4E77">
        <w:t>arrêtent pour le saluer de nouveau</w:t>
      </w:r>
      <w:r w:rsidR="00276CCE">
        <w:t xml:space="preserve">. </w:t>
      </w:r>
      <w:r w:rsidRPr="00DA4E77">
        <w:t>Mais le sage</w:t>
      </w:r>
      <w:r w:rsidR="00276CCE">
        <w:t xml:space="preserve">, </w:t>
      </w:r>
      <w:r w:rsidRPr="00DA4E77">
        <w:t>malgré son habituelle sérénité</w:t>
      </w:r>
      <w:r w:rsidR="00276CCE">
        <w:t xml:space="preserve">, </w:t>
      </w:r>
      <w:r w:rsidRPr="00DA4E77">
        <w:t>semble si pressé de les voir s</w:t>
      </w:r>
      <w:r w:rsidR="00276CCE">
        <w:t>’</w:t>
      </w:r>
      <w:r w:rsidRPr="00DA4E77">
        <w:t>éloigner</w:t>
      </w:r>
      <w:r w:rsidR="00276CCE">
        <w:t xml:space="preserve">, </w:t>
      </w:r>
      <w:r w:rsidRPr="00DA4E77">
        <w:t>que le géant se hâte vers la rive</w:t>
      </w:r>
      <w:r w:rsidR="00276CCE">
        <w:t>.</w:t>
      </w:r>
    </w:p>
    <w:p w14:paraId="68496165" w14:textId="1B317E23" w:rsidR="002A4158" w:rsidRPr="00DA4E77" w:rsidRDefault="00276CCE" w:rsidP="002A4158">
      <w:r>
        <w:t>« </w:t>
      </w:r>
      <w:r w:rsidR="002A4158" w:rsidRPr="00DA4E77">
        <w:t>Par fortune</w:t>
      </w:r>
      <w:r>
        <w:t xml:space="preserve"> ! </w:t>
      </w:r>
      <w:r w:rsidR="002A4158" w:rsidRPr="00DA4E77">
        <w:t xml:space="preserve">pense </w:t>
      </w:r>
      <w:proofErr w:type="spellStart"/>
      <w:r w:rsidR="002A4158" w:rsidRPr="00DA4E77">
        <w:t>Oréus</w:t>
      </w:r>
      <w:proofErr w:type="spellEnd"/>
      <w:r>
        <w:t xml:space="preserve">, </w:t>
      </w:r>
      <w:r w:rsidR="002A4158" w:rsidRPr="00DA4E77">
        <w:t>qui les suit des yeux</w:t>
      </w:r>
      <w:r>
        <w:t xml:space="preserve">, </w:t>
      </w:r>
      <w:r w:rsidR="002A4158" w:rsidRPr="00DA4E77">
        <w:t>ils ne l</w:t>
      </w:r>
      <w:r>
        <w:t>’</w:t>
      </w:r>
      <w:r w:rsidR="002A4158" w:rsidRPr="00DA4E77">
        <w:t>ont pas vu</w:t>
      </w:r>
      <w:r>
        <w:t> ! »</w:t>
      </w:r>
    </w:p>
    <w:p w14:paraId="284FBB45" w14:textId="77777777" w:rsidR="00276CCE" w:rsidRDefault="002A4158" w:rsidP="002A4158">
      <w:r w:rsidRPr="00DA4E77">
        <w:t>Et se glissant à travers un sentier ombragé</w:t>
      </w:r>
      <w:r w:rsidR="00276CCE">
        <w:t xml:space="preserve">, </w:t>
      </w:r>
      <w:proofErr w:type="spellStart"/>
      <w:r w:rsidRPr="00DA4E77">
        <w:t>Oréus</w:t>
      </w:r>
      <w:proofErr w:type="spellEnd"/>
      <w:r w:rsidRPr="00DA4E77">
        <w:t xml:space="preserve"> marche à pas rapides vers une roche dominant la mer où un homme</w:t>
      </w:r>
      <w:r w:rsidR="00276CCE">
        <w:t xml:space="preserve">, </w:t>
      </w:r>
      <w:r w:rsidRPr="00DA4E77">
        <w:t>d</w:t>
      </w:r>
      <w:r w:rsidRPr="00DA4E77">
        <w:t>e</w:t>
      </w:r>
      <w:r w:rsidRPr="00DA4E77">
        <w:t>bout</w:t>
      </w:r>
      <w:r w:rsidR="00276CCE">
        <w:t xml:space="preserve">, </w:t>
      </w:r>
      <w:r w:rsidRPr="00DA4E77">
        <w:t>les bras croisés</w:t>
      </w:r>
      <w:r w:rsidR="00276CCE">
        <w:t xml:space="preserve">, </w:t>
      </w:r>
      <w:r w:rsidRPr="00DA4E77">
        <w:t>tournant le dos à l</w:t>
      </w:r>
      <w:r w:rsidR="00276CCE">
        <w:t>’</w:t>
      </w:r>
      <w:r w:rsidRPr="00DA4E77">
        <w:t>île</w:t>
      </w:r>
      <w:r w:rsidR="00276CCE">
        <w:t xml:space="preserve">, </w:t>
      </w:r>
      <w:r w:rsidRPr="00DA4E77">
        <w:t>contemple</w:t>
      </w:r>
      <w:r w:rsidR="00276CCE">
        <w:t xml:space="preserve">, </w:t>
      </w:r>
      <w:r w:rsidRPr="00DA4E77">
        <w:t>au loin</w:t>
      </w:r>
      <w:r w:rsidR="00276CCE">
        <w:t xml:space="preserve">, </w:t>
      </w:r>
      <w:r w:rsidRPr="00DA4E77">
        <w:t>Atlantis immense</w:t>
      </w:r>
      <w:r w:rsidR="00276CCE">
        <w:t>.</w:t>
      </w:r>
    </w:p>
    <w:p w14:paraId="68208A18"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que fais-tu donc</w:t>
      </w:r>
      <w:r>
        <w:t xml:space="preserve"> ? </w:t>
      </w:r>
      <w:r w:rsidR="002A4158" w:rsidRPr="00DA4E77">
        <w:t>demande le vieillard</w:t>
      </w:r>
      <w:r>
        <w:t>.</w:t>
      </w:r>
    </w:p>
    <w:p w14:paraId="231C0E15" w14:textId="77777777" w:rsidR="00276CCE" w:rsidRDefault="002A4158" w:rsidP="002A4158">
      <w:r w:rsidRPr="00DA4E77">
        <w:t>Brusquement</w:t>
      </w:r>
      <w:r w:rsidR="00276CCE">
        <w:t xml:space="preserve">, </w:t>
      </w:r>
      <w:r w:rsidRPr="00DA4E77">
        <w:t>l</w:t>
      </w:r>
      <w:r w:rsidR="00276CCE">
        <w:t>’</w:t>
      </w:r>
      <w:r w:rsidRPr="00DA4E77">
        <w:t>homme se retourne</w:t>
      </w:r>
      <w:r w:rsidR="00276CCE">
        <w:t xml:space="preserve">, </w:t>
      </w:r>
      <w:r w:rsidRPr="00DA4E77">
        <w:t xml:space="preserve">reconnaît </w:t>
      </w:r>
      <w:proofErr w:type="spellStart"/>
      <w:r w:rsidRPr="00DA4E77">
        <w:t>Oréus</w:t>
      </w:r>
      <w:proofErr w:type="spellEnd"/>
      <w:r w:rsidRPr="00DA4E77">
        <w:t xml:space="preserve"> et s</w:t>
      </w:r>
      <w:r w:rsidR="00276CCE">
        <w:t>’</w:t>
      </w:r>
      <w:r w:rsidRPr="00DA4E77">
        <w:t>écrie</w:t>
      </w:r>
      <w:r w:rsidR="00276CCE">
        <w:t> :</w:t>
      </w:r>
    </w:p>
    <w:p w14:paraId="065C8E58" w14:textId="77777777" w:rsidR="00276CCE" w:rsidRDefault="00276CCE" w:rsidP="002A4158">
      <w:r>
        <w:t>— </w:t>
      </w:r>
      <w:r w:rsidR="002A4158" w:rsidRPr="00DA4E77">
        <w:t>Toi</w:t>
      </w:r>
      <w:r>
        <w:t xml:space="preserve">, </w:t>
      </w:r>
      <w:r w:rsidR="002A4158" w:rsidRPr="00DA4E77">
        <w:t>maître</w:t>
      </w:r>
      <w:r>
        <w:t xml:space="preserve"> ! </w:t>
      </w:r>
      <w:r w:rsidR="002A4158" w:rsidRPr="00DA4E77">
        <w:t>Quelle joie</w:t>
      </w:r>
      <w:r>
        <w:t xml:space="preserve"> ! </w:t>
      </w:r>
      <w:r w:rsidR="002A4158" w:rsidRPr="00DA4E77">
        <w:t>Mais aussi</w:t>
      </w:r>
      <w:r>
        <w:t xml:space="preserve">, </w:t>
      </w:r>
      <w:r w:rsidR="002A4158" w:rsidRPr="00DA4E77">
        <w:t>quelle surprise</w:t>
      </w:r>
      <w:r>
        <w:t xml:space="preserve"> ! </w:t>
      </w:r>
      <w:r w:rsidR="002A4158" w:rsidRPr="00DA4E77">
        <w:t>Je te croyais parti bien loin et cherchais à travers l</w:t>
      </w:r>
      <w:r>
        <w:t>’</w:t>
      </w:r>
      <w:r w:rsidR="002A4158" w:rsidRPr="00DA4E77">
        <w:t>espace les ailes de ton</w:t>
      </w:r>
      <w:r>
        <w:t>…</w:t>
      </w:r>
    </w:p>
    <w:p w14:paraId="0E96B4A9" w14:textId="77777777" w:rsidR="00276CCE" w:rsidRDefault="00276CCE" w:rsidP="002A4158">
      <w:r>
        <w:t>— </w:t>
      </w:r>
      <w:r w:rsidR="002A4158" w:rsidRPr="00DA4E77">
        <w:t>Parle bas</w:t>
      </w:r>
      <w:r>
        <w:t xml:space="preserve"> ! </w:t>
      </w:r>
      <w:r w:rsidR="002A4158" w:rsidRPr="00DA4E77">
        <w:t>Ne reste pas sur la falaise</w:t>
      </w:r>
      <w:r>
        <w:t xml:space="preserve">. </w:t>
      </w:r>
      <w:r w:rsidR="002A4158" w:rsidRPr="00DA4E77">
        <w:t>Je ne veux ni qu</w:t>
      </w:r>
      <w:r>
        <w:t>’</w:t>
      </w:r>
      <w:r w:rsidR="002A4158" w:rsidRPr="00DA4E77">
        <w:t>on te voie</w:t>
      </w:r>
      <w:r>
        <w:t xml:space="preserve">, </w:t>
      </w:r>
      <w:r w:rsidR="002A4158" w:rsidRPr="00DA4E77">
        <w:t>ni qu</w:t>
      </w:r>
      <w:r>
        <w:t>’</w:t>
      </w:r>
      <w:r w:rsidR="002A4158" w:rsidRPr="00DA4E77">
        <w:t>on t</w:t>
      </w:r>
      <w:r>
        <w:t>’</w:t>
      </w:r>
      <w:r w:rsidR="002A4158" w:rsidRPr="00DA4E77">
        <w:t>entende</w:t>
      </w:r>
      <w:r>
        <w:t xml:space="preserve">. </w:t>
      </w:r>
      <w:r w:rsidR="002A4158" w:rsidRPr="00DA4E77">
        <w:t>Et surtout ne prononce pas tout haut le mot qui peut nous perdre ou nous empêcher de sauver Atla</w:t>
      </w:r>
      <w:r w:rsidR="002A4158" w:rsidRPr="00DA4E77">
        <w:t>n</w:t>
      </w:r>
      <w:r w:rsidR="002A4158" w:rsidRPr="00DA4E77">
        <w:t>tis</w:t>
      </w:r>
      <w:r>
        <w:t>.</w:t>
      </w:r>
    </w:p>
    <w:p w14:paraId="2264244E" w14:textId="77777777" w:rsidR="00276CCE" w:rsidRDefault="00276CCE" w:rsidP="002A4158">
      <w:r>
        <w:t>— </w:t>
      </w:r>
      <w:r w:rsidR="002A4158" w:rsidRPr="00DA4E77">
        <w:t>Quelle vaine crainte t</w:t>
      </w:r>
      <w:r>
        <w:t>’</w:t>
      </w:r>
      <w:r w:rsidR="002A4158" w:rsidRPr="00DA4E77">
        <w:t>agite</w:t>
      </w:r>
      <w:r>
        <w:t xml:space="preserve">, </w:t>
      </w:r>
      <w:r w:rsidR="002A4158" w:rsidRPr="00DA4E77">
        <w:t>maître</w:t>
      </w:r>
      <w:r>
        <w:t xml:space="preserve"> ? </w:t>
      </w:r>
      <w:r w:rsidR="002A4158" w:rsidRPr="00DA4E77">
        <w:t>Qui pourrait donc soupçonner ma présence en ces lieux</w:t>
      </w:r>
      <w:r>
        <w:t> ?</w:t>
      </w:r>
    </w:p>
    <w:p w14:paraId="5D5B7352" w14:textId="77777777" w:rsidR="00276CCE" w:rsidRDefault="00276CCE" w:rsidP="002A4158">
      <w:r>
        <w:t>— </w:t>
      </w:r>
      <w:r w:rsidR="002A4158" w:rsidRPr="00DA4E77">
        <w:t>Qui</w:t>
      </w:r>
      <w:r>
        <w:t xml:space="preserve"> ? </w:t>
      </w:r>
      <w:r w:rsidR="002A4158" w:rsidRPr="00DA4E77">
        <w:t>Regarde</w:t>
      </w:r>
      <w:r>
        <w:t>.</w:t>
      </w:r>
    </w:p>
    <w:p w14:paraId="4BA2FA5E" w14:textId="77777777" w:rsidR="00276CCE" w:rsidRDefault="002A4158" w:rsidP="002A4158">
      <w:r w:rsidRPr="00DA4E77">
        <w:lastRenderedPageBreak/>
        <w:t xml:space="preserve">Et </w:t>
      </w:r>
      <w:proofErr w:type="spellStart"/>
      <w:r w:rsidRPr="00DA4E77">
        <w:t>Oréus</w:t>
      </w:r>
      <w:proofErr w:type="spellEnd"/>
      <w:r w:rsidRPr="00DA4E77">
        <w:t xml:space="preserve"> montre à </w:t>
      </w:r>
      <w:proofErr w:type="spellStart"/>
      <w:r w:rsidRPr="00DA4E77">
        <w:t>Hellas</w:t>
      </w:r>
      <w:proofErr w:type="spellEnd"/>
      <w:r w:rsidR="00276CCE">
        <w:t xml:space="preserve">, </w:t>
      </w:r>
      <w:r w:rsidRPr="00DA4E77">
        <w:t>sur les flots menus</w:t>
      </w:r>
      <w:r w:rsidR="00276CCE">
        <w:t xml:space="preserve">, </w:t>
      </w:r>
      <w:r w:rsidRPr="00DA4E77">
        <w:t>une barque que deux hommes</w:t>
      </w:r>
      <w:r w:rsidR="00276CCE">
        <w:t xml:space="preserve">, </w:t>
      </w:r>
      <w:r w:rsidRPr="00DA4E77">
        <w:t>à force de rames</w:t>
      </w:r>
      <w:r w:rsidR="00276CCE">
        <w:t xml:space="preserve">, </w:t>
      </w:r>
      <w:r w:rsidRPr="00DA4E77">
        <w:t>dirigent vers le sud d</w:t>
      </w:r>
      <w:r w:rsidR="00276CCE">
        <w:t>’</w:t>
      </w:r>
      <w:r w:rsidRPr="00DA4E77">
        <w:t>Atlantis</w:t>
      </w:r>
      <w:r w:rsidR="00276CCE">
        <w:t>.</w:t>
      </w:r>
    </w:p>
    <w:p w14:paraId="2FD28F03" w14:textId="77777777" w:rsidR="00276CCE" w:rsidRDefault="00276CCE" w:rsidP="002A4158">
      <w:r>
        <w:t>— </w:t>
      </w:r>
      <w:r w:rsidR="002A4158" w:rsidRPr="00DA4E77">
        <w:t>Cette barque</w:t>
      </w:r>
      <w:r>
        <w:t xml:space="preserve">, </w:t>
      </w:r>
      <w:r w:rsidR="002A4158" w:rsidRPr="00DA4E77">
        <w:t>ces deux hommes</w:t>
      </w:r>
      <w:r>
        <w:t xml:space="preserve"> ! </w:t>
      </w:r>
      <w:r w:rsidR="002A4158" w:rsidRPr="00DA4E77">
        <w:t>Ils viennent d</w:t>
      </w:r>
      <w:r>
        <w:t>’</w:t>
      </w:r>
      <w:r w:rsidR="002A4158" w:rsidRPr="00DA4E77">
        <w:t>ici</w:t>
      </w:r>
      <w:r>
        <w:t> ?</w:t>
      </w:r>
    </w:p>
    <w:p w14:paraId="196BDC8D" w14:textId="77777777" w:rsidR="00276CCE" w:rsidRDefault="00276CCE" w:rsidP="002A4158">
      <w:r>
        <w:t>— </w:t>
      </w:r>
      <w:r w:rsidR="002A4158" w:rsidRPr="00DA4E77">
        <w:t>D</w:t>
      </w:r>
      <w:r>
        <w:t>’</w:t>
      </w:r>
      <w:r w:rsidR="002A4158" w:rsidRPr="00DA4E77">
        <w:t>ici même</w:t>
      </w:r>
      <w:r>
        <w:t>.</w:t>
      </w:r>
    </w:p>
    <w:p w14:paraId="3619AF4E" w14:textId="77777777" w:rsidR="00276CCE" w:rsidRDefault="00276CCE" w:rsidP="002A4158">
      <w:r>
        <w:t>— </w:t>
      </w:r>
      <w:r w:rsidR="002A4158" w:rsidRPr="00DA4E77">
        <w:t>Et tu les envoies vers Atlantis</w:t>
      </w:r>
      <w:r>
        <w:t> ?</w:t>
      </w:r>
    </w:p>
    <w:p w14:paraId="17AC2679" w14:textId="77777777" w:rsidR="00276CCE" w:rsidRDefault="00276CCE" w:rsidP="002A4158">
      <w:r>
        <w:t>— </w:t>
      </w:r>
      <w:r w:rsidR="002A4158" w:rsidRPr="00DA4E77">
        <w:t>Non</w:t>
      </w:r>
      <w:r>
        <w:t xml:space="preserve">, </w:t>
      </w:r>
      <w:r w:rsidR="002A4158" w:rsidRPr="00DA4E77">
        <w:t>ils y retournent</w:t>
      </w:r>
      <w:r>
        <w:t>.</w:t>
      </w:r>
    </w:p>
    <w:p w14:paraId="12126065" w14:textId="77777777" w:rsidR="00276CCE" w:rsidRDefault="00276CCE" w:rsidP="002A4158">
      <w:r>
        <w:t>— </w:t>
      </w:r>
      <w:r w:rsidR="002A4158" w:rsidRPr="00DA4E77">
        <w:t>Tu reçois donc des étrangers</w:t>
      </w:r>
      <w:r>
        <w:t xml:space="preserve"> ? </w:t>
      </w:r>
      <w:r w:rsidR="002A4158" w:rsidRPr="00DA4E77">
        <w:t>Et tes secrets</w:t>
      </w:r>
      <w:r>
        <w:t xml:space="preserve">, </w:t>
      </w:r>
      <w:r w:rsidR="002A4158" w:rsidRPr="00DA4E77">
        <w:t>maître</w:t>
      </w:r>
      <w:r>
        <w:t> ?</w:t>
      </w:r>
    </w:p>
    <w:p w14:paraId="7849D564" w14:textId="77777777" w:rsidR="00276CCE" w:rsidRDefault="00276CCE" w:rsidP="002A4158">
      <w:r>
        <w:t>— </w:t>
      </w:r>
      <w:r w:rsidR="002A4158" w:rsidRPr="00DA4E77">
        <w:t>Les étrangers que j</w:t>
      </w:r>
      <w:r>
        <w:t>’</w:t>
      </w:r>
      <w:r w:rsidR="002A4158" w:rsidRPr="00DA4E77">
        <w:t>ai reçus ne venaient ni pour moi ni pour mes secrets</w:t>
      </w:r>
      <w:r>
        <w:t xml:space="preserve">, </w:t>
      </w:r>
      <w:r w:rsidR="002A4158" w:rsidRPr="00DA4E77">
        <w:t xml:space="preserve">mon cher </w:t>
      </w:r>
      <w:proofErr w:type="spellStart"/>
      <w:r w:rsidR="002A4158" w:rsidRPr="00DA4E77">
        <w:t>Hellas</w:t>
      </w:r>
      <w:proofErr w:type="spellEnd"/>
      <w:r>
        <w:t xml:space="preserve">. </w:t>
      </w:r>
      <w:r w:rsidR="002A4158" w:rsidRPr="00DA4E77">
        <w:t>Leurs cœurs sont trop purs pour chercher à comprendre les énigmes du monde</w:t>
      </w:r>
      <w:r>
        <w:t xml:space="preserve">. </w:t>
      </w:r>
      <w:r w:rsidR="002A4158" w:rsidRPr="00DA4E77">
        <w:t>Ils n</w:t>
      </w:r>
      <w:r>
        <w:t>’</w:t>
      </w:r>
      <w:r w:rsidR="002A4158" w:rsidRPr="00DA4E77">
        <w:t>ont d</w:t>
      </w:r>
      <w:r>
        <w:t>’</w:t>
      </w:r>
      <w:r w:rsidR="002A4158" w:rsidRPr="00DA4E77">
        <w:t>autre désir que de sauver quelqu</w:t>
      </w:r>
      <w:r>
        <w:t>’</w:t>
      </w:r>
      <w:r w:rsidR="002A4158" w:rsidRPr="00DA4E77">
        <w:t>un</w:t>
      </w:r>
      <w:r>
        <w:t>.</w:t>
      </w:r>
    </w:p>
    <w:p w14:paraId="7B88352B" w14:textId="77777777" w:rsidR="00276CCE" w:rsidRDefault="00276CCE" w:rsidP="002A4158">
      <w:r>
        <w:t>— </w:t>
      </w:r>
      <w:r w:rsidR="002A4158" w:rsidRPr="00DA4E77">
        <w:t>Des héros</w:t>
      </w:r>
      <w:r>
        <w:t xml:space="preserve">, </w:t>
      </w:r>
      <w:r w:rsidR="002A4158" w:rsidRPr="00DA4E77">
        <w:t>alors</w:t>
      </w:r>
      <w:r>
        <w:t xml:space="preserve"> ? </w:t>
      </w:r>
      <w:r w:rsidR="002A4158" w:rsidRPr="00DA4E77">
        <w:t>Il en reste donc encore</w:t>
      </w:r>
      <w:r>
        <w:t> ?</w:t>
      </w:r>
    </w:p>
    <w:p w14:paraId="6874A418" w14:textId="77777777" w:rsidR="00276CCE" w:rsidRDefault="00276CCE" w:rsidP="002A4158">
      <w:r>
        <w:t>— </w:t>
      </w:r>
      <w:r w:rsidR="002A4158" w:rsidRPr="00DA4E77">
        <w:t>Oui</w:t>
      </w:r>
      <w:r>
        <w:t xml:space="preserve">, </w:t>
      </w:r>
      <w:r w:rsidR="002A4158" w:rsidRPr="00DA4E77">
        <w:t>mon fils</w:t>
      </w:r>
      <w:r>
        <w:t xml:space="preserve">, </w:t>
      </w:r>
      <w:r w:rsidR="002A4158" w:rsidRPr="00DA4E77">
        <w:t>il en reste</w:t>
      </w:r>
      <w:r>
        <w:t xml:space="preserve">, </w:t>
      </w:r>
      <w:r w:rsidR="002A4158" w:rsidRPr="00DA4E77">
        <w:t>et c</w:t>
      </w:r>
      <w:r>
        <w:t>’</w:t>
      </w:r>
      <w:r w:rsidR="002A4158" w:rsidRPr="00DA4E77">
        <w:t>est pourquoi je t</w:t>
      </w:r>
      <w:r>
        <w:t>’</w:t>
      </w:r>
      <w:r w:rsidR="002A4158" w:rsidRPr="00DA4E77">
        <w:t>ai préservé</w:t>
      </w:r>
      <w:r>
        <w:t xml:space="preserve">, </w:t>
      </w:r>
      <w:r w:rsidR="002A4158" w:rsidRPr="00DA4E77">
        <w:t>hier</w:t>
      </w:r>
      <w:r>
        <w:t xml:space="preserve">, </w:t>
      </w:r>
      <w:r w:rsidR="002A4158" w:rsidRPr="00DA4E77">
        <w:t>du plus épouvantable des crimes</w:t>
      </w:r>
      <w:r>
        <w:t xml:space="preserve">. </w:t>
      </w:r>
      <w:r w:rsidR="002A4158" w:rsidRPr="00DA4E77">
        <w:t>Sais-tu pour qui ces deux hommes que voilà ont abordé dans l</w:t>
      </w:r>
      <w:r>
        <w:t>’</w:t>
      </w:r>
      <w:r w:rsidR="002A4158" w:rsidRPr="00DA4E77">
        <w:t>Île Verte</w:t>
      </w:r>
      <w:r>
        <w:t> ?</w:t>
      </w:r>
    </w:p>
    <w:p w14:paraId="61A1603A" w14:textId="77777777" w:rsidR="00276CCE" w:rsidRDefault="00276CCE" w:rsidP="002A4158">
      <w:r>
        <w:t>— </w:t>
      </w:r>
      <w:r w:rsidR="002A4158" w:rsidRPr="00DA4E77">
        <w:t>Je l</w:t>
      </w:r>
      <w:r>
        <w:t>’</w:t>
      </w:r>
      <w:r w:rsidR="002A4158" w:rsidRPr="00DA4E77">
        <w:t>ignore</w:t>
      </w:r>
      <w:r>
        <w:t>.</w:t>
      </w:r>
    </w:p>
    <w:p w14:paraId="11B40B91" w14:textId="77777777" w:rsidR="00276CCE" w:rsidRDefault="00276CCE" w:rsidP="002A4158">
      <w:r>
        <w:t>— </w:t>
      </w:r>
      <w:r w:rsidR="002A4158" w:rsidRPr="00DA4E77">
        <w:t>Pour toi-même</w:t>
      </w:r>
      <w:r>
        <w:t>.</w:t>
      </w:r>
    </w:p>
    <w:p w14:paraId="1CC2C78E" w14:textId="77777777" w:rsidR="00276CCE" w:rsidRDefault="00276CCE" w:rsidP="002A4158">
      <w:r>
        <w:t>— </w:t>
      </w:r>
      <w:r w:rsidR="002A4158" w:rsidRPr="00DA4E77">
        <w:t>Pour moi</w:t>
      </w:r>
      <w:r>
        <w:t xml:space="preserve"> ? </w:t>
      </w:r>
      <w:r w:rsidR="002A4158" w:rsidRPr="00DA4E77">
        <w:t>Ils savent donc mon retour dans l</w:t>
      </w:r>
      <w:r>
        <w:t>’</w:t>
      </w:r>
      <w:r w:rsidR="002A4158" w:rsidRPr="00DA4E77">
        <w:t>île</w:t>
      </w:r>
      <w:r>
        <w:t> ?</w:t>
      </w:r>
    </w:p>
    <w:p w14:paraId="5E5CF025" w14:textId="77777777" w:rsidR="00276CCE" w:rsidRDefault="00276CCE" w:rsidP="002A4158">
      <w:r>
        <w:t>— </w:t>
      </w:r>
      <w:r w:rsidR="002A4158" w:rsidRPr="00DA4E77">
        <w:t>Non</w:t>
      </w:r>
      <w:r>
        <w:t xml:space="preserve">, </w:t>
      </w:r>
      <w:r w:rsidR="002A4158" w:rsidRPr="00DA4E77">
        <w:t>ils ne le savent pas</w:t>
      </w:r>
      <w:r>
        <w:t xml:space="preserve">. </w:t>
      </w:r>
      <w:r w:rsidR="002A4158" w:rsidRPr="00DA4E77">
        <w:t>Et c</w:t>
      </w:r>
      <w:r>
        <w:t>’</w:t>
      </w:r>
      <w:r w:rsidR="002A4158" w:rsidRPr="00DA4E77">
        <w:t>est pourquoi</w:t>
      </w:r>
      <w:r>
        <w:t xml:space="preserve">, </w:t>
      </w:r>
      <w:r w:rsidR="002A4158" w:rsidRPr="00DA4E77">
        <w:t>justement</w:t>
      </w:r>
      <w:r>
        <w:t xml:space="preserve">, </w:t>
      </w:r>
      <w:r w:rsidR="002A4158" w:rsidRPr="00DA4E77">
        <w:t>ils venaient me supplier de te sauver</w:t>
      </w:r>
      <w:r>
        <w:t xml:space="preserve">. </w:t>
      </w:r>
      <w:r w:rsidR="002A4158" w:rsidRPr="00DA4E77">
        <w:t>Ils te croient en danger</w:t>
      </w:r>
      <w:r>
        <w:t xml:space="preserve">, </w:t>
      </w:r>
      <w:r w:rsidR="002A4158" w:rsidRPr="00DA4E77">
        <w:t>sur les flots de Gadès</w:t>
      </w:r>
      <w:r>
        <w:t>.</w:t>
      </w:r>
    </w:p>
    <w:p w14:paraId="7173AB3D" w14:textId="77777777" w:rsidR="00276CCE" w:rsidRDefault="00276CCE" w:rsidP="002A4158">
      <w:r>
        <w:t>— </w:t>
      </w:r>
      <w:r w:rsidR="002A4158" w:rsidRPr="00DA4E77">
        <w:t>Qui sont-ils donc</w:t>
      </w:r>
      <w:r>
        <w:t> ?</w:t>
      </w:r>
    </w:p>
    <w:p w14:paraId="45FC01A8" w14:textId="77777777" w:rsidR="00276CCE" w:rsidRDefault="00276CCE" w:rsidP="002A4158">
      <w:r>
        <w:t>— </w:t>
      </w:r>
      <w:proofErr w:type="spellStart"/>
      <w:r w:rsidR="002A4158" w:rsidRPr="00DA4E77">
        <w:t>Knephao</w:t>
      </w:r>
      <w:proofErr w:type="spellEnd"/>
      <w:r>
        <w:t>…</w:t>
      </w:r>
    </w:p>
    <w:p w14:paraId="5D64DDB2" w14:textId="77777777" w:rsidR="00276CCE" w:rsidRDefault="00276CCE" w:rsidP="002A4158">
      <w:r>
        <w:t>— </w:t>
      </w:r>
      <w:proofErr w:type="spellStart"/>
      <w:r w:rsidR="002A4158" w:rsidRPr="00DA4E77">
        <w:t>Knephao</w:t>
      </w:r>
      <w:proofErr w:type="spellEnd"/>
      <w:r>
        <w:t xml:space="preserve"> !… </w:t>
      </w:r>
      <w:r w:rsidR="002A4158" w:rsidRPr="00DA4E77">
        <w:t>Il ne m</w:t>
      </w:r>
      <w:r>
        <w:t>’</w:t>
      </w:r>
      <w:r w:rsidR="002A4158" w:rsidRPr="00DA4E77">
        <w:t>a donc pas oublié</w:t>
      </w:r>
      <w:r>
        <w:t xml:space="preserve"> ? </w:t>
      </w:r>
      <w:r w:rsidR="002A4158" w:rsidRPr="00DA4E77">
        <w:t>Et l</w:t>
      </w:r>
      <w:r>
        <w:t>’</w:t>
      </w:r>
      <w:r w:rsidR="002A4158" w:rsidRPr="00DA4E77">
        <w:t>autre</w:t>
      </w:r>
      <w:r>
        <w:t> ?</w:t>
      </w:r>
    </w:p>
    <w:p w14:paraId="08E7A96E" w14:textId="77777777" w:rsidR="00276CCE" w:rsidRDefault="00276CCE" w:rsidP="002A4158">
      <w:r>
        <w:lastRenderedPageBreak/>
        <w:t>— </w:t>
      </w:r>
      <w:proofErr w:type="spellStart"/>
      <w:r w:rsidR="002A4158" w:rsidRPr="00DA4E77">
        <w:t>Amonou</w:t>
      </w:r>
      <w:proofErr w:type="spellEnd"/>
      <w:r>
        <w:t xml:space="preserve">, </w:t>
      </w:r>
      <w:r w:rsidR="002A4158" w:rsidRPr="00DA4E77">
        <w:t>ton jeune parent</w:t>
      </w:r>
      <w:r>
        <w:t xml:space="preserve">, </w:t>
      </w:r>
      <w:r w:rsidR="002A4158" w:rsidRPr="00DA4E77">
        <w:t>un éphèbe encore</w:t>
      </w:r>
      <w:r>
        <w:t xml:space="preserve">, </w:t>
      </w:r>
      <w:r w:rsidR="002A4158" w:rsidRPr="00DA4E77">
        <w:t>inconnu de tous il y a quelques jours</w:t>
      </w:r>
      <w:r>
        <w:t xml:space="preserve">, </w:t>
      </w:r>
      <w:r w:rsidR="002A4158" w:rsidRPr="00DA4E77">
        <w:t>et qui</w:t>
      </w:r>
      <w:r>
        <w:t xml:space="preserve">, </w:t>
      </w:r>
      <w:r w:rsidR="002A4158" w:rsidRPr="00DA4E77">
        <w:t>pour sa première manifestation virile</w:t>
      </w:r>
      <w:r>
        <w:t xml:space="preserve">, </w:t>
      </w:r>
      <w:r w:rsidR="002A4158" w:rsidRPr="00DA4E77">
        <w:t>a su</w:t>
      </w:r>
      <w:r>
        <w:t xml:space="preserve">, </w:t>
      </w:r>
      <w:r w:rsidR="002A4158" w:rsidRPr="00DA4E77">
        <w:t>hier</w:t>
      </w:r>
      <w:r>
        <w:t xml:space="preserve">, </w:t>
      </w:r>
      <w:r w:rsidR="002A4158" w:rsidRPr="00DA4E77">
        <w:t>se révéler noble et beau</w:t>
      </w:r>
      <w:r>
        <w:t>.</w:t>
      </w:r>
    </w:p>
    <w:p w14:paraId="6682A80C" w14:textId="77777777" w:rsidR="00276CCE" w:rsidRDefault="00276CCE" w:rsidP="002A4158">
      <w:r>
        <w:t>— </w:t>
      </w:r>
      <w:r w:rsidR="002A4158" w:rsidRPr="00DA4E77">
        <w:t>Raconte</w:t>
      </w:r>
      <w:r>
        <w:t xml:space="preserve">, </w:t>
      </w:r>
      <w:r w:rsidR="002A4158" w:rsidRPr="00DA4E77">
        <w:t>maître</w:t>
      </w:r>
      <w:r>
        <w:t xml:space="preserve">, </w:t>
      </w:r>
      <w:r w:rsidR="002A4158" w:rsidRPr="00DA4E77">
        <w:t>raconte les derniers événements de la Cité</w:t>
      </w:r>
      <w:r>
        <w:t xml:space="preserve">. </w:t>
      </w:r>
      <w:r w:rsidR="002A4158" w:rsidRPr="00DA4E77">
        <w:t>Il y a donc au moins deux cœurs généreux</w:t>
      </w:r>
      <w:r>
        <w:t> ?</w:t>
      </w:r>
    </w:p>
    <w:p w14:paraId="6BA212E8" w14:textId="77777777" w:rsidR="00276CCE" w:rsidRDefault="00276CCE" w:rsidP="002A4158">
      <w:r>
        <w:t>— </w:t>
      </w:r>
      <w:r w:rsidR="002A4158" w:rsidRPr="00DA4E77">
        <w:t>Plus que tu ne crois</w:t>
      </w:r>
      <w:r>
        <w:t xml:space="preserve">, </w:t>
      </w:r>
      <w:proofErr w:type="spellStart"/>
      <w:r w:rsidR="002A4158" w:rsidRPr="00DA4E77">
        <w:t>Hellas</w:t>
      </w:r>
      <w:proofErr w:type="spellEnd"/>
      <w:r>
        <w:t xml:space="preserve">, </w:t>
      </w:r>
      <w:r w:rsidR="002A4158" w:rsidRPr="00DA4E77">
        <w:t>et plus encore peut-être que je ne crois moi-même</w:t>
      </w:r>
      <w:r>
        <w:t xml:space="preserve"> ! </w:t>
      </w:r>
      <w:proofErr w:type="spellStart"/>
      <w:r w:rsidR="002A4158" w:rsidRPr="00DA4E77">
        <w:t>Hermos</w:t>
      </w:r>
      <w:proofErr w:type="spellEnd"/>
      <w:r>
        <w:t xml:space="preserve">, </w:t>
      </w:r>
      <w:r w:rsidR="002A4158" w:rsidRPr="00DA4E77">
        <w:t>par exemple</w:t>
      </w:r>
      <w:r>
        <w:t xml:space="preserve">, </w:t>
      </w:r>
      <w:r w:rsidR="002A4158" w:rsidRPr="00DA4E77">
        <w:t>ce beau jeune homme aux chants harmonieux</w:t>
      </w:r>
      <w:r>
        <w:t xml:space="preserve">, </w:t>
      </w:r>
      <w:r w:rsidR="002A4158" w:rsidRPr="00DA4E77">
        <w:t>que tu supposais indifférent et vain</w:t>
      </w:r>
      <w:r>
        <w:t xml:space="preserve">, </w:t>
      </w:r>
      <w:r w:rsidR="002A4158" w:rsidRPr="00DA4E77">
        <w:t>épris seulement d</w:t>
      </w:r>
      <w:r>
        <w:t>’</w:t>
      </w:r>
      <w:r w:rsidR="002A4158" w:rsidRPr="00DA4E77">
        <w:t>apparences</w:t>
      </w:r>
      <w:r>
        <w:t xml:space="preserve">, </w:t>
      </w:r>
      <w:r w:rsidR="002A4158" w:rsidRPr="00DA4E77">
        <w:t>et que les envieux disaient ton rival</w:t>
      </w:r>
      <w:r>
        <w:t xml:space="preserve">, </w:t>
      </w:r>
      <w:r w:rsidR="002A4158" w:rsidRPr="00DA4E77">
        <w:t>eh bien sais-tu ce qu</w:t>
      </w:r>
      <w:r>
        <w:t>’</w:t>
      </w:r>
      <w:r w:rsidR="002A4158" w:rsidRPr="00DA4E77">
        <w:t>il a fait</w:t>
      </w:r>
      <w:r>
        <w:t xml:space="preserve"> ? </w:t>
      </w:r>
      <w:r w:rsidR="002A4158" w:rsidRPr="00DA4E77">
        <w:t>Il s</w:t>
      </w:r>
      <w:r>
        <w:t>’</w:t>
      </w:r>
      <w:r w:rsidR="002A4158" w:rsidRPr="00DA4E77">
        <w:t>est jeté pour toi dans l</w:t>
      </w:r>
      <w:r>
        <w:t>’</w:t>
      </w:r>
      <w:r w:rsidR="002A4158" w:rsidRPr="00DA4E77">
        <w:t>action la plus périlleuse</w:t>
      </w:r>
      <w:r>
        <w:t xml:space="preserve">. </w:t>
      </w:r>
      <w:r w:rsidR="002A4158" w:rsidRPr="00DA4E77">
        <w:t>Il a risqué la mort pour te garder l</w:t>
      </w:r>
      <w:r>
        <w:t>’</w:t>
      </w:r>
      <w:r w:rsidR="002A4158" w:rsidRPr="00DA4E77">
        <w:t>Empire</w:t>
      </w:r>
      <w:r>
        <w:t> !</w:t>
      </w:r>
    </w:p>
    <w:p w14:paraId="26A9446C" w14:textId="77777777" w:rsidR="00276CCE" w:rsidRDefault="00276CCE" w:rsidP="002A4158">
      <w:r>
        <w:t>— </w:t>
      </w:r>
      <w:r w:rsidR="002A4158" w:rsidRPr="00DA4E77">
        <w:t>En vérité</w:t>
      </w:r>
      <w:r>
        <w:t xml:space="preserve">. </w:t>
      </w:r>
      <w:r w:rsidR="002A4158" w:rsidRPr="00DA4E77">
        <w:t>Ne te leurres-tu pas</w:t>
      </w:r>
      <w:r>
        <w:t> ?</w:t>
      </w:r>
    </w:p>
    <w:p w14:paraId="51DB75C6" w14:textId="77777777" w:rsidR="00276CCE" w:rsidRDefault="00276CCE" w:rsidP="002A4158">
      <w:r>
        <w:t>— </w:t>
      </w:r>
      <w:proofErr w:type="spellStart"/>
      <w:r w:rsidR="002A4158" w:rsidRPr="00DA4E77">
        <w:t>Hellas</w:t>
      </w:r>
      <w:proofErr w:type="spellEnd"/>
      <w:r>
        <w:t xml:space="preserve"> ! </w:t>
      </w:r>
      <w:r w:rsidR="002A4158" w:rsidRPr="00DA4E77">
        <w:t xml:space="preserve">tranche </w:t>
      </w:r>
      <w:proofErr w:type="spellStart"/>
      <w:r w:rsidR="002A4158" w:rsidRPr="00DA4E77">
        <w:t>Oréus</w:t>
      </w:r>
      <w:proofErr w:type="spellEnd"/>
      <w:r>
        <w:t xml:space="preserve">, </w:t>
      </w:r>
      <w:r w:rsidR="002A4158" w:rsidRPr="00DA4E77">
        <w:t>jetant sur le jeune homme un r</w:t>
      </w:r>
      <w:r w:rsidR="002A4158" w:rsidRPr="00DA4E77">
        <w:t>e</w:t>
      </w:r>
      <w:r w:rsidR="002A4158" w:rsidRPr="00DA4E77">
        <w:t>gard sévère</w:t>
      </w:r>
      <w:r>
        <w:t>.</w:t>
      </w:r>
    </w:p>
    <w:p w14:paraId="5DF97186" w14:textId="77777777" w:rsidR="00276CCE" w:rsidRDefault="002A4158" w:rsidP="002A4158">
      <w:r w:rsidRPr="00DA4E77">
        <w:t>Et en mots rapides et précis</w:t>
      </w:r>
      <w:r w:rsidR="00276CCE">
        <w:t xml:space="preserve">, </w:t>
      </w:r>
      <w:r w:rsidRPr="00DA4E77">
        <w:t xml:space="preserve">il refait à </w:t>
      </w:r>
      <w:proofErr w:type="spellStart"/>
      <w:r w:rsidRPr="00DA4E77">
        <w:t>Hellas</w:t>
      </w:r>
      <w:proofErr w:type="spellEnd"/>
      <w:r w:rsidRPr="00DA4E77">
        <w:t xml:space="preserve"> le récit de </w:t>
      </w:r>
      <w:proofErr w:type="spellStart"/>
      <w:r w:rsidRPr="00DA4E77">
        <w:t>Knephao</w:t>
      </w:r>
      <w:proofErr w:type="spellEnd"/>
      <w:r w:rsidR="00276CCE">
        <w:t xml:space="preserve">. </w:t>
      </w:r>
      <w:r w:rsidRPr="00DA4E77">
        <w:t>À mesure qu</w:t>
      </w:r>
      <w:r w:rsidR="00276CCE">
        <w:t>’</w:t>
      </w:r>
      <w:r w:rsidRPr="00DA4E77">
        <w:t>il parle</w:t>
      </w:r>
      <w:r w:rsidR="00276CCE">
        <w:t xml:space="preserve">, </w:t>
      </w:r>
      <w:r w:rsidRPr="00DA4E77">
        <w:t>le visage d</w:t>
      </w:r>
      <w:r w:rsidR="00276CCE">
        <w:t>’</w:t>
      </w:r>
      <w:proofErr w:type="spellStart"/>
      <w:r w:rsidRPr="00DA4E77">
        <w:t>Hellas</w:t>
      </w:r>
      <w:proofErr w:type="spellEnd"/>
      <w:r w:rsidR="00276CCE">
        <w:t xml:space="preserve">, </w:t>
      </w:r>
      <w:r w:rsidRPr="00DA4E77">
        <w:t>beau d</w:t>
      </w:r>
      <w:r w:rsidR="00276CCE">
        <w:t>’</w:t>
      </w:r>
      <w:r w:rsidRPr="00DA4E77">
        <w:t>ordinaire</w:t>
      </w:r>
      <w:r w:rsidR="00276CCE">
        <w:t xml:space="preserve">, </w:t>
      </w:r>
      <w:r w:rsidRPr="00DA4E77">
        <w:t>se transfigure jusqu</w:t>
      </w:r>
      <w:r w:rsidR="00276CCE">
        <w:t>’</w:t>
      </w:r>
      <w:r w:rsidRPr="00DA4E77">
        <w:t>au rayonnement et le jeune homme regarde le vieillard avec une émotion qui</w:t>
      </w:r>
      <w:r w:rsidR="00276CCE">
        <w:t xml:space="preserve">, </w:t>
      </w:r>
      <w:r w:rsidRPr="00DA4E77">
        <w:t>montant peu à peu du cœur aux yeux</w:t>
      </w:r>
      <w:r w:rsidR="00276CCE">
        <w:t xml:space="preserve">, </w:t>
      </w:r>
      <w:r w:rsidRPr="00DA4E77">
        <w:t>fait trembler sur ses paupières des pleurs mal contenus</w:t>
      </w:r>
      <w:r w:rsidR="00276CCE">
        <w:t>.</w:t>
      </w:r>
    </w:p>
    <w:p w14:paraId="1AD1620F" w14:textId="77777777" w:rsidR="00276CCE" w:rsidRDefault="00276CCE" w:rsidP="002A4158">
      <w:r>
        <w:t>— </w:t>
      </w:r>
      <w:r w:rsidR="002A4158" w:rsidRPr="00DA4E77">
        <w:t>Ah</w:t>
      </w:r>
      <w:r>
        <w:t xml:space="preserve"> ! </w:t>
      </w:r>
      <w:r w:rsidR="002A4158" w:rsidRPr="00DA4E77">
        <w:t>maître</w:t>
      </w:r>
      <w:r>
        <w:t xml:space="preserve">, </w:t>
      </w:r>
      <w:r w:rsidR="002A4158" w:rsidRPr="00DA4E77">
        <w:t>laisse-moi te demander pardon du mouv</w:t>
      </w:r>
      <w:r w:rsidR="002A4158" w:rsidRPr="00DA4E77">
        <w:t>e</w:t>
      </w:r>
      <w:r w:rsidR="002A4158" w:rsidRPr="00DA4E77">
        <w:t>ment de colère qui t</w:t>
      </w:r>
      <w:r>
        <w:t>’</w:t>
      </w:r>
      <w:r w:rsidR="002A4158" w:rsidRPr="00DA4E77">
        <w:t>a fait douter de moi</w:t>
      </w:r>
      <w:r>
        <w:t xml:space="preserve"> ! </w:t>
      </w:r>
      <w:r w:rsidR="002A4158" w:rsidRPr="00DA4E77">
        <w:t>Eh quoi</w:t>
      </w:r>
      <w:r>
        <w:t xml:space="preserve"> ? </w:t>
      </w:r>
      <w:r w:rsidR="002A4158" w:rsidRPr="00DA4E77">
        <w:t>Tant d</w:t>
      </w:r>
      <w:r>
        <w:t>’</w:t>
      </w:r>
      <w:r w:rsidR="002A4158" w:rsidRPr="00DA4E77">
        <w:t>êtres qui demeurent capables de bravoure et de dévouement</w:t>
      </w:r>
      <w:r>
        <w:t xml:space="preserve">, </w:t>
      </w:r>
      <w:r w:rsidR="002A4158" w:rsidRPr="00DA4E77">
        <w:t>je vo</w:t>
      </w:r>
      <w:r w:rsidR="002A4158" w:rsidRPr="00DA4E77">
        <w:t>u</w:t>
      </w:r>
      <w:r w:rsidR="002A4158" w:rsidRPr="00DA4E77">
        <w:t>lais hier les anéantir</w:t>
      </w:r>
      <w:r>
        <w:t xml:space="preserve"> ? </w:t>
      </w:r>
      <w:r w:rsidR="002A4158" w:rsidRPr="00DA4E77">
        <w:t>Comme j</w:t>
      </w:r>
      <w:r>
        <w:t>’</w:t>
      </w:r>
      <w:r w:rsidR="002A4158" w:rsidRPr="00DA4E77">
        <w:t>ai dû</w:t>
      </w:r>
      <w:r>
        <w:t xml:space="preserve">, </w:t>
      </w:r>
      <w:proofErr w:type="spellStart"/>
      <w:r w:rsidR="002A4158" w:rsidRPr="00DA4E77">
        <w:t>Oréus</w:t>
      </w:r>
      <w:proofErr w:type="spellEnd"/>
      <w:r>
        <w:t xml:space="preserve">, </w:t>
      </w:r>
      <w:r w:rsidR="002A4158" w:rsidRPr="00DA4E77">
        <w:t>te faire souffrir en quelques instants</w:t>
      </w:r>
      <w:r>
        <w:t xml:space="preserve"> ! </w:t>
      </w:r>
      <w:r w:rsidR="002A4158" w:rsidRPr="00DA4E77">
        <w:t>Mon maître</w:t>
      </w:r>
      <w:r>
        <w:t xml:space="preserve"> ! </w:t>
      </w:r>
      <w:r w:rsidR="002A4158" w:rsidRPr="00DA4E77">
        <w:t>mon père</w:t>
      </w:r>
      <w:r>
        <w:t> !</w:t>
      </w:r>
    </w:p>
    <w:p w14:paraId="6AB46179" w14:textId="77777777" w:rsidR="00276CCE" w:rsidRDefault="00276CCE" w:rsidP="002A4158">
      <w:r>
        <w:t>— </w:t>
      </w:r>
      <w:r w:rsidR="002A4158" w:rsidRPr="00DA4E77">
        <w:t>Pleure</w:t>
      </w:r>
      <w:r>
        <w:t xml:space="preserve">, </w:t>
      </w:r>
      <w:r w:rsidR="002A4158" w:rsidRPr="00DA4E77">
        <w:t>mon fils</w:t>
      </w:r>
      <w:r>
        <w:t xml:space="preserve">, </w:t>
      </w:r>
      <w:r w:rsidR="002A4158" w:rsidRPr="00DA4E77">
        <w:t>pleure</w:t>
      </w:r>
      <w:r>
        <w:t xml:space="preserve">, </w:t>
      </w:r>
      <w:r w:rsidR="002A4158" w:rsidRPr="00DA4E77">
        <w:t>tes larmes laveront tout le ma</w:t>
      </w:r>
      <w:r w:rsidR="002A4158" w:rsidRPr="00DA4E77">
        <w:t>u</w:t>
      </w:r>
      <w:r w:rsidR="002A4158" w:rsidRPr="00DA4E77">
        <w:t>vais orgueil resté dans ton âme</w:t>
      </w:r>
      <w:r>
        <w:t xml:space="preserve">. </w:t>
      </w:r>
      <w:r w:rsidR="002A4158" w:rsidRPr="00DA4E77">
        <w:t>Ah</w:t>
      </w:r>
      <w:r>
        <w:t xml:space="preserve"> ! </w:t>
      </w:r>
      <w:r w:rsidR="002A4158" w:rsidRPr="00DA4E77">
        <w:t>oui</w:t>
      </w:r>
      <w:r>
        <w:t xml:space="preserve"> ! </w:t>
      </w:r>
      <w:r w:rsidR="002A4158" w:rsidRPr="00DA4E77">
        <w:t>tu m</w:t>
      </w:r>
      <w:r>
        <w:t>’</w:t>
      </w:r>
      <w:r w:rsidR="002A4158" w:rsidRPr="00DA4E77">
        <w:t>as effrayé hier</w:t>
      </w:r>
      <w:r>
        <w:t xml:space="preserve">, </w:t>
      </w:r>
      <w:r w:rsidR="002A4158" w:rsidRPr="00DA4E77">
        <w:t>j</w:t>
      </w:r>
      <w:r>
        <w:t>’</w:t>
      </w:r>
      <w:r w:rsidR="002A4158" w:rsidRPr="00DA4E77">
        <w:t xml:space="preserve">ai cru voir déborder de toi toutes les tumultueuses </w:t>
      </w:r>
      <w:r w:rsidR="002A4158" w:rsidRPr="00DA4E77">
        <w:lastRenderedPageBreak/>
        <w:t>passions des hommes</w:t>
      </w:r>
      <w:r>
        <w:t xml:space="preserve">, </w:t>
      </w:r>
      <w:r w:rsidR="002A4158" w:rsidRPr="00DA4E77">
        <w:t>et</w:t>
      </w:r>
      <w:r>
        <w:t xml:space="preserve">, </w:t>
      </w:r>
      <w:r w:rsidR="002A4158" w:rsidRPr="00DA4E77">
        <w:t>je te l</w:t>
      </w:r>
      <w:r>
        <w:t>’</w:t>
      </w:r>
      <w:r w:rsidR="002A4158" w:rsidRPr="00DA4E77">
        <w:t>avoue</w:t>
      </w:r>
      <w:r>
        <w:t xml:space="preserve">, </w:t>
      </w:r>
      <w:r w:rsidR="002A4158" w:rsidRPr="00DA4E77">
        <w:t>j</w:t>
      </w:r>
      <w:r>
        <w:t>’</w:t>
      </w:r>
      <w:r w:rsidR="002A4158" w:rsidRPr="00DA4E77">
        <w:t>ai craint que mon amour n</w:t>
      </w:r>
      <w:r>
        <w:t>’</w:t>
      </w:r>
      <w:r w:rsidR="002A4158" w:rsidRPr="00DA4E77">
        <w:t>ait suscité un monstre</w:t>
      </w:r>
      <w:r>
        <w:t xml:space="preserve">. </w:t>
      </w:r>
      <w:r w:rsidR="002A4158" w:rsidRPr="00DA4E77">
        <w:t>Or</w:t>
      </w:r>
      <w:r>
        <w:t xml:space="preserve">, </w:t>
      </w:r>
      <w:r w:rsidR="002A4158" w:rsidRPr="00DA4E77">
        <w:t>voici que le monstre s</w:t>
      </w:r>
      <w:r>
        <w:t>’</w:t>
      </w:r>
      <w:r w:rsidR="002A4158" w:rsidRPr="00DA4E77">
        <w:t>attendrit</w:t>
      </w:r>
      <w:r>
        <w:t xml:space="preserve"> ; </w:t>
      </w:r>
      <w:r w:rsidR="002A4158" w:rsidRPr="00DA4E77">
        <w:t>il s</w:t>
      </w:r>
      <w:r>
        <w:t>’</w:t>
      </w:r>
      <w:r w:rsidR="002A4158" w:rsidRPr="00DA4E77">
        <w:t>humanise</w:t>
      </w:r>
      <w:r>
        <w:t xml:space="preserve">, </w:t>
      </w:r>
      <w:r w:rsidR="002A4158" w:rsidRPr="00DA4E77">
        <w:t>et</w:t>
      </w:r>
      <w:r>
        <w:t xml:space="preserve">, </w:t>
      </w:r>
      <w:r w:rsidR="002A4158" w:rsidRPr="00DA4E77">
        <w:t>purifié par les regrets</w:t>
      </w:r>
      <w:r>
        <w:t xml:space="preserve">, </w:t>
      </w:r>
      <w:r w:rsidR="002A4158" w:rsidRPr="00DA4E77">
        <w:t>grandi par l</w:t>
      </w:r>
      <w:r>
        <w:t>’</w:t>
      </w:r>
      <w:r w:rsidR="002A4158" w:rsidRPr="00DA4E77">
        <w:t>humiliation volontaire</w:t>
      </w:r>
      <w:r>
        <w:t xml:space="preserve">, </w:t>
      </w:r>
      <w:r w:rsidR="002A4158" w:rsidRPr="00DA4E77">
        <w:t>il va redevenir un héros et un génie</w:t>
      </w:r>
      <w:r>
        <w:t xml:space="preserve">. </w:t>
      </w:r>
      <w:r w:rsidR="002A4158" w:rsidRPr="00DA4E77">
        <w:t>Maintenant</w:t>
      </w:r>
      <w:r>
        <w:t xml:space="preserve">, </w:t>
      </w:r>
      <w:r w:rsidR="002A4158" w:rsidRPr="00DA4E77">
        <w:t>mon fils</w:t>
      </w:r>
      <w:r>
        <w:t xml:space="preserve">, </w:t>
      </w:r>
      <w:r w:rsidR="002A4158" w:rsidRPr="00DA4E77">
        <w:t>viens</w:t>
      </w:r>
      <w:r>
        <w:t xml:space="preserve"> : </w:t>
      </w:r>
      <w:r w:rsidR="002A4158" w:rsidRPr="00DA4E77">
        <w:t>il y a ici deux êtres que ta présence va combler de joie</w:t>
      </w:r>
      <w:r>
        <w:t xml:space="preserve">. </w:t>
      </w:r>
      <w:r w:rsidR="002A4158" w:rsidRPr="00DA4E77">
        <w:t>Allons les rejoindre</w:t>
      </w:r>
      <w:r>
        <w:t>.</w:t>
      </w:r>
    </w:p>
    <w:p w14:paraId="63869DC7" w14:textId="77777777" w:rsidR="00276CCE" w:rsidRDefault="00276CCE" w:rsidP="002A4158">
      <w:r>
        <w:t>— </w:t>
      </w:r>
      <w:r w:rsidR="002A4158" w:rsidRPr="00DA4E77">
        <w:t>N</w:t>
      </w:r>
      <w:r>
        <w:t>’</w:t>
      </w:r>
      <w:r w:rsidR="002A4158" w:rsidRPr="00DA4E77">
        <w:t>était-il pas convenu que personne</w:t>
      </w:r>
      <w:r>
        <w:t xml:space="preserve">, </w:t>
      </w:r>
      <w:r w:rsidR="002A4158" w:rsidRPr="00DA4E77">
        <w:t>jusqu</w:t>
      </w:r>
      <w:r>
        <w:t>’</w:t>
      </w:r>
      <w:r w:rsidR="002A4158" w:rsidRPr="00DA4E77">
        <w:t>au soir</w:t>
      </w:r>
      <w:r>
        <w:t xml:space="preserve">, </w:t>
      </w:r>
      <w:r w:rsidR="002A4158" w:rsidRPr="00DA4E77">
        <w:t>ne devait apprendre mon retour</w:t>
      </w:r>
      <w:r>
        <w:t> ?</w:t>
      </w:r>
    </w:p>
    <w:p w14:paraId="791666A0" w14:textId="77777777" w:rsidR="00276CCE" w:rsidRDefault="00276CCE" w:rsidP="002A4158">
      <w:r>
        <w:t>— </w:t>
      </w:r>
      <w:r w:rsidR="002A4158" w:rsidRPr="00DA4E77">
        <w:t>Personne</w:t>
      </w:r>
      <w:r>
        <w:t xml:space="preserve"> ? </w:t>
      </w:r>
      <w:r w:rsidR="002A4158" w:rsidRPr="00DA4E77">
        <w:t>Qui donc</w:t>
      </w:r>
      <w:r>
        <w:t xml:space="preserve">, </w:t>
      </w:r>
      <w:r w:rsidR="002A4158" w:rsidRPr="00DA4E77">
        <w:t>ce matin</w:t>
      </w:r>
      <w:r>
        <w:t xml:space="preserve">, </w:t>
      </w:r>
      <w:r w:rsidR="002A4158" w:rsidRPr="00DA4E77">
        <w:t>à l</w:t>
      </w:r>
      <w:r>
        <w:t>’</w:t>
      </w:r>
      <w:r w:rsidR="002A4158" w:rsidRPr="00DA4E77">
        <w:t>aube</w:t>
      </w:r>
      <w:r>
        <w:t xml:space="preserve">, </w:t>
      </w:r>
      <w:r w:rsidR="002A4158" w:rsidRPr="00DA4E77">
        <w:t>rôdait autour de ma demeure</w:t>
      </w:r>
      <w:r>
        <w:t> ?</w:t>
      </w:r>
    </w:p>
    <w:p w14:paraId="26B6FC3C" w14:textId="77777777" w:rsidR="00276CCE" w:rsidRDefault="00276CCE" w:rsidP="002A4158">
      <w:r>
        <w:t>— </w:t>
      </w:r>
      <w:r w:rsidR="002A4158" w:rsidRPr="00DA4E77">
        <w:t>Moi</w:t>
      </w:r>
      <w:r>
        <w:t xml:space="preserve">, </w:t>
      </w:r>
      <w:r w:rsidR="002A4158" w:rsidRPr="00DA4E77">
        <w:t>je l</w:t>
      </w:r>
      <w:r>
        <w:t>’</w:t>
      </w:r>
      <w:r w:rsidR="002A4158" w:rsidRPr="00DA4E77">
        <w:t>avoue</w:t>
      </w:r>
      <w:r>
        <w:t xml:space="preserve"> ! </w:t>
      </w:r>
      <w:r w:rsidR="002A4158" w:rsidRPr="00DA4E77">
        <w:t>Sachant toute l</w:t>
      </w:r>
      <w:r>
        <w:t>’</w:t>
      </w:r>
      <w:r w:rsidR="002A4158" w:rsidRPr="00DA4E77">
        <w:t>île endormie</w:t>
      </w:r>
      <w:r>
        <w:t xml:space="preserve">, </w:t>
      </w:r>
      <w:r w:rsidR="002A4158" w:rsidRPr="00DA4E77">
        <w:t>j</w:t>
      </w:r>
      <w:r>
        <w:t>’</w:t>
      </w:r>
      <w:r w:rsidR="002A4158" w:rsidRPr="00DA4E77">
        <w:t>ai erré</w:t>
      </w:r>
      <w:r>
        <w:t xml:space="preserve">, </w:t>
      </w:r>
      <w:r w:rsidR="002A4158" w:rsidRPr="00DA4E77">
        <w:t>ce matin</w:t>
      </w:r>
      <w:r>
        <w:t xml:space="preserve">, </w:t>
      </w:r>
      <w:r w:rsidR="002A4158" w:rsidRPr="00DA4E77">
        <w:t>le long de la falaise</w:t>
      </w:r>
      <w:r>
        <w:t>.</w:t>
      </w:r>
    </w:p>
    <w:p w14:paraId="2FF5CA10" w14:textId="77777777" w:rsidR="00276CCE" w:rsidRDefault="00276CCE" w:rsidP="002A4158">
      <w:r>
        <w:t>— </w:t>
      </w:r>
      <w:r w:rsidR="002A4158" w:rsidRPr="00DA4E77">
        <w:t>Je ne m</w:t>
      </w:r>
      <w:r>
        <w:t>’</w:t>
      </w:r>
      <w:r w:rsidR="002A4158" w:rsidRPr="00DA4E77">
        <w:t>en plains pas</w:t>
      </w:r>
      <w:r>
        <w:t xml:space="preserve">, </w:t>
      </w:r>
      <w:r w:rsidR="002A4158" w:rsidRPr="00DA4E77">
        <w:t>au surplus</w:t>
      </w:r>
      <w:r>
        <w:t xml:space="preserve">, </w:t>
      </w:r>
      <w:r w:rsidR="002A4158" w:rsidRPr="00DA4E77">
        <w:t>puisque</w:t>
      </w:r>
      <w:r>
        <w:t xml:space="preserve">, </w:t>
      </w:r>
      <w:r w:rsidR="002A4158" w:rsidRPr="00DA4E77">
        <w:t>grâce à cette heureuse faute</w:t>
      </w:r>
      <w:r>
        <w:t xml:space="preserve">, </w:t>
      </w:r>
      <w:r w:rsidR="002A4158" w:rsidRPr="00DA4E77">
        <w:t>tu as sauvé de la mort l</w:t>
      </w:r>
      <w:r>
        <w:t>’</w:t>
      </w:r>
      <w:r w:rsidR="002A4158" w:rsidRPr="00DA4E77">
        <w:t>être le plus charmant qu</w:t>
      </w:r>
      <w:r>
        <w:t>’</w:t>
      </w:r>
      <w:r w:rsidR="002A4158" w:rsidRPr="00DA4E77">
        <w:t>ait enfanté la race blanche</w:t>
      </w:r>
      <w:r>
        <w:t xml:space="preserve">. </w:t>
      </w:r>
      <w:r w:rsidR="002A4158" w:rsidRPr="00DA4E77">
        <w:t>Mais taisons-nous</w:t>
      </w:r>
      <w:r>
        <w:t xml:space="preserve">. </w:t>
      </w:r>
      <w:r w:rsidR="002A4158" w:rsidRPr="00DA4E77">
        <w:t>J</w:t>
      </w:r>
      <w:r>
        <w:t>’</w:t>
      </w:r>
      <w:r w:rsidR="002A4158" w:rsidRPr="00DA4E77">
        <w:t>entends des pas</w:t>
      </w:r>
      <w:r>
        <w:t xml:space="preserve">. </w:t>
      </w:r>
      <w:r w:rsidR="002A4158" w:rsidRPr="00DA4E77">
        <w:t>Quelqu</w:t>
      </w:r>
      <w:r>
        <w:t>’</w:t>
      </w:r>
      <w:r w:rsidR="002A4158" w:rsidRPr="00DA4E77">
        <w:t>un vient là-bas</w:t>
      </w:r>
      <w:r>
        <w:t xml:space="preserve">, </w:t>
      </w:r>
      <w:r w:rsidR="002A4158" w:rsidRPr="00DA4E77">
        <w:t>dans l</w:t>
      </w:r>
      <w:r>
        <w:t>’</w:t>
      </w:r>
      <w:r w:rsidR="002A4158" w:rsidRPr="00DA4E77">
        <w:t>allée</w:t>
      </w:r>
      <w:r>
        <w:t xml:space="preserve">. </w:t>
      </w:r>
      <w:r w:rsidR="002A4158" w:rsidRPr="00DA4E77">
        <w:t>Rentre un instant dans ton pavillon isolé</w:t>
      </w:r>
      <w:r>
        <w:t xml:space="preserve">. </w:t>
      </w:r>
      <w:r w:rsidR="002A4158" w:rsidRPr="00DA4E77">
        <w:t xml:space="preserve">Je vais prévenir de ta venue </w:t>
      </w:r>
      <w:proofErr w:type="spellStart"/>
      <w:r w:rsidR="002A4158" w:rsidRPr="00DA4E77">
        <w:t>Oréa</w:t>
      </w:r>
      <w:proofErr w:type="spellEnd"/>
      <w:r w:rsidR="002A4158" w:rsidRPr="00DA4E77">
        <w:t xml:space="preserve"> et la petite Barbare</w:t>
      </w:r>
      <w:r>
        <w:t>.</w:t>
      </w:r>
    </w:p>
    <w:p w14:paraId="58ED46C6" w14:textId="77777777" w:rsidR="00276CCE" w:rsidRDefault="00276CCE" w:rsidP="00276CCE">
      <w:pPr>
        <w:pStyle w:val="Titre2"/>
        <w:rPr>
          <w:i/>
        </w:rPr>
      </w:pPr>
      <w:bookmarkStart w:id="20" w:name="_Toc194842006"/>
      <w:r w:rsidRPr="00DA4E77">
        <w:lastRenderedPageBreak/>
        <w:t>Scène</w:t>
      </w:r>
      <w:r>
        <w:t> </w:t>
      </w:r>
      <w:r w:rsidRPr="00DA4E77">
        <w:t>IX</w:t>
      </w:r>
      <w:r>
        <w:t xml:space="preserve">. – </w:t>
      </w:r>
      <w:r w:rsidR="002A4158" w:rsidRPr="00DA4E77">
        <w:rPr>
          <w:i/>
        </w:rPr>
        <w:t>Le père et la fille</w:t>
      </w:r>
      <w:r>
        <w:rPr>
          <w:i/>
        </w:rPr>
        <w:t>.</w:t>
      </w:r>
      <w:bookmarkEnd w:id="20"/>
    </w:p>
    <w:p w14:paraId="0163291B" w14:textId="77777777" w:rsidR="00276CCE" w:rsidRDefault="00276CCE" w:rsidP="002A4158">
      <w:r>
        <w:rPr>
          <w:i/>
        </w:rPr>
        <w:t>— </w:t>
      </w:r>
      <w:r w:rsidR="002A4158" w:rsidRPr="00DA4E77">
        <w:t>Père</w:t>
      </w:r>
      <w:r>
        <w:t xml:space="preserve">, </w:t>
      </w:r>
      <w:r w:rsidR="002A4158" w:rsidRPr="00DA4E77">
        <w:t>s</w:t>
      </w:r>
      <w:r>
        <w:t>’</w:t>
      </w:r>
      <w:r w:rsidR="002A4158" w:rsidRPr="00DA4E77">
        <w:t xml:space="preserve">informe </w:t>
      </w:r>
      <w:proofErr w:type="spellStart"/>
      <w:r w:rsidR="002A4158" w:rsidRPr="00DA4E77">
        <w:t>Oréa</w:t>
      </w:r>
      <w:proofErr w:type="spellEnd"/>
      <w:r>
        <w:t xml:space="preserve">, </w:t>
      </w:r>
      <w:r w:rsidR="002A4158" w:rsidRPr="00DA4E77">
        <w:t>dès qu</w:t>
      </w:r>
      <w:r>
        <w:t>’</w:t>
      </w:r>
      <w:r w:rsidR="002A4158" w:rsidRPr="00DA4E77">
        <w:t xml:space="preserve">elle voit </w:t>
      </w:r>
      <w:proofErr w:type="spellStart"/>
      <w:r w:rsidR="002A4158" w:rsidRPr="00DA4E77">
        <w:t>Oréus</w:t>
      </w:r>
      <w:proofErr w:type="spellEnd"/>
      <w:r>
        <w:t xml:space="preserve">, </w:t>
      </w:r>
      <w:r w:rsidR="002A4158" w:rsidRPr="00DA4E77">
        <w:t>qu</w:t>
      </w:r>
      <w:r>
        <w:t>’</w:t>
      </w:r>
      <w:r w:rsidR="002A4158" w:rsidRPr="00DA4E77">
        <w:t>as-tu donc</w:t>
      </w:r>
      <w:r>
        <w:t xml:space="preserve"> ? </w:t>
      </w:r>
      <w:r w:rsidR="002A4158" w:rsidRPr="00DA4E77">
        <w:t>Quelle heureuse nouvelle te transfigure</w:t>
      </w:r>
      <w:r>
        <w:t xml:space="preserve"> ? </w:t>
      </w:r>
      <w:r w:rsidR="002A4158" w:rsidRPr="00DA4E77">
        <w:t>Tes yeux rayonnent</w:t>
      </w:r>
      <w:r>
        <w:t> !</w:t>
      </w:r>
    </w:p>
    <w:p w14:paraId="4FB8956A" w14:textId="77777777" w:rsidR="00276CCE" w:rsidRDefault="00276CCE" w:rsidP="002A4158">
      <w:r>
        <w:t>— </w:t>
      </w:r>
      <w:r w:rsidR="002A4158" w:rsidRPr="00DA4E77">
        <w:t>Une bonne nouvelle</w:t>
      </w:r>
      <w:r>
        <w:t xml:space="preserve">, </w:t>
      </w:r>
      <w:r w:rsidR="002A4158" w:rsidRPr="00DA4E77">
        <w:t>en effet</w:t>
      </w:r>
      <w:r>
        <w:t xml:space="preserve"> ; </w:t>
      </w:r>
      <w:r w:rsidR="002A4158" w:rsidRPr="00DA4E77">
        <w:t>quelqu</w:t>
      </w:r>
      <w:r>
        <w:t>’</w:t>
      </w:r>
      <w:r w:rsidR="002A4158" w:rsidRPr="00DA4E77">
        <w:t>un vient d</w:t>
      </w:r>
      <w:r>
        <w:t>’</w:t>
      </w:r>
      <w:r w:rsidR="002A4158" w:rsidRPr="00DA4E77">
        <w:t>arriver dans l</w:t>
      </w:r>
      <w:r>
        <w:t>’</w:t>
      </w:r>
      <w:r w:rsidR="002A4158" w:rsidRPr="00DA4E77">
        <w:t>île</w:t>
      </w:r>
      <w:r>
        <w:t>.</w:t>
      </w:r>
    </w:p>
    <w:p w14:paraId="45122675" w14:textId="77777777" w:rsidR="00276CCE" w:rsidRDefault="00276CCE" w:rsidP="002A4158">
      <w:r>
        <w:t>— </w:t>
      </w:r>
      <w:proofErr w:type="spellStart"/>
      <w:r w:rsidR="002A4158" w:rsidRPr="00DA4E77">
        <w:t>Hellas</w:t>
      </w:r>
      <w:proofErr w:type="spellEnd"/>
      <w:r>
        <w:t xml:space="preserve">, </w:t>
      </w:r>
      <w:r w:rsidR="002A4158" w:rsidRPr="00DA4E77">
        <w:t>sans doute</w:t>
      </w:r>
      <w:r>
        <w:t> ?</w:t>
      </w:r>
    </w:p>
    <w:p w14:paraId="70F808EB" w14:textId="77777777" w:rsidR="00276CCE" w:rsidRDefault="00276CCE" w:rsidP="002A4158">
      <w:r>
        <w:t>— </w:t>
      </w:r>
      <w:r w:rsidR="002A4158" w:rsidRPr="00DA4E77">
        <w:t>Vraiment</w:t>
      </w:r>
      <w:r>
        <w:t xml:space="preserve"> ! </w:t>
      </w:r>
      <w:r w:rsidR="002A4158" w:rsidRPr="00DA4E77">
        <w:t>tu devines à merveille</w:t>
      </w:r>
      <w:r>
        <w:t xml:space="preserve">. </w:t>
      </w:r>
      <w:r w:rsidR="002A4158" w:rsidRPr="00DA4E77">
        <w:t>Comment</w:t>
      </w:r>
      <w:r>
        <w:t xml:space="preserve">, </w:t>
      </w:r>
      <w:r w:rsidR="002A4158" w:rsidRPr="00DA4E77">
        <w:t>pas plus d</w:t>
      </w:r>
      <w:r>
        <w:t>’</w:t>
      </w:r>
      <w:r w:rsidR="002A4158" w:rsidRPr="00DA4E77">
        <w:t>émotion</w:t>
      </w:r>
      <w:r>
        <w:t> ?</w:t>
      </w:r>
    </w:p>
    <w:p w14:paraId="689488E5" w14:textId="77777777" w:rsidR="00276CCE" w:rsidRDefault="00276CCE" w:rsidP="002A4158">
      <w:r>
        <w:t>— </w:t>
      </w:r>
      <w:r w:rsidR="002A4158" w:rsidRPr="00DA4E77">
        <w:t>Pourquoi émue</w:t>
      </w:r>
      <w:r>
        <w:t xml:space="preserve"> ? </w:t>
      </w:r>
      <w:r w:rsidR="002A4158" w:rsidRPr="00DA4E77">
        <w:t>Je sais qu</w:t>
      </w:r>
      <w:r>
        <w:t>’</w:t>
      </w:r>
      <w:proofErr w:type="spellStart"/>
      <w:r w:rsidR="002A4158" w:rsidRPr="00DA4E77">
        <w:t>Hellas</w:t>
      </w:r>
      <w:proofErr w:type="spellEnd"/>
      <w:r w:rsidR="002A4158" w:rsidRPr="00DA4E77">
        <w:t xml:space="preserve"> a dormi dans l</w:t>
      </w:r>
      <w:r>
        <w:t>’</w:t>
      </w:r>
      <w:r w:rsidR="002A4158" w:rsidRPr="00DA4E77">
        <w:t>île</w:t>
      </w:r>
      <w:r>
        <w:t xml:space="preserve">. </w:t>
      </w:r>
      <w:r w:rsidR="002A4158" w:rsidRPr="00DA4E77">
        <w:t>C</w:t>
      </w:r>
      <w:r>
        <w:t>’</w:t>
      </w:r>
      <w:r w:rsidR="002A4158" w:rsidRPr="00DA4E77">
        <w:t>est lui</w:t>
      </w:r>
      <w:r>
        <w:t xml:space="preserve">, </w:t>
      </w:r>
      <w:r w:rsidR="002A4158" w:rsidRPr="00DA4E77">
        <w:t>ce matin</w:t>
      </w:r>
      <w:r>
        <w:t xml:space="preserve">, </w:t>
      </w:r>
      <w:r w:rsidR="002A4158" w:rsidRPr="00DA4E77">
        <w:t xml:space="preserve">qui a sauvé </w:t>
      </w:r>
      <w:proofErr w:type="spellStart"/>
      <w:r w:rsidR="002A4158" w:rsidRPr="00DA4E77">
        <w:t>Glania</w:t>
      </w:r>
      <w:proofErr w:type="spellEnd"/>
      <w:r>
        <w:t xml:space="preserve">. </w:t>
      </w:r>
      <w:r w:rsidR="002A4158" w:rsidRPr="00DA4E77">
        <w:t>Ose dire que je me tro</w:t>
      </w:r>
      <w:r w:rsidR="002A4158" w:rsidRPr="00DA4E77">
        <w:t>m</w:t>
      </w:r>
      <w:r w:rsidR="002A4158" w:rsidRPr="00DA4E77">
        <w:t>pe</w:t>
      </w:r>
      <w:r>
        <w:t> ?</w:t>
      </w:r>
    </w:p>
    <w:p w14:paraId="3A8D9513" w14:textId="77777777" w:rsidR="00276CCE" w:rsidRDefault="002A4158" w:rsidP="002A4158">
      <w:proofErr w:type="spellStart"/>
      <w:r w:rsidRPr="00DA4E77">
        <w:t>Oréus</w:t>
      </w:r>
      <w:proofErr w:type="spellEnd"/>
      <w:r w:rsidRPr="00DA4E77">
        <w:t xml:space="preserve"> reste silencieux</w:t>
      </w:r>
      <w:r w:rsidR="00276CCE">
        <w:t>.</w:t>
      </w:r>
    </w:p>
    <w:p w14:paraId="7128DE09" w14:textId="77777777" w:rsidR="00276CCE" w:rsidRDefault="00276CCE" w:rsidP="002A4158">
      <w:r>
        <w:t>— </w:t>
      </w:r>
      <w:r w:rsidR="002A4158" w:rsidRPr="00DA4E77">
        <w:t>Ah</w:t>
      </w:r>
      <w:r>
        <w:t xml:space="preserve"> ! </w:t>
      </w:r>
      <w:r w:rsidR="002A4158" w:rsidRPr="00DA4E77">
        <w:t>père</w:t>
      </w:r>
      <w:r>
        <w:t xml:space="preserve">, </w:t>
      </w:r>
      <w:r w:rsidR="002A4158" w:rsidRPr="00DA4E77">
        <w:t>mon bon père</w:t>
      </w:r>
      <w:r>
        <w:t xml:space="preserve">, </w:t>
      </w:r>
      <w:r w:rsidR="002A4158" w:rsidRPr="00DA4E77">
        <w:t>pourquoi me cacher quelque chose</w:t>
      </w:r>
      <w:r>
        <w:t xml:space="preserve"> ? </w:t>
      </w:r>
      <w:r w:rsidR="002A4158" w:rsidRPr="00DA4E77">
        <w:t xml:space="preserve">Tu as voulu sauver </w:t>
      </w:r>
      <w:proofErr w:type="spellStart"/>
      <w:r w:rsidR="002A4158" w:rsidRPr="00DA4E77">
        <w:t>Hellas</w:t>
      </w:r>
      <w:proofErr w:type="spellEnd"/>
      <w:r w:rsidR="002A4158" w:rsidRPr="00DA4E77">
        <w:t xml:space="preserve"> et tu l</w:t>
      </w:r>
      <w:r>
        <w:t>’</w:t>
      </w:r>
      <w:r w:rsidR="002A4158" w:rsidRPr="00DA4E77">
        <w:t xml:space="preserve">as ramené sur ton </w:t>
      </w:r>
      <w:r w:rsidR="002A4158" w:rsidRPr="00DA4E77">
        <w:rPr>
          <w:bCs/>
          <w:i/>
          <w:iCs/>
        </w:rPr>
        <w:t>Al</w:t>
      </w:r>
      <w:r w:rsidR="002A4158" w:rsidRPr="00DA4E77">
        <w:rPr>
          <w:bCs/>
          <w:i/>
          <w:iCs/>
        </w:rPr>
        <w:t>é</w:t>
      </w:r>
      <w:r w:rsidR="002A4158" w:rsidRPr="00DA4E77">
        <w:rPr>
          <w:bCs/>
          <w:i/>
          <w:iCs/>
        </w:rPr>
        <w:t>rion</w:t>
      </w:r>
      <w:r>
        <w:rPr>
          <w:bCs/>
          <w:i/>
          <w:iCs/>
        </w:rPr>
        <w:t xml:space="preserve">, </w:t>
      </w:r>
      <w:r w:rsidR="002A4158" w:rsidRPr="00DA4E77">
        <w:t>n</w:t>
      </w:r>
      <w:r>
        <w:t>’</w:t>
      </w:r>
      <w:r w:rsidR="002A4158" w:rsidRPr="00DA4E77">
        <w:t>est-il pas vrai</w:t>
      </w:r>
      <w:r>
        <w:t xml:space="preserve"> ? </w:t>
      </w:r>
      <w:r w:rsidR="002A4158" w:rsidRPr="00DA4E77">
        <w:t>Et tu l</w:t>
      </w:r>
      <w:r>
        <w:t>’</w:t>
      </w:r>
      <w:r w:rsidR="002A4158" w:rsidRPr="00DA4E77">
        <w:t>as fait par amour pour moi</w:t>
      </w:r>
      <w:r>
        <w:t xml:space="preserve"> ! </w:t>
      </w:r>
      <w:r w:rsidR="002A4158" w:rsidRPr="00DA4E77">
        <w:t>Se</w:t>
      </w:r>
      <w:r w:rsidR="002A4158" w:rsidRPr="00DA4E77">
        <w:t>u</w:t>
      </w:r>
      <w:r w:rsidR="002A4158" w:rsidRPr="00DA4E77">
        <w:t>lement</w:t>
      </w:r>
      <w:r>
        <w:t xml:space="preserve">, </w:t>
      </w:r>
      <w:r w:rsidR="002A4158" w:rsidRPr="00DA4E77">
        <w:t>l</w:t>
      </w:r>
      <w:r>
        <w:t>’</w:t>
      </w:r>
      <w:r w:rsidR="002A4158" w:rsidRPr="00DA4E77">
        <w:t>acte accompli</w:t>
      </w:r>
      <w:r>
        <w:t xml:space="preserve">, </w:t>
      </w:r>
      <w:r w:rsidR="002A4158" w:rsidRPr="00DA4E77">
        <w:t>tu l</w:t>
      </w:r>
      <w:r>
        <w:t>’</w:t>
      </w:r>
      <w:r w:rsidR="002A4158" w:rsidRPr="00DA4E77">
        <w:t>as regretté</w:t>
      </w:r>
      <w:r>
        <w:t>.</w:t>
      </w:r>
    </w:p>
    <w:p w14:paraId="35936D35" w14:textId="77777777" w:rsidR="00276CCE" w:rsidRDefault="00276CCE" w:rsidP="002A4158">
      <w:r>
        <w:t>— </w:t>
      </w:r>
      <w:r w:rsidR="002A4158" w:rsidRPr="00DA4E77">
        <w:t>Terrible petite voyante</w:t>
      </w:r>
      <w:r>
        <w:t> !</w:t>
      </w:r>
    </w:p>
    <w:p w14:paraId="422DA793" w14:textId="77777777" w:rsidR="00276CCE" w:rsidRDefault="00276CCE" w:rsidP="002A4158">
      <w:r>
        <w:t>— </w:t>
      </w:r>
      <w:r w:rsidR="002A4158" w:rsidRPr="00DA4E77">
        <w:t>Écoute</w:t>
      </w:r>
      <w:r>
        <w:t xml:space="preserve">, </w:t>
      </w:r>
      <w:r w:rsidR="002A4158" w:rsidRPr="00DA4E77">
        <w:t>père</w:t>
      </w:r>
      <w:r>
        <w:t xml:space="preserve">, </w:t>
      </w:r>
      <w:r w:rsidR="002A4158" w:rsidRPr="00DA4E77">
        <w:t>tu l</w:t>
      </w:r>
      <w:r>
        <w:t>’</w:t>
      </w:r>
      <w:r w:rsidR="002A4158" w:rsidRPr="00DA4E77">
        <w:t>as regretté</w:t>
      </w:r>
      <w:r>
        <w:t xml:space="preserve">, </w:t>
      </w:r>
      <w:r w:rsidR="002A4158" w:rsidRPr="00DA4E77">
        <w:t>cette nuit</w:t>
      </w:r>
      <w:r>
        <w:t xml:space="preserve">, </w:t>
      </w:r>
      <w:r w:rsidR="002A4158" w:rsidRPr="00DA4E77">
        <w:t>et j</w:t>
      </w:r>
      <w:r>
        <w:t>’</w:t>
      </w:r>
      <w:r w:rsidR="002A4158" w:rsidRPr="00DA4E77">
        <w:t>ai deviné</w:t>
      </w:r>
      <w:r>
        <w:t xml:space="preserve">, </w:t>
      </w:r>
      <w:r w:rsidR="002A4158" w:rsidRPr="00DA4E77">
        <w:t>ce matin</w:t>
      </w:r>
      <w:r>
        <w:t xml:space="preserve">, </w:t>
      </w:r>
      <w:r w:rsidR="002A4158" w:rsidRPr="00DA4E77">
        <w:t>à ta tristesse</w:t>
      </w:r>
      <w:r>
        <w:t xml:space="preserve">, </w:t>
      </w:r>
      <w:r w:rsidR="002A4158" w:rsidRPr="00DA4E77">
        <w:t>qu</w:t>
      </w:r>
      <w:r>
        <w:t>’</w:t>
      </w:r>
      <w:r w:rsidR="002A4158" w:rsidRPr="00DA4E77">
        <w:t>une inquiétude avait dû t</w:t>
      </w:r>
      <w:r>
        <w:t>’</w:t>
      </w:r>
      <w:r w:rsidR="002A4158" w:rsidRPr="00DA4E77">
        <w:t>alarmer</w:t>
      </w:r>
      <w:r>
        <w:t>.</w:t>
      </w:r>
    </w:p>
    <w:p w14:paraId="6517918B" w14:textId="77777777" w:rsidR="00276CCE" w:rsidRDefault="00276CCE" w:rsidP="002A4158">
      <w:r>
        <w:t>— </w:t>
      </w:r>
      <w:r w:rsidR="002A4158" w:rsidRPr="00DA4E77">
        <w:t>Cher cœur</w:t>
      </w:r>
      <w:r>
        <w:t xml:space="preserve"> ! </w:t>
      </w:r>
      <w:r w:rsidR="002A4158" w:rsidRPr="00DA4E77">
        <w:t>pardonne-moi de t</w:t>
      </w:r>
      <w:r>
        <w:t>’</w:t>
      </w:r>
      <w:r w:rsidR="002A4158" w:rsidRPr="00DA4E77">
        <w:t>avoir caché quelque ch</w:t>
      </w:r>
      <w:r w:rsidR="002A4158" w:rsidRPr="00DA4E77">
        <w:t>o</w:t>
      </w:r>
      <w:r w:rsidR="002A4158" w:rsidRPr="00DA4E77">
        <w:t>se</w:t>
      </w:r>
      <w:r>
        <w:t> !</w:t>
      </w:r>
    </w:p>
    <w:p w14:paraId="6AFCC0CF" w14:textId="77777777" w:rsidR="00276CCE" w:rsidRDefault="00276CCE" w:rsidP="002A4158">
      <w:r>
        <w:t>— </w:t>
      </w:r>
      <w:r w:rsidR="002A4158" w:rsidRPr="00DA4E77">
        <w:t>Il t</w:t>
      </w:r>
      <w:r>
        <w:t>’</w:t>
      </w:r>
      <w:r w:rsidR="002A4158" w:rsidRPr="00DA4E77">
        <w:t>a semblé</w:t>
      </w:r>
      <w:r>
        <w:t xml:space="preserve">, </w:t>
      </w:r>
      <w:r w:rsidR="002A4158" w:rsidRPr="00DA4E77">
        <w:t>n</w:t>
      </w:r>
      <w:r>
        <w:t>’</w:t>
      </w:r>
      <w:r w:rsidR="002A4158" w:rsidRPr="00DA4E77">
        <w:t>est-ce pas</w:t>
      </w:r>
      <w:r>
        <w:t xml:space="preserve">, </w:t>
      </w:r>
      <w:r w:rsidR="002A4158" w:rsidRPr="00DA4E77">
        <w:t>ce matin</w:t>
      </w:r>
      <w:r>
        <w:t xml:space="preserve">, </w:t>
      </w:r>
      <w:r w:rsidR="002A4158" w:rsidRPr="00DA4E77">
        <w:t>qu</w:t>
      </w:r>
      <w:r>
        <w:t>’</w:t>
      </w:r>
      <w:proofErr w:type="spellStart"/>
      <w:r w:rsidR="002A4158" w:rsidRPr="00DA4E77">
        <w:t>Hellas</w:t>
      </w:r>
      <w:proofErr w:type="spellEnd"/>
      <w:r w:rsidR="002A4158" w:rsidRPr="00DA4E77">
        <w:t xml:space="preserve"> ne méritait pas ton dévouement</w:t>
      </w:r>
      <w:r>
        <w:t xml:space="preserve">, </w:t>
      </w:r>
      <w:r w:rsidR="002A4158" w:rsidRPr="00DA4E77">
        <w:t>notre dévouement à tous deux</w:t>
      </w:r>
      <w:r>
        <w:t> ?</w:t>
      </w:r>
    </w:p>
    <w:p w14:paraId="59A6B938" w14:textId="77777777" w:rsidR="00276CCE" w:rsidRDefault="00276CCE" w:rsidP="002A4158">
      <w:r>
        <w:lastRenderedPageBreak/>
        <w:t>— </w:t>
      </w:r>
      <w:r w:rsidR="002A4158" w:rsidRPr="00DA4E77">
        <w:t>Oui</w:t>
      </w:r>
      <w:r>
        <w:t xml:space="preserve">, </w:t>
      </w:r>
      <w:r w:rsidR="002A4158" w:rsidRPr="00DA4E77">
        <w:t>je l</w:t>
      </w:r>
      <w:r>
        <w:t>’</w:t>
      </w:r>
      <w:r w:rsidR="002A4158" w:rsidRPr="00DA4E77">
        <w:t>ai cru</w:t>
      </w:r>
      <w:r>
        <w:t xml:space="preserve">. </w:t>
      </w:r>
      <w:r w:rsidR="002A4158" w:rsidRPr="00DA4E77">
        <w:t>Mais maintenant j</w:t>
      </w:r>
      <w:r>
        <w:t>’</w:t>
      </w:r>
      <w:r w:rsidR="002A4158" w:rsidRPr="00DA4E77">
        <w:t>ai repris toute ma confiance</w:t>
      </w:r>
      <w:r>
        <w:t xml:space="preserve">. </w:t>
      </w:r>
      <w:r w:rsidR="002A4158" w:rsidRPr="00DA4E77">
        <w:t>Nous pouvons l</w:t>
      </w:r>
      <w:r>
        <w:t>’</w:t>
      </w:r>
      <w:r w:rsidR="002A4158" w:rsidRPr="00DA4E77">
        <w:t>aimer</w:t>
      </w:r>
      <w:r>
        <w:t> !</w:t>
      </w:r>
    </w:p>
    <w:p w14:paraId="1E023B24" w14:textId="77777777" w:rsidR="00276CCE" w:rsidRDefault="00276CCE" w:rsidP="002A4158">
      <w:r>
        <w:t>— </w:t>
      </w:r>
      <w:r w:rsidR="002A4158" w:rsidRPr="00DA4E77">
        <w:t>Je n</w:t>
      </w:r>
      <w:r>
        <w:t>’</w:t>
      </w:r>
      <w:r w:rsidR="002A4158" w:rsidRPr="00DA4E77">
        <w:t>en ai jamais douté</w:t>
      </w:r>
      <w:r>
        <w:t xml:space="preserve">, </w:t>
      </w:r>
      <w:r w:rsidR="002A4158" w:rsidRPr="00DA4E77">
        <w:t>mon père</w:t>
      </w:r>
      <w:r>
        <w:t xml:space="preserve"> ! </w:t>
      </w:r>
      <w:r w:rsidR="002A4158" w:rsidRPr="00DA4E77">
        <w:t>Et je n</w:t>
      </w:r>
      <w:r>
        <w:t>’</w:t>
      </w:r>
      <w:r w:rsidR="002A4158" w:rsidRPr="00DA4E77">
        <w:t>ai</w:t>
      </w:r>
      <w:r>
        <w:t xml:space="preserve">, </w:t>
      </w:r>
      <w:r w:rsidR="002A4158" w:rsidRPr="00DA4E77">
        <w:t>pour ma part</w:t>
      </w:r>
      <w:r>
        <w:t xml:space="preserve">, </w:t>
      </w:r>
      <w:r w:rsidR="002A4158" w:rsidRPr="00DA4E77">
        <w:t>jamais cessé d</w:t>
      </w:r>
      <w:r>
        <w:t>’</w:t>
      </w:r>
      <w:r w:rsidR="002A4158" w:rsidRPr="00DA4E77">
        <w:t>avoir pour lui une ardente tendresse</w:t>
      </w:r>
      <w:r>
        <w:t xml:space="preserve">. </w:t>
      </w:r>
      <w:r w:rsidR="002A4158" w:rsidRPr="00DA4E77">
        <w:t>Mais</w:t>
      </w:r>
      <w:r>
        <w:t xml:space="preserve">, </w:t>
      </w:r>
      <w:r w:rsidR="002A4158" w:rsidRPr="00DA4E77">
        <w:t>lui</w:t>
      </w:r>
      <w:r>
        <w:t xml:space="preserve">, </w:t>
      </w:r>
      <w:r w:rsidR="002A4158" w:rsidRPr="00DA4E77">
        <w:t>est-il capable d</w:t>
      </w:r>
      <w:r>
        <w:t>’</w:t>
      </w:r>
      <w:r w:rsidR="002A4158" w:rsidRPr="00DA4E77">
        <w:t>être ému par l</w:t>
      </w:r>
      <w:r>
        <w:t>’</w:t>
      </w:r>
      <w:r w:rsidR="002A4158" w:rsidRPr="00DA4E77">
        <w:t>amour d</w:t>
      </w:r>
      <w:r>
        <w:t>’</w:t>
      </w:r>
      <w:r w:rsidR="002A4158" w:rsidRPr="00DA4E77">
        <w:t>une femme</w:t>
      </w:r>
      <w:r>
        <w:t xml:space="preserve"> ? </w:t>
      </w:r>
      <w:r w:rsidR="002A4158" w:rsidRPr="00DA4E77">
        <w:t>Jusqu</w:t>
      </w:r>
      <w:r>
        <w:t>’</w:t>
      </w:r>
      <w:r w:rsidR="002A4158" w:rsidRPr="00DA4E77">
        <w:t>à ce jour</w:t>
      </w:r>
      <w:r>
        <w:t xml:space="preserve">, </w:t>
      </w:r>
      <w:r w:rsidR="002A4158" w:rsidRPr="00DA4E77">
        <w:t>j</w:t>
      </w:r>
      <w:r>
        <w:t>’</w:t>
      </w:r>
      <w:r w:rsidR="002A4158" w:rsidRPr="00DA4E77">
        <w:t>avais encore</w:t>
      </w:r>
      <w:r>
        <w:t xml:space="preserve">, </w:t>
      </w:r>
      <w:r w:rsidR="002A4158" w:rsidRPr="00DA4E77">
        <w:t>je te l</w:t>
      </w:r>
      <w:r>
        <w:t>’</w:t>
      </w:r>
      <w:r w:rsidR="002A4158" w:rsidRPr="00DA4E77">
        <w:t>avoue</w:t>
      </w:r>
      <w:r>
        <w:t xml:space="preserve">, </w:t>
      </w:r>
      <w:r w:rsidR="002A4158" w:rsidRPr="00DA4E77">
        <w:t>des faiblesses féminines bien excusables</w:t>
      </w:r>
      <w:r>
        <w:t xml:space="preserve">. </w:t>
      </w:r>
      <w:r w:rsidR="002A4158" w:rsidRPr="00DA4E77">
        <w:t>Je souffrais</w:t>
      </w:r>
      <w:r>
        <w:t xml:space="preserve">, </w:t>
      </w:r>
      <w:r w:rsidR="002A4158" w:rsidRPr="00DA4E77">
        <w:t>en silence</w:t>
      </w:r>
      <w:r>
        <w:t xml:space="preserve">, </w:t>
      </w:r>
      <w:r w:rsidR="002A4158" w:rsidRPr="00DA4E77">
        <w:t>d</w:t>
      </w:r>
      <w:r>
        <w:t>’</w:t>
      </w:r>
      <w:r w:rsidR="002A4158" w:rsidRPr="00DA4E77">
        <w:t>avoir donné toute mon âme à cette âme vertigineuse</w:t>
      </w:r>
      <w:r>
        <w:t xml:space="preserve">, </w:t>
      </w:r>
      <w:r w:rsidR="002A4158" w:rsidRPr="00DA4E77">
        <w:t>envolée sans cesse à toutes ailes vers un nouvel horizon</w:t>
      </w:r>
      <w:r>
        <w:t xml:space="preserve">. </w:t>
      </w:r>
      <w:r w:rsidR="002A4158" w:rsidRPr="00DA4E77">
        <w:t>Or</w:t>
      </w:r>
      <w:r>
        <w:t xml:space="preserve">, </w:t>
      </w:r>
      <w:r w:rsidR="002A4158" w:rsidRPr="00DA4E77">
        <w:t>aujourd</w:t>
      </w:r>
      <w:r>
        <w:t>’</w:t>
      </w:r>
      <w:r w:rsidR="002A4158" w:rsidRPr="00DA4E77">
        <w:t>hui</w:t>
      </w:r>
      <w:r>
        <w:t xml:space="preserve">, </w:t>
      </w:r>
      <w:r w:rsidR="002A4158" w:rsidRPr="00DA4E77">
        <w:t>la sagesse me r</w:t>
      </w:r>
      <w:r w:rsidR="002A4158" w:rsidRPr="00DA4E77">
        <w:t>e</w:t>
      </w:r>
      <w:r w:rsidR="002A4158" w:rsidRPr="00DA4E77">
        <w:t>vient</w:t>
      </w:r>
      <w:r>
        <w:t xml:space="preserve">. </w:t>
      </w:r>
      <w:r w:rsidR="002A4158" w:rsidRPr="00DA4E77">
        <w:t>Cette naïve enfant que les dieux ont amenée m</w:t>
      </w:r>
      <w:r>
        <w:t>’</w:t>
      </w:r>
      <w:r w:rsidR="002A4158" w:rsidRPr="00DA4E77">
        <w:t>en a plus appris en quelques minutes que toute ta science dans toute ma vie</w:t>
      </w:r>
      <w:r>
        <w:t xml:space="preserve">. </w:t>
      </w:r>
      <w:proofErr w:type="spellStart"/>
      <w:r w:rsidR="002A4158" w:rsidRPr="00DA4E77">
        <w:t>Glania</w:t>
      </w:r>
      <w:proofErr w:type="spellEnd"/>
      <w:r>
        <w:t xml:space="preserve">, </w:t>
      </w:r>
      <w:r w:rsidR="002A4158" w:rsidRPr="00DA4E77">
        <w:t>vraiment</w:t>
      </w:r>
      <w:r>
        <w:t xml:space="preserve">, </w:t>
      </w:r>
      <w:r w:rsidR="002A4158" w:rsidRPr="00DA4E77">
        <w:t>voilà de nous tous la plus inspirée</w:t>
      </w:r>
      <w:r>
        <w:t xml:space="preserve">. </w:t>
      </w:r>
      <w:r w:rsidR="002A4158" w:rsidRPr="00DA4E77">
        <w:t>Chère petite qui s</w:t>
      </w:r>
      <w:r>
        <w:t>’</w:t>
      </w:r>
      <w:r w:rsidR="002A4158" w:rsidRPr="00DA4E77">
        <w:t>est tout entière donnée sans soupçonner même qu</w:t>
      </w:r>
      <w:r>
        <w:t>’</w:t>
      </w:r>
      <w:r w:rsidR="002A4158" w:rsidRPr="00DA4E77">
        <w:t>on pût rien lui rendre en échange</w:t>
      </w:r>
      <w:r>
        <w:t xml:space="preserve"> ! </w:t>
      </w:r>
      <w:r w:rsidR="002A4158" w:rsidRPr="00DA4E77">
        <w:t>Comme elle a compris le secret du bonheur</w:t>
      </w:r>
      <w:r>
        <w:t> !</w:t>
      </w:r>
    </w:p>
    <w:p w14:paraId="5C0F932F" w14:textId="77777777" w:rsidR="00276CCE" w:rsidRDefault="00276CCE" w:rsidP="002A4158">
      <w:r>
        <w:t>— </w:t>
      </w:r>
      <w:r w:rsidR="002A4158" w:rsidRPr="00DA4E77">
        <w:t>Méfie-toi</w:t>
      </w:r>
      <w:r>
        <w:t xml:space="preserve">, </w:t>
      </w:r>
      <w:r w:rsidR="002A4158" w:rsidRPr="00DA4E77">
        <w:t xml:space="preserve">mon </w:t>
      </w:r>
      <w:proofErr w:type="spellStart"/>
      <w:r w:rsidR="002A4158" w:rsidRPr="00DA4E77">
        <w:t>Oréa</w:t>
      </w:r>
      <w:proofErr w:type="spellEnd"/>
      <w:r>
        <w:t xml:space="preserve">, </w:t>
      </w:r>
      <w:r w:rsidR="002A4158" w:rsidRPr="00DA4E77">
        <w:t>méfie-toi de l</w:t>
      </w:r>
      <w:r>
        <w:t>’</w:t>
      </w:r>
      <w:r w:rsidR="002A4158" w:rsidRPr="00DA4E77">
        <w:t>ivresse du sublime</w:t>
      </w:r>
      <w:r>
        <w:t xml:space="preserve">. </w:t>
      </w:r>
      <w:r w:rsidR="002A4158" w:rsidRPr="00DA4E77">
        <w:t>On en tombe</w:t>
      </w:r>
      <w:r>
        <w:t xml:space="preserve">, </w:t>
      </w:r>
      <w:r w:rsidR="002A4158" w:rsidRPr="00DA4E77">
        <w:t>parfois</w:t>
      </w:r>
      <w:r>
        <w:t xml:space="preserve">, </w:t>
      </w:r>
      <w:r w:rsidR="002A4158" w:rsidRPr="00DA4E77">
        <w:t>à jamais meurtri</w:t>
      </w:r>
      <w:r>
        <w:t>.</w:t>
      </w:r>
    </w:p>
    <w:p w14:paraId="5EA92C23" w14:textId="77777777" w:rsidR="00276CCE" w:rsidRDefault="00276CCE" w:rsidP="002A4158">
      <w:r>
        <w:t>— </w:t>
      </w:r>
      <w:r w:rsidR="002A4158" w:rsidRPr="00DA4E77">
        <w:t>Qu</w:t>
      </w:r>
      <w:r>
        <w:t>’</w:t>
      </w:r>
      <w:r w:rsidR="002A4158" w:rsidRPr="00DA4E77">
        <w:t>importe</w:t>
      </w:r>
      <w:r>
        <w:t xml:space="preserve">, </w:t>
      </w:r>
      <w:r w:rsidR="002A4158" w:rsidRPr="00DA4E77">
        <w:t>à ces hauteurs</w:t>
      </w:r>
      <w:r>
        <w:t xml:space="preserve">, </w:t>
      </w:r>
      <w:r w:rsidR="002A4158" w:rsidRPr="00DA4E77">
        <w:t>de souffrir</w:t>
      </w:r>
      <w:r>
        <w:t xml:space="preserve"> ! </w:t>
      </w:r>
      <w:r w:rsidR="002A4158" w:rsidRPr="00DA4E77">
        <w:t>Mais ne parlons plus d</w:t>
      </w:r>
      <w:r>
        <w:t>’</w:t>
      </w:r>
      <w:r w:rsidR="002A4158" w:rsidRPr="00DA4E77">
        <w:t>amour et de douleur</w:t>
      </w:r>
      <w:r>
        <w:t xml:space="preserve">. </w:t>
      </w:r>
      <w:r w:rsidR="002A4158" w:rsidRPr="00DA4E77">
        <w:t>Le soleil est radieux</w:t>
      </w:r>
      <w:r>
        <w:t xml:space="preserve">, </w:t>
      </w:r>
      <w:r w:rsidR="002A4158" w:rsidRPr="00DA4E77">
        <w:t>l</w:t>
      </w:r>
      <w:r>
        <w:t>’</w:t>
      </w:r>
      <w:r w:rsidR="002A4158" w:rsidRPr="00DA4E77">
        <w:t>île tout e</w:t>
      </w:r>
      <w:r w:rsidR="002A4158" w:rsidRPr="00DA4E77">
        <w:t>m</w:t>
      </w:r>
      <w:r w:rsidR="002A4158" w:rsidRPr="00DA4E77">
        <w:t>baumée de ses roses</w:t>
      </w:r>
      <w:r>
        <w:t xml:space="preserve">, </w:t>
      </w:r>
      <w:r w:rsidR="002A4158" w:rsidRPr="00DA4E77">
        <w:t>la mer resplendissante du ciel reflété</w:t>
      </w:r>
      <w:r>
        <w:t xml:space="preserve"> ; </w:t>
      </w:r>
      <w:r w:rsidR="002A4158" w:rsidRPr="00DA4E77">
        <w:t>là-bas</w:t>
      </w:r>
      <w:r>
        <w:t xml:space="preserve">, </w:t>
      </w:r>
      <w:r w:rsidR="002A4158" w:rsidRPr="00DA4E77">
        <w:t>Atlantis en fête se donnera corps et âme</w:t>
      </w:r>
      <w:r>
        <w:t xml:space="preserve">, </w:t>
      </w:r>
      <w:r w:rsidR="002A4158" w:rsidRPr="00DA4E77">
        <w:t>ce soir</w:t>
      </w:r>
      <w:r>
        <w:t xml:space="preserve">, </w:t>
      </w:r>
      <w:r w:rsidR="002A4158" w:rsidRPr="00DA4E77">
        <w:t>à notre h</w:t>
      </w:r>
      <w:r w:rsidR="002A4158" w:rsidRPr="00DA4E77">
        <w:t>é</w:t>
      </w:r>
      <w:r w:rsidR="002A4158" w:rsidRPr="00DA4E77">
        <w:t>ros revenu</w:t>
      </w:r>
      <w:r>
        <w:t xml:space="preserve"> ; </w:t>
      </w:r>
      <w:r w:rsidR="002A4158" w:rsidRPr="00DA4E77">
        <w:t>viens</w:t>
      </w:r>
      <w:r>
        <w:t xml:space="preserve">, </w:t>
      </w:r>
      <w:r w:rsidR="002A4158" w:rsidRPr="00DA4E77">
        <w:t>père</w:t>
      </w:r>
      <w:r>
        <w:t xml:space="preserve">, </w:t>
      </w:r>
      <w:r w:rsidR="002A4158" w:rsidRPr="00DA4E77">
        <w:t>chassons l</w:t>
      </w:r>
      <w:r>
        <w:t>’</w:t>
      </w:r>
      <w:r w:rsidR="002A4158" w:rsidRPr="00DA4E77">
        <w:t>un et l</w:t>
      </w:r>
      <w:r>
        <w:t>’</w:t>
      </w:r>
      <w:r w:rsidR="002A4158" w:rsidRPr="00DA4E77">
        <w:t>autre nos soucis de naguère</w:t>
      </w:r>
      <w:r>
        <w:t xml:space="preserve">, </w:t>
      </w:r>
      <w:r w:rsidR="002A4158" w:rsidRPr="00DA4E77">
        <w:t>pour nous épanouir dans la joie d</w:t>
      </w:r>
      <w:r>
        <w:t>’</w:t>
      </w:r>
      <w:r w:rsidR="002A4158" w:rsidRPr="00DA4E77">
        <w:t>aujourd</w:t>
      </w:r>
      <w:r>
        <w:t>’</w:t>
      </w:r>
      <w:r w:rsidR="002A4158" w:rsidRPr="00DA4E77">
        <w:t>hui</w:t>
      </w:r>
      <w:r>
        <w:t> !</w:t>
      </w:r>
    </w:p>
    <w:p w14:paraId="2F8B3B1E" w14:textId="77777777" w:rsidR="00276CCE" w:rsidRDefault="00276CCE" w:rsidP="002A4158">
      <w:r>
        <w:t>— </w:t>
      </w:r>
      <w:r w:rsidR="002A4158" w:rsidRPr="00DA4E77">
        <w:t>Tout irait bien</w:t>
      </w:r>
      <w:r>
        <w:t xml:space="preserve">, </w:t>
      </w:r>
      <w:r w:rsidR="002A4158" w:rsidRPr="00DA4E77">
        <w:t>ma fille</w:t>
      </w:r>
      <w:r>
        <w:t xml:space="preserve">, </w:t>
      </w:r>
      <w:r w:rsidR="002A4158" w:rsidRPr="00DA4E77">
        <w:t>si j</w:t>
      </w:r>
      <w:r>
        <w:t>’</w:t>
      </w:r>
      <w:r w:rsidR="002A4158" w:rsidRPr="00DA4E77">
        <w:t>étais sûr de trois choses</w:t>
      </w:r>
      <w:r>
        <w:t xml:space="preserve"> : </w:t>
      </w:r>
      <w:r w:rsidR="002A4158" w:rsidRPr="00DA4E77">
        <w:t>de ton bonheur</w:t>
      </w:r>
      <w:r>
        <w:t xml:space="preserve">, </w:t>
      </w:r>
      <w:r w:rsidR="002A4158" w:rsidRPr="00DA4E77">
        <w:t>de la patience d</w:t>
      </w:r>
      <w:r>
        <w:t>’</w:t>
      </w:r>
      <w:proofErr w:type="spellStart"/>
      <w:r w:rsidR="002A4158" w:rsidRPr="00DA4E77">
        <w:t>Hellas</w:t>
      </w:r>
      <w:proofErr w:type="spellEnd"/>
      <w:r w:rsidR="002A4158" w:rsidRPr="00DA4E77">
        <w:t xml:space="preserve"> et de la sécurité d</w:t>
      </w:r>
      <w:r>
        <w:t>’</w:t>
      </w:r>
      <w:r w:rsidR="002A4158" w:rsidRPr="00DA4E77">
        <w:t>Atlantis</w:t>
      </w:r>
      <w:r>
        <w:t xml:space="preserve">. </w:t>
      </w:r>
      <w:r w:rsidR="002A4158" w:rsidRPr="00DA4E77">
        <w:t>Mais demain</w:t>
      </w:r>
      <w:r>
        <w:t xml:space="preserve">, </w:t>
      </w:r>
      <w:r w:rsidR="002A4158" w:rsidRPr="00DA4E77">
        <w:t>je le crains</w:t>
      </w:r>
      <w:r>
        <w:t xml:space="preserve">, </w:t>
      </w:r>
      <w:r w:rsidR="002A4158" w:rsidRPr="00DA4E77">
        <w:t>tu recommenceras à souffrir en s</w:t>
      </w:r>
      <w:r w:rsidR="002A4158" w:rsidRPr="00DA4E77">
        <w:t>i</w:t>
      </w:r>
      <w:r w:rsidR="002A4158" w:rsidRPr="00DA4E77">
        <w:t>lence</w:t>
      </w:r>
      <w:r>
        <w:t xml:space="preserve"> ; </w:t>
      </w:r>
      <w:r w:rsidR="002A4158" w:rsidRPr="00DA4E77">
        <w:t xml:space="preserve">demain </w:t>
      </w:r>
      <w:proofErr w:type="spellStart"/>
      <w:r w:rsidR="002A4158" w:rsidRPr="00DA4E77">
        <w:t>Hellas</w:t>
      </w:r>
      <w:proofErr w:type="spellEnd"/>
      <w:r w:rsidR="002A4158" w:rsidRPr="00DA4E77">
        <w:t xml:space="preserve"> repartira pour quelque lointaine Co</w:t>
      </w:r>
      <w:r w:rsidR="002A4158" w:rsidRPr="00DA4E77">
        <w:t>l</w:t>
      </w:r>
      <w:r w:rsidR="002A4158" w:rsidRPr="00DA4E77">
        <w:t>chide</w:t>
      </w:r>
      <w:r>
        <w:t xml:space="preserve"> ; </w:t>
      </w:r>
      <w:r w:rsidR="002A4158" w:rsidRPr="00DA4E77">
        <w:t>demain</w:t>
      </w:r>
      <w:r>
        <w:t xml:space="preserve">, </w:t>
      </w:r>
      <w:r w:rsidR="002A4158" w:rsidRPr="00DA4E77">
        <w:t>dans Atlantis</w:t>
      </w:r>
      <w:r>
        <w:t xml:space="preserve">, </w:t>
      </w:r>
      <w:r w:rsidR="002A4158" w:rsidRPr="00DA4E77">
        <w:t>les passions soulevées de nouveau laisseront encore planer sur l</w:t>
      </w:r>
      <w:r>
        <w:t>’</w:t>
      </w:r>
      <w:r w:rsidR="002A4158" w:rsidRPr="00DA4E77">
        <w:t xml:space="preserve">Empire la menace </w:t>
      </w:r>
      <w:r w:rsidR="002A4158" w:rsidRPr="00DA4E77">
        <w:lastRenderedPageBreak/>
        <w:t>des chutes pr</w:t>
      </w:r>
      <w:r w:rsidR="002A4158" w:rsidRPr="00DA4E77">
        <w:t>o</w:t>
      </w:r>
      <w:r w:rsidR="002A4158" w:rsidRPr="00DA4E77">
        <w:t>cha</w:t>
      </w:r>
      <w:r w:rsidR="002A4158" w:rsidRPr="00DA4E77">
        <w:t>i</w:t>
      </w:r>
      <w:r w:rsidR="002A4158" w:rsidRPr="00DA4E77">
        <w:t>nes</w:t>
      </w:r>
      <w:r>
        <w:t xml:space="preserve">. </w:t>
      </w:r>
      <w:r w:rsidR="002A4158" w:rsidRPr="00DA4E77">
        <w:t>Et dire qu</w:t>
      </w:r>
      <w:r>
        <w:t>’</w:t>
      </w:r>
      <w:r w:rsidR="002A4158" w:rsidRPr="00DA4E77">
        <w:t>une seule chose suffirait peut-être à prévenir ces trois dangers</w:t>
      </w:r>
      <w:r>
        <w:t> !</w:t>
      </w:r>
    </w:p>
    <w:p w14:paraId="254447E8" w14:textId="77777777" w:rsidR="00276CCE" w:rsidRDefault="00276CCE" w:rsidP="002A4158">
      <w:r>
        <w:t>— </w:t>
      </w:r>
      <w:r w:rsidR="002A4158" w:rsidRPr="00DA4E77">
        <w:t>Laquelle</w:t>
      </w:r>
      <w:r>
        <w:t xml:space="preserve">, </w:t>
      </w:r>
      <w:r w:rsidR="002A4158" w:rsidRPr="00DA4E77">
        <w:t>mon père</w:t>
      </w:r>
      <w:r>
        <w:t> ?</w:t>
      </w:r>
    </w:p>
    <w:p w14:paraId="2D6343C4" w14:textId="77777777" w:rsidR="00276CCE" w:rsidRDefault="00276CCE" w:rsidP="002A4158">
      <w:r>
        <w:t>— </w:t>
      </w:r>
      <w:r w:rsidR="002A4158" w:rsidRPr="00DA4E77">
        <w:t>Bien simplement</w:t>
      </w:r>
      <w:r>
        <w:t xml:space="preserve"> : </w:t>
      </w:r>
      <w:r w:rsidR="002A4158" w:rsidRPr="00DA4E77">
        <w:t>que tu saches te faire aimer d</w:t>
      </w:r>
      <w:r>
        <w:t>’</w:t>
      </w:r>
      <w:proofErr w:type="spellStart"/>
      <w:r w:rsidR="002A4158" w:rsidRPr="00DA4E77">
        <w:t>Hellas</w:t>
      </w:r>
      <w:proofErr w:type="spellEnd"/>
      <w:r>
        <w:t xml:space="preserve">, </w:t>
      </w:r>
      <w:r w:rsidR="002A4158" w:rsidRPr="00DA4E77">
        <w:t>qu</w:t>
      </w:r>
      <w:r>
        <w:t>’</w:t>
      </w:r>
      <w:r w:rsidR="002A4158" w:rsidRPr="00DA4E77">
        <w:t>il t</w:t>
      </w:r>
      <w:r>
        <w:t>’</w:t>
      </w:r>
      <w:r w:rsidR="002A4158" w:rsidRPr="00DA4E77">
        <w:t>épouse</w:t>
      </w:r>
      <w:r>
        <w:t xml:space="preserve">, </w:t>
      </w:r>
      <w:r w:rsidR="002A4158" w:rsidRPr="00DA4E77">
        <w:t>qu</w:t>
      </w:r>
      <w:r>
        <w:t>’</w:t>
      </w:r>
      <w:r w:rsidR="002A4158" w:rsidRPr="00DA4E77">
        <w:t>il fixe ici même sa nature errante</w:t>
      </w:r>
      <w:r>
        <w:t xml:space="preserve">, </w:t>
      </w:r>
      <w:r w:rsidR="002A4158" w:rsidRPr="00DA4E77">
        <w:t>et que</w:t>
      </w:r>
      <w:r>
        <w:t xml:space="preserve">, </w:t>
      </w:r>
      <w:r w:rsidR="002A4158" w:rsidRPr="00DA4E77">
        <w:t>sous l</w:t>
      </w:r>
      <w:r>
        <w:t>’</w:t>
      </w:r>
      <w:r w:rsidR="002A4158" w:rsidRPr="00DA4E77">
        <w:t>influence apaisante de ton amour</w:t>
      </w:r>
      <w:r>
        <w:t xml:space="preserve">, </w:t>
      </w:r>
      <w:r w:rsidR="002A4158" w:rsidRPr="00DA4E77">
        <w:t>il sache s</w:t>
      </w:r>
      <w:r>
        <w:t>’</w:t>
      </w:r>
      <w:r w:rsidR="002A4158" w:rsidRPr="00DA4E77">
        <w:t>élever</w:t>
      </w:r>
      <w:r>
        <w:t xml:space="preserve">, </w:t>
      </w:r>
      <w:r w:rsidR="002A4158" w:rsidRPr="00DA4E77">
        <w:t>sans dang</w:t>
      </w:r>
      <w:r w:rsidR="002A4158" w:rsidRPr="00DA4E77">
        <w:t>e</w:t>
      </w:r>
      <w:r w:rsidR="002A4158" w:rsidRPr="00DA4E77">
        <w:t>reux bondissements</w:t>
      </w:r>
      <w:r>
        <w:t xml:space="preserve">, </w:t>
      </w:r>
      <w:r w:rsidR="002A4158" w:rsidRPr="00DA4E77">
        <w:t>vers la sérénité des créateurs</w:t>
      </w:r>
      <w:r>
        <w:t xml:space="preserve">. </w:t>
      </w:r>
      <w:r w:rsidR="002A4158" w:rsidRPr="00DA4E77">
        <w:t>Attendre qu</w:t>
      </w:r>
      <w:r>
        <w:t>’</w:t>
      </w:r>
      <w:proofErr w:type="spellStart"/>
      <w:r w:rsidR="002A4158" w:rsidRPr="00DA4E77">
        <w:t>Hellas</w:t>
      </w:r>
      <w:proofErr w:type="spellEnd"/>
      <w:r w:rsidR="002A4158" w:rsidRPr="00DA4E77">
        <w:t xml:space="preserve"> vienne vers toi</w:t>
      </w:r>
      <w:r>
        <w:t xml:space="preserve">, </w:t>
      </w:r>
      <w:r w:rsidR="002A4158" w:rsidRPr="00DA4E77">
        <w:t>c</w:t>
      </w:r>
      <w:r>
        <w:t>’</w:t>
      </w:r>
      <w:r w:rsidR="002A4158" w:rsidRPr="00DA4E77">
        <w:t>est demander l</w:t>
      </w:r>
      <w:r>
        <w:t>’</w:t>
      </w:r>
      <w:r w:rsidR="002A4158" w:rsidRPr="00DA4E77">
        <w:t>impossible</w:t>
      </w:r>
      <w:r>
        <w:t xml:space="preserve"> ! </w:t>
      </w:r>
      <w:r w:rsidR="002A4158" w:rsidRPr="00DA4E77">
        <w:t>À toi d</w:t>
      </w:r>
      <w:r>
        <w:t>’</w:t>
      </w:r>
      <w:r w:rsidR="002A4158" w:rsidRPr="00DA4E77">
        <w:t>aller vers lui</w:t>
      </w:r>
      <w:r>
        <w:t xml:space="preserve">. </w:t>
      </w:r>
      <w:r w:rsidR="002A4158" w:rsidRPr="00DA4E77">
        <w:t>Il y a des sacrifices nécessaires</w:t>
      </w:r>
      <w:r>
        <w:t>.</w:t>
      </w:r>
    </w:p>
    <w:p w14:paraId="26AF02C1" w14:textId="77777777" w:rsidR="00276CCE" w:rsidRDefault="00276CCE" w:rsidP="002A4158">
      <w:r>
        <w:t>— </w:t>
      </w:r>
      <w:r w:rsidR="002A4158" w:rsidRPr="00DA4E77">
        <w:t>Quel sacrifice</w:t>
      </w:r>
      <w:r>
        <w:t xml:space="preserve">, </w:t>
      </w:r>
      <w:r w:rsidR="002A4158" w:rsidRPr="00DA4E77">
        <w:t>puisque je l</w:t>
      </w:r>
      <w:r>
        <w:t>’</w:t>
      </w:r>
      <w:r w:rsidR="002A4158" w:rsidRPr="00DA4E77">
        <w:t>aime</w:t>
      </w:r>
      <w:r>
        <w:t xml:space="preserve"> ? </w:t>
      </w:r>
      <w:r w:rsidR="002A4158" w:rsidRPr="00DA4E77">
        <w:t>Mais lui</w:t>
      </w:r>
      <w:r>
        <w:t xml:space="preserve">, </w:t>
      </w:r>
      <w:r w:rsidR="002A4158" w:rsidRPr="00DA4E77">
        <w:t>m</w:t>
      </w:r>
      <w:r>
        <w:t>’</w:t>
      </w:r>
      <w:r w:rsidR="002A4158" w:rsidRPr="00DA4E77">
        <w:t>aimera-t-il assez pour me comprendre</w:t>
      </w:r>
      <w:r>
        <w:t> ?</w:t>
      </w:r>
    </w:p>
    <w:p w14:paraId="3DF48B85" w14:textId="77777777" w:rsidR="00276CCE" w:rsidRDefault="00276CCE" w:rsidP="002A4158">
      <w:r>
        <w:t>— </w:t>
      </w:r>
      <w:r w:rsidR="002A4158" w:rsidRPr="00DA4E77">
        <w:t>Oui</w:t>
      </w:r>
      <w:r>
        <w:t xml:space="preserve">, </w:t>
      </w:r>
      <w:r w:rsidR="002A4158" w:rsidRPr="00DA4E77">
        <w:t>il t</w:t>
      </w:r>
      <w:r>
        <w:t>’</w:t>
      </w:r>
      <w:r w:rsidR="002A4158" w:rsidRPr="00DA4E77">
        <w:t>aimera</w:t>
      </w:r>
      <w:r>
        <w:t xml:space="preserve">, </w:t>
      </w:r>
      <w:r w:rsidR="002A4158" w:rsidRPr="00DA4E77">
        <w:t>ou du moins il se laissera aimer et subira ton charme</w:t>
      </w:r>
      <w:r>
        <w:t xml:space="preserve">. </w:t>
      </w:r>
      <w:r w:rsidR="002A4158" w:rsidRPr="00DA4E77">
        <w:t>Il faut que la fille d</w:t>
      </w:r>
      <w:r>
        <w:t>’</w:t>
      </w:r>
      <w:proofErr w:type="spellStart"/>
      <w:r w:rsidR="002A4158" w:rsidRPr="00DA4E77">
        <w:t>Oréus</w:t>
      </w:r>
      <w:proofErr w:type="spellEnd"/>
      <w:r w:rsidR="002A4158" w:rsidRPr="00DA4E77">
        <w:t xml:space="preserve"> sache garder </w:t>
      </w:r>
      <w:proofErr w:type="spellStart"/>
      <w:r w:rsidR="002A4158" w:rsidRPr="00DA4E77">
        <w:t>Hellas</w:t>
      </w:r>
      <w:proofErr w:type="spellEnd"/>
      <w:r w:rsidR="002A4158" w:rsidRPr="00DA4E77">
        <w:t xml:space="preserve"> dans Atlantis et dompter cette force seule capable</w:t>
      </w:r>
      <w:r>
        <w:t xml:space="preserve">, </w:t>
      </w:r>
      <w:r w:rsidR="002A4158" w:rsidRPr="00DA4E77">
        <w:t>à cette heure</w:t>
      </w:r>
      <w:r>
        <w:t xml:space="preserve">, </w:t>
      </w:r>
      <w:r w:rsidR="002A4158" w:rsidRPr="00DA4E77">
        <w:t>de sauver l</w:t>
      </w:r>
      <w:r>
        <w:t>’</w:t>
      </w:r>
      <w:r w:rsidR="002A4158" w:rsidRPr="00DA4E77">
        <w:t>Empire</w:t>
      </w:r>
      <w:r>
        <w:t xml:space="preserve">. </w:t>
      </w:r>
      <w:r w:rsidR="002A4158" w:rsidRPr="00DA4E77">
        <w:t>Moi</w:t>
      </w:r>
      <w:r>
        <w:t xml:space="preserve">, </w:t>
      </w:r>
      <w:r w:rsidR="002A4158" w:rsidRPr="00DA4E77">
        <w:t>je suis trop vieux</w:t>
      </w:r>
      <w:r>
        <w:t xml:space="preserve"> ; </w:t>
      </w:r>
      <w:proofErr w:type="spellStart"/>
      <w:r w:rsidR="002A4158" w:rsidRPr="00DA4E77">
        <w:t>Hermos</w:t>
      </w:r>
      <w:proofErr w:type="spellEnd"/>
      <w:r w:rsidR="002A4158" w:rsidRPr="00DA4E77">
        <w:t xml:space="preserve"> encore sans autorité</w:t>
      </w:r>
      <w:r>
        <w:t xml:space="preserve"> ; </w:t>
      </w:r>
      <w:proofErr w:type="spellStart"/>
      <w:r w:rsidR="002A4158" w:rsidRPr="00DA4E77">
        <w:t>Knephao</w:t>
      </w:r>
      <w:proofErr w:type="spellEnd"/>
      <w:r w:rsidR="002A4158" w:rsidRPr="00DA4E77">
        <w:t xml:space="preserve"> un instrument admirable</w:t>
      </w:r>
      <w:r>
        <w:t xml:space="preserve">. </w:t>
      </w:r>
      <w:r w:rsidR="002A4158" w:rsidRPr="00DA4E77">
        <w:t xml:space="preserve">Il faut </w:t>
      </w:r>
      <w:proofErr w:type="spellStart"/>
      <w:r w:rsidR="002A4158" w:rsidRPr="00DA4E77">
        <w:t>Hellas</w:t>
      </w:r>
      <w:proofErr w:type="spellEnd"/>
      <w:r>
        <w:t xml:space="preserve">. </w:t>
      </w:r>
      <w:r w:rsidR="002A4158" w:rsidRPr="00DA4E77">
        <w:t>Or</w:t>
      </w:r>
      <w:r>
        <w:t xml:space="preserve">, </w:t>
      </w:r>
      <w:r w:rsidR="002A4158" w:rsidRPr="00DA4E77">
        <w:t xml:space="preserve">cet </w:t>
      </w:r>
      <w:proofErr w:type="spellStart"/>
      <w:r w:rsidR="002A4158" w:rsidRPr="00DA4E77">
        <w:t>Hellas</w:t>
      </w:r>
      <w:proofErr w:type="spellEnd"/>
      <w:r>
        <w:t xml:space="preserve">, </w:t>
      </w:r>
      <w:r w:rsidR="002A4158" w:rsidRPr="00DA4E77">
        <w:t>sans ton influence heureuse</w:t>
      </w:r>
      <w:r>
        <w:t xml:space="preserve">, </w:t>
      </w:r>
      <w:r w:rsidR="002A4158" w:rsidRPr="00DA4E77">
        <w:t>reste un danger pire que tous les autres</w:t>
      </w:r>
      <w:r>
        <w:t xml:space="preserve">. </w:t>
      </w:r>
      <w:r w:rsidR="002A4158" w:rsidRPr="00DA4E77">
        <w:t>Ses folles et héroïques conquêtes n</w:t>
      </w:r>
      <w:r>
        <w:t>’</w:t>
      </w:r>
      <w:r w:rsidR="002A4158" w:rsidRPr="00DA4E77">
        <w:t>ont-elles pas enivré jusqu</w:t>
      </w:r>
      <w:r>
        <w:t>’</w:t>
      </w:r>
      <w:r w:rsidR="002A4158" w:rsidRPr="00DA4E77">
        <w:t>au vertige l</w:t>
      </w:r>
      <w:r>
        <w:t>’</w:t>
      </w:r>
      <w:r w:rsidR="002A4158" w:rsidRPr="00DA4E77">
        <w:t>orgueil d</w:t>
      </w:r>
      <w:r>
        <w:t>’</w:t>
      </w:r>
      <w:r w:rsidR="002A4158" w:rsidRPr="00DA4E77">
        <w:t>Atlantis</w:t>
      </w:r>
      <w:r>
        <w:t xml:space="preserve"> ? </w:t>
      </w:r>
      <w:r w:rsidR="002A4158" w:rsidRPr="00DA4E77">
        <w:t>Ses emport</w:t>
      </w:r>
      <w:r w:rsidR="002A4158" w:rsidRPr="00DA4E77">
        <w:t>e</w:t>
      </w:r>
      <w:r w:rsidR="002A4158" w:rsidRPr="00DA4E77">
        <w:t>ments n</w:t>
      </w:r>
      <w:r>
        <w:t>’</w:t>
      </w:r>
      <w:r w:rsidR="002A4158" w:rsidRPr="00DA4E77">
        <w:t>ont-ils pas suscité les passions de la foule</w:t>
      </w:r>
      <w:r>
        <w:t xml:space="preserve"> ? </w:t>
      </w:r>
      <w:r w:rsidR="002A4158" w:rsidRPr="00DA4E77">
        <w:t>Et</w:t>
      </w:r>
      <w:r>
        <w:t xml:space="preserve">, </w:t>
      </w:r>
      <w:r w:rsidR="002A4158" w:rsidRPr="00DA4E77">
        <w:t>hier e</w:t>
      </w:r>
      <w:r w:rsidR="002A4158" w:rsidRPr="00DA4E77">
        <w:t>n</w:t>
      </w:r>
      <w:r w:rsidR="002A4158" w:rsidRPr="00DA4E77">
        <w:t>core</w:t>
      </w:r>
      <w:r>
        <w:t xml:space="preserve">, </w:t>
      </w:r>
      <w:r w:rsidR="002A4158" w:rsidRPr="00DA4E77">
        <w:t>n</w:t>
      </w:r>
      <w:r>
        <w:t>’</w:t>
      </w:r>
      <w:r w:rsidR="002A4158" w:rsidRPr="00DA4E77">
        <w:t>ai-je pas eu à redouter le plus terrible des périls qu</w:t>
      </w:r>
      <w:r>
        <w:t>’</w:t>
      </w:r>
      <w:r w:rsidR="002A4158" w:rsidRPr="00DA4E77">
        <w:t>ait connus la Reine des Eaux</w:t>
      </w:r>
      <w:r>
        <w:t> ?</w:t>
      </w:r>
    </w:p>
    <w:p w14:paraId="392051A2" w14:textId="77777777" w:rsidR="00276CCE" w:rsidRDefault="00276CCE" w:rsidP="002A4158">
      <w:r>
        <w:t>— </w:t>
      </w:r>
      <w:r w:rsidR="002A4158" w:rsidRPr="00DA4E77">
        <w:t>Hier</w:t>
      </w:r>
      <w:r>
        <w:t xml:space="preserve"> ? </w:t>
      </w:r>
      <w:r w:rsidR="002A4158" w:rsidRPr="00DA4E77">
        <w:t>mon père</w:t>
      </w:r>
      <w:r>
        <w:t> ?</w:t>
      </w:r>
    </w:p>
    <w:p w14:paraId="1FCA0E63" w14:textId="77777777" w:rsidR="00276CCE" w:rsidRDefault="00276CCE" w:rsidP="002A4158">
      <w:r>
        <w:t>— </w:t>
      </w:r>
      <w:r w:rsidR="002A4158" w:rsidRPr="00DA4E77">
        <w:t>Oui</w:t>
      </w:r>
      <w:r>
        <w:t xml:space="preserve">, </w:t>
      </w:r>
      <w:r w:rsidR="002A4158" w:rsidRPr="00DA4E77">
        <w:t>hier</w:t>
      </w:r>
      <w:r>
        <w:t xml:space="preserve">, </w:t>
      </w:r>
      <w:r w:rsidR="002A4158" w:rsidRPr="00DA4E77">
        <w:t>à l</w:t>
      </w:r>
      <w:r>
        <w:t>’</w:t>
      </w:r>
      <w:r w:rsidR="002A4158" w:rsidRPr="00DA4E77">
        <w:t>heure même où nous revenions à travers les airs et où l</w:t>
      </w:r>
      <w:r>
        <w:t>’</w:t>
      </w:r>
      <w:r w:rsidR="002A4158" w:rsidRPr="00DA4E77">
        <w:rPr>
          <w:bCs/>
          <w:i/>
          <w:iCs/>
        </w:rPr>
        <w:t>Alérion</w:t>
      </w:r>
      <w:r>
        <w:t xml:space="preserve">, </w:t>
      </w:r>
      <w:r w:rsidR="002A4158" w:rsidRPr="00DA4E77">
        <w:t>à grandes ailes déployées</w:t>
      </w:r>
      <w:r>
        <w:t xml:space="preserve">, </w:t>
      </w:r>
      <w:r w:rsidR="002A4158" w:rsidRPr="00DA4E77">
        <w:t>traversait le large bras de mer qui sépare Atlantis de l</w:t>
      </w:r>
      <w:r>
        <w:t>’</w:t>
      </w:r>
      <w:r w:rsidR="002A4158" w:rsidRPr="00DA4E77">
        <w:t>Ibérie</w:t>
      </w:r>
      <w:r>
        <w:t xml:space="preserve">, </w:t>
      </w:r>
      <w:r w:rsidR="002A4158" w:rsidRPr="00DA4E77">
        <w:t xml:space="preserve">je ne sais quel vertige a saisi </w:t>
      </w:r>
      <w:proofErr w:type="spellStart"/>
      <w:r w:rsidR="002A4158" w:rsidRPr="00DA4E77">
        <w:t>Hellas</w:t>
      </w:r>
      <w:proofErr w:type="spellEnd"/>
      <w:r>
        <w:t xml:space="preserve"> ; </w:t>
      </w:r>
      <w:r w:rsidR="002A4158" w:rsidRPr="00DA4E77">
        <w:t>subitement</w:t>
      </w:r>
      <w:r>
        <w:t xml:space="preserve">, </w:t>
      </w:r>
      <w:r w:rsidR="002A4158" w:rsidRPr="00DA4E77">
        <w:t>il s</w:t>
      </w:r>
      <w:r>
        <w:t>’</w:t>
      </w:r>
      <w:r w:rsidR="002A4158" w:rsidRPr="00DA4E77">
        <w:t>est écrié</w:t>
      </w:r>
      <w:r>
        <w:t> : « </w:t>
      </w:r>
      <w:r w:rsidR="002A4158" w:rsidRPr="00DA4E77">
        <w:t>Ville maudite</w:t>
      </w:r>
      <w:r>
        <w:t xml:space="preserve"> ! </w:t>
      </w:r>
      <w:r w:rsidR="002A4158" w:rsidRPr="00DA4E77">
        <w:t>Se</w:t>
      </w:r>
      <w:r w:rsidR="002A4158" w:rsidRPr="00DA4E77">
        <w:t>n</w:t>
      </w:r>
      <w:r w:rsidR="002A4158" w:rsidRPr="00DA4E77">
        <w:t>tine du monde</w:t>
      </w:r>
      <w:r>
        <w:t xml:space="preserve"> ! </w:t>
      </w:r>
      <w:r w:rsidR="002A4158" w:rsidRPr="00DA4E77">
        <w:t>Dire qu</w:t>
      </w:r>
      <w:r>
        <w:t>’</w:t>
      </w:r>
      <w:r w:rsidR="002A4158" w:rsidRPr="00DA4E77">
        <w:t>il faudrait si peu de chose pour te d</w:t>
      </w:r>
      <w:r w:rsidR="002A4158" w:rsidRPr="00DA4E77">
        <w:t>é</w:t>
      </w:r>
      <w:r w:rsidR="002A4158" w:rsidRPr="00DA4E77">
        <w:t>truire</w:t>
      </w:r>
      <w:r>
        <w:t> ! »</w:t>
      </w:r>
      <w:r w:rsidR="002A4158" w:rsidRPr="00DA4E77">
        <w:t xml:space="preserve"> Et</w:t>
      </w:r>
      <w:r>
        <w:t xml:space="preserve">, </w:t>
      </w:r>
      <w:r w:rsidR="002A4158" w:rsidRPr="00DA4E77">
        <w:t>avant que j</w:t>
      </w:r>
      <w:r>
        <w:t>’</w:t>
      </w:r>
      <w:r w:rsidR="002A4158" w:rsidRPr="00DA4E77">
        <w:t>eusse le temps de revenir de ma su</w:t>
      </w:r>
      <w:r w:rsidR="002A4158" w:rsidRPr="00DA4E77">
        <w:t>r</w:t>
      </w:r>
      <w:r w:rsidR="002A4158" w:rsidRPr="00DA4E77">
        <w:t>prise</w:t>
      </w:r>
      <w:r>
        <w:t xml:space="preserve">, </w:t>
      </w:r>
      <w:r w:rsidR="002A4158" w:rsidRPr="00DA4E77">
        <w:t xml:space="preserve">il avait pris déjà en main la direction de </w:t>
      </w:r>
      <w:r w:rsidR="002A4158" w:rsidRPr="00DA4E77">
        <w:lastRenderedPageBreak/>
        <w:t>l</w:t>
      </w:r>
      <w:r>
        <w:t>’</w:t>
      </w:r>
      <w:r w:rsidR="002A4158" w:rsidRPr="00DA4E77">
        <w:t>aérien vaisseau</w:t>
      </w:r>
      <w:r>
        <w:t xml:space="preserve">, </w:t>
      </w:r>
      <w:r w:rsidR="002A4158" w:rsidRPr="00DA4E77">
        <w:t xml:space="preserve">et voilà que nous allions à toutes ailes vers la montagne de </w:t>
      </w:r>
      <w:proofErr w:type="spellStart"/>
      <w:r w:rsidR="002A4158" w:rsidRPr="00DA4E77">
        <w:t>M</w:t>
      </w:r>
      <w:r w:rsidR="002A4158" w:rsidRPr="00DA4E77">
        <w:t>a</w:t>
      </w:r>
      <w:r w:rsidR="002A4158" w:rsidRPr="00DA4E77">
        <w:t>nou</w:t>
      </w:r>
      <w:proofErr w:type="spellEnd"/>
      <w:r>
        <w:t xml:space="preserve">, </w:t>
      </w:r>
      <w:r w:rsidR="002A4158" w:rsidRPr="00DA4E77">
        <w:t>comme si notre oiseau voulait fondre sur la Cité</w:t>
      </w:r>
      <w:r>
        <w:t>. « </w:t>
      </w:r>
      <w:proofErr w:type="spellStart"/>
      <w:r w:rsidR="002A4158" w:rsidRPr="00DA4E77">
        <w:t>Hellas</w:t>
      </w:r>
      <w:proofErr w:type="spellEnd"/>
      <w:r>
        <w:t xml:space="preserve">, </w:t>
      </w:r>
      <w:r w:rsidR="002A4158" w:rsidRPr="00DA4E77">
        <w:t>es-tu fou</w:t>
      </w:r>
      <w:r>
        <w:t> ? »</w:t>
      </w:r>
      <w:r w:rsidR="002A4158" w:rsidRPr="00DA4E77">
        <w:t xml:space="preserve"> lui dis-je</w:t>
      </w:r>
      <w:r>
        <w:t> ; « </w:t>
      </w:r>
      <w:r w:rsidR="002A4158" w:rsidRPr="00DA4E77">
        <w:t>Non</w:t>
      </w:r>
      <w:r>
        <w:t xml:space="preserve">, </w:t>
      </w:r>
      <w:r w:rsidR="002A4158" w:rsidRPr="00DA4E77">
        <w:t>maître</w:t>
      </w:r>
      <w:r>
        <w:t xml:space="preserve">, </w:t>
      </w:r>
      <w:r w:rsidR="002A4158" w:rsidRPr="00DA4E77">
        <w:t>laisse-moi</w:t>
      </w:r>
      <w:r>
        <w:t xml:space="preserve">, </w:t>
      </w:r>
      <w:r w:rsidR="002A4158" w:rsidRPr="00DA4E77">
        <w:t>je sauve l</w:t>
      </w:r>
      <w:r>
        <w:t>’</w:t>
      </w:r>
      <w:r w:rsidR="002A4158" w:rsidRPr="00DA4E77">
        <w:t>univers</w:t>
      </w:r>
      <w:r>
        <w:t xml:space="preserve"> », </w:t>
      </w:r>
      <w:r w:rsidR="002A4158" w:rsidRPr="00DA4E77">
        <w:t>me répond-il</w:t>
      </w:r>
      <w:r>
        <w:t>. « </w:t>
      </w:r>
      <w:r w:rsidR="002A4158" w:rsidRPr="00DA4E77">
        <w:t>Le sauver comment</w:t>
      </w:r>
      <w:r>
        <w:t> ? »</w:t>
      </w:r>
      <w:r w:rsidR="002A4158" w:rsidRPr="00DA4E77">
        <w:t xml:space="preserve"> </w:t>
      </w:r>
      <w:r>
        <w:t>« </w:t>
      </w:r>
      <w:r w:rsidR="002A4158" w:rsidRPr="00DA4E77">
        <w:t>En su</w:t>
      </w:r>
      <w:r w:rsidR="002A4158" w:rsidRPr="00DA4E77">
        <w:t>p</w:t>
      </w:r>
      <w:r w:rsidR="002A4158" w:rsidRPr="00DA4E77">
        <w:t xml:space="preserve">primant </w:t>
      </w:r>
      <w:smartTag w:uri="urn:schemas-microsoft-com:office:smarttags" w:element="PersonName">
        <w:smartTagPr>
          <w:attr w:name="ProductID" w:val="la vieille Cit￩"/>
        </w:smartTagPr>
        <w:r w:rsidR="002A4158" w:rsidRPr="00DA4E77">
          <w:t>la vieille Cité</w:t>
        </w:r>
      </w:smartTag>
      <w:r w:rsidR="002A4158" w:rsidRPr="00DA4E77">
        <w:t xml:space="preserve"> du crime</w:t>
      </w:r>
      <w:r>
        <w:t xml:space="preserve">, </w:t>
      </w:r>
      <w:r w:rsidR="002A4158" w:rsidRPr="00DA4E77">
        <w:t>obstacle ou corruption des civ</w:t>
      </w:r>
      <w:r w:rsidR="002A4158" w:rsidRPr="00DA4E77">
        <w:t>i</w:t>
      </w:r>
      <w:r w:rsidR="002A4158" w:rsidRPr="00DA4E77">
        <w:t>lisations qui vont grandir</w:t>
      </w:r>
      <w:r>
        <w:t> ! »</w:t>
      </w:r>
      <w:r w:rsidR="002A4158" w:rsidRPr="00DA4E77">
        <w:t xml:space="preserve"> Et</w:t>
      </w:r>
      <w:r>
        <w:t xml:space="preserve">, </w:t>
      </w:r>
      <w:r w:rsidR="002A4158" w:rsidRPr="00DA4E77">
        <w:t>ce disant</w:t>
      </w:r>
      <w:r>
        <w:t xml:space="preserve">, </w:t>
      </w:r>
      <w:r w:rsidR="002A4158" w:rsidRPr="00DA4E77">
        <w:t>il prenait dans ses mains ces terr</w:t>
      </w:r>
      <w:r w:rsidR="002A4158" w:rsidRPr="00DA4E77">
        <w:t>i</w:t>
      </w:r>
      <w:r w:rsidR="002A4158" w:rsidRPr="00DA4E77">
        <w:t>bles rouleaux d</w:t>
      </w:r>
      <w:r>
        <w:t>’</w:t>
      </w:r>
      <w:r w:rsidR="002A4158" w:rsidRPr="00DA4E77">
        <w:t>air solide</w:t>
      </w:r>
      <w:r>
        <w:t xml:space="preserve">, </w:t>
      </w:r>
      <w:r w:rsidR="002A4158" w:rsidRPr="00DA4E77">
        <w:t>dont un seul jeté dans les flots</w:t>
      </w:r>
      <w:r>
        <w:t xml:space="preserve">, </w:t>
      </w:r>
      <w:r w:rsidR="002A4158" w:rsidRPr="00DA4E77">
        <w:t>du haut du ciel</w:t>
      </w:r>
      <w:r>
        <w:t xml:space="preserve">, </w:t>
      </w:r>
      <w:r w:rsidR="002A4158" w:rsidRPr="00DA4E77">
        <w:t>suffirait pour soulever la mer en c</w:t>
      </w:r>
      <w:r w:rsidR="002A4158" w:rsidRPr="00DA4E77">
        <w:t>y</w:t>
      </w:r>
      <w:r w:rsidR="002A4158" w:rsidRPr="00DA4E77">
        <w:t>clone</w:t>
      </w:r>
      <w:r>
        <w:t xml:space="preserve"> : </w:t>
      </w:r>
      <w:r w:rsidR="002A4158" w:rsidRPr="00DA4E77">
        <w:t>et il s</w:t>
      </w:r>
      <w:r>
        <w:t>’</w:t>
      </w:r>
      <w:r w:rsidR="002A4158" w:rsidRPr="00DA4E77">
        <w:t>apprêtait à exécuter sa menace insensée</w:t>
      </w:r>
      <w:r>
        <w:t xml:space="preserve">, </w:t>
      </w:r>
      <w:r w:rsidR="002A4158" w:rsidRPr="00DA4E77">
        <w:t>quand j</w:t>
      </w:r>
      <w:r>
        <w:t>’</w:t>
      </w:r>
      <w:r w:rsidR="002A4158" w:rsidRPr="00DA4E77">
        <w:t>eus le temps de bondir sur lui</w:t>
      </w:r>
      <w:r>
        <w:t xml:space="preserve">, </w:t>
      </w:r>
      <w:r w:rsidR="002A4158" w:rsidRPr="00DA4E77">
        <w:t>de l</w:t>
      </w:r>
      <w:r>
        <w:t>’</w:t>
      </w:r>
      <w:r w:rsidR="002A4158" w:rsidRPr="00DA4E77">
        <w:t>embrasser fiévreusement</w:t>
      </w:r>
      <w:r>
        <w:t xml:space="preserve">, </w:t>
      </w:r>
      <w:r w:rsidR="002A4158" w:rsidRPr="00DA4E77">
        <w:t>de tenir son corps impuissant dans mes bras</w:t>
      </w:r>
      <w:r>
        <w:t xml:space="preserve"> ; </w:t>
      </w:r>
      <w:r w:rsidR="002A4158" w:rsidRPr="00DA4E77">
        <w:t>puis</w:t>
      </w:r>
      <w:r>
        <w:t xml:space="preserve">, </w:t>
      </w:r>
      <w:r w:rsidR="002A4158" w:rsidRPr="00DA4E77">
        <w:t>prenant à mon tour le gouvernail</w:t>
      </w:r>
      <w:r>
        <w:t xml:space="preserve">, </w:t>
      </w:r>
      <w:r w:rsidR="002A4158" w:rsidRPr="00DA4E77">
        <w:t>je tournai subitement le cap vers le sud</w:t>
      </w:r>
      <w:r>
        <w:t xml:space="preserve">, </w:t>
      </w:r>
      <w:r w:rsidR="002A4158" w:rsidRPr="00DA4E77">
        <w:t>éloignant notre course d</w:t>
      </w:r>
      <w:r>
        <w:t>’</w:t>
      </w:r>
      <w:r w:rsidR="002A4158" w:rsidRPr="00DA4E77">
        <w:t>Atlantis</w:t>
      </w:r>
      <w:r>
        <w:t>.</w:t>
      </w:r>
    </w:p>
    <w:p w14:paraId="23438C1D" w14:textId="77777777" w:rsidR="00276CCE" w:rsidRDefault="00276CCE" w:rsidP="002A4158">
      <w:r>
        <w:t>— </w:t>
      </w:r>
      <w:r w:rsidR="002A4158" w:rsidRPr="00DA4E77">
        <w:t>Oh</w:t>
      </w:r>
      <w:r>
        <w:t xml:space="preserve"> ! </w:t>
      </w:r>
      <w:r w:rsidR="002A4158" w:rsidRPr="00DA4E77">
        <w:t>père</w:t>
      </w:r>
      <w:r>
        <w:t xml:space="preserve"> ! </w:t>
      </w:r>
      <w:r w:rsidR="002A4158" w:rsidRPr="00DA4E77">
        <w:t>comme tu as dû souffrir</w:t>
      </w:r>
      <w:r>
        <w:t> !</w:t>
      </w:r>
    </w:p>
    <w:p w14:paraId="7F0057FE" w14:textId="77777777" w:rsidR="00276CCE" w:rsidRDefault="00276CCE" w:rsidP="002A4158">
      <w:r>
        <w:t>— </w:t>
      </w:r>
      <w:r w:rsidR="002A4158" w:rsidRPr="00DA4E77">
        <w:t>Oui</w:t>
      </w:r>
      <w:r>
        <w:t xml:space="preserve">, </w:t>
      </w:r>
      <w:r w:rsidR="002A4158" w:rsidRPr="00DA4E77">
        <w:t xml:space="preserve">surtout de voir quel </w:t>
      </w:r>
      <w:proofErr w:type="spellStart"/>
      <w:r w:rsidR="002A4158" w:rsidRPr="00DA4E77">
        <w:t>Hellas</w:t>
      </w:r>
      <w:proofErr w:type="spellEnd"/>
      <w:r w:rsidR="002A4158" w:rsidRPr="00DA4E77">
        <w:t xml:space="preserve"> j</w:t>
      </w:r>
      <w:r>
        <w:t>’</w:t>
      </w:r>
      <w:r w:rsidR="002A4158" w:rsidRPr="00DA4E77">
        <w:t>avais devant moi</w:t>
      </w:r>
      <w:r>
        <w:t xml:space="preserve"> ; </w:t>
      </w:r>
      <w:r w:rsidR="002A4158" w:rsidRPr="00DA4E77">
        <w:t>les lèvres blêmes</w:t>
      </w:r>
      <w:r>
        <w:t xml:space="preserve">, </w:t>
      </w:r>
      <w:r w:rsidR="002A4158" w:rsidRPr="00DA4E77">
        <w:t>les yeux méchants</w:t>
      </w:r>
      <w:r>
        <w:t xml:space="preserve">, </w:t>
      </w:r>
      <w:r w:rsidR="002A4158" w:rsidRPr="00DA4E77">
        <w:t>le front plissé</w:t>
      </w:r>
      <w:r>
        <w:t xml:space="preserve">, </w:t>
      </w:r>
      <w:r w:rsidR="002A4158" w:rsidRPr="00DA4E77">
        <w:t>il n</w:t>
      </w:r>
      <w:r>
        <w:t>’</w:t>
      </w:r>
      <w:r w:rsidR="002A4158" w:rsidRPr="00DA4E77">
        <w:t>était plus le radieux héros dont le regard soumet les foules heureuses</w:t>
      </w:r>
      <w:r>
        <w:t xml:space="preserve"> ; </w:t>
      </w:r>
      <w:r w:rsidR="002A4158" w:rsidRPr="00DA4E77">
        <w:t>on sentait que pendant une minute</w:t>
      </w:r>
      <w:r>
        <w:t xml:space="preserve">, </w:t>
      </w:r>
      <w:r w:rsidR="002A4158" w:rsidRPr="00DA4E77">
        <w:t>il avait eu l</w:t>
      </w:r>
      <w:r>
        <w:t>’</w:t>
      </w:r>
      <w:r w:rsidR="002A4158" w:rsidRPr="00DA4E77">
        <w:t>ivresse vertigineuse de se croire dieu lui-même</w:t>
      </w:r>
      <w:r>
        <w:t xml:space="preserve">, </w:t>
      </w:r>
      <w:r w:rsidR="002A4158" w:rsidRPr="00DA4E77">
        <w:t>et il me regardait avec rancune</w:t>
      </w:r>
      <w:r>
        <w:t xml:space="preserve">, </w:t>
      </w:r>
      <w:r w:rsidR="002A4158" w:rsidRPr="00DA4E77">
        <w:t>me maudissant d</w:t>
      </w:r>
      <w:r>
        <w:t>’</w:t>
      </w:r>
      <w:r w:rsidR="002A4158" w:rsidRPr="00DA4E77">
        <w:t>avoir arrêté son bras</w:t>
      </w:r>
      <w:r>
        <w:t xml:space="preserve">. </w:t>
      </w:r>
      <w:r w:rsidR="002A4158" w:rsidRPr="00DA4E77">
        <w:t>Et je me demandais si mon invention nouvelle n</w:t>
      </w:r>
      <w:r>
        <w:t>’</w:t>
      </w:r>
      <w:r w:rsidR="002A4158" w:rsidRPr="00DA4E77">
        <w:t>amènerait pas la perte plutôt que le salut de la Cité</w:t>
      </w:r>
      <w:r>
        <w:t xml:space="preserve">. </w:t>
      </w:r>
      <w:r w:rsidR="002A4158" w:rsidRPr="00DA4E77">
        <w:t>Ce matin</w:t>
      </w:r>
      <w:r>
        <w:t xml:space="preserve">, </w:t>
      </w:r>
      <w:r w:rsidR="002A4158" w:rsidRPr="00DA4E77">
        <w:t>enfin</w:t>
      </w:r>
      <w:r>
        <w:t xml:space="preserve">, </w:t>
      </w:r>
      <w:r w:rsidR="002A4158" w:rsidRPr="00DA4E77">
        <w:t>le repentir a secoué le cœur d</w:t>
      </w:r>
      <w:r>
        <w:t>’</w:t>
      </w:r>
      <w:proofErr w:type="spellStart"/>
      <w:r w:rsidR="002A4158" w:rsidRPr="00DA4E77">
        <w:t>Hellas</w:t>
      </w:r>
      <w:proofErr w:type="spellEnd"/>
      <w:r>
        <w:t xml:space="preserve">. </w:t>
      </w:r>
      <w:r w:rsidR="002A4158" w:rsidRPr="00DA4E77">
        <w:t>Et j</w:t>
      </w:r>
      <w:r>
        <w:t>’</w:t>
      </w:r>
      <w:r w:rsidR="002A4158" w:rsidRPr="00DA4E77">
        <w:t>ai vu se révéler un être de tendresse que je ne soupçonnais pas</w:t>
      </w:r>
      <w:r>
        <w:t xml:space="preserve">, </w:t>
      </w:r>
      <w:r w:rsidR="002A4158" w:rsidRPr="00DA4E77">
        <w:t>je te l</w:t>
      </w:r>
      <w:r>
        <w:t>’</w:t>
      </w:r>
      <w:r w:rsidR="002A4158" w:rsidRPr="00DA4E77">
        <w:t>avoue</w:t>
      </w:r>
      <w:r>
        <w:t xml:space="preserve">. </w:t>
      </w:r>
      <w:r w:rsidR="002A4158" w:rsidRPr="00DA4E77">
        <w:t>Voilà pourquoi</w:t>
      </w:r>
      <w:r>
        <w:t xml:space="preserve">, </w:t>
      </w:r>
      <w:r w:rsidR="002A4158" w:rsidRPr="00DA4E77">
        <w:t>ma fille</w:t>
      </w:r>
      <w:r>
        <w:t xml:space="preserve">, </w:t>
      </w:r>
      <w:r w:rsidR="002A4158" w:rsidRPr="00DA4E77">
        <w:t>il faut qu</w:t>
      </w:r>
      <w:r>
        <w:t>’</w:t>
      </w:r>
      <w:proofErr w:type="spellStart"/>
      <w:r w:rsidR="002A4158" w:rsidRPr="00DA4E77">
        <w:t>Hellas</w:t>
      </w:r>
      <w:proofErr w:type="spellEnd"/>
      <w:r w:rsidR="002A4158" w:rsidRPr="00DA4E77">
        <w:t xml:space="preserve"> reste près de toi</w:t>
      </w:r>
      <w:r>
        <w:t xml:space="preserve">. </w:t>
      </w:r>
      <w:r w:rsidR="002A4158" w:rsidRPr="00DA4E77">
        <w:t>À vous deux</w:t>
      </w:r>
      <w:r>
        <w:t xml:space="preserve">, </w:t>
      </w:r>
      <w:r w:rsidR="002A4158" w:rsidRPr="00DA4E77">
        <w:t>vous pouvez continuer mon œuvre</w:t>
      </w:r>
      <w:r>
        <w:t xml:space="preserve">, </w:t>
      </w:r>
      <w:r w:rsidR="002A4158" w:rsidRPr="00DA4E77">
        <w:t>maintenir mes découvertes secrètes et sauver Atlantis d</w:t>
      </w:r>
      <w:r>
        <w:t>’</w:t>
      </w:r>
      <w:r w:rsidR="002A4158" w:rsidRPr="00DA4E77">
        <w:t>elle-même et des autres</w:t>
      </w:r>
      <w:r>
        <w:t xml:space="preserve">. </w:t>
      </w:r>
      <w:r w:rsidR="002A4158" w:rsidRPr="00DA4E77">
        <w:t>Tiens</w:t>
      </w:r>
      <w:r>
        <w:t xml:space="preserve">, </w:t>
      </w:r>
      <w:r w:rsidR="002A4158" w:rsidRPr="00DA4E77">
        <w:t>le voici</w:t>
      </w:r>
      <w:r>
        <w:t xml:space="preserve">, </w:t>
      </w:r>
      <w:r w:rsidR="002A4158" w:rsidRPr="00DA4E77">
        <w:t>il vient vers nous</w:t>
      </w:r>
      <w:r>
        <w:t xml:space="preserve">. </w:t>
      </w:r>
      <w:r w:rsidR="002A4158" w:rsidRPr="00DA4E77">
        <w:t>Courage</w:t>
      </w:r>
      <w:r>
        <w:t> !</w:t>
      </w:r>
    </w:p>
    <w:p w14:paraId="3E1BEC3E" w14:textId="77777777" w:rsidR="00276CCE" w:rsidRDefault="00276CCE" w:rsidP="00276CCE">
      <w:pPr>
        <w:pStyle w:val="Titre2"/>
        <w:rPr>
          <w:i/>
        </w:rPr>
      </w:pPr>
      <w:bookmarkStart w:id="21" w:name="_Toc194842007"/>
      <w:r w:rsidRPr="00DA4E77">
        <w:lastRenderedPageBreak/>
        <w:t>Scène</w:t>
      </w:r>
      <w:r>
        <w:t> </w:t>
      </w:r>
      <w:r w:rsidRPr="00DA4E77">
        <w:t>X</w:t>
      </w:r>
      <w:r>
        <w:t xml:space="preserve">. – </w:t>
      </w:r>
      <w:r w:rsidR="002A4158" w:rsidRPr="00DA4E77">
        <w:rPr>
          <w:i/>
        </w:rPr>
        <w:t>Deux âmes</w:t>
      </w:r>
      <w:r>
        <w:rPr>
          <w:i/>
        </w:rPr>
        <w:t>.</w:t>
      </w:r>
      <w:bookmarkEnd w:id="21"/>
    </w:p>
    <w:p w14:paraId="2F5010D9" w14:textId="77777777" w:rsidR="00276CCE" w:rsidRDefault="00276CCE" w:rsidP="002A4158">
      <w:r>
        <w:rPr>
          <w:i/>
        </w:rPr>
        <w:t>— </w:t>
      </w:r>
      <w:proofErr w:type="spellStart"/>
      <w:r w:rsidR="002A4158" w:rsidRPr="00DA4E77">
        <w:t>Oréa</w:t>
      </w:r>
      <w:proofErr w:type="spellEnd"/>
      <w:r>
        <w:t> !</w:t>
      </w:r>
    </w:p>
    <w:p w14:paraId="66F1FD49" w14:textId="77777777" w:rsidR="00276CCE" w:rsidRDefault="00276CCE" w:rsidP="002A4158">
      <w:r>
        <w:t>— </w:t>
      </w:r>
      <w:proofErr w:type="spellStart"/>
      <w:r w:rsidR="002A4158" w:rsidRPr="00DA4E77">
        <w:t>Hellas</w:t>
      </w:r>
      <w:proofErr w:type="spellEnd"/>
      <w:r>
        <w:t> !</w:t>
      </w:r>
    </w:p>
    <w:p w14:paraId="3CB6DD3D" w14:textId="77777777" w:rsidR="00276CCE" w:rsidRDefault="002A4158" w:rsidP="002A4158">
      <w:r w:rsidRPr="00DA4E77">
        <w:t>Et les deux jeunes gens</w:t>
      </w:r>
      <w:r w:rsidR="00276CCE">
        <w:t xml:space="preserve">, </w:t>
      </w:r>
      <w:r w:rsidRPr="00DA4E77">
        <w:t>surpris par leur rencontre so</w:t>
      </w:r>
      <w:r w:rsidRPr="00DA4E77">
        <w:t>u</w:t>
      </w:r>
      <w:r w:rsidRPr="00DA4E77">
        <w:t>daine</w:t>
      </w:r>
      <w:r w:rsidR="00276CCE">
        <w:t xml:space="preserve">, </w:t>
      </w:r>
      <w:r w:rsidRPr="00DA4E77">
        <w:t>trop soudaine pour que l</w:t>
      </w:r>
      <w:r w:rsidR="00276CCE">
        <w:t>’</w:t>
      </w:r>
      <w:r w:rsidRPr="00DA4E77">
        <w:t>un et l</w:t>
      </w:r>
      <w:r w:rsidR="00276CCE">
        <w:t>’</w:t>
      </w:r>
      <w:r w:rsidRPr="00DA4E77">
        <w:t>autre puissent contenir leur joie spontanée</w:t>
      </w:r>
      <w:r w:rsidR="00276CCE">
        <w:t xml:space="preserve">, </w:t>
      </w:r>
      <w:r w:rsidRPr="00DA4E77">
        <w:t>s</w:t>
      </w:r>
      <w:r w:rsidR="00276CCE">
        <w:t>’</w:t>
      </w:r>
      <w:r w:rsidRPr="00DA4E77">
        <w:t>embrassent tendrement</w:t>
      </w:r>
      <w:r w:rsidR="00276CCE">
        <w:t>.</w:t>
      </w:r>
    </w:p>
    <w:p w14:paraId="41E2C60E" w14:textId="77777777" w:rsidR="00276CCE" w:rsidRDefault="00276CCE" w:rsidP="002A4158">
      <w:r>
        <w:t>— </w:t>
      </w:r>
      <w:r w:rsidR="002A4158" w:rsidRPr="00DA4E77">
        <w:t>Père</w:t>
      </w:r>
      <w:r>
        <w:t xml:space="preserve">, </w:t>
      </w:r>
      <w:r w:rsidR="002A4158" w:rsidRPr="00DA4E77">
        <w:t>où vas-tu</w:t>
      </w:r>
      <w:r>
        <w:t xml:space="preserve"> ? </w:t>
      </w:r>
      <w:r w:rsidR="002A4158" w:rsidRPr="00DA4E77">
        <w:t xml:space="preserve">demande </w:t>
      </w:r>
      <w:proofErr w:type="spellStart"/>
      <w:r w:rsidR="002A4158" w:rsidRPr="00DA4E77">
        <w:t>Oréa</w:t>
      </w:r>
      <w:proofErr w:type="spellEnd"/>
      <w:r w:rsidR="002A4158" w:rsidRPr="00DA4E77">
        <w:t xml:space="preserve"> inquiète</w:t>
      </w:r>
      <w:r>
        <w:t xml:space="preserve">, </w:t>
      </w:r>
      <w:r w:rsidR="002A4158" w:rsidRPr="00DA4E77">
        <w:t>voyant le viei</w:t>
      </w:r>
      <w:r w:rsidR="002A4158" w:rsidRPr="00DA4E77">
        <w:t>l</w:t>
      </w:r>
      <w:r w:rsidR="002A4158" w:rsidRPr="00DA4E77">
        <w:t>lard se retirer</w:t>
      </w:r>
      <w:r>
        <w:t>.</w:t>
      </w:r>
    </w:p>
    <w:p w14:paraId="0ADC5DB8" w14:textId="77777777" w:rsidR="00276CCE" w:rsidRDefault="00276CCE" w:rsidP="002A4158">
      <w:r>
        <w:t>— </w:t>
      </w:r>
      <w:r w:rsidR="002A4158" w:rsidRPr="00DA4E77">
        <w:t>Qu</w:t>
      </w:r>
      <w:r>
        <w:t>’</w:t>
      </w:r>
      <w:r w:rsidR="002A4158" w:rsidRPr="00DA4E77">
        <w:t>avez-vous besoin de ma présence</w:t>
      </w:r>
      <w:r>
        <w:t xml:space="preserve"> ? </w:t>
      </w:r>
      <w:r w:rsidR="002A4158" w:rsidRPr="00DA4E77">
        <w:t xml:space="preserve">fait le vieillard en jetant vers </w:t>
      </w:r>
      <w:proofErr w:type="spellStart"/>
      <w:r w:rsidR="002A4158" w:rsidRPr="00DA4E77">
        <w:t>Hellas</w:t>
      </w:r>
      <w:proofErr w:type="spellEnd"/>
      <w:r w:rsidR="002A4158" w:rsidRPr="00DA4E77">
        <w:t xml:space="preserve"> un regard attendri et heureux</w:t>
      </w:r>
      <w:r>
        <w:t xml:space="preserve">. </w:t>
      </w:r>
      <w:r w:rsidR="002A4158" w:rsidRPr="00DA4E77">
        <w:t>N</w:t>
      </w:r>
      <w:r>
        <w:t>’</w:t>
      </w:r>
      <w:r w:rsidR="002A4158" w:rsidRPr="00DA4E77">
        <w:t xml:space="preserve">avez-vous pas mille événements </w:t>
      </w:r>
      <w:proofErr w:type="spellStart"/>
      <w:r w:rsidR="002A4158" w:rsidRPr="00DA4E77">
        <w:t>à vous</w:t>
      </w:r>
      <w:proofErr w:type="spellEnd"/>
      <w:r w:rsidR="002A4158" w:rsidRPr="00DA4E77">
        <w:t xml:space="preserve"> conter après une si longue a</w:t>
      </w:r>
      <w:r w:rsidR="002A4158" w:rsidRPr="00DA4E77">
        <w:t>b</w:t>
      </w:r>
      <w:r w:rsidR="002A4158" w:rsidRPr="00DA4E77">
        <w:t>sence</w:t>
      </w:r>
      <w:r>
        <w:t xml:space="preserve"> ? </w:t>
      </w:r>
      <w:r w:rsidR="002A4158" w:rsidRPr="00DA4E77">
        <w:t>Je vais chercher la jeune Ligure</w:t>
      </w:r>
      <w:r>
        <w:t>.</w:t>
      </w:r>
    </w:p>
    <w:p w14:paraId="0DD80DF2" w14:textId="77777777" w:rsidR="00276CCE" w:rsidRDefault="00276CCE" w:rsidP="002A4158">
      <w:r>
        <w:t>— </w:t>
      </w:r>
      <w:r w:rsidR="002A4158" w:rsidRPr="00DA4E77">
        <w:t>Ah</w:t>
      </w:r>
      <w:r>
        <w:t xml:space="preserve"> ! </w:t>
      </w:r>
      <w:r w:rsidR="002A4158" w:rsidRPr="00DA4E77">
        <w:t>méchant père</w:t>
      </w:r>
      <w:r>
        <w:t xml:space="preserve"> ! </w:t>
      </w:r>
      <w:r w:rsidR="002A4158" w:rsidRPr="00DA4E77">
        <w:t xml:space="preserve">dit </w:t>
      </w:r>
      <w:proofErr w:type="spellStart"/>
      <w:r w:rsidR="002A4158" w:rsidRPr="00DA4E77">
        <w:t>Oréa</w:t>
      </w:r>
      <w:proofErr w:type="spellEnd"/>
      <w:r>
        <w:t xml:space="preserve">, </w:t>
      </w:r>
      <w:r w:rsidR="002A4158" w:rsidRPr="00DA4E77">
        <w:t xml:space="preserve">épouvantée de se trouver seule avec </w:t>
      </w:r>
      <w:proofErr w:type="spellStart"/>
      <w:r w:rsidR="002A4158" w:rsidRPr="00DA4E77">
        <w:t>Hellas</w:t>
      </w:r>
      <w:proofErr w:type="spellEnd"/>
      <w:r>
        <w:t>.</w:t>
      </w:r>
    </w:p>
    <w:p w14:paraId="5700D903" w14:textId="77777777" w:rsidR="00276CCE" w:rsidRDefault="002A4158" w:rsidP="002A4158">
      <w:r w:rsidRPr="00DA4E77">
        <w:t xml:space="preserve">Mais </w:t>
      </w:r>
      <w:proofErr w:type="spellStart"/>
      <w:r w:rsidRPr="00DA4E77">
        <w:t>Hellas</w:t>
      </w:r>
      <w:proofErr w:type="spellEnd"/>
      <w:r w:rsidR="00276CCE">
        <w:t xml:space="preserve">, </w:t>
      </w:r>
      <w:r w:rsidRPr="00DA4E77">
        <w:t>lui</w:t>
      </w:r>
      <w:r w:rsidR="00276CCE">
        <w:t xml:space="preserve">, </w:t>
      </w:r>
      <w:r w:rsidRPr="00DA4E77">
        <w:t>ne devine pas le drame obscur qui se joue dans le cœur de la jeune fille</w:t>
      </w:r>
      <w:r w:rsidR="00276CCE">
        <w:t>.</w:t>
      </w:r>
    </w:p>
    <w:p w14:paraId="40B3678B" w14:textId="77777777" w:rsidR="00276CCE" w:rsidRDefault="00276CCE" w:rsidP="002A4158">
      <w:r>
        <w:t>— </w:t>
      </w:r>
      <w:r w:rsidR="002A4158" w:rsidRPr="00DA4E77">
        <w:t>Combien changée</w:t>
      </w:r>
      <w:r>
        <w:t xml:space="preserve">, </w:t>
      </w:r>
      <w:r w:rsidR="002A4158" w:rsidRPr="00DA4E77">
        <w:t xml:space="preserve">ma chère </w:t>
      </w:r>
      <w:proofErr w:type="spellStart"/>
      <w:r w:rsidR="002A4158" w:rsidRPr="00DA4E77">
        <w:t>Oréa</w:t>
      </w:r>
      <w:proofErr w:type="spellEnd"/>
      <w:r>
        <w:t xml:space="preserve"> ! </w:t>
      </w:r>
      <w:r w:rsidR="002A4158" w:rsidRPr="00DA4E77">
        <w:t>Que n</w:t>
      </w:r>
      <w:r>
        <w:t>’</w:t>
      </w:r>
      <w:r w:rsidR="002A4158" w:rsidRPr="00DA4E77">
        <w:t>étais-tu déjà la grande et forte jeune fille que je salue aujourd</w:t>
      </w:r>
      <w:r>
        <w:t>’</w:t>
      </w:r>
      <w:r w:rsidR="002A4158" w:rsidRPr="00DA4E77">
        <w:t>hui</w:t>
      </w:r>
      <w:r>
        <w:t xml:space="preserve">, </w:t>
      </w:r>
      <w:r w:rsidR="002A4158" w:rsidRPr="00DA4E77">
        <w:t>quand j</w:t>
      </w:r>
      <w:r>
        <w:t>’</w:t>
      </w:r>
      <w:r w:rsidR="002A4158" w:rsidRPr="00DA4E77">
        <w:t>ai quitté la Cité-Reine</w:t>
      </w:r>
      <w:r>
        <w:t xml:space="preserve"> ! </w:t>
      </w:r>
      <w:r w:rsidR="002A4158" w:rsidRPr="00DA4E77">
        <w:t>Je t</w:t>
      </w:r>
      <w:r>
        <w:t>’</w:t>
      </w:r>
      <w:r w:rsidR="002A4158" w:rsidRPr="00DA4E77">
        <w:t>aurais alors demandée à ton père</w:t>
      </w:r>
      <w:r>
        <w:t xml:space="preserve">, </w:t>
      </w:r>
      <w:r w:rsidR="002A4158" w:rsidRPr="00DA4E77">
        <w:t>pour t</w:t>
      </w:r>
      <w:r>
        <w:t>’</w:t>
      </w:r>
      <w:r w:rsidR="002A4158" w:rsidRPr="00DA4E77">
        <w:t>emporter vers le monde nouveau</w:t>
      </w:r>
      <w:r>
        <w:t xml:space="preserve">. </w:t>
      </w:r>
      <w:r w:rsidR="002A4158" w:rsidRPr="00DA4E77">
        <w:t>Tandis que maint</w:t>
      </w:r>
      <w:r w:rsidR="002A4158" w:rsidRPr="00DA4E77">
        <w:t>e</w:t>
      </w:r>
      <w:r w:rsidR="002A4158" w:rsidRPr="00DA4E77">
        <w:t>nant</w:t>
      </w:r>
      <w:r>
        <w:t xml:space="preserve">… </w:t>
      </w:r>
      <w:r w:rsidR="002A4158" w:rsidRPr="00DA4E77">
        <w:t>Mais à quoi bon te parler de mes peines</w:t>
      </w:r>
      <w:r>
        <w:t> ?</w:t>
      </w:r>
    </w:p>
    <w:p w14:paraId="113E70D4" w14:textId="77777777" w:rsidR="00276CCE" w:rsidRDefault="002A4158" w:rsidP="002A4158">
      <w:proofErr w:type="spellStart"/>
      <w:r w:rsidRPr="00DA4E77">
        <w:t>Oréa</w:t>
      </w:r>
      <w:proofErr w:type="spellEnd"/>
      <w:r w:rsidR="00276CCE">
        <w:t xml:space="preserve">, </w:t>
      </w:r>
      <w:r w:rsidRPr="00DA4E77">
        <w:t>bouleversée</w:t>
      </w:r>
      <w:r w:rsidR="00276CCE">
        <w:t xml:space="preserve">, </w:t>
      </w:r>
      <w:r w:rsidRPr="00DA4E77">
        <w:t>n</w:t>
      </w:r>
      <w:r w:rsidR="00276CCE">
        <w:t>’</w:t>
      </w:r>
      <w:r w:rsidRPr="00DA4E77">
        <w:t>a plus de force pour dissimuler son émotion</w:t>
      </w:r>
      <w:r w:rsidR="00276CCE">
        <w:t xml:space="preserve">. </w:t>
      </w:r>
      <w:r w:rsidRPr="00DA4E77">
        <w:t>Elle prend la main du jeune homme</w:t>
      </w:r>
      <w:r w:rsidR="00276CCE">
        <w:t xml:space="preserve">, </w:t>
      </w:r>
      <w:r w:rsidRPr="00DA4E77">
        <w:t>et</w:t>
      </w:r>
      <w:r w:rsidR="00276CCE">
        <w:t xml:space="preserve">, </w:t>
      </w:r>
      <w:r w:rsidRPr="00DA4E77">
        <w:t>la pressant de ses propres mains brûlantes</w:t>
      </w:r>
      <w:r w:rsidR="00276CCE">
        <w:t> :</w:t>
      </w:r>
    </w:p>
    <w:p w14:paraId="47A7B19E" w14:textId="77777777" w:rsidR="00276CCE" w:rsidRDefault="00276CCE" w:rsidP="002A4158">
      <w:r>
        <w:t>— </w:t>
      </w:r>
      <w:proofErr w:type="spellStart"/>
      <w:r w:rsidR="002A4158" w:rsidRPr="00DA4E77">
        <w:t>Hellas</w:t>
      </w:r>
      <w:proofErr w:type="spellEnd"/>
      <w:r>
        <w:t xml:space="preserve">, </w:t>
      </w:r>
      <w:r w:rsidR="002A4158" w:rsidRPr="00DA4E77">
        <w:t>à quoi bon te le cacher plus longtemps</w:t>
      </w:r>
      <w:r>
        <w:t xml:space="preserve">, </w:t>
      </w:r>
      <w:r w:rsidR="002A4158" w:rsidRPr="00DA4E77">
        <w:t>puisque toute ma vie s</w:t>
      </w:r>
      <w:r>
        <w:t>’</w:t>
      </w:r>
      <w:r w:rsidR="002A4158" w:rsidRPr="00DA4E77">
        <w:t>attache à toi</w:t>
      </w:r>
      <w:r>
        <w:t xml:space="preserve"> ? </w:t>
      </w:r>
      <w:r w:rsidR="002A4158" w:rsidRPr="00DA4E77">
        <w:t>Oui</w:t>
      </w:r>
      <w:r>
        <w:t xml:space="preserve">, </w:t>
      </w:r>
      <w:r w:rsidR="002A4158" w:rsidRPr="00DA4E77">
        <w:t>depuis ton départ</w:t>
      </w:r>
      <w:r>
        <w:t xml:space="preserve">, </w:t>
      </w:r>
      <w:r w:rsidR="002A4158" w:rsidRPr="00DA4E77">
        <w:t xml:space="preserve">jour par </w:t>
      </w:r>
      <w:r w:rsidR="002A4158" w:rsidRPr="00DA4E77">
        <w:lastRenderedPageBreak/>
        <w:t>jour</w:t>
      </w:r>
      <w:r>
        <w:t xml:space="preserve">, </w:t>
      </w:r>
      <w:r w:rsidR="002A4158" w:rsidRPr="00DA4E77">
        <w:t>nuit par nuit</w:t>
      </w:r>
      <w:r>
        <w:t xml:space="preserve">, </w:t>
      </w:r>
      <w:r w:rsidR="002A4158" w:rsidRPr="00DA4E77">
        <w:t>je compte ton absence et j</w:t>
      </w:r>
      <w:r>
        <w:t>’</w:t>
      </w:r>
      <w:r w:rsidR="002A4158" w:rsidRPr="00DA4E77">
        <w:t>attends</w:t>
      </w:r>
      <w:r>
        <w:t xml:space="preserve">… </w:t>
      </w:r>
      <w:r w:rsidR="002A4158" w:rsidRPr="00DA4E77">
        <w:t>Car</w:t>
      </w:r>
      <w:r>
        <w:t xml:space="preserve">, </w:t>
      </w:r>
      <w:r w:rsidR="002A4158" w:rsidRPr="00DA4E77">
        <w:t>maintenant</w:t>
      </w:r>
      <w:r>
        <w:t xml:space="preserve">, </w:t>
      </w:r>
      <w:r w:rsidR="002A4158" w:rsidRPr="00DA4E77">
        <w:t>depuis toujours et pour toujours</w:t>
      </w:r>
      <w:r>
        <w:t xml:space="preserve">, </w:t>
      </w:r>
      <w:proofErr w:type="spellStart"/>
      <w:r w:rsidR="002A4158" w:rsidRPr="00DA4E77">
        <w:t>Hellas</w:t>
      </w:r>
      <w:proofErr w:type="spellEnd"/>
      <w:r>
        <w:t>…</w:t>
      </w:r>
    </w:p>
    <w:p w14:paraId="01B9457A" w14:textId="77777777" w:rsidR="00276CCE" w:rsidRDefault="002A4158" w:rsidP="002A4158">
      <w:r w:rsidRPr="00DA4E77">
        <w:t>Puis</w:t>
      </w:r>
      <w:r w:rsidR="00276CCE">
        <w:t xml:space="preserve">, </w:t>
      </w:r>
      <w:r w:rsidRPr="00DA4E77">
        <w:t>à voix basse</w:t>
      </w:r>
      <w:r w:rsidR="00276CCE">
        <w:t xml:space="preserve">, </w:t>
      </w:r>
      <w:r w:rsidRPr="00DA4E77">
        <w:t>elle achève</w:t>
      </w:r>
      <w:r w:rsidR="00276CCE">
        <w:t> :</w:t>
      </w:r>
    </w:p>
    <w:p w14:paraId="2A1CD68C" w14:textId="77777777" w:rsidR="00276CCE" w:rsidRDefault="00276CCE" w:rsidP="002A4158">
      <w:r>
        <w:t xml:space="preserve">— … </w:t>
      </w:r>
      <w:r w:rsidR="002A4158" w:rsidRPr="00DA4E77">
        <w:t>Je t</w:t>
      </w:r>
      <w:r>
        <w:t>’</w:t>
      </w:r>
      <w:r w:rsidR="002A4158" w:rsidRPr="00DA4E77">
        <w:t>aime</w:t>
      </w:r>
      <w:r>
        <w:t> !</w:t>
      </w:r>
    </w:p>
    <w:p w14:paraId="7DA33031" w14:textId="77777777" w:rsidR="00276CCE" w:rsidRDefault="002A4158" w:rsidP="002A4158">
      <w:r w:rsidRPr="00DA4E77">
        <w:t>Et</w:t>
      </w:r>
      <w:r w:rsidR="00276CCE">
        <w:t xml:space="preserve">, </w:t>
      </w:r>
      <w:r w:rsidRPr="00DA4E77">
        <w:t>comme confuse du mot prononcé</w:t>
      </w:r>
      <w:r w:rsidR="00276CCE">
        <w:t xml:space="preserve">, </w:t>
      </w:r>
      <w:r w:rsidRPr="00DA4E77">
        <w:t>elle ajoute</w:t>
      </w:r>
      <w:r w:rsidR="00276CCE">
        <w:t> :</w:t>
      </w:r>
    </w:p>
    <w:p w14:paraId="64FACCBA" w14:textId="77777777" w:rsidR="00276CCE" w:rsidRDefault="00276CCE" w:rsidP="002A4158">
      <w:r>
        <w:t>— </w:t>
      </w:r>
      <w:r w:rsidR="002A4158" w:rsidRPr="00DA4E77">
        <w:t>Viens là tout près</w:t>
      </w:r>
      <w:r>
        <w:t xml:space="preserve">, </w:t>
      </w:r>
      <w:r w:rsidR="002A4158" w:rsidRPr="00DA4E77">
        <w:t>sur ce banc</w:t>
      </w:r>
      <w:r>
        <w:t xml:space="preserve">, </w:t>
      </w:r>
      <w:r w:rsidR="002A4158" w:rsidRPr="00DA4E77">
        <w:t>et laisse-moi poser mon front sur ton épaule</w:t>
      </w:r>
      <w:r>
        <w:t xml:space="preserve">. </w:t>
      </w:r>
      <w:r w:rsidR="002A4158" w:rsidRPr="00DA4E77">
        <w:t>Quelle futilité que de parler de mon amour</w:t>
      </w:r>
      <w:r>
        <w:t xml:space="preserve">, </w:t>
      </w:r>
      <w:r w:rsidR="002A4158" w:rsidRPr="00DA4E77">
        <w:t>alors que ta pensée s</w:t>
      </w:r>
      <w:r>
        <w:t>’</w:t>
      </w:r>
      <w:r w:rsidR="002A4158" w:rsidRPr="00DA4E77">
        <w:t>ombrage de tristesse</w:t>
      </w:r>
      <w:r>
        <w:t xml:space="preserve"> ! </w:t>
      </w:r>
      <w:r w:rsidR="002A4158" w:rsidRPr="00DA4E77">
        <w:t>Car mon amour</w:t>
      </w:r>
      <w:r>
        <w:t xml:space="preserve">, </w:t>
      </w:r>
      <w:r w:rsidR="002A4158" w:rsidRPr="00DA4E77">
        <w:t>à moi</w:t>
      </w:r>
      <w:r>
        <w:t xml:space="preserve">, </w:t>
      </w:r>
      <w:r w:rsidR="002A4158" w:rsidRPr="00DA4E77">
        <w:t>est chose vaine et personnelle</w:t>
      </w:r>
      <w:r>
        <w:t xml:space="preserve">, </w:t>
      </w:r>
      <w:r w:rsidR="002A4158" w:rsidRPr="00DA4E77">
        <w:t>tandis que ta douleur</w:t>
      </w:r>
      <w:r>
        <w:t xml:space="preserve">, </w:t>
      </w:r>
      <w:proofErr w:type="spellStart"/>
      <w:r w:rsidR="002A4158" w:rsidRPr="00DA4E77">
        <w:t>He</w:t>
      </w:r>
      <w:r w:rsidR="002A4158" w:rsidRPr="00DA4E77">
        <w:t>l</w:t>
      </w:r>
      <w:r w:rsidR="002A4158" w:rsidRPr="00DA4E77">
        <w:t>las</w:t>
      </w:r>
      <w:proofErr w:type="spellEnd"/>
      <w:r>
        <w:t xml:space="preserve">, </w:t>
      </w:r>
      <w:r w:rsidR="002A4158" w:rsidRPr="00DA4E77">
        <w:t>doit avoir pour cause le sort même du monde</w:t>
      </w:r>
      <w:r>
        <w:t>…</w:t>
      </w:r>
    </w:p>
    <w:p w14:paraId="2E563B9B" w14:textId="77777777" w:rsidR="00276CCE" w:rsidRDefault="002A4158" w:rsidP="002A4158">
      <w:r w:rsidRPr="00DA4E77">
        <w:t>Et relevant</w:t>
      </w:r>
      <w:r w:rsidR="00276CCE">
        <w:t xml:space="preserve">, </w:t>
      </w:r>
      <w:r w:rsidRPr="00DA4E77">
        <w:t>d</w:t>
      </w:r>
      <w:r w:rsidR="00276CCE">
        <w:t>’</w:t>
      </w:r>
      <w:r w:rsidRPr="00DA4E77">
        <w:t>un brusque mouvement</w:t>
      </w:r>
      <w:r w:rsidR="00276CCE">
        <w:t xml:space="preserve">, </w:t>
      </w:r>
      <w:r w:rsidRPr="00DA4E77">
        <w:t>son visage attendri de larmes</w:t>
      </w:r>
      <w:r w:rsidR="00276CCE">
        <w:t xml:space="preserve">, </w:t>
      </w:r>
      <w:proofErr w:type="spellStart"/>
      <w:r w:rsidRPr="00DA4E77">
        <w:t>Oréa</w:t>
      </w:r>
      <w:proofErr w:type="spellEnd"/>
      <w:r w:rsidRPr="00DA4E77">
        <w:t xml:space="preserve"> regarde </w:t>
      </w:r>
      <w:proofErr w:type="spellStart"/>
      <w:r w:rsidRPr="00DA4E77">
        <w:t>Hellas</w:t>
      </w:r>
      <w:proofErr w:type="spellEnd"/>
      <w:r w:rsidRPr="00DA4E77">
        <w:t xml:space="preserve"> fixement</w:t>
      </w:r>
      <w:r w:rsidR="00276CCE">
        <w:t xml:space="preserve">, </w:t>
      </w:r>
      <w:r w:rsidRPr="00DA4E77">
        <w:t>pleinement</w:t>
      </w:r>
      <w:r w:rsidR="00276CCE">
        <w:t xml:space="preserve">, </w:t>
      </w:r>
      <w:r w:rsidRPr="00DA4E77">
        <w:t>les yeux dans les yeux</w:t>
      </w:r>
      <w:r w:rsidR="00276CCE">
        <w:t> :</w:t>
      </w:r>
    </w:p>
    <w:p w14:paraId="5F3E7EF2" w14:textId="77777777" w:rsidR="00276CCE" w:rsidRDefault="00276CCE" w:rsidP="002A4158">
      <w:r>
        <w:t>— </w:t>
      </w:r>
      <w:r w:rsidR="002A4158" w:rsidRPr="00DA4E77">
        <w:t>Vois</w:t>
      </w:r>
      <w:r>
        <w:t xml:space="preserve">, </w:t>
      </w:r>
      <w:r w:rsidR="002A4158" w:rsidRPr="00DA4E77">
        <w:t>mon grand frère</w:t>
      </w:r>
      <w:r>
        <w:t xml:space="preserve">, </w:t>
      </w:r>
      <w:r w:rsidR="002A4158" w:rsidRPr="00DA4E77">
        <w:t>je redeviens la fille d</w:t>
      </w:r>
      <w:r>
        <w:t>’</w:t>
      </w:r>
      <w:proofErr w:type="spellStart"/>
      <w:r w:rsidR="002A4158" w:rsidRPr="00DA4E77">
        <w:t>Oréus</w:t>
      </w:r>
      <w:proofErr w:type="spellEnd"/>
      <w:r w:rsidR="002A4158" w:rsidRPr="00DA4E77">
        <w:t xml:space="preserve"> et la compagne de ta jeunesse</w:t>
      </w:r>
      <w:r>
        <w:t xml:space="preserve">. </w:t>
      </w:r>
      <w:r w:rsidR="002A4158" w:rsidRPr="00DA4E77">
        <w:t>Parle-moi</w:t>
      </w:r>
      <w:r>
        <w:t xml:space="preserve">, </w:t>
      </w:r>
      <w:proofErr w:type="spellStart"/>
      <w:r w:rsidR="002A4158" w:rsidRPr="00DA4E77">
        <w:t>Hellas</w:t>
      </w:r>
      <w:proofErr w:type="spellEnd"/>
      <w:r>
        <w:t xml:space="preserve">, </w:t>
      </w:r>
      <w:r w:rsidR="002A4158" w:rsidRPr="00DA4E77">
        <w:t>comme une âme à une âme</w:t>
      </w:r>
      <w:r>
        <w:t>…</w:t>
      </w:r>
    </w:p>
    <w:p w14:paraId="3504222A" w14:textId="77777777" w:rsidR="00276CCE" w:rsidRDefault="00276CCE" w:rsidP="002A4158">
      <w:r>
        <w:t>— </w:t>
      </w:r>
      <w:r w:rsidR="002A4158" w:rsidRPr="00DA4E77">
        <w:t>Oui</w:t>
      </w:r>
      <w:r>
        <w:t xml:space="preserve">, </w:t>
      </w:r>
      <w:r w:rsidR="002A4158" w:rsidRPr="00DA4E77">
        <w:t>comme une âme à une âme</w:t>
      </w:r>
      <w:r>
        <w:t xml:space="preserve">, </w:t>
      </w:r>
      <w:r w:rsidR="002A4158" w:rsidRPr="00DA4E77">
        <w:t>si mon âme en tou</w:t>
      </w:r>
      <w:r w:rsidR="002A4158" w:rsidRPr="00DA4E77">
        <w:t>r</w:t>
      </w:r>
      <w:r w:rsidR="002A4158" w:rsidRPr="00DA4E77">
        <w:t>ment vaut ton âme sereine</w:t>
      </w:r>
      <w:r>
        <w:t xml:space="preserve">. </w:t>
      </w:r>
      <w:r w:rsidR="002A4158" w:rsidRPr="00DA4E77">
        <w:t>Oh</w:t>
      </w:r>
      <w:r>
        <w:t xml:space="preserve"> ! </w:t>
      </w:r>
      <w:r w:rsidR="002A4158" w:rsidRPr="00DA4E77">
        <w:t>laisse-moi te regarder</w:t>
      </w:r>
      <w:r>
        <w:t xml:space="preserve">, </w:t>
      </w:r>
      <w:proofErr w:type="spellStart"/>
      <w:r w:rsidR="002A4158" w:rsidRPr="00DA4E77">
        <w:t>Oréa</w:t>
      </w:r>
      <w:proofErr w:type="spellEnd"/>
      <w:r>
        <w:t xml:space="preserve"> ! </w:t>
      </w:r>
      <w:r w:rsidR="002A4158" w:rsidRPr="00DA4E77">
        <w:t>Que tu es belle</w:t>
      </w:r>
      <w:r>
        <w:t xml:space="preserve"> ! </w:t>
      </w:r>
      <w:r w:rsidR="002A4158" w:rsidRPr="00DA4E77">
        <w:t>quel divin génie je contemple dans tes yeux</w:t>
      </w:r>
      <w:r>
        <w:t xml:space="preserve"> ! </w:t>
      </w:r>
      <w:r w:rsidR="002A4158" w:rsidRPr="00DA4E77">
        <w:t>Insensé</w:t>
      </w:r>
      <w:r>
        <w:t xml:space="preserve"> ! </w:t>
      </w:r>
      <w:r w:rsidR="002A4158" w:rsidRPr="00DA4E77">
        <w:t>Tu m</w:t>
      </w:r>
      <w:r>
        <w:t>’</w:t>
      </w:r>
      <w:r w:rsidR="002A4158" w:rsidRPr="00DA4E77">
        <w:t>aimais</w:t>
      </w:r>
      <w:r>
        <w:t xml:space="preserve">, </w:t>
      </w:r>
      <w:r w:rsidR="002A4158" w:rsidRPr="00DA4E77">
        <w:t>dis-tu</w:t>
      </w:r>
      <w:r>
        <w:t xml:space="preserve">, </w:t>
      </w:r>
      <w:r w:rsidR="002A4158" w:rsidRPr="00DA4E77">
        <w:t>depuis longtemps</w:t>
      </w:r>
      <w:r>
        <w:t xml:space="preserve">, </w:t>
      </w:r>
      <w:r w:rsidR="002A4158" w:rsidRPr="00DA4E77">
        <w:t>et je passais près d</w:t>
      </w:r>
      <w:r>
        <w:t>’</w:t>
      </w:r>
      <w:r w:rsidR="002A4158" w:rsidRPr="00DA4E77">
        <w:t>un tel amour comme ces noirs Barbares de Libye qui marchent sur des champs tout pleins d</w:t>
      </w:r>
      <w:r>
        <w:t>’</w:t>
      </w:r>
      <w:r w:rsidR="002A4158" w:rsidRPr="00DA4E77">
        <w:t>or et se meurent de m</w:t>
      </w:r>
      <w:r w:rsidR="002A4158" w:rsidRPr="00DA4E77">
        <w:t>i</w:t>
      </w:r>
      <w:r w:rsidR="002A4158" w:rsidRPr="00DA4E77">
        <w:t>sère</w:t>
      </w:r>
      <w:r>
        <w:t xml:space="preserve"> ! </w:t>
      </w:r>
      <w:r w:rsidR="002A4158" w:rsidRPr="00DA4E77">
        <w:t>Que d</w:t>
      </w:r>
      <w:r>
        <w:t>’</w:t>
      </w:r>
      <w:r w:rsidR="002A4158" w:rsidRPr="00DA4E77">
        <w:t>années perdues pour mon bonheur</w:t>
      </w:r>
      <w:r>
        <w:t xml:space="preserve">, </w:t>
      </w:r>
      <w:r w:rsidR="002A4158" w:rsidRPr="00DA4E77">
        <w:t>et aussi pour ma gloire</w:t>
      </w:r>
      <w:r>
        <w:t xml:space="preserve">, </w:t>
      </w:r>
      <w:r w:rsidR="002A4158" w:rsidRPr="00DA4E77">
        <w:t>et peut-être</w:t>
      </w:r>
      <w:r>
        <w:t xml:space="preserve">, </w:t>
      </w:r>
      <w:r w:rsidR="002A4158" w:rsidRPr="00DA4E77">
        <w:t>ô dieux</w:t>
      </w:r>
      <w:r>
        <w:t xml:space="preserve">, </w:t>
      </w:r>
      <w:r w:rsidR="002A4158" w:rsidRPr="00DA4E77">
        <w:t>pour la splendeur de l</w:t>
      </w:r>
      <w:r>
        <w:t>’</w:t>
      </w:r>
      <w:r w:rsidR="002A4158" w:rsidRPr="00DA4E77">
        <w:t>Univers</w:t>
      </w:r>
      <w:r>
        <w:t> !</w:t>
      </w:r>
    </w:p>
    <w:p w14:paraId="511E534F" w14:textId="77777777" w:rsidR="00276CCE" w:rsidRDefault="00276CCE" w:rsidP="002A4158">
      <w:r>
        <w:t>— </w:t>
      </w:r>
      <w:r w:rsidR="002A4158" w:rsidRPr="00DA4E77">
        <w:t>Que veux-tu dire</w:t>
      </w:r>
      <w:r>
        <w:t xml:space="preserve">, </w:t>
      </w:r>
      <w:r w:rsidR="002A4158" w:rsidRPr="00DA4E77">
        <w:t>ami</w:t>
      </w:r>
      <w:r>
        <w:t> ?</w:t>
      </w:r>
    </w:p>
    <w:p w14:paraId="1F7A8D5B" w14:textId="77777777" w:rsidR="00276CCE" w:rsidRDefault="00276CCE" w:rsidP="002A4158">
      <w:r>
        <w:lastRenderedPageBreak/>
        <w:t>— </w:t>
      </w:r>
      <w:r w:rsidR="002A4158" w:rsidRPr="00DA4E77">
        <w:t>Je veux dire</w:t>
      </w:r>
      <w:r>
        <w:t xml:space="preserve">, </w:t>
      </w:r>
      <w:proofErr w:type="spellStart"/>
      <w:r w:rsidR="002A4158" w:rsidRPr="00DA4E77">
        <w:t>Oréa</w:t>
      </w:r>
      <w:proofErr w:type="spellEnd"/>
      <w:r>
        <w:t xml:space="preserve">, </w:t>
      </w:r>
      <w:r w:rsidR="002A4158" w:rsidRPr="00DA4E77">
        <w:t>que de mon entreprise au pays des Pélasges</w:t>
      </w:r>
      <w:r>
        <w:t xml:space="preserve">, </w:t>
      </w:r>
      <w:r w:rsidR="002A4158" w:rsidRPr="00DA4E77">
        <w:t>je reviens brisé</w:t>
      </w:r>
      <w:r>
        <w:t>…</w:t>
      </w:r>
    </w:p>
    <w:p w14:paraId="4579D662" w14:textId="77777777" w:rsidR="00276CCE" w:rsidRDefault="002A4158" w:rsidP="002A4158">
      <w:r w:rsidRPr="00DA4E77">
        <w:t>À ce mot</w:t>
      </w:r>
      <w:r w:rsidR="00276CCE">
        <w:t xml:space="preserve">, </w:t>
      </w:r>
      <w:proofErr w:type="spellStart"/>
      <w:r w:rsidRPr="00DA4E77">
        <w:t>Hellas</w:t>
      </w:r>
      <w:proofErr w:type="spellEnd"/>
      <w:r w:rsidRPr="00DA4E77">
        <w:t xml:space="preserve"> s</w:t>
      </w:r>
      <w:r w:rsidR="00276CCE">
        <w:t>’</w:t>
      </w:r>
      <w:r w:rsidRPr="00DA4E77">
        <w:t>arrête</w:t>
      </w:r>
      <w:r w:rsidR="00276CCE">
        <w:t xml:space="preserve">, </w:t>
      </w:r>
      <w:r w:rsidRPr="00DA4E77">
        <w:t>regarde de tous côtés si personne ne paraît</w:t>
      </w:r>
      <w:r w:rsidR="00276CCE">
        <w:t xml:space="preserve">, </w:t>
      </w:r>
      <w:r w:rsidRPr="00DA4E77">
        <w:t>tend l</w:t>
      </w:r>
      <w:r w:rsidR="00276CCE">
        <w:t>’</w:t>
      </w:r>
      <w:r w:rsidRPr="00DA4E77">
        <w:t>oreille</w:t>
      </w:r>
      <w:r w:rsidR="00276CCE">
        <w:t xml:space="preserve"> ; </w:t>
      </w:r>
      <w:r w:rsidRPr="00DA4E77">
        <w:t>puis à voix étouffée</w:t>
      </w:r>
      <w:r w:rsidR="00276CCE">
        <w:t> :</w:t>
      </w:r>
    </w:p>
    <w:p w14:paraId="349A0609" w14:textId="77777777" w:rsidR="00276CCE" w:rsidRDefault="00276CCE" w:rsidP="002A4158">
      <w:r>
        <w:t xml:space="preserve">— … </w:t>
      </w:r>
      <w:r w:rsidR="002A4158" w:rsidRPr="00DA4E77">
        <w:t>et vaincu</w:t>
      </w:r>
      <w:r>
        <w:t> !</w:t>
      </w:r>
    </w:p>
    <w:p w14:paraId="03EF7179" w14:textId="77777777" w:rsidR="00276CCE" w:rsidRDefault="00276CCE" w:rsidP="002A4158">
      <w:r>
        <w:t>— </w:t>
      </w:r>
      <w:r w:rsidR="002A4158" w:rsidRPr="00DA4E77">
        <w:t>Toi</w:t>
      </w:r>
      <w:r>
        <w:t> ?…</w:t>
      </w:r>
    </w:p>
    <w:p w14:paraId="378934E8" w14:textId="77777777" w:rsidR="00276CCE" w:rsidRDefault="00276CCE" w:rsidP="002A4158">
      <w:r>
        <w:t>— </w:t>
      </w:r>
      <w:r w:rsidR="002A4158" w:rsidRPr="00DA4E77">
        <w:t>Parlons bas</w:t>
      </w:r>
      <w:r>
        <w:t xml:space="preserve"> ! </w:t>
      </w:r>
      <w:r w:rsidR="002A4158" w:rsidRPr="00DA4E77">
        <w:t>C</w:t>
      </w:r>
      <w:r>
        <w:t>’</w:t>
      </w:r>
      <w:r w:rsidR="002A4158" w:rsidRPr="00DA4E77">
        <w:t>est une chose qu</w:t>
      </w:r>
      <w:r>
        <w:t>’</w:t>
      </w:r>
      <w:r w:rsidR="002A4158" w:rsidRPr="00DA4E77">
        <w:t>à nul je ne veux dire</w:t>
      </w:r>
      <w:r>
        <w:t xml:space="preserve">, </w:t>
      </w:r>
      <w:r w:rsidR="002A4158" w:rsidRPr="00DA4E77">
        <w:t xml:space="preserve">pas même à </w:t>
      </w:r>
      <w:proofErr w:type="spellStart"/>
      <w:r w:rsidR="002A4158" w:rsidRPr="00DA4E77">
        <w:t>Oréus</w:t>
      </w:r>
      <w:proofErr w:type="spellEnd"/>
      <w:r>
        <w:t xml:space="preserve">. </w:t>
      </w:r>
      <w:r w:rsidR="002A4158" w:rsidRPr="00DA4E77">
        <w:t>Oui</w:t>
      </w:r>
      <w:r>
        <w:t xml:space="preserve">, </w:t>
      </w:r>
      <w:r w:rsidR="002A4158" w:rsidRPr="00DA4E77">
        <w:t>vaincu</w:t>
      </w:r>
      <w:r>
        <w:t xml:space="preserve">… </w:t>
      </w:r>
      <w:r w:rsidR="002A4158" w:rsidRPr="00DA4E77">
        <w:t>puisque je n</w:t>
      </w:r>
      <w:r>
        <w:t>’</w:t>
      </w:r>
      <w:r w:rsidR="002A4158" w:rsidRPr="00DA4E77">
        <w:t>ai pas accompli mon projet véritable</w:t>
      </w:r>
      <w:r>
        <w:t xml:space="preserve">. </w:t>
      </w:r>
      <w:r w:rsidR="002A4158" w:rsidRPr="00DA4E77">
        <w:t>Tu le sais</w:t>
      </w:r>
      <w:r>
        <w:t xml:space="preserve">, </w:t>
      </w:r>
      <w:proofErr w:type="spellStart"/>
      <w:r w:rsidR="002A4158" w:rsidRPr="00DA4E77">
        <w:t>Oréa</w:t>
      </w:r>
      <w:proofErr w:type="spellEnd"/>
      <w:r>
        <w:t xml:space="preserve">, </w:t>
      </w:r>
      <w:r w:rsidR="002A4158" w:rsidRPr="00DA4E77">
        <w:t>car</w:t>
      </w:r>
      <w:r>
        <w:t xml:space="preserve">, </w:t>
      </w:r>
      <w:r w:rsidR="002A4158" w:rsidRPr="00DA4E77">
        <w:t>encore une enfant</w:t>
      </w:r>
      <w:r>
        <w:t xml:space="preserve">, </w:t>
      </w:r>
      <w:r w:rsidR="002A4158" w:rsidRPr="00DA4E77">
        <w:t>tu m</w:t>
      </w:r>
      <w:r>
        <w:t>’</w:t>
      </w:r>
      <w:r w:rsidR="002A4158" w:rsidRPr="00DA4E77">
        <w:t>entendais déjà rêver tout haut</w:t>
      </w:r>
      <w:r>
        <w:t xml:space="preserve">, </w:t>
      </w:r>
      <w:r w:rsidR="002A4158" w:rsidRPr="00DA4E77">
        <w:t>devant ton père</w:t>
      </w:r>
      <w:r>
        <w:t xml:space="preserve">, </w:t>
      </w:r>
      <w:r w:rsidR="002A4158" w:rsidRPr="00DA4E77">
        <w:t>les désirs de ma vie</w:t>
      </w:r>
      <w:r>
        <w:t xml:space="preserve"> ; </w:t>
      </w:r>
      <w:r w:rsidR="002A4158" w:rsidRPr="00DA4E77">
        <w:t>non</w:t>
      </w:r>
      <w:r>
        <w:t xml:space="preserve">, </w:t>
      </w:r>
      <w:r w:rsidR="002A4158" w:rsidRPr="00DA4E77">
        <w:t>mon but n</w:t>
      </w:r>
      <w:r>
        <w:t>’</w:t>
      </w:r>
      <w:r w:rsidR="002A4158" w:rsidRPr="00DA4E77">
        <w:t>était pas de conquérir pour conquérir</w:t>
      </w:r>
      <w:r>
        <w:t xml:space="preserve"> ; </w:t>
      </w:r>
      <w:r w:rsidR="002A4158" w:rsidRPr="00DA4E77">
        <w:t>mais d</w:t>
      </w:r>
      <w:r>
        <w:t>’</w:t>
      </w:r>
      <w:r w:rsidR="002A4158" w:rsidRPr="00DA4E77">
        <w:t>unifier le monde pour en chasser le mal et pour faire de toutes les terres</w:t>
      </w:r>
      <w:r>
        <w:t xml:space="preserve">, </w:t>
      </w:r>
      <w:r w:rsidR="002A4158" w:rsidRPr="00DA4E77">
        <w:t>illuminées par la lumière du Sphinx</w:t>
      </w:r>
      <w:r>
        <w:t xml:space="preserve">, </w:t>
      </w:r>
      <w:r w:rsidR="002A4158" w:rsidRPr="00DA4E77">
        <w:t>un i</w:t>
      </w:r>
      <w:r w:rsidR="002A4158" w:rsidRPr="00DA4E77">
        <w:t>m</w:t>
      </w:r>
      <w:r w:rsidR="002A4158" w:rsidRPr="00DA4E77">
        <w:t>mense jardin de concorde et d</w:t>
      </w:r>
      <w:r>
        <w:t>’</w:t>
      </w:r>
      <w:r w:rsidR="002A4158" w:rsidRPr="00DA4E77">
        <w:t>harmonie</w:t>
      </w:r>
      <w:r>
        <w:t xml:space="preserve">. </w:t>
      </w:r>
      <w:r w:rsidR="002A4158" w:rsidRPr="00DA4E77">
        <w:t>Voilà pourquoi</w:t>
      </w:r>
      <w:r>
        <w:t xml:space="preserve">, </w:t>
      </w:r>
      <w:r w:rsidR="002A4158" w:rsidRPr="00DA4E77">
        <w:t>tout jeune</w:t>
      </w:r>
      <w:r>
        <w:t xml:space="preserve">, </w:t>
      </w:r>
      <w:r w:rsidR="002A4158" w:rsidRPr="00DA4E77">
        <w:t xml:space="preserve">je suis parti vers les mystérieuses forêts de </w:t>
      </w:r>
      <w:proofErr w:type="spellStart"/>
      <w:r w:rsidR="002A4158" w:rsidRPr="00DA4E77">
        <w:t>Gaëlie</w:t>
      </w:r>
      <w:proofErr w:type="spellEnd"/>
      <w:r>
        <w:t xml:space="preserve">, </w:t>
      </w:r>
      <w:r w:rsidR="002A4158" w:rsidRPr="00DA4E77">
        <w:t>vers les rivages dorés des Ligures et des Tyrrhéniens</w:t>
      </w:r>
      <w:r>
        <w:t xml:space="preserve"> ; </w:t>
      </w:r>
      <w:r w:rsidR="002A4158" w:rsidRPr="00DA4E77">
        <w:t>voilà pourquoi j</w:t>
      </w:r>
      <w:r>
        <w:t>’</w:t>
      </w:r>
      <w:r w:rsidR="002A4158" w:rsidRPr="00DA4E77">
        <w:t>ai voulu devenir Prince des Apôtres</w:t>
      </w:r>
      <w:r>
        <w:t xml:space="preserve"> ; </w:t>
      </w:r>
      <w:r w:rsidR="002A4158" w:rsidRPr="00DA4E77">
        <w:t>et voilà pourquoi</w:t>
      </w:r>
      <w:r>
        <w:t xml:space="preserve">, </w:t>
      </w:r>
      <w:r w:rsidR="002A4158" w:rsidRPr="00DA4E77">
        <w:t>trop à l</w:t>
      </w:r>
      <w:r>
        <w:t>’</w:t>
      </w:r>
      <w:r w:rsidR="002A4158" w:rsidRPr="00DA4E77">
        <w:t>étroit dans le cœur d</w:t>
      </w:r>
      <w:r>
        <w:t>’</w:t>
      </w:r>
      <w:r w:rsidR="002A4158" w:rsidRPr="00DA4E77">
        <w:t>Atlantis</w:t>
      </w:r>
      <w:r>
        <w:t xml:space="preserve">, </w:t>
      </w:r>
      <w:r w:rsidR="002A4158" w:rsidRPr="00DA4E77">
        <w:t>j</w:t>
      </w:r>
      <w:r>
        <w:t>’</w:t>
      </w:r>
      <w:r w:rsidR="002A4158" w:rsidRPr="00DA4E77">
        <w:t>ai tenté</w:t>
      </w:r>
      <w:r>
        <w:t xml:space="preserve">, </w:t>
      </w:r>
      <w:r w:rsidR="002A4158" w:rsidRPr="00DA4E77">
        <w:t>récemment</w:t>
      </w:r>
      <w:r>
        <w:t xml:space="preserve">, </w:t>
      </w:r>
      <w:r w:rsidR="002A4158" w:rsidRPr="00DA4E77">
        <w:t>de so</w:t>
      </w:r>
      <w:r w:rsidR="002A4158" w:rsidRPr="00DA4E77">
        <w:t>u</w:t>
      </w:r>
      <w:r w:rsidR="002A4158" w:rsidRPr="00DA4E77">
        <w:t>mettre à nos lois les turbulentes tribus des Pélasges et des Sc</w:t>
      </w:r>
      <w:r w:rsidR="002A4158" w:rsidRPr="00DA4E77">
        <w:t>y</w:t>
      </w:r>
      <w:r w:rsidR="002A4158" w:rsidRPr="00DA4E77">
        <w:t>thes</w:t>
      </w:r>
      <w:r>
        <w:t>…</w:t>
      </w:r>
    </w:p>
    <w:p w14:paraId="3FCA271B" w14:textId="77777777" w:rsidR="00276CCE" w:rsidRDefault="00276CCE" w:rsidP="002A4158">
      <w:r>
        <w:t>— </w:t>
      </w:r>
      <w:r w:rsidR="002A4158" w:rsidRPr="00DA4E77">
        <w:t xml:space="preserve">Cher </w:t>
      </w:r>
      <w:proofErr w:type="spellStart"/>
      <w:r w:rsidR="002A4158" w:rsidRPr="00DA4E77">
        <w:t>Hellas</w:t>
      </w:r>
      <w:proofErr w:type="spellEnd"/>
      <w:r>
        <w:t xml:space="preserve">, </w:t>
      </w:r>
      <w:r w:rsidR="002A4158" w:rsidRPr="00DA4E77">
        <w:t>âme trop ardente</w:t>
      </w:r>
      <w:r>
        <w:t xml:space="preserve">, </w:t>
      </w:r>
      <w:r w:rsidR="002A4158" w:rsidRPr="00DA4E77">
        <w:t>ô mon ami</w:t>
      </w:r>
      <w:r>
        <w:t xml:space="preserve"> ! </w:t>
      </w:r>
      <w:r w:rsidR="002A4158" w:rsidRPr="00DA4E77">
        <w:t>As-tu vra</w:t>
      </w:r>
      <w:r w:rsidR="002A4158" w:rsidRPr="00DA4E77">
        <w:t>i</w:t>
      </w:r>
      <w:r w:rsidR="002A4158" w:rsidRPr="00DA4E77">
        <w:t>ment tant à te plaindre</w:t>
      </w:r>
      <w:r>
        <w:t xml:space="preserve"> ? </w:t>
      </w:r>
      <w:r w:rsidR="002A4158" w:rsidRPr="00DA4E77">
        <w:t>Ne viens-tu pas de porter la lumière du Sphinx au milieu de nations hier encore inconnues</w:t>
      </w:r>
      <w:r>
        <w:t xml:space="preserve"> ? </w:t>
      </w:r>
      <w:r w:rsidR="002A4158" w:rsidRPr="00DA4E77">
        <w:t>N</w:t>
      </w:r>
      <w:r>
        <w:t>’</w:t>
      </w:r>
      <w:r w:rsidR="002A4158" w:rsidRPr="00DA4E77">
        <w:t>as-tu pas droit à l</w:t>
      </w:r>
      <w:r>
        <w:t>’</w:t>
      </w:r>
      <w:r w:rsidR="002A4158" w:rsidRPr="00DA4E77">
        <w:t>admiration du monde et à la reconnaissance d</w:t>
      </w:r>
      <w:r>
        <w:t>’</w:t>
      </w:r>
      <w:r w:rsidR="002A4158" w:rsidRPr="00DA4E77">
        <w:t>Atlantis</w:t>
      </w:r>
      <w:r>
        <w:t> ?</w:t>
      </w:r>
    </w:p>
    <w:p w14:paraId="5EC7CD9D" w14:textId="77777777" w:rsidR="00276CCE" w:rsidRDefault="00276CCE" w:rsidP="002A4158">
      <w:r>
        <w:t>— </w:t>
      </w:r>
      <w:r w:rsidR="002A4158" w:rsidRPr="00DA4E77">
        <w:t>Admiration</w:t>
      </w:r>
      <w:r>
        <w:t xml:space="preserve"> ? </w:t>
      </w:r>
      <w:r w:rsidR="002A4158" w:rsidRPr="00DA4E77">
        <w:t>Reconnaissance</w:t>
      </w:r>
      <w:r>
        <w:t xml:space="preserve"> ? </w:t>
      </w:r>
      <w:r w:rsidR="002A4158" w:rsidRPr="00DA4E77">
        <w:t>Peu importe</w:t>
      </w:r>
      <w:r>
        <w:t xml:space="preserve"> ! </w:t>
      </w:r>
      <w:r w:rsidR="002A4158" w:rsidRPr="00DA4E77">
        <w:t>Si je n</w:t>
      </w:r>
      <w:r>
        <w:t>’</w:t>
      </w:r>
      <w:r w:rsidR="002A4158" w:rsidRPr="00DA4E77">
        <w:t>ai pas l</w:t>
      </w:r>
      <w:r>
        <w:t>’</w:t>
      </w:r>
      <w:r w:rsidR="002A4158" w:rsidRPr="00DA4E77">
        <w:t>estime de moi-même</w:t>
      </w:r>
      <w:r>
        <w:t xml:space="preserve">, </w:t>
      </w:r>
      <w:r w:rsidR="002A4158" w:rsidRPr="00DA4E77">
        <w:t>toutes mes victoires sont des folies</w:t>
      </w:r>
      <w:r>
        <w:t xml:space="preserve">, </w:t>
      </w:r>
      <w:r w:rsidR="002A4158" w:rsidRPr="00DA4E77">
        <w:t>des crimes</w:t>
      </w:r>
      <w:r>
        <w:t xml:space="preserve"> ! </w:t>
      </w:r>
      <w:r w:rsidR="002A4158" w:rsidRPr="00DA4E77">
        <w:t>Car</w:t>
      </w:r>
      <w:r>
        <w:t xml:space="preserve">, </w:t>
      </w:r>
      <w:r w:rsidR="002A4158" w:rsidRPr="00DA4E77">
        <w:t>à quoi bon gagner des batailles si nul n</w:t>
      </w:r>
      <w:r>
        <w:t>’</w:t>
      </w:r>
      <w:r w:rsidR="002A4158" w:rsidRPr="00DA4E77">
        <w:t>en doit profiter</w:t>
      </w:r>
      <w:r>
        <w:t xml:space="preserve">, </w:t>
      </w:r>
      <w:r w:rsidR="002A4158" w:rsidRPr="00DA4E77">
        <w:t>ni dans la patrie</w:t>
      </w:r>
      <w:r>
        <w:t xml:space="preserve">, </w:t>
      </w:r>
      <w:r w:rsidR="002A4158" w:rsidRPr="00DA4E77">
        <w:t>ni dans l</w:t>
      </w:r>
      <w:r>
        <w:t>’</w:t>
      </w:r>
      <w:r w:rsidR="002A4158" w:rsidRPr="00DA4E77">
        <w:t>univers</w:t>
      </w:r>
      <w:r>
        <w:t xml:space="preserve"> ? </w:t>
      </w:r>
      <w:r w:rsidR="002A4158" w:rsidRPr="00DA4E77">
        <w:t>Or</w:t>
      </w:r>
      <w:r>
        <w:t xml:space="preserve">, </w:t>
      </w:r>
      <w:r w:rsidR="002A4158" w:rsidRPr="00DA4E77">
        <w:t>veux-tu savoir le résultat de mes conquêtes</w:t>
      </w:r>
      <w:r>
        <w:t xml:space="preserve"> ? </w:t>
      </w:r>
      <w:r w:rsidR="002A4158" w:rsidRPr="00DA4E77">
        <w:t>Quand j</w:t>
      </w:r>
      <w:r>
        <w:t>’</w:t>
      </w:r>
      <w:r w:rsidR="002A4158" w:rsidRPr="00DA4E77">
        <w:t xml:space="preserve">ai </w:t>
      </w:r>
      <w:r w:rsidR="002A4158" w:rsidRPr="00DA4E77">
        <w:lastRenderedPageBreak/>
        <w:t>soumis à la Reine des Eaux les riches terres des Sicules</w:t>
      </w:r>
      <w:r>
        <w:t xml:space="preserve">, </w:t>
      </w:r>
      <w:r w:rsidR="002A4158" w:rsidRPr="00DA4E77">
        <w:t>les maîtres de l</w:t>
      </w:r>
      <w:r>
        <w:t>’</w:t>
      </w:r>
      <w:r w:rsidR="002A4158" w:rsidRPr="00DA4E77">
        <w:t>or m</w:t>
      </w:r>
      <w:r>
        <w:t>’</w:t>
      </w:r>
      <w:r w:rsidR="002A4158" w:rsidRPr="00DA4E77">
        <w:t>ont écrit</w:t>
      </w:r>
      <w:r>
        <w:t> : « </w:t>
      </w:r>
      <w:r w:rsidR="002A4158" w:rsidRPr="00DA4E77">
        <w:t>Envoie-nous vite le produit des mines</w:t>
      </w:r>
      <w:r>
        <w:t>. »</w:t>
      </w:r>
      <w:r w:rsidR="002A4158" w:rsidRPr="00DA4E77">
        <w:t xml:space="preserve"> À quoi l</w:t>
      </w:r>
      <w:r>
        <w:t>’</w:t>
      </w:r>
      <w:r w:rsidR="002A4158" w:rsidRPr="00DA4E77">
        <w:t>Assemblée des Lettrés ajoutait</w:t>
      </w:r>
      <w:r>
        <w:t> : « </w:t>
      </w:r>
      <w:r w:rsidR="002A4158" w:rsidRPr="00DA4E77">
        <w:t>On dit qu</w:t>
      </w:r>
      <w:r>
        <w:t>’</w:t>
      </w:r>
      <w:r w:rsidR="002A4158" w:rsidRPr="00DA4E77">
        <w:t>il y a là-bas de be</w:t>
      </w:r>
      <w:r w:rsidR="002A4158" w:rsidRPr="00DA4E77">
        <w:t>l</w:t>
      </w:r>
      <w:r w:rsidR="002A4158" w:rsidRPr="00DA4E77">
        <w:t>les esclaves blanches</w:t>
      </w:r>
      <w:r>
        <w:t xml:space="preserve">, </w:t>
      </w:r>
      <w:r w:rsidR="002A4158" w:rsidRPr="00DA4E77">
        <w:t>nous les attendons</w:t>
      </w:r>
      <w:r>
        <w:t>. »</w:t>
      </w:r>
      <w:r w:rsidR="002A4158" w:rsidRPr="00DA4E77">
        <w:t xml:space="preserve"> Et les Tribuns du peuple me faisaient savoir qu</w:t>
      </w:r>
      <w:r>
        <w:t>’</w:t>
      </w:r>
      <w:r w:rsidR="002A4158" w:rsidRPr="00DA4E77">
        <w:t>avec le blé des plaines fertiles on pourrait nourrir plus facilement la foule des indolents pour qui le travail paraît un supplice</w:t>
      </w:r>
      <w:r>
        <w:t xml:space="preserve">. </w:t>
      </w:r>
      <w:r w:rsidR="002A4158" w:rsidRPr="00DA4E77">
        <w:t>Si</w:t>
      </w:r>
      <w:r>
        <w:t xml:space="preserve">, </w:t>
      </w:r>
      <w:r w:rsidR="002A4158" w:rsidRPr="00DA4E77">
        <w:t>d</w:t>
      </w:r>
      <w:r>
        <w:t>’</w:t>
      </w:r>
      <w:r w:rsidR="002A4158" w:rsidRPr="00DA4E77">
        <w:t>autre part</w:t>
      </w:r>
      <w:r>
        <w:t xml:space="preserve">, </w:t>
      </w:r>
      <w:r w:rsidR="002A4158" w:rsidRPr="00DA4E77">
        <w:t>je considère le de</w:t>
      </w:r>
      <w:r w:rsidR="002A4158" w:rsidRPr="00DA4E77">
        <w:t>s</w:t>
      </w:r>
      <w:r w:rsidR="002A4158" w:rsidRPr="00DA4E77">
        <w:t>tin des Barbares conquis</w:t>
      </w:r>
      <w:r>
        <w:t xml:space="preserve">, </w:t>
      </w:r>
      <w:r w:rsidR="002A4158" w:rsidRPr="00DA4E77">
        <w:t>je sens un avenir plus redoutable e</w:t>
      </w:r>
      <w:r w:rsidR="002A4158" w:rsidRPr="00DA4E77">
        <w:t>n</w:t>
      </w:r>
      <w:r w:rsidR="002A4158" w:rsidRPr="00DA4E77">
        <w:t>core</w:t>
      </w:r>
      <w:r>
        <w:t xml:space="preserve">. </w:t>
      </w:r>
      <w:r w:rsidR="002A4158" w:rsidRPr="00DA4E77">
        <w:t>Nous avons éveillé en eux le désir et le goût des guerres plus vastes</w:t>
      </w:r>
      <w:r>
        <w:t xml:space="preserve">. </w:t>
      </w:r>
      <w:r w:rsidR="002A4158" w:rsidRPr="00DA4E77">
        <w:t>Je les vois déjà prêts à s</w:t>
      </w:r>
      <w:r>
        <w:t>’</w:t>
      </w:r>
      <w:r w:rsidR="002A4158" w:rsidRPr="00DA4E77">
        <w:t>armer</w:t>
      </w:r>
      <w:r>
        <w:t xml:space="preserve">, </w:t>
      </w:r>
      <w:r w:rsidR="002A4158" w:rsidRPr="00DA4E77">
        <w:t>Pélasges contre L</w:t>
      </w:r>
      <w:r w:rsidR="002A4158" w:rsidRPr="00DA4E77">
        <w:t>i</w:t>
      </w:r>
      <w:r w:rsidR="002A4158" w:rsidRPr="00DA4E77">
        <w:t>gures</w:t>
      </w:r>
      <w:r>
        <w:t xml:space="preserve">, </w:t>
      </w:r>
      <w:r w:rsidR="002A4158" w:rsidRPr="00DA4E77">
        <w:t>Tyrrhéniens contre Sicules</w:t>
      </w:r>
      <w:r>
        <w:t xml:space="preserve">, </w:t>
      </w:r>
      <w:r w:rsidR="002A4158" w:rsidRPr="00DA4E77">
        <w:t>Armoricains contre Gaëls</w:t>
      </w:r>
      <w:r>
        <w:t xml:space="preserve"> ! </w:t>
      </w:r>
      <w:r w:rsidR="002A4158" w:rsidRPr="00DA4E77">
        <w:t>Et voilà donc à quelle œuvre de mal ont abouti des siècles d</w:t>
      </w:r>
      <w:r>
        <w:t>’</w:t>
      </w:r>
      <w:r w:rsidR="002A4158" w:rsidRPr="00DA4E77">
        <w:t>héroïsme</w:t>
      </w:r>
      <w:r>
        <w:t xml:space="preserve">, </w:t>
      </w:r>
      <w:r w:rsidR="002A4158" w:rsidRPr="00DA4E77">
        <w:t>de science et de génie</w:t>
      </w:r>
      <w:r>
        <w:t xml:space="preserve"> ? </w:t>
      </w:r>
      <w:proofErr w:type="spellStart"/>
      <w:r w:rsidR="002A4158" w:rsidRPr="00DA4E77">
        <w:t>Oréa</w:t>
      </w:r>
      <w:proofErr w:type="spellEnd"/>
      <w:r>
        <w:t xml:space="preserve">, </w:t>
      </w:r>
      <w:r w:rsidR="002A4158" w:rsidRPr="00DA4E77">
        <w:t>ma sœur</w:t>
      </w:r>
      <w:r>
        <w:t xml:space="preserve">, </w:t>
      </w:r>
      <w:r w:rsidR="002A4158" w:rsidRPr="00DA4E77">
        <w:t>la seule au monde capable de comprendre et de partager ma peine</w:t>
      </w:r>
      <w:r>
        <w:t xml:space="preserve">, </w:t>
      </w:r>
      <w:r w:rsidR="002A4158" w:rsidRPr="00DA4E77">
        <w:t>n</w:t>
      </w:r>
      <w:r>
        <w:t>’</w:t>
      </w:r>
      <w:r w:rsidR="002A4158" w:rsidRPr="00DA4E77">
        <w:t>est-ce pas que je suis un vaincu</w:t>
      </w:r>
      <w:r>
        <w:t> ?</w:t>
      </w:r>
    </w:p>
    <w:p w14:paraId="41A40C98" w14:textId="77777777" w:rsidR="00276CCE" w:rsidRDefault="00276CCE" w:rsidP="002A4158">
      <w:r>
        <w:t>— </w:t>
      </w:r>
      <w:r w:rsidR="002A4158" w:rsidRPr="00DA4E77">
        <w:t>Mon bien-aimé</w:t>
      </w:r>
      <w:r>
        <w:t xml:space="preserve">, </w:t>
      </w:r>
      <w:r w:rsidR="002A4158" w:rsidRPr="00DA4E77">
        <w:t>la douleur t</w:t>
      </w:r>
      <w:r>
        <w:t>’</w:t>
      </w:r>
      <w:r w:rsidR="002A4158" w:rsidRPr="00DA4E77">
        <w:t>ennoblit plus que toutes tes victoires</w:t>
      </w:r>
      <w:r>
        <w:t xml:space="preserve">. </w:t>
      </w:r>
      <w:r w:rsidR="002A4158" w:rsidRPr="00DA4E77">
        <w:t>Mais</w:t>
      </w:r>
      <w:r>
        <w:t xml:space="preserve">, </w:t>
      </w:r>
      <w:r w:rsidR="002A4158" w:rsidRPr="00DA4E77">
        <w:t>prends garde de ne pas irriter contre toi les E</w:t>
      </w:r>
      <w:r w:rsidR="002A4158" w:rsidRPr="00DA4E77">
        <w:t>s</w:t>
      </w:r>
      <w:r w:rsidR="002A4158" w:rsidRPr="00DA4E77">
        <w:t>prits supérieurs qui</w:t>
      </w:r>
      <w:r>
        <w:t xml:space="preserve">, </w:t>
      </w:r>
      <w:r w:rsidR="002A4158" w:rsidRPr="00DA4E77">
        <w:t>depuis ton berceau</w:t>
      </w:r>
      <w:r>
        <w:t xml:space="preserve">, </w:t>
      </w:r>
      <w:r w:rsidR="002A4158" w:rsidRPr="00DA4E77">
        <w:t>t</w:t>
      </w:r>
      <w:r>
        <w:t>’</w:t>
      </w:r>
      <w:r w:rsidR="002A4158" w:rsidRPr="00DA4E77">
        <w:t>inspirent et te prép</w:t>
      </w:r>
      <w:r w:rsidR="002A4158" w:rsidRPr="00DA4E77">
        <w:t>a</w:t>
      </w:r>
      <w:r w:rsidR="002A4158" w:rsidRPr="00DA4E77">
        <w:t>raient pour une haute destinée</w:t>
      </w:r>
      <w:r>
        <w:t xml:space="preserve">. </w:t>
      </w:r>
      <w:r w:rsidR="002A4158" w:rsidRPr="00DA4E77">
        <w:t>Faire du monde un jardin d</w:t>
      </w:r>
      <w:r>
        <w:t>’</w:t>
      </w:r>
      <w:r w:rsidR="002A4158" w:rsidRPr="00DA4E77">
        <w:t>harmonie</w:t>
      </w:r>
      <w:r>
        <w:t xml:space="preserve">, </w:t>
      </w:r>
      <w:r w:rsidR="002A4158" w:rsidRPr="00DA4E77">
        <w:t>ne former ici-bas qu</w:t>
      </w:r>
      <w:r>
        <w:t>’</w:t>
      </w:r>
      <w:r w:rsidR="002A4158" w:rsidRPr="00DA4E77">
        <w:t>un même peuple heureux</w:t>
      </w:r>
      <w:r>
        <w:t xml:space="preserve">, </w:t>
      </w:r>
      <w:r w:rsidR="002A4158" w:rsidRPr="00DA4E77">
        <w:t>chantant et riant</w:t>
      </w:r>
      <w:r>
        <w:t xml:space="preserve">, </w:t>
      </w:r>
      <w:r w:rsidR="002A4158" w:rsidRPr="00DA4E77">
        <w:t>sur une terre en allégresse</w:t>
      </w:r>
      <w:r>
        <w:t xml:space="preserve">, </w:t>
      </w:r>
      <w:r w:rsidR="002A4158" w:rsidRPr="00DA4E77">
        <w:t>partout la joie</w:t>
      </w:r>
      <w:r>
        <w:t xml:space="preserve">, </w:t>
      </w:r>
      <w:r w:rsidR="002A4158" w:rsidRPr="00DA4E77">
        <w:t>partout la paix</w:t>
      </w:r>
      <w:r>
        <w:t xml:space="preserve">, </w:t>
      </w:r>
      <w:r w:rsidR="002A4158" w:rsidRPr="00DA4E77">
        <w:t>partout l</w:t>
      </w:r>
      <w:r>
        <w:t>’</w:t>
      </w:r>
      <w:r w:rsidR="002A4158" w:rsidRPr="00DA4E77">
        <w:t>amour</w:t>
      </w:r>
      <w:r>
        <w:t xml:space="preserve">, </w:t>
      </w:r>
      <w:r w:rsidR="002A4158" w:rsidRPr="00DA4E77">
        <w:t>ah</w:t>
      </w:r>
      <w:r>
        <w:t xml:space="preserve"> ! </w:t>
      </w:r>
      <w:r w:rsidR="002A4158" w:rsidRPr="00DA4E77">
        <w:t>le beau rêve</w:t>
      </w:r>
      <w:r>
        <w:t xml:space="preserve"> ! </w:t>
      </w:r>
      <w:r w:rsidR="002A4158" w:rsidRPr="00DA4E77">
        <w:t>Mais un tel rêve se développe contre la volonté divine</w:t>
      </w:r>
      <w:r>
        <w:t xml:space="preserve"> ; </w:t>
      </w:r>
      <w:r w:rsidR="002A4158" w:rsidRPr="00DA4E77">
        <w:t>et la souffrance de la terre doit servir</w:t>
      </w:r>
      <w:r>
        <w:t xml:space="preserve">, </w:t>
      </w:r>
      <w:r w:rsidR="002A4158" w:rsidRPr="00DA4E77">
        <w:t>sans doute</w:t>
      </w:r>
      <w:r>
        <w:t xml:space="preserve">, </w:t>
      </w:r>
      <w:r w:rsidR="002A4158" w:rsidRPr="00DA4E77">
        <w:t>à une œuvre plus haute du Dieu i</w:t>
      </w:r>
      <w:r w:rsidR="002A4158" w:rsidRPr="00DA4E77">
        <w:t>n</w:t>
      </w:r>
      <w:r w:rsidR="002A4158" w:rsidRPr="00DA4E77">
        <w:t>connu</w:t>
      </w:r>
      <w:r>
        <w:t> !</w:t>
      </w:r>
    </w:p>
    <w:p w14:paraId="5AF4C11A" w14:textId="77777777" w:rsidR="00276CCE" w:rsidRDefault="00276CCE" w:rsidP="002A4158">
      <w:r>
        <w:t>— </w:t>
      </w:r>
      <w:r w:rsidR="002A4158" w:rsidRPr="00DA4E77">
        <w:t>Eh</w:t>
      </w:r>
      <w:r>
        <w:t xml:space="preserve"> ! </w:t>
      </w:r>
      <w:r w:rsidR="002A4158" w:rsidRPr="00DA4E77">
        <w:t>que m</w:t>
      </w:r>
      <w:r>
        <w:t>’</w:t>
      </w:r>
      <w:r w:rsidR="002A4158" w:rsidRPr="00DA4E77">
        <w:t>importe une terre au mal condamnée</w:t>
      </w:r>
      <w:r>
        <w:t xml:space="preserve"> ? </w:t>
      </w:r>
      <w:r w:rsidR="002A4158" w:rsidRPr="00DA4E77">
        <w:t>Que m</w:t>
      </w:r>
      <w:r>
        <w:t>’</w:t>
      </w:r>
      <w:r w:rsidR="002A4158" w:rsidRPr="00DA4E77">
        <w:t>importe un Empire que les passions corrompent</w:t>
      </w:r>
      <w:r>
        <w:t xml:space="preserve"> ? </w:t>
      </w:r>
      <w:r w:rsidR="002A4158" w:rsidRPr="00DA4E77">
        <w:t>Que m</w:t>
      </w:r>
      <w:r>
        <w:t>’</w:t>
      </w:r>
      <w:r w:rsidR="002A4158" w:rsidRPr="00DA4E77">
        <w:t>importe une victoire dont l</w:t>
      </w:r>
      <w:r>
        <w:t>’</w:t>
      </w:r>
      <w:r w:rsidR="002A4158" w:rsidRPr="00DA4E77">
        <w:t>ivresse perpétue les vices des hommes</w:t>
      </w:r>
      <w:r>
        <w:t xml:space="preserve"> ? </w:t>
      </w:r>
      <w:r w:rsidR="002A4158" w:rsidRPr="00DA4E77">
        <w:t>À quoi bon pressentir la beauté parfaite</w:t>
      </w:r>
      <w:r>
        <w:t xml:space="preserve">, </w:t>
      </w:r>
      <w:r w:rsidR="002A4158" w:rsidRPr="00DA4E77">
        <w:t>si nous ne pouvons accomplir que de la laideur</w:t>
      </w:r>
      <w:r>
        <w:t> ?</w:t>
      </w:r>
    </w:p>
    <w:p w14:paraId="537B1116" w14:textId="4D83F903" w:rsidR="00276CCE" w:rsidRDefault="00276CCE" w:rsidP="002A4158">
      <w:r>
        <w:lastRenderedPageBreak/>
        <w:t>— </w:t>
      </w:r>
      <w:r w:rsidR="002A4158" w:rsidRPr="00DA4E77">
        <w:t>Ah</w:t>
      </w:r>
      <w:r>
        <w:t xml:space="preserve"> ! </w:t>
      </w:r>
      <w:r w:rsidR="002A4158" w:rsidRPr="00DA4E77">
        <w:t>malheureux ami</w:t>
      </w:r>
      <w:r>
        <w:t xml:space="preserve">, </w:t>
      </w:r>
      <w:r w:rsidR="002A4158" w:rsidRPr="00DA4E77">
        <w:t>achève donc</w:t>
      </w:r>
      <w:r>
        <w:t> : « </w:t>
      </w:r>
      <w:r w:rsidR="002A4158" w:rsidRPr="00DA4E77">
        <w:t>À quoi bon être un homme</w:t>
      </w:r>
      <w:r>
        <w:t xml:space="preserve">, </w:t>
      </w:r>
      <w:r w:rsidR="002A4158" w:rsidRPr="00DA4E77">
        <w:t>puisqu</w:t>
      </w:r>
      <w:r>
        <w:t>’</w:t>
      </w:r>
      <w:r w:rsidR="002A4158" w:rsidRPr="00DA4E77">
        <w:t>il existe des dieux</w:t>
      </w:r>
      <w:r>
        <w:t> ! »</w:t>
      </w:r>
    </w:p>
    <w:p w14:paraId="0CB8F9F2" w14:textId="77777777" w:rsidR="00276CCE" w:rsidRDefault="00276CCE" w:rsidP="002A4158">
      <w:r>
        <w:t>— </w:t>
      </w:r>
      <w:r w:rsidR="002A4158" w:rsidRPr="00DA4E77">
        <w:t>Ai-je dit cela</w:t>
      </w:r>
      <w:r>
        <w:t xml:space="preserve"> ? </w:t>
      </w:r>
      <w:r w:rsidR="002A4158" w:rsidRPr="00DA4E77">
        <w:t xml:space="preserve">balbutie </w:t>
      </w:r>
      <w:proofErr w:type="spellStart"/>
      <w:r w:rsidR="002A4158" w:rsidRPr="00DA4E77">
        <w:t>Hellas</w:t>
      </w:r>
      <w:proofErr w:type="spellEnd"/>
      <w:r>
        <w:t xml:space="preserve">, </w:t>
      </w:r>
      <w:r w:rsidR="002A4158" w:rsidRPr="00DA4E77">
        <w:t>troublé</w:t>
      </w:r>
      <w:r>
        <w:t>.</w:t>
      </w:r>
    </w:p>
    <w:p w14:paraId="1809E2B0" w14:textId="77777777" w:rsidR="00276CCE" w:rsidRDefault="00276CCE" w:rsidP="002A4158">
      <w:r>
        <w:t>— </w:t>
      </w:r>
      <w:r w:rsidR="002A4158" w:rsidRPr="00DA4E77">
        <w:t>Tu ne l</w:t>
      </w:r>
      <w:r>
        <w:t>’</w:t>
      </w:r>
      <w:r w:rsidR="002A4158" w:rsidRPr="00DA4E77">
        <w:t>as pas dit</w:t>
      </w:r>
      <w:r>
        <w:t xml:space="preserve">, </w:t>
      </w:r>
      <w:r w:rsidR="002A4158" w:rsidRPr="00DA4E77">
        <w:t>mais tu le penses</w:t>
      </w:r>
      <w:r>
        <w:t xml:space="preserve">, </w:t>
      </w:r>
      <w:proofErr w:type="spellStart"/>
      <w:r w:rsidR="002A4158" w:rsidRPr="00DA4E77">
        <w:t>Hellas</w:t>
      </w:r>
      <w:proofErr w:type="spellEnd"/>
      <w:r>
        <w:t xml:space="preserve">, </w:t>
      </w:r>
      <w:r w:rsidR="002A4158" w:rsidRPr="00DA4E77">
        <w:t>et voilà pourquoi je t</w:t>
      </w:r>
      <w:r>
        <w:t>’</w:t>
      </w:r>
      <w:r w:rsidR="002A4158" w:rsidRPr="00DA4E77">
        <w:t>arrête</w:t>
      </w:r>
      <w:r>
        <w:t xml:space="preserve">. </w:t>
      </w:r>
      <w:r w:rsidR="002A4158" w:rsidRPr="00DA4E77">
        <w:t>Car il existe un orgueil du bien aussi dang</w:t>
      </w:r>
      <w:r w:rsidR="002A4158" w:rsidRPr="00DA4E77">
        <w:t>e</w:t>
      </w:r>
      <w:r w:rsidR="002A4158" w:rsidRPr="00DA4E77">
        <w:t>reux que l</w:t>
      </w:r>
      <w:r>
        <w:t>’</w:t>
      </w:r>
      <w:r w:rsidR="002A4158" w:rsidRPr="00DA4E77">
        <w:t>orgueil du mal</w:t>
      </w:r>
      <w:r>
        <w:t xml:space="preserve">. </w:t>
      </w:r>
      <w:r w:rsidR="002A4158" w:rsidRPr="00DA4E77">
        <w:t>Vouloir dominer le monde pour lui imposer un bonheur impossible</w:t>
      </w:r>
      <w:r>
        <w:t xml:space="preserve"> ; </w:t>
      </w:r>
      <w:r w:rsidR="002A4158" w:rsidRPr="00DA4E77">
        <w:t>croire qu</w:t>
      </w:r>
      <w:r>
        <w:t>’</w:t>
      </w:r>
      <w:r w:rsidR="002A4158" w:rsidRPr="00DA4E77">
        <w:t>on peut arracher la race humaine à la sentence de douleur et de mort</w:t>
      </w:r>
      <w:r>
        <w:t xml:space="preserve">, </w:t>
      </w:r>
      <w:r w:rsidR="002A4158" w:rsidRPr="00DA4E77">
        <w:t>sublime folie et magnifique désobéissance</w:t>
      </w:r>
      <w:r>
        <w:t xml:space="preserve"> ! </w:t>
      </w:r>
      <w:r w:rsidR="002A4158" w:rsidRPr="00DA4E77">
        <w:t>Souviens-toi des paroles écrites sous les griffes du Sphinx</w:t>
      </w:r>
      <w:r>
        <w:t> :</w:t>
      </w:r>
    </w:p>
    <w:p w14:paraId="10A5B733" w14:textId="77777777" w:rsidR="00276CCE" w:rsidRDefault="002A4158" w:rsidP="002A4158">
      <w:pPr>
        <w:pStyle w:val="NormalRetraitGauche2XIndent0"/>
        <w:spacing w:before="0" w:after="0"/>
        <w:rPr>
          <w:i/>
          <w:iCs/>
        </w:rPr>
      </w:pPr>
      <w:r w:rsidRPr="006F7A39">
        <w:rPr>
          <w:i/>
          <w:iCs/>
        </w:rPr>
        <w:t>Tu ne seras plus homme</w:t>
      </w:r>
      <w:r w:rsidR="00276CCE">
        <w:rPr>
          <w:i/>
          <w:iCs/>
        </w:rPr>
        <w:t>,</w:t>
      </w:r>
    </w:p>
    <w:p w14:paraId="68263123" w14:textId="77777777" w:rsidR="00276CCE" w:rsidRDefault="002A4158" w:rsidP="002A4158">
      <w:pPr>
        <w:pStyle w:val="NormalRetraitGauche2XIndent0"/>
        <w:spacing w:before="0" w:after="0"/>
        <w:rPr>
          <w:i/>
        </w:rPr>
      </w:pPr>
      <w:r w:rsidRPr="006F7A39">
        <w:rPr>
          <w:i/>
          <w:iCs/>
        </w:rPr>
        <w:t>Tu ne seras pas dieu</w:t>
      </w:r>
      <w:r w:rsidR="00276CCE">
        <w:rPr>
          <w:i/>
        </w:rPr>
        <w:t>.</w:t>
      </w:r>
    </w:p>
    <w:p w14:paraId="2D56463C" w14:textId="77777777" w:rsidR="00276CCE" w:rsidRDefault="00276CCE" w:rsidP="002A4158">
      <w:r>
        <w:rPr>
          <w:i/>
        </w:rPr>
        <w:t>» </w:t>
      </w:r>
      <w:r w:rsidR="002A4158" w:rsidRPr="00DA4E77">
        <w:t>Et</w:t>
      </w:r>
      <w:r>
        <w:t xml:space="preserve">, </w:t>
      </w:r>
      <w:r w:rsidR="002A4158" w:rsidRPr="00DA4E77">
        <w:t>sache-le</w:t>
      </w:r>
      <w:r>
        <w:t xml:space="preserve">, </w:t>
      </w:r>
      <w:r w:rsidR="002A4158" w:rsidRPr="00DA4E77">
        <w:t>mon bien-aimé</w:t>
      </w:r>
      <w:r>
        <w:t xml:space="preserve">, </w:t>
      </w:r>
      <w:r w:rsidR="002A4158" w:rsidRPr="00DA4E77">
        <w:t>tu as failli cesser d</w:t>
      </w:r>
      <w:r>
        <w:t>’</w:t>
      </w:r>
      <w:r w:rsidR="002A4158" w:rsidRPr="00DA4E77">
        <w:t>être un homme</w:t>
      </w:r>
      <w:r>
        <w:t xml:space="preserve"> ; </w:t>
      </w:r>
      <w:r w:rsidR="002A4158" w:rsidRPr="00DA4E77">
        <w:t>mais un dieu</w:t>
      </w:r>
      <w:r>
        <w:t xml:space="preserve">, </w:t>
      </w:r>
      <w:r w:rsidR="002A4158" w:rsidRPr="00DA4E77">
        <w:t>tu ne le seras jamais</w:t>
      </w:r>
      <w:r>
        <w:t> !</w:t>
      </w:r>
    </w:p>
    <w:p w14:paraId="31727208" w14:textId="77777777" w:rsidR="00276CCE" w:rsidRDefault="00276CCE" w:rsidP="002A4158">
      <w:r>
        <w:t>— </w:t>
      </w:r>
      <w:r w:rsidR="002A4158" w:rsidRPr="00DA4E77">
        <w:t>Si tu voulais</w:t>
      </w:r>
      <w:r>
        <w:t xml:space="preserve">, </w:t>
      </w:r>
      <w:r w:rsidR="002A4158" w:rsidRPr="00DA4E77">
        <w:t>pourtant</w:t>
      </w:r>
      <w:r>
        <w:t xml:space="preserve">, </w:t>
      </w:r>
      <w:r w:rsidR="002A4158" w:rsidRPr="00DA4E77">
        <w:t>mon rêve deviendrait une réalité</w:t>
      </w:r>
      <w:r>
        <w:t>.</w:t>
      </w:r>
    </w:p>
    <w:p w14:paraId="60513A40" w14:textId="77777777" w:rsidR="00276CCE" w:rsidRDefault="00276CCE" w:rsidP="002A4158">
      <w:r>
        <w:t>— </w:t>
      </w:r>
      <w:r w:rsidR="002A4158" w:rsidRPr="00DA4E77">
        <w:t>Ô rêveur insatiable</w:t>
      </w:r>
      <w:r>
        <w:t> !</w:t>
      </w:r>
    </w:p>
    <w:p w14:paraId="2992219C" w14:textId="77777777" w:rsidR="00276CCE" w:rsidRDefault="00276CCE" w:rsidP="002A4158">
      <w:r>
        <w:t>— </w:t>
      </w:r>
      <w:r w:rsidR="002A4158" w:rsidRPr="00DA4E77">
        <w:t>Oui</w:t>
      </w:r>
      <w:r>
        <w:t xml:space="preserve">, </w:t>
      </w:r>
      <w:r w:rsidR="002A4158" w:rsidRPr="00DA4E77">
        <w:t>si tu voulais me suivre vers les pays encore neufs où grandit la race blanche</w:t>
      </w:r>
      <w:r>
        <w:t xml:space="preserve">, </w:t>
      </w:r>
      <w:r w:rsidR="002A4158" w:rsidRPr="00DA4E77">
        <w:t>à nous deux nous transformerions le jeune univers</w:t>
      </w:r>
      <w:r>
        <w:t xml:space="preserve">. </w:t>
      </w:r>
      <w:r w:rsidR="002A4158" w:rsidRPr="00DA4E77">
        <w:t>Ah</w:t>
      </w:r>
      <w:r>
        <w:t xml:space="preserve"> ! </w:t>
      </w:r>
      <w:r w:rsidR="002A4158" w:rsidRPr="00DA4E77">
        <w:t>si tu savais quels peuples généreux croissent là-bas pour l</w:t>
      </w:r>
      <w:r>
        <w:t>’</w:t>
      </w:r>
      <w:r w:rsidR="002A4158" w:rsidRPr="00DA4E77">
        <w:t>avenir du monde</w:t>
      </w:r>
      <w:r>
        <w:t xml:space="preserve"> ! </w:t>
      </w:r>
      <w:r w:rsidR="002A4158" w:rsidRPr="00DA4E77">
        <w:t>Il faudrait</w:t>
      </w:r>
      <w:r>
        <w:t xml:space="preserve">, </w:t>
      </w:r>
      <w:proofErr w:type="spellStart"/>
      <w:r w:rsidR="002A4158" w:rsidRPr="00DA4E77">
        <w:t>Oréa</w:t>
      </w:r>
      <w:proofErr w:type="spellEnd"/>
      <w:r>
        <w:t xml:space="preserve">, </w:t>
      </w:r>
      <w:r w:rsidR="002A4158" w:rsidRPr="00DA4E77">
        <w:t>pour conquérir sans haine ce nouvel empire</w:t>
      </w:r>
      <w:r>
        <w:t xml:space="preserve">, </w:t>
      </w:r>
      <w:r w:rsidR="002A4158" w:rsidRPr="00DA4E77">
        <w:t>il faudrait un apostolat solaire</w:t>
      </w:r>
      <w:r>
        <w:t xml:space="preserve">, </w:t>
      </w:r>
      <w:r w:rsidR="002A4158" w:rsidRPr="00DA4E77">
        <w:t>un apostolat de douceur et de bonté</w:t>
      </w:r>
      <w:r>
        <w:t xml:space="preserve">, </w:t>
      </w:r>
      <w:r w:rsidR="002A4158" w:rsidRPr="00DA4E77">
        <w:t>et je ne suis plus assez pur pour l</w:t>
      </w:r>
      <w:r>
        <w:t>’</w:t>
      </w:r>
      <w:r w:rsidR="002A4158" w:rsidRPr="00DA4E77">
        <w:t>accomplir</w:t>
      </w:r>
      <w:r>
        <w:t xml:space="preserve">. </w:t>
      </w:r>
      <w:r w:rsidR="002A4158" w:rsidRPr="00DA4E77">
        <w:t>Nul homme</w:t>
      </w:r>
      <w:r>
        <w:t xml:space="preserve">, </w:t>
      </w:r>
      <w:r w:rsidR="002A4158" w:rsidRPr="00DA4E77">
        <w:t>du reste</w:t>
      </w:r>
      <w:r>
        <w:t xml:space="preserve">, </w:t>
      </w:r>
      <w:r w:rsidR="002A4158" w:rsidRPr="00DA4E77">
        <w:t>en Atlantis</w:t>
      </w:r>
      <w:r>
        <w:t xml:space="preserve">, </w:t>
      </w:r>
      <w:r w:rsidR="002A4158" w:rsidRPr="00DA4E77">
        <w:t>sinon ton père</w:t>
      </w:r>
      <w:r>
        <w:t xml:space="preserve">, </w:t>
      </w:r>
      <w:r w:rsidR="002A4158" w:rsidRPr="00DA4E77">
        <w:t>ne pourrait tenter pareille œuvre</w:t>
      </w:r>
      <w:r>
        <w:t xml:space="preserve">. </w:t>
      </w:r>
      <w:r w:rsidR="002A4158" w:rsidRPr="00DA4E77">
        <w:t>Mais une femme le pourrait</w:t>
      </w:r>
      <w:r>
        <w:t xml:space="preserve">. </w:t>
      </w:r>
      <w:r w:rsidR="002A4158" w:rsidRPr="00DA4E77">
        <w:t>Et cette femme</w:t>
      </w:r>
      <w:r>
        <w:t xml:space="preserve">, </w:t>
      </w:r>
      <w:r w:rsidR="002A4158" w:rsidRPr="00DA4E77">
        <w:t>c</w:t>
      </w:r>
      <w:r>
        <w:t>’</w:t>
      </w:r>
      <w:r w:rsidR="002A4158" w:rsidRPr="00DA4E77">
        <w:t>est toi</w:t>
      </w:r>
      <w:r>
        <w:t> !</w:t>
      </w:r>
    </w:p>
    <w:p w14:paraId="78EDDD13" w14:textId="77777777" w:rsidR="00276CCE" w:rsidRDefault="00276CCE" w:rsidP="002A4158">
      <w:r>
        <w:t>— </w:t>
      </w:r>
      <w:r w:rsidR="002A4158" w:rsidRPr="00DA4E77">
        <w:t>Moi</w:t>
      </w:r>
      <w:r>
        <w:t xml:space="preserve">, </w:t>
      </w:r>
      <w:proofErr w:type="spellStart"/>
      <w:r w:rsidR="002A4158" w:rsidRPr="00DA4E77">
        <w:t>Hellas</w:t>
      </w:r>
      <w:proofErr w:type="spellEnd"/>
      <w:r>
        <w:t xml:space="preserve"> ? </w:t>
      </w:r>
      <w:r w:rsidR="002A4158" w:rsidRPr="00DA4E77">
        <w:t>Et je quitterais mon père</w:t>
      </w:r>
      <w:r>
        <w:t xml:space="preserve"> ? </w:t>
      </w:r>
      <w:r w:rsidR="002A4158" w:rsidRPr="00DA4E77">
        <w:t xml:space="preserve">Et je cesserais </w:t>
      </w:r>
      <w:r w:rsidR="002A4158" w:rsidRPr="00DA4E77">
        <w:rPr>
          <w:bCs/>
        </w:rPr>
        <w:t xml:space="preserve">avec </w:t>
      </w:r>
      <w:r w:rsidR="002A4158" w:rsidRPr="00DA4E77">
        <w:t>lui de veiller sur le destin d</w:t>
      </w:r>
      <w:r>
        <w:t>’</w:t>
      </w:r>
      <w:r w:rsidR="002A4158" w:rsidRPr="00DA4E77">
        <w:t>Atlantis</w:t>
      </w:r>
      <w:r>
        <w:t> ?</w:t>
      </w:r>
    </w:p>
    <w:p w14:paraId="3B3C3FD5" w14:textId="77777777" w:rsidR="00276CCE" w:rsidRDefault="00276CCE" w:rsidP="002A4158">
      <w:r>
        <w:lastRenderedPageBreak/>
        <w:t>— </w:t>
      </w:r>
      <w:r w:rsidR="002A4158" w:rsidRPr="00DA4E77">
        <w:t>Que nous fait cet Empire rouge dont il n</w:t>
      </w:r>
      <w:r>
        <w:t>’</w:t>
      </w:r>
      <w:r w:rsidR="002A4158" w:rsidRPr="00DA4E77">
        <w:t>y a plus rien à attendre qu</w:t>
      </w:r>
      <w:r>
        <w:t>’</w:t>
      </w:r>
      <w:r w:rsidR="002A4158" w:rsidRPr="00DA4E77">
        <w:t>ingratitude</w:t>
      </w:r>
      <w:r>
        <w:t xml:space="preserve"> ? </w:t>
      </w:r>
      <w:r w:rsidR="002A4158" w:rsidRPr="00DA4E77">
        <w:t>C</w:t>
      </w:r>
      <w:r>
        <w:t>’</w:t>
      </w:r>
      <w:r w:rsidR="002A4158" w:rsidRPr="00DA4E77">
        <w:t>est là-bas</w:t>
      </w:r>
      <w:r>
        <w:t xml:space="preserve">, </w:t>
      </w:r>
      <w:r w:rsidR="002A4158" w:rsidRPr="00DA4E77">
        <w:t>vers l</w:t>
      </w:r>
      <w:r>
        <w:t>’</w:t>
      </w:r>
      <w:r w:rsidR="002A4158" w:rsidRPr="00DA4E77">
        <w:t>orient</w:t>
      </w:r>
      <w:r>
        <w:t xml:space="preserve">, </w:t>
      </w:r>
      <w:r w:rsidR="002A4158" w:rsidRPr="00DA4E77">
        <w:t>que se lève le monde</w:t>
      </w:r>
      <w:r>
        <w:t xml:space="preserve">. </w:t>
      </w:r>
      <w:r w:rsidR="002A4158" w:rsidRPr="00DA4E77">
        <w:t>Viens</w:t>
      </w:r>
      <w:r>
        <w:t xml:space="preserve">, </w:t>
      </w:r>
      <w:proofErr w:type="spellStart"/>
      <w:r w:rsidR="002A4158" w:rsidRPr="00DA4E77">
        <w:t>Oréa</w:t>
      </w:r>
      <w:proofErr w:type="spellEnd"/>
      <w:r>
        <w:t xml:space="preserve">, </w:t>
      </w:r>
      <w:r w:rsidR="002A4158" w:rsidRPr="00DA4E77">
        <w:t>partons vers le jeune univers qui veut v</w:t>
      </w:r>
      <w:r w:rsidR="002A4158" w:rsidRPr="00DA4E77">
        <w:t>i</w:t>
      </w:r>
      <w:r w:rsidR="002A4158" w:rsidRPr="00DA4E77">
        <w:t>vre</w:t>
      </w:r>
      <w:r>
        <w:t>.</w:t>
      </w:r>
    </w:p>
    <w:p w14:paraId="1DA95B0B" w14:textId="77777777" w:rsidR="00276CCE" w:rsidRDefault="00276CCE" w:rsidP="002A4158">
      <w:r>
        <w:t>— </w:t>
      </w:r>
      <w:r w:rsidR="002A4158" w:rsidRPr="00DA4E77">
        <w:t>Et moi</w:t>
      </w:r>
      <w:r>
        <w:t xml:space="preserve">, </w:t>
      </w:r>
      <w:r w:rsidR="002A4158" w:rsidRPr="00DA4E77">
        <w:t>je reste avec ceux qui vont mourir</w:t>
      </w:r>
      <w:r>
        <w:t>.</w:t>
      </w:r>
    </w:p>
    <w:p w14:paraId="4AAC795B" w14:textId="77777777" w:rsidR="00276CCE" w:rsidRDefault="00276CCE" w:rsidP="002A4158">
      <w:r>
        <w:t>— </w:t>
      </w:r>
      <w:r w:rsidR="002A4158" w:rsidRPr="00DA4E77">
        <w:t>Oh</w:t>
      </w:r>
      <w:r>
        <w:t xml:space="preserve"> ! </w:t>
      </w:r>
      <w:r w:rsidR="002A4158" w:rsidRPr="00DA4E77">
        <w:t>pourquoi toujours ce mot de mourir</w:t>
      </w:r>
      <w:r>
        <w:t> ?</w:t>
      </w:r>
    </w:p>
    <w:p w14:paraId="22F5D3B3" w14:textId="77777777" w:rsidR="00276CCE" w:rsidRDefault="00276CCE" w:rsidP="002A4158">
      <w:r>
        <w:t>— </w:t>
      </w:r>
      <w:r w:rsidR="002A4158" w:rsidRPr="00DA4E77">
        <w:t>Parce que j</w:t>
      </w:r>
      <w:r>
        <w:t>’</w:t>
      </w:r>
      <w:r w:rsidR="002A4158" w:rsidRPr="00DA4E77">
        <w:t>y pense toujours</w:t>
      </w:r>
      <w:r>
        <w:t>.</w:t>
      </w:r>
    </w:p>
    <w:p w14:paraId="34ECCB3B" w14:textId="77777777" w:rsidR="00276CCE" w:rsidRDefault="00276CCE" w:rsidP="002A4158">
      <w:r>
        <w:t>— </w:t>
      </w:r>
      <w:r w:rsidR="002A4158" w:rsidRPr="00DA4E77">
        <w:t>Rassure-toi</w:t>
      </w:r>
      <w:r>
        <w:t xml:space="preserve">, </w:t>
      </w:r>
      <w:proofErr w:type="spellStart"/>
      <w:r w:rsidR="002A4158" w:rsidRPr="00DA4E77">
        <w:t>Oréa</w:t>
      </w:r>
      <w:proofErr w:type="spellEnd"/>
      <w:r>
        <w:t xml:space="preserve">. </w:t>
      </w:r>
      <w:r w:rsidR="002A4158" w:rsidRPr="00DA4E77">
        <w:t>Atlantis ne mourra pas</w:t>
      </w:r>
      <w:r>
        <w:t xml:space="preserve">. </w:t>
      </w:r>
      <w:r w:rsidR="002A4158" w:rsidRPr="00DA4E77">
        <w:t>Elle descendra lentement dans la pourpre de sa gloire</w:t>
      </w:r>
      <w:r>
        <w:t xml:space="preserve">. </w:t>
      </w:r>
      <w:r w:rsidR="002A4158" w:rsidRPr="00DA4E77">
        <w:t>Elle mettra des siècles à radoter</w:t>
      </w:r>
      <w:r>
        <w:t xml:space="preserve">. </w:t>
      </w:r>
      <w:r w:rsidR="002A4158" w:rsidRPr="00DA4E77">
        <w:t>Un grand peuple ne peut mourir</w:t>
      </w:r>
      <w:r>
        <w:t>…</w:t>
      </w:r>
    </w:p>
    <w:p w14:paraId="7FBE16F3" w14:textId="77777777" w:rsidR="00276CCE" w:rsidRDefault="00276CCE" w:rsidP="002A4158">
      <w:r>
        <w:t>— </w:t>
      </w:r>
      <w:r w:rsidR="002A4158" w:rsidRPr="00DA4E77">
        <w:t>Que de lui-même</w:t>
      </w:r>
      <w:r>
        <w:t>.</w:t>
      </w:r>
    </w:p>
    <w:p w14:paraId="5F93B9B0" w14:textId="77777777" w:rsidR="00276CCE" w:rsidRDefault="00276CCE" w:rsidP="002A4158">
      <w:r>
        <w:t>— </w:t>
      </w:r>
      <w:r w:rsidR="002A4158" w:rsidRPr="00DA4E77">
        <w:t>Et de lui-même</w:t>
      </w:r>
      <w:r>
        <w:t xml:space="preserve">, </w:t>
      </w:r>
      <w:r w:rsidR="002A4158" w:rsidRPr="00DA4E77">
        <w:t>il ne se tuera pas</w:t>
      </w:r>
      <w:r>
        <w:t xml:space="preserve">. </w:t>
      </w:r>
      <w:r w:rsidR="002A4158" w:rsidRPr="00DA4E77">
        <w:t>Et personne au monde ne le tuera</w:t>
      </w:r>
      <w:r>
        <w:t>.</w:t>
      </w:r>
    </w:p>
    <w:p w14:paraId="6C017F02" w14:textId="77777777" w:rsidR="00276CCE" w:rsidRDefault="00276CCE" w:rsidP="002A4158">
      <w:r>
        <w:t>— </w:t>
      </w:r>
      <w:r w:rsidR="002A4158" w:rsidRPr="00DA4E77">
        <w:t>Vraiment</w:t>
      </w:r>
      <w:r>
        <w:t xml:space="preserve"> ? </w:t>
      </w:r>
      <w:r w:rsidR="002A4158" w:rsidRPr="00DA4E77">
        <w:t xml:space="preserve">fait </w:t>
      </w:r>
      <w:proofErr w:type="spellStart"/>
      <w:r w:rsidR="002A4158" w:rsidRPr="00DA4E77">
        <w:t>Oréa</w:t>
      </w:r>
      <w:proofErr w:type="spellEnd"/>
      <w:r w:rsidR="002A4158" w:rsidRPr="00DA4E77">
        <w:t xml:space="preserve"> avec une ironie douloureuse</w:t>
      </w:r>
      <w:r>
        <w:t xml:space="preserve">. </w:t>
      </w:r>
      <w:r w:rsidR="002A4158" w:rsidRPr="00DA4E77">
        <w:t>Qui donc</w:t>
      </w:r>
      <w:r>
        <w:t xml:space="preserve">, </w:t>
      </w:r>
      <w:r w:rsidR="002A4158" w:rsidRPr="00DA4E77">
        <w:t>alors</w:t>
      </w:r>
      <w:r>
        <w:t xml:space="preserve">, </w:t>
      </w:r>
      <w:r w:rsidR="002A4158" w:rsidRPr="00DA4E77">
        <w:t>du haut des airs</w:t>
      </w:r>
      <w:r>
        <w:t xml:space="preserve">, </w:t>
      </w:r>
      <w:r w:rsidR="002A4158" w:rsidRPr="00DA4E77">
        <w:t>dans une merveilleuse machine inventée par mon père</w:t>
      </w:r>
      <w:r>
        <w:t xml:space="preserve">, </w:t>
      </w:r>
      <w:r w:rsidR="002A4158" w:rsidRPr="00DA4E77">
        <w:t>qui donc</w:t>
      </w:r>
      <w:r>
        <w:t xml:space="preserve">, </w:t>
      </w:r>
      <w:r w:rsidR="002A4158" w:rsidRPr="00DA4E77">
        <w:t>hier même</w:t>
      </w:r>
      <w:r>
        <w:t xml:space="preserve">, </w:t>
      </w:r>
      <w:r w:rsidR="002A4158" w:rsidRPr="00DA4E77">
        <w:t>en pleine fête</w:t>
      </w:r>
      <w:r>
        <w:t xml:space="preserve">, </w:t>
      </w:r>
      <w:r w:rsidR="002A4158" w:rsidRPr="00DA4E77">
        <w:t>voulait l</w:t>
      </w:r>
      <w:r>
        <w:t>’</w:t>
      </w:r>
      <w:r w:rsidR="002A4158" w:rsidRPr="00DA4E77">
        <w:t>anéantir à tout jamais</w:t>
      </w:r>
      <w:r>
        <w:t> ?</w:t>
      </w:r>
    </w:p>
    <w:p w14:paraId="0C82A5BB" w14:textId="77777777" w:rsidR="00276CCE" w:rsidRDefault="00276CCE" w:rsidP="002A4158">
      <w:r>
        <w:t>— </w:t>
      </w:r>
      <w:proofErr w:type="spellStart"/>
      <w:r w:rsidR="002A4158" w:rsidRPr="00DA4E77">
        <w:t>Oréa</w:t>
      </w:r>
      <w:proofErr w:type="spellEnd"/>
      <w:r>
        <w:t xml:space="preserve">, </w:t>
      </w:r>
      <w:r w:rsidR="002A4158" w:rsidRPr="00DA4E77">
        <w:t>ton père a parlé</w:t>
      </w:r>
      <w:r>
        <w:t> ?…</w:t>
      </w:r>
    </w:p>
    <w:p w14:paraId="691249AA" w14:textId="77777777" w:rsidR="00276CCE" w:rsidRDefault="00276CCE" w:rsidP="002A4158">
      <w:r>
        <w:t>— </w:t>
      </w:r>
      <w:r w:rsidR="002A4158" w:rsidRPr="00DA4E77">
        <w:t>Mon père</w:t>
      </w:r>
      <w:r>
        <w:t xml:space="preserve"> ? </w:t>
      </w:r>
      <w:r w:rsidR="002A4158" w:rsidRPr="00DA4E77">
        <w:t>Ne suis-je pas sa conscience vivante</w:t>
      </w:r>
      <w:r>
        <w:t xml:space="preserve"> ? </w:t>
      </w:r>
      <w:r w:rsidR="002A4158" w:rsidRPr="00DA4E77">
        <w:t>Rien de ce qu</w:t>
      </w:r>
      <w:r>
        <w:t>’</w:t>
      </w:r>
      <w:r w:rsidR="002A4158" w:rsidRPr="00DA4E77">
        <w:t>il pense</w:t>
      </w:r>
      <w:r>
        <w:t xml:space="preserve">, </w:t>
      </w:r>
      <w:r w:rsidR="002A4158" w:rsidRPr="00DA4E77">
        <w:t>rien de ce qu</w:t>
      </w:r>
      <w:r>
        <w:t>’</w:t>
      </w:r>
      <w:r w:rsidR="002A4158" w:rsidRPr="00DA4E77">
        <w:t>il crée</w:t>
      </w:r>
      <w:r>
        <w:t xml:space="preserve">, </w:t>
      </w:r>
      <w:r w:rsidR="002A4158" w:rsidRPr="00DA4E77">
        <w:t>rien de ce qu</w:t>
      </w:r>
      <w:r>
        <w:t>’</w:t>
      </w:r>
      <w:r w:rsidR="002A4158" w:rsidRPr="00DA4E77">
        <w:t>il projette</w:t>
      </w:r>
      <w:r>
        <w:t>…</w:t>
      </w:r>
    </w:p>
    <w:p w14:paraId="205A0378" w14:textId="77777777" w:rsidR="00276CCE" w:rsidRDefault="00276CCE" w:rsidP="002A4158">
      <w:r>
        <w:t>— </w:t>
      </w:r>
      <w:r w:rsidR="002A4158" w:rsidRPr="00DA4E77">
        <w:t>Alors tu sais notre aventure</w:t>
      </w:r>
      <w:r>
        <w:t> ?</w:t>
      </w:r>
    </w:p>
    <w:p w14:paraId="1E42CD7C" w14:textId="77777777" w:rsidR="00276CCE" w:rsidRDefault="00276CCE" w:rsidP="002A4158">
      <w:r>
        <w:t>— </w:t>
      </w:r>
      <w:r w:rsidR="002A4158" w:rsidRPr="00DA4E77">
        <w:t>Je la sais</w:t>
      </w:r>
      <w:r>
        <w:t>.</w:t>
      </w:r>
    </w:p>
    <w:p w14:paraId="23BD238A" w14:textId="77777777" w:rsidR="00276CCE" w:rsidRDefault="00276CCE" w:rsidP="002A4158">
      <w:r>
        <w:t>— </w:t>
      </w:r>
      <w:r w:rsidR="002A4158" w:rsidRPr="00DA4E77">
        <w:t>Et qu</w:t>
      </w:r>
      <w:r>
        <w:t>’</w:t>
      </w:r>
      <w:r w:rsidR="002A4158" w:rsidRPr="00DA4E77">
        <w:t>il m</w:t>
      </w:r>
      <w:r>
        <w:t>’</w:t>
      </w:r>
      <w:r w:rsidR="002A4158" w:rsidRPr="00DA4E77">
        <w:t>a délivré à l</w:t>
      </w:r>
      <w:r>
        <w:t>’</w:t>
      </w:r>
      <w:r w:rsidR="002A4158" w:rsidRPr="00DA4E77">
        <w:t>entrée du canal de Gadès</w:t>
      </w:r>
      <w:r>
        <w:t xml:space="preserve">, </w:t>
      </w:r>
      <w:r w:rsidR="002A4158" w:rsidRPr="00DA4E77">
        <w:t>au m</w:t>
      </w:r>
      <w:r w:rsidR="002A4158" w:rsidRPr="00DA4E77">
        <w:t>o</w:t>
      </w:r>
      <w:r w:rsidR="002A4158" w:rsidRPr="00DA4E77">
        <w:t>ment où les Barbares d</w:t>
      </w:r>
      <w:r>
        <w:t>’</w:t>
      </w:r>
      <w:r w:rsidR="002A4158" w:rsidRPr="00DA4E77">
        <w:t>Armor allaient assaillir ma flotte</w:t>
      </w:r>
      <w:r>
        <w:t> ?</w:t>
      </w:r>
    </w:p>
    <w:p w14:paraId="3D3DC519" w14:textId="77777777" w:rsidR="00276CCE" w:rsidRDefault="00276CCE" w:rsidP="002A4158">
      <w:r>
        <w:t>— </w:t>
      </w:r>
      <w:r w:rsidR="002A4158" w:rsidRPr="00DA4E77">
        <w:t>Je le sais</w:t>
      </w:r>
      <w:r>
        <w:t>.</w:t>
      </w:r>
    </w:p>
    <w:p w14:paraId="1202D10C" w14:textId="77777777" w:rsidR="00276CCE" w:rsidRDefault="00276CCE" w:rsidP="002A4158">
      <w:r>
        <w:lastRenderedPageBreak/>
        <w:t>— </w:t>
      </w:r>
      <w:r w:rsidR="002A4158" w:rsidRPr="00DA4E77">
        <w:t>Et qu</w:t>
      </w:r>
      <w:r>
        <w:t>’</w:t>
      </w:r>
      <w:r w:rsidR="002A4158" w:rsidRPr="00DA4E77">
        <w:t>il m</w:t>
      </w:r>
      <w:r>
        <w:t>’</w:t>
      </w:r>
      <w:r w:rsidR="002A4158" w:rsidRPr="00DA4E77">
        <w:t>a enlevé dans les airs</w:t>
      </w:r>
      <w:r>
        <w:t> ?</w:t>
      </w:r>
    </w:p>
    <w:p w14:paraId="3EED927B" w14:textId="77777777" w:rsidR="00276CCE" w:rsidRDefault="00276CCE" w:rsidP="002A4158">
      <w:r>
        <w:t>— </w:t>
      </w:r>
      <w:r w:rsidR="002A4158" w:rsidRPr="00DA4E77">
        <w:t>Je le sais encore</w:t>
      </w:r>
      <w:r>
        <w:t>.</w:t>
      </w:r>
    </w:p>
    <w:p w14:paraId="56E9E00E" w14:textId="77777777" w:rsidR="00276CCE" w:rsidRDefault="00276CCE" w:rsidP="002A4158">
      <w:r>
        <w:t>— </w:t>
      </w:r>
      <w:r w:rsidR="002A4158" w:rsidRPr="00DA4E77">
        <w:t>Et que nous avons abordé dans l</w:t>
      </w:r>
      <w:r>
        <w:t>’</w:t>
      </w:r>
      <w:r w:rsidR="002A4158" w:rsidRPr="00DA4E77">
        <w:t>île</w:t>
      </w:r>
      <w:r>
        <w:t xml:space="preserve">, </w:t>
      </w:r>
      <w:r w:rsidR="002A4158" w:rsidRPr="00DA4E77">
        <w:t>cette nuit</w:t>
      </w:r>
      <w:r>
        <w:t xml:space="preserve">, </w:t>
      </w:r>
      <w:r w:rsidR="002A4158" w:rsidRPr="00DA4E77">
        <w:t>sans bruit</w:t>
      </w:r>
      <w:r>
        <w:t xml:space="preserve">, </w:t>
      </w:r>
      <w:r w:rsidR="002A4158" w:rsidRPr="00DA4E77">
        <w:t>pendant qu</w:t>
      </w:r>
      <w:r>
        <w:t>’</w:t>
      </w:r>
      <w:r w:rsidR="002A4158" w:rsidRPr="00DA4E77">
        <w:t>Atlantis retentissait de sa folle fête</w:t>
      </w:r>
      <w:r>
        <w:t> ?</w:t>
      </w:r>
    </w:p>
    <w:p w14:paraId="322601C4" w14:textId="77777777" w:rsidR="00276CCE" w:rsidRDefault="00276CCE" w:rsidP="002A4158">
      <w:r>
        <w:t>— </w:t>
      </w:r>
      <w:r w:rsidR="002A4158" w:rsidRPr="00DA4E77">
        <w:t>Je le sais aussi</w:t>
      </w:r>
      <w:r>
        <w:t>…</w:t>
      </w:r>
    </w:p>
    <w:p w14:paraId="6BD0B145" w14:textId="77777777" w:rsidR="00276CCE" w:rsidRDefault="00276CCE" w:rsidP="002A4158">
      <w:r>
        <w:t>— </w:t>
      </w:r>
      <w:r w:rsidR="002A4158" w:rsidRPr="00DA4E77">
        <w:t>Alors</w:t>
      </w:r>
      <w:r>
        <w:t xml:space="preserve">, </w:t>
      </w:r>
      <w:proofErr w:type="spellStart"/>
      <w:r w:rsidR="002A4158" w:rsidRPr="00DA4E77">
        <w:t>Oréa</w:t>
      </w:r>
      <w:proofErr w:type="spellEnd"/>
      <w:r>
        <w:t xml:space="preserve">, </w:t>
      </w:r>
      <w:r w:rsidR="002A4158" w:rsidRPr="00DA4E77">
        <w:t>tu connais l</w:t>
      </w:r>
      <w:r>
        <w:t>’</w:t>
      </w:r>
      <w:r w:rsidR="002A4158" w:rsidRPr="00DA4E77">
        <w:rPr>
          <w:bCs/>
          <w:i/>
          <w:iCs/>
        </w:rPr>
        <w:t>Alérion</w:t>
      </w:r>
      <w:r w:rsidR="002A4158" w:rsidRPr="00DA4E77">
        <w:t xml:space="preserve"> et sa puissance</w:t>
      </w:r>
      <w:r>
        <w:t> ?</w:t>
      </w:r>
    </w:p>
    <w:p w14:paraId="2E3268C9" w14:textId="77777777" w:rsidR="00276CCE" w:rsidRDefault="002A4158" w:rsidP="002A4158">
      <w:r w:rsidRPr="00DA4E77">
        <w:t>Et</w:t>
      </w:r>
      <w:r w:rsidR="00276CCE">
        <w:t xml:space="preserve">, </w:t>
      </w:r>
      <w:r w:rsidRPr="00DA4E77">
        <w:t>ce disant</w:t>
      </w:r>
      <w:r w:rsidR="00276CCE">
        <w:t xml:space="preserve">, </w:t>
      </w:r>
      <w:proofErr w:type="spellStart"/>
      <w:r w:rsidRPr="00DA4E77">
        <w:t>Hellas</w:t>
      </w:r>
      <w:proofErr w:type="spellEnd"/>
      <w:r w:rsidR="00276CCE">
        <w:t xml:space="preserve">, </w:t>
      </w:r>
      <w:r w:rsidRPr="00DA4E77">
        <w:t>de ses yeux luisants de curiosité</w:t>
      </w:r>
      <w:r w:rsidR="00276CCE">
        <w:t xml:space="preserve">, </w:t>
      </w:r>
      <w:r w:rsidRPr="00DA4E77">
        <w:t>r</w:t>
      </w:r>
      <w:r w:rsidRPr="00DA4E77">
        <w:t>e</w:t>
      </w:r>
      <w:r w:rsidRPr="00DA4E77">
        <w:t>garde</w:t>
      </w:r>
      <w:r w:rsidR="00276CCE">
        <w:t xml:space="preserve">, </w:t>
      </w:r>
      <w:r w:rsidRPr="00DA4E77">
        <w:t>au plus profond</w:t>
      </w:r>
      <w:r w:rsidR="00276CCE">
        <w:t xml:space="preserve">, </w:t>
      </w:r>
      <w:r w:rsidRPr="00DA4E77">
        <w:t>les yeux d</w:t>
      </w:r>
      <w:r w:rsidR="00276CCE">
        <w:t>’</w:t>
      </w:r>
      <w:proofErr w:type="spellStart"/>
      <w:r w:rsidRPr="00DA4E77">
        <w:t>Oréa</w:t>
      </w:r>
      <w:proofErr w:type="spellEnd"/>
      <w:r w:rsidR="00276CCE">
        <w:t xml:space="preserve">, </w:t>
      </w:r>
      <w:r w:rsidRPr="00DA4E77">
        <w:t>comme s</w:t>
      </w:r>
      <w:r w:rsidR="00276CCE">
        <w:t>’</w:t>
      </w:r>
      <w:r w:rsidRPr="00DA4E77">
        <w:t>il voulait y lire un secret reflété par le miroir des prunelles</w:t>
      </w:r>
      <w:r w:rsidR="00276CCE">
        <w:t>.</w:t>
      </w:r>
    </w:p>
    <w:p w14:paraId="6D323DE5" w14:textId="77777777" w:rsidR="00276CCE" w:rsidRDefault="002A4158" w:rsidP="002A4158">
      <w:r w:rsidRPr="00DA4E77">
        <w:t>La jeune fille</w:t>
      </w:r>
      <w:r w:rsidR="00276CCE">
        <w:t xml:space="preserve">, </w:t>
      </w:r>
      <w:r w:rsidRPr="00DA4E77">
        <w:t>calme</w:t>
      </w:r>
      <w:r w:rsidR="00276CCE">
        <w:t xml:space="preserve">, </w:t>
      </w:r>
      <w:r w:rsidRPr="00DA4E77">
        <w:t>soutient le regard du héros</w:t>
      </w:r>
      <w:r w:rsidR="00276CCE">
        <w:t xml:space="preserve">, </w:t>
      </w:r>
      <w:r w:rsidRPr="00DA4E77">
        <w:t>et</w:t>
      </w:r>
      <w:r w:rsidR="00276CCE">
        <w:t xml:space="preserve">, </w:t>
      </w:r>
      <w:r w:rsidRPr="00DA4E77">
        <w:t>tra</w:t>
      </w:r>
      <w:r w:rsidRPr="00DA4E77">
        <w:t>n</w:t>
      </w:r>
      <w:r w:rsidRPr="00DA4E77">
        <w:t>quillement</w:t>
      </w:r>
      <w:r w:rsidR="00276CCE">
        <w:t> :</w:t>
      </w:r>
    </w:p>
    <w:p w14:paraId="56F5B010" w14:textId="77777777" w:rsidR="00276CCE" w:rsidRDefault="00276CCE" w:rsidP="002A4158">
      <w:r>
        <w:t>— </w:t>
      </w:r>
      <w:r w:rsidR="002A4158" w:rsidRPr="00DA4E77">
        <w:t>Je le connais</w:t>
      </w:r>
      <w:r>
        <w:t xml:space="preserve">. </w:t>
      </w:r>
      <w:r w:rsidR="002A4158" w:rsidRPr="00DA4E77">
        <w:t>Je sais aussi à quoi tu penses et que tu n</w:t>
      </w:r>
      <w:r>
        <w:t>’</w:t>
      </w:r>
      <w:r w:rsidR="002A4158" w:rsidRPr="00DA4E77">
        <w:t>oses exprimer</w:t>
      </w:r>
      <w:r>
        <w:t>.</w:t>
      </w:r>
    </w:p>
    <w:p w14:paraId="2D23085E" w14:textId="77777777" w:rsidR="00276CCE" w:rsidRDefault="00276CCE" w:rsidP="002A4158">
      <w:r>
        <w:t>— </w:t>
      </w:r>
      <w:r w:rsidR="002A4158" w:rsidRPr="00DA4E77">
        <w:t>En vérité</w:t>
      </w:r>
      <w:r>
        <w:t> ?</w:t>
      </w:r>
    </w:p>
    <w:p w14:paraId="3618D687" w14:textId="77777777" w:rsidR="00276CCE" w:rsidRDefault="00276CCE" w:rsidP="002A4158">
      <w:r>
        <w:t>— </w:t>
      </w:r>
      <w:r w:rsidR="002A4158" w:rsidRPr="00DA4E77">
        <w:t>Tu penses</w:t>
      </w:r>
      <w:r>
        <w:t xml:space="preserve">, </w:t>
      </w:r>
      <w:proofErr w:type="spellStart"/>
      <w:r w:rsidR="002A4158" w:rsidRPr="00DA4E77">
        <w:t>Hellas</w:t>
      </w:r>
      <w:proofErr w:type="spellEnd"/>
      <w:r>
        <w:t xml:space="preserve">, </w:t>
      </w:r>
      <w:r w:rsidR="002A4158" w:rsidRPr="00DA4E77">
        <w:t>à l</w:t>
      </w:r>
      <w:r>
        <w:t>’</w:t>
      </w:r>
      <w:r w:rsidR="002A4158" w:rsidRPr="00DA4E77">
        <w:rPr>
          <w:bCs/>
          <w:i/>
          <w:iCs/>
        </w:rPr>
        <w:t>Alérion</w:t>
      </w:r>
      <w:r>
        <w:rPr>
          <w:bCs/>
          <w:i/>
          <w:iCs/>
        </w:rPr>
        <w:t xml:space="preserve">, </w:t>
      </w:r>
      <w:r w:rsidR="002A4158" w:rsidRPr="00DA4E77">
        <w:t>dévorant l</w:t>
      </w:r>
      <w:r>
        <w:t>’</w:t>
      </w:r>
      <w:r w:rsidR="002A4158" w:rsidRPr="00DA4E77">
        <w:t>espace et t</w:t>
      </w:r>
      <w:r>
        <w:t>’</w:t>
      </w:r>
      <w:r w:rsidR="002A4158" w:rsidRPr="00DA4E77">
        <w:t>emportant de ses ailes à travers monts et mers</w:t>
      </w:r>
      <w:r>
        <w:t xml:space="preserve">, </w:t>
      </w:r>
      <w:r w:rsidR="002A4158" w:rsidRPr="00DA4E77">
        <w:t>vers ces pays nouveaux que ton rêve transforme en jardins de lumière</w:t>
      </w:r>
      <w:r>
        <w:t>.</w:t>
      </w:r>
    </w:p>
    <w:p w14:paraId="55E8B975" w14:textId="77777777" w:rsidR="00276CCE" w:rsidRDefault="00276CCE" w:rsidP="002A4158">
      <w:r>
        <w:t>— </w:t>
      </w:r>
      <w:r w:rsidR="002A4158" w:rsidRPr="00DA4E77">
        <w:t>Eh bien</w:t>
      </w:r>
      <w:r>
        <w:t xml:space="preserve">, </w:t>
      </w:r>
      <w:r w:rsidR="002A4158" w:rsidRPr="00DA4E77">
        <w:t>oui</w:t>
      </w:r>
      <w:r>
        <w:t xml:space="preserve">, </w:t>
      </w:r>
      <w:r w:rsidR="002A4158" w:rsidRPr="00DA4E77">
        <w:t>j</w:t>
      </w:r>
      <w:r>
        <w:t>’</w:t>
      </w:r>
      <w:r w:rsidR="002A4158" w:rsidRPr="00DA4E77">
        <w:t>y pense</w:t>
      </w:r>
      <w:r>
        <w:t xml:space="preserve">, </w:t>
      </w:r>
      <w:r w:rsidR="002A4158" w:rsidRPr="00DA4E77">
        <w:t>et tu viens</w:t>
      </w:r>
      <w:r>
        <w:t xml:space="preserve">, </w:t>
      </w:r>
      <w:r w:rsidR="002A4158" w:rsidRPr="00DA4E77">
        <w:t>en mots précis</w:t>
      </w:r>
      <w:r>
        <w:t xml:space="preserve">, </w:t>
      </w:r>
      <w:r w:rsidR="002A4158" w:rsidRPr="00DA4E77">
        <w:t>de formuler le désir dans mon cœur</w:t>
      </w:r>
      <w:r>
        <w:t xml:space="preserve">. </w:t>
      </w:r>
      <w:r w:rsidR="002A4158" w:rsidRPr="00DA4E77">
        <w:t>Ah</w:t>
      </w:r>
      <w:r>
        <w:t xml:space="preserve"> ! </w:t>
      </w:r>
      <w:r w:rsidR="002A4158" w:rsidRPr="00DA4E77">
        <w:t>chère aimée</w:t>
      </w:r>
      <w:r>
        <w:t xml:space="preserve">, </w:t>
      </w:r>
      <w:r w:rsidR="002A4158" w:rsidRPr="00DA4E77">
        <w:t>le voici bien</w:t>
      </w:r>
      <w:r>
        <w:t xml:space="preserve">, </w:t>
      </w:r>
      <w:r w:rsidR="002A4158" w:rsidRPr="00DA4E77">
        <w:t>l</w:t>
      </w:r>
      <w:r>
        <w:t>’</w:t>
      </w:r>
      <w:r w:rsidR="002A4158" w:rsidRPr="00DA4E77">
        <w:t>instrument divin de notre œuvre future</w:t>
      </w:r>
      <w:r>
        <w:t xml:space="preserve"> ! </w:t>
      </w:r>
      <w:r w:rsidR="002A4158" w:rsidRPr="00DA4E77">
        <w:t>Plus de guerre</w:t>
      </w:r>
      <w:r>
        <w:t xml:space="preserve">, </w:t>
      </w:r>
      <w:r w:rsidR="002A4158" w:rsidRPr="00DA4E77">
        <w:t>plus de lente conquête à travers les peuples décimés et les re</w:t>
      </w:r>
      <w:r w:rsidR="002A4158" w:rsidRPr="00DA4E77">
        <w:t>m</w:t>
      </w:r>
      <w:r w:rsidR="002A4158" w:rsidRPr="00DA4E77">
        <w:t>parts croulants</w:t>
      </w:r>
      <w:r>
        <w:t xml:space="preserve"> ; </w:t>
      </w:r>
      <w:r w:rsidR="002A4158" w:rsidRPr="00DA4E77">
        <w:t>plus de sang</w:t>
      </w:r>
      <w:r>
        <w:t xml:space="preserve">, </w:t>
      </w:r>
      <w:r w:rsidR="002A4158" w:rsidRPr="00DA4E77">
        <w:t>plus de mort</w:t>
      </w:r>
      <w:r>
        <w:t xml:space="preserve">, </w:t>
      </w:r>
      <w:r w:rsidR="002A4158" w:rsidRPr="00DA4E77">
        <w:t>mais la victoire r</w:t>
      </w:r>
      <w:r w:rsidR="002A4158" w:rsidRPr="00DA4E77">
        <w:t>a</w:t>
      </w:r>
      <w:r w:rsidR="002A4158" w:rsidRPr="00DA4E77">
        <w:t>dieuse</w:t>
      </w:r>
      <w:r>
        <w:t xml:space="preserve">, </w:t>
      </w:r>
      <w:r w:rsidR="002A4158" w:rsidRPr="00DA4E77">
        <w:t>à grands coups d</w:t>
      </w:r>
      <w:r>
        <w:t>’</w:t>
      </w:r>
      <w:r w:rsidR="002A4158" w:rsidRPr="00DA4E77">
        <w:t>ailes et en flots d</w:t>
      </w:r>
      <w:r>
        <w:t>’</w:t>
      </w:r>
      <w:r w:rsidR="002A4158" w:rsidRPr="00DA4E77">
        <w:t>harmonie</w:t>
      </w:r>
      <w:r>
        <w:t xml:space="preserve">. </w:t>
      </w:r>
      <w:r w:rsidR="002A4158" w:rsidRPr="00DA4E77">
        <w:t>Viens</w:t>
      </w:r>
      <w:r>
        <w:t xml:space="preserve">, </w:t>
      </w:r>
      <w:proofErr w:type="spellStart"/>
      <w:r w:rsidR="002A4158" w:rsidRPr="00DA4E77">
        <w:t>Oréa</w:t>
      </w:r>
      <w:proofErr w:type="spellEnd"/>
      <w:r>
        <w:t xml:space="preserve">, </w:t>
      </w:r>
      <w:r w:rsidR="002A4158" w:rsidRPr="00DA4E77">
        <w:t>nous partirons ensemble</w:t>
      </w:r>
      <w:r>
        <w:t xml:space="preserve">, </w:t>
      </w:r>
      <w:r w:rsidR="002A4158" w:rsidRPr="00DA4E77">
        <w:t>sur l</w:t>
      </w:r>
      <w:r>
        <w:t>’</w:t>
      </w:r>
      <w:r w:rsidR="002A4158" w:rsidRPr="00DA4E77">
        <w:rPr>
          <w:bCs/>
          <w:i/>
          <w:iCs/>
        </w:rPr>
        <w:t xml:space="preserve">Alérion </w:t>
      </w:r>
      <w:r w:rsidR="002A4158" w:rsidRPr="00DA4E77">
        <w:t xml:space="preserve">parachevé par </w:t>
      </w:r>
      <w:proofErr w:type="spellStart"/>
      <w:r w:rsidR="002A4158" w:rsidRPr="00DA4E77">
        <w:t>Oréus</w:t>
      </w:r>
      <w:proofErr w:type="spellEnd"/>
      <w:r>
        <w:t xml:space="preserve">, </w:t>
      </w:r>
      <w:r w:rsidR="002A4158" w:rsidRPr="00DA4E77">
        <w:t>et les peuples surpris verront</w:t>
      </w:r>
      <w:r>
        <w:t xml:space="preserve">, </w:t>
      </w:r>
      <w:r w:rsidR="002A4158" w:rsidRPr="00DA4E77">
        <w:t>du haut des cieux</w:t>
      </w:r>
      <w:r>
        <w:t xml:space="preserve">, </w:t>
      </w:r>
      <w:r w:rsidR="002A4158" w:rsidRPr="00DA4E77">
        <w:t>tomber sur eux</w:t>
      </w:r>
      <w:r>
        <w:t xml:space="preserve">, </w:t>
      </w:r>
      <w:r w:rsidR="002A4158" w:rsidRPr="00DA4E77">
        <w:t>par un miraculeux prestige</w:t>
      </w:r>
      <w:r>
        <w:t xml:space="preserve">, </w:t>
      </w:r>
      <w:r w:rsidR="002A4158" w:rsidRPr="00DA4E77">
        <w:t>la sagesse</w:t>
      </w:r>
      <w:r>
        <w:t xml:space="preserve">, </w:t>
      </w:r>
      <w:r w:rsidR="002A4158" w:rsidRPr="00DA4E77">
        <w:t>l</w:t>
      </w:r>
      <w:r>
        <w:t>’</w:t>
      </w:r>
      <w:r w:rsidR="002A4158" w:rsidRPr="00DA4E77">
        <w:t>ordre</w:t>
      </w:r>
      <w:r>
        <w:t xml:space="preserve">, </w:t>
      </w:r>
      <w:r w:rsidR="002A4158" w:rsidRPr="00DA4E77">
        <w:t>la concorde et la joie</w:t>
      </w:r>
      <w:r>
        <w:t>.</w:t>
      </w:r>
    </w:p>
    <w:p w14:paraId="44C40835" w14:textId="77777777" w:rsidR="00276CCE" w:rsidRDefault="00276CCE" w:rsidP="002A4158">
      <w:r>
        <w:lastRenderedPageBreak/>
        <w:t>— </w:t>
      </w:r>
      <w:r w:rsidR="002A4158" w:rsidRPr="00DA4E77">
        <w:t>Et Atlantis</w:t>
      </w:r>
      <w:r>
        <w:t xml:space="preserve">, </w:t>
      </w:r>
      <w:r w:rsidR="002A4158" w:rsidRPr="00DA4E77">
        <w:t>mon beau poète</w:t>
      </w:r>
      <w:r>
        <w:t xml:space="preserve">, </w:t>
      </w:r>
      <w:r w:rsidR="002A4158" w:rsidRPr="00DA4E77">
        <w:t>que devient-elle en ton pr</w:t>
      </w:r>
      <w:r w:rsidR="002A4158" w:rsidRPr="00DA4E77">
        <w:t>o</w:t>
      </w:r>
      <w:r w:rsidR="002A4158" w:rsidRPr="00DA4E77">
        <w:t>jet grandiose</w:t>
      </w:r>
      <w:r>
        <w:t> ?</w:t>
      </w:r>
    </w:p>
    <w:p w14:paraId="37A9705B" w14:textId="77777777" w:rsidR="00276CCE" w:rsidRDefault="00276CCE" w:rsidP="002A4158">
      <w:r>
        <w:t>— </w:t>
      </w:r>
      <w:r w:rsidR="002A4158" w:rsidRPr="00DA4E77">
        <w:t>Atlantis</w:t>
      </w:r>
      <w:r>
        <w:t xml:space="preserve"> ? </w:t>
      </w:r>
      <w:r w:rsidR="002A4158" w:rsidRPr="00DA4E77">
        <w:t xml:space="preserve">dit </w:t>
      </w:r>
      <w:proofErr w:type="spellStart"/>
      <w:r w:rsidR="002A4158" w:rsidRPr="00DA4E77">
        <w:t>Hellas</w:t>
      </w:r>
      <w:proofErr w:type="spellEnd"/>
      <w:r w:rsidR="002A4158" w:rsidRPr="00DA4E77">
        <w:t xml:space="preserve"> rappelé soudain aux réalités terre</w:t>
      </w:r>
      <w:r w:rsidR="002A4158" w:rsidRPr="00DA4E77">
        <w:t>s</w:t>
      </w:r>
      <w:r w:rsidR="002A4158" w:rsidRPr="00DA4E77">
        <w:t>tres</w:t>
      </w:r>
      <w:r>
        <w:t xml:space="preserve">, </w:t>
      </w:r>
      <w:r w:rsidR="002A4158" w:rsidRPr="00DA4E77">
        <w:t>Atlantis</w:t>
      </w:r>
      <w:r>
        <w:t xml:space="preserve"> ? </w:t>
      </w:r>
      <w:r w:rsidR="002A4158" w:rsidRPr="00DA4E77">
        <w:t>Ne m</w:t>
      </w:r>
      <w:r>
        <w:t>’</w:t>
      </w:r>
      <w:r w:rsidR="002A4158" w:rsidRPr="00DA4E77">
        <w:t>as-tu pas prédit sa déchéance prochaine</w:t>
      </w:r>
      <w:r>
        <w:t> ?</w:t>
      </w:r>
    </w:p>
    <w:p w14:paraId="3EACFCB1" w14:textId="77777777" w:rsidR="00276CCE" w:rsidRDefault="00276CCE" w:rsidP="002A4158">
      <w:r>
        <w:t>— </w:t>
      </w:r>
      <w:r w:rsidR="002A4158" w:rsidRPr="00DA4E77">
        <w:t>Et c</w:t>
      </w:r>
      <w:r>
        <w:t>’</w:t>
      </w:r>
      <w:r w:rsidR="002A4158" w:rsidRPr="00DA4E77">
        <w:t>est pour cela que tu l</w:t>
      </w:r>
      <w:r>
        <w:t>’</w:t>
      </w:r>
      <w:r w:rsidR="002A4158" w:rsidRPr="00DA4E77">
        <w:t>abandonnes</w:t>
      </w:r>
      <w:r>
        <w:t xml:space="preserve">, </w:t>
      </w:r>
      <w:r w:rsidR="002A4158" w:rsidRPr="00DA4E77">
        <w:t>toi</w:t>
      </w:r>
      <w:r>
        <w:t xml:space="preserve">, </w:t>
      </w:r>
      <w:r w:rsidR="002A4158" w:rsidRPr="00DA4E77">
        <w:t>son fils</w:t>
      </w:r>
      <w:r>
        <w:t> ?</w:t>
      </w:r>
    </w:p>
    <w:p w14:paraId="3FE8797A" w14:textId="77777777" w:rsidR="00276CCE" w:rsidRDefault="00276CCE" w:rsidP="002A4158">
      <w:r>
        <w:t>— </w:t>
      </w:r>
      <w:r w:rsidR="002A4158" w:rsidRPr="00DA4E77">
        <w:t>Dois-je donc immobiliser ma jeune vigueur au secours d</w:t>
      </w:r>
      <w:r>
        <w:t>’</w:t>
      </w:r>
      <w:r w:rsidR="002A4158" w:rsidRPr="00DA4E77">
        <w:t>une force défaillante</w:t>
      </w:r>
      <w:r>
        <w:t xml:space="preserve">, </w:t>
      </w:r>
      <w:r w:rsidR="002A4158" w:rsidRPr="00DA4E77">
        <w:t>quand il surgit</w:t>
      </w:r>
      <w:r>
        <w:t xml:space="preserve">, </w:t>
      </w:r>
      <w:r w:rsidR="002A4158" w:rsidRPr="00DA4E77">
        <w:t>là-bas</w:t>
      </w:r>
      <w:r>
        <w:t xml:space="preserve">, </w:t>
      </w:r>
      <w:r w:rsidR="002A4158" w:rsidRPr="00DA4E77">
        <w:t>tant de forces nouvelles</w:t>
      </w:r>
      <w:r>
        <w:t> ?</w:t>
      </w:r>
    </w:p>
    <w:p w14:paraId="27D7ADC3" w14:textId="77777777" w:rsidR="00276CCE" w:rsidRDefault="00276CCE" w:rsidP="002A4158">
      <w:r>
        <w:t>— </w:t>
      </w:r>
      <w:r w:rsidR="002A4158" w:rsidRPr="00DA4E77">
        <w:t>La cité millénaire est pareille à ces vieillards qui s</w:t>
      </w:r>
      <w:r>
        <w:t>’</w:t>
      </w:r>
      <w:r w:rsidR="002A4158" w:rsidRPr="00DA4E77">
        <w:t>éteignent</w:t>
      </w:r>
      <w:r>
        <w:t xml:space="preserve">, </w:t>
      </w:r>
      <w:r w:rsidR="002A4158" w:rsidRPr="00DA4E77">
        <w:t>lentement</w:t>
      </w:r>
      <w:r>
        <w:t xml:space="preserve">, </w:t>
      </w:r>
      <w:r w:rsidR="002A4158" w:rsidRPr="00DA4E77">
        <w:t>parce qu</w:t>
      </w:r>
      <w:r>
        <w:t>’</w:t>
      </w:r>
      <w:r w:rsidR="002A4158" w:rsidRPr="00DA4E77">
        <w:t>en eux toutes les sources d</w:t>
      </w:r>
      <w:r>
        <w:t>’</w:t>
      </w:r>
      <w:r w:rsidR="002A4158" w:rsidRPr="00DA4E77">
        <w:t>énergie sont épuisées</w:t>
      </w:r>
      <w:r>
        <w:t xml:space="preserve">. </w:t>
      </w:r>
      <w:r w:rsidR="002A4158" w:rsidRPr="00DA4E77">
        <w:t>Que dirais-tu</w:t>
      </w:r>
      <w:r>
        <w:t xml:space="preserve">, </w:t>
      </w:r>
      <w:r w:rsidR="002A4158" w:rsidRPr="00DA4E77">
        <w:t>mon bien-aimé</w:t>
      </w:r>
      <w:r>
        <w:t xml:space="preserve">, </w:t>
      </w:r>
      <w:r w:rsidR="002A4158" w:rsidRPr="00DA4E77">
        <w:t>que d</w:t>
      </w:r>
      <w:r w:rsidR="002A4158" w:rsidRPr="00DA4E77">
        <w:t>i</w:t>
      </w:r>
      <w:r w:rsidR="002A4158" w:rsidRPr="00DA4E77">
        <w:t>rais-tu de moi si</w:t>
      </w:r>
      <w:r>
        <w:t xml:space="preserve">, </w:t>
      </w:r>
      <w:r w:rsidR="002A4158" w:rsidRPr="00DA4E77">
        <w:t>voyant mon glorieux père affaibli par l</w:t>
      </w:r>
      <w:r>
        <w:t>’</w:t>
      </w:r>
      <w:r w:rsidR="002A4158" w:rsidRPr="00DA4E77">
        <w:t>âge</w:t>
      </w:r>
      <w:r>
        <w:t xml:space="preserve">, </w:t>
      </w:r>
      <w:r w:rsidR="002A4158" w:rsidRPr="00DA4E77">
        <w:t>je m</w:t>
      </w:r>
      <w:r>
        <w:t>’</w:t>
      </w:r>
      <w:r w:rsidR="002A4158" w:rsidRPr="00DA4E77">
        <w:t>écartais de lui</w:t>
      </w:r>
      <w:r>
        <w:t xml:space="preserve">, </w:t>
      </w:r>
      <w:r w:rsidR="002A4158" w:rsidRPr="00DA4E77">
        <w:t>indifférente</w:t>
      </w:r>
      <w:r>
        <w:t xml:space="preserve">, </w:t>
      </w:r>
      <w:r w:rsidR="002A4158" w:rsidRPr="00DA4E77">
        <w:t>sous prétexte qu</w:t>
      </w:r>
      <w:r>
        <w:t>’</w:t>
      </w:r>
      <w:r w:rsidR="002A4158" w:rsidRPr="00DA4E77">
        <w:t>il doit mourir</w:t>
      </w:r>
      <w:r>
        <w:t xml:space="preserve"> ? </w:t>
      </w:r>
      <w:r w:rsidR="002A4158" w:rsidRPr="00DA4E77">
        <w:t>Déserter le chevet d</w:t>
      </w:r>
      <w:r>
        <w:t>’</w:t>
      </w:r>
      <w:r w:rsidR="002A4158" w:rsidRPr="00DA4E77">
        <w:t>un mourant que l</w:t>
      </w:r>
      <w:r>
        <w:t>’</w:t>
      </w:r>
      <w:r w:rsidR="002A4158" w:rsidRPr="00DA4E77">
        <w:t>on peut sauver</w:t>
      </w:r>
      <w:r>
        <w:t xml:space="preserve">, </w:t>
      </w:r>
      <w:r w:rsidR="002A4158" w:rsidRPr="00DA4E77">
        <w:t>crime aussi grand que de lui ravir la vie</w:t>
      </w:r>
      <w:r>
        <w:t> !</w:t>
      </w:r>
    </w:p>
    <w:p w14:paraId="4AC16B33" w14:textId="77777777" w:rsidR="00276CCE" w:rsidRDefault="00276CCE" w:rsidP="002A4158">
      <w:r>
        <w:t>— </w:t>
      </w:r>
      <w:r w:rsidR="002A4158" w:rsidRPr="00DA4E77">
        <w:t>Pas la même chose</w:t>
      </w:r>
      <w:r>
        <w:t xml:space="preserve">, </w:t>
      </w:r>
      <w:proofErr w:type="spellStart"/>
      <w:r w:rsidR="002A4158" w:rsidRPr="00DA4E77">
        <w:t>Oréa</w:t>
      </w:r>
      <w:proofErr w:type="spellEnd"/>
      <w:r>
        <w:t>.</w:t>
      </w:r>
    </w:p>
    <w:p w14:paraId="4D11885B" w14:textId="77777777" w:rsidR="00276CCE" w:rsidRDefault="00276CCE" w:rsidP="002A4158">
      <w:r>
        <w:t>— </w:t>
      </w:r>
      <w:r w:rsidR="002A4158" w:rsidRPr="00DA4E77">
        <w:t>Exactement la même chose</w:t>
      </w:r>
      <w:r>
        <w:t xml:space="preserve">, </w:t>
      </w:r>
      <w:proofErr w:type="spellStart"/>
      <w:r w:rsidR="002A4158" w:rsidRPr="00DA4E77">
        <w:t>Hellas</w:t>
      </w:r>
      <w:proofErr w:type="spellEnd"/>
      <w:r>
        <w:t xml:space="preserve">. </w:t>
      </w:r>
      <w:r w:rsidR="002A4158" w:rsidRPr="00DA4E77">
        <w:t>Atlantis est notre mère à tous</w:t>
      </w:r>
      <w:r>
        <w:t xml:space="preserve">, </w:t>
      </w:r>
      <w:r w:rsidR="002A4158" w:rsidRPr="00DA4E77">
        <w:t>et</w:t>
      </w:r>
      <w:r>
        <w:t xml:space="preserve">, </w:t>
      </w:r>
      <w:r w:rsidR="002A4158" w:rsidRPr="00DA4E77">
        <w:t>quoique affaiblie</w:t>
      </w:r>
      <w:r>
        <w:t xml:space="preserve">, </w:t>
      </w:r>
      <w:r w:rsidR="002A4158" w:rsidRPr="00DA4E77">
        <w:t>quoique mourante peut-être</w:t>
      </w:r>
      <w:r>
        <w:t xml:space="preserve">, </w:t>
      </w:r>
      <w:r w:rsidR="002A4158" w:rsidRPr="00DA4E77">
        <w:t>nous lui devons tout notre souffle</w:t>
      </w:r>
      <w:r>
        <w:t> !…</w:t>
      </w:r>
    </w:p>
    <w:p w14:paraId="517B7988" w14:textId="77777777" w:rsidR="00276CCE" w:rsidRDefault="002A4158" w:rsidP="002A4158">
      <w:r w:rsidRPr="00DA4E77">
        <w:t xml:space="preserve">Et comme </w:t>
      </w:r>
      <w:proofErr w:type="spellStart"/>
      <w:r w:rsidRPr="00DA4E77">
        <w:t>Hellas</w:t>
      </w:r>
      <w:proofErr w:type="spellEnd"/>
      <w:r w:rsidR="00276CCE">
        <w:t xml:space="preserve">, </w:t>
      </w:r>
      <w:r w:rsidRPr="00DA4E77">
        <w:t>silencieux</w:t>
      </w:r>
      <w:r w:rsidR="00276CCE">
        <w:t xml:space="preserve">, </w:t>
      </w:r>
      <w:r w:rsidRPr="00DA4E77">
        <w:t>secoue la tête lentement</w:t>
      </w:r>
      <w:r w:rsidR="00276CCE">
        <w:t xml:space="preserve">, </w:t>
      </w:r>
      <w:proofErr w:type="spellStart"/>
      <w:r w:rsidRPr="00DA4E77">
        <w:t>Oréa</w:t>
      </w:r>
      <w:proofErr w:type="spellEnd"/>
      <w:r w:rsidRPr="00DA4E77">
        <w:t xml:space="preserve"> tombe à ses genoux</w:t>
      </w:r>
      <w:r w:rsidR="00276CCE">
        <w:t xml:space="preserve">, </w:t>
      </w:r>
      <w:r w:rsidRPr="00DA4E77">
        <w:t>et lui prenant les mains</w:t>
      </w:r>
      <w:r w:rsidR="00276CCE">
        <w:t> :</w:t>
      </w:r>
    </w:p>
    <w:p w14:paraId="5025DC0E" w14:textId="77777777" w:rsidR="00276CCE" w:rsidRDefault="00276CCE" w:rsidP="002A4158">
      <w:r>
        <w:t>— </w:t>
      </w:r>
      <w:r w:rsidR="002A4158" w:rsidRPr="00DA4E77">
        <w:t>Vois</w:t>
      </w:r>
      <w:r>
        <w:t xml:space="preserve">, </w:t>
      </w:r>
      <w:r w:rsidR="002A4158" w:rsidRPr="00DA4E77">
        <w:t>mon héros</w:t>
      </w:r>
      <w:r>
        <w:t xml:space="preserve">, </w:t>
      </w:r>
      <w:r w:rsidR="002A4158" w:rsidRPr="00DA4E77">
        <w:t>je t</w:t>
      </w:r>
      <w:r>
        <w:t>’</w:t>
      </w:r>
      <w:r w:rsidR="002A4158" w:rsidRPr="00DA4E77">
        <w:t>implore</w:t>
      </w:r>
      <w:r>
        <w:t xml:space="preserve">. </w:t>
      </w:r>
      <w:r w:rsidR="002A4158" w:rsidRPr="00DA4E77">
        <w:t>Si tu quittes Atlantis</w:t>
      </w:r>
      <w:r>
        <w:t xml:space="preserve">, </w:t>
      </w:r>
      <w:r w:rsidR="002A4158" w:rsidRPr="00DA4E77">
        <w:t>si tu renonces à la défendre</w:t>
      </w:r>
      <w:r>
        <w:t xml:space="preserve">, </w:t>
      </w:r>
      <w:r w:rsidR="002A4158" w:rsidRPr="00DA4E77">
        <w:t>si tu l</w:t>
      </w:r>
      <w:r>
        <w:t>’</w:t>
      </w:r>
      <w:r w:rsidR="002A4158" w:rsidRPr="00DA4E77">
        <w:t>abandonnes à ses convulsions douloureuses</w:t>
      </w:r>
      <w:r>
        <w:t xml:space="preserve">, </w:t>
      </w:r>
      <w:r w:rsidR="002A4158" w:rsidRPr="00DA4E77">
        <w:t>nul autre vivant ne pourra la guérir et</w:t>
      </w:r>
      <w:r>
        <w:t xml:space="preserve">, </w:t>
      </w:r>
      <w:r w:rsidR="002A4158" w:rsidRPr="00DA4E77">
        <w:t>proche ou lointaine</w:t>
      </w:r>
      <w:r>
        <w:t xml:space="preserve">, </w:t>
      </w:r>
      <w:r w:rsidR="002A4158" w:rsidRPr="00DA4E77">
        <w:t>sa fin viendra</w:t>
      </w:r>
      <w:r>
        <w:t xml:space="preserve">. </w:t>
      </w:r>
      <w:r w:rsidR="002A4158" w:rsidRPr="00DA4E77">
        <w:t>Tu t</w:t>
      </w:r>
      <w:r>
        <w:t>’</w:t>
      </w:r>
      <w:r w:rsidR="002A4158" w:rsidRPr="00DA4E77">
        <w:t>en iras donc conquérir un nouvel empire</w:t>
      </w:r>
      <w:r>
        <w:t xml:space="preserve">. </w:t>
      </w:r>
      <w:r w:rsidR="002A4158" w:rsidRPr="00DA4E77">
        <w:t>Mais moi</w:t>
      </w:r>
      <w:r>
        <w:t xml:space="preserve">, </w:t>
      </w:r>
      <w:r w:rsidR="002A4158" w:rsidRPr="00DA4E77">
        <w:t>je resterai près de mon père attristé et près d</w:t>
      </w:r>
      <w:r>
        <w:t>’</w:t>
      </w:r>
      <w:r w:rsidR="002A4158" w:rsidRPr="00DA4E77">
        <w:t>Atlantis agonisante</w:t>
      </w:r>
      <w:r>
        <w:t xml:space="preserve">. </w:t>
      </w:r>
      <w:r w:rsidR="002A4158" w:rsidRPr="00DA4E77">
        <w:t>J</w:t>
      </w:r>
      <w:r>
        <w:t>’</w:t>
      </w:r>
      <w:r w:rsidR="002A4158" w:rsidRPr="00DA4E77">
        <w:t>irai</w:t>
      </w:r>
      <w:r>
        <w:t xml:space="preserve">, </w:t>
      </w:r>
      <w:r w:rsidR="002A4158" w:rsidRPr="00DA4E77">
        <w:t xml:space="preserve">avec les derniers </w:t>
      </w:r>
      <w:r w:rsidR="002A4158" w:rsidRPr="00DA4E77">
        <w:lastRenderedPageBreak/>
        <w:t>héros</w:t>
      </w:r>
      <w:r>
        <w:t xml:space="preserve">, </w:t>
      </w:r>
      <w:r w:rsidR="002A4158" w:rsidRPr="00DA4E77">
        <w:t>tenter le s</w:t>
      </w:r>
      <w:r w:rsidR="002A4158" w:rsidRPr="00DA4E77">
        <w:t>a</w:t>
      </w:r>
      <w:r w:rsidR="002A4158" w:rsidRPr="00DA4E77">
        <w:t>lut suprême et supplier les dieux d</w:t>
      </w:r>
      <w:r>
        <w:t>’</w:t>
      </w:r>
      <w:r w:rsidR="002A4158" w:rsidRPr="00DA4E77">
        <w:t>accomplir un miracle</w:t>
      </w:r>
      <w:r>
        <w:t> !</w:t>
      </w:r>
    </w:p>
    <w:p w14:paraId="2E64E81D" w14:textId="77777777" w:rsidR="00276CCE" w:rsidRDefault="00276CCE" w:rsidP="002A4158">
      <w:r>
        <w:t>— </w:t>
      </w:r>
      <w:proofErr w:type="spellStart"/>
      <w:r w:rsidR="002A4158" w:rsidRPr="00DA4E77">
        <w:t>Oréa</w:t>
      </w:r>
      <w:proofErr w:type="spellEnd"/>
      <w:r>
        <w:t xml:space="preserve">, </w:t>
      </w:r>
      <w:r w:rsidR="002A4158" w:rsidRPr="00DA4E77">
        <w:t>je t</w:t>
      </w:r>
      <w:r>
        <w:t>’</w:t>
      </w:r>
      <w:r w:rsidR="002A4158" w:rsidRPr="00DA4E77">
        <w:t>en supplie</w:t>
      </w:r>
      <w:r>
        <w:t> !…</w:t>
      </w:r>
    </w:p>
    <w:p w14:paraId="00545D0E" w14:textId="77777777" w:rsidR="00276CCE" w:rsidRDefault="00276CCE" w:rsidP="002A4158">
      <w:r>
        <w:t>— </w:t>
      </w:r>
      <w:r w:rsidR="002A4158" w:rsidRPr="00DA4E77">
        <w:t>Mais si tu veux rester parmi nous</w:t>
      </w:r>
      <w:r>
        <w:t xml:space="preserve"> ; </w:t>
      </w:r>
      <w:r w:rsidR="002A4158" w:rsidRPr="00DA4E77">
        <w:t>si tu veux ranimer le peuple qui t</w:t>
      </w:r>
      <w:r>
        <w:t>’</w:t>
      </w:r>
      <w:r w:rsidR="002A4158" w:rsidRPr="00DA4E77">
        <w:t>admire et t</w:t>
      </w:r>
      <w:r>
        <w:t>’</w:t>
      </w:r>
      <w:r w:rsidR="002A4158" w:rsidRPr="00DA4E77">
        <w:t>appelle</w:t>
      </w:r>
      <w:r>
        <w:t xml:space="preserve"> ; </w:t>
      </w:r>
      <w:r w:rsidR="002A4158" w:rsidRPr="00DA4E77">
        <w:t>si tu veux rétablir les lois et dissiper les complots des riches</w:t>
      </w:r>
      <w:r>
        <w:t xml:space="preserve"> ; </w:t>
      </w:r>
      <w:r w:rsidR="002A4158" w:rsidRPr="00DA4E77">
        <w:t>si tu veux</w:t>
      </w:r>
      <w:r>
        <w:t xml:space="preserve">, </w:t>
      </w:r>
      <w:r w:rsidR="002A4158" w:rsidRPr="00DA4E77">
        <w:t>enfin</w:t>
      </w:r>
      <w:r>
        <w:t xml:space="preserve">, </w:t>
      </w:r>
      <w:r w:rsidR="002A4158" w:rsidRPr="00DA4E77">
        <w:t>vouer au r</w:t>
      </w:r>
      <w:r w:rsidR="002A4158" w:rsidRPr="00DA4E77">
        <w:t>e</w:t>
      </w:r>
      <w:r w:rsidR="002A4158" w:rsidRPr="00DA4E77">
        <w:t>lèvement d</w:t>
      </w:r>
      <w:r>
        <w:t>’</w:t>
      </w:r>
      <w:r w:rsidR="002A4158" w:rsidRPr="00DA4E77">
        <w:t>Atlantis tout ton cerveau et tout ton cœur</w:t>
      </w:r>
      <w:r>
        <w:t xml:space="preserve">, </w:t>
      </w:r>
      <w:r w:rsidR="002A4158" w:rsidRPr="00DA4E77">
        <w:t>alors je garde l</w:t>
      </w:r>
      <w:r>
        <w:t>’</w:t>
      </w:r>
      <w:r w:rsidR="002A4158" w:rsidRPr="00DA4E77">
        <w:t>espoir que notre ville reprendra son prestige</w:t>
      </w:r>
      <w:r>
        <w:t xml:space="preserve">, </w:t>
      </w:r>
      <w:r w:rsidR="002A4158" w:rsidRPr="00DA4E77">
        <w:t>et tu me verras à tes côtés la plus soumise des épouses et la plus tendre des amantes</w:t>
      </w:r>
      <w:r>
        <w:t> !</w:t>
      </w:r>
    </w:p>
    <w:p w14:paraId="0DD91C33" w14:textId="77777777" w:rsidR="00276CCE" w:rsidRDefault="00276CCE" w:rsidP="002A4158">
      <w:r>
        <w:t>— </w:t>
      </w:r>
      <w:r w:rsidR="002A4158" w:rsidRPr="00DA4E77">
        <w:t>Mais</w:t>
      </w:r>
      <w:r>
        <w:t xml:space="preserve">, </w:t>
      </w:r>
      <w:r w:rsidR="002A4158" w:rsidRPr="00DA4E77">
        <w:t>enfin</w:t>
      </w:r>
      <w:r>
        <w:t xml:space="preserve">, </w:t>
      </w:r>
      <w:proofErr w:type="spellStart"/>
      <w:r w:rsidR="002A4158" w:rsidRPr="00DA4E77">
        <w:t>Oréa</w:t>
      </w:r>
      <w:proofErr w:type="spellEnd"/>
      <w:r>
        <w:t xml:space="preserve">, </w:t>
      </w:r>
      <w:r w:rsidR="002A4158" w:rsidRPr="00DA4E77">
        <w:t>que faut-il donc faire</w:t>
      </w:r>
      <w:r>
        <w:t> ?</w:t>
      </w:r>
    </w:p>
    <w:p w14:paraId="03872D55" w14:textId="77777777" w:rsidR="00276CCE" w:rsidRDefault="00276CCE" w:rsidP="002A4158">
      <w:r>
        <w:t>— </w:t>
      </w:r>
      <w:r w:rsidR="002A4158" w:rsidRPr="00DA4E77">
        <w:t>Ce soir même</w:t>
      </w:r>
      <w:r>
        <w:t xml:space="preserve">, </w:t>
      </w:r>
      <w:r w:rsidR="002A4158" w:rsidRPr="00DA4E77">
        <w:t>retourner en Atlantis</w:t>
      </w:r>
      <w:r>
        <w:t xml:space="preserve"> ; </w:t>
      </w:r>
      <w:r w:rsidR="002A4158" w:rsidRPr="00DA4E77">
        <w:t>reprendre le po</w:t>
      </w:r>
      <w:r w:rsidR="002A4158" w:rsidRPr="00DA4E77">
        <w:t>u</w:t>
      </w:r>
      <w:r w:rsidR="002A4158" w:rsidRPr="00DA4E77">
        <w:t>voir qu</w:t>
      </w:r>
      <w:r>
        <w:t>’</w:t>
      </w:r>
      <w:proofErr w:type="spellStart"/>
      <w:r w:rsidR="002A4158" w:rsidRPr="00DA4E77">
        <w:t>Hermos</w:t>
      </w:r>
      <w:proofErr w:type="spellEnd"/>
      <w:r w:rsidR="002A4158" w:rsidRPr="00DA4E77">
        <w:t xml:space="preserve"> te garde et qu</w:t>
      </w:r>
      <w:r>
        <w:t>’</w:t>
      </w:r>
      <w:r w:rsidR="002A4158" w:rsidRPr="00DA4E77">
        <w:t>on lui conteste</w:t>
      </w:r>
      <w:r>
        <w:t xml:space="preserve"> ; </w:t>
      </w:r>
      <w:r w:rsidR="002A4158" w:rsidRPr="00DA4E77">
        <w:t>rassembler a</w:t>
      </w:r>
      <w:r w:rsidR="002A4158" w:rsidRPr="00DA4E77">
        <w:t>u</w:t>
      </w:r>
      <w:r w:rsidR="002A4158" w:rsidRPr="00DA4E77">
        <w:t>tour de toi la jeunesse indécise qui manque d</w:t>
      </w:r>
      <w:r>
        <w:t>’</w:t>
      </w:r>
      <w:r w:rsidR="002A4158" w:rsidRPr="00DA4E77">
        <w:t>un chef puissant</w:t>
      </w:r>
      <w:r>
        <w:t xml:space="preserve"> ; </w:t>
      </w:r>
      <w:r w:rsidR="002A4158" w:rsidRPr="00DA4E77">
        <w:t>raffermir le vrai Prince de l</w:t>
      </w:r>
      <w:r>
        <w:t>’</w:t>
      </w:r>
      <w:r w:rsidR="002A4158" w:rsidRPr="00DA4E77">
        <w:t>Empire</w:t>
      </w:r>
      <w:r>
        <w:t>.</w:t>
      </w:r>
    </w:p>
    <w:p w14:paraId="5EAF7597" w14:textId="77777777" w:rsidR="00276CCE" w:rsidRDefault="00276CCE" w:rsidP="002A4158">
      <w:r>
        <w:t>— </w:t>
      </w:r>
      <w:r w:rsidR="002A4158" w:rsidRPr="00DA4E77">
        <w:t>N</w:t>
      </w:r>
      <w:r>
        <w:t>’</w:t>
      </w:r>
      <w:r w:rsidR="002A4158" w:rsidRPr="00DA4E77">
        <w:t>est-il pas trop tard</w:t>
      </w:r>
      <w:r>
        <w:t> ?</w:t>
      </w:r>
    </w:p>
    <w:p w14:paraId="6A7B089B" w14:textId="77777777" w:rsidR="00276CCE" w:rsidRDefault="00276CCE" w:rsidP="002A4158">
      <w:r>
        <w:t>— </w:t>
      </w:r>
      <w:r w:rsidR="002A4158" w:rsidRPr="00DA4E77">
        <w:t>Non</w:t>
      </w:r>
      <w:r>
        <w:t xml:space="preserve">, </w:t>
      </w:r>
      <w:r w:rsidR="002A4158" w:rsidRPr="00DA4E77">
        <w:t>non</w:t>
      </w:r>
      <w:r>
        <w:t xml:space="preserve">, </w:t>
      </w:r>
      <w:r w:rsidR="002A4158" w:rsidRPr="00DA4E77">
        <w:t xml:space="preserve">exulte </w:t>
      </w:r>
      <w:proofErr w:type="spellStart"/>
      <w:r w:rsidR="002A4158" w:rsidRPr="00DA4E77">
        <w:t>Oréa</w:t>
      </w:r>
      <w:proofErr w:type="spellEnd"/>
      <w:r>
        <w:t xml:space="preserve">, </w:t>
      </w:r>
      <w:r w:rsidR="002A4158" w:rsidRPr="00DA4E77">
        <w:t>il n</w:t>
      </w:r>
      <w:r>
        <w:t>’</w:t>
      </w:r>
      <w:r w:rsidR="002A4158" w:rsidRPr="00DA4E77">
        <w:t>est jamais trop tard pour un génie comme le tien</w:t>
      </w:r>
      <w:r>
        <w:t xml:space="preserve">. </w:t>
      </w:r>
      <w:r w:rsidR="002A4158" w:rsidRPr="00DA4E77">
        <w:t>Le peuple</w:t>
      </w:r>
      <w:r>
        <w:t xml:space="preserve">, </w:t>
      </w:r>
      <w:r w:rsidR="002A4158" w:rsidRPr="00DA4E77">
        <w:t>d</w:t>
      </w:r>
      <w:r>
        <w:t>’</w:t>
      </w:r>
      <w:r w:rsidR="002A4158" w:rsidRPr="00DA4E77">
        <w:t>un seul élan</w:t>
      </w:r>
      <w:r>
        <w:t xml:space="preserve">, </w:t>
      </w:r>
      <w:r w:rsidR="002A4158" w:rsidRPr="00DA4E77">
        <w:t xml:space="preserve">te rendra toute sa confiance et </w:t>
      </w:r>
      <w:proofErr w:type="spellStart"/>
      <w:r w:rsidR="002A4158" w:rsidRPr="00DA4E77">
        <w:t>Knephao</w:t>
      </w:r>
      <w:proofErr w:type="spellEnd"/>
      <w:r w:rsidR="002A4158" w:rsidRPr="00DA4E77">
        <w:t xml:space="preserve"> ses soldats dévoués</w:t>
      </w:r>
      <w:r>
        <w:t xml:space="preserve">. </w:t>
      </w:r>
      <w:r w:rsidR="002A4158" w:rsidRPr="00DA4E77">
        <w:t>Tes ennemis</w:t>
      </w:r>
      <w:r>
        <w:t xml:space="preserve">, </w:t>
      </w:r>
      <w:r w:rsidR="002A4158" w:rsidRPr="00DA4E77">
        <w:t>su</w:t>
      </w:r>
      <w:r w:rsidR="002A4158" w:rsidRPr="00DA4E77">
        <w:t>r</w:t>
      </w:r>
      <w:r w:rsidR="002A4158" w:rsidRPr="00DA4E77">
        <w:t>pris</w:t>
      </w:r>
      <w:r>
        <w:t xml:space="preserve">, </w:t>
      </w:r>
      <w:r w:rsidR="002A4158" w:rsidRPr="00DA4E77">
        <w:t>n</w:t>
      </w:r>
      <w:r>
        <w:t>’</w:t>
      </w:r>
      <w:r w:rsidR="002A4158" w:rsidRPr="00DA4E77">
        <w:t>auront que le temps de préparer une honteuse retraite</w:t>
      </w:r>
      <w:r>
        <w:t xml:space="preserve">. </w:t>
      </w:r>
      <w:r w:rsidR="002A4158" w:rsidRPr="00DA4E77">
        <w:t>Demain</w:t>
      </w:r>
      <w:r>
        <w:t xml:space="preserve">, </w:t>
      </w:r>
      <w:r w:rsidR="002A4158" w:rsidRPr="00DA4E77">
        <w:t>ce soir peut-être</w:t>
      </w:r>
      <w:r>
        <w:t xml:space="preserve">, </w:t>
      </w:r>
      <w:r w:rsidR="002A4158" w:rsidRPr="00DA4E77">
        <w:t>tes Ligures victorieux t</w:t>
      </w:r>
      <w:r>
        <w:t>’</w:t>
      </w:r>
      <w:r w:rsidR="002A4158" w:rsidRPr="00DA4E77">
        <w:t>apporteront l</w:t>
      </w:r>
      <w:r>
        <w:t>’</w:t>
      </w:r>
      <w:r w:rsidR="002A4158" w:rsidRPr="00DA4E77">
        <w:t>appui de leur flotte fidèle</w:t>
      </w:r>
      <w:r>
        <w:t xml:space="preserve">. </w:t>
      </w:r>
      <w:r w:rsidR="002A4158" w:rsidRPr="00DA4E77">
        <w:t>Et la Mère</w:t>
      </w:r>
      <w:r>
        <w:t xml:space="preserve">, </w:t>
      </w:r>
      <w:r w:rsidR="002A4158" w:rsidRPr="00DA4E77">
        <w:t>la grande Mère sera sa</w:t>
      </w:r>
      <w:r w:rsidR="002A4158" w:rsidRPr="00DA4E77">
        <w:t>u</w:t>
      </w:r>
      <w:r w:rsidR="002A4158" w:rsidRPr="00DA4E77">
        <w:t>vée</w:t>
      </w:r>
      <w:r>
        <w:t> !</w:t>
      </w:r>
    </w:p>
    <w:p w14:paraId="3C6A2FAA" w14:textId="77777777" w:rsidR="00276CCE" w:rsidRDefault="00276CCE" w:rsidP="002A4158">
      <w:r>
        <w:t>— </w:t>
      </w:r>
      <w:r w:rsidR="002A4158" w:rsidRPr="00DA4E77">
        <w:t>Adieu donc</w:t>
      </w:r>
      <w:r>
        <w:t xml:space="preserve">, </w:t>
      </w:r>
      <w:r w:rsidR="002A4158" w:rsidRPr="00DA4E77">
        <w:t xml:space="preserve">fait </w:t>
      </w:r>
      <w:proofErr w:type="spellStart"/>
      <w:r w:rsidR="002A4158" w:rsidRPr="00DA4E77">
        <w:t>Hellas</w:t>
      </w:r>
      <w:proofErr w:type="spellEnd"/>
      <w:r w:rsidR="002A4158" w:rsidRPr="00DA4E77">
        <w:t xml:space="preserve"> songeur</w:t>
      </w:r>
      <w:r>
        <w:t xml:space="preserve">. </w:t>
      </w:r>
      <w:r w:rsidR="002A4158" w:rsidRPr="00DA4E77">
        <w:t>Adieu</w:t>
      </w:r>
      <w:r>
        <w:t xml:space="preserve">, </w:t>
      </w:r>
      <w:r w:rsidR="002A4158" w:rsidRPr="00DA4E77">
        <w:t>beaux pays no</w:t>
      </w:r>
      <w:r w:rsidR="002A4158" w:rsidRPr="00DA4E77">
        <w:t>u</w:t>
      </w:r>
      <w:r w:rsidR="002A4158" w:rsidRPr="00DA4E77">
        <w:t>veaux</w:t>
      </w:r>
      <w:r>
        <w:t xml:space="preserve">, </w:t>
      </w:r>
      <w:r w:rsidR="002A4158" w:rsidRPr="00DA4E77">
        <w:t>blondes vallées des terres pélasgiques</w:t>
      </w:r>
      <w:r>
        <w:t xml:space="preserve">, </w:t>
      </w:r>
      <w:r w:rsidR="002A4158" w:rsidRPr="00DA4E77">
        <w:t>îles en fleurs de l</w:t>
      </w:r>
      <w:r>
        <w:t>’</w:t>
      </w:r>
      <w:r w:rsidR="002A4158" w:rsidRPr="00DA4E77">
        <w:t>archipel</w:t>
      </w:r>
      <w:r>
        <w:t xml:space="preserve">, </w:t>
      </w:r>
      <w:r w:rsidR="002A4158" w:rsidRPr="00DA4E77">
        <w:t>forêts où les chênes touffus rendent</w:t>
      </w:r>
      <w:r>
        <w:t xml:space="preserve">, </w:t>
      </w:r>
      <w:r w:rsidR="002A4158" w:rsidRPr="00DA4E77">
        <w:t>au bruit du vent</w:t>
      </w:r>
      <w:r>
        <w:t xml:space="preserve">, </w:t>
      </w:r>
      <w:r w:rsidR="002A4158" w:rsidRPr="00DA4E77">
        <w:t>de mystérieux oracles</w:t>
      </w:r>
      <w:r>
        <w:t xml:space="preserve">, </w:t>
      </w:r>
      <w:r w:rsidR="002A4158" w:rsidRPr="00DA4E77">
        <w:t>rives où les pêcheurs racontent des me</w:t>
      </w:r>
      <w:r w:rsidR="002A4158" w:rsidRPr="00DA4E77">
        <w:t>r</w:t>
      </w:r>
      <w:r w:rsidR="002A4158" w:rsidRPr="00DA4E77">
        <w:t>veilles</w:t>
      </w:r>
      <w:r>
        <w:t xml:space="preserve">, </w:t>
      </w:r>
      <w:r w:rsidR="002A4158" w:rsidRPr="00DA4E77">
        <w:t xml:space="preserve">cités naissantes où tout est force et </w:t>
      </w:r>
      <w:r w:rsidR="002A4158" w:rsidRPr="00DA4E77">
        <w:lastRenderedPageBreak/>
        <w:t>jeunesse</w:t>
      </w:r>
      <w:r>
        <w:t xml:space="preserve"> ; </w:t>
      </w:r>
      <w:r w:rsidR="002A4158" w:rsidRPr="00DA4E77">
        <w:t>ô terre d</w:t>
      </w:r>
      <w:r>
        <w:t>’</w:t>
      </w:r>
      <w:r w:rsidR="002A4158" w:rsidRPr="00DA4E77">
        <w:t>Orient</w:t>
      </w:r>
      <w:r>
        <w:t xml:space="preserve">, </w:t>
      </w:r>
      <w:r w:rsidR="002A4158" w:rsidRPr="00DA4E77">
        <w:t>pays d</w:t>
      </w:r>
      <w:r>
        <w:t>’</w:t>
      </w:r>
      <w:r w:rsidR="002A4158" w:rsidRPr="00DA4E77">
        <w:t>aurore où j</w:t>
      </w:r>
      <w:r>
        <w:t>’</w:t>
      </w:r>
      <w:r w:rsidR="002A4158" w:rsidRPr="00DA4E77">
        <w:t>eusse voulu laisser mon nom</w:t>
      </w:r>
      <w:r>
        <w:t xml:space="preserve">, </w:t>
      </w:r>
      <w:r w:rsidR="002A4158" w:rsidRPr="00DA4E77">
        <w:t>adieu</w:t>
      </w:r>
      <w:r>
        <w:t xml:space="preserve"> !… </w:t>
      </w:r>
      <w:r w:rsidR="002A4158" w:rsidRPr="00DA4E77">
        <w:t>Je suis attaché au vieux monde</w:t>
      </w:r>
      <w:r>
        <w:t> !</w:t>
      </w:r>
    </w:p>
    <w:p w14:paraId="0AEFEA3A" w14:textId="77777777" w:rsidR="00276CCE" w:rsidRDefault="002A4158" w:rsidP="002A4158">
      <w:r w:rsidRPr="00DA4E77">
        <w:t>Puis</w:t>
      </w:r>
      <w:r w:rsidR="00276CCE">
        <w:t xml:space="preserve">, </w:t>
      </w:r>
      <w:r w:rsidRPr="00DA4E77">
        <w:t xml:space="preserve">se tournant vers </w:t>
      </w:r>
      <w:proofErr w:type="spellStart"/>
      <w:r w:rsidRPr="00DA4E77">
        <w:t>Oréa</w:t>
      </w:r>
      <w:proofErr w:type="spellEnd"/>
      <w:r w:rsidR="00276CCE">
        <w:t> :</w:t>
      </w:r>
    </w:p>
    <w:p w14:paraId="6B2A972B" w14:textId="77777777" w:rsidR="00276CCE" w:rsidRDefault="00276CCE" w:rsidP="002A4158">
      <w:r>
        <w:t>— </w:t>
      </w:r>
      <w:r w:rsidR="002A4158" w:rsidRPr="00DA4E77">
        <w:t>Eh bien</w:t>
      </w:r>
      <w:r>
        <w:t xml:space="preserve">, </w:t>
      </w:r>
      <w:r w:rsidR="002A4158" w:rsidRPr="00DA4E77">
        <w:t>soit</w:t>
      </w:r>
      <w:r>
        <w:t xml:space="preserve"> ! </w:t>
      </w:r>
      <w:r w:rsidR="002A4158" w:rsidRPr="00DA4E77">
        <w:t>Comme toi</w:t>
      </w:r>
      <w:r>
        <w:t xml:space="preserve">, </w:t>
      </w:r>
      <w:r w:rsidR="002A4158" w:rsidRPr="00DA4E77">
        <w:t>je reste avec ceux qui vont mourir</w:t>
      </w:r>
      <w:r>
        <w:t> !</w:t>
      </w:r>
    </w:p>
    <w:p w14:paraId="0E4DC1AF" w14:textId="77777777" w:rsidR="00276CCE" w:rsidRDefault="002A4158" w:rsidP="002A4158">
      <w:r w:rsidRPr="00DA4E77">
        <w:t xml:space="preserve">Mais </w:t>
      </w:r>
      <w:proofErr w:type="spellStart"/>
      <w:r w:rsidRPr="00DA4E77">
        <w:t>Oréa</w:t>
      </w:r>
      <w:proofErr w:type="spellEnd"/>
      <w:r w:rsidR="00276CCE">
        <w:t xml:space="preserve">, </w:t>
      </w:r>
      <w:r w:rsidRPr="00DA4E77">
        <w:t>transfigurée</w:t>
      </w:r>
      <w:r w:rsidR="00276CCE">
        <w:t> :</w:t>
      </w:r>
    </w:p>
    <w:p w14:paraId="635FEA12" w14:textId="77777777" w:rsidR="00276CCE" w:rsidRDefault="00276CCE" w:rsidP="002A4158">
      <w:r>
        <w:t>— </w:t>
      </w:r>
      <w:r w:rsidR="002A4158" w:rsidRPr="00DA4E77">
        <w:t>Non</w:t>
      </w:r>
      <w:r>
        <w:t xml:space="preserve">, </w:t>
      </w:r>
      <w:r w:rsidR="002A4158" w:rsidRPr="00DA4E77">
        <w:t>bien-aimé</w:t>
      </w:r>
      <w:r>
        <w:t xml:space="preserve">, </w:t>
      </w:r>
      <w:r w:rsidR="002A4158" w:rsidRPr="00DA4E77">
        <w:t>ils ne vont plus mourir maintenant</w:t>
      </w:r>
      <w:r>
        <w:t xml:space="preserve"> : </w:t>
      </w:r>
      <w:r w:rsidR="002A4158" w:rsidRPr="00DA4E77">
        <w:t>ils vont revivre</w:t>
      </w:r>
      <w:r>
        <w:t xml:space="preserve"> ! </w:t>
      </w:r>
      <w:r w:rsidR="002A4158" w:rsidRPr="00DA4E77">
        <w:t>Dans peu de temps</w:t>
      </w:r>
      <w:r>
        <w:t xml:space="preserve">, </w:t>
      </w:r>
      <w:r w:rsidR="002A4158" w:rsidRPr="00DA4E77">
        <w:t>la Cité-Reine aura reconquis toute son antique gloire</w:t>
      </w:r>
      <w:r>
        <w:t xml:space="preserve">, </w:t>
      </w:r>
      <w:r w:rsidR="002A4158" w:rsidRPr="00DA4E77">
        <w:t>et quand ton œuvre ici sera consolidée</w:t>
      </w:r>
      <w:r>
        <w:t xml:space="preserve">, </w:t>
      </w:r>
      <w:r w:rsidR="002A4158" w:rsidRPr="00DA4E77">
        <w:t>alors</w:t>
      </w:r>
      <w:r>
        <w:t xml:space="preserve">, </w:t>
      </w:r>
      <w:r w:rsidR="002A4158" w:rsidRPr="00DA4E77">
        <w:t>si tu le veux</w:t>
      </w:r>
      <w:r>
        <w:t xml:space="preserve">, </w:t>
      </w:r>
      <w:r w:rsidR="002A4158" w:rsidRPr="00DA4E77">
        <w:t>sur l</w:t>
      </w:r>
      <w:r>
        <w:t>’</w:t>
      </w:r>
      <w:r w:rsidR="002A4158" w:rsidRPr="00DA4E77">
        <w:rPr>
          <w:bCs/>
          <w:i/>
          <w:iCs/>
        </w:rPr>
        <w:t>Alérion</w:t>
      </w:r>
      <w:r w:rsidR="002A4158" w:rsidRPr="00DA4E77">
        <w:t xml:space="preserve"> aux ailes ouvertes</w:t>
      </w:r>
      <w:r>
        <w:t xml:space="preserve">, </w:t>
      </w:r>
      <w:r w:rsidR="002A4158" w:rsidRPr="00DA4E77">
        <w:t>nous vol</w:t>
      </w:r>
      <w:r w:rsidR="002A4158" w:rsidRPr="00DA4E77">
        <w:t>e</w:t>
      </w:r>
      <w:r w:rsidR="002A4158" w:rsidRPr="00DA4E77">
        <w:t>rons vers le monde nouveau</w:t>
      </w:r>
      <w:r>
        <w:t> !</w:t>
      </w:r>
    </w:p>
    <w:p w14:paraId="2D433243" w14:textId="77777777" w:rsidR="00276CCE" w:rsidRDefault="00276CCE" w:rsidP="002A4158">
      <w:r>
        <w:t>— </w:t>
      </w:r>
      <w:r w:rsidR="002A4158" w:rsidRPr="00DA4E77">
        <w:t>Oh</w:t>
      </w:r>
      <w:r>
        <w:t xml:space="preserve"> ! </w:t>
      </w:r>
      <w:r w:rsidR="002A4158" w:rsidRPr="00DA4E77">
        <w:t>adorée</w:t>
      </w:r>
      <w:r>
        <w:t xml:space="preserve"> ! </w:t>
      </w:r>
      <w:r w:rsidR="002A4158" w:rsidRPr="00DA4E77">
        <w:t>s</w:t>
      </w:r>
      <w:r>
        <w:t>’</w:t>
      </w:r>
      <w:r w:rsidR="002A4158" w:rsidRPr="00DA4E77">
        <w:t xml:space="preserve">écrie </w:t>
      </w:r>
      <w:proofErr w:type="spellStart"/>
      <w:r w:rsidR="002A4158" w:rsidRPr="00DA4E77">
        <w:t>Hellas</w:t>
      </w:r>
      <w:proofErr w:type="spellEnd"/>
      <w:r w:rsidR="002A4158" w:rsidRPr="00DA4E77">
        <w:t xml:space="preserve"> dans un mouvement de joie débordante</w:t>
      </w:r>
      <w:r>
        <w:t>.</w:t>
      </w:r>
    </w:p>
    <w:p w14:paraId="4936EB6C" w14:textId="77777777" w:rsidR="00276CCE" w:rsidRDefault="002A4158" w:rsidP="002A4158">
      <w:r w:rsidRPr="00DA4E77">
        <w:t>Et</w:t>
      </w:r>
      <w:r w:rsidR="00276CCE">
        <w:t xml:space="preserve">, </w:t>
      </w:r>
      <w:r w:rsidRPr="00DA4E77">
        <w:t xml:space="preserve">prenant </w:t>
      </w:r>
      <w:proofErr w:type="spellStart"/>
      <w:r w:rsidRPr="00DA4E77">
        <w:t>Oréa</w:t>
      </w:r>
      <w:proofErr w:type="spellEnd"/>
      <w:r w:rsidRPr="00DA4E77">
        <w:t xml:space="preserve"> dans ses bras</w:t>
      </w:r>
      <w:r w:rsidR="00276CCE">
        <w:t> :</w:t>
      </w:r>
    </w:p>
    <w:p w14:paraId="1F3C41D6" w14:textId="77777777" w:rsidR="00276CCE" w:rsidRDefault="00276CCE" w:rsidP="002A4158">
      <w:r>
        <w:t>— </w:t>
      </w:r>
      <w:r w:rsidR="002A4158" w:rsidRPr="00DA4E77">
        <w:t>Oh</w:t>
      </w:r>
      <w:r>
        <w:t xml:space="preserve"> ! </w:t>
      </w:r>
      <w:r w:rsidR="002A4158" w:rsidRPr="00DA4E77">
        <w:t>mon amour</w:t>
      </w:r>
      <w:r>
        <w:t> !</w:t>
      </w:r>
    </w:p>
    <w:p w14:paraId="24B4240C" w14:textId="77777777" w:rsidR="00276CCE" w:rsidRDefault="002A4158" w:rsidP="002A4158">
      <w:r w:rsidRPr="00DA4E77">
        <w:t>Mais laissant tomber son front sur la poitrine du héros</w:t>
      </w:r>
      <w:r w:rsidR="00276CCE">
        <w:t xml:space="preserve">, </w:t>
      </w:r>
      <w:proofErr w:type="spellStart"/>
      <w:r w:rsidRPr="00DA4E77">
        <w:t>Oréa</w:t>
      </w:r>
      <w:proofErr w:type="spellEnd"/>
      <w:r w:rsidR="00276CCE">
        <w:t xml:space="preserve">, </w:t>
      </w:r>
      <w:r w:rsidRPr="00DA4E77">
        <w:t>à chaudes larmes</w:t>
      </w:r>
      <w:r w:rsidR="00276CCE">
        <w:t xml:space="preserve">, </w:t>
      </w:r>
      <w:r w:rsidRPr="00DA4E77">
        <w:t>pleure</w:t>
      </w:r>
      <w:r w:rsidR="00276CCE">
        <w:t>.</w:t>
      </w:r>
    </w:p>
    <w:p w14:paraId="44FB6BA2" w14:textId="77777777" w:rsidR="00276CCE" w:rsidRDefault="00276CCE" w:rsidP="002A4158">
      <w:r>
        <w:t>— </w:t>
      </w:r>
      <w:r w:rsidR="002A4158" w:rsidRPr="00DA4E77">
        <w:t>Pardonne</w:t>
      </w:r>
      <w:r>
        <w:t xml:space="preserve">, </w:t>
      </w:r>
      <w:r w:rsidR="002A4158" w:rsidRPr="00DA4E77">
        <w:t>ami</w:t>
      </w:r>
      <w:r>
        <w:t xml:space="preserve">, </w:t>
      </w:r>
      <w:r w:rsidR="002A4158" w:rsidRPr="00DA4E77">
        <w:t>pardonne à ma faiblesse si des sanglots me gagnent</w:t>
      </w:r>
      <w:r>
        <w:t xml:space="preserve">. </w:t>
      </w:r>
      <w:r w:rsidR="002A4158" w:rsidRPr="00DA4E77">
        <w:t>Mais voilà un long moment que mon cœur se bat contre lui-même</w:t>
      </w:r>
      <w:r>
        <w:t xml:space="preserve">, </w:t>
      </w:r>
      <w:r w:rsidR="002A4158" w:rsidRPr="00DA4E77">
        <w:t>et je souffre tant de te résister</w:t>
      </w:r>
      <w:r>
        <w:t xml:space="preserve">, </w:t>
      </w:r>
      <w:r w:rsidR="002A4158" w:rsidRPr="00DA4E77">
        <w:t>mon bien-aimé</w:t>
      </w:r>
      <w:r>
        <w:t> !</w:t>
      </w:r>
    </w:p>
    <w:p w14:paraId="1936DF0A" w14:textId="77777777" w:rsidR="00276CCE" w:rsidRDefault="00276CCE" w:rsidP="002A4158">
      <w:r>
        <w:t>— </w:t>
      </w:r>
      <w:r w:rsidR="002A4158" w:rsidRPr="00DA4E77">
        <w:t>Eh quoi</w:t>
      </w:r>
      <w:r>
        <w:t xml:space="preserve">, </w:t>
      </w:r>
      <w:r w:rsidR="002A4158" w:rsidRPr="00DA4E77">
        <w:t xml:space="preserve">objecte </w:t>
      </w:r>
      <w:proofErr w:type="spellStart"/>
      <w:r w:rsidR="002A4158" w:rsidRPr="00DA4E77">
        <w:t>Hellas</w:t>
      </w:r>
      <w:proofErr w:type="spellEnd"/>
      <w:r>
        <w:t xml:space="preserve">, </w:t>
      </w:r>
      <w:r w:rsidR="002A4158" w:rsidRPr="00DA4E77">
        <w:t>en souriant</w:t>
      </w:r>
      <w:r>
        <w:t xml:space="preserve">, </w:t>
      </w:r>
      <w:r w:rsidR="002A4158" w:rsidRPr="00DA4E77">
        <w:t>la fille d</w:t>
      </w:r>
      <w:r>
        <w:t>’</w:t>
      </w:r>
      <w:proofErr w:type="spellStart"/>
      <w:r w:rsidR="002A4158" w:rsidRPr="00DA4E77">
        <w:t>Oréus</w:t>
      </w:r>
      <w:proofErr w:type="spellEnd"/>
      <w:r w:rsidR="002A4158" w:rsidRPr="00DA4E77">
        <w:t xml:space="preserve"> a</w:t>
      </w:r>
      <w:r w:rsidR="002A4158" w:rsidRPr="00DA4E77">
        <w:t>u</w:t>
      </w:r>
      <w:r w:rsidR="002A4158" w:rsidRPr="00DA4E77">
        <w:t>rait perdu tout héroïsme</w:t>
      </w:r>
      <w:r>
        <w:t> ?</w:t>
      </w:r>
    </w:p>
    <w:p w14:paraId="3F0CED99" w14:textId="77777777" w:rsidR="00276CCE" w:rsidRDefault="00276CCE" w:rsidP="002A4158">
      <w:r>
        <w:t>— </w:t>
      </w:r>
      <w:r w:rsidR="002A4158" w:rsidRPr="00DA4E77">
        <w:t>La fille d</w:t>
      </w:r>
      <w:r>
        <w:t>’</w:t>
      </w:r>
      <w:proofErr w:type="spellStart"/>
      <w:r w:rsidR="002A4158" w:rsidRPr="00DA4E77">
        <w:t>Oréus</w:t>
      </w:r>
      <w:proofErr w:type="spellEnd"/>
      <w:r w:rsidR="002A4158" w:rsidRPr="00DA4E77">
        <w:t xml:space="preserve"> aime </w:t>
      </w:r>
      <w:proofErr w:type="spellStart"/>
      <w:r w:rsidR="002A4158" w:rsidRPr="00DA4E77">
        <w:t>Hellas</w:t>
      </w:r>
      <w:proofErr w:type="spellEnd"/>
      <w:r w:rsidR="002A4158" w:rsidRPr="00DA4E77">
        <w:t xml:space="preserve"> et elle est femme</w:t>
      </w:r>
      <w:r>
        <w:t> !</w:t>
      </w:r>
    </w:p>
    <w:p w14:paraId="214726A3" w14:textId="77777777" w:rsidR="00276CCE" w:rsidRDefault="00276CCE" w:rsidP="00276CCE">
      <w:pPr>
        <w:pStyle w:val="Titre2"/>
        <w:rPr>
          <w:i/>
        </w:rPr>
      </w:pPr>
      <w:bookmarkStart w:id="22" w:name="_Toc194842008"/>
      <w:r w:rsidRPr="00DA4E77">
        <w:lastRenderedPageBreak/>
        <w:t>Scène</w:t>
      </w:r>
      <w:r>
        <w:t> </w:t>
      </w:r>
      <w:r w:rsidRPr="00DA4E77">
        <w:t>XI</w:t>
      </w:r>
      <w:r>
        <w:t xml:space="preserve">. – </w:t>
      </w:r>
      <w:r w:rsidR="002A4158" w:rsidRPr="00DA4E77">
        <w:rPr>
          <w:i/>
        </w:rPr>
        <w:t>Le vaisseau de l</w:t>
      </w:r>
      <w:r>
        <w:rPr>
          <w:i/>
        </w:rPr>
        <w:t>’</w:t>
      </w:r>
      <w:r w:rsidR="002A4158" w:rsidRPr="00DA4E77">
        <w:rPr>
          <w:i/>
        </w:rPr>
        <w:t>Empire</w:t>
      </w:r>
      <w:r>
        <w:rPr>
          <w:i/>
        </w:rPr>
        <w:t>.</w:t>
      </w:r>
      <w:bookmarkEnd w:id="22"/>
    </w:p>
    <w:p w14:paraId="01A7106B" w14:textId="77777777" w:rsidR="00276CCE" w:rsidRDefault="002A4158" w:rsidP="002A4158">
      <w:r w:rsidRPr="00DA4E77">
        <w:t>Le palais des Eaux s</w:t>
      </w:r>
      <w:r w:rsidR="00276CCE">
        <w:t>’</w:t>
      </w:r>
      <w:r w:rsidRPr="00DA4E77">
        <w:t>élève face à l</w:t>
      </w:r>
      <w:r w:rsidR="00276CCE">
        <w:t>’</w:t>
      </w:r>
      <w:r w:rsidRPr="00DA4E77">
        <w:t>occident</w:t>
      </w:r>
      <w:r w:rsidR="00276CCE">
        <w:t xml:space="preserve">, </w:t>
      </w:r>
      <w:r w:rsidRPr="00DA4E77">
        <w:t>à l</w:t>
      </w:r>
      <w:r w:rsidR="00276CCE">
        <w:t>’</w:t>
      </w:r>
      <w:r w:rsidRPr="00DA4E77">
        <w:t>extrémité du large canal qui pénètre dans la Cité-Reine et sert de port central au commerce d</w:t>
      </w:r>
      <w:r w:rsidR="00276CCE">
        <w:t>’</w:t>
      </w:r>
      <w:r w:rsidRPr="00DA4E77">
        <w:t>Atlantis</w:t>
      </w:r>
      <w:r w:rsidR="00276CCE">
        <w:t>.</w:t>
      </w:r>
    </w:p>
    <w:p w14:paraId="4A994D93" w14:textId="77777777" w:rsidR="00276CCE" w:rsidRDefault="002A4158" w:rsidP="002A4158">
      <w:r w:rsidRPr="00DA4E77">
        <w:t>À marée basse</w:t>
      </w:r>
      <w:r w:rsidR="00276CCE">
        <w:t xml:space="preserve">, </w:t>
      </w:r>
      <w:r w:rsidRPr="00DA4E77">
        <w:t>les barques de promenade restent amarrées contre les marches monumentales d</w:t>
      </w:r>
      <w:r w:rsidR="00276CCE">
        <w:t>’</w:t>
      </w:r>
      <w:r w:rsidRPr="00DA4E77">
        <w:t>un escalier de basalte</w:t>
      </w:r>
      <w:r w:rsidR="00276CCE">
        <w:t xml:space="preserve">, </w:t>
      </w:r>
      <w:r w:rsidRPr="00DA4E77">
        <w:t>qui descend en pente douce dans la mer</w:t>
      </w:r>
      <w:r w:rsidR="00276CCE">
        <w:t xml:space="preserve">. </w:t>
      </w:r>
      <w:r w:rsidRPr="00DA4E77">
        <w:t>Mais à marée haute</w:t>
      </w:r>
      <w:r w:rsidR="00276CCE">
        <w:t xml:space="preserve">, </w:t>
      </w:r>
      <w:r w:rsidRPr="00DA4E77">
        <w:t>les vagues</w:t>
      </w:r>
      <w:r w:rsidR="00276CCE">
        <w:t xml:space="preserve">, </w:t>
      </w:r>
      <w:r w:rsidRPr="00DA4E77">
        <w:t>parfois</w:t>
      </w:r>
      <w:r w:rsidR="00276CCE">
        <w:t xml:space="preserve">, </w:t>
      </w:r>
      <w:r w:rsidRPr="00DA4E77">
        <w:t>viennent lécher les dalles de la place</w:t>
      </w:r>
      <w:r w:rsidR="00276CCE">
        <w:t xml:space="preserve">. </w:t>
      </w:r>
      <w:r w:rsidRPr="00DA4E77">
        <w:t>S</w:t>
      </w:r>
      <w:r w:rsidR="00276CCE">
        <w:t>’</w:t>
      </w:r>
      <w:r w:rsidRPr="00DA4E77">
        <w:t>élargissant jusqu</w:t>
      </w:r>
      <w:r w:rsidR="00276CCE">
        <w:t>’</w:t>
      </w:r>
      <w:r w:rsidRPr="00DA4E77">
        <w:t>en pleine rade</w:t>
      </w:r>
      <w:r w:rsidR="00276CCE">
        <w:t xml:space="preserve">, </w:t>
      </w:r>
      <w:r w:rsidRPr="00DA4E77">
        <w:t>le grand canal s</w:t>
      </w:r>
      <w:r w:rsidR="00276CCE">
        <w:t>’</w:t>
      </w:r>
      <w:r w:rsidRPr="00DA4E77">
        <w:t>étend pareil à l</w:t>
      </w:r>
      <w:r w:rsidR="00276CCE">
        <w:t>’</w:t>
      </w:r>
      <w:r w:rsidRPr="00DA4E77">
        <w:t>embouchure d</w:t>
      </w:r>
      <w:r w:rsidR="00276CCE">
        <w:t>’</w:t>
      </w:r>
      <w:r w:rsidRPr="00DA4E77">
        <w:t>un fleuve</w:t>
      </w:r>
      <w:r w:rsidR="00276CCE">
        <w:t xml:space="preserve">, </w:t>
      </w:r>
      <w:r w:rsidRPr="00DA4E77">
        <w:t>et</w:t>
      </w:r>
      <w:r w:rsidR="00276CCE">
        <w:t xml:space="preserve">, </w:t>
      </w:r>
      <w:r w:rsidRPr="00DA4E77">
        <w:t>sur ses deux rives</w:t>
      </w:r>
      <w:r w:rsidR="00276CCE">
        <w:t xml:space="preserve">, </w:t>
      </w:r>
      <w:r w:rsidRPr="00DA4E77">
        <w:t>des palais somptueux et des maisons prospères mirent dans les eaux tremblantes leurs colonnades superposées</w:t>
      </w:r>
      <w:r w:rsidR="00276CCE">
        <w:t xml:space="preserve">. </w:t>
      </w:r>
      <w:r w:rsidRPr="00DA4E77">
        <w:t>Jadis</w:t>
      </w:r>
      <w:r w:rsidR="00276CCE">
        <w:t xml:space="preserve">, </w:t>
      </w:r>
      <w:r w:rsidRPr="00DA4E77">
        <w:t>ce canal fo</w:t>
      </w:r>
      <w:r w:rsidRPr="00DA4E77">
        <w:t>r</w:t>
      </w:r>
      <w:r w:rsidRPr="00DA4E77">
        <w:t>mait l</w:t>
      </w:r>
      <w:r w:rsidR="00276CCE">
        <w:t>’</w:t>
      </w:r>
      <w:r w:rsidRPr="00DA4E77">
        <w:t xml:space="preserve">estuaire du fleuve </w:t>
      </w:r>
      <w:proofErr w:type="spellStart"/>
      <w:r w:rsidRPr="00DA4E77">
        <w:t>Gadire</w:t>
      </w:r>
      <w:proofErr w:type="spellEnd"/>
      <w:r w:rsidRPr="00DA4E77">
        <w:t xml:space="preserve"> qui se jetait dans l</w:t>
      </w:r>
      <w:r w:rsidR="00276CCE">
        <w:t>’</w:t>
      </w:r>
      <w:r w:rsidRPr="00DA4E77">
        <w:t>océan Atla</w:t>
      </w:r>
      <w:r w:rsidRPr="00DA4E77">
        <w:t>n</w:t>
      </w:r>
      <w:r w:rsidRPr="00DA4E77">
        <w:t>tique à l</w:t>
      </w:r>
      <w:r w:rsidR="00276CCE">
        <w:t>’</w:t>
      </w:r>
      <w:r w:rsidRPr="00DA4E77">
        <w:t>endroit même où les lointains aïeux établirent le pr</w:t>
      </w:r>
      <w:r w:rsidRPr="00DA4E77">
        <w:t>e</w:t>
      </w:r>
      <w:r w:rsidRPr="00DA4E77">
        <w:t>mier port d</w:t>
      </w:r>
      <w:r w:rsidR="00276CCE">
        <w:t>’</w:t>
      </w:r>
      <w:r w:rsidRPr="00DA4E77">
        <w:t>Atlantis</w:t>
      </w:r>
      <w:r w:rsidR="00276CCE">
        <w:t xml:space="preserve">. </w:t>
      </w:r>
      <w:r w:rsidRPr="00DA4E77">
        <w:t>Mais depuis longtemps le cours de ce fle</w:t>
      </w:r>
      <w:r w:rsidRPr="00DA4E77">
        <w:t>u</w:t>
      </w:r>
      <w:r w:rsidRPr="00DA4E77">
        <w:t>ve a été détourné</w:t>
      </w:r>
      <w:r w:rsidR="00276CCE">
        <w:t xml:space="preserve">. </w:t>
      </w:r>
      <w:r w:rsidRPr="00DA4E77">
        <w:t xml:space="preserve">Et les eaux du </w:t>
      </w:r>
      <w:proofErr w:type="spellStart"/>
      <w:r w:rsidRPr="00DA4E77">
        <w:t>Gadire</w:t>
      </w:r>
      <w:proofErr w:type="spellEnd"/>
      <w:r w:rsidR="00276CCE">
        <w:t xml:space="preserve">, </w:t>
      </w:r>
      <w:r w:rsidRPr="00DA4E77">
        <w:t>maintenant</w:t>
      </w:r>
      <w:r w:rsidR="00276CCE">
        <w:t xml:space="preserve">, </w:t>
      </w:r>
      <w:r w:rsidRPr="00DA4E77">
        <w:t>alime</w:t>
      </w:r>
      <w:r w:rsidRPr="00DA4E77">
        <w:t>n</w:t>
      </w:r>
      <w:r w:rsidRPr="00DA4E77">
        <w:t>tent le lac immense qui domine la ville</w:t>
      </w:r>
      <w:r w:rsidR="00276CCE">
        <w:t xml:space="preserve">. </w:t>
      </w:r>
      <w:r w:rsidRPr="00DA4E77">
        <w:t>D</w:t>
      </w:r>
      <w:r w:rsidR="00276CCE">
        <w:t>’</w:t>
      </w:r>
      <w:r w:rsidRPr="00DA4E77">
        <w:t>ordinaire</w:t>
      </w:r>
      <w:r w:rsidR="00276CCE">
        <w:t xml:space="preserve">, </w:t>
      </w:r>
      <w:r w:rsidRPr="00DA4E77">
        <w:t>les deux r</w:t>
      </w:r>
      <w:r w:rsidRPr="00DA4E77">
        <w:t>i</w:t>
      </w:r>
      <w:r w:rsidRPr="00DA4E77">
        <w:t xml:space="preserve">ves du canal sont </w:t>
      </w:r>
      <w:proofErr w:type="spellStart"/>
      <w:r w:rsidRPr="00DA4E77">
        <w:t>bruissantes</w:t>
      </w:r>
      <w:proofErr w:type="spellEnd"/>
      <w:r w:rsidRPr="00DA4E77">
        <w:t xml:space="preserve"> de marchands affairés et de vai</w:t>
      </w:r>
      <w:r w:rsidRPr="00DA4E77">
        <w:t>s</w:t>
      </w:r>
      <w:r w:rsidRPr="00DA4E77">
        <w:t>seaux portant les produits de tous les mondes</w:t>
      </w:r>
      <w:r w:rsidR="00276CCE">
        <w:t xml:space="preserve">. </w:t>
      </w:r>
      <w:r w:rsidRPr="00DA4E77">
        <w:t>Mais a</w:t>
      </w:r>
      <w:r w:rsidRPr="00DA4E77">
        <w:t>u</w:t>
      </w:r>
      <w:r w:rsidRPr="00DA4E77">
        <w:t>jourd</w:t>
      </w:r>
      <w:r w:rsidR="00276CCE">
        <w:t>’</w:t>
      </w:r>
      <w:r w:rsidRPr="00DA4E77">
        <w:t>hui</w:t>
      </w:r>
      <w:r w:rsidR="00276CCE">
        <w:t xml:space="preserve">, </w:t>
      </w:r>
      <w:r w:rsidRPr="00DA4E77">
        <w:t>les magasins fermés sont pavoisés de fleurs</w:t>
      </w:r>
      <w:r w:rsidR="00276CCE">
        <w:t xml:space="preserve">, </w:t>
      </w:r>
      <w:r w:rsidRPr="00DA4E77">
        <w:t>de gui</w:t>
      </w:r>
      <w:r w:rsidRPr="00DA4E77">
        <w:t>r</w:t>
      </w:r>
      <w:r w:rsidRPr="00DA4E77">
        <w:t>landes et de bannières</w:t>
      </w:r>
      <w:r w:rsidR="00276CCE">
        <w:t xml:space="preserve">. </w:t>
      </w:r>
      <w:r w:rsidRPr="00DA4E77">
        <w:t>Car au pied du palais des Eaux</w:t>
      </w:r>
      <w:r w:rsidR="00276CCE">
        <w:t xml:space="preserve">, </w:t>
      </w:r>
      <w:r w:rsidRPr="00DA4E77">
        <w:t>sur la large esplanade</w:t>
      </w:r>
      <w:r w:rsidR="00276CCE">
        <w:t xml:space="preserve">, </w:t>
      </w:r>
      <w:r w:rsidRPr="00DA4E77">
        <w:t>doit apparaître le Prince des Apôtres</w:t>
      </w:r>
      <w:r w:rsidR="00276CCE">
        <w:t xml:space="preserve">, </w:t>
      </w:r>
      <w:r w:rsidRPr="00DA4E77">
        <w:t>vêtu du manteau blanc aux broderies métalliques</w:t>
      </w:r>
      <w:r w:rsidR="00276CCE">
        <w:t xml:space="preserve">, </w:t>
      </w:r>
      <w:r w:rsidRPr="00DA4E77">
        <w:t>conduit par les vei</w:t>
      </w:r>
      <w:r w:rsidRPr="00DA4E77">
        <w:t>l</w:t>
      </w:r>
      <w:r w:rsidRPr="00DA4E77">
        <w:t>leurs d</w:t>
      </w:r>
      <w:r w:rsidR="00276CCE">
        <w:t>’</w:t>
      </w:r>
      <w:r w:rsidRPr="00DA4E77">
        <w:t>Atlantis</w:t>
      </w:r>
      <w:r w:rsidR="00276CCE">
        <w:t xml:space="preserve">, </w:t>
      </w:r>
      <w:r w:rsidRPr="00DA4E77">
        <w:t>afin de recevoir l</w:t>
      </w:r>
      <w:r w:rsidR="00276CCE">
        <w:t>’</w:t>
      </w:r>
      <w:r w:rsidRPr="00DA4E77">
        <w:t>investiture de la mer</w:t>
      </w:r>
      <w:r w:rsidR="00276CCE">
        <w:t xml:space="preserve">. </w:t>
      </w:r>
      <w:r w:rsidRPr="00DA4E77">
        <w:t>Et le vaisseau de l</w:t>
      </w:r>
      <w:r w:rsidR="00276CCE">
        <w:t>’</w:t>
      </w:r>
      <w:r w:rsidRPr="00DA4E77">
        <w:t>Empire</w:t>
      </w:r>
      <w:r w:rsidR="00276CCE">
        <w:t xml:space="preserve">, </w:t>
      </w:r>
      <w:r w:rsidRPr="00DA4E77">
        <w:t>gonflé de voiles couleur de pourpre et conduit par mille rames dorées</w:t>
      </w:r>
      <w:r w:rsidR="00276CCE">
        <w:t xml:space="preserve">, </w:t>
      </w:r>
      <w:r w:rsidRPr="00DA4E77">
        <w:t>s</w:t>
      </w:r>
      <w:r w:rsidR="00276CCE">
        <w:t>’</w:t>
      </w:r>
      <w:r w:rsidRPr="00DA4E77">
        <w:t>en ira</w:t>
      </w:r>
      <w:r w:rsidR="00276CCE">
        <w:t xml:space="preserve">, </w:t>
      </w:r>
      <w:r w:rsidRPr="00DA4E77">
        <w:t>dans toute sa gloire</w:t>
      </w:r>
      <w:r w:rsidR="00276CCE">
        <w:t xml:space="preserve">, </w:t>
      </w:r>
      <w:r w:rsidRPr="00DA4E77">
        <w:t>accueillir le maître du monde</w:t>
      </w:r>
      <w:r w:rsidR="00276CCE">
        <w:t>.</w:t>
      </w:r>
    </w:p>
    <w:p w14:paraId="58BB7784" w14:textId="77777777" w:rsidR="00276CCE" w:rsidRDefault="002A4158" w:rsidP="002A4158">
      <w:r w:rsidRPr="00DA4E77">
        <w:t>De toutes parts on s</w:t>
      </w:r>
      <w:r w:rsidR="00276CCE">
        <w:t>’</w:t>
      </w:r>
      <w:r w:rsidRPr="00DA4E77">
        <w:t>interpelle à grand bruit</w:t>
      </w:r>
      <w:r w:rsidR="00276CCE">
        <w:t xml:space="preserve">. </w:t>
      </w:r>
      <w:r w:rsidRPr="00DA4E77">
        <w:t>La nouvelle</w:t>
      </w:r>
      <w:r w:rsidR="00276CCE">
        <w:t xml:space="preserve">, </w:t>
      </w:r>
      <w:r w:rsidRPr="00DA4E77">
        <w:t>en effet</w:t>
      </w:r>
      <w:r w:rsidR="00276CCE">
        <w:t xml:space="preserve">, </w:t>
      </w:r>
      <w:r w:rsidRPr="00DA4E77">
        <w:t>se répand de presqu</w:t>
      </w:r>
      <w:r w:rsidR="00276CCE">
        <w:t>’</w:t>
      </w:r>
      <w:r w:rsidRPr="00DA4E77">
        <w:t>île en presqu</w:t>
      </w:r>
      <w:r w:rsidR="00276CCE">
        <w:t>’</w:t>
      </w:r>
      <w:r w:rsidRPr="00DA4E77">
        <w:t>île qu</w:t>
      </w:r>
      <w:r w:rsidR="00276CCE">
        <w:t>’</w:t>
      </w:r>
      <w:r w:rsidRPr="00DA4E77">
        <w:t>on va procl</w:t>
      </w:r>
      <w:r w:rsidRPr="00DA4E77">
        <w:t>a</w:t>
      </w:r>
      <w:r w:rsidRPr="00DA4E77">
        <w:t>mer publiquement la déchéance d</w:t>
      </w:r>
      <w:r w:rsidR="00276CCE">
        <w:t>’</w:t>
      </w:r>
      <w:proofErr w:type="spellStart"/>
      <w:r w:rsidRPr="00DA4E77">
        <w:t>Hermos</w:t>
      </w:r>
      <w:proofErr w:type="spellEnd"/>
      <w:r w:rsidR="00276CCE">
        <w:t>.</w:t>
      </w:r>
    </w:p>
    <w:p w14:paraId="2A7E17D5" w14:textId="77777777" w:rsidR="00276CCE" w:rsidRDefault="00276CCE" w:rsidP="002A4158">
      <w:r>
        <w:lastRenderedPageBreak/>
        <w:t>— </w:t>
      </w:r>
      <w:r w:rsidR="002A4158" w:rsidRPr="00DA4E77">
        <w:t>Viendra-t-il</w:t>
      </w:r>
      <w:r>
        <w:t xml:space="preserve"> ? </w:t>
      </w:r>
      <w:r w:rsidR="002A4158" w:rsidRPr="00DA4E77">
        <w:t>se demande-t-on avec curiosité</w:t>
      </w:r>
      <w:r>
        <w:t>.</w:t>
      </w:r>
    </w:p>
    <w:p w14:paraId="38FFBF24" w14:textId="77777777" w:rsidR="00276CCE" w:rsidRDefault="00276CCE" w:rsidP="002A4158">
      <w:r>
        <w:t>— </w:t>
      </w:r>
      <w:r w:rsidR="002A4158" w:rsidRPr="00DA4E77">
        <w:t>Il devrait venir</w:t>
      </w:r>
      <w:r>
        <w:t xml:space="preserve">, </w:t>
      </w:r>
      <w:r w:rsidR="002A4158" w:rsidRPr="00DA4E77">
        <w:t>affirment les gens épris de tumulte</w:t>
      </w:r>
      <w:r>
        <w:t xml:space="preserve">. </w:t>
      </w:r>
      <w:r w:rsidR="002A4158" w:rsidRPr="00DA4E77">
        <w:t>Après tout</w:t>
      </w:r>
      <w:r>
        <w:t xml:space="preserve">, </w:t>
      </w:r>
      <w:r w:rsidR="002A4158" w:rsidRPr="00DA4E77">
        <w:t>il est Prince de l</w:t>
      </w:r>
      <w:r>
        <w:t>’</w:t>
      </w:r>
      <w:r w:rsidR="002A4158" w:rsidRPr="00DA4E77">
        <w:t>Empire</w:t>
      </w:r>
      <w:r>
        <w:t>.</w:t>
      </w:r>
    </w:p>
    <w:p w14:paraId="38AEFC37" w14:textId="77777777" w:rsidR="00276CCE" w:rsidRDefault="00276CCE" w:rsidP="002A4158">
      <w:r>
        <w:t>— </w:t>
      </w:r>
      <w:r w:rsidR="002A4158" w:rsidRPr="00DA4E77">
        <w:t>Non</w:t>
      </w:r>
      <w:r>
        <w:t xml:space="preserve">, </w:t>
      </w:r>
      <w:r w:rsidR="002A4158" w:rsidRPr="00DA4E77">
        <w:t>qu</w:t>
      </w:r>
      <w:r>
        <w:t>’</w:t>
      </w:r>
      <w:r w:rsidR="002A4158" w:rsidRPr="00DA4E77">
        <w:t>il ne vienne pas</w:t>
      </w:r>
      <w:r>
        <w:t xml:space="preserve"> ! </w:t>
      </w:r>
      <w:r w:rsidR="002A4158" w:rsidRPr="00DA4E77">
        <w:t>répliquent les pacifiques</w:t>
      </w:r>
      <w:r>
        <w:t xml:space="preserve">, </w:t>
      </w:r>
      <w:r w:rsidR="002A4158" w:rsidRPr="00DA4E77">
        <w:t>pui</w:t>
      </w:r>
      <w:r w:rsidR="002A4158" w:rsidRPr="00DA4E77">
        <w:t>s</w:t>
      </w:r>
      <w:r w:rsidR="002A4158" w:rsidRPr="00DA4E77">
        <w:t>qu</w:t>
      </w:r>
      <w:r>
        <w:t>’</w:t>
      </w:r>
      <w:r w:rsidR="002A4158" w:rsidRPr="00DA4E77">
        <w:t>on a projeté de le faire saisir par la flotte aztèque</w:t>
      </w:r>
      <w:r>
        <w:t> !</w:t>
      </w:r>
    </w:p>
    <w:p w14:paraId="47ACCC9A" w14:textId="77777777" w:rsidR="00276CCE" w:rsidRDefault="00276CCE" w:rsidP="002A4158">
      <w:r>
        <w:t>— </w:t>
      </w:r>
      <w:r w:rsidR="002A4158" w:rsidRPr="00DA4E77">
        <w:t>Eh bien</w:t>
      </w:r>
      <w:r>
        <w:t xml:space="preserve">, </w:t>
      </w:r>
      <w:r w:rsidR="002A4158" w:rsidRPr="00DA4E77">
        <w:t>tant pis</w:t>
      </w:r>
      <w:r>
        <w:t xml:space="preserve">, </w:t>
      </w:r>
      <w:r w:rsidR="002A4158" w:rsidRPr="00DA4E77">
        <w:t>il luttera</w:t>
      </w:r>
      <w:r>
        <w:t xml:space="preserve"> ! </w:t>
      </w:r>
      <w:r w:rsidR="002A4158" w:rsidRPr="00DA4E77">
        <w:t>On n</w:t>
      </w:r>
      <w:r>
        <w:t>’</w:t>
      </w:r>
      <w:r w:rsidR="002A4158" w:rsidRPr="00DA4E77">
        <w:t>est pas Prince pour re</w:t>
      </w:r>
      <w:r w:rsidR="002A4158" w:rsidRPr="00DA4E77">
        <w:t>s</w:t>
      </w:r>
      <w:r w:rsidR="002A4158" w:rsidRPr="00DA4E77">
        <w:t>ter tranquille</w:t>
      </w:r>
      <w:r>
        <w:t>.</w:t>
      </w:r>
    </w:p>
    <w:p w14:paraId="57B44C74" w14:textId="77777777" w:rsidR="00276CCE" w:rsidRDefault="00276CCE" w:rsidP="002A4158">
      <w:r>
        <w:t>— </w:t>
      </w:r>
      <w:r w:rsidR="002A4158" w:rsidRPr="00DA4E77">
        <w:t>Oui</w:t>
      </w:r>
      <w:r>
        <w:t xml:space="preserve">, </w:t>
      </w:r>
      <w:r w:rsidR="002A4158" w:rsidRPr="00DA4E77">
        <w:t>mais</w:t>
      </w:r>
      <w:r>
        <w:t xml:space="preserve">, </w:t>
      </w:r>
      <w:r w:rsidR="002A4158" w:rsidRPr="00DA4E77">
        <w:t>cette lutte</w:t>
      </w:r>
      <w:r>
        <w:t xml:space="preserve">, </w:t>
      </w:r>
      <w:r w:rsidR="002A4158" w:rsidRPr="00DA4E77">
        <w:t>qui en payera les frais</w:t>
      </w:r>
      <w:r>
        <w:t xml:space="preserve"> ? </w:t>
      </w:r>
      <w:r w:rsidR="002A4158" w:rsidRPr="00DA4E77">
        <w:t>Nous</w:t>
      </w:r>
      <w:r>
        <w:t xml:space="preserve">, </w:t>
      </w:r>
      <w:r w:rsidR="002A4158" w:rsidRPr="00DA4E77">
        <w:t>to</w:t>
      </w:r>
      <w:r w:rsidR="002A4158" w:rsidRPr="00DA4E77">
        <w:t>u</w:t>
      </w:r>
      <w:r w:rsidR="002A4158" w:rsidRPr="00DA4E77">
        <w:t>jours</w:t>
      </w:r>
      <w:r>
        <w:t xml:space="preserve">, </w:t>
      </w:r>
      <w:r w:rsidR="002A4158" w:rsidRPr="00DA4E77">
        <w:t>nous</w:t>
      </w:r>
      <w:r>
        <w:t xml:space="preserve">, </w:t>
      </w:r>
      <w:r w:rsidR="002A4158" w:rsidRPr="00DA4E77">
        <w:t>pauvres marchands</w:t>
      </w:r>
      <w:r>
        <w:t xml:space="preserve">, </w:t>
      </w:r>
      <w:r w:rsidR="002A4158" w:rsidRPr="00DA4E77">
        <w:t>victimes éternelles des tro</w:t>
      </w:r>
      <w:r w:rsidR="002A4158" w:rsidRPr="00DA4E77">
        <w:t>u</w:t>
      </w:r>
      <w:r w:rsidR="002A4158" w:rsidRPr="00DA4E77">
        <w:t>bles civiques</w:t>
      </w:r>
      <w:r>
        <w:t> !</w:t>
      </w:r>
    </w:p>
    <w:p w14:paraId="1E0050D7" w14:textId="77777777" w:rsidR="00276CCE" w:rsidRDefault="00276CCE" w:rsidP="002A4158">
      <w:r>
        <w:t>— </w:t>
      </w:r>
      <w:r w:rsidR="002A4158" w:rsidRPr="00DA4E77">
        <w:t>Nos affaires vont déjà bien mal</w:t>
      </w:r>
      <w:r>
        <w:t> !</w:t>
      </w:r>
    </w:p>
    <w:p w14:paraId="232EA08E" w14:textId="77777777" w:rsidR="00276CCE" w:rsidRDefault="00276CCE" w:rsidP="002A4158">
      <w:r>
        <w:t>— </w:t>
      </w:r>
      <w:r w:rsidR="002A4158" w:rsidRPr="00DA4E77">
        <w:t>Et l</w:t>
      </w:r>
      <w:r>
        <w:t>’</w:t>
      </w:r>
      <w:r w:rsidR="002A4158" w:rsidRPr="00DA4E77">
        <w:t>on parle même de nous infliger des impôts</w:t>
      </w:r>
      <w:r>
        <w:t> !</w:t>
      </w:r>
    </w:p>
    <w:p w14:paraId="70C91F6D" w14:textId="77777777" w:rsidR="00276CCE" w:rsidRDefault="00276CCE" w:rsidP="002A4158">
      <w:r>
        <w:t>— </w:t>
      </w:r>
      <w:r w:rsidR="002A4158" w:rsidRPr="00DA4E77">
        <w:t>Des impôts</w:t>
      </w:r>
      <w:r>
        <w:t xml:space="preserve">, </w:t>
      </w:r>
      <w:r w:rsidR="002A4158" w:rsidRPr="00DA4E77">
        <w:t>à nous</w:t>
      </w:r>
      <w:r>
        <w:t xml:space="preserve">, </w:t>
      </w:r>
      <w:r w:rsidR="002A4158" w:rsidRPr="00DA4E77">
        <w:t>les maîtres du monde</w:t>
      </w:r>
      <w:r>
        <w:t> ?</w:t>
      </w:r>
    </w:p>
    <w:p w14:paraId="77A2E038" w14:textId="77777777" w:rsidR="00276CCE" w:rsidRDefault="00276CCE" w:rsidP="002A4158">
      <w:r>
        <w:t>— </w:t>
      </w:r>
      <w:r w:rsidR="002A4158" w:rsidRPr="00DA4E77">
        <w:t>On dit que les Toltèques et les Aztèques ne veulent plus payer leurs tributs</w:t>
      </w:r>
      <w:r>
        <w:t> !</w:t>
      </w:r>
    </w:p>
    <w:p w14:paraId="6D8AFA65" w14:textId="77777777" w:rsidR="00276CCE" w:rsidRDefault="00276CCE" w:rsidP="002A4158">
      <w:r>
        <w:t>— </w:t>
      </w:r>
      <w:r w:rsidR="002A4158" w:rsidRPr="00DA4E77">
        <w:t xml:space="preserve">Et </w:t>
      </w:r>
      <w:proofErr w:type="spellStart"/>
      <w:r w:rsidR="002A4158" w:rsidRPr="00DA4E77">
        <w:t>Melléna</w:t>
      </w:r>
      <w:proofErr w:type="spellEnd"/>
      <w:r w:rsidR="002A4158" w:rsidRPr="00DA4E77">
        <w:t xml:space="preserve"> les soutient</w:t>
      </w:r>
      <w:r>
        <w:t> !</w:t>
      </w:r>
    </w:p>
    <w:p w14:paraId="4437E61C" w14:textId="77777777" w:rsidR="00276CCE" w:rsidRDefault="00276CCE" w:rsidP="002A4158">
      <w:r>
        <w:t>— </w:t>
      </w:r>
      <w:r w:rsidR="002A4158" w:rsidRPr="00DA4E77">
        <w:t xml:space="preserve">Cette </w:t>
      </w:r>
      <w:proofErr w:type="spellStart"/>
      <w:r w:rsidR="002A4158" w:rsidRPr="00DA4E77">
        <w:t>Melléna</w:t>
      </w:r>
      <w:proofErr w:type="spellEnd"/>
      <w:r>
        <w:t xml:space="preserve">, </w:t>
      </w:r>
      <w:r w:rsidR="002A4158" w:rsidRPr="00DA4E77">
        <w:t>quel mauvais génie</w:t>
      </w:r>
      <w:r>
        <w:t> !</w:t>
      </w:r>
    </w:p>
    <w:p w14:paraId="646AF146" w14:textId="77777777" w:rsidR="00276CCE" w:rsidRDefault="00276CCE" w:rsidP="002A4158">
      <w:r>
        <w:t>— </w:t>
      </w:r>
      <w:r w:rsidR="002A4158" w:rsidRPr="00DA4E77">
        <w:t xml:space="preserve">Si </w:t>
      </w:r>
      <w:proofErr w:type="spellStart"/>
      <w:r w:rsidR="002A4158" w:rsidRPr="00DA4E77">
        <w:t>Hellas</w:t>
      </w:r>
      <w:proofErr w:type="spellEnd"/>
      <w:r w:rsidR="002A4158" w:rsidRPr="00DA4E77">
        <w:t xml:space="preserve"> pouvait revenir</w:t>
      </w:r>
      <w:r>
        <w:t> !</w:t>
      </w:r>
    </w:p>
    <w:p w14:paraId="046E5C18" w14:textId="77777777" w:rsidR="00276CCE" w:rsidRDefault="00276CCE" w:rsidP="002A4158">
      <w:r>
        <w:t>— </w:t>
      </w:r>
      <w:proofErr w:type="spellStart"/>
      <w:r w:rsidR="002A4158" w:rsidRPr="00DA4E77">
        <w:t>Hellas</w:t>
      </w:r>
      <w:proofErr w:type="spellEnd"/>
      <w:r>
        <w:t xml:space="preserve"> ? </w:t>
      </w:r>
      <w:r w:rsidR="002A4158" w:rsidRPr="00DA4E77">
        <w:t>Que les dieux le gardent</w:t>
      </w:r>
      <w:r>
        <w:t xml:space="preserve"> ! </w:t>
      </w:r>
      <w:r w:rsidR="002A4158" w:rsidRPr="00DA4E77">
        <w:t>On annonce partout sa mort</w:t>
      </w:r>
      <w:r>
        <w:t>…</w:t>
      </w:r>
    </w:p>
    <w:p w14:paraId="767509D4" w14:textId="77777777" w:rsidR="00276CCE" w:rsidRDefault="00276CCE" w:rsidP="002A4158">
      <w:r>
        <w:t>— </w:t>
      </w:r>
      <w:r w:rsidR="002A4158" w:rsidRPr="00DA4E77">
        <w:t>Nous n</w:t>
      </w:r>
      <w:r>
        <w:t>’</w:t>
      </w:r>
      <w:r w:rsidR="002A4158" w:rsidRPr="00DA4E77">
        <w:t>avons plus qu</w:t>
      </w:r>
      <w:r>
        <w:t>’</w:t>
      </w:r>
      <w:proofErr w:type="spellStart"/>
      <w:r w:rsidR="002A4158" w:rsidRPr="00DA4E77">
        <w:t>Hermos</w:t>
      </w:r>
      <w:proofErr w:type="spellEnd"/>
      <w:r>
        <w:t xml:space="preserve"> ; </w:t>
      </w:r>
      <w:r w:rsidR="002A4158" w:rsidRPr="00DA4E77">
        <w:t>grand courage</w:t>
      </w:r>
      <w:r>
        <w:t xml:space="preserve">, </w:t>
      </w:r>
      <w:r w:rsidR="002A4158" w:rsidRPr="00DA4E77">
        <w:t>mais fa</w:t>
      </w:r>
      <w:r w:rsidR="002A4158" w:rsidRPr="00DA4E77">
        <w:t>i</w:t>
      </w:r>
      <w:r w:rsidR="002A4158" w:rsidRPr="00DA4E77">
        <w:t>ble prestige</w:t>
      </w:r>
      <w:r>
        <w:t>.</w:t>
      </w:r>
    </w:p>
    <w:p w14:paraId="408193B2" w14:textId="77777777" w:rsidR="00276CCE" w:rsidRDefault="00276CCE" w:rsidP="002A4158">
      <w:r>
        <w:t>— </w:t>
      </w:r>
      <w:r w:rsidR="002A4158" w:rsidRPr="00DA4E77">
        <w:t>Il a raison de rester sur la Terrasse Sainte</w:t>
      </w:r>
      <w:r>
        <w:t xml:space="preserve">. </w:t>
      </w:r>
      <w:r w:rsidR="002A4158" w:rsidRPr="00DA4E77">
        <w:t>Mais atte</w:t>
      </w:r>
      <w:r w:rsidR="002A4158" w:rsidRPr="00DA4E77">
        <w:t>n</w:t>
      </w:r>
      <w:r w:rsidR="002A4158" w:rsidRPr="00DA4E77">
        <w:t>tion</w:t>
      </w:r>
      <w:r>
        <w:t xml:space="preserve"> ! </w:t>
      </w:r>
      <w:r w:rsidR="002A4158" w:rsidRPr="00DA4E77">
        <w:t>Voici venir le vaisseau de l</w:t>
      </w:r>
      <w:r>
        <w:t>’</w:t>
      </w:r>
      <w:r w:rsidR="002A4158" w:rsidRPr="00DA4E77">
        <w:t>Empire</w:t>
      </w:r>
      <w:r>
        <w:t xml:space="preserve">, </w:t>
      </w:r>
      <w:r w:rsidR="002A4158" w:rsidRPr="00DA4E77">
        <w:t>tout pavoisé de pou</w:t>
      </w:r>
      <w:r w:rsidR="002A4158" w:rsidRPr="00DA4E77">
        <w:t>r</w:t>
      </w:r>
      <w:r w:rsidR="002A4158" w:rsidRPr="00DA4E77">
        <w:t>pre et d</w:t>
      </w:r>
      <w:r>
        <w:t>’</w:t>
      </w:r>
      <w:r w:rsidR="002A4158" w:rsidRPr="00DA4E77">
        <w:t>or</w:t>
      </w:r>
      <w:r>
        <w:t>.</w:t>
      </w:r>
    </w:p>
    <w:p w14:paraId="4FDD567B" w14:textId="77777777" w:rsidR="00276CCE" w:rsidRDefault="00276CCE" w:rsidP="002A4158">
      <w:r>
        <w:lastRenderedPageBreak/>
        <w:t>— </w:t>
      </w:r>
      <w:r w:rsidR="002A4158" w:rsidRPr="00DA4E77">
        <w:t>Quelle audace</w:t>
      </w:r>
      <w:r>
        <w:t xml:space="preserve"> ! </w:t>
      </w:r>
      <w:proofErr w:type="spellStart"/>
      <w:r w:rsidR="002A4158" w:rsidRPr="00DA4E77">
        <w:t>Melléna</w:t>
      </w:r>
      <w:proofErr w:type="spellEnd"/>
      <w:r w:rsidR="002A4158" w:rsidRPr="00DA4E77">
        <w:t xml:space="preserve"> elle-même a osé monter sur la galère impériale</w:t>
      </w:r>
      <w:r>
        <w:t> !</w:t>
      </w:r>
    </w:p>
    <w:p w14:paraId="63184178" w14:textId="77777777" w:rsidR="00276CCE" w:rsidRDefault="00276CCE" w:rsidP="002A4158">
      <w:r>
        <w:t>— </w:t>
      </w:r>
      <w:r w:rsidR="002A4158" w:rsidRPr="00DA4E77">
        <w:t xml:space="preserve">Et </w:t>
      </w:r>
      <w:proofErr w:type="spellStart"/>
      <w:r w:rsidR="002A4158" w:rsidRPr="00DA4E77">
        <w:t>Guitché</w:t>
      </w:r>
      <w:proofErr w:type="spellEnd"/>
      <w:r w:rsidR="002A4158" w:rsidRPr="00DA4E77">
        <w:t xml:space="preserve"> a pris la place du Maître des Eaux</w:t>
      </w:r>
      <w:r>
        <w:t> !</w:t>
      </w:r>
    </w:p>
    <w:p w14:paraId="3FB749D2" w14:textId="77777777" w:rsidR="00276CCE" w:rsidRDefault="00276CCE" w:rsidP="002A4158">
      <w:r>
        <w:t>— </w:t>
      </w:r>
      <w:r w:rsidR="002A4158" w:rsidRPr="00DA4E77">
        <w:t>Regardez donc</w:t>
      </w:r>
      <w:r>
        <w:t xml:space="preserve">, </w:t>
      </w:r>
      <w:r w:rsidR="002A4158" w:rsidRPr="00DA4E77">
        <w:t xml:space="preserve">fait observer le bourgeois </w:t>
      </w:r>
      <w:proofErr w:type="spellStart"/>
      <w:r w:rsidR="002A4158" w:rsidRPr="00DA4E77">
        <w:t>Azaès</w:t>
      </w:r>
      <w:proofErr w:type="spellEnd"/>
      <w:r>
        <w:t xml:space="preserve">, </w:t>
      </w:r>
      <w:r w:rsidR="002A4158" w:rsidRPr="00DA4E77">
        <w:t>cette p</w:t>
      </w:r>
      <w:r w:rsidR="002A4158" w:rsidRPr="00DA4E77">
        <w:t>e</w:t>
      </w:r>
      <w:r w:rsidR="002A4158" w:rsidRPr="00DA4E77">
        <w:t>tite barque qui danse au milieu des grands vaisseaux</w:t>
      </w:r>
      <w:r>
        <w:t> !</w:t>
      </w:r>
    </w:p>
    <w:p w14:paraId="5E780F66" w14:textId="77777777" w:rsidR="00276CCE" w:rsidRDefault="00276CCE" w:rsidP="002A4158">
      <w:r>
        <w:t>— </w:t>
      </w:r>
      <w:r w:rsidR="002A4158" w:rsidRPr="00DA4E77">
        <w:t>Des mendiants</w:t>
      </w:r>
      <w:r>
        <w:t xml:space="preserve">, </w:t>
      </w:r>
      <w:r w:rsidR="002A4158" w:rsidRPr="00DA4E77">
        <w:t>on dirait</w:t>
      </w:r>
      <w:r>
        <w:t xml:space="preserve">. </w:t>
      </w:r>
      <w:r w:rsidR="002A4158" w:rsidRPr="00DA4E77">
        <w:t>Ils vont se faire écraser entre deux navires</w:t>
      </w:r>
      <w:r>
        <w:t>.</w:t>
      </w:r>
    </w:p>
    <w:p w14:paraId="23962F2C" w14:textId="77777777" w:rsidR="00276CCE" w:rsidRDefault="00276CCE" w:rsidP="002A4158">
      <w:r>
        <w:t>— </w:t>
      </w:r>
      <w:r w:rsidR="002A4158" w:rsidRPr="00DA4E77">
        <w:t>Bah</w:t>
      </w:r>
      <w:r>
        <w:t xml:space="preserve"> ! </w:t>
      </w:r>
      <w:r w:rsidR="002A4158" w:rsidRPr="00DA4E77">
        <w:t>pensez donc</w:t>
      </w:r>
      <w:r>
        <w:t xml:space="preserve"> ! </w:t>
      </w:r>
      <w:r w:rsidR="002A4158" w:rsidRPr="00DA4E77">
        <w:t>Ces gens-là glissent comme des se</w:t>
      </w:r>
      <w:r w:rsidR="002A4158" w:rsidRPr="00DA4E77">
        <w:t>r</w:t>
      </w:r>
      <w:r w:rsidR="002A4158" w:rsidRPr="00DA4E77">
        <w:t>pents</w:t>
      </w:r>
      <w:r>
        <w:t xml:space="preserve">. </w:t>
      </w:r>
      <w:r w:rsidR="002A4158" w:rsidRPr="00DA4E77">
        <w:t>N</w:t>
      </w:r>
      <w:r>
        <w:t>’</w:t>
      </w:r>
      <w:r w:rsidR="002A4158" w:rsidRPr="00DA4E77">
        <w:t>est-ce pas la petite Ligure</w:t>
      </w:r>
      <w:r>
        <w:t xml:space="preserve">, </w:t>
      </w:r>
      <w:r w:rsidR="002A4158" w:rsidRPr="00DA4E77">
        <w:t>celle qui joue de la cithare sur nos places</w:t>
      </w:r>
      <w:r>
        <w:t xml:space="preserve"> ? </w:t>
      </w:r>
      <w:r w:rsidR="002A4158" w:rsidRPr="00DA4E77">
        <w:t>Elle-même tient les rames</w:t>
      </w:r>
      <w:r>
        <w:t xml:space="preserve">. </w:t>
      </w:r>
      <w:r w:rsidR="002A4158" w:rsidRPr="00DA4E77">
        <w:t>Et au gouvernail</w:t>
      </w:r>
      <w:r>
        <w:t xml:space="preserve">, </w:t>
      </w:r>
      <w:r w:rsidR="002A4158" w:rsidRPr="00DA4E77">
        <w:t>qui voit-on</w:t>
      </w:r>
      <w:r>
        <w:t xml:space="preserve"> ? </w:t>
      </w:r>
      <w:r w:rsidR="002A4158" w:rsidRPr="00DA4E77">
        <w:t>Quelque mendiant aussi</w:t>
      </w:r>
      <w:r>
        <w:t xml:space="preserve">, </w:t>
      </w:r>
      <w:r w:rsidR="002A4158" w:rsidRPr="00DA4E77">
        <w:t>sans doute</w:t>
      </w:r>
      <w:r>
        <w:t xml:space="preserve">. </w:t>
      </w:r>
      <w:r w:rsidR="002A4158" w:rsidRPr="00DA4E77">
        <w:t>Un grossier manteau couvre son visage</w:t>
      </w:r>
      <w:r>
        <w:t>.</w:t>
      </w:r>
    </w:p>
    <w:p w14:paraId="09C104D1" w14:textId="3EF3A1E2" w:rsidR="002A4158" w:rsidRPr="00DA4E77" w:rsidRDefault="002A4158" w:rsidP="002A4158"/>
    <w:p w14:paraId="357B3184" w14:textId="77777777" w:rsidR="00276CCE" w:rsidRDefault="002A4158" w:rsidP="002A4158">
      <w:r w:rsidRPr="00DA4E77">
        <w:t>Cependant l</w:t>
      </w:r>
      <w:r w:rsidR="00276CCE">
        <w:t>’</w:t>
      </w:r>
      <w:r w:rsidRPr="00DA4E77">
        <w:t>heure approche où le Prince de l</w:t>
      </w:r>
      <w:r w:rsidR="00276CCE">
        <w:t>’</w:t>
      </w:r>
      <w:r w:rsidRPr="00DA4E77">
        <w:t>Empire doit s</w:t>
      </w:r>
      <w:r w:rsidR="00276CCE">
        <w:t>’</w:t>
      </w:r>
      <w:r w:rsidRPr="00DA4E77">
        <w:t>avancer jusqu</w:t>
      </w:r>
      <w:r w:rsidR="00276CCE">
        <w:t>’</w:t>
      </w:r>
      <w:r w:rsidRPr="00DA4E77">
        <w:t>au bord du canal</w:t>
      </w:r>
      <w:r w:rsidR="00276CCE">
        <w:t xml:space="preserve">, </w:t>
      </w:r>
      <w:r w:rsidRPr="00DA4E77">
        <w:t>monter dans le vaisseau et se fiancer à la mer</w:t>
      </w:r>
      <w:r w:rsidR="00276CCE">
        <w:t xml:space="preserve">, </w:t>
      </w:r>
      <w:r w:rsidRPr="00DA4E77">
        <w:t>reine du monde</w:t>
      </w:r>
      <w:r w:rsidR="00276CCE">
        <w:t xml:space="preserve">. </w:t>
      </w:r>
      <w:r w:rsidRPr="00DA4E77">
        <w:t>Que va-t-il se passer</w:t>
      </w:r>
      <w:r w:rsidR="00276CCE">
        <w:t xml:space="preserve"> ? </w:t>
      </w:r>
      <w:proofErr w:type="spellStart"/>
      <w:r w:rsidRPr="00DA4E77">
        <w:t>Hermos</w:t>
      </w:r>
      <w:proofErr w:type="spellEnd"/>
      <w:r w:rsidRPr="00DA4E77">
        <w:t xml:space="preserve"> descendra-t-il à l</w:t>
      </w:r>
      <w:r w:rsidR="00276CCE">
        <w:t>’</w:t>
      </w:r>
      <w:r w:rsidRPr="00DA4E77">
        <w:t xml:space="preserve">appel de </w:t>
      </w:r>
      <w:proofErr w:type="spellStart"/>
      <w:r w:rsidRPr="00DA4E77">
        <w:t>Guitché</w:t>
      </w:r>
      <w:proofErr w:type="spellEnd"/>
      <w:r w:rsidR="00276CCE">
        <w:t xml:space="preserve"> ? </w:t>
      </w:r>
      <w:proofErr w:type="spellStart"/>
      <w:r w:rsidRPr="00DA4E77">
        <w:t>Osera-t-il</w:t>
      </w:r>
      <w:proofErr w:type="spellEnd"/>
      <w:r w:rsidRPr="00DA4E77">
        <w:t xml:space="preserve"> braver la flotte aztèque</w:t>
      </w:r>
      <w:r w:rsidR="00276CCE">
        <w:t xml:space="preserve"> ? </w:t>
      </w:r>
      <w:r w:rsidRPr="00DA4E77">
        <w:t>Sur la place de l</w:t>
      </w:r>
      <w:r w:rsidR="00276CCE">
        <w:t>’</w:t>
      </w:r>
      <w:r w:rsidRPr="00DA4E77">
        <w:t>Empire qui domine la Cité</w:t>
      </w:r>
      <w:r w:rsidR="00276CCE">
        <w:t xml:space="preserve">, </w:t>
      </w:r>
      <w:r w:rsidRPr="00DA4E77">
        <w:t>on voit s</w:t>
      </w:r>
      <w:r w:rsidR="00276CCE">
        <w:t>’</w:t>
      </w:r>
      <w:r w:rsidRPr="00DA4E77">
        <w:t xml:space="preserve">aligner les soldats de </w:t>
      </w:r>
      <w:proofErr w:type="spellStart"/>
      <w:r w:rsidRPr="00DA4E77">
        <w:t>Knephao</w:t>
      </w:r>
      <w:proofErr w:type="spellEnd"/>
      <w:r w:rsidR="00276CCE">
        <w:t xml:space="preserve">, </w:t>
      </w:r>
      <w:r w:rsidRPr="00DA4E77">
        <w:t>et l</w:t>
      </w:r>
      <w:r w:rsidR="00276CCE">
        <w:t>’</w:t>
      </w:r>
      <w:r w:rsidRPr="00DA4E77">
        <w:t>on aperçoit</w:t>
      </w:r>
      <w:r w:rsidR="00276CCE">
        <w:t xml:space="preserve">, </w:t>
      </w:r>
      <w:r w:rsidRPr="00DA4E77">
        <w:t>sur un grand cheval</w:t>
      </w:r>
      <w:r w:rsidR="00276CCE">
        <w:t xml:space="preserve">, </w:t>
      </w:r>
      <w:r w:rsidRPr="00DA4E77">
        <w:t>l</w:t>
      </w:r>
      <w:r w:rsidR="00276CCE">
        <w:t>’</w:t>
      </w:r>
      <w:r w:rsidRPr="00DA4E77">
        <w:t>impassible chef des cohortes</w:t>
      </w:r>
      <w:r w:rsidR="00276CCE">
        <w:t>.</w:t>
      </w:r>
    </w:p>
    <w:p w14:paraId="4D81B70A" w14:textId="77777777" w:rsidR="00276CCE" w:rsidRDefault="002A4158" w:rsidP="002A4158">
      <w:r w:rsidRPr="00DA4E77">
        <w:t>Pourtant</w:t>
      </w:r>
      <w:r w:rsidR="00276CCE">
        <w:t xml:space="preserve">, </w:t>
      </w:r>
      <w:r w:rsidRPr="00DA4E77">
        <w:t>l</w:t>
      </w:r>
      <w:r w:rsidR="00276CCE">
        <w:t>’</w:t>
      </w:r>
      <w:r w:rsidRPr="00DA4E77">
        <w:t xml:space="preserve">heure sonne et </w:t>
      </w:r>
      <w:proofErr w:type="spellStart"/>
      <w:r w:rsidRPr="00DA4E77">
        <w:t>Guitché</w:t>
      </w:r>
      <w:proofErr w:type="spellEnd"/>
      <w:r w:rsidRPr="00DA4E77">
        <w:t xml:space="preserve"> s</w:t>
      </w:r>
      <w:r w:rsidR="00276CCE">
        <w:t>’</w:t>
      </w:r>
      <w:r w:rsidRPr="00DA4E77">
        <w:t>avance</w:t>
      </w:r>
      <w:r w:rsidR="00276CCE">
        <w:t xml:space="preserve">. </w:t>
      </w:r>
      <w:r w:rsidRPr="00DA4E77">
        <w:t>Il donne la p</w:t>
      </w:r>
      <w:r w:rsidRPr="00DA4E77">
        <w:t>a</w:t>
      </w:r>
      <w:r w:rsidRPr="00DA4E77">
        <w:t xml:space="preserve">role à </w:t>
      </w:r>
      <w:proofErr w:type="spellStart"/>
      <w:r w:rsidRPr="00DA4E77">
        <w:t>Belkis</w:t>
      </w:r>
      <w:proofErr w:type="spellEnd"/>
      <w:r w:rsidR="00276CCE">
        <w:t xml:space="preserve">, </w:t>
      </w:r>
      <w:r w:rsidRPr="00DA4E77">
        <w:t>tribun des matelots</w:t>
      </w:r>
      <w:r w:rsidR="00276CCE">
        <w:t>.</w:t>
      </w:r>
    </w:p>
    <w:p w14:paraId="387937E3" w14:textId="77777777" w:rsidR="00276CCE" w:rsidRDefault="00276CCE" w:rsidP="002A4158">
      <w:r>
        <w:t>— </w:t>
      </w:r>
      <w:r w:rsidR="002A4158" w:rsidRPr="00DA4E77">
        <w:t>Atlantes</w:t>
      </w:r>
      <w:r>
        <w:t xml:space="preserve">, </w:t>
      </w:r>
      <w:r w:rsidR="002A4158" w:rsidRPr="00DA4E77">
        <w:t xml:space="preserve">crie </w:t>
      </w:r>
      <w:proofErr w:type="spellStart"/>
      <w:r w:rsidR="002A4158" w:rsidRPr="00DA4E77">
        <w:t>Belkis</w:t>
      </w:r>
      <w:proofErr w:type="spellEnd"/>
      <w:r w:rsidR="002A4158" w:rsidRPr="00DA4E77">
        <w:t xml:space="preserve"> à haute voix</w:t>
      </w:r>
      <w:r>
        <w:t xml:space="preserve">, </w:t>
      </w:r>
      <w:r w:rsidR="002A4158" w:rsidRPr="00DA4E77">
        <w:t>au nom de la Cité</w:t>
      </w:r>
      <w:r>
        <w:t xml:space="preserve">, </w:t>
      </w:r>
      <w:r w:rsidR="002A4158" w:rsidRPr="00DA4E77">
        <w:t>au nom de tout le peuple</w:t>
      </w:r>
      <w:r>
        <w:t xml:space="preserve">, </w:t>
      </w:r>
      <w:r w:rsidR="002A4158" w:rsidRPr="00DA4E77">
        <w:t>j</w:t>
      </w:r>
      <w:r>
        <w:t>’</w:t>
      </w:r>
      <w:r w:rsidR="002A4158" w:rsidRPr="00DA4E77">
        <w:t>invite le Prince de l</w:t>
      </w:r>
      <w:r>
        <w:t>’</w:t>
      </w:r>
      <w:r w:rsidR="002A4158" w:rsidRPr="00DA4E77">
        <w:t>Empire à prendre place sur le vaisseau impérial</w:t>
      </w:r>
      <w:r>
        <w:t>…</w:t>
      </w:r>
    </w:p>
    <w:p w14:paraId="4F05498F" w14:textId="77777777" w:rsidR="00276CCE" w:rsidRDefault="002A4158" w:rsidP="002A4158">
      <w:r w:rsidRPr="00DA4E77">
        <w:t>Un long bourdonnement de la foule répond seul à l</w:t>
      </w:r>
      <w:r w:rsidR="00276CCE">
        <w:t>’</w:t>
      </w:r>
      <w:r w:rsidRPr="00DA4E77">
        <w:t xml:space="preserve">invitation de </w:t>
      </w:r>
      <w:proofErr w:type="spellStart"/>
      <w:r w:rsidRPr="00DA4E77">
        <w:t>Belkis</w:t>
      </w:r>
      <w:proofErr w:type="spellEnd"/>
      <w:r w:rsidR="00276CCE">
        <w:t>.</w:t>
      </w:r>
    </w:p>
    <w:p w14:paraId="7525FF35" w14:textId="77777777" w:rsidR="00276CCE" w:rsidRDefault="00276CCE" w:rsidP="002A4158">
      <w:r>
        <w:lastRenderedPageBreak/>
        <w:t>— </w:t>
      </w:r>
      <w:r w:rsidR="002A4158" w:rsidRPr="00DA4E77">
        <w:t>Vous le voyez</w:t>
      </w:r>
      <w:r>
        <w:t xml:space="preserve">, </w:t>
      </w:r>
      <w:r w:rsidR="002A4158" w:rsidRPr="00DA4E77">
        <w:t>Atlantes</w:t>
      </w:r>
      <w:r>
        <w:t xml:space="preserve">, </w:t>
      </w:r>
      <w:r w:rsidR="002A4158" w:rsidRPr="00DA4E77">
        <w:t>ceux qui se disent vos prote</w:t>
      </w:r>
      <w:r w:rsidR="002A4158" w:rsidRPr="00DA4E77">
        <w:t>c</w:t>
      </w:r>
      <w:r w:rsidR="002A4158" w:rsidRPr="00DA4E77">
        <w:t>teurs dédaignent de paraître à vos fêtes populaires</w:t>
      </w:r>
      <w:r>
        <w:t xml:space="preserve">. </w:t>
      </w:r>
      <w:r w:rsidR="002A4158" w:rsidRPr="00DA4E77">
        <w:t>Ou plutôt</w:t>
      </w:r>
      <w:r>
        <w:t xml:space="preserve">, </w:t>
      </w:r>
      <w:r w:rsidR="002A4158" w:rsidRPr="00DA4E77">
        <w:t>il n</w:t>
      </w:r>
      <w:r>
        <w:t>’</w:t>
      </w:r>
      <w:r w:rsidR="002A4158" w:rsidRPr="00DA4E77">
        <w:t>existe pas de véritable Prince de l</w:t>
      </w:r>
      <w:r>
        <w:t>’</w:t>
      </w:r>
      <w:r w:rsidR="002A4158" w:rsidRPr="00DA4E77">
        <w:t>Empire</w:t>
      </w:r>
      <w:r>
        <w:t xml:space="preserve">. </w:t>
      </w:r>
      <w:r w:rsidR="002A4158" w:rsidRPr="00DA4E77">
        <w:t>Celui qu</w:t>
      </w:r>
      <w:r>
        <w:t>’</w:t>
      </w:r>
      <w:r w:rsidR="002A4158" w:rsidRPr="00DA4E77">
        <w:t>on a no</w:t>
      </w:r>
      <w:r w:rsidR="002A4158" w:rsidRPr="00DA4E77">
        <w:t>m</w:t>
      </w:r>
      <w:r w:rsidR="002A4158" w:rsidRPr="00DA4E77">
        <w:t>mé hier soir n</w:t>
      </w:r>
      <w:r>
        <w:t>’</w:t>
      </w:r>
      <w:r w:rsidR="002A4158" w:rsidRPr="00DA4E77">
        <w:t>est qu</w:t>
      </w:r>
      <w:r>
        <w:t>’</w:t>
      </w:r>
      <w:r w:rsidR="002A4158" w:rsidRPr="00DA4E77">
        <w:t>un imposteur</w:t>
      </w:r>
      <w:r>
        <w:t xml:space="preserve">, </w:t>
      </w:r>
      <w:r w:rsidR="002A4158" w:rsidRPr="00DA4E77">
        <w:t>dont je proclame en votre nom la déchéance</w:t>
      </w:r>
      <w:r>
        <w:t xml:space="preserve">, </w:t>
      </w:r>
      <w:r w:rsidR="002A4158" w:rsidRPr="00DA4E77">
        <w:t>puisqu</w:t>
      </w:r>
      <w:r>
        <w:t>’</w:t>
      </w:r>
      <w:r w:rsidR="002A4158" w:rsidRPr="00DA4E77">
        <w:t>il refuse de venir au milieu de nous</w:t>
      </w:r>
      <w:r>
        <w:t>.</w:t>
      </w:r>
    </w:p>
    <w:p w14:paraId="5716988F" w14:textId="77777777" w:rsidR="00276CCE" w:rsidRDefault="002A4158" w:rsidP="002A4158">
      <w:r w:rsidRPr="00DA4E77">
        <w:t>Des cris s</w:t>
      </w:r>
      <w:r w:rsidR="00276CCE">
        <w:t>’</w:t>
      </w:r>
      <w:r w:rsidRPr="00DA4E77">
        <w:t>élèvent alors de la foule</w:t>
      </w:r>
      <w:r w:rsidR="00276CCE">
        <w:t> :</w:t>
      </w:r>
    </w:p>
    <w:p w14:paraId="06AABCB4" w14:textId="77777777" w:rsidR="00276CCE" w:rsidRDefault="00276CCE" w:rsidP="002A4158">
      <w:r>
        <w:t>— </w:t>
      </w:r>
      <w:r w:rsidR="002A4158" w:rsidRPr="00DA4E77">
        <w:t xml:space="preserve">Vive </w:t>
      </w:r>
      <w:proofErr w:type="spellStart"/>
      <w:r w:rsidR="002A4158" w:rsidRPr="00DA4E77">
        <w:t>Hermos</w:t>
      </w:r>
      <w:proofErr w:type="spellEnd"/>
      <w:r>
        <w:t xml:space="preserve"> ! </w:t>
      </w:r>
      <w:r w:rsidR="002A4158" w:rsidRPr="00DA4E77">
        <w:t>clament les uns</w:t>
      </w:r>
      <w:r>
        <w:t xml:space="preserve">. </w:t>
      </w:r>
      <w:r w:rsidR="002A4158" w:rsidRPr="00DA4E77">
        <w:t xml:space="preserve">À bas </w:t>
      </w:r>
      <w:proofErr w:type="spellStart"/>
      <w:r w:rsidR="002A4158" w:rsidRPr="00DA4E77">
        <w:t>Melléna</w:t>
      </w:r>
      <w:proofErr w:type="spellEnd"/>
      <w:r>
        <w:t> !</w:t>
      </w:r>
    </w:p>
    <w:p w14:paraId="66B1A892" w14:textId="77777777" w:rsidR="00276CCE" w:rsidRDefault="00276CCE" w:rsidP="002A4158">
      <w:r>
        <w:t>— </w:t>
      </w:r>
      <w:r w:rsidR="002A4158" w:rsidRPr="00DA4E77">
        <w:t xml:space="preserve">Vive </w:t>
      </w:r>
      <w:proofErr w:type="spellStart"/>
      <w:r w:rsidR="002A4158" w:rsidRPr="00DA4E77">
        <w:t>Guitché</w:t>
      </w:r>
      <w:proofErr w:type="spellEnd"/>
      <w:r>
        <w:t xml:space="preserve"> ! </w:t>
      </w:r>
      <w:r w:rsidR="002A4158" w:rsidRPr="00DA4E77">
        <w:t>répond la flotte entière</w:t>
      </w:r>
      <w:r>
        <w:t>.</w:t>
      </w:r>
    </w:p>
    <w:p w14:paraId="457EEEC6" w14:textId="77777777" w:rsidR="00276CCE" w:rsidRDefault="00276CCE" w:rsidP="002A4158">
      <w:r>
        <w:t>— </w:t>
      </w:r>
      <w:r w:rsidR="002A4158" w:rsidRPr="00DA4E77">
        <w:t>Regarde là-bas</w:t>
      </w:r>
      <w:r>
        <w:t xml:space="preserve">, </w:t>
      </w:r>
      <w:r w:rsidR="002A4158" w:rsidRPr="00DA4E77">
        <w:t xml:space="preserve">fait observer </w:t>
      </w:r>
      <w:proofErr w:type="spellStart"/>
      <w:r w:rsidR="002A4158" w:rsidRPr="00DA4E77">
        <w:t>Azaès</w:t>
      </w:r>
      <w:proofErr w:type="spellEnd"/>
      <w:r w:rsidR="002A4158" w:rsidRPr="00DA4E77">
        <w:t xml:space="preserve"> à son voisin le ma</w:t>
      </w:r>
      <w:r w:rsidR="002A4158" w:rsidRPr="00DA4E77">
        <w:t>r</w:t>
      </w:r>
      <w:r w:rsidR="002A4158" w:rsidRPr="00DA4E77">
        <w:t>chand</w:t>
      </w:r>
      <w:r>
        <w:t xml:space="preserve">. </w:t>
      </w:r>
      <w:r w:rsidR="002A4158" w:rsidRPr="00DA4E77">
        <w:t>Que fait donc le mendiant de la petite barque</w:t>
      </w:r>
      <w:r>
        <w:t xml:space="preserve"> ? </w:t>
      </w:r>
      <w:r w:rsidR="002A4158" w:rsidRPr="00DA4E77">
        <w:t>Le voici qui</w:t>
      </w:r>
      <w:r>
        <w:t xml:space="preserve">, </w:t>
      </w:r>
      <w:r w:rsidR="002A4158" w:rsidRPr="00DA4E77">
        <w:t>profitant de l</w:t>
      </w:r>
      <w:r>
        <w:t>’</w:t>
      </w:r>
      <w:r w:rsidR="002A4158" w:rsidRPr="00DA4E77">
        <w:t>inattention générale</w:t>
      </w:r>
      <w:r>
        <w:t xml:space="preserve">, </w:t>
      </w:r>
      <w:r w:rsidR="002A4158" w:rsidRPr="00DA4E77">
        <w:t>s</w:t>
      </w:r>
      <w:r>
        <w:t>’</w:t>
      </w:r>
      <w:r w:rsidR="002A4158" w:rsidRPr="00DA4E77">
        <w:t>accroche au flanc du vaisseau de l</w:t>
      </w:r>
      <w:r>
        <w:t>’</w:t>
      </w:r>
      <w:r w:rsidR="002A4158" w:rsidRPr="00DA4E77">
        <w:t>Empire et l</w:t>
      </w:r>
      <w:r>
        <w:t>’</w:t>
      </w:r>
      <w:r w:rsidR="002A4158" w:rsidRPr="00DA4E77">
        <w:t>escalade</w:t>
      </w:r>
      <w:r>
        <w:t>.</w:t>
      </w:r>
    </w:p>
    <w:p w14:paraId="23435486" w14:textId="77777777" w:rsidR="00276CCE" w:rsidRDefault="00276CCE" w:rsidP="002A4158">
      <w:r>
        <w:t>— </w:t>
      </w:r>
      <w:r w:rsidR="002A4158" w:rsidRPr="00DA4E77">
        <w:t>Tais-toi</w:t>
      </w:r>
      <w:r>
        <w:t xml:space="preserve"> ! </w:t>
      </w:r>
      <w:r w:rsidR="002A4158" w:rsidRPr="00DA4E77">
        <w:t>réplique l</w:t>
      </w:r>
      <w:r>
        <w:t>’</w:t>
      </w:r>
      <w:r w:rsidR="002A4158" w:rsidRPr="00DA4E77">
        <w:t>autre</w:t>
      </w:r>
      <w:r>
        <w:t xml:space="preserve">. </w:t>
      </w:r>
      <w:r w:rsidR="002A4158" w:rsidRPr="00DA4E77">
        <w:t>Que nous importe</w:t>
      </w:r>
      <w:r>
        <w:t xml:space="preserve"> ? </w:t>
      </w:r>
      <w:r w:rsidR="002A4158" w:rsidRPr="00DA4E77">
        <w:t xml:space="preserve">Puisse-t-il jeter </w:t>
      </w:r>
      <w:proofErr w:type="spellStart"/>
      <w:r w:rsidR="002A4158" w:rsidRPr="00DA4E77">
        <w:t>Guitché</w:t>
      </w:r>
      <w:proofErr w:type="spellEnd"/>
      <w:r w:rsidR="002A4158" w:rsidRPr="00DA4E77">
        <w:t xml:space="preserve"> à la mer</w:t>
      </w:r>
      <w:r>
        <w:t> !</w:t>
      </w:r>
    </w:p>
    <w:p w14:paraId="661BFA3A" w14:textId="77777777" w:rsidR="00276CCE" w:rsidRDefault="002A4158" w:rsidP="002A4158">
      <w:r w:rsidRPr="00DA4E77">
        <w:t>De nouveau</w:t>
      </w:r>
      <w:r w:rsidR="00276CCE">
        <w:t xml:space="preserve">, </w:t>
      </w:r>
      <w:r w:rsidRPr="00DA4E77">
        <w:t>pour sauvegarder les formes</w:t>
      </w:r>
      <w:r w:rsidR="00276CCE">
        <w:t xml:space="preserve">, </w:t>
      </w:r>
      <w:proofErr w:type="spellStart"/>
      <w:r w:rsidRPr="00DA4E77">
        <w:t>Belkis</w:t>
      </w:r>
      <w:proofErr w:type="spellEnd"/>
      <w:r w:rsidRPr="00DA4E77">
        <w:t xml:space="preserve"> s</w:t>
      </w:r>
      <w:r w:rsidR="00276CCE">
        <w:t>’</w:t>
      </w:r>
      <w:r w:rsidRPr="00DA4E77">
        <w:t>avance sur la proue du vaisseau impérial</w:t>
      </w:r>
      <w:r w:rsidR="00276CCE">
        <w:t>.</w:t>
      </w:r>
    </w:p>
    <w:p w14:paraId="7E5B8490" w14:textId="77777777" w:rsidR="00276CCE" w:rsidRDefault="00276CCE" w:rsidP="002A4158">
      <w:r>
        <w:t>— </w:t>
      </w:r>
      <w:r w:rsidR="002A4158" w:rsidRPr="00DA4E77">
        <w:t>Atlantes</w:t>
      </w:r>
      <w:r>
        <w:t xml:space="preserve">, </w:t>
      </w:r>
      <w:r w:rsidR="002A4158" w:rsidRPr="00DA4E77">
        <w:t>une dernière fois</w:t>
      </w:r>
      <w:r>
        <w:t xml:space="preserve">, </w:t>
      </w:r>
      <w:r w:rsidR="002A4158" w:rsidRPr="00DA4E77">
        <w:t>j</w:t>
      </w:r>
      <w:r>
        <w:t>’</w:t>
      </w:r>
      <w:r w:rsidR="002A4158" w:rsidRPr="00DA4E77">
        <w:t>appelle à nous le Prince de l</w:t>
      </w:r>
      <w:r>
        <w:t>’</w:t>
      </w:r>
      <w:r w:rsidR="002A4158" w:rsidRPr="00DA4E77">
        <w:t>Empire</w:t>
      </w:r>
      <w:r>
        <w:t xml:space="preserve">. </w:t>
      </w:r>
      <w:r w:rsidR="002A4158" w:rsidRPr="00DA4E77">
        <w:t>Qu</w:t>
      </w:r>
      <w:r>
        <w:t>’</w:t>
      </w:r>
      <w:r w:rsidR="002A4158" w:rsidRPr="00DA4E77">
        <w:t>il se montre enfin</w:t>
      </w:r>
      <w:r>
        <w:t xml:space="preserve">, </w:t>
      </w:r>
      <w:r w:rsidR="002A4158" w:rsidRPr="00DA4E77">
        <w:t>et nous l</w:t>
      </w:r>
      <w:r>
        <w:t>’</w:t>
      </w:r>
      <w:r w:rsidR="002A4158" w:rsidRPr="00DA4E77">
        <w:t>acclamerons</w:t>
      </w:r>
      <w:r>
        <w:t> !</w:t>
      </w:r>
    </w:p>
    <w:p w14:paraId="5A3C2A2E" w14:textId="77777777" w:rsidR="00276CCE" w:rsidRDefault="00276CCE" w:rsidP="002A4158">
      <w:r>
        <w:t>— </w:t>
      </w:r>
      <w:r w:rsidR="002A4158" w:rsidRPr="00DA4E77">
        <w:t>Oui</w:t>
      </w:r>
      <w:r>
        <w:t xml:space="preserve">, </w:t>
      </w:r>
      <w:r w:rsidR="002A4158" w:rsidRPr="00DA4E77">
        <w:t>affirme la flotte entière</w:t>
      </w:r>
      <w:r>
        <w:t xml:space="preserve">, </w:t>
      </w:r>
      <w:r w:rsidR="002A4158" w:rsidRPr="00DA4E77">
        <w:t>nous l</w:t>
      </w:r>
      <w:r>
        <w:t>’</w:t>
      </w:r>
      <w:r w:rsidR="002A4158" w:rsidRPr="00DA4E77">
        <w:t>acclamerons</w:t>
      </w:r>
      <w:r>
        <w:t> !</w:t>
      </w:r>
    </w:p>
    <w:p w14:paraId="7BAC7CC7" w14:textId="77777777" w:rsidR="00276CCE" w:rsidRDefault="00276CCE" w:rsidP="002A4158">
      <w:r>
        <w:t>— </w:t>
      </w:r>
      <w:r w:rsidR="002A4158" w:rsidRPr="00DA4E77">
        <w:t>Acclamez-moi donc alors</w:t>
      </w:r>
      <w:r>
        <w:t xml:space="preserve"> ! </w:t>
      </w:r>
      <w:r w:rsidR="002A4158" w:rsidRPr="00DA4E77">
        <w:t xml:space="preserve">dit un homme bondissant soudain auprès de </w:t>
      </w:r>
      <w:proofErr w:type="spellStart"/>
      <w:r w:rsidR="002A4158" w:rsidRPr="00DA4E77">
        <w:t>Belkis</w:t>
      </w:r>
      <w:proofErr w:type="spellEnd"/>
      <w:r>
        <w:t>.</w:t>
      </w:r>
    </w:p>
    <w:p w14:paraId="48A2F907" w14:textId="77777777" w:rsidR="00276CCE" w:rsidRDefault="00276CCE" w:rsidP="002A4158">
      <w:r>
        <w:t>— </w:t>
      </w:r>
      <w:r w:rsidR="002A4158" w:rsidRPr="00DA4E77">
        <w:t>Le mendiant</w:t>
      </w:r>
      <w:r>
        <w:t xml:space="preserve"> ! </w:t>
      </w:r>
      <w:r w:rsidR="002A4158" w:rsidRPr="00DA4E77">
        <w:t>s</w:t>
      </w:r>
      <w:r>
        <w:t>’</w:t>
      </w:r>
      <w:r w:rsidR="002A4158" w:rsidRPr="00DA4E77">
        <w:t xml:space="preserve">écrie </w:t>
      </w:r>
      <w:proofErr w:type="spellStart"/>
      <w:r w:rsidR="002A4158" w:rsidRPr="00DA4E77">
        <w:t>Azaès</w:t>
      </w:r>
      <w:proofErr w:type="spellEnd"/>
      <w:r>
        <w:t xml:space="preserve">. </w:t>
      </w:r>
      <w:r w:rsidR="002A4158" w:rsidRPr="00DA4E77">
        <w:t>C</w:t>
      </w:r>
      <w:r>
        <w:t>’</w:t>
      </w:r>
      <w:r w:rsidR="002A4158" w:rsidRPr="00DA4E77">
        <w:t>est un fou</w:t>
      </w:r>
      <w:r>
        <w:t> !</w:t>
      </w:r>
    </w:p>
    <w:p w14:paraId="1FB7B48B" w14:textId="77777777" w:rsidR="00276CCE" w:rsidRDefault="002A4158" w:rsidP="002A4158">
      <w:r w:rsidRPr="00DA4E77">
        <w:t>Mais le mendiant enlève son manteau noir</w:t>
      </w:r>
      <w:r w:rsidR="00276CCE">
        <w:t xml:space="preserve">, </w:t>
      </w:r>
      <w:r w:rsidRPr="00DA4E77">
        <w:t>il rejette la c</w:t>
      </w:r>
      <w:r w:rsidRPr="00DA4E77">
        <w:t>a</w:t>
      </w:r>
      <w:r w:rsidRPr="00DA4E77">
        <w:t>puche qui recouvrait son front</w:t>
      </w:r>
      <w:r w:rsidR="00276CCE">
        <w:t xml:space="preserve">, </w:t>
      </w:r>
      <w:r w:rsidRPr="00DA4E77">
        <w:t>et il apparaît en tunique brodée</w:t>
      </w:r>
      <w:r w:rsidR="00276CCE">
        <w:t xml:space="preserve">, </w:t>
      </w:r>
      <w:r w:rsidRPr="00DA4E77">
        <w:t>la tête ceinte d</w:t>
      </w:r>
      <w:r w:rsidR="00276CCE">
        <w:t>’</w:t>
      </w:r>
      <w:r w:rsidRPr="00DA4E77">
        <w:t>une couronne de lauriers</w:t>
      </w:r>
      <w:r w:rsidR="00276CCE">
        <w:t xml:space="preserve">, </w:t>
      </w:r>
      <w:r w:rsidRPr="00DA4E77">
        <w:t>et</w:t>
      </w:r>
      <w:r w:rsidR="00276CCE">
        <w:t xml:space="preserve">, </w:t>
      </w:r>
      <w:r w:rsidRPr="00DA4E77">
        <w:t>de la foule</w:t>
      </w:r>
      <w:r w:rsidR="00276CCE">
        <w:t xml:space="preserve">, </w:t>
      </w:r>
      <w:r w:rsidRPr="00DA4E77">
        <w:lastRenderedPageBreak/>
        <w:t>un cri soudain jaillit jusqu</w:t>
      </w:r>
      <w:r w:rsidR="00276CCE">
        <w:t>’</w:t>
      </w:r>
      <w:r w:rsidRPr="00DA4E77">
        <w:t>au ciel</w:t>
      </w:r>
      <w:r w:rsidR="00276CCE">
        <w:t xml:space="preserve">, </w:t>
      </w:r>
      <w:r w:rsidRPr="00DA4E77">
        <w:t>couvrant tout autre tumulte dans la ville</w:t>
      </w:r>
      <w:r w:rsidR="00276CCE">
        <w:t> :</w:t>
      </w:r>
    </w:p>
    <w:p w14:paraId="469B3DD3" w14:textId="77777777" w:rsidR="00276CCE" w:rsidRDefault="00276CCE" w:rsidP="002A4158">
      <w:r>
        <w:t>— </w:t>
      </w:r>
      <w:proofErr w:type="spellStart"/>
      <w:r w:rsidR="002A4158" w:rsidRPr="00DA4E77">
        <w:t>Hellas</w:t>
      </w:r>
      <w:proofErr w:type="spellEnd"/>
      <w:r>
        <w:t> !</w:t>
      </w:r>
    </w:p>
    <w:p w14:paraId="5C45C7D6" w14:textId="77777777" w:rsidR="00276CCE" w:rsidRDefault="00276CCE" w:rsidP="00276CCE">
      <w:pPr>
        <w:pStyle w:val="Titre2"/>
        <w:rPr>
          <w:i/>
        </w:rPr>
      </w:pPr>
      <w:bookmarkStart w:id="23" w:name="_Toc194842009"/>
      <w:r w:rsidRPr="00DA4E77">
        <w:lastRenderedPageBreak/>
        <w:t>Scène</w:t>
      </w:r>
      <w:r>
        <w:t> </w:t>
      </w:r>
      <w:r w:rsidRPr="00DA4E77">
        <w:t>XII</w:t>
      </w:r>
      <w:r>
        <w:t xml:space="preserve">. – </w:t>
      </w:r>
      <w:r w:rsidR="002A4158" w:rsidRPr="00DA4E77">
        <w:rPr>
          <w:i/>
        </w:rPr>
        <w:t>Le Maître des Eaux</w:t>
      </w:r>
      <w:r>
        <w:rPr>
          <w:i/>
        </w:rPr>
        <w:t>.</w:t>
      </w:r>
      <w:bookmarkEnd w:id="23"/>
    </w:p>
    <w:p w14:paraId="1946730C" w14:textId="77777777" w:rsidR="00276CCE" w:rsidRDefault="002A4158" w:rsidP="002A4158">
      <w:r w:rsidRPr="00DA4E77">
        <w:t>Du port central</w:t>
      </w:r>
      <w:r w:rsidR="00276CCE">
        <w:t xml:space="preserve">, </w:t>
      </w:r>
      <w:r w:rsidRPr="00DA4E77">
        <w:t>le cri monte jusqu</w:t>
      </w:r>
      <w:r w:rsidR="00276CCE">
        <w:t>’</w:t>
      </w:r>
      <w:r w:rsidRPr="00DA4E77">
        <w:t>aux Sept Terrasses</w:t>
      </w:r>
      <w:r w:rsidR="00276CCE">
        <w:t xml:space="preserve">, </w:t>
      </w:r>
      <w:r w:rsidRPr="00DA4E77">
        <w:t>se répercute sur les eaux de barque en barque</w:t>
      </w:r>
      <w:r w:rsidR="00276CCE">
        <w:t xml:space="preserve">, </w:t>
      </w:r>
      <w:r w:rsidRPr="00DA4E77">
        <w:t>et l</w:t>
      </w:r>
      <w:r w:rsidR="00276CCE">
        <w:t>’</w:t>
      </w:r>
      <w:r w:rsidRPr="00DA4E77">
        <w:t>immense ville</w:t>
      </w:r>
      <w:r w:rsidR="00276CCE">
        <w:t xml:space="preserve">, </w:t>
      </w:r>
      <w:r w:rsidRPr="00DA4E77">
        <w:t>par les millions de voix de tout son peuple</w:t>
      </w:r>
      <w:r w:rsidR="00276CCE">
        <w:t xml:space="preserve">, </w:t>
      </w:r>
      <w:r w:rsidRPr="00DA4E77">
        <w:t>fait rouler dans les airs une clameur de surprise et d</w:t>
      </w:r>
      <w:r w:rsidR="00276CCE">
        <w:t>’</w:t>
      </w:r>
      <w:r w:rsidRPr="00DA4E77">
        <w:t>allégresse</w:t>
      </w:r>
      <w:r w:rsidR="00276CCE">
        <w:t>.</w:t>
      </w:r>
    </w:p>
    <w:p w14:paraId="4156B0D3" w14:textId="77777777" w:rsidR="00276CCE" w:rsidRDefault="00276CCE" w:rsidP="002A4158">
      <w:r>
        <w:t>— </w:t>
      </w:r>
      <w:proofErr w:type="spellStart"/>
      <w:r w:rsidR="002A4158" w:rsidRPr="00DA4E77">
        <w:t>Hellas</w:t>
      </w:r>
      <w:proofErr w:type="spellEnd"/>
      <w:r w:rsidR="002A4158" w:rsidRPr="00DA4E77">
        <w:t xml:space="preserve"> de retour</w:t>
      </w:r>
      <w:r>
        <w:t> !</w:t>
      </w:r>
    </w:p>
    <w:p w14:paraId="309EC0E1" w14:textId="77777777" w:rsidR="00276CCE" w:rsidRDefault="00276CCE" w:rsidP="002A4158">
      <w:r>
        <w:t>— </w:t>
      </w:r>
      <w:proofErr w:type="spellStart"/>
      <w:r w:rsidR="002A4158" w:rsidRPr="00DA4E77">
        <w:t>Hellas</w:t>
      </w:r>
      <w:proofErr w:type="spellEnd"/>
      <w:r w:rsidR="002A4158" w:rsidRPr="00DA4E77">
        <w:t xml:space="preserve"> dans le port</w:t>
      </w:r>
      <w:r>
        <w:t> !</w:t>
      </w:r>
    </w:p>
    <w:p w14:paraId="02188D8D" w14:textId="77777777" w:rsidR="00276CCE" w:rsidRDefault="00276CCE" w:rsidP="002A4158">
      <w:r>
        <w:t>— </w:t>
      </w:r>
      <w:r w:rsidR="002A4158" w:rsidRPr="00DA4E77">
        <w:t xml:space="preserve">Vive </w:t>
      </w:r>
      <w:proofErr w:type="spellStart"/>
      <w:r w:rsidR="002A4158" w:rsidRPr="00DA4E77">
        <w:t>Hellas</w:t>
      </w:r>
      <w:proofErr w:type="spellEnd"/>
      <w:r>
        <w:t> !</w:t>
      </w:r>
    </w:p>
    <w:p w14:paraId="71583F95" w14:textId="77777777" w:rsidR="00276CCE" w:rsidRDefault="002A4158" w:rsidP="002A4158">
      <w:r w:rsidRPr="00DA4E77">
        <w:t>La foule appelle la foule</w:t>
      </w:r>
      <w:r w:rsidR="00276CCE">
        <w:t xml:space="preserve"> ; </w:t>
      </w:r>
      <w:r w:rsidRPr="00DA4E77">
        <w:t>et</w:t>
      </w:r>
      <w:r w:rsidR="00276CCE">
        <w:t xml:space="preserve">, </w:t>
      </w:r>
      <w:r w:rsidRPr="00DA4E77">
        <w:t>de tous les points de la Cité</w:t>
      </w:r>
      <w:r w:rsidR="00276CCE">
        <w:t xml:space="preserve">, </w:t>
      </w:r>
      <w:r w:rsidRPr="00DA4E77">
        <w:t>des cohues désordonnées arrivent en courant dans les rues ou les places avoisinant le port</w:t>
      </w:r>
      <w:r w:rsidR="00276CCE">
        <w:t xml:space="preserve">. </w:t>
      </w:r>
      <w:r w:rsidRPr="00DA4E77">
        <w:t>Pareillement</w:t>
      </w:r>
      <w:r w:rsidR="00276CCE">
        <w:t xml:space="preserve">, </w:t>
      </w:r>
      <w:r w:rsidRPr="00DA4E77">
        <w:t>les barques indole</w:t>
      </w:r>
      <w:r w:rsidRPr="00DA4E77">
        <w:t>n</w:t>
      </w:r>
      <w:r w:rsidRPr="00DA4E77">
        <w:t>tes qui errent dans la vaste rade font hâte vers le grand canal où bientôt grouille une flottille innombrable aux voiles de toutes couleurs</w:t>
      </w:r>
      <w:r w:rsidR="00276CCE">
        <w:t xml:space="preserve">. </w:t>
      </w:r>
      <w:r w:rsidRPr="00DA4E77">
        <w:t>Ces barques</w:t>
      </w:r>
      <w:r w:rsidR="00276CCE">
        <w:t xml:space="preserve">, </w:t>
      </w:r>
      <w:r w:rsidRPr="00DA4E77">
        <w:t>pressées les unes contre les autres</w:t>
      </w:r>
      <w:r w:rsidR="00276CCE">
        <w:t xml:space="preserve">, </w:t>
      </w:r>
      <w:r w:rsidRPr="00DA4E77">
        <w:t>ob</w:t>
      </w:r>
      <w:r w:rsidRPr="00DA4E77">
        <w:t>s</w:t>
      </w:r>
      <w:r w:rsidRPr="00DA4E77">
        <w:t>truent à tel point le grand port</w:t>
      </w:r>
      <w:r w:rsidR="00276CCE">
        <w:t xml:space="preserve">, </w:t>
      </w:r>
      <w:r w:rsidRPr="00DA4E77">
        <w:t>que les lourds vaisseaux de la flotte aztèque</w:t>
      </w:r>
      <w:r w:rsidR="00276CCE">
        <w:t xml:space="preserve">, </w:t>
      </w:r>
      <w:r w:rsidRPr="00DA4E77">
        <w:t>enserrés de toutes parts</w:t>
      </w:r>
      <w:r w:rsidR="00276CCE">
        <w:t xml:space="preserve">, </w:t>
      </w:r>
      <w:r w:rsidRPr="00DA4E77">
        <w:t>s</w:t>
      </w:r>
      <w:r w:rsidR="00276CCE">
        <w:t>’</w:t>
      </w:r>
      <w:r w:rsidRPr="00DA4E77">
        <w:t>immobilisent maint</w:t>
      </w:r>
      <w:r w:rsidRPr="00DA4E77">
        <w:t>e</w:t>
      </w:r>
      <w:r w:rsidRPr="00DA4E77">
        <w:t>nant dans l</w:t>
      </w:r>
      <w:r w:rsidR="00276CCE">
        <w:t>’</w:t>
      </w:r>
      <w:r w:rsidRPr="00DA4E77">
        <w:t>impossibilité de rejoindre la galère impériale</w:t>
      </w:r>
      <w:r w:rsidR="00276CCE">
        <w:t xml:space="preserve">. </w:t>
      </w:r>
      <w:r w:rsidRPr="00DA4E77">
        <w:t xml:space="preserve">Les amis de </w:t>
      </w:r>
      <w:proofErr w:type="spellStart"/>
      <w:r w:rsidRPr="00DA4E77">
        <w:t>Guitché</w:t>
      </w:r>
      <w:proofErr w:type="spellEnd"/>
      <w:r w:rsidR="00276CCE">
        <w:t xml:space="preserve">, </w:t>
      </w:r>
      <w:r w:rsidRPr="00DA4E77">
        <w:t>surpris et décontenancés</w:t>
      </w:r>
      <w:r w:rsidR="00276CCE">
        <w:t xml:space="preserve">, </w:t>
      </w:r>
      <w:r w:rsidRPr="00DA4E77">
        <w:t>ne peuvent déso</w:t>
      </w:r>
      <w:r w:rsidRPr="00DA4E77">
        <w:t>r</w:t>
      </w:r>
      <w:r w:rsidRPr="00DA4E77">
        <w:t>mais</w:t>
      </w:r>
      <w:r w:rsidR="00276CCE">
        <w:t xml:space="preserve">, </w:t>
      </w:r>
      <w:r w:rsidRPr="00DA4E77">
        <w:t>sans danger pour eux</w:t>
      </w:r>
      <w:r w:rsidR="00276CCE">
        <w:t xml:space="preserve">, </w:t>
      </w:r>
      <w:r w:rsidRPr="00DA4E77">
        <w:t xml:space="preserve">tenter de résister au soudain et triomphant </w:t>
      </w:r>
      <w:proofErr w:type="spellStart"/>
      <w:r w:rsidRPr="00DA4E77">
        <w:t>Hellas</w:t>
      </w:r>
      <w:proofErr w:type="spellEnd"/>
      <w:r w:rsidR="00276CCE">
        <w:t>.</w:t>
      </w:r>
    </w:p>
    <w:p w14:paraId="59A98D69" w14:textId="77777777" w:rsidR="00276CCE" w:rsidRDefault="002A4158" w:rsidP="002A4158">
      <w:r w:rsidRPr="00DA4E77">
        <w:t>Lui</w:t>
      </w:r>
      <w:r w:rsidR="00276CCE">
        <w:t xml:space="preserve">, </w:t>
      </w:r>
      <w:r w:rsidRPr="00DA4E77">
        <w:t>cependant</w:t>
      </w:r>
      <w:r w:rsidR="00276CCE">
        <w:t xml:space="preserve">, </w:t>
      </w:r>
      <w:r w:rsidRPr="00DA4E77">
        <w:t>debout sur la proue du navire</w:t>
      </w:r>
      <w:r w:rsidR="00276CCE">
        <w:t xml:space="preserve">, </w:t>
      </w:r>
      <w:r w:rsidRPr="00DA4E77">
        <w:t>les bras croisés</w:t>
      </w:r>
      <w:r w:rsidR="00276CCE">
        <w:t xml:space="preserve">, </w:t>
      </w:r>
      <w:r w:rsidRPr="00DA4E77">
        <w:t>la tête haute</w:t>
      </w:r>
      <w:r w:rsidR="00276CCE">
        <w:t xml:space="preserve">, </w:t>
      </w:r>
      <w:r w:rsidRPr="00DA4E77">
        <w:t>regarde ces milliers et ces milliers de têtes accumulées autour de lui</w:t>
      </w:r>
      <w:r w:rsidR="00276CCE">
        <w:t xml:space="preserve">, </w:t>
      </w:r>
      <w:r w:rsidRPr="00DA4E77">
        <w:t>et il se rappelle la triste journée où</w:t>
      </w:r>
      <w:r w:rsidR="00276CCE">
        <w:t xml:space="preserve">, </w:t>
      </w:r>
      <w:r w:rsidRPr="00DA4E77">
        <w:t>devant ces mêmes Atlantes</w:t>
      </w:r>
      <w:r w:rsidR="00276CCE">
        <w:t xml:space="preserve">, </w:t>
      </w:r>
      <w:r w:rsidRPr="00DA4E77">
        <w:t>il s</w:t>
      </w:r>
      <w:r w:rsidR="00276CCE">
        <w:t>’</w:t>
      </w:r>
      <w:r w:rsidRPr="00DA4E77">
        <w:t>en alla</w:t>
      </w:r>
      <w:r w:rsidR="00276CCE">
        <w:t xml:space="preserve">, </w:t>
      </w:r>
      <w:r w:rsidRPr="00DA4E77">
        <w:t>hautain et dégoûté du pouvoir</w:t>
      </w:r>
      <w:r w:rsidR="00276CCE">
        <w:t xml:space="preserve">, </w:t>
      </w:r>
      <w:r w:rsidRPr="00DA4E77">
        <w:t>pour conquérir au loin un plus jeune et plus robuste empire</w:t>
      </w:r>
      <w:r w:rsidR="00276CCE">
        <w:t>.</w:t>
      </w:r>
    </w:p>
    <w:p w14:paraId="2729756D" w14:textId="618C2D0F" w:rsidR="002A4158" w:rsidRPr="00DA4E77" w:rsidRDefault="00276CCE" w:rsidP="002A4158">
      <w:r>
        <w:t>« </w:t>
      </w:r>
      <w:r w:rsidR="002A4158" w:rsidRPr="00DA4E77">
        <w:t>Peuple malade</w:t>
      </w:r>
      <w:r>
        <w:t xml:space="preserve">, </w:t>
      </w:r>
      <w:r w:rsidR="002A4158" w:rsidRPr="00DA4E77">
        <w:t xml:space="preserve">songe </w:t>
      </w:r>
      <w:proofErr w:type="spellStart"/>
      <w:r w:rsidR="002A4158" w:rsidRPr="00DA4E77">
        <w:t>Hellas</w:t>
      </w:r>
      <w:proofErr w:type="spellEnd"/>
      <w:r>
        <w:t xml:space="preserve">, </w:t>
      </w:r>
      <w:r w:rsidR="002A4158" w:rsidRPr="00DA4E77">
        <w:t>peuple acclamant tantôt les bons et les méchants</w:t>
      </w:r>
      <w:r>
        <w:t xml:space="preserve">, </w:t>
      </w:r>
      <w:r w:rsidR="002A4158" w:rsidRPr="00DA4E77">
        <w:t>prêt à chasser demain ceux qu</w:t>
      </w:r>
      <w:r>
        <w:t>’</w:t>
      </w:r>
      <w:r w:rsidR="002A4158" w:rsidRPr="00DA4E77">
        <w:t xml:space="preserve">il </w:t>
      </w:r>
      <w:r w:rsidR="002A4158" w:rsidRPr="00DA4E77">
        <w:lastRenderedPageBreak/>
        <w:t>exaltait hier</w:t>
      </w:r>
      <w:r>
        <w:t xml:space="preserve">, </w:t>
      </w:r>
      <w:r w:rsidR="002A4158" w:rsidRPr="00DA4E77">
        <w:t>peuple d</w:t>
      </w:r>
      <w:r>
        <w:t>’</w:t>
      </w:r>
      <w:r w:rsidR="002A4158" w:rsidRPr="00DA4E77">
        <w:t>esclaves ivres</w:t>
      </w:r>
      <w:r>
        <w:t xml:space="preserve">, </w:t>
      </w:r>
      <w:r w:rsidR="002A4158" w:rsidRPr="00DA4E77">
        <w:t>es-tu bien mon peuple</w:t>
      </w:r>
      <w:r>
        <w:t> ? »</w:t>
      </w:r>
    </w:p>
    <w:p w14:paraId="7C07A764" w14:textId="77777777" w:rsidR="00276CCE" w:rsidRDefault="002A4158" w:rsidP="002A4158">
      <w:r w:rsidRPr="00DA4E77">
        <w:t>Et tandis que le roulement des voix emplit les airs</w:t>
      </w:r>
      <w:r w:rsidR="00276CCE">
        <w:t xml:space="preserve">, </w:t>
      </w:r>
      <w:r w:rsidRPr="00DA4E77">
        <w:t>le héros sent sourdre en lui l</w:t>
      </w:r>
      <w:r w:rsidR="00276CCE">
        <w:t>’</w:t>
      </w:r>
      <w:r w:rsidRPr="00DA4E77">
        <w:t>envie d</w:t>
      </w:r>
      <w:r w:rsidR="00276CCE">
        <w:t>’</w:t>
      </w:r>
      <w:r w:rsidRPr="00DA4E77">
        <w:t>accabler cette foule sous quelques paroles de reproche et de mépris</w:t>
      </w:r>
      <w:r w:rsidR="00276CCE">
        <w:t xml:space="preserve">. </w:t>
      </w:r>
      <w:r w:rsidRPr="00DA4E77">
        <w:t>Mais si spontané</w:t>
      </w:r>
      <w:r w:rsidR="00276CCE">
        <w:t xml:space="preserve">, </w:t>
      </w:r>
      <w:r w:rsidRPr="00DA4E77">
        <w:t>si débo</w:t>
      </w:r>
      <w:r w:rsidRPr="00DA4E77">
        <w:t>r</w:t>
      </w:r>
      <w:r w:rsidRPr="00DA4E77">
        <w:t>dant</w:t>
      </w:r>
      <w:r w:rsidR="00276CCE">
        <w:t xml:space="preserve">, </w:t>
      </w:r>
      <w:r w:rsidRPr="00DA4E77">
        <w:t>si sincère paraît l</w:t>
      </w:r>
      <w:r w:rsidR="00276CCE">
        <w:t>’</w:t>
      </w:r>
      <w:r w:rsidRPr="00DA4E77">
        <w:t>enthousiasme qu</w:t>
      </w:r>
      <w:r w:rsidR="00276CCE">
        <w:t>’</w:t>
      </w:r>
      <w:proofErr w:type="spellStart"/>
      <w:r w:rsidRPr="00DA4E77">
        <w:t>Hellas</w:t>
      </w:r>
      <w:proofErr w:type="spellEnd"/>
      <w:r w:rsidR="00276CCE">
        <w:t xml:space="preserve">, </w:t>
      </w:r>
      <w:r w:rsidRPr="00DA4E77">
        <w:t>peu à peu</w:t>
      </w:r>
      <w:r w:rsidR="00276CCE">
        <w:t xml:space="preserve">, </w:t>
      </w:r>
      <w:r w:rsidRPr="00DA4E77">
        <w:t>se sent emporté par le souffle dont s</w:t>
      </w:r>
      <w:r w:rsidR="00276CCE">
        <w:t>’</w:t>
      </w:r>
      <w:r w:rsidRPr="00DA4E77">
        <w:t>emplit la métropole</w:t>
      </w:r>
      <w:r w:rsidR="00276CCE">
        <w:t>.</w:t>
      </w:r>
    </w:p>
    <w:p w14:paraId="6E12DC34" w14:textId="58A2E3BD" w:rsidR="002A4158" w:rsidRPr="00DA4E77" w:rsidRDefault="00276CCE" w:rsidP="002A4158">
      <w:r>
        <w:t>« </w:t>
      </w:r>
      <w:r w:rsidR="002A4158" w:rsidRPr="00DA4E77">
        <w:t>Pauvres gens</w:t>
      </w:r>
      <w:r>
        <w:t xml:space="preserve">, </w:t>
      </w:r>
      <w:r w:rsidR="002A4158" w:rsidRPr="00DA4E77">
        <w:t>pense-t-il</w:t>
      </w:r>
      <w:r>
        <w:t xml:space="preserve">, </w:t>
      </w:r>
      <w:r w:rsidR="002A4158" w:rsidRPr="00DA4E77">
        <w:t>ils ne savent pas où ils vont</w:t>
      </w:r>
      <w:r>
        <w:t xml:space="preserve">, </w:t>
      </w:r>
      <w:r w:rsidR="002A4158" w:rsidRPr="00DA4E77">
        <w:t>si nul ne se lève pour les conduire</w:t>
      </w:r>
      <w:r>
        <w:t>. »</w:t>
      </w:r>
    </w:p>
    <w:p w14:paraId="3E56EED7" w14:textId="77777777" w:rsidR="00276CCE" w:rsidRDefault="002A4158" w:rsidP="002A4158">
      <w:r w:rsidRPr="00DA4E77">
        <w:t>Et les paroles d</w:t>
      </w:r>
      <w:r w:rsidR="00276CCE">
        <w:t>’</w:t>
      </w:r>
      <w:proofErr w:type="spellStart"/>
      <w:r w:rsidRPr="00DA4E77">
        <w:t>Oréa</w:t>
      </w:r>
      <w:proofErr w:type="spellEnd"/>
      <w:r w:rsidRPr="00DA4E77">
        <w:t xml:space="preserve"> se répètent à sa mémoire</w:t>
      </w:r>
      <w:r w:rsidR="00276CCE">
        <w:t xml:space="preserve">. </w:t>
      </w:r>
      <w:r w:rsidRPr="00DA4E77">
        <w:t>Puis</w:t>
      </w:r>
      <w:r w:rsidR="00276CCE">
        <w:t xml:space="preserve">, </w:t>
      </w:r>
      <w:r w:rsidRPr="00DA4E77">
        <w:t>il so</w:t>
      </w:r>
      <w:r w:rsidRPr="00DA4E77">
        <w:t>n</w:t>
      </w:r>
      <w:r w:rsidRPr="00DA4E77">
        <w:t>ge aux êtres bons</w:t>
      </w:r>
      <w:r w:rsidR="00276CCE">
        <w:t xml:space="preserve">, </w:t>
      </w:r>
      <w:r w:rsidRPr="00DA4E77">
        <w:t>courageux et justes</w:t>
      </w:r>
      <w:r w:rsidR="00276CCE">
        <w:t xml:space="preserve">, </w:t>
      </w:r>
      <w:r w:rsidRPr="00DA4E77">
        <w:t>restés dans Atlantis</w:t>
      </w:r>
      <w:r w:rsidR="00276CCE">
        <w:t xml:space="preserve">, </w:t>
      </w:r>
      <w:r w:rsidRPr="00DA4E77">
        <w:t>à ceux dont les énergies assemblées pourraient suffire à sauver la ville</w:t>
      </w:r>
      <w:r w:rsidR="00276CCE">
        <w:t>.</w:t>
      </w:r>
    </w:p>
    <w:p w14:paraId="5A91DD2A" w14:textId="77777777" w:rsidR="00276CCE" w:rsidRDefault="002A4158" w:rsidP="002A4158">
      <w:r w:rsidRPr="00DA4E77">
        <w:t>Justement</w:t>
      </w:r>
      <w:r w:rsidR="00276CCE">
        <w:t xml:space="preserve">, </w:t>
      </w:r>
      <w:r w:rsidRPr="00DA4E77">
        <w:t>voici qu</w:t>
      </w:r>
      <w:r w:rsidR="00276CCE">
        <w:t>’</w:t>
      </w:r>
      <w:r w:rsidRPr="00DA4E77">
        <w:t>une clameur enthousiaste éclate au m</w:t>
      </w:r>
      <w:r w:rsidRPr="00DA4E77">
        <w:t>i</w:t>
      </w:r>
      <w:r w:rsidRPr="00DA4E77">
        <w:t>lieu de la place des Eaux</w:t>
      </w:r>
      <w:r w:rsidR="00276CCE">
        <w:t xml:space="preserve">, </w:t>
      </w:r>
      <w:r w:rsidRPr="00DA4E77">
        <w:t>couvrant tout autre bruit d</w:t>
      </w:r>
      <w:r w:rsidR="00276CCE">
        <w:t>’</w:t>
      </w:r>
      <w:r w:rsidRPr="00DA4E77">
        <w:t>alentour</w:t>
      </w:r>
      <w:r w:rsidR="00276CCE">
        <w:t xml:space="preserve">. </w:t>
      </w:r>
      <w:r w:rsidRPr="00DA4E77">
        <w:t xml:space="preserve">Le nom de </w:t>
      </w:r>
      <w:proofErr w:type="spellStart"/>
      <w:r w:rsidRPr="00DA4E77">
        <w:t>Knephao</w:t>
      </w:r>
      <w:proofErr w:type="spellEnd"/>
      <w:r w:rsidRPr="00DA4E77">
        <w:t xml:space="preserve"> jaillit de mille gosiers</w:t>
      </w:r>
      <w:r w:rsidR="00276CCE">
        <w:t xml:space="preserve">. </w:t>
      </w:r>
      <w:r w:rsidRPr="00DA4E77">
        <w:t>Et d</w:t>
      </w:r>
      <w:r w:rsidR="00276CCE">
        <w:t>’</w:t>
      </w:r>
      <w:r w:rsidRPr="00DA4E77">
        <w:t>un ondoiement tumultueux</w:t>
      </w:r>
      <w:r w:rsidR="00276CCE">
        <w:t xml:space="preserve">, </w:t>
      </w:r>
      <w:r w:rsidRPr="00DA4E77">
        <w:t>émerge</w:t>
      </w:r>
      <w:r w:rsidR="00276CCE">
        <w:t xml:space="preserve">, </w:t>
      </w:r>
      <w:r w:rsidRPr="00DA4E77">
        <w:t>à cheval</w:t>
      </w:r>
      <w:r w:rsidR="00276CCE">
        <w:t xml:space="preserve">, </w:t>
      </w:r>
      <w:r w:rsidRPr="00DA4E77">
        <w:t>le géant égyptien</w:t>
      </w:r>
      <w:r w:rsidR="00276CCE">
        <w:t xml:space="preserve">, </w:t>
      </w:r>
      <w:r w:rsidRPr="00DA4E77">
        <w:t>accourant à la rencontre de son prince et ami</w:t>
      </w:r>
      <w:r w:rsidR="00276CCE">
        <w:t>.</w:t>
      </w:r>
    </w:p>
    <w:p w14:paraId="7C62B683" w14:textId="77777777" w:rsidR="00276CCE" w:rsidRDefault="002A4158" w:rsidP="002A4158">
      <w:r w:rsidRPr="00DA4E77">
        <w:t>À cette vue</w:t>
      </w:r>
      <w:r w:rsidR="00276CCE">
        <w:t xml:space="preserve">, </w:t>
      </w:r>
      <w:proofErr w:type="spellStart"/>
      <w:r w:rsidRPr="00DA4E77">
        <w:t>Hellas</w:t>
      </w:r>
      <w:proofErr w:type="spellEnd"/>
      <w:r w:rsidR="00276CCE">
        <w:t xml:space="preserve">, </w:t>
      </w:r>
      <w:r w:rsidRPr="00DA4E77">
        <w:t>complètement rasséréné</w:t>
      </w:r>
      <w:r w:rsidR="00276CCE">
        <w:t xml:space="preserve">, </w:t>
      </w:r>
      <w:r w:rsidRPr="00DA4E77">
        <w:t>sent renaître en lui tout l</w:t>
      </w:r>
      <w:r w:rsidR="00276CCE">
        <w:t>’</w:t>
      </w:r>
      <w:r w:rsidRPr="00DA4E77">
        <w:t>amour que jadis il nourrissait pour la Cité glorieuse</w:t>
      </w:r>
      <w:r w:rsidR="00276CCE">
        <w:t xml:space="preserve">, </w:t>
      </w:r>
      <w:r w:rsidRPr="00DA4E77">
        <w:t>et</w:t>
      </w:r>
      <w:r w:rsidR="00276CCE">
        <w:t xml:space="preserve">, </w:t>
      </w:r>
      <w:r w:rsidRPr="00DA4E77">
        <w:t>les yeux rayonnants de joie</w:t>
      </w:r>
      <w:r w:rsidR="00276CCE">
        <w:t xml:space="preserve">, </w:t>
      </w:r>
      <w:r w:rsidRPr="00DA4E77">
        <w:t>le geste large</w:t>
      </w:r>
      <w:r w:rsidR="00276CCE">
        <w:t xml:space="preserve">, </w:t>
      </w:r>
      <w:r w:rsidRPr="00DA4E77">
        <w:t>il fait signe au peuple d</w:t>
      </w:r>
      <w:r w:rsidR="00276CCE">
        <w:t>’</w:t>
      </w:r>
      <w:r w:rsidRPr="00DA4E77">
        <w:t>observer le silence</w:t>
      </w:r>
      <w:r w:rsidR="00276CCE">
        <w:t>.</w:t>
      </w:r>
    </w:p>
    <w:p w14:paraId="2154C5DF" w14:textId="77777777" w:rsidR="00276CCE" w:rsidRDefault="00276CCE" w:rsidP="002A4158">
      <w:r>
        <w:t>— </w:t>
      </w:r>
      <w:r w:rsidR="002A4158" w:rsidRPr="00DA4E77">
        <w:t>Citadins d</w:t>
      </w:r>
      <w:r>
        <w:t>’</w:t>
      </w:r>
      <w:r w:rsidR="002A4158" w:rsidRPr="00DA4E77">
        <w:t>Atlantis</w:t>
      </w:r>
      <w:r>
        <w:t xml:space="preserve">, </w:t>
      </w:r>
      <w:r w:rsidR="002A4158" w:rsidRPr="00DA4E77">
        <w:t>me voici devant vous</w:t>
      </w:r>
      <w:r>
        <w:t xml:space="preserve">, </w:t>
      </w:r>
      <w:r w:rsidR="002A4158" w:rsidRPr="00DA4E77">
        <w:t>moi</w:t>
      </w:r>
      <w:r>
        <w:t xml:space="preserve">, </w:t>
      </w:r>
      <w:proofErr w:type="spellStart"/>
      <w:r w:rsidR="002A4158" w:rsidRPr="00DA4E77">
        <w:t>Hellas</w:t>
      </w:r>
      <w:proofErr w:type="spellEnd"/>
      <w:r>
        <w:t xml:space="preserve">, </w:t>
      </w:r>
      <w:r w:rsidR="002A4158" w:rsidRPr="00DA4E77">
        <w:t>votre prince élu</w:t>
      </w:r>
      <w:r>
        <w:t xml:space="preserve"> ; </w:t>
      </w:r>
      <w:r w:rsidR="002A4158" w:rsidRPr="00DA4E77">
        <w:t>celui dont nul ne saurait occuper la place tant qu</w:t>
      </w:r>
      <w:r>
        <w:t>’</w:t>
      </w:r>
      <w:r w:rsidR="002A4158" w:rsidRPr="00DA4E77">
        <w:t>il n</w:t>
      </w:r>
      <w:r>
        <w:t>’</w:t>
      </w:r>
      <w:r w:rsidR="002A4158" w:rsidRPr="00DA4E77">
        <w:t>a pas démérité de vous</w:t>
      </w:r>
      <w:r>
        <w:t xml:space="preserve">. </w:t>
      </w:r>
      <w:r w:rsidR="002A4158" w:rsidRPr="00DA4E77">
        <w:t>Me trouvez-vous digne de vous gouverner encore</w:t>
      </w:r>
      <w:r>
        <w:t> ?</w:t>
      </w:r>
    </w:p>
    <w:p w14:paraId="13AF6DE8" w14:textId="77777777" w:rsidR="00276CCE" w:rsidRDefault="00276CCE" w:rsidP="002A4158">
      <w:r>
        <w:t>— </w:t>
      </w:r>
      <w:r w:rsidR="002A4158" w:rsidRPr="00DA4E77">
        <w:t>Oui</w:t>
      </w:r>
      <w:r>
        <w:t xml:space="preserve"> ! </w:t>
      </w:r>
      <w:r w:rsidR="002A4158" w:rsidRPr="00DA4E77">
        <w:t>Oui</w:t>
      </w:r>
      <w:r>
        <w:t xml:space="preserve"> ! </w:t>
      </w:r>
      <w:r w:rsidR="002A4158" w:rsidRPr="00DA4E77">
        <w:t>gronde une rafale humaine</w:t>
      </w:r>
      <w:r>
        <w:t xml:space="preserve">, </w:t>
      </w:r>
      <w:r w:rsidR="002A4158" w:rsidRPr="00DA4E77">
        <w:t>qui va grossissant de place en place</w:t>
      </w:r>
      <w:r>
        <w:t>.</w:t>
      </w:r>
    </w:p>
    <w:p w14:paraId="540DDFB7" w14:textId="77777777" w:rsidR="00276CCE" w:rsidRDefault="00276CCE" w:rsidP="002A4158">
      <w:r>
        <w:lastRenderedPageBreak/>
        <w:t>— </w:t>
      </w:r>
      <w:r w:rsidR="002A4158" w:rsidRPr="00DA4E77">
        <w:t>Vous ne m</w:t>
      </w:r>
      <w:r>
        <w:t>’</w:t>
      </w:r>
      <w:r w:rsidR="002A4158" w:rsidRPr="00DA4E77">
        <w:t>attendiez pas</w:t>
      </w:r>
      <w:r>
        <w:t xml:space="preserve">, </w:t>
      </w:r>
      <w:r w:rsidR="002A4158" w:rsidRPr="00DA4E77">
        <w:t>sans nul doute</w:t>
      </w:r>
      <w:r>
        <w:t xml:space="preserve"> ? </w:t>
      </w:r>
      <w:r w:rsidR="002A4158" w:rsidRPr="00DA4E77">
        <w:t>Et vous croyiez que je me débattais encore dans les broussailles des peuples i</w:t>
      </w:r>
      <w:r w:rsidR="002A4158" w:rsidRPr="00DA4E77">
        <w:t>n</w:t>
      </w:r>
      <w:r w:rsidR="002A4158" w:rsidRPr="00DA4E77">
        <w:t>connus</w:t>
      </w:r>
      <w:r>
        <w:t xml:space="preserve"> ? </w:t>
      </w:r>
      <w:r w:rsidR="002A4158" w:rsidRPr="00DA4E77">
        <w:t>Eh bien</w:t>
      </w:r>
      <w:r>
        <w:t xml:space="preserve">, </w:t>
      </w:r>
      <w:r w:rsidR="002A4158" w:rsidRPr="00DA4E77">
        <w:t>non</w:t>
      </w:r>
      <w:r>
        <w:t xml:space="preserve"> ! </w:t>
      </w:r>
      <w:r w:rsidR="002A4158" w:rsidRPr="00DA4E77">
        <w:t>Me voici parmi vous</w:t>
      </w:r>
      <w:r>
        <w:t xml:space="preserve">, </w:t>
      </w:r>
      <w:r w:rsidR="002A4158" w:rsidRPr="00DA4E77">
        <w:t>vainqueur</w:t>
      </w:r>
      <w:r>
        <w:t xml:space="preserve"> ; </w:t>
      </w:r>
      <w:r w:rsidR="002A4158" w:rsidRPr="00DA4E77">
        <w:t>et d</w:t>
      </w:r>
      <w:r w:rsidR="002A4158" w:rsidRPr="00DA4E77">
        <w:t>e</w:t>
      </w:r>
      <w:r w:rsidR="002A4158" w:rsidRPr="00DA4E77">
        <w:t>main</w:t>
      </w:r>
      <w:r>
        <w:t xml:space="preserve">, </w:t>
      </w:r>
      <w:r w:rsidR="002A4158" w:rsidRPr="00DA4E77">
        <w:t>ce soir peut-être</w:t>
      </w:r>
      <w:r>
        <w:t xml:space="preserve">, </w:t>
      </w:r>
      <w:r w:rsidR="002A4158" w:rsidRPr="00DA4E77">
        <w:t>ma grande flotte arrivera en vue de la rade</w:t>
      </w:r>
      <w:r>
        <w:t xml:space="preserve">, </w:t>
      </w:r>
      <w:r w:rsidR="002A4158" w:rsidRPr="00DA4E77">
        <w:t>vous rapportant les tributs des nations nouvelles et les serments de nos jeunes colons</w:t>
      </w:r>
      <w:r>
        <w:t> !</w:t>
      </w:r>
    </w:p>
    <w:p w14:paraId="10BC9F6E" w14:textId="77777777" w:rsidR="00276CCE" w:rsidRDefault="00276CCE" w:rsidP="002A4158">
      <w:r>
        <w:t>— </w:t>
      </w:r>
      <w:r w:rsidR="002A4158" w:rsidRPr="00DA4E77">
        <w:t>Gloire</w:t>
      </w:r>
      <w:r>
        <w:t xml:space="preserve"> ! </w:t>
      </w:r>
      <w:r w:rsidR="002A4158" w:rsidRPr="00DA4E77">
        <w:t>Gloire</w:t>
      </w:r>
      <w:r>
        <w:t xml:space="preserve"> ! </w:t>
      </w:r>
      <w:r w:rsidR="002A4158" w:rsidRPr="00DA4E77">
        <w:t>hurlent à ces mots les citadins debout sur les barques ou hissés dans les mâtures</w:t>
      </w:r>
      <w:r>
        <w:t>.</w:t>
      </w:r>
    </w:p>
    <w:p w14:paraId="50EB3BD3" w14:textId="77777777" w:rsidR="00276CCE" w:rsidRDefault="00276CCE" w:rsidP="002A4158">
      <w:r>
        <w:t>— </w:t>
      </w:r>
      <w:r w:rsidR="002A4158" w:rsidRPr="00DA4E77">
        <w:t>Gloire et richesse pour Atlantis</w:t>
      </w:r>
      <w:r>
        <w:t> !</w:t>
      </w:r>
    </w:p>
    <w:p w14:paraId="4BC2252B" w14:textId="77777777" w:rsidR="00276CCE" w:rsidRDefault="00276CCE" w:rsidP="002A4158">
      <w:r>
        <w:t>— </w:t>
      </w:r>
      <w:r w:rsidR="002A4158" w:rsidRPr="00DA4E77">
        <w:t>Je désire</w:t>
      </w:r>
      <w:r>
        <w:t xml:space="preserve">, </w:t>
      </w:r>
      <w:r w:rsidR="002A4158" w:rsidRPr="00DA4E77">
        <w:t xml:space="preserve">poursuit </w:t>
      </w:r>
      <w:proofErr w:type="spellStart"/>
      <w:r w:rsidR="002A4158" w:rsidRPr="00DA4E77">
        <w:t>Hellas</w:t>
      </w:r>
      <w:proofErr w:type="spellEnd"/>
      <w:r>
        <w:t xml:space="preserve">, </w:t>
      </w:r>
      <w:r w:rsidR="002A4158" w:rsidRPr="00DA4E77">
        <w:t>que nul souvenir des heures mauvaises ne vienne troubler votre joie</w:t>
      </w:r>
      <w:r>
        <w:t xml:space="preserve">. </w:t>
      </w:r>
      <w:r w:rsidR="002A4158" w:rsidRPr="00DA4E77">
        <w:t>Qu</w:t>
      </w:r>
      <w:r>
        <w:t>’</w:t>
      </w:r>
      <w:r w:rsidR="002A4158" w:rsidRPr="00DA4E77">
        <w:t>Atlantis vive éte</w:t>
      </w:r>
      <w:r w:rsidR="002A4158" w:rsidRPr="00DA4E77">
        <w:t>r</w:t>
      </w:r>
      <w:r w:rsidR="002A4158" w:rsidRPr="00DA4E77">
        <w:t>nellement</w:t>
      </w:r>
      <w:r>
        <w:t> !…</w:t>
      </w:r>
    </w:p>
    <w:p w14:paraId="3D55A642" w14:textId="77777777" w:rsidR="00276CCE" w:rsidRDefault="00276CCE" w:rsidP="002A4158">
      <w:r>
        <w:t>— </w:t>
      </w:r>
      <w:r w:rsidR="002A4158" w:rsidRPr="00DA4E77">
        <w:t>Éternellement</w:t>
      </w:r>
      <w:r>
        <w:t xml:space="preserve"> ! </w:t>
      </w:r>
      <w:r w:rsidR="002A4158" w:rsidRPr="00DA4E77">
        <w:t>continue la foule</w:t>
      </w:r>
      <w:r>
        <w:t>.</w:t>
      </w:r>
    </w:p>
    <w:p w14:paraId="116995AB" w14:textId="77777777" w:rsidR="00276CCE" w:rsidRDefault="00276CCE" w:rsidP="002A4158">
      <w:r>
        <w:t xml:space="preserve">— … </w:t>
      </w:r>
      <w:r w:rsidR="002A4158" w:rsidRPr="00DA4E77">
        <w:t>et que toute haine cesse dans le cœur de ses fils</w:t>
      </w:r>
      <w:r>
        <w:t xml:space="preserve"> ! </w:t>
      </w:r>
      <w:r w:rsidR="002A4158" w:rsidRPr="00DA4E77">
        <w:t>Toi</w:t>
      </w:r>
      <w:r>
        <w:t xml:space="preserve">, </w:t>
      </w:r>
      <w:proofErr w:type="spellStart"/>
      <w:r w:rsidR="002A4158" w:rsidRPr="00DA4E77">
        <w:t>Knephao</w:t>
      </w:r>
      <w:proofErr w:type="spellEnd"/>
      <w:r>
        <w:t xml:space="preserve">, </w:t>
      </w:r>
      <w:r w:rsidR="002A4158" w:rsidRPr="00DA4E77">
        <w:t>dit-il</w:t>
      </w:r>
      <w:r>
        <w:t xml:space="preserve">, </w:t>
      </w:r>
      <w:r w:rsidR="002A4158" w:rsidRPr="00DA4E77">
        <w:t>s</w:t>
      </w:r>
      <w:r>
        <w:t>’</w:t>
      </w:r>
      <w:r w:rsidR="002A4158" w:rsidRPr="00DA4E77">
        <w:t>adressant au géant</w:t>
      </w:r>
      <w:r>
        <w:t xml:space="preserve">, </w:t>
      </w:r>
      <w:r w:rsidR="002A4158" w:rsidRPr="00DA4E77">
        <w:t>déjà descendu sur la place des Eaux</w:t>
      </w:r>
      <w:r>
        <w:t xml:space="preserve">, </w:t>
      </w:r>
      <w:r w:rsidR="002A4158" w:rsidRPr="00DA4E77">
        <w:t>toi je te remercie pour avoir veillé sur la Cité qui t</w:t>
      </w:r>
      <w:r>
        <w:t>’</w:t>
      </w:r>
      <w:r w:rsidR="002A4158" w:rsidRPr="00DA4E77">
        <w:t>aime et que tu aimes</w:t>
      </w:r>
      <w:r>
        <w:t xml:space="preserve">. </w:t>
      </w:r>
      <w:r w:rsidR="002A4158" w:rsidRPr="00DA4E77">
        <w:t xml:space="preserve">Dis à </w:t>
      </w:r>
      <w:proofErr w:type="spellStart"/>
      <w:r w:rsidR="002A4158" w:rsidRPr="00DA4E77">
        <w:t>Hermos</w:t>
      </w:r>
      <w:proofErr w:type="spellEnd"/>
      <w:r>
        <w:t xml:space="preserve">, </w:t>
      </w:r>
      <w:r w:rsidR="002A4158" w:rsidRPr="00DA4E77">
        <w:t>notre grand poète</w:t>
      </w:r>
      <w:r>
        <w:t xml:space="preserve">, </w:t>
      </w:r>
      <w:r w:rsidR="002A4158" w:rsidRPr="00DA4E77">
        <w:t>mon frère bien-aimé</w:t>
      </w:r>
      <w:r>
        <w:t xml:space="preserve">, </w:t>
      </w:r>
      <w:r w:rsidR="002A4158" w:rsidRPr="00DA4E77">
        <w:t>que je le loue d</w:t>
      </w:r>
      <w:r>
        <w:t>’</w:t>
      </w:r>
      <w:r w:rsidR="002A4158" w:rsidRPr="00DA4E77">
        <w:t>avoir</w:t>
      </w:r>
      <w:r>
        <w:t xml:space="preserve">, </w:t>
      </w:r>
      <w:r w:rsidR="002A4158" w:rsidRPr="00DA4E77">
        <w:t>avant mon retour</w:t>
      </w:r>
      <w:r>
        <w:t xml:space="preserve">, </w:t>
      </w:r>
      <w:r w:rsidR="002A4158" w:rsidRPr="00DA4E77">
        <w:t>sacrifié son repos à la garde de la Terrasse Sainte</w:t>
      </w:r>
      <w:r>
        <w:t xml:space="preserve">. </w:t>
      </w:r>
      <w:r w:rsidR="002A4158" w:rsidRPr="00DA4E77">
        <w:t>Et vous tous</w:t>
      </w:r>
      <w:r>
        <w:t xml:space="preserve">, </w:t>
      </w:r>
      <w:r w:rsidR="002A4158" w:rsidRPr="00DA4E77">
        <w:t>amis connus ou inconnus</w:t>
      </w:r>
      <w:r>
        <w:t xml:space="preserve">, </w:t>
      </w:r>
      <w:r w:rsidR="002A4158" w:rsidRPr="00DA4E77">
        <w:t>vous tous qui</w:t>
      </w:r>
      <w:r>
        <w:t xml:space="preserve">, </w:t>
      </w:r>
      <w:r w:rsidR="002A4158" w:rsidRPr="00DA4E77">
        <w:t>durant mon absence</w:t>
      </w:r>
      <w:r>
        <w:t xml:space="preserve">, </w:t>
      </w:r>
      <w:r w:rsidR="002A4158" w:rsidRPr="00DA4E77">
        <w:t>n</w:t>
      </w:r>
      <w:r>
        <w:t>’</w:t>
      </w:r>
      <w:r w:rsidR="002A4158" w:rsidRPr="00DA4E77">
        <w:t>avez pas oublié que je luttais pour vous</w:t>
      </w:r>
      <w:r>
        <w:t xml:space="preserve">, </w:t>
      </w:r>
      <w:r w:rsidR="002A4158" w:rsidRPr="00DA4E77">
        <w:t>je vous salue</w:t>
      </w:r>
      <w:r>
        <w:t>.</w:t>
      </w:r>
    </w:p>
    <w:p w14:paraId="73B312F5" w14:textId="77777777" w:rsidR="00276CCE" w:rsidRDefault="00276CCE" w:rsidP="002A4158">
      <w:r>
        <w:t>— </w:t>
      </w:r>
      <w:r w:rsidR="002A4158" w:rsidRPr="00DA4E77">
        <w:t>Salut à toi</w:t>
      </w:r>
      <w:r>
        <w:t xml:space="preserve">, </w:t>
      </w:r>
      <w:proofErr w:type="spellStart"/>
      <w:r w:rsidR="002A4158" w:rsidRPr="00DA4E77">
        <w:t>Hellas</w:t>
      </w:r>
      <w:proofErr w:type="spellEnd"/>
      <w:r>
        <w:t xml:space="preserve"> ! </w:t>
      </w:r>
      <w:r w:rsidR="002A4158" w:rsidRPr="00DA4E77">
        <w:t xml:space="preserve">reprend </w:t>
      </w:r>
      <w:proofErr w:type="spellStart"/>
      <w:r w:rsidR="002A4158" w:rsidRPr="00DA4E77">
        <w:t>Knephao</w:t>
      </w:r>
      <w:proofErr w:type="spellEnd"/>
      <w:r>
        <w:t>.</w:t>
      </w:r>
    </w:p>
    <w:p w14:paraId="540C8436" w14:textId="77777777" w:rsidR="00276CCE" w:rsidRDefault="00276CCE" w:rsidP="002A4158">
      <w:r>
        <w:t>— </w:t>
      </w:r>
      <w:r w:rsidR="002A4158" w:rsidRPr="00DA4E77">
        <w:t>À toi</w:t>
      </w:r>
      <w:r>
        <w:t xml:space="preserve"> ! </w:t>
      </w:r>
      <w:r w:rsidR="002A4158" w:rsidRPr="00DA4E77">
        <w:t>scande la foule</w:t>
      </w:r>
      <w:r>
        <w:t>.</w:t>
      </w:r>
    </w:p>
    <w:p w14:paraId="46349AC0" w14:textId="77777777" w:rsidR="00276CCE" w:rsidRDefault="002A4158" w:rsidP="002A4158">
      <w:r w:rsidRPr="00DA4E77">
        <w:t>Alors</w:t>
      </w:r>
      <w:r w:rsidR="00276CCE">
        <w:t xml:space="preserve">, </w:t>
      </w:r>
      <w:r w:rsidRPr="00DA4E77">
        <w:t>se retournant vers le groupe inquiet de ses ennemis</w:t>
      </w:r>
      <w:r w:rsidR="00276CCE">
        <w:t xml:space="preserve">, </w:t>
      </w:r>
      <w:proofErr w:type="spellStart"/>
      <w:r w:rsidRPr="00DA4E77">
        <w:t>Hellas</w:t>
      </w:r>
      <w:proofErr w:type="spellEnd"/>
      <w:r w:rsidR="00276CCE">
        <w:t xml:space="preserve">, </w:t>
      </w:r>
      <w:r w:rsidRPr="00DA4E77">
        <w:t>d</w:t>
      </w:r>
      <w:r w:rsidR="00276CCE">
        <w:t>’</w:t>
      </w:r>
      <w:r w:rsidRPr="00DA4E77">
        <w:t>une voix lente et claire</w:t>
      </w:r>
      <w:r w:rsidR="00276CCE">
        <w:t xml:space="preserve">, </w:t>
      </w:r>
      <w:r w:rsidRPr="00DA4E77">
        <w:t>laisse tomber ces mots</w:t>
      </w:r>
      <w:r w:rsidR="00276CCE">
        <w:t> :</w:t>
      </w:r>
    </w:p>
    <w:p w14:paraId="03DAC883" w14:textId="77777777" w:rsidR="00276CCE" w:rsidRDefault="00276CCE" w:rsidP="002A4158">
      <w:r>
        <w:lastRenderedPageBreak/>
        <w:t>— </w:t>
      </w:r>
      <w:r w:rsidR="002A4158" w:rsidRPr="00DA4E77">
        <w:t>Si dans les tourments de ma vie publique</w:t>
      </w:r>
      <w:r>
        <w:t xml:space="preserve">, </w:t>
      </w:r>
      <w:r w:rsidR="002A4158" w:rsidRPr="00DA4E77">
        <w:t>j</w:t>
      </w:r>
      <w:r>
        <w:t>’</w:t>
      </w:r>
      <w:r w:rsidR="002A4158" w:rsidRPr="00DA4E77">
        <w:t>ai pu</w:t>
      </w:r>
      <w:r>
        <w:t xml:space="preserve">, </w:t>
      </w:r>
      <w:r w:rsidR="002A4158" w:rsidRPr="00DA4E77">
        <w:t>autour de moi</w:t>
      </w:r>
      <w:r>
        <w:t xml:space="preserve">, </w:t>
      </w:r>
      <w:r w:rsidR="002A4158" w:rsidRPr="00DA4E77">
        <w:t>susciter quelques haines</w:t>
      </w:r>
      <w:r>
        <w:t xml:space="preserve">, </w:t>
      </w:r>
      <w:r w:rsidR="002A4158" w:rsidRPr="00DA4E77">
        <w:t>j</w:t>
      </w:r>
      <w:r>
        <w:t>’</w:t>
      </w:r>
      <w:r w:rsidR="002A4158" w:rsidRPr="00DA4E77">
        <w:t>en demande pardon à ceux qui</w:t>
      </w:r>
      <w:r>
        <w:t xml:space="preserve">, </w:t>
      </w:r>
      <w:r w:rsidR="002A4158" w:rsidRPr="00DA4E77">
        <w:t>non sans raison peut-être</w:t>
      </w:r>
      <w:r>
        <w:t xml:space="preserve">, </w:t>
      </w:r>
      <w:r w:rsidR="002A4158" w:rsidRPr="00DA4E77">
        <w:t>ont tenté de m</w:t>
      </w:r>
      <w:r>
        <w:t>’</w:t>
      </w:r>
      <w:r w:rsidR="002A4158" w:rsidRPr="00DA4E77">
        <w:t>éloigner</w:t>
      </w:r>
      <w:r>
        <w:t>.</w:t>
      </w:r>
    </w:p>
    <w:p w14:paraId="0617CFA5" w14:textId="77777777" w:rsidR="00276CCE" w:rsidRDefault="002A4158" w:rsidP="002A4158">
      <w:r w:rsidRPr="00DA4E77">
        <w:t>Puis</w:t>
      </w:r>
      <w:r w:rsidR="00276CCE">
        <w:t xml:space="preserve">, </w:t>
      </w:r>
      <w:r w:rsidRPr="00DA4E77">
        <w:t>de nouveau</w:t>
      </w:r>
      <w:r w:rsidR="00276CCE">
        <w:t xml:space="preserve">, </w:t>
      </w:r>
      <w:r w:rsidRPr="00DA4E77">
        <w:t>s</w:t>
      </w:r>
      <w:r w:rsidR="00276CCE">
        <w:t>’</w:t>
      </w:r>
      <w:r w:rsidRPr="00DA4E77">
        <w:t>adressant au peuple assemblé sur les rives</w:t>
      </w:r>
      <w:r w:rsidR="00276CCE">
        <w:t> :</w:t>
      </w:r>
    </w:p>
    <w:p w14:paraId="551CE6E2" w14:textId="77777777" w:rsidR="00276CCE" w:rsidRDefault="00276CCE" w:rsidP="002A4158">
      <w:r>
        <w:t>— </w:t>
      </w:r>
      <w:r w:rsidR="002A4158" w:rsidRPr="00DA4E77">
        <w:t>Qui parmi vous</w:t>
      </w:r>
      <w:r>
        <w:t xml:space="preserve">, </w:t>
      </w:r>
      <w:r w:rsidR="002A4158" w:rsidRPr="00DA4E77">
        <w:t>Atlantes</w:t>
      </w:r>
      <w:r>
        <w:t xml:space="preserve">, </w:t>
      </w:r>
      <w:r w:rsidR="002A4158" w:rsidRPr="00DA4E77">
        <w:t>me juge indigne de l</w:t>
      </w:r>
      <w:r>
        <w:t>’</w:t>
      </w:r>
      <w:r w:rsidR="002A4158" w:rsidRPr="00DA4E77">
        <w:t>Empire</w:t>
      </w:r>
      <w:r>
        <w:t> ?</w:t>
      </w:r>
    </w:p>
    <w:p w14:paraId="319D9483" w14:textId="77777777" w:rsidR="00276CCE" w:rsidRDefault="00276CCE" w:rsidP="002A4158">
      <w:r>
        <w:t>— </w:t>
      </w:r>
      <w:r w:rsidR="002A4158" w:rsidRPr="00DA4E77">
        <w:t>Personne</w:t>
      </w:r>
      <w:r>
        <w:t xml:space="preserve"> ! </w:t>
      </w:r>
      <w:r w:rsidR="002A4158" w:rsidRPr="00DA4E77">
        <w:t>Personne</w:t>
      </w:r>
      <w:r>
        <w:t xml:space="preserve"> ! </w:t>
      </w:r>
      <w:r w:rsidR="002A4158" w:rsidRPr="00DA4E77">
        <w:t>vocifère une clameur unanime</w:t>
      </w:r>
      <w:r>
        <w:t>.</w:t>
      </w:r>
    </w:p>
    <w:p w14:paraId="7D51C5D7" w14:textId="77777777" w:rsidR="00276CCE" w:rsidRDefault="00276CCE" w:rsidP="002A4158">
      <w:r>
        <w:t>— </w:t>
      </w:r>
      <w:r w:rsidR="002A4158" w:rsidRPr="00DA4E77">
        <w:t>Alors</w:t>
      </w:r>
      <w:r>
        <w:t xml:space="preserve">, </w:t>
      </w:r>
      <w:r w:rsidR="002A4158" w:rsidRPr="00DA4E77">
        <w:t>Atlantes</w:t>
      </w:r>
      <w:r>
        <w:t xml:space="preserve">, </w:t>
      </w:r>
      <w:r w:rsidR="002A4158" w:rsidRPr="00DA4E77">
        <w:t>souffrez que je vous laisse à vos réjoui</w:t>
      </w:r>
      <w:r w:rsidR="002A4158" w:rsidRPr="00DA4E77">
        <w:t>s</w:t>
      </w:r>
      <w:r w:rsidR="002A4158" w:rsidRPr="00DA4E77">
        <w:t>sances</w:t>
      </w:r>
      <w:r>
        <w:t xml:space="preserve">, </w:t>
      </w:r>
      <w:r w:rsidR="002A4158" w:rsidRPr="00DA4E77">
        <w:t>et qu</w:t>
      </w:r>
      <w:r>
        <w:t>’</w:t>
      </w:r>
      <w:r w:rsidR="002A4158" w:rsidRPr="00DA4E77">
        <w:t>ayant proclamé l</w:t>
      </w:r>
      <w:r>
        <w:t>’</w:t>
      </w:r>
      <w:r w:rsidR="002A4158" w:rsidRPr="00DA4E77">
        <w:t>union immortelle de la Cité-Reine et de la Mer Souveraine</w:t>
      </w:r>
      <w:r>
        <w:t xml:space="preserve">, </w:t>
      </w:r>
      <w:r w:rsidR="002A4158" w:rsidRPr="00DA4E77">
        <w:t>je puisse en paix regagner mon logis</w:t>
      </w:r>
      <w:r>
        <w:t>.</w:t>
      </w:r>
    </w:p>
    <w:p w14:paraId="6D360791" w14:textId="77777777" w:rsidR="00276CCE" w:rsidRDefault="002A4158" w:rsidP="002A4158">
      <w:r w:rsidRPr="00DA4E77">
        <w:t>Ce disant</w:t>
      </w:r>
      <w:r w:rsidR="00276CCE">
        <w:t xml:space="preserve">, </w:t>
      </w:r>
      <w:proofErr w:type="spellStart"/>
      <w:r w:rsidRPr="00DA4E77">
        <w:t>Hellas</w:t>
      </w:r>
      <w:proofErr w:type="spellEnd"/>
      <w:r w:rsidRPr="00DA4E77">
        <w:t xml:space="preserve"> ordonne à </w:t>
      </w:r>
      <w:proofErr w:type="spellStart"/>
      <w:r w:rsidRPr="00DA4E77">
        <w:t>Belkis</w:t>
      </w:r>
      <w:proofErr w:type="spellEnd"/>
      <w:r w:rsidR="00276CCE">
        <w:t xml:space="preserve">, </w:t>
      </w:r>
      <w:r w:rsidRPr="00DA4E77">
        <w:t>tribun des matelots</w:t>
      </w:r>
      <w:r w:rsidR="00276CCE">
        <w:t xml:space="preserve">, </w:t>
      </w:r>
      <w:r w:rsidRPr="00DA4E77">
        <w:t>de faire aborder le vaisseau</w:t>
      </w:r>
      <w:r w:rsidR="00276CCE">
        <w:t xml:space="preserve">, </w:t>
      </w:r>
      <w:r w:rsidRPr="00DA4E77">
        <w:t>et</w:t>
      </w:r>
      <w:r w:rsidR="00276CCE">
        <w:t xml:space="preserve">, </w:t>
      </w:r>
      <w:r w:rsidRPr="00DA4E77">
        <w:t>accueilli par la jubilation du peuple</w:t>
      </w:r>
      <w:r w:rsidR="00276CCE">
        <w:t xml:space="preserve">, </w:t>
      </w:r>
      <w:r w:rsidRPr="00DA4E77">
        <w:t>il met enfin le pied sur le sol de la cité pavoisée</w:t>
      </w:r>
      <w:r w:rsidR="00276CCE">
        <w:t xml:space="preserve">. </w:t>
      </w:r>
      <w:r w:rsidRPr="00DA4E77">
        <w:t>Stupéfaits</w:t>
      </w:r>
      <w:r w:rsidR="00276CCE">
        <w:t xml:space="preserve">, </w:t>
      </w:r>
      <w:r w:rsidRPr="00DA4E77">
        <w:t xml:space="preserve">les amis de </w:t>
      </w:r>
      <w:proofErr w:type="spellStart"/>
      <w:r w:rsidRPr="00DA4E77">
        <w:t>Guitché</w:t>
      </w:r>
      <w:proofErr w:type="spellEnd"/>
      <w:r w:rsidRPr="00DA4E77">
        <w:t xml:space="preserve"> obéissent à tous ses ordres</w:t>
      </w:r>
      <w:r w:rsidR="00276CCE">
        <w:t xml:space="preserve">, </w:t>
      </w:r>
      <w:r w:rsidRPr="00DA4E77">
        <w:t xml:space="preserve">et </w:t>
      </w:r>
      <w:proofErr w:type="spellStart"/>
      <w:r w:rsidRPr="00DA4E77">
        <w:t>Belkis</w:t>
      </w:r>
      <w:proofErr w:type="spellEnd"/>
      <w:r w:rsidR="00276CCE">
        <w:t xml:space="preserve">, </w:t>
      </w:r>
      <w:r w:rsidRPr="00DA4E77">
        <w:t>le pr</w:t>
      </w:r>
      <w:r w:rsidRPr="00DA4E77">
        <w:t>e</w:t>
      </w:r>
      <w:r w:rsidRPr="00DA4E77">
        <w:t>mier</w:t>
      </w:r>
      <w:r w:rsidR="00276CCE">
        <w:t xml:space="preserve">, </w:t>
      </w:r>
      <w:r w:rsidRPr="00DA4E77">
        <w:t>plus soumis qu</w:t>
      </w:r>
      <w:r w:rsidR="00276CCE">
        <w:t>’</w:t>
      </w:r>
      <w:r w:rsidRPr="00DA4E77">
        <w:t>un esclave</w:t>
      </w:r>
      <w:r w:rsidR="00276CCE">
        <w:t xml:space="preserve">, </w:t>
      </w:r>
      <w:r w:rsidRPr="00DA4E77">
        <w:t>semble guetter</w:t>
      </w:r>
      <w:r w:rsidR="00276CCE">
        <w:t xml:space="preserve">, </w:t>
      </w:r>
      <w:r w:rsidRPr="00DA4E77">
        <w:t>pour les prév</w:t>
      </w:r>
      <w:r w:rsidRPr="00DA4E77">
        <w:t>e</w:t>
      </w:r>
      <w:r w:rsidRPr="00DA4E77">
        <w:t>nir</w:t>
      </w:r>
      <w:r w:rsidR="00276CCE">
        <w:t xml:space="preserve">, </w:t>
      </w:r>
      <w:r w:rsidRPr="00DA4E77">
        <w:t>les moindres désirs du héros</w:t>
      </w:r>
      <w:r w:rsidR="00276CCE">
        <w:t>.</w:t>
      </w:r>
    </w:p>
    <w:p w14:paraId="793E0312" w14:textId="77777777" w:rsidR="00276CCE" w:rsidRDefault="00276CCE" w:rsidP="002A4158">
      <w:r>
        <w:t>— </w:t>
      </w:r>
      <w:r w:rsidR="002A4158" w:rsidRPr="00DA4E77">
        <w:t>Comment se trouve-t-il ici</w:t>
      </w:r>
      <w:r>
        <w:t xml:space="preserve"> ? </w:t>
      </w:r>
      <w:r w:rsidR="002A4158" w:rsidRPr="00DA4E77">
        <w:t xml:space="preserve">murmure tout bas </w:t>
      </w:r>
      <w:proofErr w:type="spellStart"/>
      <w:r w:rsidR="002A4158" w:rsidRPr="00DA4E77">
        <w:t>Barkas</w:t>
      </w:r>
      <w:proofErr w:type="spellEnd"/>
      <w:r w:rsidR="002A4158" w:rsidRPr="00DA4E77">
        <w:t xml:space="preserve"> à </w:t>
      </w:r>
      <w:proofErr w:type="spellStart"/>
      <w:r w:rsidR="002A4158" w:rsidRPr="00DA4E77">
        <w:t>Guitché</w:t>
      </w:r>
      <w:proofErr w:type="spellEnd"/>
      <w:r>
        <w:t>.</w:t>
      </w:r>
    </w:p>
    <w:p w14:paraId="7C41638E" w14:textId="77777777" w:rsidR="00276CCE" w:rsidRDefault="00276CCE" w:rsidP="002A4158">
      <w:r>
        <w:t>— </w:t>
      </w:r>
      <w:r w:rsidR="002A4158" w:rsidRPr="00DA4E77">
        <w:t>J</w:t>
      </w:r>
      <w:r>
        <w:t>’</w:t>
      </w:r>
      <w:r w:rsidR="002A4158" w:rsidRPr="00DA4E77">
        <w:t>en suis tout démonté</w:t>
      </w:r>
      <w:r>
        <w:t xml:space="preserve">, </w:t>
      </w:r>
      <w:r w:rsidR="002A4158" w:rsidRPr="00DA4E77">
        <w:t>répond le maître de l</w:t>
      </w:r>
      <w:r>
        <w:t>’</w:t>
      </w:r>
      <w:r w:rsidR="002A4158" w:rsidRPr="00DA4E77">
        <w:t>Or</w:t>
      </w:r>
      <w:r>
        <w:t xml:space="preserve">. </w:t>
      </w:r>
      <w:r w:rsidR="002A4158" w:rsidRPr="00DA4E77">
        <w:t>D</w:t>
      </w:r>
      <w:r>
        <w:t>’</w:t>
      </w:r>
      <w:r w:rsidR="002A4158" w:rsidRPr="00DA4E77">
        <w:t>où vient-il</w:t>
      </w:r>
      <w:r>
        <w:t xml:space="preserve"> ? </w:t>
      </w:r>
      <w:r w:rsidR="002A4158" w:rsidRPr="00DA4E77">
        <w:t>D</w:t>
      </w:r>
      <w:r>
        <w:t>’</w:t>
      </w:r>
      <w:r w:rsidR="002A4158" w:rsidRPr="00DA4E77">
        <w:t>où sort-il</w:t>
      </w:r>
      <w:r>
        <w:t xml:space="preserve"> ? </w:t>
      </w:r>
      <w:r w:rsidR="002A4158" w:rsidRPr="00DA4E77">
        <w:t>Tombe-t-il du ciel</w:t>
      </w:r>
      <w:r>
        <w:t> ?</w:t>
      </w:r>
    </w:p>
    <w:p w14:paraId="406E3381" w14:textId="77777777" w:rsidR="00276CCE" w:rsidRDefault="00276CCE" w:rsidP="002A4158">
      <w:r>
        <w:t>— </w:t>
      </w:r>
      <w:r w:rsidR="002A4158" w:rsidRPr="00DA4E77">
        <w:t>Peut-être</w:t>
      </w:r>
      <w:r>
        <w:t xml:space="preserve"> ! </w:t>
      </w:r>
      <w:r w:rsidR="002A4158" w:rsidRPr="00DA4E77">
        <w:t xml:space="preserve">fait </w:t>
      </w:r>
      <w:proofErr w:type="spellStart"/>
      <w:r w:rsidR="002A4158" w:rsidRPr="00DA4E77">
        <w:t>Moussor</w:t>
      </w:r>
      <w:proofErr w:type="spellEnd"/>
      <w:r>
        <w:t xml:space="preserve">, </w:t>
      </w:r>
      <w:r w:rsidR="002A4158" w:rsidRPr="00DA4E77">
        <w:t>tribun des marchands</w:t>
      </w:r>
      <w:r>
        <w:t>.</w:t>
      </w:r>
    </w:p>
    <w:p w14:paraId="3D8E7868" w14:textId="77777777" w:rsidR="00276CCE" w:rsidRDefault="002A4158" w:rsidP="002A4158">
      <w:r w:rsidRPr="00DA4E77">
        <w:t>Et prenant un air avisé et mystérieux à la fois</w:t>
      </w:r>
      <w:r w:rsidR="00276CCE">
        <w:t xml:space="preserve">, </w:t>
      </w:r>
      <w:r w:rsidRPr="00DA4E77">
        <w:t>il met un de ses doigts sur les lèvres et chuchote</w:t>
      </w:r>
      <w:r w:rsidR="00276CCE">
        <w:t> :</w:t>
      </w:r>
    </w:p>
    <w:p w14:paraId="367306F0" w14:textId="77777777" w:rsidR="00276CCE" w:rsidRDefault="00276CCE" w:rsidP="002A4158">
      <w:r>
        <w:t>— </w:t>
      </w:r>
      <w:r w:rsidR="002A4158" w:rsidRPr="00DA4E77">
        <w:t>Silence</w:t>
      </w:r>
      <w:r>
        <w:t xml:space="preserve"> ! </w:t>
      </w:r>
      <w:r w:rsidR="002A4158" w:rsidRPr="00DA4E77">
        <w:t>Je vous raconterai cela plus tard</w:t>
      </w:r>
      <w:r>
        <w:t> !</w:t>
      </w:r>
    </w:p>
    <w:p w14:paraId="5EB6166C" w14:textId="77777777" w:rsidR="00276CCE" w:rsidRDefault="00276CCE" w:rsidP="002A4158">
      <w:r>
        <w:lastRenderedPageBreak/>
        <w:t>— </w:t>
      </w:r>
      <w:r w:rsidR="002A4158" w:rsidRPr="00DA4E77">
        <w:t>En tout cas</w:t>
      </w:r>
      <w:r>
        <w:t xml:space="preserve">, </w:t>
      </w:r>
      <w:r w:rsidR="002A4158" w:rsidRPr="00DA4E77">
        <w:t xml:space="preserve">bougonne </w:t>
      </w:r>
      <w:proofErr w:type="spellStart"/>
      <w:r w:rsidR="002A4158" w:rsidRPr="00DA4E77">
        <w:t>Barkas</w:t>
      </w:r>
      <w:proofErr w:type="spellEnd"/>
      <w:r>
        <w:t xml:space="preserve">, </w:t>
      </w:r>
      <w:r w:rsidR="002A4158" w:rsidRPr="00DA4E77">
        <w:t>comment nos gardes l</w:t>
      </w:r>
      <w:r>
        <w:t>’</w:t>
      </w:r>
      <w:r w:rsidR="002A4158" w:rsidRPr="00DA4E77">
        <w:t>ont-ils laissé entrer dans le port</w:t>
      </w:r>
      <w:r>
        <w:t> ?</w:t>
      </w:r>
    </w:p>
    <w:p w14:paraId="7CA80D39" w14:textId="77777777" w:rsidR="00276CCE" w:rsidRDefault="00276CCE" w:rsidP="002A4158">
      <w:r>
        <w:t>— </w:t>
      </w:r>
      <w:r w:rsidR="002A4158" w:rsidRPr="00DA4E77">
        <w:t>Déguisé</w:t>
      </w:r>
      <w:r>
        <w:t xml:space="preserve">, </w:t>
      </w:r>
      <w:r w:rsidR="002A4158" w:rsidRPr="00DA4E77">
        <w:t>sans doute</w:t>
      </w:r>
      <w:r>
        <w:t xml:space="preserve">, </w:t>
      </w:r>
      <w:r w:rsidR="002A4158" w:rsidRPr="00DA4E77">
        <w:t>en simple matelot</w:t>
      </w:r>
      <w:r>
        <w:t xml:space="preserve">. </w:t>
      </w:r>
      <w:r w:rsidR="002A4158" w:rsidRPr="00DA4E77">
        <w:t>Ne se trouvait-il pas dans la barque où chantait la Ligure</w:t>
      </w:r>
      <w:r>
        <w:t> ?</w:t>
      </w:r>
    </w:p>
    <w:p w14:paraId="4601F64F" w14:textId="77777777" w:rsidR="00276CCE" w:rsidRDefault="00276CCE" w:rsidP="002A4158">
      <w:r>
        <w:t>— </w:t>
      </w:r>
      <w:r w:rsidR="002A4158" w:rsidRPr="00DA4E77">
        <w:t>Peut-être</w:t>
      </w:r>
      <w:r>
        <w:t xml:space="preserve">, </w:t>
      </w:r>
      <w:r w:rsidR="002A4158" w:rsidRPr="00DA4E77">
        <w:t>mais silence</w:t>
      </w:r>
      <w:r>
        <w:t xml:space="preserve"> ! </w:t>
      </w:r>
      <w:r w:rsidR="002A4158" w:rsidRPr="00DA4E77">
        <w:t>Des gens du peuple montent dans le vaisseau</w:t>
      </w:r>
      <w:r>
        <w:t>.</w:t>
      </w:r>
    </w:p>
    <w:p w14:paraId="12616A4C" w14:textId="77777777" w:rsidR="00276CCE" w:rsidRDefault="00276CCE" w:rsidP="002A4158">
      <w:r>
        <w:t>— </w:t>
      </w:r>
      <w:r w:rsidR="002A4158" w:rsidRPr="00DA4E77">
        <w:t xml:space="preserve">Où se cache </w:t>
      </w:r>
      <w:proofErr w:type="spellStart"/>
      <w:r w:rsidR="002A4158" w:rsidRPr="00DA4E77">
        <w:t>Melléna</w:t>
      </w:r>
      <w:proofErr w:type="spellEnd"/>
      <w:r>
        <w:t xml:space="preserve"> ? </w:t>
      </w:r>
      <w:r w:rsidR="002A4158" w:rsidRPr="00DA4E77">
        <w:t>s</w:t>
      </w:r>
      <w:r>
        <w:t>’</w:t>
      </w:r>
      <w:r w:rsidR="002A4158" w:rsidRPr="00DA4E77">
        <w:t xml:space="preserve">informe </w:t>
      </w:r>
      <w:proofErr w:type="spellStart"/>
      <w:r w:rsidR="002A4158" w:rsidRPr="00DA4E77">
        <w:t>Guitché</w:t>
      </w:r>
      <w:proofErr w:type="spellEnd"/>
      <w:r>
        <w:t xml:space="preserve">, </w:t>
      </w:r>
      <w:r w:rsidR="002A4158" w:rsidRPr="00DA4E77">
        <w:t>on ne la voit plus parmi nous</w:t>
      </w:r>
      <w:r>
        <w:t xml:space="preserve">. </w:t>
      </w:r>
      <w:r w:rsidR="002A4158" w:rsidRPr="00DA4E77">
        <w:t xml:space="preserve">A-t-elle eu peur du terrible </w:t>
      </w:r>
      <w:proofErr w:type="spellStart"/>
      <w:r w:rsidR="002A4158" w:rsidRPr="00DA4E77">
        <w:t>Hellas</w:t>
      </w:r>
      <w:proofErr w:type="spellEnd"/>
      <w:r>
        <w:t> ?</w:t>
      </w:r>
    </w:p>
    <w:p w14:paraId="786E3657" w14:textId="77777777" w:rsidR="00276CCE" w:rsidRDefault="00276CCE" w:rsidP="002A4158">
      <w:r>
        <w:t>— </w:t>
      </w:r>
      <w:proofErr w:type="spellStart"/>
      <w:r w:rsidR="002A4158" w:rsidRPr="00DA4E77">
        <w:t>Melléna</w:t>
      </w:r>
      <w:proofErr w:type="spellEnd"/>
      <w:r>
        <w:t xml:space="preserve"> ? </w:t>
      </w:r>
      <w:r w:rsidR="002A4158" w:rsidRPr="00DA4E77">
        <w:t xml:space="preserve">répond </w:t>
      </w:r>
      <w:proofErr w:type="spellStart"/>
      <w:r w:rsidR="002A4158" w:rsidRPr="00DA4E77">
        <w:t>Barkas</w:t>
      </w:r>
      <w:proofErr w:type="spellEnd"/>
      <w:r>
        <w:t xml:space="preserve">. </w:t>
      </w:r>
      <w:r w:rsidR="002A4158" w:rsidRPr="00DA4E77">
        <w:t>Pendant que le grand com</w:t>
      </w:r>
      <w:r w:rsidR="002A4158" w:rsidRPr="00DA4E77">
        <w:t>é</w:t>
      </w:r>
      <w:r w:rsidR="002A4158" w:rsidRPr="00DA4E77">
        <w:t>dien jetait au vent ses inutiles paroles</w:t>
      </w:r>
      <w:r>
        <w:t xml:space="preserve">, </w:t>
      </w:r>
      <w:r w:rsidR="002A4158" w:rsidRPr="00DA4E77">
        <w:t>elle a profité de l</w:t>
      </w:r>
      <w:r>
        <w:t>’</w:t>
      </w:r>
      <w:r w:rsidR="002A4158" w:rsidRPr="00DA4E77">
        <w:t>inattention générale pour descendre dans une barque et qui</w:t>
      </w:r>
      <w:r w:rsidR="002A4158" w:rsidRPr="00DA4E77">
        <w:t>t</w:t>
      </w:r>
      <w:r w:rsidR="002A4158" w:rsidRPr="00DA4E77">
        <w:t>ter la rade</w:t>
      </w:r>
      <w:r>
        <w:t>.</w:t>
      </w:r>
    </w:p>
    <w:p w14:paraId="04470571" w14:textId="77777777" w:rsidR="00276CCE" w:rsidRDefault="00276CCE" w:rsidP="002A4158">
      <w:r>
        <w:t>— </w:t>
      </w:r>
      <w:r w:rsidR="002A4158" w:rsidRPr="00DA4E77">
        <w:t>L</w:t>
      </w:r>
      <w:r>
        <w:t>’</w:t>
      </w:r>
      <w:r w:rsidR="002A4158" w:rsidRPr="00DA4E77">
        <w:t>admirable femme</w:t>
      </w:r>
      <w:r>
        <w:t xml:space="preserve"> ! </w:t>
      </w:r>
      <w:r w:rsidR="002A4158" w:rsidRPr="00DA4E77">
        <w:t xml:space="preserve">dit </w:t>
      </w:r>
      <w:proofErr w:type="spellStart"/>
      <w:r w:rsidR="002A4158" w:rsidRPr="00DA4E77">
        <w:t>Moussor</w:t>
      </w:r>
      <w:proofErr w:type="spellEnd"/>
      <w:r>
        <w:t xml:space="preserve">. </w:t>
      </w:r>
      <w:r w:rsidR="002A4158" w:rsidRPr="00DA4E77">
        <w:t>Tandis que nous hés</w:t>
      </w:r>
      <w:r w:rsidR="002A4158" w:rsidRPr="00DA4E77">
        <w:t>i</w:t>
      </w:r>
      <w:r w:rsidR="002A4158" w:rsidRPr="00DA4E77">
        <w:t>tons et bavardons</w:t>
      </w:r>
      <w:r>
        <w:t xml:space="preserve">, </w:t>
      </w:r>
      <w:r w:rsidR="002A4158" w:rsidRPr="00DA4E77">
        <w:t>elle agit</w:t>
      </w:r>
      <w:r>
        <w:t> !</w:t>
      </w:r>
    </w:p>
    <w:p w14:paraId="5DB012E1" w14:textId="77777777" w:rsidR="00276CCE" w:rsidRDefault="00276CCE" w:rsidP="002A4158">
      <w:r>
        <w:t>— </w:t>
      </w:r>
      <w:r w:rsidR="002A4158" w:rsidRPr="00DA4E77">
        <w:t>Heureusement</w:t>
      </w:r>
      <w:r>
        <w:t xml:space="preserve">, </w:t>
      </w:r>
      <w:r w:rsidR="002A4158" w:rsidRPr="00DA4E77">
        <w:t xml:space="preserve">reprend </w:t>
      </w:r>
      <w:proofErr w:type="spellStart"/>
      <w:r w:rsidR="002A4158" w:rsidRPr="00DA4E77">
        <w:t>Barkas</w:t>
      </w:r>
      <w:proofErr w:type="spellEnd"/>
      <w:r>
        <w:t xml:space="preserve">, </w:t>
      </w:r>
      <w:r w:rsidR="002A4158" w:rsidRPr="00DA4E77">
        <w:t>que nous l</w:t>
      </w:r>
      <w:r>
        <w:t>’</w:t>
      </w:r>
      <w:r w:rsidR="002A4158" w:rsidRPr="00DA4E77">
        <w:t>avons avec nous</w:t>
      </w:r>
      <w:r>
        <w:t xml:space="preserve">. </w:t>
      </w:r>
      <w:r w:rsidR="002A4158" w:rsidRPr="00DA4E77">
        <w:t>Elle nous sauvera</w:t>
      </w:r>
      <w:r>
        <w:t>.</w:t>
      </w:r>
    </w:p>
    <w:p w14:paraId="6426745E" w14:textId="77777777" w:rsidR="00276CCE" w:rsidRDefault="00276CCE" w:rsidP="002A4158">
      <w:r>
        <w:t>— </w:t>
      </w:r>
      <w:r w:rsidR="002A4158" w:rsidRPr="00DA4E77">
        <w:t>Espérons</w:t>
      </w:r>
      <w:r>
        <w:t xml:space="preserve"> ! </w:t>
      </w:r>
      <w:r w:rsidR="002A4158" w:rsidRPr="00DA4E77">
        <w:t>Espérons</w:t>
      </w:r>
      <w:r>
        <w:t> !</w:t>
      </w:r>
    </w:p>
    <w:p w14:paraId="55186705" w14:textId="77777777" w:rsidR="00276CCE" w:rsidRDefault="00276CCE" w:rsidP="00276CCE">
      <w:pPr>
        <w:pStyle w:val="Titre2"/>
        <w:rPr>
          <w:i/>
        </w:rPr>
      </w:pPr>
      <w:bookmarkStart w:id="24" w:name="_Toc194842010"/>
      <w:r w:rsidRPr="00DA4E77">
        <w:lastRenderedPageBreak/>
        <w:t>Scène</w:t>
      </w:r>
      <w:r>
        <w:t> </w:t>
      </w:r>
      <w:r w:rsidRPr="00DA4E77">
        <w:t>XIII</w:t>
      </w:r>
      <w:r>
        <w:t xml:space="preserve">. </w:t>
      </w:r>
      <w:r>
        <w:rPr>
          <w:i/>
        </w:rPr>
        <w:t xml:space="preserve">– </w:t>
      </w:r>
      <w:r w:rsidR="002A4158" w:rsidRPr="00DA4E77">
        <w:rPr>
          <w:i/>
        </w:rPr>
        <w:t>Au palais des Eaux</w:t>
      </w:r>
      <w:r>
        <w:rPr>
          <w:i/>
        </w:rPr>
        <w:t>.</w:t>
      </w:r>
      <w:bookmarkEnd w:id="24"/>
    </w:p>
    <w:p w14:paraId="21764D67" w14:textId="77777777" w:rsidR="00276CCE" w:rsidRDefault="002A4158" w:rsidP="002A4158">
      <w:proofErr w:type="spellStart"/>
      <w:r w:rsidRPr="00DA4E77">
        <w:t>Hellas</w:t>
      </w:r>
      <w:proofErr w:type="spellEnd"/>
      <w:r w:rsidR="00276CCE">
        <w:t xml:space="preserve">, </w:t>
      </w:r>
      <w:r w:rsidRPr="00DA4E77">
        <w:t>cependant</w:t>
      </w:r>
      <w:r w:rsidR="00276CCE">
        <w:t xml:space="preserve">, </w:t>
      </w:r>
      <w:r w:rsidRPr="00DA4E77">
        <w:t>au moment où il passe du vaisseau sur la rive</w:t>
      </w:r>
      <w:r w:rsidR="00276CCE">
        <w:t xml:space="preserve">, </w:t>
      </w:r>
      <w:r w:rsidRPr="00DA4E77">
        <w:t>enlevé par cent bras enthousiastes et porté sur les épa</w:t>
      </w:r>
      <w:r w:rsidRPr="00DA4E77">
        <w:t>u</w:t>
      </w:r>
      <w:r w:rsidRPr="00DA4E77">
        <w:t>les du peuple</w:t>
      </w:r>
      <w:r w:rsidR="00276CCE">
        <w:t xml:space="preserve">, </w:t>
      </w:r>
      <w:r w:rsidRPr="00DA4E77">
        <w:t>s</w:t>
      </w:r>
      <w:r w:rsidR="00276CCE">
        <w:t>’</w:t>
      </w:r>
      <w:r w:rsidRPr="00DA4E77">
        <w:t>en va vers le palais des Eaux</w:t>
      </w:r>
      <w:r w:rsidR="00276CCE">
        <w:t>.</w:t>
      </w:r>
    </w:p>
    <w:p w14:paraId="348A6B32" w14:textId="77777777" w:rsidR="00276CCE" w:rsidRDefault="00276CCE" w:rsidP="002A4158">
      <w:r>
        <w:t>— </w:t>
      </w:r>
      <w:proofErr w:type="spellStart"/>
      <w:r w:rsidR="002A4158" w:rsidRPr="00DA4E77">
        <w:t>Hellas</w:t>
      </w:r>
      <w:proofErr w:type="spellEnd"/>
      <w:r>
        <w:t xml:space="preserve"> ! </w:t>
      </w:r>
      <w:r w:rsidR="002A4158" w:rsidRPr="00DA4E77">
        <w:t>te voilà donc enfin</w:t>
      </w:r>
      <w:r>
        <w:t xml:space="preserve"> ! </w:t>
      </w:r>
      <w:r w:rsidR="002A4158" w:rsidRPr="00DA4E77">
        <w:t>s</w:t>
      </w:r>
      <w:r>
        <w:t>’</w:t>
      </w:r>
      <w:r w:rsidR="002A4158" w:rsidRPr="00DA4E77">
        <w:t xml:space="preserve">écrie </w:t>
      </w:r>
      <w:proofErr w:type="spellStart"/>
      <w:r w:rsidR="002A4158" w:rsidRPr="00DA4E77">
        <w:t>Knephao</w:t>
      </w:r>
      <w:proofErr w:type="spellEnd"/>
      <w:r w:rsidR="002A4158" w:rsidRPr="00DA4E77">
        <w:t xml:space="preserve"> qui l</w:t>
      </w:r>
      <w:r>
        <w:t>’</w:t>
      </w:r>
      <w:r w:rsidR="002A4158" w:rsidRPr="00DA4E77">
        <w:t>attend sur le seuil</w:t>
      </w:r>
      <w:r>
        <w:t xml:space="preserve">. </w:t>
      </w:r>
      <w:r w:rsidR="002A4158" w:rsidRPr="00DA4E77">
        <w:t>Grâce aux dieux</w:t>
      </w:r>
      <w:r>
        <w:t xml:space="preserve"> ! </w:t>
      </w:r>
      <w:r w:rsidR="002A4158" w:rsidRPr="00DA4E77">
        <w:t>Atlantis n</w:t>
      </w:r>
      <w:r>
        <w:t>’</w:t>
      </w:r>
      <w:r w:rsidR="002A4158" w:rsidRPr="00DA4E77">
        <w:t>a plus rien à redouter</w:t>
      </w:r>
      <w:r>
        <w:t>.</w:t>
      </w:r>
    </w:p>
    <w:p w14:paraId="3C6D5BB3" w14:textId="77777777" w:rsidR="00276CCE" w:rsidRDefault="00276CCE" w:rsidP="002A4158">
      <w:r>
        <w:t>— </w:t>
      </w:r>
      <w:r w:rsidR="002A4158" w:rsidRPr="00DA4E77">
        <w:t>Grâce à toi</w:t>
      </w:r>
      <w:r>
        <w:t xml:space="preserve">, </w:t>
      </w:r>
      <w:proofErr w:type="spellStart"/>
      <w:r w:rsidR="002A4158" w:rsidRPr="00DA4E77">
        <w:t>Knephao</w:t>
      </w:r>
      <w:proofErr w:type="spellEnd"/>
      <w:r>
        <w:t xml:space="preserve">. </w:t>
      </w:r>
      <w:r w:rsidR="002A4158" w:rsidRPr="00DA4E77">
        <w:t xml:space="preserve">Et </w:t>
      </w:r>
      <w:proofErr w:type="spellStart"/>
      <w:r w:rsidR="002A4158" w:rsidRPr="00DA4E77">
        <w:t>Hermos</w:t>
      </w:r>
      <w:proofErr w:type="spellEnd"/>
      <w:r>
        <w:t> ?</w:t>
      </w:r>
    </w:p>
    <w:p w14:paraId="703C1908" w14:textId="77777777" w:rsidR="00276CCE" w:rsidRDefault="00276CCE" w:rsidP="002A4158">
      <w:r>
        <w:t>— </w:t>
      </w:r>
      <w:r w:rsidR="002A4158" w:rsidRPr="00DA4E77">
        <w:t>Il garde la Terrasse Sainte</w:t>
      </w:r>
      <w:r>
        <w:t xml:space="preserve">, </w:t>
      </w:r>
      <w:r w:rsidR="002A4158" w:rsidRPr="00DA4E77">
        <w:t>avec quelques jeunes Apôtres et tout le collège des hiérophantes</w:t>
      </w:r>
      <w:r>
        <w:t>.</w:t>
      </w:r>
    </w:p>
    <w:p w14:paraId="2E311A33" w14:textId="77777777" w:rsidR="00276CCE" w:rsidRDefault="00276CCE" w:rsidP="002A4158">
      <w:r>
        <w:t>— </w:t>
      </w:r>
      <w:r w:rsidR="002A4158" w:rsidRPr="00DA4E77">
        <w:t xml:space="preserve">Cher </w:t>
      </w:r>
      <w:proofErr w:type="spellStart"/>
      <w:r w:rsidR="002A4158" w:rsidRPr="00DA4E77">
        <w:t>Hermos</w:t>
      </w:r>
      <w:proofErr w:type="spellEnd"/>
      <w:r>
        <w:t xml:space="preserve"> ! </w:t>
      </w:r>
      <w:r w:rsidR="002A4158" w:rsidRPr="00DA4E77">
        <w:t>Je me loue du retard qui m</w:t>
      </w:r>
      <w:r>
        <w:t>’</w:t>
      </w:r>
      <w:r w:rsidR="002A4158" w:rsidRPr="00DA4E77">
        <w:t>a permis de connaître votre vaillance</w:t>
      </w:r>
      <w:r>
        <w:t xml:space="preserve">. </w:t>
      </w:r>
      <w:r w:rsidR="002A4158" w:rsidRPr="00DA4E77">
        <w:t>Mais toi</w:t>
      </w:r>
      <w:r>
        <w:t xml:space="preserve">, </w:t>
      </w:r>
      <w:proofErr w:type="spellStart"/>
      <w:r w:rsidR="002A4158" w:rsidRPr="00DA4E77">
        <w:t>Knephao</w:t>
      </w:r>
      <w:proofErr w:type="spellEnd"/>
      <w:r>
        <w:t xml:space="preserve">, </w:t>
      </w:r>
      <w:r w:rsidR="002A4158" w:rsidRPr="00DA4E77">
        <w:t>que ne te devons-nous pas</w:t>
      </w:r>
      <w:r>
        <w:t> ?</w:t>
      </w:r>
    </w:p>
    <w:p w14:paraId="667EBDA3" w14:textId="77777777" w:rsidR="00276CCE" w:rsidRDefault="00276CCE" w:rsidP="002A4158">
      <w:r>
        <w:t>— </w:t>
      </w:r>
      <w:r w:rsidR="002A4158" w:rsidRPr="00DA4E77">
        <w:t>Mon métier</w:t>
      </w:r>
      <w:r>
        <w:t xml:space="preserve">, </w:t>
      </w:r>
      <w:proofErr w:type="spellStart"/>
      <w:r w:rsidR="002A4158" w:rsidRPr="00DA4E77">
        <w:t>Hellas</w:t>
      </w:r>
      <w:proofErr w:type="spellEnd"/>
      <w:r>
        <w:t xml:space="preserve">, </w:t>
      </w:r>
      <w:r w:rsidR="002A4158" w:rsidRPr="00DA4E77">
        <w:t>de risquer la mort</w:t>
      </w:r>
      <w:r>
        <w:t xml:space="preserve">. </w:t>
      </w:r>
      <w:r w:rsidR="002A4158" w:rsidRPr="00DA4E77">
        <w:t>Mais pas celui d</w:t>
      </w:r>
      <w:r>
        <w:t>’</w:t>
      </w:r>
      <w:proofErr w:type="spellStart"/>
      <w:r w:rsidR="002A4158" w:rsidRPr="00DA4E77">
        <w:t>Hermos</w:t>
      </w:r>
      <w:proofErr w:type="spellEnd"/>
      <w:r>
        <w:t xml:space="preserve">, </w:t>
      </w:r>
      <w:r w:rsidR="002A4158" w:rsidRPr="00DA4E77">
        <w:t>et il l</w:t>
      </w:r>
      <w:r>
        <w:t>’</w:t>
      </w:r>
      <w:r w:rsidR="002A4158" w:rsidRPr="00DA4E77">
        <w:t>a fait sans hésiter</w:t>
      </w:r>
      <w:r>
        <w:t>.</w:t>
      </w:r>
    </w:p>
    <w:p w14:paraId="12E94451" w14:textId="77777777" w:rsidR="00276CCE" w:rsidRDefault="00276CCE" w:rsidP="002A4158">
      <w:r>
        <w:t>— </w:t>
      </w:r>
      <w:r w:rsidR="002A4158" w:rsidRPr="00DA4E77">
        <w:t>Sang de héros</w:t>
      </w:r>
      <w:r>
        <w:t> !</w:t>
      </w:r>
    </w:p>
    <w:p w14:paraId="6DF7C13C" w14:textId="77777777" w:rsidR="00276CCE" w:rsidRDefault="00276CCE" w:rsidP="002A4158">
      <w:r>
        <w:t>— </w:t>
      </w:r>
      <w:r w:rsidR="002A4158" w:rsidRPr="00DA4E77">
        <w:t>Héros lui-même</w:t>
      </w:r>
      <w:r>
        <w:t xml:space="preserve"> ! </w:t>
      </w:r>
      <w:r w:rsidR="002A4158" w:rsidRPr="00DA4E77">
        <w:t>Je l</w:t>
      </w:r>
      <w:r>
        <w:t>’</w:t>
      </w:r>
      <w:r w:rsidR="002A4158" w:rsidRPr="00DA4E77">
        <w:t>avais éprouvé déjà en Égypte</w:t>
      </w:r>
      <w:r>
        <w:t xml:space="preserve">. </w:t>
      </w:r>
      <w:r w:rsidR="002A4158" w:rsidRPr="00DA4E77">
        <w:t xml:space="preserve">Mais voici </w:t>
      </w:r>
      <w:proofErr w:type="spellStart"/>
      <w:r w:rsidR="002A4158" w:rsidRPr="00DA4E77">
        <w:t>Amonou</w:t>
      </w:r>
      <w:proofErr w:type="spellEnd"/>
      <w:r>
        <w:t xml:space="preserve">, </w:t>
      </w:r>
      <w:r w:rsidR="002A4158" w:rsidRPr="00DA4E77">
        <w:t>son ami fidèle</w:t>
      </w:r>
      <w:r>
        <w:t xml:space="preserve">, </w:t>
      </w:r>
      <w:r w:rsidR="002A4158" w:rsidRPr="00DA4E77">
        <w:t>celui qui</w:t>
      </w:r>
      <w:r>
        <w:t xml:space="preserve">, </w:t>
      </w:r>
      <w:r w:rsidR="002A4158" w:rsidRPr="00DA4E77">
        <w:t>hier</w:t>
      </w:r>
      <w:r>
        <w:t xml:space="preserve">, </w:t>
      </w:r>
      <w:r w:rsidR="002A4158" w:rsidRPr="00DA4E77">
        <w:t>a contribué à la d</w:t>
      </w:r>
      <w:r w:rsidR="002A4158" w:rsidRPr="00DA4E77">
        <w:t>é</w:t>
      </w:r>
      <w:r w:rsidR="002A4158" w:rsidRPr="00DA4E77">
        <w:t>route de tes ennemis</w:t>
      </w:r>
      <w:r>
        <w:t>.</w:t>
      </w:r>
    </w:p>
    <w:p w14:paraId="75AD8193" w14:textId="77777777" w:rsidR="00276CCE" w:rsidRDefault="00276CCE" w:rsidP="002A4158">
      <w:r>
        <w:t>— </w:t>
      </w:r>
      <w:r w:rsidR="002A4158" w:rsidRPr="00DA4E77">
        <w:t>Salut à toi</w:t>
      </w:r>
      <w:r>
        <w:t xml:space="preserve">, </w:t>
      </w:r>
      <w:proofErr w:type="spellStart"/>
      <w:r w:rsidR="002A4158" w:rsidRPr="00DA4E77">
        <w:t>Hellas</w:t>
      </w:r>
      <w:proofErr w:type="spellEnd"/>
      <w:r>
        <w:t xml:space="preserve"> ! </w:t>
      </w:r>
      <w:r w:rsidR="002A4158" w:rsidRPr="00DA4E77">
        <w:t xml:space="preserve">dit </w:t>
      </w:r>
      <w:proofErr w:type="spellStart"/>
      <w:r w:rsidR="002A4158" w:rsidRPr="00DA4E77">
        <w:t>Amonou</w:t>
      </w:r>
      <w:proofErr w:type="spellEnd"/>
      <w:r w:rsidR="002A4158" w:rsidRPr="00DA4E77">
        <w:t xml:space="preserve"> en abordant le Prince de l</w:t>
      </w:r>
      <w:r>
        <w:t>’</w:t>
      </w:r>
      <w:r w:rsidR="002A4158" w:rsidRPr="00DA4E77">
        <w:t>Empire</w:t>
      </w:r>
      <w:r>
        <w:t xml:space="preserve">. </w:t>
      </w:r>
      <w:r w:rsidR="002A4158" w:rsidRPr="00DA4E77">
        <w:t>Bien que tu ne me connaisses pas</w:t>
      </w:r>
      <w:r>
        <w:t>…</w:t>
      </w:r>
    </w:p>
    <w:p w14:paraId="64E09154" w14:textId="77777777" w:rsidR="00276CCE" w:rsidRDefault="00276CCE" w:rsidP="002A4158">
      <w:r>
        <w:t>— </w:t>
      </w:r>
      <w:r w:rsidR="002A4158" w:rsidRPr="00DA4E77">
        <w:t>Je te connais</w:t>
      </w:r>
      <w:r>
        <w:t xml:space="preserve">, </w:t>
      </w:r>
      <w:proofErr w:type="spellStart"/>
      <w:r w:rsidR="002A4158" w:rsidRPr="00DA4E77">
        <w:t>Amonou</w:t>
      </w:r>
      <w:proofErr w:type="spellEnd"/>
      <w:r>
        <w:t xml:space="preserve">, </w:t>
      </w:r>
      <w:r w:rsidR="002A4158" w:rsidRPr="00DA4E77">
        <w:t>et je connais tes actes</w:t>
      </w:r>
      <w:r>
        <w:t xml:space="preserve">… </w:t>
      </w:r>
      <w:proofErr w:type="spellStart"/>
      <w:r w:rsidR="002A4158" w:rsidRPr="00DA4E77">
        <w:t>Oréus</w:t>
      </w:r>
      <w:proofErr w:type="spellEnd"/>
      <w:r w:rsidR="002A4158" w:rsidRPr="00DA4E77">
        <w:t xml:space="preserve"> m</w:t>
      </w:r>
      <w:r>
        <w:t>’</w:t>
      </w:r>
      <w:r w:rsidR="002A4158" w:rsidRPr="00DA4E77">
        <w:t>a tout conté</w:t>
      </w:r>
      <w:r>
        <w:t xml:space="preserve">, </w:t>
      </w:r>
      <w:r w:rsidR="002A4158" w:rsidRPr="00DA4E77">
        <w:t xml:space="preserve">glisse </w:t>
      </w:r>
      <w:proofErr w:type="spellStart"/>
      <w:r w:rsidR="002A4158" w:rsidRPr="00DA4E77">
        <w:t>Hellas</w:t>
      </w:r>
      <w:proofErr w:type="spellEnd"/>
      <w:r w:rsidR="002A4158" w:rsidRPr="00DA4E77">
        <w:t xml:space="preserve"> dans l</w:t>
      </w:r>
      <w:r>
        <w:t>’</w:t>
      </w:r>
      <w:r w:rsidR="002A4158" w:rsidRPr="00DA4E77">
        <w:t>oreille du jeune homme et en pressant sa main avec chaleur</w:t>
      </w:r>
      <w:r>
        <w:t>.</w:t>
      </w:r>
    </w:p>
    <w:p w14:paraId="6C02F370" w14:textId="77777777" w:rsidR="00276CCE" w:rsidRDefault="00276CCE" w:rsidP="002A4158">
      <w:r>
        <w:t>— </w:t>
      </w:r>
      <w:proofErr w:type="spellStart"/>
      <w:r w:rsidR="002A4158" w:rsidRPr="00DA4E77">
        <w:t>Oréus</w:t>
      </w:r>
      <w:proofErr w:type="spellEnd"/>
      <w:r>
        <w:t xml:space="preserve"> ? </w:t>
      </w:r>
      <w:r w:rsidR="002A4158" w:rsidRPr="00DA4E77">
        <w:t xml:space="preserve">fait </w:t>
      </w:r>
      <w:proofErr w:type="spellStart"/>
      <w:r w:rsidR="002A4158" w:rsidRPr="00DA4E77">
        <w:t>Amonou</w:t>
      </w:r>
      <w:proofErr w:type="spellEnd"/>
      <w:r w:rsidR="002A4158" w:rsidRPr="00DA4E77">
        <w:t xml:space="preserve"> stupéfait</w:t>
      </w:r>
      <w:r>
        <w:t xml:space="preserve">. </w:t>
      </w:r>
      <w:r w:rsidR="002A4158" w:rsidRPr="00DA4E77">
        <w:t>Tu viens de l</w:t>
      </w:r>
      <w:r>
        <w:t>’</w:t>
      </w:r>
      <w:r w:rsidR="002A4158" w:rsidRPr="00DA4E77">
        <w:t>Île Verte</w:t>
      </w:r>
      <w:r>
        <w:t> ?</w:t>
      </w:r>
    </w:p>
    <w:p w14:paraId="289C58AF" w14:textId="77777777" w:rsidR="00276CCE" w:rsidRDefault="00276CCE" w:rsidP="002A4158">
      <w:r>
        <w:lastRenderedPageBreak/>
        <w:t>— </w:t>
      </w:r>
      <w:r w:rsidR="002A4158" w:rsidRPr="00DA4E77">
        <w:t>De l</w:t>
      </w:r>
      <w:r>
        <w:t>’</w:t>
      </w:r>
      <w:r w:rsidR="002A4158" w:rsidRPr="00DA4E77">
        <w:t>Île Verte</w:t>
      </w:r>
      <w:r>
        <w:t xml:space="preserve">, </w:t>
      </w:r>
      <w:r w:rsidR="002A4158" w:rsidRPr="00DA4E77">
        <w:t>justement</w:t>
      </w:r>
      <w:r>
        <w:t>.</w:t>
      </w:r>
    </w:p>
    <w:p w14:paraId="3AA36CA8" w14:textId="77777777" w:rsidR="00276CCE" w:rsidRDefault="00276CCE" w:rsidP="002A4158">
      <w:r>
        <w:t>— </w:t>
      </w:r>
      <w:r w:rsidR="002A4158" w:rsidRPr="00DA4E77">
        <w:t>Alors</w:t>
      </w:r>
      <w:r>
        <w:t xml:space="preserve">, </w:t>
      </w:r>
      <w:r w:rsidR="002A4158" w:rsidRPr="00DA4E77">
        <w:t>c</w:t>
      </w:r>
      <w:r>
        <w:t>’</w:t>
      </w:r>
      <w:r w:rsidR="002A4158" w:rsidRPr="00DA4E77">
        <w:t>est donc toi</w:t>
      </w:r>
      <w:r>
        <w:t xml:space="preserve">, </w:t>
      </w:r>
      <w:r w:rsidR="002A4158" w:rsidRPr="00DA4E77">
        <w:t>ce matin</w:t>
      </w:r>
      <w:r>
        <w:t xml:space="preserve">, </w:t>
      </w:r>
      <w:r w:rsidR="002A4158" w:rsidRPr="00DA4E77">
        <w:t>qui as sauvé</w:t>
      </w:r>
      <w:r>
        <w:t>…</w:t>
      </w:r>
    </w:p>
    <w:p w14:paraId="62CB8CB9" w14:textId="77777777" w:rsidR="00276CCE" w:rsidRDefault="00276CCE" w:rsidP="002A4158">
      <w:r>
        <w:t xml:space="preserve">— … </w:t>
      </w:r>
      <w:r w:rsidR="002A4158" w:rsidRPr="00DA4E77">
        <w:t>La petite Ligure</w:t>
      </w:r>
      <w:r>
        <w:t xml:space="preserve"> ? </w:t>
      </w:r>
      <w:r w:rsidR="002A4158" w:rsidRPr="00DA4E77">
        <w:t>Comment le sais-tu</w:t>
      </w:r>
      <w:r>
        <w:t> ?</w:t>
      </w:r>
    </w:p>
    <w:p w14:paraId="4EE9E191" w14:textId="77777777" w:rsidR="00276CCE" w:rsidRDefault="00276CCE" w:rsidP="002A4158">
      <w:r>
        <w:t>— </w:t>
      </w:r>
      <w:r w:rsidR="002A4158" w:rsidRPr="00DA4E77">
        <w:t>Elle nous l</w:t>
      </w:r>
      <w:r>
        <w:t>’</w:t>
      </w:r>
      <w:r w:rsidR="002A4158" w:rsidRPr="00DA4E77">
        <w:t>a raconté</w:t>
      </w:r>
      <w:r>
        <w:t xml:space="preserve">, </w:t>
      </w:r>
      <w:r w:rsidR="002A4158" w:rsidRPr="00DA4E77">
        <w:t xml:space="preserve">à </w:t>
      </w:r>
      <w:proofErr w:type="spellStart"/>
      <w:r w:rsidR="002A4158" w:rsidRPr="00DA4E77">
        <w:t>Oréa</w:t>
      </w:r>
      <w:proofErr w:type="spellEnd"/>
      <w:r w:rsidR="002A4158" w:rsidRPr="00DA4E77">
        <w:t xml:space="preserve"> et à moi</w:t>
      </w:r>
      <w:r>
        <w:t xml:space="preserve">. </w:t>
      </w:r>
      <w:r w:rsidR="002A4158" w:rsidRPr="00DA4E77">
        <w:t>Elle paraissait ce</w:t>
      </w:r>
      <w:r w:rsidR="002A4158" w:rsidRPr="00DA4E77">
        <w:t>r</w:t>
      </w:r>
      <w:r w:rsidR="002A4158" w:rsidRPr="00DA4E77">
        <w:t>taine de t</w:t>
      </w:r>
      <w:r>
        <w:t>’</w:t>
      </w:r>
      <w:r w:rsidR="002A4158" w:rsidRPr="00DA4E77">
        <w:t>avoir reconnu</w:t>
      </w:r>
      <w:r>
        <w:t xml:space="preserve">. </w:t>
      </w:r>
      <w:r w:rsidR="002A4158" w:rsidRPr="00DA4E77">
        <w:t>Elle murmurait ton nom dans son d</w:t>
      </w:r>
      <w:r w:rsidR="002A4158" w:rsidRPr="00DA4E77">
        <w:t>é</w:t>
      </w:r>
      <w:r w:rsidR="002A4158" w:rsidRPr="00DA4E77">
        <w:t>lire</w:t>
      </w:r>
      <w:r>
        <w:t>.</w:t>
      </w:r>
    </w:p>
    <w:p w14:paraId="1BA5C141" w14:textId="77777777" w:rsidR="00276CCE" w:rsidRDefault="00276CCE" w:rsidP="002A4158">
      <w:r>
        <w:t>— </w:t>
      </w:r>
      <w:r w:rsidR="002A4158" w:rsidRPr="00DA4E77">
        <w:t>Quel délire</w:t>
      </w:r>
      <w:r>
        <w:t> ?</w:t>
      </w:r>
    </w:p>
    <w:p w14:paraId="5A4E5DA6" w14:textId="77777777" w:rsidR="00276CCE" w:rsidRDefault="00276CCE" w:rsidP="002A4158">
      <w:r>
        <w:t>— </w:t>
      </w:r>
      <w:r w:rsidR="002A4158" w:rsidRPr="00DA4E77">
        <w:t>Ignores-tu donc qu</w:t>
      </w:r>
      <w:r>
        <w:t>’</w:t>
      </w:r>
      <w:r w:rsidR="002A4158" w:rsidRPr="00DA4E77">
        <w:t>elle s</w:t>
      </w:r>
      <w:r>
        <w:t>’</w:t>
      </w:r>
      <w:r w:rsidR="002A4158" w:rsidRPr="00DA4E77">
        <w:t>est légèrement blessée et a sou</w:t>
      </w:r>
      <w:r w:rsidR="002A4158" w:rsidRPr="00DA4E77">
        <w:t>f</w:t>
      </w:r>
      <w:r w:rsidR="002A4158" w:rsidRPr="00DA4E77">
        <w:t>fert de la fièvre ce matin</w:t>
      </w:r>
      <w:r>
        <w:t> ?</w:t>
      </w:r>
    </w:p>
    <w:p w14:paraId="368D345F" w14:textId="77777777" w:rsidR="00276CCE" w:rsidRDefault="00276CCE" w:rsidP="002A4158">
      <w:r>
        <w:t>— </w:t>
      </w:r>
      <w:r w:rsidR="002A4158" w:rsidRPr="00DA4E77">
        <w:t>Elle</w:t>
      </w:r>
      <w:r>
        <w:t xml:space="preserve"> ? </w:t>
      </w:r>
      <w:r w:rsidR="002A4158" w:rsidRPr="00DA4E77">
        <w:t>Impossible</w:t>
      </w:r>
      <w:r>
        <w:t xml:space="preserve"> ! </w:t>
      </w:r>
      <w:r w:rsidR="002A4158" w:rsidRPr="00DA4E77">
        <w:t>À l</w:t>
      </w:r>
      <w:r>
        <w:t>’</w:t>
      </w:r>
      <w:r w:rsidR="002A4158" w:rsidRPr="00DA4E77">
        <w:t>instant même</w:t>
      </w:r>
      <w:r>
        <w:t xml:space="preserve">, </w:t>
      </w:r>
      <w:r w:rsidR="002A4158" w:rsidRPr="00DA4E77">
        <w:t>elle vient de m</w:t>
      </w:r>
      <w:r>
        <w:t>’</w:t>
      </w:r>
      <w:r w:rsidR="002A4158" w:rsidRPr="00DA4E77">
        <w:t>accompagner en barque jusqu</w:t>
      </w:r>
      <w:r>
        <w:t>’</w:t>
      </w:r>
      <w:r w:rsidR="002A4158" w:rsidRPr="00DA4E77">
        <w:t>à ce port</w:t>
      </w:r>
      <w:r>
        <w:t xml:space="preserve">. </w:t>
      </w:r>
      <w:r w:rsidR="002A4158" w:rsidRPr="00DA4E77">
        <w:t>Et si tu savais avec quelle vigueur elle maniait les rames</w:t>
      </w:r>
      <w:r>
        <w:t> !</w:t>
      </w:r>
    </w:p>
    <w:p w14:paraId="5AA212EA" w14:textId="77777777" w:rsidR="00276CCE" w:rsidRDefault="00276CCE" w:rsidP="002A4158">
      <w:r>
        <w:t>— </w:t>
      </w:r>
      <w:r w:rsidR="002A4158" w:rsidRPr="00DA4E77">
        <w:t xml:space="preserve">Comment </w:t>
      </w:r>
      <w:proofErr w:type="spellStart"/>
      <w:r w:rsidR="002A4158" w:rsidRPr="00DA4E77">
        <w:t>Oréus</w:t>
      </w:r>
      <w:proofErr w:type="spellEnd"/>
      <w:r w:rsidR="002A4158" w:rsidRPr="00DA4E77">
        <w:t xml:space="preserve"> a-t-il permis</w:t>
      </w:r>
      <w:r>
        <w:t>…</w:t>
      </w:r>
    </w:p>
    <w:p w14:paraId="5B8D0472" w14:textId="77777777" w:rsidR="00276CCE" w:rsidRDefault="00276CCE" w:rsidP="002A4158">
      <w:r>
        <w:t>— </w:t>
      </w:r>
      <w:r w:rsidR="002A4158" w:rsidRPr="00DA4E77">
        <w:t>C</w:t>
      </w:r>
      <w:r>
        <w:t>’</w:t>
      </w:r>
      <w:r w:rsidR="002A4158" w:rsidRPr="00DA4E77">
        <w:t>est pour cela qu</w:t>
      </w:r>
      <w:r>
        <w:t>’</w:t>
      </w:r>
      <w:proofErr w:type="spellStart"/>
      <w:r w:rsidR="002A4158" w:rsidRPr="00DA4E77">
        <w:t>Oréus</w:t>
      </w:r>
      <w:proofErr w:type="spellEnd"/>
      <w:r w:rsidR="002A4158" w:rsidRPr="00DA4E77">
        <w:t xml:space="preserve"> et </w:t>
      </w:r>
      <w:proofErr w:type="spellStart"/>
      <w:r w:rsidR="002A4158" w:rsidRPr="00DA4E77">
        <w:t>Oréa</w:t>
      </w:r>
      <w:proofErr w:type="spellEnd"/>
      <w:r w:rsidR="002A4158" w:rsidRPr="00DA4E77">
        <w:t xml:space="preserve"> ont tant voulu l</w:t>
      </w:r>
      <w:r>
        <w:t>’</w:t>
      </w:r>
      <w:r w:rsidR="002A4158" w:rsidRPr="00DA4E77">
        <w:t>empêcher de partir avec moi</w:t>
      </w:r>
      <w:r>
        <w:t xml:space="preserve"> ! </w:t>
      </w:r>
      <w:r w:rsidR="002A4158" w:rsidRPr="00DA4E77">
        <w:t>Mais si vous aviez vu</w:t>
      </w:r>
      <w:r>
        <w:t xml:space="preserve">, </w:t>
      </w:r>
      <w:r w:rsidR="002A4158" w:rsidRPr="00DA4E77">
        <w:t>mes amis</w:t>
      </w:r>
      <w:r>
        <w:t xml:space="preserve">, </w:t>
      </w:r>
      <w:r w:rsidR="002A4158" w:rsidRPr="00DA4E77">
        <w:t>comme elle insistait</w:t>
      </w:r>
      <w:r>
        <w:t> ! « </w:t>
      </w:r>
      <w:r w:rsidR="002A4158" w:rsidRPr="00DA4E77">
        <w:t>Non</w:t>
      </w:r>
      <w:r>
        <w:t xml:space="preserve">, </w:t>
      </w:r>
      <w:r w:rsidR="002A4158" w:rsidRPr="00DA4E77">
        <w:t>non</w:t>
      </w:r>
      <w:r>
        <w:t xml:space="preserve">, </w:t>
      </w:r>
      <w:r w:rsidR="002A4158" w:rsidRPr="00DA4E77">
        <w:t>disait-elle</w:t>
      </w:r>
      <w:r>
        <w:t xml:space="preserve">, </w:t>
      </w:r>
      <w:r w:rsidR="002A4158" w:rsidRPr="00DA4E77">
        <w:t>nul autre que moi ne saura le conduire</w:t>
      </w:r>
      <w:r>
        <w:t xml:space="preserve"> ! </w:t>
      </w:r>
      <w:r w:rsidR="002A4158" w:rsidRPr="00DA4E77">
        <w:t>Je suis fille de matelot ligure</w:t>
      </w:r>
      <w:r>
        <w:t xml:space="preserve">, </w:t>
      </w:r>
      <w:r w:rsidR="002A4158" w:rsidRPr="00DA4E77">
        <w:t>et je puis ramer une journée entière sans lassitude</w:t>
      </w:r>
      <w:r>
        <w:t xml:space="preserve">. </w:t>
      </w:r>
      <w:proofErr w:type="spellStart"/>
      <w:r w:rsidR="002A4158" w:rsidRPr="00DA4E77">
        <w:t>Hellas</w:t>
      </w:r>
      <w:proofErr w:type="spellEnd"/>
      <w:r w:rsidR="002A4158" w:rsidRPr="00DA4E77">
        <w:t xml:space="preserve"> seul ne pourra pas éviter les espions de ses ennemis</w:t>
      </w:r>
      <w:r>
        <w:t xml:space="preserve">. </w:t>
      </w:r>
      <w:r w:rsidR="002A4158" w:rsidRPr="00DA4E77">
        <w:t>Avec moi</w:t>
      </w:r>
      <w:r>
        <w:t xml:space="preserve">, </w:t>
      </w:r>
      <w:r w:rsidR="002A4158" w:rsidRPr="00DA4E77">
        <w:t>on le prendra pour un vagabond</w:t>
      </w:r>
      <w:r>
        <w:t xml:space="preserve">, </w:t>
      </w:r>
      <w:r w:rsidR="002A4158" w:rsidRPr="00DA4E77">
        <w:t>joueur de cithare</w:t>
      </w:r>
      <w:r>
        <w:t>… »</w:t>
      </w:r>
      <w:r w:rsidR="002A4158" w:rsidRPr="00DA4E77">
        <w:t xml:space="preserve"> Et elle avait l</w:t>
      </w:r>
      <w:r>
        <w:t>’</w:t>
      </w:r>
      <w:r w:rsidR="002A4158" w:rsidRPr="00DA4E77">
        <w:t>air si vive</w:t>
      </w:r>
      <w:r>
        <w:t xml:space="preserve">, </w:t>
      </w:r>
      <w:r w:rsidR="002A4158" w:rsidRPr="00DA4E77">
        <w:t>si alerte</w:t>
      </w:r>
      <w:r>
        <w:t xml:space="preserve">, </w:t>
      </w:r>
      <w:r w:rsidR="002A4158" w:rsidRPr="00DA4E77">
        <w:t>si heureuse de me servir de complice</w:t>
      </w:r>
      <w:r>
        <w:t xml:space="preserve">, </w:t>
      </w:r>
      <w:r w:rsidR="002A4158" w:rsidRPr="00DA4E77">
        <w:t>que j</w:t>
      </w:r>
      <w:r>
        <w:t>’</w:t>
      </w:r>
      <w:r w:rsidR="002A4158" w:rsidRPr="00DA4E77">
        <w:t>ai cédé</w:t>
      </w:r>
      <w:r>
        <w:t xml:space="preserve">. </w:t>
      </w:r>
      <w:r w:rsidR="002A4158" w:rsidRPr="00DA4E77">
        <w:t>Et</w:t>
      </w:r>
      <w:r>
        <w:t xml:space="preserve">, </w:t>
      </w:r>
      <w:r w:rsidR="002A4158" w:rsidRPr="00DA4E77">
        <w:t>ma foi</w:t>
      </w:r>
      <w:r>
        <w:t xml:space="preserve">, </w:t>
      </w:r>
      <w:r w:rsidR="002A4158" w:rsidRPr="00DA4E77">
        <w:t>je déclare que sans elle</w:t>
      </w:r>
      <w:r>
        <w:t xml:space="preserve">, </w:t>
      </w:r>
      <w:r w:rsidR="002A4158" w:rsidRPr="00DA4E77">
        <w:t>jamais je ne serais arrivé ju</w:t>
      </w:r>
      <w:r w:rsidR="002A4158" w:rsidRPr="00DA4E77">
        <w:t>s</w:t>
      </w:r>
      <w:r w:rsidR="002A4158" w:rsidRPr="00DA4E77">
        <w:t>qu</w:t>
      </w:r>
      <w:r>
        <w:t>’</w:t>
      </w:r>
      <w:r w:rsidR="002A4158" w:rsidRPr="00DA4E77">
        <w:t>au vaisseau de l</w:t>
      </w:r>
      <w:r>
        <w:t>’</w:t>
      </w:r>
      <w:r w:rsidR="002A4158" w:rsidRPr="00DA4E77">
        <w:t>Empire</w:t>
      </w:r>
      <w:r>
        <w:t>.</w:t>
      </w:r>
    </w:p>
    <w:p w14:paraId="609B0098" w14:textId="77777777" w:rsidR="00276CCE" w:rsidRDefault="00276CCE" w:rsidP="002A4158">
      <w:r>
        <w:t>— </w:t>
      </w:r>
      <w:r w:rsidR="002A4158" w:rsidRPr="00DA4E77">
        <w:t xml:space="preserve">Chère </w:t>
      </w:r>
      <w:proofErr w:type="spellStart"/>
      <w:r w:rsidR="002A4158" w:rsidRPr="00DA4E77">
        <w:t>Glania</w:t>
      </w:r>
      <w:proofErr w:type="spellEnd"/>
      <w:r>
        <w:t xml:space="preserve"> ! </w:t>
      </w:r>
      <w:r w:rsidR="002A4158" w:rsidRPr="00DA4E77">
        <w:t xml:space="preserve">fait </w:t>
      </w:r>
      <w:proofErr w:type="spellStart"/>
      <w:r w:rsidR="002A4158" w:rsidRPr="00DA4E77">
        <w:t>Knephao</w:t>
      </w:r>
      <w:proofErr w:type="spellEnd"/>
      <w:r>
        <w:t>.</w:t>
      </w:r>
    </w:p>
    <w:p w14:paraId="0B1ABCCC" w14:textId="77777777" w:rsidR="00276CCE" w:rsidRDefault="00276CCE" w:rsidP="002A4158">
      <w:r>
        <w:t>— </w:t>
      </w:r>
      <w:r w:rsidR="002A4158" w:rsidRPr="00DA4E77">
        <w:t>Pauvre petite Ligure</w:t>
      </w:r>
      <w:r>
        <w:t xml:space="preserve"> ! </w:t>
      </w:r>
      <w:r w:rsidR="002A4158" w:rsidRPr="00DA4E77">
        <w:t xml:space="preserve">murmure </w:t>
      </w:r>
      <w:proofErr w:type="spellStart"/>
      <w:r w:rsidR="002A4158" w:rsidRPr="00DA4E77">
        <w:t>Amonou</w:t>
      </w:r>
      <w:proofErr w:type="spellEnd"/>
      <w:r>
        <w:t>.</w:t>
      </w:r>
    </w:p>
    <w:p w14:paraId="1C8D1411" w14:textId="77777777" w:rsidR="00276CCE" w:rsidRDefault="002A4158" w:rsidP="002A4158">
      <w:r w:rsidRPr="00DA4E77">
        <w:t>Et</w:t>
      </w:r>
      <w:r w:rsidR="00276CCE">
        <w:t xml:space="preserve">, </w:t>
      </w:r>
      <w:r w:rsidRPr="00DA4E77">
        <w:t xml:space="preserve">sans même prendre soin de saluer </w:t>
      </w:r>
      <w:proofErr w:type="spellStart"/>
      <w:r w:rsidRPr="00DA4E77">
        <w:t>Hellas</w:t>
      </w:r>
      <w:proofErr w:type="spellEnd"/>
      <w:r w:rsidRPr="00DA4E77">
        <w:t xml:space="preserve"> ni </w:t>
      </w:r>
      <w:proofErr w:type="spellStart"/>
      <w:r w:rsidRPr="00DA4E77">
        <w:t>Knephao</w:t>
      </w:r>
      <w:proofErr w:type="spellEnd"/>
      <w:r w:rsidR="00276CCE">
        <w:t xml:space="preserve">, </w:t>
      </w:r>
      <w:r w:rsidRPr="00DA4E77">
        <w:t>il sort du palais et se dirige à la hâte vers la mer</w:t>
      </w:r>
      <w:r w:rsidR="00276CCE">
        <w:t>.</w:t>
      </w:r>
    </w:p>
    <w:p w14:paraId="337B195B" w14:textId="77777777" w:rsidR="00276CCE" w:rsidRDefault="00276CCE" w:rsidP="002A4158">
      <w:r>
        <w:lastRenderedPageBreak/>
        <w:t>— </w:t>
      </w:r>
      <w:r w:rsidR="002A4158" w:rsidRPr="00DA4E77">
        <w:t>Brave jeune homme</w:t>
      </w:r>
      <w:r>
        <w:t xml:space="preserve"> ! </w:t>
      </w:r>
      <w:r w:rsidR="002A4158" w:rsidRPr="00DA4E77">
        <w:t xml:space="preserve">dit </w:t>
      </w:r>
      <w:proofErr w:type="spellStart"/>
      <w:r w:rsidR="002A4158" w:rsidRPr="00DA4E77">
        <w:t>Hellas</w:t>
      </w:r>
      <w:proofErr w:type="spellEnd"/>
      <w:r>
        <w:t xml:space="preserve">. </w:t>
      </w:r>
      <w:r w:rsidR="002A4158" w:rsidRPr="00DA4E77">
        <w:t>Il oublie tout</w:t>
      </w:r>
      <w:r>
        <w:t xml:space="preserve">, </w:t>
      </w:r>
      <w:r w:rsidR="002A4158" w:rsidRPr="00DA4E77">
        <w:t>la fête</w:t>
      </w:r>
      <w:r>
        <w:t xml:space="preserve">, </w:t>
      </w:r>
      <w:r w:rsidR="002A4158" w:rsidRPr="00DA4E77">
        <w:t>les festins</w:t>
      </w:r>
      <w:r>
        <w:t xml:space="preserve">, </w:t>
      </w:r>
      <w:r w:rsidR="002A4158" w:rsidRPr="00DA4E77">
        <w:t>sa légitime gloire</w:t>
      </w:r>
      <w:r>
        <w:t xml:space="preserve">, </w:t>
      </w:r>
      <w:r w:rsidR="002A4158" w:rsidRPr="00DA4E77">
        <w:t>pour aller secourir une Barbare aux yeux bleus</w:t>
      </w:r>
      <w:r>
        <w:t xml:space="preserve">. </w:t>
      </w:r>
      <w:r w:rsidR="002A4158" w:rsidRPr="00DA4E77">
        <w:t>Crois-tu</w:t>
      </w:r>
      <w:r>
        <w:t xml:space="preserve">, </w:t>
      </w:r>
      <w:proofErr w:type="spellStart"/>
      <w:r w:rsidR="002A4158" w:rsidRPr="00DA4E77">
        <w:t>Knephao</w:t>
      </w:r>
      <w:proofErr w:type="spellEnd"/>
      <w:r>
        <w:t xml:space="preserve">, </w:t>
      </w:r>
      <w:r w:rsidR="002A4158" w:rsidRPr="00DA4E77">
        <w:t>qu</w:t>
      </w:r>
      <w:r>
        <w:t>’</w:t>
      </w:r>
      <w:r w:rsidR="002A4158" w:rsidRPr="00DA4E77">
        <w:t>il trouvera cette courageuse jeune fille</w:t>
      </w:r>
      <w:r>
        <w:t> ?</w:t>
      </w:r>
    </w:p>
    <w:p w14:paraId="54BF8855" w14:textId="77777777" w:rsidR="00276CCE" w:rsidRDefault="00276CCE" w:rsidP="002A4158">
      <w:r>
        <w:t>— </w:t>
      </w:r>
      <w:r w:rsidR="002A4158" w:rsidRPr="00DA4E77">
        <w:t>Je le crois</w:t>
      </w:r>
      <w:r>
        <w:t xml:space="preserve">, </w:t>
      </w:r>
      <w:proofErr w:type="spellStart"/>
      <w:r w:rsidR="002A4158" w:rsidRPr="00DA4E77">
        <w:t>Hellas</w:t>
      </w:r>
      <w:proofErr w:type="spellEnd"/>
      <w:r>
        <w:t xml:space="preserve"> ! </w:t>
      </w:r>
      <w:r w:rsidR="002A4158" w:rsidRPr="00DA4E77">
        <w:t>D</w:t>
      </w:r>
      <w:r>
        <w:t>’</w:t>
      </w:r>
      <w:r w:rsidR="002A4158" w:rsidRPr="00DA4E77">
        <w:t>abord parce qu</w:t>
      </w:r>
      <w:r>
        <w:t>’</w:t>
      </w:r>
      <w:r w:rsidR="002A4158" w:rsidRPr="00DA4E77">
        <w:t>il a la vaillance et la persévérance d</w:t>
      </w:r>
      <w:r>
        <w:t>’</w:t>
      </w:r>
      <w:r w:rsidR="002A4158" w:rsidRPr="00DA4E77">
        <w:t>une âme généreuse</w:t>
      </w:r>
      <w:r>
        <w:t xml:space="preserve">, </w:t>
      </w:r>
      <w:r w:rsidR="002A4158" w:rsidRPr="00DA4E77">
        <w:t>ensuite parce qu</w:t>
      </w:r>
      <w:r>
        <w:t>’</w:t>
      </w:r>
      <w:r w:rsidR="002A4158" w:rsidRPr="00DA4E77">
        <w:t>amoureux</w:t>
      </w:r>
      <w:r>
        <w:t>…</w:t>
      </w:r>
    </w:p>
    <w:p w14:paraId="29A9E8B5" w14:textId="77777777" w:rsidR="00276CCE" w:rsidRDefault="00276CCE" w:rsidP="002A4158">
      <w:r>
        <w:t>— </w:t>
      </w:r>
      <w:r w:rsidR="002A4158" w:rsidRPr="00DA4E77">
        <w:t>Il l</w:t>
      </w:r>
      <w:r>
        <w:t>’</w:t>
      </w:r>
      <w:r w:rsidR="002A4158" w:rsidRPr="00DA4E77">
        <w:t>aime</w:t>
      </w:r>
      <w:r>
        <w:t> ?</w:t>
      </w:r>
    </w:p>
    <w:p w14:paraId="23575809" w14:textId="77777777" w:rsidR="00276CCE" w:rsidRDefault="00276CCE" w:rsidP="002A4158">
      <w:r>
        <w:t>— </w:t>
      </w:r>
      <w:r w:rsidR="002A4158" w:rsidRPr="00DA4E77">
        <w:t>Sans le savoir</w:t>
      </w:r>
      <w:r>
        <w:t xml:space="preserve">, </w:t>
      </w:r>
      <w:r w:rsidR="002A4158" w:rsidRPr="00DA4E77">
        <w:t>peut-être</w:t>
      </w:r>
      <w:r>
        <w:t>.</w:t>
      </w:r>
    </w:p>
    <w:p w14:paraId="6A9D4DC7" w14:textId="77777777" w:rsidR="00276CCE" w:rsidRDefault="00276CCE" w:rsidP="002A4158">
      <w:r>
        <w:t>— </w:t>
      </w:r>
      <w:r w:rsidR="002A4158" w:rsidRPr="00DA4E77">
        <w:t>Eh bien</w:t>
      </w:r>
      <w:r>
        <w:t xml:space="preserve">, </w:t>
      </w:r>
      <w:proofErr w:type="spellStart"/>
      <w:r w:rsidR="002A4158" w:rsidRPr="00DA4E77">
        <w:t>Knephao</w:t>
      </w:r>
      <w:proofErr w:type="spellEnd"/>
      <w:r>
        <w:t xml:space="preserve">, </w:t>
      </w:r>
      <w:r w:rsidR="002A4158" w:rsidRPr="00DA4E77">
        <w:t>trouvons une récompense pour tous deux</w:t>
      </w:r>
      <w:r>
        <w:t xml:space="preserve">. </w:t>
      </w:r>
      <w:r w:rsidR="002A4158" w:rsidRPr="00DA4E77">
        <w:t>Unissons-les</w:t>
      </w:r>
      <w:r>
        <w:t>.</w:t>
      </w:r>
    </w:p>
    <w:p w14:paraId="1D34EFD5" w14:textId="77777777" w:rsidR="00276CCE" w:rsidRDefault="00276CCE" w:rsidP="002A4158">
      <w:r>
        <w:t>— </w:t>
      </w:r>
      <w:r w:rsidR="002A4158" w:rsidRPr="00DA4E77">
        <w:t>Je crains que ce ne soit impossible</w:t>
      </w:r>
      <w:r>
        <w:t>.</w:t>
      </w:r>
    </w:p>
    <w:p w14:paraId="6E7AA8FC" w14:textId="77777777" w:rsidR="00276CCE" w:rsidRDefault="00276CCE" w:rsidP="002A4158">
      <w:r>
        <w:t>— </w:t>
      </w:r>
      <w:r w:rsidR="002A4158" w:rsidRPr="00DA4E77">
        <w:t>Pourquoi</w:t>
      </w:r>
      <w:r>
        <w:t> ?</w:t>
      </w:r>
    </w:p>
    <w:p w14:paraId="29BA184F" w14:textId="77777777" w:rsidR="00276CCE" w:rsidRDefault="00276CCE" w:rsidP="002A4158">
      <w:r>
        <w:t>— </w:t>
      </w:r>
      <w:r w:rsidR="002A4158" w:rsidRPr="00DA4E77">
        <w:t>Elle aime un autre</w:t>
      </w:r>
      <w:r>
        <w:t>.</w:t>
      </w:r>
    </w:p>
    <w:p w14:paraId="2A311D46" w14:textId="77777777" w:rsidR="00276CCE" w:rsidRDefault="00276CCE" w:rsidP="002A4158">
      <w:r>
        <w:t>— </w:t>
      </w:r>
      <w:r w:rsidR="002A4158" w:rsidRPr="00DA4E77">
        <w:t>Vraiment</w:t>
      </w:r>
      <w:r>
        <w:t xml:space="preserve"> ? </w:t>
      </w:r>
      <w:r w:rsidR="002A4158" w:rsidRPr="00DA4E77">
        <w:t>Elle qui paraît si pure</w:t>
      </w:r>
      <w:r>
        <w:t> !</w:t>
      </w:r>
    </w:p>
    <w:p w14:paraId="6E6C14A2" w14:textId="77777777" w:rsidR="00276CCE" w:rsidRDefault="00276CCE" w:rsidP="002A4158">
      <w:r>
        <w:t>— </w:t>
      </w:r>
      <w:r w:rsidR="002A4158" w:rsidRPr="00DA4E77">
        <w:t>Très pure</w:t>
      </w:r>
      <w:r>
        <w:t xml:space="preserve">, </w:t>
      </w:r>
      <w:r w:rsidR="002A4158" w:rsidRPr="00DA4E77">
        <w:t>certes</w:t>
      </w:r>
      <w:r>
        <w:t xml:space="preserve">, </w:t>
      </w:r>
      <w:r w:rsidR="002A4158" w:rsidRPr="00DA4E77">
        <w:t>car elle aime avec une candeur virg</w:t>
      </w:r>
      <w:r w:rsidR="002A4158" w:rsidRPr="00DA4E77">
        <w:t>i</w:t>
      </w:r>
      <w:r w:rsidR="002A4158" w:rsidRPr="00DA4E77">
        <w:t>nale quelqu</w:t>
      </w:r>
      <w:r>
        <w:t>’</w:t>
      </w:r>
      <w:r w:rsidR="002A4158" w:rsidRPr="00DA4E77">
        <w:t>un qui ne l</w:t>
      </w:r>
      <w:r>
        <w:t>’</w:t>
      </w:r>
      <w:r w:rsidR="002A4158" w:rsidRPr="00DA4E77">
        <w:t>aime pas</w:t>
      </w:r>
      <w:r>
        <w:t xml:space="preserve">, </w:t>
      </w:r>
      <w:r w:rsidR="002A4158" w:rsidRPr="00DA4E77">
        <w:t>et qui ne l</w:t>
      </w:r>
      <w:r>
        <w:t>’</w:t>
      </w:r>
      <w:r w:rsidR="002A4158" w:rsidRPr="00DA4E77">
        <w:t>aimera jamais</w:t>
      </w:r>
      <w:r>
        <w:t> !</w:t>
      </w:r>
    </w:p>
    <w:p w14:paraId="6905B25E" w14:textId="77777777" w:rsidR="00276CCE" w:rsidRDefault="00276CCE" w:rsidP="002A4158">
      <w:r>
        <w:t>— </w:t>
      </w:r>
      <w:r w:rsidR="002A4158" w:rsidRPr="00DA4E77">
        <w:t>En vérité</w:t>
      </w:r>
      <w:r>
        <w:t xml:space="preserve">, </w:t>
      </w:r>
      <w:proofErr w:type="spellStart"/>
      <w:r w:rsidR="002A4158" w:rsidRPr="00DA4E77">
        <w:t>Knephao</w:t>
      </w:r>
      <w:proofErr w:type="spellEnd"/>
      <w:r>
        <w:t xml:space="preserve">, </w:t>
      </w:r>
      <w:r w:rsidR="002A4158" w:rsidRPr="00DA4E77">
        <w:t>peut-on aimer éternellement qui n</w:t>
      </w:r>
      <w:r>
        <w:t>’</w:t>
      </w:r>
      <w:r w:rsidR="002A4158" w:rsidRPr="00DA4E77">
        <w:t>aime pas en retour</w:t>
      </w:r>
      <w:r>
        <w:t> ?</w:t>
      </w:r>
    </w:p>
    <w:p w14:paraId="6CD69F61" w14:textId="77777777" w:rsidR="00276CCE" w:rsidRDefault="00276CCE" w:rsidP="002A4158">
      <w:r>
        <w:t>— </w:t>
      </w:r>
      <w:r w:rsidR="002A4158" w:rsidRPr="00DA4E77">
        <w:t>Oui</w:t>
      </w:r>
      <w:r>
        <w:t xml:space="preserve">, </w:t>
      </w:r>
      <w:r w:rsidR="002A4158" w:rsidRPr="00DA4E77">
        <w:t>murmure le géant avec un soupir qu</w:t>
      </w:r>
      <w:r>
        <w:t>’</w:t>
      </w:r>
      <w:r w:rsidR="002A4158" w:rsidRPr="00DA4E77">
        <w:t>il dissimule</w:t>
      </w:r>
      <w:r>
        <w:t xml:space="preserve">. </w:t>
      </w:r>
      <w:r w:rsidR="002A4158" w:rsidRPr="00DA4E77">
        <w:t>Oui</w:t>
      </w:r>
      <w:r>
        <w:t xml:space="preserve">, </w:t>
      </w:r>
      <w:r w:rsidR="002A4158" w:rsidRPr="00DA4E77">
        <w:t>on le peut</w:t>
      </w:r>
      <w:r>
        <w:t xml:space="preserve">, </w:t>
      </w:r>
      <w:proofErr w:type="spellStart"/>
      <w:r w:rsidR="002A4158" w:rsidRPr="00DA4E77">
        <w:t>Hellas</w:t>
      </w:r>
      <w:proofErr w:type="spellEnd"/>
      <w:r>
        <w:t> !</w:t>
      </w:r>
    </w:p>
    <w:p w14:paraId="11A290AA" w14:textId="77777777" w:rsidR="00276CCE" w:rsidRDefault="002A4158" w:rsidP="002A4158">
      <w:r w:rsidRPr="00DA4E77">
        <w:t xml:space="preserve">Mais </w:t>
      </w:r>
      <w:proofErr w:type="spellStart"/>
      <w:r w:rsidRPr="00DA4E77">
        <w:t>Hellas</w:t>
      </w:r>
      <w:proofErr w:type="spellEnd"/>
      <w:r w:rsidRPr="00DA4E77">
        <w:t xml:space="preserve"> ne voit pas l</w:t>
      </w:r>
      <w:r w:rsidR="00276CCE">
        <w:t>’</w:t>
      </w:r>
      <w:r w:rsidRPr="00DA4E77">
        <w:t>étrange songerie dans laquelle le géant vient de tomber</w:t>
      </w:r>
      <w:r w:rsidR="00276CCE">
        <w:t xml:space="preserve">. </w:t>
      </w:r>
      <w:r w:rsidRPr="00DA4E77">
        <w:t>L</w:t>
      </w:r>
      <w:r w:rsidR="00276CCE">
        <w:t>’</w:t>
      </w:r>
      <w:r w:rsidRPr="00DA4E77">
        <w:t>Apôtre</w:t>
      </w:r>
      <w:r w:rsidR="00276CCE">
        <w:t xml:space="preserve">, </w:t>
      </w:r>
      <w:r w:rsidRPr="00DA4E77">
        <w:t>en effet</w:t>
      </w:r>
      <w:r w:rsidR="00276CCE">
        <w:t xml:space="preserve">, </w:t>
      </w:r>
      <w:r w:rsidRPr="00DA4E77">
        <w:t>entraîné lui-même en une rêverie lointaine</w:t>
      </w:r>
      <w:r w:rsidR="00276CCE">
        <w:t xml:space="preserve">, </w:t>
      </w:r>
      <w:r w:rsidRPr="00DA4E77">
        <w:t>entend</w:t>
      </w:r>
      <w:r w:rsidR="00276CCE">
        <w:t xml:space="preserve">, </w:t>
      </w:r>
      <w:r w:rsidRPr="00DA4E77">
        <w:t>toute chaude encore à son oreille</w:t>
      </w:r>
      <w:r w:rsidR="00276CCE">
        <w:t xml:space="preserve">, </w:t>
      </w:r>
      <w:r w:rsidRPr="00DA4E77">
        <w:t>la voix d</w:t>
      </w:r>
      <w:r w:rsidR="00276CCE">
        <w:t>’</w:t>
      </w:r>
      <w:proofErr w:type="spellStart"/>
      <w:r w:rsidRPr="00DA4E77">
        <w:t>Oréa</w:t>
      </w:r>
      <w:proofErr w:type="spellEnd"/>
      <w:r w:rsidR="00276CCE">
        <w:t xml:space="preserve">, </w:t>
      </w:r>
      <w:r w:rsidRPr="00DA4E77">
        <w:t>ardente d</w:t>
      </w:r>
      <w:r w:rsidR="00276CCE">
        <w:t>’</w:t>
      </w:r>
      <w:r w:rsidRPr="00DA4E77">
        <w:t>un haut amour et vibrante de prome</w:t>
      </w:r>
      <w:r w:rsidRPr="00DA4E77">
        <w:t>s</w:t>
      </w:r>
      <w:r w:rsidRPr="00DA4E77">
        <w:t>ses sublimes</w:t>
      </w:r>
      <w:r w:rsidR="00276CCE">
        <w:t xml:space="preserve">. </w:t>
      </w:r>
      <w:r w:rsidRPr="00DA4E77">
        <w:t xml:space="preserve">Alors revient à sa mémoire le </w:t>
      </w:r>
      <w:r w:rsidRPr="00DA4E77">
        <w:lastRenderedPageBreak/>
        <w:t>serment qu</w:t>
      </w:r>
      <w:r w:rsidR="00276CCE">
        <w:t>’</w:t>
      </w:r>
      <w:r w:rsidRPr="00DA4E77">
        <w:t>il a fait de sauver Atlantis des menaçants désordres</w:t>
      </w:r>
      <w:r w:rsidR="00276CCE">
        <w:t xml:space="preserve">, </w:t>
      </w:r>
      <w:r w:rsidRPr="00DA4E77">
        <w:t>et son esprit aux ailes rapides</w:t>
      </w:r>
      <w:r w:rsidR="00276CCE">
        <w:t xml:space="preserve">, </w:t>
      </w:r>
      <w:r w:rsidRPr="00DA4E77">
        <w:t>chassant les préoccupations personnelles</w:t>
      </w:r>
      <w:r w:rsidR="00276CCE">
        <w:t xml:space="preserve">, </w:t>
      </w:r>
      <w:r w:rsidRPr="00DA4E77">
        <w:t>passe d</w:t>
      </w:r>
      <w:r w:rsidR="00276CCE">
        <w:t>’</w:t>
      </w:r>
      <w:r w:rsidRPr="00DA4E77">
        <w:t>un seul coup aux intérêts de la Cité</w:t>
      </w:r>
      <w:r w:rsidR="00276CCE">
        <w:t> :</w:t>
      </w:r>
    </w:p>
    <w:p w14:paraId="6E5BF210" w14:textId="77777777" w:rsidR="00276CCE" w:rsidRDefault="00276CCE" w:rsidP="002A4158">
      <w:r>
        <w:t>— </w:t>
      </w:r>
      <w:r w:rsidR="002A4158" w:rsidRPr="00DA4E77">
        <w:t>Allons</w:t>
      </w:r>
      <w:r>
        <w:t xml:space="preserve">, </w:t>
      </w:r>
      <w:proofErr w:type="spellStart"/>
      <w:r w:rsidR="002A4158" w:rsidRPr="00DA4E77">
        <w:t>Knephao</w:t>
      </w:r>
      <w:proofErr w:type="spellEnd"/>
      <w:r>
        <w:t xml:space="preserve">, </w:t>
      </w:r>
      <w:r w:rsidR="002A4158" w:rsidRPr="00DA4E77">
        <w:t>les heures pressent</w:t>
      </w:r>
      <w:r>
        <w:t xml:space="preserve">. </w:t>
      </w:r>
      <w:r w:rsidR="002A4158" w:rsidRPr="00DA4E77">
        <w:t>Peux-tu faire pr</w:t>
      </w:r>
      <w:r w:rsidR="002A4158" w:rsidRPr="00DA4E77">
        <w:t>é</w:t>
      </w:r>
      <w:r w:rsidR="002A4158" w:rsidRPr="00DA4E77">
        <w:t xml:space="preserve">venir </w:t>
      </w:r>
      <w:proofErr w:type="spellStart"/>
      <w:r w:rsidR="002A4158" w:rsidRPr="00DA4E77">
        <w:t>Hermos</w:t>
      </w:r>
      <w:proofErr w:type="spellEnd"/>
      <w:r w:rsidR="002A4158" w:rsidRPr="00DA4E77">
        <w:t xml:space="preserve"> qu</w:t>
      </w:r>
      <w:r>
        <w:t>’</w:t>
      </w:r>
      <w:r w:rsidR="002A4158" w:rsidRPr="00DA4E77">
        <w:t>il vienne nous rejoindre au palais des Eaux</w:t>
      </w:r>
      <w:r>
        <w:t xml:space="preserve"> ? </w:t>
      </w:r>
      <w:r w:rsidR="002A4158" w:rsidRPr="00DA4E77">
        <w:t>Il est urgent que nous tenions un conseil touchant les affaires de l</w:t>
      </w:r>
      <w:r>
        <w:t>’</w:t>
      </w:r>
      <w:r w:rsidR="002A4158" w:rsidRPr="00DA4E77">
        <w:t>Empire</w:t>
      </w:r>
      <w:r>
        <w:t>.</w:t>
      </w:r>
    </w:p>
    <w:p w14:paraId="4F18E5ED" w14:textId="77777777" w:rsidR="00276CCE" w:rsidRDefault="00276CCE" w:rsidP="002A4158">
      <w:r>
        <w:t>— </w:t>
      </w:r>
      <w:r w:rsidR="002A4158" w:rsidRPr="00DA4E77">
        <w:t>Je vais le faire appeler</w:t>
      </w:r>
      <w:r>
        <w:t xml:space="preserve">. </w:t>
      </w:r>
      <w:r w:rsidR="002A4158" w:rsidRPr="00DA4E77">
        <w:t>Il paraîtra naturel qu</w:t>
      </w:r>
      <w:r>
        <w:t>’</w:t>
      </w:r>
      <w:r w:rsidR="002A4158" w:rsidRPr="00DA4E77">
        <w:t>il vienne à ta rencontre</w:t>
      </w:r>
      <w:r>
        <w:t xml:space="preserve">. </w:t>
      </w:r>
      <w:r w:rsidR="002A4158" w:rsidRPr="00DA4E77">
        <w:t>Et puis</w:t>
      </w:r>
      <w:r>
        <w:t xml:space="preserve">, </w:t>
      </w:r>
      <w:r w:rsidR="002A4158" w:rsidRPr="00DA4E77">
        <w:t>toute la nuit</w:t>
      </w:r>
      <w:r>
        <w:t xml:space="preserve">, </w:t>
      </w:r>
      <w:r w:rsidR="002A4158" w:rsidRPr="00DA4E77">
        <w:t>la foule va grouiller dans le port</w:t>
      </w:r>
      <w:r>
        <w:t xml:space="preserve">. </w:t>
      </w:r>
      <w:r w:rsidR="002A4158" w:rsidRPr="00DA4E77">
        <w:t>Nul ne s</w:t>
      </w:r>
      <w:r>
        <w:t>’</w:t>
      </w:r>
      <w:r w:rsidR="002A4158" w:rsidRPr="00DA4E77">
        <w:t>étonnera de voir nos soldats rester autour du p</w:t>
      </w:r>
      <w:r w:rsidR="002A4158" w:rsidRPr="00DA4E77">
        <w:t>a</w:t>
      </w:r>
      <w:r w:rsidR="002A4158" w:rsidRPr="00DA4E77">
        <w:t>lais</w:t>
      </w:r>
      <w:r>
        <w:t xml:space="preserve">. </w:t>
      </w:r>
      <w:r w:rsidR="002A4158" w:rsidRPr="00DA4E77">
        <w:t>Et ainsi veillera sur nous une bonne garde</w:t>
      </w:r>
      <w:r>
        <w:t>.</w:t>
      </w:r>
    </w:p>
    <w:p w14:paraId="7E9DD0D5" w14:textId="77777777" w:rsidR="00276CCE" w:rsidRDefault="00276CCE" w:rsidP="002A4158">
      <w:r>
        <w:t>— </w:t>
      </w:r>
      <w:r w:rsidR="002A4158" w:rsidRPr="00DA4E77">
        <w:t>Bonne garde</w:t>
      </w:r>
      <w:r>
        <w:t xml:space="preserve">, </w:t>
      </w:r>
      <w:r w:rsidR="002A4158" w:rsidRPr="00DA4E77">
        <w:t>pourquoi</w:t>
      </w:r>
      <w:r>
        <w:t xml:space="preserve"> ? </w:t>
      </w:r>
      <w:r w:rsidR="002A4158" w:rsidRPr="00DA4E77">
        <w:t>As-tu donc peur</w:t>
      </w:r>
      <w:r>
        <w:t> ?</w:t>
      </w:r>
    </w:p>
    <w:p w14:paraId="4158FA41" w14:textId="77777777" w:rsidR="00276CCE" w:rsidRDefault="00276CCE" w:rsidP="002A4158">
      <w:r>
        <w:t>— </w:t>
      </w:r>
      <w:r w:rsidR="002A4158" w:rsidRPr="00DA4E77">
        <w:t>Nous avons tout à craindre d</w:t>
      </w:r>
      <w:r>
        <w:t>’</w:t>
      </w:r>
      <w:r w:rsidR="002A4158" w:rsidRPr="00DA4E77">
        <w:t>un parti qu</w:t>
      </w:r>
      <w:r>
        <w:t>’</w:t>
      </w:r>
      <w:r w:rsidR="002A4158" w:rsidRPr="00DA4E77">
        <w:t>exaspère sa r</w:t>
      </w:r>
      <w:r w:rsidR="002A4158" w:rsidRPr="00DA4E77">
        <w:t>é</w:t>
      </w:r>
      <w:r w:rsidR="002A4158" w:rsidRPr="00DA4E77">
        <w:t>cente déception</w:t>
      </w:r>
      <w:r>
        <w:t xml:space="preserve">. </w:t>
      </w:r>
      <w:r w:rsidR="002A4158" w:rsidRPr="00DA4E77">
        <w:t>Si ta générosité leur pardonne</w:t>
      </w:r>
      <w:r>
        <w:t xml:space="preserve">, </w:t>
      </w:r>
      <w:r w:rsidR="002A4158" w:rsidRPr="00DA4E77">
        <w:t>leur haine ne te pardonne pas</w:t>
      </w:r>
      <w:r>
        <w:t>.</w:t>
      </w:r>
    </w:p>
    <w:p w14:paraId="50C408FA" w14:textId="77777777" w:rsidR="00276CCE" w:rsidRDefault="00276CCE" w:rsidP="002A4158">
      <w:r>
        <w:t>— </w:t>
      </w:r>
      <w:r w:rsidR="002A4158" w:rsidRPr="00DA4E77">
        <w:t>Ami</w:t>
      </w:r>
      <w:r>
        <w:t xml:space="preserve">, </w:t>
      </w:r>
      <w:r w:rsidR="002A4158" w:rsidRPr="00DA4E77">
        <w:t xml:space="preserve">fait </w:t>
      </w:r>
      <w:proofErr w:type="spellStart"/>
      <w:r w:rsidR="002A4158" w:rsidRPr="00DA4E77">
        <w:t>Hellas</w:t>
      </w:r>
      <w:proofErr w:type="spellEnd"/>
      <w:r w:rsidR="002A4158" w:rsidRPr="00DA4E77">
        <w:t xml:space="preserve"> en souriant</w:t>
      </w:r>
      <w:r>
        <w:t xml:space="preserve">, </w:t>
      </w:r>
      <w:r w:rsidR="002A4158" w:rsidRPr="00DA4E77">
        <w:t>je n</w:t>
      </w:r>
      <w:r>
        <w:t>’</w:t>
      </w:r>
      <w:r w:rsidR="002A4158" w:rsidRPr="00DA4E77">
        <w:t>en saurais vouloir à mes adversaires</w:t>
      </w:r>
      <w:r>
        <w:t xml:space="preserve">. </w:t>
      </w:r>
      <w:r w:rsidR="002A4158" w:rsidRPr="00DA4E77">
        <w:t>Un peuple qui s</w:t>
      </w:r>
      <w:r>
        <w:t>’</w:t>
      </w:r>
      <w:r w:rsidR="002A4158" w:rsidRPr="00DA4E77">
        <w:t>abandonne au pouvoir absolu a</w:t>
      </w:r>
      <w:r w:rsidR="002A4158" w:rsidRPr="00DA4E77">
        <w:t>r</w:t>
      </w:r>
      <w:r w:rsidR="002A4158" w:rsidRPr="00DA4E77">
        <w:t>rive au despotisme abrutissant</w:t>
      </w:r>
      <w:r>
        <w:t xml:space="preserve"> ; </w:t>
      </w:r>
      <w:r w:rsidR="002A4158" w:rsidRPr="00DA4E77">
        <w:t>et les agitateurs se rendent to</w:t>
      </w:r>
      <w:r w:rsidR="002A4158" w:rsidRPr="00DA4E77">
        <w:t>u</w:t>
      </w:r>
      <w:r w:rsidR="002A4158" w:rsidRPr="00DA4E77">
        <w:t>jours utiles aux Princes</w:t>
      </w:r>
      <w:r>
        <w:t xml:space="preserve">, </w:t>
      </w:r>
      <w:r w:rsidR="002A4158" w:rsidRPr="00DA4E77">
        <w:t>car ils les obligent à veiller sur eux-mêmes et à persévérer dans le bien</w:t>
      </w:r>
      <w:r>
        <w:t>.</w:t>
      </w:r>
    </w:p>
    <w:p w14:paraId="1283C186" w14:textId="77777777" w:rsidR="00276CCE" w:rsidRDefault="00276CCE" w:rsidP="002A4158">
      <w:r>
        <w:t>— </w:t>
      </w:r>
      <w:r w:rsidR="002A4158" w:rsidRPr="00DA4E77">
        <w:t>En ce cas</w:t>
      </w:r>
      <w:r>
        <w:t xml:space="preserve">, </w:t>
      </w:r>
      <w:r w:rsidR="002A4158" w:rsidRPr="00DA4E77">
        <w:t xml:space="preserve">éclate </w:t>
      </w:r>
      <w:proofErr w:type="spellStart"/>
      <w:r w:rsidR="002A4158" w:rsidRPr="00DA4E77">
        <w:t>Knephao</w:t>
      </w:r>
      <w:proofErr w:type="spellEnd"/>
      <w:r>
        <w:t xml:space="preserve">, </w:t>
      </w:r>
      <w:r w:rsidR="002A4158" w:rsidRPr="00DA4E77">
        <w:t>avec un large et bon rire</w:t>
      </w:r>
      <w:r>
        <w:t xml:space="preserve">, </w:t>
      </w:r>
      <w:r w:rsidR="002A4158" w:rsidRPr="00DA4E77">
        <w:t xml:space="preserve">tu peux remercier </w:t>
      </w:r>
      <w:proofErr w:type="spellStart"/>
      <w:r w:rsidR="002A4158" w:rsidRPr="00DA4E77">
        <w:t>Melléna</w:t>
      </w:r>
      <w:proofErr w:type="spellEnd"/>
      <w:r w:rsidR="002A4158" w:rsidRPr="00DA4E77">
        <w:t xml:space="preserve"> et ses amis</w:t>
      </w:r>
      <w:r>
        <w:t xml:space="preserve">, </w:t>
      </w:r>
      <w:r w:rsidR="002A4158" w:rsidRPr="00DA4E77">
        <w:t>car ils vont t</w:t>
      </w:r>
      <w:r>
        <w:t>’</w:t>
      </w:r>
      <w:r w:rsidR="002A4158" w:rsidRPr="00DA4E77">
        <w:t>obliger à une rude persévérance</w:t>
      </w:r>
      <w:r>
        <w:t> !</w:t>
      </w:r>
    </w:p>
    <w:p w14:paraId="22391A18" w14:textId="77777777" w:rsidR="00276CCE" w:rsidRDefault="002A4158" w:rsidP="002A4158">
      <w:r w:rsidRPr="00DA4E77">
        <w:t>Et l</w:t>
      </w:r>
      <w:r w:rsidR="00276CCE">
        <w:t>’</w:t>
      </w:r>
      <w:r w:rsidRPr="00DA4E77">
        <w:t>Égyptien appelle un de ses officiers pour qu</w:t>
      </w:r>
      <w:r w:rsidR="00276CCE">
        <w:t>’</w:t>
      </w:r>
      <w:r w:rsidRPr="00DA4E77">
        <w:t xml:space="preserve">on envoie chercher </w:t>
      </w:r>
      <w:proofErr w:type="spellStart"/>
      <w:r w:rsidRPr="00DA4E77">
        <w:t>Hermos</w:t>
      </w:r>
      <w:proofErr w:type="spellEnd"/>
      <w:r w:rsidR="00276CCE">
        <w:t>.</w:t>
      </w:r>
    </w:p>
    <w:p w14:paraId="36777875" w14:textId="77777777" w:rsidR="00276CCE" w:rsidRDefault="00276CCE" w:rsidP="00276CCE">
      <w:pPr>
        <w:pStyle w:val="Titre2"/>
        <w:rPr>
          <w:i/>
        </w:rPr>
      </w:pPr>
      <w:bookmarkStart w:id="25" w:name="_Toc194842011"/>
      <w:r w:rsidRPr="00DA4E77">
        <w:lastRenderedPageBreak/>
        <w:t>Scène</w:t>
      </w:r>
      <w:r>
        <w:t> </w:t>
      </w:r>
      <w:r w:rsidRPr="00DA4E77">
        <w:t>XIV</w:t>
      </w:r>
      <w:r>
        <w:t xml:space="preserve">. – </w:t>
      </w:r>
      <w:r w:rsidR="002A4158" w:rsidRPr="00DA4E77">
        <w:rPr>
          <w:i/>
        </w:rPr>
        <w:t>En barque</w:t>
      </w:r>
      <w:r>
        <w:rPr>
          <w:i/>
        </w:rPr>
        <w:t>.</w:t>
      </w:r>
      <w:bookmarkEnd w:id="25"/>
    </w:p>
    <w:p w14:paraId="7828C739" w14:textId="77777777" w:rsidR="00276CCE" w:rsidRDefault="002A4158" w:rsidP="002A4158">
      <w:r w:rsidRPr="00DA4E77">
        <w:t>Or</w:t>
      </w:r>
      <w:r w:rsidR="00276CCE">
        <w:t xml:space="preserve">, </w:t>
      </w:r>
      <w:r w:rsidRPr="00DA4E77">
        <w:t>pendant qu</w:t>
      </w:r>
      <w:r w:rsidR="00276CCE">
        <w:t>’</w:t>
      </w:r>
      <w:proofErr w:type="spellStart"/>
      <w:r w:rsidRPr="00DA4E77">
        <w:t>Hellas</w:t>
      </w:r>
      <w:proofErr w:type="spellEnd"/>
      <w:r w:rsidRPr="00DA4E77">
        <w:t xml:space="preserve"> haranguait la foule</w:t>
      </w:r>
      <w:r w:rsidR="00276CCE">
        <w:t xml:space="preserve">, </w:t>
      </w:r>
      <w:proofErr w:type="spellStart"/>
      <w:r w:rsidRPr="00DA4E77">
        <w:t>Melléna</w:t>
      </w:r>
      <w:proofErr w:type="spellEnd"/>
      <w:r w:rsidR="00276CCE">
        <w:t xml:space="preserve">, </w:t>
      </w:r>
      <w:r w:rsidRPr="00DA4E77">
        <w:t>voyant la partie irrévocablement perdue pour ce jour</w:t>
      </w:r>
      <w:r w:rsidR="00276CCE">
        <w:t xml:space="preserve">, </w:t>
      </w:r>
      <w:r w:rsidRPr="00DA4E77">
        <w:t>ne s</w:t>
      </w:r>
      <w:r w:rsidR="00276CCE">
        <w:t>’</w:t>
      </w:r>
      <w:r w:rsidRPr="00DA4E77">
        <w:t>est pas a</w:t>
      </w:r>
      <w:r w:rsidRPr="00DA4E77">
        <w:t>t</w:t>
      </w:r>
      <w:r w:rsidRPr="00DA4E77">
        <w:t>tardée en vain sur la galère impériale</w:t>
      </w:r>
      <w:r w:rsidR="00276CCE">
        <w:t xml:space="preserve">. </w:t>
      </w:r>
      <w:r w:rsidRPr="00DA4E77">
        <w:t>La foule tout entière a</w:t>
      </w:r>
      <w:r w:rsidRPr="00DA4E77">
        <w:t>c</w:t>
      </w:r>
      <w:r w:rsidRPr="00DA4E77">
        <w:t xml:space="preserve">clame donc </w:t>
      </w:r>
      <w:proofErr w:type="spellStart"/>
      <w:r w:rsidRPr="00DA4E77">
        <w:t>Hellas</w:t>
      </w:r>
      <w:proofErr w:type="spellEnd"/>
      <w:r w:rsidR="00276CCE">
        <w:t xml:space="preserve">. </w:t>
      </w:r>
      <w:r w:rsidRPr="00DA4E77">
        <w:t>Que faire</w:t>
      </w:r>
      <w:r w:rsidR="00276CCE">
        <w:t xml:space="preserve"> ? </w:t>
      </w:r>
      <w:r w:rsidRPr="00DA4E77">
        <w:t>L</w:t>
      </w:r>
      <w:r w:rsidR="00276CCE">
        <w:t>’</w:t>
      </w:r>
      <w:r w:rsidRPr="00DA4E77">
        <w:t>arrêter</w:t>
      </w:r>
      <w:r w:rsidR="00276CCE">
        <w:t xml:space="preserve"> ? </w:t>
      </w:r>
      <w:r w:rsidRPr="00DA4E77">
        <w:t>Pure folie</w:t>
      </w:r>
      <w:r w:rsidR="00276CCE">
        <w:t xml:space="preserve"> ! </w:t>
      </w:r>
      <w:r w:rsidRPr="00DA4E77">
        <w:t>D</w:t>
      </w:r>
      <w:r w:rsidR="00276CCE">
        <w:t>’</w:t>
      </w:r>
      <w:r w:rsidRPr="00DA4E77">
        <w:t>ailleurs</w:t>
      </w:r>
      <w:r w:rsidR="00276CCE">
        <w:t xml:space="preserve">, </w:t>
      </w:r>
      <w:proofErr w:type="spellStart"/>
      <w:r w:rsidRPr="00DA4E77">
        <w:t>Hellas</w:t>
      </w:r>
      <w:proofErr w:type="spellEnd"/>
      <w:r w:rsidRPr="00DA4E77">
        <w:t xml:space="preserve"> reste régulièrement Prince de l</w:t>
      </w:r>
      <w:r w:rsidR="00276CCE">
        <w:t>’</w:t>
      </w:r>
      <w:r w:rsidRPr="00DA4E77">
        <w:t>Empire</w:t>
      </w:r>
      <w:r w:rsidR="00276CCE">
        <w:t xml:space="preserve">, </w:t>
      </w:r>
      <w:r w:rsidRPr="00DA4E77">
        <w:t>et nul acte tenté contre lui n</w:t>
      </w:r>
      <w:r w:rsidR="00276CCE">
        <w:t>’</w:t>
      </w:r>
      <w:r w:rsidRPr="00DA4E77">
        <w:t>aurait l</w:t>
      </w:r>
      <w:r w:rsidR="00276CCE">
        <w:t>’</w:t>
      </w:r>
      <w:r w:rsidRPr="00DA4E77">
        <w:t>apparence même de la légalité</w:t>
      </w:r>
      <w:r w:rsidR="00276CCE">
        <w:t xml:space="preserve">. </w:t>
      </w:r>
      <w:r w:rsidRPr="00DA4E77">
        <w:t>Il a échappé à la flotte armoricaine</w:t>
      </w:r>
      <w:r w:rsidR="00276CCE">
        <w:t xml:space="preserve">, </w:t>
      </w:r>
      <w:r w:rsidRPr="00DA4E77">
        <w:t>mais comment</w:t>
      </w:r>
      <w:r w:rsidR="00276CCE">
        <w:t xml:space="preserve"> ? </w:t>
      </w:r>
      <w:r w:rsidRPr="00DA4E77">
        <w:t>Nul des agents au se</w:t>
      </w:r>
      <w:r w:rsidRPr="00DA4E77">
        <w:t>r</w:t>
      </w:r>
      <w:r w:rsidRPr="00DA4E77">
        <w:t xml:space="preserve">vice de </w:t>
      </w:r>
      <w:proofErr w:type="spellStart"/>
      <w:r w:rsidRPr="00DA4E77">
        <w:t>Melléna</w:t>
      </w:r>
      <w:proofErr w:type="spellEnd"/>
      <w:r w:rsidRPr="00DA4E77">
        <w:t xml:space="preserve"> n</w:t>
      </w:r>
      <w:r w:rsidR="00276CCE">
        <w:t>’</w:t>
      </w:r>
      <w:r w:rsidRPr="00DA4E77">
        <w:t>a signalé sur mer les navires d</w:t>
      </w:r>
      <w:r w:rsidR="00276CCE">
        <w:t>’</w:t>
      </w:r>
      <w:proofErr w:type="spellStart"/>
      <w:r w:rsidRPr="00DA4E77">
        <w:t>Hellas</w:t>
      </w:r>
      <w:proofErr w:type="spellEnd"/>
      <w:r w:rsidR="00276CCE">
        <w:t xml:space="preserve">. </w:t>
      </w:r>
      <w:r w:rsidRPr="00DA4E77">
        <w:t>Si la flotte ligure a disparu dans quelque lointain désastre</w:t>
      </w:r>
      <w:r w:rsidR="00276CCE">
        <w:t xml:space="preserve">, </w:t>
      </w:r>
      <w:r w:rsidRPr="00DA4E77">
        <w:t>alors on demandera des comptes à son maître</w:t>
      </w:r>
      <w:r w:rsidR="00276CCE">
        <w:t xml:space="preserve">. </w:t>
      </w:r>
      <w:r w:rsidRPr="00DA4E77">
        <w:t>S</w:t>
      </w:r>
      <w:r w:rsidR="00276CCE">
        <w:t>’</w:t>
      </w:r>
      <w:r w:rsidRPr="00DA4E77">
        <w:t>il a précédé sa flotte de quelques jours</w:t>
      </w:r>
      <w:r w:rsidR="00276CCE">
        <w:t xml:space="preserve">, </w:t>
      </w:r>
      <w:r w:rsidRPr="00DA4E77">
        <w:t>alors le triomphe d</w:t>
      </w:r>
      <w:r w:rsidR="00276CCE">
        <w:t>’</w:t>
      </w:r>
      <w:proofErr w:type="spellStart"/>
      <w:r w:rsidRPr="00DA4E77">
        <w:t>Hellas</w:t>
      </w:r>
      <w:proofErr w:type="spellEnd"/>
      <w:r w:rsidRPr="00DA4E77">
        <w:t xml:space="preserve"> deviendra définitif</w:t>
      </w:r>
      <w:r w:rsidR="00276CCE">
        <w:t xml:space="preserve">. </w:t>
      </w:r>
      <w:r w:rsidRPr="00DA4E77">
        <w:t>Et il faudra s</w:t>
      </w:r>
      <w:r w:rsidR="00276CCE">
        <w:t>’</w:t>
      </w:r>
      <w:r w:rsidRPr="00DA4E77">
        <w:t>y résigner</w:t>
      </w:r>
      <w:r w:rsidR="00276CCE">
        <w:t>.</w:t>
      </w:r>
    </w:p>
    <w:p w14:paraId="0E90F2DD" w14:textId="77777777" w:rsidR="00276CCE" w:rsidRDefault="002A4158" w:rsidP="002A4158">
      <w:r w:rsidRPr="00DA4E77">
        <w:t>Oh</w:t>
      </w:r>
      <w:r w:rsidR="00276CCE">
        <w:t xml:space="preserve"> ! </w:t>
      </w:r>
      <w:r w:rsidRPr="00DA4E77">
        <w:t>que cette idée de défaite irrite l</w:t>
      </w:r>
      <w:r w:rsidR="00276CCE">
        <w:t>’</w:t>
      </w:r>
      <w:r w:rsidRPr="00DA4E77">
        <w:t>active femme</w:t>
      </w:r>
      <w:r w:rsidR="00276CCE">
        <w:t xml:space="preserve"> ! </w:t>
      </w:r>
      <w:r w:rsidRPr="00DA4E77">
        <w:t>Non</w:t>
      </w:r>
      <w:r w:rsidR="00276CCE">
        <w:t xml:space="preserve"> ! </w:t>
      </w:r>
      <w:r w:rsidRPr="00DA4E77">
        <w:t>non</w:t>
      </w:r>
      <w:r w:rsidR="00276CCE">
        <w:t xml:space="preserve"> ! </w:t>
      </w:r>
      <w:r w:rsidRPr="00DA4E77">
        <w:t>Elle ne se résigne pas</w:t>
      </w:r>
      <w:r w:rsidR="00276CCE">
        <w:t xml:space="preserve"> ! </w:t>
      </w:r>
      <w:r w:rsidRPr="00DA4E77">
        <w:t>Et tandis que la ville entière s</w:t>
      </w:r>
      <w:r w:rsidR="00276CCE">
        <w:t>’</w:t>
      </w:r>
      <w:r w:rsidRPr="00DA4E77">
        <w:t>époumone à acclamer son Prince</w:t>
      </w:r>
      <w:r w:rsidR="00276CCE">
        <w:t xml:space="preserve">, </w:t>
      </w:r>
      <w:proofErr w:type="spellStart"/>
      <w:r w:rsidRPr="00DA4E77">
        <w:t>Melléna</w:t>
      </w:r>
      <w:proofErr w:type="spellEnd"/>
      <w:r w:rsidR="00276CCE">
        <w:t xml:space="preserve">, </w:t>
      </w:r>
      <w:r w:rsidRPr="00DA4E77">
        <w:t>sans perdre de temps</w:t>
      </w:r>
      <w:r w:rsidR="00276CCE">
        <w:t xml:space="preserve">, </w:t>
      </w:r>
      <w:r w:rsidRPr="00DA4E77">
        <w:t>quitte le pont du vaisseau impérial et va gagner</w:t>
      </w:r>
      <w:r w:rsidR="00276CCE">
        <w:t xml:space="preserve">, </w:t>
      </w:r>
      <w:r w:rsidRPr="00DA4E77">
        <w:t>à l</w:t>
      </w:r>
      <w:r w:rsidR="00276CCE">
        <w:t>’</w:t>
      </w:r>
      <w:r w:rsidRPr="00DA4E77">
        <w:t>arrière</w:t>
      </w:r>
      <w:r w:rsidR="00276CCE">
        <w:t xml:space="preserve">, </w:t>
      </w:r>
      <w:r w:rsidRPr="00DA4E77">
        <w:t>une échelle appliquée à la coque du navire par où elle peut descendre jusqu</w:t>
      </w:r>
      <w:r w:rsidR="00276CCE">
        <w:t>’</w:t>
      </w:r>
      <w:r w:rsidRPr="00DA4E77">
        <w:t>à la mer</w:t>
      </w:r>
      <w:r w:rsidR="00276CCE">
        <w:t xml:space="preserve">, </w:t>
      </w:r>
      <w:r w:rsidRPr="00DA4E77">
        <w:t>et trouver une embarcation commode</w:t>
      </w:r>
      <w:r w:rsidR="00276CCE">
        <w:t>.</w:t>
      </w:r>
    </w:p>
    <w:p w14:paraId="484FD962" w14:textId="77777777" w:rsidR="00276CCE" w:rsidRDefault="002A4158" w:rsidP="002A4158">
      <w:r w:rsidRPr="00DA4E77">
        <w:t>Justement</w:t>
      </w:r>
      <w:r w:rsidR="00276CCE">
        <w:t xml:space="preserve">, </w:t>
      </w:r>
      <w:r w:rsidRPr="00DA4E77">
        <w:t>au pied même de l</w:t>
      </w:r>
      <w:r w:rsidR="00276CCE">
        <w:t>’</w:t>
      </w:r>
      <w:r w:rsidRPr="00DA4E77">
        <w:t>échelle</w:t>
      </w:r>
      <w:r w:rsidR="00276CCE">
        <w:t xml:space="preserve">, </w:t>
      </w:r>
      <w:r w:rsidRPr="00DA4E77">
        <w:t>voici une barque amarrée dans laquelle somnole une jeune rameuse qui paraît de race barbare</w:t>
      </w:r>
      <w:r w:rsidR="00276CCE">
        <w:t>.</w:t>
      </w:r>
    </w:p>
    <w:p w14:paraId="00143078" w14:textId="69C1BBD5" w:rsidR="00276CCE" w:rsidRDefault="00276CCE" w:rsidP="002A4158">
      <w:r>
        <w:t>« </w:t>
      </w:r>
      <w:r w:rsidR="002A4158" w:rsidRPr="00DA4E77">
        <w:t>Quelque mendiante</w:t>
      </w:r>
      <w:r>
        <w:t xml:space="preserve"> ! </w:t>
      </w:r>
      <w:r w:rsidR="002A4158" w:rsidRPr="00DA4E77">
        <w:t xml:space="preserve">pense </w:t>
      </w:r>
      <w:proofErr w:type="spellStart"/>
      <w:r w:rsidR="002A4158" w:rsidRPr="00DA4E77">
        <w:t>Melléna</w:t>
      </w:r>
      <w:proofErr w:type="spellEnd"/>
      <w:r>
        <w:t xml:space="preserve">. </w:t>
      </w:r>
      <w:r w:rsidR="002A4158" w:rsidRPr="00DA4E77">
        <w:t>Voilà ce qu</w:t>
      </w:r>
      <w:r>
        <w:t>’</w:t>
      </w:r>
      <w:r w:rsidR="002A4158" w:rsidRPr="00DA4E77">
        <w:t>il me faut</w:t>
      </w:r>
      <w:r>
        <w:t xml:space="preserve">. </w:t>
      </w:r>
      <w:r w:rsidR="002A4158" w:rsidRPr="00DA4E77">
        <w:t>Elle me conduira où je voudrai</w:t>
      </w:r>
      <w:r>
        <w:t>. »</w:t>
      </w:r>
    </w:p>
    <w:p w14:paraId="2AAB8E9D" w14:textId="77777777" w:rsidR="00276CCE" w:rsidRDefault="00276CCE" w:rsidP="002A4158">
      <w:r>
        <w:t>— </w:t>
      </w:r>
      <w:r w:rsidR="002A4158" w:rsidRPr="00DA4E77">
        <w:t>Eh</w:t>
      </w:r>
      <w:r>
        <w:t xml:space="preserve"> ! </w:t>
      </w:r>
      <w:r w:rsidR="002A4158" w:rsidRPr="00DA4E77">
        <w:t>la jolie fille</w:t>
      </w:r>
      <w:r>
        <w:t xml:space="preserve">, </w:t>
      </w:r>
      <w:r w:rsidR="002A4158" w:rsidRPr="00DA4E77">
        <w:t>veux-tu me prendre dans ta barque</w:t>
      </w:r>
      <w:r>
        <w:t> ?</w:t>
      </w:r>
    </w:p>
    <w:p w14:paraId="758A3F6F" w14:textId="77777777" w:rsidR="00276CCE" w:rsidRDefault="00276CCE" w:rsidP="002A4158">
      <w:r>
        <w:t>— </w:t>
      </w:r>
      <w:proofErr w:type="spellStart"/>
      <w:r w:rsidR="002A4158" w:rsidRPr="00DA4E77">
        <w:t>Melléna</w:t>
      </w:r>
      <w:proofErr w:type="spellEnd"/>
      <w:r>
        <w:t xml:space="preserve"> ! </w:t>
      </w:r>
      <w:r w:rsidR="002A4158" w:rsidRPr="00DA4E77">
        <w:t>murmure en pâlissant l</w:t>
      </w:r>
      <w:r>
        <w:t>’</w:t>
      </w:r>
      <w:r w:rsidR="002A4158" w:rsidRPr="00DA4E77">
        <w:t>interpellée</w:t>
      </w:r>
      <w:r>
        <w:t xml:space="preserve">. </w:t>
      </w:r>
      <w:r w:rsidR="002A4158" w:rsidRPr="00DA4E77">
        <w:t>Que me veut-elle</w:t>
      </w:r>
      <w:r>
        <w:t> ?</w:t>
      </w:r>
    </w:p>
    <w:p w14:paraId="37556E7A" w14:textId="77777777" w:rsidR="00276CCE" w:rsidRDefault="002A4158" w:rsidP="002A4158">
      <w:r w:rsidRPr="00DA4E77">
        <w:lastRenderedPageBreak/>
        <w:t>Et soudain</w:t>
      </w:r>
      <w:r w:rsidR="00276CCE">
        <w:t xml:space="preserve">, </w:t>
      </w:r>
      <w:r w:rsidRPr="00DA4E77">
        <w:t>avec la prompte intuition de l</w:t>
      </w:r>
      <w:r w:rsidR="00276CCE">
        <w:t>’</w:t>
      </w:r>
      <w:r w:rsidRPr="00DA4E77">
        <w:t>amour elle se dit</w:t>
      </w:r>
      <w:r w:rsidR="00276CCE">
        <w:t> :</w:t>
      </w:r>
    </w:p>
    <w:p w14:paraId="61855603" w14:textId="53B08E71" w:rsidR="002A4158" w:rsidRPr="00DA4E77" w:rsidRDefault="00276CCE" w:rsidP="002A4158">
      <w:r>
        <w:t>« </w:t>
      </w:r>
      <w:r w:rsidR="002A4158" w:rsidRPr="00DA4E77">
        <w:t>Si je refuse</w:t>
      </w:r>
      <w:r>
        <w:t xml:space="preserve">, </w:t>
      </w:r>
      <w:r w:rsidR="002A4158" w:rsidRPr="00DA4E77">
        <w:t>un autre pourra la guider</w:t>
      </w:r>
      <w:r>
        <w:t xml:space="preserve">. </w:t>
      </w:r>
      <w:r w:rsidR="002A4158" w:rsidRPr="00DA4E77">
        <w:t>Au moins je saurai où elle va</w:t>
      </w:r>
      <w:r>
        <w:t xml:space="preserve">. </w:t>
      </w:r>
      <w:r w:rsidR="002A4158" w:rsidRPr="00DA4E77">
        <w:t>Et s</w:t>
      </w:r>
      <w:r>
        <w:t>’</w:t>
      </w:r>
      <w:r w:rsidR="002A4158" w:rsidRPr="00DA4E77">
        <w:t>il est menacé</w:t>
      </w:r>
      <w:r>
        <w:t xml:space="preserve">, </w:t>
      </w:r>
      <w:r w:rsidR="002A4158" w:rsidRPr="00DA4E77">
        <w:t>j</w:t>
      </w:r>
      <w:r>
        <w:t>’</w:t>
      </w:r>
      <w:r w:rsidR="002A4158" w:rsidRPr="00DA4E77">
        <w:t>irai le prévenir</w:t>
      </w:r>
      <w:r>
        <w:t>. »</w:t>
      </w:r>
    </w:p>
    <w:p w14:paraId="283C6B26" w14:textId="77777777" w:rsidR="00276CCE" w:rsidRDefault="002A4158" w:rsidP="002A4158">
      <w:r w:rsidRPr="00DA4E77">
        <w:t>Alors</w:t>
      </w:r>
      <w:r w:rsidR="00276CCE">
        <w:t xml:space="preserve">, </w:t>
      </w:r>
      <w:r w:rsidRPr="00DA4E77">
        <w:t>répondant à l</w:t>
      </w:r>
      <w:r w:rsidR="00276CCE">
        <w:t>’</w:t>
      </w:r>
      <w:r w:rsidRPr="00DA4E77">
        <w:t xml:space="preserve">épouse de </w:t>
      </w:r>
      <w:proofErr w:type="spellStart"/>
      <w:r w:rsidRPr="00DA4E77">
        <w:t>Guitché</w:t>
      </w:r>
      <w:proofErr w:type="spellEnd"/>
      <w:r w:rsidR="00276CCE">
        <w:t> :</w:t>
      </w:r>
    </w:p>
    <w:p w14:paraId="37637F97" w14:textId="77777777" w:rsidR="00276CCE" w:rsidRDefault="00276CCE" w:rsidP="002A4158">
      <w:r>
        <w:t>— </w:t>
      </w:r>
      <w:r w:rsidR="002A4158" w:rsidRPr="00DA4E77">
        <w:t>Une femme si belle que toi ne dédaignerait pas de mo</w:t>
      </w:r>
      <w:r w:rsidR="002A4158" w:rsidRPr="00DA4E77">
        <w:t>n</w:t>
      </w:r>
      <w:r w:rsidR="002A4158" w:rsidRPr="00DA4E77">
        <w:t>ter dans la barque d</w:t>
      </w:r>
      <w:r>
        <w:t>’</w:t>
      </w:r>
      <w:r w:rsidR="002A4158" w:rsidRPr="00DA4E77">
        <w:t>une pauvre Ligure</w:t>
      </w:r>
      <w:r>
        <w:t> ?</w:t>
      </w:r>
    </w:p>
    <w:p w14:paraId="6D92ACA3" w14:textId="77777777" w:rsidR="00276CCE" w:rsidRDefault="00276CCE" w:rsidP="002A4158">
      <w:r>
        <w:t>— </w:t>
      </w:r>
      <w:r w:rsidR="002A4158" w:rsidRPr="00DA4E77">
        <w:t>Petite mendiante</w:t>
      </w:r>
      <w:r>
        <w:t xml:space="preserve">, </w:t>
      </w:r>
      <w:r w:rsidR="002A4158" w:rsidRPr="00DA4E77">
        <w:t>j</w:t>
      </w:r>
      <w:r>
        <w:t>’</w:t>
      </w:r>
      <w:r w:rsidR="002A4158" w:rsidRPr="00DA4E77">
        <w:t>ai envie d</w:t>
      </w:r>
      <w:r>
        <w:t>’</w:t>
      </w:r>
      <w:r w:rsidR="002A4158" w:rsidRPr="00DA4E77">
        <w:t>entendre les airs de ton pays sauvage</w:t>
      </w:r>
      <w:r>
        <w:t xml:space="preserve">. </w:t>
      </w:r>
      <w:r w:rsidR="002A4158" w:rsidRPr="00DA4E77">
        <w:t>Veux-tu me conduire loin du port</w:t>
      </w:r>
      <w:r>
        <w:t> ?</w:t>
      </w:r>
    </w:p>
    <w:p w14:paraId="278D67B6" w14:textId="77777777" w:rsidR="00276CCE" w:rsidRDefault="00276CCE" w:rsidP="002A4158">
      <w:r>
        <w:t>— </w:t>
      </w:r>
      <w:r w:rsidR="002A4158" w:rsidRPr="00DA4E77">
        <w:t>Où tu voudras</w:t>
      </w:r>
      <w:r>
        <w:t xml:space="preserve">. </w:t>
      </w:r>
      <w:r w:rsidR="002A4158" w:rsidRPr="00DA4E77">
        <w:t>Je chanterai pour toi quelque chanson de Ligurie</w:t>
      </w:r>
      <w:r>
        <w:t>.</w:t>
      </w:r>
    </w:p>
    <w:p w14:paraId="3664ADB9" w14:textId="77777777" w:rsidR="00276CCE" w:rsidRDefault="00276CCE" w:rsidP="002A4158">
      <w:r>
        <w:t>— </w:t>
      </w:r>
      <w:r w:rsidR="002A4158" w:rsidRPr="00DA4E77">
        <w:t>Sais-tu où se trouve l</w:t>
      </w:r>
      <w:r>
        <w:t>’</w:t>
      </w:r>
      <w:r w:rsidR="002A4158" w:rsidRPr="00DA4E77">
        <w:t>Île d</w:t>
      </w:r>
      <w:r>
        <w:t>’</w:t>
      </w:r>
      <w:r w:rsidR="002A4158" w:rsidRPr="00DA4E77">
        <w:t>Or</w:t>
      </w:r>
      <w:r>
        <w:t> ?</w:t>
      </w:r>
    </w:p>
    <w:p w14:paraId="1AF8534F" w14:textId="77777777" w:rsidR="00276CCE" w:rsidRDefault="00276CCE" w:rsidP="002A4158">
      <w:r>
        <w:t>— </w:t>
      </w:r>
      <w:r w:rsidR="002A4158" w:rsidRPr="00DA4E77">
        <w:t>Par-delà l</w:t>
      </w:r>
      <w:r>
        <w:t>’</w:t>
      </w:r>
      <w:r w:rsidR="002A4158" w:rsidRPr="00DA4E77">
        <w:t>Île de Pourpre</w:t>
      </w:r>
      <w:r>
        <w:t xml:space="preserve"> ; </w:t>
      </w:r>
      <w:r w:rsidR="002A4158" w:rsidRPr="00DA4E77">
        <w:t>très loin</w:t>
      </w:r>
      <w:r>
        <w:t> !</w:t>
      </w:r>
    </w:p>
    <w:p w14:paraId="090A0262" w14:textId="77777777" w:rsidR="00276CCE" w:rsidRDefault="00276CCE" w:rsidP="002A4158">
      <w:r>
        <w:t>— </w:t>
      </w:r>
      <w:r w:rsidR="002A4158" w:rsidRPr="00DA4E77">
        <w:t>Eh bien</w:t>
      </w:r>
      <w:r>
        <w:t xml:space="preserve">, </w:t>
      </w:r>
      <w:r w:rsidR="002A4158" w:rsidRPr="00DA4E77">
        <w:t>il faut que j</w:t>
      </w:r>
      <w:r>
        <w:t>’</w:t>
      </w:r>
      <w:r w:rsidR="002A4158" w:rsidRPr="00DA4E77">
        <w:t>y parvienne ce soir même</w:t>
      </w:r>
      <w:r>
        <w:t xml:space="preserve"> ! </w:t>
      </w:r>
      <w:r w:rsidR="002A4158" w:rsidRPr="00DA4E77">
        <w:t>Te sens-tu assez vaillante pour m</w:t>
      </w:r>
      <w:r>
        <w:t>’</w:t>
      </w:r>
      <w:r w:rsidR="002A4158" w:rsidRPr="00DA4E77">
        <w:t>y conduire</w:t>
      </w:r>
      <w:r>
        <w:t xml:space="preserve"> ? </w:t>
      </w:r>
      <w:r w:rsidR="002A4158" w:rsidRPr="00DA4E77">
        <w:t>Il y aura pour toi une r</w:t>
      </w:r>
      <w:r w:rsidR="002A4158" w:rsidRPr="00DA4E77">
        <w:t>i</w:t>
      </w:r>
      <w:r w:rsidR="002A4158" w:rsidRPr="00DA4E77">
        <w:t>che récompense</w:t>
      </w:r>
      <w:r>
        <w:t>.</w:t>
      </w:r>
    </w:p>
    <w:p w14:paraId="7E3B633F" w14:textId="77777777" w:rsidR="00276CCE" w:rsidRDefault="00276CCE" w:rsidP="002A4158">
      <w:r>
        <w:t>— </w:t>
      </w:r>
      <w:r w:rsidR="002A4158" w:rsidRPr="00DA4E77">
        <w:t>Oui</w:t>
      </w:r>
      <w:r>
        <w:t xml:space="preserve">, </w:t>
      </w:r>
      <w:r w:rsidR="002A4158" w:rsidRPr="00DA4E77">
        <w:t>oui</w:t>
      </w:r>
      <w:r>
        <w:t xml:space="preserve">, </w:t>
      </w:r>
      <w:r w:rsidR="002A4158" w:rsidRPr="00DA4E77">
        <w:t xml:space="preserve">répond </w:t>
      </w:r>
      <w:proofErr w:type="spellStart"/>
      <w:r w:rsidR="002A4158" w:rsidRPr="00DA4E77">
        <w:t>Glania</w:t>
      </w:r>
      <w:proofErr w:type="spellEnd"/>
      <w:r>
        <w:t xml:space="preserve">, </w:t>
      </w:r>
      <w:r w:rsidR="002A4158" w:rsidRPr="00DA4E77">
        <w:t>je me sens assez robuste</w:t>
      </w:r>
      <w:r>
        <w:t> !</w:t>
      </w:r>
    </w:p>
    <w:p w14:paraId="171CDE78" w14:textId="77777777" w:rsidR="00276CCE" w:rsidRDefault="002A4158" w:rsidP="002A4158">
      <w:r w:rsidRPr="00DA4E77">
        <w:t xml:space="preserve">Et elle éprouve un tel désir de suivre </w:t>
      </w:r>
      <w:proofErr w:type="spellStart"/>
      <w:r w:rsidRPr="00DA4E77">
        <w:t>Melléna</w:t>
      </w:r>
      <w:proofErr w:type="spellEnd"/>
      <w:r w:rsidRPr="00DA4E77">
        <w:t xml:space="preserve"> jusqu</w:t>
      </w:r>
      <w:r w:rsidR="00276CCE">
        <w:t>’</w:t>
      </w:r>
      <w:r w:rsidRPr="00DA4E77">
        <w:t>au bout</w:t>
      </w:r>
      <w:r w:rsidR="00276CCE">
        <w:t xml:space="preserve">, </w:t>
      </w:r>
      <w:r w:rsidRPr="00DA4E77">
        <w:t xml:space="preserve">devinant que cette escapade cache quelque plan menaçant contre </w:t>
      </w:r>
      <w:proofErr w:type="spellStart"/>
      <w:r w:rsidRPr="00DA4E77">
        <w:t>Hellas</w:t>
      </w:r>
      <w:proofErr w:type="spellEnd"/>
      <w:r w:rsidR="00276CCE">
        <w:t xml:space="preserve">, </w:t>
      </w:r>
      <w:r w:rsidRPr="00DA4E77">
        <w:t>qu</w:t>
      </w:r>
      <w:r w:rsidR="00276CCE">
        <w:t>’</w:t>
      </w:r>
      <w:r w:rsidRPr="00DA4E77">
        <w:t>elle en oublie l</w:t>
      </w:r>
      <w:r w:rsidR="00276CCE">
        <w:t>’</w:t>
      </w:r>
      <w:r w:rsidRPr="00DA4E77">
        <w:t>épuisement de ses forces</w:t>
      </w:r>
      <w:r w:rsidR="00276CCE">
        <w:t>.</w:t>
      </w:r>
    </w:p>
    <w:p w14:paraId="1D2F2926" w14:textId="77777777" w:rsidR="00276CCE" w:rsidRDefault="002A4158" w:rsidP="002A4158">
      <w:r w:rsidRPr="00DA4E77">
        <w:t>Et la voilà qui rame</w:t>
      </w:r>
      <w:r w:rsidR="00276CCE">
        <w:t xml:space="preserve">, </w:t>
      </w:r>
      <w:r w:rsidRPr="00DA4E77">
        <w:t>rame</w:t>
      </w:r>
      <w:r w:rsidR="00276CCE">
        <w:t xml:space="preserve">, </w:t>
      </w:r>
      <w:r w:rsidRPr="00DA4E77">
        <w:t>gagne le large</w:t>
      </w:r>
      <w:r w:rsidR="00276CCE">
        <w:t xml:space="preserve"> ; </w:t>
      </w:r>
      <w:r w:rsidRPr="00DA4E77">
        <w:t>déjà sa tête tourne et elle croit voir la mer se dérober sous la barque</w:t>
      </w:r>
      <w:r w:rsidR="00276CCE">
        <w:t xml:space="preserve">. </w:t>
      </w:r>
      <w:r w:rsidRPr="00DA4E77">
        <w:t>Par un effort suprême</w:t>
      </w:r>
      <w:r w:rsidR="00276CCE">
        <w:t xml:space="preserve">, </w:t>
      </w:r>
      <w:r w:rsidRPr="00DA4E77">
        <w:t>elle se redresse</w:t>
      </w:r>
      <w:r w:rsidR="00276CCE">
        <w:t xml:space="preserve">, </w:t>
      </w:r>
      <w:r w:rsidRPr="00DA4E77">
        <w:t>raidit ses bras</w:t>
      </w:r>
      <w:r w:rsidR="00276CCE">
        <w:t xml:space="preserve">, </w:t>
      </w:r>
      <w:r w:rsidRPr="00DA4E77">
        <w:t>soulève encore les lourds avirons</w:t>
      </w:r>
      <w:r w:rsidR="00276CCE">
        <w:t xml:space="preserve"> ; </w:t>
      </w:r>
      <w:r w:rsidRPr="00DA4E77">
        <w:t>mais</w:t>
      </w:r>
      <w:r w:rsidR="00276CCE">
        <w:t xml:space="preserve">, </w:t>
      </w:r>
      <w:r w:rsidRPr="00DA4E77">
        <w:t>bientôt</w:t>
      </w:r>
      <w:r w:rsidR="00276CCE">
        <w:t xml:space="preserve">, </w:t>
      </w:r>
      <w:r w:rsidRPr="00DA4E77">
        <w:t>il lui semble que le soleil co</w:t>
      </w:r>
      <w:r w:rsidRPr="00DA4E77">
        <w:t>u</w:t>
      </w:r>
      <w:r w:rsidRPr="00DA4E77">
        <w:t>chant danse sur les flots en lueurs vertigineuses</w:t>
      </w:r>
      <w:r w:rsidR="00276CCE">
        <w:t xml:space="preserve">, </w:t>
      </w:r>
      <w:r w:rsidRPr="00DA4E77">
        <w:t xml:space="preserve">puis </w:t>
      </w:r>
      <w:r w:rsidRPr="00DA4E77">
        <w:lastRenderedPageBreak/>
        <w:t>ses r</w:t>
      </w:r>
      <w:r w:rsidRPr="00DA4E77">
        <w:t>e</w:t>
      </w:r>
      <w:r w:rsidRPr="00DA4E77">
        <w:t>gards éblouis ne voient plus rien</w:t>
      </w:r>
      <w:r w:rsidR="00276CCE">
        <w:t xml:space="preserve"> ; </w:t>
      </w:r>
      <w:r w:rsidRPr="00DA4E77">
        <w:t>enfin</w:t>
      </w:r>
      <w:r w:rsidR="00276CCE">
        <w:t xml:space="preserve">, </w:t>
      </w:r>
      <w:r w:rsidRPr="00DA4E77">
        <w:t>elle tombe à la renverse en s</w:t>
      </w:r>
      <w:r w:rsidR="00276CCE">
        <w:t>’</w:t>
      </w:r>
      <w:r w:rsidRPr="00DA4E77">
        <w:t>écriant</w:t>
      </w:r>
      <w:r w:rsidR="00276CCE">
        <w:t> :</w:t>
      </w:r>
    </w:p>
    <w:p w14:paraId="01F5F0F5"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à mon secours</w:t>
      </w:r>
      <w:r>
        <w:t> !</w:t>
      </w:r>
    </w:p>
    <w:p w14:paraId="7C71A55E" w14:textId="77777777" w:rsidR="00276CCE" w:rsidRDefault="002A4158" w:rsidP="002A4158">
      <w:proofErr w:type="spellStart"/>
      <w:r w:rsidRPr="00DA4E77">
        <w:t>Melléna</w:t>
      </w:r>
      <w:proofErr w:type="spellEnd"/>
      <w:r w:rsidR="00276CCE">
        <w:t xml:space="preserve">, </w:t>
      </w:r>
      <w:r w:rsidRPr="00DA4E77">
        <w:t>à ce nom</w:t>
      </w:r>
      <w:r w:rsidR="00276CCE">
        <w:t xml:space="preserve">, </w:t>
      </w:r>
      <w:r w:rsidRPr="00DA4E77">
        <w:t>bondit vers la jeune fille</w:t>
      </w:r>
      <w:r w:rsidR="00276CCE">
        <w:t xml:space="preserve">, </w:t>
      </w:r>
      <w:r w:rsidRPr="00DA4E77">
        <w:t>la regarde</w:t>
      </w:r>
      <w:r w:rsidR="00276CCE">
        <w:t xml:space="preserve">, </w:t>
      </w:r>
      <w:r w:rsidRPr="00DA4E77">
        <w:t>cherche vainement à la reconnaître</w:t>
      </w:r>
      <w:r w:rsidR="00276CCE">
        <w:t>.</w:t>
      </w:r>
    </w:p>
    <w:p w14:paraId="2CAEC292" w14:textId="77777777" w:rsidR="00276CCE" w:rsidRDefault="00276CCE" w:rsidP="002A4158">
      <w:r>
        <w:t>— </w:t>
      </w:r>
      <w:r w:rsidR="002A4158" w:rsidRPr="00DA4E77">
        <w:t>Que dis-tu</w:t>
      </w:r>
      <w:r>
        <w:t xml:space="preserve"> ? </w:t>
      </w:r>
      <w:r w:rsidR="002A4158" w:rsidRPr="00DA4E77">
        <w:t xml:space="preserve">pourquoi appelles-tu </w:t>
      </w:r>
      <w:proofErr w:type="spellStart"/>
      <w:r w:rsidR="002A4158" w:rsidRPr="00DA4E77">
        <w:t>Hellas</w:t>
      </w:r>
      <w:proofErr w:type="spellEnd"/>
      <w:r>
        <w:t> ?</w:t>
      </w:r>
    </w:p>
    <w:p w14:paraId="72FE79C4" w14:textId="77777777" w:rsidR="00276CCE" w:rsidRDefault="002A4158" w:rsidP="002A4158">
      <w:r w:rsidRPr="00DA4E77">
        <w:t xml:space="preserve">Mais </w:t>
      </w:r>
      <w:proofErr w:type="spellStart"/>
      <w:r w:rsidRPr="00DA4E77">
        <w:t>Glania</w:t>
      </w:r>
      <w:proofErr w:type="spellEnd"/>
      <w:r w:rsidRPr="00DA4E77">
        <w:t xml:space="preserve"> ne l</w:t>
      </w:r>
      <w:r w:rsidR="00276CCE">
        <w:t>’</w:t>
      </w:r>
      <w:r w:rsidRPr="00DA4E77">
        <w:t>entend pas</w:t>
      </w:r>
      <w:r w:rsidR="00276CCE">
        <w:t xml:space="preserve">, </w:t>
      </w:r>
      <w:r w:rsidRPr="00DA4E77">
        <w:t>n</w:t>
      </w:r>
      <w:r w:rsidR="00276CCE">
        <w:t>’</w:t>
      </w:r>
      <w:r w:rsidRPr="00DA4E77">
        <w:t>entend rien</w:t>
      </w:r>
      <w:r w:rsidR="00276CCE">
        <w:t xml:space="preserve"> ; </w:t>
      </w:r>
      <w:r w:rsidRPr="00DA4E77">
        <w:t>ses yeux grands ouverts semblent au loin suivre une vision tournoyante et elle murmure entre ses lèvres</w:t>
      </w:r>
      <w:r w:rsidR="00276CCE">
        <w:t> :</w:t>
      </w:r>
    </w:p>
    <w:p w14:paraId="32C89699" w14:textId="77777777" w:rsidR="00276CCE" w:rsidRDefault="00276CCE" w:rsidP="002A4158">
      <w:pPr>
        <w:rPr>
          <w:lang w:val="fi-FI"/>
        </w:rPr>
      </w:pPr>
      <w:r>
        <w:t>— </w:t>
      </w:r>
      <w:r w:rsidR="002A4158" w:rsidRPr="00AF7F49">
        <w:rPr>
          <w:lang w:val="fi-FI"/>
        </w:rPr>
        <w:t>Hellas</w:t>
      </w:r>
      <w:r>
        <w:rPr>
          <w:lang w:val="fi-FI"/>
        </w:rPr>
        <w:t xml:space="preserve"> ! </w:t>
      </w:r>
      <w:r w:rsidR="002A4158" w:rsidRPr="00AF7F49">
        <w:rPr>
          <w:lang w:val="fi-FI"/>
        </w:rPr>
        <w:t>Hellas</w:t>
      </w:r>
      <w:r>
        <w:rPr>
          <w:lang w:val="fi-FI"/>
        </w:rPr>
        <w:t xml:space="preserve"> ! </w:t>
      </w:r>
      <w:r w:rsidR="002A4158" w:rsidRPr="00AF7F49">
        <w:rPr>
          <w:lang w:val="fi-FI"/>
        </w:rPr>
        <w:t>Je t</w:t>
      </w:r>
      <w:r>
        <w:rPr>
          <w:lang w:val="fi-FI"/>
        </w:rPr>
        <w:t>’</w:t>
      </w:r>
      <w:r w:rsidR="002A4158" w:rsidRPr="00AF7F49">
        <w:rPr>
          <w:lang w:val="fi-FI"/>
        </w:rPr>
        <w:t>aime et Melléna te hait</w:t>
      </w:r>
      <w:r>
        <w:rPr>
          <w:lang w:val="fi-FI"/>
        </w:rPr>
        <w:t> !</w:t>
      </w:r>
    </w:p>
    <w:p w14:paraId="23E8542E" w14:textId="77777777" w:rsidR="00276CCE" w:rsidRDefault="002A4158" w:rsidP="002A4158">
      <w:r w:rsidRPr="00DA4E77">
        <w:t>Puis elle perd connaissance</w:t>
      </w:r>
      <w:r w:rsidR="00276CCE">
        <w:t>.</w:t>
      </w:r>
    </w:p>
    <w:p w14:paraId="5872DAC9" w14:textId="54463190" w:rsidR="002A4158" w:rsidRPr="00DA4E77" w:rsidRDefault="00276CCE" w:rsidP="002A4158">
      <w:r>
        <w:t>« </w:t>
      </w:r>
      <w:r w:rsidR="002A4158" w:rsidRPr="00DA4E77">
        <w:t>Qui donc ai-je pris pour guide</w:t>
      </w:r>
      <w:r>
        <w:t xml:space="preserve"> ? </w:t>
      </w:r>
      <w:r w:rsidR="002A4158" w:rsidRPr="00DA4E77">
        <w:t xml:space="preserve">se demande </w:t>
      </w:r>
      <w:proofErr w:type="spellStart"/>
      <w:r w:rsidR="002A4158" w:rsidRPr="00DA4E77">
        <w:t>Melléna</w:t>
      </w:r>
      <w:proofErr w:type="spellEnd"/>
      <w:r w:rsidR="002A4158" w:rsidRPr="00DA4E77">
        <w:t xml:space="preserve"> en se jetant sur la jeune fille</w:t>
      </w:r>
      <w:r>
        <w:t xml:space="preserve">. </w:t>
      </w:r>
      <w:r w:rsidR="002A4158" w:rsidRPr="00DA4E77">
        <w:t xml:space="preserve">Elle connaît </w:t>
      </w:r>
      <w:proofErr w:type="spellStart"/>
      <w:r w:rsidR="002A4158" w:rsidRPr="00DA4E77">
        <w:t>Hellas</w:t>
      </w:r>
      <w:proofErr w:type="spellEnd"/>
      <w:r>
        <w:t xml:space="preserve">, </w:t>
      </w:r>
      <w:r w:rsidR="002A4158" w:rsidRPr="00DA4E77">
        <w:t>elle me connaît</w:t>
      </w:r>
      <w:r>
        <w:t xml:space="preserve">. </w:t>
      </w:r>
      <w:r w:rsidR="002A4158" w:rsidRPr="00DA4E77">
        <w:t>N</w:t>
      </w:r>
      <w:r>
        <w:t>’</w:t>
      </w:r>
      <w:r w:rsidR="002A4158" w:rsidRPr="00DA4E77">
        <w:t>hésitons pas</w:t>
      </w:r>
      <w:r>
        <w:t xml:space="preserve">. </w:t>
      </w:r>
      <w:r w:rsidR="002A4158" w:rsidRPr="00DA4E77">
        <w:t>J</w:t>
      </w:r>
      <w:r>
        <w:t>’</w:t>
      </w:r>
      <w:r w:rsidR="002A4158" w:rsidRPr="00DA4E77">
        <w:t>irai seule à l</w:t>
      </w:r>
      <w:r>
        <w:t>’</w:t>
      </w:r>
      <w:r w:rsidR="002A4158" w:rsidRPr="00DA4E77">
        <w:t>Île d</w:t>
      </w:r>
      <w:r>
        <w:t>’</w:t>
      </w:r>
      <w:r w:rsidR="002A4158" w:rsidRPr="00DA4E77">
        <w:t>Or</w:t>
      </w:r>
      <w:r>
        <w:t xml:space="preserve">. </w:t>
      </w:r>
      <w:r w:rsidR="002A4158" w:rsidRPr="00DA4E77">
        <w:t>Et personne ainsi ne pourra me trahir</w:t>
      </w:r>
      <w:r>
        <w:t>. »</w:t>
      </w:r>
    </w:p>
    <w:p w14:paraId="3FCDF0FA" w14:textId="77777777" w:rsidR="00276CCE" w:rsidRDefault="002A4158" w:rsidP="002A4158">
      <w:r w:rsidRPr="00DA4E77">
        <w:t>Et</w:t>
      </w:r>
      <w:r w:rsidR="00276CCE">
        <w:t xml:space="preserve">, </w:t>
      </w:r>
      <w:r w:rsidRPr="00DA4E77">
        <w:t>soulevant dans ses bras la frêle jeune fille évanouie</w:t>
      </w:r>
      <w:r w:rsidR="00276CCE">
        <w:t xml:space="preserve">, </w:t>
      </w:r>
      <w:r w:rsidRPr="00DA4E77">
        <w:t>elle la laisse sans bruit retomber dans les flots</w:t>
      </w:r>
      <w:r w:rsidR="00276CCE">
        <w:t xml:space="preserve">, </w:t>
      </w:r>
      <w:r w:rsidRPr="00DA4E77">
        <w:t>tandis que</w:t>
      </w:r>
      <w:r w:rsidR="00276CCE">
        <w:t xml:space="preserve">, </w:t>
      </w:r>
      <w:r w:rsidRPr="00DA4E77">
        <w:t>prenant les rames en main</w:t>
      </w:r>
      <w:r w:rsidR="00276CCE">
        <w:t xml:space="preserve">, </w:t>
      </w:r>
      <w:r w:rsidRPr="00DA4E77">
        <w:t>elle s</w:t>
      </w:r>
      <w:r w:rsidR="00276CCE">
        <w:t>’</w:t>
      </w:r>
      <w:r w:rsidRPr="00DA4E77">
        <w:t>éloigne vers le nord</w:t>
      </w:r>
      <w:r w:rsidR="00276CCE">
        <w:t>.</w:t>
      </w:r>
    </w:p>
    <w:p w14:paraId="26F247C9" w14:textId="77777777" w:rsidR="00276CCE" w:rsidRDefault="002A4158" w:rsidP="002A4158">
      <w:r w:rsidRPr="00DA4E77">
        <w:t>Pauvre petite Ligure</w:t>
      </w:r>
      <w:r w:rsidR="00276CCE">
        <w:t xml:space="preserve"> ! </w:t>
      </w:r>
      <w:r w:rsidRPr="00DA4E77">
        <w:t>À peine a-t-elle senti l</w:t>
      </w:r>
      <w:r w:rsidR="00276CCE">
        <w:t>’</w:t>
      </w:r>
      <w:r w:rsidRPr="00DA4E77">
        <w:t>eau mouiller son visage que ses sens se réveillent</w:t>
      </w:r>
      <w:r w:rsidR="00276CCE">
        <w:t xml:space="preserve">, </w:t>
      </w:r>
      <w:r w:rsidRPr="00DA4E77">
        <w:t>et elle se voit seule</w:t>
      </w:r>
      <w:r w:rsidR="00276CCE">
        <w:t xml:space="preserve">, </w:t>
      </w:r>
      <w:r w:rsidRPr="00DA4E77">
        <w:t>perdue</w:t>
      </w:r>
      <w:r w:rsidR="00276CCE">
        <w:t xml:space="preserve">, </w:t>
      </w:r>
      <w:r w:rsidRPr="00DA4E77">
        <w:t>dans la vaste mer</w:t>
      </w:r>
      <w:r w:rsidR="00276CCE">
        <w:t xml:space="preserve">. </w:t>
      </w:r>
      <w:r w:rsidRPr="00DA4E77">
        <w:t>Elle résiste encore durant quelques brasses</w:t>
      </w:r>
      <w:r w:rsidR="00276CCE">
        <w:t xml:space="preserve"> ; </w:t>
      </w:r>
      <w:r w:rsidRPr="00DA4E77">
        <w:t>puis</w:t>
      </w:r>
      <w:r w:rsidR="00276CCE">
        <w:t xml:space="preserve">, </w:t>
      </w:r>
      <w:r w:rsidRPr="00DA4E77">
        <w:t>résignée</w:t>
      </w:r>
      <w:r w:rsidR="00276CCE">
        <w:t xml:space="preserve">, </w:t>
      </w:r>
      <w:r w:rsidRPr="00DA4E77">
        <w:t>l</w:t>
      </w:r>
      <w:r w:rsidR="00276CCE">
        <w:t>’</w:t>
      </w:r>
      <w:r w:rsidRPr="00DA4E77">
        <w:t>oreille bourdonnante</w:t>
      </w:r>
      <w:r w:rsidR="00276CCE">
        <w:t xml:space="preserve">, </w:t>
      </w:r>
      <w:r w:rsidRPr="00DA4E77">
        <w:t>les yeux aveuglés</w:t>
      </w:r>
      <w:r w:rsidR="00276CCE">
        <w:t xml:space="preserve">, </w:t>
      </w:r>
      <w:r w:rsidRPr="00DA4E77">
        <w:t>n</w:t>
      </w:r>
      <w:r w:rsidR="00276CCE">
        <w:t>’</w:t>
      </w:r>
      <w:r w:rsidRPr="00DA4E77">
        <w:t>entendant rien</w:t>
      </w:r>
      <w:r w:rsidR="00276CCE">
        <w:t xml:space="preserve">, </w:t>
      </w:r>
      <w:r w:rsidRPr="00DA4E77">
        <w:t>ne voyant rien</w:t>
      </w:r>
      <w:r w:rsidR="00276CCE">
        <w:t xml:space="preserve">, </w:t>
      </w:r>
      <w:r w:rsidRPr="00DA4E77">
        <w:t>elle s</w:t>
      </w:r>
      <w:r w:rsidR="00276CCE">
        <w:t>’</w:t>
      </w:r>
      <w:r w:rsidRPr="00DA4E77">
        <w:t>abandonne enfin au tourbillon de la mort</w:t>
      </w:r>
      <w:r w:rsidR="00276CCE">
        <w:t xml:space="preserve">. </w:t>
      </w:r>
      <w:r w:rsidRPr="00DA4E77">
        <w:t>Mais</w:t>
      </w:r>
      <w:r w:rsidR="00276CCE">
        <w:t xml:space="preserve">, </w:t>
      </w:r>
      <w:r w:rsidRPr="00DA4E77">
        <w:t>tout à coup</w:t>
      </w:r>
      <w:r w:rsidR="00276CCE">
        <w:t xml:space="preserve">, </w:t>
      </w:r>
      <w:r w:rsidRPr="00DA4E77">
        <w:t>elle se sent saisie aux cheveux par une main robuste</w:t>
      </w:r>
      <w:r w:rsidR="00276CCE">
        <w:t xml:space="preserve"> ; </w:t>
      </w:r>
      <w:r w:rsidRPr="00DA4E77">
        <w:t>puis elle a l</w:t>
      </w:r>
      <w:r w:rsidR="00276CCE">
        <w:t>’</w:t>
      </w:r>
      <w:r w:rsidRPr="00DA4E77">
        <w:t>impression que son corps fait une chute sur le bois rude d</w:t>
      </w:r>
      <w:r w:rsidR="00276CCE">
        <w:t>’</w:t>
      </w:r>
      <w:r w:rsidRPr="00DA4E77">
        <w:t>un bateau de pêche</w:t>
      </w:r>
      <w:r w:rsidR="00276CCE">
        <w:t>…</w:t>
      </w:r>
    </w:p>
    <w:p w14:paraId="41E632A5" w14:textId="77777777" w:rsidR="00276CCE" w:rsidRDefault="00276CCE" w:rsidP="002A4158">
      <w:r>
        <w:lastRenderedPageBreak/>
        <w:t xml:space="preserve">… </w:t>
      </w:r>
      <w:r w:rsidR="002A4158" w:rsidRPr="00DA4E77">
        <w:t xml:space="preserve">Bientôt après </w:t>
      </w:r>
      <w:proofErr w:type="spellStart"/>
      <w:r w:rsidR="002A4158" w:rsidRPr="00DA4E77">
        <w:t>Glania</w:t>
      </w:r>
      <w:proofErr w:type="spellEnd"/>
      <w:r w:rsidR="002A4158" w:rsidRPr="00DA4E77">
        <w:t xml:space="preserve"> revient à elle</w:t>
      </w:r>
      <w:r>
        <w:t xml:space="preserve">, </w:t>
      </w:r>
      <w:r w:rsidR="002A4158" w:rsidRPr="00DA4E77">
        <w:t>la nuit déjà tombée</w:t>
      </w:r>
      <w:r>
        <w:t xml:space="preserve">. </w:t>
      </w:r>
      <w:r w:rsidR="002A4158" w:rsidRPr="00DA4E77">
        <w:t>Au-dessus de sa tête</w:t>
      </w:r>
      <w:r>
        <w:t xml:space="preserve">, </w:t>
      </w:r>
      <w:r w:rsidR="002A4158" w:rsidRPr="00DA4E77">
        <w:t>les étoiles luisent</w:t>
      </w:r>
      <w:r>
        <w:t xml:space="preserve">. </w:t>
      </w:r>
      <w:r w:rsidR="002A4158" w:rsidRPr="00DA4E77">
        <w:t>Des chants arrivent de la ville en fête</w:t>
      </w:r>
      <w:r>
        <w:t>.</w:t>
      </w:r>
    </w:p>
    <w:p w14:paraId="07C3B06E" w14:textId="77777777" w:rsidR="00276CCE" w:rsidRDefault="00276CCE" w:rsidP="002A4158">
      <w:r>
        <w:t>— </w:t>
      </w:r>
      <w:r w:rsidR="002A4158" w:rsidRPr="00DA4E77">
        <w:t>Je ne suis pas morte</w:t>
      </w:r>
      <w:r>
        <w:t xml:space="preserve"> !… </w:t>
      </w:r>
      <w:r w:rsidR="002A4158" w:rsidRPr="00DA4E77">
        <w:t>murmure-t-elle</w:t>
      </w:r>
      <w:r>
        <w:t>.</w:t>
      </w:r>
    </w:p>
    <w:p w14:paraId="2C2FB2E3" w14:textId="77777777" w:rsidR="00276CCE" w:rsidRDefault="00276CCE" w:rsidP="002A4158">
      <w:r>
        <w:t>— </w:t>
      </w:r>
      <w:r w:rsidR="002A4158" w:rsidRPr="00DA4E77">
        <w:t>Non</w:t>
      </w:r>
      <w:r>
        <w:t xml:space="preserve">, </w:t>
      </w:r>
      <w:r w:rsidR="002A4158" w:rsidRPr="00DA4E77">
        <w:t>tu vis</w:t>
      </w:r>
      <w:r>
        <w:t xml:space="preserve">. </w:t>
      </w:r>
      <w:r w:rsidR="002A4158" w:rsidRPr="00DA4E77">
        <w:t>Je t</w:t>
      </w:r>
      <w:r>
        <w:t>’</w:t>
      </w:r>
      <w:r w:rsidR="002A4158" w:rsidRPr="00DA4E77">
        <w:t>ai sauvée</w:t>
      </w:r>
      <w:r>
        <w:t xml:space="preserve">. </w:t>
      </w:r>
      <w:r w:rsidR="002A4158" w:rsidRPr="00DA4E77">
        <w:t>Mais ne bouge pas</w:t>
      </w:r>
      <w:r>
        <w:t xml:space="preserve">. </w:t>
      </w:r>
      <w:r w:rsidR="002A4158" w:rsidRPr="00DA4E77">
        <w:t>Reste co</w:t>
      </w:r>
      <w:r w:rsidR="002A4158" w:rsidRPr="00DA4E77">
        <w:t>u</w:t>
      </w:r>
      <w:r w:rsidR="002A4158" w:rsidRPr="00DA4E77">
        <w:t>chée au fond de la barque</w:t>
      </w:r>
      <w:r>
        <w:t>.</w:t>
      </w:r>
    </w:p>
    <w:p w14:paraId="21D99916" w14:textId="77777777" w:rsidR="00276CCE" w:rsidRDefault="002A4158" w:rsidP="002A4158">
      <w:proofErr w:type="spellStart"/>
      <w:r w:rsidRPr="00DA4E77">
        <w:t>Glania</w:t>
      </w:r>
      <w:proofErr w:type="spellEnd"/>
      <w:r w:rsidRPr="00DA4E77">
        <w:t xml:space="preserve"> regarde autour d</w:t>
      </w:r>
      <w:r w:rsidR="00276CCE">
        <w:t>’</w:t>
      </w:r>
      <w:r w:rsidRPr="00DA4E77">
        <w:t>elle</w:t>
      </w:r>
      <w:r w:rsidR="00276CCE">
        <w:t xml:space="preserve">. </w:t>
      </w:r>
      <w:r w:rsidRPr="00DA4E77">
        <w:t>Un grand manteau de pêcheur s</w:t>
      </w:r>
      <w:r w:rsidR="00276CCE">
        <w:t>’</w:t>
      </w:r>
      <w:r w:rsidRPr="00DA4E77">
        <w:t>étend sur elle pour la réchauffer</w:t>
      </w:r>
      <w:r w:rsidR="00276CCE">
        <w:t xml:space="preserve">. </w:t>
      </w:r>
      <w:r w:rsidRPr="00DA4E77">
        <w:t>Elle tremble quand même dans ses vêtements humides</w:t>
      </w:r>
      <w:r w:rsidR="00276CCE">
        <w:t>.</w:t>
      </w:r>
    </w:p>
    <w:p w14:paraId="311ACB51" w14:textId="77777777" w:rsidR="00276CCE" w:rsidRDefault="00276CCE" w:rsidP="002A4158">
      <w:r>
        <w:t>— </w:t>
      </w:r>
      <w:r w:rsidR="002A4158" w:rsidRPr="00DA4E77">
        <w:t>D</w:t>
      </w:r>
      <w:r>
        <w:t>’</w:t>
      </w:r>
      <w:r w:rsidR="002A4158" w:rsidRPr="00DA4E77">
        <w:t>où viens-tu donc</w:t>
      </w:r>
      <w:r>
        <w:t xml:space="preserve">, </w:t>
      </w:r>
      <w:proofErr w:type="spellStart"/>
      <w:r w:rsidR="002A4158" w:rsidRPr="00DA4E77">
        <w:t>fait-elle</w:t>
      </w:r>
      <w:proofErr w:type="spellEnd"/>
      <w:r>
        <w:t xml:space="preserve">, </w:t>
      </w:r>
      <w:r w:rsidR="002A4158" w:rsidRPr="00DA4E77">
        <w:t>toi qui m</w:t>
      </w:r>
      <w:r>
        <w:t>’</w:t>
      </w:r>
      <w:r w:rsidR="002A4158" w:rsidRPr="00DA4E77">
        <w:t>arraches à la mer</w:t>
      </w:r>
      <w:r>
        <w:t> ?</w:t>
      </w:r>
    </w:p>
    <w:p w14:paraId="73E64B45" w14:textId="77777777" w:rsidR="00276CCE" w:rsidRDefault="00276CCE" w:rsidP="002A4158">
      <w:r>
        <w:t>— </w:t>
      </w:r>
      <w:r w:rsidR="002A4158" w:rsidRPr="00DA4E77">
        <w:t>Ne parle pas</w:t>
      </w:r>
      <w:r>
        <w:t xml:space="preserve">, </w:t>
      </w:r>
      <w:r w:rsidR="002A4158" w:rsidRPr="00DA4E77">
        <w:t>dit l</w:t>
      </w:r>
      <w:r>
        <w:t>’</w:t>
      </w:r>
      <w:r w:rsidR="002A4158" w:rsidRPr="00DA4E77">
        <w:t>homme</w:t>
      </w:r>
      <w:r>
        <w:t xml:space="preserve">, </w:t>
      </w:r>
      <w:r w:rsidR="002A4158" w:rsidRPr="00DA4E77">
        <w:t>tu me reconnaîtras tout à l</w:t>
      </w:r>
      <w:r>
        <w:t>’</w:t>
      </w:r>
      <w:r w:rsidR="002A4158" w:rsidRPr="00DA4E77">
        <w:t>heure</w:t>
      </w:r>
      <w:r>
        <w:t xml:space="preserve">. </w:t>
      </w:r>
      <w:r w:rsidR="002A4158" w:rsidRPr="00DA4E77">
        <w:t>Repose</w:t>
      </w:r>
      <w:r>
        <w:t xml:space="preserve">. </w:t>
      </w:r>
      <w:r w:rsidR="002A4158" w:rsidRPr="00DA4E77">
        <w:t>Nous allons toucher au port</w:t>
      </w:r>
      <w:r>
        <w:t>.</w:t>
      </w:r>
    </w:p>
    <w:p w14:paraId="604D4D9C" w14:textId="77777777" w:rsidR="00276CCE" w:rsidRDefault="00276CCE" w:rsidP="002A4158">
      <w:r>
        <w:t>— </w:t>
      </w:r>
      <w:r w:rsidR="002A4158" w:rsidRPr="00DA4E77">
        <w:t>Je retrouve ta voix</w:t>
      </w:r>
      <w:r>
        <w:t xml:space="preserve">, </w:t>
      </w:r>
      <w:proofErr w:type="spellStart"/>
      <w:r w:rsidR="002A4158" w:rsidRPr="00DA4E77">
        <w:t>Amonou</w:t>
      </w:r>
      <w:proofErr w:type="spellEnd"/>
      <w:r>
        <w:t xml:space="preserve"> ! </w:t>
      </w:r>
      <w:r w:rsidR="002A4158" w:rsidRPr="00DA4E77">
        <w:t>Toujours prêt à sauver ceux que l</w:t>
      </w:r>
      <w:r>
        <w:t>’</w:t>
      </w:r>
      <w:r w:rsidR="002A4158" w:rsidRPr="00DA4E77">
        <w:t>autre veut perdre</w:t>
      </w:r>
      <w:r>
        <w:t>.</w:t>
      </w:r>
    </w:p>
    <w:p w14:paraId="7BB78001" w14:textId="77777777" w:rsidR="00276CCE" w:rsidRDefault="00276CCE" w:rsidP="002A4158">
      <w:r>
        <w:t>— </w:t>
      </w:r>
      <w:r w:rsidR="002A4158" w:rsidRPr="00DA4E77">
        <w:t>Qui l</w:t>
      </w:r>
      <w:r>
        <w:t>’</w:t>
      </w:r>
      <w:r w:rsidR="002A4158" w:rsidRPr="00DA4E77">
        <w:t>autre</w:t>
      </w:r>
      <w:r>
        <w:t> ?</w:t>
      </w:r>
    </w:p>
    <w:p w14:paraId="002C2E53" w14:textId="77777777" w:rsidR="00276CCE" w:rsidRDefault="00276CCE" w:rsidP="002A4158">
      <w:r>
        <w:t>— </w:t>
      </w:r>
      <w:proofErr w:type="spellStart"/>
      <w:r w:rsidR="002A4158" w:rsidRPr="00DA4E77">
        <w:t>Melléna</w:t>
      </w:r>
      <w:proofErr w:type="spellEnd"/>
      <w:r>
        <w:t> !</w:t>
      </w:r>
    </w:p>
    <w:p w14:paraId="411BE74B" w14:textId="77777777" w:rsidR="00276CCE" w:rsidRDefault="00276CCE" w:rsidP="002A4158">
      <w:r>
        <w:t>— </w:t>
      </w:r>
      <w:r w:rsidR="002A4158" w:rsidRPr="00DA4E77">
        <w:t>C</w:t>
      </w:r>
      <w:r>
        <w:t>’</w:t>
      </w:r>
      <w:r w:rsidR="002A4158" w:rsidRPr="00DA4E77">
        <w:t xml:space="preserve">est </w:t>
      </w:r>
      <w:proofErr w:type="spellStart"/>
      <w:r w:rsidR="002A4158" w:rsidRPr="00DA4E77">
        <w:t>Melléna</w:t>
      </w:r>
      <w:proofErr w:type="spellEnd"/>
      <w:r w:rsidR="002A4158" w:rsidRPr="00DA4E77">
        <w:t xml:space="preserve"> qui t</w:t>
      </w:r>
      <w:r>
        <w:t>’</w:t>
      </w:r>
      <w:r w:rsidR="002A4158" w:rsidRPr="00DA4E77">
        <w:t>a jetée à la mer</w:t>
      </w:r>
      <w:r>
        <w:t> ?</w:t>
      </w:r>
    </w:p>
    <w:p w14:paraId="14A2DAB7" w14:textId="77777777" w:rsidR="00276CCE" w:rsidRDefault="00276CCE" w:rsidP="002A4158">
      <w:r>
        <w:t>— </w:t>
      </w:r>
      <w:r w:rsidR="002A4158" w:rsidRPr="00DA4E77">
        <w:t>Elle-même</w:t>
      </w:r>
      <w:r>
        <w:t>.</w:t>
      </w:r>
    </w:p>
    <w:p w14:paraId="02C08F16" w14:textId="77777777" w:rsidR="00276CCE" w:rsidRDefault="00276CCE" w:rsidP="002A4158">
      <w:r>
        <w:t>— </w:t>
      </w:r>
      <w:r w:rsidR="002A4158" w:rsidRPr="00DA4E77">
        <w:t>La mauvaise</w:t>
      </w:r>
      <w:r>
        <w:t> !</w:t>
      </w:r>
    </w:p>
    <w:p w14:paraId="50BA37BA" w14:textId="77777777" w:rsidR="00276CCE" w:rsidRDefault="00276CCE" w:rsidP="002A4158">
      <w:r>
        <w:t>— </w:t>
      </w:r>
      <w:r w:rsidR="002A4158" w:rsidRPr="00DA4E77">
        <w:t xml:space="preserve">Et </w:t>
      </w:r>
      <w:proofErr w:type="spellStart"/>
      <w:r w:rsidR="002A4158" w:rsidRPr="00DA4E77">
        <w:t>Hellas</w:t>
      </w:r>
      <w:proofErr w:type="spellEnd"/>
      <w:r>
        <w:t xml:space="preserve"> ? </w:t>
      </w:r>
      <w:r w:rsidR="002A4158" w:rsidRPr="00DA4E77">
        <w:t>Que fait-il</w:t>
      </w:r>
      <w:r>
        <w:t> ?</w:t>
      </w:r>
    </w:p>
    <w:p w14:paraId="6D588D58" w14:textId="77777777" w:rsidR="00276CCE" w:rsidRDefault="00276CCE" w:rsidP="002A4158">
      <w:r>
        <w:t>— </w:t>
      </w:r>
      <w:r w:rsidR="002A4158" w:rsidRPr="00DA4E77">
        <w:t>Nous allons le rejoindre</w:t>
      </w:r>
      <w:r>
        <w:t xml:space="preserve">. </w:t>
      </w:r>
      <w:r w:rsidR="002A4158" w:rsidRPr="00DA4E77">
        <w:t>Il nous attend au palais des Eaux</w:t>
      </w:r>
      <w:r>
        <w:t xml:space="preserve">. </w:t>
      </w:r>
      <w:r w:rsidR="002A4158" w:rsidRPr="00DA4E77">
        <w:t>Tu nous conteras ton aventure</w:t>
      </w:r>
      <w:r>
        <w:t xml:space="preserve">. </w:t>
      </w:r>
      <w:r w:rsidR="002A4158" w:rsidRPr="00DA4E77">
        <w:t>Nous te vengerons</w:t>
      </w:r>
      <w:r>
        <w:t> !</w:t>
      </w:r>
    </w:p>
    <w:p w14:paraId="429622E8" w14:textId="77777777" w:rsidR="00276CCE" w:rsidRDefault="00276CCE" w:rsidP="002A4158">
      <w:r>
        <w:t>— </w:t>
      </w:r>
      <w:r w:rsidR="002A4158" w:rsidRPr="00DA4E77">
        <w:t>Comment m</w:t>
      </w:r>
      <w:r>
        <w:t>’</w:t>
      </w:r>
      <w:r w:rsidR="002A4158" w:rsidRPr="00DA4E77">
        <w:t>as-tu trouvée</w:t>
      </w:r>
      <w:r>
        <w:t> ?</w:t>
      </w:r>
    </w:p>
    <w:p w14:paraId="09651398" w14:textId="77777777" w:rsidR="00276CCE" w:rsidRDefault="00276CCE" w:rsidP="002A4158">
      <w:r>
        <w:t>— </w:t>
      </w:r>
      <w:r w:rsidR="002A4158" w:rsidRPr="00DA4E77">
        <w:t>Je te poursuis</w:t>
      </w:r>
      <w:r>
        <w:t>.</w:t>
      </w:r>
    </w:p>
    <w:p w14:paraId="66B504E7" w14:textId="77777777" w:rsidR="00276CCE" w:rsidRDefault="00276CCE" w:rsidP="002A4158">
      <w:r>
        <w:lastRenderedPageBreak/>
        <w:t>— </w:t>
      </w:r>
      <w:r w:rsidR="002A4158" w:rsidRPr="00DA4E77">
        <w:t xml:space="preserve">Et pourquoi </w:t>
      </w:r>
      <w:proofErr w:type="spellStart"/>
      <w:r w:rsidR="002A4158" w:rsidRPr="00DA4E77">
        <w:t>me</w:t>
      </w:r>
      <w:proofErr w:type="spellEnd"/>
      <w:r w:rsidR="002A4158" w:rsidRPr="00DA4E77">
        <w:t xml:space="preserve"> poursuis-tu</w:t>
      </w:r>
      <w:r>
        <w:t> ?</w:t>
      </w:r>
    </w:p>
    <w:p w14:paraId="508A0512" w14:textId="77777777" w:rsidR="00276CCE" w:rsidRDefault="00276CCE" w:rsidP="002A4158">
      <w:r>
        <w:t>— </w:t>
      </w:r>
      <w:r w:rsidR="002A4158" w:rsidRPr="00DA4E77">
        <w:t>Parce que</w:t>
      </w:r>
      <w:r>
        <w:t xml:space="preserve">… </w:t>
      </w:r>
      <w:r w:rsidR="002A4158" w:rsidRPr="00DA4E77">
        <w:t xml:space="preserve">fait </w:t>
      </w:r>
      <w:proofErr w:type="spellStart"/>
      <w:r w:rsidR="002A4158" w:rsidRPr="00DA4E77">
        <w:t>Amonou</w:t>
      </w:r>
      <w:proofErr w:type="spellEnd"/>
      <w:r>
        <w:t xml:space="preserve">, </w:t>
      </w:r>
      <w:r w:rsidR="002A4158" w:rsidRPr="00DA4E77">
        <w:t>hésitant</w:t>
      </w:r>
      <w:r>
        <w:t xml:space="preserve">… </w:t>
      </w:r>
      <w:r w:rsidR="002A4158" w:rsidRPr="00DA4E77">
        <w:t>parce que</w:t>
      </w:r>
      <w:r>
        <w:t xml:space="preserve">… </w:t>
      </w:r>
      <w:r w:rsidR="002A4158" w:rsidRPr="00DA4E77">
        <w:t xml:space="preserve">tu aimes </w:t>
      </w:r>
      <w:proofErr w:type="spellStart"/>
      <w:r w:rsidR="002A4158" w:rsidRPr="00DA4E77">
        <w:t>Hellas</w:t>
      </w:r>
      <w:proofErr w:type="spellEnd"/>
      <w:r>
        <w:t> !</w:t>
      </w:r>
    </w:p>
    <w:p w14:paraId="1E0AC7B8" w14:textId="77777777" w:rsidR="00276CCE" w:rsidRDefault="00276CCE" w:rsidP="002A4158">
      <w:r>
        <w:t>— </w:t>
      </w:r>
      <w:r w:rsidR="002A4158" w:rsidRPr="00DA4E77">
        <w:t>Ah</w:t>
      </w:r>
      <w:r>
        <w:t xml:space="preserve"> ! </w:t>
      </w:r>
      <w:r w:rsidR="002A4158" w:rsidRPr="00DA4E77">
        <w:t>Merci</w:t>
      </w:r>
      <w:r>
        <w:t xml:space="preserve"> ! </w:t>
      </w:r>
      <w:r w:rsidR="002A4158" w:rsidRPr="00DA4E77">
        <w:t>merci</w:t>
      </w:r>
      <w:r>
        <w:t xml:space="preserve"> ! </w:t>
      </w:r>
      <w:r w:rsidR="002A4158" w:rsidRPr="00DA4E77">
        <w:t>Je t</w:t>
      </w:r>
      <w:r>
        <w:t>’</w:t>
      </w:r>
      <w:r w:rsidR="002A4158" w:rsidRPr="00DA4E77">
        <w:t>aime bien aussi</w:t>
      </w:r>
      <w:r>
        <w:t xml:space="preserve">, </w:t>
      </w:r>
      <w:r w:rsidR="002A4158" w:rsidRPr="00DA4E77">
        <w:t>mon cher sa</w:t>
      </w:r>
      <w:r w:rsidR="002A4158" w:rsidRPr="00DA4E77">
        <w:t>u</w:t>
      </w:r>
      <w:r w:rsidR="002A4158" w:rsidRPr="00DA4E77">
        <w:t>veur</w:t>
      </w:r>
      <w:r>
        <w:t> !</w:t>
      </w:r>
    </w:p>
    <w:p w14:paraId="7AC722B2" w14:textId="77777777" w:rsidR="00276CCE" w:rsidRDefault="002A4158" w:rsidP="002A4158">
      <w:r w:rsidRPr="00DA4E77">
        <w:t>Mais peu à peu le bruit grandit autour de la barque</w:t>
      </w:r>
      <w:r w:rsidR="00276CCE">
        <w:t xml:space="preserve">. </w:t>
      </w:r>
      <w:r w:rsidRPr="00DA4E77">
        <w:t>Le r</w:t>
      </w:r>
      <w:r w:rsidRPr="00DA4E77">
        <w:t>e</w:t>
      </w:r>
      <w:r w:rsidRPr="00DA4E77">
        <w:t>flet des lueurs venues de la Cité resplendit en nimbe au-dessus des yeux de la jeune fille étendue</w:t>
      </w:r>
      <w:r w:rsidR="00276CCE">
        <w:t xml:space="preserve">. </w:t>
      </w:r>
      <w:r w:rsidRPr="00DA4E77">
        <w:t>La barque s</w:t>
      </w:r>
      <w:r w:rsidR="00276CCE">
        <w:t>’</w:t>
      </w:r>
      <w:r w:rsidRPr="00DA4E77">
        <w:t>arrête</w:t>
      </w:r>
      <w:r w:rsidR="00276CCE">
        <w:t xml:space="preserve">. </w:t>
      </w:r>
      <w:r w:rsidRPr="00DA4E77">
        <w:t>On abo</w:t>
      </w:r>
      <w:r w:rsidRPr="00DA4E77">
        <w:t>r</w:t>
      </w:r>
      <w:r w:rsidRPr="00DA4E77">
        <w:t>de</w:t>
      </w:r>
      <w:r w:rsidR="00276CCE">
        <w:t xml:space="preserve">. </w:t>
      </w:r>
      <w:r w:rsidRPr="00DA4E77">
        <w:t>Et doucement</w:t>
      </w:r>
      <w:r w:rsidR="00276CCE">
        <w:t xml:space="preserve">, </w:t>
      </w:r>
      <w:r w:rsidRPr="00DA4E77">
        <w:t>comme une mère</w:t>
      </w:r>
      <w:r w:rsidR="00276CCE">
        <w:t xml:space="preserve">, </w:t>
      </w:r>
      <w:proofErr w:type="spellStart"/>
      <w:r w:rsidRPr="00DA4E77">
        <w:t>Amonou</w:t>
      </w:r>
      <w:proofErr w:type="spellEnd"/>
      <w:r w:rsidRPr="00DA4E77">
        <w:t xml:space="preserve"> prend </w:t>
      </w:r>
      <w:proofErr w:type="spellStart"/>
      <w:r w:rsidRPr="00DA4E77">
        <w:t>Glania</w:t>
      </w:r>
      <w:proofErr w:type="spellEnd"/>
      <w:r w:rsidRPr="00DA4E77">
        <w:t xml:space="preserve"> dans ses bras et traverse en courant la place des Eaux</w:t>
      </w:r>
      <w:r w:rsidR="00276CCE">
        <w:t>.</w:t>
      </w:r>
    </w:p>
    <w:p w14:paraId="22659D7D" w14:textId="77777777" w:rsidR="00276CCE" w:rsidRDefault="00276CCE" w:rsidP="002A4158">
      <w:r>
        <w:t>— </w:t>
      </w:r>
      <w:r w:rsidR="002A4158" w:rsidRPr="00DA4E77">
        <w:t>Ouvrez</w:t>
      </w:r>
      <w:r>
        <w:t xml:space="preserve">, </w:t>
      </w:r>
      <w:r w:rsidR="002A4158" w:rsidRPr="00DA4E77">
        <w:t>ouvrez vite</w:t>
      </w:r>
      <w:r>
        <w:t xml:space="preserve"> ! </w:t>
      </w:r>
      <w:r w:rsidR="002A4158" w:rsidRPr="00DA4E77">
        <w:t>crie-t-il en arrivant devant la grande porte du palais</w:t>
      </w:r>
      <w:r>
        <w:t>.</w:t>
      </w:r>
    </w:p>
    <w:p w14:paraId="49AD707D" w14:textId="77777777" w:rsidR="00276CCE" w:rsidRDefault="00276CCE" w:rsidP="002A4158">
      <w:r>
        <w:t>— </w:t>
      </w:r>
      <w:r w:rsidR="002A4158" w:rsidRPr="00DA4E77">
        <w:t>On ne passe pas</w:t>
      </w:r>
      <w:r>
        <w:t xml:space="preserve"> ! </w:t>
      </w:r>
      <w:r w:rsidR="002A4158" w:rsidRPr="00DA4E77">
        <w:t xml:space="preserve">fait sévèrement un soldat de </w:t>
      </w:r>
      <w:proofErr w:type="spellStart"/>
      <w:r w:rsidR="002A4158" w:rsidRPr="00DA4E77">
        <w:t>Knephao</w:t>
      </w:r>
      <w:proofErr w:type="spellEnd"/>
      <w:r>
        <w:t>.</w:t>
      </w:r>
    </w:p>
    <w:p w14:paraId="1D227C0D" w14:textId="77777777" w:rsidR="00276CCE" w:rsidRDefault="00276CCE" w:rsidP="002A4158">
      <w:r>
        <w:t>— </w:t>
      </w:r>
      <w:r w:rsidR="002A4158" w:rsidRPr="00DA4E77">
        <w:t>Je suis un ami d</w:t>
      </w:r>
      <w:r>
        <w:t>’</w:t>
      </w:r>
      <w:proofErr w:type="spellStart"/>
      <w:r w:rsidR="002A4158" w:rsidRPr="00DA4E77">
        <w:t>Hellas</w:t>
      </w:r>
      <w:proofErr w:type="spellEnd"/>
      <w:r>
        <w:t xml:space="preserve">. </w:t>
      </w:r>
      <w:r w:rsidR="002A4158" w:rsidRPr="00DA4E77">
        <w:t>Et voici une femme que j</w:t>
      </w:r>
      <w:r>
        <w:t>’</w:t>
      </w:r>
      <w:r w:rsidR="002A4158" w:rsidRPr="00DA4E77">
        <w:t>ai ret</w:t>
      </w:r>
      <w:r w:rsidR="002A4158" w:rsidRPr="00DA4E77">
        <w:t>i</w:t>
      </w:r>
      <w:r w:rsidR="002A4158" w:rsidRPr="00DA4E77">
        <w:t>rée des eaux</w:t>
      </w:r>
      <w:r>
        <w:t xml:space="preserve">. </w:t>
      </w:r>
      <w:r w:rsidR="002A4158" w:rsidRPr="00DA4E77">
        <w:t>Pour elle</w:t>
      </w:r>
      <w:r>
        <w:t xml:space="preserve">, </w:t>
      </w:r>
      <w:r w:rsidR="002A4158" w:rsidRPr="00DA4E77">
        <w:t>sinon pour moi</w:t>
      </w:r>
      <w:r>
        <w:t xml:space="preserve">, </w:t>
      </w:r>
      <w:r w:rsidR="002A4158" w:rsidRPr="00DA4E77">
        <w:t>ouvre vite</w:t>
      </w:r>
      <w:r>
        <w:t>.</w:t>
      </w:r>
    </w:p>
    <w:p w14:paraId="76A9F4B0" w14:textId="77777777" w:rsidR="00276CCE" w:rsidRDefault="00276CCE" w:rsidP="002A4158">
      <w:r>
        <w:t>— </w:t>
      </w:r>
      <w:r w:rsidR="002A4158" w:rsidRPr="00DA4E77">
        <w:t>Oui</w:t>
      </w:r>
      <w:r>
        <w:t xml:space="preserve">, </w:t>
      </w:r>
      <w:r w:rsidR="002A4158" w:rsidRPr="00DA4E77">
        <w:t>ouvre donc</w:t>
      </w:r>
      <w:r>
        <w:t xml:space="preserve">, </w:t>
      </w:r>
      <w:r w:rsidR="002A4158" w:rsidRPr="00DA4E77">
        <w:t xml:space="preserve">répond </w:t>
      </w:r>
      <w:proofErr w:type="spellStart"/>
      <w:r w:rsidR="002A4158" w:rsidRPr="00DA4E77">
        <w:t>Knephao</w:t>
      </w:r>
      <w:proofErr w:type="spellEnd"/>
      <w:r w:rsidR="002A4158" w:rsidRPr="00DA4E77">
        <w:t xml:space="preserve"> entendant la voix d</w:t>
      </w:r>
      <w:r>
        <w:t>’</w:t>
      </w:r>
      <w:proofErr w:type="spellStart"/>
      <w:r w:rsidR="002A4158" w:rsidRPr="00DA4E77">
        <w:t>Amonou</w:t>
      </w:r>
      <w:proofErr w:type="spellEnd"/>
      <w:r w:rsidR="002A4158" w:rsidRPr="00DA4E77">
        <w:t xml:space="preserve"> et se précipitant à sa rencontre</w:t>
      </w:r>
      <w:r>
        <w:t xml:space="preserve">. </w:t>
      </w:r>
      <w:r w:rsidR="002A4158" w:rsidRPr="00DA4E77">
        <w:t>Qu</w:t>
      </w:r>
      <w:r>
        <w:t>’</w:t>
      </w:r>
      <w:r w:rsidR="002A4158" w:rsidRPr="00DA4E77">
        <w:t>y a-t-il</w:t>
      </w:r>
      <w:r>
        <w:t xml:space="preserve"> ? </w:t>
      </w:r>
      <w:r w:rsidR="002A4158" w:rsidRPr="00DA4E77">
        <w:t>Que po</w:t>
      </w:r>
      <w:r w:rsidR="002A4158" w:rsidRPr="00DA4E77">
        <w:t>r</w:t>
      </w:r>
      <w:r w:rsidR="002A4158" w:rsidRPr="00DA4E77">
        <w:t>tes-tu dans tes bras</w:t>
      </w:r>
      <w:r>
        <w:t xml:space="preserve"> ? </w:t>
      </w:r>
      <w:r w:rsidR="002A4158" w:rsidRPr="00DA4E77">
        <w:t>Une morte</w:t>
      </w:r>
      <w:r>
        <w:t xml:space="preserve"> ? </w:t>
      </w:r>
      <w:r w:rsidR="002A4158" w:rsidRPr="00DA4E77">
        <w:t>Par le Sphinx</w:t>
      </w:r>
      <w:r>
        <w:t xml:space="preserve"> ! </w:t>
      </w:r>
      <w:proofErr w:type="spellStart"/>
      <w:r w:rsidR="002A4158" w:rsidRPr="00DA4E77">
        <w:t>Glania</w:t>
      </w:r>
      <w:proofErr w:type="spellEnd"/>
      <w:r>
        <w:t> !</w:t>
      </w:r>
    </w:p>
    <w:p w14:paraId="7DEA70CA" w14:textId="60110F8B" w:rsidR="00276CCE" w:rsidRDefault="00276CCE" w:rsidP="002A4158">
      <w:r>
        <w:t>— </w:t>
      </w:r>
      <w:r w:rsidR="002A4158" w:rsidRPr="00DA4E77">
        <w:t>Non</w:t>
      </w:r>
      <w:r>
        <w:t xml:space="preserve">, </w:t>
      </w:r>
      <w:r w:rsidR="002A4158" w:rsidRPr="00DA4E77">
        <w:t>pas morte</w:t>
      </w:r>
      <w:r>
        <w:t xml:space="preserve"> : </w:t>
      </w:r>
      <w:r w:rsidR="002A4158" w:rsidRPr="00DA4E77">
        <w:t>épuisée de fatigue seulement</w:t>
      </w:r>
      <w:r>
        <w:t xml:space="preserve"> ! </w:t>
      </w:r>
      <w:r w:rsidR="002A4158" w:rsidRPr="00DA4E77">
        <w:t>Vite</w:t>
      </w:r>
      <w:r>
        <w:t xml:space="preserve">, </w:t>
      </w:r>
      <w:r w:rsidR="002A4158" w:rsidRPr="00DA4E77">
        <w:t>du feu</w:t>
      </w:r>
      <w:r>
        <w:t xml:space="preserve">, </w:t>
      </w:r>
      <w:r w:rsidR="002A4158" w:rsidRPr="00DA4E77">
        <w:t xml:space="preserve">une couche </w:t>
      </w:r>
      <w:r>
        <w:t>moel</w:t>
      </w:r>
      <w:r w:rsidR="002A4158" w:rsidRPr="00DA4E77">
        <w:t>leuse</w:t>
      </w:r>
      <w:r>
        <w:t xml:space="preserve">, </w:t>
      </w:r>
      <w:r w:rsidR="002A4158" w:rsidRPr="00DA4E77">
        <w:t>du linge sec</w:t>
      </w:r>
      <w:r>
        <w:t>.</w:t>
      </w:r>
    </w:p>
    <w:p w14:paraId="66DE589E" w14:textId="77777777" w:rsidR="00276CCE" w:rsidRDefault="002A4158" w:rsidP="002A4158">
      <w:r w:rsidRPr="00DA4E77">
        <w:t>Et tandis que les servantes s</w:t>
      </w:r>
      <w:r w:rsidR="00276CCE">
        <w:t>’</w:t>
      </w:r>
      <w:r w:rsidRPr="00DA4E77">
        <w:t>empressent de préparer un lit pour la Ligure</w:t>
      </w:r>
      <w:r w:rsidR="00276CCE">
        <w:t xml:space="preserve">, </w:t>
      </w:r>
      <w:r w:rsidRPr="00DA4E77">
        <w:t>tandis qu</w:t>
      </w:r>
      <w:r w:rsidR="00276CCE">
        <w:t>’</w:t>
      </w:r>
      <w:proofErr w:type="spellStart"/>
      <w:r w:rsidRPr="00DA4E77">
        <w:t>Hellas</w:t>
      </w:r>
      <w:proofErr w:type="spellEnd"/>
      <w:r w:rsidRPr="00DA4E77">
        <w:t xml:space="preserve"> et </w:t>
      </w:r>
      <w:proofErr w:type="spellStart"/>
      <w:r w:rsidRPr="00DA4E77">
        <w:t>Hermos</w:t>
      </w:r>
      <w:proofErr w:type="spellEnd"/>
      <w:r w:rsidRPr="00DA4E77">
        <w:t xml:space="preserve"> viennent rejoindre le jeune homme tout ému</w:t>
      </w:r>
      <w:r w:rsidR="00276CCE">
        <w:t xml:space="preserve">, </w:t>
      </w:r>
      <w:r w:rsidRPr="00DA4E77">
        <w:t>il leur rapporte à voix basse l</w:t>
      </w:r>
      <w:r w:rsidR="00276CCE">
        <w:t>’</w:t>
      </w:r>
      <w:r w:rsidRPr="00DA4E77">
        <w:t>émouvant sauvetage qu</w:t>
      </w:r>
      <w:r w:rsidR="00276CCE">
        <w:t>’</w:t>
      </w:r>
      <w:r w:rsidRPr="00DA4E77">
        <w:t>il vient d</w:t>
      </w:r>
      <w:r w:rsidR="00276CCE">
        <w:t>’</w:t>
      </w:r>
      <w:r w:rsidRPr="00DA4E77">
        <w:t>accomplir</w:t>
      </w:r>
      <w:r w:rsidR="00276CCE">
        <w:t>.</w:t>
      </w:r>
    </w:p>
    <w:p w14:paraId="7A850F93" w14:textId="77777777" w:rsidR="00276CCE" w:rsidRDefault="00276CCE" w:rsidP="002A4158">
      <w:r>
        <w:t>— </w:t>
      </w:r>
      <w:r w:rsidR="002A4158" w:rsidRPr="00DA4E77">
        <w:t xml:space="preserve">Noyée par </w:t>
      </w:r>
      <w:proofErr w:type="spellStart"/>
      <w:r w:rsidR="002A4158" w:rsidRPr="00DA4E77">
        <w:t>Melléna</w:t>
      </w:r>
      <w:proofErr w:type="spellEnd"/>
      <w:r>
        <w:t xml:space="preserve"> ? </w:t>
      </w:r>
      <w:r w:rsidR="002A4158" w:rsidRPr="00DA4E77">
        <w:t>Mais à quel propos</w:t>
      </w:r>
      <w:r>
        <w:t xml:space="preserve"> ? </w:t>
      </w:r>
      <w:r w:rsidR="002A4158" w:rsidRPr="00DA4E77">
        <w:t>Que faisaient-elles en mer</w:t>
      </w:r>
      <w:r>
        <w:t xml:space="preserve">, </w:t>
      </w:r>
      <w:r w:rsidR="002A4158" w:rsidRPr="00DA4E77">
        <w:t>toutes deux ensemble</w:t>
      </w:r>
      <w:r>
        <w:t> ?</w:t>
      </w:r>
    </w:p>
    <w:p w14:paraId="47DB306B" w14:textId="77777777" w:rsidR="00276CCE" w:rsidRDefault="00276CCE" w:rsidP="002A4158">
      <w:r>
        <w:lastRenderedPageBreak/>
        <w:t>— </w:t>
      </w:r>
      <w:r w:rsidR="002A4158" w:rsidRPr="00DA4E77">
        <w:t>Je ne sais pas encore</w:t>
      </w:r>
      <w:r>
        <w:t xml:space="preserve">. </w:t>
      </w:r>
      <w:r w:rsidR="002A4158" w:rsidRPr="00DA4E77">
        <w:t>Elle pouvait à peine parler</w:t>
      </w:r>
      <w:r>
        <w:t>.</w:t>
      </w:r>
    </w:p>
    <w:p w14:paraId="4E2AA5BA" w14:textId="77777777" w:rsidR="00276CCE" w:rsidRDefault="002A4158" w:rsidP="002A4158">
      <w:r w:rsidRPr="00DA4E77">
        <w:t xml:space="preserve">Bientôt </w:t>
      </w:r>
      <w:proofErr w:type="spellStart"/>
      <w:r w:rsidRPr="00DA4E77">
        <w:t>Glania</w:t>
      </w:r>
      <w:proofErr w:type="spellEnd"/>
      <w:r w:rsidR="00276CCE">
        <w:t xml:space="preserve">, </w:t>
      </w:r>
      <w:r w:rsidRPr="00DA4E77">
        <w:t>ranimée</w:t>
      </w:r>
      <w:r w:rsidR="00276CCE">
        <w:t xml:space="preserve">, </w:t>
      </w:r>
      <w:r w:rsidRPr="00DA4E77">
        <w:t>reprend ses sens</w:t>
      </w:r>
      <w:r w:rsidR="00276CCE">
        <w:t xml:space="preserve">, </w:t>
      </w:r>
      <w:r w:rsidRPr="00DA4E77">
        <w:t>et</w:t>
      </w:r>
      <w:r w:rsidR="00276CCE">
        <w:t xml:space="preserve">, </w:t>
      </w:r>
      <w:r w:rsidRPr="00DA4E77">
        <w:t>d</w:t>
      </w:r>
      <w:r w:rsidR="00276CCE">
        <w:t>’</w:t>
      </w:r>
      <w:r w:rsidRPr="00DA4E77">
        <w:t>une voix faible</w:t>
      </w:r>
      <w:r w:rsidR="00276CCE">
        <w:t xml:space="preserve">, </w:t>
      </w:r>
      <w:r w:rsidRPr="00DA4E77">
        <w:t xml:space="preserve">raconte à </w:t>
      </w:r>
      <w:proofErr w:type="spellStart"/>
      <w:r w:rsidRPr="00DA4E77">
        <w:t>Hellas</w:t>
      </w:r>
      <w:proofErr w:type="spellEnd"/>
      <w:r w:rsidRPr="00DA4E77">
        <w:t xml:space="preserve"> le drame où elle a failli mourir</w:t>
      </w:r>
      <w:r w:rsidR="00276CCE">
        <w:t xml:space="preserve">. </w:t>
      </w:r>
      <w:r w:rsidRPr="00DA4E77">
        <w:t>Puis</w:t>
      </w:r>
      <w:r w:rsidR="00276CCE">
        <w:t xml:space="preserve">, </w:t>
      </w:r>
      <w:r w:rsidRPr="00DA4E77">
        <w:t>la</w:t>
      </w:r>
      <w:r w:rsidRPr="00DA4E77">
        <w:t>s</w:t>
      </w:r>
      <w:r w:rsidRPr="00DA4E77">
        <w:t>sée</w:t>
      </w:r>
      <w:r w:rsidR="00276CCE">
        <w:t xml:space="preserve">, </w:t>
      </w:r>
      <w:r w:rsidRPr="00DA4E77">
        <w:t>épuisée par cette journée où</w:t>
      </w:r>
      <w:r w:rsidR="00276CCE">
        <w:t xml:space="preserve">, </w:t>
      </w:r>
      <w:r w:rsidRPr="00DA4E77">
        <w:t>deux fois</w:t>
      </w:r>
      <w:r w:rsidR="00276CCE">
        <w:t xml:space="preserve">, </w:t>
      </w:r>
      <w:r w:rsidRPr="00DA4E77">
        <w:t>elle a manqué so</w:t>
      </w:r>
      <w:r w:rsidRPr="00DA4E77">
        <w:t>m</w:t>
      </w:r>
      <w:r w:rsidRPr="00DA4E77">
        <w:t>brer dans l</w:t>
      </w:r>
      <w:r w:rsidR="00276CCE">
        <w:t>’</w:t>
      </w:r>
      <w:r w:rsidRPr="00DA4E77">
        <w:t>océan Atlantique</w:t>
      </w:r>
      <w:r w:rsidR="00276CCE">
        <w:t xml:space="preserve">, </w:t>
      </w:r>
      <w:r w:rsidRPr="00DA4E77">
        <w:t>la jeune Ligure ferme les yeux</w:t>
      </w:r>
      <w:r w:rsidR="00276CCE">
        <w:t xml:space="preserve">, </w:t>
      </w:r>
      <w:r w:rsidRPr="00DA4E77">
        <w:t>et</w:t>
      </w:r>
      <w:r w:rsidR="00276CCE">
        <w:t xml:space="preserve">, </w:t>
      </w:r>
      <w:r w:rsidRPr="00DA4E77">
        <w:t>l</w:t>
      </w:r>
      <w:r w:rsidR="00276CCE">
        <w:t>’</w:t>
      </w:r>
      <w:r w:rsidRPr="00DA4E77">
        <w:t>une de ses mains dans les mains d</w:t>
      </w:r>
      <w:r w:rsidR="00276CCE">
        <w:t>’</w:t>
      </w:r>
      <w:proofErr w:type="spellStart"/>
      <w:r w:rsidRPr="00DA4E77">
        <w:t>Hellas</w:t>
      </w:r>
      <w:proofErr w:type="spellEnd"/>
      <w:r w:rsidR="00276CCE">
        <w:t xml:space="preserve">, </w:t>
      </w:r>
      <w:r w:rsidRPr="00DA4E77">
        <w:t>l</w:t>
      </w:r>
      <w:r w:rsidR="00276CCE">
        <w:t>’</w:t>
      </w:r>
      <w:r w:rsidRPr="00DA4E77">
        <w:t>autre dans celles d</w:t>
      </w:r>
      <w:r w:rsidR="00276CCE">
        <w:t>’</w:t>
      </w:r>
      <w:proofErr w:type="spellStart"/>
      <w:r w:rsidRPr="00DA4E77">
        <w:t>Amonou</w:t>
      </w:r>
      <w:proofErr w:type="spellEnd"/>
      <w:r w:rsidR="00276CCE">
        <w:t xml:space="preserve">, </w:t>
      </w:r>
      <w:r w:rsidRPr="00DA4E77">
        <w:t>réconfortée</w:t>
      </w:r>
      <w:r w:rsidR="00276CCE">
        <w:t xml:space="preserve">, </w:t>
      </w:r>
      <w:r w:rsidRPr="00DA4E77">
        <w:t>dolente</w:t>
      </w:r>
      <w:r w:rsidR="00276CCE">
        <w:t xml:space="preserve">, </w:t>
      </w:r>
      <w:r w:rsidRPr="00DA4E77">
        <w:t>heureuse et anéantie</w:t>
      </w:r>
      <w:r w:rsidR="00276CCE">
        <w:t xml:space="preserve">, </w:t>
      </w:r>
      <w:r w:rsidRPr="00DA4E77">
        <w:t>elle s</w:t>
      </w:r>
      <w:r w:rsidR="00276CCE">
        <w:t>’</w:t>
      </w:r>
      <w:r w:rsidRPr="00DA4E77">
        <w:t>endort en souriant</w:t>
      </w:r>
      <w:r w:rsidR="00276CCE">
        <w:t>…</w:t>
      </w:r>
    </w:p>
    <w:p w14:paraId="78D00527" w14:textId="77777777" w:rsidR="00276CCE" w:rsidRDefault="002A4158" w:rsidP="002A4158">
      <w:r w:rsidRPr="00DA4E77">
        <w:t>À pas lents</w:t>
      </w:r>
      <w:r w:rsidR="00276CCE">
        <w:t xml:space="preserve">, </w:t>
      </w:r>
      <w:r w:rsidRPr="00DA4E77">
        <w:t>autour d</w:t>
      </w:r>
      <w:r w:rsidR="00276CCE">
        <w:t>’</w:t>
      </w:r>
      <w:r w:rsidRPr="00DA4E77">
        <w:t>elle</w:t>
      </w:r>
      <w:r w:rsidR="00276CCE">
        <w:t xml:space="preserve">, </w:t>
      </w:r>
      <w:r w:rsidRPr="00DA4E77">
        <w:t>on se retire</w:t>
      </w:r>
      <w:r w:rsidR="00276CCE">
        <w:t xml:space="preserve">. </w:t>
      </w:r>
      <w:proofErr w:type="spellStart"/>
      <w:r w:rsidRPr="00DA4E77">
        <w:t>Amonou</w:t>
      </w:r>
      <w:proofErr w:type="spellEnd"/>
      <w:r w:rsidRPr="00DA4E77">
        <w:t xml:space="preserve"> seul reste et veille sur son sommeil</w:t>
      </w:r>
      <w:r w:rsidR="00276CCE">
        <w:t xml:space="preserve">. </w:t>
      </w:r>
      <w:r w:rsidRPr="00DA4E77">
        <w:t>La nuit vient</w:t>
      </w:r>
      <w:r w:rsidR="00276CCE">
        <w:t xml:space="preserve">. </w:t>
      </w:r>
      <w:r w:rsidRPr="00DA4E77">
        <w:t>Dehors</w:t>
      </w:r>
      <w:r w:rsidR="00276CCE">
        <w:t xml:space="preserve">, </w:t>
      </w:r>
      <w:r w:rsidRPr="00DA4E77">
        <w:t>Atlantis tout e</w:t>
      </w:r>
      <w:r w:rsidRPr="00DA4E77">
        <w:t>n</w:t>
      </w:r>
      <w:r w:rsidRPr="00DA4E77">
        <w:t>tière chante</w:t>
      </w:r>
      <w:r w:rsidR="00276CCE">
        <w:t xml:space="preserve">. </w:t>
      </w:r>
      <w:r w:rsidRPr="00DA4E77">
        <w:t>Des bruits de flûtes</w:t>
      </w:r>
      <w:r w:rsidR="00276CCE">
        <w:t xml:space="preserve">, </w:t>
      </w:r>
      <w:r w:rsidRPr="00DA4E77">
        <w:t>de cithares et de cistres mo</w:t>
      </w:r>
      <w:r w:rsidRPr="00DA4E77">
        <w:t>n</w:t>
      </w:r>
      <w:r w:rsidRPr="00DA4E77">
        <w:t>tent de la mer</w:t>
      </w:r>
      <w:r w:rsidR="00276CCE">
        <w:t xml:space="preserve">. </w:t>
      </w:r>
      <w:proofErr w:type="spellStart"/>
      <w:r w:rsidRPr="00DA4E77">
        <w:t>Hellas</w:t>
      </w:r>
      <w:proofErr w:type="spellEnd"/>
      <w:r w:rsidR="00276CCE">
        <w:t xml:space="preserve">, </w:t>
      </w:r>
      <w:proofErr w:type="spellStart"/>
      <w:r w:rsidRPr="00DA4E77">
        <w:t>Hermos</w:t>
      </w:r>
      <w:proofErr w:type="spellEnd"/>
      <w:r w:rsidRPr="00DA4E77">
        <w:t xml:space="preserve"> et </w:t>
      </w:r>
      <w:proofErr w:type="spellStart"/>
      <w:r w:rsidRPr="00DA4E77">
        <w:t>Knephao</w:t>
      </w:r>
      <w:proofErr w:type="spellEnd"/>
      <w:r w:rsidRPr="00DA4E77">
        <w:t xml:space="preserve"> causent tout bas</w:t>
      </w:r>
      <w:r w:rsidR="00276CCE">
        <w:t>.</w:t>
      </w:r>
    </w:p>
    <w:p w14:paraId="6561E631" w14:textId="77777777" w:rsidR="00276CCE" w:rsidRDefault="00276CCE" w:rsidP="002A4158">
      <w:r>
        <w:t>— </w:t>
      </w:r>
      <w:r w:rsidR="002A4158" w:rsidRPr="00DA4E77">
        <w:t>Vers l</w:t>
      </w:r>
      <w:r>
        <w:t>’</w:t>
      </w:r>
      <w:r w:rsidR="002A4158" w:rsidRPr="00DA4E77">
        <w:t>Île d</w:t>
      </w:r>
      <w:r>
        <w:t>’</w:t>
      </w:r>
      <w:r w:rsidR="002A4158" w:rsidRPr="00DA4E77">
        <w:t>Or</w:t>
      </w:r>
      <w:r>
        <w:t xml:space="preserve">, </w:t>
      </w:r>
      <w:r w:rsidR="002A4158" w:rsidRPr="00DA4E77">
        <w:t xml:space="preserve">dit </w:t>
      </w:r>
      <w:proofErr w:type="spellStart"/>
      <w:r w:rsidR="002A4158" w:rsidRPr="00DA4E77">
        <w:t>Hellas</w:t>
      </w:r>
      <w:proofErr w:type="spellEnd"/>
      <w:r>
        <w:t xml:space="preserve">, </w:t>
      </w:r>
      <w:r w:rsidR="002A4158" w:rsidRPr="00DA4E77">
        <w:t>pensif</w:t>
      </w:r>
      <w:r>
        <w:t xml:space="preserve"> ; </w:t>
      </w:r>
      <w:r w:rsidR="002A4158" w:rsidRPr="00DA4E77">
        <w:t xml:space="preserve">quoi donc </w:t>
      </w:r>
      <w:proofErr w:type="spellStart"/>
      <w:r w:rsidR="002A4158" w:rsidRPr="00DA4E77">
        <w:t>Melléna</w:t>
      </w:r>
      <w:proofErr w:type="spellEnd"/>
      <w:r w:rsidR="002A4158" w:rsidRPr="00DA4E77">
        <w:t xml:space="preserve"> peut bien y tenter</w:t>
      </w:r>
      <w:r>
        <w:t> ?</w:t>
      </w:r>
    </w:p>
    <w:p w14:paraId="6FE7B4A5" w14:textId="77777777" w:rsidR="00276CCE" w:rsidRDefault="00276CCE" w:rsidP="002A4158">
      <w:r>
        <w:t>— </w:t>
      </w:r>
      <w:r w:rsidR="002A4158" w:rsidRPr="00DA4E77">
        <w:t>Nous le saurons demain</w:t>
      </w:r>
      <w:r>
        <w:t xml:space="preserve">, </w:t>
      </w:r>
      <w:r w:rsidR="002A4158" w:rsidRPr="00DA4E77">
        <w:t xml:space="preserve">dit </w:t>
      </w:r>
      <w:proofErr w:type="spellStart"/>
      <w:r w:rsidR="002A4158" w:rsidRPr="00DA4E77">
        <w:t>Hermos</w:t>
      </w:r>
      <w:proofErr w:type="spellEnd"/>
      <w:r>
        <w:t>.</w:t>
      </w:r>
    </w:p>
    <w:p w14:paraId="4AF0FAA7" w14:textId="77777777" w:rsidR="00276CCE" w:rsidRDefault="00276CCE" w:rsidP="002A4158">
      <w:r>
        <w:t>— </w:t>
      </w:r>
      <w:r w:rsidR="002A4158" w:rsidRPr="00DA4E77">
        <w:t>Veillons et gardons-nous</w:t>
      </w:r>
      <w:r>
        <w:t xml:space="preserve">, </w:t>
      </w:r>
      <w:r w:rsidR="002A4158" w:rsidRPr="00DA4E77">
        <w:t xml:space="preserve">observe </w:t>
      </w:r>
      <w:proofErr w:type="spellStart"/>
      <w:r w:rsidR="002A4158" w:rsidRPr="00DA4E77">
        <w:t>Knephao</w:t>
      </w:r>
      <w:proofErr w:type="spellEnd"/>
      <w:r>
        <w:t xml:space="preserve">. </w:t>
      </w:r>
      <w:r w:rsidR="002A4158" w:rsidRPr="00DA4E77">
        <w:t>Les autres n</w:t>
      </w:r>
      <w:r>
        <w:t>’</w:t>
      </w:r>
      <w:r w:rsidR="002A4158" w:rsidRPr="00DA4E77">
        <w:t>ont pas désarmé</w:t>
      </w:r>
      <w:r>
        <w:t>.</w:t>
      </w:r>
    </w:p>
    <w:p w14:paraId="5D5ED198" w14:textId="77777777" w:rsidR="00276CCE" w:rsidRDefault="00276CCE" w:rsidP="002A4158">
      <w:r>
        <w:t>— </w:t>
      </w:r>
      <w:r w:rsidR="002A4158" w:rsidRPr="00DA4E77">
        <w:t>Oui</w:t>
      </w:r>
      <w:r>
        <w:t xml:space="preserve">, </w:t>
      </w:r>
      <w:r w:rsidR="002A4158" w:rsidRPr="00DA4E77">
        <w:t>gardons-nous</w:t>
      </w:r>
      <w:r>
        <w:t xml:space="preserve">. </w:t>
      </w:r>
      <w:r w:rsidR="002A4158" w:rsidRPr="00DA4E77">
        <w:t>Et que le Sphinx garde Atlantis</w:t>
      </w:r>
      <w:r>
        <w:t> !</w:t>
      </w:r>
    </w:p>
    <w:p w14:paraId="710802BD" w14:textId="19CCB595" w:rsidR="002A4158" w:rsidRPr="00DA4E77" w:rsidRDefault="002A4158" w:rsidP="00276CCE">
      <w:pPr>
        <w:pStyle w:val="Titre1"/>
      </w:pPr>
      <w:bookmarkStart w:id="26" w:name="_Toc194842012"/>
      <w:r w:rsidRPr="00DA4E77">
        <w:lastRenderedPageBreak/>
        <w:t>TROISIÈME JOURNÉE</w:t>
      </w:r>
      <w:r w:rsidRPr="00DA4E77">
        <w:br/>
      </w:r>
      <w:r w:rsidRPr="00DA4E77">
        <w:br/>
        <w:t>LA FÊTE DE L</w:t>
      </w:r>
      <w:r w:rsidR="00276CCE">
        <w:t>’</w:t>
      </w:r>
      <w:r w:rsidRPr="00DA4E77">
        <w:t>OR</w:t>
      </w:r>
      <w:bookmarkEnd w:id="26"/>
    </w:p>
    <w:p w14:paraId="3EC61A38" w14:textId="77777777" w:rsidR="00276CCE" w:rsidRDefault="002A4158" w:rsidP="002A4158">
      <w:pPr>
        <w:pStyle w:val="Droite"/>
        <w:rPr>
          <w:i/>
        </w:rPr>
      </w:pPr>
      <w:r w:rsidRPr="006F7A39">
        <w:rPr>
          <w:i/>
        </w:rPr>
        <w:t>Tu tournes toi-même la roue du destin</w:t>
      </w:r>
      <w:r w:rsidR="00276CCE">
        <w:rPr>
          <w:i/>
        </w:rPr>
        <w:t>.</w:t>
      </w:r>
    </w:p>
    <w:p w14:paraId="1345DE0E" w14:textId="77777777" w:rsidR="00276CCE" w:rsidRDefault="00276CCE" w:rsidP="00276CCE">
      <w:pPr>
        <w:pStyle w:val="Titre2"/>
        <w:rPr>
          <w:i/>
        </w:rPr>
      </w:pPr>
      <w:bookmarkStart w:id="27" w:name="_Toc194842013"/>
      <w:r w:rsidRPr="00DA4E77">
        <w:lastRenderedPageBreak/>
        <w:t>Scène</w:t>
      </w:r>
      <w:r>
        <w:t> </w:t>
      </w:r>
      <w:r w:rsidRPr="00DA4E77">
        <w:t>I</w:t>
      </w:r>
      <w:r>
        <w:t xml:space="preserve">. – </w:t>
      </w:r>
      <w:r w:rsidR="002A4158" w:rsidRPr="00DA4E77">
        <w:rPr>
          <w:i/>
        </w:rPr>
        <w:t>Les trésors d</w:t>
      </w:r>
      <w:r>
        <w:rPr>
          <w:i/>
        </w:rPr>
        <w:t>’</w:t>
      </w:r>
      <w:r w:rsidR="002A4158" w:rsidRPr="00DA4E77">
        <w:rPr>
          <w:i/>
        </w:rPr>
        <w:t>Atlantis</w:t>
      </w:r>
      <w:r>
        <w:rPr>
          <w:i/>
        </w:rPr>
        <w:t>.</w:t>
      </w:r>
      <w:bookmarkEnd w:id="27"/>
    </w:p>
    <w:p w14:paraId="7C3AFC95" w14:textId="77777777" w:rsidR="00276CCE" w:rsidRDefault="002A4158" w:rsidP="002A4158">
      <w:proofErr w:type="spellStart"/>
      <w:r w:rsidRPr="00DA4E77">
        <w:t>Hellas</w:t>
      </w:r>
      <w:proofErr w:type="spellEnd"/>
      <w:r w:rsidRPr="00DA4E77">
        <w:t xml:space="preserve"> et </w:t>
      </w:r>
      <w:proofErr w:type="spellStart"/>
      <w:r w:rsidRPr="00DA4E77">
        <w:t>Hermos</w:t>
      </w:r>
      <w:proofErr w:type="spellEnd"/>
      <w:r w:rsidR="00276CCE">
        <w:t xml:space="preserve">, </w:t>
      </w:r>
      <w:r w:rsidRPr="00DA4E77">
        <w:t>malgré les fatigues de la veille</w:t>
      </w:r>
      <w:r w:rsidR="00276CCE">
        <w:t xml:space="preserve">, </w:t>
      </w:r>
      <w:r w:rsidRPr="00DA4E77">
        <w:t>travai</w:t>
      </w:r>
      <w:r w:rsidRPr="00DA4E77">
        <w:t>l</w:t>
      </w:r>
      <w:r w:rsidRPr="00DA4E77">
        <w:t>lent ensemble</w:t>
      </w:r>
      <w:r w:rsidR="00276CCE">
        <w:t xml:space="preserve">, </w:t>
      </w:r>
      <w:r w:rsidRPr="00DA4E77">
        <w:t>dès l</w:t>
      </w:r>
      <w:r w:rsidR="00276CCE">
        <w:t>’</w:t>
      </w:r>
      <w:r w:rsidRPr="00DA4E77">
        <w:t>aube</w:t>
      </w:r>
      <w:r w:rsidR="00276CCE">
        <w:t xml:space="preserve">, </w:t>
      </w:r>
      <w:r w:rsidRPr="00DA4E77">
        <w:t>dans une salle haute du palais des Eaux</w:t>
      </w:r>
      <w:r w:rsidR="00276CCE">
        <w:t xml:space="preserve">. </w:t>
      </w:r>
      <w:r w:rsidRPr="00DA4E77">
        <w:t>Ils examinent les rapports et les comptes que les hiér</w:t>
      </w:r>
      <w:r w:rsidRPr="00DA4E77">
        <w:t>o</w:t>
      </w:r>
      <w:r w:rsidRPr="00DA4E77">
        <w:t>phantes de la Terrasse Sainte</w:t>
      </w:r>
      <w:r w:rsidR="00276CCE">
        <w:t xml:space="preserve">, </w:t>
      </w:r>
      <w:r w:rsidRPr="00DA4E77">
        <w:t>les veilleurs d</w:t>
      </w:r>
      <w:r w:rsidR="00276CCE">
        <w:t>’</w:t>
      </w:r>
      <w:r w:rsidRPr="00DA4E77">
        <w:t>Atlantis et les ga</w:t>
      </w:r>
      <w:r w:rsidRPr="00DA4E77">
        <w:t>r</w:t>
      </w:r>
      <w:r w:rsidRPr="00DA4E77">
        <w:t xml:space="preserve">diens du trésor ont remis à </w:t>
      </w:r>
      <w:proofErr w:type="spellStart"/>
      <w:r w:rsidRPr="00DA4E77">
        <w:t>Hermos</w:t>
      </w:r>
      <w:proofErr w:type="spellEnd"/>
      <w:r w:rsidRPr="00DA4E77">
        <w:t xml:space="preserve"> le jour précédent</w:t>
      </w:r>
      <w:r w:rsidR="00276CCE">
        <w:t>.</w:t>
      </w:r>
    </w:p>
    <w:p w14:paraId="4F0AF6E7" w14:textId="77777777" w:rsidR="00276CCE" w:rsidRDefault="00276CCE" w:rsidP="002A4158">
      <w:r>
        <w:t>— </w:t>
      </w:r>
      <w:r w:rsidR="002A4158" w:rsidRPr="00DA4E77">
        <w:t>Que de désordres en quelques mois</w:t>
      </w:r>
      <w:r>
        <w:t xml:space="preserve">, </w:t>
      </w:r>
      <w:r w:rsidR="002A4158" w:rsidRPr="00DA4E77">
        <w:t xml:space="preserve">dit </w:t>
      </w:r>
      <w:proofErr w:type="spellStart"/>
      <w:r w:rsidR="002A4158" w:rsidRPr="00DA4E77">
        <w:t>Hellas</w:t>
      </w:r>
      <w:proofErr w:type="spellEnd"/>
      <w:r>
        <w:t xml:space="preserve">, </w:t>
      </w:r>
      <w:r w:rsidR="002A4158" w:rsidRPr="00DA4E77">
        <w:t>en pa</w:t>
      </w:r>
      <w:r w:rsidR="002A4158" w:rsidRPr="00DA4E77">
        <w:t>r</w:t>
      </w:r>
      <w:r w:rsidR="002A4158" w:rsidRPr="00DA4E77">
        <w:t>courant les feuilles de papyrus</w:t>
      </w:r>
      <w:r>
        <w:t>.</w:t>
      </w:r>
    </w:p>
    <w:p w14:paraId="3890420C" w14:textId="77777777" w:rsidR="00276CCE" w:rsidRDefault="00276CCE" w:rsidP="002A4158">
      <w:r>
        <w:t>— </w:t>
      </w:r>
      <w:r w:rsidR="002A4158" w:rsidRPr="00DA4E77">
        <w:t>Qui pouvait croire</w:t>
      </w:r>
      <w:r>
        <w:t xml:space="preserve">, </w:t>
      </w:r>
      <w:proofErr w:type="spellStart"/>
      <w:r w:rsidR="002A4158" w:rsidRPr="00DA4E77">
        <w:t>Hellas</w:t>
      </w:r>
      <w:proofErr w:type="spellEnd"/>
      <w:r>
        <w:t xml:space="preserve">, </w:t>
      </w:r>
      <w:r w:rsidR="002A4158" w:rsidRPr="00DA4E77">
        <w:t>qu</w:t>
      </w:r>
      <w:r>
        <w:t>’</w:t>
      </w:r>
      <w:r w:rsidR="002A4158" w:rsidRPr="00DA4E77">
        <w:t>un empire aussi riche dût arriver à la ruine en si peu de temps</w:t>
      </w:r>
      <w:r>
        <w:t> ?</w:t>
      </w:r>
    </w:p>
    <w:p w14:paraId="40AA3CFF" w14:textId="77777777" w:rsidR="00276CCE" w:rsidRDefault="00276CCE" w:rsidP="002A4158">
      <w:r>
        <w:t>— </w:t>
      </w:r>
      <w:r w:rsidR="002A4158" w:rsidRPr="00DA4E77">
        <w:t>C</w:t>
      </w:r>
      <w:r>
        <w:t>’</w:t>
      </w:r>
      <w:r w:rsidR="002A4158" w:rsidRPr="00DA4E77">
        <w:t>est qu</w:t>
      </w:r>
      <w:r>
        <w:t>’</w:t>
      </w:r>
      <w:r w:rsidR="002A4158" w:rsidRPr="00DA4E77">
        <w:t>il a mis des siècles à la préparer</w:t>
      </w:r>
      <w:r>
        <w:t>.</w:t>
      </w:r>
    </w:p>
    <w:p w14:paraId="4A3D37C4" w14:textId="77777777" w:rsidR="00276CCE" w:rsidRDefault="00276CCE" w:rsidP="002A4158">
      <w:r>
        <w:t>— </w:t>
      </w:r>
      <w:r w:rsidR="002A4158" w:rsidRPr="00DA4E77">
        <w:t>Et pourtant</w:t>
      </w:r>
      <w:r>
        <w:t xml:space="preserve">, </w:t>
      </w:r>
      <w:r w:rsidR="002A4158" w:rsidRPr="00DA4E77">
        <w:t>quand tu partis pour le pays des Pélasges</w:t>
      </w:r>
      <w:r>
        <w:t xml:space="preserve">, </w:t>
      </w:r>
      <w:r w:rsidR="002A4158" w:rsidRPr="00DA4E77">
        <w:t>tout paraissait indestructible</w:t>
      </w:r>
      <w:r>
        <w:t>.</w:t>
      </w:r>
    </w:p>
    <w:p w14:paraId="4383504A" w14:textId="77777777" w:rsidR="00276CCE" w:rsidRDefault="00276CCE" w:rsidP="002A4158">
      <w:r>
        <w:t>— </w:t>
      </w:r>
      <w:r w:rsidR="002A4158" w:rsidRPr="00DA4E77">
        <w:t>Façade dorée</w:t>
      </w:r>
      <w:r>
        <w:t xml:space="preserve">, </w:t>
      </w:r>
      <w:r w:rsidR="002A4158" w:rsidRPr="00DA4E77">
        <w:t>charpente vermoulue</w:t>
      </w:r>
      <w:r>
        <w:t xml:space="preserve"> ! </w:t>
      </w:r>
      <w:r w:rsidR="002A4158" w:rsidRPr="00DA4E77">
        <w:t>À mesure qu</w:t>
      </w:r>
      <w:r>
        <w:t>’</w:t>
      </w:r>
      <w:r w:rsidR="002A4158" w:rsidRPr="00DA4E77">
        <w:t>augmentait le prestige d</w:t>
      </w:r>
      <w:r>
        <w:t>’</w:t>
      </w:r>
      <w:r w:rsidR="002A4158" w:rsidRPr="00DA4E77">
        <w:t>Atlantis</w:t>
      </w:r>
      <w:r>
        <w:t xml:space="preserve">, </w:t>
      </w:r>
      <w:r w:rsidR="002A4158" w:rsidRPr="00DA4E77">
        <w:t>la grande ville pourrissait en dedans</w:t>
      </w:r>
      <w:r>
        <w:t xml:space="preserve">. </w:t>
      </w:r>
      <w:r w:rsidR="002A4158" w:rsidRPr="00DA4E77">
        <w:t>Une ville</w:t>
      </w:r>
      <w:r>
        <w:t xml:space="preserve">, </w:t>
      </w:r>
      <w:r w:rsidR="002A4158" w:rsidRPr="00DA4E77">
        <w:t>cette cité de vertige où se heurtent des r</w:t>
      </w:r>
      <w:r w:rsidR="002A4158" w:rsidRPr="00DA4E77">
        <w:t>a</w:t>
      </w:r>
      <w:r w:rsidR="002A4158" w:rsidRPr="00DA4E77">
        <w:t>ces et des intérêts contraires</w:t>
      </w:r>
      <w:r>
        <w:t xml:space="preserve"> ? </w:t>
      </w:r>
      <w:r w:rsidR="002A4158" w:rsidRPr="00DA4E77">
        <w:t>Non</w:t>
      </w:r>
      <w:r>
        <w:t xml:space="preserve">, </w:t>
      </w:r>
      <w:r w:rsidR="002A4158" w:rsidRPr="00DA4E77">
        <w:t>mais quelque chose d</w:t>
      </w:r>
      <w:r>
        <w:t>’</w:t>
      </w:r>
      <w:r w:rsidR="002A4158" w:rsidRPr="00DA4E77">
        <w:t>informe et de démesuré</w:t>
      </w:r>
      <w:r>
        <w:t xml:space="preserve">, </w:t>
      </w:r>
      <w:r w:rsidR="002A4158" w:rsidRPr="00DA4E77">
        <w:t>un monde effrayant et tourbillo</w:t>
      </w:r>
      <w:r w:rsidR="002A4158" w:rsidRPr="00DA4E77">
        <w:t>n</w:t>
      </w:r>
      <w:r w:rsidR="002A4158" w:rsidRPr="00DA4E77">
        <w:t>nant</w:t>
      </w:r>
      <w:r>
        <w:t xml:space="preserve">, </w:t>
      </w:r>
      <w:r w:rsidR="002A4158" w:rsidRPr="00DA4E77">
        <w:t>où des millions et des millions de bavards frénétiques s</w:t>
      </w:r>
      <w:r>
        <w:t>’</w:t>
      </w:r>
      <w:r w:rsidR="002A4158" w:rsidRPr="00DA4E77">
        <w:t>accumulent et s</w:t>
      </w:r>
      <w:r>
        <w:t>’</w:t>
      </w:r>
      <w:r w:rsidR="002A4158" w:rsidRPr="00DA4E77">
        <w:t>étouffent sur quelques lieues carrées d</w:t>
      </w:r>
      <w:r>
        <w:t>’</w:t>
      </w:r>
      <w:r w:rsidR="002A4158" w:rsidRPr="00DA4E77">
        <w:t>un te</w:t>
      </w:r>
      <w:r w:rsidR="002A4158" w:rsidRPr="00DA4E77">
        <w:t>r</w:t>
      </w:r>
      <w:r w:rsidR="002A4158" w:rsidRPr="00DA4E77">
        <w:t>rain creusé en dessous</w:t>
      </w:r>
      <w:r>
        <w:t xml:space="preserve">. </w:t>
      </w:r>
      <w:r w:rsidR="002A4158" w:rsidRPr="00DA4E77">
        <w:t>Ah</w:t>
      </w:r>
      <w:r>
        <w:t xml:space="preserve"> ! </w:t>
      </w:r>
      <w:r w:rsidR="002A4158" w:rsidRPr="00DA4E77">
        <w:t>si l</w:t>
      </w:r>
      <w:r>
        <w:t>’</w:t>
      </w:r>
      <w:r w:rsidR="002A4158" w:rsidRPr="00DA4E77">
        <w:t xml:space="preserve">on avait écouté </w:t>
      </w:r>
      <w:proofErr w:type="spellStart"/>
      <w:r w:rsidR="002A4158" w:rsidRPr="00DA4E77">
        <w:t>Oréus</w:t>
      </w:r>
      <w:proofErr w:type="spellEnd"/>
      <w:r w:rsidR="002A4158" w:rsidRPr="00DA4E77">
        <w:t xml:space="preserve"> et moi</w:t>
      </w:r>
      <w:r>
        <w:t xml:space="preserve"> ; </w:t>
      </w:r>
      <w:r w:rsidR="002A4158" w:rsidRPr="00DA4E77">
        <w:t>si l</w:t>
      </w:r>
      <w:r>
        <w:t>’</w:t>
      </w:r>
      <w:r w:rsidR="002A4158" w:rsidRPr="00DA4E77">
        <w:t>on avait dégagé cette immense métropole et créé</w:t>
      </w:r>
      <w:r>
        <w:t xml:space="preserve">, </w:t>
      </w:r>
      <w:r w:rsidR="002A4158" w:rsidRPr="00DA4E77">
        <w:t>en Occident et en Orient</w:t>
      </w:r>
      <w:r>
        <w:t xml:space="preserve">, </w:t>
      </w:r>
      <w:r w:rsidR="002A4158" w:rsidRPr="00DA4E77">
        <w:t>de nouveaux centres de civilisation productrice</w:t>
      </w:r>
      <w:r>
        <w:t xml:space="preserve"> : </w:t>
      </w:r>
      <w:r w:rsidR="002A4158" w:rsidRPr="00DA4E77">
        <w:t>notre puissance resterait immortelle</w:t>
      </w:r>
      <w:r>
        <w:t>…</w:t>
      </w:r>
    </w:p>
    <w:p w14:paraId="21F869A9" w14:textId="77777777" w:rsidR="00276CCE" w:rsidRDefault="002A4158" w:rsidP="002A4158">
      <w:proofErr w:type="spellStart"/>
      <w:r w:rsidRPr="00DA4E77">
        <w:t>Hellas</w:t>
      </w:r>
      <w:proofErr w:type="spellEnd"/>
      <w:r w:rsidR="00276CCE">
        <w:t xml:space="preserve">, </w:t>
      </w:r>
      <w:r w:rsidRPr="00DA4E77">
        <w:t>à ces mots</w:t>
      </w:r>
      <w:r w:rsidR="00276CCE">
        <w:t xml:space="preserve">, </w:t>
      </w:r>
      <w:r w:rsidRPr="00DA4E77">
        <w:t>s</w:t>
      </w:r>
      <w:r w:rsidR="00276CCE">
        <w:t>’</w:t>
      </w:r>
      <w:r w:rsidRPr="00DA4E77">
        <w:t>arrête</w:t>
      </w:r>
      <w:r w:rsidR="00276CCE">
        <w:t xml:space="preserve">, </w:t>
      </w:r>
      <w:r w:rsidRPr="00DA4E77">
        <w:t>comme s</w:t>
      </w:r>
      <w:r w:rsidR="00276CCE">
        <w:t>’</w:t>
      </w:r>
      <w:r w:rsidRPr="00DA4E77">
        <w:t>il suivait un rêve de ses yeux fixes</w:t>
      </w:r>
      <w:r w:rsidR="00276CCE">
        <w:t xml:space="preserve">, </w:t>
      </w:r>
      <w:r w:rsidRPr="00DA4E77">
        <w:t>puis</w:t>
      </w:r>
      <w:r w:rsidR="00276CCE">
        <w:t xml:space="preserve">, </w:t>
      </w:r>
      <w:r w:rsidRPr="00DA4E77">
        <w:t>soudain</w:t>
      </w:r>
      <w:r w:rsidR="00276CCE">
        <w:t xml:space="preserve">, </w:t>
      </w:r>
      <w:r w:rsidRPr="00DA4E77">
        <w:t>secouant la tête</w:t>
      </w:r>
      <w:r w:rsidR="00276CCE">
        <w:t> :</w:t>
      </w:r>
    </w:p>
    <w:p w14:paraId="08A236F5" w14:textId="77777777" w:rsidR="00276CCE" w:rsidRDefault="00276CCE" w:rsidP="002A4158">
      <w:r>
        <w:lastRenderedPageBreak/>
        <w:t>— </w:t>
      </w:r>
      <w:r w:rsidR="002A4158" w:rsidRPr="00DA4E77">
        <w:t>Alors</w:t>
      </w:r>
      <w:r>
        <w:t xml:space="preserve">, </w:t>
      </w:r>
      <w:proofErr w:type="spellStart"/>
      <w:r w:rsidR="002A4158" w:rsidRPr="00DA4E77">
        <w:t>Hermos</w:t>
      </w:r>
      <w:proofErr w:type="spellEnd"/>
      <w:r>
        <w:t xml:space="preserve">, </w:t>
      </w:r>
      <w:r w:rsidR="002A4158" w:rsidRPr="00DA4E77">
        <w:t>pour aujourd</w:t>
      </w:r>
      <w:r>
        <w:t>’</w:t>
      </w:r>
      <w:r w:rsidR="002A4158" w:rsidRPr="00DA4E77">
        <w:t>hui</w:t>
      </w:r>
      <w:r>
        <w:t xml:space="preserve">, </w:t>
      </w:r>
      <w:r w:rsidR="002A4158" w:rsidRPr="00DA4E77">
        <w:t>tu crois que nos caisses sont vides</w:t>
      </w:r>
      <w:r>
        <w:t> ?</w:t>
      </w:r>
    </w:p>
    <w:p w14:paraId="27CC488B" w14:textId="77777777" w:rsidR="00276CCE" w:rsidRDefault="00276CCE" w:rsidP="002A4158">
      <w:r>
        <w:t>— </w:t>
      </w:r>
      <w:r w:rsidR="002A4158" w:rsidRPr="00DA4E77">
        <w:t>Pas tout à fait vides</w:t>
      </w:r>
      <w:r>
        <w:t xml:space="preserve">, </w:t>
      </w:r>
      <w:r w:rsidR="002A4158" w:rsidRPr="00DA4E77">
        <w:t>mais presque</w:t>
      </w:r>
      <w:r>
        <w:t>.</w:t>
      </w:r>
    </w:p>
    <w:p w14:paraId="3C328FE2" w14:textId="77777777" w:rsidR="00276CCE" w:rsidRDefault="00276CCE" w:rsidP="002A4158">
      <w:r>
        <w:t>— </w:t>
      </w:r>
      <w:r w:rsidR="002A4158" w:rsidRPr="00DA4E77">
        <w:t>En trois ans</w:t>
      </w:r>
      <w:r>
        <w:t> !</w:t>
      </w:r>
    </w:p>
    <w:p w14:paraId="32E36DDC" w14:textId="77777777" w:rsidR="00276CCE" w:rsidRDefault="00276CCE" w:rsidP="002A4158">
      <w:r>
        <w:t>— </w:t>
      </w:r>
      <w:r w:rsidR="002A4158" w:rsidRPr="00DA4E77">
        <w:t>On a entrepris des constructions étourdissantes</w:t>
      </w:r>
      <w:r>
        <w:t>.</w:t>
      </w:r>
    </w:p>
    <w:p w14:paraId="77FDFF93" w14:textId="77777777" w:rsidR="00276CCE" w:rsidRDefault="00276CCE" w:rsidP="002A4158">
      <w:r>
        <w:t>— </w:t>
      </w:r>
      <w:r w:rsidR="002A4158" w:rsidRPr="00DA4E77">
        <w:t xml:space="preserve">Ce vaniteux de </w:t>
      </w:r>
      <w:proofErr w:type="spellStart"/>
      <w:r w:rsidR="002A4158" w:rsidRPr="00DA4E77">
        <w:t>Barkas</w:t>
      </w:r>
      <w:proofErr w:type="spellEnd"/>
      <w:r>
        <w:t> !</w:t>
      </w:r>
    </w:p>
    <w:p w14:paraId="2801FDC3" w14:textId="77777777" w:rsidR="00276CCE" w:rsidRDefault="00276CCE" w:rsidP="002A4158">
      <w:r>
        <w:t>— </w:t>
      </w:r>
      <w:r w:rsidR="002A4158" w:rsidRPr="00DA4E77">
        <w:t>On a construit un cirque contenant cinq cent mille pl</w:t>
      </w:r>
      <w:r w:rsidR="002A4158" w:rsidRPr="00DA4E77">
        <w:t>a</w:t>
      </w:r>
      <w:r w:rsidR="002A4158" w:rsidRPr="00DA4E77">
        <w:t>ces</w:t>
      </w:r>
      <w:r>
        <w:t xml:space="preserve">, </w:t>
      </w:r>
      <w:r w:rsidR="002A4158" w:rsidRPr="00DA4E77">
        <w:t>et où pourront se battre des centaines de lions</w:t>
      </w:r>
      <w:r>
        <w:t xml:space="preserve"> ; </w:t>
      </w:r>
      <w:r w:rsidR="002A4158" w:rsidRPr="00DA4E77">
        <w:t>il a coûté plus cher que tes expéditions chez les Pélasges</w:t>
      </w:r>
      <w:r>
        <w:t>.</w:t>
      </w:r>
    </w:p>
    <w:p w14:paraId="5A5A8C11" w14:textId="77777777" w:rsidR="00276CCE" w:rsidRDefault="00276CCE" w:rsidP="002A4158">
      <w:r>
        <w:t>— </w:t>
      </w:r>
      <w:r w:rsidR="002A4158" w:rsidRPr="00DA4E77">
        <w:t>Est-il beau</w:t>
      </w:r>
      <w:r>
        <w:t xml:space="preserve">, </w:t>
      </w:r>
      <w:r w:rsidR="002A4158" w:rsidRPr="00DA4E77">
        <w:t>tout au moins</w:t>
      </w:r>
      <w:r>
        <w:t> ?</w:t>
      </w:r>
    </w:p>
    <w:p w14:paraId="77B05FF3" w14:textId="77777777" w:rsidR="00276CCE" w:rsidRDefault="00276CCE" w:rsidP="002A4158">
      <w:r>
        <w:t>— </w:t>
      </w:r>
      <w:r w:rsidR="002A4158" w:rsidRPr="00DA4E77">
        <w:t>Énorme</w:t>
      </w:r>
      <w:r>
        <w:t xml:space="preserve">, </w:t>
      </w:r>
      <w:r w:rsidR="002A4158" w:rsidRPr="00DA4E77">
        <w:t>mais pas beau</w:t>
      </w:r>
      <w:r>
        <w:t xml:space="preserve">. </w:t>
      </w:r>
      <w:r w:rsidR="002A4158" w:rsidRPr="00DA4E77">
        <w:t>On a comblé de dons et de f</w:t>
      </w:r>
      <w:r w:rsidR="002A4158" w:rsidRPr="00DA4E77">
        <w:t>a</w:t>
      </w:r>
      <w:r w:rsidR="002A4158" w:rsidRPr="00DA4E77">
        <w:t>veurs toutes les femmes de la classe marchande</w:t>
      </w:r>
      <w:r>
        <w:t>.</w:t>
      </w:r>
    </w:p>
    <w:p w14:paraId="60A62DDD" w14:textId="77777777" w:rsidR="00276CCE" w:rsidRDefault="00276CCE" w:rsidP="002A4158">
      <w:r>
        <w:t>— </w:t>
      </w:r>
      <w:r w:rsidR="002A4158" w:rsidRPr="00DA4E77">
        <w:t xml:space="preserve">Cette orgueilleuse de </w:t>
      </w:r>
      <w:proofErr w:type="spellStart"/>
      <w:r w:rsidR="002A4158" w:rsidRPr="00DA4E77">
        <w:t>Melléna</w:t>
      </w:r>
      <w:proofErr w:type="spellEnd"/>
      <w:r>
        <w:t> !</w:t>
      </w:r>
    </w:p>
    <w:p w14:paraId="7318E0DA" w14:textId="77777777" w:rsidR="00276CCE" w:rsidRDefault="00276CCE" w:rsidP="002A4158">
      <w:r>
        <w:t>— </w:t>
      </w:r>
      <w:r w:rsidR="002A4158" w:rsidRPr="00DA4E77">
        <w:t>On a doublé la solde des matelots aztèques</w:t>
      </w:r>
      <w:r>
        <w:t>.</w:t>
      </w:r>
    </w:p>
    <w:p w14:paraId="1ED4B02E" w14:textId="77777777" w:rsidR="00276CCE" w:rsidRDefault="00276CCE" w:rsidP="002A4158">
      <w:r>
        <w:t>— </w:t>
      </w:r>
      <w:r w:rsidR="002A4158" w:rsidRPr="00DA4E77">
        <w:t xml:space="preserve">Cet intrigant de </w:t>
      </w:r>
      <w:proofErr w:type="spellStart"/>
      <w:r w:rsidR="002A4158" w:rsidRPr="00DA4E77">
        <w:t>Belkis</w:t>
      </w:r>
      <w:proofErr w:type="spellEnd"/>
      <w:r>
        <w:t> !</w:t>
      </w:r>
    </w:p>
    <w:p w14:paraId="66627794" w14:textId="77777777" w:rsidR="00276CCE" w:rsidRDefault="00276CCE" w:rsidP="002A4158">
      <w:r>
        <w:t>— </w:t>
      </w:r>
      <w:r w:rsidR="002A4158" w:rsidRPr="00DA4E77">
        <w:t>Et on n</w:t>
      </w:r>
      <w:r>
        <w:t>’</w:t>
      </w:r>
      <w:r w:rsidR="002A4158" w:rsidRPr="00DA4E77">
        <w:t>a presque plus rien touché sur les rançons des peuples tributaires</w:t>
      </w:r>
      <w:r>
        <w:t>.</w:t>
      </w:r>
    </w:p>
    <w:p w14:paraId="0C7BB329" w14:textId="77777777" w:rsidR="00276CCE" w:rsidRDefault="00276CCE" w:rsidP="002A4158">
      <w:r>
        <w:t>— </w:t>
      </w:r>
      <w:r w:rsidR="002A4158" w:rsidRPr="00DA4E77">
        <w:t>Plus rien</w:t>
      </w:r>
      <w:r>
        <w:t xml:space="preserve">, </w:t>
      </w:r>
      <w:r w:rsidR="002A4158" w:rsidRPr="00DA4E77">
        <w:t>pourquoi</w:t>
      </w:r>
      <w:r>
        <w:t> ?</w:t>
      </w:r>
    </w:p>
    <w:p w14:paraId="68F9C050" w14:textId="77777777" w:rsidR="00276CCE" w:rsidRDefault="00276CCE" w:rsidP="002A4158">
      <w:r>
        <w:t>— </w:t>
      </w:r>
      <w:r w:rsidR="002A4158" w:rsidRPr="00DA4E77">
        <w:t>Ils ne veulent plus qu</w:t>
      </w:r>
      <w:r>
        <w:t>’</w:t>
      </w:r>
      <w:r w:rsidR="002A4158" w:rsidRPr="00DA4E77">
        <w:t>on les traite en vaincus</w:t>
      </w:r>
      <w:r>
        <w:t xml:space="preserve">, </w:t>
      </w:r>
      <w:r w:rsidR="002A4158" w:rsidRPr="00DA4E77">
        <w:t>mais en égaux</w:t>
      </w:r>
      <w:r>
        <w:t xml:space="preserve"> ; </w:t>
      </w:r>
      <w:r w:rsidR="002A4158" w:rsidRPr="00DA4E77">
        <w:t>surtout les Aztèques et les Toltèques</w:t>
      </w:r>
      <w:r>
        <w:t xml:space="preserve">, </w:t>
      </w:r>
      <w:r w:rsidR="002A4158" w:rsidRPr="00DA4E77">
        <w:t>devenus les ma</w:t>
      </w:r>
      <w:r w:rsidR="002A4158" w:rsidRPr="00DA4E77">
        <w:t>î</w:t>
      </w:r>
      <w:r w:rsidR="002A4158" w:rsidRPr="00DA4E77">
        <w:t>tres de la flotte</w:t>
      </w:r>
      <w:r>
        <w:t>.</w:t>
      </w:r>
    </w:p>
    <w:p w14:paraId="35043432" w14:textId="77777777" w:rsidR="00276CCE" w:rsidRDefault="00276CCE" w:rsidP="002A4158">
      <w:r>
        <w:t>— </w:t>
      </w:r>
      <w:r w:rsidR="002A4158" w:rsidRPr="00DA4E77">
        <w:t>Et</w:t>
      </w:r>
      <w:r>
        <w:t xml:space="preserve">, </w:t>
      </w:r>
      <w:r w:rsidR="002A4158" w:rsidRPr="00DA4E77">
        <w:t>de fait</w:t>
      </w:r>
      <w:r>
        <w:t xml:space="preserve">, </w:t>
      </w:r>
      <w:r w:rsidR="002A4158" w:rsidRPr="00DA4E77">
        <w:t>ils ont bien raison</w:t>
      </w:r>
      <w:r>
        <w:t xml:space="preserve">, </w:t>
      </w:r>
      <w:r w:rsidR="002A4158" w:rsidRPr="00DA4E77">
        <w:t xml:space="preserve">ricane </w:t>
      </w:r>
      <w:proofErr w:type="spellStart"/>
      <w:r w:rsidR="002A4158" w:rsidRPr="00DA4E77">
        <w:t>Hellas</w:t>
      </w:r>
      <w:proofErr w:type="spellEnd"/>
      <w:r>
        <w:t xml:space="preserve">, </w:t>
      </w:r>
      <w:r w:rsidR="002A4158" w:rsidRPr="00DA4E77">
        <w:t>dans un a</w:t>
      </w:r>
      <w:r w:rsidR="002A4158" w:rsidRPr="00DA4E77">
        <w:t>c</w:t>
      </w:r>
      <w:r w:rsidR="002A4158" w:rsidRPr="00DA4E77">
        <w:t>cès de sarcasme déchirant</w:t>
      </w:r>
      <w:r>
        <w:t xml:space="preserve"> ; </w:t>
      </w:r>
      <w:r w:rsidR="002A4158" w:rsidRPr="00DA4E77">
        <w:t>que dis-je</w:t>
      </w:r>
      <w:r>
        <w:t xml:space="preserve">, </w:t>
      </w:r>
      <w:r w:rsidR="002A4158" w:rsidRPr="00DA4E77">
        <w:t>nos égaux</w:t>
      </w:r>
      <w:r>
        <w:t xml:space="preserve"> ? </w:t>
      </w:r>
      <w:r w:rsidR="002A4158" w:rsidRPr="00DA4E77">
        <w:t>les voici les maîtres d</w:t>
      </w:r>
      <w:r>
        <w:t>’</w:t>
      </w:r>
      <w:r w:rsidR="002A4158" w:rsidRPr="00DA4E77">
        <w:t>Atlantis</w:t>
      </w:r>
      <w:r>
        <w:t xml:space="preserve">, </w:t>
      </w:r>
      <w:r w:rsidR="002A4158" w:rsidRPr="00DA4E77">
        <w:t>puisqu</w:t>
      </w:r>
      <w:r>
        <w:t>’</w:t>
      </w:r>
      <w:r w:rsidR="002A4158" w:rsidRPr="00DA4E77">
        <w:t>ils dominent la mer</w:t>
      </w:r>
      <w:r>
        <w:t>.</w:t>
      </w:r>
    </w:p>
    <w:p w14:paraId="7E23392B" w14:textId="77777777" w:rsidR="00276CCE" w:rsidRDefault="002A4158" w:rsidP="002A4158">
      <w:r w:rsidRPr="00DA4E77">
        <w:lastRenderedPageBreak/>
        <w:t>Puis</w:t>
      </w:r>
      <w:r w:rsidR="00276CCE">
        <w:t xml:space="preserve">, </w:t>
      </w:r>
      <w:r w:rsidRPr="00DA4E77">
        <w:t xml:space="preserve">se tournant vers </w:t>
      </w:r>
      <w:proofErr w:type="spellStart"/>
      <w:r w:rsidRPr="00DA4E77">
        <w:t>Hermos</w:t>
      </w:r>
      <w:proofErr w:type="spellEnd"/>
      <w:r w:rsidR="00276CCE">
        <w:t xml:space="preserve">, </w:t>
      </w:r>
      <w:r w:rsidRPr="00DA4E77">
        <w:t>qui continue imperturb</w:t>
      </w:r>
      <w:r w:rsidRPr="00DA4E77">
        <w:t>a</w:t>
      </w:r>
      <w:r w:rsidRPr="00DA4E77">
        <w:t>blement l</w:t>
      </w:r>
      <w:r w:rsidR="00276CCE">
        <w:t>’</w:t>
      </w:r>
      <w:r w:rsidRPr="00DA4E77">
        <w:t>examen des feuilles de papyrus</w:t>
      </w:r>
      <w:r w:rsidR="00276CCE">
        <w:t> :</w:t>
      </w:r>
    </w:p>
    <w:p w14:paraId="65914077" w14:textId="77777777" w:rsidR="00276CCE" w:rsidRDefault="00276CCE" w:rsidP="002A4158">
      <w:r>
        <w:t>— </w:t>
      </w:r>
      <w:r w:rsidR="002A4158" w:rsidRPr="00DA4E77">
        <w:t>Alors</w:t>
      </w:r>
      <w:r>
        <w:t xml:space="preserve">, </w:t>
      </w:r>
      <w:r w:rsidR="002A4158" w:rsidRPr="00DA4E77">
        <w:t>plus de tributs</w:t>
      </w:r>
      <w:r>
        <w:t xml:space="preserve"> ? </w:t>
      </w:r>
      <w:r w:rsidR="002A4158" w:rsidRPr="00DA4E77">
        <w:t>Et les riches Atlantes</w:t>
      </w:r>
      <w:r>
        <w:t xml:space="preserve">, </w:t>
      </w:r>
      <w:r w:rsidR="002A4158" w:rsidRPr="00DA4E77">
        <w:t>du moins acceptent-ils de payer le faible impôt que j</w:t>
      </w:r>
      <w:r>
        <w:t>’</w:t>
      </w:r>
      <w:r w:rsidR="002A4158" w:rsidRPr="00DA4E77">
        <w:t>avais proposé</w:t>
      </w:r>
      <w:r>
        <w:t> ?</w:t>
      </w:r>
    </w:p>
    <w:p w14:paraId="43963C5E" w14:textId="77777777" w:rsidR="00276CCE" w:rsidRDefault="00276CCE" w:rsidP="002A4158">
      <w:r>
        <w:t>— </w:t>
      </w:r>
      <w:r w:rsidR="002A4158" w:rsidRPr="00DA4E77">
        <w:t>Eux</w:t>
      </w:r>
      <w:r>
        <w:t xml:space="preserve">… </w:t>
      </w:r>
      <w:r w:rsidR="002A4158" w:rsidRPr="00DA4E77">
        <w:t>Un impôt</w:t>
      </w:r>
      <w:r>
        <w:t xml:space="preserve"> ? </w:t>
      </w:r>
      <w:r w:rsidR="002A4158" w:rsidRPr="00DA4E77">
        <w:t>Eux</w:t>
      </w:r>
      <w:r>
        <w:t xml:space="preserve">, </w:t>
      </w:r>
      <w:r w:rsidR="002A4158" w:rsidRPr="00DA4E77">
        <w:t>les maîtres du monde</w:t>
      </w:r>
      <w:r>
        <w:t xml:space="preserve">, </w:t>
      </w:r>
      <w:r w:rsidR="002A4158" w:rsidRPr="00DA4E77">
        <w:t>payer pour vivre</w:t>
      </w:r>
      <w:r>
        <w:t xml:space="preserve"> ? </w:t>
      </w:r>
      <w:r w:rsidR="002A4158" w:rsidRPr="00DA4E77">
        <w:t>Tout au contraire</w:t>
      </w:r>
      <w:r>
        <w:t xml:space="preserve">, </w:t>
      </w:r>
      <w:r w:rsidR="002A4158" w:rsidRPr="00DA4E77">
        <w:t>ils réclament l</w:t>
      </w:r>
      <w:r>
        <w:t>’</w:t>
      </w:r>
      <w:r w:rsidR="002A4158" w:rsidRPr="00DA4E77">
        <w:t>or des nouveaux pays vaincus</w:t>
      </w:r>
      <w:r>
        <w:t> !</w:t>
      </w:r>
    </w:p>
    <w:p w14:paraId="335A8336" w14:textId="77777777" w:rsidR="00276CCE" w:rsidRDefault="00276CCE" w:rsidP="002A4158">
      <w:r>
        <w:t>— </w:t>
      </w:r>
      <w:r w:rsidR="002A4158" w:rsidRPr="00DA4E77">
        <w:t>De mieux en mieux</w:t>
      </w:r>
      <w:r>
        <w:t xml:space="preserve">. </w:t>
      </w:r>
      <w:r w:rsidR="002A4158" w:rsidRPr="00DA4E77">
        <w:t>Et les Incas cultivateurs</w:t>
      </w:r>
      <w:r>
        <w:t xml:space="preserve">, </w:t>
      </w:r>
      <w:r w:rsidR="002A4158" w:rsidRPr="00DA4E77">
        <w:t>à qui l</w:t>
      </w:r>
      <w:r>
        <w:t>’</w:t>
      </w:r>
      <w:r w:rsidR="002A4158" w:rsidRPr="00DA4E77">
        <w:t>on a livré toutes les terres labourables de l</w:t>
      </w:r>
      <w:r>
        <w:t>’</w:t>
      </w:r>
      <w:r w:rsidR="002A4158" w:rsidRPr="00DA4E77">
        <w:t>île</w:t>
      </w:r>
      <w:r>
        <w:t xml:space="preserve">, </w:t>
      </w:r>
      <w:r w:rsidR="002A4158" w:rsidRPr="00DA4E77">
        <w:t>alors que les Atlantes s</w:t>
      </w:r>
      <w:r>
        <w:t>’</w:t>
      </w:r>
      <w:r w:rsidR="002A4158" w:rsidRPr="00DA4E77">
        <w:t>accumulaient dans la métropole</w:t>
      </w:r>
      <w:r>
        <w:t xml:space="preserve"> ; </w:t>
      </w:r>
      <w:r w:rsidR="002A4158" w:rsidRPr="00DA4E77">
        <w:t>ils gagnent</w:t>
      </w:r>
      <w:r>
        <w:t xml:space="preserve">, </w:t>
      </w:r>
      <w:r w:rsidR="002A4158" w:rsidRPr="00DA4E77">
        <w:t>paraît-il</w:t>
      </w:r>
      <w:r>
        <w:t xml:space="preserve">, </w:t>
      </w:r>
      <w:r w:rsidR="002A4158" w:rsidRPr="00DA4E77">
        <w:t>de grandes richesses avec la vente des produits du sol</w:t>
      </w:r>
      <w:r>
        <w:t xml:space="preserve"> ; </w:t>
      </w:r>
      <w:r w:rsidR="002A4158" w:rsidRPr="00DA4E77">
        <w:t>continuent-ils à verser une part dans les trésors d</w:t>
      </w:r>
      <w:r>
        <w:t>’</w:t>
      </w:r>
      <w:r w:rsidR="002A4158" w:rsidRPr="00DA4E77">
        <w:t>Atlantis</w:t>
      </w:r>
      <w:r>
        <w:t> ?</w:t>
      </w:r>
    </w:p>
    <w:p w14:paraId="6E844AF8" w14:textId="77777777" w:rsidR="00276CCE" w:rsidRDefault="00276CCE" w:rsidP="002A4158">
      <w:r>
        <w:t>— </w:t>
      </w:r>
      <w:r w:rsidR="002A4158" w:rsidRPr="00DA4E77">
        <w:t>Ils ne veulent plus qu</w:t>
      </w:r>
      <w:r>
        <w:t>’</w:t>
      </w:r>
      <w:r w:rsidR="002A4158" w:rsidRPr="00DA4E77">
        <w:t>on les appelle Incas</w:t>
      </w:r>
      <w:r>
        <w:t xml:space="preserve">, </w:t>
      </w:r>
      <w:r w:rsidR="002A4158" w:rsidRPr="00DA4E77">
        <w:t>les voici dev</w:t>
      </w:r>
      <w:r w:rsidR="002A4158" w:rsidRPr="00DA4E77">
        <w:t>e</w:t>
      </w:r>
      <w:r w:rsidR="002A4158" w:rsidRPr="00DA4E77">
        <w:t>nus Atlantes</w:t>
      </w:r>
      <w:r>
        <w:t xml:space="preserve"> ; </w:t>
      </w:r>
      <w:proofErr w:type="spellStart"/>
      <w:r w:rsidR="002A4158" w:rsidRPr="00DA4E77">
        <w:t>Guitché</w:t>
      </w:r>
      <w:proofErr w:type="spellEnd"/>
      <w:r w:rsidR="002A4158" w:rsidRPr="00DA4E77">
        <w:t xml:space="preserve"> leur a fait accorder droit de cité à la de</w:t>
      </w:r>
      <w:r w:rsidR="002A4158" w:rsidRPr="00DA4E77">
        <w:t>r</w:t>
      </w:r>
      <w:r w:rsidR="002A4158" w:rsidRPr="00DA4E77">
        <w:t>nière assemblée des notables</w:t>
      </w:r>
      <w:r>
        <w:t>.</w:t>
      </w:r>
    </w:p>
    <w:p w14:paraId="10FD002D" w14:textId="77777777" w:rsidR="00276CCE" w:rsidRDefault="00276CCE" w:rsidP="002A4158">
      <w:r>
        <w:t>— </w:t>
      </w:r>
      <w:r w:rsidR="002A4158" w:rsidRPr="00DA4E77">
        <w:t>À merveille</w:t>
      </w:r>
      <w:r>
        <w:t xml:space="preserve"> ! </w:t>
      </w:r>
      <w:r w:rsidR="002A4158" w:rsidRPr="00DA4E77">
        <w:t>Et</w:t>
      </w:r>
      <w:r>
        <w:t xml:space="preserve">, </w:t>
      </w:r>
      <w:r w:rsidR="002A4158" w:rsidRPr="00DA4E77">
        <w:t>naturellement</w:t>
      </w:r>
      <w:r>
        <w:t xml:space="preserve">, </w:t>
      </w:r>
      <w:r w:rsidR="002A4158" w:rsidRPr="00DA4E77">
        <w:t>ils ne paient plus rien</w:t>
      </w:r>
      <w:r>
        <w:t> ?</w:t>
      </w:r>
    </w:p>
    <w:p w14:paraId="73FAD992" w14:textId="77777777" w:rsidR="00276CCE" w:rsidRDefault="00276CCE" w:rsidP="002A4158">
      <w:r>
        <w:t>— </w:t>
      </w:r>
      <w:r w:rsidR="002A4158" w:rsidRPr="00DA4E77">
        <w:t>Naturellement</w:t>
      </w:r>
      <w:r>
        <w:t xml:space="preserve"> ! </w:t>
      </w:r>
      <w:r w:rsidR="002A4158" w:rsidRPr="00DA4E77">
        <w:t xml:space="preserve">reprend </w:t>
      </w:r>
      <w:proofErr w:type="spellStart"/>
      <w:r w:rsidR="002A4158" w:rsidRPr="00DA4E77">
        <w:t>Hermos</w:t>
      </w:r>
      <w:proofErr w:type="spellEnd"/>
      <w:r>
        <w:t xml:space="preserve">, </w:t>
      </w:r>
      <w:r w:rsidR="002A4158" w:rsidRPr="00DA4E77">
        <w:t>qui affecte une iron</w:t>
      </w:r>
      <w:r w:rsidR="002A4158" w:rsidRPr="00DA4E77">
        <w:t>i</w:t>
      </w:r>
      <w:r w:rsidR="002A4158" w:rsidRPr="00DA4E77">
        <w:t>que tranquillité</w:t>
      </w:r>
      <w:r>
        <w:t>.</w:t>
      </w:r>
    </w:p>
    <w:p w14:paraId="4C9662C0" w14:textId="77777777" w:rsidR="00276CCE" w:rsidRDefault="00276CCE" w:rsidP="002A4158">
      <w:r>
        <w:t>— </w:t>
      </w:r>
      <w:r w:rsidR="002A4158" w:rsidRPr="00DA4E77">
        <w:t>Ainsi donc</w:t>
      </w:r>
      <w:r>
        <w:t xml:space="preserve">, </w:t>
      </w:r>
      <w:r w:rsidR="002A4158" w:rsidRPr="00DA4E77">
        <w:t>suppression des revenus et multiplication des dépenses</w:t>
      </w:r>
      <w:r>
        <w:t xml:space="preserve"> : </w:t>
      </w:r>
      <w:r w:rsidR="002A4158" w:rsidRPr="00DA4E77">
        <w:t>quelle politique admirable</w:t>
      </w:r>
      <w:r>
        <w:t xml:space="preserve"> ! </w:t>
      </w:r>
      <w:r w:rsidR="002A4158" w:rsidRPr="00DA4E77">
        <w:t>Tel que je connais notre peuple</w:t>
      </w:r>
      <w:r>
        <w:t xml:space="preserve">, </w:t>
      </w:r>
      <w:r w:rsidR="002A4158" w:rsidRPr="00DA4E77">
        <w:t>il doit en raffoler</w:t>
      </w:r>
      <w:r>
        <w:t xml:space="preserve"> ; </w:t>
      </w:r>
      <w:r w:rsidR="002A4158" w:rsidRPr="00DA4E77">
        <w:t>la danse sur un pont de fleurs</w:t>
      </w:r>
      <w:r>
        <w:t xml:space="preserve"> : </w:t>
      </w:r>
      <w:r w:rsidR="002A4158" w:rsidRPr="00DA4E77">
        <w:t>tant pis si tout croule</w:t>
      </w:r>
      <w:r>
        <w:t> !</w:t>
      </w:r>
    </w:p>
    <w:p w14:paraId="6F379148" w14:textId="77777777" w:rsidR="00276CCE" w:rsidRDefault="00276CCE" w:rsidP="002A4158">
      <w:r>
        <w:t>— </w:t>
      </w:r>
      <w:r w:rsidR="002A4158" w:rsidRPr="00DA4E77">
        <w:t>Mais il nous reste</w:t>
      </w:r>
      <w:r>
        <w:t xml:space="preserve">, </w:t>
      </w:r>
      <w:proofErr w:type="spellStart"/>
      <w:r w:rsidR="002A4158" w:rsidRPr="00DA4E77">
        <w:t>Hellas</w:t>
      </w:r>
      <w:proofErr w:type="spellEnd"/>
      <w:r>
        <w:t xml:space="preserve">, </w:t>
      </w:r>
      <w:r w:rsidR="002A4158" w:rsidRPr="00DA4E77">
        <w:t>tes beaux peuples d</w:t>
      </w:r>
      <w:r>
        <w:t>’</w:t>
      </w:r>
      <w:r w:rsidR="002A4158" w:rsidRPr="00DA4E77">
        <w:t>Orient</w:t>
      </w:r>
      <w:r>
        <w:t xml:space="preserve">, </w:t>
      </w:r>
      <w:r w:rsidR="002A4158" w:rsidRPr="00DA4E77">
        <w:t>les Ibères</w:t>
      </w:r>
      <w:r>
        <w:t xml:space="preserve">, </w:t>
      </w:r>
      <w:r w:rsidR="002A4158" w:rsidRPr="00DA4E77">
        <w:t>les Cantabres</w:t>
      </w:r>
      <w:r>
        <w:t xml:space="preserve">, </w:t>
      </w:r>
      <w:r w:rsidR="002A4158" w:rsidRPr="00DA4E77">
        <w:t>les Gaëls</w:t>
      </w:r>
      <w:r>
        <w:t xml:space="preserve">, </w:t>
      </w:r>
      <w:r w:rsidR="002A4158" w:rsidRPr="00DA4E77">
        <w:t>les Ligures</w:t>
      </w:r>
      <w:r>
        <w:t xml:space="preserve">, </w:t>
      </w:r>
      <w:r w:rsidR="002A4158" w:rsidRPr="00DA4E77">
        <w:t>et déjà même les Pélasges</w:t>
      </w:r>
      <w:r>
        <w:t>.</w:t>
      </w:r>
    </w:p>
    <w:p w14:paraId="7F9A367F" w14:textId="77777777" w:rsidR="00276CCE" w:rsidRDefault="00276CCE" w:rsidP="002A4158">
      <w:r>
        <w:t>— </w:t>
      </w:r>
      <w:r w:rsidR="002A4158" w:rsidRPr="00DA4E77">
        <w:t>Oh</w:t>
      </w:r>
      <w:r>
        <w:t xml:space="preserve"> ! </w:t>
      </w:r>
      <w:r w:rsidR="002A4158" w:rsidRPr="00DA4E77">
        <w:t>ceux-là</w:t>
      </w:r>
      <w:r>
        <w:t xml:space="preserve">, </w:t>
      </w:r>
      <w:r w:rsidR="002A4158" w:rsidRPr="00DA4E77">
        <w:t>c</w:t>
      </w:r>
      <w:r>
        <w:t>’</w:t>
      </w:r>
      <w:r w:rsidR="002A4158" w:rsidRPr="00DA4E77">
        <w:t>est notre avenir</w:t>
      </w:r>
      <w:r>
        <w:t xml:space="preserve"> ; </w:t>
      </w:r>
      <w:r w:rsidR="002A4158" w:rsidRPr="00DA4E77">
        <w:t>laborieux et riches et d</w:t>
      </w:r>
      <w:r>
        <w:t>’</w:t>
      </w:r>
      <w:r w:rsidR="002A4158" w:rsidRPr="00DA4E77">
        <w:t>une belle loyauté</w:t>
      </w:r>
      <w:r>
        <w:t>.</w:t>
      </w:r>
    </w:p>
    <w:p w14:paraId="0B04879A" w14:textId="77777777" w:rsidR="00276CCE" w:rsidRDefault="00276CCE" w:rsidP="002A4158">
      <w:r>
        <w:lastRenderedPageBreak/>
        <w:t>— </w:t>
      </w:r>
      <w:r w:rsidR="002A4158" w:rsidRPr="00DA4E77">
        <w:t>Ces barbares</w:t>
      </w:r>
      <w:r>
        <w:t xml:space="preserve">, </w:t>
      </w:r>
      <w:r w:rsidR="002A4158" w:rsidRPr="00DA4E77">
        <w:t>demain</w:t>
      </w:r>
      <w:r>
        <w:t xml:space="preserve">, </w:t>
      </w:r>
      <w:r w:rsidR="002A4158" w:rsidRPr="00DA4E77">
        <w:t>deviendront nos maîtres</w:t>
      </w:r>
      <w:r>
        <w:t>.</w:t>
      </w:r>
    </w:p>
    <w:p w14:paraId="7B8685EF" w14:textId="77777777" w:rsidR="00276CCE" w:rsidRDefault="00276CCE" w:rsidP="002A4158">
      <w:r>
        <w:t>— </w:t>
      </w:r>
      <w:r w:rsidR="002A4158" w:rsidRPr="00DA4E77">
        <w:t>En attendant ils sont nos amis</w:t>
      </w:r>
      <w:r>
        <w:t>.</w:t>
      </w:r>
    </w:p>
    <w:p w14:paraId="3F663D55" w14:textId="77777777" w:rsidR="00276CCE" w:rsidRDefault="00276CCE" w:rsidP="002A4158">
      <w:r>
        <w:t>— </w:t>
      </w:r>
      <w:r w:rsidR="002A4158" w:rsidRPr="00DA4E77">
        <w:t>Mais en attendant aussi il faut vivre</w:t>
      </w:r>
      <w:r>
        <w:t xml:space="preserve"> ; </w:t>
      </w:r>
      <w:r w:rsidR="002A4158" w:rsidRPr="00DA4E77">
        <w:t>or</w:t>
      </w:r>
      <w:r>
        <w:t xml:space="preserve">, </w:t>
      </w:r>
      <w:r w:rsidR="002A4158" w:rsidRPr="00DA4E77">
        <w:t>l</w:t>
      </w:r>
      <w:r>
        <w:t>’</w:t>
      </w:r>
      <w:r w:rsidR="002A4158" w:rsidRPr="00DA4E77">
        <w:t>organisation de ces peuples nouveaux nous demandera de longs travaux</w:t>
      </w:r>
      <w:r>
        <w:t xml:space="preserve">, </w:t>
      </w:r>
      <w:r w:rsidR="002A4158" w:rsidRPr="00DA4E77">
        <w:t>et peut-être plusieurs années</w:t>
      </w:r>
      <w:r>
        <w:t xml:space="preserve"> ; </w:t>
      </w:r>
      <w:r w:rsidR="002A4158" w:rsidRPr="00DA4E77">
        <w:t>nous restera-t-il assez de réserves</w:t>
      </w:r>
      <w:r>
        <w:t xml:space="preserve"> ? </w:t>
      </w:r>
      <w:r w:rsidR="002A4158" w:rsidRPr="00DA4E77">
        <w:t xml:space="preserve">fait </w:t>
      </w:r>
      <w:proofErr w:type="spellStart"/>
      <w:r w:rsidR="002A4158" w:rsidRPr="00DA4E77">
        <w:t>Hermos</w:t>
      </w:r>
      <w:proofErr w:type="spellEnd"/>
      <w:r>
        <w:t xml:space="preserve">, </w:t>
      </w:r>
      <w:r w:rsidR="002A4158" w:rsidRPr="00DA4E77">
        <w:t>qui ne dissimule plus son inquiétude</w:t>
      </w:r>
      <w:r>
        <w:t>.</w:t>
      </w:r>
    </w:p>
    <w:p w14:paraId="03FE536B" w14:textId="77777777" w:rsidR="00276CCE" w:rsidRDefault="00276CCE" w:rsidP="002A4158">
      <w:r>
        <w:t>— </w:t>
      </w:r>
      <w:r w:rsidR="002A4158" w:rsidRPr="00DA4E77">
        <w:t>Crois-tu qu</w:t>
      </w:r>
      <w:r>
        <w:t>’</w:t>
      </w:r>
      <w:r w:rsidR="002A4158" w:rsidRPr="00DA4E77">
        <w:t>existe encore le trésor sacré de la Terrasse Sainte</w:t>
      </w:r>
      <w:r>
        <w:t xml:space="preserve"> ? </w:t>
      </w:r>
      <w:r w:rsidR="002A4158" w:rsidRPr="00DA4E77">
        <w:t xml:space="preserve">demande </w:t>
      </w:r>
      <w:proofErr w:type="spellStart"/>
      <w:r w:rsidR="002A4158" w:rsidRPr="00DA4E77">
        <w:t>Hellas</w:t>
      </w:r>
      <w:proofErr w:type="spellEnd"/>
      <w:r>
        <w:t xml:space="preserve">, </w:t>
      </w:r>
      <w:r w:rsidR="002A4158" w:rsidRPr="00DA4E77">
        <w:t>un peu anxieux</w:t>
      </w:r>
      <w:r>
        <w:t>.</w:t>
      </w:r>
    </w:p>
    <w:p w14:paraId="0AAAE78B" w14:textId="77777777" w:rsidR="00276CCE" w:rsidRDefault="00276CCE" w:rsidP="002A4158">
      <w:r>
        <w:t>— </w:t>
      </w:r>
      <w:r w:rsidR="002A4158" w:rsidRPr="00DA4E77">
        <w:t>Il paraît</w:t>
      </w:r>
      <w:r>
        <w:t xml:space="preserve"> ; </w:t>
      </w:r>
      <w:r w:rsidR="002A4158" w:rsidRPr="00DA4E77">
        <w:t>je ne le connais pas</w:t>
      </w:r>
      <w:r>
        <w:t xml:space="preserve"> ; </w:t>
      </w:r>
      <w:r w:rsidR="002A4158" w:rsidRPr="00DA4E77">
        <w:t xml:space="preserve">mais </w:t>
      </w:r>
      <w:proofErr w:type="spellStart"/>
      <w:r w:rsidR="002A4158" w:rsidRPr="00DA4E77">
        <w:t>Thébao</w:t>
      </w:r>
      <w:proofErr w:type="spellEnd"/>
      <w:r>
        <w:t xml:space="preserve">, </w:t>
      </w:r>
      <w:r w:rsidR="002A4158" w:rsidRPr="00DA4E77">
        <w:t>qui en a le secret</w:t>
      </w:r>
      <w:r>
        <w:t xml:space="preserve">, </w:t>
      </w:r>
      <w:r w:rsidR="002A4158" w:rsidRPr="00DA4E77">
        <w:t>m</w:t>
      </w:r>
      <w:r>
        <w:t>’</w:t>
      </w:r>
      <w:r w:rsidR="002A4158" w:rsidRPr="00DA4E77">
        <w:t>en a parlé hier</w:t>
      </w:r>
      <w:r>
        <w:t xml:space="preserve">, </w:t>
      </w:r>
      <w:r w:rsidR="002A4158" w:rsidRPr="00DA4E77">
        <w:t>après mon élection de Prince</w:t>
      </w:r>
      <w:r>
        <w:t xml:space="preserve">, </w:t>
      </w:r>
      <w:r w:rsidR="002A4158" w:rsidRPr="00DA4E77">
        <w:t>et m</w:t>
      </w:r>
      <w:r>
        <w:t>’</w:t>
      </w:r>
      <w:r w:rsidR="002A4158" w:rsidRPr="00DA4E77">
        <w:t>a promis de m</w:t>
      </w:r>
      <w:r>
        <w:t>’</w:t>
      </w:r>
      <w:r w:rsidR="002A4158" w:rsidRPr="00DA4E77">
        <w:t>en révéler l</w:t>
      </w:r>
      <w:r>
        <w:t>’</w:t>
      </w:r>
      <w:r w:rsidR="002A4158" w:rsidRPr="00DA4E77">
        <w:t>existence</w:t>
      </w:r>
      <w:r>
        <w:t>.</w:t>
      </w:r>
    </w:p>
    <w:p w14:paraId="569786F4" w14:textId="77777777" w:rsidR="00276CCE" w:rsidRDefault="00276CCE" w:rsidP="002A4158">
      <w:r>
        <w:t>— </w:t>
      </w:r>
      <w:r w:rsidR="002A4158" w:rsidRPr="00DA4E77">
        <w:t>Alors</w:t>
      </w:r>
      <w:r>
        <w:t xml:space="preserve">, </w:t>
      </w:r>
      <w:r w:rsidR="002A4158" w:rsidRPr="00DA4E77">
        <w:t xml:space="preserve">fait </w:t>
      </w:r>
      <w:proofErr w:type="spellStart"/>
      <w:r w:rsidR="002A4158" w:rsidRPr="00DA4E77">
        <w:t>Hellas</w:t>
      </w:r>
      <w:proofErr w:type="spellEnd"/>
      <w:r>
        <w:t xml:space="preserve">, </w:t>
      </w:r>
      <w:r w:rsidR="002A4158" w:rsidRPr="00DA4E77">
        <w:t>qui se ranime</w:t>
      </w:r>
      <w:r>
        <w:t xml:space="preserve">, </w:t>
      </w:r>
      <w:r w:rsidR="002A4158" w:rsidRPr="00DA4E77">
        <w:t>crois-tu que nos enn</w:t>
      </w:r>
      <w:r w:rsidR="002A4158" w:rsidRPr="00DA4E77">
        <w:t>e</w:t>
      </w:r>
      <w:r w:rsidR="002A4158" w:rsidRPr="00DA4E77">
        <w:t>mis n</w:t>
      </w:r>
      <w:r>
        <w:t>’</w:t>
      </w:r>
      <w:r w:rsidR="002A4158" w:rsidRPr="00DA4E77">
        <w:t>y aient pas touché</w:t>
      </w:r>
      <w:r>
        <w:t> ?</w:t>
      </w:r>
    </w:p>
    <w:p w14:paraId="2AAE8A93" w14:textId="77777777" w:rsidR="00276CCE" w:rsidRDefault="00276CCE" w:rsidP="002A4158">
      <w:r>
        <w:t>— </w:t>
      </w:r>
      <w:r w:rsidR="002A4158" w:rsidRPr="00DA4E77">
        <w:t>Je crois qu</w:t>
      </w:r>
      <w:r>
        <w:t>’</w:t>
      </w:r>
      <w:r w:rsidR="002A4158" w:rsidRPr="00DA4E77">
        <w:t>ils ignorent où il se trouve</w:t>
      </w:r>
      <w:r>
        <w:t xml:space="preserve">, </w:t>
      </w:r>
      <w:r w:rsidR="002A4158" w:rsidRPr="00DA4E77">
        <w:t>comme je l</w:t>
      </w:r>
      <w:r>
        <w:t>’</w:t>
      </w:r>
      <w:r w:rsidR="002A4158" w:rsidRPr="00DA4E77">
        <w:t>ignore moi-même</w:t>
      </w:r>
      <w:r>
        <w:t>.</w:t>
      </w:r>
    </w:p>
    <w:p w14:paraId="78DAB5C7" w14:textId="77777777" w:rsidR="00276CCE" w:rsidRDefault="002A4158" w:rsidP="002A4158">
      <w:proofErr w:type="spellStart"/>
      <w:r w:rsidRPr="00DA4E77">
        <w:t>Hellas</w:t>
      </w:r>
      <w:proofErr w:type="spellEnd"/>
      <w:r w:rsidR="00276CCE">
        <w:t xml:space="preserve">, </w:t>
      </w:r>
      <w:r w:rsidRPr="00DA4E77">
        <w:t>à ces mots d</w:t>
      </w:r>
      <w:r w:rsidR="00276CCE">
        <w:t>’</w:t>
      </w:r>
      <w:proofErr w:type="spellStart"/>
      <w:r w:rsidRPr="00DA4E77">
        <w:t>Hermos</w:t>
      </w:r>
      <w:proofErr w:type="spellEnd"/>
      <w:r w:rsidR="00276CCE">
        <w:t xml:space="preserve">, </w:t>
      </w:r>
      <w:r w:rsidRPr="00DA4E77">
        <w:t>ne peut retenir sa grande joie</w:t>
      </w:r>
      <w:r w:rsidR="00276CCE">
        <w:t xml:space="preserve"> ; </w:t>
      </w:r>
      <w:r w:rsidRPr="00DA4E77">
        <w:t>il se lève et se prend à marcher d</w:t>
      </w:r>
      <w:r w:rsidR="00276CCE">
        <w:t>’</w:t>
      </w:r>
      <w:r w:rsidRPr="00DA4E77">
        <w:t>un bout à l</w:t>
      </w:r>
      <w:r w:rsidR="00276CCE">
        <w:t>’</w:t>
      </w:r>
      <w:r w:rsidRPr="00DA4E77">
        <w:t>autre de la salle</w:t>
      </w:r>
      <w:r w:rsidR="00276CCE">
        <w:t xml:space="preserve">, </w:t>
      </w:r>
      <w:r w:rsidRPr="00DA4E77">
        <w:t>dans un accès d</w:t>
      </w:r>
      <w:r w:rsidR="00276CCE">
        <w:t>’</w:t>
      </w:r>
      <w:r w:rsidRPr="00DA4E77">
        <w:t>exaltation rayonnante</w:t>
      </w:r>
      <w:r w:rsidR="00276CCE">
        <w:t>.</w:t>
      </w:r>
    </w:p>
    <w:p w14:paraId="3BFC77D5" w14:textId="77777777" w:rsidR="00276CCE" w:rsidRDefault="00276CCE" w:rsidP="002A4158">
      <w:r>
        <w:t>— </w:t>
      </w:r>
      <w:r w:rsidR="002A4158" w:rsidRPr="00DA4E77">
        <w:t>Alors</w:t>
      </w:r>
      <w:r>
        <w:t xml:space="preserve">, </w:t>
      </w:r>
      <w:proofErr w:type="spellStart"/>
      <w:r w:rsidR="002A4158" w:rsidRPr="00DA4E77">
        <w:t>Hermos</w:t>
      </w:r>
      <w:proofErr w:type="spellEnd"/>
      <w:r>
        <w:t xml:space="preserve">, </w:t>
      </w:r>
      <w:r w:rsidR="002A4158" w:rsidRPr="00DA4E77">
        <w:t>nous voici sauvés</w:t>
      </w:r>
      <w:r>
        <w:t xml:space="preserve">, </w:t>
      </w:r>
      <w:r w:rsidR="002A4158" w:rsidRPr="00DA4E77">
        <w:t>pour le moment</w:t>
      </w:r>
      <w:r>
        <w:t xml:space="preserve"> ! </w:t>
      </w:r>
      <w:r w:rsidR="002A4158" w:rsidRPr="00DA4E77">
        <w:t>Plus tard</w:t>
      </w:r>
      <w:r>
        <w:t xml:space="preserve">, </w:t>
      </w:r>
      <w:r w:rsidR="002A4158" w:rsidRPr="00DA4E77">
        <w:t>les difficultés recommenceront</w:t>
      </w:r>
      <w:r>
        <w:t xml:space="preserve"> ; </w:t>
      </w:r>
      <w:r w:rsidR="002A4158" w:rsidRPr="00DA4E77">
        <w:t>mais à nous de nous y préparer à l</w:t>
      </w:r>
      <w:r>
        <w:t>’</w:t>
      </w:r>
      <w:r w:rsidR="002A4158" w:rsidRPr="00DA4E77">
        <w:t>avance</w:t>
      </w:r>
      <w:r>
        <w:t xml:space="preserve">. </w:t>
      </w:r>
      <w:r w:rsidR="002A4158" w:rsidRPr="00DA4E77">
        <w:t>Ce trésor sacré de la Terrasse</w:t>
      </w:r>
      <w:r>
        <w:t xml:space="preserve">, </w:t>
      </w:r>
      <w:r w:rsidR="002A4158" w:rsidRPr="00DA4E77">
        <w:t>amassé de sièc</w:t>
      </w:r>
      <w:r w:rsidR="002A4158" w:rsidRPr="000C645C">
        <w:t>le</w:t>
      </w:r>
      <w:r w:rsidR="002A4158" w:rsidRPr="00DA4E77">
        <w:t xml:space="preserve"> en siècle par les princes successifs</w:t>
      </w:r>
      <w:r>
        <w:t xml:space="preserve">, </w:t>
      </w:r>
      <w:r w:rsidR="002A4158" w:rsidRPr="00DA4E77">
        <w:t>forme une réserve qui va s</w:t>
      </w:r>
      <w:r>
        <w:t>’</w:t>
      </w:r>
      <w:r w:rsidR="002A4158" w:rsidRPr="00DA4E77">
        <w:t>augmentant sans cesse</w:t>
      </w:r>
      <w:r>
        <w:t xml:space="preserve">, </w:t>
      </w:r>
      <w:r w:rsidR="002A4158" w:rsidRPr="00DA4E77">
        <w:t>en cas de révolte des peuples so</w:t>
      </w:r>
      <w:r w:rsidR="002A4158" w:rsidRPr="00DA4E77">
        <w:t>u</w:t>
      </w:r>
      <w:r w:rsidR="002A4158" w:rsidRPr="00DA4E77">
        <w:t>mis</w:t>
      </w:r>
      <w:r>
        <w:t xml:space="preserve"> ; </w:t>
      </w:r>
      <w:r w:rsidR="002A4158" w:rsidRPr="00DA4E77">
        <w:t>il contient des millions et des millions de pièces d</w:t>
      </w:r>
      <w:r>
        <w:t>’</w:t>
      </w:r>
      <w:r w:rsidR="002A4158" w:rsidRPr="00DA4E77">
        <w:t>or</w:t>
      </w:r>
      <w:r>
        <w:t xml:space="preserve">. </w:t>
      </w:r>
      <w:r w:rsidR="002A4158" w:rsidRPr="00DA4E77">
        <w:t>Mais</w:t>
      </w:r>
      <w:r>
        <w:t xml:space="preserve">, </w:t>
      </w:r>
      <w:r w:rsidR="002A4158" w:rsidRPr="00DA4E77">
        <w:t>es-tu bien sûr que nos ennemis l</w:t>
      </w:r>
      <w:r>
        <w:t>’</w:t>
      </w:r>
      <w:r w:rsidR="002A4158" w:rsidRPr="00DA4E77">
        <w:t>ignorent</w:t>
      </w:r>
      <w:r>
        <w:t xml:space="preserve"> ? </w:t>
      </w:r>
      <w:r w:rsidR="002A4158" w:rsidRPr="00DA4E77">
        <w:t>Leur acharnement à s</w:t>
      </w:r>
      <w:r>
        <w:t>’</w:t>
      </w:r>
      <w:r w:rsidR="002A4158" w:rsidRPr="00DA4E77">
        <w:t xml:space="preserve">emparer de </w:t>
      </w:r>
      <w:smartTag w:uri="urn:schemas-microsoft-com:office:smarttags" w:element="PersonName">
        <w:smartTagPr>
          <w:attr w:name="ProductID" w:val="la Terrasse Sainte"/>
        </w:smartTagPr>
        <w:r w:rsidR="002A4158" w:rsidRPr="00DA4E77">
          <w:t>la Terrasse Sainte</w:t>
        </w:r>
      </w:smartTag>
      <w:r w:rsidR="002A4158" w:rsidRPr="00DA4E77">
        <w:t xml:space="preserve"> n</w:t>
      </w:r>
      <w:r>
        <w:t>’</w:t>
      </w:r>
      <w:r w:rsidR="002A4158" w:rsidRPr="00DA4E77">
        <w:t>aurait-il pas ce trésor pour o</w:t>
      </w:r>
      <w:r w:rsidR="002A4158" w:rsidRPr="00DA4E77">
        <w:t>b</w:t>
      </w:r>
      <w:r w:rsidR="002A4158" w:rsidRPr="00DA4E77">
        <w:t>jectif</w:t>
      </w:r>
      <w:r>
        <w:t> ?</w:t>
      </w:r>
    </w:p>
    <w:p w14:paraId="63AB8D09" w14:textId="77777777" w:rsidR="00276CCE" w:rsidRDefault="00276CCE" w:rsidP="002A4158">
      <w:r>
        <w:lastRenderedPageBreak/>
        <w:t>— </w:t>
      </w:r>
      <w:r w:rsidR="002A4158" w:rsidRPr="00DA4E77">
        <w:t>Non</w:t>
      </w:r>
      <w:r>
        <w:t xml:space="preserve">, </w:t>
      </w:r>
      <w:proofErr w:type="spellStart"/>
      <w:r w:rsidR="002A4158" w:rsidRPr="00DA4E77">
        <w:t>Hellas</w:t>
      </w:r>
      <w:proofErr w:type="spellEnd"/>
      <w:r>
        <w:t xml:space="preserve"> ; </w:t>
      </w:r>
      <w:r w:rsidR="002A4158" w:rsidRPr="00DA4E77">
        <w:t>leur véritable objectif m</w:t>
      </w:r>
      <w:r>
        <w:t>’</w:t>
      </w:r>
      <w:r w:rsidR="002A4158" w:rsidRPr="00DA4E77">
        <w:t>inquiète plus e</w:t>
      </w:r>
      <w:r w:rsidR="002A4158" w:rsidRPr="00DA4E77">
        <w:t>n</w:t>
      </w:r>
      <w:r w:rsidR="002A4158" w:rsidRPr="00DA4E77">
        <w:t>core</w:t>
      </w:r>
      <w:r>
        <w:t xml:space="preserve"> : </w:t>
      </w:r>
      <w:r w:rsidR="002A4158" w:rsidRPr="00DA4E77">
        <w:t>ce sont les inventions secrètes et les terribles engins c</w:t>
      </w:r>
      <w:r w:rsidR="002A4158" w:rsidRPr="00DA4E77">
        <w:t>a</w:t>
      </w:r>
      <w:r w:rsidR="002A4158" w:rsidRPr="00DA4E77">
        <w:t>chés dans le temple</w:t>
      </w:r>
      <w:r>
        <w:t xml:space="preserve">, </w:t>
      </w:r>
      <w:r w:rsidR="002A4158" w:rsidRPr="00DA4E77">
        <w:t>qu</w:t>
      </w:r>
      <w:r>
        <w:t>’</w:t>
      </w:r>
      <w:r w:rsidR="002A4158" w:rsidRPr="00DA4E77">
        <w:t>ils voudraient accaparer</w:t>
      </w:r>
      <w:r>
        <w:t>.</w:t>
      </w:r>
    </w:p>
    <w:p w14:paraId="2737389A" w14:textId="77777777" w:rsidR="00276CCE" w:rsidRDefault="002A4158" w:rsidP="002A4158">
      <w:proofErr w:type="spellStart"/>
      <w:r w:rsidRPr="00DA4E77">
        <w:t>Hellas</w:t>
      </w:r>
      <w:proofErr w:type="spellEnd"/>
      <w:r w:rsidR="00276CCE">
        <w:t xml:space="preserve">, </w:t>
      </w:r>
      <w:r w:rsidRPr="00DA4E77">
        <w:t>soudain assombri</w:t>
      </w:r>
      <w:r w:rsidR="00276CCE">
        <w:t xml:space="preserve">, </w:t>
      </w:r>
      <w:r w:rsidRPr="00DA4E77">
        <w:t>garde un instant le silence</w:t>
      </w:r>
      <w:r w:rsidR="00276CCE">
        <w:t xml:space="preserve">, </w:t>
      </w:r>
      <w:r w:rsidRPr="00DA4E77">
        <w:t>réfl</w:t>
      </w:r>
      <w:r w:rsidRPr="00DA4E77">
        <w:t>é</w:t>
      </w:r>
      <w:r w:rsidRPr="00DA4E77">
        <w:t>chit</w:t>
      </w:r>
      <w:r w:rsidR="00276CCE">
        <w:t xml:space="preserve">, </w:t>
      </w:r>
      <w:r w:rsidRPr="00DA4E77">
        <w:t>et</w:t>
      </w:r>
      <w:r w:rsidR="00276CCE">
        <w:t xml:space="preserve">, </w:t>
      </w:r>
      <w:r w:rsidRPr="00DA4E77">
        <w:t>à voix basse</w:t>
      </w:r>
      <w:r w:rsidR="00276CCE">
        <w:t xml:space="preserve">, </w:t>
      </w:r>
      <w:r w:rsidRPr="00DA4E77">
        <w:t>demande</w:t>
      </w:r>
      <w:r w:rsidR="00276CCE">
        <w:t> :</w:t>
      </w:r>
    </w:p>
    <w:p w14:paraId="22F0C381" w14:textId="77777777" w:rsidR="00276CCE" w:rsidRDefault="00276CCE" w:rsidP="002A4158">
      <w:r>
        <w:t>— </w:t>
      </w:r>
      <w:r w:rsidR="002A4158" w:rsidRPr="00DA4E77">
        <w:t>Dis-moi</w:t>
      </w:r>
      <w:r>
        <w:t xml:space="preserve">, </w:t>
      </w:r>
      <w:proofErr w:type="spellStart"/>
      <w:r w:rsidR="002A4158" w:rsidRPr="00DA4E77">
        <w:t>Hermos</w:t>
      </w:r>
      <w:proofErr w:type="spellEnd"/>
      <w:r>
        <w:t xml:space="preserve">, </w:t>
      </w:r>
      <w:r w:rsidR="002A4158" w:rsidRPr="00DA4E77">
        <w:t xml:space="preserve">as-tu confiance en </w:t>
      </w:r>
      <w:proofErr w:type="spellStart"/>
      <w:r w:rsidR="002A4158" w:rsidRPr="00DA4E77">
        <w:t>Thébao</w:t>
      </w:r>
      <w:proofErr w:type="spellEnd"/>
      <w:r>
        <w:t> ?</w:t>
      </w:r>
    </w:p>
    <w:p w14:paraId="65C13DAF" w14:textId="77777777" w:rsidR="00276CCE" w:rsidRDefault="00276CCE" w:rsidP="002A4158">
      <w:r>
        <w:t>— </w:t>
      </w:r>
      <w:r w:rsidR="002A4158" w:rsidRPr="00DA4E77">
        <w:t>J</w:t>
      </w:r>
      <w:r>
        <w:t>’</w:t>
      </w:r>
      <w:r w:rsidR="002A4158" w:rsidRPr="00DA4E77">
        <w:t>en ose répondre</w:t>
      </w:r>
      <w:r>
        <w:t xml:space="preserve">, </w:t>
      </w:r>
      <w:proofErr w:type="spellStart"/>
      <w:r w:rsidR="002A4158" w:rsidRPr="00DA4E77">
        <w:t>Hellas</w:t>
      </w:r>
      <w:proofErr w:type="spellEnd"/>
      <w:r>
        <w:t xml:space="preserve">. </w:t>
      </w:r>
      <w:r w:rsidR="002A4158" w:rsidRPr="00DA4E77">
        <w:t xml:space="preserve">Quand le parti de </w:t>
      </w:r>
      <w:proofErr w:type="spellStart"/>
      <w:r w:rsidR="002A4158" w:rsidRPr="00DA4E77">
        <w:t>Guitché</w:t>
      </w:r>
      <w:proofErr w:type="spellEnd"/>
      <w:r w:rsidR="002A4158" w:rsidRPr="00DA4E77">
        <w:t xml:space="preserve"> hu</w:t>
      </w:r>
      <w:r w:rsidR="002A4158" w:rsidRPr="00DA4E77">
        <w:t>r</w:t>
      </w:r>
      <w:r w:rsidR="002A4158" w:rsidRPr="00DA4E77">
        <w:t>lait contre moi de féroces menaces</w:t>
      </w:r>
      <w:r>
        <w:t xml:space="preserve">, </w:t>
      </w:r>
      <w:proofErr w:type="spellStart"/>
      <w:r w:rsidR="002A4158" w:rsidRPr="00DA4E77">
        <w:t>Thébao</w:t>
      </w:r>
      <w:proofErr w:type="spellEnd"/>
      <w:r w:rsidR="002A4158" w:rsidRPr="00DA4E77">
        <w:t xml:space="preserve"> m</w:t>
      </w:r>
      <w:r>
        <w:t>’</w:t>
      </w:r>
      <w:r w:rsidR="002A4158" w:rsidRPr="00DA4E77">
        <w:t>a soutenu man</w:t>
      </w:r>
      <w:r w:rsidR="002A4158" w:rsidRPr="00DA4E77">
        <w:t>i</w:t>
      </w:r>
      <w:r w:rsidR="002A4158" w:rsidRPr="00DA4E77">
        <w:t>festement</w:t>
      </w:r>
      <w:r>
        <w:t xml:space="preserve"> ; </w:t>
      </w:r>
      <w:r w:rsidR="002A4158" w:rsidRPr="00DA4E77">
        <w:t>et</w:t>
      </w:r>
      <w:r>
        <w:t xml:space="preserve">, </w:t>
      </w:r>
      <w:r w:rsidR="002A4158" w:rsidRPr="00DA4E77">
        <w:t>profitant du désordre général</w:t>
      </w:r>
      <w:r>
        <w:t xml:space="preserve">, </w:t>
      </w:r>
      <w:r w:rsidR="002A4158" w:rsidRPr="00DA4E77">
        <w:t>il a posé la co</w:t>
      </w:r>
      <w:r w:rsidR="002A4158" w:rsidRPr="00DA4E77">
        <w:t>u</w:t>
      </w:r>
      <w:r w:rsidR="002A4158" w:rsidRPr="00DA4E77">
        <w:t>ronne sur ma tête</w:t>
      </w:r>
      <w:r>
        <w:t>.</w:t>
      </w:r>
    </w:p>
    <w:p w14:paraId="5C298365" w14:textId="77777777" w:rsidR="00276CCE" w:rsidRDefault="00276CCE" w:rsidP="002A4158">
      <w:r>
        <w:t>— </w:t>
      </w:r>
      <w:r w:rsidR="002A4158" w:rsidRPr="00DA4E77">
        <w:t>Ainsi donc</w:t>
      </w:r>
      <w:r>
        <w:t xml:space="preserve">, </w:t>
      </w:r>
      <w:r w:rsidR="002A4158" w:rsidRPr="00DA4E77">
        <w:t>à ton avis</w:t>
      </w:r>
      <w:r>
        <w:t xml:space="preserve">, </w:t>
      </w:r>
      <w:r w:rsidR="002A4158" w:rsidRPr="00DA4E77">
        <w:t>nous pouvons lui verser nos s</w:t>
      </w:r>
      <w:r w:rsidR="002A4158" w:rsidRPr="00DA4E77">
        <w:t>e</w:t>
      </w:r>
      <w:r w:rsidR="002A4158" w:rsidRPr="00DA4E77">
        <w:t>crets les plus chers</w:t>
      </w:r>
      <w:r>
        <w:t> ?</w:t>
      </w:r>
    </w:p>
    <w:p w14:paraId="5DE278F8" w14:textId="77777777" w:rsidR="00276CCE" w:rsidRDefault="00276CCE" w:rsidP="002A4158">
      <w:r>
        <w:t>— </w:t>
      </w:r>
      <w:r w:rsidR="002A4158" w:rsidRPr="00DA4E77">
        <w:t>Je l</w:t>
      </w:r>
      <w:r>
        <w:t>’</w:t>
      </w:r>
      <w:r w:rsidR="002A4158" w:rsidRPr="00DA4E77">
        <w:t>ai connu jadis sur les rives du Nil</w:t>
      </w:r>
      <w:r>
        <w:t xml:space="preserve">, </w:t>
      </w:r>
      <w:r w:rsidR="002A4158" w:rsidRPr="00DA4E77">
        <w:t>quand il suivait mon père Hermès et s</w:t>
      </w:r>
      <w:r>
        <w:t>’</w:t>
      </w:r>
      <w:r w:rsidR="002A4158" w:rsidRPr="00DA4E77">
        <w:t>élevait</w:t>
      </w:r>
      <w:r>
        <w:t xml:space="preserve">, </w:t>
      </w:r>
      <w:r w:rsidR="002A4158" w:rsidRPr="00DA4E77">
        <w:t>auprès de lui</w:t>
      </w:r>
      <w:r>
        <w:t xml:space="preserve">, </w:t>
      </w:r>
      <w:r w:rsidR="002A4158" w:rsidRPr="00DA4E77">
        <w:t>dans la science des choses divines</w:t>
      </w:r>
      <w:r>
        <w:t>.</w:t>
      </w:r>
    </w:p>
    <w:p w14:paraId="5D04912A" w14:textId="77777777" w:rsidR="00276CCE" w:rsidRDefault="00276CCE" w:rsidP="002A4158">
      <w:r>
        <w:t>— </w:t>
      </w:r>
      <w:r w:rsidR="002A4158" w:rsidRPr="00DA4E77">
        <w:t>Très bien</w:t>
      </w:r>
      <w:r>
        <w:t xml:space="preserve">, </w:t>
      </w:r>
      <w:proofErr w:type="spellStart"/>
      <w:r w:rsidR="002A4158" w:rsidRPr="00DA4E77">
        <w:t>Hermos</w:t>
      </w:r>
      <w:proofErr w:type="spellEnd"/>
      <w:r>
        <w:t xml:space="preserve">, </w:t>
      </w:r>
      <w:r w:rsidR="002A4158" w:rsidRPr="00DA4E77">
        <w:t>n</w:t>
      </w:r>
      <w:r>
        <w:t>’</w:t>
      </w:r>
      <w:r w:rsidR="002A4158" w:rsidRPr="00DA4E77">
        <w:t>hésitons plus</w:t>
      </w:r>
      <w:r>
        <w:t xml:space="preserve">. </w:t>
      </w:r>
      <w:r w:rsidR="002A4158" w:rsidRPr="00DA4E77">
        <w:t>Allons vers lui</w:t>
      </w:r>
      <w:r>
        <w:t xml:space="preserve">. </w:t>
      </w:r>
      <w:proofErr w:type="spellStart"/>
      <w:r w:rsidR="002A4158" w:rsidRPr="00DA4E77">
        <w:t>Kn</w:t>
      </w:r>
      <w:r w:rsidR="002A4158" w:rsidRPr="00DA4E77">
        <w:t>e</w:t>
      </w:r>
      <w:r w:rsidR="002A4158" w:rsidRPr="00DA4E77">
        <w:t>phao</w:t>
      </w:r>
      <w:proofErr w:type="spellEnd"/>
      <w:r w:rsidR="002A4158" w:rsidRPr="00DA4E77">
        <w:t xml:space="preserve"> </w:t>
      </w:r>
      <w:proofErr w:type="spellStart"/>
      <w:r w:rsidR="002A4158" w:rsidRPr="00DA4E77">
        <w:t>dort-il</w:t>
      </w:r>
      <w:proofErr w:type="spellEnd"/>
      <w:r>
        <w:t> ?</w:t>
      </w:r>
    </w:p>
    <w:p w14:paraId="5FE951F5" w14:textId="77777777" w:rsidR="00276CCE" w:rsidRDefault="00276CCE" w:rsidP="002A4158">
      <w:r>
        <w:t>— </w:t>
      </w:r>
      <w:proofErr w:type="spellStart"/>
      <w:r w:rsidR="002A4158" w:rsidRPr="00DA4E77">
        <w:t>Knephao</w:t>
      </w:r>
      <w:proofErr w:type="spellEnd"/>
      <w:r>
        <w:t xml:space="preserve"> ? </w:t>
      </w:r>
      <w:r w:rsidR="002A4158" w:rsidRPr="00DA4E77">
        <w:t>Il a veillé sur nous toute la nuit</w:t>
      </w:r>
      <w:r>
        <w:t xml:space="preserve">, </w:t>
      </w:r>
      <w:r w:rsidR="002A4158" w:rsidRPr="00DA4E77">
        <w:t>et maintenant il range une nouvelle cohorte de soldats autour du palais</w:t>
      </w:r>
      <w:r>
        <w:t>.</w:t>
      </w:r>
    </w:p>
    <w:p w14:paraId="597A2BE0" w14:textId="77777777" w:rsidR="00276CCE" w:rsidRDefault="00276CCE" w:rsidP="002A4158">
      <w:r>
        <w:t>— </w:t>
      </w:r>
      <w:r w:rsidR="002A4158" w:rsidRPr="00DA4E77">
        <w:t>Veux-tu le faire prévenir</w:t>
      </w:r>
      <w:r>
        <w:t> ?</w:t>
      </w:r>
    </w:p>
    <w:p w14:paraId="68BD97C9" w14:textId="77777777" w:rsidR="00276CCE" w:rsidRDefault="002A4158" w:rsidP="002A4158">
      <w:r w:rsidRPr="00DA4E77">
        <w:t xml:space="preserve">Et </w:t>
      </w:r>
      <w:proofErr w:type="spellStart"/>
      <w:r w:rsidRPr="00DA4E77">
        <w:t>Hermos</w:t>
      </w:r>
      <w:proofErr w:type="spellEnd"/>
      <w:r w:rsidR="00276CCE">
        <w:t xml:space="preserve">, </w:t>
      </w:r>
      <w:r w:rsidRPr="00DA4E77">
        <w:t>appelant un soldat de garde</w:t>
      </w:r>
      <w:r w:rsidR="00276CCE">
        <w:t xml:space="preserve">, </w:t>
      </w:r>
      <w:r w:rsidRPr="00DA4E77">
        <w:t>lui ordonne d</w:t>
      </w:r>
      <w:r w:rsidR="00276CCE">
        <w:t>’</w:t>
      </w:r>
      <w:r w:rsidRPr="00DA4E77">
        <w:t>aller chercher le chef des cohortes</w:t>
      </w:r>
      <w:r w:rsidR="00276CCE">
        <w:t>.</w:t>
      </w:r>
    </w:p>
    <w:p w14:paraId="43B1158A" w14:textId="77777777" w:rsidR="00276CCE" w:rsidRDefault="00276CCE" w:rsidP="00276CCE">
      <w:pPr>
        <w:pStyle w:val="Titre2"/>
        <w:rPr>
          <w:i/>
        </w:rPr>
      </w:pPr>
      <w:bookmarkStart w:id="28" w:name="_Toc194842014"/>
      <w:r w:rsidRPr="00DA4E77">
        <w:lastRenderedPageBreak/>
        <w:t>Scène</w:t>
      </w:r>
      <w:r>
        <w:t> </w:t>
      </w:r>
      <w:r w:rsidRPr="00DA4E77">
        <w:t>II</w:t>
      </w:r>
      <w:r>
        <w:t xml:space="preserve">. – </w:t>
      </w:r>
      <w:r w:rsidR="002A4158" w:rsidRPr="00DA4E77">
        <w:rPr>
          <w:i/>
        </w:rPr>
        <w:t>Matin de fête</w:t>
      </w:r>
      <w:r>
        <w:rPr>
          <w:i/>
        </w:rPr>
        <w:t>.</w:t>
      </w:r>
      <w:bookmarkEnd w:id="28"/>
    </w:p>
    <w:p w14:paraId="7CB2B89C" w14:textId="77777777" w:rsidR="00276CCE" w:rsidRDefault="00276CCE" w:rsidP="002A4158">
      <w:r>
        <w:rPr>
          <w:i/>
        </w:rPr>
        <w:t>— </w:t>
      </w:r>
      <w:r w:rsidR="002A4158" w:rsidRPr="00DA4E77">
        <w:t>Voyons</w:t>
      </w:r>
      <w:r>
        <w:t xml:space="preserve">, </w:t>
      </w:r>
      <w:proofErr w:type="spellStart"/>
      <w:r w:rsidR="002A4158" w:rsidRPr="00DA4E77">
        <w:t>Knephao</w:t>
      </w:r>
      <w:proofErr w:type="spellEnd"/>
      <w:r>
        <w:t xml:space="preserve">, </w:t>
      </w:r>
      <w:r w:rsidR="002A4158" w:rsidRPr="00DA4E77">
        <w:t xml:space="preserve">demande </w:t>
      </w:r>
      <w:proofErr w:type="spellStart"/>
      <w:r w:rsidR="002A4158" w:rsidRPr="00DA4E77">
        <w:t>Hellas</w:t>
      </w:r>
      <w:proofErr w:type="spellEnd"/>
      <w:r w:rsidR="002A4158" w:rsidRPr="00DA4E77">
        <w:t xml:space="preserve"> quand paraît le géant</w:t>
      </w:r>
      <w:r>
        <w:t xml:space="preserve">, </w:t>
      </w:r>
      <w:r w:rsidR="002A4158" w:rsidRPr="00DA4E77">
        <w:t>tu ne veux donc plus dormir</w:t>
      </w:r>
      <w:r>
        <w:t> ?</w:t>
      </w:r>
    </w:p>
    <w:p w14:paraId="7FF23991" w14:textId="77777777" w:rsidR="00276CCE" w:rsidRDefault="00276CCE" w:rsidP="002A4158">
      <w:r>
        <w:t>— </w:t>
      </w:r>
      <w:r w:rsidR="002A4158" w:rsidRPr="00DA4E77">
        <w:t>Plus tard</w:t>
      </w:r>
      <w:r>
        <w:t xml:space="preserve"> ! </w:t>
      </w:r>
      <w:r w:rsidR="002A4158" w:rsidRPr="00DA4E77">
        <w:t>J</w:t>
      </w:r>
      <w:r>
        <w:t>’</w:t>
      </w:r>
      <w:r w:rsidR="002A4158" w:rsidRPr="00DA4E77">
        <w:t>ai bien le temps</w:t>
      </w:r>
      <w:r>
        <w:t> !</w:t>
      </w:r>
    </w:p>
    <w:p w14:paraId="6DFF643E" w14:textId="77777777" w:rsidR="00276CCE" w:rsidRDefault="00276CCE" w:rsidP="002A4158">
      <w:r>
        <w:t>— </w:t>
      </w:r>
      <w:r w:rsidR="002A4158" w:rsidRPr="00DA4E77">
        <w:t>Qu</w:t>
      </w:r>
      <w:r>
        <w:t>’</w:t>
      </w:r>
      <w:r w:rsidR="002A4158" w:rsidRPr="00DA4E77">
        <w:t>en sais-tu</w:t>
      </w:r>
      <w:r>
        <w:t xml:space="preserve"> ? </w:t>
      </w:r>
      <w:r w:rsidR="002A4158" w:rsidRPr="00DA4E77">
        <w:t>Prends-le donc maintenant quand il s</w:t>
      </w:r>
      <w:r>
        <w:t>’</w:t>
      </w:r>
      <w:r w:rsidR="002A4158" w:rsidRPr="00DA4E77">
        <w:t>offre</w:t>
      </w:r>
      <w:r>
        <w:t xml:space="preserve">. </w:t>
      </w:r>
      <w:r w:rsidR="002A4158" w:rsidRPr="00DA4E77">
        <w:t>J</w:t>
      </w:r>
      <w:r>
        <w:t>’</w:t>
      </w:r>
      <w:r w:rsidR="002A4158" w:rsidRPr="00DA4E77">
        <w:t>aurai besoin</w:t>
      </w:r>
      <w:r>
        <w:t xml:space="preserve">, </w:t>
      </w:r>
      <w:r w:rsidR="002A4158" w:rsidRPr="00DA4E77">
        <w:t>ce soir</w:t>
      </w:r>
      <w:r>
        <w:t xml:space="preserve">, </w:t>
      </w:r>
      <w:r w:rsidR="002A4158" w:rsidRPr="00DA4E77">
        <w:t>de toute ta vigueur</w:t>
      </w:r>
      <w:r>
        <w:t>.</w:t>
      </w:r>
    </w:p>
    <w:p w14:paraId="4560D0DF" w14:textId="77777777" w:rsidR="00276CCE" w:rsidRDefault="00276CCE" w:rsidP="002A4158">
      <w:r>
        <w:t>— </w:t>
      </w:r>
      <w:r w:rsidR="002A4158" w:rsidRPr="00DA4E77">
        <w:t>Et ce matin</w:t>
      </w:r>
      <w:r>
        <w:t> ?</w:t>
      </w:r>
    </w:p>
    <w:p w14:paraId="78DEA0F0" w14:textId="77777777" w:rsidR="00276CCE" w:rsidRDefault="00276CCE" w:rsidP="002A4158">
      <w:r>
        <w:t>— </w:t>
      </w:r>
      <w:r w:rsidR="002A4158" w:rsidRPr="00DA4E77">
        <w:t>Ce matin</w:t>
      </w:r>
      <w:r>
        <w:t xml:space="preserve">, </w:t>
      </w:r>
      <w:r w:rsidR="002A4158" w:rsidRPr="00DA4E77">
        <w:t>tout paraît calme et restera calme</w:t>
      </w:r>
      <w:r>
        <w:t xml:space="preserve">. </w:t>
      </w:r>
      <w:r w:rsidR="002A4158" w:rsidRPr="00DA4E77">
        <w:t>La ville dort</w:t>
      </w:r>
      <w:r>
        <w:t xml:space="preserve">, </w:t>
      </w:r>
      <w:r w:rsidR="002A4158" w:rsidRPr="00DA4E77">
        <w:t>harassée par deux nuits de fêtes</w:t>
      </w:r>
      <w:r>
        <w:t xml:space="preserve">. </w:t>
      </w:r>
      <w:r w:rsidR="002A4158" w:rsidRPr="00DA4E77">
        <w:t xml:space="preserve">Les amis de </w:t>
      </w:r>
      <w:proofErr w:type="spellStart"/>
      <w:r w:rsidR="002A4158" w:rsidRPr="00DA4E77">
        <w:t>Guitché</w:t>
      </w:r>
      <w:proofErr w:type="spellEnd"/>
      <w:r w:rsidR="002A4158" w:rsidRPr="00DA4E77">
        <w:t xml:space="preserve"> ragent e</w:t>
      </w:r>
      <w:r w:rsidR="002A4158" w:rsidRPr="00DA4E77">
        <w:t>n</w:t>
      </w:r>
      <w:r w:rsidR="002A4158" w:rsidRPr="00DA4E77">
        <w:t>core de leur surprise</w:t>
      </w:r>
      <w:r>
        <w:t xml:space="preserve">. </w:t>
      </w:r>
      <w:r w:rsidR="002A4158" w:rsidRPr="00DA4E77">
        <w:t>D</w:t>
      </w:r>
      <w:r>
        <w:t>’</w:t>
      </w:r>
      <w:r w:rsidR="002A4158" w:rsidRPr="00DA4E77">
        <w:t>ailleurs</w:t>
      </w:r>
      <w:r>
        <w:t xml:space="preserve">, </w:t>
      </w:r>
      <w:r w:rsidR="002A4158" w:rsidRPr="00DA4E77">
        <w:t>aujourd</w:t>
      </w:r>
      <w:r>
        <w:t>’</w:t>
      </w:r>
      <w:r w:rsidR="002A4158" w:rsidRPr="00DA4E77">
        <w:t>hui</w:t>
      </w:r>
      <w:r>
        <w:t xml:space="preserve">, </w:t>
      </w:r>
      <w:r w:rsidR="002A4158" w:rsidRPr="00DA4E77">
        <w:t>Fête de l</w:t>
      </w:r>
      <w:r>
        <w:t>’</w:t>
      </w:r>
      <w:r w:rsidR="002A4158" w:rsidRPr="00DA4E77">
        <w:t>Or</w:t>
      </w:r>
      <w:r>
        <w:t xml:space="preserve">, </w:t>
      </w:r>
      <w:proofErr w:type="spellStart"/>
      <w:r w:rsidR="002A4158" w:rsidRPr="00DA4E77">
        <w:t>Me</w:t>
      </w:r>
      <w:r w:rsidR="002A4158" w:rsidRPr="00DA4E77">
        <w:t>l</w:t>
      </w:r>
      <w:r w:rsidR="002A4158" w:rsidRPr="00DA4E77">
        <w:t>léna</w:t>
      </w:r>
      <w:proofErr w:type="spellEnd"/>
      <w:r w:rsidR="002A4158" w:rsidRPr="00DA4E77">
        <w:t xml:space="preserve"> donne un grand banquet dans ses jardins</w:t>
      </w:r>
      <w:r>
        <w:t>.</w:t>
      </w:r>
    </w:p>
    <w:p w14:paraId="615901A5" w14:textId="77777777" w:rsidR="00276CCE" w:rsidRDefault="00276CCE" w:rsidP="002A4158">
      <w:r>
        <w:t>— </w:t>
      </w:r>
      <w:r w:rsidR="002A4158" w:rsidRPr="00DA4E77">
        <w:t>Et tu laisseras ce festin s</w:t>
      </w:r>
      <w:r>
        <w:t>’</w:t>
      </w:r>
      <w:r w:rsidR="002A4158" w:rsidRPr="00DA4E77">
        <w:t>accomplir</w:t>
      </w:r>
      <w:r>
        <w:t xml:space="preserve"> ? </w:t>
      </w:r>
      <w:r w:rsidR="002A4158" w:rsidRPr="00DA4E77">
        <w:t>s</w:t>
      </w:r>
      <w:r>
        <w:t>’</w:t>
      </w:r>
      <w:r w:rsidR="002A4158" w:rsidRPr="00DA4E77">
        <w:t>informe l</w:t>
      </w:r>
      <w:r>
        <w:t>’</w:t>
      </w:r>
      <w:r w:rsidR="002A4158" w:rsidRPr="00DA4E77">
        <w:t>Égyptien</w:t>
      </w:r>
      <w:r>
        <w:t>.</w:t>
      </w:r>
    </w:p>
    <w:p w14:paraId="7297B3EA" w14:textId="77777777" w:rsidR="00276CCE" w:rsidRDefault="00276CCE" w:rsidP="002A4158">
      <w:r>
        <w:t>— </w:t>
      </w:r>
      <w:r w:rsidR="002A4158" w:rsidRPr="00DA4E77">
        <w:t>Comment donc</w:t>
      </w:r>
      <w:r>
        <w:t xml:space="preserve"> ! </w:t>
      </w:r>
      <w:r w:rsidR="002A4158" w:rsidRPr="00DA4E77">
        <w:t>Mais j</w:t>
      </w:r>
      <w:r>
        <w:t>’</w:t>
      </w:r>
      <w:r w:rsidR="002A4158" w:rsidRPr="00DA4E77">
        <w:t>y assisterai moi-même</w:t>
      </w:r>
      <w:r>
        <w:t xml:space="preserve">, </w:t>
      </w:r>
      <w:r w:rsidR="002A4158" w:rsidRPr="00DA4E77">
        <w:t>ainsi que je le dois</w:t>
      </w:r>
      <w:r>
        <w:t>.</w:t>
      </w:r>
    </w:p>
    <w:p w14:paraId="23CF3BE1" w14:textId="77777777" w:rsidR="00276CCE" w:rsidRDefault="00276CCE" w:rsidP="002A4158">
      <w:r>
        <w:t>— </w:t>
      </w:r>
      <w:proofErr w:type="spellStart"/>
      <w:r w:rsidR="002A4158" w:rsidRPr="00DA4E77">
        <w:t>Hellas</w:t>
      </w:r>
      <w:proofErr w:type="spellEnd"/>
      <w:r>
        <w:t xml:space="preserve"> ! </w:t>
      </w:r>
      <w:r w:rsidR="002A4158" w:rsidRPr="00DA4E77">
        <w:t>Tu feras cela</w:t>
      </w:r>
      <w:r>
        <w:t> ?</w:t>
      </w:r>
    </w:p>
    <w:p w14:paraId="044E3129" w14:textId="77777777" w:rsidR="00276CCE" w:rsidRDefault="00276CCE" w:rsidP="002A4158">
      <w:r>
        <w:t>— </w:t>
      </w:r>
      <w:r w:rsidR="002A4158" w:rsidRPr="00DA4E77">
        <w:t>Et pourquoi pas</w:t>
      </w:r>
      <w:r>
        <w:t xml:space="preserve"> ? </w:t>
      </w:r>
      <w:r w:rsidR="002A4158" w:rsidRPr="00DA4E77">
        <w:t>Dans ce jour de fête</w:t>
      </w:r>
      <w:r>
        <w:t xml:space="preserve">, </w:t>
      </w:r>
      <w:r w:rsidR="002A4158" w:rsidRPr="00DA4E77">
        <w:t>où Atlantis cél</w:t>
      </w:r>
      <w:r w:rsidR="002A4158" w:rsidRPr="00DA4E77">
        <w:t>è</w:t>
      </w:r>
      <w:r w:rsidR="002A4158" w:rsidRPr="00DA4E77">
        <w:t>bre ses immenses richesses</w:t>
      </w:r>
      <w:r>
        <w:t xml:space="preserve">, </w:t>
      </w:r>
      <w:r w:rsidR="002A4158" w:rsidRPr="00DA4E77">
        <w:t>ai-je le droit de rester à l</w:t>
      </w:r>
      <w:r>
        <w:t>’</w:t>
      </w:r>
      <w:r w:rsidR="002A4158" w:rsidRPr="00DA4E77">
        <w:t>écart</w:t>
      </w:r>
      <w:r>
        <w:t> ?</w:t>
      </w:r>
    </w:p>
    <w:p w14:paraId="65E2F2B6" w14:textId="77777777" w:rsidR="00276CCE" w:rsidRDefault="00276CCE" w:rsidP="002A4158">
      <w:r>
        <w:t>— </w:t>
      </w:r>
      <w:r w:rsidR="002A4158" w:rsidRPr="00DA4E77">
        <w:t>Ainsi</w:t>
      </w:r>
      <w:r>
        <w:t xml:space="preserve">, </w:t>
      </w:r>
      <w:r w:rsidR="002A4158" w:rsidRPr="00DA4E77">
        <w:t>cette femme que tu sais méditer ta perte</w:t>
      </w:r>
      <w:r>
        <w:t xml:space="preserve">, </w:t>
      </w:r>
      <w:r w:rsidR="002A4158" w:rsidRPr="00DA4E77">
        <w:t>et qui</w:t>
      </w:r>
      <w:r>
        <w:t xml:space="preserve">, </w:t>
      </w:r>
      <w:r w:rsidR="002A4158" w:rsidRPr="00DA4E77">
        <w:t>hier même</w:t>
      </w:r>
      <w:r>
        <w:t xml:space="preserve">, </w:t>
      </w:r>
      <w:r w:rsidR="002A4158" w:rsidRPr="00DA4E77">
        <w:t>tu ne l</w:t>
      </w:r>
      <w:r>
        <w:t>’</w:t>
      </w:r>
      <w:r w:rsidR="002A4158" w:rsidRPr="00DA4E77">
        <w:t>ignores pas</w:t>
      </w:r>
      <w:r>
        <w:t xml:space="preserve">, </w:t>
      </w:r>
      <w:r w:rsidR="002A4158" w:rsidRPr="00DA4E77">
        <w:t xml:space="preserve">a voulu noyer </w:t>
      </w:r>
      <w:proofErr w:type="spellStart"/>
      <w:r w:rsidR="002A4158" w:rsidRPr="00DA4E77">
        <w:t>Glania</w:t>
      </w:r>
      <w:proofErr w:type="spellEnd"/>
      <w:r>
        <w:t>…</w:t>
      </w:r>
    </w:p>
    <w:p w14:paraId="086C5FD7" w14:textId="77777777" w:rsidR="00276CCE" w:rsidRDefault="00276CCE" w:rsidP="002A4158">
      <w:r>
        <w:t>— </w:t>
      </w:r>
      <w:r w:rsidR="002A4158" w:rsidRPr="00DA4E77">
        <w:t>À propos</w:t>
      </w:r>
      <w:r>
        <w:t xml:space="preserve">, </w:t>
      </w:r>
      <w:proofErr w:type="spellStart"/>
      <w:r w:rsidR="002A4158" w:rsidRPr="00DA4E77">
        <w:t>Knephao</w:t>
      </w:r>
      <w:proofErr w:type="spellEnd"/>
      <w:r>
        <w:t xml:space="preserve">, </w:t>
      </w:r>
      <w:r w:rsidR="002A4158" w:rsidRPr="00DA4E77">
        <w:t>comment va la chère malade</w:t>
      </w:r>
      <w:r>
        <w:t> ?</w:t>
      </w:r>
    </w:p>
    <w:p w14:paraId="28675B15" w14:textId="77777777" w:rsidR="00276CCE" w:rsidRDefault="00276CCE" w:rsidP="002A4158">
      <w:r>
        <w:t>— </w:t>
      </w:r>
      <w:r w:rsidR="002A4158" w:rsidRPr="00DA4E77">
        <w:t>Elle a dormi avec calme</w:t>
      </w:r>
      <w:r>
        <w:t xml:space="preserve">. </w:t>
      </w:r>
      <w:proofErr w:type="spellStart"/>
      <w:r w:rsidR="002A4158" w:rsidRPr="00DA4E77">
        <w:t>Amonou</w:t>
      </w:r>
      <w:proofErr w:type="spellEnd"/>
      <w:r w:rsidR="002A4158" w:rsidRPr="00DA4E77">
        <w:t xml:space="preserve"> a veillé près d</w:t>
      </w:r>
      <w:r>
        <w:t>’</w:t>
      </w:r>
      <w:r w:rsidR="002A4158" w:rsidRPr="00DA4E77">
        <w:t>elle toute la nuit</w:t>
      </w:r>
      <w:r>
        <w:t xml:space="preserve">. </w:t>
      </w:r>
      <w:r w:rsidR="002A4158" w:rsidRPr="00DA4E77">
        <w:t>Elle pourra se lever ce matin</w:t>
      </w:r>
      <w:r>
        <w:t xml:space="preserve">. </w:t>
      </w:r>
      <w:r w:rsidR="002A4158" w:rsidRPr="00DA4E77">
        <w:t>Elle voudrait retourner à l</w:t>
      </w:r>
      <w:r>
        <w:t>’</w:t>
      </w:r>
      <w:r w:rsidR="002A4158" w:rsidRPr="00DA4E77">
        <w:t>Île Verte</w:t>
      </w:r>
      <w:r>
        <w:t xml:space="preserve">, </w:t>
      </w:r>
      <w:r w:rsidR="002A4158" w:rsidRPr="00DA4E77">
        <w:t>auprès d</w:t>
      </w:r>
      <w:r>
        <w:t>’</w:t>
      </w:r>
      <w:proofErr w:type="spellStart"/>
      <w:r w:rsidR="002A4158" w:rsidRPr="00DA4E77">
        <w:t>Oréa</w:t>
      </w:r>
      <w:proofErr w:type="spellEnd"/>
      <w:r>
        <w:t>.</w:t>
      </w:r>
    </w:p>
    <w:p w14:paraId="3B070FD0" w14:textId="77777777" w:rsidR="00276CCE" w:rsidRDefault="00276CCE" w:rsidP="002A4158">
      <w:r>
        <w:lastRenderedPageBreak/>
        <w:t>— </w:t>
      </w:r>
      <w:r w:rsidR="002A4158" w:rsidRPr="00DA4E77">
        <w:t>Non</w:t>
      </w:r>
      <w:r>
        <w:t xml:space="preserve">, </w:t>
      </w:r>
      <w:r w:rsidR="002A4158" w:rsidRPr="00DA4E77">
        <w:t>je désire qu</w:t>
      </w:r>
      <w:r>
        <w:t>’</w:t>
      </w:r>
      <w:r w:rsidR="002A4158" w:rsidRPr="00DA4E77">
        <w:t>elle reste en Atlantis</w:t>
      </w:r>
      <w:r>
        <w:t xml:space="preserve">. </w:t>
      </w:r>
      <w:r w:rsidR="002A4158" w:rsidRPr="00DA4E77">
        <w:t>Elle nous portera bonheur</w:t>
      </w:r>
      <w:r>
        <w:t>.</w:t>
      </w:r>
    </w:p>
    <w:p w14:paraId="3F0EE047" w14:textId="77777777" w:rsidR="00276CCE" w:rsidRDefault="00276CCE" w:rsidP="002A4158">
      <w:r>
        <w:t>— </w:t>
      </w:r>
      <w:r w:rsidR="002A4158" w:rsidRPr="00DA4E77">
        <w:t xml:space="preserve">Mais </w:t>
      </w:r>
      <w:proofErr w:type="spellStart"/>
      <w:r w:rsidR="002A4158" w:rsidRPr="00DA4E77">
        <w:t>Oréus</w:t>
      </w:r>
      <w:proofErr w:type="spellEnd"/>
      <w:r w:rsidR="002A4158" w:rsidRPr="00DA4E77">
        <w:t xml:space="preserve"> l</w:t>
      </w:r>
      <w:r>
        <w:t>’</w:t>
      </w:r>
      <w:r w:rsidR="002A4158" w:rsidRPr="00DA4E77">
        <w:t>attend pour savoir ce qu</w:t>
      </w:r>
      <w:r>
        <w:t>’</w:t>
      </w:r>
      <w:r w:rsidR="002A4158" w:rsidRPr="00DA4E77">
        <w:t>il est advenu</w:t>
      </w:r>
      <w:r>
        <w:t>.</w:t>
      </w:r>
    </w:p>
    <w:p w14:paraId="0AA0202D" w14:textId="77777777" w:rsidR="00276CCE" w:rsidRDefault="00276CCE" w:rsidP="002A4158">
      <w:r>
        <w:t>— </w:t>
      </w:r>
      <w:r w:rsidR="002A4158" w:rsidRPr="00DA4E77">
        <w:t>Quelqu</w:t>
      </w:r>
      <w:r>
        <w:t>’</w:t>
      </w:r>
      <w:r w:rsidR="002A4158" w:rsidRPr="00DA4E77">
        <w:t>un de tes Égyptiens fidèles pourrait aller vers l</w:t>
      </w:r>
      <w:r>
        <w:t>’</w:t>
      </w:r>
      <w:r w:rsidR="002A4158" w:rsidRPr="00DA4E77">
        <w:t>île</w:t>
      </w:r>
      <w:r>
        <w:t xml:space="preserve">, </w:t>
      </w:r>
      <w:r w:rsidR="002A4158" w:rsidRPr="00DA4E77">
        <w:t xml:space="preserve">sous des vêtements de pêcheur et raconter à </w:t>
      </w:r>
      <w:proofErr w:type="spellStart"/>
      <w:r w:rsidR="002A4158" w:rsidRPr="00DA4E77">
        <w:t>Oréus</w:t>
      </w:r>
      <w:proofErr w:type="spellEnd"/>
      <w:r w:rsidR="002A4158" w:rsidRPr="00DA4E77">
        <w:t xml:space="preserve"> les év</w:t>
      </w:r>
      <w:r w:rsidR="002A4158" w:rsidRPr="00DA4E77">
        <w:t>é</w:t>
      </w:r>
      <w:r w:rsidR="002A4158" w:rsidRPr="00DA4E77">
        <w:t>nements d</w:t>
      </w:r>
      <w:r>
        <w:t>’</w:t>
      </w:r>
      <w:r w:rsidR="002A4158" w:rsidRPr="00DA4E77">
        <w:t>hier</w:t>
      </w:r>
      <w:r>
        <w:t xml:space="preserve">. </w:t>
      </w:r>
      <w:r w:rsidR="002A4158" w:rsidRPr="00DA4E77">
        <w:t>Et maintenant</w:t>
      </w:r>
      <w:r>
        <w:t xml:space="preserve">, </w:t>
      </w:r>
      <w:proofErr w:type="spellStart"/>
      <w:r w:rsidR="002A4158" w:rsidRPr="00DA4E77">
        <w:t>Knephao</w:t>
      </w:r>
      <w:proofErr w:type="spellEnd"/>
      <w:r>
        <w:t xml:space="preserve">, </w:t>
      </w:r>
      <w:r w:rsidR="002A4158" w:rsidRPr="00DA4E77">
        <w:t>je t</w:t>
      </w:r>
      <w:r>
        <w:t>’</w:t>
      </w:r>
      <w:r w:rsidR="002A4158" w:rsidRPr="00DA4E77">
        <w:t>en supplie</w:t>
      </w:r>
      <w:r>
        <w:t xml:space="preserve">, </w:t>
      </w:r>
      <w:r w:rsidR="002A4158" w:rsidRPr="00DA4E77">
        <w:t>va te reposer</w:t>
      </w:r>
      <w:r>
        <w:t xml:space="preserve">. </w:t>
      </w:r>
      <w:r w:rsidR="002A4158" w:rsidRPr="00DA4E77">
        <w:t>À la dixième heure</w:t>
      </w:r>
      <w:r>
        <w:t xml:space="preserve">, </w:t>
      </w:r>
      <w:r w:rsidR="002A4158" w:rsidRPr="00DA4E77">
        <w:t>l</w:t>
      </w:r>
      <w:r>
        <w:t>’</w:t>
      </w:r>
      <w:r w:rsidR="002A4158" w:rsidRPr="00DA4E77">
        <w:t>Assemblée des Notables et le Co</w:t>
      </w:r>
      <w:r w:rsidR="002A4158" w:rsidRPr="00DA4E77">
        <w:t>l</w:t>
      </w:r>
      <w:r w:rsidR="002A4158" w:rsidRPr="00DA4E77">
        <w:t>lège des Apôtres se réuniront au Palais de l</w:t>
      </w:r>
      <w:r>
        <w:t>’</w:t>
      </w:r>
      <w:r w:rsidR="002A4158" w:rsidRPr="00DA4E77">
        <w:t>Empire</w:t>
      </w:r>
      <w:r>
        <w:t xml:space="preserve">. </w:t>
      </w:r>
      <w:r w:rsidR="002A4158" w:rsidRPr="00DA4E77">
        <w:t>Si tu veux</w:t>
      </w:r>
      <w:r>
        <w:t xml:space="preserve">, </w:t>
      </w:r>
      <w:r w:rsidR="002A4158" w:rsidRPr="00DA4E77">
        <w:t>tu viendras avec nous</w:t>
      </w:r>
      <w:r>
        <w:t>.</w:t>
      </w:r>
    </w:p>
    <w:p w14:paraId="45EDDFB5" w14:textId="77777777" w:rsidR="00276CCE" w:rsidRDefault="00276CCE" w:rsidP="002A4158">
      <w:r>
        <w:t>— </w:t>
      </w:r>
      <w:r w:rsidR="002A4158" w:rsidRPr="00DA4E77">
        <w:t>Certes</w:t>
      </w:r>
      <w:r>
        <w:t xml:space="preserve">. </w:t>
      </w:r>
      <w:r w:rsidR="002A4158" w:rsidRPr="00DA4E77">
        <w:t>Mais en attendant</w:t>
      </w:r>
      <w:r>
        <w:t xml:space="preserve">, </w:t>
      </w:r>
      <w:r w:rsidR="002A4158" w:rsidRPr="00DA4E77">
        <w:t>que vas-tu faire</w:t>
      </w:r>
      <w:r>
        <w:t> ?</w:t>
      </w:r>
    </w:p>
    <w:p w14:paraId="50422B27" w14:textId="77777777" w:rsidR="00276CCE" w:rsidRDefault="00276CCE" w:rsidP="002A4158">
      <w:r>
        <w:t>— </w:t>
      </w:r>
      <w:proofErr w:type="spellStart"/>
      <w:r w:rsidR="002A4158" w:rsidRPr="00DA4E77">
        <w:t>Hermos</w:t>
      </w:r>
      <w:proofErr w:type="spellEnd"/>
      <w:r w:rsidR="002A4158" w:rsidRPr="00DA4E77">
        <w:t xml:space="preserve"> et moi nous allons monter sur un char jusqu</w:t>
      </w:r>
      <w:r>
        <w:t>’</w:t>
      </w:r>
      <w:r w:rsidR="002A4158" w:rsidRPr="00DA4E77">
        <w:t>au Palais de l</w:t>
      </w:r>
      <w:r>
        <w:t>’</w:t>
      </w:r>
      <w:r w:rsidR="002A4158" w:rsidRPr="00DA4E77">
        <w:t>Empire</w:t>
      </w:r>
      <w:r>
        <w:t>.</w:t>
      </w:r>
    </w:p>
    <w:p w14:paraId="2D7A42EC" w14:textId="77777777" w:rsidR="00276CCE" w:rsidRDefault="00276CCE" w:rsidP="002A4158">
      <w:r>
        <w:t>— </w:t>
      </w:r>
      <w:r w:rsidR="002A4158" w:rsidRPr="00DA4E77">
        <w:t>Seuls</w:t>
      </w:r>
      <w:r>
        <w:t> ?</w:t>
      </w:r>
    </w:p>
    <w:p w14:paraId="55E2701B" w14:textId="77777777" w:rsidR="00276CCE" w:rsidRDefault="00276CCE" w:rsidP="002A4158">
      <w:r>
        <w:t>— </w:t>
      </w:r>
      <w:r w:rsidR="002A4158" w:rsidRPr="00DA4E77">
        <w:t>Non</w:t>
      </w:r>
      <w:r>
        <w:t xml:space="preserve"> ! </w:t>
      </w:r>
      <w:r w:rsidR="002A4158" w:rsidRPr="00DA4E77">
        <w:t>Quelques-uns de tes hommes nous accompagn</w:t>
      </w:r>
      <w:r w:rsidR="002A4158" w:rsidRPr="00DA4E77">
        <w:t>e</w:t>
      </w:r>
      <w:r w:rsidR="002A4158" w:rsidRPr="00DA4E77">
        <w:t>ront</w:t>
      </w:r>
      <w:r>
        <w:t xml:space="preserve">. </w:t>
      </w:r>
      <w:r w:rsidR="002A4158" w:rsidRPr="00DA4E77">
        <w:t>Il sied même que nous n</w:t>
      </w:r>
      <w:r>
        <w:t>’</w:t>
      </w:r>
      <w:r w:rsidR="002A4158" w:rsidRPr="00DA4E77">
        <w:t>ayons pas l</w:t>
      </w:r>
      <w:r>
        <w:t>’</w:t>
      </w:r>
      <w:r w:rsidR="002A4158" w:rsidRPr="00DA4E77">
        <w:t>air de nous cacher</w:t>
      </w:r>
      <w:r>
        <w:t xml:space="preserve">. </w:t>
      </w:r>
      <w:r w:rsidR="002A4158" w:rsidRPr="00DA4E77">
        <w:t>Dès que nous entrerons dans le Palais de l</w:t>
      </w:r>
      <w:r>
        <w:t>’</w:t>
      </w:r>
      <w:r w:rsidR="002A4158" w:rsidRPr="00DA4E77">
        <w:t>Empire</w:t>
      </w:r>
      <w:r>
        <w:t xml:space="preserve">, </w:t>
      </w:r>
      <w:r w:rsidR="002A4158" w:rsidRPr="00DA4E77">
        <w:t>tes soldats feront bonne garde à notre porte</w:t>
      </w:r>
      <w:r>
        <w:t xml:space="preserve">, </w:t>
      </w:r>
      <w:r w:rsidR="002A4158" w:rsidRPr="00DA4E77">
        <w:t>et nous irons secrètement</w:t>
      </w:r>
      <w:r>
        <w:t xml:space="preserve">, </w:t>
      </w:r>
      <w:r w:rsidR="002A4158" w:rsidRPr="00DA4E77">
        <w:t>par le chemin que tu sais</w:t>
      </w:r>
      <w:r>
        <w:t xml:space="preserve">, </w:t>
      </w:r>
      <w:r w:rsidR="002A4158" w:rsidRPr="00DA4E77">
        <w:t>jusqu</w:t>
      </w:r>
      <w:r>
        <w:t>’</w:t>
      </w:r>
      <w:r w:rsidR="002A4158" w:rsidRPr="00DA4E77">
        <w:t>à la Terrasse Sainte</w:t>
      </w:r>
      <w:r>
        <w:t xml:space="preserve">. </w:t>
      </w:r>
      <w:r w:rsidR="002A4158" w:rsidRPr="00DA4E77">
        <w:t>Nous confér</w:t>
      </w:r>
      <w:r w:rsidR="002A4158" w:rsidRPr="00DA4E77">
        <w:t>e</w:t>
      </w:r>
      <w:r w:rsidR="002A4158" w:rsidRPr="00DA4E77">
        <w:t xml:space="preserve">rons avec </w:t>
      </w:r>
      <w:proofErr w:type="spellStart"/>
      <w:r w:rsidR="002A4158" w:rsidRPr="00DA4E77">
        <w:t>Thébao</w:t>
      </w:r>
      <w:proofErr w:type="spellEnd"/>
      <w:r>
        <w:t xml:space="preserve">. </w:t>
      </w:r>
      <w:r w:rsidR="002A4158" w:rsidRPr="00DA4E77">
        <w:t>À la dixième heure nous redescendrons pour l</w:t>
      </w:r>
      <w:r>
        <w:t>’</w:t>
      </w:r>
      <w:r w:rsidR="002A4158" w:rsidRPr="00DA4E77">
        <w:t>Assemblée des Apôtres</w:t>
      </w:r>
      <w:r>
        <w:t xml:space="preserve">. </w:t>
      </w:r>
      <w:r w:rsidR="002A4158" w:rsidRPr="00DA4E77">
        <w:t>Au revoir</w:t>
      </w:r>
      <w:r>
        <w:t xml:space="preserve">, </w:t>
      </w:r>
      <w:proofErr w:type="spellStart"/>
      <w:r w:rsidR="002A4158" w:rsidRPr="00DA4E77">
        <w:t>Knephao</w:t>
      </w:r>
      <w:proofErr w:type="spellEnd"/>
      <w:r>
        <w:t>.</w:t>
      </w:r>
    </w:p>
    <w:p w14:paraId="1D2E3993" w14:textId="77777777" w:rsidR="00276CCE" w:rsidRDefault="002A4158" w:rsidP="002A4158">
      <w:r w:rsidRPr="00DA4E77">
        <w:t>Et ce disant</w:t>
      </w:r>
      <w:r w:rsidR="00276CCE">
        <w:t xml:space="preserve">, </w:t>
      </w:r>
      <w:proofErr w:type="spellStart"/>
      <w:r w:rsidRPr="00DA4E77">
        <w:t>Hellas</w:t>
      </w:r>
      <w:proofErr w:type="spellEnd"/>
      <w:r w:rsidR="00276CCE">
        <w:t xml:space="preserve">, </w:t>
      </w:r>
      <w:r w:rsidRPr="00DA4E77">
        <w:t>ayant salué cordialement le géant</w:t>
      </w:r>
      <w:r w:rsidR="00276CCE">
        <w:t xml:space="preserve">, </w:t>
      </w:r>
      <w:r w:rsidRPr="00DA4E77">
        <w:t xml:space="preserve">sort avec </w:t>
      </w:r>
      <w:proofErr w:type="spellStart"/>
      <w:r w:rsidRPr="00DA4E77">
        <w:t>Hermos</w:t>
      </w:r>
      <w:proofErr w:type="spellEnd"/>
      <w:r w:rsidRPr="00DA4E77">
        <w:t xml:space="preserve"> sur la place des Eaux</w:t>
      </w:r>
      <w:r w:rsidR="00276CCE">
        <w:t xml:space="preserve">, </w:t>
      </w:r>
      <w:r w:rsidRPr="00DA4E77">
        <w:t>d</w:t>
      </w:r>
      <w:r w:rsidR="00276CCE">
        <w:t>’</w:t>
      </w:r>
      <w:r w:rsidRPr="00DA4E77">
        <w:t>où un char traîné par qu</w:t>
      </w:r>
      <w:r w:rsidRPr="00DA4E77">
        <w:t>a</w:t>
      </w:r>
      <w:r w:rsidRPr="00DA4E77">
        <w:t>tre zèbres part au trot rapide à travers les rues</w:t>
      </w:r>
      <w:r w:rsidR="00276CCE">
        <w:t xml:space="preserve">, </w:t>
      </w:r>
      <w:r w:rsidRPr="00DA4E77">
        <w:t>suivi par une e</w:t>
      </w:r>
      <w:r w:rsidRPr="00DA4E77">
        <w:t>s</w:t>
      </w:r>
      <w:r w:rsidRPr="00DA4E77">
        <w:t>corte d</w:t>
      </w:r>
      <w:r w:rsidR="00276CCE">
        <w:t>’</w:t>
      </w:r>
      <w:r w:rsidRPr="00DA4E77">
        <w:t>Égyptiens</w:t>
      </w:r>
      <w:r w:rsidR="00276CCE">
        <w:t>.</w:t>
      </w:r>
    </w:p>
    <w:p w14:paraId="3179BD60" w14:textId="77777777" w:rsidR="00276CCE" w:rsidRDefault="002A4158" w:rsidP="002A4158">
      <w:r w:rsidRPr="00DA4E77">
        <w:t>Les rues</w:t>
      </w:r>
      <w:r w:rsidR="00276CCE">
        <w:t xml:space="preserve">, </w:t>
      </w:r>
      <w:r w:rsidRPr="00DA4E77">
        <w:t>toutes jonchées encore de fleurs mortes</w:t>
      </w:r>
      <w:r w:rsidR="00276CCE">
        <w:t xml:space="preserve">, </w:t>
      </w:r>
      <w:r w:rsidRPr="00DA4E77">
        <w:t>parai</w:t>
      </w:r>
      <w:r w:rsidRPr="00DA4E77">
        <w:t>s</w:t>
      </w:r>
      <w:r w:rsidRPr="00DA4E77">
        <w:t>sent vides</w:t>
      </w:r>
      <w:r w:rsidR="00276CCE">
        <w:t xml:space="preserve"> ; </w:t>
      </w:r>
      <w:r w:rsidRPr="00DA4E77">
        <w:t>et des guirlandes pendent aux palmiers qui bordent les larges avenues</w:t>
      </w:r>
      <w:r w:rsidR="00276CCE">
        <w:t xml:space="preserve">. </w:t>
      </w:r>
      <w:r w:rsidRPr="00DA4E77">
        <w:t>Les volets entrouverts laissent entrer dans les maisons l</w:t>
      </w:r>
      <w:r w:rsidR="00276CCE">
        <w:t>’</w:t>
      </w:r>
      <w:r w:rsidRPr="00DA4E77">
        <w:t>air frais du matin</w:t>
      </w:r>
      <w:r w:rsidR="00276CCE">
        <w:t xml:space="preserve">. </w:t>
      </w:r>
      <w:r w:rsidRPr="00DA4E77">
        <w:t xml:space="preserve">Le soleil clair luit sur les </w:t>
      </w:r>
      <w:r w:rsidRPr="00DA4E77">
        <w:lastRenderedPageBreak/>
        <w:t>coup</w:t>
      </w:r>
      <w:r w:rsidRPr="00DA4E77">
        <w:t>o</w:t>
      </w:r>
      <w:r w:rsidRPr="00DA4E77">
        <w:t>les des palais</w:t>
      </w:r>
      <w:r w:rsidR="00276CCE">
        <w:t xml:space="preserve">, </w:t>
      </w:r>
      <w:r w:rsidRPr="00DA4E77">
        <w:t>et</w:t>
      </w:r>
      <w:r w:rsidR="00276CCE">
        <w:t xml:space="preserve">, </w:t>
      </w:r>
      <w:r w:rsidRPr="00DA4E77">
        <w:t>dans toutes les rues</w:t>
      </w:r>
      <w:r w:rsidR="00276CCE">
        <w:t xml:space="preserve">, </w:t>
      </w:r>
      <w:r w:rsidRPr="00DA4E77">
        <w:t>chante l</w:t>
      </w:r>
      <w:r w:rsidR="00276CCE">
        <w:t>’</w:t>
      </w:r>
      <w:r w:rsidRPr="00DA4E77">
        <w:t>eau bruissante des cascatelles</w:t>
      </w:r>
      <w:r w:rsidR="00276CCE">
        <w:t xml:space="preserve">. </w:t>
      </w:r>
      <w:r w:rsidRPr="00DA4E77">
        <w:t>Mais l</w:t>
      </w:r>
      <w:r w:rsidR="00276CCE">
        <w:t>’</w:t>
      </w:r>
      <w:r w:rsidRPr="00DA4E77">
        <w:t>immense ville</w:t>
      </w:r>
      <w:r w:rsidR="00276CCE">
        <w:t xml:space="preserve">, </w:t>
      </w:r>
      <w:r w:rsidRPr="00DA4E77">
        <w:t>en son ensemble</w:t>
      </w:r>
      <w:r w:rsidR="00276CCE">
        <w:t xml:space="preserve">, </w:t>
      </w:r>
      <w:r w:rsidRPr="00DA4E77">
        <w:t>dort lourdement entre la fête de la veille et la fête qui va venir</w:t>
      </w:r>
      <w:r w:rsidR="00276CCE">
        <w:t>.</w:t>
      </w:r>
    </w:p>
    <w:p w14:paraId="368463A9" w14:textId="77777777" w:rsidR="00276CCE" w:rsidRDefault="002A4158" w:rsidP="002A4158">
      <w:r w:rsidRPr="00DA4E77">
        <w:t>Or</w:t>
      </w:r>
      <w:r w:rsidR="00276CCE">
        <w:t xml:space="preserve">, </w:t>
      </w:r>
      <w:r w:rsidRPr="00DA4E77">
        <w:t>le bruit d</w:t>
      </w:r>
      <w:r w:rsidR="00276CCE">
        <w:t>’</w:t>
      </w:r>
      <w:r w:rsidRPr="00DA4E77">
        <w:t>un char suivi de cavaliers aux bruyantes a</w:t>
      </w:r>
      <w:r w:rsidRPr="00DA4E77">
        <w:t>r</w:t>
      </w:r>
      <w:r w:rsidRPr="00DA4E77">
        <w:t>mes attire devant les portes toutes les servantes jaseuses</w:t>
      </w:r>
      <w:r w:rsidR="00276CCE">
        <w:t xml:space="preserve">, </w:t>
      </w:r>
      <w:r w:rsidRPr="00DA4E77">
        <w:t>et aux fenêtres quelques citadins réveillés</w:t>
      </w:r>
      <w:r w:rsidR="00276CCE">
        <w:t>.</w:t>
      </w:r>
    </w:p>
    <w:p w14:paraId="08607DDB" w14:textId="77777777" w:rsidR="00276CCE" w:rsidRDefault="00276CCE" w:rsidP="002A4158">
      <w:r>
        <w:t>— </w:t>
      </w:r>
      <w:r w:rsidR="002A4158" w:rsidRPr="00DA4E77">
        <w:t>Quel cortège</w:t>
      </w:r>
      <w:r>
        <w:t xml:space="preserve">, </w:t>
      </w:r>
      <w:r w:rsidR="002A4158" w:rsidRPr="00DA4E77">
        <w:t>à cette heure</w:t>
      </w:r>
      <w:r>
        <w:t xml:space="preserve">, </w:t>
      </w:r>
      <w:r w:rsidR="002A4158" w:rsidRPr="00DA4E77">
        <w:t>vient troubler le sommeil de la ville</w:t>
      </w:r>
      <w:r>
        <w:t> ?</w:t>
      </w:r>
    </w:p>
    <w:p w14:paraId="4ED0E768" w14:textId="77777777" w:rsidR="00276CCE" w:rsidRDefault="00276CCE" w:rsidP="002A4158">
      <w:r>
        <w:t>— </w:t>
      </w:r>
      <w:r w:rsidR="002A4158" w:rsidRPr="00DA4E77">
        <w:t>Par le Sphinx</w:t>
      </w:r>
      <w:r>
        <w:t xml:space="preserve"> ! </w:t>
      </w:r>
      <w:proofErr w:type="spellStart"/>
      <w:r w:rsidR="002A4158" w:rsidRPr="00DA4E77">
        <w:t>Hellas</w:t>
      </w:r>
      <w:proofErr w:type="spellEnd"/>
      <w:r w:rsidR="002A4158" w:rsidRPr="00DA4E77">
        <w:t xml:space="preserve"> lui-même</w:t>
      </w:r>
      <w:r>
        <w:t> !</w:t>
      </w:r>
    </w:p>
    <w:p w14:paraId="24943FA4" w14:textId="77777777" w:rsidR="00276CCE" w:rsidRDefault="00276CCE" w:rsidP="002A4158">
      <w:r>
        <w:t>— </w:t>
      </w:r>
      <w:r w:rsidR="002A4158" w:rsidRPr="00DA4E77">
        <w:t xml:space="preserve">Lui-même et </w:t>
      </w:r>
      <w:proofErr w:type="spellStart"/>
      <w:r w:rsidR="002A4158" w:rsidRPr="00DA4E77">
        <w:t>Hermos</w:t>
      </w:r>
      <w:proofErr w:type="spellEnd"/>
      <w:r w:rsidR="002A4158" w:rsidRPr="00DA4E77">
        <w:t xml:space="preserve"> avec lui</w:t>
      </w:r>
      <w:r>
        <w:t> !</w:t>
      </w:r>
    </w:p>
    <w:p w14:paraId="2D53DE04" w14:textId="77777777" w:rsidR="00276CCE" w:rsidRDefault="00276CCE" w:rsidP="002A4158">
      <w:r>
        <w:t>— </w:t>
      </w:r>
      <w:r w:rsidR="002A4158" w:rsidRPr="00DA4E77">
        <w:t>Qui donc disait qu</w:t>
      </w:r>
      <w:r>
        <w:t>’</w:t>
      </w:r>
      <w:r w:rsidR="002A4158" w:rsidRPr="00DA4E77">
        <w:t>ils se cachaient dans le palais des Eaux</w:t>
      </w:r>
      <w:r>
        <w:t> ?</w:t>
      </w:r>
    </w:p>
    <w:p w14:paraId="1050B4FE" w14:textId="77777777" w:rsidR="00276CCE" w:rsidRDefault="00276CCE" w:rsidP="002A4158">
      <w:r>
        <w:t>— </w:t>
      </w:r>
      <w:r w:rsidR="002A4158" w:rsidRPr="00DA4E77">
        <w:t xml:space="preserve">Vive </w:t>
      </w:r>
      <w:proofErr w:type="spellStart"/>
      <w:r w:rsidR="002A4158" w:rsidRPr="00DA4E77">
        <w:t>Hellas</w:t>
      </w:r>
      <w:proofErr w:type="spellEnd"/>
      <w:r>
        <w:t> !</w:t>
      </w:r>
    </w:p>
    <w:p w14:paraId="36C4F74D" w14:textId="77777777" w:rsidR="00276CCE" w:rsidRDefault="00276CCE" w:rsidP="002A4158">
      <w:r>
        <w:t>— </w:t>
      </w:r>
      <w:r w:rsidR="002A4158" w:rsidRPr="00DA4E77">
        <w:t xml:space="preserve">Vive </w:t>
      </w:r>
      <w:proofErr w:type="spellStart"/>
      <w:r w:rsidR="002A4158" w:rsidRPr="00DA4E77">
        <w:t>Hermos</w:t>
      </w:r>
      <w:proofErr w:type="spellEnd"/>
      <w:r>
        <w:t> !</w:t>
      </w:r>
    </w:p>
    <w:p w14:paraId="444B0ACB" w14:textId="77777777" w:rsidR="00276CCE" w:rsidRDefault="002A4158" w:rsidP="002A4158">
      <w:r w:rsidRPr="00DA4E77">
        <w:t>Le cortège monte à toute vitesse</w:t>
      </w:r>
      <w:r w:rsidR="00276CCE">
        <w:t xml:space="preserve"> ; </w:t>
      </w:r>
      <w:r w:rsidRPr="00DA4E77">
        <w:t>les deux héros assis</w:t>
      </w:r>
      <w:r w:rsidR="00276CCE">
        <w:t xml:space="preserve">, </w:t>
      </w:r>
      <w:r w:rsidRPr="00DA4E77">
        <w:t>bien en vue</w:t>
      </w:r>
      <w:r w:rsidR="00276CCE">
        <w:t xml:space="preserve">, </w:t>
      </w:r>
      <w:r w:rsidRPr="00DA4E77">
        <w:t>saluent en passant tous les citadins matineux</w:t>
      </w:r>
      <w:r w:rsidR="00276CCE">
        <w:t xml:space="preserve">. </w:t>
      </w:r>
      <w:r w:rsidRPr="00DA4E77">
        <w:t>Et de maison en maison</w:t>
      </w:r>
      <w:r w:rsidR="00276CCE">
        <w:t xml:space="preserve">, </w:t>
      </w:r>
      <w:r w:rsidRPr="00DA4E77">
        <w:t>les commentaires voltigent</w:t>
      </w:r>
      <w:r w:rsidR="00276CCE">
        <w:t> :</w:t>
      </w:r>
    </w:p>
    <w:p w14:paraId="5E893824" w14:textId="77777777" w:rsidR="00276CCE" w:rsidRDefault="00276CCE" w:rsidP="002A4158">
      <w:r>
        <w:t>— </w:t>
      </w:r>
      <w:r w:rsidR="002A4158" w:rsidRPr="00DA4E77">
        <w:t>Déjà levé à l</w:t>
      </w:r>
      <w:r>
        <w:t>’</w:t>
      </w:r>
      <w:r w:rsidR="002A4158" w:rsidRPr="00DA4E77">
        <w:t>aurore</w:t>
      </w:r>
      <w:r>
        <w:t xml:space="preserve"> ! </w:t>
      </w:r>
      <w:r w:rsidR="002A4158" w:rsidRPr="00DA4E77">
        <w:t xml:space="preserve">Mais cet </w:t>
      </w:r>
      <w:proofErr w:type="spellStart"/>
      <w:r w:rsidR="002A4158" w:rsidRPr="00DA4E77">
        <w:t>Hellas</w:t>
      </w:r>
      <w:proofErr w:type="spellEnd"/>
      <w:r w:rsidR="002A4158" w:rsidRPr="00DA4E77">
        <w:t xml:space="preserve"> reste infatigable</w:t>
      </w:r>
      <w:r>
        <w:t> !</w:t>
      </w:r>
    </w:p>
    <w:p w14:paraId="784A0DD2" w14:textId="77777777" w:rsidR="00276CCE" w:rsidRDefault="00276CCE" w:rsidP="002A4158">
      <w:r>
        <w:t>— </w:t>
      </w:r>
      <w:r w:rsidR="002A4158" w:rsidRPr="00DA4E77">
        <w:t>Il a dû pourtant avoir du mal pour rentrer en Atlantis</w:t>
      </w:r>
      <w:r>
        <w:t>.</w:t>
      </w:r>
    </w:p>
    <w:p w14:paraId="6510DDBA" w14:textId="77777777" w:rsidR="00276CCE" w:rsidRDefault="00276CCE" w:rsidP="002A4158">
      <w:r>
        <w:t>— </w:t>
      </w:r>
      <w:r w:rsidR="002A4158" w:rsidRPr="00DA4E77">
        <w:t>Et sa flotte qui n</w:t>
      </w:r>
      <w:r>
        <w:t>’</w:t>
      </w:r>
      <w:r w:rsidR="002A4158" w:rsidRPr="00DA4E77">
        <w:t>est pas encore retournée</w:t>
      </w:r>
      <w:r>
        <w:t> !</w:t>
      </w:r>
    </w:p>
    <w:p w14:paraId="38FA3752" w14:textId="77777777" w:rsidR="00276CCE" w:rsidRDefault="00276CCE" w:rsidP="002A4158">
      <w:r>
        <w:t>— </w:t>
      </w:r>
      <w:r w:rsidR="002A4158" w:rsidRPr="00DA4E77">
        <w:t>Il y aura du bruit</w:t>
      </w:r>
      <w:r>
        <w:t xml:space="preserve">, </w:t>
      </w:r>
      <w:r w:rsidR="002A4158" w:rsidRPr="00DA4E77">
        <w:t>à l</w:t>
      </w:r>
      <w:r>
        <w:t>’</w:t>
      </w:r>
      <w:r w:rsidR="002A4158" w:rsidRPr="00DA4E77">
        <w:t>Assemblée des Notables</w:t>
      </w:r>
      <w:r>
        <w:t xml:space="preserve">. </w:t>
      </w:r>
      <w:r w:rsidR="002A4158" w:rsidRPr="00DA4E77">
        <w:t>On va d</w:t>
      </w:r>
      <w:r w:rsidR="002A4158" w:rsidRPr="00DA4E77">
        <w:t>e</w:t>
      </w:r>
      <w:r w:rsidR="002A4158" w:rsidRPr="00DA4E77">
        <w:t xml:space="preserve">mander à </w:t>
      </w:r>
      <w:proofErr w:type="spellStart"/>
      <w:r w:rsidR="002A4158" w:rsidRPr="00DA4E77">
        <w:t>Hellas</w:t>
      </w:r>
      <w:proofErr w:type="spellEnd"/>
      <w:r w:rsidR="002A4158" w:rsidRPr="00DA4E77">
        <w:t xml:space="preserve"> ce qu</w:t>
      </w:r>
      <w:r>
        <w:t>’</w:t>
      </w:r>
      <w:r w:rsidR="002A4158" w:rsidRPr="00DA4E77">
        <w:t>il a fait de ses matelots</w:t>
      </w:r>
      <w:r>
        <w:t>.</w:t>
      </w:r>
    </w:p>
    <w:p w14:paraId="2CD6CBB1" w14:textId="77777777" w:rsidR="00276CCE" w:rsidRDefault="00276CCE" w:rsidP="002A4158">
      <w:r>
        <w:t>— </w:t>
      </w:r>
      <w:r w:rsidR="002A4158" w:rsidRPr="00DA4E77">
        <w:t xml:space="preserve">On raconte que si </w:t>
      </w:r>
      <w:proofErr w:type="spellStart"/>
      <w:r w:rsidR="002A4158" w:rsidRPr="00DA4E77">
        <w:t>Hellas</w:t>
      </w:r>
      <w:proofErr w:type="spellEnd"/>
      <w:r w:rsidR="002A4158" w:rsidRPr="00DA4E77">
        <w:t xml:space="preserve"> n</w:t>
      </w:r>
      <w:r>
        <w:t>’</w:t>
      </w:r>
      <w:r w:rsidR="002A4158" w:rsidRPr="00DA4E77">
        <w:t>arrivait pas</w:t>
      </w:r>
      <w:r>
        <w:t xml:space="preserve">, </w:t>
      </w:r>
      <w:r w:rsidR="002A4158" w:rsidRPr="00DA4E77">
        <w:t>la flotte aztèque voulait s</w:t>
      </w:r>
      <w:r>
        <w:t>’</w:t>
      </w:r>
      <w:r w:rsidR="002A4158" w:rsidRPr="00DA4E77">
        <w:t xml:space="preserve">emparer de la ville pour couronner </w:t>
      </w:r>
      <w:proofErr w:type="spellStart"/>
      <w:r w:rsidR="002A4158" w:rsidRPr="00DA4E77">
        <w:t>Melléna</w:t>
      </w:r>
      <w:proofErr w:type="spellEnd"/>
      <w:r>
        <w:t>.</w:t>
      </w:r>
    </w:p>
    <w:p w14:paraId="099B2E00" w14:textId="77777777" w:rsidR="00276CCE" w:rsidRDefault="00276CCE" w:rsidP="002A4158">
      <w:r>
        <w:lastRenderedPageBreak/>
        <w:t>— </w:t>
      </w:r>
      <w:r w:rsidR="002A4158" w:rsidRPr="00DA4E77">
        <w:t>Veuille le Sphinx nous protéger et faire que les Notables nous donnent beaucoup d</w:t>
      </w:r>
      <w:r>
        <w:t>’</w:t>
      </w:r>
      <w:r w:rsidR="002A4158" w:rsidRPr="00DA4E77">
        <w:t>or</w:t>
      </w:r>
      <w:r>
        <w:t> !</w:t>
      </w:r>
    </w:p>
    <w:p w14:paraId="41546563" w14:textId="77777777" w:rsidR="00276CCE" w:rsidRDefault="00276CCE" w:rsidP="002A4158">
      <w:r>
        <w:t>— </w:t>
      </w:r>
      <w:r w:rsidR="002A4158" w:rsidRPr="00DA4E77">
        <w:t>C</w:t>
      </w:r>
      <w:r>
        <w:t>’</w:t>
      </w:r>
      <w:r w:rsidR="002A4158" w:rsidRPr="00DA4E77">
        <w:t>est aujourd</w:t>
      </w:r>
      <w:r>
        <w:t>’</w:t>
      </w:r>
      <w:r w:rsidR="002A4158" w:rsidRPr="00DA4E77">
        <w:t>hui la distribution au peuple</w:t>
      </w:r>
      <w:r>
        <w:t>.</w:t>
      </w:r>
    </w:p>
    <w:p w14:paraId="036AA322" w14:textId="77777777" w:rsidR="00276CCE" w:rsidRDefault="002A4158" w:rsidP="002A4158">
      <w:r w:rsidRPr="00DA4E77">
        <w:t>Le char</w:t>
      </w:r>
      <w:r w:rsidR="00276CCE">
        <w:t xml:space="preserve">, </w:t>
      </w:r>
      <w:r w:rsidRPr="00DA4E77">
        <w:t>cependant</w:t>
      </w:r>
      <w:r w:rsidR="00276CCE">
        <w:t xml:space="preserve">, </w:t>
      </w:r>
      <w:r w:rsidRPr="00DA4E77">
        <w:t>dans un fracas de harnais et de sabots</w:t>
      </w:r>
      <w:r w:rsidR="00276CCE">
        <w:t xml:space="preserve">, </w:t>
      </w:r>
      <w:r w:rsidRPr="00DA4E77">
        <w:t>passe devant le palais de l</w:t>
      </w:r>
      <w:r w:rsidR="00276CCE">
        <w:t>’</w:t>
      </w:r>
      <w:r w:rsidRPr="00DA4E77">
        <w:t xml:space="preserve">Or où règne </w:t>
      </w:r>
      <w:proofErr w:type="spellStart"/>
      <w:r w:rsidRPr="00DA4E77">
        <w:t>Guitché</w:t>
      </w:r>
      <w:proofErr w:type="spellEnd"/>
      <w:r w:rsidRPr="00DA4E77">
        <w:t xml:space="preserve"> et où</w:t>
      </w:r>
      <w:r w:rsidR="00276CCE">
        <w:t xml:space="preserve">, </w:t>
      </w:r>
      <w:r w:rsidRPr="00DA4E77">
        <w:t>cette nuit</w:t>
      </w:r>
      <w:r w:rsidR="00276CCE">
        <w:t xml:space="preserve">, </w:t>
      </w:r>
      <w:r w:rsidRPr="00DA4E77">
        <w:t xml:space="preserve">ont veillé les amis de </w:t>
      </w:r>
      <w:proofErr w:type="spellStart"/>
      <w:r w:rsidRPr="00DA4E77">
        <w:t>Melléna</w:t>
      </w:r>
      <w:proofErr w:type="spellEnd"/>
      <w:r w:rsidR="00276CCE">
        <w:t xml:space="preserve">. </w:t>
      </w:r>
      <w:proofErr w:type="spellStart"/>
      <w:r w:rsidRPr="00DA4E77">
        <w:t>Belkis</w:t>
      </w:r>
      <w:proofErr w:type="spellEnd"/>
      <w:r w:rsidR="00276CCE">
        <w:t xml:space="preserve">, </w:t>
      </w:r>
      <w:r w:rsidRPr="00DA4E77">
        <w:t>le premier</w:t>
      </w:r>
      <w:r w:rsidR="00276CCE">
        <w:t xml:space="preserve">, </w:t>
      </w:r>
      <w:r w:rsidRPr="00DA4E77">
        <w:t>crie de la fen</w:t>
      </w:r>
      <w:r w:rsidRPr="00DA4E77">
        <w:t>ê</w:t>
      </w:r>
      <w:r w:rsidRPr="00DA4E77">
        <w:t>tre</w:t>
      </w:r>
      <w:r w:rsidR="00276CCE">
        <w:t> :</w:t>
      </w:r>
    </w:p>
    <w:p w14:paraId="1D76F26D" w14:textId="77777777" w:rsidR="00276CCE" w:rsidRDefault="00276CCE" w:rsidP="002A4158">
      <w:r>
        <w:t>— </w:t>
      </w:r>
      <w:r w:rsidR="002A4158" w:rsidRPr="00DA4E77">
        <w:t>C</w:t>
      </w:r>
      <w:r>
        <w:t>’</w:t>
      </w:r>
      <w:r w:rsidR="002A4158" w:rsidRPr="00DA4E77">
        <w:t xml:space="preserve">est </w:t>
      </w:r>
      <w:proofErr w:type="spellStart"/>
      <w:r w:rsidR="002A4158" w:rsidRPr="00DA4E77">
        <w:t>Hellas</w:t>
      </w:r>
      <w:proofErr w:type="spellEnd"/>
      <w:r>
        <w:t xml:space="preserve"> ! </w:t>
      </w:r>
      <w:r w:rsidR="002A4158" w:rsidRPr="00DA4E77">
        <w:t>Venez voir</w:t>
      </w:r>
      <w:r>
        <w:t xml:space="preserve">. </w:t>
      </w:r>
      <w:r w:rsidR="002A4158" w:rsidRPr="00DA4E77">
        <w:t>Où va-t-il</w:t>
      </w:r>
      <w:r>
        <w:t> ?</w:t>
      </w:r>
    </w:p>
    <w:p w14:paraId="49E53930" w14:textId="77777777" w:rsidR="00276CCE" w:rsidRDefault="00276CCE" w:rsidP="002A4158">
      <w:r>
        <w:t>— </w:t>
      </w:r>
      <w:r w:rsidR="002A4158" w:rsidRPr="00DA4E77">
        <w:t>Au Palais de l</w:t>
      </w:r>
      <w:r>
        <w:t>’</w:t>
      </w:r>
      <w:r w:rsidR="002A4158" w:rsidRPr="00DA4E77">
        <w:t>Empire</w:t>
      </w:r>
      <w:r>
        <w:t xml:space="preserve">, </w:t>
      </w:r>
      <w:r w:rsidR="002A4158" w:rsidRPr="00DA4E77">
        <w:t>sans doute</w:t>
      </w:r>
      <w:r>
        <w:t>.</w:t>
      </w:r>
    </w:p>
    <w:p w14:paraId="32F62B1F" w14:textId="77777777" w:rsidR="00276CCE" w:rsidRDefault="00276CCE" w:rsidP="002A4158">
      <w:r>
        <w:t>— </w:t>
      </w:r>
      <w:r w:rsidR="002A4158" w:rsidRPr="00DA4E77">
        <w:t>Que quelqu</w:t>
      </w:r>
      <w:r>
        <w:t>’</w:t>
      </w:r>
      <w:r w:rsidR="002A4158" w:rsidRPr="00DA4E77">
        <w:t>un le suive</w:t>
      </w:r>
      <w:r>
        <w:t>.</w:t>
      </w:r>
    </w:p>
    <w:p w14:paraId="5BD744F3" w14:textId="77777777" w:rsidR="00276CCE" w:rsidRDefault="00276CCE" w:rsidP="002A4158">
      <w:r>
        <w:t>— </w:t>
      </w:r>
      <w:r w:rsidR="002A4158" w:rsidRPr="00DA4E77">
        <w:t>À quoi bon</w:t>
      </w:r>
      <w:r>
        <w:t xml:space="preserve"> ? </w:t>
      </w:r>
      <w:r w:rsidR="002A4158" w:rsidRPr="00DA4E77">
        <w:t>Il se croit hors de tout danger</w:t>
      </w:r>
      <w:r>
        <w:t xml:space="preserve">. </w:t>
      </w:r>
      <w:r w:rsidR="002A4158" w:rsidRPr="00DA4E77">
        <w:t>Il semble convaincu que nous acceptons son pouvoir sans protester</w:t>
      </w:r>
      <w:r>
        <w:t xml:space="preserve">. </w:t>
      </w:r>
      <w:r w:rsidR="002A4158" w:rsidRPr="00DA4E77">
        <w:t>Je crois même qu</w:t>
      </w:r>
      <w:r>
        <w:t>’</w:t>
      </w:r>
      <w:r w:rsidR="002A4158" w:rsidRPr="00DA4E77">
        <w:t>il nous salue</w:t>
      </w:r>
      <w:r>
        <w:t> !</w:t>
      </w:r>
    </w:p>
    <w:p w14:paraId="11B4A3A9" w14:textId="77777777" w:rsidR="00276CCE" w:rsidRDefault="002A4158" w:rsidP="002A4158">
      <w:proofErr w:type="spellStart"/>
      <w:r w:rsidRPr="00DA4E77">
        <w:t>Hellas</w:t>
      </w:r>
      <w:proofErr w:type="spellEnd"/>
      <w:r w:rsidR="00276CCE">
        <w:t xml:space="preserve">, </w:t>
      </w:r>
      <w:r w:rsidRPr="00DA4E77">
        <w:t>en effet</w:t>
      </w:r>
      <w:r w:rsidR="00276CCE">
        <w:t xml:space="preserve">, </w:t>
      </w:r>
      <w:r w:rsidRPr="00DA4E77">
        <w:t>en passant devant le palais de l</w:t>
      </w:r>
      <w:r w:rsidR="00276CCE">
        <w:t>’</w:t>
      </w:r>
      <w:r w:rsidRPr="00DA4E77">
        <w:t>Or</w:t>
      </w:r>
      <w:r w:rsidR="00276CCE">
        <w:t xml:space="preserve">, </w:t>
      </w:r>
      <w:r w:rsidRPr="00DA4E77">
        <w:t xml:space="preserve">fait courtoisement un signe de la main aux hôtes de </w:t>
      </w:r>
      <w:proofErr w:type="spellStart"/>
      <w:r w:rsidRPr="00DA4E77">
        <w:t>Guitché</w:t>
      </w:r>
      <w:proofErr w:type="spellEnd"/>
      <w:r w:rsidR="00276CCE">
        <w:t>.</w:t>
      </w:r>
    </w:p>
    <w:p w14:paraId="7C836BE3" w14:textId="77777777" w:rsidR="00276CCE" w:rsidRDefault="00276CCE" w:rsidP="002A4158">
      <w:r>
        <w:t>— </w:t>
      </w:r>
      <w:r w:rsidR="002A4158" w:rsidRPr="00DA4E77">
        <w:t>Ces pauvres gens</w:t>
      </w:r>
      <w:r>
        <w:t xml:space="preserve">, </w:t>
      </w:r>
      <w:r w:rsidR="002A4158" w:rsidRPr="00DA4E77">
        <w:t xml:space="preserve">dit-il à </w:t>
      </w:r>
      <w:proofErr w:type="spellStart"/>
      <w:r w:rsidR="002A4158" w:rsidRPr="00DA4E77">
        <w:t>Hermos</w:t>
      </w:r>
      <w:proofErr w:type="spellEnd"/>
      <w:r>
        <w:t xml:space="preserve">, </w:t>
      </w:r>
      <w:r w:rsidR="002A4158" w:rsidRPr="00DA4E77">
        <w:t>s</w:t>
      </w:r>
      <w:r>
        <w:t>’</w:t>
      </w:r>
      <w:r w:rsidR="002A4158" w:rsidRPr="00DA4E77">
        <w:t>imaginent sans do</w:t>
      </w:r>
      <w:r w:rsidR="002A4158" w:rsidRPr="00DA4E77">
        <w:t>u</w:t>
      </w:r>
      <w:r w:rsidR="002A4158" w:rsidRPr="00DA4E77">
        <w:t>te que nous allons</w:t>
      </w:r>
      <w:r>
        <w:t xml:space="preserve">, </w:t>
      </w:r>
      <w:r w:rsidR="002A4158" w:rsidRPr="00DA4E77">
        <w:t>tête basse</w:t>
      </w:r>
      <w:r>
        <w:t xml:space="preserve">, </w:t>
      </w:r>
      <w:r w:rsidR="002A4158" w:rsidRPr="00DA4E77">
        <w:t>donner dans tous leurs complots</w:t>
      </w:r>
      <w:r>
        <w:t xml:space="preserve">. </w:t>
      </w:r>
      <w:r w:rsidR="002A4158" w:rsidRPr="00DA4E77">
        <w:t>Quelle misère pour des êtres comme nous que d</w:t>
      </w:r>
      <w:r>
        <w:t>’</w:t>
      </w:r>
      <w:r w:rsidR="002A4158" w:rsidRPr="00DA4E77">
        <w:t>opposer la ruse à la ruse</w:t>
      </w:r>
      <w:r>
        <w:t> !</w:t>
      </w:r>
    </w:p>
    <w:p w14:paraId="14D59F4D" w14:textId="77777777" w:rsidR="00276CCE" w:rsidRDefault="00276CCE" w:rsidP="002A4158">
      <w:r>
        <w:t>— </w:t>
      </w:r>
      <w:r w:rsidR="002A4158" w:rsidRPr="00DA4E77">
        <w:t>Crois-tu donc</w:t>
      </w:r>
      <w:r>
        <w:t xml:space="preserve">, </w:t>
      </w:r>
      <w:proofErr w:type="spellStart"/>
      <w:r w:rsidR="002A4158" w:rsidRPr="00DA4E77">
        <w:t>Hellas</w:t>
      </w:r>
      <w:proofErr w:type="spellEnd"/>
      <w:r>
        <w:t xml:space="preserve">, </w:t>
      </w:r>
      <w:r w:rsidR="002A4158" w:rsidRPr="00DA4E77">
        <w:t>que je n</w:t>
      </w:r>
      <w:r>
        <w:t>’</w:t>
      </w:r>
      <w:r w:rsidR="002A4158" w:rsidRPr="00DA4E77">
        <w:t>aie pas souffert</w:t>
      </w:r>
      <w:r>
        <w:t xml:space="preserve">, </w:t>
      </w:r>
      <w:r w:rsidR="002A4158" w:rsidRPr="00DA4E77">
        <w:t>avant-hier</w:t>
      </w:r>
      <w:r>
        <w:t xml:space="preserve">, </w:t>
      </w:r>
      <w:r w:rsidR="002A4158" w:rsidRPr="00DA4E77">
        <w:t>d</w:t>
      </w:r>
      <w:r>
        <w:t>’</w:t>
      </w:r>
      <w:r w:rsidR="002A4158" w:rsidRPr="00DA4E77">
        <w:t>entrer dans la terrasse du Sphinx par un escalier dér</w:t>
      </w:r>
      <w:r w:rsidR="002A4158" w:rsidRPr="00DA4E77">
        <w:t>o</w:t>
      </w:r>
      <w:r w:rsidR="002A4158" w:rsidRPr="00DA4E77">
        <w:t>bé</w:t>
      </w:r>
      <w:r>
        <w:t> ?</w:t>
      </w:r>
    </w:p>
    <w:p w14:paraId="405BDED6" w14:textId="77777777" w:rsidR="00276CCE" w:rsidRDefault="00276CCE" w:rsidP="002A4158">
      <w:r>
        <w:t>— </w:t>
      </w:r>
      <w:r w:rsidR="002A4158" w:rsidRPr="00DA4E77">
        <w:t>Et je t</w:t>
      </w:r>
      <w:r>
        <w:t>’</w:t>
      </w:r>
      <w:r w:rsidR="002A4158" w:rsidRPr="00DA4E77">
        <w:t>en remercie</w:t>
      </w:r>
      <w:r>
        <w:t xml:space="preserve">, </w:t>
      </w:r>
      <w:proofErr w:type="spellStart"/>
      <w:r w:rsidR="002A4158" w:rsidRPr="00DA4E77">
        <w:t>Hermos</w:t>
      </w:r>
      <w:proofErr w:type="spellEnd"/>
      <w:r>
        <w:t xml:space="preserve">. </w:t>
      </w:r>
      <w:r w:rsidR="002A4158" w:rsidRPr="00DA4E77">
        <w:t>D</w:t>
      </w:r>
      <w:r>
        <w:t>’</w:t>
      </w:r>
      <w:r w:rsidR="002A4158" w:rsidRPr="00DA4E77">
        <w:t>ailleurs</w:t>
      </w:r>
      <w:r>
        <w:t xml:space="preserve">, </w:t>
      </w:r>
      <w:r w:rsidR="002A4158" w:rsidRPr="00DA4E77">
        <w:t>nous allons nous en servir encore</w:t>
      </w:r>
      <w:r>
        <w:t xml:space="preserve">. </w:t>
      </w:r>
      <w:r w:rsidR="002A4158" w:rsidRPr="00DA4E77">
        <w:t>Dépêchons-nous donc</w:t>
      </w:r>
      <w:r>
        <w:t xml:space="preserve">. </w:t>
      </w:r>
      <w:r w:rsidR="002A4158" w:rsidRPr="00DA4E77">
        <w:t>Il sied d</w:t>
      </w:r>
      <w:r>
        <w:t>’</w:t>
      </w:r>
      <w:r w:rsidR="002A4158" w:rsidRPr="00DA4E77">
        <w:t xml:space="preserve">arriver au Temple avant que </w:t>
      </w:r>
      <w:proofErr w:type="spellStart"/>
      <w:r w:rsidR="002A4158" w:rsidRPr="00DA4E77">
        <w:t>Thébao</w:t>
      </w:r>
      <w:proofErr w:type="spellEnd"/>
      <w:r w:rsidR="002A4158" w:rsidRPr="00DA4E77">
        <w:t xml:space="preserve"> vienne y prier seul</w:t>
      </w:r>
      <w:r>
        <w:t>.</w:t>
      </w:r>
    </w:p>
    <w:p w14:paraId="21807CC3" w14:textId="77777777" w:rsidR="00276CCE" w:rsidRDefault="002A4158" w:rsidP="002A4158">
      <w:r w:rsidRPr="00DA4E77">
        <w:t>Le char ayant fait halte</w:t>
      </w:r>
      <w:r w:rsidR="00276CCE">
        <w:t xml:space="preserve">, </w:t>
      </w:r>
      <w:r w:rsidRPr="00DA4E77">
        <w:t>enfin</w:t>
      </w:r>
      <w:r w:rsidR="00276CCE">
        <w:t xml:space="preserve">, </w:t>
      </w:r>
      <w:r w:rsidRPr="00DA4E77">
        <w:t>devant le Palais de l</w:t>
      </w:r>
      <w:r w:rsidR="00276CCE">
        <w:t>’</w:t>
      </w:r>
      <w:r w:rsidRPr="00DA4E77">
        <w:t>Empire</w:t>
      </w:r>
      <w:r w:rsidR="00276CCE">
        <w:t xml:space="preserve">, </w:t>
      </w:r>
      <w:proofErr w:type="spellStart"/>
      <w:r w:rsidRPr="00DA4E77">
        <w:t>Hellas</w:t>
      </w:r>
      <w:proofErr w:type="spellEnd"/>
      <w:r w:rsidRPr="00DA4E77">
        <w:t xml:space="preserve"> et </w:t>
      </w:r>
      <w:proofErr w:type="spellStart"/>
      <w:r w:rsidRPr="00DA4E77">
        <w:t>Hermos</w:t>
      </w:r>
      <w:proofErr w:type="spellEnd"/>
      <w:r w:rsidRPr="00DA4E77">
        <w:t xml:space="preserve"> descendent bruyamment</w:t>
      </w:r>
      <w:r w:rsidR="00276CCE">
        <w:t xml:space="preserve">, </w:t>
      </w:r>
      <w:r w:rsidRPr="00DA4E77">
        <w:t xml:space="preserve">salués par </w:t>
      </w:r>
      <w:r w:rsidRPr="00DA4E77">
        <w:lastRenderedPageBreak/>
        <w:t>les so</w:t>
      </w:r>
      <w:r w:rsidRPr="00DA4E77">
        <w:t>l</w:t>
      </w:r>
      <w:r w:rsidRPr="00DA4E77">
        <w:t>dats</w:t>
      </w:r>
      <w:r w:rsidR="00276CCE">
        <w:t xml:space="preserve">, </w:t>
      </w:r>
      <w:r w:rsidRPr="00DA4E77">
        <w:t>et affectent de ne donner aucun ordre aux sentinelles</w:t>
      </w:r>
      <w:r w:rsidR="00276CCE">
        <w:t xml:space="preserve">. </w:t>
      </w:r>
      <w:r w:rsidRPr="00DA4E77">
        <w:t>C</w:t>
      </w:r>
      <w:r w:rsidRPr="00DA4E77">
        <w:t>e</w:t>
      </w:r>
      <w:r w:rsidRPr="00DA4E77">
        <w:t>pendant</w:t>
      </w:r>
      <w:r w:rsidR="00276CCE">
        <w:t xml:space="preserve">, </w:t>
      </w:r>
      <w:r w:rsidRPr="00DA4E77">
        <w:t>les Égyptiens de l</w:t>
      </w:r>
      <w:r w:rsidR="00276CCE">
        <w:t>’</w:t>
      </w:r>
      <w:r w:rsidRPr="00DA4E77">
        <w:t>escorte</w:t>
      </w:r>
      <w:r w:rsidR="00276CCE">
        <w:t xml:space="preserve">, </w:t>
      </w:r>
      <w:r w:rsidRPr="00DA4E77">
        <w:t>descendus de cheval</w:t>
      </w:r>
      <w:r w:rsidR="00276CCE">
        <w:t xml:space="preserve">, </w:t>
      </w:r>
      <w:r w:rsidRPr="00DA4E77">
        <w:t>les suivent de loin</w:t>
      </w:r>
      <w:r w:rsidR="00276CCE">
        <w:t>.</w:t>
      </w:r>
    </w:p>
    <w:p w14:paraId="61475BE5" w14:textId="77777777" w:rsidR="00276CCE" w:rsidRDefault="002A4158" w:rsidP="002A4158">
      <w:proofErr w:type="spellStart"/>
      <w:r w:rsidRPr="00DA4E77">
        <w:t>Hellas</w:t>
      </w:r>
      <w:proofErr w:type="spellEnd"/>
      <w:r w:rsidRPr="00DA4E77">
        <w:t xml:space="preserve"> et </w:t>
      </w:r>
      <w:proofErr w:type="spellStart"/>
      <w:r w:rsidRPr="00DA4E77">
        <w:t>Hermos</w:t>
      </w:r>
      <w:proofErr w:type="spellEnd"/>
      <w:r w:rsidRPr="00DA4E77">
        <w:t xml:space="preserve"> pénètrent dans le grand vestibule et ils s</w:t>
      </w:r>
      <w:r w:rsidR="00276CCE">
        <w:t>’</w:t>
      </w:r>
      <w:r w:rsidRPr="00DA4E77">
        <w:t>en vont à la hâte vers la crypte secrète</w:t>
      </w:r>
      <w:r w:rsidR="00276CCE">
        <w:t xml:space="preserve">, </w:t>
      </w:r>
      <w:r w:rsidRPr="00DA4E77">
        <w:t xml:space="preserve">tandis que les cavaliers de </w:t>
      </w:r>
      <w:proofErr w:type="spellStart"/>
      <w:r w:rsidRPr="00DA4E77">
        <w:t>Knephao</w:t>
      </w:r>
      <w:proofErr w:type="spellEnd"/>
      <w:r w:rsidR="00276CCE">
        <w:t xml:space="preserve">, </w:t>
      </w:r>
      <w:r w:rsidRPr="00DA4E77">
        <w:t>nonchalamment</w:t>
      </w:r>
      <w:r w:rsidR="00276CCE">
        <w:t xml:space="preserve">, </w:t>
      </w:r>
      <w:r w:rsidRPr="00DA4E77">
        <w:t>se placent devant les portes qui en gardent l</w:t>
      </w:r>
      <w:r w:rsidR="00276CCE">
        <w:t>’</w:t>
      </w:r>
      <w:r w:rsidRPr="00DA4E77">
        <w:t>entrée</w:t>
      </w:r>
      <w:r w:rsidR="00276CCE">
        <w:t>.</w:t>
      </w:r>
    </w:p>
    <w:p w14:paraId="3B6061D3" w14:textId="77777777" w:rsidR="00276CCE" w:rsidRDefault="00276CCE" w:rsidP="00276CCE">
      <w:pPr>
        <w:pStyle w:val="Titre2"/>
        <w:rPr>
          <w:i/>
        </w:rPr>
      </w:pPr>
      <w:bookmarkStart w:id="29" w:name="_Toc194842015"/>
      <w:r w:rsidRPr="00DA4E77">
        <w:lastRenderedPageBreak/>
        <w:t>Scène</w:t>
      </w:r>
      <w:r>
        <w:t> </w:t>
      </w:r>
      <w:r w:rsidRPr="00DA4E77">
        <w:t>III</w:t>
      </w:r>
      <w:r>
        <w:t xml:space="preserve">. – </w:t>
      </w:r>
      <w:r w:rsidR="002A4158" w:rsidRPr="00DA4E77">
        <w:rPr>
          <w:i/>
        </w:rPr>
        <w:t>Sur la Terrasse Sainte</w:t>
      </w:r>
      <w:r>
        <w:rPr>
          <w:i/>
        </w:rPr>
        <w:t>.</w:t>
      </w:r>
      <w:bookmarkEnd w:id="29"/>
    </w:p>
    <w:p w14:paraId="37B9E775" w14:textId="77777777" w:rsidR="00276CCE" w:rsidRDefault="00276CCE" w:rsidP="002A4158">
      <w:r>
        <w:rPr>
          <w:i/>
        </w:rPr>
        <w:t>— </w:t>
      </w:r>
      <w:r w:rsidR="002A4158" w:rsidRPr="00DA4E77">
        <w:t>C</w:t>
      </w:r>
      <w:r>
        <w:t>’</w:t>
      </w:r>
      <w:r w:rsidR="002A4158" w:rsidRPr="00DA4E77">
        <w:t>est ici</w:t>
      </w:r>
      <w:r>
        <w:t xml:space="preserve">, </w:t>
      </w:r>
      <w:r w:rsidR="002A4158" w:rsidRPr="00DA4E77">
        <w:t xml:space="preserve">explique </w:t>
      </w:r>
      <w:proofErr w:type="spellStart"/>
      <w:r w:rsidR="002A4158" w:rsidRPr="00DA4E77">
        <w:t>Hermos</w:t>
      </w:r>
      <w:proofErr w:type="spellEnd"/>
      <w:r>
        <w:t xml:space="preserve">, </w:t>
      </w:r>
      <w:r w:rsidR="002A4158" w:rsidRPr="00DA4E77">
        <w:t>que j</w:t>
      </w:r>
      <w:r>
        <w:t>’</w:t>
      </w:r>
      <w:r w:rsidR="002A4158" w:rsidRPr="00DA4E77">
        <w:t xml:space="preserve">ai surpris le complot de </w:t>
      </w:r>
      <w:proofErr w:type="spellStart"/>
      <w:r w:rsidR="002A4158" w:rsidRPr="00DA4E77">
        <w:t>Guitché</w:t>
      </w:r>
      <w:proofErr w:type="spellEnd"/>
      <w:r>
        <w:t xml:space="preserve">, </w:t>
      </w:r>
      <w:r w:rsidR="002A4158" w:rsidRPr="00DA4E77">
        <w:t xml:space="preserve">de </w:t>
      </w:r>
      <w:proofErr w:type="spellStart"/>
      <w:r w:rsidR="002A4158" w:rsidRPr="00DA4E77">
        <w:t>Barkas</w:t>
      </w:r>
      <w:proofErr w:type="spellEnd"/>
      <w:r>
        <w:t xml:space="preserve">, </w:t>
      </w:r>
      <w:r w:rsidR="002A4158" w:rsidRPr="00DA4E77">
        <w:t xml:space="preserve">de </w:t>
      </w:r>
      <w:proofErr w:type="spellStart"/>
      <w:r w:rsidR="002A4158" w:rsidRPr="00DA4E77">
        <w:t>Belkis</w:t>
      </w:r>
      <w:proofErr w:type="spellEnd"/>
      <w:r w:rsidR="002A4158" w:rsidRPr="00DA4E77">
        <w:t xml:space="preserve"> et de leur bande</w:t>
      </w:r>
      <w:r>
        <w:t>.</w:t>
      </w:r>
    </w:p>
    <w:p w14:paraId="4FEF0920" w14:textId="77777777" w:rsidR="00276CCE" w:rsidRDefault="00276CCE" w:rsidP="002A4158">
      <w:r>
        <w:t>— </w:t>
      </w:r>
      <w:r w:rsidR="002A4158" w:rsidRPr="00DA4E77">
        <w:t>Ont-ils vu de quel endroit tu sortais</w:t>
      </w:r>
      <w:r>
        <w:t> ?</w:t>
      </w:r>
    </w:p>
    <w:p w14:paraId="027B275B" w14:textId="77777777" w:rsidR="00276CCE" w:rsidRDefault="00276CCE" w:rsidP="002A4158">
      <w:r>
        <w:t>— </w:t>
      </w:r>
      <w:r w:rsidR="002A4158" w:rsidRPr="00DA4E77">
        <w:t>Non</w:t>
      </w:r>
      <w:r>
        <w:t xml:space="preserve"> ! </w:t>
      </w:r>
      <w:r w:rsidR="002A4158" w:rsidRPr="00DA4E77">
        <w:t>j</w:t>
      </w:r>
      <w:r>
        <w:t>’</w:t>
      </w:r>
      <w:r w:rsidR="002A4158" w:rsidRPr="00DA4E77">
        <w:t>ai paru subitement sur le perron</w:t>
      </w:r>
      <w:r>
        <w:t>.</w:t>
      </w:r>
    </w:p>
    <w:p w14:paraId="52388A5C" w14:textId="77777777" w:rsidR="00276CCE" w:rsidRDefault="00276CCE" w:rsidP="002A4158">
      <w:r>
        <w:t>— </w:t>
      </w:r>
      <w:r w:rsidR="002A4158" w:rsidRPr="00DA4E77">
        <w:t>À merveille</w:t>
      </w:r>
      <w:r>
        <w:t xml:space="preserve">. </w:t>
      </w:r>
      <w:r w:rsidR="002A4158" w:rsidRPr="00DA4E77">
        <w:t>Pour trouver la porte secrète</w:t>
      </w:r>
      <w:r>
        <w:t xml:space="preserve">, </w:t>
      </w:r>
      <w:r w:rsidR="002A4158" w:rsidRPr="00DA4E77">
        <w:t>ils n</w:t>
      </w:r>
      <w:r>
        <w:t>’</w:t>
      </w:r>
      <w:r w:rsidR="002A4158" w:rsidRPr="00DA4E77">
        <w:t>ont donc aucun repère particulier</w:t>
      </w:r>
      <w:r>
        <w:t> ?</w:t>
      </w:r>
    </w:p>
    <w:p w14:paraId="2AFD0459" w14:textId="77777777" w:rsidR="00276CCE" w:rsidRDefault="00276CCE" w:rsidP="002A4158">
      <w:r>
        <w:t>— </w:t>
      </w:r>
      <w:r w:rsidR="002A4158" w:rsidRPr="00DA4E77">
        <w:t>Aucun</w:t>
      </w:r>
      <w:r>
        <w:t>.</w:t>
      </w:r>
    </w:p>
    <w:p w14:paraId="5E1F6B7E" w14:textId="77777777" w:rsidR="00276CCE" w:rsidRDefault="00276CCE" w:rsidP="002A4158">
      <w:r>
        <w:t>— </w:t>
      </w:r>
      <w:r w:rsidR="002A4158" w:rsidRPr="00DA4E77">
        <w:t>Excellent point</w:t>
      </w:r>
      <w:r>
        <w:t xml:space="preserve">. </w:t>
      </w:r>
      <w:r w:rsidR="002A4158" w:rsidRPr="00DA4E77">
        <w:t>Et dans le Palais</w:t>
      </w:r>
      <w:r>
        <w:t xml:space="preserve">, </w:t>
      </w:r>
      <w:r w:rsidR="002A4158" w:rsidRPr="00DA4E77">
        <w:t>nul n</w:t>
      </w:r>
      <w:r>
        <w:t>’</w:t>
      </w:r>
      <w:r w:rsidR="002A4158" w:rsidRPr="00DA4E77">
        <w:t>a pu rechercher l</w:t>
      </w:r>
      <w:r>
        <w:t>’</w:t>
      </w:r>
      <w:r w:rsidR="002A4158" w:rsidRPr="00DA4E77">
        <w:t>entrée de la crypte</w:t>
      </w:r>
      <w:r>
        <w:t> ?</w:t>
      </w:r>
    </w:p>
    <w:p w14:paraId="1BDD4AC4" w14:textId="77777777" w:rsidR="00276CCE" w:rsidRDefault="00276CCE" w:rsidP="002A4158">
      <w:r>
        <w:t>— </w:t>
      </w:r>
      <w:r w:rsidR="002A4158" w:rsidRPr="00DA4E77">
        <w:t>Personne</w:t>
      </w:r>
      <w:r>
        <w:t xml:space="preserve">. </w:t>
      </w:r>
      <w:r w:rsidR="002A4158" w:rsidRPr="00DA4E77">
        <w:t>Depuis mon élection</w:t>
      </w:r>
      <w:r>
        <w:t xml:space="preserve">, </w:t>
      </w:r>
      <w:r w:rsidR="002A4158" w:rsidRPr="00DA4E77">
        <w:t xml:space="preserve">les soldats de </w:t>
      </w:r>
      <w:proofErr w:type="spellStart"/>
      <w:r w:rsidR="002A4158" w:rsidRPr="00DA4E77">
        <w:t>Knephao</w:t>
      </w:r>
      <w:proofErr w:type="spellEnd"/>
      <w:r w:rsidR="002A4158" w:rsidRPr="00DA4E77">
        <w:t xml:space="preserve"> veillent à toutes les portes</w:t>
      </w:r>
      <w:r>
        <w:t xml:space="preserve">, </w:t>
      </w:r>
      <w:r w:rsidR="002A4158" w:rsidRPr="00DA4E77">
        <w:t>et nul ne pénètre dans le Palais de l</w:t>
      </w:r>
      <w:r>
        <w:t>’</w:t>
      </w:r>
      <w:r w:rsidR="002A4158" w:rsidRPr="00DA4E77">
        <w:t>Empire</w:t>
      </w:r>
      <w:r>
        <w:t xml:space="preserve">, </w:t>
      </w:r>
      <w:r w:rsidR="002A4158" w:rsidRPr="00DA4E77">
        <w:t>excepté mes amis les plus sûrs</w:t>
      </w:r>
      <w:r>
        <w:t>.</w:t>
      </w:r>
    </w:p>
    <w:p w14:paraId="311D2A9F" w14:textId="77777777" w:rsidR="00276CCE" w:rsidRDefault="00276CCE" w:rsidP="002A4158">
      <w:r>
        <w:t>— </w:t>
      </w:r>
      <w:r w:rsidR="002A4158" w:rsidRPr="00DA4E77">
        <w:t>Bien</w:t>
      </w:r>
      <w:r>
        <w:t xml:space="preserve">. </w:t>
      </w:r>
      <w:r w:rsidR="002A4158" w:rsidRPr="00DA4E77">
        <w:t>Avant que nos ennemis trouvent l</w:t>
      </w:r>
      <w:r>
        <w:t>’</w:t>
      </w:r>
      <w:r w:rsidR="002A4158" w:rsidRPr="00DA4E77">
        <w:t>entrée secrète</w:t>
      </w:r>
      <w:r>
        <w:t xml:space="preserve">, </w:t>
      </w:r>
      <w:r w:rsidR="002A4158" w:rsidRPr="00DA4E77">
        <w:t>nous avons du temps devant nous</w:t>
      </w:r>
      <w:r>
        <w:t xml:space="preserve">. </w:t>
      </w:r>
      <w:r w:rsidR="002A4158" w:rsidRPr="00DA4E77">
        <w:t>Puissions-nous mettre à l</w:t>
      </w:r>
      <w:r>
        <w:t>’</w:t>
      </w:r>
      <w:r w:rsidR="002A4158" w:rsidRPr="00DA4E77">
        <w:t>abri les arcanes du Temple</w:t>
      </w:r>
      <w:r>
        <w:t xml:space="preserve"> ! </w:t>
      </w:r>
      <w:r w:rsidR="002A4158" w:rsidRPr="00DA4E77">
        <w:t>Mais chut</w:t>
      </w:r>
      <w:r>
        <w:t xml:space="preserve"> ! </w:t>
      </w:r>
      <w:r w:rsidR="002A4158" w:rsidRPr="00DA4E77">
        <w:t>J</w:t>
      </w:r>
      <w:r>
        <w:t>’</w:t>
      </w:r>
      <w:r w:rsidR="002A4158" w:rsidRPr="00DA4E77">
        <w:t>entends du bruit</w:t>
      </w:r>
      <w:r>
        <w:t xml:space="preserve">. </w:t>
      </w:r>
      <w:r w:rsidR="002A4158" w:rsidRPr="00DA4E77">
        <w:t>On ouvre la porte</w:t>
      </w:r>
      <w:r>
        <w:t xml:space="preserve">. </w:t>
      </w:r>
      <w:r w:rsidR="002A4158" w:rsidRPr="00DA4E77">
        <w:t xml:space="preserve">Pourvu que </w:t>
      </w:r>
      <w:proofErr w:type="spellStart"/>
      <w:r w:rsidR="002A4158" w:rsidRPr="00DA4E77">
        <w:t>Thébao</w:t>
      </w:r>
      <w:proofErr w:type="spellEnd"/>
      <w:r w:rsidR="002A4158" w:rsidRPr="00DA4E77">
        <w:t xml:space="preserve"> vienne seul</w:t>
      </w:r>
      <w:r>
        <w:t> !</w:t>
      </w:r>
    </w:p>
    <w:p w14:paraId="56324272" w14:textId="77777777" w:rsidR="00276CCE" w:rsidRDefault="00276CCE" w:rsidP="002A4158">
      <w:r>
        <w:t>— </w:t>
      </w:r>
      <w:r w:rsidR="002A4158" w:rsidRPr="00DA4E77">
        <w:t>Le voici</w:t>
      </w:r>
      <w:r>
        <w:t xml:space="preserve">. </w:t>
      </w:r>
      <w:r w:rsidR="002A4158" w:rsidRPr="00DA4E77">
        <w:t>Il s</w:t>
      </w:r>
      <w:r>
        <w:t>’</w:t>
      </w:r>
      <w:r w:rsidR="002A4158" w:rsidRPr="00DA4E77">
        <w:t>avance</w:t>
      </w:r>
      <w:r>
        <w:t xml:space="preserve">, </w:t>
      </w:r>
      <w:r w:rsidR="002A4158" w:rsidRPr="00DA4E77">
        <w:t>bien seul</w:t>
      </w:r>
      <w:r>
        <w:t>.</w:t>
      </w:r>
    </w:p>
    <w:p w14:paraId="6D806A32" w14:textId="77777777" w:rsidR="00276CCE" w:rsidRDefault="002A4158" w:rsidP="002A4158">
      <w:r w:rsidRPr="00DA4E77">
        <w:t>Et ils sortent de la cachette</w:t>
      </w:r>
      <w:r w:rsidR="00276CCE">
        <w:t xml:space="preserve">. </w:t>
      </w:r>
      <w:r w:rsidRPr="00DA4E77">
        <w:t>Le Temple est plongé dans une pénombre silencieuse</w:t>
      </w:r>
      <w:r w:rsidR="00276CCE">
        <w:t xml:space="preserve">. </w:t>
      </w:r>
      <w:proofErr w:type="spellStart"/>
      <w:r w:rsidRPr="00DA4E77">
        <w:t>Thébao</w:t>
      </w:r>
      <w:proofErr w:type="spellEnd"/>
      <w:r w:rsidR="00276CCE">
        <w:t xml:space="preserve">, </w:t>
      </w:r>
      <w:r w:rsidRPr="00DA4E77">
        <w:t>lentement</w:t>
      </w:r>
      <w:r w:rsidR="00276CCE">
        <w:t xml:space="preserve">, </w:t>
      </w:r>
      <w:r w:rsidRPr="00DA4E77">
        <w:t>en robe traînante</w:t>
      </w:r>
      <w:r w:rsidR="00276CCE">
        <w:t xml:space="preserve">, </w:t>
      </w:r>
      <w:r w:rsidRPr="00DA4E77">
        <w:t>se rend à l</w:t>
      </w:r>
      <w:r w:rsidR="00276CCE">
        <w:t>’</w:t>
      </w:r>
      <w:r w:rsidRPr="00DA4E77">
        <w:t>autel</w:t>
      </w:r>
      <w:r w:rsidR="00276CCE">
        <w:t xml:space="preserve">. </w:t>
      </w:r>
      <w:r w:rsidRPr="00DA4E77">
        <w:t>Il entend des pas</w:t>
      </w:r>
      <w:r w:rsidR="00276CCE">
        <w:t xml:space="preserve">, </w:t>
      </w:r>
      <w:r w:rsidRPr="00DA4E77">
        <w:t>tressaille</w:t>
      </w:r>
      <w:r w:rsidR="00276CCE">
        <w:t xml:space="preserve">, </w:t>
      </w:r>
      <w:r w:rsidRPr="00DA4E77">
        <w:t>s</w:t>
      </w:r>
      <w:r w:rsidR="00276CCE">
        <w:t>’</w:t>
      </w:r>
      <w:r w:rsidRPr="00DA4E77">
        <w:t>arrête</w:t>
      </w:r>
      <w:r w:rsidR="00276CCE">
        <w:t xml:space="preserve">, </w:t>
      </w:r>
      <w:r w:rsidRPr="00DA4E77">
        <w:t>va pousser un cri</w:t>
      </w:r>
      <w:r w:rsidR="00276CCE">
        <w:t xml:space="preserve">, </w:t>
      </w:r>
      <w:r w:rsidRPr="00DA4E77">
        <w:t xml:space="preserve">mais </w:t>
      </w:r>
      <w:proofErr w:type="spellStart"/>
      <w:r w:rsidRPr="00DA4E77">
        <w:t>Hellas</w:t>
      </w:r>
      <w:proofErr w:type="spellEnd"/>
      <w:r w:rsidRPr="00DA4E77">
        <w:t xml:space="preserve"> le retient</w:t>
      </w:r>
      <w:r w:rsidR="00276CCE">
        <w:t> :</w:t>
      </w:r>
    </w:p>
    <w:p w14:paraId="581701C2" w14:textId="77777777" w:rsidR="00276CCE" w:rsidRDefault="00276CCE" w:rsidP="002A4158">
      <w:r>
        <w:t>— </w:t>
      </w:r>
      <w:r w:rsidR="002A4158" w:rsidRPr="00DA4E77">
        <w:t>Amis</w:t>
      </w:r>
      <w:r>
        <w:t xml:space="preserve"> ! </w:t>
      </w:r>
      <w:proofErr w:type="spellStart"/>
      <w:r w:rsidR="002A4158" w:rsidRPr="00DA4E77">
        <w:t>Hellas</w:t>
      </w:r>
      <w:proofErr w:type="spellEnd"/>
      <w:r w:rsidR="002A4158" w:rsidRPr="00DA4E77">
        <w:t xml:space="preserve"> et </w:t>
      </w:r>
      <w:proofErr w:type="spellStart"/>
      <w:r w:rsidR="002A4158" w:rsidRPr="00DA4E77">
        <w:t>Hermos</w:t>
      </w:r>
      <w:proofErr w:type="spellEnd"/>
      <w:r>
        <w:t xml:space="preserve"> ! </w:t>
      </w:r>
      <w:r w:rsidR="002A4158" w:rsidRPr="00DA4E77">
        <w:t>Ne dis pas un mot</w:t>
      </w:r>
      <w:r>
        <w:t> !</w:t>
      </w:r>
    </w:p>
    <w:p w14:paraId="1AEE4EA6" w14:textId="77777777" w:rsidR="00276CCE" w:rsidRDefault="00276CCE" w:rsidP="002A4158">
      <w:r>
        <w:t>— </w:t>
      </w:r>
      <w:proofErr w:type="spellStart"/>
      <w:r w:rsidR="002A4158" w:rsidRPr="00DA4E77">
        <w:t>Hellas</w:t>
      </w:r>
      <w:proofErr w:type="spellEnd"/>
      <w:r>
        <w:t xml:space="preserve"> ? </w:t>
      </w:r>
      <w:proofErr w:type="spellStart"/>
      <w:r w:rsidR="002A4158" w:rsidRPr="00DA4E77">
        <w:t>Hermos</w:t>
      </w:r>
      <w:proofErr w:type="spellEnd"/>
      <w:r>
        <w:t xml:space="preserve"> ? </w:t>
      </w:r>
      <w:r w:rsidR="002A4158" w:rsidRPr="00DA4E77">
        <w:t>D</w:t>
      </w:r>
      <w:r>
        <w:t>’</w:t>
      </w:r>
      <w:r w:rsidR="002A4158" w:rsidRPr="00DA4E77">
        <w:t>où sortez-vous</w:t>
      </w:r>
      <w:r>
        <w:t xml:space="preserve"> ? </w:t>
      </w:r>
      <w:r w:rsidR="002A4158" w:rsidRPr="00DA4E77">
        <w:t>Quel grave évén</w:t>
      </w:r>
      <w:r w:rsidR="002A4158" w:rsidRPr="00DA4E77">
        <w:t>e</w:t>
      </w:r>
      <w:r w:rsidR="002A4158" w:rsidRPr="00DA4E77">
        <w:t>ment peut vous amener ainsi</w:t>
      </w:r>
      <w:r>
        <w:t xml:space="preserve">, </w:t>
      </w:r>
      <w:r w:rsidR="002A4158" w:rsidRPr="00DA4E77">
        <w:t>en secret</w:t>
      </w:r>
      <w:r>
        <w:t> ?</w:t>
      </w:r>
    </w:p>
    <w:p w14:paraId="51B93650" w14:textId="77777777" w:rsidR="00276CCE" w:rsidRDefault="00276CCE" w:rsidP="002A4158">
      <w:r>
        <w:lastRenderedPageBreak/>
        <w:t>— </w:t>
      </w:r>
      <w:r w:rsidR="002A4158" w:rsidRPr="00DA4E77">
        <w:t>Prions d</w:t>
      </w:r>
      <w:r>
        <w:t>’</w:t>
      </w:r>
      <w:r w:rsidR="002A4158" w:rsidRPr="00DA4E77">
        <w:t>abord</w:t>
      </w:r>
      <w:r>
        <w:t>.</w:t>
      </w:r>
    </w:p>
    <w:p w14:paraId="530C218E" w14:textId="77777777" w:rsidR="00276CCE" w:rsidRDefault="002A4158" w:rsidP="002A4158">
      <w:r w:rsidRPr="00DA4E77">
        <w:t>Et</w:t>
      </w:r>
      <w:r w:rsidR="00276CCE">
        <w:t xml:space="preserve">, </w:t>
      </w:r>
      <w:r w:rsidRPr="00DA4E77">
        <w:t>s</w:t>
      </w:r>
      <w:r w:rsidR="00276CCE">
        <w:t>’</w:t>
      </w:r>
      <w:r w:rsidRPr="00DA4E77">
        <w:t>agenouillant devant l</w:t>
      </w:r>
      <w:r w:rsidR="00276CCE">
        <w:t>’</w:t>
      </w:r>
      <w:r w:rsidRPr="00DA4E77">
        <w:t>autel où resplendit le triangle sacré</w:t>
      </w:r>
      <w:r w:rsidR="00276CCE">
        <w:t xml:space="preserve">, </w:t>
      </w:r>
      <w:proofErr w:type="spellStart"/>
      <w:r w:rsidRPr="00DA4E77">
        <w:t>Hellas</w:t>
      </w:r>
      <w:proofErr w:type="spellEnd"/>
      <w:r w:rsidRPr="00DA4E77">
        <w:t xml:space="preserve"> incline son front</w:t>
      </w:r>
      <w:r w:rsidR="00276CCE">
        <w:t>.</w:t>
      </w:r>
    </w:p>
    <w:p w14:paraId="52B02636" w14:textId="77777777" w:rsidR="00276CCE" w:rsidRDefault="00276CCE" w:rsidP="002A4158">
      <w:r>
        <w:t>— </w:t>
      </w:r>
      <w:r w:rsidR="002A4158" w:rsidRPr="00DA4E77">
        <w:t>Lumière incréée</w:t>
      </w:r>
      <w:r>
        <w:t xml:space="preserve">, </w:t>
      </w:r>
      <w:r w:rsidR="002A4158" w:rsidRPr="00DA4E77">
        <w:t>Foyer de toute splendeur</w:t>
      </w:r>
      <w:r>
        <w:t xml:space="preserve">, </w:t>
      </w:r>
      <w:r w:rsidR="002A4158" w:rsidRPr="00DA4E77">
        <w:t>Aliment de toute vie</w:t>
      </w:r>
      <w:r>
        <w:t xml:space="preserve">, </w:t>
      </w:r>
      <w:r w:rsidR="002A4158" w:rsidRPr="00DA4E77">
        <w:t>Source de tout mouvement</w:t>
      </w:r>
      <w:r>
        <w:t xml:space="preserve">, </w:t>
      </w:r>
      <w:r w:rsidR="002A4158" w:rsidRPr="00DA4E77">
        <w:t>Raison de toute science</w:t>
      </w:r>
      <w:r>
        <w:t xml:space="preserve">, </w:t>
      </w:r>
      <w:r w:rsidR="002A4158" w:rsidRPr="00DA4E77">
        <w:t>ô Dieu inconnu</w:t>
      </w:r>
      <w:r>
        <w:t xml:space="preserve">, </w:t>
      </w:r>
      <w:r w:rsidR="002A4158" w:rsidRPr="00DA4E77">
        <w:t>ô Âme Éternelle</w:t>
      </w:r>
      <w:r>
        <w:t xml:space="preserve">, </w:t>
      </w:r>
      <w:r w:rsidR="002A4158" w:rsidRPr="00DA4E77">
        <w:t>Toi dont le Sphinx est l</w:t>
      </w:r>
      <w:r>
        <w:t>’</w:t>
      </w:r>
      <w:r w:rsidR="002A4158" w:rsidRPr="00DA4E77">
        <w:t>image charnelle et le Triangle le symbole céleste</w:t>
      </w:r>
      <w:r>
        <w:t xml:space="preserve">, </w:t>
      </w:r>
      <w:r w:rsidR="002A4158" w:rsidRPr="00DA4E77">
        <w:t>ô Maître suprême</w:t>
      </w:r>
      <w:r>
        <w:t xml:space="preserve">, </w:t>
      </w:r>
      <w:r w:rsidR="002A4158" w:rsidRPr="00DA4E77">
        <w:t>si quelque chose te parvient du bruit que font les hommes ici-bas</w:t>
      </w:r>
      <w:r>
        <w:t xml:space="preserve">, </w:t>
      </w:r>
      <w:r w:rsidR="002A4158" w:rsidRPr="00DA4E77">
        <w:t>que ma prière soit écoutée</w:t>
      </w:r>
      <w:r>
        <w:t xml:space="preserve">, </w:t>
      </w:r>
      <w:r w:rsidR="002A4158" w:rsidRPr="00DA4E77">
        <w:t>car elle a pour objet la terre même et son destin</w:t>
      </w:r>
      <w:r>
        <w:t>.</w:t>
      </w:r>
    </w:p>
    <w:p w14:paraId="630098F6" w14:textId="77777777" w:rsidR="00276CCE" w:rsidRDefault="00276CCE" w:rsidP="002A4158">
      <w:r>
        <w:t>» </w:t>
      </w:r>
      <w:r w:rsidR="002A4158" w:rsidRPr="00DA4E77">
        <w:t>Et vous</w:t>
      </w:r>
      <w:r>
        <w:t xml:space="preserve">, </w:t>
      </w:r>
      <w:r w:rsidR="002A4158" w:rsidRPr="00DA4E77">
        <w:t>Esprits intermédiaires</w:t>
      </w:r>
      <w:r>
        <w:t xml:space="preserve">, </w:t>
      </w:r>
      <w:r w:rsidR="002A4158" w:rsidRPr="00DA4E77">
        <w:t>âmes des héros et des dieux terrestres qui montez en échelle infinie de notre humanité vers la raison première</w:t>
      </w:r>
      <w:r>
        <w:t xml:space="preserve">, </w:t>
      </w:r>
      <w:r w:rsidR="002A4158" w:rsidRPr="00DA4E77">
        <w:t>vous dont l</w:t>
      </w:r>
      <w:r>
        <w:t>’</w:t>
      </w:r>
      <w:r w:rsidR="002A4158" w:rsidRPr="00DA4E77">
        <w:t>âme palpite autour de nous et forme</w:t>
      </w:r>
      <w:r>
        <w:t xml:space="preserve">, </w:t>
      </w:r>
      <w:r w:rsidR="002A4158" w:rsidRPr="00DA4E77">
        <w:t>au-dessus de nos têtes</w:t>
      </w:r>
      <w:r>
        <w:t xml:space="preserve">, </w:t>
      </w:r>
      <w:r w:rsidR="002A4158" w:rsidRPr="00DA4E77">
        <w:t>un rempart invisible contre la colère légitime de Celui qui créa le monde</w:t>
      </w:r>
      <w:r>
        <w:t xml:space="preserve">, </w:t>
      </w:r>
      <w:r w:rsidR="002A4158" w:rsidRPr="00DA4E77">
        <w:t>ô purs esprits</w:t>
      </w:r>
      <w:r>
        <w:t xml:space="preserve">, </w:t>
      </w:r>
      <w:r w:rsidR="002A4158" w:rsidRPr="00DA4E77">
        <w:t>si i</w:t>
      </w:r>
      <w:r w:rsidR="002A4158" w:rsidRPr="00DA4E77">
        <w:t>n</w:t>
      </w:r>
      <w:r w:rsidR="002A4158" w:rsidRPr="00DA4E77">
        <w:t>digne que soit Atlantis</w:t>
      </w:r>
      <w:r>
        <w:t xml:space="preserve">, </w:t>
      </w:r>
      <w:r w:rsidR="002A4158" w:rsidRPr="00DA4E77">
        <w:t>ayez pitié de sa faiblesse et pardonnez les fautes de ses enfants</w:t>
      </w:r>
      <w:r>
        <w:t> !</w:t>
      </w:r>
    </w:p>
    <w:p w14:paraId="763919A8" w14:textId="77777777" w:rsidR="00276CCE" w:rsidRDefault="00276CCE" w:rsidP="002A4158">
      <w:r>
        <w:t>» </w:t>
      </w:r>
      <w:r w:rsidR="002A4158" w:rsidRPr="00DA4E77">
        <w:t>Tu nous as donné</w:t>
      </w:r>
      <w:r>
        <w:t xml:space="preserve">, </w:t>
      </w:r>
      <w:r w:rsidR="002A4158" w:rsidRPr="00DA4E77">
        <w:t>ô Seigneur</w:t>
      </w:r>
      <w:r>
        <w:t xml:space="preserve">, </w:t>
      </w:r>
      <w:r w:rsidR="002A4158" w:rsidRPr="00DA4E77">
        <w:t>l</w:t>
      </w:r>
      <w:r>
        <w:t>’</w:t>
      </w:r>
      <w:r w:rsidR="002A4158" w:rsidRPr="00DA4E77">
        <w:t>empire du monde</w:t>
      </w:r>
      <w:r>
        <w:t xml:space="preserve">. </w:t>
      </w:r>
      <w:r w:rsidR="002A4158" w:rsidRPr="00DA4E77">
        <w:t>Et nous</w:t>
      </w:r>
      <w:r>
        <w:t xml:space="preserve">, </w:t>
      </w:r>
      <w:r w:rsidR="002A4158" w:rsidRPr="00DA4E77">
        <w:t>qu</w:t>
      </w:r>
      <w:r>
        <w:t>’</w:t>
      </w:r>
      <w:r w:rsidR="002A4158" w:rsidRPr="00DA4E77">
        <w:t>avons-nous fait de cette faveur insigne</w:t>
      </w:r>
      <w:r>
        <w:t xml:space="preserve"> ? </w:t>
      </w:r>
      <w:r w:rsidR="002A4158" w:rsidRPr="00DA4E77">
        <w:t>Sur le vaste univers où nous devions répandre la lumière</w:t>
      </w:r>
      <w:r>
        <w:t xml:space="preserve">, </w:t>
      </w:r>
      <w:r w:rsidR="002A4158" w:rsidRPr="00DA4E77">
        <w:t>nous avons suscité de partout la haine</w:t>
      </w:r>
      <w:r>
        <w:t xml:space="preserve">, </w:t>
      </w:r>
      <w:r w:rsidR="002A4158" w:rsidRPr="00DA4E77">
        <w:t>la guerre et le mal</w:t>
      </w:r>
      <w:r>
        <w:t xml:space="preserve">. </w:t>
      </w:r>
      <w:r w:rsidR="002A4158" w:rsidRPr="00DA4E77">
        <w:t>Et maintenant voici</w:t>
      </w:r>
      <w:r>
        <w:t xml:space="preserve">, </w:t>
      </w:r>
      <w:r w:rsidR="002A4158" w:rsidRPr="00DA4E77">
        <w:t>pour nous punir</w:t>
      </w:r>
      <w:r>
        <w:t xml:space="preserve">, </w:t>
      </w:r>
      <w:r w:rsidR="002A4158" w:rsidRPr="00DA4E77">
        <w:t>toutes les passions qui se lèvent</w:t>
      </w:r>
      <w:r>
        <w:t>.</w:t>
      </w:r>
    </w:p>
    <w:p w14:paraId="43844E33" w14:textId="77777777" w:rsidR="00276CCE" w:rsidRDefault="00276CCE" w:rsidP="002A4158">
      <w:r>
        <w:t>» </w:t>
      </w:r>
      <w:r w:rsidR="002A4158" w:rsidRPr="00DA4E77">
        <w:t>Les peuples étrangers grondent autour de nous</w:t>
      </w:r>
      <w:r>
        <w:t xml:space="preserve">, </w:t>
      </w:r>
      <w:r w:rsidR="002A4158" w:rsidRPr="00DA4E77">
        <w:t>tandis que les Atlantes</w:t>
      </w:r>
      <w:r>
        <w:t xml:space="preserve">, </w:t>
      </w:r>
      <w:r w:rsidR="002A4158" w:rsidRPr="00DA4E77">
        <w:t>jadis tes élus</w:t>
      </w:r>
      <w:r>
        <w:t xml:space="preserve">, </w:t>
      </w:r>
      <w:r w:rsidR="002A4158" w:rsidRPr="00DA4E77">
        <w:t>s</w:t>
      </w:r>
      <w:r>
        <w:t>’</w:t>
      </w:r>
      <w:r w:rsidR="002A4158" w:rsidRPr="00DA4E77">
        <w:t>enivrent en une aveuglante v</w:t>
      </w:r>
      <w:r w:rsidR="002A4158" w:rsidRPr="00DA4E77">
        <w:t>o</w:t>
      </w:r>
      <w:r w:rsidR="002A4158" w:rsidRPr="00DA4E77">
        <w:t>lupté</w:t>
      </w:r>
      <w:r>
        <w:t xml:space="preserve">. </w:t>
      </w:r>
      <w:r w:rsidR="002A4158" w:rsidRPr="00DA4E77">
        <w:t>Ah</w:t>
      </w:r>
      <w:r>
        <w:t xml:space="preserve"> ! </w:t>
      </w:r>
      <w:r w:rsidR="002A4158" w:rsidRPr="00DA4E77">
        <w:t>Seigneur</w:t>
      </w:r>
      <w:r>
        <w:t xml:space="preserve">, </w:t>
      </w:r>
      <w:r w:rsidR="002A4158" w:rsidRPr="00DA4E77">
        <w:t>ne te venge pas encore</w:t>
      </w:r>
      <w:r>
        <w:t xml:space="preserve"> ! </w:t>
      </w:r>
      <w:r w:rsidR="002A4158" w:rsidRPr="00DA4E77">
        <w:t>Ceux qui te prient sont de faibles mortels capables de mal comme tous les autres</w:t>
      </w:r>
      <w:r>
        <w:t xml:space="preserve"> ; </w:t>
      </w:r>
      <w:r w:rsidR="002A4158" w:rsidRPr="00DA4E77">
        <w:t>pourtant leur âme</w:t>
      </w:r>
      <w:r>
        <w:t xml:space="preserve">, </w:t>
      </w:r>
      <w:r w:rsidR="002A4158" w:rsidRPr="00DA4E77">
        <w:t>vers toi</w:t>
      </w:r>
      <w:r>
        <w:t xml:space="preserve">, </w:t>
      </w:r>
      <w:r w:rsidR="002A4158" w:rsidRPr="00DA4E77">
        <w:t>s</w:t>
      </w:r>
      <w:r>
        <w:t>’</w:t>
      </w:r>
      <w:r w:rsidR="002A4158" w:rsidRPr="00DA4E77">
        <w:t>élève pure et dégagée de passion terrestre</w:t>
      </w:r>
      <w:r>
        <w:t xml:space="preserve">. </w:t>
      </w:r>
      <w:r w:rsidR="002A4158" w:rsidRPr="00DA4E77">
        <w:t>S</w:t>
      </w:r>
      <w:r>
        <w:t>’</w:t>
      </w:r>
      <w:r w:rsidR="002A4158" w:rsidRPr="00DA4E77">
        <w:t>il reste seulement en Atlantis quelques cœurs de h</w:t>
      </w:r>
      <w:r w:rsidR="002A4158" w:rsidRPr="00DA4E77">
        <w:t>é</w:t>
      </w:r>
      <w:r w:rsidR="002A4158" w:rsidRPr="00DA4E77">
        <w:t>ros et quelques esprits de lumière</w:t>
      </w:r>
      <w:r>
        <w:t xml:space="preserve">, </w:t>
      </w:r>
      <w:r w:rsidR="002A4158" w:rsidRPr="00DA4E77">
        <w:t>par leur grâce</w:t>
      </w:r>
      <w:r>
        <w:t xml:space="preserve">, </w:t>
      </w:r>
      <w:r w:rsidR="002A4158" w:rsidRPr="00DA4E77">
        <w:t>ô mon Dieu</w:t>
      </w:r>
      <w:r>
        <w:t xml:space="preserve">, </w:t>
      </w:r>
      <w:r w:rsidR="002A4158" w:rsidRPr="00DA4E77">
        <w:t>que tout le reste soit racheté</w:t>
      </w:r>
      <w:r>
        <w:t xml:space="preserve">. </w:t>
      </w:r>
      <w:r w:rsidR="002A4158" w:rsidRPr="00DA4E77">
        <w:t>Et nous trois</w:t>
      </w:r>
      <w:r>
        <w:t xml:space="preserve">, </w:t>
      </w:r>
      <w:r w:rsidR="002A4158" w:rsidRPr="00DA4E77">
        <w:t>ici</w:t>
      </w:r>
      <w:r>
        <w:t xml:space="preserve">, </w:t>
      </w:r>
      <w:r w:rsidR="002A4158" w:rsidRPr="00DA4E77">
        <w:lastRenderedPageBreak/>
        <w:t>humbles succe</w:t>
      </w:r>
      <w:r w:rsidR="002A4158" w:rsidRPr="00DA4E77">
        <w:t>s</w:t>
      </w:r>
      <w:r w:rsidR="002A4158" w:rsidRPr="00DA4E77">
        <w:t>seurs de la gloire millénaire de nos aïeux</w:t>
      </w:r>
      <w:r>
        <w:t xml:space="preserve">, </w:t>
      </w:r>
      <w:r w:rsidR="002A4158" w:rsidRPr="00DA4E77">
        <w:t>veuille que nous obt</w:t>
      </w:r>
      <w:r w:rsidR="002A4158" w:rsidRPr="00DA4E77">
        <w:t>e</w:t>
      </w:r>
      <w:r w:rsidR="002A4158" w:rsidRPr="00DA4E77">
        <w:t>nions par notre prière le pardon de tous</w:t>
      </w:r>
      <w:r>
        <w:t>.</w:t>
      </w:r>
    </w:p>
    <w:p w14:paraId="5EEE895D" w14:textId="77777777" w:rsidR="00276CCE" w:rsidRDefault="00276CCE" w:rsidP="002A4158">
      <w:r>
        <w:t>— </w:t>
      </w:r>
      <w:r w:rsidR="002A4158" w:rsidRPr="00DA4E77">
        <w:t>Par le Sphinx radieux</w:t>
      </w:r>
      <w:r>
        <w:t xml:space="preserve">, </w:t>
      </w:r>
      <w:r w:rsidR="002A4158" w:rsidRPr="00DA4E77">
        <w:t>nous pensons comme toi</w:t>
      </w:r>
      <w:r>
        <w:t xml:space="preserve"> ! </w:t>
      </w:r>
      <w:r w:rsidR="002A4158" w:rsidRPr="00DA4E77">
        <w:t>rép</w:t>
      </w:r>
      <w:r w:rsidR="002A4158" w:rsidRPr="00DA4E77">
        <w:t>è</w:t>
      </w:r>
      <w:r w:rsidR="002A4158" w:rsidRPr="00DA4E77">
        <w:t xml:space="preserve">tent ensemble </w:t>
      </w:r>
      <w:proofErr w:type="spellStart"/>
      <w:r w:rsidR="002A4158" w:rsidRPr="00DA4E77">
        <w:t>Thébao</w:t>
      </w:r>
      <w:proofErr w:type="spellEnd"/>
      <w:r w:rsidR="002A4158" w:rsidRPr="00DA4E77">
        <w:t xml:space="preserve"> et </w:t>
      </w:r>
      <w:proofErr w:type="spellStart"/>
      <w:r w:rsidR="002A4158" w:rsidRPr="00DA4E77">
        <w:t>Hermos</w:t>
      </w:r>
      <w:proofErr w:type="spellEnd"/>
      <w:r>
        <w:t>.</w:t>
      </w:r>
    </w:p>
    <w:p w14:paraId="48D6C54A" w14:textId="77777777" w:rsidR="00276CCE" w:rsidRDefault="002A4158" w:rsidP="002A4158">
      <w:r w:rsidRPr="00DA4E77">
        <w:t>Les trois hommes tracent au-dessus de leur front</w:t>
      </w:r>
      <w:r w:rsidR="00276CCE">
        <w:t xml:space="preserve">, </w:t>
      </w:r>
      <w:r w:rsidRPr="00DA4E77">
        <w:t>dans l</w:t>
      </w:r>
      <w:r w:rsidR="00276CCE">
        <w:t>’</w:t>
      </w:r>
      <w:r w:rsidRPr="00DA4E77">
        <w:t>air</w:t>
      </w:r>
      <w:r w:rsidR="00276CCE">
        <w:t xml:space="preserve">, </w:t>
      </w:r>
      <w:r w:rsidRPr="00DA4E77">
        <w:t>le signe du triangle sacré</w:t>
      </w:r>
      <w:r w:rsidR="00276CCE">
        <w:t xml:space="preserve">, </w:t>
      </w:r>
      <w:r w:rsidRPr="00DA4E77">
        <w:t>et restent unis dans une médit</w:t>
      </w:r>
      <w:r w:rsidRPr="00DA4E77">
        <w:t>a</w:t>
      </w:r>
      <w:r w:rsidRPr="00DA4E77">
        <w:t>tion silencieuse</w:t>
      </w:r>
      <w:r w:rsidR="00276CCE">
        <w:t>.</w:t>
      </w:r>
    </w:p>
    <w:p w14:paraId="3AE89CE3" w14:textId="77777777" w:rsidR="00276CCE" w:rsidRDefault="00276CCE" w:rsidP="002A4158">
      <w:r>
        <w:t>— </w:t>
      </w:r>
      <w:r w:rsidR="002A4158" w:rsidRPr="00DA4E77">
        <w:t>Mes amis</w:t>
      </w:r>
      <w:r>
        <w:t xml:space="preserve">, </w:t>
      </w:r>
      <w:r w:rsidR="002A4158" w:rsidRPr="00DA4E77">
        <w:t xml:space="preserve">reprend </w:t>
      </w:r>
      <w:proofErr w:type="spellStart"/>
      <w:r w:rsidR="002A4158" w:rsidRPr="00DA4E77">
        <w:t>Hellas</w:t>
      </w:r>
      <w:proofErr w:type="spellEnd"/>
      <w:r>
        <w:t xml:space="preserve">, </w:t>
      </w:r>
      <w:r w:rsidR="002A4158" w:rsidRPr="00DA4E77">
        <w:t>si nos âmes sont pures</w:t>
      </w:r>
      <w:r>
        <w:t xml:space="preserve">, </w:t>
      </w:r>
      <w:r w:rsidR="002A4158" w:rsidRPr="00DA4E77">
        <w:t>agi</w:t>
      </w:r>
      <w:r w:rsidR="002A4158" w:rsidRPr="00DA4E77">
        <w:t>s</w:t>
      </w:r>
      <w:r w:rsidR="002A4158" w:rsidRPr="00DA4E77">
        <w:t>sons</w:t>
      </w:r>
      <w:r>
        <w:t>.</w:t>
      </w:r>
    </w:p>
    <w:p w14:paraId="50DE98A0" w14:textId="77777777" w:rsidR="00276CCE" w:rsidRDefault="00276CCE" w:rsidP="002A4158">
      <w:r>
        <w:t>— </w:t>
      </w:r>
      <w:r w:rsidR="002A4158" w:rsidRPr="00DA4E77">
        <w:t>Que veux-tu de moi</w:t>
      </w:r>
      <w:r>
        <w:t xml:space="preserve">, </w:t>
      </w:r>
      <w:proofErr w:type="spellStart"/>
      <w:r w:rsidR="002A4158" w:rsidRPr="00DA4E77">
        <w:t>Hellas</w:t>
      </w:r>
      <w:proofErr w:type="spellEnd"/>
      <w:r>
        <w:t xml:space="preserve"> ? </w:t>
      </w:r>
      <w:r w:rsidR="002A4158" w:rsidRPr="00DA4E77">
        <w:t>s</w:t>
      </w:r>
      <w:r>
        <w:t>’</w:t>
      </w:r>
      <w:r w:rsidR="002A4158" w:rsidRPr="00DA4E77">
        <w:t xml:space="preserve">informe </w:t>
      </w:r>
      <w:proofErr w:type="spellStart"/>
      <w:r w:rsidR="002A4158" w:rsidRPr="00DA4E77">
        <w:t>Thébao</w:t>
      </w:r>
      <w:proofErr w:type="spellEnd"/>
      <w:r>
        <w:t xml:space="preserve">. </w:t>
      </w:r>
      <w:r w:rsidR="002A4158" w:rsidRPr="00DA4E77">
        <w:t>Tu n</w:t>
      </w:r>
      <w:r>
        <w:t>’</w:t>
      </w:r>
      <w:r w:rsidR="002A4158" w:rsidRPr="00DA4E77">
        <w:t>es pas venu en cachette à la Terrasse Sainte</w:t>
      </w:r>
      <w:r>
        <w:t xml:space="preserve">, </w:t>
      </w:r>
      <w:r w:rsidR="002A4158" w:rsidRPr="00DA4E77">
        <w:t>uniquement pour él</w:t>
      </w:r>
      <w:r w:rsidR="002A4158" w:rsidRPr="00DA4E77">
        <w:t>e</w:t>
      </w:r>
      <w:r w:rsidR="002A4158" w:rsidRPr="00DA4E77">
        <w:t>ver ton âme vers le Dieu inconnu</w:t>
      </w:r>
      <w:r>
        <w:t> ?</w:t>
      </w:r>
    </w:p>
    <w:p w14:paraId="2EF570F8" w14:textId="77777777" w:rsidR="00276CCE" w:rsidRDefault="00276CCE" w:rsidP="002A4158">
      <w:r>
        <w:t>— </w:t>
      </w:r>
      <w:r w:rsidR="002A4158" w:rsidRPr="00DA4E77">
        <w:t>Ici</w:t>
      </w:r>
      <w:r>
        <w:t xml:space="preserve">, </w:t>
      </w:r>
      <w:r w:rsidR="002A4158" w:rsidRPr="00DA4E77">
        <w:t>tu tiens cachés les secrets de la science atlante</w:t>
      </w:r>
      <w:r>
        <w:t xml:space="preserve">, </w:t>
      </w:r>
      <w:r w:rsidR="002A4158" w:rsidRPr="00DA4E77">
        <w:t>et c</w:t>
      </w:r>
      <w:r>
        <w:t>’</w:t>
      </w:r>
      <w:r w:rsidR="002A4158" w:rsidRPr="00DA4E77">
        <w:t>est pour eux que je viens</w:t>
      </w:r>
      <w:r>
        <w:t>.</w:t>
      </w:r>
    </w:p>
    <w:p w14:paraId="08A346FC" w14:textId="77777777" w:rsidR="00276CCE" w:rsidRDefault="00276CCE" w:rsidP="002A4158">
      <w:r>
        <w:t>— </w:t>
      </w:r>
      <w:r w:rsidR="002A4158" w:rsidRPr="00DA4E77">
        <w:t>Tu les connais</w:t>
      </w:r>
      <w:r>
        <w:t xml:space="preserve">, </w:t>
      </w:r>
      <w:proofErr w:type="spellStart"/>
      <w:r w:rsidR="002A4158" w:rsidRPr="00DA4E77">
        <w:t>Hellas</w:t>
      </w:r>
      <w:proofErr w:type="spellEnd"/>
      <w:r>
        <w:t xml:space="preserve">, </w:t>
      </w:r>
      <w:r w:rsidR="002A4158" w:rsidRPr="00DA4E77">
        <w:t xml:space="preserve">puisque </w:t>
      </w:r>
      <w:proofErr w:type="spellStart"/>
      <w:r w:rsidR="002A4158" w:rsidRPr="00DA4E77">
        <w:t>Oréus</w:t>
      </w:r>
      <w:proofErr w:type="spellEnd"/>
      <w:r w:rsidR="002A4158" w:rsidRPr="00DA4E77">
        <w:t xml:space="preserve"> t</w:t>
      </w:r>
      <w:r>
        <w:t>’</w:t>
      </w:r>
      <w:r w:rsidR="002A4158" w:rsidRPr="00DA4E77">
        <w:t>initia lui-même</w:t>
      </w:r>
      <w:r>
        <w:t>.</w:t>
      </w:r>
    </w:p>
    <w:p w14:paraId="09B0090A" w14:textId="77777777" w:rsidR="00276CCE" w:rsidRDefault="00276CCE" w:rsidP="002A4158">
      <w:r>
        <w:t>— </w:t>
      </w:r>
      <w:r w:rsidR="002A4158" w:rsidRPr="00DA4E77">
        <w:t>Ami</w:t>
      </w:r>
      <w:r>
        <w:t xml:space="preserve">, </w:t>
      </w:r>
      <w:r w:rsidR="002A4158" w:rsidRPr="00DA4E77">
        <w:t xml:space="preserve">demande </w:t>
      </w:r>
      <w:proofErr w:type="spellStart"/>
      <w:r w:rsidR="002A4158" w:rsidRPr="00DA4E77">
        <w:t>Hellas</w:t>
      </w:r>
      <w:proofErr w:type="spellEnd"/>
      <w:r>
        <w:t xml:space="preserve">, </w:t>
      </w:r>
      <w:r w:rsidR="002A4158" w:rsidRPr="00DA4E77">
        <w:t>nous avons pleine confiance en toi</w:t>
      </w:r>
      <w:r>
        <w:t xml:space="preserve">. </w:t>
      </w:r>
      <w:r w:rsidR="002A4158" w:rsidRPr="00DA4E77">
        <w:t>Et toi</w:t>
      </w:r>
      <w:r>
        <w:t xml:space="preserve">, </w:t>
      </w:r>
      <w:r w:rsidR="002A4158" w:rsidRPr="00DA4E77">
        <w:t>as-tu confiance en nous</w:t>
      </w:r>
      <w:r>
        <w:t> ?</w:t>
      </w:r>
    </w:p>
    <w:p w14:paraId="56E37699" w14:textId="77777777" w:rsidR="00276CCE" w:rsidRDefault="00276CCE" w:rsidP="002A4158">
      <w:r>
        <w:t>— </w:t>
      </w:r>
      <w:r w:rsidR="002A4158" w:rsidRPr="00DA4E77">
        <w:t>Pleinement</w:t>
      </w:r>
      <w:r>
        <w:t>.</w:t>
      </w:r>
    </w:p>
    <w:p w14:paraId="77A6AE8A" w14:textId="77777777" w:rsidR="00276CCE" w:rsidRDefault="00276CCE" w:rsidP="002A4158">
      <w:r>
        <w:t>— </w:t>
      </w:r>
      <w:r w:rsidR="002A4158" w:rsidRPr="00DA4E77">
        <w:t>Alors</w:t>
      </w:r>
      <w:r>
        <w:t xml:space="preserve">, </w:t>
      </w:r>
      <w:r w:rsidR="002A4158" w:rsidRPr="00DA4E77">
        <w:t>voici</w:t>
      </w:r>
      <w:r>
        <w:t xml:space="preserve"> : </w:t>
      </w:r>
      <w:r w:rsidR="002A4158" w:rsidRPr="00DA4E77">
        <w:t>il faut sauver les secrets de la Colline Sainte</w:t>
      </w:r>
      <w:r>
        <w:t>.</w:t>
      </w:r>
    </w:p>
    <w:p w14:paraId="499DFC0E" w14:textId="77777777" w:rsidR="00276CCE" w:rsidRDefault="00276CCE" w:rsidP="002A4158">
      <w:r>
        <w:t>— </w:t>
      </w:r>
      <w:r w:rsidR="002A4158" w:rsidRPr="00DA4E77">
        <w:t>Les sauver</w:t>
      </w:r>
      <w:r>
        <w:t xml:space="preserve">, </w:t>
      </w:r>
      <w:r w:rsidR="002A4158" w:rsidRPr="00DA4E77">
        <w:t>comment</w:t>
      </w:r>
      <w:r>
        <w:t> ?</w:t>
      </w:r>
    </w:p>
    <w:p w14:paraId="1E169F73" w14:textId="77777777" w:rsidR="00276CCE" w:rsidRDefault="00276CCE" w:rsidP="002A4158">
      <w:r>
        <w:t>— </w:t>
      </w:r>
      <w:r w:rsidR="002A4158" w:rsidRPr="00DA4E77">
        <w:t>En les transportant hors d</w:t>
      </w:r>
      <w:r>
        <w:t>’</w:t>
      </w:r>
      <w:r w:rsidR="002A4158" w:rsidRPr="00DA4E77">
        <w:t>Atlantis</w:t>
      </w:r>
      <w:r>
        <w:t>.</w:t>
      </w:r>
    </w:p>
    <w:p w14:paraId="5D3F7AA2" w14:textId="77777777" w:rsidR="00276CCE" w:rsidRDefault="00276CCE" w:rsidP="002A4158">
      <w:r>
        <w:t>— </w:t>
      </w:r>
      <w:r w:rsidR="002A4158" w:rsidRPr="00DA4E77">
        <w:t>Hors d</w:t>
      </w:r>
      <w:r>
        <w:t>’</w:t>
      </w:r>
      <w:r w:rsidR="002A4158" w:rsidRPr="00DA4E77">
        <w:t>Atlantis</w:t>
      </w:r>
      <w:r>
        <w:t xml:space="preserve"> ? </w:t>
      </w:r>
      <w:r w:rsidR="002A4158" w:rsidRPr="00DA4E77">
        <w:t>Hors du Temple</w:t>
      </w:r>
      <w:r>
        <w:t xml:space="preserve"> ? </w:t>
      </w:r>
      <w:r w:rsidR="002A4158" w:rsidRPr="00DA4E77">
        <w:t>Jamais</w:t>
      </w:r>
      <w:r>
        <w:t xml:space="preserve">. </w:t>
      </w:r>
      <w:r w:rsidR="002A4158" w:rsidRPr="00DA4E77">
        <w:t>Tu sais co</w:t>
      </w:r>
      <w:r w:rsidR="002A4158" w:rsidRPr="00DA4E77">
        <w:t>m</w:t>
      </w:r>
      <w:r w:rsidR="002A4158" w:rsidRPr="00DA4E77">
        <w:t>bien je t</w:t>
      </w:r>
      <w:r>
        <w:t>’</w:t>
      </w:r>
      <w:r w:rsidR="002A4158" w:rsidRPr="00DA4E77">
        <w:t>aime et t</w:t>
      </w:r>
      <w:r>
        <w:t>’</w:t>
      </w:r>
      <w:r w:rsidR="002A4158" w:rsidRPr="00DA4E77">
        <w:t>admire</w:t>
      </w:r>
      <w:r>
        <w:t xml:space="preserve">. </w:t>
      </w:r>
      <w:proofErr w:type="spellStart"/>
      <w:r w:rsidR="002A4158" w:rsidRPr="00DA4E77">
        <w:t>Hermos</w:t>
      </w:r>
      <w:proofErr w:type="spellEnd"/>
      <w:r w:rsidR="002A4158" w:rsidRPr="00DA4E77">
        <w:t xml:space="preserve"> te dira ce que j</w:t>
      </w:r>
      <w:r>
        <w:t>’</w:t>
      </w:r>
      <w:r w:rsidR="002A4158" w:rsidRPr="00DA4E77">
        <w:t>ai fait pour f</w:t>
      </w:r>
      <w:r w:rsidR="002A4158" w:rsidRPr="00DA4E77">
        <w:t>a</w:t>
      </w:r>
      <w:r w:rsidR="002A4158" w:rsidRPr="00DA4E77">
        <w:t>voriser ton maintien au trône pendant ton absence</w:t>
      </w:r>
      <w:r>
        <w:t xml:space="preserve"> ; </w:t>
      </w:r>
      <w:r w:rsidR="002A4158" w:rsidRPr="00DA4E77">
        <w:t xml:space="preserve">et </w:t>
      </w:r>
      <w:proofErr w:type="spellStart"/>
      <w:r w:rsidR="002A4158" w:rsidRPr="00DA4E77">
        <w:lastRenderedPageBreak/>
        <w:t>Oréus</w:t>
      </w:r>
      <w:proofErr w:type="spellEnd"/>
      <w:r>
        <w:t xml:space="preserve">, </w:t>
      </w:r>
      <w:r w:rsidR="002A4158" w:rsidRPr="00DA4E77">
        <w:t>puisqu</w:t>
      </w:r>
      <w:r>
        <w:t>’</w:t>
      </w:r>
      <w:r w:rsidR="002A4158" w:rsidRPr="00DA4E77">
        <w:t>il daigne ne pas oublier son disciple</w:t>
      </w:r>
      <w:r>
        <w:t xml:space="preserve">, </w:t>
      </w:r>
      <w:r w:rsidR="002A4158" w:rsidRPr="00DA4E77">
        <w:t>te dira à son tour quel soin j</w:t>
      </w:r>
      <w:r>
        <w:t>’</w:t>
      </w:r>
      <w:r w:rsidR="002A4158" w:rsidRPr="00DA4E77">
        <w:t xml:space="preserve">apporte à </w:t>
      </w:r>
      <w:r w:rsidR="002A4158" w:rsidRPr="00DA4E77">
        <w:rPr>
          <w:bCs/>
        </w:rPr>
        <w:t xml:space="preserve">garder </w:t>
      </w:r>
      <w:r w:rsidR="002A4158" w:rsidRPr="00DA4E77">
        <w:t>les trésors qui me sont confiés</w:t>
      </w:r>
      <w:r>
        <w:t xml:space="preserve">. </w:t>
      </w:r>
      <w:r w:rsidR="002A4158" w:rsidRPr="00DA4E77">
        <w:t>Mais</w:t>
      </w:r>
      <w:r>
        <w:t xml:space="preserve">, </w:t>
      </w:r>
      <w:r w:rsidR="002A4158" w:rsidRPr="00DA4E77">
        <w:t>par amour pour Atlantis</w:t>
      </w:r>
      <w:r>
        <w:t xml:space="preserve">, </w:t>
      </w:r>
      <w:r w:rsidR="002A4158" w:rsidRPr="00DA4E77">
        <w:t>par obéissance aux dieux</w:t>
      </w:r>
      <w:r>
        <w:t xml:space="preserve">, </w:t>
      </w:r>
      <w:r w:rsidR="002A4158" w:rsidRPr="00DA4E77">
        <w:t>ne touche pas aux arcanes sacrés</w:t>
      </w:r>
      <w:r>
        <w:t xml:space="preserve">. </w:t>
      </w:r>
      <w:r w:rsidR="002A4158" w:rsidRPr="00DA4E77">
        <w:t>Je mourrai sur le seuil du lieu caché où est conservé le fluide éternel</w:t>
      </w:r>
      <w:r>
        <w:t xml:space="preserve">, </w:t>
      </w:r>
      <w:r w:rsidR="002A4158" w:rsidRPr="00DA4E77">
        <w:t>plutôt que d</w:t>
      </w:r>
      <w:r>
        <w:t>’</w:t>
      </w:r>
      <w:r w:rsidR="002A4158" w:rsidRPr="00DA4E77">
        <w:t>en laisser ravir une étincelle hors de la Colline Sainte</w:t>
      </w:r>
      <w:r>
        <w:t> !</w:t>
      </w:r>
    </w:p>
    <w:p w14:paraId="1757BEEE" w14:textId="77777777" w:rsidR="00276CCE" w:rsidRDefault="002A4158" w:rsidP="002A4158">
      <w:r w:rsidRPr="00DA4E77">
        <w:t xml:space="preserve">Et comme </w:t>
      </w:r>
      <w:proofErr w:type="spellStart"/>
      <w:r w:rsidRPr="00DA4E77">
        <w:t>Hellas</w:t>
      </w:r>
      <w:proofErr w:type="spellEnd"/>
      <w:r w:rsidRPr="00DA4E77">
        <w:t xml:space="preserve"> et </w:t>
      </w:r>
      <w:proofErr w:type="spellStart"/>
      <w:r w:rsidRPr="00DA4E77">
        <w:t>Hermos</w:t>
      </w:r>
      <w:proofErr w:type="spellEnd"/>
      <w:r w:rsidRPr="00DA4E77">
        <w:t xml:space="preserve"> semblent anéantis d</w:t>
      </w:r>
      <w:r w:rsidR="00276CCE">
        <w:t>’</w:t>
      </w:r>
      <w:r w:rsidRPr="00DA4E77">
        <w:t>entendre une réponse pareille</w:t>
      </w:r>
      <w:r w:rsidR="00276CCE">
        <w:t> :</w:t>
      </w:r>
    </w:p>
    <w:p w14:paraId="0605A803" w14:textId="77777777" w:rsidR="00276CCE" w:rsidRDefault="00276CCE" w:rsidP="002A4158">
      <w:r>
        <w:t>— </w:t>
      </w:r>
      <w:r w:rsidR="002A4158" w:rsidRPr="00DA4E77">
        <w:t>Amis</w:t>
      </w:r>
      <w:r>
        <w:t xml:space="preserve">, </w:t>
      </w:r>
      <w:r w:rsidR="002A4158" w:rsidRPr="00DA4E77">
        <w:t xml:space="preserve">poursuit doucement </w:t>
      </w:r>
      <w:proofErr w:type="spellStart"/>
      <w:r w:rsidR="002A4158" w:rsidRPr="00DA4E77">
        <w:t>Thébao</w:t>
      </w:r>
      <w:proofErr w:type="spellEnd"/>
      <w:r>
        <w:t xml:space="preserve">, </w:t>
      </w:r>
      <w:r w:rsidR="002A4158" w:rsidRPr="00DA4E77">
        <w:t>quel danger grave a pu vous pousser</w:t>
      </w:r>
      <w:r>
        <w:t xml:space="preserve">, </w:t>
      </w:r>
      <w:r w:rsidR="002A4158" w:rsidRPr="00DA4E77">
        <w:t>vous si bons</w:t>
      </w:r>
      <w:r>
        <w:t xml:space="preserve">, </w:t>
      </w:r>
      <w:r w:rsidR="002A4158" w:rsidRPr="00DA4E77">
        <w:t>à ce désir sacrilège</w:t>
      </w:r>
      <w:r>
        <w:t> ?</w:t>
      </w:r>
    </w:p>
    <w:p w14:paraId="209EF284" w14:textId="77777777" w:rsidR="00276CCE" w:rsidRDefault="00276CCE" w:rsidP="002A4158">
      <w:r>
        <w:t>— </w:t>
      </w:r>
      <w:r w:rsidR="002A4158" w:rsidRPr="00DA4E77">
        <w:t>Danger pour Atlantis</w:t>
      </w:r>
      <w:r>
        <w:t xml:space="preserve">, </w:t>
      </w:r>
      <w:r w:rsidR="002A4158" w:rsidRPr="00DA4E77">
        <w:t>danger pour toi</w:t>
      </w:r>
      <w:r>
        <w:t xml:space="preserve">, </w:t>
      </w:r>
      <w:r w:rsidR="002A4158" w:rsidRPr="00DA4E77">
        <w:t>danger pour tes trésors eux-mêmes</w:t>
      </w:r>
      <w:r>
        <w:t xml:space="preserve">. </w:t>
      </w:r>
      <w:r w:rsidR="002A4158" w:rsidRPr="00DA4E77">
        <w:t>Sache-le bien</w:t>
      </w:r>
      <w:r>
        <w:t xml:space="preserve">, </w:t>
      </w:r>
      <w:proofErr w:type="spellStart"/>
      <w:r w:rsidR="002A4158" w:rsidRPr="00DA4E77">
        <w:t>Thébao</w:t>
      </w:r>
      <w:proofErr w:type="spellEnd"/>
      <w:r>
        <w:t xml:space="preserve">, </w:t>
      </w:r>
      <w:r w:rsidR="002A4158" w:rsidRPr="00DA4E77">
        <w:t>si des Barbares s</w:t>
      </w:r>
      <w:r>
        <w:t>’</w:t>
      </w:r>
      <w:r w:rsidR="002A4158" w:rsidRPr="00DA4E77">
        <w:t>emparent jamais d</w:t>
      </w:r>
      <w:r>
        <w:t>’</w:t>
      </w:r>
      <w:r w:rsidR="002A4158" w:rsidRPr="00DA4E77">
        <w:t>Atlantis</w:t>
      </w:r>
      <w:r>
        <w:t xml:space="preserve">, </w:t>
      </w:r>
      <w:r w:rsidR="002A4158" w:rsidRPr="00DA4E77">
        <w:t>ou si les ennemis des dieux soul</w:t>
      </w:r>
      <w:r w:rsidR="002A4158" w:rsidRPr="00DA4E77">
        <w:t>è</w:t>
      </w:r>
      <w:r w:rsidR="002A4158" w:rsidRPr="00DA4E77">
        <w:t>vent dans la ville une émeute</w:t>
      </w:r>
      <w:r>
        <w:t xml:space="preserve">, </w:t>
      </w:r>
      <w:r w:rsidR="002A4158" w:rsidRPr="00DA4E77">
        <w:t>le premier assaut tenté se jettera contre la Terrasse Sainte</w:t>
      </w:r>
      <w:r>
        <w:t>.</w:t>
      </w:r>
    </w:p>
    <w:p w14:paraId="4E064316" w14:textId="77777777" w:rsidR="00276CCE" w:rsidRDefault="00276CCE" w:rsidP="002A4158">
      <w:r>
        <w:t>— </w:t>
      </w:r>
      <w:proofErr w:type="spellStart"/>
      <w:r w:rsidR="002A4158" w:rsidRPr="00DA4E77">
        <w:t>Hellas</w:t>
      </w:r>
      <w:proofErr w:type="spellEnd"/>
      <w:r>
        <w:t xml:space="preserve">, </w:t>
      </w:r>
      <w:r w:rsidR="002A4158" w:rsidRPr="00DA4E77">
        <w:t>je te le jure</w:t>
      </w:r>
      <w:r>
        <w:t xml:space="preserve">, </w:t>
      </w:r>
      <w:r w:rsidR="002A4158" w:rsidRPr="00DA4E77">
        <w:t>si jamais Barbares ou séditieux ve</w:t>
      </w:r>
      <w:r w:rsidR="002A4158" w:rsidRPr="00DA4E77">
        <w:t>u</w:t>
      </w:r>
      <w:r w:rsidR="002A4158" w:rsidRPr="00DA4E77">
        <w:t>lent s</w:t>
      </w:r>
      <w:r>
        <w:t>’</w:t>
      </w:r>
      <w:r w:rsidR="002A4158" w:rsidRPr="00DA4E77">
        <w:t>en emparer</w:t>
      </w:r>
      <w:r>
        <w:t xml:space="preserve">, </w:t>
      </w:r>
      <w:r w:rsidR="002A4158" w:rsidRPr="00DA4E77">
        <w:t>mes hiérophantes et moi nous lutterons ju</w:t>
      </w:r>
      <w:r w:rsidR="002A4158" w:rsidRPr="00DA4E77">
        <w:t>s</w:t>
      </w:r>
      <w:r w:rsidR="002A4158" w:rsidRPr="00DA4E77">
        <w:t>qu</w:t>
      </w:r>
      <w:r>
        <w:t>’</w:t>
      </w:r>
      <w:r w:rsidR="002A4158" w:rsidRPr="00DA4E77">
        <w:t>au dernier souffle sur les trésors confiés à notre garde</w:t>
      </w:r>
      <w:r>
        <w:t>.</w:t>
      </w:r>
    </w:p>
    <w:p w14:paraId="3587E1F0" w14:textId="77777777" w:rsidR="00276CCE" w:rsidRDefault="00276CCE" w:rsidP="002A4158">
      <w:r>
        <w:t>— </w:t>
      </w:r>
      <w:r w:rsidR="002A4158" w:rsidRPr="00DA4E77">
        <w:t>Ne vaut-il donc pas mieux les mettre en sûreté tout de suite</w:t>
      </w:r>
      <w:r>
        <w:t xml:space="preserve"> ? </w:t>
      </w:r>
      <w:r w:rsidR="002A4158" w:rsidRPr="00DA4E77">
        <w:t>Nous les emporterons dans l</w:t>
      </w:r>
      <w:r>
        <w:t>’</w:t>
      </w:r>
      <w:r w:rsidR="002A4158" w:rsidRPr="00DA4E77">
        <w:t>Île Verte et les cacherons sous la surveillance d</w:t>
      </w:r>
      <w:r>
        <w:t>’</w:t>
      </w:r>
      <w:proofErr w:type="spellStart"/>
      <w:r w:rsidR="002A4158" w:rsidRPr="00DA4E77">
        <w:t>Oréus</w:t>
      </w:r>
      <w:proofErr w:type="spellEnd"/>
      <w:r>
        <w:t>.</w:t>
      </w:r>
    </w:p>
    <w:p w14:paraId="73124EE9" w14:textId="77777777" w:rsidR="00276CCE" w:rsidRDefault="00276CCE" w:rsidP="002A4158">
      <w:r>
        <w:t>— </w:t>
      </w:r>
      <w:r w:rsidR="002A4158" w:rsidRPr="00DA4E77">
        <w:t>Non</w:t>
      </w:r>
      <w:r>
        <w:t xml:space="preserve">, </w:t>
      </w:r>
      <w:r w:rsidR="002A4158" w:rsidRPr="00DA4E77">
        <w:t>ils ne sortiront pas du Temple</w:t>
      </w:r>
      <w:r>
        <w:t xml:space="preserve"> ! </w:t>
      </w:r>
      <w:r w:rsidR="002A4158" w:rsidRPr="00DA4E77">
        <w:t>Un oracle lointain assure que le jour où les secrets d</w:t>
      </w:r>
      <w:r>
        <w:t>’</w:t>
      </w:r>
      <w:r w:rsidR="002A4158" w:rsidRPr="00DA4E77">
        <w:t>Atlantis lui seront enlevés</w:t>
      </w:r>
      <w:r>
        <w:t xml:space="preserve">, </w:t>
      </w:r>
      <w:r w:rsidR="002A4158" w:rsidRPr="00DA4E77">
        <w:t>de grands malheurs frapperont la ville</w:t>
      </w:r>
      <w:r>
        <w:t>.</w:t>
      </w:r>
    </w:p>
    <w:p w14:paraId="24E25234" w14:textId="77777777" w:rsidR="00276CCE" w:rsidRDefault="002A4158" w:rsidP="002A4158">
      <w:proofErr w:type="spellStart"/>
      <w:r w:rsidRPr="00DA4E77">
        <w:t>Hellas</w:t>
      </w:r>
      <w:proofErr w:type="spellEnd"/>
      <w:r w:rsidR="00276CCE">
        <w:t xml:space="preserve">, </w:t>
      </w:r>
      <w:r w:rsidRPr="00DA4E77">
        <w:t>à ces mots</w:t>
      </w:r>
      <w:r w:rsidR="00276CCE">
        <w:t xml:space="preserve">, </w:t>
      </w:r>
      <w:r w:rsidRPr="00DA4E77">
        <w:t>passe sa main droite sur son front</w:t>
      </w:r>
      <w:r w:rsidR="00276CCE">
        <w:t xml:space="preserve">, </w:t>
      </w:r>
      <w:r w:rsidRPr="00DA4E77">
        <w:t>se tait quelques minutes</w:t>
      </w:r>
      <w:r w:rsidR="00276CCE">
        <w:t xml:space="preserve">, </w:t>
      </w:r>
      <w:r w:rsidRPr="00DA4E77">
        <w:t>puis</w:t>
      </w:r>
      <w:r w:rsidR="00276CCE">
        <w:t xml:space="preserve">, </w:t>
      </w:r>
      <w:r w:rsidRPr="00DA4E77">
        <w:t xml:space="preserve">regardant tristement </w:t>
      </w:r>
      <w:proofErr w:type="spellStart"/>
      <w:r w:rsidRPr="00DA4E77">
        <w:t>Thébao</w:t>
      </w:r>
      <w:proofErr w:type="spellEnd"/>
      <w:r w:rsidR="00276CCE">
        <w:t> :</w:t>
      </w:r>
    </w:p>
    <w:p w14:paraId="37D3206E" w14:textId="77777777" w:rsidR="00276CCE" w:rsidRDefault="00276CCE" w:rsidP="002A4158">
      <w:r>
        <w:t>— </w:t>
      </w:r>
      <w:r w:rsidR="002A4158" w:rsidRPr="00DA4E77">
        <w:t>Veuillent les dieux que tu ne te trompes pas</w:t>
      </w:r>
      <w:r>
        <w:t xml:space="preserve"> ! </w:t>
      </w:r>
      <w:r w:rsidR="002A4158" w:rsidRPr="00DA4E77">
        <w:t>En tous les cas</w:t>
      </w:r>
      <w:r>
        <w:t xml:space="preserve">, </w:t>
      </w:r>
      <w:r w:rsidR="002A4158" w:rsidRPr="00DA4E77">
        <w:t>écoute</w:t>
      </w:r>
      <w:r>
        <w:t xml:space="preserve">. </w:t>
      </w:r>
      <w:r w:rsidR="002A4158" w:rsidRPr="00DA4E77">
        <w:t>Il y a</w:t>
      </w:r>
      <w:r>
        <w:t xml:space="preserve">, </w:t>
      </w:r>
      <w:r w:rsidR="002A4158" w:rsidRPr="00DA4E77">
        <w:t>dans le fond du Temple</w:t>
      </w:r>
      <w:r>
        <w:t xml:space="preserve">, </w:t>
      </w:r>
      <w:r w:rsidR="002A4158" w:rsidRPr="00DA4E77">
        <w:t>l</w:t>
      </w:r>
      <w:r>
        <w:t>’</w:t>
      </w:r>
      <w:r w:rsidR="002A4158" w:rsidRPr="00DA4E77">
        <w:t>entrée d</w:t>
      </w:r>
      <w:r>
        <w:t>’</w:t>
      </w:r>
      <w:r w:rsidR="002A4158" w:rsidRPr="00DA4E77">
        <w:t>un escalier dérobé qui conduit au Palais de l</w:t>
      </w:r>
      <w:r>
        <w:t>’</w:t>
      </w:r>
      <w:r w:rsidR="002A4158" w:rsidRPr="00DA4E77">
        <w:t>Empire</w:t>
      </w:r>
      <w:r>
        <w:t xml:space="preserve">. </w:t>
      </w:r>
      <w:r w:rsidR="002A4158" w:rsidRPr="00DA4E77">
        <w:t>C</w:t>
      </w:r>
      <w:r>
        <w:t>’</w:t>
      </w:r>
      <w:r w:rsidR="002A4158" w:rsidRPr="00DA4E77">
        <w:t xml:space="preserve">est par </w:t>
      </w:r>
      <w:r w:rsidR="002A4158" w:rsidRPr="00DA4E77">
        <w:lastRenderedPageBreak/>
        <w:t>cet escalier qu</w:t>
      </w:r>
      <w:r>
        <w:t>’</w:t>
      </w:r>
      <w:proofErr w:type="spellStart"/>
      <w:r w:rsidR="002A4158" w:rsidRPr="00DA4E77">
        <w:t>Hermos</w:t>
      </w:r>
      <w:proofErr w:type="spellEnd"/>
      <w:r w:rsidR="002A4158" w:rsidRPr="00DA4E77">
        <w:t xml:space="preserve"> a pu monter jusqu</w:t>
      </w:r>
      <w:r>
        <w:t>’</w:t>
      </w:r>
      <w:r w:rsidR="002A4158" w:rsidRPr="00DA4E77">
        <w:t>au Temple</w:t>
      </w:r>
      <w:r>
        <w:t xml:space="preserve">, </w:t>
      </w:r>
      <w:r w:rsidR="002A4158" w:rsidRPr="00DA4E77">
        <w:t>malgré les obstacles qu</w:t>
      </w:r>
      <w:r>
        <w:t>’</w:t>
      </w:r>
      <w:r w:rsidR="002A4158" w:rsidRPr="00DA4E77">
        <w:t>on avait accumulés devant lui</w:t>
      </w:r>
      <w:r>
        <w:t xml:space="preserve">. </w:t>
      </w:r>
      <w:r w:rsidR="002A4158" w:rsidRPr="00DA4E77">
        <w:t xml:space="preserve">Si jamais </w:t>
      </w:r>
      <w:smartTag w:uri="urn:schemas-microsoft-com:office:smarttags" w:element="PersonName">
        <w:smartTagPr>
          <w:attr w:name="ProductID" w:val="la Colline Sainte"/>
        </w:smartTagPr>
        <w:r w:rsidR="002A4158" w:rsidRPr="00DA4E77">
          <w:t>la Colline Sainte</w:t>
        </w:r>
      </w:smartTag>
      <w:r w:rsidR="002A4158" w:rsidRPr="00DA4E77">
        <w:t xml:space="preserve"> est attaquée par les Barbares</w:t>
      </w:r>
      <w:r>
        <w:t xml:space="preserve">, </w:t>
      </w:r>
      <w:r w:rsidR="002A4158" w:rsidRPr="00DA4E77">
        <w:t>ou par le peuple soulevé</w:t>
      </w:r>
      <w:r>
        <w:t xml:space="preserve">, </w:t>
      </w:r>
      <w:r w:rsidR="002A4158" w:rsidRPr="00DA4E77">
        <w:t>transporte les arcanes sacrés dans la crypte du Palais de l</w:t>
      </w:r>
      <w:r>
        <w:t>’</w:t>
      </w:r>
      <w:r w:rsidR="002A4158" w:rsidRPr="00DA4E77">
        <w:t>Empire</w:t>
      </w:r>
      <w:r>
        <w:t>.</w:t>
      </w:r>
    </w:p>
    <w:p w14:paraId="64035D90" w14:textId="77777777" w:rsidR="00276CCE" w:rsidRDefault="00276CCE" w:rsidP="002A4158">
      <w:r>
        <w:t>— </w:t>
      </w:r>
      <w:r w:rsidR="002A4158" w:rsidRPr="00DA4E77">
        <w:t>Pars sans inquiétude</w:t>
      </w:r>
      <w:r>
        <w:t xml:space="preserve">. </w:t>
      </w:r>
      <w:r w:rsidR="002A4158" w:rsidRPr="00DA4E77">
        <w:t>Tous mes hiérophantes me sont dévoués jusqu</w:t>
      </w:r>
      <w:r>
        <w:t>’</w:t>
      </w:r>
      <w:r w:rsidR="002A4158" w:rsidRPr="00DA4E77">
        <w:t>à la mort</w:t>
      </w:r>
      <w:r>
        <w:t xml:space="preserve">. </w:t>
      </w:r>
      <w:r w:rsidR="002A4158" w:rsidRPr="00DA4E77">
        <w:t>Au surplus</w:t>
      </w:r>
      <w:r>
        <w:t xml:space="preserve">, </w:t>
      </w:r>
      <w:r w:rsidR="002A4158" w:rsidRPr="00DA4E77">
        <w:t>qui crains-tu donc</w:t>
      </w:r>
      <w:r>
        <w:t> ?</w:t>
      </w:r>
    </w:p>
    <w:p w14:paraId="7C4915E4" w14:textId="77777777" w:rsidR="00276CCE" w:rsidRDefault="00276CCE" w:rsidP="002A4158">
      <w:r>
        <w:t>— </w:t>
      </w:r>
      <w:proofErr w:type="spellStart"/>
      <w:r w:rsidR="002A4158" w:rsidRPr="00DA4E77">
        <w:t>Melléna</w:t>
      </w:r>
      <w:proofErr w:type="spellEnd"/>
      <w:r>
        <w:t xml:space="preserve">, </w:t>
      </w:r>
      <w:r w:rsidR="002A4158" w:rsidRPr="00DA4E77">
        <w:t>ses partisans</w:t>
      </w:r>
      <w:r>
        <w:t xml:space="preserve">, </w:t>
      </w:r>
      <w:r w:rsidR="002A4158" w:rsidRPr="00DA4E77">
        <w:t>ses matelots aztèques</w:t>
      </w:r>
      <w:r>
        <w:t xml:space="preserve">. </w:t>
      </w:r>
      <w:r w:rsidR="002A4158" w:rsidRPr="00DA4E77">
        <w:t>Cette femme terrible et géniale rêve de rendre le pouvoir à l</w:t>
      </w:r>
      <w:r>
        <w:t>’</w:t>
      </w:r>
      <w:r w:rsidR="002A4158" w:rsidRPr="00DA4E77">
        <w:t>antique nation d</w:t>
      </w:r>
      <w:r>
        <w:t>’</w:t>
      </w:r>
      <w:r w:rsidR="002A4158" w:rsidRPr="00DA4E77">
        <w:t>Occident</w:t>
      </w:r>
      <w:r>
        <w:t xml:space="preserve">. </w:t>
      </w:r>
      <w:r w:rsidR="002A4158" w:rsidRPr="00DA4E77">
        <w:t>Elle voudrait supprimer toutes les colonies blanches</w:t>
      </w:r>
      <w:r>
        <w:t xml:space="preserve">, </w:t>
      </w:r>
      <w:r w:rsidR="002A4158" w:rsidRPr="00DA4E77">
        <w:t>et faire des peuples blancs les esclaves d</w:t>
      </w:r>
      <w:r>
        <w:t>’</w:t>
      </w:r>
      <w:r w:rsidR="002A4158" w:rsidRPr="00DA4E77">
        <w:t>Atlantis</w:t>
      </w:r>
      <w:r>
        <w:t xml:space="preserve">. </w:t>
      </w:r>
      <w:r w:rsidR="002A4158" w:rsidRPr="00DA4E77">
        <w:t>La flotte aztèque lui obéit aveuglément</w:t>
      </w:r>
      <w:r>
        <w:t xml:space="preserve">. </w:t>
      </w:r>
      <w:r w:rsidR="002A4158" w:rsidRPr="00DA4E77">
        <w:t>Pour moi</w:t>
      </w:r>
      <w:r>
        <w:t xml:space="preserve">, </w:t>
      </w:r>
      <w:r w:rsidR="002A4158" w:rsidRPr="00DA4E77">
        <w:t>voici deux jours que j</w:t>
      </w:r>
      <w:r>
        <w:t>’</w:t>
      </w:r>
      <w:r w:rsidR="002A4158" w:rsidRPr="00DA4E77">
        <w:t>attends en vain ma flotte ligure</w:t>
      </w:r>
      <w:r>
        <w:t>.</w:t>
      </w:r>
    </w:p>
    <w:p w14:paraId="306F60EA" w14:textId="77777777" w:rsidR="00276CCE" w:rsidRDefault="00276CCE" w:rsidP="002A4158">
      <w:r>
        <w:t>— </w:t>
      </w:r>
      <w:r w:rsidR="002A4158" w:rsidRPr="00DA4E77">
        <w:t>Ne désespère pas</w:t>
      </w:r>
      <w:r>
        <w:t xml:space="preserve">, </w:t>
      </w:r>
      <w:proofErr w:type="spellStart"/>
      <w:r w:rsidR="002A4158" w:rsidRPr="00DA4E77">
        <w:t>Hellas</w:t>
      </w:r>
      <w:proofErr w:type="spellEnd"/>
      <w:r>
        <w:t xml:space="preserve">, </w:t>
      </w:r>
      <w:r w:rsidR="002A4158" w:rsidRPr="00DA4E77">
        <w:t>les dieux te protégeront</w:t>
      </w:r>
      <w:r>
        <w:t xml:space="preserve">. </w:t>
      </w:r>
      <w:r w:rsidR="002A4158" w:rsidRPr="00DA4E77">
        <w:t>Tiens</w:t>
      </w:r>
      <w:r>
        <w:t xml:space="preserve">, </w:t>
      </w:r>
      <w:r w:rsidR="002A4158" w:rsidRPr="00DA4E77">
        <w:t>écoute</w:t>
      </w:r>
      <w:r>
        <w:t xml:space="preserve">, </w:t>
      </w:r>
      <w:r w:rsidR="002A4158" w:rsidRPr="00DA4E77">
        <w:t>on entend</w:t>
      </w:r>
      <w:r>
        <w:t xml:space="preserve">, </w:t>
      </w:r>
      <w:r w:rsidR="002A4158" w:rsidRPr="00DA4E77">
        <w:t>là-bas</w:t>
      </w:r>
      <w:r>
        <w:t xml:space="preserve">, </w:t>
      </w:r>
      <w:r w:rsidR="002A4158" w:rsidRPr="00DA4E77">
        <w:t>un tumulte de conques marines</w:t>
      </w:r>
      <w:r>
        <w:t>.</w:t>
      </w:r>
    </w:p>
    <w:p w14:paraId="761A413D" w14:textId="77777777" w:rsidR="00276CCE" w:rsidRDefault="002A4158" w:rsidP="002A4158">
      <w:r w:rsidRPr="00DA4E77">
        <w:t>Et les trois hommes s</w:t>
      </w:r>
      <w:r w:rsidR="00276CCE">
        <w:t>’</w:t>
      </w:r>
      <w:r w:rsidRPr="00DA4E77">
        <w:t>empressent vers l</w:t>
      </w:r>
      <w:r w:rsidR="00276CCE">
        <w:t>’</w:t>
      </w:r>
      <w:r w:rsidRPr="00DA4E77">
        <w:t>escalier du Sphinx</w:t>
      </w:r>
      <w:r w:rsidR="00276CCE">
        <w:t>.</w:t>
      </w:r>
    </w:p>
    <w:p w14:paraId="56180A1E" w14:textId="77777777" w:rsidR="00276CCE" w:rsidRDefault="00276CCE" w:rsidP="002A4158">
      <w:r>
        <w:t>— </w:t>
      </w:r>
      <w:r w:rsidR="002A4158" w:rsidRPr="00DA4E77">
        <w:t>Ah</w:t>
      </w:r>
      <w:r>
        <w:t xml:space="preserve"> ! </w:t>
      </w:r>
      <w:r w:rsidR="002A4158" w:rsidRPr="00DA4E77">
        <w:t>merci</w:t>
      </w:r>
      <w:r>
        <w:t xml:space="preserve">, </w:t>
      </w:r>
      <w:r w:rsidR="002A4158" w:rsidRPr="00DA4E77">
        <w:t>Dieu protecteur</w:t>
      </w:r>
      <w:r>
        <w:t xml:space="preserve">, </w:t>
      </w:r>
      <w:r w:rsidR="002A4158" w:rsidRPr="00DA4E77">
        <w:t>s</w:t>
      </w:r>
      <w:r>
        <w:t>’</w:t>
      </w:r>
      <w:r w:rsidR="002A4158" w:rsidRPr="00DA4E77">
        <w:t xml:space="preserve">écrie </w:t>
      </w:r>
      <w:proofErr w:type="spellStart"/>
      <w:r w:rsidR="002A4158" w:rsidRPr="00DA4E77">
        <w:t>Hellas</w:t>
      </w:r>
      <w:proofErr w:type="spellEnd"/>
      <w:r>
        <w:t xml:space="preserve">, </w:t>
      </w:r>
      <w:r w:rsidR="002A4158" w:rsidRPr="00DA4E77">
        <w:t>voici les Lig</w:t>
      </w:r>
      <w:r w:rsidR="002A4158" w:rsidRPr="00DA4E77">
        <w:t>u</w:t>
      </w:r>
      <w:r w:rsidR="002A4158" w:rsidRPr="00DA4E77">
        <w:t>res</w:t>
      </w:r>
      <w:r>
        <w:t> !</w:t>
      </w:r>
    </w:p>
    <w:p w14:paraId="51469C27" w14:textId="77777777" w:rsidR="00276CCE" w:rsidRDefault="002A4158" w:rsidP="002A4158">
      <w:r w:rsidRPr="00DA4E77">
        <w:t>Là-bas</w:t>
      </w:r>
      <w:r w:rsidR="00276CCE">
        <w:t xml:space="preserve">, </w:t>
      </w:r>
      <w:r w:rsidRPr="00DA4E77">
        <w:t>en effet</w:t>
      </w:r>
      <w:r w:rsidR="00276CCE">
        <w:t xml:space="preserve">, </w:t>
      </w:r>
      <w:r w:rsidRPr="00DA4E77">
        <w:t>en pleine mer</w:t>
      </w:r>
      <w:r w:rsidR="00276CCE">
        <w:t xml:space="preserve">, </w:t>
      </w:r>
      <w:r w:rsidRPr="00DA4E77">
        <w:t>on voit s</w:t>
      </w:r>
      <w:r w:rsidR="00276CCE">
        <w:t>’</w:t>
      </w:r>
      <w:r w:rsidRPr="00DA4E77">
        <w:t>avancer</w:t>
      </w:r>
      <w:r w:rsidR="00276CCE">
        <w:t xml:space="preserve">, </w:t>
      </w:r>
      <w:r w:rsidRPr="00DA4E77">
        <w:t>maje</w:t>
      </w:r>
      <w:r w:rsidRPr="00DA4E77">
        <w:t>s</w:t>
      </w:r>
      <w:r w:rsidRPr="00DA4E77">
        <w:t>tueusement</w:t>
      </w:r>
      <w:r w:rsidR="00276CCE">
        <w:t xml:space="preserve">, </w:t>
      </w:r>
      <w:r w:rsidRPr="00DA4E77">
        <w:t>une flotte nombreuse</w:t>
      </w:r>
      <w:r w:rsidR="00276CCE">
        <w:t xml:space="preserve">, </w:t>
      </w:r>
      <w:r w:rsidRPr="00DA4E77">
        <w:t>toutes voiles déployées</w:t>
      </w:r>
      <w:r w:rsidR="00276CCE">
        <w:t xml:space="preserve">. </w:t>
      </w:r>
      <w:r w:rsidRPr="00DA4E77">
        <w:t>Aux grands pavillons de pourpre qui flottent au sommet des mâts</w:t>
      </w:r>
      <w:r w:rsidR="00276CCE">
        <w:t xml:space="preserve">, </w:t>
      </w:r>
      <w:proofErr w:type="spellStart"/>
      <w:r w:rsidRPr="00DA4E77">
        <w:t>Hellas</w:t>
      </w:r>
      <w:proofErr w:type="spellEnd"/>
      <w:r w:rsidRPr="00DA4E77">
        <w:t xml:space="preserve"> reconnaît ses vaisseaux</w:t>
      </w:r>
      <w:r w:rsidR="00276CCE">
        <w:t xml:space="preserve">. </w:t>
      </w:r>
      <w:r w:rsidRPr="00DA4E77">
        <w:t>Déjà</w:t>
      </w:r>
      <w:r w:rsidR="00276CCE">
        <w:t xml:space="preserve">, </w:t>
      </w:r>
      <w:r w:rsidRPr="00DA4E77">
        <w:t>de la ville</w:t>
      </w:r>
      <w:r w:rsidR="00276CCE">
        <w:t xml:space="preserve">, </w:t>
      </w:r>
      <w:r w:rsidRPr="00DA4E77">
        <w:t>une rumeur monte</w:t>
      </w:r>
      <w:r w:rsidR="00276CCE">
        <w:t xml:space="preserve">. </w:t>
      </w:r>
      <w:r w:rsidRPr="00DA4E77">
        <w:t>La foule</w:t>
      </w:r>
      <w:r w:rsidR="00276CCE">
        <w:t xml:space="preserve">, </w:t>
      </w:r>
      <w:r w:rsidRPr="00DA4E77">
        <w:t>à larges flots</w:t>
      </w:r>
      <w:r w:rsidR="00276CCE">
        <w:t xml:space="preserve">, </w:t>
      </w:r>
      <w:r w:rsidRPr="00DA4E77">
        <w:t>se rend vers la rade</w:t>
      </w:r>
      <w:r w:rsidR="00276CCE">
        <w:t xml:space="preserve">. </w:t>
      </w:r>
      <w:proofErr w:type="spellStart"/>
      <w:r w:rsidRPr="00DA4E77">
        <w:t>Hermos</w:t>
      </w:r>
      <w:proofErr w:type="spellEnd"/>
      <w:r w:rsidRPr="00DA4E77">
        <w:t xml:space="preserve"> e</w:t>
      </w:r>
      <w:r w:rsidRPr="00DA4E77">
        <w:t>n</w:t>
      </w:r>
      <w:r w:rsidRPr="00DA4E77">
        <w:t xml:space="preserve">traîne </w:t>
      </w:r>
      <w:proofErr w:type="spellStart"/>
      <w:r w:rsidRPr="00DA4E77">
        <w:t>Hellas</w:t>
      </w:r>
      <w:proofErr w:type="spellEnd"/>
      <w:r w:rsidRPr="00DA4E77">
        <w:t xml:space="preserve"> dans le Temple</w:t>
      </w:r>
      <w:r w:rsidR="00276CCE">
        <w:t xml:space="preserve">, </w:t>
      </w:r>
      <w:r w:rsidRPr="00DA4E77">
        <w:t>et</w:t>
      </w:r>
      <w:r w:rsidR="00276CCE">
        <w:t xml:space="preserve">, </w:t>
      </w:r>
      <w:r w:rsidRPr="00DA4E77">
        <w:t>par l</w:t>
      </w:r>
      <w:r w:rsidR="00276CCE">
        <w:t>’</w:t>
      </w:r>
      <w:r w:rsidRPr="00DA4E77">
        <w:t>escalier secret</w:t>
      </w:r>
      <w:r w:rsidR="00276CCE">
        <w:t xml:space="preserve">, </w:t>
      </w:r>
      <w:r w:rsidRPr="00DA4E77">
        <w:t>ils rede</w:t>
      </w:r>
      <w:r w:rsidRPr="00DA4E77">
        <w:t>s</w:t>
      </w:r>
      <w:r w:rsidRPr="00DA4E77">
        <w:t>cendent au Palais de l</w:t>
      </w:r>
      <w:r w:rsidR="00276CCE">
        <w:t>’</w:t>
      </w:r>
      <w:r w:rsidRPr="00DA4E77">
        <w:t>Empire</w:t>
      </w:r>
      <w:r w:rsidR="00276CCE">
        <w:t xml:space="preserve">, </w:t>
      </w:r>
      <w:r w:rsidRPr="00DA4E77">
        <w:t>devant lequel le peuple les a</w:t>
      </w:r>
      <w:r w:rsidRPr="00DA4E77">
        <w:t>p</w:t>
      </w:r>
      <w:r w:rsidRPr="00DA4E77">
        <w:t>pelle à grands cris</w:t>
      </w:r>
      <w:r w:rsidR="00276CCE">
        <w:t>.</w:t>
      </w:r>
    </w:p>
    <w:p w14:paraId="0BDD900B" w14:textId="77777777" w:rsidR="00276CCE" w:rsidRDefault="00276CCE" w:rsidP="002A4158">
      <w:r>
        <w:t>— </w:t>
      </w:r>
      <w:r w:rsidR="002A4158" w:rsidRPr="00DA4E77">
        <w:t>Cette fois</w:t>
      </w:r>
      <w:r>
        <w:t xml:space="preserve">, </w:t>
      </w:r>
      <w:r w:rsidR="002A4158" w:rsidRPr="00DA4E77">
        <w:t>s</w:t>
      </w:r>
      <w:r>
        <w:t>’</w:t>
      </w:r>
      <w:r w:rsidR="002A4158" w:rsidRPr="00DA4E77">
        <w:t xml:space="preserve">exclame </w:t>
      </w:r>
      <w:proofErr w:type="spellStart"/>
      <w:r w:rsidR="002A4158" w:rsidRPr="00DA4E77">
        <w:t>Hermos</w:t>
      </w:r>
      <w:proofErr w:type="spellEnd"/>
      <w:r>
        <w:t xml:space="preserve">, </w:t>
      </w:r>
      <w:r w:rsidR="002A4158" w:rsidRPr="00DA4E77">
        <w:t>voici bien notre salut</w:t>
      </w:r>
      <w:r>
        <w:t> !</w:t>
      </w:r>
    </w:p>
    <w:p w14:paraId="62D76F63" w14:textId="77777777" w:rsidR="00276CCE" w:rsidRDefault="00276CCE" w:rsidP="002A4158">
      <w:r>
        <w:lastRenderedPageBreak/>
        <w:t>— </w:t>
      </w:r>
      <w:r w:rsidR="002A4158" w:rsidRPr="00DA4E77">
        <w:t>Je regrette cependant l</w:t>
      </w:r>
      <w:r>
        <w:t>’</w:t>
      </w:r>
      <w:r w:rsidR="002A4158" w:rsidRPr="00DA4E77">
        <w:t xml:space="preserve">entêtement de </w:t>
      </w:r>
      <w:proofErr w:type="spellStart"/>
      <w:r w:rsidR="002A4158" w:rsidRPr="00DA4E77">
        <w:t>Thébao</w:t>
      </w:r>
      <w:proofErr w:type="spellEnd"/>
      <w:r>
        <w:t xml:space="preserve">, </w:t>
      </w:r>
      <w:r w:rsidR="002A4158" w:rsidRPr="00DA4E77">
        <w:t xml:space="preserve">murmure </w:t>
      </w:r>
      <w:proofErr w:type="spellStart"/>
      <w:r w:rsidR="002A4158" w:rsidRPr="00DA4E77">
        <w:t>Hellas</w:t>
      </w:r>
      <w:proofErr w:type="spellEnd"/>
      <w:r>
        <w:t xml:space="preserve">. </w:t>
      </w:r>
      <w:r w:rsidR="002A4158" w:rsidRPr="00DA4E77">
        <w:t>Puissions-nous n</w:t>
      </w:r>
      <w:r>
        <w:t>’</w:t>
      </w:r>
      <w:r w:rsidR="002A4158" w:rsidRPr="00DA4E77">
        <w:t>avoir pas à déplorer sa fidélité trop stricte</w:t>
      </w:r>
      <w:r>
        <w:t> !</w:t>
      </w:r>
    </w:p>
    <w:p w14:paraId="0E71EF48" w14:textId="77777777" w:rsidR="00276CCE" w:rsidRDefault="00276CCE" w:rsidP="002A4158">
      <w:r>
        <w:t>— </w:t>
      </w:r>
      <w:r w:rsidR="002A4158" w:rsidRPr="00DA4E77">
        <w:t>Hâtons-nous</w:t>
      </w:r>
      <w:r>
        <w:t xml:space="preserve">, </w:t>
      </w:r>
      <w:proofErr w:type="spellStart"/>
      <w:r w:rsidR="002A4158" w:rsidRPr="00DA4E77">
        <w:t>Hellas</w:t>
      </w:r>
      <w:proofErr w:type="spellEnd"/>
      <w:r>
        <w:t xml:space="preserve">. </w:t>
      </w:r>
      <w:r w:rsidR="002A4158" w:rsidRPr="00DA4E77">
        <w:t>J</w:t>
      </w:r>
      <w:r>
        <w:t>’</w:t>
      </w:r>
      <w:r w:rsidR="002A4158" w:rsidRPr="00DA4E77">
        <w:t xml:space="preserve">entends </w:t>
      </w:r>
      <w:proofErr w:type="spellStart"/>
      <w:r w:rsidR="002A4158" w:rsidRPr="00DA4E77">
        <w:t>Knephao</w:t>
      </w:r>
      <w:proofErr w:type="spellEnd"/>
      <w:r w:rsidR="002A4158" w:rsidRPr="00DA4E77">
        <w:t xml:space="preserve"> qui calme la foule</w:t>
      </w:r>
      <w:r>
        <w:t xml:space="preserve">. </w:t>
      </w:r>
      <w:r w:rsidR="002A4158" w:rsidRPr="00DA4E77">
        <w:t>On nous attend</w:t>
      </w:r>
      <w:r>
        <w:t>.</w:t>
      </w:r>
    </w:p>
    <w:p w14:paraId="53A65929" w14:textId="77777777" w:rsidR="00276CCE" w:rsidRDefault="00276CCE" w:rsidP="00276CCE">
      <w:pPr>
        <w:pStyle w:val="Titre2"/>
        <w:rPr>
          <w:i/>
        </w:rPr>
      </w:pPr>
      <w:bookmarkStart w:id="30" w:name="_Toc194842016"/>
      <w:r w:rsidRPr="00DA4E77">
        <w:lastRenderedPageBreak/>
        <w:t>Scène</w:t>
      </w:r>
      <w:r>
        <w:t> </w:t>
      </w:r>
      <w:r w:rsidRPr="00DA4E77">
        <w:t>IV</w:t>
      </w:r>
      <w:r>
        <w:t xml:space="preserve">. – </w:t>
      </w:r>
      <w:r w:rsidR="002A4158" w:rsidRPr="00DA4E77">
        <w:rPr>
          <w:i/>
        </w:rPr>
        <w:t>Au palais de l</w:t>
      </w:r>
      <w:r>
        <w:rPr>
          <w:i/>
        </w:rPr>
        <w:t>’</w:t>
      </w:r>
      <w:r w:rsidR="002A4158" w:rsidRPr="00DA4E77">
        <w:rPr>
          <w:i/>
        </w:rPr>
        <w:t>Or</w:t>
      </w:r>
      <w:r>
        <w:rPr>
          <w:i/>
        </w:rPr>
        <w:t>.</w:t>
      </w:r>
      <w:bookmarkEnd w:id="30"/>
    </w:p>
    <w:p w14:paraId="279B3EE4" w14:textId="77777777" w:rsidR="00276CCE" w:rsidRDefault="002A4158" w:rsidP="002A4158">
      <w:r w:rsidRPr="00DA4E77">
        <w:t>Dans une somptueuse salle du palais de l</w:t>
      </w:r>
      <w:r w:rsidR="00276CCE">
        <w:t>’</w:t>
      </w:r>
      <w:r w:rsidRPr="00DA4E77">
        <w:t>Or</w:t>
      </w:r>
      <w:r w:rsidR="00276CCE">
        <w:t xml:space="preserve">, </w:t>
      </w:r>
      <w:r w:rsidRPr="00DA4E77">
        <w:t xml:space="preserve">les amis de </w:t>
      </w:r>
      <w:proofErr w:type="spellStart"/>
      <w:r w:rsidRPr="00DA4E77">
        <w:t>Guitché</w:t>
      </w:r>
      <w:proofErr w:type="spellEnd"/>
      <w:r w:rsidR="00276CCE">
        <w:t xml:space="preserve">, </w:t>
      </w:r>
      <w:r w:rsidRPr="00DA4E77">
        <w:t>réunis autour de lui</w:t>
      </w:r>
      <w:r w:rsidR="00276CCE">
        <w:t xml:space="preserve">, </w:t>
      </w:r>
      <w:r w:rsidRPr="00DA4E77">
        <w:t>se concertent avec ardeur to</w:t>
      </w:r>
      <w:r w:rsidRPr="00DA4E77">
        <w:t>u</w:t>
      </w:r>
      <w:r w:rsidRPr="00DA4E77">
        <w:t>chant l</w:t>
      </w:r>
      <w:r w:rsidR="00276CCE">
        <w:t>’</w:t>
      </w:r>
      <w:r w:rsidRPr="00DA4E77">
        <w:t>Assemblée des Notables qui va s</w:t>
      </w:r>
      <w:r w:rsidR="00276CCE">
        <w:t>’</w:t>
      </w:r>
      <w:r w:rsidRPr="00DA4E77">
        <w:t>ouvrir dans une heure</w:t>
      </w:r>
      <w:r w:rsidR="00276CCE">
        <w:t>.</w:t>
      </w:r>
    </w:p>
    <w:p w14:paraId="6D2377CD" w14:textId="77777777" w:rsidR="00276CCE" w:rsidRDefault="002A4158" w:rsidP="002A4158">
      <w:r w:rsidRPr="00DA4E77">
        <w:t>Dehors</w:t>
      </w:r>
      <w:r w:rsidR="00276CCE">
        <w:t xml:space="preserve">, </w:t>
      </w:r>
      <w:r w:rsidRPr="00DA4E77">
        <w:t>au-dessus d</w:t>
      </w:r>
      <w:r w:rsidR="00276CCE">
        <w:t>’</w:t>
      </w:r>
      <w:r w:rsidRPr="00DA4E77">
        <w:t>eux</w:t>
      </w:r>
      <w:r w:rsidR="00276CCE">
        <w:t xml:space="preserve">, </w:t>
      </w:r>
      <w:r w:rsidRPr="00DA4E77">
        <w:t>sur l</w:t>
      </w:r>
      <w:r w:rsidR="00276CCE">
        <w:t>’</w:t>
      </w:r>
      <w:r w:rsidRPr="00DA4E77">
        <w:t>esplanade de l</w:t>
      </w:r>
      <w:r w:rsidR="00276CCE">
        <w:t>’</w:t>
      </w:r>
      <w:r w:rsidRPr="00DA4E77">
        <w:t>Empire</w:t>
      </w:r>
      <w:r w:rsidR="00276CCE">
        <w:t xml:space="preserve">, </w:t>
      </w:r>
      <w:r w:rsidRPr="00DA4E77">
        <w:t>r</w:t>
      </w:r>
      <w:r w:rsidRPr="00DA4E77">
        <w:t>e</w:t>
      </w:r>
      <w:r w:rsidRPr="00DA4E77">
        <w:t>tentissent des rumeurs grandissantes</w:t>
      </w:r>
      <w:r w:rsidR="00276CCE">
        <w:t xml:space="preserve"> ; </w:t>
      </w:r>
      <w:r w:rsidRPr="00DA4E77">
        <w:t>mais les riches et les gardiens de l</w:t>
      </w:r>
      <w:r w:rsidR="00276CCE">
        <w:t>’</w:t>
      </w:r>
      <w:r w:rsidRPr="00DA4E77">
        <w:t>or n</w:t>
      </w:r>
      <w:r w:rsidR="00276CCE">
        <w:t>’</w:t>
      </w:r>
      <w:r w:rsidRPr="00DA4E77">
        <w:t>y prêtent aucune attention</w:t>
      </w:r>
      <w:r w:rsidR="00276CCE">
        <w:t xml:space="preserve">, </w:t>
      </w:r>
      <w:r w:rsidRPr="00DA4E77">
        <w:t>absorbés par leurs projets immédiats</w:t>
      </w:r>
      <w:r w:rsidR="00276CCE">
        <w:t>.</w:t>
      </w:r>
    </w:p>
    <w:p w14:paraId="1C20D2CE" w14:textId="77777777" w:rsidR="00276CCE" w:rsidRDefault="00276CCE" w:rsidP="002A4158">
      <w:r>
        <w:t>— </w:t>
      </w:r>
      <w:r w:rsidR="002A4158" w:rsidRPr="00DA4E77">
        <w:t>C</w:t>
      </w:r>
      <w:r>
        <w:t>’</w:t>
      </w:r>
      <w:r w:rsidR="002A4158" w:rsidRPr="00DA4E77">
        <w:t xml:space="preserve">est la cohue du peuple qui vient acclamer son héros </w:t>
      </w:r>
      <w:proofErr w:type="spellStart"/>
      <w:r w:rsidR="002A4158" w:rsidRPr="00DA4E77">
        <w:t>Hellas</w:t>
      </w:r>
      <w:proofErr w:type="spellEnd"/>
      <w:r>
        <w:t xml:space="preserve">, </w:t>
      </w:r>
      <w:r w:rsidR="002A4158" w:rsidRPr="00DA4E77">
        <w:t xml:space="preserve">glapit </w:t>
      </w:r>
      <w:proofErr w:type="spellStart"/>
      <w:r w:rsidR="002A4158" w:rsidRPr="00DA4E77">
        <w:t>Barkas</w:t>
      </w:r>
      <w:proofErr w:type="spellEnd"/>
      <w:r>
        <w:t xml:space="preserve">. </w:t>
      </w:r>
      <w:r w:rsidR="002A4158" w:rsidRPr="00DA4E77">
        <w:t>Criez</w:t>
      </w:r>
      <w:r>
        <w:t xml:space="preserve"> ! </w:t>
      </w:r>
      <w:r w:rsidR="002A4158" w:rsidRPr="00DA4E77">
        <w:t>criez</w:t>
      </w:r>
      <w:r>
        <w:t xml:space="preserve"> ! </w:t>
      </w:r>
      <w:r w:rsidR="002A4158" w:rsidRPr="00DA4E77">
        <w:t>mes braves</w:t>
      </w:r>
      <w:r>
        <w:t xml:space="preserve"> ! </w:t>
      </w:r>
      <w:r w:rsidR="002A4158" w:rsidRPr="00DA4E77">
        <w:t>nous verrons bien tout à l</w:t>
      </w:r>
      <w:r>
        <w:t>’</w:t>
      </w:r>
      <w:r w:rsidR="002A4158" w:rsidRPr="00DA4E77">
        <w:t>heure qui vous acclamerez les derniers</w:t>
      </w:r>
      <w:r>
        <w:t> !</w:t>
      </w:r>
    </w:p>
    <w:p w14:paraId="753EA2FE" w14:textId="77777777" w:rsidR="00276CCE" w:rsidRDefault="00276CCE" w:rsidP="002A4158">
      <w:r>
        <w:t>— </w:t>
      </w:r>
      <w:r w:rsidR="002A4158" w:rsidRPr="00DA4E77">
        <w:t>Pourtant</w:t>
      </w:r>
      <w:r>
        <w:t xml:space="preserve">, </w:t>
      </w:r>
      <w:r w:rsidR="002A4158" w:rsidRPr="00DA4E77">
        <w:t xml:space="preserve">observe </w:t>
      </w:r>
      <w:proofErr w:type="spellStart"/>
      <w:r w:rsidR="002A4158" w:rsidRPr="00DA4E77">
        <w:t>Guitché</w:t>
      </w:r>
      <w:proofErr w:type="spellEnd"/>
      <w:r>
        <w:t xml:space="preserve">, </w:t>
      </w:r>
      <w:r w:rsidR="002A4158" w:rsidRPr="00DA4E77">
        <w:t>s</w:t>
      </w:r>
      <w:r>
        <w:t>’</w:t>
      </w:r>
      <w:r w:rsidR="002A4158" w:rsidRPr="00DA4E77">
        <w:t>il a la foule avec lui</w:t>
      </w:r>
      <w:r>
        <w:t> ?</w:t>
      </w:r>
    </w:p>
    <w:p w14:paraId="390A108E" w14:textId="77777777" w:rsidR="00276CCE" w:rsidRDefault="00276CCE" w:rsidP="002A4158">
      <w:r>
        <w:t>— </w:t>
      </w:r>
      <w:r w:rsidR="002A4158" w:rsidRPr="00DA4E77">
        <w:t>La foule</w:t>
      </w:r>
      <w:r>
        <w:t xml:space="preserve"> ? </w:t>
      </w:r>
      <w:r w:rsidR="002A4158" w:rsidRPr="00DA4E77">
        <w:t>Elle criait</w:t>
      </w:r>
      <w:r>
        <w:t xml:space="preserve">, </w:t>
      </w:r>
      <w:r w:rsidR="002A4158" w:rsidRPr="00DA4E77">
        <w:t>il y a trois ans</w:t>
      </w:r>
      <w:r>
        <w:t xml:space="preserve">, </w:t>
      </w:r>
      <w:r w:rsidR="002A4158" w:rsidRPr="00DA4E77">
        <w:t xml:space="preserve">pour </w:t>
      </w:r>
      <w:proofErr w:type="spellStart"/>
      <w:r w:rsidR="002A4158" w:rsidRPr="00DA4E77">
        <w:t>Melléna</w:t>
      </w:r>
      <w:proofErr w:type="spellEnd"/>
      <w:r>
        <w:t xml:space="preserve">, </w:t>
      </w:r>
      <w:r w:rsidR="002A4158" w:rsidRPr="00DA4E77">
        <w:t xml:space="preserve">elle criait hier pour </w:t>
      </w:r>
      <w:proofErr w:type="spellStart"/>
      <w:r w:rsidR="002A4158" w:rsidRPr="00DA4E77">
        <w:t>Hermos</w:t>
      </w:r>
      <w:proofErr w:type="spellEnd"/>
      <w:r>
        <w:t xml:space="preserve">, </w:t>
      </w:r>
      <w:r w:rsidR="002A4158" w:rsidRPr="00DA4E77">
        <w:t>elle crie aujourd</w:t>
      </w:r>
      <w:r>
        <w:t>’</w:t>
      </w:r>
      <w:r w:rsidR="002A4158" w:rsidRPr="00DA4E77">
        <w:t xml:space="preserve">hui pour </w:t>
      </w:r>
      <w:proofErr w:type="spellStart"/>
      <w:r w:rsidR="002A4158" w:rsidRPr="00DA4E77">
        <w:t>Hellas</w:t>
      </w:r>
      <w:proofErr w:type="spellEnd"/>
      <w:r>
        <w:t xml:space="preserve">. </w:t>
      </w:r>
      <w:r w:rsidR="002A4158" w:rsidRPr="00DA4E77">
        <w:t>Elle hurle pour qui passe et brille</w:t>
      </w:r>
      <w:r>
        <w:t xml:space="preserve">. </w:t>
      </w:r>
      <w:r w:rsidR="002A4158" w:rsidRPr="00DA4E77">
        <w:t>Donnons-lui de l</w:t>
      </w:r>
      <w:r>
        <w:t>’</w:t>
      </w:r>
      <w:r w:rsidR="002A4158" w:rsidRPr="00DA4E77">
        <w:t>or et des fêtes et elle nous exaltera</w:t>
      </w:r>
      <w:r>
        <w:t> !</w:t>
      </w:r>
    </w:p>
    <w:p w14:paraId="2E872F9D" w14:textId="77777777" w:rsidR="00276CCE" w:rsidRDefault="00276CCE" w:rsidP="002A4158">
      <w:r>
        <w:t>— </w:t>
      </w:r>
      <w:r w:rsidR="002A4158" w:rsidRPr="00DA4E77">
        <w:t>De l</w:t>
      </w:r>
      <w:r>
        <w:t>’</w:t>
      </w:r>
      <w:r w:rsidR="002A4158" w:rsidRPr="00DA4E77">
        <w:t>or</w:t>
      </w:r>
      <w:r>
        <w:t xml:space="preserve"> ! </w:t>
      </w:r>
      <w:r w:rsidR="002A4158" w:rsidRPr="00DA4E77">
        <w:t>des fêtes</w:t>
      </w:r>
      <w:r>
        <w:t xml:space="preserve"> ! </w:t>
      </w:r>
      <w:r w:rsidR="002A4158" w:rsidRPr="00DA4E77">
        <w:t xml:space="preserve">grommelle </w:t>
      </w:r>
      <w:proofErr w:type="spellStart"/>
      <w:r w:rsidR="002A4158" w:rsidRPr="00DA4E77">
        <w:t>Moussor</w:t>
      </w:r>
      <w:proofErr w:type="spellEnd"/>
      <w:r>
        <w:t xml:space="preserve">, </w:t>
      </w:r>
      <w:r w:rsidR="002A4158" w:rsidRPr="00DA4E77">
        <w:t>le tribun des marchands</w:t>
      </w:r>
      <w:r>
        <w:t xml:space="preserve">, </w:t>
      </w:r>
      <w:r w:rsidR="002A4158" w:rsidRPr="00DA4E77">
        <w:t>voilà justement ce dont nous avons été trop avares</w:t>
      </w:r>
      <w:r>
        <w:t xml:space="preserve">, </w:t>
      </w:r>
      <w:r w:rsidR="002A4158" w:rsidRPr="00DA4E77">
        <w:t>et</w:t>
      </w:r>
      <w:r>
        <w:t xml:space="preserve">, </w:t>
      </w:r>
      <w:r w:rsidR="002A4158" w:rsidRPr="00DA4E77">
        <w:t>pour cela</w:t>
      </w:r>
      <w:r>
        <w:t xml:space="preserve">, </w:t>
      </w:r>
      <w:r w:rsidR="002A4158" w:rsidRPr="00DA4E77">
        <w:t>la foule se détourne de nous</w:t>
      </w:r>
      <w:r>
        <w:t xml:space="preserve">. </w:t>
      </w:r>
      <w:r w:rsidR="002A4158" w:rsidRPr="00DA4E77">
        <w:t>Il ne faut pas nous griser d</w:t>
      </w:r>
      <w:r>
        <w:t>’</w:t>
      </w:r>
      <w:r w:rsidR="002A4158" w:rsidRPr="00DA4E77">
        <w:t>illusions</w:t>
      </w:r>
      <w:r>
        <w:t xml:space="preserve">. </w:t>
      </w:r>
      <w:r w:rsidR="002A4158" w:rsidRPr="00DA4E77">
        <w:t>Nous avons à lutter contre des forces redout</w:t>
      </w:r>
      <w:r w:rsidR="002A4158" w:rsidRPr="00DA4E77">
        <w:t>a</w:t>
      </w:r>
      <w:r w:rsidR="002A4158" w:rsidRPr="00DA4E77">
        <w:t>bles</w:t>
      </w:r>
      <w:r>
        <w:t xml:space="preserve">. </w:t>
      </w:r>
      <w:proofErr w:type="spellStart"/>
      <w:r w:rsidR="002A4158" w:rsidRPr="00DA4E77">
        <w:t>Hellas</w:t>
      </w:r>
      <w:proofErr w:type="spellEnd"/>
      <w:r w:rsidR="002A4158" w:rsidRPr="00DA4E77">
        <w:t xml:space="preserve"> étale de l</w:t>
      </w:r>
      <w:r>
        <w:t>’</w:t>
      </w:r>
      <w:r w:rsidR="002A4158" w:rsidRPr="00DA4E77">
        <w:t>éloquence</w:t>
      </w:r>
      <w:r>
        <w:t xml:space="preserve">, </w:t>
      </w:r>
      <w:r w:rsidR="002A4158" w:rsidRPr="00DA4E77">
        <w:t>du prestige</w:t>
      </w:r>
      <w:r>
        <w:t xml:space="preserve">, </w:t>
      </w:r>
      <w:r w:rsidR="002A4158" w:rsidRPr="00DA4E77">
        <w:t>du génie même</w:t>
      </w:r>
      <w:r>
        <w:t xml:space="preserve">. </w:t>
      </w:r>
      <w:r w:rsidR="002A4158" w:rsidRPr="00DA4E77">
        <w:t>Il domine la foule qui subit son resplendissement</w:t>
      </w:r>
      <w:r>
        <w:t xml:space="preserve">. </w:t>
      </w:r>
      <w:r w:rsidR="002A4158" w:rsidRPr="00DA4E77">
        <w:t>Et</w:t>
      </w:r>
      <w:r>
        <w:t xml:space="preserve">, </w:t>
      </w:r>
      <w:r w:rsidR="002A4158" w:rsidRPr="00DA4E77">
        <w:t>de plus</w:t>
      </w:r>
      <w:r>
        <w:t xml:space="preserve">, </w:t>
      </w:r>
      <w:r w:rsidR="002A4158" w:rsidRPr="00DA4E77">
        <w:t>il se montre généreux et désintéressé</w:t>
      </w:r>
      <w:r>
        <w:t>.</w:t>
      </w:r>
    </w:p>
    <w:p w14:paraId="452E6207" w14:textId="77777777" w:rsidR="00276CCE" w:rsidRDefault="00276CCE" w:rsidP="002A4158">
      <w:r>
        <w:t>— </w:t>
      </w:r>
      <w:r w:rsidR="002A4158" w:rsidRPr="00DA4E77">
        <w:t>Va l</w:t>
      </w:r>
      <w:r>
        <w:t>’</w:t>
      </w:r>
      <w:r w:rsidR="002A4158" w:rsidRPr="00DA4E77">
        <w:t>acclamer alors</w:t>
      </w:r>
      <w:r>
        <w:t xml:space="preserve"> ! </w:t>
      </w:r>
      <w:r w:rsidR="002A4158" w:rsidRPr="00DA4E77">
        <w:t xml:space="preserve">riposte </w:t>
      </w:r>
      <w:proofErr w:type="spellStart"/>
      <w:r w:rsidR="002A4158" w:rsidRPr="00DA4E77">
        <w:t>Belkis</w:t>
      </w:r>
      <w:proofErr w:type="spellEnd"/>
      <w:r w:rsidR="002A4158" w:rsidRPr="00DA4E77">
        <w:t xml:space="preserve"> d</w:t>
      </w:r>
      <w:r>
        <w:t>’</w:t>
      </w:r>
      <w:r w:rsidR="002A4158" w:rsidRPr="00DA4E77">
        <w:t>un ton gouailleur</w:t>
      </w:r>
      <w:r>
        <w:t>.</w:t>
      </w:r>
    </w:p>
    <w:p w14:paraId="2EF3EB8C" w14:textId="77777777" w:rsidR="00276CCE" w:rsidRDefault="00276CCE" w:rsidP="002A4158">
      <w:r>
        <w:t>— </w:t>
      </w:r>
      <w:r w:rsidR="002A4158" w:rsidRPr="00DA4E77">
        <w:t>Tais-toi donc</w:t>
      </w:r>
      <w:r>
        <w:t xml:space="preserve">, </w:t>
      </w:r>
      <w:proofErr w:type="spellStart"/>
      <w:r w:rsidR="002A4158" w:rsidRPr="00DA4E77">
        <w:t>Belkis</w:t>
      </w:r>
      <w:proofErr w:type="spellEnd"/>
      <w:r>
        <w:t xml:space="preserve">. </w:t>
      </w:r>
      <w:r w:rsidR="002A4158" w:rsidRPr="00DA4E77">
        <w:t>Je te laisse</w:t>
      </w:r>
      <w:r>
        <w:t xml:space="preserve">, </w:t>
      </w:r>
      <w:r w:rsidR="002A4158" w:rsidRPr="00DA4E77">
        <w:t>à toi</w:t>
      </w:r>
      <w:r>
        <w:t xml:space="preserve">, </w:t>
      </w:r>
      <w:r w:rsidR="002A4158" w:rsidRPr="00DA4E77">
        <w:t xml:space="preserve">le soin de flatter bassement </w:t>
      </w:r>
      <w:proofErr w:type="spellStart"/>
      <w:r w:rsidR="002A4158" w:rsidRPr="00DA4E77">
        <w:t>Hellas</w:t>
      </w:r>
      <w:proofErr w:type="spellEnd"/>
      <w:r w:rsidR="002A4158" w:rsidRPr="00DA4E77">
        <w:t xml:space="preserve"> ou </w:t>
      </w:r>
      <w:proofErr w:type="spellStart"/>
      <w:r w:rsidR="002A4158" w:rsidRPr="00DA4E77">
        <w:t>Hermos</w:t>
      </w:r>
      <w:proofErr w:type="spellEnd"/>
      <w:r w:rsidR="002A4158" w:rsidRPr="00DA4E77">
        <w:t xml:space="preserve"> devant eux</w:t>
      </w:r>
      <w:r>
        <w:t xml:space="preserve">, </w:t>
      </w:r>
      <w:r w:rsidR="002A4158" w:rsidRPr="00DA4E77">
        <w:t xml:space="preserve">et de les insulter </w:t>
      </w:r>
      <w:r w:rsidR="002A4158" w:rsidRPr="00DA4E77">
        <w:lastRenderedPageBreak/>
        <w:t>à distance</w:t>
      </w:r>
      <w:r>
        <w:t xml:space="preserve">. </w:t>
      </w:r>
      <w:r w:rsidR="002A4158" w:rsidRPr="00DA4E77">
        <w:t>Moi</w:t>
      </w:r>
      <w:r>
        <w:t xml:space="preserve">, </w:t>
      </w:r>
      <w:r w:rsidR="002A4158" w:rsidRPr="00DA4E77">
        <w:t>je dis la vérité</w:t>
      </w:r>
      <w:r>
        <w:t xml:space="preserve">, </w:t>
      </w:r>
      <w:r w:rsidR="002A4158" w:rsidRPr="00DA4E77">
        <w:t>loin d</w:t>
      </w:r>
      <w:r>
        <w:t>’</w:t>
      </w:r>
      <w:r w:rsidR="002A4158" w:rsidRPr="00DA4E77">
        <w:t>eux</w:t>
      </w:r>
      <w:r>
        <w:t xml:space="preserve">, </w:t>
      </w:r>
      <w:r w:rsidR="002A4158" w:rsidRPr="00DA4E77">
        <w:t>justement parce qu</w:t>
      </w:r>
      <w:r>
        <w:t>’</w:t>
      </w:r>
      <w:r w:rsidR="002A4158" w:rsidRPr="00DA4E77">
        <w:t>ennemi de leurs dangereux rêves</w:t>
      </w:r>
      <w:r>
        <w:t xml:space="preserve">. </w:t>
      </w:r>
      <w:r w:rsidR="002A4158" w:rsidRPr="00DA4E77">
        <w:t>Je ne les hais pas</w:t>
      </w:r>
      <w:r>
        <w:t xml:space="preserve">. </w:t>
      </w:r>
      <w:r w:rsidR="002A4158" w:rsidRPr="00DA4E77">
        <w:t>Je les combats</w:t>
      </w:r>
      <w:r>
        <w:t xml:space="preserve">. </w:t>
      </w:r>
      <w:r w:rsidR="002A4158" w:rsidRPr="00DA4E77">
        <w:t>Et nul de vous</w:t>
      </w:r>
      <w:r>
        <w:t xml:space="preserve">, </w:t>
      </w:r>
      <w:r w:rsidR="002A4158" w:rsidRPr="00DA4E77">
        <w:t>je l</w:t>
      </w:r>
      <w:r>
        <w:t>’</w:t>
      </w:r>
      <w:r w:rsidR="002A4158" w:rsidRPr="00DA4E77">
        <w:t>espère</w:t>
      </w:r>
      <w:r>
        <w:t xml:space="preserve">, </w:t>
      </w:r>
      <w:r w:rsidR="002A4158" w:rsidRPr="00DA4E77">
        <w:t>ne suspecte ma fidélité à notre parti</w:t>
      </w:r>
      <w:r>
        <w:t>.</w:t>
      </w:r>
    </w:p>
    <w:p w14:paraId="4295EF94" w14:textId="77777777" w:rsidR="00276CCE" w:rsidRDefault="00276CCE" w:rsidP="002A4158">
      <w:r>
        <w:t>— </w:t>
      </w:r>
      <w:r w:rsidR="002A4158" w:rsidRPr="00DA4E77">
        <w:t>Non</w:t>
      </w:r>
      <w:r>
        <w:t xml:space="preserve">, </w:t>
      </w:r>
      <w:r w:rsidR="002A4158" w:rsidRPr="00DA4E77">
        <w:t>non</w:t>
      </w:r>
      <w:r>
        <w:t xml:space="preserve">, </w:t>
      </w:r>
      <w:r w:rsidR="002A4158" w:rsidRPr="00DA4E77">
        <w:t>parle</w:t>
      </w:r>
      <w:r>
        <w:t xml:space="preserve">, </w:t>
      </w:r>
      <w:proofErr w:type="spellStart"/>
      <w:r w:rsidR="002A4158" w:rsidRPr="00DA4E77">
        <w:t>Moussor</w:t>
      </w:r>
      <w:proofErr w:type="spellEnd"/>
      <w:r>
        <w:t> !</w:t>
      </w:r>
    </w:p>
    <w:p w14:paraId="7549B003" w14:textId="77777777" w:rsidR="00276CCE" w:rsidRDefault="00276CCE" w:rsidP="002A4158">
      <w:r>
        <w:t>— </w:t>
      </w:r>
      <w:r w:rsidR="002A4158" w:rsidRPr="00DA4E77">
        <w:t>Eh bien</w:t>
      </w:r>
      <w:r>
        <w:t xml:space="preserve">, </w:t>
      </w:r>
      <w:r w:rsidR="002A4158" w:rsidRPr="00DA4E77">
        <w:t>je le répète</w:t>
      </w:r>
      <w:r>
        <w:t xml:space="preserve">, </w:t>
      </w:r>
      <w:proofErr w:type="spellStart"/>
      <w:r w:rsidR="002A4158" w:rsidRPr="00DA4E77">
        <w:t>Hellas</w:t>
      </w:r>
      <w:proofErr w:type="spellEnd"/>
      <w:r w:rsidR="002A4158" w:rsidRPr="00DA4E77">
        <w:t xml:space="preserve"> reste puissant parce qu</w:t>
      </w:r>
      <w:r>
        <w:t>’</w:t>
      </w:r>
      <w:r w:rsidR="002A4158" w:rsidRPr="00DA4E77">
        <w:t>il paraît grand</w:t>
      </w:r>
      <w:r>
        <w:t xml:space="preserve">. </w:t>
      </w:r>
      <w:r w:rsidR="002A4158" w:rsidRPr="00DA4E77">
        <w:t>Parfois</w:t>
      </w:r>
      <w:r>
        <w:t xml:space="preserve">, </w:t>
      </w:r>
      <w:r w:rsidR="002A4158" w:rsidRPr="00DA4E77">
        <w:t>il effraye le peuple par les fulgurations de son génie dominateur</w:t>
      </w:r>
      <w:r>
        <w:t xml:space="preserve"> ; </w:t>
      </w:r>
      <w:r w:rsidR="002A4158" w:rsidRPr="00DA4E77">
        <w:t>mais</w:t>
      </w:r>
      <w:r>
        <w:t xml:space="preserve">, </w:t>
      </w:r>
      <w:r w:rsidR="002A4158" w:rsidRPr="00DA4E77">
        <w:t>malgré tout</w:t>
      </w:r>
      <w:r>
        <w:t xml:space="preserve">, </w:t>
      </w:r>
      <w:r w:rsidR="002A4158" w:rsidRPr="00DA4E77">
        <w:t>chacun l</w:t>
      </w:r>
      <w:r>
        <w:t>’</w:t>
      </w:r>
      <w:r w:rsidR="002A4158" w:rsidRPr="00DA4E77">
        <w:t>admire</w:t>
      </w:r>
      <w:r>
        <w:t xml:space="preserve">. </w:t>
      </w:r>
      <w:proofErr w:type="spellStart"/>
      <w:r w:rsidR="002A4158" w:rsidRPr="00DA4E77">
        <w:t>Hermos</w:t>
      </w:r>
      <w:proofErr w:type="spellEnd"/>
      <w:r>
        <w:t xml:space="preserve">, </w:t>
      </w:r>
      <w:r w:rsidR="002A4158" w:rsidRPr="00DA4E77">
        <w:t>moins puissant</w:t>
      </w:r>
      <w:r>
        <w:t xml:space="preserve">, </w:t>
      </w:r>
      <w:r w:rsidR="002A4158" w:rsidRPr="00DA4E77">
        <w:t>entraîne la jeunesse</w:t>
      </w:r>
      <w:r>
        <w:t xml:space="preserve">. </w:t>
      </w:r>
      <w:proofErr w:type="spellStart"/>
      <w:r w:rsidR="002A4158" w:rsidRPr="00DA4E77">
        <w:t>Knephao</w:t>
      </w:r>
      <w:proofErr w:type="spellEnd"/>
      <w:r w:rsidR="002A4158" w:rsidRPr="00DA4E77">
        <w:t xml:space="preserve"> co</w:t>
      </w:r>
      <w:r w:rsidR="002A4158" w:rsidRPr="00DA4E77">
        <w:t>m</w:t>
      </w:r>
      <w:r w:rsidR="002A4158" w:rsidRPr="00DA4E77">
        <w:t>mande</w:t>
      </w:r>
      <w:r>
        <w:t xml:space="preserve">, </w:t>
      </w:r>
      <w:r w:rsidR="002A4158" w:rsidRPr="00DA4E77">
        <w:t>terrible et fort comme un élément</w:t>
      </w:r>
      <w:r>
        <w:t xml:space="preserve">. </w:t>
      </w:r>
      <w:r w:rsidR="002A4158" w:rsidRPr="00DA4E77">
        <w:t>Et</w:t>
      </w:r>
      <w:r>
        <w:t xml:space="preserve">, </w:t>
      </w:r>
      <w:r w:rsidR="002A4158" w:rsidRPr="00DA4E77">
        <w:t>au-dessus d</w:t>
      </w:r>
      <w:r>
        <w:t>’</w:t>
      </w:r>
      <w:r w:rsidR="002A4158" w:rsidRPr="00DA4E77">
        <w:t>eux</w:t>
      </w:r>
      <w:r>
        <w:t xml:space="preserve">, </w:t>
      </w:r>
      <w:r w:rsidR="002A4158" w:rsidRPr="00DA4E77">
        <w:t>dans une sorte de mystère</w:t>
      </w:r>
      <w:r>
        <w:t xml:space="preserve">, </w:t>
      </w:r>
      <w:r w:rsidR="002A4158" w:rsidRPr="00DA4E77">
        <w:t>trône leur maître</w:t>
      </w:r>
      <w:r>
        <w:t xml:space="preserve"> : </w:t>
      </w:r>
      <w:proofErr w:type="spellStart"/>
      <w:r w:rsidR="002A4158" w:rsidRPr="00DA4E77">
        <w:t>Oréus</w:t>
      </w:r>
      <w:proofErr w:type="spellEnd"/>
      <w:r>
        <w:t xml:space="preserve">, </w:t>
      </w:r>
      <w:r w:rsidR="002A4158" w:rsidRPr="00DA4E77">
        <w:t>possesseur de fabuleux secrets</w:t>
      </w:r>
      <w:r>
        <w:t xml:space="preserve">. </w:t>
      </w:r>
      <w:r w:rsidR="002A4158" w:rsidRPr="00DA4E77">
        <w:t>C</w:t>
      </w:r>
      <w:r>
        <w:t>’</w:t>
      </w:r>
      <w:r w:rsidR="002A4158" w:rsidRPr="00DA4E77">
        <w:t>est par esprit de conservation que je co</w:t>
      </w:r>
      <w:r w:rsidR="002A4158" w:rsidRPr="00DA4E77">
        <w:t>m</w:t>
      </w:r>
      <w:r w:rsidR="002A4158" w:rsidRPr="00DA4E77">
        <w:t>bats ces novateurs inquiétants</w:t>
      </w:r>
      <w:r>
        <w:t xml:space="preserve">, </w:t>
      </w:r>
      <w:r w:rsidR="002A4158" w:rsidRPr="00DA4E77">
        <w:t>ces fous éloquents qui veulent civiliser le reste du monde et susciter là-bas des cités nouvelles</w:t>
      </w:r>
      <w:r>
        <w:t xml:space="preserve">, </w:t>
      </w:r>
      <w:r w:rsidR="002A4158" w:rsidRPr="00DA4E77">
        <w:t>lesquelles</w:t>
      </w:r>
      <w:r>
        <w:t xml:space="preserve">, </w:t>
      </w:r>
      <w:r w:rsidR="002A4158" w:rsidRPr="00DA4E77">
        <w:t>demain</w:t>
      </w:r>
      <w:r>
        <w:t xml:space="preserve">, </w:t>
      </w:r>
      <w:r w:rsidR="002A4158" w:rsidRPr="00DA4E77">
        <w:t>deviendront les rivales de notre Atlantis</w:t>
      </w:r>
      <w:r>
        <w:t xml:space="preserve"> ! </w:t>
      </w:r>
      <w:r w:rsidR="002A4158" w:rsidRPr="00DA4E77">
        <w:t>Les insensés</w:t>
      </w:r>
      <w:r>
        <w:t xml:space="preserve"> ! </w:t>
      </w:r>
      <w:r w:rsidR="002A4158" w:rsidRPr="00DA4E77">
        <w:t>Ils ne voient donc pas que le jour où les peuples blancs</w:t>
      </w:r>
      <w:r>
        <w:t xml:space="preserve">, </w:t>
      </w:r>
      <w:r w:rsidR="002A4158" w:rsidRPr="00DA4E77">
        <w:t>jeunes</w:t>
      </w:r>
      <w:r>
        <w:t xml:space="preserve">, </w:t>
      </w:r>
      <w:r w:rsidR="002A4158" w:rsidRPr="00DA4E77">
        <w:t>actifs</w:t>
      </w:r>
      <w:r>
        <w:t xml:space="preserve">, </w:t>
      </w:r>
      <w:r w:rsidR="002A4158" w:rsidRPr="00DA4E77">
        <w:t>ardents</w:t>
      </w:r>
      <w:r>
        <w:t xml:space="preserve">, </w:t>
      </w:r>
      <w:r w:rsidR="002A4158" w:rsidRPr="00DA4E77">
        <w:t>plus nombreux que le sable de la mer</w:t>
      </w:r>
      <w:r>
        <w:t xml:space="preserve">, </w:t>
      </w:r>
      <w:r w:rsidR="002A4158" w:rsidRPr="00DA4E77">
        <w:t>s</w:t>
      </w:r>
      <w:r>
        <w:t>’</w:t>
      </w:r>
      <w:r w:rsidR="002A4158" w:rsidRPr="00DA4E77">
        <w:t>élèveront comme nous à la connaissance des choses</w:t>
      </w:r>
      <w:r>
        <w:t xml:space="preserve">, </w:t>
      </w:r>
      <w:r w:rsidR="002A4158" w:rsidRPr="00DA4E77">
        <w:t>ils commenceront par s</w:t>
      </w:r>
      <w:r>
        <w:t>’</w:t>
      </w:r>
      <w:r w:rsidR="002A4158" w:rsidRPr="00DA4E77">
        <w:t>emparer d</w:t>
      </w:r>
      <w:r>
        <w:t>’</w:t>
      </w:r>
      <w:r w:rsidR="002A4158" w:rsidRPr="00DA4E77">
        <w:t>Atlantis et finiront par se sub</w:t>
      </w:r>
      <w:r w:rsidR="002A4158" w:rsidRPr="00DA4E77">
        <w:t>s</w:t>
      </w:r>
      <w:r w:rsidR="002A4158" w:rsidRPr="00DA4E77">
        <w:t>tituer à notre race</w:t>
      </w:r>
      <w:r>
        <w:t xml:space="preserve">, </w:t>
      </w:r>
      <w:r w:rsidR="002A4158" w:rsidRPr="00DA4E77">
        <w:t>dans la direction de l</w:t>
      </w:r>
      <w:r>
        <w:t>’</w:t>
      </w:r>
      <w:r w:rsidR="002A4158" w:rsidRPr="00DA4E77">
        <w:t>Univers futur</w:t>
      </w:r>
      <w:r>
        <w:t xml:space="preserve"> ! </w:t>
      </w:r>
      <w:r w:rsidR="002A4158" w:rsidRPr="00DA4E77">
        <w:t>Voilà pourquoi</w:t>
      </w:r>
      <w:r>
        <w:t xml:space="preserve">, </w:t>
      </w:r>
      <w:r w:rsidR="002A4158" w:rsidRPr="00DA4E77">
        <w:t>amis</w:t>
      </w:r>
      <w:r>
        <w:t xml:space="preserve">, </w:t>
      </w:r>
      <w:r w:rsidR="002A4158" w:rsidRPr="00DA4E77">
        <w:t>nous devons lutter contre eux</w:t>
      </w:r>
      <w:r>
        <w:t xml:space="preserve">, </w:t>
      </w:r>
      <w:r w:rsidR="002A4158" w:rsidRPr="00DA4E77">
        <w:t xml:space="preserve">et gloire à </w:t>
      </w:r>
      <w:smartTag w:uri="urn:schemas-microsoft-com:office:smarttags" w:element="PersonName">
        <w:smartTagPr>
          <w:attr w:name="ProductID" w:val="la grande Mell￩na"/>
        </w:smartTagPr>
        <w:r w:rsidR="002A4158" w:rsidRPr="00DA4E77">
          <w:t xml:space="preserve">la grande </w:t>
        </w:r>
        <w:proofErr w:type="spellStart"/>
        <w:r w:rsidR="002A4158" w:rsidRPr="00DA4E77">
          <w:t>Melléna</w:t>
        </w:r>
      </w:smartTag>
      <w:proofErr w:type="spellEnd"/>
      <w:r w:rsidR="002A4158" w:rsidRPr="00DA4E77">
        <w:t xml:space="preserve"> qui</w:t>
      </w:r>
      <w:r>
        <w:t xml:space="preserve">, </w:t>
      </w:r>
      <w:r w:rsidR="002A4158" w:rsidRPr="00DA4E77">
        <w:t>la première</w:t>
      </w:r>
      <w:r>
        <w:t xml:space="preserve">, </w:t>
      </w:r>
      <w:r w:rsidR="002A4158" w:rsidRPr="00DA4E77">
        <w:t>a su nous grouper pour tenter de rendre à la race rouge l</w:t>
      </w:r>
      <w:r>
        <w:t>’</w:t>
      </w:r>
      <w:r w:rsidR="002A4158" w:rsidRPr="00DA4E77">
        <w:t>exclusive science</w:t>
      </w:r>
      <w:r>
        <w:t xml:space="preserve">, </w:t>
      </w:r>
      <w:r w:rsidR="002A4158" w:rsidRPr="00DA4E77">
        <w:t>l</w:t>
      </w:r>
      <w:r>
        <w:t>’</w:t>
      </w:r>
      <w:r w:rsidR="002A4158" w:rsidRPr="00DA4E77">
        <w:t>exclusive force</w:t>
      </w:r>
      <w:r>
        <w:t xml:space="preserve">, </w:t>
      </w:r>
      <w:r w:rsidR="002A4158" w:rsidRPr="00DA4E77">
        <w:t>l</w:t>
      </w:r>
      <w:r>
        <w:t>’</w:t>
      </w:r>
      <w:r w:rsidR="002A4158" w:rsidRPr="00DA4E77">
        <w:t>exclusive jouissance des trésors divins</w:t>
      </w:r>
      <w:r>
        <w:t> !</w:t>
      </w:r>
    </w:p>
    <w:p w14:paraId="38516E9A" w14:textId="77777777" w:rsidR="00276CCE" w:rsidRDefault="00276CCE" w:rsidP="002A4158">
      <w:r>
        <w:t>— </w:t>
      </w:r>
      <w:r w:rsidR="002A4158" w:rsidRPr="00DA4E77">
        <w:t>Tu dis vrai</w:t>
      </w:r>
      <w:r>
        <w:t xml:space="preserve">, </w:t>
      </w:r>
      <w:proofErr w:type="spellStart"/>
      <w:r w:rsidR="002A4158" w:rsidRPr="00DA4E77">
        <w:t>Moussor</w:t>
      </w:r>
      <w:proofErr w:type="spellEnd"/>
      <w:r>
        <w:t> !</w:t>
      </w:r>
    </w:p>
    <w:p w14:paraId="33F8CE4A" w14:textId="77777777" w:rsidR="00276CCE" w:rsidRDefault="00276CCE" w:rsidP="002A4158">
      <w:r>
        <w:t>— </w:t>
      </w:r>
      <w:r w:rsidR="002A4158" w:rsidRPr="00DA4E77">
        <w:t xml:space="preserve">Gloire à </w:t>
      </w:r>
      <w:proofErr w:type="spellStart"/>
      <w:r w:rsidR="002A4158" w:rsidRPr="00DA4E77">
        <w:t>Melléna</w:t>
      </w:r>
      <w:proofErr w:type="spellEnd"/>
      <w:r>
        <w:t> !</w:t>
      </w:r>
    </w:p>
    <w:p w14:paraId="2DD9BC30" w14:textId="77777777" w:rsidR="00276CCE" w:rsidRDefault="00276CCE" w:rsidP="002A4158">
      <w:r>
        <w:t>— </w:t>
      </w:r>
      <w:r w:rsidR="002A4158" w:rsidRPr="00DA4E77">
        <w:t>Donc</w:t>
      </w:r>
      <w:r>
        <w:t xml:space="preserve">, </w:t>
      </w:r>
      <w:r w:rsidR="002A4158" w:rsidRPr="00DA4E77">
        <w:t>puisque nous voulons lutter</w:t>
      </w:r>
      <w:r>
        <w:t xml:space="preserve">, </w:t>
      </w:r>
      <w:r w:rsidR="002A4158" w:rsidRPr="00DA4E77">
        <w:t>n</w:t>
      </w:r>
      <w:r>
        <w:t>’</w:t>
      </w:r>
      <w:r w:rsidR="002A4158" w:rsidRPr="00DA4E77">
        <w:t>ignorons rien de nos propres faiblesses</w:t>
      </w:r>
      <w:r>
        <w:t xml:space="preserve">. </w:t>
      </w:r>
      <w:r w:rsidR="002A4158" w:rsidRPr="00DA4E77">
        <w:t>Nous savons ce qu</w:t>
      </w:r>
      <w:r>
        <w:t>’</w:t>
      </w:r>
      <w:proofErr w:type="spellStart"/>
      <w:r w:rsidR="002A4158" w:rsidRPr="00DA4E77">
        <w:t>Hellas</w:t>
      </w:r>
      <w:proofErr w:type="spellEnd"/>
      <w:r w:rsidR="002A4158" w:rsidRPr="00DA4E77">
        <w:t xml:space="preserve"> tient pour lui</w:t>
      </w:r>
      <w:r>
        <w:t xml:space="preserve"> : </w:t>
      </w:r>
      <w:r w:rsidR="002A4158" w:rsidRPr="00DA4E77">
        <w:t>son prestige</w:t>
      </w:r>
      <w:r>
        <w:t xml:space="preserve">, </w:t>
      </w:r>
      <w:r w:rsidR="002A4158" w:rsidRPr="00DA4E77">
        <w:t>sa bravoure</w:t>
      </w:r>
      <w:r>
        <w:t xml:space="preserve">, </w:t>
      </w:r>
      <w:r w:rsidR="002A4158" w:rsidRPr="00DA4E77">
        <w:t>l</w:t>
      </w:r>
      <w:r>
        <w:t>’</w:t>
      </w:r>
      <w:r w:rsidR="002A4158" w:rsidRPr="00DA4E77">
        <w:t>admiration du peuple</w:t>
      </w:r>
      <w:r>
        <w:t xml:space="preserve">. </w:t>
      </w:r>
      <w:r w:rsidR="002A4158" w:rsidRPr="00DA4E77">
        <w:t xml:space="preserve">Et que </w:t>
      </w:r>
      <w:r w:rsidR="002A4158" w:rsidRPr="00DA4E77">
        <w:lastRenderedPageBreak/>
        <w:t>lui o</w:t>
      </w:r>
      <w:r w:rsidR="002A4158" w:rsidRPr="00DA4E77">
        <w:t>p</w:t>
      </w:r>
      <w:r w:rsidR="002A4158" w:rsidRPr="00DA4E77">
        <w:t>posons-nous</w:t>
      </w:r>
      <w:r>
        <w:t xml:space="preserve"> ? </w:t>
      </w:r>
      <w:r w:rsidR="002A4158" w:rsidRPr="00DA4E77">
        <w:t>Une force que nous n</w:t>
      </w:r>
      <w:r>
        <w:t>’</w:t>
      </w:r>
      <w:r w:rsidR="002A4158" w:rsidRPr="00DA4E77">
        <w:t>avons pas su employer</w:t>
      </w:r>
      <w:r>
        <w:t xml:space="preserve">. </w:t>
      </w:r>
      <w:r w:rsidR="002A4158" w:rsidRPr="00DA4E77">
        <w:t>Nous possédons l</w:t>
      </w:r>
      <w:r>
        <w:t>’</w:t>
      </w:r>
      <w:r w:rsidR="002A4158" w:rsidRPr="00DA4E77">
        <w:t>or</w:t>
      </w:r>
      <w:r>
        <w:t xml:space="preserve">. </w:t>
      </w:r>
      <w:r w:rsidR="002A4158" w:rsidRPr="00DA4E77">
        <w:t>Toi</w:t>
      </w:r>
      <w:r>
        <w:t xml:space="preserve">, </w:t>
      </w:r>
      <w:proofErr w:type="spellStart"/>
      <w:r w:rsidR="002A4158" w:rsidRPr="00DA4E77">
        <w:t>Guitché</w:t>
      </w:r>
      <w:proofErr w:type="spellEnd"/>
      <w:r>
        <w:t xml:space="preserve">, </w:t>
      </w:r>
      <w:r w:rsidR="002A4158" w:rsidRPr="00DA4E77">
        <w:t>tu gouvernes les mines</w:t>
      </w:r>
      <w:r>
        <w:t xml:space="preserve">. </w:t>
      </w:r>
      <w:r w:rsidR="002A4158" w:rsidRPr="00DA4E77">
        <w:t>Toi</w:t>
      </w:r>
      <w:r>
        <w:t xml:space="preserve">, </w:t>
      </w:r>
      <w:proofErr w:type="spellStart"/>
      <w:r w:rsidR="002A4158" w:rsidRPr="00DA4E77">
        <w:t>Belkis</w:t>
      </w:r>
      <w:proofErr w:type="spellEnd"/>
      <w:r>
        <w:t xml:space="preserve">, </w:t>
      </w:r>
      <w:r w:rsidR="002A4158" w:rsidRPr="00DA4E77">
        <w:t>tu contrôles le recrutement des matelots</w:t>
      </w:r>
      <w:r>
        <w:t xml:space="preserve">. </w:t>
      </w:r>
      <w:r w:rsidR="002A4158" w:rsidRPr="00DA4E77">
        <w:t>Moi</w:t>
      </w:r>
      <w:r>
        <w:t xml:space="preserve">, </w:t>
      </w:r>
      <w:r w:rsidR="002A4158" w:rsidRPr="00DA4E77">
        <w:t>je domine le commerce maritime</w:t>
      </w:r>
      <w:r>
        <w:t xml:space="preserve">, </w:t>
      </w:r>
      <w:r w:rsidR="002A4158" w:rsidRPr="00DA4E77">
        <w:t>et vous tous</w:t>
      </w:r>
      <w:r>
        <w:t xml:space="preserve">, </w:t>
      </w:r>
      <w:r w:rsidR="002A4158" w:rsidRPr="00DA4E77">
        <w:t>vous régnez sur une part quelconque de la richesse publique</w:t>
      </w:r>
      <w:r>
        <w:t xml:space="preserve">. </w:t>
      </w:r>
      <w:r w:rsidR="002A4158" w:rsidRPr="00DA4E77">
        <w:t>Eh bien</w:t>
      </w:r>
      <w:r>
        <w:t xml:space="preserve"> ! </w:t>
      </w:r>
      <w:r w:rsidR="002A4158" w:rsidRPr="00DA4E77">
        <w:t>avec tous ces tr</w:t>
      </w:r>
      <w:r w:rsidR="002A4158" w:rsidRPr="00DA4E77">
        <w:t>é</w:t>
      </w:r>
      <w:r w:rsidR="002A4158" w:rsidRPr="00DA4E77">
        <w:t>sors</w:t>
      </w:r>
      <w:r>
        <w:t xml:space="preserve">, </w:t>
      </w:r>
      <w:r w:rsidR="002A4158" w:rsidRPr="00DA4E77">
        <w:t>nous n</w:t>
      </w:r>
      <w:r>
        <w:t>’</w:t>
      </w:r>
      <w:r w:rsidR="002A4158" w:rsidRPr="00DA4E77">
        <w:t>avons pas su conquérir l</w:t>
      </w:r>
      <w:r>
        <w:t>’</w:t>
      </w:r>
      <w:r w:rsidR="002A4158" w:rsidRPr="00DA4E77">
        <w:t>affection d</w:t>
      </w:r>
      <w:r>
        <w:t>’</w:t>
      </w:r>
      <w:r w:rsidR="002A4158" w:rsidRPr="00DA4E77">
        <w:t>un peuple si amoureux de plaisir</w:t>
      </w:r>
      <w:r>
        <w:t xml:space="preserve">, </w:t>
      </w:r>
      <w:r w:rsidR="002A4158" w:rsidRPr="00DA4E77">
        <w:t>qu</w:t>
      </w:r>
      <w:r>
        <w:t>’</w:t>
      </w:r>
      <w:r w:rsidR="002A4158" w:rsidRPr="00DA4E77">
        <w:t>il ne rêve que fêtes et voluptés</w:t>
      </w:r>
      <w:r>
        <w:t xml:space="preserve">. </w:t>
      </w:r>
      <w:r w:rsidR="002A4158" w:rsidRPr="00DA4E77">
        <w:t>La seule chose que nous ayons donnée aux Atlantes</w:t>
      </w:r>
      <w:r>
        <w:t xml:space="preserve"> ? </w:t>
      </w:r>
      <w:r w:rsidR="002A4158" w:rsidRPr="00DA4E77">
        <w:t>Un simple cirque</w:t>
      </w:r>
      <w:r>
        <w:t xml:space="preserve">, </w:t>
      </w:r>
      <w:r w:rsidR="002A4158" w:rsidRPr="00DA4E77">
        <w:t>où l</w:t>
      </w:r>
      <w:r>
        <w:t>’</w:t>
      </w:r>
      <w:r w:rsidR="002A4158" w:rsidRPr="00DA4E77">
        <w:t>on fait combattre des animaux féroces</w:t>
      </w:r>
      <w:r>
        <w:t>.</w:t>
      </w:r>
    </w:p>
    <w:p w14:paraId="6AD3FDBA" w14:textId="77777777" w:rsidR="00276CCE" w:rsidRDefault="00276CCE" w:rsidP="002A4158">
      <w:r>
        <w:t>— </w:t>
      </w:r>
      <w:r w:rsidR="002A4158" w:rsidRPr="00DA4E77">
        <w:t>Un simple cirque</w:t>
      </w:r>
      <w:r>
        <w:t xml:space="preserve"> ! </w:t>
      </w:r>
      <w:r w:rsidR="002A4158" w:rsidRPr="00DA4E77">
        <w:t>Comme tu y vas</w:t>
      </w:r>
      <w:r>
        <w:t xml:space="preserve"> ! </w:t>
      </w:r>
      <w:r w:rsidR="002A4158" w:rsidRPr="00DA4E77">
        <w:t>Cinq cent mille pl</w:t>
      </w:r>
      <w:r w:rsidR="002A4158" w:rsidRPr="00DA4E77">
        <w:t>a</w:t>
      </w:r>
      <w:r w:rsidR="002A4158" w:rsidRPr="00DA4E77">
        <w:t>ces</w:t>
      </w:r>
      <w:r>
        <w:t xml:space="preserve"> ! </w:t>
      </w:r>
      <w:r w:rsidR="002A4158" w:rsidRPr="00DA4E77">
        <w:t xml:space="preserve">fait </w:t>
      </w:r>
      <w:proofErr w:type="spellStart"/>
      <w:r w:rsidR="002A4158" w:rsidRPr="00DA4E77">
        <w:t>Guitché</w:t>
      </w:r>
      <w:proofErr w:type="spellEnd"/>
      <w:r>
        <w:t>.</w:t>
      </w:r>
    </w:p>
    <w:p w14:paraId="2CF6C118" w14:textId="77777777" w:rsidR="00276CCE" w:rsidRDefault="00276CCE" w:rsidP="002A4158">
      <w:r>
        <w:t>— </w:t>
      </w:r>
      <w:r w:rsidR="002A4158" w:rsidRPr="00DA4E77">
        <w:t xml:space="preserve">Et </w:t>
      </w:r>
      <w:proofErr w:type="spellStart"/>
      <w:r w:rsidR="002A4158" w:rsidRPr="00DA4E77">
        <w:t>Barkas</w:t>
      </w:r>
      <w:proofErr w:type="spellEnd"/>
      <w:r w:rsidR="002A4158" w:rsidRPr="00DA4E77">
        <w:t xml:space="preserve"> l</w:t>
      </w:r>
      <w:r>
        <w:t>’</w:t>
      </w:r>
      <w:r w:rsidR="002A4158" w:rsidRPr="00DA4E77">
        <w:t>a édifié</w:t>
      </w:r>
      <w:r>
        <w:t> !</w:t>
      </w:r>
    </w:p>
    <w:p w14:paraId="59EED65F" w14:textId="77777777" w:rsidR="00276CCE" w:rsidRDefault="00276CCE" w:rsidP="002A4158">
      <w:r>
        <w:t>— </w:t>
      </w:r>
      <w:r w:rsidR="002A4158" w:rsidRPr="00DA4E77">
        <w:t>Je t</w:t>
      </w:r>
      <w:r>
        <w:t>’</w:t>
      </w:r>
      <w:r w:rsidR="002A4158" w:rsidRPr="00DA4E77">
        <w:t>ai laissé parler</w:t>
      </w:r>
      <w:r>
        <w:t xml:space="preserve">, </w:t>
      </w:r>
      <w:proofErr w:type="spellStart"/>
      <w:r w:rsidR="002A4158" w:rsidRPr="00DA4E77">
        <w:t>Moussor</w:t>
      </w:r>
      <w:proofErr w:type="spellEnd"/>
      <w:r>
        <w:t xml:space="preserve">, </w:t>
      </w:r>
      <w:r w:rsidR="002A4158" w:rsidRPr="00DA4E77">
        <w:t xml:space="preserve">remarque </w:t>
      </w:r>
      <w:proofErr w:type="spellStart"/>
      <w:r w:rsidR="002A4158" w:rsidRPr="00DA4E77">
        <w:t>Barkas</w:t>
      </w:r>
      <w:proofErr w:type="spellEnd"/>
      <w:r>
        <w:t xml:space="preserve">, </w:t>
      </w:r>
      <w:r w:rsidR="002A4158" w:rsidRPr="00DA4E77">
        <w:t>parce que nous respectons tous ici ton caractère et ton mérite</w:t>
      </w:r>
      <w:r>
        <w:t xml:space="preserve">. </w:t>
      </w:r>
      <w:r w:rsidR="002A4158" w:rsidRPr="00DA4E77">
        <w:t>Mais je vais</w:t>
      </w:r>
      <w:r>
        <w:t xml:space="preserve">, </w:t>
      </w:r>
      <w:r w:rsidR="002A4158" w:rsidRPr="00DA4E77">
        <w:t>en peu de mots</w:t>
      </w:r>
      <w:r>
        <w:t xml:space="preserve">, </w:t>
      </w:r>
      <w:r w:rsidR="002A4158" w:rsidRPr="00DA4E77">
        <w:t>dissiper tes inquiétudes</w:t>
      </w:r>
      <w:r>
        <w:t xml:space="preserve">. </w:t>
      </w:r>
      <w:proofErr w:type="spellStart"/>
      <w:r w:rsidR="002A4158" w:rsidRPr="00DA4E77">
        <w:t>Hellas</w:t>
      </w:r>
      <w:proofErr w:type="spellEnd"/>
      <w:r>
        <w:t xml:space="preserve">, </w:t>
      </w:r>
      <w:r w:rsidR="002A4158" w:rsidRPr="00DA4E77">
        <w:t>ce soir</w:t>
      </w:r>
      <w:r>
        <w:t xml:space="preserve">, </w:t>
      </w:r>
      <w:r w:rsidR="002A4158" w:rsidRPr="00DA4E77">
        <w:t>ne s</w:t>
      </w:r>
      <w:r>
        <w:t>’</w:t>
      </w:r>
      <w:r w:rsidR="002A4158" w:rsidRPr="00DA4E77">
        <w:t>appellera plus Prince de l</w:t>
      </w:r>
      <w:r>
        <w:t>’</w:t>
      </w:r>
      <w:r w:rsidR="002A4158" w:rsidRPr="00DA4E77">
        <w:t>Empire</w:t>
      </w:r>
      <w:r>
        <w:t>.</w:t>
      </w:r>
    </w:p>
    <w:p w14:paraId="1451AB84" w14:textId="77777777" w:rsidR="00276CCE" w:rsidRDefault="00276CCE" w:rsidP="002A4158">
      <w:r>
        <w:t>— </w:t>
      </w:r>
      <w:r w:rsidR="002A4158" w:rsidRPr="00DA4E77">
        <w:t>Qu</w:t>
      </w:r>
      <w:r>
        <w:t>’</w:t>
      </w:r>
      <w:r w:rsidR="002A4158" w:rsidRPr="00DA4E77">
        <w:t>en sais-tu</w:t>
      </w:r>
      <w:r>
        <w:t> ?</w:t>
      </w:r>
    </w:p>
    <w:p w14:paraId="1E3C4C1B" w14:textId="77777777" w:rsidR="00276CCE" w:rsidRDefault="00276CCE" w:rsidP="002A4158">
      <w:r>
        <w:t>— </w:t>
      </w:r>
      <w:r w:rsidR="002A4158" w:rsidRPr="00DA4E77">
        <w:t>Nous avons le moyen infaillible de le faire tomber</w:t>
      </w:r>
      <w:r>
        <w:t xml:space="preserve">. </w:t>
      </w:r>
      <w:r w:rsidR="002A4158" w:rsidRPr="00DA4E77">
        <w:t>Nous l</w:t>
      </w:r>
      <w:r>
        <w:t>’</w:t>
      </w:r>
      <w:r w:rsidR="002A4158" w:rsidRPr="00DA4E77">
        <w:t>accuserons de trahison devant l</w:t>
      </w:r>
      <w:r>
        <w:t>’</w:t>
      </w:r>
      <w:r w:rsidR="002A4158" w:rsidRPr="00DA4E77">
        <w:t>Assemblée des Notables</w:t>
      </w:r>
      <w:r>
        <w:t>.</w:t>
      </w:r>
    </w:p>
    <w:p w14:paraId="66647E5D" w14:textId="77777777" w:rsidR="00276CCE" w:rsidRDefault="00276CCE" w:rsidP="002A4158">
      <w:r>
        <w:t>— </w:t>
      </w:r>
      <w:r w:rsidR="002A4158" w:rsidRPr="00DA4E77">
        <w:t>Comment</w:t>
      </w:r>
      <w:r>
        <w:t> ?</w:t>
      </w:r>
    </w:p>
    <w:p w14:paraId="0A122BB7" w14:textId="77777777" w:rsidR="00276CCE" w:rsidRDefault="00276CCE" w:rsidP="002A4158">
      <w:r>
        <w:t>— </w:t>
      </w:r>
      <w:r w:rsidR="002A4158" w:rsidRPr="00DA4E77">
        <w:t>Le plus simplement du monde</w:t>
      </w:r>
      <w:r>
        <w:t xml:space="preserve"> ! </w:t>
      </w:r>
      <w:r w:rsidR="002A4158" w:rsidRPr="00DA4E77">
        <w:t>Nous demanderons au vainqueur ce qu</w:t>
      </w:r>
      <w:r>
        <w:t>’</w:t>
      </w:r>
      <w:r w:rsidR="002A4158" w:rsidRPr="00DA4E77">
        <w:t>il a fait de ses soldats</w:t>
      </w:r>
      <w:r>
        <w:t xml:space="preserve"> ! </w:t>
      </w:r>
      <w:r w:rsidR="002A4158" w:rsidRPr="00DA4E77">
        <w:t>comment se trouve-t-il ici</w:t>
      </w:r>
      <w:r>
        <w:t xml:space="preserve">, </w:t>
      </w:r>
      <w:r w:rsidR="002A4158" w:rsidRPr="00DA4E77">
        <w:t>seul</w:t>
      </w:r>
      <w:r>
        <w:t xml:space="preserve">, </w:t>
      </w:r>
      <w:r w:rsidR="002A4158" w:rsidRPr="00DA4E77">
        <w:t>sans la flotte ligure</w:t>
      </w:r>
      <w:r>
        <w:t xml:space="preserve"> ? </w:t>
      </w:r>
      <w:r w:rsidR="002A4158" w:rsidRPr="00DA4E77">
        <w:t>Il a pu s</w:t>
      </w:r>
      <w:r>
        <w:t>’</w:t>
      </w:r>
      <w:r w:rsidR="002A4158" w:rsidRPr="00DA4E77">
        <w:t>échapper</w:t>
      </w:r>
      <w:r>
        <w:t xml:space="preserve">, </w:t>
      </w:r>
      <w:r w:rsidR="002A4158" w:rsidRPr="00DA4E77">
        <w:t>en cachette</w:t>
      </w:r>
      <w:r>
        <w:t xml:space="preserve">, </w:t>
      </w:r>
      <w:r w:rsidR="002A4158" w:rsidRPr="00DA4E77">
        <w:t>et sous un déguisement</w:t>
      </w:r>
      <w:r>
        <w:t xml:space="preserve">, </w:t>
      </w:r>
      <w:r w:rsidR="002A4158" w:rsidRPr="00DA4E77">
        <w:t>sans doute</w:t>
      </w:r>
      <w:r>
        <w:t xml:space="preserve">, </w:t>
      </w:r>
      <w:r w:rsidR="002A4158" w:rsidRPr="00DA4E77">
        <w:t>pendant que ses marins to</w:t>
      </w:r>
      <w:r w:rsidR="002A4158" w:rsidRPr="00DA4E77">
        <w:t>m</w:t>
      </w:r>
      <w:r w:rsidR="002A4158" w:rsidRPr="00DA4E77">
        <w:t>baient massacrés</w:t>
      </w:r>
      <w:r>
        <w:t>.</w:t>
      </w:r>
    </w:p>
    <w:p w14:paraId="5794C9D1" w14:textId="77777777" w:rsidR="00276CCE" w:rsidRDefault="00276CCE" w:rsidP="002A4158">
      <w:r>
        <w:t>— </w:t>
      </w:r>
      <w:r w:rsidR="002A4158" w:rsidRPr="00DA4E77">
        <w:t>Et si vous vous trompez</w:t>
      </w:r>
      <w:r>
        <w:t> ?</w:t>
      </w:r>
    </w:p>
    <w:p w14:paraId="1DF6880C" w14:textId="77777777" w:rsidR="00276CCE" w:rsidRDefault="00276CCE" w:rsidP="002A4158">
      <w:r>
        <w:lastRenderedPageBreak/>
        <w:t>— </w:t>
      </w:r>
      <w:r w:rsidR="002A4158" w:rsidRPr="00DA4E77">
        <w:t>Qu</w:t>
      </w:r>
      <w:r>
        <w:t>’</w:t>
      </w:r>
      <w:r w:rsidR="002A4158" w:rsidRPr="00DA4E77">
        <w:t>il prouve le contraire</w:t>
      </w:r>
      <w:r>
        <w:t xml:space="preserve"> ! </w:t>
      </w:r>
      <w:r w:rsidR="002A4158" w:rsidRPr="00DA4E77">
        <w:t>Et qu</w:t>
      </w:r>
      <w:r>
        <w:t>’</w:t>
      </w:r>
      <w:r w:rsidR="002A4158" w:rsidRPr="00DA4E77">
        <w:t>il nous dise comment il est venu</w:t>
      </w:r>
      <w:r>
        <w:t>.</w:t>
      </w:r>
    </w:p>
    <w:p w14:paraId="195A8D5D" w14:textId="77777777" w:rsidR="00276CCE" w:rsidRDefault="00276CCE" w:rsidP="002A4158">
      <w:r>
        <w:t>— </w:t>
      </w:r>
      <w:proofErr w:type="spellStart"/>
      <w:r w:rsidR="002A4158" w:rsidRPr="00DA4E77">
        <w:t>Moussor</w:t>
      </w:r>
      <w:proofErr w:type="spellEnd"/>
      <w:r>
        <w:t xml:space="preserve">, </w:t>
      </w:r>
      <w:r w:rsidR="002A4158" w:rsidRPr="00DA4E77">
        <w:t>qui sait tout</w:t>
      </w:r>
      <w:r>
        <w:t xml:space="preserve">, </w:t>
      </w:r>
      <w:r w:rsidR="002A4158" w:rsidRPr="00DA4E77">
        <w:t>va nous le dire</w:t>
      </w:r>
      <w:r>
        <w:t xml:space="preserve"> ! </w:t>
      </w:r>
      <w:r w:rsidR="002A4158" w:rsidRPr="00DA4E77">
        <w:t xml:space="preserve">gouaille </w:t>
      </w:r>
      <w:proofErr w:type="spellStart"/>
      <w:r w:rsidR="002A4158" w:rsidRPr="00DA4E77">
        <w:t>Belkis</w:t>
      </w:r>
      <w:proofErr w:type="spellEnd"/>
      <w:r>
        <w:t>.</w:t>
      </w:r>
    </w:p>
    <w:p w14:paraId="619734ED" w14:textId="77777777" w:rsidR="00276CCE" w:rsidRDefault="00276CCE" w:rsidP="002A4158">
      <w:r>
        <w:t>— </w:t>
      </w:r>
      <w:r w:rsidR="002A4158" w:rsidRPr="00DA4E77">
        <w:t>Peut-être</w:t>
      </w:r>
      <w:r>
        <w:t xml:space="preserve"> ! </w:t>
      </w:r>
      <w:r w:rsidR="002A4158" w:rsidRPr="00DA4E77">
        <w:t xml:space="preserve">réplique </w:t>
      </w:r>
      <w:proofErr w:type="spellStart"/>
      <w:r w:rsidR="002A4158" w:rsidRPr="00DA4E77">
        <w:t>Moussor</w:t>
      </w:r>
      <w:proofErr w:type="spellEnd"/>
      <w:r>
        <w:t>.</w:t>
      </w:r>
    </w:p>
    <w:p w14:paraId="39DFA101" w14:textId="77777777" w:rsidR="00276CCE" w:rsidRDefault="002A4158" w:rsidP="002A4158">
      <w:r w:rsidRPr="00DA4E77">
        <w:t>Mais</w:t>
      </w:r>
      <w:r w:rsidR="00276CCE">
        <w:t xml:space="preserve">, </w:t>
      </w:r>
      <w:r w:rsidRPr="00DA4E77">
        <w:t>à cet instant</w:t>
      </w:r>
      <w:r w:rsidR="00276CCE">
        <w:t xml:space="preserve">, </w:t>
      </w:r>
      <w:r w:rsidRPr="00DA4E77">
        <w:t>on entend au-dehors un tel tumulte p</w:t>
      </w:r>
      <w:r w:rsidRPr="00DA4E77">
        <w:t>o</w:t>
      </w:r>
      <w:r w:rsidRPr="00DA4E77">
        <w:t>pulaire</w:t>
      </w:r>
      <w:r w:rsidR="00276CCE">
        <w:t xml:space="preserve">, </w:t>
      </w:r>
      <w:r w:rsidRPr="00DA4E77">
        <w:t>que le parti des riches en frémit lui-même jusque dans ses secrètes délibérations</w:t>
      </w:r>
      <w:r w:rsidR="00276CCE">
        <w:t>.</w:t>
      </w:r>
    </w:p>
    <w:p w14:paraId="7BE358EE" w14:textId="77777777" w:rsidR="00276CCE" w:rsidRDefault="00276CCE" w:rsidP="00276CCE">
      <w:pPr>
        <w:pStyle w:val="Titre2"/>
        <w:rPr>
          <w:i/>
        </w:rPr>
      </w:pPr>
      <w:bookmarkStart w:id="31" w:name="_Toc194842017"/>
      <w:r w:rsidRPr="00DA4E77">
        <w:lastRenderedPageBreak/>
        <w:t>Scène</w:t>
      </w:r>
      <w:r>
        <w:t> </w:t>
      </w:r>
      <w:r w:rsidRPr="00DA4E77">
        <w:t>V</w:t>
      </w:r>
      <w:r>
        <w:t xml:space="preserve">. – </w:t>
      </w:r>
      <w:proofErr w:type="spellStart"/>
      <w:r w:rsidR="002A4158" w:rsidRPr="00DA4E77">
        <w:rPr>
          <w:i/>
        </w:rPr>
        <w:t>Melléna</w:t>
      </w:r>
      <w:proofErr w:type="spellEnd"/>
      <w:r>
        <w:rPr>
          <w:i/>
        </w:rPr>
        <w:t>.</w:t>
      </w:r>
      <w:bookmarkEnd w:id="31"/>
    </w:p>
    <w:p w14:paraId="76D0B03C" w14:textId="77777777" w:rsidR="00276CCE" w:rsidRDefault="00276CCE" w:rsidP="002A4158">
      <w:r>
        <w:rPr>
          <w:i/>
        </w:rPr>
        <w:t>— </w:t>
      </w:r>
      <w:r w:rsidR="002A4158" w:rsidRPr="00DA4E77">
        <w:t>Écoutez</w:t>
      </w:r>
      <w:r>
        <w:t xml:space="preserve">, </w:t>
      </w:r>
      <w:r w:rsidR="002A4158" w:rsidRPr="00DA4E77">
        <w:t>s</w:t>
      </w:r>
      <w:r>
        <w:t>’</w:t>
      </w:r>
      <w:r w:rsidR="002A4158" w:rsidRPr="00DA4E77">
        <w:t xml:space="preserve">enquiert </w:t>
      </w:r>
      <w:proofErr w:type="spellStart"/>
      <w:r w:rsidR="002A4158" w:rsidRPr="00DA4E77">
        <w:t>Guitché</w:t>
      </w:r>
      <w:proofErr w:type="spellEnd"/>
      <w:r>
        <w:t xml:space="preserve">, </w:t>
      </w:r>
      <w:r w:rsidR="002A4158" w:rsidRPr="00DA4E77">
        <w:t>on dirait que la foule a</w:t>
      </w:r>
      <w:r w:rsidR="002A4158" w:rsidRPr="00DA4E77">
        <w:t>c</w:t>
      </w:r>
      <w:r w:rsidR="002A4158" w:rsidRPr="00DA4E77">
        <w:t>clame quelqu</w:t>
      </w:r>
      <w:r>
        <w:t>’</w:t>
      </w:r>
      <w:r w:rsidR="002A4158" w:rsidRPr="00DA4E77">
        <w:t>un ou quelque chose</w:t>
      </w:r>
      <w:r>
        <w:t> !</w:t>
      </w:r>
    </w:p>
    <w:p w14:paraId="5EEA85F4" w14:textId="77777777" w:rsidR="00276CCE" w:rsidRDefault="00276CCE" w:rsidP="002A4158">
      <w:r>
        <w:t>— </w:t>
      </w:r>
      <w:r w:rsidR="002A4158" w:rsidRPr="00DA4E77">
        <w:t>Eh</w:t>
      </w:r>
      <w:r>
        <w:t xml:space="preserve"> ! </w:t>
      </w:r>
      <w:r w:rsidR="002A4158" w:rsidRPr="00DA4E77">
        <w:t>par les dieux</w:t>
      </w:r>
      <w:r>
        <w:t xml:space="preserve">, </w:t>
      </w:r>
      <w:r w:rsidR="002A4158" w:rsidRPr="00DA4E77">
        <w:t xml:space="preserve">braille </w:t>
      </w:r>
      <w:proofErr w:type="spellStart"/>
      <w:r w:rsidR="002A4158" w:rsidRPr="00DA4E77">
        <w:t>Belkis</w:t>
      </w:r>
      <w:proofErr w:type="spellEnd"/>
      <w:r>
        <w:t xml:space="preserve">, </w:t>
      </w:r>
      <w:proofErr w:type="spellStart"/>
      <w:r w:rsidR="002A4158" w:rsidRPr="00DA4E77">
        <w:t>Hellas</w:t>
      </w:r>
      <w:proofErr w:type="spellEnd"/>
      <w:r w:rsidR="002A4158" w:rsidRPr="00DA4E77">
        <w:t xml:space="preserve"> a dû paraître au balcon de son Palais</w:t>
      </w:r>
      <w:r>
        <w:t xml:space="preserve">, </w:t>
      </w:r>
      <w:r w:rsidR="002A4158" w:rsidRPr="00DA4E77">
        <w:t>et cela suffit pour faire hurler ces énerg</w:t>
      </w:r>
      <w:r w:rsidR="002A4158" w:rsidRPr="00DA4E77">
        <w:t>u</w:t>
      </w:r>
      <w:r w:rsidR="002A4158" w:rsidRPr="00DA4E77">
        <w:t>mènes</w:t>
      </w:r>
      <w:r>
        <w:t> !</w:t>
      </w:r>
    </w:p>
    <w:p w14:paraId="3952B623" w14:textId="77777777" w:rsidR="00276CCE" w:rsidRDefault="00276CCE" w:rsidP="002A4158">
      <w:r>
        <w:t>— </w:t>
      </w:r>
      <w:r w:rsidR="002A4158" w:rsidRPr="00DA4E77">
        <w:t>Mais non</w:t>
      </w:r>
      <w:r>
        <w:t xml:space="preserve">, </w:t>
      </w:r>
      <w:r w:rsidR="002A4158" w:rsidRPr="00DA4E77">
        <w:t>écoutez</w:t>
      </w:r>
      <w:r>
        <w:t xml:space="preserve"> ! </w:t>
      </w:r>
      <w:r w:rsidR="002A4158" w:rsidRPr="00DA4E77">
        <w:t>Le bruit semble rouler du haut en bas de la Colline et se diriger vers la mer</w:t>
      </w:r>
      <w:r>
        <w:t>.</w:t>
      </w:r>
    </w:p>
    <w:p w14:paraId="7CD0148A" w14:textId="77777777" w:rsidR="00276CCE" w:rsidRDefault="002A4158" w:rsidP="002A4158">
      <w:r w:rsidRPr="00DA4E77">
        <w:t>Et tous de se lever et de se hâter hors de la salle</w:t>
      </w:r>
      <w:r w:rsidR="00276CCE">
        <w:t xml:space="preserve">, </w:t>
      </w:r>
      <w:r w:rsidRPr="00DA4E77">
        <w:t>quand la porte s</w:t>
      </w:r>
      <w:r w:rsidR="00276CCE">
        <w:t>’</w:t>
      </w:r>
      <w:r w:rsidRPr="00DA4E77">
        <w:t>ouvre et</w:t>
      </w:r>
      <w:r w:rsidR="00276CCE">
        <w:t xml:space="preserve">, </w:t>
      </w:r>
      <w:r w:rsidRPr="00DA4E77">
        <w:t>furieuse</w:t>
      </w:r>
      <w:r w:rsidR="00276CCE">
        <w:t xml:space="preserve">, </w:t>
      </w:r>
      <w:r w:rsidRPr="00DA4E77">
        <w:t>terrible</w:t>
      </w:r>
      <w:r w:rsidR="00276CCE">
        <w:t xml:space="preserve">, </w:t>
      </w:r>
      <w:r w:rsidRPr="00DA4E77">
        <w:t>échevelée</w:t>
      </w:r>
      <w:r w:rsidR="00276CCE">
        <w:t xml:space="preserve">, </w:t>
      </w:r>
      <w:r w:rsidRPr="00DA4E77">
        <w:t>les vêtements en désordre</w:t>
      </w:r>
      <w:r w:rsidR="00276CCE">
        <w:t xml:space="preserve">, </w:t>
      </w:r>
      <w:r w:rsidRPr="00DA4E77">
        <w:t>une femme apparaît</w:t>
      </w:r>
      <w:r w:rsidR="00276CCE">
        <w:t>.</w:t>
      </w:r>
    </w:p>
    <w:p w14:paraId="7EC3D0C7" w14:textId="77777777" w:rsidR="00276CCE" w:rsidRDefault="00276CCE" w:rsidP="002A4158">
      <w:r>
        <w:t>— </w:t>
      </w:r>
      <w:proofErr w:type="spellStart"/>
      <w:r w:rsidR="002A4158" w:rsidRPr="00DA4E77">
        <w:t>Melléna</w:t>
      </w:r>
      <w:proofErr w:type="spellEnd"/>
      <w:r>
        <w:t> !</w:t>
      </w:r>
    </w:p>
    <w:p w14:paraId="1D8D0F6F" w14:textId="77777777" w:rsidR="00276CCE" w:rsidRDefault="00276CCE" w:rsidP="002A4158">
      <w:r>
        <w:t>— </w:t>
      </w:r>
      <w:r w:rsidR="002A4158" w:rsidRPr="00DA4E77">
        <w:t>En quelle tenue</w:t>
      </w:r>
      <w:r>
        <w:t> !</w:t>
      </w:r>
    </w:p>
    <w:p w14:paraId="5BAC2AF5" w14:textId="77777777" w:rsidR="00276CCE" w:rsidRDefault="00276CCE" w:rsidP="002A4158">
      <w:r>
        <w:t>— </w:t>
      </w:r>
      <w:r w:rsidR="002A4158" w:rsidRPr="00DA4E77">
        <w:t>Que nous annonces-tu</w:t>
      </w:r>
      <w:r>
        <w:t> ?</w:t>
      </w:r>
    </w:p>
    <w:p w14:paraId="45443D0B" w14:textId="77777777" w:rsidR="00276CCE" w:rsidRDefault="002A4158" w:rsidP="002A4158">
      <w:r w:rsidRPr="00DA4E77">
        <w:t>Mais elle</w:t>
      </w:r>
      <w:r w:rsidR="00276CCE">
        <w:t xml:space="preserve">, </w:t>
      </w:r>
      <w:r w:rsidRPr="00DA4E77">
        <w:t>ayant relevé sa chevelure trempée d</w:t>
      </w:r>
      <w:r w:rsidR="00276CCE">
        <w:t>’</w:t>
      </w:r>
      <w:r w:rsidRPr="00DA4E77">
        <w:t>eau de mer</w:t>
      </w:r>
      <w:r w:rsidR="00276CCE">
        <w:t xml:space="preserve">, </w:t>
      </w:r>
      <w:r w:rsidRPr="00DA4E77">
        <w:t>s</w:t>
      </w:r>
      <w:r w:rsidR="00276CCE">
        <w:t>’</w:t>
      </w:r>
      <w:r w:rsidRPr="00DA4E77">
        <w:t>arrête</w:t>
      </w:r>
      <w:r w:rsidR="00276CCE">
        <w:t xml:space="preserve">, </w:t>
      </w:r>
      <w:r w:rsidRPr="00DA4E77">
        <w:t>les regarde</w:t>
      </w:r>
      <w:r w:rsidR="00276CCE">
        <w:t xml:space="preserve">, </w:t>
      </w:r>
      <w:r w:rsidRPr="00DA4E77">
        <w:t>les toise</w:t>
      </w:r>
      <w:r w:rsidR="00276CCE">
        <w:t xml:space="preserve">, </w:t>
      </w:r>
      <w:r w:rsidRPr="00DA4E77">
        <w:t>et</w:t>
      </w:r>
      <w:r w:rsidR="00276CCE">
        <w:t xml:space="preserve">, </w:t>
      </w:r>
      <w:r w:rsidRPr="00DA4E77">
        <w:t>d</w:t>
      </w:r>
      <w:r w:rsidR="00276CCE">
        <w:t>’</w:t>
      </w:r>
      <w:r w:rsidRPr="00DA4E77">
        <w:t>une voix dédaigneuse</w:t>
      </w:r>
      <w:r w:rsidR="00276CCE">
        <w:t> :</w:t>
      </w:r>
    </w:p>
    <w:p w14:paraId="5BDF7750" w14:textId="77777777" w:rsidR="00276CCE" w:rsidRDefault="00276CCE" w:rsidP="002A4158">
      <w:r>
        <w:t>— </w:t>
      </w:r>
      <w:r w:rsidR="002A4158" w:rsidRPr="00DA4E77">
        <w:t>Ah</w:t>
      </w:r>
      <w:r>
        <w:t xml:space="preserve"> ! </w:t>
      </w:r>
      <w:r w:rsidR="002A4158" w:rsidRPr="00DA4E77">
        <w:t>vous délibérez</w:t>
      </w:r>
      <w:r>
        <w:t> ?</w:t>
      </w:r>
    </w:p>
    <w:p w14:paraId="088AE521" w14:textId="77777777" w:rsidR="00276CCE" w:rsidRDefault="00276CCE" w:rsidP="002A4158">
      <w:r>
        <w:t>— </w:t>
      </w:r>
      <w:r w:rsidR="002A4158" w:rsidRPr="00DA4E77">
        <w:t>Oui</w:t>
      </w:r>
      <w:r>
        <w:t xml:space="preserve">, </w:t>
      </w:r>
      <w:r w:rsidR="002A4158" w:rsidRPr="00DA4E77">
        <w:t>belle reine</w:t>
      </w:r>
      <w:r>
        <w:t xml:space="preserve">, </w:t>
      </w:r>
      <w:r w:rsidR="002A4158" w:rsidRPr="00DA4E77">
        <w:t>nous préparons l</w:t>
      </w:r>
      <w:r>
        <w:t>’</w:t>
      </w:r>
      <w:r w:rsidR="002A4158" w:rsidRPr="00DA4E77">
        <w:t>Assemblée des Not</w:t>
      </w:r>
      <w:r w:rsidR="002A4158" w:rsidRPr="00DA4E77">
        <w:t>a</w:t>
      </w:r>
      <w:r w:rsidR="002A4158" w:rsidRPr="00DA4E77">
        <w:t>bles</w:t>
      </w:r>
      <w:r>
        <w:t xml:space="preserve">, </w:t>
      </w:r>
      <w:r w:rsidR="002A4158" w:rsidRPr="00DA4E77">
        <w:t xml:space="preserve">répond </w:t>
      </w:r>
      <w:proofErr w:type="spellStart"/>
      <w:r w:rsidR="002A4158" w:rsidRPr="00DA4E77">
        <w:t>Belkis</w:t>
      </w:r>
      <w:proofErr w:type="spellEnd"/>
      <w:r w:rsidR="002A4158" w:rsidRPr="00DA4E77">
        <w:t xml:space="preserve"> toujours empressé</w:t>
      </w:r>
      <w:r>
        <w:t>.</w:t>
      </w:r>
    </w:p>
    <w:p w14:paraId="2A975FBB" w14:textId="77777777" w:rsidR="00276CCE" w:rsidRDefault="00276CCE" w:rsidP="002A4158">
      <w:r>
        <w:t>— </w:t>
      </w:r>
      <w:r w:rsidR="002A4158" w:rsidRPr="00DA4E77">
        <w:t>Beau travail</w:t>
      </w:r>
      <w:r>
        <w:t xml:space="preserve">, </w:t>
      </w:r>
      <w:r w:rsidR="002A4158" w:rsidRPr="00DA4E77">
        <w:t>vraiment</w:t>
      </w:r>
      <w:r>
        <w:t xml:space="preserve"> ! </w:t>
      </w:r>
      <w:r w:rsidR="002A4158" w:rsidRPr="00DA4E77">
        <w:t>Et vous ne savez pas ce qui se passe dehors</w:t>
      </w:r>
      <w:r>
        <w:t> ?</w:t>
      </w:r>
    </w:p>
    <w:p w14:paraId="1B53EC0A" w14:textId="77777777" w:rsidR="00276CCE" w:rsidRDefault="00276CCE" w:rsidP="002A4158">
      <w:r>
        <w:t>— </w:t>
      </w:r>
      <w:r w:rsidR="002A4158" w:rsidRPr="00DA4E77">
        <w:t>Nous discutons</w:t>
      </w:r>
      <w:r>
        <w:t xml:space="preserve">, </w:t>
      </w:r>
      <w:r w:rsidR="002A4158" w:rsidRPr="00DA4E77">
        <w:t>comme il convient</w:t>
      </w:r>
      <w:r>
        <w:t xml:space="preserve">, </w:t>
      </w:r>
      <w:r w:rsidR="002A4158" w:rsidRPr="00DA4E77">
        <w:t>loin des bruits de la foule</w:t>
      </w:r>
      <w:r>
        <w:t>.</w:t>
      </w:r>
    </w:p>
    <w:p w14:paraId="08B2596F" w14:textId="77777777" w:rsidR="00276CCE" w:rsidRDefault="00276CCE" w:rsidP="002A4158">
      <w:r>
        <w:lastRenderedPageBreak/>
        <w:t>— </w:t>
      </w:r>
      <w:r w:rsidR="002A4158" w:rsidRPr="00DA4E77">
        <w:t>Toujours les mêmes</w:t>
      </w:r>
      <w:r>
        <w:t xml:space="preserve"> ! </w:t>
      </w:r>
      <w:r w:rsidR="002A4158" w:rsidRPr="00DA4E77">
        <w:t>Ils délibèrent</w:t>
      </w:r>
      <w:r>
        <w:t xml:space="preserve"> ! </w:t>
      </w:r>
      <w:r w:rsidR="002A4158" w:rsidRPr="00DA4E77">
        <w:t>Ils délibéreront éternellement</w:t>
      </w:r>
      <w:r>
        <w:t xml:space="preserve"> ! </w:t>
      </w:r>
      <w:r w:rsidR="002A4158" w:rsidRPr="00DA4E77">
        <w:t>Et savez-vous ce qu</w:t>
      </w:r>
      <w:r>
        <w:t>’</w:t>
      </w:r>
      <w:r w:rsidR="002A4158" w:rsidRPr="00DA4E77">
        <w:t>elle crie</w:t>
      </w:r>
      <w:r>
        <w:t xml:space="preserve">, </w:t>
      </w:r>
      <w:r w:rsidR="002A4158" w:rsidRPr="00DA4E77">
        <w:t>la foule</w:t>
      </w:r>
      <w:r>
        <w:t xml:space="preserve"> ? </w:t>
      </w:r>
      <w:r w:rsidR="002A4158" w:rsidRPr="00DA4E77">
        <w:t>Venez</w:t>
      </w:r>
      <w:r>
        <w:t xml:space="preserve">, </w:t>
      </w:r>
      <w:r w:rsidR="002A4158" w:rsidRPr="00DA4E77">
        <w:t>écoutez</w:t>
      </w:r>
      <w:r>
        <w:t> !</w:t>
      </w:r>
    </w:p>
    <w:p w14:paraId="36FD42D5" w14:textId="77777777" w:rsidR="00276CCE" w:rsidRDefault="002A4158" w:rsidP="002A4158">
      <w:r w:rsidRPr="00DA4E77">
        <w:t>Et elle ouvre toute grande la fenêtre par où arrive en rafale le bruit de la cité en mouvement</w:t>
      </w:r>
      <w:r w:rsidR="00276CCE">
        <w:t xml:space="preserve">. </w:t>
      </w:r>
      <w:r w:rsidRPr="00DA4E77">
        <w:t>Des cris dominent tous les a</w:t>
      </w:r>
      <w:r w:rsidRPr="00DA4E77">
        <w:t>u</w:t>
      </w:r>
      <w:r w:rsidRPr="00DA4E77">
        <w:t>tres</w:t>
      </w:r>
      <w:r w:rsidR="00276CCE">
        <w:t> :</w:t>
      </w:r>
    </w:p>
    <w:p w14:paraId="059F4835" w14:textId="77777777" w:rsidR="00276CCE" w:rsidRDefault="00276CCE" w:rsidP="002A4158">
      <w:r>
        <w:t>— </w:t>
      </w:r>
      <w:r w:rsidR="002A4158" w:rsidRPr="00DA4E77">
        <w:t>Gloire</w:t>
      </w:r>
      <w:r>
        <w:t xml:space="preserve"> ! </w:t>
      </w:r>
      <w:r w:rsidR="002A4158" w:rsidRPr="00DA4E77">
        <w:t>Gloire</w:t>
      </w:r>
      <w:r>
        <w:t xml:space="preserve"> ! </w:t>
      </w:r>
      <w:r w:rsidR="002A4158" w:rsidRPr="00DA4E77">
        <w:t>La flotte</w:t>
      </w:r>
      <w:r>
        <w:t xml:space="preserve"> ! </w:t>
      </w:r>
      <w:r w:rsidR="002A4158" w:rsidRPr="00DA4E77">
        <w:t>Vive la flotte</w:t>
      </w:r>
      <w:r>
        <w:t> !</w:t>
      </w:r>
    </w:p>
    <w:p w14:paraId="3C5A720E" w14:textId="77777777" w:rsidR="00276CCE" w:rsidRDefault="00276CCE" w:rsidP="002A4158">
      <w:r>
        <w:t>— </w:t>
      </w:r>
      <w:r w:rsidR="002A4158" w:rsidRPr="00DA4E77">
        <w:t>La flotte ligure</w:t>
      </w:r>
      <w:r>
        <w:t> !</w:t>
      </w:r>
    </w:p>
    <w:p w14:paraId="5CFD15AF" w14:textId="77777777" w:rsidR="00276CCE" w:rsidRDefault="00276CCE" w:rsidP="002A4158">
      <w:r>
        <w:t>— </w:t>
      </w:r>
      <w:r w:rsidR="002A4158" w:rsidRPr="00DA4E77">
        <w:t>La flotte d</w:t>
      </w:r>
      <w:r>
        <w:t>’</w:t>
      </w:r>
      <w:proofErr w:type="spellStart"/>
      <w:r w:rsidR="002A4158" w:rsidRPr="00DA4E77">
        <w:t>Hellas</w:t>
      </w:r>
      <w:proofErr w:type="spellEnd"/>
      <w:r>
        <w:t> !</w:t>
      </w:r>
    </w:p>
    <w:p w14:paraId="4E64F501" w14:textId="77777777" w:rsidR="00276CCE" w:rsidRDefault="002A4158" w:rsidP="002A4158">
      <w:r w:rsidRPr="00DA4E77">
        <w:t>Et</w:t>
      </w:r>
      <w:r w:rsidR="00276CCE">
        <w:t xml:space="preserve">, </w:t>
      </w:r>
      <w:r w:rsidRPr="00DA4E77">
        <w:t>se tournant vers les hommes atterrés de surprise</w:t>
      </w:r>
      <w:r w:rsidR="00276CCE">
        <w:t> :</w:t>
      </w:r>
    </w:p>
    <w:p w14:paraId="3CA58891" w14:textId="77777777" w:rsidR="00276CCE" w:rsidRDefault="00276CCE" w:rsidP="002A4158">
      <w:r>
        <w:t>— </w:t>
      </w:r>
      <w:r w:rsidR="002A4158" w:rsidRPr="00DA4E77">
        <w:t>Vous entendez</w:t>
      </w:r>
      <w:r>
        <w:t xml:space="preserve"> ? </w:t>
      </w:r>
      <w:r w:rsidR="002A4158" w:rsidRPr="00DA4E77">
        <w:t>C</w:t>
      </w:r>
      <w:r>
        <w:t>’</w:t>
      </w:r>
      <w:r w:rsidR="002A4158" w:rsidRPr="00DA4E77">
        <w:t>est sa flotte</w:t>
      </w:r>
      <w:r>
        <w:t> !</w:t>
      </w:r>
    </w:p>
    <w:p w14:paraId="60DD8A18" w14:textId="77777777" w:rsidR="00276CCE" w:rsidRDefault="00276CCE" w:rsidP="002A4158">
      <w:r>
        <w:t>— </w:t>
      </w:r>
      <w:r w:rsidR="002A4158" w:rsidRPr="00DA4E77">
        <w:t>Fatalité</w:t>
      </w:r>
      <w:r>
        <w:t xml:space="preserve"> ! </w:t>
      </w:r>
      <w:r w:rsidR="002A4158" w:rsidRPr="00DA4E77">
        <w:t xml:space="preserve">gémit </w:t>
      </w:r>
      <w:proofErr w:type="spellStart"/>
      <w:r w:rsidR="002A4158" w:rsidRPr="00DA4E77">
        <w:t>Guitché</w:t>
      </w:r>
      <w:proofErr w:type="spellEnd"/>
      <w:r>
        <w:t>.</w:t>
      </w:r>
    </w:p>
    <w:p w14:paraId="7578F0FF" w14:textId="77777777" w:rsidR="00276CCE" w:rsidRDefault="00276CCE" w:rsidP="002A4158">
      <w:r>
        <w:t>— </w:t>
      </w:r>
      <w:r w:rsidR="002A4158" w:rsidRPr="00DA4E77">
        <w:t>Vous voilà bien</w:t>
      </w:r>
      <w:r>
        <w:t xml:space="preserve">, </w:t>
      </w:r>
      <w:r w:rsidR="002A4158" w:rsidRPr="00DA4E77">
        <w:t>hommes que vous êtes</w:t>
      </w:r>
      <w:r>
        <w:t xml:space="preserve"> ! </w:t>
      </w:r>
      <w:r w:rsidR="002A4158" w:rsidRPr="00DA4E77">
        <w:t>Éperdus</w:t>
      </w:r>
      <w:r>
        <w:t xml:space="preserve">, </w:t>
      </w:r>
      <w:r w:rsidR="002A4158" w:rsidRPr="00DA4E77">
        <w:t>tout de suite</w:t>
      </w:r>
      <w:r>
        <w:t xml:space="preserve">, </w:t>
      </w:r>
      <w:r w:rsidR="002A4158" w:rsidRPr="00DA4E77">
        <w:t>au premier échec</w:t>
      </w:r>
      <w:r>
        <w:t xml:space="preserve"> ! </w:t>
      </w:r>
      <w:r w:rsidR="002A4158" w:rsidRPr="00DA4E77">
        <w:t>Et puisque vous aimez à délibérer</w:t>
      </w:r>
      <w:r>
        <w:t xml:space="preserve">, </w:t>
      </w:r>
      <w:r w:rsidR="002A4158" w:rsidRPr="00DA4E77">
        <w:t>d</w:t>
      </w:r>
      <w:r w:rsidR="002A4158" w:rsidRPr="00DA4E77">
        <w:t>é</w:t>
      </w:r>
      <w:r w:rsidR="002A4158" w:rsidRPr="00DA4E77">
        <w:t>libérons</w:t>
      </w:r>
      <w:r>
        <w:t>.</w:t>
      </w:r>
    </w:p>
    <w:p w14:paraId="292CF7AB" w14:textId="77777777" w:rsidR="00276CCE" w:rsidRDefault="002A4158" w:rsidP="002A4158">
      <w:r w:rsidRPr="00DA4E77">
        <w:t>Ce disant</w:t>
      </w:r>
      <w:r w:rsidR="00276CCE">
        <w:t xml:space="preserve">, </w:t>
      </w:r>
      <w:proofErr w:type="spellStart"/>
      <w:r w:rsidRPr="00DA4E77">
        <w:t>Melléna</w:t>
      </w:r>
      <w:proofErr w:type="spellEnd"/>
      <w:r w:rsidRPr="00DA4E77">
        <w:t xml:space="preserve"> s</w:t>
      </w:r>
      <w:r w:rsidR="00276CCE">
        <w:t>’</w:t>
      </w:r>
      <w:r w:rsidRPr="00DA4E77">
        <w:t>assied et arrange le mieux qu</w:t>
      </w:r>
      <w:r w:rsidR="00276CCE">
        <w:t>’</w:t>
      </w:r>
      <w:r w:rsidRPr="00DA4E77">
        <w:t>elle peut ses vêtements désordonnés</w:t>
      </w:r>
      <w:r w:rsidR="00276CCE">
        <w:t>.</w:t>
      </w:r>
    </w:p>
    <w:p w14:paraId="7B778DCE" w14:textId="77777777" w:rsidR="00276CCE" w:rsidRDefault="00276CCE" w:rsidP="002A4158">
      <w:r>
        <w:t>— </w:t>
      </w:r>
      <w:r w:rsidR="002A4158" w:rsidRPr="00DA4E77">
        <w:t>Ces haillons</w:t>
      </w:r>
      <w:r>
        <w:t xml:space="preserve"> ? </w:t>
      </w:r>
      <w:r w:rsidR="002A4158" w:rsidRPr="00DA4E77">
        <w:t xml:space="preserve">interroge </w:t>
      </w:r>
      <w:proofErr w:type="spellStart"/>
      <w:r w:rsidR="002A4158" w:rsidRPr="00DA4E77">
        <w:t>Guitché</w:t>
      </w:r>
      <w:proofErr w:type="spellEnd"/>
      <w:r>
        <w:t>.</w:t>
      </w:r>
    </w:p>
    <w:p w14:paraId="65599A95" w14:textId="77777777" w:rsidR="00276CCE" w:rsidRDefault="00276CCE" w:rsidP="002A4158">
      <w:r>
        <w:t>— </w:t>
      </w:r>
      <w:r w:rsidR="002A4158" w:rsidRPr="00DA4E77">
        <w:t>Heureusement pour moi</w:t>
      </w:r>
      <w:r>
        <w:t xml:space="preserve">… </w:t>
      </w:r>
      <w:r w:rsidR="002A4158" w:rsidRPr="00DA4E77">
        <w:t>et pour vous</w:t>
      </w:r>
      <w:r>
        <w:t xml:space="preserve">, </w:t>
      </w:r>
      <w:r w:rsidR="002A4158" w:rsidRPr="00DA4E77">
        <w:t>car sans eux je n</w:t>
      </w:r>
      <w:r>
        <w:t>’</w:t>
      </w:r>
      <w:r w:rsidR="002A4158" w:rsidRPr="00DA4E77">
        <w:t>aurais jamais pu traverser la foule qui encombre les places et les carrefours</w:t>
      </w:r>
      <w:r>
        <w:t>.</w:t>
      </w:r>
    </w:p>
    <w:p w14:paraId="4FB05EE5" w14:textId="77777777" w:rsidR="00276CCE" w:rsidRDefault="00276CCE" w:rsidP="002A4158">
      <w:r>
        <w:t>— </w:t>
      </w:r>
      <w:r w:rsidR="002A4158" w:rsidRPr="00DA4E77">
        <w:t>Ils ne t</w:t>
      </w:r>
      <w:r>
        <w:t>’</w:t>
      </w:r>
      <w:r w:rsidR="002A4158" w:rsidRPr="00DA4E77">
        <w:t>ont pas reconnue</w:t>
      </w:r>
      <w:r>
        <w:t xml:space="preserve">, </w:t>
      </w:r>
      <w:r w:rsidR="002A4158" w:rsidRPr="00DA4E77">
        <w:t>ces braillards</w:t>
      </w:r>
      <w:r>
        <w:t> ?</w:t>
      </w:r>
    </w:p>
    <w:p w14:paraId="64FF4B3D" w14:textId="77777777" w:rsidR="00276CCE" w:rsidRDefault="00276CCE" w:rsidP="002A4158">
      <w:r>
        <w:t>— </w:t>
      </w:r>
      <w:r w:rsidR="002A4158" w:rsidRPr="00DA4E77">
        <w:t>Non</w:t>
      </w:r>
      <w:r>
        <w:t xml:space="preserve">, </w:t>
      </w:r>
      <w:r w:rsidR="002A4158" w:rsidRPr="00DA4E77">
        <w:t>car ils chantaient contre moi des chansons infâmes</w:t>
      </w:r>
      <w:r>
        <w:t xml:space="preserve">. </w:t>
      </w:r>
      <w:r w:rsidR="002A4158" w:rsidRPr="00DA4E77">
        <w:t>Mais</w:t>
      </w:r>
      <w:r>
        <w:t xml:space="preserve">, </w:t>
      </w:r>
      <w:r w:rsidR="002A4158" w:rsidRPr="00DA4E77">
        <w:t>du calme</w:t>
      </w:r>
      <w:r>
        <w:t xml:space="preserve"> ! </w:t>
      </w:r>
      <w:r w:rsidR="002A4158" w:rsidRPr="00DA4E77">
        <w:t>Mon jour viendra</w:t>
      </w:r>
      <w:r>
        <w:t xml:space="preserve">. </w:t>
      </w:r>
      <w:r w:rsidR="002A4158" w:rsidRPr="00DA4E77">
        <w:t>Donc</w:t>
      </w:r>
      <w:r>
        <w:t xml:space="preserve">, </w:t>
      </w:r>
      <w:r w:rsidR="002A4158" w:rsidRPr="00DA4E77">
        <w:t>mes amis</w:t>
      </w:r>
      <w:r>
        <w:t xml:space="preserve">, </w:t>
      </w:r>
      <w:r w:rsidR="002A4158" w:rsidRPr="00DA4E77">
        <w:t>il ne sied plus de disserter sur un fait incontestable</w:t>
      </w:r>
      <w:r>
        <w:t xml:space="preserve">. </w:t>
      </w:r>
      <w:r w:rsidR="002A4158" w:rsidRPr="00DA4E77">
        <w:t xml:space="preserve">Nous ne </w:t>
      </w:r>
      <w:r w:rsidR="002A4158" w:rsidRPr="00DA4E77">
        <w:lastRenderedPageBreak/>
        <w:t xml:space="preserve">renverserons pas </w:t>
      </w:r>
      <w:proofErr w:type="spellStart"/>
      <w:r w:rsidR="002A4158" w:rsidRPr="00DA4E77">
        <w:t>Hellas</w:t>
      </w:r>
      <w:proofErr w:type="spellEnd"/>
      <w:r w:rsidR="002A4158" w:rsidRPr="00DA4E77">
        <w:t xml:space="preserve"> ce matin</w:t>
      </w:r>
      <w:r>
        <w:t xml:space="preserve">. </w:t>
      </w:r>
      <w:r w:rsidR="002A4158" w:rsidRPr="00DA4E77">
        <w:t>Sa flotte existe</w:t>
      </w:r>
      <w:r>
        <w:t xml:space="preserve">. </w:t>
      </w:r>
      <w:r w:rsidR="002A4158" w:rsidRPr="00DA4E77">
        <w:t>J</w:t>
      </w:r>
      <w:r>
        <w:t>’</w:t>
      </w:r>
      <w:r w:rsidR="002A4158" w:rsidRPr="00DA4E77">
        <w:t>ai passé en barque au m</w:t>
      </w:r>
      <w:r w:rsidR="002A4158" w:rsidRPr="00DA4E77">
        <w:t>i</w:t>
      </w:r>
      <w:r w:rsidR="002A4158" w:rsidRPr="00DA4E77">
        <w:t>lieu des navires</w:t>
      </w:r>
      <w:r>
        <w:t>.</w:t>
      </w:r>
    </w:p>
    <w:p w14:paraId="75B96AB0" w14:textId="77777777" w:rsidR="00276CCE" w:rsidRDefault="00276CCE" w:rsidP="002A4158">
      <w:r>
        <w:t>— </w:t>
      </w:r>
      <w:r w:rsidR="002A4158" w:rsidRPr="00DA4E77">
        <w:t>En barque</w:t>
      </w:r>
      <w:r>
        <w:t xml:space="preserve"> ! </w:t>
      </w:r>
      <w:r w:rsidR="002A4158" w:rsidRPr="00DA4E77">
        <w:t xml:space="preserve">geint </w:t>
      </w:r>
      <w:proofErr w:type="spellStart"/>
      <w:r w:rsidR="002A4158" w:rsidRPr="00DA4E77">
        <w:t>Guitché</w:t>
      </w:r>
      <w:proofErr w:type="spellEnd"/>
      <w:r>
        <w:t xml:space="preserve">. </w:t>
      </w:r>
      <w:r w:rsidR="002A4158" w:rsidRPr="00DA4E77">
        <w:t>D</w:t>
      </w:r>
      <w:r>
        <w:t>’</w:t>
      </w:r>
      <w:r w:rsidR="002A4158" w:rsidRPr="00DA4E77">
        <w:t>où viens-tu donc</w:t>
      </w:r>
      <w:r>
        <w:t> ?</w:t>
      </w:r>
    </w:p>
    <w:p w14:paraId="393CA7D4" w14:textId="77777777" w:rsidR="00276CCE" w:rsidRDefault="00276CCE" w:rsidP="002A4158">
      <w:r>
        <w:t>— </w:t>
      </w:r>
      <w:r w:rsidR="002A4158" w:rsidRPr="00DA4E77">
        <w:t>D</w:t>
      </w:r>
      <w:r>
        <w:t>’</w:t>
      </w:r>
      <w:r w:rsidR="002A4158" w:rsidRPr="00DA4E77">
        <w:t>où je viens</w:t>
      </w:r>
      <w:r>
        <w:t xml:space="preserve"> ? </w:t>
      </w:r>
      <w:r w:rsidR="002A4158" w:rsidRPr="00DA4E77">
        <w:t>Eh bien</w:t>
      </w:r>
      <w:r>
        <w:t xml:space="preserve"> ! </w:t>
      </w:r>
      <w:r w:rsidR="002A4158" w:rsidRPr="00DA4E77">
        <w:t>pendant que vous délibériez</w:t>
      </w:r>
      <w:r>
        <w:t xml:space="preserve">, </w:t>
      </w:r>
      <w:r w:rsidR="002A4158" w:rsidRPr="00DA4E77">
        <w:t>j</w:t>
      </w:r>
      <w:r>
        <w:t>’</w:t>
      </w:r>
      <w:r w:rsidR="002A4158" w:rsidRPr="00DA4E77">
        <w:t>agissais</w:t>
      </w:r>
      <w:r>
        <w:t xml:space="preserve">. </w:t>
      </w:r>
      <w:r w:rsidR="002A4158" w:rsidRPr="00DA4E77">
        <w:t>Je viens de l</w:t>
      </w:r>
      <w:r>
        <w:t>’</w:t>
      </w:r>
      <w:r w:rsidR="002A4158" w:rsidRPr="00DA4E77">
        <w:t>Île d</w:t>
      </w:r>
      <w:r>
        <w:t>’</w:t>
      </w:r>
      <w:r w:rsidR="002A4158" w:rsidRPr="00DA4E77">
        <w:t>Or</w:t>
      </w:r>
      <w:r>
        <w:t xml:space="preserve">, </w:t>
      </w:r>
      <w:r w:rsidR="002A4158" w:rsidRPr="00DA4E77">
        <w:t>et j</w:t>
      </w:r>
      <w:r>
        <w:t>’</w:t>
      </w:r>
      <w:r w:rsidR="002A4158" w:rsidRPr="00DA4E77">
        <w:t>ai dormi cette nuit à l</w:t>
      </w:r>
      <w:r>
        <w:t>’</w:t>
      </w:r>
      <w:r w:rsidR="002A4158" w:rsidRPr="00DA4E77">
        <w:t>Île de Pourpre</w:t>
      </w:r>
      <w:r>
        <w:t xml:space="preserve">. </w:t>
      </w:r>
      <w:r w:rsidR="002A4158" w:rsidRPr="00DA4E77">
        <w:t xml:space="preserve">Malgré le solennel </w:t>
      </w:r>
      <w:proofErr w:type="spellStart"/>
      <w:r w:rsidR="002A4158" w:rsidRPr="00DA4E77">
        <w:t>Xanthès</w:t>
      </w:r>
      <w:proofErr w:type="spellEnd"/>
      <w:r w:rsidR="002A4158" w:rsidRPr="00DA4E77">
        <w:t xml:space="preserve"> que retient je ne sais quel généreux scrupule envers </w:t>
      </w:r>
      <w:proofErr w:type="spellStart"/>
      <w:r w:rsidR="002A4158" w:rsidRPr="00DA4E77">
        <w:t>Hellas</w:t>
      </w:r>
      <w:proofErr w:type="spellEnd"/>
      <w:r w:rsidR="002A4158" w:rsidRPr="00DA4E77">
        <w:t xml:space="preserve"> et </w:t>
      </w:r>
      <w:proofErr w:type="spellStart"/>
      <w:r w:rsidR="002A4158" w:rsidRPr="00DA4E77">
        <w:t>Hermos</w:t>
      </w:r>
      <w:proofErr w:type="spellEnd"/>
      <w:r>
        <w:t xml:space="preserve">, </w:t>
      </w:r>
      <w:r w:rsidR="002A4158" w:rsidRPr="00DA4E77">
        <w:t>tous les artistes sont prêts à nous acclamer quand nous nous déclarerons les maîtres</w:t>
      </w:r>
      <w:r>
        <w:t xml:space="preserve">, </w:t>
      </w:r>
      <w:r w:rsidR="002A4158" w:rsidRPr="00DA4E77">
        <w:t>et tous ont promis d</w:t>
      </w:r>
      <w:r>
        <w:t>’</w:t>
      </w:r>
      <w:r w:rsidR="002A4158" w:rsidRPr="00DA4E77">
        <w:t>assister à notre festin</w:t>
      </w:r>
      <w:r>
        <w:t xml:space="preserve">. </w:t>
      </w:r>
      <w:r w:rsidR="002A4158" w:rsidRPr="00DA4E77">
        <w:t>Quant aux Noirs de l</w:t>
      </w:r>
      <w:r>
        <w:t>’</w:t>
      </w:r>
      <w:r w:rsidR="002A4158" w:rsidRPr="00DA4E77">
        <w:t>Île d</w:t>
      </w:r>
      <w:r>
        <w:t>’</w:t>
      </w:r>
      <w:r w:rsidR="002A4158" w:rsidRPr="00DA4E77">
        <w:t>Or</w:t>
      </w:r>
      <w:r>
        <w:t xml:space="preserve">, </w:t>
      </w:r>
      <w:r w:rsidR="002A4158" w:rsidRPr="00DA4E77">
        <w:t>tous bien décidés à la révolte</w:t>
      </w:r>
      <w:r>
        <w:t xml:space="preserve">. </w:t>
      </w:r>
      <w:r w:rsidR="002A4158" w:rsidRPr="00DA4E77">
        <w:t>Et cette nuit même</w:t>
      </w:r>
      <w:r>
        <w:t xml:space="preserve">, </w:t>
      </w:r>
      <w:r w:rsidR="002A4158" w:rsidRPr="00DA4E77">
        <w:t>ils s</w:t>
      </w:r>
      <w:r>
        <w:t>’</w:t>
      </w:r>
      <w:r w:rsidR="002A4158" w:rsidRPr="00DA4E77">
        <w:t>empareront du Palais de l</w:t>
      </w:r>
      <w:r>
        <w:t>’</w:t>
      </w:r>
      <w:r w:rsidR="002A4158" w:rsidRPr="00DA4E77">
        <w:t>Empire à la faveur de la fête populaire</w:t>
      </w:r>
      <w:r>
        <w:t>.</w:t>
      </w:r>
    </w:p>
    <w:p w14:paraId="6851644B" w14:textId="77777777" w:rsidR="00276CCE" w:rsidRDefault="00276CCE" w:rsidP="002A4158">
      <w:r>
        <w:t>— </w:t>
      </w:r>
      <w:r w:rsidR="002A4158" w:rsidRPr="00DA4E77">
        <w:t>Et la flotte ligure</w:t>
      </w:r>
      <w:r>
        <w:t xml:space="preserve"> ? </w:t>
      </w:r>
      <w:r w:rsidR="002A4158" w:rsidRPr="00DA4E77">
        <w:t xml:space="preserve">soupire </w:t>
      </w:r>
      <w:proofErr w:type="spellStart"/>
      <w:r w:rsidR="002A4158" w:rsidRPr="00DA4E77">
        <w:t>Guitché</w:t>
      </w:r>
      <w:proofErr w:type="spellEnd"/>
      <w:r>
        <w:t>.</w:t>
      </w:r>
    </w:p>
    <w:p w14:paraId="22ADC8E1" w14:textId="77777777" w:rsidR="00276CCE" w:rsidRDefault="00276CCE" w:rsidP="002A4158">
      <w:r>
        <w:t>— </w:t>
      </w:r>
      <w:r w:rsidR="002A4158" w:rsidRPr="00DA4E77">
        <w:t>Ne discutons pas</w:t>
      </w:r>
      <w:r>
        <w:t xml:space="preserve">, </w:t>
      </w:r>
      <w:r w:rsidR="002A4158" w:rsidRPr="00DA4E77">
        <w:t>décidons</w:t>
      </w:r>
      <w:r>
        <w:t xml:space="preserve"> ! </w:t>
      </w:r>
      <w:r w:rsidR="002A4158" w:rsidRPr="00DA4E77">
        <w:t>Voici le projet qu</w:t>
      </w:r>
      <w:r>
        <w:t>’</w:t>
      </w:r>
      <w:r w:rsidR="002A4158" w:rsidRPr="00DA4E77">
        <w:t>il faut ex</w:t>
      </w:r>
      <w:r w:rsidR="002A4158" w:rsidRPr="00DA4E77">
        <w:t>é</w:t>
      </w:r>
      <w:r w:rsidR="002A4158" w:rsidRPr="00DA4E77">
        <w:t>cuter</w:t>
      </w:r>
      <w:r>
        <w:t xml:space="preserve"> ! </w:t>
      </w:r>
      <w:r w:rsidR="002A4158" w:rsidRPr="00DA4E77">
        <w:t>La flotte va débarquer au milieu des jubilations du pe</w:t>
      </w:r>
      <w:r w:rsidR="002A4158" w:rsidRPr="00DA4E77">
        <w:t>u</w:t>
      </w:r>
      <w:r w:rsidR="002A4158" w:rsidRPr="00DA4E77">
        <w:t>ple</w:t>
      </w:r>
      <w:r>
        <w:t xml:space="preserve">. </w:t>
      </w:r>
      <w:r w:rsidR="002A4158" w:rsidRPr="00DA4E77">
        <w:t>Nous lui ferons le plus triomphal accueil</w:t>
      </w:r>
      <w:r>
        <w:t xml:space="preserve">. </w:t>
      </w:r>
      <w:r w:rsidR="002A4158" w:rsidRPr="00DA4E77">
        <w:t>Au lieu d</w:t>
      </w:r>
      <w:r>
        <w:t>’</w:t>
      </w:r>
      <w:r w:rsidR="002A4158" w:rsidRPr="00DA4E77">
        <w:t xml:space="preserve">accuser </w:t>
      </w:r>
      <w:proofErr w:type="spellStart"/>
      <w:r w:rsidR="002A4158" w:rsidRPr="00DA4E77">
        <w:t>Hellas</w:t>
      </w:r>
      <w:proofErr w:type="spellEnd"/>
      <w:r>
        <w:t xml:space="preserve">, </w:t>
      </w:r>
      <w:r w:rsidR="002A4158" w:rsidRPr="00DA4E77">
        <w:t>nous l</w:t>
      </w:r>
      <w:r>
        <w:t>’</w:t>
      </w:r>
      <w:r w:rsidR="002A4158" w:rsidRPr="00DA4E77">
        <w:t>acclamerons au contraire</w:t>
      </w:r>
      <w:r>
        <w:t xml:space="preserve">, </w:t>
      </w:r>
      <w:r w:rsidR="002A4158" w:rsidRPr="00DA4E77">
        <w:t>et nous lui donnerons</w:t>
      </w:r>
      <w:r>
        <w:t xml:space="preserve">, </w:t>
      </w:r>
      <w:r w:rsidR="002A4158" w:rsidRPr="00DA4E77">
        <w:t>à notre festin</w:t>
      </w:r>
      <w:r>
        <w:t xml:space="preserve">, </w:t>
      </w:r>
      <w:r w:rsidR="002A4158" w:rsidRPr="00DA4E77">
        <w:t>la place d</w:t>
      </w:r>
      <w:r>
        <w:t>’</w:t>
      </w:r>
      <w:r w:rsidR="002A4158" w:rsidRPr="00DA4E77">
        <w:t>honneur</w:t>
      </w:r>
      <w:r>
        <w:t xml:space="preserve">. </w:t>
      </w:r>
      <w:r w:rsidR="002A4158" w:rsidRPr="00DA4E77">
        <w:t>Pendant ce temps</w:t>
      </w:r>
      <w:r>
        <w:t xml:space="preserve">, </w:t>
      </w:r>
      <w:r w:rsidR="002A4158" w:rsidRPr="00DA4E77">
        <w:t>nos agents populaires prendront soin de traîner ses matelots de plaisirs en plaisirs</w:t>
      </w:r>
      <w:r>
        <w:t xml:space="preserve">, </w:t>
      </w:r>
      <w:r w:rsidR="002A4158" w:rsidRPr="00DA4E77">
        <w:t>et de les rouler en un tel vertige d</w:t>
      </w:r>
      <w:r>
        <w:t>’</w:t>
      </w:r>
      <w:r w:rsidR="002A4158" w:rsidRPr="00DA4E77">
        <w:t>ivresses déprimantes</w:t>
      </w:r>
      <w:r>
        <w:t xml:space="preserve">, </w:t>
      </w:r>
      <w:r w:rsidR="002A4158" w:rsidRPr="00DA4E77">
        <w:t>qu</w:t>
      </w:r>
      <w:r>
        <w:t>’</w:t>
      </w:r>
      <w:r w:rsidR="002A4158" w:rsidRPr="00DA4E77">
        <w:t>ils tomberont</w:t>
      </w:r>
      <w:r>
        <w:t xml:space="preserve">, </w:t>
      </w:r>
      <w:r w:rsidR="002A4158" w:rsidRPr="00DA4E77">
        <w:t>accablés de fatigue</w:t>
      </w:r>
      <w:r>
        <w:t xml:space="preserve">, </w:t>
      </w:r>
      <w:r w:rsidR="002A4158" w:rsidRPr="00DA4E77">
        <w:t>dans l</w:t>
      </w:r>
      <w:r>
        <w:t>’</w:t>
      </w:r>
      <w:r w:rsidR="002A4158" w:rsidRPr="00DA4E77">
        <w:t>impossibilité abs</w:t>
      </w:r>
      <w:r w:rsidR="002A4158" w:rsidRPr="00DA4E77">
        <w:t>o</w:t>
      </w:r>
      <w:r w:rsidR="002A4158" w:rsidRPr="00DA4E77">
        <w:t>lue de résister</w:t>
      </w:r>
      <w:r>
        <w:t xml:space="preserve">. </w:t>
      </w:r>
      <w:r w:rsidR="002A4158" w:rsidRPr="00DA4E77">
        <w:t>Alors</w:t>
      </w:r>
      <w:r>
        <w:t xml:space="preserve">, </w:t>
      </w:r>
      <w:r w:rsidR="002A4158" w:rsidRPr="00DA4E77">
        <w:t>les marins aztèques s</w:t>
      </w:r>
      <w:r>
        <w:t>’</w:t>
      </w:r>
      <w:r w:rsidR="002A4158" w:rsidRPr="00DA4E77">
        <w:t>empareront des vaisseaux d</w:t>
      </w:r>
      <w:r>
        <w:t>’</w:t>
      </w:r>
      <w:proofErr w:type="spellStart"/>
      <w:r w:rsidR="002A4158" w:rsidRPr="00DA4E77">
        <w:t>Hellas</w:t>
      </w:r>
      <w:proofErr w:type="spellEnd"/>
      <w:r w:rsidR="002A4158" w:rsidRPr="00DA4E77">
        <w:t xml:space="preserve"> et nous assureront l</w:t>
      </w:r>
      <w:r>
        <w:t>’</w:t>
      </w:r>
      <w:r w:rsidR="002A4158" w:rsidRPr="00DA4E77">
        <w:t>empire de la mer</w:t>
      </w:r>
      <w:r>
        <w:t xml:space="preserve">. </w:t>
      </w:r>
      <w:r w:rsidR="002A4158" w:rsidRPr="00DA4E77">
        <w:t>Rest</w:t>
      </w:r>
      <w:r w:rsidR="002A4158" w:rsidRPr="00DA4E77">
        <w:t>e</w:t>
      </w:r>
      <w:r w:rsidR="002A4158" w:rsidRPr="00DA4E77">
        <w:t xml:space="preserve">ront à vaincre </w:t>
      </w:r>
      <w:proofErr w:type="spellStart"/>
      <w:r w:rsidR="002A4158" w:rsidRPr="00DA4E77">
        <w:t>Knephao</w:t>
      </w:r>
      <w:proofErr w:type="spellEnd"/>
      <w:r w:rsidR="002A4158" w:rsidRPr="00DA4E77">
        <w:t xml:space="preserve"> et les Égyptiens</w:t>
      </w:r>
      <w:r>
        <w:t xml:space="preserve">. </w:t>
      </w:r>
      <w:r w:rsidR="002A4158" w:rsidRPr="00DA4E77">
        <w:t>Affaire des mineurs nubiens</w:t>
      </w:r>
      <w:r>
        <w:t xml:space="preserve">, </w:t>
      </w:r>
      <w:r w:rsidR="002A4158" w:rsidRPr="00DA4E77">
        <w:t>leurs plus implacables ennemis</w:t>
      </w:r>
      <w:r>
        <w:t xml:space="preserve">. </w:t>
      </w:r>
      <w:r w:rsidR="002A4158" w:rsidRPr="00DA4E77">
        <w:t>Ceux-ci viendront en grand nombre</w:t>
      </w:r>
      <w:r>
        <w:t xml:space="preserve">, </w:t>
      </w:r>
      <w:r w:rsidR="002A4158" w:rsidRPr="00DA4E77">
        <w:t>ce soir</w:t>
      </w:r>
      <w:r>
        <w:t xml:space="preserve">, </w:t>
      </w:r>
      <w:r w:rsidR="002A4158" w:rsidRPr="00DA4E77">
        <w:t>ainsi que de coutume</w:t>
      </w:r>
      <w:r>
        <w:t xml:space="preserve">, </w:t>
      </w:r>
      <w:r w:rsidR="002A4158" w:rsidRPr="00DA4E77">
        <w:t>pour la Fête de l</w:t>
      </w:r>
      <w:r>
        <w:t>’</w:t>
      </w:r>
      <w:r w:rsidR="002A4158" w:rsidRPr="00DA4E77">
        <w:t>Or</w:t>
      </w:r>
      <w:r>
        <w:t xml:space="preserve">. </w:t>
      </w:r>
      <w:r w:rsidR="002A4158" w:rsidRPr="00DA4E77">
        <w:t>Au signal convenu</w:t>
      </w:r>
      <w:r>
        <w:t xml:space="preserve">, </w:t>
      </w:r>
      <w:r w:rsidR="002A4158" w:rsidRPr="00DA4E77">
        <w:t>au moment même où les marins azt</w:t>
      </w:r>
      <w:r w:rsidR="002A4158" w:rsidRPr="00DA4E77">
        <w:t>è</w:t>
      </w:r>
      <w:r w:rsidR="002A4158" w:rsidRPr="00DA4E77">
        <w:t>ques s</w:t>
      </w:r>
      <w:r>
        <w:t>’</w:t>
      </w:r>
      <w:r w:rsidR="002A4158" w:rsidRPr="00DA4E77">
        <w:t>empareront des vaisseaux ligures</w:t>
      </w:r>
      <w:r>
        <w:t xml:space="preserve">, </w:t>
      </w:r>
      <w:r w:rsidR="002A4158" w:rsidRPr="00DA4E77">
        <w:t>les mineurs noirs e</w:t>
      </w:r>
      <w:r w:rsidR="002A4158" w:rsidRPr="00DA4E77">
        <w:t>n</w:t>
      </w:r>
      <w:r w:rsidR="002A4158" w:rsidRPr="00DA4E77">
        <w:t>treront dans le Palais de l</w:t>
      </w:r>
      <w:r>
        <w:t>’</w:t>
      </w:r>
      <w:r w:rsidR="002A4158" w:rsidRPr="00DA4E77">
        <w:t>Empire et chasseront les Égyptiens pris au dépourvu</w:t>
      </w:r>
      <w:r>
        <w:t xml:space="preserve">. </w:t>
      </w:r>
      <w:r w:rsidR="002A4158" w:rsidRPr="00DA4E77">
        <w:t>Quant à vous</w:t>
      </w:r>
      <w:r>
        <w:t xml:space="preserve">, </w:t>
      </w:r>
      <w:r w:rsidR="002A4158" w:rsidRPr="00DA4E77">
        <w:t>amis</w:t>
      </w:r>
      <w:r>
        <w:t xml:space="preserve">, </w:t>
      </w:r>
      <w:r w:rsidR="002A4158" w:rsidRPr="00DA4E77">
        <w:t xml:space="preserve">soyez prêts à escalader la terrasse du </w:t>
      </w:r>
      <w:r w:rsidR="002A4158" w:rsidRPr="00DA4E77">
        <w:lastRenderedPageBreak/>
        <w:t>Sphinx</w:t>
      </w:r>
      <w:r>
        <w:t xml:space="preserve">. </w:t>
      </w:r>
      <w:r w:rsidR="002A4158" w:rsidRPr="00DA4E77">
        <w:t>Les hiérophantes endormis ne résisteront pas à votre audace</w:t>
      </w:r>
      <w:r>
        <w:t xml:space="preserve">. </w:t>
      </w:r>
      <w:r w:rsidR="002A4158" w:rsidRPr="00DA4E77">
        <w:t>Et les secrets nous appartiendront</w:t>
      </w:r>
      <w:r>
        <w:t xml:space="preserve">, </w:t>
      </w:r>
      <w:r w:rsidR="002A4158" w:rsidRPr="00DA4E77">
        <w:t>demain</w:t>
      </w:r>
      <w:r>
        <w:t xml:space="preserve">, </w:t>
      </w:r>
      <w:r w:rsidR="002A4158" w:rsidRPr="00DA4E77">
        <w:t>avec la gloire</w:t>
      </w:r>
      <w:r>
        <w:t xml:space="preserve">, </w:t>
      </w:r>
      <w:r w:rsidR="002A4158" w:rsidRPr="00DA4E77">
        <w:t>avec l</w:t>
      </w:r>
      <w:r>
        <w:t>’</w:t>
      </w:r>
      <w:r w:rsidR="002A4158" w:rsidRPr="00DA4E77">
        <w:t>Empire</w:t>
      </w:r>
      <w:r>
        <w:t xml:space="preserve">, </w:t>
      </w:r>
      <w:r w:rsidR="002A4158" w:rsidRPr="00DA4E77">
        <w:t>avec la domination du monde</w:t>
      </w:r>
      <w:r>
        <w:t>.</w:t>
      </w:r>
    </w:p>
    <w:p w14:paraId="211B720E" w14:textId="77777777" w:rsidR="00276CCE" w:rsidRDefault="00276CCE" w:rsidP="002A4158">
      <w:r>
        <w:t>— </w:t>
      </w:r>
      <w:r w:rsidR="002A4158" w:rsidRPr="00DA4E77">
        <w:t>Admirable</w:t>
      </w:r>
      <w:r>
        <w:t> !</w:t>
      </w:r>
    </w:p>
    <w:p w14:paraId="74E24AD7" w14:textId="77777777" w:rsidR="00276CCE" w:rsidRDefault="00276CCE" w:rsidP="002A4158">
      <w:r>
        <w:t>— </w:t>
      </w:r>
      <w:r w:rsidR="002A4158" w:rsidRPr="00DA4E77">
        <w:t>Splendide</w:t>
      </w:r>
      <w:r>
        <w:t> !</w:t>
      </w:r>
    </w:p>
    <w:p w14:paraId="3D94357A" w14:textId="77777777" w:rsidR="00276CCE" w:rsidRDefault="00276CCE" w:rsidP="002A4158">
      <w:r>
        <w:t>— </w:t>
      </w:r>
      <w:r w:rsidR="002A4158" w:rsidRPr="00DA4E77">
        <w:t>Ah</w:t>
      </w:r>
      <w:r>
        <w:t xml:space="preserve"> ! </w:t>
      </w:r>
      <w:proofErr w:type="spellStart"/>
      <w:r w:rsidR="002A4158" w:rsidRPr="00DA4E77">
        <w:t>Melléna</w:t>
      </w:r>
      <w:proofErr w:type="spellEnd"/>
      <w:r>
        <w:t xml:space="preserve">, </w:t>
      </w:r>
      <w:r w:rsidR="002A4158" w:rsidRPr="00DA4E77">
        <w:t>ton génie dépasse tous les nôtres ense</w:t>
      </w:r>
      <w:r w:rsidR="002A4158" w:rsidRPr="00DA4E77">
        <w:t>m</w:t>
      </w:r>
      <w:r w:rsidR="002A4158" w:rsidRPr="00DA4E77">
        <w:t>ble</w:t>
      </w:r>
      <w:r>
        <w:t> !</w:t>
      </w:r>
    </w:p>
    <w:p w14:paraId="64DB82D5" w14:textId="77777777" w:rsidR="00276CCE" w:rsidRDefault="002A4158" w:rsidP="002A4158">
      <w:proofErr w:type="spellStart"/>
      <w:r w:rsidRPr="00DA4E77">
        <w:t>Melléna</w:t>
      </w:r>
      <w:proofErr w:type="spellEnd"/>
      <w:r w:rsidR="00276CCE">
        <w:t xml:space="preserve">, </w:t>
      </w:r>
      <w:r w:rsidRPr="00DA4E77">
        <w:t>hautaine</w:t>
      </w:r>
      <w:r w:rsidR="00276CCE">
        <w:t xml:space="preserve">, </w:t>
      </w:r>
      <w:r w:rsidRPr="00DA4E77">
        <w:t>les yeux ardents</w:t>
      </w:r>
      <w:r w:rsidR="00276CCE">
        <w:t xml:space="preserve">, </w:t>
      </w:r>
      <w:r w:rsidRPr="00DA4E77">
        <w:t>la lèvre serrée</w:t>
      </w:r>
      <w:r w:rsidR="00276CCE">
        <w:t xml:space="preserve">, </w:t>
      </w:r>
      <w:r w:rsidRPr="00DA4E77">
        <w:t>regarde tour à tour chacun des hommes présents</w:t>
      </w:r>
      <w:r w:rsidR="00276CCE">
        <w:t xml:space="preserve"> ; </w:t>
      </w:r>
      <w:r w:rsidRPr="00DA4E77">
        <w:t>puis</w:t>
      </w:r>
      <w:r w:rsidR="00276CCE">
        <w:t xml:space="preserve">, </w:t>
      </w:r>
      <w:r w:rsidRPr="00DA4E77">
        <w:t>en scandant ses mots</w:t>
      </w:r>
      <w:r w:rsidR="00276CCE">
        <w:t> :</w:t>
      </w:r>
    </w:p>
    <w:p w14:paraId="5D57141A" w14:textId="77777777" w:rsidR="00276CCE" w:rsidRDefault="00276CCE" w:rsidP="002A4158">
      <w:r>
        <w:t>— </w:t>
      </w:r>
      <w:r w:rsidR="002A4158" w:rsidRPr="00DA4E77">
        <w:t>Victoire indubitable</w:t>
      </w:r>
      <w:r>
        <w:t xml:space="preserve"> ! </w:t>
      </w:r>
      <w:r w:rsidR="002A4158" w:rsidRPr="00DA4E77">
        <w:t>Le chef des Noirs</w:t>
      </w:r>
      <w:r>
        <w:t xml:space="preserve">, </w:t>
      </w:r>
      <w:proofErr w:type="spellStart"/>
      <w:r w:rsidR="002A4158" w:rsidRPr="00DA4E77">
        <w:t>Timou</w:t>
      </w:r>
      <w:proofErr w:type="spellEnd"/>
      <w:r>
        <w:t xml:space="preserve">, </w:t>
      </w:r>
      <w:r w:rsidR="002A4158" w:rsidRPr="00DA4E77">
        <w:t>seul in</w:t>
      </w:r>
      <w:r w:rsidR="002A4158" w:rsidRPr="00DA4E77">
        <w:t>i</w:t>
      </w:r>
      <w:r w:rsidR="002A4158" w:rsidRPr="00DA4E77">
        <w:t>tié à tout l</w:t>
      </w:r>
      <w:r>
        <w:t>’</w:t>
      </w:r>
      <w:r w:rsidR="002A4158" w:rsidRPr="00DA4E77">
        <w:t>ensemble du complot</w:t>
      </w:r>
      <w:r>
        <w:t xml:space="preserve">, </w:t>
      </w:r>
      <w:r w:rsidR="002A4158" w:rsidRPr="00DA4E77">
        <w:t>ne nous trahira pas</w:t>
      </w:r>
      <w:r>
        <w:t xml:space="preserve">. </w:t>
      </w:r>
      <w:proofErr w:type="spellStart"/>
      <w:r w:rsidR="002A4158" w:rsidRPr="00DA4E77">
        <w:t>Hellas</w:t>
      </w:r>
      <w:proofErr w:type="spellEnd"/>
      <w:r>
        <w:t xml:space="preserve">, </w:t>
      </w:r>
      <w:r w:rsidR="002A4158" w:rsidRPr="00DA4E77">
        <w:t>certes</w:t>
      </w:r>
      <w:r>
        <w:t xml:space="preserve">, </w:t>
      </w:r>
      <w:r w:rsidR="002A4158" w:rsidRPr="00DA4E77">
        <w:t>ne peut soupçonner mon excursion à l</w:t>
      </w:r>
      <w:r>
        <w:t>’</w:t>
      </w:r>
      <w:r w:rsidR="002A4158" w:rsidRPr="00DA4E77">
        <w:t>Île d</w:t>
      </w:r>
      <w:r>
        <w:t>’</w:t>
      </w:r>
      <w:r w:rsidR="002A4158" w:rsidRPr="00DA4E77">
        <w:t>Or</w:t>
      </w:r>
      <w:r>
        <w:t xml:space="preserve">. </w:t>
      </w:r>
      <w:r w:rsidR="002A4158" w:rsidRPr="00DA4E77">
        <w:t>Nul ne m</w:t>
      </w:r>
      <w:r>
        <w:t>’</w:t>
      </w:r>
      <w:r w:rsidR="002A4158" w:rsidRPr="00DA4E77">
        <w:t>a vue partir</w:t>
      </w:r>
      <w:r>
        <w:t xml:space="preserve">, </w:t>
      </w:r>
      <w:r w:rsidR="002A4158" w:rsidRPr="00DA4E77">
        <w:t>hier soir</w:t>
      </w:r>
      <w:r>
        <w:t xml:space="preserve">. </w:t>
      </w:r>
      <w:r w:rsidR="002A4158" w:rsidRPr="00DA4E77">
        <w:t>Nul</w:t>
      </w:r>
      <w:r>
        <w:t xml:space="preserve">, </w:t>
      </w:r>
      <w:r w:rsidR="002A4158" w:rsidRPr="00DA4E77">
        <w:t>ce matin</w:t>
      </w:r>
      <w:r>
        <w:t xml:space="preserve">, </w:t>
      </w:r>
      <w:r w:rsidR="002A4158" w:rsidRPr="00DA4E77">
        <w:t>ne m</w:t>
      </w:r>
      <w:r>
        <w:t>’</w:t>
      </w:r>
      <w:r w:rsidR="002A4158" w:rsidRPr="00DA4E77">
        <w:t>a reconnue</w:t>
      </w:r>
      <w:r>
        <w:t xml:space="preserve">. </w:t>
      </w:r>
      <w:proofErr w:type="spellStart"/>
      <w:r w:rsidR="002A4158" w:rsidRPr="00DA4E77">
        <w:t>Kn</w:t>
      </w:r>
      <w:r w:rsidR="002A4158" w:rsidRPr="00DA4E77">
        <w:t>e</w:t>
      </w:r>
      <w:r w:rsidR="002A4158" w:rsidRPr="00DA4E77">
        <w:t>phao</w:t>
      </w:r>
      <w:proofErr w:type="spellEnd"/>
      <w:r w:rsidR="002A4158" w:rsidRPr="00DA4E77">
        <w:t xml:space="preserve"> même</w:t>
      </w:r>
      <w:r>
        <w:t xml:space="preserve">, </w:t>
      </w:r>
      <w:r w:rsidR="002A4158" w:rsidRPr="00DA4E77">
        <w:t>malgré sa vigilance</w:t>
      </w:r>
      <w:r>
        <w:t xml:space="preserve">, </w:t>
      </w:r>
      <w:r w:rsidR="002A4158" w:rsidRPr="00DA4E77">
        <w:t>a caracolé tout à l</w:t>
      </w:r>
      <w:r>
        <w:t>’</w:t>
      </w:r>
      <w:r w:rsidR="002A4158" w:rsidRPr="00DA4E77">
        <w:t>heure près de moi</w:t>
      </w:r>
      <w:r>
        <w:t xml:space="preserve">, </w:t>
      </w:r>
      <w:r w:rsidR="002A4158" w:rsidRPr="00DA4E77">
        <w:t xml:space="preserve">sans soupçonner </w:t>
      </w:r>
      <w:proofErr w:type="spellStart"/>
      <w:r w:rsidR="002A4158" w:rsidRPr="00DA4E77">
        <w:t>Melléna</w:t>
      </w:r>
      <w:proofErr w:type="spellEnd"/>
      <w:r w:rsidR="002A4158" w:rsidRPr="00DA4E77">
        <w:t xml:space="preserve"> sous ces haillons de pa</w:t>
      </w:r>
      <w:r w:rsidR="002A4158" w:rsidRPr="00DA4E77">
        <w:t>u</w:t>
      </w:r>
      <w:r w:rsidR="002A4158" w:rsidRPr="00DA4E77">
        <w:t>vresse</w:t>
      </w:r>
      <w:r>
        <w:t xml:space="preserve">… </w:t>
      </w:r>
      <w:r w:rsidR="002A4158" w:rsidRPr="00DA4E77">
        <w:t>Lequel de vous</w:t>
      </w:r>
      <w:r>
        <w:t xml:space="preserve">, </w:t>
      </w:r>
      <w:r w:rsidR="002A4158" w:rsidRPr="00DA4E77">
        <w:t>je le demande en toute franchise</w:t>
      </w:r>
      <w:r>
        <w:t xml:space="preserve">, </w:t>
      </w:r>
      <w:r w:rsidR="002A4158" w:rsidRPr="00DA4E77">
        <w:t>s</w:t>
      </w:r>
      <w:r>
        <w:t>’</w:t>
      </w:r>
      <w:r w:rsidR="002A4158" w:rsidRPr="00DA4E77">
        <w:t>oppose encore à mon projet</w:t>
      </w:r>
      <w:r>
        <w:t> ?</w:t>
      </w:r>
    </w:p>
    <w:p w14:paraId="6B1FDF66" w14:textId="77777777" w:rsidR="00276CCE" w:rsidRDefault="00276CCE" w:rsidP="002A4158">
      <w:r>
        <w:t>— </w:t>
      </w:r>
      <w:r w:rsidR="002A4158" w:rsidRPr="00DA4E77">
        <w:t>Pardon</w:t>
      </w:r>
      <w:r>
        <w:t xml:space="preserve">, </w:t>
      </w:r>
      <w:r w:rsidR="002A4158" w:rsidRPr="00DA4E77">
        <w:t xml:space="preserve">interrompt </w:t>
      </w:r>
      <w:proofErr w:type="spellStart"/>
      <w:r w:rsidR="002A4158" w:rsidRPr="00DA4E77">
        <w:t>Moussor</w:t>
      </w:r>
      <w:proofErr w:type="spellEnd"/>
      <w:r>
        <w:t xml:space="preserve">, </w:t>
      </w:r>
      <w:r w:rsidR="002A4158" w:rsidRPr="00DA4E77">
        <w:t>resté silencieux depuis l</w:t>
      </w:r>
      <w:r>
        <w:t>’</w:t>
      </w:r>
      <w:r w:rsidR="002A4158" w:rsidRPr="00DA4E77">
        <w:t xml:space="preserve">entrée de </w:t>
      </w:r>
      <w:proofErr w:type="spellStart"/>
      <w:r w:rsidR="002A4158" w:rsidRPr="00DA4E77">
        <w:t>Melléna</w:t>
      </w:r>
      <w:proofErr w:type="spellEnd"/>
      <w:r>
        <w:t xml:space="preserve">, </w:t>
      </w:r>
      <w:r w:rsidR="002A4158" w:rsidRPr="00DA4E77">
        <w:t>pardon</w:t>
      </w:r>
      <w:r>
        <w:t xml:space="preserve"> ! </w:t>
      </w:r>
      <w:r w:rsidR="002A4158" w:rsidRPr="00DA4E77">
        <w:t>Je ne dis pas que je m</w:t>
      </w:r>
      <w:r>
        <w:t>’</w:t>
      </w:r>
      <w:r w:rsidR="002A4158" w:rsidRPr="00DA4E77">
        <w:t>y oppose</w:t>
      </w:r>
      <w:r>
        <w:t xml:space="preserve">, </w:t>
      </w:r>
      <w:r w:rsidR="002A4158" w:rsidRPr="00DA4E77">
        <w:t>mais une simple question</w:t>
      </w:r>
      <w:r>
        <w:t xml:space="preserve"> : </w:t>
      </w:r>
      <w:r w:rsidR="002A4158" w:rsidRPr="00DA4E77">
        <w:t>c</w:t>
      </w:r>
      <w:r>
        <w:t>’</w:t>
      </w:r>
      <w:r w:rsidR="002A4158" w:rsidRPr="00DA4E77">
        <w:t>est un coup d</w:t>
      </w:r>
      <w:r>
        <w:t>’</w:t>
      </w:r>
      <w:r w:rsidR="002A4158" w:rsidRPr="00DA4E77">
        <w:t>État que nous allons accomplir</w:t>
      </w:r>
      <w:r>
        <w:t> ?</w:t>
      </w:r>
    </w:p>
    <w:p w14:paraId="26F70A1C" w14:textId="77777777" w:rsidR="00276CCE" w:rsidRDefault="00276CCE" w:rsidP="002A4158">
      <w:r>
        <w:t>— </w:t>
      </w:r>
      <w:r w:rsidR="002A4158" w:rsidRPr="00DA4E77">
        <w:t>Parfaitement</w:t>
      </w:r>
      <w:r>
        <w:t xml:space="preserve">, </w:t>
      </w:r>
      <w:r w:rsidR="002A4158" w:rsidRPr="00DA4E77">
        <w:t>un coup d</w:t>
      </w:r>
      <w:r>
        <w:t>’</w:t>
      </w:r>
      <w:r w:rsidR="002A4158" w:rsidRPr="00DA4E77">
        <w:t>État</w:t>
      </w:r>
      <w:r>
        <w:t>.</w:t>
      </w:r>
    </w:p>
    <w:p w14:paraId="68681A5F" w14:textId="77777777" w:rsidR="00276CCE" w:rsidRDefault="00276CCE" w:rsidP="002A4158">
      <w:r>
        <w:t>— </w:t>
      </w:r>
      <w:r w:rsidR="002A4158" w:rsidRPr="00DA4E77">
        <w:t>Nous allons renverser un pouvoir régulièrement const</w:t>
      </w:r>
      <w:r w:rsidR="002A4158" w:rsidRPr="00DA4E77">
        <w:t>i</w:t>
      </w:r>
      <w:r w:rsidR="002A4158" w:rsidRPr="00DA4E77">
        <w:t>tué</w:t>
      </w:r>
      <w:r>
        <w:t xml:space="preserve">, </w:t>
      </w:r>
      <w:r w:rsidR="002A4158" w:rsidRPr="00DA4E77">
        <w:t>sans aucune raison plausible</w:t>
      </w:r>
      <w:r>
        <w:t> ?</w:t>
      </w:r>
    </w:p>
    <w:p w14:paraId="37FACA23" w14:textId="77777777" w:rsidR="00276CCE" w:rsidRDefault="00276CCE" w:rsidP="002A4158">
      <w:r>
        <w:t>— </w:t>
      </w:r>
      <w:r w:rsidR="002A4158" w:rsidRPr="00DA4E77">
        <w:t>Mais puisqu</w:t>
      </w:r>
      <w:r>
        <w:t>’</w:t>
      </w:r>
      <w:r w:rsidR="002A4158" w:rsidRPr="00DA4E77">
        <w:t>on ne peut autrement</w:t>
      </w:r>
      <w:r>
        <w:t> !</w:t>
      </w:r>
    </w:p>
    <w:p w14:paraId="72BF5AB4" w14:textId="77777777" w:rsidR="00276CCE" w:rsidRDefault="00276CCE" w:rsidP="002A4158">
      <w:r>
        <w:lastRenderedPageBreak/>
        <w:t>— </w:t>
      </w:r>
      <w:r w:rsidR="002A4158" w:rsidRPr="00DA4E77">
        <w:t>Je le regrette</w:t>
      </w:r>
      <w:r>
        <w:t xml:space="preserve">. </w:t>
      </w:r>
      <w:r w:rsidR="002A4158" w:rsidRPr="00DA4E77">
        <w:t>Un pareil acte me paraît à la fois injuste et scabreux</w:t>
      </w:r>
      <w:r>
        <w:t>.</w:t>
      </w:r>
    </w:p>
    <w:p w14:paraId="66EDAA67" w14:textId="77777777" w:rsidR="00276CCE" w:rsidRDefault="002A4158" w:rsidP="002A4158">
      <w:r w:rsidRPr="00DA4E77">
        <w:t>À ces mots</w:t>
      </w:r>
      <w:r w:rsidR="00276CCE">
        <w:t xml:space="preserve">, </w:t>
      </w:r>
      <w:r w:rsidRPr="00DA4E77">
        <w:t>une rumeur menaçante circule dans l</w:t>
      </w:r>
      <w:r w:rsidR="00276CCE">
        <w:t>’</w:t>
      </w:r>
      <w:r w:rsidRPr="00DA4E77">
        <w:t>atmosphère de la salle</w:t>
      </w:r>
      <w:r w:rsidR="00276CCE">
        <w:t>.</w:t>
      </w:r>
    </w:p>
    <w:p w14:paraId="44AE9061" w14:textId="77777777" w:rsidR="00276CCE" w:rsidRDefault="00276CCE" w:rsidP="002A4158">
      <w:r>
        <w:t>— </w:t>
      </w:r>
      <w:r w:rsidR="002A4158" w:rsidRPr="00DA4E77">
        <w:t>Voyons</w:t>
      </w:r>
      <w:r>
        <w:t xml:space="preserve">, </w:t>
      </w:r>
      <w:r w:rsidR="002A4158" w:rsidRPr="00DA4E77">
        <w:t xml:space="preserve">dit </w:t>
      </w:r>
      <w:proofErr w:type="spellStart"/>
      <w:r w:rsidR="002A4158" w:rsidRPr="00DA4E77">
        <w:t>Barkas</w:t>
      </w:r>
      <w:proofErr w:type="spellEnd"/>
      <w:r>
        <w:t xml:space="preserve">, </w:t>
      </w:r>
      <w:r w:rsidR="002A4158" w:rsidRPr="00DA4E77">
        <w:t>n</w:t>
      </w:r>
      <w:r>
        <w:t>’</w:t>
      </w:r>
      <w:r w:rsidR="002A4158" w:rsidRPr="00DA4E77">
        <w:t>as-tu pas</w:t>
      </w:r>
      <w:r>
        <w:t xml:space="preserve">, </w:t>
      </w:r>
      <w:r w:rsidR="002A4158" w:rsidRPr="00DA4E77">
        <w:t>tout à l</w:t>
      </w:r>
      <w:r>
        <w:t>’</w:t>
      </w:r>
      <w:r w:rsidR="002A4158" w:rsidRPr="00DA4E77">
        <w:t>heure</w:t>
      </w:r>
      <w:r>
        <w:t xml:space="preserve">, </w:t>
      </w:r>
      <w:r w:rsidR="002A4158" w:rsidRPr="00DA4E77">
        <w:t>toi le pr</w:t>
      </w:r>
      <w:r w:rsidR="002A4158" w:rsidRPr="00DA4E77">
        <w:t>e</w:t>
      </w:r>
      <w:r w:rsidR="002A4158" w:rsidRPr="00DA4E77">
        <w:t>mier</w:t>
      </w:r>
      <w:r>
        <w:t xml:space="preserve">, </w:t>
      </w:r>
      <w:r w:rsidR="002A4158" w:rsidRPr="00DA4E77">
        <w:t>excité notre énergie à renverser le pouvoir d</w:t>
      </w:r>
      <w:r>
        <w:t>’</w:t>
      </w:r>
      <w:proofErr w:type="spellStart"/>
      <w:r w:rsidR="002A4158" w:rsidRPr="00DA4E77">
        <w:t>Hellas</w:t>
      </w:r>
      <w:proofErr w:type="spellEnd"/>
      <w:r w:rsidR="002A4158" w:rsidRPr="00DA4E77">
        <w:t xml:space="preserve"> et montré le danger de son génie et de son œuvre</w:t>
      </w:r>
      <w:r>
        <w:t xml:space="preserve"> ? </w:t>
      </w:r>
      <w:r w:rsidR="002A4158" w:rsidRPr="00DA4E77">
        <w:t>Et</w:t>
      </w:r>
      <w:r>
        <w:t xml:space="preserve">, </w:t>
      </w:r>
      <w:r w:rsidR="002A4158" w:rsidRPr="00DA4E77">
        <w:t>maintenant</w:t>
      </w:r>
      <w:r>
        <w:t xml:space="preserve">, </w:t>
      </w:r>
      <w:r w:rsidR="002A4158" w:rsidRPr="00DA4E77">
        <w:t>tu nous arrêtes</w:t>
      </w:r>
      <w:r>
        <w:t> ?</w:t>
      </w:r>
    </w:p>
    <w:p w14:paraId="44A05A95" w14:textId="77777777" w:rsidR="00276CCE" w:rsidRDefault="00276CCE" w:rsidP="002A4158">
      <w:r>
        <w:t>— </w:t>
      </w:r>
      <w:r w:rsidR="002A4158" w:rsidRPr="00DA4E77">
        <w:t>Voyons</w:t>
      </w:r>
      <w:r>
        <w:t xml:space="preserve">, </w:t>
      </w:r>
      <w:proofErr w:type="spellStart"/>
      <w:r w:rsidR="002A4158" w:rsidRPr="00DA4E77">
        <w:t>Moussor</w:t>
      </w:r>
      <w:proofErr w:type="spellEnd"/>
      <w:r>
        <w:t xml:space="preserve">, </w:t>
      </w:r>
      <w:r w:rsidR="002A4158" w:rsidRPr="00DA4E77">
        <w:t xml:space="preserve">module </w:t>
      </w:r>
      <w:proofErr w:type="spellStart"/>
      <w:r w:rsidR="002A4158" w:rsidRPr="00DA4E77">
        <w:t>Melléna</w:t>
      </w:r>
      <w:proofErr w:type="spellEnd"/>
      <w:r w:rsidR="002A4158" w:rsidRPr="00DA4E77">
        <w:t xml:space="preserve"> insinuante et care</w:t>
      </w:r>
      <w:r w:rsidR="002A4158" w:rsidRPr="00DA4E77">
        <w:t>s</w:t>
      </w:r>
      <w:r w:rsidR="002A4158" w:rsidRPr="00DA4E77">
        <w:t>sante</w:t>
      </w:r>
      <w:r>
        <w:t xml:space="preserve">, </w:t>
      </w:r>
      <w:proofErr w:type="spellStart"/>
      <w:r w:rsidR="002A4158" w:rsidRPr="00DA4E77">
        <w:t>Moussor</w:t>
      </w:r>
      <w:proofErr w:type="spellEnd"/>
      <w:r>
        <w:t xml:space="preserve">, </w:t>
      </w:r>
      <w:r w:rsidR="002A4158" w:rsidRPr="00DA4E77">
        <w:t>le meilleur d</w:t>
      </w:r>
      <w:r>
        <w:t>’</w:t>
      </w:r>
      <w:r w:rsidR="002A4158" w:rsidRPr="00DA4E77">
        <w:t>entre nous</w:t>
      </w:r>
      <w:r>
        <w:t xml:space="preserve">, </w:t>
      </w:r>
      <w:r w:rsidR="002A4158" w:rsidRPr="00DA4E77">
        <w:t>tu nous trahirais donc</w:t>
      </w:r>
      <w:r>
        <w:t> ?</w:t>
      </w:r>
    </w:p>
    <w:p w14:paraId="17BB58E4" w14:textId="77777777" w:rsidR="00276CCE" w:rsidRDefault="00276CCE" w:rsidP="002A4158">
      <w:r>
        <w:t>— </w:t>
      </w:r>
      <w:r w:rsidR="002A4158" w:rsidRPr="00DA4E77">
        <w:t>Moi</w:t>
      </w:r>
      <w:r>
        <w:t xml:space="preserve"> ? </w:t>
      </w:r>
      <w:r w:rsidR="002A4158" w:rsidRPr="00DA4E77">
        <w:t>Vous trahir</w:t>
      </w:r>
      <w:r>
        <w:t> ?</w:t>
      </w:r>
    </w:p>
    <w:p w14:paraId="0E17127D" w14:textId="77777777" w:rsidR="00276CCE" w:rsidRDefault="00276CCE" w:rsidP="002A4158">
      <w:r>
        <w:t>— </w:t>
      </w:r>
      <w:r w:rsidR="002A4158" w:rsidRPr="00DA4E77">
        <w:t>Nous quitter</w:t>
      </w:r>
      <w:r>
        <w:t xml:space="preserve">, </w:t>
      </w:r>
      <w:r w:rsidR="002A4158" w:rsidRPr="00DA4E77">
        <w:t>en ce moment</w:t>
      </w:r>
      <w:r>
        <w:t xml:space="preserve">, </w:t>
      </w:r>
      <w:r w:rsidR="002A4158" w:rsidRPr="00DA4E77">
        <w:t>n</w:t>
      </w:r>
      <w:r>
        <w:t>’</w:t>
      </w:r>
      <w:r w:rsidR="002A4158" w:rsidRPr="00DA4E77">
        <w:t>est-ce pas une trahison</w:t>
      </w:r>
      <w:r>
        <w:t xml:space="preserve"> ? </w:t>
      </w:r>
      <w:r w:rsidR="002A4158" w:rsidRPr="00DA4E77">
        <w:t>Mais ne sais-tu pas</w:t>
      </w:r>
      <w:r>
        <w:t xml:space="preserve">, </w:t>
      </w:r>
      <w:proofErr w:type="spellStart"/>
      <w:r w:rsidR="002A4158" w:rsidRPr="00DA4E77">
        <w:t>Moussor</w:t>
      </w:r>
      <w:proofErr w:type="spellEnd"/>
      <w:r>
        <w:t xml:space="preserve">, </w:t>
      </w:r>
      <w:r w:rsidR="002A4158" w:rsidRPr="00DA4E77">
        <w:t>que le triomphe d</w:t>
      </w:r>
      <w:r>
        <w:t>’</w:t>
      </w:r>
      <w:proofErr w:type="spellStart"/>
      <w:r w:rsidR="002A4158" w:rsidRPr="00DA4E77">
        <w:t>Hellas</w:t>
      </w:r>
      <w:proofErr w:type="spellEnd"/>
      <w:r w:rsidR="002A4158" w:rsidRPr="00DA4E77">
        <w:t xml:space="preserve"> repr</w:t>
      </w:r>
      <w:r w:rsidR="002A4158" w:rsidRPr="00DA4E77">
        <w:t>é</w:t>
      </w:r>
      <w:r w:rsidR="002A4158" w:rsidRPr="00DA4E77">
        <w:t>sente la montée vertigineuse de la race blanche</w:t>
      </w:r>
      <w:r>
        <w:t xml:space="preserve"> ? </w:t>
      </w:r>
      <w:r w:rsidR="002A4158" w:rsidRPr="00DA4E77">
        <w:t>Et tu viens nous parler de ménagements nécessaires quand se joue le sort même de la race rouge</w:t>
      </w:r>
      <w:r>
        <w:t> ?</w:t>
      </w:r>
    </w:p>
    <w:p w14:paraId="2757A280" w14:textId="77777777" w:rsidR="00276CCE" w:rsidRDefault="00276CCE" w:rsidP="002A4158">
      <w:r>
        <w:t>— </w:t>
      </w:r>
      <w:r w:rsidR="002A4158" w:rsidRPr="00DA4E77">
        <w:t>Oui</w:t>
      </w:r>
      <w:r>
        <w:t xml:space="preserve">, </w:t>
      </w:r>
      <w:proofErr w:type="spellStart"/>
      <w:r w:rsidR="002A4158" w:rsidRPr="00DA4E77">
        <w:t>Melléna</w:t>
      </w:r>
      <w:proofErr w:type="spellEnd"/>
      <w:r>
        <w:t xml:space="preserve">, </w:t>
      </w:r>
      <w:r w:rsidR="002A4158" w:rsidRPr="00DA4E77">
        <w:t>répond le marchand ébranlé par cet appel</w:t>
      </w:r>
      <w:r>
        <w:t xml:space="preserve">, </w:t>
      </w:r>
      <w:r w:rsidR="002A4158" w:rsidRPr="00DA4E77">
        <w:t>ton plan paraît superbe</w:t>
      </w:r>
      <w:r>
        <w:t xml:space="preserve">. </w:t>
      </w:r>
      <w:r w:rsidR="002A4158" w:rsidRPr="00DA4E77">
        <w:t>Et le résultat</w:t>
      </w:r>
      <w:r>
        <w:t xml:space="preserve"> ? </w:t>
      </w:r>
      <w:r w:rsidR="002A4158" w:rsidRPr="00DA4E77">
        <w:t>Que ferons-nous d</w:t>
      </w:r>
      <w:r w:rsidR="002A4158" w:rsidRPr="00DA4E77">
        <w:t>e</w:t>
      </w:r>
      <w:r w:rsidR="002A4158" w:rsidRPr="00DA4E77">
        <w:t>main</w:t>
      </w:r>
      <w:r>
        <w:t> ?</w:t>
      </w:r>
    </w:p>
    <w:p w14:paraId="276CA249" w14:textId="77777777" w:rsidR="00276CCE" w:rsidRDefault="00276CCE" w:rsidP="002A4158">
      <w:r>
        <w:t>— </w:t>
      </w:r>
      <w:r w:rsidR="002A4158" w:rsidRPr="00DA4E77">
        <w:t>Nous serons les maîtres</w:t>
      </w:r>
      <w:r>
        <w:t> !</w:t>
      </w:r>
    </w:p>
    <w:p w14:paraId="7D0298BC" w14:textId="77777777" w:rsidR="00276CCE" w:rsidRDefault="00276CCE" w:rsidP="002A4158">
      <w:r>
        <w:t>— </w:t>
      </w:r>
      <w:r w:rsidR="002A4158" w:rsidRPr="00DA4E77">
        <w:t xml:space="preserve">Et </w:t>
      </w:r>
      <w:proofErr w:type="spellStart"/>
      <w:r w:rsidR="002A4158" w:rsidRPr="00DA4E77">
        <w:t>Hellas</w:t>
      </w:r>
      <w:proofErr w:type="spellEnd"/>
      <w:r>
        <w:t xml:space="preserve"> ? </w:t>
      </w:r>
      <w:r w:rsidR="002A4158" w:rsidRPr="00DA4E77">
        <w:t>Et les Égyptiens</w:t>
      </w:r>
      <w:r>
        <w:t xml:space="preserve"> ? </w:t>
      </w:r>
      <w:r w:rsidR="002A4158" w:rsidRPr="00DA4E77">
        <w:t>Et les Ligures</w:t>
      </w:r>
      <w:r>
        <w:t xml:space="preserve"> ? </w:t>
      </w:r>
      <w:r w:rsidR="002A4158" w:rsidRPr="00DA4E77">
        <w:t>Et tous les partisans du Prince de l</w:t>
      </w:r>
      <w:r>
        <w:t>’</w:t>
      </w:r>
      <w:r w:rsidR="002A4158" w:rsidRPr="00DA4E77">
        <w:t>Empire</w:t>
      </w:r>
      <w:r>
        <w:t xml:space="preserve"> ? </w:t>
      </w:r>
      <w:r w:rsidR="002A4158" w:rsidRPr="00DA4E77">
        <w:t>Devons-nous donc</w:t>
      </w:r>
      <w:r>
        <w:t xml:space="preserve">, </w:t>
      </w:r>
      <w:r w:rsidR="002A4158" w:rsidRPr="00DA4E77">
        <w:t>ce soir</w:t>
      </w:r>
      <w:r>
        <w:t xml:space="preserve">, </w:t>
      </w:r>
      <w:r w:rsidR="002A4158" w:rsidRPr="00DA4E77">
        <w:t>ordonner un massacre de ces milliers d</w:t>
      </w:r>
      <w:r>
        <w:t>’</w:t>
      </w:r>
      <w:r w:rsidR="002A4158" w:rsidRPr="00DA4E77">
        <w:t>hommes</w:t>
      </w:r>
      <w:r>
        <w:t> ?</w:t>
      </w:r>
    </w:p>
    <w:p w14:paraId="0C71702F" w14:textId="77777777" w:rsidR="00276CCE" w:rsidRDefault="00276CCE" w:rsidP="002A4158">
      <w:r>
        <w:t>— </w:t>
      </w:r>
      <w:r w:rsidR="002A4158" w:rsidRPr="00DA4E77">
        <w:t>Et pourquoi pas</w:t>
      </w:r>
      <w:r>
        <w:t xml:space="preserve"> ? </w:t>
      </w:r>
      <w:r w:rsidR="002A4158" w:rsidRPr="00DA4E77">
        <w:t xml:space="preserve">siffle </w:t>
      </w:r>
      <w:proofErr w:type="spellStart"/>
      <w:r w:rsidR="002A4158" w:rsidRPr="00DA4E77">
        <w:t>Belkis</w:t>
      </w:r>
      <w:proofErr w:type="spellEnd"/>
      <w:r>
        <w:t>.</w:t>
      </w:r>
    </w:p>
    <w:p w14:paraId="7667F031" w14:textId="77777777" w:rsidR="00276CCE" w:rsidRDefault="002A4158" w:rsidP="002A4158">
      <w:r w:rsidRPr="00DA4E77">
        <w:t xml:space="preserve">Mais </w:t>
      </w:r>
      <w:proofErr w:type="spellStart"/>
      <w:r w:rsidRPr="00DA4E77">
        <w:t>Melléna</w:t>
      </w:r>
      <w:proofErr w:type="spellEnd"/>
      <w:r w:rsidR="00276CCE">
        <w:t xml:space="preserve">, </w:t>
      </w:r>
      <w:r w:rsidRPr="00DA4E77">
        <w:t xml:space="preserve">qui devine les scrupules de </w:t>
      </w:r>
      <w:proofErr w:type="spellStart"/>
      <w:r w:rsidRPr="00DA4E77">
        <w:t>Moussor</w:t>
      </w:r>
      <w:proofErr w:type="spellEnd"/>
      <w:r w:rsidRPr="00DA4E77">
        <w:t xml:space="preserve"> et qui veut éviter une rupture</w:t>
      </w:r>
      <w:r w:rsidR="00276CCE">
        <w:t xml:space="preserve">, </w:t>
      </w:r>
      <w:r w:rsidRPr="00DA4E77">
        <w:t xml:space="preserve">bondit devant </w:t>
      </w:r>
      <w:proofErr w:type="spellStart"/>
      <w:r w:rsidRPr="00DA4E77">
        <w:t>Belkis</w:t>
      </w:r>
      <w:proofErr w:type="spellEnd"/>
      <w:r w:rsidR="00276CCE">
        <w:t> :</w:t>
      </w:r>
    </w:p>
    <w:p w14:paraId="37444307" w14:textId="77777777" w:rsidR="00276CCE" w:rsidRDefault="00276CCE" w:rsidP="002A4158">
      <w:r>
        <w:lastRenderedPageBreak/>
        <w:t>— </w:t>
      </w:r>
      <w:r w:rsidR="002A4158" w:rsidRPr="00DA4E77">
        <w:t>Tais-toi</w:t>
      </w:r>
      <w:r>
        <w:t xml:space="preserve"> ! </w:t>
      </w:r>
      <w:r w:rsidR="002A4158" w:rsidRPr="00DA4E77">
        <w:t>Tu sais bien que nous ne voulons tuer pe</w:t>
      </w:r>
      <w:r w:rsidR="002A4158" w:rsidRPr="00DA4E77">
        <w:t>r</w:t>
      </w:r>
      <w:r w:rsidR="002A4158" w:rsidRPr="00DA4E77">
        <w:t>sonne</w:t>
      </w:r>
      <w:r>
        <w:t xml:space="preserve">… </w:t>
      </w:r>
      <w:r w:rsidR="002A4158" w:rsidRPr="00DA4E77">
        <w:t>N</w:t>
      </w:r>
      <w:r>
        <w:t>’</w:t>
      </w:r>
      <w:r w:rsidR="002A4158" w:rsidRPr="00DA4E77">
        <w:t xml:space="preserve">écoute pas </w:t>
      </w:r>
      <w:proofErr w:type="spellStart"/>
      <w:r w:rsidR="002A4158" w:rsidRPr="00DA4E77">
        <w:t>Belkis</w:t>
      </w:r>
      <w:proofErr w:type="spellEnd"/>
      <w:r>
        <w:t xml:space="preserve">, </w:t>
      </w:r>
      <w:proofErr w:type="spellStart"/>
      <w:r w:rsidR="002A4158" w:rsidRPr="00DA4E77">
        <w:t>Moussor</w:t>
      </w:r>
      <w:proofErr w:type="spellEnd"/>
      <w:r>
        <w:t xml:space="preserve">, </w:t>
      </w:r>
      <w:r w:rsidR="002A4158" w:rsidRPr="00DA4E77">
        <w:t>il se fait un jeu d</w:t>
      </w:r>
      <w:r>
        <w:t>’</w:t>
      </w:r>
      <w:r w:rsidR="002A4158" w:rsidRPr="00DA4E77">
        <w:t>exciter tes justes objections</w:t>
      </w:r>
      <w:r>
        <w:t xml:space="preserve">. </w:t>
      </w:r>
      <w:r w:rsidR="002A4158" w:rsidRPr="00DA4E77">
        <w:t>Non</w:t>
      </w:r>
      <w:r>
        <w:t xml:space="preserve">, </w:t>
      </w:r>
      <w:r w:rsidR="002A4158" w:rsidRPr="00DA4E77">
        <w:t>nous ne tuerons pas</w:t>
      </w:r>
      <w:r>
        <w:t xml:space="preserve">, </w:t>
      </w:r>
      <w:r w:rsidR="002A4158" w:rsidRPr="00DA4E77">
        <w:t>car le sang a</w:t>
      </w:r>
      <w:r w:rsidR="002A4158" w:rsidRPr="00DA4E77">
        <w:t>p</w:t>
      </w:r>
      <w:r w:rsidR="002A4158" w:rsidRPr="00DA4E77">
        <w:t>pelle le sang</w:t>
      </w:r>
      <w:r>
        <w:t xml:space="preserve">. </w:t>
      </w:r>
      <w:r w:rsidR="002A4158" w:rsidRPr="00DA4E77">
        <w:t>Et nous nous contenterons</w:t>
      </w:r>
      <w:r>
        <w:t xml:space="preserve">, </w:t>
      </w:r>
      <w:r w:rsidR="002A4158" w:rsidRPr="00DA4E77">
        <w:t>demain</w:t>
      </w:r>
      <w:r>
        <w:t xml:space="preserve">, </w:t>
      </w:r>
      <w:r w:rsidR="002A4158" w:rsidRPr="00DA4E77">
        <w:t>de renvoyer les L</w:t>
      </w:r>
      <w:r w:rsidR="002A4158" w:rsidRPr="00DA4E77">
        <w:t>i</w:t>
      </w:r>
      <w:r w:rsidR="002A4158" w:rsidRPr="00DA4E77">
        <w:t>gures en Ligurie</w:t>
      </w:r>
      <w:r>
        <w:t xml:space="preserve">, </w:t>
      </w:r>
      <w:r w:rsidR="002A4158" w:rsidRPr="00DA4E77">
        <w:t>les Égyptiens en Égypte</w:t>
      </w:r>
      <w:r>
        <w:t xml:space="preserve">, </w:t>
      </w:r>
      <w:proofErr w:type="spellStart"/>
      <w:r w:rsidR="002A4158" w:rsidRPr="00DA4E77">
        <w:t>Hellas</w:t>
      </w:r>
      <w:proofErr w:type="spellEnd"/>
      <w:r w:rsidR="002A4158" w:rsidRPr="00DA4E77">
        <w:t xml:space="preserve"> et ses amis en exil dans les îles</w:t>
      </w:r>
      <w:r>
        <w:t>.</w:t>
      </w:r>
    </w:p>
    <w:p w14:paraId="475B7EC3" w14:textId="77777777" w:rsidR="00276CCE" w:rsidRDefault="00276CCE" w:rsidP="002A4158">
      <w:r>
        <w:t>— </w:t>
      </w:r>
      <w:r w:rsidR="002A4158" w:rsidRPr="00DA4E77">
        <w:t>Crois-tu bien qu</w:t>
      </w:r>
      <w:r>
        <w:t>’</w:t>
      </w:r>
      <w:r w:rsidR="002A4158" w:rsidRPr="00DA4E77">
        <w:t>en jetant ces noires brutes des mines sur un palais plein de richesses</w:t>
      </w:r>
      <w:r>
        <w:t xml:space="preserve">, </w:t>
      </w:r>
      <w:r w:rsidR="002A4158" w:rsidRPr="00DA4E77">
        <w:t>nous n</w:t>
      </w:r>
      <w:r>
        <w:t>’</w:t>
      </w:r>
      <w:r w:rsidR="002A4158" w:rsidRPr="00DA4E77">
        <w:t>éveillerons pas en eux les plus sanguinaires instincts</w:t>
      </w:r>
      <w:r>
        <w:t> ?</w:t>
      </w:r>
    </w:p>
    <w:p w14:paraId="4F6CE08F" w14:textId="77777777" w:rsidR="00276CCE" w:rsidRDefault="00276CCE" w:rsidP="002A4158">
      <w:r>
        <w:t>— </w:t>
      </w:r>
      <w:r w:rsidR="002A4158" w:rsidRPr="00DA4E77">
        <w:t>Nous veillerons</w:t>
      </w:r>
      <w:r>
        <w:t>.</w:t>
      </w:r>
    </w:p>
    <w:p w14:paraId="6DAE0367" w14:textId="77777777" w:rsidR="00276CCE" w:rsidRDefault="00276CCE" w:rsidP="002A4158">
      <w:r>
        <w:t>— </w:t>
      </w:r>
      <w:r w:rsidR="002A4158" w:rsidRPr="00DA4E77">
        <w:t>Va donc veiller sur la tempête quand elle gronde décha</w:t>
      </w:r>
      <w:r w:rsidR="002A4158" w:rsidRPr="00DA4E77">
        <w:t>î</w:t>
      </w:r>
      <w:r w:rsidR="002A4158" w:rsidRPr="00DA4E77">
        <w:t>née</w:t>
      </w:r>
      <w:r>
        <w:t xml:space="preserve"> ! </w:t>
      </w:r>
      <w:r w:rsidR="002A4158" w:rsidRPr="00DA4E77">
        <w:t>Je mets à votre usage ma fortune entière</w:t>
      </w:r>
      <w:r>
        <w:t xml:space="preserve">, </w:t>
      </w:r>
      <w:r w:rsidR="002A4158" w:rsidRPr="00DA4E77">
        <w:t>puisqu</w:t>
      </w:r>
      <w:r>
        <w:t>’</w:t>
      </w:r>
      <w:r w:rsidR="002A4158" w:rsidRPr="00DA4E77">
        <w:t>il s</w:t>
      </w:r>
      <w:r>
        <w:t>’</w:t>
      </w:r>
      <w:r w:rsidR="002A4158" w:rsidRPr="00DA4E77">
        <w:t>agit de sauver Atlantis</w:t>
      </w:r>
      <w:r>
        <w:t xml:space="preserve">. </w:t>
      </w:r>
      <w:r w:rsidR="002A4158" w:rsidRPr="00DA4E77">
        <w:t>Mais laissez-moi me retirer dans ma d</w:t>
      </w:r>
      <w:r w:rsidR="002A4158" w:rsidRPr="00DA4E77">
        <w:t>e</w:t>
      </w:r>
      <w:r w:rsidR="002A4158" w:rsidRPr="00DA4E77">
        <w:t>meure et vous abandonner une gloire que je n</w:t>
      </w:r>
      <w:r>
        <w:t>’</w:t>
      </w:r>
      <w:r w:rsidR="002A4158" w:rsidRPr="00DA4E77">
        <w:t>ai plus assez d</w:t>
      </w:r>
      <w:r>
        <w:t>’</w:t>
      </w:r>
      <w:r w:rsidR="002A4158" w:rsidRPr="00DA4E77">
        <w:t>audace pour partager avec vous</w:t>
      </w:r>
      <w:r>
        <w:t xml:space="preserve"> ! </w:t>
      </w:r>
      <w:r w:rsidR="002A4158" w:rsidRPr="00DA4E77">
        <w:t>Laissez-moi surtout vous r</w:t>
      </w:r>
      <w:r w:rsidR="002A4158" w:rsidRPr="00DA4E77">
        <w:t>e</w:t>
      </w:r>
      <w:r w:rsidR="002A4158" w:rsidRPr="00DA4E77">
        <w:t>comma</w:t>
      </w:r>
      <w:r w:rsidR="002A4158" w:rsidRPr="00DA4E77">
        <w:t>n</w:t>
      </w:r>
      <w:r w:rsidR="002A4158" w:rsidRPr="00DA4E77">
        <w:t>der de bien veiller sur notre flotte aztèque et même sur notre grande Atlantis</w:t>
      </w:r>
      <w:r>
        <w:t xml:space="preserve">. </w:t>
      </w:r>
      <w:r w:rsidR="002A4158" w:rsidRPr="00DA4E77">
        <w:t>Gardez-vous bien de tous les dangers</w:t>
      </w:r>
      <w:r>
        <w:t xml:space="preserve">, </w:t>
      </w:r>
      <w:r w:rsidR="002A4158" w:rsidRPr="00DA4E77">
        <w:t>et</w:t>
      </w:r>
      <w:r>
        <w:t xml:space="preserve">, </w:t>
      </w:r>
      <w:r w:rsidR="002A4158" w:rsidRPr="00DA4E77">
        <w:t>plus encore</w:t>
      </w:r>
      <w:r>
        <w:t xml:space="preserve">, </w:t>
      </w:r>
      <w:r w:rsidR="002A4158" w:rsidRPr="00DA4E77">
        <w:t>des dangers inconnus</w:t>
      </w:r>
      <w:r>
        <w:t> !</w:t>
      </w:r>
    </w:p>
    <w:p w14:paraId="7D1592BF" w14:textId="77777777" w:rsidR="00276CCE" w:rsidRDefault="002A4158" w:rsidP="002A4158">
      <w:r w:rsidRPr="00DA4E77">
        <w:t xml:space="preserve">Et </w:t>
      </w:r>
      <w:proofErr w:type="spellStart"/>
      <w:r w:rsidRPr="00DA4E77">
        <w:t>Moussor</w:t>
      </w:r>
      <w:proofErr w:type="spellEnd"/>
      <w:r w:rsidR="00276CCE">
        <w:t xml:space="preserve">, </w:t>
      </w:r>
      <w:r w:rsidRPr="00DA4E77">
        <w:t>d</w:t>
      </w:r>
      <w:r w:rsidR="00276CCE">
        <w:t>’</w:t>
      </w:r>
      <w:r w:rsidRPr="00DA4E77">
        <w:t>un pas accablé</w:t>
      </w:r>
      <w:r w:rsidR="00276CCE">
        <w:t xml:space="preserve">, </w:t>
      </w:r>
      <w:r w:rsidRPr="00DA4E77">
        <w:t>le front triste</w:t>
      </w:r>
      <w:r w:rsidR="00276CCE">
        <w:t xml:space="preserve">, </w:t>
      </w:r>
      <w:r w:rsidRPr="00DA4E77">
        <w:t>fait mine de se diriger vers la porte</w:t>
      </w:r>
      <w:r w:rsidR="00276CCE">
        <w:t xml:space="preserve">. </w:t>
      </w:r>
      <w:r w:rsidRPr="00DA4E77">
        <w:t xml:space="preserve">Mais </w:t>
      </w:r>
      <w:proofErr w:type="spellStart"/>
      <w:r w:rsidRPr="00DA4E77">
        <w:t>Belkis</w:t>
      </w:r>
      <w:proofErr w:type="spellEnd"/>
      <w:r w:rsidRPr="00DA4E77">
        <w:t xml:space="preserve"> et quelques autres viennent se placer devant lui et d</w:t>
      </w:r>
      <w:r w:rsidR="00276CCE">
        <w:t>’</w:t>
      </w:r>
      <w:r w:rsidRPr="00DA4E77">
        <w:t>un ton menaçant</w:t>
      </w:r>
      <w:r w:rsidR="00276CCE">
        <w:t> :</w:t>
      </w:r>
    </w:p>
    <w:p w14:paraId="38F767C5" w14:textId="77777777" w:rsidR="00276CCE" w:rsidRDefault="00276CCE" w:rsidP="002A4158">
      <w:r>
        <w:t>— </w:t>
      </w:r>
      <w:r w:rsidR="002A4158" w:rsidRPr="00DA4E77">
        <w:t>Halte-là</w:t>
      </w:r>
      <w:r>
        <w:t xml:space="preserve">, </w:t>
      </w:r>
      <w:r w:rsidR="002A4158" w:rsidRPr="00DA4E77">
        <w:t>l</w:t>
      </w:r>
      <w:r>
        <w:t>’</w:t>
      </w:r>
      <w:r w:rsidR="002A4158" w:rsidRPr="00DA4E77">
        <w:t>ami</w:t>
      </w:r>
      <w:r>
        <w:t xml:space="preserve"> ! </w:t>
      </w:r>
      <w:r w:rsidR="002A4158" w:rsidRPr="00DA4E77">
        <w:t>Tu ne sortiras pas</w:t>
      </w:r>
      <w:r>
        <w:t xml:space="preserve">. </w:t>
      </w:r>
      <w:r w:rsidR="002A4158" w:rsidRPr="00DA4E77">
        <w:t>Celui qui s</w:t>
      </w:r>
      <w:r>
        <w:t>’</w:t>
      </w:r>
      <w:r w:rsidR="002A4158" w:rsidRPr="00DA4E77">
        <w:t>en va d</w:t>
      </w:r>
      <w:r>
        <w:t>’</w:t>
      </w:r>
      <w:r w:rsidR="002A4158" w:rsidRPr="00DA4E77">
        <w:t>un complot semble bien près d</w:t>
      </w:r>
      <w:r>
        <w:t>’</w:t>
      </w:r>
      <w:r w:rsidR="002A4158" w:rsidRPr="00DA4E77">
        <w:t>aller en répandre le bruit</w:t>
      </w:r>
      <w:r>
        <w:t>.</w:t>
      </w:r>
    </w:p>
    <w:p w14:paraId="7EB1E044" w14:textId="77777777" w:rsidR="00276CCE" w:rsidRDefault="00276CCE" w:rsidP="002A4158">
      <w:r>
        <w:t>— </w:t>
      </w:r>
      <w:r w:rsidR="002A4158" w:rsidRPr="00DA4E77">
        <w:t>Misérable</w:t>
      </w:r>
      <w:r>
        <w:t xml:space="preserve"> ! </w:t>
      </w:r>
      <w:r w:rsidR="002A4158" w:rsidRPr="00DA4E77">
        <w:t>rugit le marchand indigné</w:t>
      </w:r>
      <w:r>
        <w:t xml:space="preserve"> ; </w:t>
      </w:r>
      <w:r w:rsidR="002A4158" w:rsidRPr="00DA4E77">
        <w:t>m</w:t>
      </w:r>
      <w:r>
        <w:t>’</w:t>
      </w:r>
      <w:r w:rsidR="002A4158" w:rsidRPr="00DA4E77">
        <w:t>accuser de pe</w:t>
      </w:r>
      <w:r w:rsidR="002A4158" w:rsidRPr="00DA4E77">
        <w:t>r</w:t>
      </w:r>
      <w:r w:rsidR="002A4158" w:rsidRPr="00DA4E77">
        <w:t>fidie</w:t>
      </w:r>
      <w:r>
        <w:t> !</w:t>
      </w:r>
    </w:p>
    <w:p w14:paraId="51D8AE07" w14:textId="77777777" w:rsidR="00276CCE" w:rsidRDefault="00276CCE" w:rsidP="002A4158">
      <w:r>
        <w:t>— </w:t>
      </w:r>
      <w:r w:rsidR="002A4158" w:rsidRPr="00DA4E77">
        <w:t>Non</w:t>
      </w:r>
      <w:r>
        <w:t xml:space="preserve">, </w:t>
      </w:r>
      <w:r w:rsidR="002A4158" w:rsidRPr="00DA4E77">
        <w:t>non</w:t>
      </w:r>
      <w:r>
        <w:t xml:space="preserve">, </w:t>
      </w:r>
      <w:r w:rsidR="002A4158" w:rsidRPr="00DA4E77">
        <w:t xml:space="preserve">intervient </w:t>
      </w:r>
      <w:proofErr w:type="spellStart"/>
      <w:r w:rsidR="002A4158" w:rsidRPr="00DA4E77">
        <w:t>Melléna</w:t>
      </w:r>
      <w:proofErr w:type="spellEnd"/>
      <w:r>
        <w:t xml:space="preserve">, </w:t>
      </w:r>
      <w:r w:rsidR="002A4158" w:rsidRPr="00DA4E77">
        <w:t>en se précipitant</w:t>
      </w:r>
      <w:r>
        <w:t xml:space="preserve">. </w:t>
      </w:r>
      <w:proofErr w:type="spellStart"/>
      <w:r w:rsidR="002A4158" w:rsidRPr="00DA4E77">
        <w:t>Moussor</w:t>
      </w:r>
      <w:proofErr w:type="spellEnd"/>
      <w:r w:rsidR="002A4158" w:rsidRPr="00DA4E77">
        <w:t xml:space="preserve"> est loyal et juste</w:t>
      </w:r>
      <w:r>
        <w:t xml:space="preserve">. </w:t>
      </w:r>
      <w:r w:rsidR="002A4158" w:rsidRPr="00DA4E77">
        <w:t>J</w:t>
      </w:r>
      <w:r>
        <w:t>’</w:t>
      </w:r>
      <w:r w:rsidR="002A4158" w:rsidRPr="00DA4E77">
        <w:t>ai en lui pleine confiance</w:t>
      </w:r>
      <w:r>
        <w:t xml:space="preserve">. </w:t>
      </w:r>
      <w:r w:rsidR="002A4158" w:rsidRPr="00DA4E77">
        <w:t>Et toi</w:t>
      </w:r>
      <w:r>
        <w:t xml:space="preserve">, </w:t>
      </w:r>
      <w:proofErr w:type="spellStart"/>
      <w:r w:rsidR="002A4158" w:rsidRPr="00DA4E77">
        <w:t>Moussor</w:t>
      </w:r>
      <w:proofErr w:type="spellEnd"/>
      <w:r>
        <w:t xml:space="preserve">, </w:t>
      </w:r>
      <w:r w:rsidR="002A4158" w:rsidRPr="00DA4E77">
        <w:t>pardonne à leurs passions surexcitées</w:t>
      </w:r>
      <w:r>
        <w:t xml:space="preserve">. </w:t>
      </w:r>
      <w:r w:rsidR="002A4158" w:rsidRPr="00DA4E77">
        <w:t>Mais</w:t>
      </w:r>
      <w:r>
        <w:t xml:space="preserve">, </w:t>
      </w:r>
      <w:r w:rsidR="002A4158" w:rsidRPr="00DA4E77">
        <w:t>de grâce</w:t>
      </w:r>
      <w:r>
        <w:t xml:space="preserve">, </w:t>
      </w:r>
      <w:r w:rsidR="002A4158" w:rsidRPr="00DA4E77">
        <w:t xml:space="preserve">un </w:t>
      </w:r>
      <w:r w:rsidR="002A4158" w:rsidRPr="00DA4E77">
        <w:lastRenderedPageBreak/>
        <w:t>de</w:t>
      </w:r>
      <w:r w:rsidR="002A4158" w:rsidRPr="00DA4E77">
        <w:t>r</w:t>
      </w:r>
      <w:r w:rsidR="002A4158" w:rsidRPr="00DA4E77">
        <w:t>nier mot</w:t>
      </w:r>
      <w:r>
        <w:t xml:space="preserve">. </w:t>
      </w:r>
      <w:r w:rsidR="002A4158" w:rsidRPr="00DA4E77">
        <w:t>Ces dangers</w:t>
      </w:r>
      <w:r>
        <w:t xml:space="preserve">, </w:t>
      </w:r>
      <w:r w:rsidR="002A4158" w:rsidRPr="00DA4E77">
        <w:t>dont tu parles</w:t>
      </w:r>
      <w:r>
        <w:t xml:space="preserve">, </w:t>
      </w:r>
      <w:r w:rsidR="002A4158" w:rsidRPr="00DA4E77">
        <w:t>en quoi consistent-ils donc</w:t>
      </w:r>
      <w:r>
        <w:t> ?</w:t>
      </w:r>
    </w:p>
    <w:p w14:paraId="0D8C45A6" w14:textId="77777777" w:rsidR="00276CCE" w:rsidRDefault="00276CCE" w:rsidP="002A4158">
      <w:r>
        <w:t>— </w:t>
      </w:r>
      <w:r w:rsidR="002A4158" w:rsidRPr="00DA4E77">
        <w:t>À toi seule</w:t>
      </w:r>
      <w:r>
        <w:t xml:space="preserve">, </w:t>
      </w:r>
      <w:r w:rsidR="002A4158" w:rsidRPr="00DA4E77">
        <w:t>je puis le dire</w:t>
      </w:r>
      <w:r>
        <w:t>.</w:t>
      </w:r>
    </w:p>
    <w:p w14:paraId="36B3E0FB" w14:textId="77777777" w:rsidR="00276CCE" w:rsidRDefault="00276CCE" w:rsidP="002A4158">
      <w:r>
        <w:t>— </w:t>
      </w:r>
      <w:r w:rsidR="002A4158" w:rsidRPr="00DA4E77">
        <w:t>À ton aise</w:t>
      </w:r>
      <w:r>
        <w:t xml:space="preserve"> ! </w:t>
      </w:r>
      <w:r w:rsidR="002A4158" w:rsidRPr="00DA4E77">
        <w:t>Suis-moi à l</w:t>
      </w:r>
      <w:r>
        <w:t>’</w:t>
      </w:r>
      <w:r w:rsidR="002A4158" w:rsidRPr="00DA4E77">
        <w:t>écart</w:t>
      </w:r>
      <w:r>
        <w:t>.</w:t>
      </w:r>
    </w:p>
    <w:p w14:paraId="6A3DD9BD" w14:textId="77777777" w:rsidR="00276CCE" w:rsidRDefault="00276CCE" w:rsidP="00276CCE">
      <w:pPr>
        <w:pStyle w:val="Titre2"/>
        <w:rPr>
          <w:i/>
        </w:rPr>
      </w:pPr>
      <w:bookmarkStart w:id="32" w:name="_Toc194842018"/>
      <w:r w:rsidRPr="00DA4E77">
        <w:lastRenderedPageBreak/>
        <w:t>Scène</w:t>
      </w:r>
      <w:r>
        <w:t> </w:t>
      </w:r>
      <w:r w:rsidRPr="00DA4E77">
        <w:t>VI</w:t>
      </w:r>
      <w:r>
        <w:t xml:space="preserve">. – </w:t>
      </w:r>
      <w:r w:rsidR="002A4158" w:rsidRPr="00DA4E77">
        <w:rPr>
          <w:i/>
        </w:rPr>
        <w:t xml:space="preserve">Le secret de </w:t>
      </w:r>
      <w:proofErr w:type="spellStart"/>
      <w:r w:rsidR="002A4158" w:rsidRPr="00DA4E77">
        <w:rPr>
          <w:i/>
        </w:rPr>
        <w:t>Moussor</w:t>
      </w:r>
      <w:proofErr w:type="spellEnd"/>
      <w:r>
        <w:rPr>
          <w:i/>
        </w:rPr>
        <w:t>.</w:t>
      </w:r>
      <w:bookmarkEnd w:id="32"/>
    </w:p>
    <w:p w14:paraId="116131AA" w14:textId="77777777" w:rsidR="00276CCE" w:rsidRDefault="002A4158" w:rsidP="002A4158">
      <w:proofErr w:type="spellStart"/>
      <w:r w:rsidRPr="00DA4E77">
        <w:t>Melléna</w:t>
      </w:r>
      <w:proofErr w:type="spellEnd"/>
      <w:r w:rsidRPr="00DA4E77">
        <w:t xml:space="preserve"> et </w:t>
      </w:r>
      <w:proofErr w:type="spellStart"/>
      <w:r w:rsidRPr="00DA4E77">
        <w:t>Moussor</w:t>
      </w:r>
      <w:proofErr w:type="spellEnd"/>
      <w:r w:rsidRPr="00DA4E77">
        <w:t xml:space="preserve"> se retirent dans un vestibule écarté</w:t>
      </w:r>
      <w:r w:rsidR="00276CCE">
        <w:t xml:space="preserve">, </w:t>
      </w:r>
      <w:r w:rsidRPr="00DA4E77">
        <w:t>séparé par un long corridor de la grande salle où restent asse</w:t>
      </w:r>
      <w:r w:rsidRPr="00DA4E77">
        <w:t>m</w:t>
      </w:r>
      <w:r w:rsidRPr="00DA4E77">
        <w:t>blés leurs amis</w:t>
      </w:r>
      <w:r w:rsidR="00276CCE">
        <w:t>.</w:t>
      </w:r>
    </w:p>
    <w:p w14:paraId="1A942526" w14:textId="77777777" w:rsidR="00276CCE" w:rsidRDefault="00276CCE" w:rsidP="002A4158">
      <w:r>
        <w:t>— </w:t>
      </w:r>
      <w:r w:rsidR="002A4158" w:rsidRPr="00DA4E77">
        <w:t>Tu peux</w:t>
      </w:r>
      <w:r>
        <w:t xml:space="preserve">, </w:t>
      </w:r>
      <w:r w:rsidR="002A4158" w:rsidRPr="00DA4E77">
        <w:t>ici</w:t>
      </w:r>
      <w:r>
        <w:t xml:space="preserve">, </w:t>
      </w:r>
      <w:r w:rsidR="002A4158" w:rsidRPr="00DA4E77">
        <w:t>parler sans crainte</w:t>
      </w:r>
      <w:r>
        <w:t xml:space="preserve">, </w:t>
      </w:r>
      <w:proofErr w:type="spellStart"/>
      <w:r w:rsidR="002A4158" w:rsidRPr="00DA4E77">
        <w:t>Moussor</w:t>
      </w:r>
      <w:proofErr w:type="spellEnd"/>
      <w:r>
        <w:t xml:space="preserve">. </w:t>
      </w:r>
      <w:proofErr w:type="spellStart"/>
      <w:r w:rsidR="002A4158" w:rsidRPr="00DA4E77">
        <w:t>Oréus</w:t>
      </w:r>
      <w:proofErr w:type="spellEnd"/>
      <w:r w:rsidR="002A4158" w:rsidRPr="00DA4E77">
        <w:t xml:space="preserve"> lui-même</w:t>
      </w:r>
      <w:r>
        <w:t xml:space="preserve">, </w:t>
      </w:r>
      <w:r w:rsidR="002A4158" w:rsidRPr="00DA4E77">
        <w:t>avec sa prétendue science secrète</w:t>
      </w:r>
      <w:r>
        <w:t xml:space="preserve">, </w:t>
      </w:r>
      <w:r w:rsidR="002A4158" w:rsidRPr="00DA4E77">
        <w:t>ne saurait nous d</w:t>
      </w:r>
      <w:r w:rsidR="002A4158" w:rsidRPr="00DA4E77">
        <w:t>é</w:t>
      </w:r>
      <w:r w:rsidR="002A4158" w:rsidRPr="00DA4E77">
        <w:t>couvrir et nous entendre</w:t>
      </w:r>
      <w:r>
        <w:t>.</w:t>
      </w:r>
    </w:p>
    <w:p w14:paraId="070F9B2F" w14:textId="77777777" w:rsidR="00276CCE" w:rsidRDefault="00276CCE" w:rsidP="002A4158">
      <w:r>
        <w:t>— </w:t>
      </w:r>
      <w:r w:rsidR="002A4158" w:rsidRPr="00DA4E77">
        <w:t>Ne raille pas les secrets d</w:t>
      </w:r>
      <w:r>
        <w:t>’</w:t>
      </w:r>
      <w:proofErr w:type="spellStart"/>
      <w:r w:rsidR="002A4158" w:rsidRPr="00DA4E77">
        <w:t>Oréus</w:t>
      </w:r>
      <w:proofErr w:type="spellEnd"/>
      <w:r>
        <w:t xml:space="preserve">, </w:t>
      </w:r>
      <w:r w:rsidR="002A4158" w:rsidRPr="00DA4E77">
        <w:t>aujourd</w:t>
      </w:r>
      <w:r>
        <w:t>’</w:t>
      </w:r>
      <w:r w:rsidR="002A4158" w:rsidRPr="00DA4E77">
        <w:t>hui moins que jamais</w:t>
      </w:r>
      <w:r>
        <w:t xml:space="preserve">. </w:t>
      </w:r>
      <w:r w:rsidR="002A4158" w:rsidRPr="00DA4E77">
        <w:t>Dis-moi</w:t>
      </w:r>
      <w:r>
        <w:t xml:space="preserve">, </w:t>
      </w:r>
      <w:proofErr w:type="spellStart"/>
      <w:r w:rsidR="002A4158" w:rsidRPr="00DA4E77">
        <w:t>Melléna</w:t>
      </w:r>
      <w:proofErr w:type="spellEnd"/>
      <w:r>
        <w:t xml:space="preserve">, </w:t>
      </w:r>
      <w:r w:rsidR="002A4158" w:rsidRPr="00DA4E77">
        <w:t>que faisais-tu</w:t>
      </w:r>
      <w:r>
        <w:t xml:space="preserve">, </w:t>
      </w:r>
      <w:r w:rsidR="002A4158" w:rsidRPr="00DA4E77">
        <w:t>l</w:t>
      </w:r>
      <w:r>
        <w:t>’</w:t>
      </w:r>
      <w:r w:rsidR="002A4158" w:rsidRPr="00DA4E77">
        <w:t>autre jour</w:t>
      </w:r>
      <w:r>
        <w:t xml:space="preserve">, </w:t>
      </w:r>
      <w:r w:rsidR="002A4158" w:rsidRPr="00DA4E77">
        <w:t>quand</w:t>
      </w:r>
      <w:r>
        <w:t xml:space="preserve">, </w:t>
      </w:r>
      <w:r w:rsidR="002A4158" w:rsidRPr="00DA4E77">
        <w:t>sur la Terrasse Sacrée</w:t>
      </w:r>
      <w:r>
        <w:t xml:space="preserve">, </w:t>
      </w:r>
      <w:r w:rsidR="002A4158" w:rsidRPr="00DA4E77">
        <w:t>les Apôtres acclamaient leur Prince</w:t>
      </w:r>
      <w:r>
        <w:t> ?</w:t>
      </w:r>
    </w:p>
    <w:p w14:paraId="127CEB11" w14:textId="77777777" w:rsidR="00276CCE" w:rsidRDefault="00276CCE" w:rsidP="002A4158">
      <w:r>
        <w:t>— </w:t>
      </w:r>
      <w:r w:rsidR="002A4158" w:rsidRPr="00DA4E77">
        <w:t>J</w:t>
      </w:r>
      <w:r>
        <w:t>’</w:t>
      </w:r>
      <w:r w:rsidR="002A4158" w:rsidRPr="00DA4E77">
        <w:t>attendais votre succès du Palais de l</w:t>
      </w:r>
      <w:r>
        <w:t>’</w:t>
      </w:r>
      <w:r w:rsidR="002A4158" w:rsidRPr="00DA4E77">
        <w:t>Empire</w:t>
      </w:r>
      <w:r>
        <w:t xml:space="preserve">, </w:t>
      </w:r>
      <w:r w:rsidR="002A4158" w:rsidRPr="00DA4E77">
        <w:t>loin de soupçonner l</w:t>
      </w:r>
      <w:r>
        <w:t>’</w:t>
      </w:r>
      <w:r w:rsidR="002A4158" w:rsidRPr="00DA4E77">
        <w:t>élévation inattendue d</w:t>
      </w:r>
      <w:r>
        <w:t>’</w:t>
      </w:r>
      <w:proofErr w:type="spellStart"/>
      <w:r w:rsidR="002A4158" w:rsidRPr="00DA4E77">
        <w:t>Hermos</w:t>
      </w:r>
      <w:proofErr w:type="spellEnd"/>
      <w:r>
        <w:t>.</w:t>
      </w:r>
    </w:p>
    <w:p w14:paraId="44EB065C" w14:textId="77777777" w:rsidR="00276CCE" w:rsidRDefault="00276CCE" w:rsidP="002A4158">
      <w:r>
        <w:t>— </w:t>
      </w:r>
      <w:r w:rsidR="002A4158" w:rsidRPr="00DA4E77">
        <w:t>Bien</w:t>
      </w:r>
      <w:r>
        <w:t xml:space="preserve">. </w:t>
      </w:r>
      <w:r w:rsidR="002A4158" w:rsidRPr="00DA4E77">
        <w:t>As-tu vu</w:t>
      </w:r>
      <w:r>
        <w:t xml:space="preserve">, </w:t>
      </w:r>
      <w:r w:rsidR="002A4158" w:rsidRPr="00DA4E77">
        <w:t>par aventure</w:t>
      </w:r>
      <w:r>
        <w:t xml:space="preserve">, </w:t>
      </w:r>
      <w:r w:rsidR="002A4158" w:rsidRPr="00DA4E77">
        <w:t>ce qui se passait dans le ciel</w:t>
      </w:r>
      <w:r>
        <w:t> ?</w:t>
      </w:r>
    </w:p>
    <w:p w14:paraId="7FE66049" w14:textId="77777777" w:rsidR="00276CCE" w:rsidRDefault="00276CCE" w:rsidP="002A4158">
      <w:r>
        <w:t>— </w:t>
      </w:r>
      <w:r w:rsidR="002A4158" w:rsidRPr="00DA4E77">
        <w:t>Je n</w:t>
      </w:r>
      <w:r>
        <w:t>’</w:t>
      </w:r>
      <w:r w:rsidR="002A4158" w:rsidRPr="00DA4E77">
        <w:t>ai vu que du soleil et de l</w:t>
      </w:r>
      <w:r>
        <w:t>’</w:t>
      </w:r>
      <w:r w:rsidR="002A4158" w:rsidRPr="00DA4E77">
        <w:t>azur</w:t>
      </w:r>
      <w:r>
        <w:t>.</w:t>
      </w:r>
    </w:p>
    <w:p w14:paraId="2319457D" w14:textId="77777777" w:rsidR="00276CCE" w:rsidRDefault="00276CCE" w:rsidP="002A4158">
      <w:r>
        <w:t>— </w:t>
      </w:r>
      <w:r w:rsidR="002A4158" w:rsidRPr="00DA4E77">
        <w:t>N</w:t>
      </w:r>
      <w:r>
        <w:t>’</w:t>
      </w:r>
      <w:r w:rsidR="002A4158" w:rsidRPr="00DA4E77">
        <w:t>as-tu pas remarqué un oiseau fantastique dont les ailes s</w:t>
      </w:r>
      <w:r>
        <w:t>’</w:t>
      </w:r>
      <w:r w:rsidR="002A4158" w:rsidRPr="00DA4E77">
        <w:t>ouvraient aussi larges que celles du Sphinx</w:t>
      </w:r>
      <w:r>
        <w:t> ?</w:t>
      </w:r>
    </w:p>
    <w:p w14:paraId="53A742C3" w14:textId="77777777" w:rsidR="00276CCE" w:rsidRDefault="00276CCE" w:rsidP="002A4158">
      <w:r>
        <w:t>— </w:t>
      </w:r>
      <w:r w:rsidR="002A4158" w:rsidRPr="00DA4E77">
        <w:t>Ah</w:t>
      </w:r>
      <w:r>
        <w:t xml:space="preserve"> ! </w:t>
      </w:r>
      <w:r w:rsidR="002A4158" w:rsidRPr="00DA4E77">
        <w:t>ce fameux monstre des airs qui vous a tous épouva</w:t>
      </w:r>
      <w:r w:rsidR="002A4158" w:rsidRPr="00DA4E77">
        <w:t>n</w:t>
      </w:r>
      <w:r w:rsidR="002A4158" w:rsidRPr="00DA4E77">
        <w:t>tés</w:t>
      </w:r>
      <w:r>
        <w:t xml:space="preserve"> ? </w:t>
      </w:r>
      <w:r w:rsidR="002A4158" w:rsidRPr="00DA4E77">
        <w:t>Vraiment</w:t>
      </w:r>
      <w:r>
        <w:t xml:space="preserve">, </w:t>
      </w:r>
      <w:proofErr w:type="spellStart"/>
      <w:r w:rsidR="002A4158" w:rsidRPr="00DA4E77">
        <w:t>Moussor</w:t>
      </w:r>
      <w:proofErr w:type="spellEnd"/>
      <w:r>
        <w:t xml:space="preserve">, </w:t>
      </w:r>
      <w:r w:rsidR="002A4158" w:rsidRPr="00DA4E77">
        <w:t>votre frayeur ne fut pas héroïque</w:t>
      </w:r>
      <w:r>
        <w:t xml:space="preserve">. </w:t>
      </w:r>
      <w:r w:rsidR="002A4158" w:rsidRPr="00DA4E77">
        <w:t xml:space="preserve">Sans doute quelque fantasmagorie inventée par </w:t>
      </w:r>
      <w:proofErr w:type="spellStart"/>
      <w:r w:rsidR="002A4158" w:rsidRPr="00DA4E77">
        <w:t>Oréus</w:t>
      </w:r>
      <w:proofErr w:type="spellEnd"/>
      <w:r>
        <w:t xml:space="preserve">. </w:t>
      </w:r>
      <w:r w:rsidR="002A4158" w:rsidRPr="00DA4E77">
        <w:t>Il a</w:t>
      </w:r>
      <w:r>
        <w:t xml:space="preserve">, </w:t>
      </w:r>
      <w:r w:rsidR="002A4158" w:rsidRPr="00DA4E77">
        <w:t>du fond de son île</w:t>
      </w:r>
      <w:r>
        <w:t xml:space="preserve">, </w:t>
      </w:r>
      <w:r w:rsidR="002A4158" w:rsidRPr="00DA4E77">
        <w:t>suscité dans le ciel quelque reflet magique</w:t>
      </w:r>
      <w:r>
        <w:t xml:space="preserve">, </w:t>
      </w:r>
      <w:r w:rsidR="002A4158" w:rsidRPr="00DA4E77">
        <w:t>pour nous épouvanter</w:t>
      </w:r>
      <w:r>
        <w:t xml:space="preserve">, </w:t>
      </w:r>
      <w:r w:rsidR="002A4158" w:rsidRPr="00DA4E77">
        <w:t>d</w:t>
      </w:r>
      <w:r>
        <w:t>’</w:t>
      </w:r>
      <w:r w:rsidR="002A4158" w:rsidRPr="00DA4E77">
        <w:t xml:space="preserve">accord avec </w:t>
      </w:r>
      <w:proofErr w:type="spellStart"/>
      <w:r w:rsidR="002A4158" w:rsidRPr="00DA4E77">
        <w:t>Hermos</w:t>
      </w:r>
      <w:proofErr w:type="spellEnd"/>
      <w:r>
        <w:t>.</w:t>
      </w:r>
    </w:p>
    <w:p w14:paraId="227B461D" w14:textId="77777777" w:rsidR="00276CCE" w:rsidRDefault="00276CCE" w:rsidP="002A4158">
      <w:r>
        <w:t>— </w:t>
      </w:r>
      <w:r w:rsidR="002A4158" w:rsidRPr="00DA4E77">
        <w:t>Ce n</w:t>
      </w:r>
      <w:r>
        <w:t>’</w:t>
      </w:r>
      <w:r w:rsidR="002A4158" w:rsidRPr="00DA4E77">
        <w:t>était pas un reflet</w:t>
      </w:r>
      <w:r>
        <w:t xml:space="preserve">, </w:t>
      </w:r>
      <w:proofErr w:type="spellStart"/>
      <w:r w:rsidR="002A4158" w:rsidRPr="00DA4E77">
        <w:t>Melléna</w:t>
      </w:r>
      <w:proofErr w:type="spellEnd"/>
      <w:r>
        <w:t xml:space="preserve">, </w:t>
      </w:r>
      <w:r w:rsidR="002A4158" w:rsidRPr="00DA4E77">
        <w:t>c</w:t>
      </w:r>
      <w:r>
        <w:t>’</w:t>
      </w:r>
      <w:r w:rsidR="002A4158" w:rsidRPr="00DA4E77">
        <w:t>était une réalité</w:t>
      </w:r>
      <w:r>
        <w:t>.</w:t>
      </w:r>
    </w:p>
    <w:p w14:paraId="4BD144F9" w14:textId="77777777" w:rsidR="00276CCE" w:rsidRDefault="00276CCE" w:rsidP="002A4158">
      <w:r>
        <w:t>— </w:t>
      </w:r>
      <w:r w:rsidR="002A4158" w:rsidRPr="00DA4E77">
        <w:t>Alors</w:t>
      </w:r>
      <w:r>
        <w:t xml:space="preserve">, </w:t>
      </w:r>
      <w:r w:rsidR="002A4158" w:rsidRPr="00DA4E77">
        <w:t>un essai d</w:t>
      </w:r>
      <w:r>
        <w:t>’</w:t>
      </w:r>
      <w:proofErr w:type="spellStart"/>
      <w:r w:rsidR="002A4158" w:rsidRPr="00DA4E77">
        <w:t>Oréus</w:t>
      </w:r>
      <w:proofErr w:type="spellEnd"/>
      <w:r w:rsidR="002A4158" w:rsidRPr="00DA4E77">
        <w:t xml:space="preserve"> cherchant à diriger dans les airs cette machine invraisemblable à laquelle tant de savants </w:t>
      </w:r>
      <w:r w:rsidR="002A4158" w:rsidRPr="00DA4E77">
        <w:lastRenderedPageBreak/>
        <w:t>travai</w:t>
      </w:r>
      <w:r w:rsidR="002A4158" w:rsidRPr="00DA4E77">
        <w:t>l</w:t>
      </w:r>
      <w:r w:rsidR="002A4158" w:rsidRPr="00DA4E77">
        <w:t>lent depuis des siècles</w:t>
      </w:r>
      <w:r>
        <w:t xml:space="preserve">. </w:t>
      </w:r>
      <w:r w:rsidR="002A4158" w:rsidRPr="00DA4E77">
        <w:t>Vous savez bien que ce secret ne sera jamais trouvé</w:t>
      </w:r>
      <w:r>
        <w:t xml:space="preserve">. </w:t>
      </w:r>
      <w:proofErr w:type="spellStart"/>
      <w:r w:rsidR="002A4158" w:rsidRPr="00DA4E77">
        <w:t>Barkas</w:t>
      </w:r>
      <w:proofErr w:type="spellEnd"/>
      <w:r w:rsidR="002A4158" w:rsidRPr="00DA4E77">
        <w:t xml:space="preserve"> le déclare impossible</w:t>
      </w:r>
      <w:r>
        <w:t>.</w:t>
      </w:r>
    </w:p>
    <w:p w14:paraId="2EF37399" w14:textId="77777777" w:rsidR="00276CCE" w:rsidRDefault="00276CCE" w:rsidP="002A4158">
      <w:r>
        <w:t>— </w:t>
      </w:r>
      <w:proofErr w:type="spellStart"/>
      <w:r w:rsidR="002A4158" w:rsidRPr="00DA4E77">
        <w:t>Barkas</w:t>
      </w:r>
      <w:proofErr w:type="spellEnd"/>
      <w:r w:rsidR="002A4158" w:rsidRPr="00DA4E77">
        <w:t xml:space="preserve"> est un faux savant ou un savant qui se trompe</w:t>
      </w:r>
      <w:r>
        <w:t xml:space="preserve">. </w:t>
      </w:r>
      <w:r w:rsidR="002A4158" w:rsidRPr="00DA4E77">
        <w:t>Le chemin des airs s</w:t>
      </w:r>
      <w:r>
        <w:t>’</w:t>
      </w:r>
      <w:r w:rsidR="002A4158" w:rsidRPr="00DA4E77">
        <w:t>ouvre aux hommes ou du moins à quelques hommes</w:t>
      </w:r>
      <w:r>
        <w:t xml:space="preserve">, </w:t>
      </w:r>
      <w:r w:rsidR="002A4158" w:rsidRPr="00DA4E77">
        <w:t xml:space="preserve">car </w:t>
      </w:r>
      <w:proofErr w:type="spellStart"/>
      <w:r w:rsidR="002A4158" w:rsidRPr="00DA4E77">
        <w:t>Oréus</w:t>
      </w:r>
      <w:proofErr w:type="spellEnd"/>
      <w:r w:rsidR="002A4158" w:rsidRPr="00DA4E77">
        <w:t xml:space="preserve"> et </w:t>
      </w:r>
      <w:proofErr w:type="spellStart"/>
      <w:r w:rsidR="002A4158" w:rsidRPr="00DA4E77">
        <w:t>Hellas</w:t>
      </w:r>
      <w:proofErr w:type="spellEnd"/>
      <w:r>
        <w:t xml:space="preserve">, </w:t>
      </w:r>
      <w:r w:rsidR="002A4158" w:rsidRPr="00DA4E77">
        <w:t>seuls</w:t>
      </w:r>
      <w:r>
        <w:t xml:space="preserve">, </w:t>
      </w:r>
      <w:r w:rsidR="002A4158" w:rsidRPr="00DA4E77">
        <w:t>en ont jusqu</w:t>
      </w:r>
      <w:r>
        <w:t>’</w:t>
      </w:r>
      <w:r w:rsidR="002A4158" w:rsidRPr="00DA4E77">
        <w:t>à ce jour prof</w:t>
      </w:r>
      <w:r w:rsidR="002A4158" w:rsidRPr="00DA4E77">
        <w:t>i</w:t>
      </w:r>
      <w:r w:rsidR="002A4158" w:rsidRPr="00DA4E77">
        <w:t>té</w:t>
      </w:r>
      <w:r>
        <w:t>.</w:t>
      </w:r>
    </w:p>
    <w:p w14:paraId="28010CF7" w14:textId="77777777" w:rsidR="00276CCE" w:rsidRDefault="00276CCE" w:rsidP="002A4158">
      <w:r>
        <w:t>— </w:t>
      </w:r>
      <w:r w:rsidR="002A4158" w:rsidRPr="00DA4E77">
        <w:t>Tu parles sérieusement</w:t>
      </w:r>
      <w:r>
        <w:t xml:space="preserve">, </w:t>
      </w:r>
      <w:proofErr w:type="spellStart"/>
      <w:r w:rsidR="002A4158" w:rsidRPr="00DA4E77">
        <w:t>Moussor</w:t>
      </w:r>
      <w:proofErr w:type="spellEnd"/>
      <w:r>
        <w:t> ?</w:t>
      </w:r>
    </w:p>
    <w:p w14:paraId="051B6EF5" w14:textId="77777777" w:rsidR="00276CCE" w:rsidRDefault="00276CCE" w:rsidP="002A4158">
      <w:r>
        <w:t>— </w:t>
      </w:r>
      <w:r w:rsidR="002A4158" w:rsidRPr="00DA4E77">
        <w:t>Très sérieusement</w:t>
      </w:r>
      <w:r>
        <w:t xml:space="preserve">. </w:t>
      </w:r>
      <w:r w:rsidR="002A4158" w:rsidRPr="00DA4E77">
        <w:t>Sais-tu qui volait dans cet oiseau monstre</w:t>
      </w:r>
      <w:r>
        <w:t> ?</w:t>
      </w:r>
    </w:p>
    <w:p w14:paraId="2693E019" w14:textId="77777777" w:rsidR="00276CCE" w:rsidRDefault="00276CCE" w:rsidP="002A4158">
      <w:r>
        <w:t>— </w:t>
      </w:r>
      <w:proofErr w:type="spellStart"/>
      <w:r w:rsidR="002A4158" w:rsidRPr="00DA4E77">
        <w:t>Oréus</w:t>
      </w:r>
      <w:proofErr w:type="spellEnd"/>
      <w:r>
        <w:t xml:space="preserve">, </w:t>
      </w:r>
      <w:r w:rsidR="002A4158" w:rsidRPr="00DA4E77">
        <w:t>sans doute</w:t>
      </w:r>
      <w:r>
        <w:t xml:space="preserve">, </w:t>
      </w:r>
      <w:r w:rsidR="002A4158" w:rsidRPr="00DA4E77">
        <w:t>si</w:t>
      </w:r>
      <w:r>
        <w:t xml:space="preserve">, </w:t>
      </w:r>
      <w:r w:rsidR="002A4158" w:rsidRPr="00DA4E77">
        <w:t>du moins</w:t>
      </w:r>
      <w:r>
        <w:t xml:space="preserve">, </w:t>
      </w:r>
      <w:r w:rsidR="002A4158" w:rsidRPr="00DA4E77">
        <w:t>quelqu</w:t>
      </w:r>
      <w:r>
        <w:t>’</w:t>
      </w:r>
      <w:r w:rsidR="002A4158" w:rsidRPr="00DA4E77">
        <w:t>un a tenté pareil essai</w:t>
      </w:r>
      <w:r>
        <w:t>.</w:t>
      </w:r>
    </w:p>
    <w:p w14:paraId="7BF4D668" w14:textId="77777777" w:rsidR="00276CCE" w:rsidRDefault="00276CCE" w:rsidP="002A4158">
      <w:r>
        <w:t>— </w:t>
      </w:r>
      <w:r w:rsidR="002A4158" w:rsidRPr="00DA4E77">
        <w:t>Oui</w:t>
      </w:r>
      <w:r>
        <w:t xml:space="preserve">, </w:t>
      </w:r>
      <w:proofErr w:type="spellStart"/>
      <w:r w:rsidR="002A4158" w:rsidRPr="00DA4E77">
        <w:t>Oréus</w:t>
      </w:r>
      <w:proofErr w:type="spellEnd"/>
      <w:r>
        <w:t xml:space="preserve">, </w:t>
      </w:r>
      <w:r w:rsidR="002A4158" w:rsidRPr="00DA4E77">
        <w:t xml:space="preserve">mais avec lui volait </w:t>
      </w:r>
      <w:proofErr w:type="spellStart"/>
      <w:r w:rsidR="002A4158" w:rsidRPr="00DA4E77">
        <w:t>Hellas</w:t>
      </w:r>
      <w:proofErr w:type="spellEnd"/>
      <w:r>
        <w:t> !</w:t>
      </w:r>
    </w:p>
    <w:p w14:paraId="6EC220C3" w14:textId="77777777" w:rsidR="00276CCE" w:rsidRDefault="00276CCE" w:rsidP="002A4158">
      <w:r>
        <w:t>— </w:t>
      </w:r>
      <w:proofErr w:type="spellStart"/>
      <w:r w:rsidR="002A4158" w:rsidRPr="00DA4E77">
        <w:t>Hellas</w:t>
      </w:r>
      <w:proofErr w:type="spellEnd"/>
      <w:r>
        <w:t xml:space="preserve"> ! </w:t>
      </w:r>
      <w:r w:rsidR="002A4158" w:rsidRPr="00DA4E77">
        <w:t>En vérité</w:t>
      </w:r>
      <w:r>
        <w:t xml:space="preserve">, </w:t>
      </w:r>
      <w:proofErr w:type="spellStart"/>
      <w:r w:rsidR="002A4158" w:rsidRPr="00DA4E77">
        <w:t>Moussor</w:t>
      </w:r>
      <w:proofErr w:type="spellEnd"/>
      <w:r>
        <w:t xml:space="preserve">, </w:t>
      </w:r>
      <w:r w:rsidR="002A4158" w:rsidRPr="00DA4E77">
        <w:t>tu commences à m</w:t>
      </w:r>
      <w:r>
        <w:t>’</w:t>
      </w:r>
      <w:r w:rsidR="002A4158" w:rsidRPr="00DA4E77">
        <w:t>intéresser</w:t>
      </w:r>
      <w:r>
        <w:t>.</w:t>
      </w:r>
    </w:p>
    <w:p w14:paraId="62D2B02D" w14:textId="77777777" w:rsidR="00276CCE" w:rsidRDefault="00276CCE" w:rsidP="002A4158">
      <w:r>
        <w:t>— </w:t>
      </w:r>
      <w:r w:rsidR="002A4158" w:rsidRPr="00DA4E77">
        <w:t>Oui</w:t>
      </w:r>
      <w:r>
        <w:t xml:space="preserve">, </w:t>
      </w:r>
      <w:proofErr w:type="spellStart"/>
      <w:r w:rsidR="002A4158" w:rsidRPr="00DA4E77">
        <w:t>Hellas</w:t>
      </w:r>
      <w:proofErr w:type="spellEnd"/>
      <w:r>
        <w:t xml:space="preserve">, </w:t>
      </w:r>
      <w:r w:rsidR="002A4158" w:rsidRPr="00DA4E77">
        <w:t>j</w:t>
      </w:r>
      <w:r>
        <w:t>’</w:t>
      </w:r>
      <w:r w:rsidR="002A4158" w:rsidRPr="00DA4E77">
        <w:t>en suis sûr</w:t>
      </w:r>
      <w:r>
        <w:t xml:space="preserve">. </w:t>
      </w:r>
      <w:r w:rsidR="002A4158" w:rsidRPr="00DA4E77">
        <w:t>Un hasard m</w:t>
      </w:r>
      <w:r>
        <w:t>’</w:t>
      </w:r>
      <w:r w:rsidR="002A4158" w:rsidRPr="00DA4E77">
        <w:t>a révélé son arr</w:t>
      </w:r>
      <w:r w:rsidR="002A4158" w:rsidRPr="00DA4E77">
        <w:t>i</w:t>
      </w:r>
      <w:r w:rsidR="002A4158" w:rsidRPr="00DA4E77">
        <w:t>vée</w:t>
      </w:r>
      <w:r>
        <w:t xml:space="preserve">. </w:t>
      </w:r>
      <w:r w:rsidR="002A4158" w:rsidRPr="00DA4E77">
        <w:t>Une de mes barques rentrait à la hâte</w:t>
      </w:r>
      <w:r>
        <w:t xml:space="preserve">, </w:t>
      </w:r>
      <w:r w:rsidR="002A4158" w:rsidRPr="00DA4E77">
        <w:t>phares éteints</w:t>
      </w:r>
      <w:r>
        <w:t xml:space="preserve">, </w:t>
      </w:r>
      <w:r w:rsidR="002A4158" w:rsidRPr="00DA4E77">
        <w:t>dans la nuit d</w:t>
      </w:r>
      <w:r>
        <w:t>’</w:t>
      </w:r>
      <w:r w:rsidR="002A4158" w:rsidRPr="00DA4E77">
        <w:t>avant-hier</w:t>
      </w:r>
      <w:r>
        <w:t xml:space="preserve">, </w:t>
      </w:r>
      <w:r w:rsidR="002A4158" w:rsidRPr="00DA4E77">
        <w:t>afin d</w:t>
      </w:r>
      <w:r>
        <w:t>’</w:t>
      </w:r>
      <w:r w:rsidR="002A4158" w:rsidRPr="00DA4E77">
        <w:t>assister à la Fête des Eaux</w:t>
      </w:r>
      <w:r>
        <w:t xml:space="preserve">. </w:t>
      </w:r>
      <w:r w:rsidR="002A4158" w:rsidRPr="00DA4E77">
        <w:t>Mes m</w:t>
      </w:r>
      <w:r w:rsidR="002A4158" w:rsidRPr="00DA4E77">
        <w:t>a</w:t>
      </w:r>
      <w:r w:rsidR="002A4158" w:rsidRPr="00DA4E77">
        <w:t>telots</w:t>
      </w:r>
      <w:r>
        <w:t xml:space="preserve">, </w:t>
      </w:r>
      <w:r w:rsidR="002A4158" w:rsidRPr="00DA4E77">
        <w:t>dans le ciel</w:t>
      </w:r>
      <w:r>
        <w:t xml:space="preserve">, </w:t>
      </w:r>
      <w:r w:rsidR="002A4158" w:rsidRPr="00DA4E77">
        <w:t>entendirent un bruit étrange et continu</w:t>
      </w:r>
      <w:r>
        <w:t xml:space="preserve">. </w:t>
      </w:r>
      <w:r w:rsidR="002A4158" w:rsidRPr="00DA4E77">
        <w:t>Ils regardèrent</w:t>
      </w:r>
      <w:r>
        <w:t xml:space="preserve"> ; </w:t>
      </w:r>
      <w:r w:rsidR="002A4158" w:rsidRPr="00DA4E77">
        <w:t>il leur sembla voir un fantôme immense flotter sous les étoiles</w:t>
      </w:r>
      <w:r>
        <w:t xml:space="preserve">. </w:t>
      </w:r>
      <w:r w:rsidR="002A4158" w:rsidRPr="00DA4E77">
        <w:t>De vastes ailes battaient les airs</w:t>
      </w:r>
      <w:r>
        <w:t xml:space="preserve">. </w:t>
      </w:r>
      <w:r w:rsidR="002A4158" w:rsidRPr="00DA4E77">
        <w:t>Ils voguaient justement près de l</w:t>
      </w:r>
      <w:r>
        <w:t>’</w:t>
      </w:r>
      <w:r w:rsidR="002A4158" w:rsidRPr="00DA4E77">
        <w:t>Île Verte</w:t>
      </w:r>
      <w:r>
        <w:t xml:space="preserve">. </w:t>
      </w:r>
      <w:r w:rsidR="002A4158" w:rsidRPr="00DA4E77">
        <w:t>Le fantôme</w:t>
      </w:r>
      <w:r>
        <w:t xml:space="preserve">, </w:t>
      </w:r>
      <w:r w:rsidR="002A4158" w:rsidRPr="00DA4E77">
        <w:t>dont les contours se précisaient à chaque mouvement</w:t>
      </w:r>
      <w:r>
        <w:t xml:space="preserve">, </w:t>
      </w:r>
      <w:r w:rsidR="002A4158" w:rsidRPr="00DA4E77">
        <w:t>paraissait louvoyer au-dessus de l</w:t>
      </w:r>
      <w:r>
        <w:t>’</w:t>
      </w:r>
      <w:r w:rsidR="002A4158" w:rsidRPr="00DA4E77">
        <w:t>île et descendait lentement</w:t>
      </w:r>
      <w:r>
        <w:t xml:space="preserve"> ; </w:t>
      </w:r>
      <w:r w:rsidR="002A4158" w:rsidRPr="00DA4E77">
        <w:t>le bruit s</w:t>
      </w:r>
      <w:r>
        <w:t>’</w:t>
      </w:r>
      <w:r w:rsidR="002A4158" w:rsidRPr="00DA4E77">
        <w:t>arrêta</w:t>
      </w:r>
      <w:r>
        <w:t xml:space="preserve">, </w:t>
      </w:r>
      <w:r w:rsidR="002A4158" w:rsidRPr="00DA4E77">
        <w:t>et nos ho</w:t>
      </w:r>
      <w:r w:rsidR="002A4158" w:rsidRPr="00DA4E77">
        <w:t>m</w:t>
      </w:r>
      <w:r w:rsidR="002A4158" w:rsidRPr="00DA4E77">
        <w:t>mes virent une corde jetée du monstre aérien vers la terre</w:t>
      </w:r>
      <w:r>
        <w:t xml:space="preserve">, </w:t>
      </w:r>
      <w:r w:rsidR="002A4158" w:rsidRPr="00DA4E77">
        <w:t>par laquelle deux ombres humaines descendirent jusqu</w:t>
      </w:r>
      <w:r>
        <w:t>’</w:t>
      </w:r>
      <w:r w:rsidR="002A4158" w:rsidRPr="00DA4E77">
        <w:t>au sol</w:t>
      </w:r>
      <w:r>
        <w:t xml:space="preserve">. </w:t>
      </w:r>
      <w:r w:rsidR="002A4158" w:rsidRPr="00DA4E77">
        <w:t>Puis le monstre sembla fermer ses ailes et</w:t>
      </w:r>
      <w:r>
        <w:t xml:space="preserve">, </w:t>
      </w:r>
      <w:r w:rsidR="002A4158" w:rsidRPr="00DA4E77">
        <w:t>attiré par la corde</w:t>
      </w:r>
      <w:r>
        <w:t xml:space="preserve">, </w:t>
      </w:r>
      <w:r w:rsidR="002A4158" w:rsidRPr="00DA4E77">
        <w:t>il di</w:t>
      </w:r>
      <w:r w:rsidR="002A4158" w:rsidRPr="00DA4E77">
        <w:t>s</w:t>
      </w:r>
      <w:r w:rsidR="002A4158" w:rsidRPr="00DA4E77">
        <w:t>parut dans une forêt d</w:t>
      </w:r>
      <w:r>
        <w:t>’</w:t>
      </w:r>
      <w:r w:rsidR="002A4158" w:rsidRPr="00DA4E77">
        <w:t>eucalyptus</w:t>
      </w:r>
      <w:r>
        <w:t xml:space="preserve">. </w:t>
      </w:r>
      <w:r w:rsidR="002A4158" w:rsidRPr="00DA4E77">
        <w:t>Connaissant les légendes fa</w:t>
      </w:r>
      <w:r w:rsidR="002A4158" w:rsidRPr="00DA4E77">
        <w:t>n</w:t>
      </w:r>
      <w:r w:rsidR="002A4158" w:rsidRPr="00DA4E77">
        <w:t>tastiques dont l</w:t>
      </w:r>
      <w:r>
        <w:t>’</w:t>
      </w:r>
      <w:r w:rsidR="002A4158" w:rsidRPr="00DA4E77">
        <w:t>île d</w:t>
      </w:r>
      <w:r>
        <w:t>’</w:t>
      </w:r>
      <w:proofErr w:type="spellStart"/>
      <w:r w:rsidR="002A4158" w:rsidRPr="00DA4E77">
        <w:t>Oréus</w:t>
      </w:r>
      <w:proofErr w:type="spellEnd"/>
      <w:r w:rsidR="002A4158" w:rsidRPr="00DA4E77">
        <w:t xml:space="preserve"> reste entourée</w:t>
      </w:r>
      <w:r>
        <w:t xml:space="preserve">, </w:t>
      </w:r>
      <w:r w:rsidR="002A4158" w:rsidRPr="00DA4E77">
        <w:t>nos matelots ne f</w:t>
      </w:r>
      <w:r w:rsidR="002A4158" w:rsidRPr="00DA4E77">
        <w:t>u</w:t>
      </w:r>
      <w:r w:rsidR="002A4158" w:rsidRPr="00DA4E77">
        <w:t xml:space="preserve">rent pas trop </w:t>
      </w:r>
      <w:r w:rsidR="002A4158" w:rsidRPr="00DA4E77">
        <w:lastRenderedPageBreak/>
        <w:t>étonnés</w:t>
      </w:r>
      <w:r>
        <w:t xml:space="preserve">, </w:t>
      </w:r>
      <w:r w:rsidR="002A4158" w:rsidRPr="00DA4E77">
        <w:t>mais</w:t>
      </w:r>
      <w:r>
        <w:t xml:space="preserve">, </w:t>
      </w:r>
      <w:r w:rsidR="002A4158" w:rsidRPr="00DA4E77">
        <w:t>pris d</w:t>
      </w:r>
      <w:r>
        <w:t>’</w:t>
      </w:r>
      <w:r w:rsidR="002A4158" w:rsidRPr="00DA4E77">
        <w:t>une frayeur naturelle</w:t>
      </w:r>
      <w:r>
        <w:t xml:space="preserve">, </w:t>
      </w:r>
      <w:r w:rsidR="002A4158" w:rsidRPr="00DA4E77">
        <w:t>ils r</w:t>
      </w:r>
      <w:r w:rsidR="002A4158" w:rsidRPr="00DA4E77">
        <w:t>a</w:t>
      </w:r>
      <w:r w:rsidR="002A4158" w:rsidRPr="00DA4E77">
        <w:t>mèrent à la hâte vers la ville</w:t>
      </w:r>
      <w:r>
        <w:t xml:space="preserve">. </w:t>
      </w:r>
      <w:r w:rsidR="002A4158" w:rsidRPr="00DA4E77">
        <w:t>Leur chef me narra l</w:t>
      </w:r>
      <w:r>
        <w:t>’</w:t>
      </w:r>
      <w:r w:rsidR="002A4158" w:rsidRPr="00DA4E77">
        <w:t>aventure no</w:t>
      </w:r>
      <w:r w:rsidR="002A4158" w:rsidRPr="00DA4E77">
        <w:t>c</w:t>
      </w:r>
      <w:r w:rsidR="002A4158" w:rsidRPr="00DA4E77">
        <w:t>turne</w:t>
      </w:r>
      <w:r>
        <w:t xml:space="preserve">. </w:t>
      </w:r>
      <w:r w:rsidR="002A4158" w:rsidRPr="00DA4E77">
        <w:t>Alors</w:t>
      </w:r>
      <w:r>
        <w:t xml:space="preserve">, </w:t>
      </w:r>
      <w:r w:rsidR="002A4158" w:rsidRPr="00DA4E77">
        <w:t>je rapprochai le récit de mes matelots de la vision que nous avons tous eue sur la Terrasse Sainte</w:t>
      </w:r>
      <w:r>
        <w:t xml:space="preserve">. </w:t>
      </w:r>
      <w:r w:rsidR="002A4158" w:rsidRPr="00DA4E77">
        <w:t>Et donnant o</w:t>
      </w:r>
      <w:r w:rsidR="002A4158" w:rsidRPr="00DA4E77">
        <w:t>r</w:t>
      </w:r>
      <w:r w:rsidR="002A4158" w:rsidRPr="00DA4E77">
        <w:t>dre à mes hommes de ne rien dire</w:t>
      </w:r>
      <w:r>
        <w:t xml:space="preserve">, </w:t>
      </w:r>
      <w:r w:rsidR="002A4158" w:rsidRPr="00DA4E77">
        <w:t>je gardai précieusement le secret pour le révéler au moment voulu</w:t>
      </w:r>
      <w:r>
        <w:t>.</w:t>
      </w:r>
    </w:p>
    <w:p w14:paraId="5096A326" w14:textId="77777777" w:rsidR="00276CCE" w:rsidRDefault="00276CCE" w:rsidP="002A4158">
      <w:r>
        <w:t>— </w:t>
      </w:r>
      <w:r w:rsidR="002A4158" w:rsidRPr="00DA4E77">
        <w:t>Fort bien</w:t>
      </w:r>
      <w:r>
        <w:t xml:space="preserve">, </w:t>
      </w:r>
      <w:proofErr w:type="spellStart"/>
      <w:r w:rsidR="002A4158" w:rsidRPr="00DA4E77">
        <w:t>Moussor</w:t>
      </w:r>
      <w:proofErr w:type="spellEnd"/>
      <w:r>
        <w:t xml:space="preserve">. </w:t>
      </w:r>
      <w:r w:rsidR="002A4158" w:rsidRPr="00DA4E77">
        <w:t>Il se peut en effet que le monstre a</w:t>
      </w:r>
      <w:r w:rsidR="002A4158" w:rsidRPr="00DA4E77">
        <w:t>é</w:t>
      </w:r>
      <w:r w:rsidR="002A4158" w:rsidRPr="00DA4E77">
        <w:t>rien et l</w:t>
      </w:r>
      <w:r>
        <w:t>’</w:t>
      </w:r>
      <w:r w:rsidR="002A4158" w:rsidRPr="00DA4E77">
        <w:t>objet entrevu par les matelots soient la même chose</w:t>
      </w:r>
      <w:r>
        <w:t xml:space="preserve">. </w:t>
      </w:r>
      <w:r w:rsidR="002A4158" w:rsidRPr="00DA4E77">
        <w:t xml:space="preserve">Mais je ne vois pas </w:t>
      </w:r>
      <w:proofErr w:type="spellStart"/>
      <w:r w:rsidR="002A4158" w:rsidRPr="00DA4E77">
        <w:t>Hellas</w:t>
      </w:r>
      <w:proofErr w:type="spellEnd"/>
      <w:r w:rsidR="002A4158" w:rsidRPr="00DA4E77">
        <w:t xml:space="preserve"> en cette affaire</w:t>
      </w:r>
      <w:r>
        <w:t>.</w:t>
      </w:r>
    </w:p>
    <w:p w14:paraId="49F33331" w14:textId="77777777" w:rsidR="00276CCE" w:rsidRDefault="00276CCE" w:rsidP="002A4158">
      <w:r>
        <w:t>— </w:t>
      </w:r>
      <w:r w:rsidR="002A4158" w:rsidRPr="00DA4E77">
        <w:t>Deux hommes</w:t>
      </w:r>
      <w:r>
        <w:t xml:space="preserve">, </w:t>
      </w:r>
      <w:r w:rsidR="002A4158" w:rsidRPr="00DA4E77">
        <w:t>t</w:t>
      </w:r>
      <w:r>
        <w:t>’</w:t>
      </w:r>
      <w:r w:rsidR="002A4158" w:rsidRPr="00DA4E77">
        <w:t>ai-je dit</w:t>
      </w:r>
      <w:r>
        <w:t xml:space="preserve">, </w:t>
      </w:r>
      <w:r w:rsidR="002A4158" w:rsidRPr="00DA4E77">
        <w:t>étaient descendus de la nef a</w:t>
      </w:r>
      <w:r w:rsidR="002A4158" w:rsidRPr="00DA4E77">
        <w:t>é</w:t>
      </w:r>
      <w:r w:rsidR="002A4158" w:rsidRPr="00DA4E77">
        <w:t>rienne à l</w:t>
      </w:r>
      <w:r>
        <w:t>’</w:t>
      </w:r>
      <w:r w:rsidR="002A4158" w:rsidRPr="00DA4E77">
        <w:t>Île Verte</w:t>
      </w:r>
      <w:r>
        <w:t xml:space="preserve">. </w:t>
      </w:r>
      <w:r w:rsidR="002A4158" w:rsidRPr="00DA4E77">
        <w:t>Or</w:t>
      </w:r>
      <w:r>
        <w:t xml:space="preserve">, </w:t>
      </w:r>
      <w:r w:rsidR="002A4158" w:rsidRPr="00DA4E77">
        <w:t>sais-tu d</w:t>
      </w:r>
      <w:r>
        <w:t>’</w:t>
      </w:r>
      <w:r w:rsidR="002A4158" w:rsidRPr="00DA4E77">
        <w:t xml:space="preserve">où venait </w:t>
      </w:r>
      <w:proofErr w:type="spellStart"/>
      <w:r w:rsidR="002A4158" w:rsidRPr="00DA4E77">
        <w:t>Hellas</w:t>
      </w:r>
      <w:proofErr w:type="spellEnd"/>
      <w:r>
        <w:t xml:space="preserve">, </w:t>
      </w:r>
      <w:r w:rsidR="002A4158" w:rsidRPr="00DA4E77">
        <w:t>hier soir</w:t>
      </w:r>
      <w:r>
        <w:t xml:space="preserve"> ? </w:t>
      </w:r>
      <w:r w:rsidR="002A4158" w:rsidRPr="00DA4E77">
        <w:t>De l</w:t>
      </w:r>
      <w:r>
        <w:t>’</w:t>
      </w:r>
      <w:r w:rsidR="002A4158" w:rsidRPr="00DA4E77">
        <w:t>Île Verte</w:t>
      </w:r>
      <w:r>
        <w:t>…</w:t>
      </w:r>
    </w:p>
    <w:p w14:paraId="1BE50B89" w14:textId="77777777" w:rsidR="00276CCE" w:rsidRDefault="00276CCE" w:rsidP="002A4158">
      <w:r>
        <w:t>— </w:t>
      </w:r>
      <w:r w:rsidR="002A4158" w:rsidRPr="00DA4E77">
        <w:t>Comment</w:t>
      </w:r>
      <w:r>
        <w:t> ?</w:t>
      </w:r>
    </w:p>
    <w:p w14:paraId="1B6EE296" w14:textId="77777777" w:rsidR="00276CCE" w:rsidRDefault="00276CCE" w:rsidP="002A4158">
      <w:r>
        <w:t>— </w:t>
      </w:r>
      <w:r w:rsidR="002A4158" w:rsidRPr="00DA4E77">
        <w:t>Déguisé en matelot et conduit par une petite chanteuse de carrefours</w:t>
      </w:r>
      <w:r>
        <w:t>.</w:t>
      </w:r>
    </w:p>
    <w:p w14:paraId="34E42304" w14:textId="77777777" w:rsidR="00276CCE" w:rsidRDefault="00276CCE" w:rsidP="002A4158">
      <w:r>
        <w:t>— </w:t>
      </w:r>
      <w:r w:rsidR="002A4158" w:rsidRPr="00DA4E77">
        <w:t>La chanteuse ligure</w:t>
      </w:r>
      <w:r>
        <w:t xml:space="preserve"> ? </w:t>
      </w:r>
      <w:r w:rsidR="002A4158" w:rsidRPr="00DA4E77">
        <w:t>s</w:t>
      </w:r>
      <w:r>
        <w:t>’</w:t>
      </w:r>
      <w:r w:rsidR="002A4158" w:rsidRPr="00DA4E77">
        <w:t xml:space="preserve">écrie </w:t>
      </w:r>
      <w:proofErr w:type="spellStart"/>
      <w:r w:rsidR="002A4158" w:rsidRPr="00DA4E77">
        <w:t>Melléna</w:t>
      </w:r>
      <w:proofErr w:type="spellEnd"/>
      <w:r w:rsidR="002A4158" w:rsidRPr="00DA4E77">
        <w:t xml:space="preserve"> d</w:t>
      </w:r>
      <w:r>
        <w:t>’</w:t>
      </w:r>
      <w:r w:rsidR="002A4158" w:rsidRPr="00DA4E77">
        <w:t>une voix effrayée</w:t>
      </w:r>
      <w:r>
        <w:t xml:space="preserve">. </w:t>
      </w:r>
      <w:r w:rsidR="002A4158" w:rsidRPr="00DA4E77">
        <w:t>Je comprends maintenant bien des choses</w:t>
      </w:r>
      <w:r>
        <w:t>.</w:t>
      </w:r>
    </w:p>
    <w:p w14:paraId="7F487952" w14:textId="77777777" w:rsidR="00276CCE" w:rsidRDefault="00276CCE" w:rsidP="002A4158">
      <w:r>
        <w:t>— </w:t>
      </w:r>
      <w:r w:rsidR="002A4158" w:rsidRPr="00DA4E77">
        <w:t>Des marchands ont reconnu la petite</w:t>
      </w:r>
      <w:r>
        <w:t xml:space="preserve">. </w:t>
      </w:r>
      <w:r w:rsidR="002A4158" w:rsidRPr="00DA4E77">
        <w:t>Or</w:t>
      </w:r>
      <w:r>
        <w:t xml:space="preserve">, </w:t>
      </w:r>
      <w:r w:rsidR="002A4158" w:rsidRPr="00DA4E77">
        <w:t>elle venait de l</w:t>
      </w:r>
      <w:r>
        <w:t>’</w:t>
      </w:r>
      <w:r w:rsidR="002A4158" w:rsidRPr="00DA4E77">
        <w:t>Île Verte</w:t>
      </w:r>
      <w:r>
        <w:t xml:space="preserve">. </w:t>
      </w:r>
      <w:r w:rsidR="002A4158" w:rsidRPr="00DA4E77">
        <w:t>Elle se trouvait la veille au soir à l</w:t>
      </w:r>
      <w:r>
        <w:t>’</w:t>
      </w:r>
      <w:r w:rsidR="002A4158" w:rsidRPr="00DA4E77">
        <w:t>Île de Pourpre</w:t>
      </w:r>
      <w:r>
        <w:t xml:space="preserve">, </w:t>
      </w:r>
      <w:r w:rsidR="002A4158" w:rsidRPr="00DA4E77">
        <w:t>d</w:t>
      </w:r>
      <w:r>
        <w:t>’</w:t>
      </w:r>
      <w:r w:rsidR="002A4158" w:rsidRPr="00DA4E77">
        <w:t>où elle s</w:t>
      </w:r>
      <w:r>
        <w:t>’</w:t>
      </w:r>
      <w:r w:rsidR="002A4158" w:rsidRPr="00DA4E77">
        <w:t>échappait à l</w:t>
      </w:r>
      <w:r>
        <w:t>’</w:t>
      </w:r>
      <w:r w:rsidR="002A4158" w:rsidRPr="00DA4E77">
        <w:t>aube dans la direction d</w:t>
      </w:r>
      <w:r>
        <w:t>’</w:t>
      </w:r>
      <w:proofErr w:type="spellStart"/>
      <w:r w:rsidR="002A4158" w:rsidRPr="00DA4E77">
        <w:t>Oréus</w:t>
      </w:r>
      <w:proofErr w:type="spellEnd"/>
      <w:r>
        <w:t xml:space="preserve">. </w:t>
      </w:r>
      <w:r w:rsidR="002A4158" w:rsidRPr="00DA4E77">
        <w:t>Que s</w:t>
      </w:r>
      <w:r w:rsidR="002A4158" w:rsidRPr="00DA4E77">
        <w:t>i</w:t>
      </w:r>
      <w:r w:rsidR="002A4158" w:rsidRPr="00DA4E77">
        <w:t xml:space="preserve">gnifie cette jeune fille par rapport à </w:t>
      </w:r>
      <w:proofErr w:type="spellStart"/>
      <w:r w:rsidR="002A4158" w:rsidRPr="00DA4E77">
        <w:t>Hellas</w:t>
      </w:r>
      <w:proofErr w:type="spellEnd"/>
      <w:r w:rsidR="002A4158" w:rsidRPr="00DA4E77">
        <w:t xml:space="preserve"> et </w:t>
      </w:r>
      <w:proofErr w:type="spellStart"/>
      <w:r w:rsidR="002A4158" w:rsidRPr="00DA4E77">
        <w:t>Oréus</w:t>
      </w:r>
      <w:proofErr w:type="spellEnd"/>
      <w:r>
        <w:t xml:space="preserve"> ? </w:t>
      </w:r>
      <w:r w:rsidR="002A4158" w:rsidRPr="00DA4E77">
        <w:t>Je l</w:t>
      </w:r>
      <w:r>
        <w:t>’</w:t>
      </w:r>
      <w:r w:rsidR="002A4158" w:rsidRPr="00DA4E77">
        <w:t>ignore</w:t>
      </w:r>
      <w:r>
        <w:t xml:space="preserve">. </w:t>
      </w:r>
      <w:r w:rsidR="002A4158" w:rsidRPr="00DA4E77">
        <w:t>Nous l</w:t>
      </w:r>
      <w:r>
        <w:t>’</w:t>
      </w:r>
      <w:r w:rsidR="002A4158" w:rsidRPr="00DA4E77">
        <w:t>interrogerons si possible</w:t>
      </w:r>
      <w:r>
        <w:t>.</w:t>
      </w:r>
    </w:p>
    <w:p w14:paraId="6C4949E2" w14:textId="77777777" w:rsidR="00276CCE" w:rsidRDefault="00276CCE" w:rsidP="002A4158">
      <w:r>
        <w:t>— </w:t>
      </w:r>
      <w:r w:rsidR="002A4158" w:rsidRPr="00DA4E77">
        <w:t>Je crois</w:t>
      </w:r>
      <w:r>
        <w:t xml:space="preserve">, </w:t>
      </w:r>
      <w:r w:rsidR="002A4158" w:rsidRPr="00DA4E77">
        <w:t xml:space="preserve">fait </w:t>
      </w:r>
      <w:proofErr w:type="spellStart"/>
      <w:r w:rsidR="002A4158" w:rsidRPr="00DA4E77">
        <w:t>Melléna</w:t>
      </w:r>
      <w:proofErr w:type="spellEnd"/>
      <w:r>
        <w:t xml:space="preserve">, </w:t>
      </w:r>
      <w:r w:rsidR="002A4158" w:rsidRPr="00DA4E77">
        <w:t>sur un ton énigmatique</w:t>
      </w:r>
      <w:r>
        <w:t xml:space="preserve">, </w:t>
      </w:r>
      <w:r w:rsidR="002A4158" w:rsidRPr="00DA4E77">
        <w:t>que vous la trouverez difficilement</w:t>
      </w:r>
      <w:r>
        <w:t>.</w:t>
      </w:r>
    </w:p>
    <w:p w14:paraId="053533AC" w14:textId="77777777" w:rsidR="00276CCE" w:rsidRDefault="00276CCE" w:rsidP="002A4158">
      <w:r>
        <w:t>— </w:t>
      </w:r>
      <w:r w:rsidR="002A4158" w:rsidRPr="00DA4E77">
        <w:t>Ce qui nous intéresse</w:t>
      </w:r>
      <w:r>
        <w:t xml:space="preserve">, </w:t>
      </w:r>
      <w:r w:rsidR="002A4158" w:rsidRPr="00DA4E77">
        <w:t>du reste</w:t>
      </w:r>
      <w:r>
        <w:t xml:space="preserve">, </w:t>
      </w:r>
      <w:r w:rsidR="002A4158" w:rsidRPr="00DA4E77">
        <w:t>c</w:t>
      </w:r>
      <w:r>
        <w:t>’</w:t>
      </w:r>
      <w:r w:rsidR="002A4158" w:rsidRPr="00DA4E77">
        <w:t xml:space="preserve">est </w:t>
      </w:r>
      <w:proofErr w:type="spellStart"/>
      <w:r w:rsidR="002A4158" w:rsidRPr="00DA4E77">
        <w:t>Hellas</w:t>
      </w:r>
      <w:proofErr w:type="spellEnd"/>
      <w:r>
        <w:t xml:space="preserve"> ! </w:t>
      </w:r>
      <w:r w:rsidR="002A4158" w:rsidRPr="00DA4E77">
        <w:t>Or</w:t>
      </w:r>
      <w:r>
        <w:t xml:space="preserve">, </w:t>
      </w:r>
      <w:proofErr w:type="spellStart"/>
      <w:r w:rsidR="002A4158" w:rsidRPr="00DA4E77">
        <w:t>Hellas</w:t>
      </w:r>
      <w:proofErr w:type="spellEnd"/>
      <w:r w:rsidR="002A4158" w:rsidRPr="00DA4E77">
        <w:t xml:space="preserve"> avait dormi dans l</w:t>
      </w:r>
      <w:r>
        <w:t>’</w:t>
      </w:r>
      <w:r w:rsidR="002A4158" w:rsidRPr="00DA4E77">
        <w:t>Île Verte</w:t>
      </w:r>
      <w:r>
        <w:t xml:space="preserve">. </w:t>
      </w:r>
      <w:r w:rsidR="002A4158" w:rsidRPr="00DA4E77">
        <w:t>Qui l</w:t>
      </w:r>
      <w:r>
        <w:t>’</w:t>
      </w:r>
      <w:r w:rsidR="002A4158" w:rsidRPr="00DA4E77">
        <w:t>y avait porté</w:t>
      </w:r>
      <w:r>
        <w:t xml:space="preserve"> ? </w:t>
      </w:r>
      <w:r w:rsidR="002A4158" w:rsidRPr="00DA4E77">
        <w:t>L</w:t>
      </w:r>
      <w:r>
        <w:t>’</w:t>
      </w:r>
      <w:r w:rsidR="002A4158" w:rsidRPr="00DA4E77">
        <w:t>oiseau géant</w:t>
      </w:r>
      <w:r>
        <w:t xml:space="preserve">. </w:t>
      </w:r>
      <w:r w:rsidR="002A4158" w:rsidRPr="00DA4E77">
        <w:t>D</w:t>
      </w:r>
      <w:r>
        <w:t>’</w:t>
      </w:r>
      <w:r w:rsidR="002A4158" w:rsidRPr="00DA4E77">
        <w:t>où venait cet oiseau géant</w:t>
      </w:r>
      <w:r>
        <w:t xml:space="preserve"> ? </w:t>
      </w:r>
      <w:r w:rsidR="002A4158" w:rsidRPr="00DA4E77">
        <w:t>De très loin</w:t>
      </w:r>
      <w:r>
        <w:t xml:space="preserve">, </w:t>
      </w:r>
      <w:r w:rsidR="002A4158" w:rsidRPr="00DA4E77">
        <w:t>du pays des Pélasges</w:t>
      </w:r>
      <w:r>
        <w:t xml:space="preserve">, </w:t>
      </w:r>
      <w:r w:rsidR="002A4158" w:rsidRPr="00DA4E77">
        <w:t>ou tout au moins du détroit de Gadès</w:t>
      </w:r>
      <w:r>
        <w:t xml:space="preserve">. </w:t>
      </w:r>
      <w:r w:rsidR="002A4158" w:rsidRPr="00DA4E77">
        <w:t>Le chemin des airs est donc trouvé</w:t>
      </w:r>
      <w:r>
        <w:t xml:space="preserve">, </w:t>
      </w:r>
      <w:r w:rsidR="002A4158" w:rsidRPr="00DA4E77">
        <w:t>et nos ennemis le possèdent</w:t>
      </w:r>
      <w:r>
        <w:t>.</w:t>
      </w:r>
    </w:p>
    <w:p w14:paraId="1AB2B657" w14:textId="77777777" w:rsidR="00276CCE" w:rsidRDefault="00276CCE" w:rsidP="002A4158">
      <w:r>
        <w:lastRenderedPageBreak/>
        <w:t>— </w:t>
      </w:r>
      <w:r w:rsidR="002A4158" w:rsidRPr="00DA4E77">
        <w:t>Et après</w:t>
      </w:r>
      <w:r>
        <w:t> ?</w:t>
      </w:r>
    </w:p>
    <w:p w14:paraId="78DB4721" w14:textId="77777777" w:rsidR="00276CCE" w:rsidRDefault="00276CCE" w:rsidP="002A4158">
      <w:r>
        <w:t>— </w:t>
      </w:r>
      <w:r w:rsidR="002A4158" w:rsidRPr="00DA4E77">
        <w:t>Comment</w:t>
      </w:r>
      <w:r>
        <w:t xml:space="preserve">, </w:t>
      </w:r>
      <w:r w:rsidR="002A4158" w:rsidRPr="00DA4E77">
        <w:t>toi</w:t>
      </w:r>
      <w:r>
        <w:t xml:space="preserve">, </w:t>
      </w:r>
      <w:r w:rsidR="002A4158" w:rsidRPr="00DA4E77">
        <w:t>si lucide</w:t>
      </w:r>
      <w:r>
        <w:t xml:space="preserve">, </w:t>
      </w:r>
      <w:r w:rsidR="002A4158" w:rsidRPr="00DA4E77">
        <w:t>tu ne vois pas notre ruine défin</w:t>
      </w:r>
      <w:r w:rsidR="002A4158" w:rsidRPr="00DA4E77">
        <w:t>i</w:t>
      </w:r>
      <w:r w:rsidR="002A4158" w:rsidRPr="00DA4E77">
        <w:t>tive</w:t>
      </w:r>
      <w:r>
        <w:t xml:space="preserve">, </w:t>
      </w:r>
      <w:r w:rsidR="002A4158" w:rsidRPr="00DA4E77">
        <w:t>la mise à néant de notre flotte aztèque</w:t>
      </w:r>
      <w:r>
        <w:t xml:space="preserve">, </w:t>
      </w:r>
      <w:r w:rsidR="002A4158" w:rsidRPr="00DA4E77">
        <w:t>le triomphe indisc</w:t>
      </w:r>
      <w:r w:rsidR="002A4158" w:rsidRPr="00DA4E77">
        <w:t>u</w:t>
      </w:r>
      <w:r w:rsidR="002A4158" w:rsidRPr="00DA4E77">
        <w:t>table d</w:t>
      </w:r>
      <w:r>
        <w:t>’</w:t>
      </w:r>
      <w:proofErr w:type="spellStart"/>
      <w:r w:rsidR="002A4158" w:rsidRPr="00DA4E77">
        <w:t>Hellas</w:t>
      </w:r>
      <w:proofErr w:type="spellEnd"/>
      <w:r>
        <w:t> ?</w:t>
      </w:r>
    </w:p>
    <w:p w14:paraId="5BAD6C07" w14:textId="77777777" w:rsidR="00276CCE" w:rsidRDefault="00276CCE" w:rsidP="002A4158">
      <w:r>
        <w:t>— </w:t>
      </w:r>
      <w:r w:rsidR="002A4158" w:rsidRPr="00DA4E77">
        <w:t>Pas encore</w:t>
      </w:r>
      <w:r>
        <w:t xml:space="preserve">. </w:t>
      </w:r>
      <w:r w:rsidR="002A4158" w:rsidRPr="00DA4E77">
        <w:t xml:space="preserve">En quoi ce secret rend-il </w:t>
      </w:r>
      <w:proofErr w:type="spellStart"/>
      <w:r w:rsidR="002A4158" w:rsidRPr="00DA4E77">
        <w:t>Hellas</w:t>
      </w:r>
      <w:proofErr w:type="spellEnd"/>
      <w:r w:rsidR="002A4158" w:rsidRPr="00DA4E77">
        <w:t xml:space="preserve"> maître du monde</w:t>
      </w:r>
      <w:r>
        <w:t> ?</w:t>
      </w:r>
    </w:p>
    <w:p w14:paraId="167703AF" w14:textId="77777777" w:rsidR="00276CCE" w:rsidRDefault="00276CCE" w:rsidP="002A4158">
      <w:r>
        <w:t>— </w:t>
      </w:r>
      <w:r w:rsidR="002A4158" w:rsidRPr="00DA4E77">
        <w:t>Comment lutterons-nous contre lui</w:t>
      </w:r>
      <w:r>
        <w:t xml:space="preserve"> ? </w:t>
      </w:r>
      <w:r w:rsidR="002A4158" w:rsidRPr="00DA4E77">
        <w:t>Avec la flotte ro</w:t>
      </w:r>
      <w:r w:rsidR="002A4158" w:rsidRPr="00DA4E77">
        <w:t>u</w:t>
      </w:r>
      <w:r w:rsidR="002A4158" w:rsidRPr="00DA4E77">
        <w:t>ge</w:t>
      </w:r>
      <w:r>
        <w:t xml:space="preserve"> ? </w:t>
      </w:r>
      <w:r w:rsidR="002A4158" w:rsidRPr="00DA4E77">
        <w:t>Eh</w:t>
      </w:r>
      <w:r>
        <w:t xml:space="preserve"> ! </w:t>
      </w:r>
      <w:proofErr w:type="spellStart"/>
      <w:r w:rsidR="002A4158" w:rsidRPr="00DA4E77">
        <w:t>Melléna</w:t>
      </w:r>
      <w:proofErr w:type="spellEnd"/>
      <w:r>
        <w:t xml:space="preserve">, </w:t>
      </w:r>
      <w:r w:rsidR="002A4158" w:rsidRPr="00DA4E77">
        <w:t>du haut du ciel</w:t>
      </w:r>
      <w:r>
        <w:t xml:space="preserve">, </w:t>
      </w:r>
      <w:proofErr w:type="spellStart"/>
      <w:r w:rsidR="002A4158" w:rsidRPr="00DA4E77">
        <w:t>Oréus</w:t>
      </w:r>
      <w:proofErr w:type="spellEnd"/>
      <w:r w:rsidR="002A4158" w:rsidRPr="00DA4E77">
        <w:t xml:space="preserve"> et </w:t>
      </w:r>
      <w:proofErr w:type="spellStart"/>
      <w:r w:rsidR="002A4158" w:rsidRPr="00DA4E77">
        <w:t>Hellas</w:t>
      </w:r>
      <w:proofErr w:type="spellEnd"/>
      <w:r w:rsidR="002A4158" w:rsidRPr="00DA4E77">
        <w:t xml:space="preserve"> peuvent</w:t>
      </w:r>
      <w:r>
        <w:t xml:space="preserve">, </w:t>
      </w:r>
      <w:r w:rsidR="002A4158" w:rsidRPr="00DA4E77">
        <w:t>en un seul jour</w:t>
      </w:r>
      <w:r>
        <w:t xml:space="preserve">, </w:t>
      </w:r>
      <w:r w:rsidR="002A4158" w:rsidRPr="00DA4E77">
        <w:t>anéantir les bateaux qui rôdent autour de nos ports</w:t>
      </w:r>
      <w:r>
        <w:t xml:space="preserve"> ! </w:t>
      </w:r>
      <w:r w:rsidR="002A4158" w:rsidRPr="00DA4E77">
        <w:t>Dans la Cité</w:t>
      </w:r>
      <w:r>
        <w:t xml:space="preserve">, </w:t>
      </w:r>
      <w:proofErr w:type="spellStart"/>
      <w:r w:rsidR="002A4158" w:rsidRPr="00DA4E77">
        <w:t>Knephao</w:t>
      </w:r>
      <w:proofErr w:type="spellEnd"/>
      <w:r w:rsidR="002A4158" w:rsidRPr="00DA4E77">
        <w:t xml:space="preserve"> est invincible</w:t>
      </w:r>
      <w:r>
        <w:t xml:space="preserve">. </w:t>
      </w:r>
      <w:r w:rsidR="002A4158" w:rsidRPr="00DA4E77">
        <w:t>Le peuple</w:t>
      </w:r>
      <w:r>
        <w:t xml:space="preserve">, </w:t>
      </w:r>
      <w:r w:rsidR="002A4158" w:rsidRPr="00DA4E77">
        <w:t>incap</w:t>
      </w:r>
      <w:r w:rsidR="002A4158" w:rsidRPr="00DA4E77">
        <w:t>a</w:t>
      </w:r>
      <w:r w:rsidR="002A4158" w:rsidRPr="00DA4E77">
        <w:t>ble de la moindre lutte</w:t>
      </w:r>
      <w:r>
        <w:t xml:space="preserve">, </w:t>
      </w:r>
      <w:r w:rsidR="002A4158" w:rsidRPr="00DA4E77">
        <w:t>au fond nous hait</w:t>
      </w:r>
      <w:r>
        <w:t xml:space="preserve">. </w:t>
      </w:r>
      <w:r w:rsidR="002A4158" w:rsidRPr="00DA4E77">
        <w:t>Et</w:t>
      </w:r>
      <w:r>
        <w:t xml:space="preserve">, </w:t>
      </w:r>
      <w:r w:rsidR="002A4158" w:rsidRPr="00DA4E77">
        <w:t>en ce moment</w:t>
      </w:r>
      <w:r>
        <w:t xml:space="preserve">, </w:t>
      </w:r>
      <w:r w:rsidR="002A4158" w:rsidRPr="00DA4E77">
        <w:t xml:space="preserve">tu parles de tenter contre </w:t>
      </w:r>
      <w:proofErr w:type="spellStart"/>
      <w:r w:rsidR="002A4158" w:rsidRPr="00DA4E77">
        <w:t>Hellas</w:t>
      </w:r>
      <w:proofErr w:type="spellEnd"/>
      <w:r w:rsidR="002A4158" w:rsidRPr="00DA4E77">
        <w:t xml:space="preserve"> vainqueur un coup d</w:t>
      </w:r>
      <w:r>
        <w:t>’</w:t>
      </w:r>
      <w:r w:rsidR="002A4158" w:rsidRPr="00DA4E77">
        <w:t>État illég</w:t>
      </w:r>
      <w:r w:rsidR="002A4158" w:rsidRPr="00DA4E77">
        <w:t>i</w:t>
      </w:r>
      <w:r w:rsidR="002A4158" w:rsidRPr="00DA4E77">
        <w:t>time</w:t>
      </w:r>
      <w:r>
        <w:t> ?</w:t>
      </w:r>
    </w:p>
    <w:p w14:paraId="7CDE1A55" w14:textId="77777777" w:rsidR="00276CCE" w:rsidRDefault="002A4158" w:rsidP="002A4158">
      <w:proofErr w:type="spellStart"/>
      <w:r w:rsidRPr="00DA4E77">
        <w:t>Melléna</w:t>
      </w:r>
      <w:proofErr w:type="spellEnd"/>
      <w:r w:rsidR="00276CCE">
        <w:t xml:space="preserve">, </w:t>
      </w:r>
      <w:r w:rsidRPr="00DA4E77">
        <w:t>silencieuse</w:t>
      </w:r>
      <w:r w:rsidR="00276CCE">
        <w:t xml:space="preserve">, </w:t>
      </w:r>
      <w:r w:rsidRPr="00DA4E77">
        <w:t>méditative</w:t>
      </w:r>
      <w:r w:rsidR="00276CCE">
        <w:t xml:space="preserve">, </w:t>
      </w:r>
      <w:r w:rsidRPr="00DA4E77">
        <w:t>le front courbé vers la te</w:t>
      </w:r>
      <w:r w:rsidRPr="00DA4E77">
        <w:t>r</w:t>
      </w:r>
      <w:r w:rsidRPr="00DA4E77">
        <w:t>re</w:t>
      </w:r>
      <w:r w:rsidR="00276CCE">
        <w:t xml:space="preserve">, </w:t>
      </w:r>
      <w:r w:rsidRPr="00DA4E77">
        <w:t>s</w:t>
      </w:r>
      <w:r w:rsidR="00276CCE">
        <w:t>’</w:t>
      </w:r>
      <w:r w:rsidRPr="00DA4E77">
        <w:t>assied sur un banc de marbre</w:t>
      </w:r>
      <w:r w:rsidR="00276CCE">
        <w:t xml:space="preserve"> ; </w:t>
      </w:r>
      <w:r w:rsidRPr="00DA4E77">
        <w:t>puis</w:t>
      </w:r>
      <w:r w:rsidR="00276CCE">
        <w:t xml:space="preserve">, </w:t>
      </w:r>
      <w:r w:rsidRPr="00DA4E77">
        <w:t>secouant la tête</w:t>
      </w:r>
      <w:r w:rsidR="00276CCE">
        <w:t> :</w:t>
      </w:r>
    </w:p>
    <w:p w14:paraId="2CC1A4C2" w14:textId="77777777" w:rsidR="00276CCE" w:rsidRDefault="00276CCE" w:rsidP="002A4158">
      <w:r>
        <w:t>— </w:t>
      </w:r>
      <w:r w:rsidR="002A4158" w:rsidRPr="00DA4E77">
        <w:t>Fort bien</w:t>
      </w:r>
      <w:r>
        <w:t xml:space="preserve">, </w:t>
      </w:r>
      <w:proofErr w:type="spellStart"/>
      <w:r w:rsidR="002A4158" w:rsidRPr="00DA4E77">
        <w:t>Moussor</w:t>
      </w:r>
      <w:proofErr w:type="spellEnd"/>
      <w:r>
        <w:t xml:space="preserve">. </w:t>
      </w:r>
      <w:r w:rsidR="002A4158" w:rsidRPr="00DA4E77">
        <w:t>Je te remercie</w:t>
      </w:r>
      <w:r>
        <w:t xml:space="preserve">. </w:t>
      </w:r>
      <w:r w:rsidR="002A4158" w:rsidRPr="00DA4E77">
        <w:t>Va-t</w:t>
      </w:r>
      <w:r>
        <w:t>’</w:t>
      </w:r>
      <w:r w:rsidR="002A4158" w:rsidRPr="00DA4E77">
        <w:t>en donc</w:t>
      </w:r>
      <w:r>
        <w:t xml:space="preserve">. </w:t>
      </w:r>
      <w:r w:rsidR="002A4158" w:rsidRPr="00DA4E77">
        <w:t>Il y a du danger</w:t>
      </w:r>
      <w:r>
        <w:t xml:space="preserve">, </w:t>
      </w:r>
      <w:r w:rsidR="002A4158" w:rsidRPr="00DA4E77">
        <w:t>tu te retires</w:t>
      </w:r>
      <w:r>
        <w:t xml:space="preserve">. </w:t>
      </w:r>
      <w:r w:rsidR="002A4158" w:rsidRPr="00DA4E77">
        <w:t>Parfait</w:t>
      </w:r>
      <w:r>
        <w:t xml:space="preserve">. </w:t>
      </w:r>
      <w:r w:rsidR="002A4158" w:rsidRPr="00DA4E77">
        <w:t>Moi</w:t>
      </w:r>
      <w:r>
        <w:t xml:space="preserve">, </w:t>
      </w:r>
      <w:r w:rsidR="002A4158" w:rsidRPr="00DA4E77">
        <w:t>je retourne auprès de mes amis et nous allons agir</w:t>
      </w:r>
      <w:r>
        <w:t>.</w:t>
      </w:r>
    </w:p>
    <w:p w14:paraId="28F7EF69" w14:textId="77777777" w:rsidR="00276CCE" w:rsidRDefault="00276CCE" w:rsidP="002A4158">
      <w:r>
        <w:t>— </w:t>
      </w:r>
      <w:r w:rsidR="002A4158" w:rsidRPr="00DA4E77">
        <w:t>Je t</w:t>
      </w:r>
      <w:r>
        <w:t>’</w:t>
      </w:r>
      <w:r w:rsidR="002A4158" w:rsidRPr="00DA4E77">
        <w:t>ai prévenue affectueusement</w:t>
      </w:r>
      <w:r>
        <w:t xml:space="preserve">, </w:t>
      </w:r>
      <w:r w:rsidR="002A4158" w:rsidRPr="00DA4E77">
        <w:t>et tu persistes dans une action insensée</w:t>
      </w:r>
      <w:r>
        <w:t xml:space="preserve"> ? </w:t>
      </w:r>
      <w:r w:rsidR="002A4158" w:rsidRPr="00DA4E77">
        <w:t>Et tu m</w:t>
      </w:r>
      <w:r>
        <w:t>’</w:t>
      </w:r>
      <w:r w:rsidR="002A4158" w:rsidRPr="00DA4E77">
        <w:t>accuses de lâcheté</w:t>
      </w:r>
      <w:r>
        <w:t xml:space="preserve">, </w:t>
      </w:r>
      <w:r w:rsidR="002A4158" w:rsidRPr="00DA4E77">
        <w:t>moi</w:t>
      </w:r>
      <w:r>
        <w:t xml:space="preserve"> ? </w:t>
      </w:r>
      <w:r w:rsidR="002A4158" w:rsidRPr="00DA4E77">
        <w:t>Je te le r</w:t>
      </w:r>
      <w:r w:rsidR="002A4158" w:rsidRPr="00DA4E77">
        <w:t>é</w:t>
      </w:r>
      <w:r w:rsidR="002A4158" w:rsidRPr="00DA4E77">
        <w:t>pète</w:t>
      </w:r>
      <w:r>
        <w:t xml:space="preserve">, </w:t>
      </w:r>
      <w:r w:rsidR="002A4158" w:rsidRPr="00DA4E77">
        <w:t xml:space="preserve">si </w:t>
      </w:r>
      <w:proofErr w:type="spellStart"/>
      <w:r w:rsidR="002A4158" w:rsidRPr="00DA4E77">
        <w:t>Hellas</w:t>
      </w:r>
      <w:proofErr w:type="spellEnd"/>
      <w:r w:rsidR="002A4158" w:rsidRPr="00DA4E77">
        <w:t xml:space="preserve"> avait failli contre Atlantis</w:t>
      </w:r>
      <w:r>
        <w:t xml:space="preserve">, </w:t>
      </w:r>
      <w:r w:rsidR="002A4158" w:rsidRPr="00DA4E77">
        <w:t>je m</w:t>
      </w:r>
      <w:r>
        <w:t>’</w:t>
      </w:r>
      <w:r w:rsidR="002A4158" w:rsidRPr="00DA4E77">
        <w:t>opposerais à sa tyrannie</w:t>
      </w:r>
      <w:r>
        <w:t xml:space="preserve">. </w:t>
      </w:r>
      <w:r w:rsidR="002A4158" w:rsidRPr="00DA4E77">
        <w:t>Mais son pouvoir paraît sans reproche</w:t>
      </w:r>
      <w:r>
        <w:t xml:space="preserve">. </w:t>
      </w:r>
      <w:r w:rsidR="002A4158" w:rsidRPr="00DA4E77">
        <w:t>Il revient vai</w:t>
      </w:r>
      <w:r w:rsidR="002A4158" w:rsidRPr="00DA4E77">
        <w:t>n</w:t>
      </w:r>
      <w:r w:rsidR="002A4158" w:rsidRPr="00DA4E77">
        <w:t>queur du pays des Pélasges</w:t>
      </w:r>
      <w:r>
        <w:t xml:space="preserve">. </w:t>
      </w:r>
      <w:r w:rsidR="002A4158" w:rsidRPr="00DA4E77">
        <w:t>Sa flotte rentre tout entière</w:t>
      </w:r>
      <w:r>
        <w:t xml:space="preserve">. </w:t>
      </w:r>
      <w:r w:rsidR="002A4158" w:rsidRPr="00DA4E77">
        <w:t>Quel droit avons-nous de le renverser</w:t>
      </w:r>
      <w:r>
        <w:t> ?</w:t>
      </w:r>
    </w:p>
    <w:p w14:paraId="3591CE1B" w14:textId="77777777" w:rsidR="00276CCE" w:rsidRDefault="00276CCE" w:rsidP="002A4158">
      <w:r>
        <w:t>— </w:t>
      </w:r>
      <w:r w:rsidR="002A4158" w:rsidRPr="00DA4E77">
        <w:t>Quel droit avons-nous</w:t>
      </w:r>
      <w:r>
        <w:t xml:space="preserve">, </w:t>
      </w:r>
      <w:proofErr w:type="spellStart"/>
      <w:r w:rsidR="002A4158" w:rsidRPr="00DA4E77">
        <w:t>Moussor</w:t>
      </w:r>
      <w:proofErr w:type="spellEnd"/>
      <w:r>
        <w:t xml:space="preserve">, </w:t>
      </w:r>
      <w:r w:rsidR="002A4158" w:rsidRPr="00DA4E77">
        <w:t>tu le demandes</w:t>
      </w:r>
      <w:r>
        <w:t xml:space="preserve"> ? </w:t>
      </w:r>
      <w:r w:rsidR="002A4158" w:rsidRPr="00DA4E77">
        <w:t>Mais ne viens-tu pas de le dire toi-même</w:t>
      </w:r>
      <w:r>
        <w:t xml:space="preserve"> ? </w:t>
      </w:r>
      <w:r w:rsidR="002A4158" w:rsidRPr="00DA4E77">
        <w:t>Ainsi ils ont trouvé un s</w:t>
      </w:r>
      <w:r w:rsidR="002A4158" w:rsidRPr="00DA4E77">
        <w:t>e</w:t>
      </w:r>
      <w:r w:rsidR="002A4158" w:rsidRPr="00DA4E77">
        <w:t>cret qui peut bouleverser la marche du monde</w:t>
      </w:r>
      <w:r>
        <w:t xml:space="preserve">, </w:t>
      </w:r>
      <w:r w:rsidR="002A4158" w:rsidRPr="00DA4E77">
        <w:t>et au lieu de le livrer à notre Atlantis</w:t>
      </w:r>
      <w:r>
        <w:t xml:space="preserve">, </w:t>
      </w:r>
      <w:r w:rsidR="002A4158" w:rsidRPr="00DA4E77">
        <w:t>leur patrie</w:t>
      </w:r>
      <w:r>
        <w:t xml:space="preserve">, </w:t>
      </w:r>
      <w:r w:rsidR="002A4158" w:rsidRPr="00DA4E77">
        <w:t xml:space="preserve">au lieu de le </w:t>
      </w:r>
      <w:r w:rsidR="002A4158" w:rsidRPr="00DA4E77">
        <w:lastRenderedPageBreak/>
        <w:t>communiquer aux Apôtres</w:t>
      </w:r>
      <w:r>
        <w:t xml:space="preserve">, </w:t>
      </w:r>
      <w:r w:rsidR="002A4158" w:rsidRPr="00DA4E77">
        <w:t>leurs frères</w:t>
      </w:r>
      <w:r>
        <w:t xml:space="preserve">, </w:t>
      </w:r>
      <w:r w:rsidR="002A4158" w:rsidRPr="00DA4E77">
        <w:t>ils le gardent pour eux seuls</w:t>
      </w:r>
      <w:r>
        <w:t xml:space="preserve"> ? </w:t>
      </w:r>
      <w:r w:rsidR="002A4158" w:rsidRPr="00DA4E77">
        <w:t>Trah</w:t>
      </w:r>
      <w:r w:rsidR="002A4158" w:rsidRPr="00DA4E77">
        <w:t>i</w:t>
      </w:r>
      <w:r w:rsidR="002A4158" w:rsidRPr="00DA4E77">
        <w:t>son flagrante</w:t>
      </w:r>
      <w:r>
        <w:t> !</w:t>
      </w:r>
    </w:p>
    <w:p w14:paraId="5681BBE0" w14:textId="77777777" w:rsidR="00276CCE" w:rsidRDefault="002A4158" w:rsidP="002A4158">
      <w:proofErr w:type="spellStart"/>
      <w:r w:rsidRPr="00DA4E77">
        <w:t>Moussor</w:t>
      </w:r>
      <w:proofErr w:type="spellEnd"/>
      <w:r w:rsidR="00276CCE">
        <w:t xml:space="preserve">, </w:t>
      </w:r>
      <w:r w:rsidRPr="00DA4E77">
        <w:t>ébranlé</w:t>
      </w:r>
      <w:r w:rsidR="00276CCE">
        <w:t xml:space="preserve">, </w:t>
      </w:r>
      <w:r w:rsidRPr="00DA4E77">
        <w:t>hésitant</w:t>
      </w:r>
      <w:r w:rsidR="00276CCE">
        <w:t xml:space="preserve">, </w:t>
      </w:r>
      <w:r w:rsidRPr="00DA4E77">
        <w:t>ne sait que répondre</w:t>
      </w:r>
      <w:r w:rsidR="00276CCE">
        <w:t xml:space="preserve"> ; </w:t>
      </w:r>
      <w:proofErr w:type="spellStart"/>
      <w:r w:rsidRPr="00DA4E77">
        <w:t>Melléna</w:t>
      </w:r>
      <w:proofErr w:type="spellEnd"/>
      <w:r w:rsidR="00276CCE">
        <w:t xml:space="preserve">, </w:t>
      </w:r>
      <w:r w:rsidRPr="00DA4E77">
        <w:t>alors</w:t>
      </w:r>
      <w:r w:rsidR="00276CCE">
        <w:t xml:space="preserve">, </w:t>
      </w:r>
      <w:r w:rsidRPr="00DA4E77">
        <w:t>voyant que sa première attaque a porté juste</w:t>
      </w:r>
      <w:r w:rsidR="00276CCE">
        <w:t> :</w:t>
      </w:r>
    </w:p>
    <w:p w14:paraId="18A76BAB" w14:textId="77777777" w:rsidR="00276CCE" w:rsidRDefault="00276CCE" w:rsidP="002A4158">
      <w:r>
        <w:t>— </w:t>
      </w:r>
      <w:proofErr w:type="spellStart"/>
      <w:r w:rsidR="002A4158" w:rsidRPr="00DA4E77">
        <w:t>Moussor</w:t>
      </w:r>
      <w:proofErr w:type="spellEnd"/>
      <w:r>
        <w:t xml:space="preserve">, </w:t>
      </w:r>
      <w:r w:rsidR="002A4158" w:rsidRPr="00DA4E77">
        <w:t>ajoute-t-elle</w:t>
      </w:r>
      <w:r>
        <w:t xml:space="preserve">, </w:t>
      </w:r>
      <w:r w:rsidR="002A4158" w:rsidRPr="00DA4E77">
        <w:t>se faisant caressante et lui pr</w:t>
      </w:r>
      <w:r w:rsidR="002A4158" w:rsidRPr="00DA4E77">
        <w:t>e</w:t>
      </w:r>
      <w:r w:rsidR="002A4158" w:rsidRPr="00DA4E77">
        <w:t>nant les mains</w:t>
      </w:r>
      <w:r>
        <w:t xml:space="preserve">, </w:t>
      </w:r>
      <w:proofErr w:type="spellStart"/>
      <w:r w:rsidR="002A4158" w:rsidRPr="00DA4E77">
        <w:t>Moussor</w:t>
      </w:r>
      <w:proofErr w:type="spellEnd"/>
      <w:r>
        <w:t xml:space="preserve">, </w:t>
      </w:r>
      <w:r w:rsidR="002A4158" w:rsidRPr="00DA4E77">
        <w:t>mon ami</w:t>
      </w:r>
      <w:r>
        <w:t xml:space="preserve">, </w:t>
      </w:r>
      <w:r w:rsidR="002A4158" w:rsidRPr="00DA4E77">
        <w:t>reste avec nous</w:t>
      </w:r>
      <w:r>
        <w:t xml:space="preserve">, </w:t>
      </w:r>
      <w:r w:rsidR="002A4158" w:rsidRPr="00DA4E77">
        <w:t>lutte avec nous</w:t>
      </w:r>
      <w:r>
        <w:t xml:space="preserve">. </w:t>
      </w:r>
      <w:r w:rsidR="002A4158" w:rsidRPr="00DA4E77">
        <w:t>Nous combattons à conserver à notre Atlantis sa pui</w:t>
      </w:r>
      <w:r w:rsidR="002A4158" w:rsidRPr="00DA4E77">
        <w:t>s</w:t>
      </w:r>
      <w:r w:rsidR="002A4158" w:rsidRPr="00DA4E77">
        <w:t>sance et sa richesse</w:t>
      </w:r>
      <w:r>
        <w:t xml:space="preserve">. </w:t>
      </w:r>
      <w:r w:rsidR="002A4158" w:rsidRPr="00DA4E77">
        <w:t>Aide-nous</w:t>
      </w:r>
      <w:r>
        <w:t xml:space="preserve">, </w:t>
      </w:r>
      <w:r w:rsidR="002A4158" w:rsidRPr="00DA4E77">
        <w:t>tu le dois</w:t>
      </w:r>
      <w:r>
        <w:t>.</w:t>
      </w:r>
    </w:p>
    <w:p w14:paraId="77013924" w14:textId="77777777" w:rsidR="00276CCE" w:rsidRDefault="00276CCE" w:rsidP="002A4158">
      <w:r>
        <w:t>— </w:t>
      </w:r>
      <w:r w:rsidR="002A4158" w:rsidRPr="00DA4E77">
        <w:t>Eh bien</w:t>
      </w:r>
      <w:r>
        <w:t xml:space="preserve">, </w:t>
      </w:r>
      <w:r w:rsidR="002A4158" w:rsidRPr="00DA4E77">
        <w:t>soit</w:t>
      </w:r>
      <w:r>
        <w:t xml:space="preserve"> ! </w:t>
      </w:r>
      <w:r w:rsidR="002A4158" w:rsidRPr="00DA4E77">
        <w:t>que veux-tu faire</w:t>
      </w:r>
      <w:r>
        <w:t> ?</w:t>
      </w:r>
    </w:p>
    <w:p w14:paraId="09F74C19" w14:textId="77777777" w:rsidR="00276CCE" w:rsidRDefault="00276CCE" w:rsidP="002A4158">
      <w:r>
        <w:t>— </w:t>
      </w:r>
      <w:r w:rsidR="002A4158" w:rsidRPr="00DA4E77">
        <w:t xml:space="preserve">Briser </w:t>
      </w:r>
      <w:proofErr w:type="spellStart"/>
      <w:r w:rsidR="002A4158" w:rsidRPr="00DA4E77">
        <w:t>Oréus</w:t>
      </w:r>
      <w:proofErr w:type="spellEnd"/>
      <w:r w:rsidR="002A4158" w:rsidRPr="00DA4E77">
        <w:t xml:space="preserve"> et </w:t>
      </w:r>
      <w:proofErr w:type="spellStart"/>
      <w:r w:rsidR="002A4158" w:rsidRPr="00DA4E77">
        <w:t>Hellas</w:t>
      </w:r>
      <w:proofErr w:type="spellEnd"/>
      <w:r w:rsidR="002A4158" w:rsidRPr="00DA4E77">
        <w:t xml:space="preserve"> dès ce soir même</w:t>
      </w:r>
      <w:r>
        <w:t xml:space="preserve">. </w:t>
      </w:r>
      <w:r w:rsidR="002A4158" w:rsidRPr="00DA4E77">
        <w:t>Profitons de n</w:t>
      </w:r>
      <w:r w:rsidR="002A4158" w:rsidRPr="00DA4E77">
        <w:t>o</w:t>
      </w:r>
      <w:r w:rsidR="002A4158" w:rsidRPr="00DA4E77">
        <w:t>tre suprême chance</w:t>
      </w:r>
      <w:r>
        <w:t xml:space="preserve">. </w:t>
      </w:r>
      <w:r w:rsidR="002A4158" w:rsidRPr="00DA4E77">
        <w:t>Aujourd</w:t>
      </w:r>
      <w:r>
        <w:t>’</w:t>
      </w:r>
      <w:r w:rsidR="002A4158" w:rsidRPr="00DA4E77">
        <w:t>hui toute la Cité retentira d</w:t>
      </w:r>
      <w:r>
        <w:t>’</w:t>
      </w:r>
      <w:r w:rsidR="002A4158" w:rsidRPr="00DA4E77">
        <w:t>un bruit de fête</w:t>
      </w:r>
      <w:r>
        <w:t xml:space="preserve">. </w:t>
      </w:r>
      <w:r w:rsidR="002A4158" w:rsidRPr="00DA4E77">
        <w:t>Nous tromperons nos ennemis par l</w:t>
      </w:r>
      <w:r>
        <w:t>’</w:t>
      </w:r>
      <w:r w:rsidR="002A4158" w:rsidRPr="00DA4E77">
        <w:t>apparence de notre sécurité</w:t>
      </w:r>
      <w:r>
        <w:t xml:space="preserve">. </w:t>
      </w:r>
      <w:r w:rsidR="002A4158" w:rsidRPr="00DA4E77">
        <w:t>Et ce soir</w:t>
      </w:r>
      <w:r>
        <w:t xml:space="preserve">, </w:t>
      </w:r>
      <w:r w:rsidR="002A4158" w:rsidRPr="00DA4E77">
        <w:t>au plus beau du festin</w:t>
      </w:r>
      <w:r>
        <w:t xml:space="preserve">, </w:t>
      </w:r>
      <w:r w:rsidR="002A4158" w:rsidRPr="00DA4E77">
        <w:t>nous ferons a</w:t>
      </w:r>
      <w:r w:rsidR="002A4158" w:rsidRPr="00DA4E77">
        <w:t>r</w:t>
      </w:r>
      <w:r w:rsidR="002A4158" w:rsidRPr="00DA4E77">
        <w:t xml:space="preserve">rêter </w:t>
      </w:r>
      <w:proofErr w:type="spellStart"/>
      <w:r w:rsidR="002A4158" w:rsidRPr="00DA4E77">
        <w:t>Hellas</w:t>
      </w:r>
      <w:proofErr w:type="spellEnd"/>
      <w:r>
        <w:t xml:space="preserve">. </w:t>
      </w:r>
      <w:r w:rsidR="002A4158" w:rsidRPr="00DA4E77">
        <w:t>Pendant ce temps</w:t>
      </w:r>
      <w:r>
        <w:t xml:space="preserve">, </w:t>
      </w:r>
      <w:r w:rsidR="002A4158" w:rsidRPr="00DA4E77">
        <w:t>quelques Aztèques et quelques Noirs intrépides seront envoyés à l</w:t>
      </w:r>
      <w:r>
        <w:t>’</w:t>
      </w:r>
      <w:r w:rsidR="002A4158" w:rsidRPr="00DA4E77">
        <w:t>Île Verte</w:t>
      </w:r>
      <w:r>
        <w:t xml:space="preserve">, </w:t>
      </w:r>
      <w:r w:rsidR="002A4158" w:rsidRPr="00DA4E77">
        <w:t xml:space="preserve">et essaieront de surprendre </w:t>
      </w:r>
      <w:proofErr w:type="spellStart"/>
      <w:r w:rsidR="002A4158" w:rsidRPr="00DA4E77">
        <w:t>Oréus</w:t>
      </w:r>
      <w:proofErr w:type="spellEnd"/>
      <w:r w:rsidR="002A4158" w:rsidRPr="00DA4E77">
        <w:t xml:space="preserve"> dans son sommeil</w:t>
      </w:r>
      <w:r>
        <w:t xml:space="preserve">. </w:t>
      </w:r>
      <w:r w:rsidR="002A4158" w:rsidRPr="00DA4E77">
        <w:t>Nous raconterons demain au peuple pour quelles raisons supérieures nous aurons été fo</w:t>
      </w:r>
      <w:r w:rsidR="002A4158" w:rsidRPr="00DA4E77">
        <w:t>r</w:t>
      </w:r>
      <w:r w:rsidR="002A4158" w:rsidRPr="00DA4E77">
        <w:t>cés d</w:t>
      </w:r>
      <w:r>
        <w:t>’</w:t>
      </w:r>
      <w:r w:rsidR="002A4158" w:rsidRPr="00DA4E77">
        <w:t>agir ainsi</w:t>
      </w:r>
      <w:r>
        <w:t xml:space="preserve">. </w:t>
      </w:r>
      <w:r w:rsidR="002A4158" w:rsidRPr="00DA4E77">
        <w:t>Et notre pouvoir éclatera légitime</w:t>
      </w:r>
      <w:r>
        <w:t xml:space="preserve">. </w:t>
      </w:r>
      <w:r w:rsidR="002A4158" w:rsidRPr="00DA4E77">
        <w:t>Te sens-tu rassuré maintenant</w:t>
      </w:r>
      <w:r>
        <w:t> ?</w:t>
      </w:r>
    </w:p>
    <w:p w14:paraId="7962CBBC" w14:textId="77777777" w:rsidR="00276CCE" w:rsidRDefault="00276CCE" w:rsidP="002A4158">
      <w:r>
        <w:t>— </w:t>
      </w:r>
      <w:r w:rsidR="002A4158" w:rsidRPr="00DA4E77">
        <w:t>Presque</w:t>
      </w:r>
      <w:r>
        <w:t>…</w:t>
      </w:r>
    </w:p>
    <w:p w14:paraId="455E89AA" w14:textId="77777777" w:rsidR="00276CCE" w:rsidRDefault="00276CCE" w:rsidP="002A4158">
      <w:r>
        <w:t>— </w:t>
      </w:r>
      <w:r w:rsidR="002A4158" w:rsidRPr="00DA4E77">
        <w:t>Enfin</w:t>
      </w:r>
      <w:r>
        <w:t xml:space="preserve"> ! </w:t>
      </w:r>
      <w:r w:rsidR="002A4158" w:rsidRPr="00DA4E77">
        <w:t>Et de plus</w:t>
      </w:r>
      <w:r>
        <w:t xml:space="preserve">, </w:t>
      </w:r>
      <w:r w:rsidR="002A4158" w:rsidRPr="00DA4E77">
        <w:t>qui sait</w:t>
      </w:r>
      <w:r>
        <w:t xml:space="preserve"> ? </w:t>
      </w:r>
      <w:r w:rsidR="002A4158" w:rsidRPr="00DA4E77">
        <w:t>nous nous emparerons peut-être de l</w:t>
      </w:r>
      <w:r>
        <w:t>’</w:t>
      </w:r>
      <w:r w:rsidR="002A4158" w:rsidRPr="00DA4E77">
        <w:t>oiseau géant et en découvrirons les rouages</w:t>
      </w:r>
      <w:r>
        <w:t xml:space="preserve">. </w:t>
      </w:r>
      <w:r w:rsidR="002A4158" w:rsidRPr="00DA4E77">
        <w:t>Nous d</w:t>
      </w:r>
      <w:r w:rsidR="002A4158" w:rsidRPr="00DA4E77">
        <w:t>e</w:t>
      </w:r>
      <w:r w:rsidR="002A4158" w:rsidRPr="00DA4E77">
        <w:t>viendrons alors les maîtres</w:t>
      </w:r>
      <w:r>
        <w:t xml:space="preserve">, </w:t>
      </w:r>
      <w:r w:rsidR="002A4158" w:rsidRPr="00DA4E77">
        <w:t>les vrais maîtres de l</w:t>
      </w:r>
      <w:r>
        <w:t>’</w:t>
      </w:r>
      <w:r w:rsidR="002A4158" w:rsidRPr="00DA4E77">
        <w:t>Univers</w:t>
      </w:r>
      <w:r>
        <w:t xml:space="preserve"> ! </w:t>
      </w:r>
      <w:r w:rsidR="002A4158" w:rsidRPr="00DA4E77">
        <w:t>Ah</w:t>
      </w:r>
      <w:r>
        <w:t xml:space="preserve"> ! </w:t>
      </w:r>
      <w:r w:rsidR="002A4158" w:rsidRPr="00DA4E77">
        <w:t>quelle fête perpétuelle dans Atlantis dominant le monde et po</w:t>
      </w:r>
      <w:r w:rsidR="002A4158" w:rsidRPr="00DA4E77">
        <w:t>u</w:t>
      </w:r>
      <w:r w:rsidR="002A4158" w:rsidRPr="00DA4E77">
        <w:t>vant</w:t>
      </w:r>
      <w:r>
        <w:t xml:space="preserve">, </w:t>
      </w:r>
      <w:r w:rsidR="002A4158" w:rsidRPr="00DA4E77">
        <w:t>comme un sphinx vivant</w:t>
      </w:r>
      <w:r>
        <w:t xml:space="preserve">, </w:t>
      </w:r>
      <w:r w:rsidR="002A4158" w:rsidRPr="00DA4E77">
        <w:t>ouvrir ses ailes sur les peuples terrifiés</w:t>
      </w:r>
      <w:r>
        <w:t> !</w:t>
      </w:r>
    </w:p>
    <w:p w14:paraId="24137C7C" w14:textId="77777777" w:rsidR="00276CCE" w:rsidRDefault="00276CCE" w:rsidP="002A4158">
      <w:r>
        <w:t>— </w:t>
      </w:r>
      <w:r w:rsidR="002A4158" w:rsidRPr="00DA4E77">
        <w:t>Viens donc</w:t>
      </w:r>
      <w:r>
        <w:t xml:space="preserve">, </w:t>
      </w:r>
      <w:proofErr w:type="spellStart"/>
      <w:r w:rsidR="002A4158" w:rsidRPr="00DA4E77">
        <w:t>Melléna</w:t>
      </w:r>
      <w:proofErr w:type="spellEnd"/>
      <w:r>
        <w:t xml:space="preserve">. </w:t>
      </w:r>
      <w:r w:rsidR="002A4158" w:rsidRPr="00DA4E77">
        <w:t>Allons rejoindre nos amis</w:t>
      </w:r>
      <w:r>
        <w:t xml:space="preserve">. </w:t>
      </w:r>
      <w:r w:rsidR="002A4158" w:rsidRPr="00DA4E77">
        <w:t>Mais ne leur parlons pas du secret que je t</w:t>
      </w:r>
      <w:r>
        <w:t>’</w:t>
      </w:r>
      <w:r w:rsidR="002A4158" w:rsidRPr="00DA4E77">
        <w:t>ai confié</w:t>
      </w:r>
      <w:r>
        <w:t xml:space="preserve">. </w:t>
      </w:r>
      <w:r w:rsidR="002A4158" w:rsidRPr="00DA4E77">
        <w:t>Ils perdraient co</w:t>
      </w:r>
      <w:r w:rsidR="002A4158" w:rsidRPr="00DA4E77">
        <w:t>u</w:t>
      </w:r>
      <w:r w:rsidR="002A4158" w:rsidRPr="00DA4E77">
        <w:t>rage</w:t>
      </w:r>
      <w:r>
        <w:t>.</w:t>
      </w:r>
    </w:p>
    <w:p w14:paraId="6C1D1BE8" w14:textId="77777777" w:rsidR="00276CCE" w:rsidRDefault="00276CCE" w:rsidP="00276CCE">
      <w:pPr>
        <w:pStyle w:val="Titre2"/>
        <w:rPr>
          <w:i/>
        </w:rPr>
      </w:pPr>
      <w:bookmarkStart w:id="33" w:name="_Toc194842019"/>
      <w:r w:rsidRPr="00DA4E77">
        <w:lastRenderedPageBreak/>
        <w:t>Scène</w:t>
      </w:r>
      <w:r>
        <w:t> </w:t>
      </w:r>
      <w:r w:rsidRPr="00DA4E77">
        <w:t>VII</w:t>
      </w:r>
      <w:r>
        <w:t xml:space="preserve">. – </w:t>
      </w:r>
      <w:r w:rsidR="002A4158" w:rsidRPr="00DA4E77">
        <w:rPr>
          <w:i/>
        </w:rPr>
        <w:t>L</w:t>
      </w:r>
      <w:r>
        <w:rPr>
          <w:i/>
        </w:rPr>
        <w:t>’</w:t>
      </w:r>
      <w:r w:rsidR="002A4158" w:rsidRPr="00DA4E77">
        <w:rPr>
          <w:i/>
        </w:rPr>
        <w:t>autre secret</w:t>
      </w:r>
      <w:r>
        <w:rPr>
          <w:i/>
        </w:rPr>
        <w:t>.</w:t>
      </w:r>
      <w:bookmarkEnd w:id="33"/>
    </w:p>
    <w:p w14:paraId="16A2D613" w14:textId="77777777" w:rsidR="00276CCE" w:rsidRDefault="002A4158" w:rsidP="002A4158">
      <w:r w:rsidRPr="00DA4E77">
        <w:t>Comme ils se dirigent vers la salle où tout à l</w:t>
      </w:r>
      <w:r w:rsidR="00276CCE">
        <w:t>’</w:t>
      </w:r>
      <w:r w:rsidRPr="00DA4E77">
        <w:t>heure délib</w:t>
      </w:r>
      <w:r w:rsidRPr="00DA4E77">
        <w:t>é</w:t>
      </w:r>
      <w:r w:rsidRPr="00DA4E77">
        <w:t xml:space="preserve">raient </w:t>
      </w:r>
      <w:proofErr w:type="spellStart"/>
      <w:r w:rsidRPr="00DA4E77">
        <w:t>Guitché</w:t>
      </w:r>
      <w:proofErr w:type="spellEnd"/>
      <w:r w:rsidRPr="00DA4E77">
        <w:t xml:space="preserve"> et ses amis</w:t>
      </w:r>
      <w:r w:rsidR="00276CCE">
        <w:t xml:space="preserve">, </w:t>
      </w:r>
      <w:proofErr w:type="spellStart"/>
      <w:r w:rsidRPr="00DA4E77">
        <w:t>Melléna</w:t>
      </w:r>
      <w:proofErr w:type="spellEnd"/>
      <w:r w:rsidRPr="00DA4E77">
        <w:t xml:space="preserve"> et </w:t>
      </w:r>
      <w:proofErr w:type="spellStart"/>
      <w:r w:rsidRPr="00DA4E77">
        <w:t>Moussor</w:t>
      </w:r>
      <w:proofErr w:type="spellEnd"/>
      <w:r w:rsidRPr="00DA4E77">
        <w:t xml:space="preserve"> entendent une rumeur inaccoutumée</w:t>
      </w:r>
      <w:r w:rsidR="00276CCE">
        <w:t xml:space="preserve">. </w:t>
      </w:r>
      <w:r w:rsidRPr="00DA4E77">
        <w:t>Un grand nombre de personnes parlent toutes à la fois</w:t>
      </w:r>
      <w:r w:rsidR="00276CCE">
        <w:t xml:space="preserve">. </w:t>
      </w:r>
      <w:r w:rsidRPr="00DA4E77">
        <w:t>Des voix de femmes éclatent en appels stridents</w:t>
      </w:r>
      <w:r w:rsidR="00276CCE">
        <w:t xml:space="preserve">. </w:t>
      </w:r>
      <w:r w:rsidRPr="00DA4E77">
        <w:t>Juste au moment où ils arrivent devant la porte</w:t>
      </w:r>
      <w:r w:rsidR="00276CCE">
        <w:t xml:space="preserve">, </w:t>
      </w:r>
      <w:proofErr w:type="spellStart"/>
      <w:r w:rsidRPr="00DA4E77">
        <w:t>Belkis</w:t>
      </w:r>
      <w:proofErr w:type="spellEnd"/>
      <w:r w:rsidR="00276CCE">
        <w:t xml:space="preserve">, </w:t>
      </w:r>
      <w:r w:rsidRPr="00DA4E77">
        <w:t>tout ag</w:t>
      </w:r>
      <w:r w:rsidRPr="00DA4E77">
        <w:t>i</w:t>
      </w:r>
      <w:r w:rsidRPr="00DA4E77">
        <w:t>té</w:t>
      </w:r>
      <w:r w:rsidR="00276CCE">
        <w:t xml:space="preserve">, </w:t>
      </w:r>
      <w:r w:rsidRPr="00DA4E77">
        <w:t>sort</w:t>
      </w:r>
      <w:r w:rsidR="00276CCE">
        <w:t>.</w:t>
      </w:r>
    </w:p>
    <w:p w14:paraId="66A359EF" w14:textId="77777777" w:rsidR="00276CCE" w:rsidRDefault="00276CCE" w:rsidP="002A4158">
      <w:r>
        <w:t>— </w:t>
      </w:r>
      <w:r w:rsidR="002A4158" w:rsidRPr="00DA4E77">
        <w:t>Connais-tu</w:t>
      </w:r>
      <w:r>
        <w:t xml:space="preserve">, </w:t>
      </w:r>
      <w:proofErr w:type="spellStart"/>
      <w:r w:rsidR="002A4158" w:rsidRPr="00DA4E77">
        <w:t>Melléna</w:t>
      </w:r>
      <w:proofErr w:type="spellEnd"/>
      <w:r>
        <w:t xml:space="preserve">, </w:t>
      </w:r>
      <w:r w:rsidR="002A4158" w:rsidRPr="00DA4E77">
        <w:t>la nouvelle qu</w:t>
      </w:r>
      <w:r>
        <w:t>’</w:t>
      </w:r>
      <w:r w:rsidR="002A4158" w:rsidRPr="00DA4E77">
        <w:t>on nous apporte</w:t>
      </w:r>
      <w:r>
        <w:t xml:space="preserve"> ? </w:t>
      </w:r>
      <w:r w:rsidR="002A4158" w:rsidRPr="00DA4E77">
        <w:t>Tiens</w:t>
      </w:r>
      <w:r>
        <w:t xml:space="preserve">, </w:t>
      </w:r>
      <w:proofErr w:type="spellStart"/>
      <w:r w:rsidR="002A4158" w:rsidRPr="00DA4E77">
        <w:t>Moussor</w:t>
      </w:r>
      <w:proofErr w:type="spellEnd"/>
      <w:r>
        <w:t xml:space="preserve">, </w:t>
      </w:r>
      <w:r w:rsidR="002A4158" w:rsidRPr="00DA4E77">
        <w:t>tu nous reviens</w:t>
      </w:r>
      <w:r>
        <w:t> ?</w:t>
      </w:r>
    </w:p>
    <w:p w14:paraId="4E028C07" w14:textId="77777777" w:rsidR="00276CCE" w:rsidRDefault="00276CCE" w:rsidP="002A4158">
      <w:r>
        <w:t>— </w:t>
      </w:r>
      <w:r w:rsidR="002A4158" w:rsidRPr="00DA4E77">
        <w:t>Oui</w:t>
      </w:r>
      <w:r>
        <w:t xml:space="preserve">, </w:t>
      </w:r>
      <w:r w:rsidR="002A4158" w:rsidRPr="00DA4E77">
        <w:t>il reste des nôtres</w:t>
      </w:r>
      <w:r>
        <w:t xml:space="preserve">. </w:t>
      </w:r>
      <w:r w:rsidR="002A4158" w:rsidRPr="00DA4E77">
        <w:t>Je l</w:t>
      </w:r>
      <w:r>
        <w:t>’</w:t>
      </w:r>
      <w:r w:rsidR="002A4158" w:rsidRPr="00DA4E77">
        <w:t>ai converti à nos projets</w:t>
      </w:r>
      <w:r>
        <w:t>.</w:t>
      </w:r>
    </w:p>
    <w:p w14:paraId="17095FDC" w14:textId="77777777" w:rsidR="00276CCE" w:rsidRDefault="00276CCE" w:rsidP="002A4158">
      <w:r>
        <w:t>— </w:t>
      </w:r>
      <w:r w:rsidR="002A4158" w:rsidRPr="00DA4E77">
        <w:t>Quels projets</w:t>
      </w:r>
      <w:r>
        <w:t xml:space="preserve"> ? </w:t>
      </w:r>
      <w:r w:rsidR="002A4158" w:rsidRPr="00DA4E77">
        <w:t xml:space="preserve">Sais-tu comment </w:t>
      </w:r>
      <w:proofErr w:type="spellStart"/>
      <w:r w:rsidR="002A4158" w:rsidRPr="00DA4E77">
        <w:t>Hellas</w:t>
      </w:r>
      <w:proofErr w:type="spellEnd"/>
      <w:r w:rsidR="002A4158" w:rsidRPr="00DA4E77">
        <w:t xml:space="preserve"> a voyagé de </w:t>
      </w:r>
      <w:smartTag w:uri="urn:schemas-microsoft-com:office:smarttags" w:element="PersonName">
        <w:smartTagPr>
          <w:attr w:name="ProductID" w:val="la mer Tyrrh￩nienne"/>
        </w:smartTagPr>
        <w:r w:rsidR="002A4158" w:rsidRPr="00DA4E77">
          <w:t>la mer Tyrrhénienne</w:t>
        </w:r>
      </w:smartTag>
      <w:r w:rsidR="002A4158" w:rsidRPr="00DA4E77">
        <w:t xml:space="preserve"> à l</w:t>
      </w:r>
      <w:r>
        <w:t>’</w:t>
      </w:r>
      <w:r w:rsidR="002A4158" w:rsidRPr="00DA4E77">
        <w:t>Île Verte</w:t>
      </w:r>
      <w:r>
        <w:t> ?</w:t>
      </w:r>
    </w:p>
    <w:p w14:paraId="25D00281" w14:textId="77777777" w:rsidR="00276CCE" w:rsidRDefault="00276CCE" w:rsidP="002A4158">
      <w:r>
        <w:t>— </w:t>
      </w:r>
      <w:r w:rsidR="002A4158" w:rsidRPr="00DA4E77">
        <w:t>Non</w:t>
      </w:r>
      <w:r>
        <w:t xml:space="preserve">. </w:t>
      </w:r>
      <w:r w:rsidR="002A4158" w:rsidRPr="00DA4E77">
        <w:t>À la nage ou sur un nuage</w:t>
      </w:r>
      <w:r>
        <w:t> ?</w:t>
      </w:r>
    </w:p>
    <w:p w14:paraId="77B549E5" w14:textId="77777777" w:rsidR="00276CCE" w:rsidRDefault="00276CCE" w:rsidP="002A4158">
      <w:r>
        <w:t>— </w:t>
      </w:r>
      <w:r w:rsidR="002A4158" w:rsidRPr="00DA4E77">
        <w:t>Raille</w:t>
      </w:r>
      <w:r>
        <w:t xml:space="preserve"> ! </w:t>
      </w:r>
      <w:r w:rsidR="002A4158" w:rsidRPr="00DA4E77">
        <w:t>Raille</w:t>
      </w:r>
      <w:r>
        <w:t xml:space="preserve">, </w:t>
      </w:r>
      <w:proofErr w:type="spellStart"/>
      <w:r w:rsidR="002A4158" w:rsidRPr="00DA4E77">
        <w:t>Melléna</w:t>
      </w:r>
      <w:proofErr w:type="spellEnd"/>
      <w:r>
        <w:t xml:space="preserve"> ! </w:t>
      </w:r>
      <w:r w:rsidR="002A4158" w:rsidRPr="00DA4E77">
        <w:t>Pas sur un nuage</w:t>
      </w:r>
      <w:r>
        <w:t xml:space="preserve">, </w:t>
      </w:r>
      <w:r w:rsidR="002A4158" w:rsidRPr="00DA4E77">
        <w:t>mais par les airs</w:t>
      </w:r>
      <w:r>
        <w:t xml:space="preserve"> ! </w:t>
      </w:r>
      <w:r w:rsidR="002A4158" w:rsidRPr="00DA4E77">
        <w:t>Viens entendre les artistes</w:t>
      </w:r>
      <w:r>
        <w:t xml:space="preserve">, </w:t>
      </w:r>
      <w:r w:rsidR="002A4158" w:rsidRPr="00DA4E77">
        <w:t>nos amis qui arrivent de l</w:t>
      </w:r>
      <w:r>
        <w:t>’</w:t>
      </w:r>
      <w:r w:rsidR="002A4158" w:rsidRPr="00DA4E77">
        <w:t>Île de Pourpre</w:t>
      </w:r>
      <w:r>
        <w:t xml:space="preserve">, </w:t>
      </w:r>
      <w:r w:rsidR="002A4158" w:rsidRPr="00DA4E77">
        <w:t>et qui ont vu</w:t>
      </w:r>
      <w:r>
        <w:t xml:space="preserve">, </w:t>
      </w:r>
      <w:r w:rsidR="002A4158" w:rsidRPr="00DA4E77">
        <w:t>ce matin même</w:t>
      </w:r>
      <w:r>
        <w:t xml:space="preserve">, </w:t>
      </w:r>
      <w:r w:rsidR="002A4158" w:rsidRPr="00DA4E77">
        <w:t>les Barbares de la flotte lig</w:t>
      </w:r>
      <w:r w:rsidR="002A4158" w:rsidRPr="000C645C">
        <w:t>ure</w:t>
      </w:r>
      <w:r>
        <w:t> !</w:t>
      </w:r>
    </w:p>
    <w:p w14:paraId="49E19138" w14:textId="77777777" w:rsidR="00276CCE" w:rsidRDefault="002A4158" w:rsidP="002A4158">
      <w:r w:rsidRPr="00DA4E77">
        <w:t>Et ouvrant toute grande la porte</w:t>
      </w:r>
      <w:r w:rsidR="00276CCE">
        <w:t xml:space="preserve">, </w:t>
      </w:r>
      <w:proofErr w:type="spellStart"/>
      <w:r w:rsidRPr="00DA4E77">
        <w:t>Belkis</w:t>
      </w:r>
      <w:proofErr w:type="spellEnd"/>
      <w:r w:rsidRPr="00DA4E77">
        <w:t xml:space="preserve"> introduit </w:t>
      </w:r>
      <w:proofErr w:type="spellStart"/>
      <w:r w:rsidRPr="00DA4E77">
        <w:t>Melléna</w:t>
      </w:r>
      <w:proofErr w:type="spellEnd"/>
      <w:r w:rsidRPr="00DA4E77">
        <w:t xml:space="preserve"> et </w:t>
      </w:r>
      <w:proofErr w:type="spellStart"/>
      <w:r w:rsidRPr="00DA4E77">
        <w:t>Moussor</w:t>
      </w:r>
      <w:proofErr w:type="spellEnd"/>
      <w:r w:rsidRPr="00DA4E77">
        <w:t xml:space="preserve"> dans la salle</w:t>
      </w:r>
      <w:r w:rsidR="00276CCE">
        <w:t xml:space="preserve">, </w:t>
      </w:r>
      <w:r w:rsidRPr="00DA4E77">
        <w:t>maintenant remplie</w:t>
      </w:r>
      <w:r w:rsidR="00276CCE">
        <w:t xml:space="preserve">, </w:t>
      </w:r>
      <w:r w:rsidRPr="00DA4E77">
        <w:t>où l</w:t>
      </w:r>
      <w:r w:rsidR="00276CCE">
        <w:t>’</w:t>
      </w:r>
      <w:r w:rsidRPr="00DA4E77">
        <w:t>on parle haut</w:t>
      </w:r>
      <w:r w:rsidR="00276CCE">
        <w:t xml:space="preserve">, </w:t>
      </w:r>
      <w:r w:rsidRPr="00DA4E77">
        <w:t>avec ardeur</w:t>
      </w:r>
      <w:r w:rsidR="00276CCE">
        <w:t>.</w:t>
      </w:r>
    </w:p>
    <w:p w14:paraId="50A338AB" w14:textId="77777777" w:rsidR="00276CCE" w:rsidRDefault="00276CCE" w:rsidP="002A4158">
      <w:r>
        <w:t>— </w:t>
      </w:r>
      <w:r w:rsidR="002A4158" w:rsidRPr="00DA4E77">
        <w:t xml:space="preserve">Salut à </w:t>
      </w:r>
      <w:proofErr w:type="spellStart"/>
      <w:r w:rsidR="002A4158" w:rsidRPr="00DA4E77">
        <w:t>Melléna</w:t>
      </w:r>
      <w:proofErr w:type="spellEnd"/>
      <w:r>
        <w:t> !</w:t>
      </w:r>
    </w:p>
    <w:p w14:paraId="483E896A" w14:textId="77777777" w:rsidR="00276CCE" w:rsidRDefault="00276CCE" w:rsidP="002A4158">
      <w:r>
        <w:t>— </w:t>
      </w:r>
      <w:proofErr w:type="spellStart"/>
      <w:r w:rsidR="002A4158" w:rsidRPr="00DA4E77">
        <w:t>Melléna</w:t>
      </w:r>
      <w:proofErr w:type="spellEnd"/>
      <w:r>
        <w:t xml:space="preserve">, </w:t>
      </w:r>
      <w:r w:rsidR="002A4158" w:rsidRPr="00DA4E77">
        <w:t>écoute la nouvelle</w:t>
      </w:r>
      <w:r>
        <w:t>…</w:t>
      </w:r>
    </w:p>
    <w:p w14:paraId="56ADA29A" w14:textId="77777777" w:rsidR="00276CCE" w:rsidRDefault="00276CCE" w:rsidP="002A4158">
      <w:r>
        <w:t>— </w:t>
      </w:r>
      <w:r w:rsidR="002A4158" w:rsidRPr="00DA4E77">
        <w:t>Imprévue</w:t>
      </w:r>
      <w:r>
        <w:t xml:space="preserve">, </w:t>
      </w:r>
      <w:r w:rsidR="002A4158" w:rsidRPr="00DA4E77">
        <w:t>inouïe</w:t>
      </w:r>
      <w:r>
        <w:t xml:space="preserve">, </w:t>
      </w:r>
      <w:r w:rsidR="002A4158" w:rsidRPr="00DA4E77">
        <w:t>fantastique</w:t>
      </w:r>
      <w:r>
        <w:t>.</w:t>
      </w:r>
    </w:p>
    <w:p w14:paraId="6BB5A046" w14:textId="77777777" w:rsidR="00276CCE" w:rsidRDefault="00276CCE" w:rsidP="002A4158">
      <w:r>
        <w:t>— </w:t>
      </w:r>
      <w:r w:rsidR="002A4158" w:rsidRPr="00DA4E77">
        <w:t>Oui</w:t>
      </w:r>
      <w:r>
        <w:t xml:space="preserve">, </w:t>
      </w:r>
      <w:r w:rsidR="002A4158" w:rsidRPr="00DA4E77">
        <w:t>je sais</w:t>
      </w:r>
      <w:r>
        <w:t xml:space="preserve">. </w:t>
      </w:r>
      <w:proofErr w:type="spellStart"/>
      <w:r w:rsidR="002A4158" w:rsidRPr="00DA4E77">
        <w:t>Belkis</w:t>
      </w:r>
      <w:proofErr w:type="spellEnd"/>
      <w:r w:rsidR="002A4158" w:rsidRPr="00DA4E77">
        <w:t xml:space="preserve"> vient de me l</w:t>
      </w:r>
      <w:r>
        <w:t>’</w:t>
      </w:r>
      <w:r w:rsidR="002A4158" w:rsidRPr="00DA4E77">
        <w:t>annoncer</w:t>
      </w:r>
      <w:r>
        <w:t xml:space="preserve">. </w:t>
      </w:r>
      <w:r w:rsidR="002A4158" w:rsidRPr="00DA4E77">
        <w:t>C</w:t>
      </w:r>
      <w:r>
        <w:t>’</w:t>
      </w:r>
      <w:r w:rsidR="002A4158" w:rsidRPr="00DA4E77">
        <w:t>est un rêve de cerveaux en délire</w:t>
      </w:r>
      <w:r>
        <w:t>.</w:t>
      </w:r>
    </w:p>
    <w:p w14:paraId="73729596" w14:textId="77777777" w:rsidR="00276CCE" w:rsidRDefault="00276CCE" w:rsidP="002A4158">
      <w:r>
        <w:lastRenderedPageBreak/>
        <w:t>— </w:t>
      </w:r>
      <w:r w:rsidR="002A4158" w:rsidRPr="00DA4E77">
        <w:t>Un rêve</w:t>
      </w:r>
      <w:r>
        <w:t xml:space="preserve"> ? </w:t>
      </w:r>
      <w:r w:rsidR="002A4158" w:rsidRPr="00DA4E77">
        <w:t>Mais la ville tout entière retentit de cette r</w:t>
      </w:r>
      <w:r w:rsidR="002A4158" w:rsidRPr="00DA4E77">
        <w:t>u</w:t>
      </w:r>
      <w:r w:rsidR="002A4158" w:rsidRPr="00DA4E77">
        <w:t>meur</w:t>
      </w:r>
      <w:r>
        <w:t xml:space="preserve">. </w:t>
      </w:r>
      <w:r w:rsidR="002A4158" w:rsidRPr="00DA4E77">
        <w:t>Les Barbares</w:t>
      </w:r>
      <w:r>
        <w:t xml:space="preserve">, </w:t>
      </w:r>
      <w:r w:rsidR="002A4158" w:rsidRPr="00DA4E77">
        <w:t>à nous-mêmes</w:t>
      </w:r>
      <w:r>
        <w:t xml:space="preserve">, </w:t>
      </w:r>
      <w:r w:rsidR="002A4158" w:rsidRPr="00DA4E77">
        <w:t>ont raconté que</w:t>
      </w:r>
      <w:r>
        <w:t xml:space="preserve">, </w:t>
      </w:r>
      <w:r w:rsidR="002A4158" w:rsidRPr="00DA4E77">
        <w:t>près du détroit de Gadès</w:t>
      </w:r>
      <w:r>
        <w:t xml:space="preserve">, </w:t>
      </w:r>
      <w:proofErr w:type="spellStart"/>
      <w:r w:rsidR="002A4158" w:rsidRPr="00DA4E77">
        <w:t>Hellas</w:t>
      </w:r>
      <w:proofErr w:type="spellEnd"/>
      <w:r>
        <w:t xml:space="preserve">, </w:t>
      </w:r>
      <w:r w:rsidR="002A4158" w:rsidRPr="00DA4E77">
        <w:t>attaqué par une flotte immense</w:t>
      </w:r>
      <w:r>
        <w:t xml:space="preserve">, </w:t>
      </w:r>
      <w:r w:rsidR="002A4158" w:rsidRPr="00DA4E77">
        <w:t>eût sûrement succombé</w:t>
      </w:r>
      <w:r>
        <w:t xml:space="preserve">, </w:t>
      </w:r>
      <w:r w:rsidR="002A4158" w:rsidRPr="00DA4E77">
        <w:t>si un grand oiseau</w:t>
      </w:r>
      <w:r>
        <w:t xml:space="preserve">, </w:t>
      </w:r>
      <w:r w:rsidR="002A4158" w:rsidRPr="00DA4E77">
        <w:t>apparu dans le ciel</w:t>
      </w:r>
      <w:r>
        <w:t xml:space="preserve">, </w:t>
      </w:r>
      <w:r w:rsidR="002A4158" w:rsidRPr="00DA4E77">
        <w:t>n</w:t>
      </w:r>
      <w:r>
        <w:t>’</w:t>
      </w:r>
      <w:r w:rsidR="002A4158" w:rsidRPr="00DA4E77">
        <w:t xml:space="preserve">avait dispersé de terreur la flotte ennemie et enlevé </w:t>
      </w:r>
      <w:proofErr w:type="spellStart"/>
      <w:r w:rsidR="002A4158" w:rsidRPr="00DA4E77">
        <w:t>Hellas</w:t>
      </w:r>
      <w:proofErr w:type="spellEnd"/>
      <w:r w:rsidR="002A4158" w:rsidRPr="00DA4E77">
        <w:t xml:space="preserve"> dans les airs</w:t>
      </w:r>
      <w:r>
        <w:t>.</w:t>
      </w:r>
    </w:p>
    <w:p w14:paraId="1F675825" w14:textId="77777777" w:rsidR="00276CCE" w:rsidRDefault="00276CCE" w:rsidP="002A4158">
      <w:r>
        <w:t>— </w:t>
      </w:r>
      <w:r w:rsidR="002A4158" w:rsidRPr="00DA4E77">
        <w:t>Lâches d</w:t>
      </w:r>
      <w:r>
        <w:t>’</w:t>
      </w:r>
      <w:r w:rsidR="002A4158" w:rsidRPr="00DA4E77">
        <w:t>Armor</w:t>
      </w:r>
      <w:r>
        <w:t xml:space="preserve"> ! </w:t>
      </w:r>
      <w:r w:rsidR="002A4158" w:rsidRPr="00DA4E77">
        <w:t xml:space="preserve">murmure </w:t>
      </w:r>
      <w:proofErr w:type="spellStart"/>
      <w:r w:rsidR="002A4158" w:rsidRPr="00DA4E77">
        <w:t>Melléna</w:t>
      </w:r>
      <w:proofErr w:type="spellEnd"/>
      <w:r>
        <w:t>.</w:t>
      </w:r>
    </w:p>
    <w:p w14:paraId="4542A2F6" w14:textId="77777777" w:rsidR="00276CCE" w:rsidRDefault="002A4158" w:rsidP="002A4158">
      <w:r w:rsidRPr="00DA4E77">
        <w:t>Puis</w:t>
      </w:r>
      <w:r w:rsidR="00276CCE">
        <w:t xml:space="preserve">, </w:t>
      </w:r>
      <w:r w:rsidRPr="00DA4E77">
        <w:t>tout haut</w:t>
      </w:r>
      <w:r w:rsidR="00276CCE">
        <w:t> :</w:t>
      </w:r>
    </w:p>
    <w:p w14:paraId="4E534EC3" w14:textId="77777777" w:rsidR="00276CCE" w:rsidRDefault="00276CCE" w:rsidP="002A4158">
      <w:r>
        <w:t>— </w:t>
      </w:r>
      <w:r w:rsidR="002A4158" w:rsidRPr="00DA4E77">
        <w:t>Vous ne voyez donc pas qu</w:t>
      </w:r>
      <w:r>
        <w:t>’</w:t>
      </w:r>
      <w:r w:rsidR="002A4158" w:rsidRPr="00DA4E77">
        <w:t>on vous invente toute une hi</w:t>
      </w:r>
      <w:r w:rsidR="002A4158" w:rsidRPr="00DA4E77">
        <w:t>s</w:t>
      </w:r>
      <w:r w:rsidR="002A4158" w:rsidRPr="00DA4E77">
        <w:t>toire invraisemblable</w:t>
      </w:r>
      <w:r>
        <w:t> ?</w:t>
      </w:r>
    </w:p>
    <w:p w14:paraId="6A394B75" w14:textId="77777777" w:rsidR="00276CCE" w:rsidRDefault="00276CCE" w:rsidP="002A4158">
      <w:r>
        <w:t>— </w:t>
      </w:r>
      <w:r w:rsidR="002A4158" w:rsidRPr="00DA4E77">
        <w:t>Pour quel motif</w:t>
      </w:r>
      <w:r>
        <w:t> ?</w:t>
      </w:r>
    </w:p>
    <w:p w14:paraId="24B0891A" w14:textId="77777777" w:rsidR="00276CCE" w:rsidRDefault="00276CCE" w:rsidP="002A4158">
      <w:r>
        <w:t>— </w:t>
      </w:r>
      <w:r w:rsidR="002A4158" w:rsidRPr="00DA4E77">
        <w:t>Pour vous effrayer</w:t>
      </w:r>
      <w:r>
        <w:t xml:space="preserve">, </w:t>
      </w:r>
      <w:r w:rsidR="002A4158" w:rsidRPr="00DA4E77">
        <w:t>trembleurs</w:t>
      </w:r>
      <w:r>
        <w:t xml:space="preserve"> ! </w:t>
      </w:r>
      <w:r w:rsidR="002A4158" w:rsidRPr="00DA4E77">
        <w:t>En laissant croire qu</w:t>
      </w:r>
      <w:r>
        <w:t>’</w:t>
      </w:r>
      <w:proofErr w:type="spellStart"/>
      <w:r w:rsidR="002A4158" w:rsidRPr="00DA4E77">
        <w:t>Hellas</w:t>
      </w:r>
      <w:proofErr w:type="spellEnd"/>
      <w:r>
        <w:t xml:space="preserve">, </w:t>
      </w:r>
      <w:r w:rsidR="002A4158" w:rsidRPr="00DA4E77">
        <w:t>s</w:t>
      </w:r>
      <w:r>
        <w:t>’</w:t>
      </w:r>
      <w:r w:rsidR="002A4158" w:rsidRPr="00DA4E77">
        <w:t>il le veut</w:t>
      </w:r>
      <w:r>
        <w:t xml:space="preserve">, </w:t>
      </w:r>
      <w:r w:rsidR="002A4158" w:rsidRPr="00DA4E77">
        <w:t>peut s</w:t>
      </w:r>
      <w:r>
        <w:t>’</w:t>
      </w:r>
      <w:r w:rsidR="002A4158" w:rsidRPr="00DA4E77">
        <w:t>élever dans les airs et dominer la ville et le monde</w:t>
      </w:r>
      <w:r>
        <w:t xml:space="preserve">, </w:t>
      </w:r>
      <w:r w:rsidR="002A4158" w:rsidRPr="00DA4E77">
        <w:t>qui donc restera pour s</w:t>
      </w:r>
      <w:r>
        <w:t>’</w:t>
      </w:r>
      <w:r w:rsidR="002A4158" w:rsidRPr="00DA4E77">
        <w:t>opposer à son amb</w:t>
      </w:r>
      <w:r w:rsidR="002A4158" w:rsidRPr="00DA4E77">
        <w:t>i</w:t>
      </w:r>
      <w:r w:rsidR="002A4158" w:rsidRPr="00DA4E77">
        <w:t>tion</w:t>
      </w:r>
      <w:r>
        <w:t> ?</w:t>
      </w:r>
    </w:p>
    <w:p w14:paraId="447ED644" w14:textId="77777777" w:rsidR="00276CCE" w:rsidRDefault="00276CCE" w:rsidP="002A4158">
      <w:r>
        <w:t>— </w:t>
      </w:r>
      <w:r w:rsidR="002A4158" w:rsidRPr="00DA4E77">
        <w:t>Mais</w:t>
      </w:r>
      <w:r>
        <w:t xml:space="preserve">, </w:t>
      </w:r>
      <w:r w:rsidR="002A4158" w:rsidRPr="00DA4E77">
        <w:t>en vérité</w:t>
      </w:r>
      <w:r>
        <w:t xml:space="preserve">, </w:t>
      </w:r>
      <w:proofErr w:type="spellStart"/>
      <w:r w:rsidR="002A4158" w:rsidRPr="00DA4E77">
        <w:t>Melléna</w:t>
      </w:r>
      <w:proofErr w:type="spellEnd"/>
      <w:r>
        <w:t xml:space="preserve">, </w:t>
      </w:r>
      <w:r w:rsidR="002A4158" w:rsidRPr="00DA4E77">
        <w:t xml:space="preserve">intervient </w:t>
      </w:r>
      <w:proofErr w:type="spellStart"/>
      <w:r w:rsidR="002A4158" w:rsidRPr="00DA4E77">
        <w:t>Guitché</w:t>
      </w:r>
      <w:proofErr w:type="spellEnd"/>
      <w:r>
        <w:t xml:space="preserve">, </w:t>
      </w:r>
      <w:r w:rsidR="002A4158" w:rsidRPr="00DA4E77">
        <w:t>comment douter du récit des Barbares</w:t>
      </w:r>
      <w:r>
        <w:t xml:space="preserve"> ? </w:t>
      </w:r>
      <w:r w:rsidR="002A4158" w:rsidRPr="00DA4E77">
        <w:t>Nous avons vu</w:t>
      </w:r>
      <w:r>
        <w:t xml:space="preserve">, </w:t>
      </w:r>
      <w:r w:rsidR="002A4158" w:rsidRPr="00DA4E77">
        <w:t>bien vu</w:t>
      </w:r>
      <w:r>
        <w:t xml:space="preserve">, </w:t>
      </w:r>
      <w:r w:rsidR="002A4158" w:rsidRPr="00DA4E77">
        <w:t>nous aussi</w:t>
      </w:r>
      <w:r>
        <w:t>…</w:t>
      </w:r>
    </w:p>
    <w:p w14:paraId="716E26BD" w14:textId="77777777" w:rsidR="00276CCE" w:rsidRDefault="00276CCE" w:rsidP="002A4158">
      <w:r>
        <w:t>— </w:t>
      </w:r>
      <w:r w:rsidR="002A4158" w:rsidRPr="00DA4E77">
        <w:t>Vous n</w:t>
      </w:r>
      <w:r>
        <w:t>’</w:t>
      </w:r>
      <w:r w:rsidR="002A4158" w:rsidRPr="00DA4E77">
        <w:t>avez vu qu</w:t>
      </w:r>
      <w:r>
        <w:t>’</w:t>
      </w:r>
      <w:r w:rsidR="002A4158" w:rsidRPr="00DA4E77">
        <w:t>un reflet</w:t>
      </w:r>
      <w:r>
        <w:t xml:space="preserve"> ! </w:t>
      </w:r>
      <w:r w:rsidR="002A4158" w:rsidRPr="00DA4E77">
        <w:t>Nul n</w:t>
      </w:r>
      <w:r>
        <w:t>’</w:t>
      </w:r>
      <w:r w:rsidR="002A4158" w:rsidRPr="00DA4E77">
        <w:t>ignore qu</w:t>
      </w:r>
      <w:r>
        <w:t>’</w:t>
      </w:r>
      <w:proofErr w:type="spellStart"/>
      <w:r w:rsidR="002A4158" w:rsidRPr="00DA4E77">
        <w:t>Oréus</w:t>
      </w:r>
      <w:proofErr w:type="spellEnd"/>
      <w:r w:rsidR="002A4158" w:rsidRPr="00DA4E77">
        <w:t xml:space="preserve"> sait susciter dans les airs de fantasmagoriques apparences</w:t>
      </w:r>
      <w:r>
        <w:t xml:space="preserve">. </w:t>
      </w:r>
      <w:r w:rsidR="002A4158" w:rsidRPr="00DA4E77">
        <w:t>Pas vrai</w:t>
      </w:r>
      <w:r>
        <w:t xml:space="preserve">, </w:t>
      </w:r>
      <w:proofErr w:type="spellStart"/>
      <w:r w:rsidR="002A4158" w:rsidRPr="00DA4E77">
        <w:t>Moussor</w:t>
      </w:r>
      <w:proofErr w:type="spellEnd"/>
      <w:r>
        <w:t> ?</w:t>
      </w:r>
    </w:p>
    <w:p w14:paraId="537137DD" w14:textId="77777777" w:rsidR="00276CCE" w:rsidRDefault="002A4158" w:rsidP="002A4158">
      <w:r w:rsidRPr="00DA4E77">
        <w:t>Ce dernier</w:t>
      </w:r>
      <w:r w:rsidR="00276CCE">
        <w:t xml:space="preserve">, </w:t>
      </w:r>
      <w:r w:rsidRPr="00DA4E77">
        <w:t>interloqué</w:t>
      </w:r>
      <w:r w:rsidR="00276CCE">
        <w:t xml:space="preserve">, </w:t>
      </w:r>
      <w:r w:rsidRPr="00DA4E77">
        <w:t>fait un vague geste d</w:t>
      </w:r>
      <w:r w:rsidR="00276CCE">
        <w:t>’</w:t>
      </w:r>
      <w:r w:rsidRPr="00DA4E77">
        <w:t>acquiescement</w:t>
      </w:r>
      <w:r w:rsidR="00276CCE">
        <w:t xml:space="preserve">. </w:t>
      </w:r>
      <w:r w:rsidRPr="00DA4E77">
        <w:t xml:space="preserve">Et </w:t>
      </w:r>
      <w:proofErr w:type="spellStart"/>
      <w:r w:rsidRPr="00DA4E77">
        <w:t>Melléna</w:t>
      </w:r>
      <w:proofErr w:type="spellEnd"/>
      <w:r w:rsidR="00276CCE">
        <w:t xml:space="preserve">, </w:t>
      </w:r>
      <w:r w:rsidRPr="00DA4E77">
        <w:t>craignant qu</w:t>
      </w:r>
      <w:r w:rsidR="00276CCE">
        <w:t>’</w:t>
      </w:r>
      <w:r w:rsidRPr="00DA4E77">
        <w:t>il n</w:t>
      </w:r>
      <w:r w:rsidR="00276CCE">
        <w:t>’</w:t>
      </w:r>
      <w:r w:rsidRPr="00DA4E77">
        <w:t>hésite dans sa réponse</w:t>
      </w:r>
      <w:r w:rsidR="00276CCE">
        <w:t xml:space="preserve">, </w:t>
      </w:r>
      <w:r w:rsidRPr="00DA4E77">
        <w:t>s</w:t>
      </w:r>
      <w:r w:rsidR="00276CCE">
        <w:t>’</w:t>
      </w:r>
      <w:r w:rsidRPr="00DA4E77">
        <w:t>empresse d</w:t>
      </w:r>
      <w:r w:rsidR="00276CCE">
        <w:t>’</w:t>
      </w:r>
      <w:r w:rsidRPr="00DA4E77">
        <w:t>ajouter</w:t>
      </w:r>
      <w:r w:rsidR="00276CCE">
        <w:t> :</w:t>
      </w:r>
    </w:p>
    <w:p w14:paraId="718C735A" w14:textId="77777777" w:rsidR="00276CCE" w:rsidRDefault="00276CCE" w:rsidP="002A4158">
      <w:r>
        <w:t>— </w:t>
      </w:r>
      <w:r w:rsidR="002A4158" w:rsidRPr="00DA4E77">
        <w:t>D</w:t>
      </w:r>
      <w:r>
        <w:t>’</w:t>
      </w:r>
      <w:r w:rsidR="002A4158" w:rsidRPr="00DA4E77">
        <w:t>ailleurs</w:t>
      </w:r>
      <w:r>
        <w:t xml:space="preserve">, </w:t>
      </w:r>
      <w:r w:rsidR="002A4158" w:rsidRPr="00DA4E77">
        <w:t>ne nous attardons pas à ces niaiseries</w:t>
      </w:r>
      <w:r>
        <w:t xml:space="preserve">. </w:t>
      </w:r>
      <w:r w:rsidR="002A4158" w:rsidRPr="00DA4E77">
        <w:t>L</w:t>
      </w:r>
      <w:r>
        <w:t>’</w:t>
      </w:r>
      <w:r w:rsidR="002A4158" w:rsidRPr="00DA4E77">
        <w:t>heure de l</w:t>
      </w:r>
      <w:r>
        <w:t>’</w:t>
      </w:r>
      <w:r w:rsidR="002A4158" w:rsidRPr="00DA4E77">
        <w:t>Assemblée des Notables approche</w:t>
      </w:r>
      <w:r>
        <w:t xml:space="preserve">. </w:t>
      </w:r>
      <w:r w:rsidR="002A4158" w:rsidRPr="00DA4E77">
        <w:t>Partez</w:t>
      </w:r>
      <w:r>
        <w:t xml:space="preserve">. </w:t>
      </w:r>
      <w:r w:rsidR="002A4158" w:rsidRPr="00DA4E77">
        <w:t>Nous resterons ici</w:t>
      </w:r>
      <w:r>
        <w:t xml:space="preserve">, </w:t>
      </w:r>
      <w:r w:rsidR="002A4158" w:rsidRPr="00DA4E77">
        <w:t>nous autres femmes</w:t>
      </w:r>
      <w:r>
        <w:t xml:space="preserve">, </w:t>
      </w:r>
      <w:r w:rsidR="002A4158" w:rsidRPr="00DA4E77">
        <w:t>ou plutôt nous irons dans mes jardins préparer le festin de ce jour</w:t>
      </w:r>
      <w:r>
        <w:t>.</w:t>
      </w:r>
    </w:p>
    <w:p w14:paraId="06E805CB" w14:textId="77777777" w:rsidR="00276CCE" w:rsidRDefault="00276CCE" w:rsidP="002A4158">
      <w:r>
        <w:lastRenderedPageBreak/>
        <w:t>— </w:t>
      </w:r>
      <w:r w:rsidR="002A4158" w:rsidRPr="00DA4E77">
        <w:t>Quoi</w:t>
      </w:r>
      <w:r>
        <w:t xml:space="preserve"> ? </w:t>
      </w:r>
      <w:r w:rsidR="002A4158" w:rsidRPr="00DA4E77">
        <w:t xml:space="preserve">fait </w:t>
      </w:r>
      <w:proofErr w:type="spellStart"/>
      <w:r w:rsidR="002A4158" w:rsidRPr="00DA4E77">
        <w:t>Barkas</w:t>
      </w:r>
      <w:proofErr w:type="spellEnd"/>
      <w:r>
        <w:t xml:space="preserve">, </w:t>
      </w:r>
      <w:r w:rsidR="002A4158" w:rsidRPr="00DA4E77">
        <w:t>le festin aura lieu quand même</w:t>
      </w:r>
      <w:r>
        <w:t> ?</w:t>
      </w:r>
    </w:p>
    <w:p w14:paraId="50F4C65F" w14:textId="77777777" w:rsidR="00276CCE" w:rsidRDefault="00276CCE" w:rsidP="002A4158">
      <w:r>
        <w:t>— </w:t>
      </w:r>
      <w:r w:rsidR="002A4158" w:rsidRPr="00DA4E77">
        <w:t>Certes</w:t>
      </w:r>
      <w:r>
        <w:t xml:space="preserve">, </w:t>
      </w:r>
      <w:r w:rsidR="002A4158" w:rsidRPr="00DA4E77">
        <w:t>et j</w:t>
      </w:r>
      <w:r>
        <w:t>’</w:t>
      </w:r>
      <w:r w:rsidR="002A4158" w:rsidRPr="00DA4E77">
        <w:t>entends que vous y veniez tous</w:t>
      </w:r>
      <w:r>
        <w:t xml:space="preserve">. </w:t>
      </w:r>
      <w:r w:rsidR="002A4158" w:rsidRPr="00DA4E77">
        <w:t>N</w:t>
      </w:r>
      <w:r>
        <w:t>’</w:t>
      </w:r>
      <w:r w:rsidR="002A4158" w:rsidRPr="00DA4E77">
        <w:t>oubliez pas que votre attitude à l</w:t>
      </w:r>
      <w:r>
        <w:t>’</w:t>
      </w:r>
      <w:r w:rsidR="002A4158" w:rsidRPr="00DA4E77">
        <w:t>Assemblée des Notables doit se montrer respectueuse et soumise</w:t>
      </w:r>
      <w:r>
        <w:t xml:space="preserve"> ; </w:t>
      </w:r>
      <w:proofErr w:type="spellStart"/>
      <w:r w:rsidR="002A4158" w:rsidRPr="00DA4E77">
        <w:t>Hellas</w:t>
      </w:r>
      <w:proofErr w:type="spellEnd"/>
      <w:r w:rsidR="002A4158" w:rsidRPr="00DA4E77">
        <w:t xml:space="preserve"> occupera le siège d</w:t>
      </w:r>
      <w:r>
        <w:t>’</w:t>
      </w:r>
      <w:r w:rsidR="002A4158" w:rsidRPr="00DA4E77">
        <w:t>honneur</w:t>
      </w:r>
      <w:r>
        <w:t xml:space="preserve">. </w:t>
      </w:r>
      <w:r w:rsidR="002A4158" w:rsidRPr="00DA4E77">
        <w:t>Vous pourrez même</w:t>
      </w:r>
      <w:r>
        <w:t xml:space="preserve">, </w:t>
      </w:r>
      <w:r w:rsidR="002A4158" w:rsidRPr="00DA4E77">
        <w:t>si cela vous plaît</w:t>
      </w:r>
      <w:r>
        <w:t xml:space="preserve">, </w:t>
      </w:r>
      <w:r w:rsidR="002A4158" w:rsidRPr="00DA4E77">
        <w:t>célébrer ses prouesses aériennes</w:t>
      </w:r>
      <w:r>
        <w:t>.</w:t>
      </w:r>
    </w:p>
    <w:p w14:paraId="7CE87BF4" w14:textId="77777777" w:rsidR="00276CCE" w:rsidRDefault="00276CCE" w:rsidP="002A4158">
      <w:r>
        <w:t>— </w:t>
      </w:r>
      <w:r w:rsidR="002A4158" w:rsidRPr="00DA4E77">
        <w:t>Alors</w:t>
      </w:r>
      <w:r>
        <w:t xml:space="preserve">, </w:t>
      </w:r>
      <w:r w:rsidR="002A4158" w:rsidRPr="00DA4E77">
        <w:t>tu persistes à n</w:t>
      </w:r>
      <w:r>
        <w:t>’</w:t>
      </w:r>
      <w:r w:rsidR="002A4158" w:rsidRPr="00DA4E77">
        <w:t>y pas croire</w:t>
      </w:r>
      <w:r>
        <w:t> ?</w:t>
      </w:r>
    </w:p>
    <w:p w14:paraId="5261ADBB" w14:textId="77777777" w:rsidR="00276CCE" w:rsidRDefault="00276CCE" w:rsidP="002A4158">
      <w:r>
        <w:t>— </w:t>
      </w:r>
      <w:r w:rsidR="002A4158" w:rsidRPr="00DA4E77">
        <w:t>Absolument</w:t>
      </w:r>
      <w:r>
        <w:t> !</w:t>
      </w:r>
    </w:p>
    <w:p w14:paraId="67006730" w14:textId="77777777" w:rsidR="00276CCE" w:rsidRDefault="002A4158" w:rsidP="002A4158">
      <w:r w:rsidRPr="00DA4E77">
        <w:t>Puis</w:t>
      </w:r>
      <w:r w:rsidR="00276CCE">
        <w:t xml:space="preserve">, </w:t>
      </w:r>
      <w:r w:rsidRPr="00DA4E77">
        <w:t xml:space="preserve">se tournant vers </w:t>
      </w:r>
      <w:proofErr w:type="spellStart"/>
      <w:r w:rsidRPr="00DA4E77">
        <w:t>Barkas</w:t>
      </w:r>
      <w:proofErr w:type="spellEnd"/>
      <w:r w:rsidR="00276CCE">
        <w:t> :</w:t>
      </w:r>
    </w:p>
    <w:p w14:paraId="72CCEBE3" w14:textId="77777777" w:rsidR="00276CCE" w:rsidRDefault="00276CCE" w:rsidP="002A4158">
      <w:r>
        <w:t>— </w:t>
      </w:r>
      <w:r w:rsidR="002A4158" w:rsidRPr="00DA4E77">
        <w:t>Voyons</w:t>
      </w:r>
      <w:r>
        <w:t xml:space="preserve">, </w:t>
      </w:r>
      <w:r w:rsidR="002A4158" w:rsidRPr="00DA4E77">
        <w:t>toi</w:t>
      </w:r>
      <w:r>
        <w:t xml:space="preserve">, </w:t>
      </w:r>
      <w:proofErr w:type="spellStart"/>
      <w:r w:rsidR="002A4158" w:rsidRPr="00DA4E77">
        <w:t>Barkas</w:t>
      </w:r>
      <w:proofErr w:type="spellEnd"/>
      <w:r>
        <w:t xml:space="preserve">, </w:t>
      </w:r>
      <w:r w:rsidR="002A4158" w:rsidRPr="00DA4E77">
        <w:t>qui n</w:t>
      </w:r>
      <w:r>
        <w:t>’</w:t>
      </w:r>
      <w:r w:rsidR="002A4158" w:rsidRPr="00DA4E77">
        <w:t>ignores rien des secrets de la science</w:t>
      </w:r>
      <w:r>
        <w:t xml:space="preserve">, </w:t>
      </w:r>
      <w:r w:rsidR="002A4158" w:rsidRPr="00DA4E77">
        <w:t>crois-tu possible de conduire d</w:t>
      </w:r>
      <w:r>
        <w:t>’</w:t>
      </w:r>
      <w:r w:rsidR="002A4158" w:rsidRPr="00DA4E77">
        <w:t>aériennes nefs</w:t>
      </w:r>
      <w:r>
        <w:t xml:space="preserve"> ? </w:t>
      </w:r>
      <w:r w:rsidR="002A4158" w:rsidRPr="00DA4E77">
        <w:t>Si on le pouvait</w:t>
      </w:r>
      <w:r>
        <w:t xml:space="preserve">, </w:t>
      </w:r>
      <w:r w:rsidR="002A4158" w:rsidRPr="00DA4E77">
        <w:t>ne l</w:t>
      </w:r>
      <w:r>
        <w:t>’</w:t>
      </w:r>
      <w:r w:rsidR="002A4158" w:rsidRPr="00DA4E77">
        <w:t>aurais-tu pas trouvé toi-même</w:t>
      </w:r>
      <w:r>
        <w:t> ?</w:t>
      </w:r>
    </w:p>
    <w:p w14:paraId="37E2E11C" w14:textId="77777777" w:rsidR="00276CCE" w:rsidRDefault="002A4158" w:rsidP="002A4158">
      <w:proofErr w:type="spellStart"/>
      <w:r w:rsidRPr="00DA4E77">
        <w:t>Barkas</w:t>
      </w:r>
      <w:proofErr w:type="spellEnd"/>
      <w:r w:rsidR="00276CCE">
        <w:t xml:space="preserve">, </w:t>
      </w:r>
      <w:r w:rsidRPr="00DA4E77">
        <w:t>flatté</w:t>
      </w:r>
      <w:r w:rsidR="00276CCE">
        <w:t xml:space="preserve">, </w:t>
      </w:r>
      <w:r w:rsidRPr="00DA4E77">
        <w:t>opine de la tête et reconnaît</w:t>
      </w:r>
      <w:r w:rsidR="00276CCE">
        <w:t xml:space="preserve">, </w:t>
      </w:r>
      <w:r w:rsidRPr="00DA4E77">
        <w:t>en effet</w:t>
      </w:r>
      <w:r w:rsidR="00276CCE">
        <w:t xml:space="preserve">, </w:t>
      </w:r>
      <w:r w:rsidRPr="00DA4E77">
        <w:t xml:space="preserve">que </w:t>
      </w:r>
      <w:proofErr w:type="spellStart"/>
      <w:r w:rsidRPr="00DA4E77">
        <w:t>Melléna</w:t>
      </w:r>
      <w:proofErr w:type="spellEnd"/>
      <w:r w:rsidRPr="00DA4E77">
        <w:t xml:space="preserve"> parle juste</w:t>
      </w:r>
      <w:r w:rsidR="00276CCE">
        <w:t>.</w:t>
      </w:r>
    </w:p>
    <w:p w14:paraId="36B0FBFF" w14:textId="77777777" w:rsidR="00276CCE" w:rsidRDefault="00276CCE" w:rsidP="002A4158">
      <w:r>
        <w:t>— </w:t>
      </w:r>
      <w:r w:rsidR="002A4158" w:rsidRPr="00DA4E77">
        <w:t>En vérité</w:t>
      </w:r>
      <w:r>
        <w:t xml:space="preserve">, </w:t>
      </w:r>
      <w:r w:rsidR="002A4158" w:rsidRPr="00DA4E77">
        <w:t xml:space="preserve">explique </w:t>
      </w:r>
      <w:proofErr w:type="spellStart"/>
      <w:r w:rsidR="002A4158" w:rsidRPr="00DA4E77">
        <w:t>Palmoussos</w:t>
      </w:r>
      <w:proofErr w:type="spellEnd"/>
      <w:r w:rsidR="002A4158" w:rsidRPr="00DA4E77">
        <w:t xml:space="preserve"> qui</w:t>
      </w:r>
      <w:r>
        <w:t xml:space="preserve">, </w:t>
      </w:r>
      <w:r w:rsidR="002A4158" w:rsidRPr="00DA4E77">
        <w:t>le premier</w:t>
      </w:r>
      <w:r>
        <w:t xml:space="preserve">, </w:t>
      </w:r>
      <w:r w:rsidR="002A4158" w:rsidRPr="00DA4E77">
        <w:t>a porté la nouvelle</w:t>
      </w:r>
      <w:r>
        <w:t xml:space="preserve">, </w:t>
      </w:r>
      <w:r w:rsidR="002A4158" w:rsidRPr="00DA4E77">
        <w:t>il se peut bien qu</w:t>
      </w:r>
      <w:r>
        <w:t>’</w:t>
      </w:r>
      <w:r w:rsidR="002A4158" w:rsidRPr="00DA4E77">
        <w:t>on nous ait trompés</w:t>
      </w:r>
      <w:r>
        <w:t>.</w:t>
      </w:r>
    </w:p>
    <w:p w14:paraId="71165411" w14:textId="77777777" w:rsidR="00276CCE" w:rsidRDefault="00276CCE" w:rsidP="002A4158">
      <w:r>
        <w:t>— </w:t>
      </w:r>
      <w:r w:rsidR="002A4158" w:rsidRPr="00DA4E77">
        <w:t>Plus que probable</w:t>
      </w:r>
      <w:r>
        <w:t xml:space="preserve"> ! </w:t>
      </w:r>
      <w:r w:rsidR="002A4158" w:rsidRPr="00DA4E77">
        <w:t xml:space="preserve">affirme </w:t>
      </w:r>
      <w:proofErr w:type="spellStart"/>
      <w:r w:rsidR="002A4158" w:rsidRPr="00DA4E77">
        <w:t>Melléna</w:t>
      </w:r>
      <w:proofErr w:type="spellEnd"/>
      <w:r>
        <w:t>.</w:t>
      </w:r>
    </w:p>
    <w:p w14:paraId="2EA56720" w14:textId="77777777" w:rsidR="00276CCE" w:rsidRDefault="002A4158" w:rsidP="002A4158">
      <w:r w:rsidRPr="00DA4E77">
        <w:t>Tous s</w:t>
      </w:r>
      <w:r w:rsidR="00276CCE">
        <w:t>’</w:t>
      </w:r>
      <w:r w:rsidRPr="00DA4E77">
        <w:t>en vont</w:t>
      </w:r>
      <w:r w:rsidR="00276CCE">
        <w:t xml:space="preserve">, </w:t>
      </w:r>
      <w:r w:rsidRPr="00DA4E77">
        <w:t>un peu confus</w:t>
      </w:r>
      <w:r w:rsidR="00276CCE">
        <w:t xml:space="preserve">, </w:t>
      </w:r>
      <w:r w:rsidRPr="00DA4E77">
        <w:t>remis déjà de leur impre</w:t>
      </w:r>
      <w:r w:rsidRPr="00DA4E77">
        <w:t>s</w:t>
      </w:r>
      <w:r w:rsidRPr="00DA4E77">
        <w:t>sion première</w:t>
      </w:r>
      <w:r w:rsidR="00276CCE">
        <w:t xml:space="preserve">, </w:t>
      </w:r>
      <w:r w:rsidRPr="00DA4E77">
        <w:t>et répandant autour d</w:t>
      </w:r>
      <w:r w:rsidR="00276CCE">
        <w:t>’</w:t>
      </w:r>
      <w:r w:rsidRPr="00DA4E77">
        <w:t>eux le doute sur le récit des Barbares blancs</w:t>
      </w:r>
      <w:r w:rsidR="00276CCE">
        <w:t>.</w:t>
      </w:r>
    </w:p>
    <w:p w14:paraId="22FD38C7" w14:textId="77777777" w:rsidR="00276CCE" w:rsidRDefault="002A4158" w:rsidP="002A4158">
      <w:r w:rsidRPr="00DA4E77">
        <w:t>Pourtant</w:t>
      </w:r>
      <w:r w:rsidR="00276CCE">
        <w:t xml:space="preserve">, </w:t>
      </w:r>
      <w:proofErr w:type="spellStart"/>
      <w:r w:rsidRPr="00DA4E77">
        <w:t>Olbios</w:t>
      </w:r>
      <w:proofErr w:type="spellEnd"/>
      <w:r w:rsidR="00276CCE">
        <w:t xml:space="preserve">, </w:t>
      </w:r>
      <w:r w:rsidRPr="00DA4E77">
        <w:t>le rhéteur</w:t>
      </w:r>
      <w:r w:rsidR="00276CCE">
        <w:t xml:space="preserve">, </w:t>
      </w:r>
      <w:r w:rsidRPr="00DA4E77">
        <w:t>reste en arrière des autres</w:t>
      </w:r>
      <w:r w:rsidR="00276CCE">
        <w:t xml:space="preserve">, </w:t>
      </w:r>
      <w:r w:rsidRPr="00DA4E77">
        <w:t>et</w:t>
      </w:r>
      <w:r w:rsidR="00276CCE">
        <w:t xml:space="preserve">, </w:t>
      </w:r>
      <w:r w:rsidRPr="00DA4E77">
        <w:t xml:space="preserve">prenant </w:t>
      </w:r>
      <w:proofErr w:type="spellStart"/>
      <w:r w:rsidRPr="00DA4E77">
        <w:t>Melléna</w:t>
      </w:r>
      <w:proofErr w:type="spellEnd"/>
      <w:r w:rsidRPr="00DA4E77">
        <w:t xml:space="preserve"> à part</w:t>
      </w:r>
      <w:r w:rsidR="00276CCE">
        <w:t> :</w:t>
      </w:r>
    </w:p>
    <w:p w14:paraId="01FFD111" w14:textId="77777777" w:rsidR="00276CCE" w:rsidRDefault="00276CCE" w:rsidP="002A4158">
      <w:r>
        <w:t>— </w:t>
      </w:r>
      <w:r w:rsidR="002A4158" w:rsidRPr="00DA4E77">
        <w:t>Tu crois</w:t>
      </w:r>
      <w:r>
        <w:t xml:space="preserve">, </w:t>
      </w:r>
      <w:r w:rsidR="002A4158" w:rsidRPr="00DA4E77">
        <w:t>toi</w:t>
      </w:r>
      <w:r>
        <w:t xml:space="preserve">, </w:t>
      </w:r>
      <w:r w:rsidR="002A4158" w:rsidRPr="00DA4E77">
        <w:t xml:space="preserve">à la science infaillible de </w:t>
      </w:r>
      <w:proofErr w:type="spellStart"/>
      <w:r w:rsidR="002A4158" w:rsidRPr="00DA4E77">
        <w:t>Barkas</w:t>
      </w:r>
      <w:proofErr w:type="spellEnd"/>
      <w:r>
        <w:t> ?</w:t>
      </w:r>
    </w:p>
    <w:p w14:paraId="1145F371" w14:textId="77777777" w:rsidR="00276CCE" w:rsidRDefault="00276CCE" w:rsidP="002A4158">
      <w:r>
        <w:t>— </w:t>
      </w:r>
      <w:r w:rsidR="002A4158" w:rsidRPr="00DA4E77">
        <w:t>Cette opinion lui fait tant de plaisir</w:t>
      </w:r>
      <w:r>
        <w:t> !</w:t>
      </w:r>
    </w:p>
    <w:p w14:paraId="5B523C94" w14:textId="77777777" w:rsidR="00276CCE" w:rsidRDefault="00276CCE" w:rsidP="002A4158">
      <w:r>
        <w:t>— </w:t>
      </w:r>
      <w:r w:rsidR="002A4158" w:rsidRPr="00DA4E77">
        <w:t>Bien</w:t>
      </w:r>
      <w:r>
        <w:t xml:space="preserve"> ! </w:t>
      </w:r>
      <w:r w:rsidR="002A4158" w:rsidRPr="00DA4E77">
        <w:t>mais</w:t>
      </w:r>
      <w:r>
        <w:t xml:space="preserve">, </w:t>
      </w:r>
      <w:r w:rsidR="002A4158" w:rsidRPr="00DA4E77">
        <w:t>entre nous</w:t>
      </w:r>
      <w:r>
        <w:t xml:space="preserve">, </w:t>
      </w:r>
      <w:r w:rsidR="002A4158" w:rsidRPr="00DA4E77">
        <w:t>je n</w:t>
      </w:r>
      <w:r>
        <w:t>’</w:t>
      </w:r>
      <w:r w:rsidR="002A4158" w:rsidRPr="00DA4E77">
        <w:t>y crois guère</w:t>
      </w:r>
      <w:r>
        <w:t xml:space="preserve">. </w:t>
      </w:r>
      <w:r w:rsidR="002A4158" w:rsidRPr="00DA4E77">
        <w:t>Qu</w:t>
      </w:r>
      <w:r>
        <w:t>’</w:t>
      </w:r>
      <w:proofErr w:type="spellStart"/>
      <w:r w:rsidR="002A4158" w:rsidRPr="00DA4E77">
        <w:t>Oréus</w:t>
      </w:r>
      <w:proofErr w:type="spellEnd"/>
      <w:r w:rsidR="002A4158" w:rsidRPr="00DA4E77">
        <w:t xml:space="preserve"> ait trouvé ou non le secret de la navigation aérienne</w:t>
      </w:r>
      <w:r>
        <w:t xml:space="preserve">, </w:t>
      </w:r>
      <w:r w:rsidR="002A4158" w:rsidRPr="00DA4E77">
        <w:t>j</w:t>
      </w:r>
      <w:r>
        <w:t>’</w:t>
      </w:r>
      <w:r w:rsidR="002A4158" w:rsidRPr="00DA4E77">
        <w:t>estime</w:t>
      </w:r>
      <w:r>
        <w:t xml:space="preserve">, </w:t>
      </w:r>
      <w:r w:rsidR="002A4158" w:rsidRPr="00DA4E77">
        <w:lastRenderedPageBreak/>
        <w:t>en tous les cas</w:t>
      </w:r>
      <w:r>
        <w:t xml:space="preserve">, </w:t>
      </w:r>
      <w:r w:rsidR="002A4158" w:rsidRPr="00DA4E77">
        <w:t>intéressant de te révéler quelqu</w:t>
      </w:r>
      <w:r>
        <w:t>’</w:t>
      </w:r>
      <w:r w:rsidR="002A4158" w:rsidRPr="00DA4E77">
        <w:t>un qui</w:t>
      </w:r>
      <w:r>
        <w:t xml:space="preserve">, </w:t>
      </w:r>
      <w:r w:rsidR="002A4158" w:rsidRPr="00DA4E77">
        <w:t>au moment voulu</w:t>
      </w:r>
      <w:r>
        <w:t xml:space="preserve">, </w:t>
      </w:r>
      <w:r w:rsidR="002A4158" w:rsidRPr="00DA4E77">
        <w:t>pourrait lutter contre le mage de l</w:t>
      </w:r>
      <w:r>
        <w:t>’</w:t>
      </w:r>
      <w:r w:rsidR="002A4158" w:rsidRPr="00DA4E77">
        <w:t>Île Verte</w:t>
      </w:r>
      <w:r>
        <w:t xml:space="preserve">, </w:t>
      </w:r>
      <w:r w:rsidR="002A4158" w:rsidRPr="00DA4E77">
        <w:t>et</w:t>
      </w:r>
      <w:r>
        <w:t xml:space="preserve">, </w:t>
      </w:r>
      <w:r w:rsidR="002A4158" w:rsidRPr="00DA4E77">
        <w:t>au besoin</w:t>
      </w:r>
      <w:r>
        <w:t xml:space="preserve">, </w:t>
      </w:r>
      <w:r w:rsidR="002A4158" w:rsidRPr="00DA4E77">
        <w:t>manier</w:t>
      </w:r>
      <w:r>
        <w:t xml:space="preserve">, </w:t>
      </w:r>
      <w:r w:rsidR="002A4158" w:rsidRPr="00DA4E77">
        <w:t>comme lui</w:t>
      </w:r>
      <w:r>
        <w:t xml:space="preserve">, </w:t>
      </w:r>
      <w:r w:rsidR="002A4158" w:rsidRPr="00DA4E77">
        <w:t>des forces obscures</w:t>
      </w:r>
      <w:r>
        <w:t>.</w:t>
      </w:r>
    </w:p>
    <w:p w14:paraId="57D5F234" w14:textId="77777777" w:rsidR="00276CCE" w:rsidRDefault="00276CCE" w:rsidP="002A4158">
      <w:r>
        <w:t>— </w:t>
      </w:r>
      <w:r w:rsidR="002A4158" w:rsidRPr="00DA4E77">
        <w:t>Certes</w:t>
      </w:r>
      <w:r>
        <w:t xml:space="preserve">. </w:t>
      </w:r>
      <w:r w:rsidR="002A4158" w:rsidRPr="00DA4E77">
        <w:t>Et tu connais ce quelqu</w:t>
      </w:r>
      <w:r>
        <w:t>’</w:t>
      </w:r>
      <w:r w:rsidR="002A4158" w:rsidRPr="00DA4E77">
        <w:t>un</w:t>
      </w:r>
      <w:r>
        <w:t> ?</w:t>
      </w:r>
    </w:p>
    <w:p w14:paraId="7C9F56D7" w14:textId="77777777" w:rsidR="00276CCE" w:rsidRDefault="00276CCE" w:rsidP="002A4158">
      <w:r>
        <w:t>— </w:t>
      </w:r>
      <w:r w:rsidR="002A4158" w:rsidRPr="00DA4E77">
        <w:t>Me promets-tu le secret</w:t>
      </w:r>
      <w:r>
        <w:t> ?</w:t>
      </w:r>
    </w:p>
    <w:p w14:paraId="56E74103" w14:textId="77777777" w:rsidR="00276CCE" w:rsidRDefault="00276CCE" w:rsidP="002A4158">
      <w:r>
        <w:t>— </w:t>
      </w:r>
      <w:r w:rsidR="002A4158" w:rsidRPr="00DA4E77">
        <w:t>Mon intérêt répond de mon silence</w:t>
      </w:r>
      <w:r>
        <w:t>.</w:t>
      </w:r>
    </w:p>
    <w:p w14:paraId="61A4D58C" w14:textId="77777777" w:rsidR="00276CCE" w:rsidRDefault="00276CCE" w:rsidP="002A4158">
      <w:r>
        <w:t>— </w:t>
      </w:r>
      <w:r w:rsidR="002A4158" w:rsidRPr="00DA4E77">
        <w:t>Eh bien</w:t>
      </w:r>
      <w:r>
        <w:t xml:space="preserve">, </w:t>
      </w:r>
      <w:r w:rsidR="002A4158" w:rsidRPr="00DA4E77">
        <w:t>c</w:t>
      </w:r>
      <w:r>
        <w:t>’</w:t>
      </w:r>
      <w:r w:rsidR="002A4158" w:rsidRPr="00DA4E77">
        <w:t>est un Noir</w:t>
      </w:r>
      <w:r>
        <w:t>.</w:t>
      </w:r>
    </w:p>
    <w:p w14:paraId="471C5D0B" w14:textId="77777777" w:rsidR="00276CCE" w:rsidRDefault="00276CCE" w:rsidP="002A4158">
      <w:r>
        <w:t>— </w:t>
      </w:r>
      <w:r w:rsidR="002A4158" w:rsidRPr="00DA4E77">
        <w:t>Son nom</w:t>
      </w:r>
      <w:r>
        <w:t> ?</w:t>
      </w:r>
    </w:p>
    <w:p w14:paraId="4207AB15" w14:textId="77777777" w:rsidR="00276CCE" w:rsidRDefault="00276CCE" w:rsidP="002A4158">
      <w:r>
        <w:t>— </w:t>
      </w:r>
      <w:proofErr w:type="spellStart"/>
      <w:r w:rsidR="002A4158" w:rsidRPr="00DA4E77">
        <w:t>Timou</w:t>
      </w:r>
      <w:proofErr w:type="spellEnd"/>
      <w:r>
        <w:t>.</w:t>
      </w:r>
    </w:p>
    <w:p w14:paraId="66D02A78" w14:textId="77777777" w:rsidR="00276CCE" w:rsidRDefault="00276CCE" w:rsidP="002A4158">
      <w:r>
        <w:t>— </w:t>
      </w:r>
      <w:proofErr w:type="spellStart"/>
      <w:r w:rsidR="002A4158" w:rsidRPr="00DA4E77">
        <w:t>Timou</w:t>
      </w:r>
      <w:proofErr w:type="spellEnd"/>
      <w:r>
        <w:t xml:space="preserve"> ? </w:t>
      </w:r>
      <w:r w:rsidR="002A4158" w:rsidRPr="00DA4E77">
        <w:t>Je le connais</w:t>
      </w:r>
      <w:r>
        <w:t xml:space="preserve">. </w:t>
      </w:r>
      <w:r w:rsidR="002A4158" w:rsidRPr="00DA4E77">
        <w:t>Je</w:t>
      </w:r>
      <w:r>
        <w:t>…</w:t>
      </w:r>
    </w:p>
    <w:p w14:paraId="4B4FE1BB" w14:textId="77777777" w:rsidR="00276CCE" w:rsidRDefault="002A4158" w:rsidP="002A4158">
      <w:r w:rsidRPr="00DA4E77">
        <w:t>Elle va pour ajouter</w:t>
      </w:r>
      <w:r w:rsidR="00276CCE">
        <w:t> : « </w:t>
      </w:r>
      <w:r w:rsidRPr="00DA4E77">
        <w:t>Je l</w:t>
      </w:r>
      <w:r w:rsidR="00276CCE">
        <w:t>’</w:t>
      </w:r>
      <w:r w:rsidRPr="00DA4E77">
        <w:t>ai vu ce matin</w:t>
      </w:r>
      <w:r w:rsidR="00276CCE">
        <w:t xml:space="preserve"> », </w:t>
      </w:r>
      <w:r w:rsidRPr="00DA4E77">
        <w:t>mais s</w:t>
      </w:r>
      <w:r w:rsidR="00276CCE">
        <w:t>’</w:t>
      </w:r>
      <w:r w:rsidRPr="00DA4E77">
        <w:t>arrête</w:t>
      </w:r>
      <w:r w:rsidR="00276CCE">
        <w:t xml:space="preserve">, </w:t>
      </w:r>
      <w:r w:rsidRPr="00DA4E77">
        <w:t>effrayée de sa propre imprudence</w:t>
      </w:r>
      <w:r w:rsidR="00276CCE">
        <w:t xml:space="preserve">. </w:t>
      </w:r>
      <w:r w:rsidRPr="00DA4E77">
        <w:t>Et elle reprend</w:t>
      </w:r>
      <w:r w:rsidR="00276CCE">
        <w:t> :</w:t>
      </w:r>
    </w:p>
    <w:p w14:paraId="06310FBD" w14:textId="77777777" w:rsidR="00276CCE" w:rsidRDefault="00276CCE" w:rsidP="002A4158">
      <w:r>
        <w:t>— </w:t>
      </w:r>
      <w:r w:rsidR="002A4158" w:rsidRPr="00DA4E77">
        <w:t>Je le verrai sans doute ce soir</w:t>
      </w:r>
      <w:r>
        <w:t xml:space="preserve">. </w:t>
      </w:r>
      <w:r w:rsidR="002A4158" w:rsidRPr="00DA4E77">
        <w:t>Il pourrait bien venir en Atlantis pour la Fête de l</w:t>
      </w:r>
      <w:r>
        <w:t>’</w:t>
      </w:r>
      <w:r w:rsidR="002A4158" w:rsidRPr="00DA4E77">
        <w:t>Or</w:t>
      </w:r>
      <w:r>
        <w:t xml:space="preserve">, </w:t>
      </w:r>
      <w:r w:rsidR="002A4158" w:rsidRPr="00DA4E77">
        <w:t>le seul jour où la Cité-Reine s</w:t>
      </w:r>
      <w:r>
        <w:t>’</w:t>
      </w:r>
      <w:r w:rsidR="002A4158" w:rsidRPr="00DA4E77">
        <w:t>ouvre aux esclaves nubiens</w:t>
      </w:r>
      <w:r>
        <w:t>.</w:t>
      </w:r>
    </w:p>
    <w:p w14:paraId="585AA405" w14:textId="77777777" w:rsidR="00276CCE" w:rsidRDefault="00276CCE" w:rsidP="002A4158">
      <w:r>
        <w:t>— </w:t>
      </w:r>
      <w:r w:rsidR="002A4158" w:rsidRPr="00DA4E77">
        <w:t>On le dit un sorcier terrible</w:t>
      </w:r>
      <w:r>
        <w:t xml:space="preserve">, </w:t>
      </w:r>
      <w:r w:rsidR="002A4158" w:rsidRPr="00DA4E77">
        <w:t>maître des secrets que ga</w:t>
      </w:r>
      <w:r w:rsidR="002A4158" w:rsidRPr="00DA4E77">
        <w:t>r</w:t>
      </w:r>
      <w:r w:rsidR="002A4158" w:rsidRPr="00DA4E77">
        <w:t>dent les prêtres de Saba</w:t>
      </w:r>
      <w:r>
        <w:t xml:space="preserve">. </w:t>
      </w:r>
      <w:r w:rsidR="002A4158" w:rsidRPr="00DA4E77">
        <w:t>Il fut pris comme esclave en Égypte</w:t>
      </w:r>
      <w:r>
        <w:t xml:space="preserve">, </w:t>
      </w:r>
      <w:r w:rsidR="002A4158" w:rsidRPr="00DA4E77">
        <w:t>et amené d</w:t>
      </w:r>
      <w:r>
        <w:t>’</w:t>
      </w:r>
      <w:r w:rsidR="002A4158" w:rsidRPr="00DA4E77">
        <w:t>Égypte en Atlantis</w:t>
      </w:r>
      <w:r>
        <w:t xml:space="preserve">. </w:t>
      </w:r>
      <w:r w:rsidR="002A4158" w:rsidRPr="00DA4E77">
        <w:t>Par des moyens que j</w:t>
      </w:r>
      <w:r>
        <w:t>’</w:t>
      </w:r>
      <w:r w:rsidR="002A4158" w:rsidRPr="00DA4E77">
        <w:t>ignore</w:t>
      </w:r>
      <w:r>
        <w:t xml:space="preserve">, </w:t>
      </w:r>
      <w:r w:rsidR="002A4158" w:rsidRPr="00DA4E77">
        <w:t>il a</w:t>
      </w:r>
      <w:r w:rsidR="002A4158" w:rsidRPr="00DA4E77">
        <w:t>u</w:t>
      </w:r>
      <w:r w:rsidR="002A4158" w:rsidRPr="00DA4E77">
        <w:t>rait le pouvoir d</w:t>
      </w:r>
      <w:r>
        <w:t>’</w:t>
      </w:r>
      <w:r w:rsidR="002A4158" w:rsidRPr="00DA4E77">
        <w:t>enflammer une cité tout entière</w:t>
      </w:r>
      <w:r>
        <w:t xml:space="preserve">. </w:t>
      </w:r>
      <w:r w:rsidR="002A4158" w:rsidRPr="00DA4E77">
        <w:t>Il pourrait même lancer ses flammes vers le ciel et détruire en germe l</w:t>
      </w:r>
      <w:r>
        <w:t>’</w:t>
      </w:r>
      <w:r w:rsidR="002A4158" w:rsidRPr="00DA4E77">
        <w:t>invention d</w:t>
      </w:r>
      <w:r>
        <w:t>’</w:t>
      </w:r>
      <w:proofErr w:type="spellStart"/>
      <w:r w:rsidR="002A4158" w:rsidRPr="00DA4E77">
        <w:t>Oréus</w:t>
      </w:r>
      <w:proofErr w:type="spellEnd"/>
      <w:r>
        <w:t xml:space="preserve">, </w:t>
      </w:r>
      <w:r w:rsidR="002A4158" w:rsidRPr="00DA4E77">
        <w:t>si elle existe</w:t>
      </w:r>
      <w:r>
        <w:t>.</w:t>
      </w:r>
    </w:p>
    <w:p w14:paraId="1B9DC59A" w14:textId="77777777" w:rsidR="00276CCE" w:rsidRDefault="00276CCE" w:rsidP="002A4158">
      <w:r>
        <w:t>— </w:t>
      </w:r>
      <w:r w:rsidR="002A4158" w:rsidRPr="00DA4E77">
        <w:t>Je te remercie</w:t>
      </w:r>
      <w:r>
        <w:t xml:space="preserve">, </w:t>
      </w:r>
      <w:proofErr w:type="spellStart"/>
      <w:r w:rsidR="002A4158" w:rsidRPr="00DA4E77">
        <w:t>Olbios</w:t>
      </w:r>
      <w:proofErr w:type="spellEnd"/>
      <w:r>
        <w:t xml:space="preserve">, </w:t>
      </w:r>
      <w:r w:rsidR="002A4158" w:rsidRPr="00DA4E77">
        <w:t>mais comment sais-tu de telles choses</w:t>
      </w:r>
      <w:r>
        <w:t> ?</w:t>
      </w:r>
    </w:p>
    <w:p w14:paraId="6AAC3C44" w14:textId="77777777" w:rsidR="00276CCE" w:rsidRDefault="00276CCE" w:rsidP="002A4158">
      <w:r>
        <w:t>— </w:t>
      </w:r>
      <w:r w:rsidR="002A4158" w:rsidRPr="00DA4E77">
        <w:t>J</w:t>
      </w:r>
      <w:r>
        <w:t>’</w:t>
      </w:r>
      <w:r w:rsidR="002A4158" w:rsidRPr="00DA4E77">
        <w:t>ai vécu en Égypte</w:t>
      </w:r>
      <w:r>
        <w:t xml:space="preserve">, </w:t>
      </w:r>
      <w:r w:rsidR="002A4158" w:rsidRPr="00DA4E77">
        <w:t>quand on bâtissait Om-du-Sud</w:t>
      </w:r>
      <w:r>
        <w:t xml:space="preserve">, </w:t>
      </w:r>
      <w:r w:rsidR="002A4158" w:rsidRPr="00DA4E77">
        <w:t>où j</w:t>
      </w:r>
      <w:r>
        <w:t>’</w:t>
      </w:r>
      <w:r w:rsidR="002A4158" w:rsidRPr="00DA4E77">
        <w:t>enseignais l</w:t>
      </w:r>
      <w:r>
        <w:t>’</w:t>
      </w:r>
      <w:r w:rsidR="002A4158" w:rsidRPr="00DA4E77">
        <w:t>éloquence dans le Temple</w:t>
      </w:r>
      <w:r>
        <w:t xml:space="preserve">. </w:t>
      </w:r>
      <w:r w:rsidR="002A4158" w:rsidRPr="00DA4E77">
        <w:t>J</w:t>
      </w:r>
      <w:r>
        <w:t>’</w:t>
      </w:r>
      <w:r w:rsidR="002A4158" w:rsidRPr="00DA4E77">
        <w:t xml:space="preserve">ai connu </w:t>
      </w:r>
      <w:proofErr w:type="spellStart"/>
      <w:r w:rsidR="002A4158" w:rsidRPr="00DA4E77">
        <w:t>Timou</w:t>
      </w:r>
      <w:proofErr w:type="spellEnd"/>
      <w:r w:rsidR="002A4158" w:rsidRPr="00DA4E77">
        <w:t xml:space="preserve"> e</w:t>
      </w:r>
      <w:r w:rsidR="002A4158" w:rsidRPr="00DA4E77">
        <w:t>s</w:t>
      </w:r>
      <w:r w:rsidR="002A4158" w:rsidRPr="00DA4E77">
        <w:t>clave</w:t>
      </w:r>
      <w:r>
        <w:t xml:space="preserve">. </w:t>
      </w:r>
      <w:r w:rsidR="002A4158" w:rsidRPr="00DA4E77">
        <w:t>Je l</w:t>
      </w:r>
      <w:r>
        <w:t>’</w:t>
      </w:r>
      <w:r w:rsidR="002A4158" w:rsidRPr="00DA4E77">
        <w:t>ai revu souvent</w:t>
      </w:r>
      <w:r>
        <w:t xml:space="preserve">, </w:t>
      </w:r>
      <w:r w:rsidR="002A4158" w:rsidRPr="00DA4E77">
        <w:t>depuis</w:t>
      </w:r>
      <w:r>
        <w:t xml:space="preserve">, </w:t>
      </w:r>
      <w:r w:rsidR="002A4158" w:rsidRPr="00DA4E77">
        <w:t>à l</w:t>
      </w:r>
      <w:r>
        <w:t>’</w:t>
      </w:r>
      <w:r w:rsidR="002A4158" w:rsidRPr="00DA4E77">
        <w:t>Île d</w:t>
      </w:r>
      <w:r>
        <w:t>’</w:t>
      </w:r>
      <w:r w:rsidR="002A4158" w:rsidRPr="00DA4E77">
        <w:t>Or</w:t>
      </w:r>
      <w:r>
        <w:t>.</w:t>
      </w:r>
    </w:p>
    <w:p w14:paraId="10013071" w14:textId="77777777" w:rsidR="00276CCE" w:rsidRDefault="00276CCE" w:rsidP="002A4158">
      <w:r>
        <w:lastRenderedPageBreak/>
        <w:t>— </w:t>
      </w:r>
      <w:r w:rsidR="002A4158" w:rsidRPr="00DA4E77">
        <w:t>Dis-moi donc pourquoi</w:t>
      </w:r>
      <w:r>
        <w:t xml:space="preserve">, </w:t>
      </w:r>
      <w:r w:rsidR="002A4158" w:rsidRPr="00DA4E77">
        <w:t>maître d</w:t>
      </w:r>
      <w:r>
        <w:t>’</w:t>
      </w:r>
      <w:r w:rsidR="002A4158" w:rsidRPr="00DA4E77">
        <w:t>une telle force</w:t>
      </w:r>
      <w:r>
        <w:t xml:space="preserve">, </w:t>
      </w:r>
      <w:r w:rsidR="002A4158" w:rsidRPr="00DA4E77">
        <w:t>il consent à rester aux mines</w:t>
      </w:r>
      <w:r>
        <w:t> ?</w:t>
      </w:r>
    </w:p>
    <w:p w14:paraId="1C72152A" w14:textId="77777777" w:rsidR="00276CCE" w:rsidRDefault="00276CCE" w:rsidP="002A4158">
      <w:r>
        <w:t>— </w:t>
      </w:r>
      <w:r w:rsidR="002A4158" w:rsidRPr="00DA4E77">
        <w:t>Parce qu</w:t>
      </w:r>
      <w:r>
        <w:t>’</w:t>
      </w:r>
      <w:r w:rsidR="002A4158" w:rsidRPr="00DA4E77">
        <w:t>il lui manque un élément précieux</w:t>
      </w:r>
      <w:r>
        <w:t xml:space="preserve">, </w:t>
      </w:r>
      <w:r w:rsidR="002A4158" w:rsidRPr="00DA4E77">
        <w:t>gardé par les hiérophantes dans le temple du Sphinx</w:t>
      </w:r>
      <w:r>
        <w:t xml:space="preserve">. </w:t>
      </w:r>
      <w:r w:rsidR="002A4158" w:rsidRPr="00DA4E77">
        <w:t>Qu</w:t>
      </w:r>
      <w:r>
        <w:t>’</w:t>
      </w:r>
      <w:r w:rsidR="002A4158" w:rsidRPr="00DA4E77">
        <w:t>il puisse simpl</w:t>
      </w:r>
      <w:r w:rsidR="002A4158" w:rsidRPr="00DA4E77">
        <w:t>e</w:t>
      </w:r>
      <w:r w:rsidR="002A4158" w:rsidRPr="00DA4E77">
        <w:t>ment se procurer cette matière</w:t>
      </w:r>
      <w:r>
        <w:t xml:space="preserve">, </w:t>
      </w:r>
      <w:r w:rsidR="002A4158" w:rsidRPr="00DA4E77">
        <w:t>et Atlantis tombe en sa posse</w:t>
      </w:r>
      <w:r w:rsidR="002A4158" w:rsidRPr="00DA4E77">
        <w:t>s</w:t>
      </w:r>
      <w:r w:rsidR="002A4158" w:rsidRPr="00DA4E77">
        <w:t>sion</w:t>
      </w:r>
      <w:r>
        <w:t>…</w:t>
      </w:r>
    </w:p>
    <w:p w14:paraId="00DBD2AD" w14:textId="77777777" w:rsidR="00276CCE" w:rsidRDefault="00276CCE" w:rsidP="002A4158">
      <w:r>
        <w:t>— </w:t>
      </w:r>
      <w:r w:rsidR="002A4158" w:rsidRPr="00DA4E77">
        <w:t>Grand merci</w:t>
      </w:r>
      <w:r>
        <w:t xml:space="preserve">, </w:t>
      </w:r>
      <w:proofErr w:type="spellStart"/>
      <w:r w:rsidR="002A4158" w:rsidRPr="00DA4E77">
        <w:t>Olbios</w:t>
      </w:r>
      <w:proofErr w:type="spellEnd"/>
      <w:r>
        <w:t xml:space="preserve">, </w:t>
      </w:r>
      <w:r w:rsidR="002A4158" w:rsidRPr="00DA4E77">
        <w:t>je ne tiens pas à me donner un Noir pour maître</w:t>
      </w:r>
      <w:r>
        <w:t xml:space="preserve">. </w:t>
      </w:r>
      <w:r w:rsidR="002A4158" w:rsidRPr="00DA4E77">
        <w:t>Mais</w:t>
      </w:r>
      <w:r>
        <w:t xml:space="preserve">, </w:t>
      </w:r>
      <w:r w:rsidR="002A4158" w:rsidRPr="00DA4E77">
        <w:t>dis-moi</w:t>
      </w:r>
      <w:r>
        <w:t xml:space="preserve">, </w:t>
      </w:r>
      <w:r w:rsidR="002A4158" w:rsidRPr="00DA4E77">
        <w:t>quelles raisons as-tu donc de te m</w:t>
      </w:r>
      <w:r w:rsidR="002A4158" w:rsidRPr="00DA4E77">
        <w:t>ê</w:t>
      </w:r>
      <w:r w:rsidR="002A4158" w:rsidRPr="00DA4E77">
        <w:t>ler ainsi à nos querelles</w:t>
      </w:r>
      <w:r>
        <w:t> ?</w:t>
      </w:r>
    </w:p>
    <w:p w14:paraId="55D162DD" w14:textId="77777777" w:rsidR="00276CCE" w:rsidRDefault="00276CCE" w:rsidP="002A4158">
      <w:r>
        <w:t>— </w:t>
      </w:r>
      <w:r w:rsidR="002A4158" w:rsidRPr="00DA4E77">
        <w:t xml:space="preserve">Tu hais </w:t>
      </w:r>
      <w:proofErr w:type="spellStart"/>
      <w:r w:rsidR="002A4158" w:rsidRPr="00DA4E77">
        <w:t>Oréus</w:t>
      </w:r>
      <w:proofErr w:type="spellEnd"/>
      <w:r>
        <w:t xml:space="preserve">, </w:t>
      </w:r>
      <w:proofErr w:type="spellStart"/>
      <w:r w:rsidR="002A4158" w:rsidRPr="00DA4E77">
        <w:t>Hellas</w:t>
      </w:r>
      <w:proofErr w:type="spellEnd"/>
      <w:r w:rsidR="002A4158" w:rsidRPr="00DA4E77">
        <w:t xml:space="preserve"> et </w:t>
      </w:r>
      <w:proofErr w:type="spellStart"/>
      <w:r w:rsidR="002A4158" w:rsidRPr="00DA4E77">
        <w:t>Hermos</w:t>
      </w:r>
      <w:proofErr w:type="spellEnd"/>
      <w:r>
        <w:t xml:space="preserve">, </w:t>
      </w:r>
      <w:r w:rsidR="002A4158" w:rsidRPr="00DA4E77">
        <w:t>moi aussi</w:t>
      </w:r>
      <w:r>
        <w:t>…</w:t>
      </w:r>
    </w:p>
    <w:p w14:paraId="62BAB2BE" w14:textId="77777777" w:rsidR="00276CCE" w:rsidRDefault="00276CCE" w:rsidP="002A4158">
      <w:r>
        <w:t>— </w:t>
      </w:r>
      <w:r w:rsidR="002A4158" w:rsidRPr="00DA4E77">
        <w:t>Je ne les hais pas</w:t>
      </w:r>
      <w:r>
        <w:t xml:space="preserve">. </w:t>
      </w:r>
      <w:r w:rsidR="002A4158" w:rsidRPr="00DA4E77">
        <w:t>Je les combats</w:t>
      </w:r>
      <w:r>
        <w:t xml:space="preserve">, </w:t>
      </w:r>
      <w:r w:rsidR="002A4158" w:rsidRPr="00DA4E77">
        <w:t>car je les crois néfastes</w:t>
      </w:r>
      <w:r>
        <w:t>.</w:t>
      </w:r>
    </w:p>
    <w:p w14:paraId="44E36A5E" w14:textId="77777777" w:rsidR="00276CCE" w:rsidRDefault="00276CCE" w:rsidP="002A4158">
      <w:r>
        <w:t>— </w:t>
      </w:r>
      <w:r w:rsidR="002A4158" w:rsidRPr="00DA4E77">
        <w:t>Tu les hais par ambition</w:t>
      </w:r>
      <w:r>
        <w:t xml:space="preserve">, </w:t>
      </w:r>
      <w:r w:rsidR="002A4158" w:rsidRPr="00DA4E77">
        <w:t>et moi aussi</w:t>
      </w:r>
      <w:r>
        <w:t xml:space="preserve">. </w:t>
      </w:r>
      <w:r w:rsidR="002A4158" w:rsidRPr="00DA4E77">
        <w:t>Je leur en veux de briller quand je suis obscur</w:t>
      </w:r>
      <w:r>
        <w:t xml:space="preserve">, </w:t>
      </w:r>
      <w:r w:rsidR="002A4158" w:rsidRPr="00DA4E77">
        <w:t>comme tu leur en veux d</w:t>
      </w:r>
      <w:r>
        <w:t>’</w:t>
      </w:r>
      <w:r w:rsidR="002A4158" w:rsidRPr="00DA4E77">
        <w:t>être ma</w:t>
      </w:r>
      <w:r w:rsidR="002A4158" w:rsidRPr="00DA4E77">
        <w:t>î</w:t>
      </w:r>
      <w:r w:rsidR="002A4158" w:rsidRPr="00DA4E77">
        <w:t>tres de l</w:t>
      </w:r>
      <w:r>
        <w:t>’</w:t>
      </w:r>
      <w:r w:rsidR="002A4158" w:rsidRPr="00DA4E77">
        <w:t>Empire</w:t>
      </w:r>
      <w:r>
        <w:t xml:space="preserve">, </w:t>
      </w:r>
      <w:r w:rsidR="002A4158" w:rsidRPr="00DA4E77">
        <w:t>quand tu rêves de le devenir</w:t>
      </w:r>
      <w:r>
        <w:t>.</w:t>
      </w:r>
    </w:p>
    <w:p w14:paraId="07736F7F" w14:textId="77777777" w:rsidR="00276CCE" w:rsidRDefault="002A4158" w:rsidP="002A4158">
      <w:r w:rsidRPr="00DA4E77">
        <w:t xml:space="preserve">Et </w:t>
      </w:r>
      <w:proofErr w:type="spellStart"/>
      <w:r w:rsidRPr="00DA4E77">
        <w:t>Olbios</w:t>
      </w:r>
      <w:proofErr w:type="spellEnd"/>
      <w:r w:rsidR="00276CCE">
        <w:t xml:space="preserve">, </w:t>
      </w:r>
      <w:r w:rsidRPr="00DA4E77">
        <w:t>en ricanant</w:t>
      </w:r>
      <w:r w:rsidR="00276CCE">
        <w:t xml:space="preserve">, </w:t>
      </w:r>
      <w:r w:rsidRPr="00DA4E77">
        <w:t>quitte la salle du palais</w:t>
      </w:r>
      <w:r w:rsidR="00276CCE">
        <w:t xml:space="preserve">, </w:t>
      </w:r>
      <w:r w:rsidRPr="00DA4E77">
        <w:t xml:space="preserve">laissant </w:t>
      </w:r>
      <w:proofErr w:type="spellStart"/>
      <w:r w:rsidRPr="00DA4E77">
        <w:t>Melléna</w:t>
      </w:r>
      <w:proofErr w:type="spellEnd"/>
      <w:r w:rsidRPr="00DA4E77">
        <w:t xml:space="preserve"> toute surprise et pleine de dégoût</w:t>
      </w:r>
      <w:r w:rsidR="00276CCE">
        <w:t>.</w:t>
      </w:r>
    </w:p>
    <w:p w14:paraId="0DC91A37" w14:textId="63748086" w:rsidR="002A4158" w:rsidRPr="00DA4E77" w:rsidRDefault="00276CCE" w:rsidP="002A4158">
      <w:r>
        <w:t>« </w:t>
      </w:r>
      <w:r w:rsidR="002A4158" w:rsidRPr="00DA4E77">
        <w:t>Le peuple m</w:t>
      </w:r>
      <w:r>
        <w:t>’</w:t>
      </w:r>
      <w:r w:rsidR="002A4158" w:rsidRPr="00DA4E77">
        <w:t>injurie</w:t>
      </w:r>
      <w:r>
        <w:t xml:space="preserve">, </w:t>
      </w:r>
      <w:r w:rsidR="002A4158" w:rsidRPr="00DA4E77">
        <w:t>se dit-elle</w:t>
      </w:r>
      <w:r>
        <w:t xml:space="preserve">, </w:t>
      </w:r>
      <w:r w:rsidR="002A4158" w:rsidRPr="00DA4E77">
        <w:t>et les lâches croient mon âme vile comme la leur</w:t>
      </w:r>
      <w:r>
        <w:t xml:space="preserve"> ! </w:t>
      </w:r>
      <w:r w:rsidR="002A4158" w:rsidRPr="00DA4E77">
        <w:t>Ah</w:t>
      </w:r>
      <w:r>
        <w:t xml:space="preserve"> ! </w:t>
      </w:r>
      <w:r w:rsidR="002A4158" w:rsidRPr="00DA4E77">
        <w:t>que mon ambition me coûte cher</w:t>
      </w:r>
      <w:r>
        <w:t> ! »</w:t>
      </w:r>
    </w:p>
    <w:p w14:paraId="0FDCE4E2" w14:textId="77777777" w:rsidR="00276CCE" w:rsidRDefault="002A4158" w:rsidP="002A4158">
      <w:r w:rsidRPr="00DA4E77">
        <w:t>Mais elle secoue vite le flot d</w:t>
      </w:r>
      <w:r w:rsidR="00276CCE">
        <w:t>’</w:t>
      </w:r>
      <w:r w:rsidRPr="00DA4E77">
        <w:t>amertume qui monte en elle</w:t>
      </w:r>
      <w:r w:rsidR="00276CCE">
        <w:t xml:space="preserve">, </w:t>
      </w:r>
      <w:r w:rsidRPr="00DA4E77">
        <w:t>et</w:t>
      </w:r>
      <w:r w:rsidR="00276CCE">
        <w:t xml:space="preserve">, </w:t>
      </w:r>
      <w:r w:rsidRPr="00DA4E77">
        <w:t>souriante</w:t>
      </w:r>
      <w:r w:rsidR="00276CCE">
        <w:t xml:space="preserve">, </w:t>
      </w:r>
      <w:r w:rsidRPr="00DA4E77">
        <w:t>vive</w:t>
      </w:r>
      <w:r w:rsidR="00276CCE">
        <w:t xml:space="preserve">, </w:t>
      </w:r>
      <w:r w:rsidRPr="00DA4E77">
        <w:t>va rejoindre le groupe des femmes grossi</w:t>
      </w:r>
      <w:r w:rsidRPr="00DA4E77">
        <w:t>s</w:t>
      </w:r>
      <w:r w:rsidRPr="00DA4E77">
        <w:t>sant de minute en minute</w:t>
      </w:r>
      <w:r w:rsidR="00276CCE">
        <w:t>.</w:t>
      </w:r>
    </w:p>
    <w:p w14:paraId="0859BBD2" w14:textId="77777777" w:rsidR="00276CCE" w:rsidRDefault="00276CCE" w:rsidP="002A4158">
      <w:r>
        <w:t>— </w:t>
      </w:r>
      <w:r w:rsidR="002A4158" w:rsidRPr="00DA4E77">
        <w:t>Eh bien</w:t>
      </w:r>
      <w:r>
        <w:t xml:space="preserve">, </w:t>
      </w:r>
      <w:r w:rsidR="002A4158" w:rsidRPr="00DA4E77">
        <w:t>mes amies</w:t>
      </w:r>
      <w:r>
        <w:t xml:space="preserve">, </w:t>
      </w:r>
      <w:r w:rsidR="002A4158" w:rsidRPr="00DA4E77">
        <w:t>c</w:t>
      </w:r>
      <w:r>
        <w:t>’</w:t>
      </w:r>
      <w:r w:rsidR="002A4158" w:rsidRPr="00DA4E77">
        <w:t>est notre fête aujourd</w:t>
      </w:r>
      <w:r>
        <w:t>’</w:t>
      </w:r>
      <w:r w:rsidR="002A4158" w:rsidRPr="00DA4E77">
        <w:t>hui</w:t>
      </w:r>
      <w:r>
        <w:t xml:space="preserve"> ! </w:t>
      </w:r>
      <w:r w:rsidR="002A4158" w:rsidRPr="00DA4E77">
        <w:t>À quoi bon gémir sur les vicissitudes de la Cité</w:t>
      </w:r>
      <w:r>
        <w:t xml:space="preserve"> ? </w:t>
      </w:r>
      <w:r w:rsidR="002A4158" w:rsidRPr="00DA4E77">
        <w:t>Nous aurons notre tour d</w:t>
      </w:r>
      <w:r>
        <w:t>’</w:t>
      </w:r>
      <w:r w:rsidR="002A4158" w:rsidRPr="00DA4E77">
        <w:t>empire</w:t>
      </w:r>
      <w:r>
        <w:t xml:space="preserve">, </w:t>
      </w:r>
      <w:r w:rsidR="002A4158" w:rsidRPr="00DA4E77">
        <w:t>croyez-moi</w:t>
      </w:r>
      <w:r>
        <w:t xml:space="preserve">. </w:t>
      </w:r>
      <w:r w:rsidR="002A4158" w:rsidRPr="00DA4E77">
        <w:t>Montrons-nous aujourd</w:t>
      </w:r>
      <w:r>
        <w:t>’</w:t>
      </w:r>
      <w:r w:rsidR="002A4158" w:rsidRPr="00DA4E77">
        <w:t>hui belles et souriantes</w:t>
      </w:r>
      <w:r>
        <w:t xml:space="preserve">. </w:t>
      </w:r>
      <w:r w:rsidR="002A4158" w:rsidRPr="00DA4E77">
        <w:t>Nous régnerons et gouvernerons demain</w:t>
      </w:r>
      <w:r>
        <w:t> !</w:t>
      </w:r>
    </w:p>
    <w:p w14:paraId="5DA445A5" w14:textId="77777777" w:rsidR="00276CCE" w:rsidRDefault="00276CCE" w:rsidP="002A4158">
      <w:r>
        <w:lastRenderedPageBreak/>
        <w:t>— </w:t>
      </w:r>
      <w:r w:rsidR="002A4158" w:rsidRPr="00DA4E77">
        <w:t>Gloire à toi</w:t>
      </w:r>
      <w:r>
        <w:t xml:space="preserve">, </w:t>
      </w:r>
      <w:proofErr w:type="spellStart"/>
      <w:r w:rsidR="002A4158" w:rsidRPr="00DA4E77">
        <w:t>Melléna</w:t>
      </w:r>
      <w:proofErr w:type="spellEnd"/>
      <w:r>
        <w:t xml:space="preserve">, </w:t>
      </w:r>
      <w:r w:rsidR="002A4158" w:rsidRPr="00DA4E77">
        <w:t>la vaillante</w:t>
      </w:r>
      <w:r>
        <w:t> !</w:t>
      </w:r>
    </w:p>
    <w:p w14:paraId="57A4AF41" w14:textId="77777777" w:rsidR="00276CCE" w:rsidRDefault="00276CCE" w:rsidP="002A4158">
      <w:r>
        <w:t>— </w:t>
      </w:r>
      <w:r w:rsidR="002A4158" w:rsidRPr="00DA4E77">
        <w:t>Suivez-moi dans mes jardins</w:t>
      </w:r>
      <w:r>
        <w:t xml:space="preserve">, </w:t>
      </w:r>
      <w:r w:rsidR="002A4158" w:rsidRPr="00DA4E77">
        <w:t>durant que les hommes échangent des propos vides</w:t>
      </w:r>
      <w:r>
        <w:t>.</w:t>
      </w:r>
    </w:p>
    <w:p w14:paraId="4296D451" w14:textId="77777777" w:rsidR="00276CCE" w:rsidRDefault="00276CCE" w:rsidP="002A4158">
      <w:r>
        <w:t>— </w:t>
      </w:r>
      <w:proofErr w:type="spellStart"/>
      <w:r w:rsidR="002A4158" w:rsidRPr="00DA4E77">
        <w:t>Hellas</w:t>
      </w:r>
      <w:proofErr w:type="spellEnd"/>
      <w:r w:rsidR="002A4158" w:rsidRPr="00DA4E77">
        <w:t xml:space="preserve"> viendra-t-il au banquet</w:t>
      </w:r>
      <w:r>
        <w:t xml:space="preserve"> ? </w:t>
      </w:r>
      <w:r w:rsidR="002A4158" w:rsidRPr="00DA4E77">
        <w:t>s</w:t>
      </w:r>
      <w:r>
        <w:t>’</w:t>
      </w:r>
      <w:r w:rsidR="002A4158" w:rsidRPr="00DA4E77">
        <w:t>informent plusieurs jeunes femmes</w:t>
      </w:r>
      <w:r>
        <w:t>.</w:t>
      </w:r>
    </w:p>
    <w:p w14:paraId="778F8089" w14:textId="77777777" w:rsidR="00276CCE" w:rsidRDefault="00276CCE" w:rsidP="002A4158">
      <w:r>
        <w:t>— </w:t>
      </w:r>
      <w:r w:rsidR="002A4158" w:rsidRPr="00DA4E77">
        <w:t>Assurément</w:t>
      </w:r>
      <w:r>
        <w:t xml:space="preserve">. </w:t>
      </w:r>
      <w:r w:rsidR="002A4158" w:rsidRPr="00DA4E77">
        <w:t>Nous ne sommes pas ennemis</w:t>
      </w:r>
      <w:r>
        <w:t xml:space="preserve">. </w:t>
      </w:r>
      <w:r w:rsidR="002A4158" w:rsidRPr="00DA4E77">
        <w:t>Rivaux se</w:t>
      </w:r>
      <w:r w:rsidR="002A4158" w:rsidRPr="00DA4E77">
        <w:t>u</w:t>
      </w:r>
      <w:r w:rsidR="002A4158" w:rsidRPr="00DA4E77">
        <w:t>lement</w:t>
      </w:r>
      <w:r>
        <w:t> !</w:t>
      </w:r>
    </w:p>
    <w:p w14:paraId="4153901B" w14:textId="77777777" w:rsidR="00276CCE" w:rsidRDefault="002A4158" w:rsidP="002A4158">
      <w:r w:rsidRPr="00DA4E77">
        <w:t xml:space="preserve">Et </w:t>
      </w:r>
      <w:proofErr w:type="spellStart"/>
      <w:r w:rsidRPr="00DA4E77">
        <w:t>Melléna</w:t>
      </w:r>
      <w:proofErr w:type="spellEnd"/>
      <w:r w:rsidR="00276CCE">
        <w:t xml:space="preserve">, </w:t>
      </w:r>
      <w:r w:rsidRPr="00DA4E77">
        <w:t>tout bas</w:t>
      </w:r>
      <w:r w:rsidR="00276CCE">
        <w:t xml:space="preserve">, </w:t>
      </w:r>
      <w:r w:rsidRPr="00DA4E77">
        <w:t>murmure</w:t>
      </w:r>
      <w:r w:rsidR="00276CCE">
        <w:t> :</w:t>
      </w:r>
    </w:p>
    <w:p w14:paraId="5B16B6CC" w14:textId="77777777" w:rsidR="00276CCE" w:rsidRDefault="00276CCE" w:rsidP="002A4158">
      <w:r>
        <w:t>— </w:t>
      </w:r>
      <w:r w:rsidR="002A4158" w:rsidRPr="00DA4E77">
        <w:t>Qu</w:t>
      </w:r>
      <w:r>
        <w:t>’</w:t>
      </w:r>
      <w:r w:rsidR="002A4158" w:rsidRPr="00DA4E77">
        <w:t>ont-elles donc toutes à rêver d</w:t>
      </w:r>
      <w:r>
        <w:t>’</w:t>
      </w:r>
      <w:proofErr w:type="spellStart"/>
      <w:r w:rsidR="002A4158" w:rsidRPr="00DA4E77">
        <w:t>Hellas</w:t>
      </w:r>
      <w:proofErr w:type="spellEnd"/>
      <w:r>
        <w:t xml:space="preserve"> ? </w:t>
      </w:r>
      <w:r w:rsidR="002A4158" w:rsidRPr="00DA4E77">
        <w:t>Sexe stupide</w:t>
      </w:r>
      <w:r>
        <w:t xml:space="preserve"> ! </w:t>
      </w:r>
      <w:r w:rsidR="002A4158" w:rsidRPr="00DA4E77">
        <w:t>Mais les hommes deviennent aussi lâches</w:t>
      </w:r>
      <w:r>
        <w:t xml:space="preserve"> ! </w:t>
      </w:r>
      <w:r w:rsidR="002A4158" w:rsidRPr="00DA4E77">
        <w:t>Ah</w:t>
      </w:r>
      <w:r>
        <w:t xml:space="preserve"> ! </w:t>
      </w:r>
      <w:r w:rsidR="002A4158" w:rsidRPr="00DA4E77">
        <w:t>que ne puis-je avoir la puissance d</w:t>
      </w:r>
      <w:r>
        <w:t>’</w:t>
      </w:r>
      <w:r w:rsidR="002A4158" w:rsidRPr="00DA4E77">
        <w:t>un dieu</w:t>
      </w:r>
      <w:r>
        <w:t> !</w:t>
      </w:r>
    </w:p>
    <w:p w14:paraId="24BB2A9F" w14:textId="77777777" w:rsidR="00276CCE" w:rsidRDefault="00276CCE" w:rsidP="00276CCE">
      <w:pPr>
        <w:pStyle w:val="Titre2"/>
        <w:rPr>
          <w:i/>
        </w:rPr>
      </w:pPr>
      <w:bookmarkStart w:id="34" w:name="_Toc194842020"/>
      <w:r w:rsidRPr="00DA4E77">
        <w:lastRenderedPageBreak/>
        <w:t>Scène</w:t>
      </w:r>
      <w:r>
        <w:t> </w:t>
      </w:r>
      <w:r w:rsidRPr="00DA4E77">
        <w:t>VIII</w:t>
      </w:r>
      <w:r>
        <w:t xml:space="preserve">. – </w:t>
      </w:r>
      <w:r w:rsidR="002A4158" w:rsidRPr="00DA4E77">
        <w:rPr>
          <w:i/>
        </w:rPr>
        <w:t>Au palais des Eaux</w:t>
      </w:r>
      <w:r>
        <w:rPr>
          <w:i/>
        </w:rPr>
        <w:t>.</w:t>
      </w:r>
      <w:bookmarkEnd w:id="34"/>
    </w:p>
    <w:p w14:paraId="4301054B" w14:textId="77777777" w:rsidR="00276CCE" w:rsidRDefault="00276CCE" w:rsidP="002A4158">
      <w:r>
        <w:rPr>
          <w:i/>
        </w:rPr>
        <w:t>— </w:t>
      </w:r>
      <w:r w:rsidR="002A4158" w:rsidRPr="00DA4E77">
        <w:t>Par tous les crocodiles du Nil</w:t>
      </w:r>
      <w:r>
        <w:t xml:space="preserve"> ! </w:t>
      </w:r>
      <w:r w:rsidR="002A4158" w:rsidRPr="00DA4E77">
        <w:t>Pourquoi ne m</w:t>
      </w:r>
      <w:r>
        <w:t>’</w:t>
      </w:r>
      <w:r w:rsidR="002A4158" w:rsidRPr="00DA4E77">
        <w:t>a-t-on pas éveillé plus tôt</w:t>
      </w:r>
      <w:r>
        <w:t xml:space="preserve"> ? </w:t>
      </w:r>
      <w:r w:rsidR="002A4158" w:rsidRPr="00DA4E77">
        <w:t xml:space="preserve">gronde </w:t>
      </w:r>
      <w:proofErr w:type="spellStart"/>
      <w:r w:rsidR="002A4158" w:rsidRPr="00DA4E77">
        <w:t>Knephao</w:t>
      </w:r>
      <w:proofErr w:type="spellEnd"/>
      <w:r w:rsidR="002A4158" w:rsidRPr="00DA4E77">
        <w:t xml:space="preserve"> en secouant ses bras</w:t>
      </w:r>
      <w:r>
        <w:t>.</w:t>
      </w:r>
    </w:p>
    <w:p w14:paraId="1AEF85BD" w14:textId="77777777" w:rsidR="00276CCE" w:rsidRDefault="00276CCE" w:rsidP="002A4158">
      <w:r>
        <w:t>— </w:t>
      </w:r>
      <w:r w:rsidR="002A4158" w:rsidRPr="00DA4E77">
        <w:t>Tu dormais si bien</w:t>
      </w:r>
      <w:r>
        <w:t xml:space="preserve">, </w:t>
      </w:r>
      <w:r w:rsidR="002A4158" w:rsidRPr="00DA4E77">
        <w:t xml:space="preserve">et </w:t>
      </w:r>
      <w:proofErr w:type="spellStart"/>
      <w:r w:rsidR="002A4158" w:rsidRPr="00DA4E77">
        <w:t>Hellas</w:t>
      </w:r>
      <w:proofErr w:type="spellEnd"/>
      <w:r w:rsidR="002A4158" w:rsidRPr="00DA4E77">
        <w:t xml:space="preserve"> m</w:t>
      </w:r>
      <w:r>
        <w:t>’</w:t>
      </w:r>
      <w:r w:rsidR="002A4158" w:rsidRPr="00DA4E77">
        <w:t>avait tellement reco</w:t>
      </w:r>
      <w:r w:rsidR="002A4158" w:rsidRPr="00DA4E77">
        <w:t>m</w:t>
      </w:r>
      <w:r w:rsidR="002A4158" w:rsidRPr="00DA4E77">
        <w:t>mandé de ne laisser troubler ton repos par personne que nous aurions cru commettre un crime de te déranger</w:t>
      </w:r>
      <w:r>
        <w:t>.</w:t>
      </w:r>
    </w:p>
    <w:p w14:paraId="49BB41BE" w14:textId="77777777" w:rsidR="00276CCE" w:rsidRDefault="00276CCE" w:rsidP="002A4158">
      <w:r>
        <w:t>— </w:t>
      </w:r>
      <w:proofErr w:type="spellStart"/>
      <w:r w:rsidR="002A4158" w:rsidRPr="00DA4E77">
        <w:t>Amonou</w:t>
      </w:r>
      <w:proofErr w:type="spellEnd"/>
      <w:r>
        <w:t xml:space="preserve">, </w:t>
      </w:r>
      <w:r w:rsidR="002A4158" w:rsidRPr="00DA4E77">
        <w:t>mon fils</w:t>
      </w:r>
      <w:r>
        <w:t xml:space="preserve">, </w:t>
      </w:r>
      <w:r w:rsidR="002A4158" w:rsidRPr="00DA4E77">
        <w:t>me prends-tu pour une femmelette à qui le sommeil est indispensable</w:t>
      </w:r>
      <w:r>
        <w:t> ?</w:t>
      </w:r>
    </w:p>
    <w:p w14:paraId="3FAA2893" w14:textId="77777777" w:rsidR="00276CCE" w:rsidRDefault="00276CCE" w:rsidP="002A4158">
      <w:r>
        <w:t>— </w:t>
      </w:r>
      <w:r w:rsidR="002A4158" w:rsidRPr="00DA4E77">
        <w:t>Pas indispensable</w:t>
      </w:r>
      <w:r>
        <w:t xml:space="preserve">, </w:t>
      </w:r>
      <w:r w:rsidR="002A4158" w:rsidRPr="00DA4E77">
        <w:t>sans doute</w:t>
      </w:r>
      <w:r>
        <w:t xml:space="preserve">, </w:t>
      </w:r>
      <w:r w:rsidR="002A4158" w:rsidRPr="00DA4E77">
        <w:t>mais bien profond</w:t>
      </w:r>
      <w:r>
        <w:t xml:space="preserve">, </w:t>
      </w:r>
      <w:r w:rsidR="002A4158" w:rsidRPr="00DA4E77">
        <w:t>car toutes les trompettes des Barbares ont vibré sur la place des Eaux sans que tu aies daigné sortir de tes rêves</w:t>
      </w:r>
      <w:r>
        <w:t>.</w:t>
      </w:r>
    </w:p>
    <w:p w14:paraId="18B67C49" w14:textId="77777777" w:rsidR="00276CCE" w:rsidRDefault="00276CCE" w:rsidP="002A4158">
      <w:r>
        <w:t>— </w:t>
      </w:r>
      <w:r w:rsidR="002A4158" w:rsidRPr="00DA4E77">
        <w:t>Les Barbares</w:t>
      </w:r>
      <w:r>
        <w:t xml:space="preserve"> ? </w:t>
      </w:r>
      <w:r w:rsidR="002A4158" w:rsidRPr="00DA4E77">
        <w:t>Quels Barbares</w:t>
      </w:r>
      <w:r>
        <w:t> ?</w:t>
      </w:r>
    </w:p>
    <w:p w14:paraId="1944A185" w14:textId="77777777" w:rsidR="00276CCE" w:rsidRDefault="00276CCE" w:rsidP="002A4158">
      <w:r>
        <w:t>— </w:t>
      </w:r>
      <w:r w:rsidR="002A4158" w:rsidRPr="00DA4E77">
        <w:t>La flotte ligure</w:t>
      </w:r>
      <w:r>
        <w:t> !</w:t>
      </w:r>
    </w:p>
    <w:p w14:paraId="6F7FD9D8" w14:textId="77777777" w:rsidR="00276CCE" w:rsidRDefault="00276CCE" w:rsidP="002A4158">
      <w:r>
        <w:t>— </w:t>
      </w:r>
      <w:r w:rsidR="002A4158" w:rsidRPr="00DA4E77">
        <w:t>La flotte d</w:t>
      </w:r>
      <w:r>
        <w:t>’</w:t>
      </w:r>
      <w:proofErr w:type="spellStart"/>
      <w:r w:rsidR="002A4158" w:rsidRPr="00DA4E77">
        <w:t>Hellas</w:t>
      </w:r>
      <w:proofErr w:type="spellEnd"/>
      <w:r>
        <w:t xml:space="preserve"> ! </w:t>
      </w:r>
      <w:r w:rsidR="002A4158" w:rsidRPr="00DA4E77">
        <w:t xml:space="preserve">tonne </w:t>
      </w:r>
      <w:proofErr w:type="spellStart"/>
      <w:r w:rsidR="002A4158" w:rsidRPr="00DA4E77">
        <w:t>Knephao</w:t>
      </w:r>
      <w:proofErr w:type="spellEnd"/>
      <w:r w:rsidR="002A4158" w:rsidRPr="00DA4E77">
        <w:t xml:space="preserve"> si joyeux que le bond qu</w:t>
      </w:r>
      <w:r>
        <w:t>’</w:t>
      </w:r>
      <w:r w:rsidR="002A4158" w:rsidRPr="00DA4E77">
        <w:t>il fait secoue les murailles de sa chambre</w:t>
      </w:r>
      <w:r>
        <w:t xml:space="preserve">. </w:t>
      </w:r>
      <w:r w:rsidR="002A4158" w:rsidRPr="00DA4E77">
        <w:t>Mais</w:t>
      </w:r>
      <w:r>
        <w:t xml:space="preserve">, </w:t>
      </w:r>
      <w:r w:rsidR="002A4158" w:rsidRPr="00DA4E77">
        <w:t>par le Sphinx</w:t>
      </w:r>
      <w:r>
        <w:t xml:space="preserve">, </w:t>
      </w:r>
      <w:r w:rsidR="002A4158" w:rsidRPr="00DA4E77">
        <w:t>quelle heure est-il donc</w:t>
      </w:r>
      <w:r>
        <w:t> ?</w:t>
      </w:r>
    </w:p>
    <w:p w14:paraId="0C659CA6" w14:textId="77777777" w:rsidR="00276CCE" w:rsidRDefault="00276CCE" w:rsidP="002A4158">
      <w:r>
        <w:t>— </w:t>
      </w:r>
      <w:r w:rsidR="002A4158" w:rsidRPr="00DA4E77">
        <w:t>Ne t</w:t>
      </w:r>
      <w:r>
        <w:t>’</w:t>
      </w:r>
      <w:r w:rsidR="002A4158" w:rsidRPr="00DA4E77">
        <w:t>inquiète pas</w:t>
      </w:r>
      <w:r>
        <w:t xml:space="preserve">. </w:t>
      </w:r>
      <w:r w:rsidR="002A4158" w:rsidRPr="00DA4E77">
        <w:t>Le banquet ne s</w:t>
      </w:r>
      <w:r>
        <w:t>’</w:t>
      </w:r>
      <w:r w:rsidR="002A4158" w:rsidRPr="00DA4E77">
        <w:t>ouvrira que dans pl</w:t>
      </w:r>
      <w:r w:rsidR="002A4158" w:rsidRPr="00DA4E77">
        <w:t>u</w:t>
      </w:r>
      <w:r w:rsidR="002A4158" w:rsidRPr="00DA4E77">
        <w:t>sieurs heures</w:t>
      </w:r>
      <w:r>
        <w:t xml:space="preserve">. </w:t>
      </w:r>
      <w:r w:rsidR="002A4158" w:rsidRPr="00DA4E77">
        <w:t>Tu peux encore te reposer</w:t>
      </w:r>
      <w:r>
        <w:t>.</w:t>
      </w:r>
    </w:p>
    <w:p w14:paraId="2FB64BE8" w14:textId="77777777" w:rsidR="00276CCE" w:rsidRDefault="00276CCE" w:rsidP="002A4158">
      <w:r>
        <w:t>— </w:t>
      </w:r>
      <w:r w:rsidR="002A4158" w:rsidRPr="00DA4E77">
        <w:t>Et l</w:t>
      </w:r>
      <w:r>
        <w:t>’</w:t>
      </w:r>
      <w:r w:rsidR="002A4158" w:rsidRPr="00DA4E77">
        <w:t>Assemblée des Notables</w:t>
      </w:r>
      <w:r>
        <w:t> ?</w:t>
      </w:r>
    </w:p>
    <w:p w14:paraId="0C352CBE" w14:textId="77777777" w:rsidR="00276CCE" w:rsidRDefault="00276CCE" w:rsidP="002A4158">
      <w:r>
        <w:t>— </w:t>
      </w:r>
      <w:r w:rsidR="002A4158" w:rsidRPr="00DA4E77">
        <w:t>Simple formalité</w:t>
      </w:r>
      <w:r>
        <w:t xml:space="preserve">, </w:t>
      </w:r>
      <w:r w:rsidR="002A4158" w:rsidRPr="00DA4E77">
        <w:t>la flotte venue</w:t>
      </w:r>
      <w:r>
        <w:t xml:space="preserve">. </w:t>
      </w:r>
      <w:proofErr w:type="spellStart"/>
      <w:r w:rsidR="002A4158" w:rsidRPr="00DA4E77">
        <w:t>Hellas</w:t>
      </w:r>
      <w:proofErr w:type="spellEnd"/>
      <w:r w:rsidR="002A4158" w:rsidRPr="00DA4E77">
        <w:t xml:space="preserve"> triomphe ple</w:t>
      </w:r>
      <w:r w:rsidR="002A4158" w:rsidRPr="00DA4E77">
        <w:t>i</w:t>
      </w:r>
      <w:r w:rsidR="002A4158" w:rsidRPr="00DA4E77">
        <w:t>nement</w:t>
      </w:r>
      <w:r>
        <w:t>.</w:t>
      </w:r>
    </w:p>
    <w:p w14:paraId="3EB0A101" w14:textId="77777777" w:rsidR="00276CCE" w:rsidRDefault="00276CCE" w:rsidP="002A4158">
      <w:r>
        <w:t>— </w:t>
      </w:r>
      <w:r w:rsidR="002A4158" w:rsidRPr="00DA4E77">
        <w:t>Maintenant</w:t>
      </w:r>
      <w:r>
        <w:t xml:space="preserve">, </w:t>
      </w:r>
      <w:r w:rsidR="002A4158" w:rsidRPr="00DA4E77">
        <w:t>oui</w:t>
      </w:r>
      <w:r>
        <w:t xml:space="preserve"> ; </w:t>
      </w:r>
      <w:r w:rsidR="002A4158" w:rsidRPr="00DA4E77">
        <w:t>mais ce soir</w:t>
      </w:r>
      <w:r>
        <w:t xml:space="preserve">, </w:t>
      </w:r>
      <w:r w:rsidR="002A4158" w:rsidRPr="00DA4E77">
        <w:t>il nous faudra veiller sans relâche</w:t>
      </w:r>
      <w:r>
        <w:t xml:space="preserve">. </w:t>
      </w:r>
      <w:r w:rsidR="002A4158" w:rsidRPr="00DA4E77">
        <w:t xml:space="preserve">Plus </w:t>
      </w:r>
      <w:proofErr w:type="spellStart"/>
      <w:r w:rsidR="002A4158" w:rsidRPr="00DA4E77">
        <w:t>Melléna</w:t>
      </w:r>
      <w:proofErr w:type="spellEnd"/>
      <w:r w:rsidR="002A4158" w:rsidRPr="00DA4E77">
        <w:t xml:space="preserve"> paraît vaincue</w:t>
      </w:r>
      <w:r>
        <w:t xml:space="preserve">, </w:t>
      </w:r>
      <w:r w:rsidR="002A4158" w:rsidRPr="00DA4E77">
        <w:t>et plus je la crains</w:t>
      </w:r>
      <w:r>
        <w:t xml:space="preserve">. </w:t>
      </w:r>
      <w:r w:rsidR="002A4158" w:rsidRPr="00DA4E77">
        <w:t>Son e</w:t>
      </w:r>
      <w:r w:rsidR="002A4158" w:rsidRPr="00DA4E77">
        <w:t>s</w:t>
      </w:r>
      <w:r w:rsidR="002A4158" w:rsidRPr="00DA4E77">
        <w:t>capade d</w:t>
      </w:r>
      <w:r>
        <w:t>’</w:t>
      </w:r>
      <w:r w:rsidR="002A4158" w:rsidRPr="00DA4E77">
        <w:t>hier me fait tout redouter</w:t>
      </w:r>
      <w:r>
        <w:t xml:space="preserve">. </w:t>
      </w:r>
      <w:r w:rsidR="002A4158" w:rsidRPr="00DA4E77">
        <w:t>Mais j</w:t>
      </w:r>
      <w:r>
        <w:t>’</w:t>
      </w:r>
      <w:r w:rsidR="002A4158" w:rsidRPr="00DA4E77">
        <w:t>y songe</w:t>
      </w:r>
      <w:r>
        <w:t xml:space="preserve">. </w:t>
      </w:r>
      <w:r w:rsidR="002A4158" w:rsidRPr="00DA4E77">
        <w:t xml:space="preserve">Que devient </w:t>
      </w:r>
      <w:proofErr w:type="spellStart"/>
      <w:r w:rsidR="002A4158" w:rsidRPr="00DA4E77">
        <w:t>Glania</w:t>
      </w:r>
      <w:proofErr w:type="spellEnd"/>
      <w:r>
        <w:t> ?</w:t>
      </w:r>
    </w:p>
    <w:p w14:paraId="19259EEA" w14:textId="77777777" w:rsidR="00276CCE" w:rsidRDefault="002A4158" w:rsidP="002A4158">
      <w:r w:rsidRPr="00DA4E77">
        <w:lastRenderedPageBreak/>
        <w:t>Un chant joyeux</w:t>
      </w:r>
      <w:r w:rsidR="00276CCE">
        <w:t xml:space="preserve">, </w:t>
      </w:r>
      <w:r w:rsidRPr="00DA4E77">
        <w:t>pareil à un gazouillis d</w:t>
      </w:r>
      <w:r w:rsidR="00276CCE">
        <w:t>’</w:t>
      </w:r>
      <w:r w:rsidRPr="00DA4E77">
        <w:t>oiseau</w:t>
      </w:r>
      <w:r w:rsidR="00276CCE">
        <w:t xml:space="preserve">, </w:t>
      </w:r>
      <w:r w:rsidRPr="00DA4E77">
        <w:t>arrive de la chambre voisine</w:t>
      </w:r>
      <w:r w:rsidR="00276CCE">
        <w:t>.</w:t>
      </w:r>
    </w:p>
    <w:p w14:paraId="78FFE5DF" w14:textId="77777777" w:rsidR="00276CCE" w:rsidRDefault="00276CCE" w:rsidP="002A4158">
      <w:r>
        <w:t>— </w:t>
      </w:r>
      <w:r w:rsidR="002A4158" w:rsidRPr="00DA4E77">
        <w:t>Tu l</w:t>
      </w:r>
      <w:r>
        <w:t>’</w:t>
      </w:r>
      <w:r w:rsidR="002A4158" w:rsidRPr="00DA4E77">
        <w:t>entends</w:t>
      </w:r>
      <w:r>
        <w:t xml:space="preserve"> ? </w:t>
      </w:r>
      <w:r w:rsidR="002A4158" w:rsidRPr="00DA4E77">
        <w:t>On dirait qu</w:t>
      </w:r>
      <w:r>
        <w:t>’</w:t>
      </w:r>
      <w:r w:rsidR="002A4158" w:rsidRPr="00DA4E77">
        <w:t>elle veut te répondre elle-même</w:t>
      </w:r>
      <w:r>
        <w:t>.</w:t>
      </w:r>
    </w:p>
    <w:p w14:paraId="24A7D48F" w14:textId="77777777" w:rsidR="00276CCE" w:rsidRDefault="00276CCE" w:rsidP="002A4158">
      <w:r>
        <w:t>— </w:t>
      </w:r>
      <w:r w:rsidR="002A4158" w:rsidRPr="00DA4E77">
        <w:t>Guérie</w:t>
      </w:r>
      <w:r>
        <w:t> ?</w:t>
      </w:r>
    </w:p>
    <w:p w14:paraId="674483A2" w14:textId="77777777" w:rsidR="00276CCE" w:rsidRDefault="00276CCE" w:rsidP="002A4158">
      <w:r>
        <w:t>— </w:t>
      </w:r>
      <w:r w:rsidR="002A4158" w:rsidRPr="00DA4E77">
        <w:t>Complètement</w:t>
      </w:r>
      <w:r>
        <w:t xml:space="preserve">. </w:t>
      </w:r>
      <w:r w:rsidR="002A4158" w:rsidRPr="00DA4E77">
        <w:t>La joie l</w:t>
      </w:r>
      <w:r>
        <w:t>’</w:t>
      </w:r>
      <w:r w:rsidR="002A4158" w:rsidRPr="00DA4E77">
        <w:t>a ressuscitée</w:t>
      </w:r>
      <w:r>
        <w:t> !</w:t>
      </w:r>
    </w:p>
    <w:p w14:paraId="626FA141" w14:textId="77777777" w:rsidR="00276CCE" w:rsidRDefault="00276CCE" w:rsidP="002A4158">
      <w:r>
        <w:t>— </w:t>
      </w:r>
      <w:r w:rsidR="002A4158" w:rsidRPr="00DA4E77">
        <w:t>Ah oui</w:t>
      </w:r>
      <w:r>
        <w:t xml:space="preserve"> ! </w:t>
      </w:r>
      <w:r w:rsidR="002A4158" w:rsidRPr="00DA4E77">
        <w:t>l</w:t>
      </w:r>
      <w:r>
        <w:t>’</w:t>
      </w:r>
      <w:r w:rsidR="002A4158" w:rsidRPr="00DA4E77">
        <w:t>arrivée de la flotte</w:t>
      </w:r>
      <w:r>
        <w:t xml:space="preserve"> ! </w:t>
      </w:r>
      <w:r w:rsidR="002A4158" w:rsidRPr="00DA4E77">
        <w:t>Tout heureuse de revoir ses frères</w:t>
      </w:r>
      <w:r>
        <w:t> !</w:t>
      </w:r>
    </w:p>
    <w:p w14:paraId="20CF05D7" w14:textId="77777777" w:rsidR="00276CCE" w:rsidRDefault="00276CCE" w:rsidP="002A4158">
      <w:r>
        <w:t>— </w:t>
      </w:r>
      <w:r w:rsidR="002A4158" w:rsidRPr="00DA4E77">
        <w:t>Ses frères</w:t>
      </w:r>
      <w:r>
        <w:t xml:space="preserve"> ? </w:t>
      </w:r>
      <w:r w:rsidR="002A4158" w:rsidRPr="00DA4E77">
        <w:t>Elle y a pensé à peine</w:t>
      </w:r>
      <w:r>
        <w:t xml:space="preserve">. </w:t>
      </w:r>
      <w:r w:rsidR="002A4158" w:rsidRPr="00DA4E77">
        <w:t>Sa joie avait une autre cause</w:t>
      </w:r>
      <w:r>
        <w:t xml:space="preserve">. </w:t>
      </w:r>
      <w:r w:rsidR="002A4158" w:rsidRPr="00DA4E77">
        <w:t>Tu ne devines pas</w:t>
      </w:r>
      <w:r>
        <w:t> ?</w:t>
      </w:r>
    </w:p>
    <w:p w14:paraId="79E8ADEB" w14:textId="77777777" w:rsidR="00276CCE" w:rsidRDefault="00276CCE" w:rsidP="002A4158">
      <w:r>
        <w:t>— </w:t>
      </w:r>
      <w:proofErr w:type="spellStart"/>
      <w:r w:rsidR="002A4158" w:rsidRPr="00DA4E77">
        <w:t>Hellas</w:t>
      </w:r>
      <w:proofErr w:type="spellEnd"/>
      <w:r>
        <w:t> ?</w:t>
      </w:r>
    </w:p>
    <w:p w14:paraId="34E0B8AB" w14:textId="77777777" w:rsidR="00276CCE" w:rsidRDefault="00276CCE" w:rsidP="002A4158">
      <w:r>
        <w:t>— </w:t>
      </w:r>
      <w:r w:rsidR="002A4158" w:rsidRPr="00DA4E77">
        <w:t>Naturellement</w:t>
      </w:r>
      <w:r>
        <w:t xml:space="preserve">. </w:t>
      </w:r>
      <w:r w:rsidR="002A4158" w:rsidRPr="00DA4E77">
        <w:t>Oh</w:t>
      </w:r>
      <w:r>
        <w:t xml:space="preserve"> ! </w:t>
      </w:r>
      <w:r w:rsidR="002A4158" w:rsidRPr="00DA4E77">
        <w:t>si tu avais vu ses petites mains ba</w:t>
      </w:r>
      <w:r w:rsidR="002A4158" w:rsidRPr="00DA4E77">
        <w:t>t</w:t>
      </w:r>
      <w:r w:rsidR="002A4158" w:rsidRPr="00DA4E77">
        <w:t>tre quand a sonné la trompette attendue</w:t>
      </w:r>
      <w:r>
        <w:t>.</w:t>
      </w:r>
    </w:p>
    <w:p w14:paraId="62C617E6" w14:textId="77777777" w:rsidR="00276CCE" w:rsidRDefault="00276CCE" w:rsidP="002A4158">
      <w:r>
        <w:t>— </w:t>
      </w:r>
      <w:r w:rsidR="002A4158" w:rsidRPr="00DA4E77">
        <w:t>Tu as veillé près d</w:t>
      </w:r>
      <w:r>
        <w:t>’</w:t>
      </w:r>
      <w:r w:rsidR="002A4158" w:rsidRPr="00DA4E77">
        <w:t>elle</w:t>
      </w:r>
      <w:r>
        <w:t> ?</w:t>
      </w:r>
    </w:p>
    <w:p w14:paraId="7A000BE4" w14:textId="77777777" w:rsidR="00276CCE" w:rsidRDefault="00276CCE" w:rsidP="002A4158">
      <w:r>
        <w:t>— </w:t>
      </w:r>
      <w:r w:rsidR="002A4158" w:rsidRPr="00DA4E77">
        <w:t>Si douce et si tendre</w:t>
      </w:r>
      <w:r>
        <w:t xml:space="preserve"> ! </w:t>
      </w:r>
      <w:r w:rsidR="002A4158" w:rsidRPr="00DA4E77">
        <w:t>Elle me remercie avec tant d</w:t>
      </w:r>
      <w:r>
        <w:t>’</w:t>
      </w:r>
      <w:r w:rsidR="002A4158" w:rsidRPr="00DA4E77">
        <w:t>effusion</w:t>
      </w:r>
      <w:r>
        <w:t xml:space="preserve">. </w:t>
      </w:r>
      <w:r w:rsidR="002A4158" w:rsidRPr="00DA4E77">
        <w:t>On dirait qu</w:t>
      </w:r>
      <w:r>
        <w:t>’</w:t>
      </w:r>
      <w:r w:rsidR="002A4158" w:rsidRPr="00DA4E77">
        <w:t>elle m</w:t>
      </w:r>
      <w:r>
        <w:t>’</w:t>
      </w:r>
      <w:r w:rsidR="002A4158" w:rsidRPr="00DA4E77">
        <w:t>aime fraternellement</w:t>
      </w:r>
      <w:r>
        <w:t xml:space="preserve">, </w:t>
      </w:r>
      <w:r w:rsidR="002A4158" w:rsidRPr="00DA4E77">
        <w:t>non pas de l</w:t>
      </w:r>
      <w:r>
        <w:t>’</w:t>
      </w:r>
      <w:r w:rsidR="002A4158" w:rsidRPr="00DA4E77">
        <w:t>avoir sauvée</w:t>
      </w:r>
      <w:r>
        <w:t xml:space="preserve">, </w:t>
      </w:r>
      <w:r w:rsidR="002A4158" w:rsidRPr="00DA4E77">
        <w:t xml:space="preserve">mais de chérir et de servir </w:t>
      </w:r>
      <w:proofErr w:type="spellStart"/>
      <w:r w:rsidR="002A4158" w:rsidRPr="00DA4E77">
        <w:t>Hellas</w:t>
      </w:r>
      <w:proofErr w:type="spellEnd"/>
      <w:r>
        <w:t xml:space="preserve">. </w:t>
      </w:r>
      <w:r w:rsidR="002A4158" w:rsidRPr="00DA4E77">
        <w:t>Et moi je sens que je passerais ma vie à écouter le chant de sa voix et à rega</w:t>
      </w:r>
      <w:r w:rsidR="002A4158" w:rsidRPr="00DA4E77">
        <w:t>r</w:t>
      </w:r>
      <w:r w:rsidR="002A4158" w:rsidRPr="00DA4E77">
        <w:t>der la flamme de ses yeux</w:t>
      </w:r>
      <w:r>
        <w:t> !</w:t>
      </w:r>
    </w:p>
    <w:p w14:paraId="00F9DAD5" w14:textId="77777777" w:rsidR="00276CCE" w:rsidRDefault="00276CCE" w:rsidP="002A4158">
      <w:r>
        <w:t>— </w:t>
      </w:r>
      <w:r w:rsidR="002A4158" w:rsidRPr="00DA4E77">
        <w:t xml:space="preserve">Brave </w:t>
      </w:r>
      <w:proofErr w:type="spellStart"/>
      <w:r w:rsidR="002A4158" w:rsidRPr="00DA4E77">
        <w:t>Amonou</w:t>
      </w:r>
      <w:proofErr w:type="spellEnd"/>
      <w:r>
        <w:t xml:space="preserve"> ! </w:t>
      </w:r>
      <w:r w:rsidR="002A4158" w:rsidRPr="00DA4E77">
        <w:t xml:space="preserve">fait </w:t>
      </w:r>
      <w:proofErr w:type="spellStart"/>
      <w:r w:rsidR="002A4158" w:rsidRPr="00DA4E77">
        <w:t>Knephao</w:t>
      </w:r>
      <w:proofErr w:type="spellEnd"/>
      <w:r w:rsidR="002A4158" w:rsidRPr="00DA4E77">
        <w:t xml:space="preserve"> cachant son émotion</w:t>
      </w:r>
      <w:r>
        <w:t xml:space="preserve">, </w:t>
      </w:r>
      <w:r w:rsidR="002A4158" w:rsidRPr="00DA4E77">
        <w:t>et songeant à un autre amour semblable à celui du jeune homme</w:t>
      </w:r>
      <w:r>
        <w:t>.</w:t>
      </w:r>
    </w:p>
    <w:p w14:paraId="798DB7E2" w14:textId="77777777" w:rsidR="00276CCE" w:rsidRDefault="002A4158" w:rsidP="002A4158">
      <w:r w:rsidRPr="00DA4E77">
        <w:t>Mais</w:t>
      </w:r>
      <w:r w:rsidR="00276CCE">
        <w:t xml:space="preserve">, </w:t>
      </w:r>
      <w:r w:rsidRPr="00DA4E77">
        <w:t>en parlant</w:t>
      </w:r>
      <w:r w:rsidR="00276CCE">
        <w:t xml:space="preserve">, </w:t>
      </w:r>
      <w:r w:rsidRPr="00DA4E77">
        <w:t>il a terminé sa rapide toilette</w:t>
      </w:r>
      <w:r w:rsidR="00276CCE">
        <w:t xml:space="preserve">. </w:t>
      </w:r>
      <w:r w:rsidRPr="00DA4E77">
        <w:t>Il couvre son front du casque au panache rutilant</w:t>
      </w:r>
      <w:r w:rsidR="00276CCE">
        <w:t xml:space="preserve">, </w:t>
      </w:r>
      <w:r w:rsidRPr="00DA4E77">
        <w:t>et prenant sa voix la moins rude</w:t>
      </w:r>
      <w:r w:rsidR="00276CCE">
        <w:t> :</w:t>
      </w:r>
    </w:p>
    <w:p w14:paraId="0A575CD8" w14:textId="77777777" w:rsidR="00276CCE" w:rsidRDefault="00276CCE" w:rsidP="002A4158">
      <w:r>
        <w:lastRenderedPageBreak/>
        <w:t>— </w:t>
      </w:r>
      <w:proofErr w:type="spellStart"/>
      <w:r w:rsidR="002A4158" w:rsidRPr="00DA4E77">
        <w:t>Glania</w:t>
      </w:r>
      <w:proofErr w:type="spellEnd"/>
      <w:r>
        <w:t xml:space="preserve">, </w:t>
      </w:r>
      <w:r w:rsidR="002A4158" w:rsidRPr="00DA4E77">
        <w:t>demande-t-il</w:t>
      </w:r>
      <w:r>
        <w:t xml:space="preserve">, </w:t>
      </w:r>
      <w:r w:rsidR="002A4158" w:rsidRPr="00DA4E77">
        <w:t>en s</w:t>
      </w:r>
      <w:r>
        <w:t>’</w:t>
      </w:r>
      <w:r w:rsidR="002A4158" w:rsidRPr="00DA4E77">
        <w:t>approchant de la muraille</w:t>
      </w:r>
      <w:r>
        <w:t xml:space="preserve">, </w:t>
      </w:r>
      <w:r w:rsidR="002A4158" w:rsidRPr="00DA4E77">
        <w:t>veux-tu venir dire adieu à ton vieil ami le soldat</w:t>
      </w:r>
      <w:r>
        <w:t xml:space="preserve"> ? </w:t>
      </w:r>
      <w:r w:rsidR="002A4158" w:rsidRPr="00DA4E77">
        <w:t xml:space="preserve">Il va trouver </w:t>
      </w:r>
      <w:proofErr w:type="spellStart"/>
      <w:r w:rsidR="002A4158" w:rsidRPr="00DA4E77">
        <w:t>Hellas</w:t>
      </w:r>
      <w:proofErr w:type="spellEnd"/>
      <w:r>
        <w:t>.</w:t>
      </w:r>
    </w:p>
    <w:p w14:paraId="6AFE7114" w14:textId="77777777" w:rsidR="00276CCE" w:rsidRDefault="002A4158" w:rsidP="002A4158">
      <w:r w:rsidRPr="00DA4E77">
        <w:t>Bondissante</w:t>
      </w:r>
      <w:r w:rsidR="00276CCE">
        <w:t xml:space="preserve">, </w:t>
      </w:r>
      <w:r w:rsidRPr="00DA4E77">
        <w:t>légère</w:t>
      </w:r>
      <w:r w:rsidR="00276CCE">
        <w:t xml:space="preserve">, </w:t>
      </w:r>
      <w:r w:rsidRPr="00DA4E77">
        <w:t>vêtue d</w:t>
      </w:r>
      <w:r w:rsidR="00276CCE">
        <w:t>’</w:t>
      </w:r>
      <w:r w:rsidRPr="00DA4E77">
        <w:t>une robe courte</w:t>
      </w:r>
      <w:r w:rsidR="00276CCE">
        <w:t xml:space="preserve">, </w:t>
      </w:r>
      <w:r w:rsidRPr="00DA4E77">
        <w:t>ses cheveux clairs en boucles sur son cou</w:t>
      </w:r>
      <w:r w:rsidR="00276CCE">
        <w:t xml:space="preserve">, </w:t>
      </w:r>
      <w:r w:rsidRPr="00DA4E77">
        <w:t>la Ligure paraît</w:t>
      </w:r>
      <w:r w:rsidR="00276CCE">
        <w:t xml:space="preserve">, </w:t>
      </w:r>
      <w:r w:rsidRPr="00DA4E77">
        <w:t xml:space="preserve">et saluant </w:t>
      </w:r>
      <w:proofErr w:type="spellStart"/>
      <w:r w:rsidRPr="00DA4E77">
        <w:t>Kn</w:t>
      </w:r>
      <w:r w:rsidRPr="00DA4E77">
        <w:t>e</w:t>
      </w:r>
      <w:r w:rsidRPr="00DA4E77">
        <w:t>phao</w:t>
      </w:r>
      <w:proofErr w:type="spellEnd"/>
      <w:r w:rsidR="00276CCE">
        <w:t> :</w:t>
      </w:r>
    </w:p>
    <w:p w14:paraId="763EF47A" w14:textId="77777777" w:rsidR="00276CCE" w:rsidRDefault="00276CCE" w:rsidP="002A4158">
      <w:r>
        <w:t>— </w:t>
      </w:r>
      <w:r w:rsidR="002A4158" w:rsidRPr="00DA4E77">
        <w:t>Eh bien</w:t>
      </w:r>
      <w:r>
        <w:t xml:space="preserve">, </w:t>
      </w:r>
      <w:r w:rsidR="002A4158" w:rsidRPr="00DA4E77">
        <w:t>géant</w:t>
      </w:r>
      <w:r>
        <w:t xml:space="preserve"> ? </w:t>
      </w:r>
      <w:r w:rsidR="002A4158" w:rsidRPr="00DA4E77">
        <w:t>C</w:t>
      </w:r>
      <w:r>
        <w:t>’</w:t>
      </w:r>
      <w:r w:rsidR="002A4158" w:rsidRPr="00DA4E77">
        <w:t>est moi la malade et c</w:t>
      </w:r>
      <w:r>
        <w:t>’</w:t>
      </w:r>
      <w:r w:rsidR="002A4158" w:rsidRPr="00DA4E77">
        <w:t>est toi qui dors</w:t>
      </w:r>
      <w:r>
        <w:t> ?</w:t>
      </w:r>
    </w:p>
    <w:p w14:paraId="7874BA5A" w14:textId="77777777" w:rsidR="00276CCE" w:rsidRDefault="002A4158" w:rsidP="002A4158">
      <w:r w:rsidRPr="00DA4E77">
        <w:t>Puis elle continue</w:t>
      </w:r>
      <w:r w:rsidR="00276CCE">
        <w:t xml:space="preserve">, </w:t>
      </w:r>
      <w:r w:rsidRPr="00DA4E77">
        <w:t>mutine</w:t>
      </w:r>
      <w:r w:rsidR="00276CCE">
        <w:t> :</w:t>
      </w:r>
    </w:p>
    <w:p w14:paraId="66CA1AEC" w14:textId="77777777" w:rsidR="00276CCE" w:rsidRDefault="00276CCE" w:rsidP="002A4158">
      <w:r>
        <w:t>— </w:t>
      </w:r>
      <w:r w:rsidR="002A4158" w:rsidRPr="00DA4E77">
        <w:t>Un officier égyptien attend depuis une heure le réveil de Ta Grandeur</w:t>
      </w:r>
      <w:r>
        <w:t xml:space="preserve">. </w:t>
      </w:r>
      <w:r w:rsidR="002A4158" w:rsidRPr="00DA4E77">
        <w:t>Il vient du Palais de l</w:t>
      </w:r>
      <w:r>
        <w:t>’</w:t>
      </w:r>
      <w:r w:rsidR="002A4158" w:rsidRPr="00DA4E77">
        <w:t>Empire</w:t>
      </w:r>
      <w:r>
        <w:t>.</w:t>
      </w:r>
    </w:p>
    <w:p w14:paraId="75074EAE" w14:textId="77777777" w:rsidR="00276CCE" w:rsidRDefault="00276CCE" w:rsidP="002A4158">
      <w:r>
        <w:t>— </w:t>
      </w:r>
      <w:r w:rsidR="002A4158" w:rsidRPr="00DA4E77">
        <w:t>Qu</w:t>
      </w:r>
      <w:r>
        <w:t>’</w:t>
      </w:r>
      <w:r w:rsidR="002A4158" w:rsidRPr="00DA4E77">
        <w:t>il entre vite</w:t>
      </w:r>
      <w:r>
        <w:t>.</w:t>
      </w:r>
    </w:p>
    <w:p w14:paraId="3FA38B8C" w14:textId="77777777" w:rsidR="00276CCE" w:rsidRDefault="002A4158" w:rsidP="002A4158">
      <w:r w:rsidRPr="00DA4E77">
        <w:t xml:space="preserve">Et </w:t>
      </w:r>
      <w:proofErr w:type="spellStart"/>
      <w:r w:rsidRPr="00DA4E77">
        <w:t>Glania</w:t>
      </w:r>
      <w:proofErr w:type="spellEnd"/>
      <w:r w:rsidRPr="00DA4E77">
        <w:t xml:space="preserve"> appelle l</w:t>
      </w:r>
      <w:r w:rsidR="00276CCE">
        <w:t>’</w:t>
      </w:r>
      <w:r w:rsidRPr="00DA4E77">
        <w:t>Égyptien</w:t>
      </w:r>
      <w:r w:rsidR="00276CCE">
        <w:t>.</w:t>
      </w:r>
    </w:p>
    <w:p w14:paraId="64B1BA0D" w14:textId="77777777" w:rsidR="00276CCE" w:rsidRDefault="00276CCE" w:rsidP="002A4158">
      <w:r>
        <w:t>— </w:t>
      </w:r>
      <w:r w:rsidR="002A4158" w:rsidRPr="00DA4E77">
        <w:t>Tu viens de la part d</w:t>
      </w:r>
      <w:r>
        <w:t>’</w:t>
      </w:r>
      <w:proofErr w:type="spellStart"/>
      <w:r w:rsidR="002A4158" w:rsidRPr="00DA4E77">
        <w:t>Hellas</w:t>
      </w:r>
      <w:proofErr w:type="spellEnd"/>
      <w:r>
        <w:t> ?</w:t>
      </w:r>
    </w:p>
    <w:p w14:paraId="32E5FDFA" w14:textId="77777777" w:rsidR="00276CCE" w:rsidRDefault="00276CCE" w:rsidP="002A4158">
      <w:r>
        <w:t>— </w:t>
      </w:r>
      <w:r w:rsidR="002A4158" w:rsidRPr="00DA4E77">
        <w:t>Oui</w:t>
      </w:r>
      <w:r>
        <w:t xml:space="preserve">, </w:t>
      </w:r>
      <w:r w:rsidR="002A4158" w:rsidRPr="00DA4E77">
        <w:t>grand chef</w:t>
      </w:r>
      <w:r>
        <w:t>.</w:t>
      </w:r>
    </w:p>
    <w:p w14:paraId="77EC4E1C" w14:textId="77777777" w:rsidR="00276CCE" w:rsidRDefault="00276CCE" w:rsidP="002A4158">
      <w:r>
        <w:t>— </w:t>
      </w:r>
      <w:r w:rsidR="002A4158" w:rsidRPr="00DA4E77">
        <w:t>Que t</w:t>
      </w:r>
      <w:r>
        <w:t>’</w:t>
      </w:r>
      <w:r w:rsidR="002A4158" w:rsidRPr="00DA4E77">
        <w:t>a-t-il dit</w:t>
      </w:r>
      <w:r>
        <w:t> ?</w:t>
      </w:r>
    </w:p>
    <w:p w14:paraId="4BD1D49F" w14:textId="77777777" w:rsidR="00276CCE" w:rsidRDefault="00276CCE" w:rsidP="002A4158">
      <w:r>
        <w:t>— </w:t>
      </w:r>
      <w:r w:rsidR="002A4158" w:rsidRPr="00DA4E77">
        <w:t>D</w:t>
      </w:r>
      <w:r>
        <w:t>’</w:t>
      </w:r>
      <w:r w:rsidR="002A4158" w:rsidRPr="00DA4E77">
        <w:t>attendre ton réveil</w:t>
      </w:r>
      <w:r>
        <w:t xml:space="preserve">, </w:t>
      </w:r>
      <w:r w:rsidR="002A4158" w:rsidRPr="00DA4E77">
        <w:t>et de te dire d</w:t>
      </w:r>
      <w:r>
        <w:t>’</w:t>
      </w:r>
      <w:r w:rsidR="002A4158" w:rsidRPr="00DA4E77">
        <w:t>aller au Palais dès que tu le pourras</w:t>
      </w:r>
      <w:r>
        <w:t>.</w:t>
      </w:r>
    </w:p>
    <w:p w14:paraId="07B2C3C0" w14:textId="77777777" w:rsidR="00276CCE" w:rsidRDefault="00276CCE" w:rsidP="002A4158">
      <w:r>
        <w:t>— </w:t>
      </w:r>
      <w:r w:rsidR="002A4158" w:rsidRPr="00DA4E77">
        <w:t>J</w:t>
      </w:r>
      <w:r>
        <w:t>’</w:t>
      </w:r>
      <w:r w:rsidR="002A4158" w:rsidRPr="00DA4E77">
        <w:t>y serai dans quelques instants</w:t>
      </w:r>
      <w:r>
        <w:t xml:space="preserve">. </w:t>
      </w:r>
      <w:r w:rsidR="002A4158" w:rsidRPr="00DA4E77">
        <w:t>Tu n</w:t>
      </w:r>
      <w:r>
        <w:t>’</w:t>
      </w:r>
      <w:r w:rsidR="002A4158" w:rsidRPr="00DA4E77">
        <w:t>as pas d</w:t>
      </w:r>
      <w:r>
        <w:t>’</w:t>
      </w:r>
      <w:r w:rsidR="002A4158" w:rsidRPr="00DA4E77">
        <w:t>autres messages</w:t>
      </w:r>
      <w:r>
        <w:t> ?</w:t>
      </w:r>
    </w:p>
    <w:p w14:paraId="21550AEE" w14:textId="77777777" w:rsidR="00276CCE" w:rsidRDefault="00276CCE" w:rsidP="002A4158">
      <w:r>
        <w:t>— </w:t>
      </w:r>
      <w:r w:rsidR="002A4158" w:rsidRPr="00DA4E77">
        <w:t xml:space="preserve">Pour </w:t>
      </w:r>
      <w:proofErr w:type="spellStart"/>
      <w:r w:rsidR="002A4158" w:rsidRPr="00DA4E77">
        <w:t>Amonou</w:t>
      </w:r>
      <w:proofErr w:type="spellEnd"/>
      <w:r>
        <w:t xml:space="preserve">, </w:t>
      </w:r>
      <w:r w:rsidR="002A4158" w:rsidRPr="00DA4E77">
        <w:t>ajoute l</w:t>
      </w:r>
      <w:r>
        <w:t>’</w:t>
      </w:r>
      <w:r w:rsidR="002A4158" w:rsidRPr="00DA4E77">
        <w:t>officier</w:t>
      </w:r>
      <w:r>
        <w:t xml:space="preserve">. </w:t>
      </w:r>
      <w:r w:rsidR="002A4158" w:rsidRPr="00DA4E77">
        <w:t>Le Prince désire qu</w:t>
      </w:r>
      <w:r>
        <w:t>’</w:t>
      </w:r>
      <w:r w:rsidR="002A4158" w:rsidRPr="00DA4E77">
        <w:t>il n</w:t>
      </w:r>
      <w:r>
        <w:t>’</w:t>
      </w:r>
      <w:r w:rsidR="002A4158" w:rsidRPr="00DA4E77">
        <w:t>aille le rejoindre qu</w:t>
      </w:r>
      <w:r>
        <w:t>’</w:t>
      </w:r>
      <w:r w:rsidR="002A4158" w:rsidRPr="00DA4E77">
        <w:t>au moment du festin</w:t>
      </w:r>
      <w:r>
        <w:t xml:space="preserve">. </w:t>
      </w:r>
      <w:r w:rsidR="002A4158" w:rsidRPr="00DA4E77">
        <w:t>L</w:t>
      </w:r>
      <w:r>
        <w:t>’</w:t>
      </w:r>
      <w:r w:rsidR="002A4158" w:rsidRPr="00DA4E77">
        <w:t>Assemblée des Notables se passera sans encombre</w:t>
      </w:r>
      <w:r>
        <w:t xml:space="preserve">. </w:t>
      </w:r>
      <w:r w:rsidR="002A4158" w:rsidRPr="00DA4E77">
        <w:t>Jusqu</w:t>
      </w:r>
      <w:r>
        <w:t>’</w:t>
      </w:r>
      <w:r w:rsidR="002A4158" w:rsidRPr="00DA4E77">
        <w:t>à l</w:t>
      </w:r>
      <w:r>
        <w:t>’</w:t>
      </w:r>
      <w:r w:rsidR="002A4158" w:rsidRPr="00DA4E77">
        <w:t>heure où l</w:t>
      </w:r>
      <w:r>
        <w:t>’</w:t>
      </w:r>
      <w:r w:rsidR="002A4158" w:rsidRPr="00DA4E77">
        <w:t>on d</w:t>
      </w:r>
      <w:r w:rsidR="002A4158" w:rsidRPr="00DA4E77">
        <w:t>e</w:t>
      </w:r>
      <w:r w:rsidR="002A4158" w:rsidRPr="00DA4E77">
        <w:t xml:space="preserve">vra se rendre aux jardins de </w:t>
      </w:r>
      <w:proofErr w:type="spellStart"/>
      <w:r w:rsidR="002A4158" w:rsidRPr="00DA4E77">
        <w:t>Melléna</w:t>
      </w:r>
      <w:proofErr w:type="spellEnd"/>
      <w:r>
        <w:t xml:space="preserve">, </w:t>
      </w:r>
      <w:r w:rsidR="002A4158" w:rsidRPr="00DA4E77">
        <w:t xml:space="preserve">il prie </w:t>
      </w:r>
      <w:proofErr w:type="spellStart"/>
      <w:r w:rsidR="002A4158" w:rsidRPr="00DA4E77">
        <w:t>Amonou</w:t>
      </w:r>
      <w:proofErr w:type="spellEnd"/>
      <w:r w:rsidR="002A4158" w:rsidRPr="00DA4E77">
        <w:t xml:space="preserve"> de rester auprès de la chanteuse ligure</w:t>
      </w:r>
      <w:r>
        <w:t xml:space="preserve"> ; </w:t>
      </w:r>
      <w:r w:rsidR="002A4158" w:rsidRPr="00DA4E77">
        <w:t>et</w:t>
      </w:r>
      <w:r>
        <w:t xml:space="preserve">, </w:t>
      </w:r>
      <w:r w:rsidR="002A4158" w:rsidRPr="00DA4E77">
        <w:t>si guérie</w:t>
      </w:r>
      <w:r>
        <w:t xml:space="preserve">, </w:t>
      </w:r>
      <w:r w:rsidR="002A4158" w:rsidRPr="00DA4E77">
        <w:t>de l</w:t>
      </w:r>
      <w:r>
        <w:t>’</w:t>
      </w:r>
      <w:r w:rsidR="002A4158" w:rsidRPr="00DA4E77">
        <w:t>accompagner à travers les rues en fête</w:t>
      </w:r>
      <w:r>
        <w:t xml:space="preserve">. </w:t>
      </w:r>
      <w:r w:rsidR="002A4158" w:rsidRPr="00DA4E77">
        <w:t>Les chars</w:t>
      </w:r>
      <w:r>
        <w:t xml:space="preserve">, </w:t>
      </w:r>
      <w:r w:rsidR="002A4158" w:rsidRPr="00DA4E77">
        <w:t xml:space="preserve">les chevaux et les </w:t>
      </w:r>
      <w:r w:rsidR="002A4158" w:rsidRPr="00DA4E77">
        <w:lastRenderedPageBreak/>
        <w:t>mules du palais des Eaux sont à l</w:t>
      </w:r>
      <w:r>
        <w:t>’</w:t>
      </w:r>
      <w:r w:rsidR="002A4158" w:rsidRPr="00DA4E77">
        <w:t>entière disposition des deux jeunes gens</w:t>
      </w:r>
      <w:r>
        <w:t xml:space="preserve">. </w:t>
      </w:r>
      <w:r w:rsidR="002A4158" w:rsidRPr="00DA4E77">
        <w:t>À la troisième heure après midi</w:t>
      </w:r>
      <w:r>
        <w:t xml:space="preserve">, </w:t>
      </w:r>
      <w:r w:rsidR="002A4158" w:rsidRPr="00DA4E77">
        <w:t xml:space="preserve">avant le festin de </w:t>
      </w:r>
      <w:proofErr w:type="spellStart"/>
      <w:r w:rsidR="002A4158" w:rsidRPr="00DA4E77">
        <w:t>Mell</w:t>
      </w:r>
      <w:r w:rsidR="002A4158" w:rsidRPr="00DA4E77">
        <w:t>é</w:t>
      </w:r>
      <w:r w:rsidR="002A4158" w:rsidRPr="00DA4E77">
        <w:t>na</w:t>
      </w:r>
      <w:proofErr w:type="spellEnd"/>
      <w:r>
        <w:t xml:space="preserve">, </w:t>
      </w:r>
      <w:r w:rsidR="002A4158" w:rsidRPr="00DA4E77">
        <w:t>seulement</w:t>
      </w:r>
      <w:r>
        <w:t xml:space="preserve">, </w:t>
      </w:r>
      <w:r w:rsidR="002A4158" w:rsidRPr="00DA4E77">
        <w:t xml:space="preserve">ils iront rejoindre </w:t>
      </w:r>
      <w:proofErr w:type="spellStart"/>
      <w:r w:rsidR="002A4158" w:rsidRPr="00DA4E77">
        <w:t>Hellas</w:t>
      </w:r>
      <w:proofErr w:type="spellEnd"/>
      <w:r>
        <w:t xml:space="preserve">, </w:t>
      </w:r>
      <w:r w:rsidR="002A4158" w:rsidRPr="00DA4E77">
        <w:t>à moins qu</w:t>
      </w:r>
      <w:r>
        <w:t>’</w:t>
      </w:r>
      <w:r w:rsidR="002A4158" w:rsidRPr="00DA4E77">
        <w:t>il ne leur plaise de rentrer plus tôt</w:t>
      </w:r>
      <w:r>
        <w:t>.</w:t>
      </w:r>
    </w:p>
    <w:p w14:paraId="142A66B0" w14:textId="77777777" w:rsidR="00276CCE" w:rsidRDefault="00276CCE" w:rsidP="002A4158">
      <w:r>
        <w:t>— </w:t>
      </w:r>
      <w:r w:rsidR="002A4158" w:rsidRPr="00DA4E77">
        <w:t>Ah</w:t>
      </w:r>
      <w:r>
        <w:t xml:space="preserve"> ! </w:t>
      </w:r>
      <w:r w:rsidR="002A4158" w:rsidRPr="00DA4E77">
        <w:t>quel bonheur</w:t>
      </w:r>
      <w:r>
        <w:t xml:space="preserve">, </w:t>
      </w:r>
      <w:proofErr w:type="spellStart"/>
      <w:r w:rsidR="002A4158" w:rsidRPr="00DA4E77">
        <w:t>Amonou</w:t>
      </w:r>
      <w:proofErr w:type="spellEnd"/>
      <w:r>
        <w:t xml:space="preserve">, </w:t>
      </w:r>
      <w:r w:rsidR="002A4158" w:rsidRPr="00DA4E77">
        <w:t>s</w:t>
      </w:r>
      <w:r>
        <w:t>’</w:t>
      </w:r>
      <w:r w:rsidR="002A4158" w:rsidRPr="00DA4E77">
        <w:t xml:space="preserve">écrie </w:t>
      </w:r>
      <w:proofErr w:type="spellStart"/>
      <w:r w:rsidR="002A4158" w:rsidRPr="00DA4E77">
        <w:t>Glania</w:t>
      </w:r>
      <w:proofErr w:type="spellEnd"/>
      <w:r>
        <w:t xml:space="preserve">, </w:t>
      </w:r>
      <w:r w:rsidR="002A4158" w:rsidRPr="00DA4E77">
        <w:t>nous allons monter au Palais de l</w:t>
      </w:r>
      <w:r>
        <w:t>’</w:t>
      </w:r>
      <w:r w:rsidR="002A4158" w:rsidRPr="00DA4E77">
        <w:t>Empire</w:t>
      </w:r>
      <w:r>
        <w:t> !</w:t>
      </w:r>
    </w:p>
    <w:p w14:paraId="05B24367" w14:textId="77777777" w:rsidR="00276CCE" w:rsidRDefault="00276CCE" w:rsidP="002A4158">
      <w:r>
        <w:t>— </w:t>
      </w:r>
      <w:r w:rsidR="002A4158" w:rsidRPr="00DA4E77">
        <w:t>Au revoir</w:t>
      </w:r>
      <w:r>
        <w:t xml:space="preserve">, </w:t>
      </w:r>
      <w:r w:rsidR="002A4158" w:rsidRPr="00DA4E77">
        <w:t>mes chers enfants</w:t>
      </w:r>
      <w:r>
        <w:t xml:space="preserve">, </w:t>
      </w:r>
      <w:r w:rsidR="002A4158" w:rsidRPr="00DA4E77">
        <w:t xml:space="preserve">dit </w:t>
      </w:r>
      <w:proofErr w:type="spellStart"/>
      <w:r w:rsidR="002A4158" w:rsidRPr="00DA4E77">
        <w:t>Knephao</w:t>
      </w:r>
      <w:proofErr w:type="spellEnd"/>
      <w:r>
        <w:t xml:space="preserve"> ; </w:t>
      </w:r>
      <w:r w:rsidR="002A4158" w:rsidRPr="00DA4E77">
        <w:t>que le Sphinx vous soit propice</w:t>
      </w:r>
      <w:r>
        <w:t> !</w:t>
      </w:r>
    </w:p>
    <w:p w14:paraId="32A79A73" w14:textId="77777777" w:rsidR="00276CCE" w:rsidRDefault="002A4158" w:rsidP="002A4158">
      <w:r w:rsidRPr="00DA4E77">
        <w:t>Leste comme un adolescent</w:t>
      </w:r>
      <w:r w:rsidR="00276CCE">
        <w:t xml:space="preserve">, </w:t>
      </w:r>
      <w:r w:rsidRPr="00DA4E77">
        <w:t>le colosse se dirige vers la po</w:t>
      </w:r>
      <w:r w:rsidRPr="00DA4E77">
        <w:t>r</w:t>
      </w:r>
      <w:r w:rsidRPr="00DA4E77">
        <w:t>te ensoleillée et s</w:t>
      </w:r>
      <w:r w:rsidR="00276CCE">
        <w:t>’</w:t>
      </w:r>
      <w:r w:rsidRPr="00DA4E77">
        <w:t>apprête à bondir sur son cheval qui piaffe</w:t>
      </w:r>
      <w:r w:rsidR="00276CCE">
        <w:t xml:space="preserve">, </w:t>
      </w:r>
      <w:r w:rsidRPr="00DA4E77">
        <w:t>quand</w:t>
      </w:r>
      <w:r w:rsidR="00276CCE">
        <w:t xml:space="preserve">, </w:t>
      </w:r>
      <w:r w:rsidRPr="00DA4E77">
        <w:t>soudain</w:t>
      </w:r>
      <w:r w:rsidR="00276CCE">
        <w:t xml:space="preserve">, </w:t>
      </w:r>
      <w:r w:rsidRPr="00DA4E77">
        <w:t>il s</w:t>
      </w:r>
      <w:r w:rsidR="00276CCE">
        <w:t>’</w:t>
      </w:r>
      <w:r w:rsidRPr="00DA4E77">
        <w:t>arrête</w:t>
      </w:r>
      <w:r w:rsidR="00276CCE">
        <w:t xml:space="preserve">, </w:t>
      </w:r>
      <w:r w:rsidRPr="00DA4E77">
        <w:t>rentre précipitamment dans le vest</w:t>
      </w:r>
      <w:r w:rsidRPr="00DA4E77">
        <w:t>i</w:t>
      </w:r>
      <w:r w:rsidRPr="00DA4E77">
        <w:t>bule du palais</w:t>
      </w:r>
      <w:r w:rsidR="00276CCE">
        <w:t xml:space="preserve">, </w:t>
      </w:r>
      <w:r w:rsidRPr="00DA4E77">
        <w:t>laisse retomber sur la porte les tentures de pou</w:t>
      </w:r>
      <w:r w:rsidRPr="00DA4E77">
        <w:t>r</w:t>
      </w:r>
      <w:r w:rsidRPr="00DA4E77">
        <w:t>pre</w:t>
      </w:r>
      <w:r w:rsidR="00276CCE">
        <w:t xml:space="preserve">, </w:t>
      </w:r>
      <w:r w:rsidRPr="00DA4E77">
        <w:t>et</w:t>
      </w:r>
      <w:r w:rsidR="00276CCE">
        <w:t xml:space="preserve">, </w:t>
      </w:r>
      <w:r w:rsidRPr="00DA4E77">
        <w:t xml:space="preserve">se tournant vers </w:t>
      </w:r>
      <w:proofErr w:type="spellStart"/>
      <w:r w:rsidRPr="00DA4E77">
        <w:t>Amonou</w:t>
      </w:r>
      <w:proofErr w:type="spellEnd"/>
      <w:r w:rsidRPr="00DA4E77">
        <w:t xml:space="preserve"> et </w:t>
      </w:r>
      <w:proofErr w:type="spellStart"/>
      <w:r w:rsidRPr="00DA4E77">
        <w:t>Glania</w:t>
      </w:r>
      <w:proofErr w:type="spellEnd"/>
      <w:r w:rsidR="00276CCE">
        <w:t xml:space="preserve">, </w:t>
      </w:r>
      <w:r w:rsidRPr="00DA4E77">
        <w:t>qui l</w:t>
      </w:r>
      <w:r w:rsidR="00276CCE">
        <w:t>’</w:t>
      </w:r>
      <w:r w:rsidRPr="00DA4E77">
        <w:t>ont suivi ju</w:t>
      </w:r>
      <w:r w:rsidRPr="00DA4E77">
        <w:t>s</w:t>
      </w:r>
      <w:r w:rsidRPr="00DA4E77">
        <w:t>qu</w:t>
      </w:r>
      <w:r w:rsidR="00276CCE">
        <w:t>’</w:t>
      </w:r>
      <w:r w:rsidRPr="00DA4E77">
        <w:t>au seuil</w:t>
      </w:r>
      <w:r w:rsidR="00276CCE">
        <w:t> :</w:t>
      </w:r>
    </w:p>
    <w:p w14:paraId="55434104" w14:textId="77777777" w:rsidR="00276CCE" w:rsidRDefault="00276CCE" w:rsidP="002A4158">
      <w:r>
        <w:t>— </w:t>
      </w:r>
      <w:r w:rsidR="002A4158" w:rsidRPr="00DA4E77">
        <w:t xml:space="preserve">Lequel de vous connaît </w:t>
      </w:r>
      <w:proofErr w:type="spellStart"/>
      <w:r w:rsidR="002A4158" w:rsidRPr="00DA4E77">
        <w:t>Timou</w:t>
      </w:r>
      <w:proofErr w:type="spellEnd"/>
      <w:r>
        <w:t xml:space="preserve">, </w:t>
      </w:r>
      <w:r w:rsidR="002A4158" w:rsidRPr="00DA4E77">
        <w:t>le chef des Noirs</w:t>
      </w:r>
      <w:r>
        <w:t xml:space="preserve">, </w:t>
      </w:r>
      <w:r w:rsidR="002A4158" w:rsidRPr="00DA4E77">
        <w:t>le ma</w:t>
      </w:r>
      <w:r w:rsidR="002A4158" w:rsidRPr="00DA4E77">
        <w:t>î</w:t>
      </w:r>
      <w:r w:rsidR="002A4158" w:rsidRPr="00DA4E77">
        <w:t>tre des mineurs qui fouillent la terre</w:t>
      </w:r>
      <w:r>
        <w:t xml:space="preserve">, </w:t>
      </w:r>
      <w:r w:rsidR="002A4158" w:rsidRPr="00DA4E77">
        <w:t>dans l</w:t>
      </w:r>
      <w:r>
        <w:t>’</w:t>
      </w:r>
      <w:r w:rsidR="002A4158" w:rsidRPr="00DA4E77">
        <w:t>Île d</w:t>
      </w:r>
      <w:r>
        <w:t>’</w:t>
      </w:r>
      <w:r w:rsidR="002A4158" w:rsidRPr="00DA4E77">
        <w:t>Or</w:t>
      </w:r>
      <w:r>
        <w:t> ?</w:t>
      </w:r>
    </w:p>
    <w:p w14:paraId="0889BFE2" w14:textId="77777777" w:rsidR="00276CCE" w:rsidRDefault="00276CCE" w:rsidP="002A4158">
      <w:r>
        <w:t>— </w:t>
      </w:r>
      <w:r w:rsidR="002A4158" w:rsidRPr="00DA4E77">
        <w:t>Moi</w:t>
      </w:r>
      <w:r>
        <w:t xml:space="preserve">, </w:t>
      </w:r>
      <w:r w:rsidR="002A4158" w:rsidRPr="00DA4E77">
        <w:t xml:space="preserve">répond </w:t>
      </w:r>
      <w:proofErr w:type="spellStart"/>
      <w:r w:rsidR="002A4158" w:rsidRPr="00DA4E77">
        <w:t>Amonou</w:t>
      </w:r>
      <w:proofErr w:type="spellEnd"/>
      <w:r>
        <w:t xml:space="preserve">. </w:t>
      </w:r>
      <w:r w:rsidR="002A4158" w:rsidRPr="00DA4E77">
        <w:t>Je l</w:t>
      </w:r>
      <w:r>
        <w:t>’</w:t>
      </w:r>
      <w:r w:rsidR="002A4158" w:rsidRPr="00DA4E77">
        <w:t>ai vu dans une visite que j</w:t>
      </w:r>
      <w:r>
        <w:t>’</w:t>
      </w:r>
      <w:r w:rsidR="002A4158" w:rsidRPr="00DA4E77">
        <w:t>ai faite aux mines</w:t>
      </w:r>
      <w:r>
        <w:t>.</w:t>
      </w:r>
    </w:p>
    <w:p w14:paraId="4CEE55BA" w14:textId="77777777" w:rsidR="00276CCE" w:rsidRDefault="00276CCE" w:rsidP="002A4158">
      <w:r>
        <w:t>— </w:t>
      </w:r>
      <w:r w:rsidR="002A4158" w:rsidRPr="00DA4E77">
        <w:t>Regarde donc</w:t>
      </w:r>
      <w:r>
        <w:t xml:space="preserve">. </w:t>
      </w:r>
      <w:r w:rsidR="002A4158" w:rsidRPr="00DA4E77">
        <w:t>Prends cette longue-vue</w:t>
      </w:r>
      <w:r>
        <w:t>.</w:t>
      </w:r>
    </w:p>
    <w:p w14:paraId="4EB4D7FC" w14:textId="77777777" w:rsidR="00276CCE" w:rsidRDefault="002A4158" w:rsidP="002A4158">
      <w:proofErr w:type="spellStart"/>
      <w:r w:rsidRPr="00DA4E77">
        <w:t>Amonou</w:t>
      </w:r>
      <w:proofErr w:type="spellEnd"/>
      <w:r w:rsidRPr="00DA4E77">
        <w:t xml:space="preserve"> entrouvre la tenture de pourpre</w:t>
      </w:r>
      <w:r w:rsidR="00276CCE">
        <w:t xml:space="preserve">. </w:t>
      </w:r>
      <w:r w:rsidRPr="00DA4E77">
        <w:t>Là-bas</w:t>
      </w:r>
      <w:r w:rsidR="00276CCE">
        <w:t xml:space="preserve">, </w:t>
      </w:r>
      <w:r w:rsidRPr="00DA4E77">
        <w:t>à l</w:t>
      </w:r>
      <w:r w:rsidR="00276CCE">
        <w:t>’</w:t>
      </w:r>
      <w:r w:rsidRPr="00DA4E77">
        <w:t>entrée de la rade</w:t>
      </w:r>
      <w:r w:rsidR="00276CCE">
        <w:t xml:space="preserve">, </w:t>
      </w:r>
      <w:r w:rsidRPr="00DA4E77">
        <w:t>sont amarrées contre le quai plusieurs barques cha</w:t>
      </w:r>
      <w:r w:rsidRPr="00DA4E77">
        <w:t>r</w:t>
      </w:r>
      <w:r w:rsidRPr="00DA4E77">
        <w:t>gées d</w:t>
      </w:r>
      <w:r w:rsidR="00276CCE">
        <w:t>’</w:t>
      </w:r>
      <w:r w:rsidRPr="00DA4E77">
        <w:t>hommes noirs simplement vêtus d</w:t>
      </w:r>
      <w:r w:rsidR="00276CCE">
        <w:t>’</w:t>
      </w:r>
      <w:r w:rsidRPr="00DA4E77">
        <w:t>un pagne grossier et le torse nu</w:t>
      </w:r>
      <w:r w:rsidR="00276CCE">
        <w:t xml:space="preserve">. </w:t>
      </w:r>
      <w:r w:rsidRPr="00DA4E77">
        <w:t>Debout</w:t>
      </w:r>
      <w:r w:rsidR="00276CCE">
        <w:t xml:space="preserve">, </w:t>
      </w:r>
      <w:r w:rsidRPr="00DA4E77">
        <w:t>à l</w:t>
      </w:r>
      <w:r w:rsidR="00276CCE">
        <w:t>’</w:t>
      </w:r>
      <w:r w:rsidRPr="00DA4E77">
        <w:t>arrière de l</w:t>
      </w:r>
      <w:r w:rsidR="00276CCE">
        <w:t>’</w:t>
      </w:r>
      <w:r w:rsidRPr="00DA4E77">
        <w:t>une de ces barques</w:t>
      </w:r>
      <w:r w:rsidR="00276CCE">
        <w:t xml:space="preserve">, </w:t>
      </w:r>
      <w:r w:rsidRPr="00DA4E77">
        <w:t>un homme de haute taille semble ordonner la manœuvre</w:t>
      </w:r>
      <w:r w:rsidR="00276CCE">
        <w:t>.</w:t>
      </w:r>
    </w:p>
    <w:p w14:paraId="36FA85D8" w14:textId="77777777" w:rsidR="00276CCE" w:rsidRDefault="00276CCE" w:rsidP="002A4158">
      <w:r>
        <w:t>— </w:t>
      </w:r>
      <w:r w:rsidR="002A4158" w:rsidRPr="00DA4E77">
        <w:t>C</w:t>
      </w:r>
      <w:r>
        <w:t>’</w:t>
      </w:r>
      <w:r w:rsidR="002A4158" w:rsidRPr="00DA4E77">
        <w:t>est bien lui</w:t>
      </w:r>
      <w:r>
        <w:t xml:space="preserve">, </w:t>
      </w:r>
      <w:r w:rsidR="002A4158" w:rsidRPr="00DA4E77">
        <w:t>je reconnais ses larges épaules et son v</w:t>
      </w:r>
      <w:r w:rsidR="002A4158" w:rsidRPr="00DA4E77">
        <w:t>i</w:t>
      </w:r>
      <w:r w:rsidR="002A4158" w:rsidRPr="00DA4E77">
        <w:t>sage impérieux</w:t>
      </w:r>
      <w:r>
        <w:t>.</w:t>
      </w:r>
    </w:p>
    <w:p w14:paraId="0B8E23CE" w14:textId="77777777" w:rsidR="00276CCE" w:rsidRDefault="00276CCE" w:rsidP="002A4158">
      <w:r>
        <w:t>— </w:t>
      </w:r>
      <w:r w:rsidR="002A4158" w:rsidRPr="00DA4E77">
        <w:t>Je ne me trompe donc pas</w:t>
      </w:r>
      <w:r>
        <w:t xml:space="preserve">. </w:t>
      </w:r>
      <w:r w:rsidR="002A4158" w:rsidRPr="00DA4E77">
        <w:t>Que fait-il</w:t>
      </w:r>
      <w:r>
        <w:t> ?</w:t>
      </w:r>
    </w:p>
    <w:p w14:paraId="1142D127" w14:textId="77777777" w:rsidR="00276CCE" w:rsidRDefault="00276CCE" w:rsidP="002A4158">
      <w:r>
        <w:lastRenderedPageBreak/>
        <w:t>— </w:t>
      </w:r>
      <w:r w:rsidR="002A4158" w:rsidRPr="00DA4E77">
        <w:t>Tous les Noirs viennent de descendre sur les quais</w:t>
      </w:r>
      <w:r>
        <w:t xml:space="preserve">. </w:t>
      </w:r>
      <w:r w:rsidR="002A4158" w:rsidRPr="00DA4E77">
        <w:t>Il leur parle</w:t>
      </w:r>
      <w:r>
        <w:t xml:space="preserve">. </w:t>
      </w:r>
      <w:r w:rsidR="002A4158" w:rsidRPr="00DA4E77">
        <w:t>Les voilà qui marchent vers la ville</w:t>
      </w:r>
      <w:r>
        <w:t>.</w:t>
      </w:r>
    </w:p>
    <w:p w14:paraId="015B6E39" w14:textId="77777777" w:rsidR="00276CCE" w:rsidRDefault="00276CCE" w:rsidP="002A4158">
      <w:r>
        <w:t>— </w:t>
      </w:r>
      <w:r w:rsidR="002A4158" w:rsidRPr="00DA4E77">
        <w:t>Et lui</w:t>
      </w:r>
      <w:r>
        <w:t> ?</w:t>
      </w:r>
    </w:p>
    <w:p w14:paraId="3AD3CE33" w14:textId="77777777" w:rsidR="00276CCE" w:rsidRDefault="00276CCE" w:rsidP="002A4158">
      <w:r>
        <w:t>— </w:t>
      </w:r>
      <w:r w:rsidR="002A4158" w:rsidRPr="00DA4E77">
        <w:t>Il reste en barque avec deux rameurs</w:t>
      </w:r>
      <w:r>
        <w:t xml:space="preserve">. </w:t>
      </w:r>
      <w:r w:rsidR="002A4158" w:rsidRPr="00DA4E77">
        <w:t>La barque quitte le quai</w:t>
      </w:r>
      <w:r>
        <w:t xml:space="preserve">. </w:t>
      </w:r>
      <w:r w:rsidR="002A4158" w:rsidRPr="00DA4E77">
        <w:t>Elle se dirige vers le sud</w:t>
      </w:r>
      <w:r>
        <w:t xml:space="preserve">. </w:t>
      </w:r>
      <w:r w:rsidR="002A4158" w:rsidRPr="00DA4E77">
        <w:t>Elle disparaît</w:t>
      </w:r>
      <w:r>
        <w:t xml:space="preserve">. </w:t>
      </w:r>
      <w:r w:rsidR="002A4158" w:rsidRPr="00DA4E77">
        <w:t>Je ne vois plus rien</w:t>
      </w:r>
      <w:r>
        <w:t>.</w:t>
      </w:r>
    </w:p>
    <w:p w14:paraId="3A889F9E" w14:textId="77777777" w:rsidR="00276CCE" w:rsidRDefault="00276CCE" w:rsidP="002A4158">
      <w:r>
        <w:t>— </w:t>
      </w:r>
      <w:r w:rsidR="002A4158" w:rsidRPr="00DA4E77">
        <w:t>Bien</w:t>
      </w:r>
      <w:r>
        <w:t xml:space="preserve">. </w:t>
      </w:r>
      <w:r w:rsidR="002A4158" w:rsidRPr="00DA4E77">
        <w:t>Il est temps que je monte au Palais de l</w:t>
      </w:r>
      <w:r>
        <w:t>’</w:t>
      </w:r>
      <w:r w:rsidR="002A4158" w:rsidRPr="00DA4E77">
        <w:t>Empire</w:t>
      </w:r>
      <w:r>
        <w:t>.</w:t>
      </w:r>
    </w:p>
    <w:p w14:paraId="55CAE651" w14:textId="77777777" w:rsidR="00276CCE" w:rsidRDefault="00276CCE" w:rsidP="002A4158">
      <w:r>
        <w:t>— </w:t>
      </w:r>
      <w:r w:rsidR="002A4158" w:rsidRPr="00DA4E77">
        <w:t>Qu</w:t>
      </w:r>
      <w:r>
        <w:t>’</w:t>
      </w:r>
      <w:r w:rsidR="002A4158" w:rsidRPr="00DA4E77">
        <w:t>a donc ce Nubien qui te puisse inquiéter</w:t>
      </w:r>
      <w:r>
        <w:t xml:space="preserve">, </w:t>
      </w:r>
      <w:proofErr w:type="spellStart"/>
      <w:r w:rsidR="002A4158" w:rsidRPr="00DA4E77">
        <w:t>Knephao</w:t>
      </w:r>
      <w:proofErr w:type="spellEnd"/>
      <w:r>
        <w:t xml:space="preserve"> ? </w:t>
      </w:r>
      <w:r w:rsidR="002A4158" w:rsidRPr="00DA4E77">
        <w:t>N</w:t>
      </w:r>
      <w:r>
        <w:t>’</w:t>
      </w:r>
      <w:r w:rsidR="002A4158" w:rsidRPr="00DA4E77">
        <w:t>est-ce pas le jour où les Noirs assistent à la Fête de l</w:t>
      </w:r>
      <w:r>
        <w:t>’</w:t>
      </w:r>
      <w:r w:rsidR="002A4158" w:rsidRPr="00DA4E77">
        <w:t>Or</w:t>
      </w:r>
      <w:r>
        <w:t xml:space="preserve">, </w:t>
      </w:r>
      <w:r w:rsidR="002A4158" w:rsidRPr="00DA4E77">
        <w:t>leur fête</w:t>
      </w:r>
      <w:r>
        <w:t xml:space="preserve">, </w:t>
      </w:r>
      <w:r w:rsidR="002A4158" w:rsidRPr="00DA4E77">
        <w:t>à eux</w:t>
      </w:r>
      <w:r>
        <w:t> ?</w:t>
      </w:r>
    </w:p>
    <w:p w14:paraId="6AF24014" w14:textId="77777777" w:rsidR="00276CCE" w:rsidRDefault="00276CCE" w:rsidP="002A4158">
      <w:r>
        <w:t>— </w:t>
      </w:r>
      <w:proofErr w:type="spellStart"/>
      <w:r w:rsidR="002A4158" w:rsidRPr="00DA4E77">
        <w:t>Timou</w:t>
      </w:r>
      <w:proofErr w:type="spellEnd"/>
      <w:r>
        <w:t xml:space="preserve">, </w:t>
      </w:r>
      <w:r w:rsidR="002A4158" w:rsidRPr="00DA4E77">
        <w:t>jamais</w:t>
      </w:r>
      <w:r>
        <w:t xml:space="preserve">. </w:t>
      </w:r>
      <w:r w:rsidR="002A4158" w:rsidRPr="00DA4E77">
        <w:t>Il hait Atlantis</w:t>
      </w:r>
      <w:r>
        <w:t xml:space="preserve">. </w:t>
      </w:r>
      <w:r w:rsidR="002A4158" w:rsidRPr="00DA4E77">
        <w:t>Il a juré qu</w:t>
      </w:r>
      <w:r>
        <w:t>’</w:t>
      </w:r>
      <w:r w:rsidR="002A4158" w:rsidRPr="00DA4E77">
        <w:t>il ne viendrait ici que le jour où il pourrait se venger des Atlantes</w:t>
      </w:r>
      <w:r>
        <w:t>.</w:t>
      </w:r>
    </w:p>
    <w:p w14:paraId="60BE3607" w14:textId="77777777" w:rsidR="00276CCE" w:rsidRDefault="00276CCE" w:rsidP="002A4158">
      <w:r>
        <w:t>— </w:t>
      </w:r>
      <w:r w:rsidR="002A4158" w:rsidRPr="00DA4E77">
        <w:t>Tu le connais donc</w:t>
      </w:r>
      <w:r>
        <w:t> ?</w:t>
      </w:r>
    </w:p>
    <w:p w14:paraId="31A9D9EA" w14:textId="77777777" w:rsidR="00276CCE" w:rsidRDefault="00276CCE" w:rsidP="002A4158">
      <w:r>
        <w:t>— </w:t>
      </w:r>
      <w:r w:rsidR="002A4158" w:rsidRPr="00DA4E77">
        <w:t>Il sort des terres de Nubie</w:t>
      </w:r>
      <w:r>
        <w:t xml:space="preserve">, </w:t>
      </w:r>
      <w:r w:rsidR="002A4158" w:rsidRPr="00DA4E77">
        <w:t>proches de l</w:t>
      </w:r>
      <w:r>
        <w:t>’</w:t>
      </w:r>
      <w:r w:rsidR="002A4158" w:rsidRPr="00DA4E77">
        <w:t>Égypte</w:t>
      </w:r>
      <w:r>
        <w:t xml:space="preserve">. </w:t>
      </w:r>
      <w:r w:rsidR="002A4158" w:rsidRPr="00DA4E77">
        <w:t>Mon père le fit prisonnier</w:t>
      </w:r>
      <w:r>
        <w:t xml:space="preserve">. </w:t>
      </w:r>
      <w:r w:rsidR="002A4158" w:rsidRPr="00DA4E77">
        <w:t>Il naquit</w:t>
      </w:r>
      <w:r>
        <w:t xml:space="preserve">, </w:t>
      </w:r>
      <w:r w:rsidR="002A4158" w:rsidRPr="00DA4E77">
        <w:t>dit-on</w:t>
      </w:r>
      <w:r>
        <w:t xml:space="preserve">, </w:t>
      </w:r>
      <w:r w:rsidR="002A4158" w:rsidRPr="00DA4E77">
        <w:t>de race sacerdotale et royale</w:t>
      </w:r>
      <w:r>
        <w:t xml:space="preserve">. </w:t>
      </w:r>
      <w:r w:rsidR="002A4158" w:rsidRPr="00DA4E77">
        <w:t>Ses aïeux avaient gouverné jadis le royaume de Saba</w:t>
      </w:r>
      <w:r>
        <w:t xml:space="preserve">. </w:t>
      </w:r>
      <w:r w:rsidR="002A4158" w:rsidRPr="00DA4E77">
        <w:t>Il voua aux Rouges une éternelle haine</w:t>
      </w:r>
      <w:r>
        <w:t xml:space="preserve">, </w:t>
      </w:r>
      <w:r w:rsidR="002A4158" w:rsidRPr="00DA4E77">
        <w:t>qu</w:t>
      </w:r>
      <w:r>
        <w:t>’</w:t>
      </w:r>
      <w:r w:rsidR="002A4158" w:rsidRPr="00DA4E77">
        <w:t>il dissimule depuis de no</w:t>
      </w:r>
      <w:r w:rsidR="002A4158" w:rsidRPr="00DA4E77">
        <w:t>m</w:t>
      </w:r>
      <w:r w:rsidR="002A4158" w:rsidRPr="00DA4E77">
        <w:t>breuses années</w:t>
      </w:r>
      <w:r>
        <w:t xml:space="preserve">. </w:t>
      </w:r>
      <w:r w:rsidR="002A4158" w:rsidRPr="00DA4E77">
        <w:t>J</w:t>
      </w:r>
      <w:r>
        <w:t>’</w:t>
      </w:r>
      <w:r w:rsidR="002A4158" w:rsidRPr="00DA4E77">
        <w:t xml:space="preserve">ai toujours dit à </w:t>
      </w:r>
      <w:proofErr w:type="spellStart"/>
      <w:r w:rsidR="002A4158" w:rsidRPr="00DA4E77">
        <w:t>Hellas</w:t>
      </w:r>
      <w:proofErr w:type="spellEnd"/>
      <w:r w:rsidR="002A4158" w:rsidRPr="00DA4E77">
        <w:t xml:space="preserve"> de ne pas lui laisser la direction des mines</w:t>
      </w:r>
      <w:r>
        <w:t>.</w:t>
      </w:r>
    </w:p>
    <w:p w14:paraId="61100E74" w14:textId="77777777" w:rsidR="00276CCE" w:rsidRDefault="00276CCE" w:rsidP="002A4158">
      <w:r>
        <w:t>— </w:t>
      </w:r>
      <w:r w:rsidR="002A4158" w:rsidRPr="00DA4E77">
        <w:t>Bah</w:t>
      </w:r>
      <w:r>
        <w:t xml:space="preserve"> ! </w:t>
      </w:r>
      <w:r w:rsidR="002A4158" w:rsidRPr="00DA4E77">
        <w:t>j</w:t>
      </w:r>
      <w:r>
        <w:t>’</w:t>
      </w:r>
      <w:r w:rsidR="002A4158" w:rsidRPr="00DA4E77">
        <w:t>ai confiance</w:t>
      </w:r>
      <w:r>
        <w:t xml:space="preserve"> ! </w:t>
      </w:r>
      <w:r w:rsidR="002A4158" w:rsidRPr="00DA4E77">
        <w:t>s</w:t>
      </w:r>
      <w:r>
        <w:t>’</w:t>
      </w:r>
      <w:r w:rsidR="002A4158" w:rsidRPr="00DA4E77">
        <w:t xml:space="preserve">écrie </w:t>
      </w:r>
      <w:proofErr w:type="spellStart"/>
      <w:r w:rsidR="002A4158" w:rsidRPr="00DA4E77">
        <w:t>Amonou</w:t>
      </w:r>
      <w:proofErr w:type="spellEnd"/>
      <w:r>
        <w:t xml:space="preserve">. </w:t>
      </w:r>
      <w:r w:rsidR="002A4158" w:rsidRPr="00DA4E77">
        <w:t>Avec toi</w:t>
      </w:r>
      <w:r>
        <w:t xml:space="preserve">, </w:t>
      </w:r>
      <w:r w:rsidR="002A4158" w:rsidRPr="00DA4E77">
        <w:t>Atlantis n</w:t>
      </w:r>
      <w:r>
        <w:t>’</w:t>
      </w:r>
      <w:r w:rsidR="002A4158" w:rsidRPr="00DA4E77">
        <w:t>a rien à craindre</w:t>
      </w:r>
      <w:r>
        <w:t>.</w:t>
      </w:r>
    </w:p>
    <w:p w14:paraId="761FC1FD" w14:textId="77777777" w:rsidR="00276CCE" w:rsidRDefault="002A4158" w:rsidP="002A4158">
      <w:r w:rsidRPr="00DA4E77">
        <w:t>Mais l</w:t>
      </w:r>
      <w:r w:rsidR="00276CCE">
        <w:t>’</w:t>
      </w:r>
      <w:r w:rsidRPr="00DA4E77">
        <w:t>Égyptien saute déjà sur son cheval</w:t>
      </w:r>
      <w:r w:rsidR="00276CCE">
        <w:t xml:space="preserve">, </w:t>
      </w:r>
      <w:r w:rsidRPr="00DA4E77">
        <w:t>et le reflet de son casque disparaît au détour de la place</w:t>
      </w:r>
      <w:r w:rsidR="00276CCE">
        <w:t>.</w:t>
      </w:r>
    </w:p>
    <w:p w14:paraId="66443C9C" w14:textId="400760F7" w:rsidR="002A4158" w:rsidRPr="00DA4E77" w:rsidRDefault="002A4158" w:rsidP="002A4158"/>
    <w:p w14:paraId="37DD9622" w14:textId="77777777" w:rsidR="00276CCE" w:rsidRDefault="002A4158" w:rsidP="002A4158">
      <w:r w:rsidRPr="00DA4E77">
        <w:t>Le soleil flamboie en plein azur</w:t>
      </w:r>
      <w:r w:rsidR="00276CCE">
        <w:t xml:space="preserve">. </w:t>
      </w:r>
      <w:r w:rsidRPr="00DA4E77">
        <w:t>La mer lisse reflète la l</w:t>
      </w:r>
      <w:r w:rsidRPr="00DA4E77">
        <w:t>u</w:t>
      </w:r>
      <w:r w:rsidRPr="00DA4E77">
        <w:t>mière en nappes vermeilles d</w:t>
      </w:r>
      <w:r w:rsidR="00276CCE">
        <w:t>’</w:t>
      </w:r>
      <w:r w:rsidRPr="00DA4E77">
        <w:t>où jaillissent parfois des flèches de feu</w:t>
      </w:r>
      <w:r w:rsidR="00276CCE">
        <w:t xml:space="preserve">. </w:t>
      </w:r>
      <w:r w:rsidRPr="00DA4E77">
        <w:t>Les barques</w:t>
      </w:r>
      <w:r w:rsidR="00276CCE">
        <w:t xml:space="preserve">, </w:t>
      </w:r>
      <w:r w:rsidRPr="00DA4E77">
        <w:t>en déchirant la nappe d</w:t>
      </w:r>
      <w:r w:rsidR="00276CCE">
        <w:t>’</w:t>
      </w:r>
      <w:r w:rsidRPr="00DA4E77">
        <w:t>eau</w:t>
      </w:r>
      <w:r w:rsidR="00276CCE">
        <w:t xml:space="preserve">, </w:t>
      </w:r>
      <w:r w:rsidRPr="00DA4E77">
        <w:t xml:space="preserve">semblent </w:t>
      </w:r>
      <w:r w:rsidRPr="00DA4E77">
        <w:lastRenderedPageBreak/>
        <w:t>soul</w:t>
      </w:r>
      <w:r w:rsidRPr="00DA4E77">
        <w:t>e</w:t>
      </w:r>
      <w:r w:rsidRPr="00DA4E77">
        <w:t>ver du métal translucide</w:t>
      </w:r>
      <w:r w:rsidR="00276CCE">
        <w:t xml:space="preserve">, </w:t>
      </w:r>
      <w:r w:rsidRPr="00DA4E77">
        <w:t>et l</w:t>
      </w:r>
      <w:r w:rsidR="00276CCE">
        <w:t>’</w:t>
      </w:r>
      <w:r w:rsidRPr="00DA4E77">
        <w:t>on dirait que</w:t>
      </w:r>
      <w:r w:rsidR="00276CCE">
        <w:t xml:space="preserve">, </w:t>
      </w:r>
      <w:r w:rsidRPr="00DA4E77">
        <w:t>dans leur sillage</w:t>
      </w:r>
      <w:r w:rsidR="00276CCE">
        <w:t xml:space="preserve">, </w:t>
      </w:r>
      <w:r w:rsidRPr="00DA4E77">
        <w:t>écume de l</w:t>
      </w:r>
      <w:r w:rsidR="00276CCE">
        <w:t>’</w:t>
      </w:r>
      <w:r w:rsidRPr="00DA4E77">
        <w:t>or en fusion</w:t>
      </w:r>
      <w:r w:rsidR="00276CCE">
        <w:t xml:space="preserve">. </w:t>
      </w:r>
      <w:r w:rsidRPr="00DA4E77">
        <w:t>De toute la Cité monte un frisson care</w:t>
      </w:r>
      <w:r w:rsidRPr="00DA4E77">
        <w:t>s</w:t>
      </w:r>
      <w:r w:rsidRPr="00DA4E77">
        <w:t>sant de paresse heureuse</w:t>
      </w:r>
      <w:r w:rsidR="00276CCE">
        <w:t xml:space="preserve">, </w:t>
      </w:r>
      <w:r w:rsidRPr="00DA4E77">
        <w:t>et quelque chose d</w:t>
      </w:r>
      <w:r w:rsidR="00276CCE">
        <w:t>’</w:t>
      </w:r>
      <w:r w:rsidRPr="00DA4E77">
        <w:t>éternel et de divin plane et s</w:t>
      </w:r>
      <w:r w:rsidR="00276CCE">
        <w:t>’</w:t>
      </w:r>
      <w:r w:rsidRPr="00DA4E77">
        <w:t>épand sur la Reine des Eaux</w:t>
      </w:r>
      <w:r w:rsidR="00276CCE">
        <w:t>.</w:t>
      </w:r>
    </w:p>
    <w:p w14:paraId="761BDD8D" w14:textId="77777777" w:rsidR="00276CCE" w:rsidRDefault="00276CCE" w:rsidP="002A4158">
      <w:r>
        <w:t>— </w:t>
      </w:r>
      <w:r w:rsidR="002A4158" w:rsidRPr="00DA4E77">
        <w:t>La belle journée</w:t>
      </w:r>
      <w:r>
        <w:t xml:space="preserve"> ! </w:t>
      </w:r>
      <w:r w:rsidR="002A4158" w:rsidRPr="00DA4E77">
        <w:t xml:space="preserve">chante </w:t>
      </w:r>
      <w:proofErr w:type="spellStart"/>
      <w:r w:rsidR="002A4158" w:rsidRPr="00DA4E77">
        <w:t>Glania</w:t>
      </w:r>
      <w:proofErr w:type="spellEnd"/>
      <w:r>
        <w:t xml:space="preserve">. </w:t>
      </w:r>
      <w:proofErr w:type="spellStart"/>
      <w:r w:rsidR="002A4158" w:rsidRPr="00DA4E77">
        <w:t>Allons nous</w:t>
      </w:r>
      <w:proofErr w:type="spellEnd"/>
      <w:r w:rsidR="002A4158" w:rsidRPr="00DA4E77">
        <w:t xml:space="preserve"> mêler à la fête</w:t>
      </w:r>
      <w:r>
        <w:t xml:space="preserve"> ! </w:t>
      </w:r>
      <w:proofErr w:type="spellStart"/>
      <w:r w:rsidR="002A4158" w:rsidRPr="00DA4E77">
        <w:t>Hellas</w:t>
      </w:r>
      <w:proofErr w:type="spellEnd"/>
      <w:r w:rsidR="002A4158" w:rsidRPr="00DA4E77">
        <w:t xml:space="preserve"> le veut</w:t>
      </w:r>
      <w:r>
        <w:t>.</w:t>
      </w:r>
    </w:p>
    <w:p w14:paraId="38364C23" w14:textId="77777777" w:rsidR="00276CCE" w:rsidRDefault="00276CCE" w:rsidP="002A4158">
      <w:r>
        <w:t>— </w:t>
      </w:r>
      <w:r w:rsidR="002A4158" w:rsidRPr="00DA4E77">
        <w:t>Mais pas en char</w:t>
      </w:r>
      <w:r>
        <w:t xml:space="preserve"> ! </w:t>
      </w:r>
      <w:r w:rsidR="002A4158" w:rsidRPr="00DA4E77">
        <w:t>Sans chevaux ni mules</w:t>
      </w:r>
      <w:r>
        <w:t xml:space="preserve"> ! </w:t>
      </w:r>
      <w:r w:rsidR="002A4158" w:rsidRPr="00DA4E77">
        <w:t>À pied</w:t>
      </w:r>
      <w:r>
        <w:t xml:space="preserve">, </w:t>
      </w:r>
      <w:r w:rsidR="002A4158" w:rsidRPr="00DA4E77">
        <w:t>veux-tu</w:t>
      </w:r>
      <w:r>
        <w:t xml:space="preserve">, </w:t>
      </w:r>
      <w:r w:rsidR="002A4158" w:rsidRPr="00DA4E77">
        <w:t>comme des inconnus qui visitent la Cité</w:t>
      </w:r>
      <w:r>
        <w:t> ?</w:t>
      </w:r>
    </w:p>
    <w:p w14:paraId="0AC0B741" w14:textId="77777777" w:rsidR="00276CCE" w:rsidRDefault="00276CCE" w:rsidP="002A4158">
      <w:r>
        <w:t>— </w:t>
      </w:r>
      <w:r w:rsidR="002A4158" w:rsidRPr="00DA4E77">
        <w:t>Oui</w:t>
      </w:r>
      <w:r>
        <w:t xml:space="preserve">, </w:t>
      </w:r>
      <w:r w:rsidR="002A4158" w:rsidRPr="00DA4E77">
        <w:t>oui</w:t>
      </w:r>
      <w:r>
        <w:t xml:space="preserve">, </w:t>
      </w:r>
      <w:r w:rsidR="002A4158" w:rsidRPr="00DA4E77">
        <w:t>à pied</w:t>
      </w:r>
      <w:r>
        <w:t xml:space="preserve"> ! </w:t>
      </w:r>
      <w:r w:rsidR="002A4158" w:rsidRPr="00DA4E77">
        <w:t>Nous nous arrêterons dans les jardins en fleurs</w:t>
      </w:r>
      <w:r>
        <w:t>.</w:t>
      </w:r>
    </w:p>
    <w:p w14:paraId="0BBDB99F" w14:textId="77777777" w:rsidR="00276CCE" w:rsidRDefault="002A4158" w:rsidP="002A4158">
      <w:r w:rsidRPr="00DA4E77">
        <w:t>Et leur jeunesse débordante</w:t>
      </w:r>
      <w:r w:rsidR="00276CCE">
        <w:t xml:space="preserve">, </w:t>
      </w:r>
      <w:r w:rsidRPr="00DA4E77">
        <w:t xml:space="preserve">oubliant tout de suite les craintes de </w:t>
      </w:r>
      <w:proofErr w:type="spellStart"/>
      <w:r w:rsidRPr="00DA4E77">
        <w:t>Knephao</w:t>
      </w:r>
      <w:proofErr w:type="spellEnd"/>
      <w:r w:rsidR="00276CCE">
        <w:t xml:space="preserve">, </w:t>
      </w:r>
      <w:r w:rsidRPr="00DA4E77">
        <w:t>s</w:t>
      </w:r>
      <w:r w:rsidR="00276CCE">
        <w:t>’</w:t>
      </w:r>
      <w:r w:rsidRPr="00DA4E77">
        <w:t>en va</w:t>
      </w:r>
      <w:r w:rsidR="00276CCE">
        <w:t xml:space="preserve">, </w:t>
      </w:r>
      <w:r w:rsidRPr="00DA4E77">
        <w:t>légère et curieuse</w:t>
      </w:r>
      <w:r w:rsidR="00276CCE">
        <w:t xml:space="preserve">, </w:t>
      </w:r>
      <w:r w:rsidRPr="00DA4E77">
        <w:t>à travers les rues pleines de soleil</w:t>
      </w:r>
      <w:r w:rsidR="00276CCE">
        <w:t>.</w:t>
      </w:r>
    </w:p>
    <w:p w14:paraId="4BF84274" w14:textId="77777777" w:rsidR="00276CCE" w:rsidRDefault="00276CCE" w:rsidP="00276CCE">
      <w:pPr>
        <w:pStyle w:val="Titre2"/>
        <w:rPr>
          <w:i/>
        </w:rPr>
      </w:pPr>
      <w:bookmarkStart w:id="35" w:name="_Toc194842021"/>
      <w:r w:rsidRPr="00DA4E77">
        <w:lastRenderedPageBreak/>
        <w:t>Scène</w:t>
      </w:r>
      <w:r>
        <w:t> </w:t>
      </w:r>
      <w:r w:rsidRPr="00DA4E77">
        <w:t>IX</w:t>
      </w:r>
      <w:r>
        <w:t xml:space="preserve">. </w:t>
      </w:r>
      <w:r>
        <w:rPr>
          <w:i/>
        </w:rPr>
        <w:t xml:space="preserve">– </w:t>
      </w:r>
      <w:r w:rsidR="002A4158" w:rsidRPr="00DA4E77">
        <w:rPr>
          <w:i/>
        </w:rPr>
        <w:t>Au Palais de l</w:t>
      </w:r>
      <w:r>
        <w:rPr>
          <w:i/>
        </w:rPr>
        <w:t>’</w:t>
      </w:r>
      <w:r w:rsidR="002A4158" w:rsidRPr="00DA4E77">
        <w:rPr>
          <w:i/>
        </w:rPr>
        <w:t>Empire</w:t>
      </w:r>
      <w:r>
        <w:rPr>
          <w:i/>
        </w:rPr>
        <w:t>.</w:t>
      </w:r>
      <w:bookmarkEnd w:id="35"/>
    </w:p>
    <w:p w14:paraId="20367D1B" w14:textId="77777777" w:rsidR="00276CCE" w:rsidRDefault="002A4158" w:rsidP="002A4158">
      <w:r w:rsidRPr="00DA4E77">
        <w:t>La quatrième heure après midi vient de sonner</w:t>
      </w:r>
      <w:r w:rsidR="00276CCE">
        <w:t xml:space="preserve">, </w:t>
      </w:r>
      <w:r w:rsidRPr="00DA4E77">
        <w:t xml:space="preserve">et </w:t>
      </w:r>
      <w:proofErr w:type="spellStart"/>
      <w:r w:rsidRPr="00DA4E77">
        <w:t>Hellas</w:t>
      </w:r>
      <w:proofErr w:type="spellEnd"/>
      <w:r w:rsidR="00276CCE">
        <w:t xml:space="preserve">, </w:t>
      </w:r>
      <w:r w:rsidRPr="00DA4E77">
        <w:t>les épaules recouvertes du manteau blanc</w:t>
      </w:r>
      <w:r w:rsidR="00276CCE">
        <w:t xml:space="preserve">, </w:t>
      </w:r>
      <w:r w:rsidRPr="00DA4E77">
        <w:t>le front ceint de la couronne d</w:t>
      </w:r>
      <w:r w:rsidR="00276CCE">
        <w:t>’</w:t>
      </w:r>
      <w:r w:rsidRPr="00DA4E77">
        <w:t>or</w:t>
      </w:r>
      <w:r w:rsidR="00276CCE">
        <w:t xml:space="preserve">, </w:t>
      </w:r>
      <w:r w:rsidRPr="00DA4E77">
        <w:t>interroge plusieurs fois de ses yeux impatients la place bruyante où le peuple</w:t>
      </w:r>
      <w:r w:rsidR="00276CCE">
        <w:t xml:space="preserve">, </w:t>
      </w:r>
      <w:r w:rsidRPr="00DA4E77">
        <w:t>gardé par les soldats égyptiens</w:t>
      </w:r>
      <w:r w:rsidR="00276CCE">
        <w:t xml:space="preserve">, </w:t>
      </w:r>
      <w:r w:rsidRPr="00DA4E77">
        <w:t>a</w:t>
      </w:r>
      <w:r w:rsidRPr="00DA4E77">
        <w:t>t</w:t>
      </w:r>
      <w:r w:rsidRPr="00DA4E77">
        <w:t>tend le départ du Prince de l</w:t>
      </w:r>
      <w:r w:rsidR="00276CCE">
        <w:t>’</w:t>
      </w:r>
      <w:r w:rsidRPr="00DA4E77">
        <w:t>Empire</w:t>
      </w:r>
      <w:r w:rsidR="00276CCE">
        <w:t>.</w:t>
      </w:r>
    </w:p>
    <w:p w14:paraId="36F6CEE8" w14:textId="77777777" w:rsidR="00276CCE" w:rsidRDefault="00276CCE" w:rsidP="002A4158">
      <w:r>
        <w:t>— </w:t>
      </w:r>
      <w:r w:rsidR="002A4158" w:rsidRPr="00DA4E77">
        <w:t>Maître</w:t>
      </w:r>
      <w:r>
        <w:t xml:space="preserve">, </w:t>
      </w:r>
      <w:r w:rsidR="002A4158" w:rsidRPr="00DA4E77">
        <w:t>demande respectueusement un des officiers du Palais</w:t>
      </w:r>
      <w:r>
        <w:t xml:space="preserve">, </w:t>
      </w:r>
      <w:r w:rsidR="002A4158" w:rsidRPr="00DA4E77">
        <w:t>je crois devoir te rappeler que sonnera bientôt l</w:t>
      </w:r>
      <w:r>
        <w:t>’</w:t>
      </w:r>
      <w:r w:rsidR="002A4158" w:rsidRPr="00DA4E77">
        <w:t xml:space="preserve">heure de te rendre vers les jardins de </w:t>
      </w:r>
      <w:proofErr w:type="spellStart"/>
      <w:r w:rsidR="002A4158" w:rsidRPr="00DA4E77">
        <w:t>Melléna</w:t>
      </w:r>
      <w:proofErr w:type="spellEnd"/>
      <w:r>
        <w:t>.</w:t>
      </w:r>
    </w:p>
    <w:p w14:paraId="18CA27D0" w14:textId="77777777" w:rsidR="00276CCE" w:rsidRDefault="00276CCE" w:rsidP="002A4158">
      <w:r>
        <w:t>— </w:t>
      </w:r>
      <w:r w:rsidR="002A4158" w:rsidRPr="00DA4E77">
        <w:t>Bien</w:t>
      </w:r>
      <w:r>
        <w:t xml:space="preserve">, </w:t>
      </w:r>
      <w:r w:rsidR="002A4158" w:rsidRPr="00DA4E77">
        <w:t>mon ami</w:t>
      </w:r>
      <w:r>
        <w:t xml:space="preserve">. </w:t>
      </w:r>
      <w:proofErr w:type="spellStart"/>
      <w:r w:rsidR="002A4158" w:rsidRPr="00DA4E77">
        <w:t>Knephao</w:t>
      </w:r>
      <w:proofErr w:type="spellEnd"/>
      <w:r w:rsidR="002A4158" w:rsidRPr="00DA4E77">
        <w:t xml:space="preserve"> est-il avec nous</w:t>
      </w:r>
      <w:r>
        <w:t> ?</w:t>
      </w:r>
    </w:p>
    <w:p w14:paraId="4D2001D8" w14:textId="77777777" w:rsidR="00276CCE" w:rsidRDefault="00276CCE" w:rsidP="002A4158">
      <w:r>
        <w:t>— </w:t>
      </w:r>
      <w:r w:rsidR="002A4158" w:rsidRPr="00DA4E77">
        <w:t>Oui</w:t>
      </w:r>
      <w:r>
        <w:t xml:space="preserve">, </w:t>
      </w:r>
      <w:r w:rsidR="002A4158" w:rsidRPr="00DA4E77">
        <w:t>maître</w:t>
      </w:r>
      <w:r>
        <w:t xml:space="preserve">, </w:t>
      </w:r>
      <w:r w:rsidR="002A4158" w:rsidRPr="00DA4E77">
        <w:t>prêt à monter à cheval</w:t>
      </w:r>
      <w:r>
        <w:t xml:space="preserve">, </w:t>
      </w:r>
      <w:r w:rsidR="002A4158" w:rsidRPr="00DA4E77">
        <w:t>au seuil du Palais</w:t>
      </w:r>
      <w:r>
        <w:t>.</w:t>
      </w:r>
    </w:p>
    <w:p w14:paraId="217F892C" w14:textId="77777777" w:rsidR="00276CCE" w:rsidRDefault="00276CCE" w:rsidP="002A4158">
      <w:r>
        <w:t>— </w:t>
      </w:r>
      <w:r w:rsidR="002A4158" w:rsidRPr="00DA4E77">
        <w:t>Prie-le de me rejoindre dans le vestibule</w:t>
      </w:r>
      <w:r>
        <w:t>.</w:t>
      </w:r>
    </w:p>
    <w:p w14:paraId="7BEBE0A1" w14:textId="77777777" w:rsidR="00276CCE" w:rsidRDefault="002A4158" w:rsidP="002A4158">
      <w:r w:rsidRPr="00DA4E77">
        <w:t>Et une dernière fois</w:t>
      </w:r>
      <w:r w:rsidR="00276CCE">
        <w:t xml:space="preserve">, </w:t>
      </w:r>
      <w:r w:rsidRPr="00DA4E77">
        <w:t>du haut du balcon</w:t>
      </w:r>
      <w:r w:rsidR="00276CCE">
        <w:t xml:space="preserve">, </w:t>
      </w:r>
      <w:proofErr w:type="spellStart"/>
      <w:r w:rsidRPr="00DA4E77">
        <w:t>Hellas</w:t>
      </w:r>
      <w:proofErr w:type="spellEnd"/>
      <w:r w:rsidRPr="00DA4E77">
        <w:t xml:space="preserve"> embrasse du regard la place entière</w:t>
      </w:r>
      <w:r w:rsidR="00276CCE">
        <w:t xml:space="preserve"> ; </w:t>
      </w:r>
      <w:r w:rsidRPr="00DA4E77">
        <w:t>puis</w:t>
      </w:r>
      <w:r w:rsidR="00276CCE">
        <w:t xml:space="preserve">, </w:t>
      </w:r>
      <w:r w:rsidRPr="00DA4E77">
        <w:t>ayant fait un geste de résign</w:t>
      </w:r>
      <w:r w:rsidRPr="00DA4E77">
        <w:t>a</w:t>
      </w:r>
      <w:r w:rsidRPr="00DA4E77">
        <w:t>tion crispée</w:t>
      </w:r>
      <w:r w:rsidR="00276CCE">
        <w:t xml:space="preserve">, </w:t>
      </w:r>
      <w:r w:rsidRPr="00DA4E77">
        <w:t>il descend vers le vestibule du Palais</w:t>
      </w:r>
      <w:r w:rsidR="00276CCE">
        <w:t>.</w:t>
      </w:r>
    </w:p>
    <w:p w14:paraId="09AC46D9" w14:textId="77777777" w:rsidR="00276CCE" w:rsidRDefault="00276CCE" w:rsidP="002A4158">
      <w:r>
        <w:t>— </w:t>
      </w:r>
      <w:r w:rsidR="002A4158" w:rsidRPr="00DA4E77">
        <w:t>Eh bien</w:t>
      </w:r>
      <w:r>
        <w:t xml:space="preserve">, </w:t>
      </w:r>
      <w:proofErr w:type="spellStart"/>
      <w:r w:rsidR="002A4158" w:rsidRPr="00DA4E77">
        <w:t>Knephao</w:t>
      </w:r>
      <w:proofErr w:type="spellEnd"/>
      <w:r>
        <w:t xml:space="preserve">, </w:t>
      </w:r>
      <w:r w:rsidR="002A4158" w:rsidRPr="00DA4E77">
        <w:t>rien encore</w:t>
      </w:r>
      <w:r>
        <w:t> ?</w:t>
      </w:r>
    </w:p>
    <w:p w14:paraId="34BDFFBD" w14:textId="77777777" w:rsidR="00276CCE" w:rsidRDefault="00276CCE" w:rsidP="002A4158">
      <w:r>
        <w:t>— </w:t>
      </w:r>
      <w:r w:rsidR="002A4158" w:rsidRPr="00DA4E77">
        <w:t>Rien</w:t>
      </w:r>
      <w:r>
        <w:t> !</w:t>
      </w:r>
    </w:p>
    <w:p w14:paraId="062406A2" w14:textId="77777777" w:rsidR="00276CCE" w:rsidRDefault="00276CCE" w:rsidP="002A4158">
      <w:r>
        <w:t>— </w:t>
      </w:r>
      <w:r w:rsidR="002A4158" w:rsidRPr="00DA4E77">
        <w:t>Aucun de tes soldats ne les a vus</w:t>
      </w:r>
      <w:r>
        <w:t> ?</w:t>
      </w:r>
    </w:p>
    <w:p w14:paraId="56E28CA3" w14:textId="77777777" w:rsidR="00276CCE" w:rsidRDefault="00276CCE" w:rsidP="002A4158">
      <w:r>
        <w:t>— </w:t>
      </w:r>
      <w:r w:rsidR="002A4158" w:rsidRPr="00DA4E77">
        <w:t>Aucun</w:t>
      </w:r>
      <w:r>
        <w:t>.</w:t>
      </w:r>
    </w:p>
    <w:p w14:paraId="70F1B8A1" w14:textId="77777777" w:rsidR="00276CCE" w:rsidRDefault="00276CCE" w:rsidP="002A4158">
      <w:r>
        <w:t>— </w:t>
      </w:r>
      <w:r w:rsidR="002A4158" w:rsidRPr="00DA4E77">
        <w:t>Semblait-elle bien guérie</w:t>
      </w:r>
      <w:r>
        <w:t xml:space="preserve">, </w:t>
      </w:r>
      <w:proofErr w:type="spellStart"/>
      <w:r w:rsidR="002A4158" w:rsidRPr="00DA4E77">
        <w:t>Glania</w:t>
      </w:r>
      <w:proofErr w:type="spellEnd"/>
      <w:r>
        <w:t xml:space="preserve">, </w:t>
      </w:r>
      <w:r w:rsidR="002A4158" w:rsidRPr="00DA4E77">
        <w:t>quand tu les as laissés au palais des Eaux</w:t>
      </w:r>
      <w:r>
        <w:t> ?</w:t>
      </w:r>
    </w:p>
    <w:p w14:paraId="64087B6D" w14:textId="77777777" w:rsidR="00276CCE" w:rsidRDefault="00276CCE" w:rsidP="002A4158">
      <w:r>
        <w:t>— </w:t>
      </w:r>
      <w:r w:rsidR="002A4158" w:rsidRPr="00DA4E77">
        <w:t>Elle chantait comme une oiselle</w:t>
      </w:r>
      <w:r>
        <w:t xml:space="preserve">. </w:t>
      </w:r>
      <w:r w:rsidR="002A4158" w:rsidRPr="00DA4E77">
        <w:t>Et lui riait</w:t>
      </w:r>
      <w:r>
        <w:t xml:space="preserve">. </w:t>
      </w:r>
      <w:r w:rsidR="002A4158" w:rsidRPr="00DA4E77">
        <w:t>Ils devaient aller se promener en attendant de venir te rejoindre</w:t>
      </w:r>
      <w:r>
        <w:t xml:space="preserve">. </w:t>
      </w:r>
      <w:r w:rsidR="002A4158" w:rsidRPr="00DA4E77">
        <w:t xml:space="preserve">Et </w:t>
      </w:r>
      <w:proofErr w:type="spellStart"/>
      <w:r w:rsidR="002A4158" w:rsidRPr="00DA4E77">
        <w:t>Amonou</w:t>
      </w:r>
      <w:proofErr w:type="spellEnd"/>
      <w:r w:rsidR="002A4158" w:rsidRPr="00DA4E77">
        <w:t xml:space="preserve"> m</w:t>
      </w:r>
      <w:r>
        <w:t>’</w:t>
      </w:r>
      <w:r w:rsidR="002A4158" w:rsidRPr="00DA4E77">
        <w:t>a bien promis d</w:t>
      </w:r>
      <w:r>
        <w:t>’</w:t>
      </w:r>
      <w:r w:rsidR="002A4158" w:rsidRPr="00DA4E77">
        <w:t>arriver ici vers la troisième heure</w:t>
      </w:r>
      <w:r>
        <w:t>.</w:t>
      </w:r>
    </w:p>
    <w:p w14:paraId="5FBE371A" w14:textId="77777777" w:rsidR="00276CCE" w:rsidRDefault="00276CCE" w:rsidP="002A4158">
      <w:r>
        <w:lastRenderedPageBreak/>
        <w:t>— </w:t>
      </w:r>
      <w:r w:rsidR="002A4158" w:rsidRPr="00DA4E77">
        <w:t>Voici la quatrième heure</w:t>
      </w:r>
      <w:r>
        <w:t xml:space="preserve">, </w:t>
      </w:r>
      <w:r w:rsidR="002A4158" w:rsidRPr="00DA4E77">
        <w:t>et nous ne voyons rien</w:t>
      </w:r>
      <w:r>
        <w:t xml:space="preserve">. </w:t>
      </w:r>
      <w:r w:rsidR="002A4158" w:rsidRPr="00DA4E77">
        <w:t>J</w:t>
      </w:r>
      <w:r>
        <w:t>’</w:t>
      </w:r>
      <w:r w:rsidR="002A4158" w:rsidRPr="00DA4E77">
        <w:t>ai quelque inquiétude</w:t>
      </w:r>
      <w:r>
        <w:t>.</w:t>
      </w:r>
    </w:p>
    <w:p w14:paraId="14A00479" w14:textId="77777777" w:rsidR="00276CCE" w:rsidRDefault="00276CCE" w:rsidP="002A4158">
      <w:r>
        <w:t>— </w:t>
      </w:r>
      <w:r w:rsidR="002A4158" w:rsidRPr="00DA4E77">
        <w:t>Bah</w:t>
      </w:r>
      <w:r>
        <w:t xml:space="preserve"> ! </w:t>
      </w:r>
      <w:r w:rsidR="002A4158" w:rsidRPr="00DA4E77">
        <w:t>Ils auront baguenaudé à travers les rues</w:t>
      </w:r>
      <w:r>
        <w:t xml:space="preserve">. </w:t>
      </w:r>
      <w:r w:rsidR="002A4158" w:rsidRPr="00DA4E77">
        <w:t>À vingt ans on oublie les rendez-vous sérieux</w:t>
      </w:r>
      <w:r>
        <w:t> !</w:t>
      </w:r>
    </w:p>
    <w:p w14:paraId="5B8881D8" w14:textId="77777777" w:rsidR="00276CCE" w:rsidRDefault="00276CCE" w:rsidP="002A4158">
      <w:r>
        <w:t>— </w:t>
      </w:r>
      <w:r w:rsidR="002A4158" w:rsidRPr="00DA4E77">
        <w:t xml:space="preserve">Ni </w:t>
      </w:r>
      <w:proofErr w:type="spellStart"/>
      <w:r w:rsidR="002A4158" w:rsidRPr="00DA4E77">
        <w:t>Glania</w:t>
      </w:r>
      <w:proofErr w:type="spellEnd"/>
      <w:r>
        <w:t xml:space="preserve">, </w:t>
      </w:r>
      <w:r w:rsidR="002A4158" w:rsidRPr="00DA4E77">
        <w:t xml:space="preserve">ni </w:t>
      </w:r>
      <w:proofErr w:type="spellStart"/>
      <w:r w:rsidR="002A4158" w:rsidRPr="00DA4E77">
        <w:t>Amonou</w:t>
      </w:r>
      <w:proofErr w:type="spellEnd"/>
      <w:r w:rsidR="002A4158" w:rsidRPr="00DA4E77">
        <w:t xml:space="preserve"> n</w:t>
      </w:r>
      <w:r>
        <w:t>’</w:t>
      </w:r>
      <w:r w:rsidR="002A4158" w:rsidRPr="00DA4E77">
        <w:t>ont oublié que je les attendais</w:t>
      </w:r>
      <w:r>
        <w:t xml:space="preserve">, </w:t>
      </w:r>
      <w:r w:rsidR="002A4158" w:rsidRPr="00DA4E77">
        <w:t xml:space="preserve">dit </w:t>
      </w:r>
      <w:proofErr w:type="spellStart"/>
      <w:r w:rsidR="002A4158" w:rsidRPr="00DA4E77">
        <w:t>Hellas</w:t>
      </w:r>
      <w:proofErr w:type="spellEnd"/>
      <w:r w:rsidR="002A4158" w:rsidRPr="00DA4E77">
        <w:t xml:space="preserve"> en hochant la tête</w:t>
      </w:r>
      <w:r>
        <w:t xml:space="preserve">. </w:t>
      </w:r>
      <w:r w:rsidR="002A4158" w:rsidRPr="00DA4E77">
        <w:t>Ce sont deux âmes claires et n</w:t>
      </w:r>
      <w:r w:rsidR="002A4158" w:rsidRPr="00DA4E77">
        <w:t>o</w:t>
      </w:r>
      <w:r w:rsidR="002A4158" w:rsidRPr="00DA4E77">
        <w:t>bles que des rumeurs de frairie ne sauraient distraire de leur dévouement</w:t>
      </w:r>
      <w:r>
        <w:t>.</w:t>
      </w:r>
    </w:p>
    <w:p w14:paraId="199E7711" w14:textId="77777777" w:rsidR="00276CCE" w:rsidRDefault="00276CCE" w:rsidP="002A4158">
      <w:r>
        <w:t>— </w:t>
      </w:r>
      <w:r w:rsidR="002A4158" w:rsidRPr="00DA4E77">
        <w:t>Mais en quoi leur retard peut-il t</w:t>
      </w:r>
      <w:r>
        <w:t>’</w:t>
      </w:r>
      <w:r w:rsidR="002A4158" w:rsidRPr="00DA4E77">
        <w:t>attrister</w:t>
      </w:r>
      <w:r>
        <w:t xml:space="preserve">, </w:t>
      </w:r>
      <w:proofErr w:type="spellStart"/>
      <w:r w:rsidR="002A4158" w:rsidRPr="00DA4E77">
        <w:t>Hellas</w:t>
      </w:r>
      <w:proofErr w:type="spellEnd"/>
      <w:r>
        <w:t> ?</w:t>
      </w:r>
    </w:p>
    <w:p w14:paraId="18783D06" w14:textId="77777777" w:rsidR="00276CCE" w:rsidRDefault="00276CCE" w:rsidP="002A4158">
      <w:r>
        <w:t>— </w:t>
      </w:r>
      <w:r w:rsidR="002A4158" w:rsidRPr="00DA4E77">
        <w:t>En ceci qu</w:t>
      </w:r>
      <w:r>
        <w:t>’</w:t>
      </w:r>
      <w:r w:rsidR="002A4158" w:rsidRPr="00DA4E77">
        <w:t>il a sûrement pour cause un accident ou un crime</w:t>
      </w:r>
      <w:r>
        <w:t>.</w:t>
      </w:r>
    </w:p>
    <w:p w14:paraId="71D03D9D" w14:textId="77777777" w:rsidR="00276CCE" w:rsidRDefault="00276CCE" w:rsidP="002A4158">
      <w:r>
        <w:t>— </w:t>
      </w:r>
      <w:r w:rsidR="002A4158" w:rsidRPr="00DA4E77">
        <w:t>Un crime</w:t>
      </w:r>
      <w:r>
        <w:t> ?</w:t>
      </w:r>
    </w:p>
    <w:p w14:paraId="00556141" w14:textId="77777777" w:rsidR="00276CCE" w:rsidRDefault="00276CCE" w:rsidP="002A4158">
      <w:r>
        <w:t>— </w:t>
      </w:r>
      <w:r w:rsidR="002A4158" w:rsidRPr="00DA4E77">
        <w:t>Ne proteste pas</w:t>
      </w:r>
      <w:r>
        <w:t xml:space="preserve">. </w:t>
      </w:r>
      <w:r w:rsidR="002A4158" w:rsidRPr="00DA4E77">
        <w:t>Tu le penses toi-même</w:t>
      </w:r>
      <w:r>
        <w:t xml:space="preserve">. </w:t>
      </w:r>
      <w:r w:rsidR="002A4158" w:rsidRPr="00DA4E77">
        <w:t>Tu affectes le doute pour me rassurer</w:t>
      </w:r>
      <w:r>
        <w:t xml:space="preserve">. </w:t>
      </w:r>
      <w:r w:rsidR="002A4158" w:rsidRPr="00DA4E77">
        <w:t>Pourtant</w:t>
      </w:r>
      <w:r>
        <w:t xml:space="preserve">, </w:t>
      </w:r>
      <w:r w:rsidR="002A4158" w:rsidRPr="00DA4E77">
        <w:t>à nous deux</w:t>
      </w:r>
      <w:r>
        <w:t xml:space="preserve">, </w:t>
      </w:r>
      <w:r w:rsidR="002A4158" w:rsidRPr="00DA4E77">
        <w:t>il sied d</w:t>
      </w:r>
      <w:r>
        <w:t>’</w:t>
      </w:r>
      <w:r w:rsidR="002A4158" w:rsidRPr="00DA4E77">
        <w:t>envisager toute occurrence</w:t>
      </w:r>
      <w:r>
        <w:t xml:space="preserve">. </w:t>
      </w:r>
      <w:r w:rsidR="002A4158" w:rsidRPr="00DA4E77">
        <w:t>Et puisqu</w:t>
      </w:r>
      <w:r>
        <w:t>’</w:t>
      </w:r>
      <w:r w:rsidR="002A4158" w:rsidRPr="00DA4E77">
        <w:t>il faut parler net</w:t>
      </w:r>
      <w:r>
        <w:t xml:space="preserve">, </w:t>
      </w:r>
      <w:r w:rsidR="002A4158" w:rsidRPr="00DA4E77">
        <w:t>voici</w:t>
      </w:r>
      <w:r>
        <w:t xml:space="preserve"> : </w:t>
      </w:r>
      <w:r w:rsidR="002A4158" w:rsidRPr="00DA4E77">
        <w:t>nous touchons à une heure décisive et peut-être tragique de n</w:t>
      </w:r>
      <w:r w:rsidR="002A4158" w:rsidRPr="00DA4E77">
        <w:t>o</w:t>
      </w:r>
      <w:r w:rsidR="002A4158" w:rsidRPr="00DA4E77">
        <w:t>tre destinée</w:t>
      </w:r>
      <w:r>
        <w:t xml:space="preserve">. </w:t>
      </w:r>
      <w:r w:rsidR="002A4158" w:rsidRPr="00DA4E77">
        <w:t>La tempête des passions mauvaises</w:t>
      </w:r>
      <w:r>
        <w:t xml:space="preserve">, </w:t>
      </w:r>
      <w:r w:rsidR="002A4158" w:rsidRPr="00DA4E77">
        <w:t>depuis lon</w:t>
      </w:r>
      <w:r w:rsidR="002A4158" w:rsidRPr="00DA4E77">
        <w:t>g</w:t>
      </w:r>
      <w:r w:rsidR="002A4158" w:rsidRPr="00DA4E77">
        <w:t>temps amoncelées</w:t>
      </w:r>
      <w:r>
        <w:t xml:space="preserve">, </w:t>
      </w:r>
      <w:r w:rsidR="002A4158" w:rsidRPr="00DA4E77">
        <w:t>gronde déjà</w:t>
      </w:r>
      <w:r>
        <w:t xml:space="preserve">. </w:t>
      </w:r>
      <w:r w:rsidR="002A4158" w:rsidRPr="00DA4E77">
        <w:t>Quand l</w:t>
      </w:r>
      <w:r>
        <w:t>’</w:t>
      </w:r>
      <w:r w:rsidR="002A4158" w:rsidRPr="00DA4E77">
        <w:t>orage menace</w:t>
      </w:r>
      <w:r>
        <w:t xml:space="preserve">, </w:t>
      </w:r>
      <w:r w:rsidR="002A4158" w:rsidRPr="00DA4E77">
        <w:t>il suffit du moindre choc pour le précipiter</w:t>
      </w:r>
      <w:r>
        <w:t xml:space="preserve">. </w:t>
      </w:r>
      <w:r w:rsidR="002A4158" w:rsidRPr="00DA4E77">
        <w:t>Cet instinct de jouir qui a poussé les Atlantes à fuir les campagnes</w:t>
      </w:r>
      <w:r>
        <w:t xml:space="preserve">, </w:t>
      </w:r>
      <w:r w:rsidR="002A4158" w:rsidRPr="00DA4E77">
        <w:t>pour s</w:t>
      </w:r>
      <w:r>
        <w:t>’</w:t>
      </w:r>
      <w:r w:rsidR="002A4158" w:rsidRPr="00DA4E77">
        <w:t>amasser tous en une ville monstrueuse</w:t>
      </w:r>
      <w:r>
        <w:t xml:space="preserve">, </w:t>
      </w:r>
      <w:r w:rsidR="002A4158" w:rsidRPr="00DA4E77">
        <w:t>devait engendrer de monstrueuses folies</w:t>
      </w:r>
      <w:r>
        <w:t xml:space="preserve">. </w:t>
      </w:r>
      <w:r w:rsidR="002A4158" w:rsidRPr="00DA4E77">
        <w:t>Mais ne gémissons pas</w:t>
      </w:r>
      <w:r>
        <w:t xml:space="preserve"> ; </w:t>
      </w:r>
      <w:r w:rsidR="002A4158" w:rsidRPr="00DA4E77">
        <w:t>pour le moment</w:t>
      </w:r>
      <w:r>
        <w:t xml:space="preserve">, </w:t>
      </w:r>
      <w:r w:rsidR="002A4158" w:rsidRPr="00DA4E77">
        <w:t>il faut sauver l</w:t>
      </w:r>
      <w:r>
        <w:t>’</w:t>
      </w:r>
      <w:r w:rsidR="002A4158" w:rsidRPr="00DA4E77">
        <w:t>Empire</w:t>
      </w:r>
      <w:r>
        <w:t xml:space="preserve"> ; </w:t>
      </w:r>
      <w:r w:rsidR="002A4158" w:rsidRPr="00DA4E77">
        <w:t>il faut veiller sur nos ennemis</w:t>
      </w:r>
      <w:r>
        <w:t xml:space="preserve">, </w:t>
      </w:r>
      <w:r w:rsidR="002A4158" w:rsidRPr="00DA4E77">
        <w:t>qui ont excité les ra</w:t>
      </w:r>
      <w:r w:rsidR="002A4158" w:rsidRPr="00DA4E77">
        <w:t>n</w:t>
      </w:r>
      <w:r w:rsidR="002A4158" w:rsidRPr="00DA4E77">
        <w:t>cunes des Aztèques</w:t>
      </w:r>
      <w:r>
        <w:t xml:space="preserve">, </w:t>
      </w:r>
      <w:r w:rsidR="002A4158" w:rsidRPr="00DA4E77">
        <w:t>des Incas et de tous les peuples occide</w:t>
      </w:r>
      <w:r w:rsidR="002A4158" w:rsidRPr="00DA4E77">
        <w:t>n</w:t>
      </w:r>
      <w:r w:rsidR="002A4158" w:rsidRPr="00DA4E77">
        <w:t>taux</w:t>
      </w:r>
      <w:r>
        <w:t xml:space="preserve">. </w:t>
      </w:r>
      <w:r w:rsidR="002A4158" w:rsidRPr="00DA4E77">
        <w:t>Les rapports que je viens de recevoir me laissent co</w:t>
      </w:r>
      <w:r w:rsidR="002A4158" w:rsidRPr="00DA4E77">
        <w:t>m</w:t>
      </w:r>
      <w:r w:rsidR="002A4158" w:rsidRPr="00DA4E77">
        <w:t>prendre que nos adversaires ont même soulevé les convoitises des esclaves noirs</w:t>
      </w:r>
      <w:r>
        <w:t>.</w:t>
      </w:r>
    </w:p>
    <w:p w14:paraId="736105FB" w14:textId="77777777" w:rsidR="00276CCE" w:rsidRDefault="00276CCE" w:rsidP="002A4158">
      <w:r>
        <w:t>— </w:t>
      </w:r>
      <w:r w:rsidR="002A4158" w:rsidRPr="00DA4E77">
        <w:t>Tu le sais donc</w:t>
      </w:r>
      <w:r>
        <w:t> ?</w:t>
      </w:r>
    </w:p>
    <w:p w14:paraId="710410A5" w14:textId="77777777" w:rsidR="00276CCE" w:rsidRDefault="00276CCE" w:rsidP="002A4158">
      <w:r>
        <w:lastRenderedPageBreak/>
        <w:t>— </w:t>
      </w:r>
      <w:r w:rsidR="002A4158" w:rsidRPr="00DA4E77">
        <w:t xml:space="preserve">Veux-tu connaître la raison de mon inquiétude au sujet de </w:t>
      </w:r>
      <w:proofErr w:type="spellStart"/>
      <w:r w:rsidR="002A4158" w:rsidRPr="00DA4E77">
        <w:t>Glania</w:t>
      </w:r>
      <w:proofErr w:type="spellEnd"/>
      <w:r w:rsidR="002A4158" w:rsidRPr="00DA4E77">
        <w:t xml:space="preserve"> et d</w:t>
      </w:r>
      <w:r>
        <w:t>’</w:t>
      </w:r>
      <w:proofErr w:type="spellStart"/>
      <w:r w:rsidR="002A4158" w:rsidRPr="00DA4E77">
        <w:t>Amonou</w:t>
      </w:r>
      <w:proofErr w:type="spellEnd"/>
      <w:r>
        <w:t xml:space="preserve"> ? </w:t>
      </w:r>
      <w:r w:rsidR="002A4158" w:rsidRPr="00DA4E77">
        <w:t>Je crains qu</w:t>
      </w:r>
      <w:r>
        <w:t>’</w:t>
      </w:r>
      <w:r w:rsidR="002A4158" w:rsidRPr="00DA4E77">
        <w:t>emportés par leur impr</w:t>
      </w:r>
      <w:r w:rsidR="002A4158" w:rsidRPr="00DA4E77">
        <w:t>u</w:t>
      </w:r>
      <w:r w:rsidR="002A4158" w:rsidRPr="00DA4E77">
        <w:t>dent enthousiasme</w:t>
      </w:r>
      <w:r>
        <w:t xml:space="preserve">, </w:t>
      </w:r>
      <w:r w:rsidR="002A4158" w:rsidRPr="00DA4E77">
        <w:t>ils ne fassent éclater trop tôt l</w:t>
      </w:r>
      <w:r>
        <w:t>’</w:t>
      </w:r>
      <w:r w:rsidR="002A4158" w:rsidRPr="00DA4E77">
        <w:t>inévitable coup de foudre</w:t>
      </w:r>
      <w:r>
        <w:t xml:space="preserve">. </w:t>
      </w:r>
      <w:r w:rsidR="002A4158" w:rsidRPr="00DA4E77">
        <w:t>Tout mon plan consiste à retarder jusqu</w:t>
      </w:r>
      <w:r>
        <w:t>’</w:t>
      </w:r>
      <w:r w:rsidR="002A4158" w:rsidRPr="00DA4E77">
        <w:t>à la nuit le choc qui se produira</w:t>
      </w:r>
      <w:r>
        <w:t xml:space="preserve">, </w:t>
      </w:r>
      <w:r w:rsidR="002A4158" w:rsidRPr="00DA4E77">
        <w:t>s</w:t>
      </w:r>
      <w:r>
        <w:t>’</w:t>
      </w:r>
      <w:r w:rsidR="002A4158" w:rsidRPr="00DA4E77">
        <w:t>il doit se produire</w:t>
      </w:r>
      <w:r>
        <w:t xml:space="preserve">. </w:t>
      </w:r>
      <w:r w:rsidR="002A4158" w:rsidRPr="00DA4E77">
        <w:t>Je vais au fe</w:t>
      </w:r>
      <w:r w:rsidR="002A4158" w:rsidRPr="00DA4E77">
        <w:t>s</w:t>
      </w:r>
      <w:r w:rsidR="002A4158" w:rsidRPr="00DA4E77">
        <w:t>tin de l</w:t>
      </w:r>
      <w:r>
        <w:t>’</w:t>
      </w:r>
      <w:r w:rsidR="002A4158" w:rsidRPr="00DA4E77">
        <w:t>Or pour endormir la méfiance de nos ennemis</w:t>
      </w:r>
      <w:r>
        <w:t xml:space="preserve">. </w:t>
      </w:r>
      <w:r w:rsidR="002A4158" w:rsidRPr="00DA4E77">
        <w:t>Car</w:t>
      </w:r>
      <w:r>
        <w:t xml:space="preserve">, </w:t>
      </w:r>
      <w:r w:rsidR="002A4158" w:rsidRPr="00DA4E77">
        <w:t>ce soir</w:t>
      </w:r>
      <w:r>
        <w:t xml:space="preserve">, </w:t>
      </w:r>
      <w:r w:rsidR="002A4158" w:rsidRPr="00DA4E77">
        <w:t>nos chefs ligures auront l</w:t>
      </w:r>
      <w:r>
        <w:t>’</w:t>
      </w:r>
      <w:r w:rsidR="002A4158" w:rsidRPr="00DA4E77">
        <w:t>ordre de ramener leurs matelots vers leurs navires</w:t>
      </w:r>
      <w:r>
        <w:t xml:space="preserve">, </w:t>
      </w:r>
      <w:r w:rsidR="002A4158" w:rsidRPr="00DA4E77">
        <w:t>à l</w:t>
      </w:r>
      <w:r>
        <w:t>’</w:t>
      </w:r>
      <w:r w:rsidR="002A4158" w:rsidRPr="00DA4E77">
        <w:t>heure où on les croira dispersés à travers la fête</w:t>
      </w:r>
      <w:r>
        <w:t xml:space="preserve">. </w:t>
      </w:r>
      <w:r w:rsidR="002A4158" w:rsidRPr="00DA4E77">
        <w:t>Ce soir aussi</w:t>
      </w:r>
      <w:r>
        <w:t xml:space="preserve">, </w:t>
      </w:r>
      <w:r w:rsidR="002A4158" w:rsidRPr="00DA4E77">
        <w:t>les Égyptiens feront bonne garde dans la Cité</w:t>
      </w:r>
      <w:r>
        <w:t xml:space="preserve">. </w:t>
      </w:r>
      <w:r w:rsidR="002A4158" w:rsidRPr="00DA4E77">
        <w:t>Vienne une surprise</w:t>
      </w:r>
      <w:r>
        <w:t xml:space="preserve">, </w:t>
      </w:r>
      <w:r w:rsidR="002A4158" w:rsidRPr="00DA4E77">
        <w:t>et nous y parerons</w:t>
      </w:r>
      <w:r>
        <w:t xml:space="preserve">. </w:t>
      </w:r>
      <w:r w:rsidR="002A4158" w:rsidRPr="00DA4E77">
        <w:t>Or</w:t>
      </w:r>
      <w:r>
        <w:t xml:space="preserve">, </w:t>
      </w:r>
      <w:r w:rsidR="002A4158" w:rsidRPr="00DA4E77">
        <w:t>l</w:t>
      </w:r>
      <w:r>
        <w:t>’</w:t>
      </w:r>
      <w:r w:rsidR="002A4158" w:rsidRPr="00DA4E77">
        <w:t>inadvertance de deux enfants généreux peut tout perdre</w:t>
      </w:r>
      <w:r>
        <w:t xml:space="preserve">, </w:t>
      </w:r>
      <w:r w:rsidR="002A4158" w:rsidRPr="00DA4E77">
        <w:t>et voilà à quoi je songe en ce moment</w:t>
      </w:r>
      <w:r>
        <w:t xml:space="preserve">. </w:t>
      </w:r>
      <w:r w:rsidR="002A4158" w:rsidRPr="00DA4E77">
        <w:t>Puissé-je me tromper</w:t>
      </w:r>
      <w:r>
        <w:t xml:space="preserve"> ! </w:t>
      </w:r>
      <w:r w:rsidR="002A4158" w:rsidRPr="00DA4E77">
        <w:t>Mais mieux vaut trop voir que ne rien prévoir</w:t>
      </w:r>
      <w:r>
        <w:t> !</w:t>
      </w:r>
    </w:p>
    <w:p w14:paraId="3C218DAC" w14:textId="77777777" w:rsidR="00276CCE" w:rsidRDefault="00276CCE" w:rsidP="002A4158">
      <w:r>
        <w:t>— </w:t>
      </w:r>
      <w:r w:rsidR="002A4158" w:rsidRPr="00DA4E77">
        <w:t>Que n</w:t>
      </w:r>
      <w:r>
        <w:t>’</w:t>
      </w:r>
      <w:r w:rsidR="002A4158" w:rsidRPr="00DA4E77">
        <w:t>avons-nous</w:t>
      </w:r>
      <w:r>
        <w:t xml:space="preserve">, </w:t>
      </w:r>
      <w:r w:rsidR="002A4158" w:rsidRPr="00DA4E77">
        <w:t>ce matin</w:t>
      </w:r>
      <w:r>
        <w:t xml:space="preserve">, </w:t>
      </w:r>
      <w:r w:rsidR="002A4158" w:rsidRPr="00DA4E77">
        <w:t>pensé à tous les dangers possibles</w:t>
      </w:r>
      <w:r>
        <w:t xml:space="preserve"> ? </w:t>
      </w:r>
      <w:r w:rsidR="002A4158" w:rsidRPr="00DA4E77">
        <w:t>J</w:t>
      </w:r>
      <w:r>
        <w:t>’</w:t>
      </w:r>
      <w:r w:rsidR="002A4158" w:rsidRPr="00DA4E77">
        <w:t xml:space="preserve">aurais emmené avec moi </w:t>
      </w:r>
      <w:proofErr w:type="spellStart"/>
      <w:r w:rsidR="002A4158" w:rsidRPr="00DA4E77">
        <w:t>Glania</w:t>
      </w:r>
      <w:proofErr w:type="spellEnd"/>
      <w:r w:rsidR="002A4158" w:rsidRPr="00DA4E77">
        <w:t xml:space="preserve"> et </w:t>
      </w:r>
      <w:proofErr w:type="spellStart"/>
      <w:r w:rsidR="002A4158" w:rsidRPr="00DA4E77">
        <w:t>Amonou</w:t>
      </w:r>
      <w:proofErr w:type="spellEnd"/>
      <w:r>
        <w:t>.</w:t>
      </w:r>
    </w:p>
    <w:p w14:paraId="637A2980" w14:textId="77777777" w:rsidR="00276CCE" w:rsidRDefault="00276CCE" w:rsidP="002A4158">
      <w:r>
        <w:t>— </w:t>
      </w:r>
      <w:r w:rsidR="002A4158" w:rsidRPr="00DA4E77">
        <w:t>Certes</w:t>
      </w:r>
      <w:r>
        <w:t xml:space="preserve"> ! </w:t>
      </w:r>
      <w:r w:rsidR="002A4158" w:rsidRPr="00DA4E77">
        <w:t>Mais j</w:t>
      </w:r>
      <w:r>
        <w:t>’</w:t>
      </w:r>
      <w:r w:rsidR="002A4158" w:rsidRPr="00DA4E77">
        <w:t>étais mal instruit encore des projets de nos adversaires</w:t>
      </w:r>
      <w:r>
        <w:t xml:space="preserve">. </w:t>
      </w:r>
      <w:r w:rsidR="002A4158" w:rsidRPr="00DA4E77">
        <w:t>Et</w:t>
      </w:r>
      <w:r>
        <w:t xml:space="preserve">, </w:t>
      </w:r>
      <w:r w:rsidR="002A4158" w:rsidRPr="00DA4E77">
        <w:t>puisque nos chers enfants n</w:t>
      </w:r>
      <w:r>
        <w:t>’</w:t>
      </w:r>
      <w:r w:rsidR="002A4158" w:rsidRPr="00DA4E77">
        <w:t>arrivent pas</w:t>
      </w:r>
      <w:r>
        <w:t xml:space="preserve">, </w:t>
      </w:r>
      <w:r w:rsidR="002A4158" w:rsidRPr="00DA4E77">
        <w:t xml:space="preserve">je vais partir vers les jardins de </w:t>
      </w:r>
      <w:proofErr w:type="spellStart"/>
      <w:r w:rsidR="002A4158" w:rsidRPr="00DA4E77">
        <w:t>Melléna</w:t>
      </w:r>
      <w:proofErr w:type="spellEnd"/>
      <w:r>
        <w:t xml:space="preserve">. </w:t>
      </w:r>
      <w:r w:rsidR="002A4158" w:rsidRPr="00DA4E77">
        <w:t>Et toi</w:t>
      </w:r>
      <w:r>
        <w:t xml:space="preserve">, </w:t>
      </w:r>
      <w:proofErr w:type="spellStart"/>
      <w:r w:rsidR="002A4158" w:rsidRPr="00DA4E77">
        <w:t>Knephao</w:t>
      </w:r>
      <w:proofErr w:type="spellEnd"/>
      <w:r>
        <w:t xml:space="preserve">, </w:t>
      </w:r>
      <w:r w:rsidR="002A4158" w:rsidRPr="00DA4E77">
        <w:t>ayant assuré autour des jardins une garde solide et de toute confiance</w:t>
      </w:r>
      <w:r>
        <w:t xml:space="preserve">, </w:t>
      </w:r>
      <w:r w:rsidR="002A4158" w:rsidRPr="00DA4E77">
        <w:t>tu reviendras ici organiser</w:t>
      </w:r>
      <w:r>
        <w:t xml:space="preserve">, </w:t>
      </w:r>
      <w:r w:rsidR="002A4158" w:rsidRPr="00DA4E77">
        <w:t>par tes agents les plus fidèles</w:t>
      </w:r>
      <w:r>
        <w:t xml:space="preserve">, </w:t>
      </w:r>
      <w:r w:rsidR="002A4158" w:rsidRPr="00DA4E77">
        <w:t>d</w:t>
      </w:r>
      <w:r>
        <w:t>’</w:t>
      </w:r>
      <w:r w:rsidR="002A4158" w:rsidRPr="00DA4E77">
        <w:t>actives recherches dans la Cité</w:t>
      </w:r>
      <w:r>
        <w:t>.</w:t>
      </w:r>
    </w:p>
    <w:p w14:paraId="1E6E76FB" w14:textId="77777777" w:rsidR="00276CCE" w:rsidRDefault="00276CCE" w:rsidP="002A4158">
      <w:r>
        <w:t>— </w:t>
      </w:r>
      <w:r w:rsidR="002A4158" w:rsidRPr="00DA4E77">
        <w:t>Mes agents parcourent déjà les rues de la ville</w:t>
      </w:r>
      <w:r>
        <w:t>.</w:t>
      </w:r>
    </w:p>
    <w:p w14:paraId="708D5668" w14:textId="77777777" w:rsidR="00276CCE" w:rsidRDefault="00276CCE" w:rsidP="002A4158">
      <w:r>
        <w:t>— </w:t>
      </w:r>
      <w:r w:rsidR="002A4158" w:rsidRPr="00DA4E77">
        <w:t>Ah</w:t>
      </w:r>
      <w:r>
        <w:t xml:space="preserve"> ! </w:t>
      </w:r>
      <w:r w:rsidR="002A4158" w:rsidRPr="00DA4E77">
        <w:t>tu reconnais donc toi-même le péril</w:t>
      </w:r>
      <w:r>
        <w:t xml:space="preserve"> ? </w:t>
      </w:r>
      <w:r w:rsidR="002A4158" w:rsidRPr="00DA4E77">
        <w:t>Alors</w:t>
      </w:r>
      <w:r>
        <w:t xml:space="preserve">, </w:t>
      </w:r>
      <w:r w:rsidR="002A4158" w:rsidRPr="00DA4E77">
        <w:t>j</w:t>
      </w:r>
      <w:r>
        <w:t>’</w:t>
      </w:r>
      <w:r w:rsidR="002A4158" w:rsidRPr="00DA4E77">
        <w:t>ai confiance</w:t>
      </w:r>
      <w:r>
        <w:t xml:space="preserve">. </w:t>
      </w:r>
      <w:r w:rsidR="002A4158" w:rsidRPr="00DA4E77">
        <w:t>N</w:t>
      </w:r>
      <w:r>
        <w:t>’</w:t>
      </w:r>
      <w:r w:rsidR="002A4158" w:rsidRPr="00DA4E77">
        <w:t>attendons plus</w:t>
      </w:r>
      <w:r>
        <w:t xml:space="preserve">. </w:t>
      </w:r>
      <w:r w:rsidR="002A4158" w:rsidRPr="00DA4E77">
        <w:t>En route</w:t>
      </w:r>
      <w:r>
        <w:t xml:space="preserve">. </w:t>
      </w:r>
      <w:r w:rsidR="002A4158" w:rsidRPr="00DA4E77">
        <w:t>Ne laissons pas transp</w:t>
      </w:r>
      <w:r w:rsidR="002A4158" w:rsidRPr="00DA4E77">
        <w:t>a</w:t>
      </w:r>
      <w:r w:rsidR="002A4158" w:rsidRPr="00DA4E77">
        <w:t>raître notre inquiétude</w:t>
      </w:r>
      <w:r>
        <w:t xml:space="preserve">. </w:t>
      </w:r>
      <w:r w:rsidR="002A4158" w:rsidRPr="00DA4E77">
        <w:t>Que notre cortège</w:t>
      </w:r>
      <w:r>
        <w:t xml:space="preserve">, </w:t>
      </w:r>
      <w:r w:rsidR="002A4158" w:rsidRPr="00DA4E77">
        <w:t>joyeux en apparence</w:t>
      </w:r>
      <w:r>
        <w:t xml:space="preserve">, </w:t>
      </w:r>
      <w:r w:rsidR="002A4158" w:rsidRPr="00DA4E77">
        <w:t>parte pour le festin du maître de l</w:t>
      </w:r>
      <w:r>
        <w:t>’</w:t>
      </w:r>
      <w:r w:rsidR="002A4158" w:rsidRPr="00DA4E77">
        <w:t>Or</w:t>
      </w:r>
      <w:r>
        <w:t> !</w:t>
      </w:r>
    </w:p>
    <w:p w14:paraId="769EA112" w14:textId="77777777" w:rsidR="00276CCE" w:rsidRDefault="00276CCE" w:rsidP="00276CCE">
      <w:pPr>
        <w:pStyle w:val="Titre2"/>
        <w:rPr>
          <w:i/>
        </w:rPr>
      </w:pPr>
      <w:bookmarkStart w:id="36" w:name="_Toc194842022"/>
      <w:r w:rsidRPr="00DA4E77">
        <w:lastRenderedPageBreak/>
        <w:t>Scène</w:t>
      </w:r>
      <w:r>
        <w:t> </w:t>
      </w:r>
      <w:r w:rsidRPr="00DA4E77">
        <w:t>X</w:t>
      </w:r>
      <w:r>
        <w:t xml:space="preserve">. – </w:t>
      </w:r>
      <w:r w:rsidR="002A4158" w:rsidRPr="00DA4E77">
        <w:rPr>
          <w:i/>
        </w:rPr>
        <w:t xml:space="preserve">Les jardins de </w:t>
      </w:r>
      <w:proofErr w:type="spellStart"/>
      <w:r w:rsidR="002A4158" w:rsidRPr="00DA4E77">
        <w:rPr>
          <w:i/>
        </w:rPr>
        <w:t>Melléna</w:t>
      </w:r>
      <w:proofErr w:type="spellEnd"/>
      <w:r>
        <w:rPr>
          <w:i/>
        </w:rPr>
        <w:t>.</w:t>
      </w:r>
      <w:bookmarkEnd w:id="36"/>
    </w:p>
    <w:p w14:paraId="204B3973" w14:textId="77777777" w:rsidR="00276CCE" w:rsidRDefault="002A4158" w:rsidP="002A4158">
      <w:r w:rsidRPr="00DA4E77">
        <w:t>Tout ce qu</w:t>
      </w:r>
      <w:r w:rsidR="00276CCE">
        <w:t>’</w:t>
      </w:r>
      <w:r w:rsidRPr="00DA4E77">
        <w:t>ont pu</w:t>
      </w:r>
      <w:r w:rsidR="00276CCE">
        <w:t xml:space="preserve">, </w:t>
      </w:r>
      <w:r w:rsidRPr="00DA4E77">
        <w:t>en un coin du monde</w:t>
      </w:r>
      <w:r w:rsidR="00276CCE">
        <w:t xml:space="preserve">, </w:t>
      </w:r>
      <w:r w:rsidRPr="00DA4E77">
        <w:t>assembler de splendeurs les dons de la nature et le travail des hommes</w:t>
      </w:r>
      <w:r w:rsidR="00276CCE">
        <w:t xml:space="preserve">, </w:t>
      </w:r>
      <w:r w:rsidRPr="00DA4E77">
        <w:t>brille et s</w:t>
      </w:r>
      <w:r w:rsidR="00276CCE">
        <w:t>’</w:t>
      </w:r>
      <w:r w:rsidRPr="00DA4E77">
        <w:t xml:space="preserve">étale dans les jardins de </w:t>
      </w:r>
      <w:proofErr w:type="spellStart"/>
      <w:r w:rsidRPr="00DA4E77">
        <w:t>Melléna</w:t>
      </w:r>
      <w:proofErr w:type="spellEnd"/>
      <w:r w:rsidR="00276CCE">
        <w:t xml:space="preserve">. </w:t>
      </w:r>
      <w:r w:rsidRPr="00DA4E77">
        <w:t>Celle que le peuple appelle la Reine de l</w:t>
      </w:r>
      <w:r w:rsidR="00276CCE">
        <w:t>’</w:t>
      </w:r>
      <w:r w:rsidRPr="00DA4E77">
        <w:t>Or</w:t>
      </w:r>
      <w:r w:rsidR="00276CCE">
        <w:t xml:space="preserve">, </w:t>
      </w:r>
      <w:r w:rsidRPr="00DA4E77">
        <w:t>et que ses amis</w:t>
      </w:r>
      <w:r w:rsidR="00276CCE">
        <w:t xml:space="preserve">, </w:t>
      </w:r>
      <w:r w:rsidRPr="00DA4E77">
        <w:t>pour lui complaire</w:t>
      </w:r>
      <w:r w:rsidR="00276CCE">
        <w:t xml:space="preserve">, </w:t>
      </w:r>
      <w:r w:rsidRPr="00DA4E77">
        <w:t>nomment parfois la Reine d</w:t>
      </w:r>
      <w:r w:rsidR="00276CCE">
        <w:t>’</w:t>
      </w:r>
      <w:r w:rsidRPr="00DA4E77">
        <w:t>Atlantis</w:t>
      </w:r>
      <w:r w:rsidR="00276CCE">
        <w:t xml:space="preserve">, </w:t>
      </w:r>
      <w:r w:rsidRPr="00DA4E77">
        <w:t>a fait bâtir un palais de porphyre à l</w:t>
      </w:r>
      <w:r w:rsidR="00276CCE">
        <w:t>’</w:t>
      </w:r>
      <w:r w:rsidRPr="00DA4E77">
        <w:t>extrémité de la Pointe Verte</w:t>
      </w:r>
      <w:r w:rsidR="00276CCE">
        <w:t xml:space="preserve">, </w:t>
      </w:r>
      <w:r w:rsidRPr="00DA4E77">
        <w:t>la presqu</w:t>
      </w:r>
      <w:r w:rsidR="00276CCE">
        <w:t>’</w:t>
      </w:r>
      <w:r w:rsidRPr="00DA4E77">
        <w:t>île extrême d</w:t>
      </w:r>
      <w:r w:rsidR="00276CCE">
        <w:t>’</w:t>
      </w:r>
      <w:r w:rsidRPr="00DA4E77">
        <w:t>Atlantis</w:t>
      </w:r>
      <w:r w:rsidR="00276CCE">
        <w:t xml:space="preserve">, </w:t>
      </w:r>
      <w:r w:rsidRPr="00DA4E77">
        <w:t>vers le sud</w:t>
      </w:r>
      <w:r w:rsidR="00276CCE">
        <w:t xml:space="preserve">. </w:t>
      </w:r>
      <w:r w:rsidRPr="00DA4E77">
        <w:t>Le palais se dresse sur un plateau au-dessus de la mer</w:t>
      </w:r>
      <w:r w:rsidR="00276CCE">
        <w:t xml:space="preserve">. </w:t>
      </w:r>
      <w:r w:rsidRPr="00DA4E77">
        <w:t>Une large et haute colonnade faite de piliers cannelés s</w:t>
      </w:r>
      <w:r w:rsidR="00276CCE">
        <w:t>’</w:t>
      </w:r>
      <w:r w:rsidRPr="00DA4E77">
        <w:t>étend sur toute la largeur de la presqu</w:t>
      </w:r>
      <w:r w:rsidR="00276CCE">
        <w:t>’</w:t>
      </w:r>
      <w:r w:rsidRPr="00DA4E77">
        <w:t>île</w:t>
      </w:r>
      <w:r w:rsidR="00276CCE">
        <w:t xml:space="preserve">, </w:t>
      </w:r>
      <w:r w:rsidRPr="00DA4E77">
        <w:t>et devant le palais descendent sept terrasses superposées réunies entre elles par des escaliers en marbre rose</w:t>
      </w:r>
      <w:r w:rsidR="00276CCE">
        <w:t xml:space="preserve">. </w:t>
      </w:r>
      <w:r w:rsidRPr="00DA4E77">
        <w:t>Sur chaque terrasse</w:t>
      </w:r>
      <w:r w:rsidR="00276CCE">
        <w:t xml:space="preserve">, </w:t>
      </w:r>
      <w:r w:rsidRPr="00DA4E77">
        <w:t>un bassin de jaspe</w:t>
      </w:r>
      <w:r w:rsidR="00276CCE">
        <w:t xml:space="preserve">, </w:t>
      </w:r>
      <w:r w:rsidRPr="00DA4E77">
        <w:t>aux jets murmurants</w:t>
      </w:r>
      <w:r w:rsidR="00276CCE">
        <w:t xml:space="preserve">, </w:t>
      </w:r>
      <w:r w:rsidRPr="00DA4E77">
        <w:t>envoie une eau abondante et li</w:t>
      </w:r>
      <w:r w:rsidRPr="00DA4E77">
        <w:t>m</w:t>
      </w:r>
      <w:r w:rsidRPr="00DA4E77">
        <w:t>pide que des monstres</w:t>
      </w:r>
      <w:r w:rsidR="00276CCE">
        <w:t xml:space="preserve">, </w:t>
      </w:r>
      <w:r w:rsidRPr="00DA4E77">
        <w:t>en bronze</w:t>
      </w:r>
      <w:r w:rsidR="00276CCE">
        <w:t xml:space="preserve">, </w:t>
      </w:r>
      <w:r w:rsidRPr="00DA4E77">
        <w:t>aux gueules ouvertes</w:t>
      </w:r>
      <w:r w:rsidR="00276CCE">
        <w:t xml:space="preserve">, </w:t>
      </w:r>
      <w:r w:rsidRPr="00DA4E77">
        <w:t>proje</w:t>
      </w:r>
      <w:r w:rsidRPr="00DA4E77">
        <w:t>t</w:t>
      </w:r>
      <w:r w:rsidRPr="00DA4E77">
        <w:t>tent en cascades vers la mer</w:t>
      </w:r>
      <w:r w:rsidR="00276CCE">
        <w:t xml:space="preserve">. </w:t>
      </w:r>
      <w:r w:rsidRPr="00DA4E77">
        <w:t>La dernière terrasse</w:t>
      </w:r>
      <w:r w:rsidR="00276CCE">
        <w:t xml:space="preserve">, </w:t>
      </w:r>
      <w:r w:rsidRPr="00DA4E77">
        <w:t>plus étroite que les autres</w:t>
      </w:r>
      <w:r w:rsidR="00276CCE">
        <w:t xml:space="preserve">, </w:t>
      </w:r>
      <w:r w:rsidRPr="00DA4E77">
        <w:t>se termine en une crique gardée des flots par une jetée de granit</w:t>
      </w:r>
      <w:r w:rsidR="00276CCE">
        <w:t xml:space="preserve">, </w:t>
      </w:r>
      <w:r w:rsidRPr="00DA4E77">
        <w:t>à l</w:t>
      </w:r>
      <w:r w:rsidR="00276CCE">
        <w:t>’</w:t>
      </w:r>
      <w:r w:rsidRPr="00DA4E77">
        <w:t>abri de laquelle dorment d</w:t>
      </w:r>
      <w:r w:rsidR="00276CCE">
        <w:t>’</w:t>
      </w:r>
      <w:r w:rsidRPr="00DA4E77">
        <w:t>élégants bateaux de plaisance</w:t>
      </w:r>
      <w:r w:rsidR="00276CCE">
        <w:t>.</w:t>
      </w:r>
    </w:p>
    <w:p w14:paraId="527DF8CF" w14:textId="77777777" w:rsidR="00276CCE" w:rsidRDefault="002A4158" w:rsidP="002A4158">
      <w:r w:rsidRPr="00DA4E77">
        <w:t>Mais aujourd</w:t>
      </w:r>
      <w:r w:rsidR="00276CCE">
        <w:t>’</w:t>
      </w:r>
      <w:r w:rsidRPr="00DA4E77">
        <w:t>hui</w:t>
      </w:r>
      <w:r w:rsidR="00276CCE">
        <w:t xml:space="preserve">, </w:t>
      </w:r>
      <w:r w:rsidRPr="00DA4E77">
        <w:t>aux somptuosités ordinaires du jardin</w:t>
      </w:r>
      <w:r w:rsidR="00276CCE">
        <w:t xml:space="preserve">, </w:t>
      </w:r>
      <w:r w:rsidRPr="00DA4E77">
        <w:t>on a ajouté des arceaux de verdure</w:t>
      </w:r>
      <w:r w:rsidR="00276CCE">
        <w:t xml:space="preserve">, </w:t>
      </w:r>
      <w:r w:rsidRPr="00DA4E77">
        <w:t>des guirlandes en festons</w:t>
      </w:r>
      <w:r w:rsidR="00276CCE">
        <w:t xml:space="preserve">, </w:t>
      </w:r>
      <w:r w:rsidRPr="00DA4E77">
        <w:t>des tentes multicolores</w:t>
      </w:r>
      <w:r w:rsidR="00276CCE">
        <w:t xml:space="preserve">. </w:t>
      </w:r>
      <w:r w:rsidRPr="00DA4E77">
        <w:t>La table des invités est dressée sur la plus haute terrasse</w:t>
      </w:r>
      <w:r w:rsidR="00276CCE">
        <w:t xml:space="preserve">, </w:t>
      </w:r>
      <w:r w:rsidRPr="00DA4E77">
        <w:t>la plus large aussi</w:t>
      </w:r>
      <w:r w:rsidR="00276CCE">
        <w:t xml:space="preserve">, </w:t>
      </w:r>
      <w:r w:rsidRPr="00DA4E77">
        <w:t>celle qui est située de plain-pied avec le palais</w:t>
      </w:r>
      <w:r w:rsidR="00276CCE">
        <w:t xml:space="preserve">, </w:t>
      </w:r>
      <w:r w:rsidRPr="00DA4E77">
        <w:t>et d</w:t>
      </w:r>
      <w:r w:rsidR="00276CCE">
        <w:t>’</w:t>
      </w:r>
      <w:r w:rsidRPr="00DA4E77">
        <w:t>où la vue domine la mer immense</w:t>
      </w:r>
      <w:r w:rsidR="00276CCE">
        <w:t xml:space="preserve">. </w:t>
      </w:r>
      <w:r w:rsidRPr="00DA4E77">
        <w:t>Sur les autres terrasses sont groupés les musiciens conviés pour leur art</w:t>
      </w:r>
      <w:r w:rsidR="00276CCE">
        <w:t xml:space="preserve"> : </w:t>
      </w:r>
      <w:r w:rsidRPr="00DA4E77">
        <w:t>les harpistes d</w:t>
      </w:r>
      <w:r w:rsidR="00276CCE">
        <w:t>’</w:t>
      </w:r>
      <w:r w:rsidRPr="00DA4E77">
        <w:t>Armor</w:t>
      </w:r>
      <w:r w:rsidR="00276CCE">
        <w:t xml:space="preserve">, </w:t>
      </w:r>
      <w:r w:rsidRPr="00DA4E77">
        <w:t>les joueurs de lyre venus de L</w:t>
      </w:r>
      <w:r w:rsidRPr="00DA4E77">
        <w:t>i</w:t>
      </w:r>
      <w:r w:rsidRPr="00DA4E77">
        <w:t>bye</w:t>
      </w:r>
      <w:r w:rsidR="00276CCE">
        <w:t xml:space="preserve">, </w:t>
      </w:r>
      <w:r w:rsidRPr="00DA4E77">
        <w:t>les trompettes des pays gaéliques</w:t>
      </w:r>
      <w:r w:rsidR="00276CCE">
        <w:t xml:space="preserve">, </w:t>
      </w:r>
      <w:r w:rsidRPr="00DA4E77">
        <w:t>les chanteurs incas consacrés au soleil et les danseuses aux corps souples du royaume de Saba</w:t>
      </w:r>
      <w:r w:rsidR="00276CCE">
        <w:t xml:space="preserve">. </w:t>
      </w:r>
      <w:r w:rsidRPr="00DA4E77">
        <w:t>Mais jusqu</w:t>
      </w:r>
      <w:r w:rsidR="00276CCE">
        <w:t>’</w:t>
      </w:r>
      <w:r w:rsidRPr="00DA4E77">
        <w:t>à maintenant</w:t>
      </w:r>
      <w:r w:rsidR="00276CCE">
        <w:t xml:space="preserve">, </w:t>
      </w:r>
      <w:r w:rsidRPr="00DA4E77">
        <w:t>seules les lyres et les flûtes ont fait entendre des mélodies traînantes et douces</w:t>
      </w:r>
      <w:r w:rsidR="00276CCE">
        <w:t xml:space="preserve">, </w:t>
      </w:r>
      <w:r w:rsidRPr="00DA4E77">
        <w:t>et les convives</w:t>
      </w:r>
      <w:r w:rsidR="00276CCE">
        <w:t xml:space="preserve">, </w:t>
      </w:r>
      <w:r w:rsidRPr="00DA4E77">
        <w:t>excités par les vins généreux</w:t>
      </w:r>
      <w:r w:rsidR="00276CCE">
        <w:t xml:space="preserve">, </w:t>
      </w:r>
      <w:r w:rsidRPr="00DA4E77">
        <w:t>échangent d</w:t>
      </w:r>
      <w:r w:rsidR="00276CCE">
        <w:t>’</w:t>
      </w:r>
      <w:r w:rsidRPr="00DA4E77">
        <w:t>heureux propos</w:t>
      </w:r>
      <w:r w:rsidR="00276CCE">
        <w:t>.</w:t>
      </w:r>
    </w:p>
    <w:p w14:paraId="4BBEA4C2" w14:textId="77777777" w:rsidR="00276CCE" w:rsidRDefault="00276CCE" w:rsidP="002A4158">
      <w:r>
        <w:lastRenderedPageBreak/>
        <w:t>— </w:t>
      </w:r>
      <w:r w:rsidR="002A4158" w:rsidRPr="00DA4E77">
        <w:t>Vraiment</w:t>
      </w:r>
      <w:r>
        <w:t xml:space="preserve">, </w:t>
      </w:r>
      <w:proofErr w:type="spellStart"/>
      <w:r w:rsidR="002A4158" w:rsidRPr="00DA4E77">
        <w:t>Melléna</w:t>
      </w:r>
      <w:proofErr w:type="spellEnd"/>
      <w:r>
        <w:t xml:space="preserve">, </w:t>
      </w:r>
      <w:r w:rsidR="002A4158" w:rsidRPr="00DA4E77">
        <w:t xml:space="preserve">dit </w:t>
      </w:r>
      <w:proofErr w:type="spellStart"/>
      <w:r w:rsidR="002A4158" w:rsidRPr="00DA4E77">
        <w:t>Xanthès</w:t>
      </w:r>
      <w:proofErr w:type="spellEnd"/>
      <w:r>
        <w:t xml:space="preserve">, </w:t>
      </w:r>
      <w:r w:rsidR="002A4158" w:rsidRPr="00DA4E77">
        <w:t>que de grâces ne te d</w:t>
      </w:r>
      <w:r w:rsidR="002A4158" w:rsidRPr="00DA4E77">
        <w:t>e</w:t>
      </w:r>
      <w:r w:rsidR="002A4158" w:rsidRPr="00DA4E77">
        <w:t>vons-nous pas pour pratiquer avec tant de sagesse l</w:t>
      </w:r>
      <w:r>
        <w:t>’</w:t>
      </w:r>
      <w:r w:rsidR="002A4158" w:rsidRPr="00DA4E77">
        <w:t>art suprême de la beauté</w:t>
      </w:r>
      <w:r>
        <w:t xml:space="preserve"> ? </w:t>
      </w:r>
      <w:r w:rsidR="002A4158" w:rsidRPr="00DA4E77">
        <w:t>Que vaut la pauvre et désordonnée nature devant l</w:t>
      </w:r>
      <w:r>
        <w:t>’</w:t>
      </w:r>
      <w:r w:rsidR="002A4158" w:rsidRPr="00DA4E77">
        <w:t>harmonie de nos palais et de nos jardins</w:t>
      </w:r>
      <w:r>
        <w:t> ?</w:t>
      </w:r>
    </w:p>
    <w:p w14:paraId="460D35E0" w14:textId="77777777" w:rsidR="00276CCE" w:rsidRDefault="00276CCE" w:rsidP="002A4158">
      <w:r>
        <w:t>— </w:t>
      </w:r>
      <w:r w:rsidR="002A4158" w:rsidRPr="00DA4E77">
        <w:t>Que vaut le chant stupide des oiseaux</w:t>
      </w:r>
      <w:r>
        <w:t xml:space="preserve">, </w:t>
      </w:r>
      <w:r w:rsidR="002A4158" w:rsidRPr="00DA4E77">
        <w:t xml:space="preserve">interrompt </w:t>
      </w:r>
      <w:proofErr w:type="spellStart"/>
      <w:r w:rsidR="002A4158" w:rsidRPr="00DA4E77">
        <w:t>Asm</w:t>
      </w:r>
      <w:r w:rsidR="002A4158" w:rsidRPr="00DA4E77">
        <w:t>o</w:t>
      </w:r>
      <w:r w:rsidR="002A4158" w:rsidRPr="00DA4E77">
        <w:t>nia</w:t>
      </w:r>
      <w:proofErr w:type="spellEnd"/>
      <w:r>
        <w:t xml:space="preserve">, </w:t>
      </w:r>
      <w:r w:rsidR="002A4158" w:rsidRPr="00DA4E77">
        <w:t>devant la science des lyres</w:t>
      </w:r>
      <w:r>
        <w:t> ?</w:t>
      </w:r>
    </w:p>
    <w:p w14:paraId="283723F8" w14:textId="77777777" w:rsidR="00276CCE" w:rsidRDefault="00276CCE" w:rsidP="002A4158">
      <w:r>
        <w:t>— </w:t>
      </w:r>
      <w:r w:rsidR="002A4158" w:rsidRPr="00DA4E77">
        <w:t>Que représentent les falaises stériles</w:t>
      </w:r>
      <w:r>
        <w:t xml:space="preserve">, </w:t>
      </w:r>
      <w:r w:rsidR="002A4158" w:rsidRPr="00DA4E77">
        <w:t xml:space="preserve">pontifie </w:t>
      </w:r>
      <w:proofErr w:type="spellStart"/>
      <w:r w:rsidR="002A4158" w:rsidRPr="00DA4E77">
        <w:t>Barkas</w:t>
      </w:r>
      <w:proofErr w:type="spellEnd"/>
      <w:r>
        <w:t xml:space="preserve">, </w:t>
      </w:r>
      <w:r w:rsidR="002A4158" w:rsidRPr="00DA4E77">
        <w:t>d</w:t>
      </w:r>
      <w:r w:rsidR="002A4158" w:rsidRPr="00DA4E77">
        <w:t>e</w:t>
      </w:r>
      <w:r w:rsidR="002A4158" w:rsidRPr="00DA4E77">
        <w:t>vant les terrasses aux flancs de marbre</w:t>
      </w:r>
      <w:r>
        <w:t> ?</w:t>
      </w:r>
    </w:p>
    <w:p w14:paraId="493DAA8E" w14:textId="77777777" w:rsidR="00276CCE" w:rsidRDefault="00276CCE" w:rsidP="002A4158">
      <w:r>
        <w:t>— </w:t>
      </w:r>
      <w:r w:rsidR="002A4158" w:rsidRPr="00DA4E77">
        <w:t>Que valent</w:t>
      </w:r>
      <w:r>
        <w:t xml:space="preserve">, </w:t>
      </w:r>
      <w:r w:rsidR="002A4158" w:rsidRPr="00DA4E77">
        <w:t xml:space="preserve">ajoute </w:t>
      </w:r>
      <w:proofErr w:type="spellStart"/>
      <w:r w:rsidR="002A4158" w:rsidRPr="00DA4E77">
        <w:t>Guitché</w:t>
      </w:r>
      <w:proofErr w:type="spellEnd"/>
      <w:r>
        <w:t xml:space="preserve">, </w:t>
      </w:r>
      <w:r w:rsidR="002A4158" w:rsidRPr="00DA4E77">
        <w:t>les peuplades imbéciles e</w:t>
      </w:r>
      <w:r w:rsidR="002A4158" w:rsidRPr="00DA4E77">
        <w:t>r</w:t>
      </w:r>
      <w:r w:rsidR="002A4158" w:rsidRPr="00DA4E77">
        <w:t>rant dans les forêts naturelles</w:t>
      </w:r>
      <w:r>
        <w:t xml:space="preserve">, </w:t>
      </w:r>
      <w:r w:rsidR="002A4158" w:rsidRPr="00DA4E77">
        <w:t>devant la race élue par qui s</w:t>
      </w:r>
      <w:r>
        <w:t>’</w:t>
      </w:r>
      <w:r w:rsidR="002A4158" w:rsidRPr="00DA4E77">
        <w:t>élève la cité sainte d</w:t>
      </w:r>
      <w:r>
        <w:t>’</w:t>
      </w:r>
      <w:r w:rsidR="002A4158" w:rsidRPr="00DA4E77">
        <w:t>Atlantis</w:t>
      </w:r>
      <w:r>
        <w:t> ?</w:t>
      </w:r>
    </w:p>
    <w:p w14:paraId="64B4A583" w14:textId="77777777" w:rsidR="00276CCE" w:rsidRDefault="00276CCE" w:rsidP="002A4158">
      <w:r>
        <w:t>— </w:t>
      </w:r>
      <w:r w:rsidR="002A4158" w:rsidRPr="00DA4E77">
        <w:t>Oui</w:t>
      </w:r>
      <w:r>
        <w:t xml:space="preserve">, </w:t>
      </w:r>
      <w:r w:rsidR="002A4158" w:rsidRPr="00DA4E77">
        <w:t>oui</w:t>
      </w:r>
      <w:r>
        <w:t xml:space="preserve">, </w:t>
      </w:r>
      <w:r w:rsidR="002A4158" w:rsidRPr="00DA4E77">
        <w:t>nous devenons dieux</w:t>
      </w:r>
      <w:r>
        <w:t xml:space="preserve"> ! </w:t>
      </w:r>
      <w:r w:rsidR="002A4158" w:rsidRPr="00DA4E77">
        <w:t>clament de jeunes éph</w:t>
      </w:r>
      <w:r w:rsidR="002A4158" w:rsidRPr="00DA4E77">
        <w:t>è</w:t>
      </w:r>
      <w:r w:rsidR="002A4158" w:rsidRPr="00DA4E77">
        <w:t>bes</w:t>
      </w:r>
      <w:r>
        <w:t>.</w:t>
      </w:r>
    </w:p>
    <w:p w14:paraId="52D84960" w14:textId="77777777" w:rsidR="00276CCE" w:rsidRDefault="00276CCE" w:rsidP="002A4158">
      <w:r>
        <w:t>— </w:t>
      </w:r>
      <w:r w:rsidR="002A4158" w:rsidRPr="00DA4E77">
        <w:t>Et le reste du monde reste un troupeau</w:t>
      </w:r>
      <w:r>
        <w:t xml:space="preserve">, </w:t>
      </w:r>
      <w:r w:rsidR="002A4158" w:rsidRPr="00DA4E77">
        <w:t xml:space="preserve">conclut </w:t>
      </w:r>
      <w:proofErr w:type="spellStart"/>
      <w:r w:rsidR="002A4158" w:rsidRPr="00DA4E77">
        <w:t>Guitché</w:t>
      </w:r>
      <w:proofErr w:type="spellEnd"/>
      <w:r>
        <w:t>.</w:t>
      </w:r>
    </w:p>
    <w:p w14:paraId="2E5DF59F" w14:textId="77777777" w:rsidR="00276CCE" w:rsidRDefault="00276CCE" w:rsidP="002A4158">
      <w:r>
        <w:t>— </w:t>
      </w:r>
      <w:r w:rsidR="002A4158" w:rsidRPr="00DA4E77">
        <w:t>De grâce</w:t>
      </w:r>
      <w:r>
        <w:t xml:space="preserve"> ! </w:t>
      </w:r>
      <w:r w:rsidR="002A4158" w:rsidRPr="00DA4E77">
        <w:t xml:space="preserve">objecte </w:t>
      </w:r>
      <w:proofErr w:type="spellStart"/>
      <w:r w:rsidR="002A4158" w:rsidRPr="00DA4E77">
        <w:t>Barkas</w:t>
      </w:r>
      <w:proofErr w:type="spellEnd"/>
      <w:r w:rsidR="002A4158" w:rsidRPr="00DA4E77">
        <w:t xml:space="preserve"> avec une ironique condesce</w:t>
      </w:r>
      <w:r w:rsidR="002A4158" w:rsidRPr="00DA4E77">
        <w:t>n</w:t>
      </w:r>
      <w:r w:rsidR="002A4158" w:rsidRPr="00DA4E77">
        <w:t>dance</w:t>
      </w:r>
      <w:r>
        <w:t xml:space="preserve">, </w:t>
      </w:r>
      <w:r w:rsidR="002A4158" w:rsidRPr="00DA4E77">
        <w:t>ne calomniez pas les Barbares</w:t>
      </w:r>
      <w:r>
        <w:t xml:space="preserve"> ; </w:t>
      </w:r>
      <w:r w:rsidR="002A4158" w:rsidRPr="00DA4E77">
        <w:t>il y a ici de puissants se</w:t>
      </w:r>
      <w:r w:rsidR="002A4158" w:rsidRPr="00DA4E77">
        <w:t>i</w:t>
      </w:r>
      <w:r w:rsidR="002A4158" w:rsidRPr="00DA4E77">
        <w:t>gneurs qui les aiment</w:t>
      </w:r>
      <w:r>
        <w:t xml:space="preserve">, </w:t>
      </w:r>
      <w:r w:rsidR="002A4158" w:rsidRPr="00DA4E77">
        <w:t>et qui</w:t>
      </w:r>
      <w:r>
        <w:t xml:space="preserve">, </w:t>
      </w:r>
      <w:r w:rsidR="002A4158" w:rsidRPr="00DA4E77">
        <w:t>peut-être même</w:t>
      </w:r>
      <w:r>
        <w:t xml:space="preserve">, </w:t>
      </w:r>
      <w:r w:rsidR="002A4158" w:rsidRPr="00DA4E77">
        <w:t>les croient nos égaux</w:t>
      </w:r>
      <w:r>
        <w:t>.</w:t>
      </w:r>
    </w:p>
    <w:p w14:paraId="756CEDEC" w14:textId="77777777" w:rsidR="00276CCE" w:rsidRDefault="002A4158" w:rsidP="002A4158">
      <w:r w:rsidRPr="00DA4E77">
        <w:t xml:space="preserve">Le trait est nettement dirigé contre </w:t>
      </w:r>
      <w:proofErr w:type="spellStart"/>
      <w:r w:rsidRPr="00DA4E77">
        <w:t>Hellas</w:t>
      </w:r>
      <w:proofErr w:type="spellEnd"/>
      <w:r w:rsidR="00276CCE">
        <w:t xml:space="preserve">. </w:t>
      </w:r>
      <w:r w:rsidRPr="00DA4E77">
        <w:t>Un silence o</w:t>
      </w:r>
      <w:r w:rsidRPr="00DA4E77">
        <w:t>p</w:t>
      </w:r>
      <w:r w:rsidRPr="00DA4E77">
        <w:t xml:space="preserve">pressé suit la perfide observation de </w:t>
      </w:r>
      <w:proofErr w:type="spellStart"/>
      <w:r w:rsidRPr="00DA4E77">
        <w:t>Barkas</w:t>
      </w:r>
      <w:proofErr w:type="spellEnd"/>
      <w:r w:rsidR="00276CCE">
        <w:t xml:space="preserve">. </w:t>
      </w:r>
      <w:r w:rsidRPr="00DA4E77">
        <w:t xml:space="preserve">Mais </w:t>
      </w:r>
      <w:proofErr w:type="spellStart"/>
      <w:r w:rsidRPr="00DA4E77">
        <w:t>Hermos</w:t>
      </w:r>
      <w:proofErr w:type="spellEnd"/>
      <w:r w:rsidRPr="00DA4E77">
        <w:t xml:space="preserve"> ne peut contenir son impatience devant la manifestation de l</w:t>
      </w:r>
      <w:r w:rsidR="00276CCE">
        <w:t>’</w:t>
      </w:r>
      <w:r w:rsidRPr="00DA4E77">
        <w:t>orgueil atlante</w:t>
      </w:r>
      <w:r w:rsidR="00276CCE">
        <w:t xml:space="preserve">, </w:t>
      </w:r>
      <w:r w:rsidRPr="00DA4E77">
        <w:t>et</w:t>
      </w:r>
      <w:r w:rsidR="00276CCE">
        <w:t xml:space="preserve">, </w:t>
      </w:r>
      <w:r w:rsidRPr="00DA4E77">
        <w:t xml:space="preserve">se tournant vers </w:t>
      </w:r>
      <w:proofErr w:type="spellStart"/>
      <w:r w:rsidRPr="00DA4E77">
        <w:t>Guitché</w:t>
      </w:r>
      <w:proofErr w:type="spellEnd"/>
      <w:r w:rsidR="00276CCE">
        <w:t xml:space="preserve">, </w:t>
      </w:r>
      <w:r w:rsidRPr="00DA4E77">
        <w:t>il observe</w:t>
      </w:r>
      <w:r w:rsidR="00276CCE">
        <w:t xml:space="preserve">, </w:t>
      </w:r>
      <w:r w:rsidRPr="00DA4E77">
        <w:t>sur un ton de grande politesse</w:t>
      </w:r>
      <w:r w:rsidR="00276CCE">
        <w:t> :</w:t>
      </w:r>
    </w:p>
    <w:p w14:paraId="18C515BC" w14:textId="77777777" w:rsidR="00276CCE" w:rsidRDefault="00276CCE" w:rsidP="002A4158">
      <w:r>
        <w:t>— </w:t>
      </w:r>
      <w:r w:rsidR="002A4158" w:rsidRPr="00DA4E77">
        <w:t>J</w:t>
      </w:r>
      <w:r>
        <w:t>’</w:t>
      </w:r>
      <w:r w:rsidR="002A4158" w:rsidRPr="00DA4E77">
        <w:t>ai le regret de te contredire</w:t>
      </w:r>
      <w:r>
        <w:t xml:space="preserve">, </w:t>
      </w:r>
      <w:r w:rsidR="002A4158" w:rsidRPr="00DA4E77">
        <w:t>mon hôte</w:t>
      </w:r>
      <w:r>
        <w:t xml:space="preserve"> ; </w:t>
      </w:r>
      <w:r w:rsidR="002A4158" w:rsidRPr="00DA4E77">
        <w:t>j</w:t>
      </w:r>
      <w:r>
        <w:t>’</w:t>
      </w:r>
      <w:r w:rsidR="002A4158" w:rsidRPr="00DA4E77">
        <w:t>ai vu ces races que tu appelles un vil troupeau</w:t>
      </w:r>
      <w:r>
        <w:t xml:space="preserve">, </w:t>
      </w:r>
      <w:r w:rsidR="002A4158" w:rsidRPr="00DA4E77">
        <w:t>et je t</w:t>
      </w:r>
      <w:r>
        <w:t>’</w:t>
      </w:r>
      <w:r w:rsidR="002A4158" w:rsidRPr="00DA4E77">
        <w:t>assure que</w:t>
      </w:r>
      <w:r>
        <w:t xml:space="preserve">, </w:t>
      </w:r>
      <w:r w:rsidR="002A4158" w:rsidRPr="00DA4E77">
        <w:t>sauf la co</w:t>
      </w:r>
      <w:r w:rsidR="002A4158" w:rsidRPr="00DA4E77">
        <w:t>u</w:t>
      </w:r>
      <w:r w:rsidR="002A4158" w:rsidRPr="00DA4E77">
        <w:t>leur de la peau</w:t>
      </w:r>
      <w:r>
        <w:t xml:space="preserve">, </w:t>
      </w:r>
      <w:r w:rsidR="002A4158" w:rsidRPr="00DA4E77">
        <w:t>elles ressemblent grandement aux races rouges</w:t>
      </w:r>
      <w:r>
        <w:t xml:space="preserve"> ; </w:t>
      </w:r>
      <w:r w:rsidR="002A4158" w:rsidRPr="00DA4E77">
        <w:t>et leur intelligence</w:t>
      </w:r>
      <w:r>
        <w:t xml:space="preserve">, </w:t>
      </w:r>
      <w:r w:rsidR="002A4158" w:rsidRPr="00DA4E77">
        <w:t>tôt ou tard</w:t>
      </w:r>
      <w:r>
        <w:t xml:space="preserve">, </w:t>
      </w:r>
      <w:r w:rsidR="002A4158" w:rsidRPr="00DA4E77">
        <w:t>comme la nôtre</w:t>
      </w:r>
      <w:r>
        <w:t xml:space="preserve">, </w:t>
      </w:r>
      <w:r w:rsidR="002A4158" w:rsidRPr="00DA4E77">
        <w:t>s</w:t>
      </w:r>
      <w:r>
        <w:t>’</w:t>
      </w:r>
      <w:r w:rsidR="002A4158" w:rsidRPr="00DA4E77">
        <w:t>éveillera</w:t>
      </w:r>
      <w:r>
        <w:t>.</w:t>
      </w:r>
    </w:p>
    <w:p w14:paraId="2A55E6D8" w14:textId="77777777" w:rsidR="00276CCE" w:rsidRDefault="002A4158" w:rsidP="002A4158">
      <w:r w:rsidRPr="00DA4E77">
        <w:lastRenderedPageBreak/>
        <w:t>Un éclat de rire circule à travers le festin</w:t>
      </w:r>
      <w:r w:rsidR="00276CCE">
        <w:t>.</w:t>
      </w:r>
    </w:p>
    <w:p w14:paraId="6DCE9327" w14:textId="77777777" w:rsidR="00276CCE" w:rsidRDefault="00276CCE" w:rsidP="002A4158">
      <w:r>
        <w:t>— </w:t>
      </w:r>
      <w:r w:rsidR="002A4158" w:rsidRPr="00DA4E77">
        <w:t>Ah</w:t>
      </w:r>
      <w:r>
        <w:t xml:space="preserve"> ! </w:t>
      </w:r>
      <w:r w:rsidR="002A4158" w:rsidRPr="00DA4E77">
        <w:t>ah</w:t>
      </w:r>
      <w:r>
        <w:t xml:space="preserve"> ! </w:t>
      </w:r>
      <w:r w:rsidR="002A4158" w:rsidRPr="00DA4E77">
        <w:t xml:space="preserve">fait </w:t>
      </w:r>
      <w:proofErr w:type="spellStart"/>
      <w:r w:rsidR="002A4158" w:rsidRPr="00DA4E77">
        <w:t>Xanthès</w:t>
      </w:r>
      <w:proofErr w:type="spellEnd"/>
      <w:r>
        <w:t xml:space="preserve">, </w:t>
      </w:r>
      <w:r w:rsidR="002A4158" w:rsidRPr="00DA4E77">
        <w:t>supposer que les Faces de Lune auront un jour l</w:t>
      </w:r>
      <w:r>
        <w:t>’</w:t>
      </w:r>
      <w:r w:rsidR="002A4158" w:rsidRPr="00DA4E77">
        <w:t>intelligence des peuples rouges</w:t>
      </w:r>
      <w:r>
        <w:t xml:space="preserve">, </w:t>
      </w:r>
      <w:r w:rsidR="002A4158" w:rsidRPr="00DA4E77">
        <w:t>c</w:t>
      </w:r>
      <w:r>
        <w:t>’</w:t>
      </w:r>
      <w:r w:rsidR="002A4158" w:rsidRPr="00DA4E77">
        <w:t>est vraiment pousser à l</w:t>
      </w:r>
      <w:r>
        <w:t>’</w:t>
      </w:r>
      <w:r w:rsidR="002A4158" w:rsidRPr="00DA4E77">
        <w:t>extrême la générosité envers les vaincus</w:t>
      </w:r>
      <w:r>
        <w:t> !</w:t>
      </w:r>
    </w:p>
    <w:p w14:paraId="20B993EC" w14:textId="77777777" w:rsidR="00276CCE" w:rsidRDefault="00276CCE" w:rsidP="002A4158">
      <w:r>
        <w:t>— </w:t>
      </w:r>
      <w:r w:rsidR="002A4158" w:rsidRPr="00DA4E77">
        <w:t>Voyons</w:t>
      </w:r>
      <w:r>
        <w:t xml:space="preserve">, </w:t>
      </w:r>
      <w:r w:rsidR="002A4158" w:rsidRPr="00DA4E77">
        <w:t xml:space="preserve">représente </w:t>
      </w:r>
      <w:proofErr w:type="spellStart"/>
      <w:r w:rsidR="002A4158" w:rsidRPr="00DA4E77">
        <w:t>Palmoussos</w:t>
      </w:r>
      <w:proofErr w:type="spellEnd"/>
      <w:r>
        <w:t xml:space="preserve">, </w:t>
      </w:r>
      <w:r w:rsidR="002A4158" w:rsidRPr="00DA4E77">
        <w:t>le musicien</w:t>
      </w:r>
      <w:r>
        <w:t xml:space="preserve">, </w:t>
      </w:r>
      <w:r w:rsidR="002A4158" w:rsidRPr="00DA4E77">
        <w:t xml:space="preserve">si les Blancs </w:t>
      </w:r>
      <w:r w:rsidR="002A4158" w:rsidRPr="00DA4E77">
        <w:rPr>
          <w:bCs/>
        </w:rPr>
        <w:t xml:space="preserve">nous </w:t>
      </w:r>
      <w:r w:rsidR="002A4158" w:rsidRPr="00DA4E77">
        <w:t>égalaient en esprit</w:t>
      </w:r>
      <w:r>
        <w:t xml:space="preserve">, </w:t>
      </w:r>
      <w:proofErr w:type="spellStart"/>
      <w:r w:rsidR="002A4158" w:rsidRPr="00DA4E77">
        <w:t>Hermos</w:t>
      </w:r>
      <w:proofErr w:type="spellEnd"/>
      <w:r>
        <w:t xml:space="preserve">, </w:t>
      </w:r>
      <w:r w:rsidR="002A4158" w:rsidRPr="00DA4E77">
        <w:t>n</w:t>
      </w:r>
      <w:r>
        <w:t>’</w:t>
      </w:r>
      <w:r w:rsidR="002A4158" w:rsidRPr="00DA4E77">
        <w:t>auraient-ils pas déjà man</w:t>
      </w:r>
      <w:r w:rsidR="002A4158" w:rsidRPr="00DA4E77">
        <w:t>i</w:t>
      </w:r>
      <w:r w:rsidR="002A4158" w:rsidRPr="00DA4E77">
        <w:t>festé cette vertu en quelque chose</w:t>
      </w:r>
      <w:r>
        <w:t> ?</w:t>
      </w:r>
    </w:p>
    <w:p w14:paraId="7E102400" w14:textId="77777777" w:rsidR="00276CCE" w:rsidRDefault="00276CCE" w:rsidP="002A4158">
      <w:r>
        <w:t>— </w:t>
      </w:r>
      <w:r w:rsidR="002A4158" w:rsidRPr="00DA4E77">
        <w:t>Eh</w:t>
      </w:r>
      <w:r>
        <w:t xml:space="preserve"> ! </w:t>
      </w:r>
      <w:r w:rsidR="002A4158" w:rsidRPr="00DA4E77">
        <w:t xml:space="preserve">mon cher </w:t>
      </w:r>
      <w:proofErr w:type="spellStart"/>
      <w:r w:rsidR="002A4158" w:rsidRPr="00DA4E77">
        <w:t>Palmoussos</w:t>
      </w:r>
      <w:proofErr w:type="spellEnd"/>
      <w:r>
        <w:t xml:space="preserve">, </w:t>
      </w:r>
      <w:r w:rsidR="002A4158" w:rsidRPr="00DA4E77">
        <w:t>ne fût-ce qu</w:t>
      </w:r>
      <w:r>
        <w:t>’</w:t>
      </w:r>
      <w:r w:rsidR="002A4158" w:rsidRPr="00DA4E77">
        <w:t>en musique</w:t>
      </w:r>
      <w:r>
        <w:t xml:space="preserve">, </w:t>
      </w:r>
      <w:r w:rsidR="002A4158" w:rsidRPr="00DA4E77">
        <w:t>où ils s</w:t>
      </w:r>
      <w:r>
        <w:t>’</w:t>
      </w:r>
      <w:r w:rsidR="002A4158" w:rsidRPr="00DA4E77">
        <w:t>affirment tes heureux rivaux</w:t>
      </w:r>
      <w:r>
        <w:t>.</w:t>
      </w:r>
    </w:p>
    <w:p w14:paraId="1F753066" w14:textId="77777777" w:rsidR="00276CCE" w:rsidRDefault="002A4158" w:rsidP="002A4158">
      <w:r w:rsidRPr="00DA4E77">
        <w:t>Cette fois</w:t>
      </w:r>
      <w:r w:rsidR="00276CCE">
        <w:t xml:space="preserve">, </w:t>
      </w:r>
      <w:r w:rsidRPr="00DA4E77">
        <w:t>un éclat de rire plus bruyant que le premier s</w:t>
      </w:r>
      <w:r w:rsidRPr="00DA4E77">
        <w:t>e</w:t>
      </w:r>
      <w:r w:rsidRPr="00DA4E77">
        <w:t>coue la table tout entière</w:t>
      </w:r>
      <w:r w:rsidR="00276CCE">
        <w:t xml:space="preserve">, </w:t>
      </w:r>
      <w:r w:rsidRPr="00DA4E77">
        <w:t>mais les rieurs se mettent du côté d</w:t>
      </w:r>
      <w:r w:rsidR="00276CCE">
        <w:t>’</w:t>
      </w:r>
      <w:proofErr w:type="spellStart"/>
      <w:r w:rsidRPr="00DA4E77">
        <w:t>Hermos</w:t>
      </w:r>
      <w:proofErr w:type="spellEnd"/>
      <w:r w:rsidR="00276CCE">
        <w:t xml:space="preserve">, </w:t>
      </w:r>
      <w:r w:rsidRPr="00DA4E77">
        <w:t xml:space="preserve">et </w:t>
      </w:r>
      <w:proofErr w:type="spellStart"/>
      <w:r w:rsidRPr="00DA4E77">
        <w:t>Palmoussos</w:t>
      </w:r>
      <w:proofErr w:type="spellEnd"/>
      <w:r w:rsidRPr="00DA4E77">
        <w:t xml:space="preserve"> bougonne tout confus</w:t>
      </w:r>
      <w:r w:rsidR="00276CCE">
        <w:t xml:space="preserve">. </w:t>
      </w:r>
      <w:r w:rsidRPr="00DA4E77">
        <w:t>Son grand ch</w:t>
      </w:r>
      <w:r w:rsidRPr="00DA4E77">
        <w:t>a</w:t>
      </w:r>
      <w:r w:rsidRPr="00DA4E77">
        <w:t>grin</w:t>
      </w:r>
      <w:r w:rsidR="00276CCE">
        <w:t xml:space="preserve">, </w:t>
      </w:r>
      <w:r w:rsidRPr="00DA4E77">
        <w:t>en effet</w:t>
      </w:r>
      <w:r w:rsidR="00276CCE">
        <w:t xml:space="preserve">, </w:t>
      </w:r>
      <w:r w:rsidRPr="00DA4E77">
        <w:t>est de voir que les bardes d</w:t>
      </w:r>
      <w:r w:rsidR="00276CCE">
        <w:t>’</w:t>
      </w:r>
      <w:r w:rsidRPr="00DA4E77">
        <w:t>Armor ou les cha</w:t>
      </w:r>
      <w:r w:rsidRPr="00DA4E77">
        <w:t>n</w:t>
      </w:r>
      <w:r w:rsidRPr="00DA4E77">
        <w:t>teurs ligures gagnent auprès du peuple plus de succès que lui</w:t>
      </w:r>
      <w:r w:rsidR="00276CCE">
        <w:t xml:space="preserve">, </w:t>
      </w:r>
      <w:r w:rsidRPr="00DA4E77">
        <w:t>avec son harmonie savante</w:t>
      </w:r>
      <w:r w:rsidR="00276CCE">
        <w:t>.</w:t>
      </w:r>
    </w:p>
    <w:p w14:paraId="265F69F7" w14:textId="77777777" w:rsidR="00276CCE" w:rsidRDefault="00276CCE" w:rsidP="002A4158">
      <w:r>
        <w:t>— </w:t>
      </w:r>
      <w:r w:rsidR="002A4158" w:rsidRPr="00DA4E77">
        <w:t>En vérité</w:t>
      </w:r>
      <w:r>
        <w:t xml:space="preserve">, </w:t>
      </w:r>
      <w:r w:rsidR="002A4158" w:rsidRPr="00DA4E77">
        <w:t xml:space="preserve">reprend </w:t>
      </w:r>
      <w:proofErr w:type="spellStart"/>
      <w:r w:rsidR="002A4158" w:rsidRPr="00DA4E77">
        <w:t>Xanthès</w:t>
      </w:r>
      <w:proofErr w:type="spellEnd"/>
      <w:r>
        <w:t xml:space="preserve">, </w:t>
      </w:r>
      <w:r w:rsidR="002A4158" w:rsidRPr="00DA4E77">
        <w:t>la musique des Blancs n</w:t>
      </w:r>
      <w:r>
        <w:t>’</w:t>
      </w:r>
      <w:r w:rsidR="002A4158" w:rsidRPr="00DA4E77">
        <w:t>offre rien de comparable à la nôtre</w:t>
      </w:r>
      <w:r>
        <w:t xml:space="preserve">. </w:t>
      </w:r>
      <w:r w:rsidR="002A4158" w:rsidRPr="00DA4E77">
        <w:t>Ils restent pareils</w:t>
      </w:r>
      <w:r>
        <w:t xml:space="preserve">, </w:t>
      </w:r>
      <w:r w:rsidR="002A4158" w:rsidRPr="00DA4E77">
        <w:t>quand ils chantent</w:t>
      </w:r>
      <w:r>
        <w:t xml:space="preserve">, </w:t>
      </w:r>
      <w:r w:rsidR="002A4158" w:rsidRPr="00DA4E77">
        <w:t>aux oiseaux des bois ou aux flots de la mer</w:t>
      </w:r>
      <w:r>
        <w:t xml:space="preserve">, </w:t>
      </w:r>
      <w:r w:rsidR="002A4158" w:rsidRPr="00DA4E77">
        <w:t>qui red</w:t>
      </w:r>
      <w:r w:rsidR="002A4158" w:rsidRPr="00DA4E77">
        <w:t>i</w:t>
      </w:r>
      <w:r w:rsidR="002A4158" w:rsidRPr="00DA4E77">
        <w:t>sent et rediront toujours les mêmes murmures ou les mêmes gémissements</w:t>
      </w:r>
      <w:r>
        <w:t xml:space="preserve">. </w:t>
      </w:r>
      <w:r w:rsidR="002A4158" w:rsidRPr="00DA4E77">
        <w:t>Ils n</w:t>
      </w:r>
      <w:r>
        <w:t>’</w:t>
      </w:r>
      <w:r w:rsidR="002A4158" w:rsidRPr="00DA4E77">
        <w:t>inventent pas</w:t>
      </w:r>
      <w:r>
        <w:t xml:space="preserve">, </w:t>
      </w:r>
      <w:r w:rsidR="002A4158" w:rsidRPr="00DA4E77">
        <w:t>ils répètent</w:t>
      </w:r>
      <w:r>
        <w:t xml:space="preserve"> ; </w:t>
      </w:r>
      <w:r w:rsidR="002A4158" w:rsidRPr="00DA4E77">
        <w:t>et quand ils exécutent sur les lyres et les flûtes de savants accords</w:t>
      </w:r>
      <w:r>
        <w:t xml:space="preserve">, </w:t>
      </w:r>
      <w:r w:rsidR="002A4158" w:rsidRPr="00DA4E77">
        <w:t>c</w:t>
      </w:r>
      <w:r>
        <w:t>’</w:t>
      </w:r>
      <w:r w:rsidR="002A4158" w:rsidRPr="00DA4E77">
        <w:t>est à nous qu</w:t>
      </w:r>
      <w:r>
        <w:t>’</w:t>
      </w:r>
      <w:r w:rsidR="002A4158" w:rsidRPr="00DA4E77">
        <w:t>ils ont emprunté cet art suprême</w:t>
      </w:r>
      <w:r>
        <w:t>.</w:t>
      </w:r>
    </w:p>
    <w:p w14:paraId="46A86452" w14:textId="77777777" w:rsidR="00276CCE" w:rsidRDefault="00276CCE" w:rsidP="002A4158">
      <w:r>
        <w:t>— </w:t>
      </w:r>
      <w:r w:rsidR="002A4158" w:rsidRPr="00DA4E77">
        <w:t>Inventer</w:t>
      </w:r>
      <w:r>
        <w:t xml:space="preserve">, </w:t>
      </w:r>
      <w:r w:rsidR="002A4158" w:rsidRPr="00DA4E77">
        <w:t>en effet</w:t>
      </w:r>
      <w:r>
        <w:t xml:space="preserve">, </w:t>
      </w:r>
      <w:r w:rsidR="002A4158" w:rsidRPr="00DA4E77">
        <w:t>voilà le mot</w:t>
      </w:r>
      <w:r>
        <w:t xml:space="preserve">, </w:t>
      </w:r>
      <w:r w:rsidR="002A4158" w:rsidRPr="00DA4E77">
        <w:t xml:space="preserve">affirme </w:t>
      </w:r>
      <w:proofErr w:type="spellStart"/>
      <w:r w:rsidR="002A4158" w:rsidRPr="00DA4E77">
        <w:t>Moussor</w:t>
      </w:r>
      <w:proofErr w:type="spellEnd"/>
      <w:r>
        <w:t xml:space="preserve">. </w:t>
      </w:r>
      <w:r w:rsidR="002A4158" w:rsidRPr="00DA4E77">
        <w:t>Nous inventons toujours</w:t>
      </w:r>
      <w:r>
        <w:t xml:space="preserve">, </w:t>
      </w:r>
      <w:r w:rsidR="002A4158" w:rsidRPr="00DA4E77">
        <w:t>et les Blancs recommencent</w:t>
      </w:r>
      <w:r>
        <w:t> !</w:t>
      </w:r>
    </w:p>
    <w:p w14:paraId="178BA144" w14:textId="77777777" w:rsidR="00276CCE" w:rsidRDefault="00276CCE" w:rsidP="002A4158">
      <w:r>
        <w:t>— </w:t>
      </w:r>
      <w:r w:rsidR="002A4158" w:rsidRPr="00DA4E77">
        <w:t>Ils bâtissent des maisons</w:t>
      </w:r>
      <w:r>
        <w:t xml:space="preserve">, </w:t>
      </w:r>
      <w:r w:rsidR="002A4158" w:rsidRPr="00DA4E77">
        <w:t>toujours les mêmes</w:t>
      </w:r>
      <w:r>
        <w:t xml:space="preserve">, </w:t>
      </w:r>
      <w:r w:rsidR="002A4158" w:rsidRPr="00DA4E77">
        <w:t>comme les huttes des castors</w:t>
      </w:r>
      <w:r>
        <w:t xml:space="preserve">, </w:t>
      </w:r>
      <w:r w:rsidR="002A4158" w:rsidRPr="00DA4E77">
        <w:t xml:space="preserve">fait </w:t>
      </w:r>
      <w:proofErr w:type="spellStart"/>
      <w:r w:rsidR="002A4158" w:rsidRPr="00DA4E77">
        <w:t>Barkas</w:t>
      </w:r>
      <w:proofErr w:type="spellEnd"/>
      <w:r>
        <w:t>.</w:t>
      </w:r>
    </w:p>
    <w:p w14:paraId="0A562C67" w14:textId="77777777" w:rsidR="00276CCE" w:rsidRDefault="00276CCE" w:rsidP="002A4158">
      <w:r>
        <w:t>— </w:t>
      </w:r>
      <w:r w:rsidR="002A4158" w:rsidRPr="00DA4E77">
        <w:t>Ils gardent les mêmes vertus et les mêmes vices que leurs aïeux</w:t>
      </w:r>
      <w:r>
        <w:t xml:space="preserve">, </w:t>
      </w:r>
      <w:r w:rsidR="002A4158" w:rsidRPr="00DA4E77">
        <w:t xml:space="preserve">énonce </w:t>
      </w:r>
      <w:proofErr w:type="spellStart"/>
      <w:r w:rsidR="002A4158" w:rsidRPr="00DA4E77">
        <w:t>Guitché</w:t>
      </w:r>
      <w:proofErr w:type="spellEnd"/>
      <w:r>
        <w:t>.</w:t>
      </w:r>
    </w:p>
    <w:p w14:paraId="32ABFC73" w14:textId="77777777" w:rsidR="00276CCE" w:rsidRDefault="00276CCE" w:rsidP="002A4158">
      <w:r>
        <w:lastRenderedPageBreak/>
        <w:t>— </w:t>
      </w:r>
      <w:r w:rsidR="002A4158" w:rsidRPr="00DA4E77">
        <w:t>Et</w:t>
      </w:r>
      <w:r>
        <w:t xml:space="preserve">, </w:t>
      </w:r>
      <w:r w:rsidR="002A4158" w:rsidRPr="00DA4E77">
        <w:t>vraiment</w:t>
      </w:r>
      <w:r>
        <w:t xml:space="preserve">, </w:t>
      </w:r>
      <w:r w:rsidR="002A4158" w:rsidRPr="00DA4E77">
        <w:t xml:space="preserve">continue </w:t>
      </w:r>
      <w:proofErr w:type="spellStart"/>
      <w:r w:rsidR="002A4158" w:rsidRPr="00DA4E77">
        <w:t>Xanthès</w:t>
      </w:r>
      <w:proofErr w:type="spellEnd"/>
      <w:r>
        <w:t xml:space="preserve">, </w:t>
      </w:r>
      <w:r w:rsidR="002A4158" w:rsidRPr="00DA4E77">
        <w:t>s</w:t>
      </w:r>
      <w:r>
        <w:t>’</w:t>
      </w:r>
      <w:r w:rsidR="002A4158" w:rsidRPr="00DA4E77">
        <w:t>ils étaient capables de devenir nos égaux</w:t>
      </w:r>
      <w:r>
        <w:t xml:space="preserve">, </w:t>
      </w:r>
      <w:r w:rsidR="002A4158" w:rsidRPr="00DA4E77">
        <w:t>ils construiraient</w:t>
      </w:r>
      <w:r>
        <w:t xml:space="preserve">, </w:t>
      </w:r>
      <w:r w:rsidR="002A4158" w:rsidRPr="00DA4E77">
        <w:t>comme nous</w:t>
      </w:r>
      <w:r>
        <w:t xml:space="preserve">, </w:t>
      </w:r>
      <w:r w:rsidR="002A4158" w:rsidRPr="00DA4E77">
        <w:t>les palais de marbre</w:t>
      </w:r>
      <w:r>
        <w:t xml:space="preserve">, </w:t>
      </w:r>
      <w:r w:rsidR="002A4158" w:rsidRPr="00DA4E77">
        <w:t>et comme nous</w:t>
      </w:r>
      <w:r>
        <w:t xml:space="preserve">, </w:t>
      </w:r>
      <w:r w:rsidR="002A4158" w:rsidRPr="00DA4E77">
        <w:t>ils auraient créé les arts qui enchantent la vie</w:t>
      </w:r>
      <w:r>
        <w:t xml:space="preserve">. </w:t>
      </w:r>
      <w:r w:rsidR="002A4158" w:rsidRPr="00DA4E77">
        <w:t>S</w:t>
      </w:r>
      <w:r>
        <w:t>’</w:t>
      </w:r>
      <w:r w:rsidR="002A4158" w:rsidRPr="00DA4E77">
        <w:t>ils demeurent inférieurs</w:t>
      </w:r>
      <w:r>
        <w:t xml:space="preserve">, </w:t>
      </w:r>
      <w:r w:rsidR="002A4158" w:rsidRPr="00DA4E77">
        <w:t>c</w:t>
      </w:r>
      <w:r>
        <w:t>’</w:t>
      </w:r>
      <w:r w:rsidR="002A4158" w:rsidRPr="00DA4E77">
        <w:t>est que les dieux l</w:t>
      </w:r>
      <w:r>
        <w:t>’</w:t>
      </w:r>
      <w:r w:rsidR="002A4158" w:rsidRPr="00DA4E77">
        <w:t>ont voulu</w:t>
      </w:r>
      <w:r>
        <w:t xml:space="preserve">. </w:t>
      </w:r>
      <w:r w:rsidR="002A4158" w:rsidRPr="00DA4E77">
        <w:t>Le monde grandit pour la race rouge</w:t>
      </w:r>
      <w:r>
        <w:t> !</w:t>
      </w:r>
    </w:p>
    <w:p w14:paraId="3067D18A" w14:textId="77777777" w:rsidR="00276CCE" w:rsidRDefault="00276CCE" w:rsidP="002A4158">
      <w:r>
        <w:t>— </w:t>
      </w:r>
      <w:r w:rsidR="002A4158" w:rsidRPr="00DA4E77">
        <w:t>Et la race rouge pour les délices d</w:t>
      </w:r>
      <w:r>
        <w:t>’</w:t>
      </w:r>
      <w:r w:rsidR="002A4158" w:rsidRPr="00DA4E77">
        <w:t>Atlantis</w:t>
      </w:r>
      <w:r>
        <w:t xml:space="preserve">, </w:t>
      </w:r>
      <w:r w:rsidR="002A4158" w:rsidRPr="00DA4E77">
        <w:t xml:space="preserve">confirme </w:t>
      </w:r>
      <w:proofErr w:type="spellStart"/>
      <w:r w:rsidR="002A4158" w:rsidRPr="00DA4E77">
        <w:t>A</w:t>
      </w:r>
      <w:r w:rsidR="002A4158" w:rsidRPr="00DA4E77">
        <w:t>s</w:t>
      </w:r>
      <w:r w:rsidR="002A4158" w:rsidRPr="00DA4E77">
        <w:t>monia</w:t>
      </w:r>
      <w:proofErr w:type="spellEnd"/>
      <w:r>
        <w:t>.</w:t>
      </w:r>
    </w:p>
    <w:p w14:paraId="0531D208" w14:textId="77777777" w:rsidR="00276CCE" w:rsidRDefault="00276CCE" w:rsidP="002A4158">
      <w:r>
        <w:t>— </w:t>
      </w:r>
      <w:r w:rsidR="002A4158" w:rsidRPr="00DA4E77">
        <w:t>Et Atlantis pour l</w:t>
      </w:r>
      <w:r>
        <w:t>’</w:t>
      </w:r>
      <w:r w:rsidR="002A4158" w:rsidRPr="00DA4E77">
        <w:t>éternité</w:t>
      </w:r>
      <w:r>
        <w:t xml:space="preserve"> ! </w:t>
      </w:r>
      <w:r w:rsidR="002A4158" w:rsidRPr="00DA4E77">
        <w:t xml:space="preserve">sentencie </w:t>
      </w:r>
      <w:proofErr w:type="spellStart"/>
      <w:r w:rsidR="002A4158" w:rsidRPr="00DA4E77">
        <w:t>Guitché</w:t>
      </w:r>
      <w:proofErr w:type="spellEnd"/>
      <w:r>
        <w:t>.</w:t>
      </w:r>
    </w:p>
    <w:p w14:paraId="08B639D0" w14:textId="77777777" w:rsidR="00276CCE" w:rsidRDefault="002A4158" w:rsidP="002A4158">
      <w:proofErr w:type="spellStart"/>
      <w:r w:rsidRPr="00DA4E77">
        <w:t>Hermos</w:t>
      </w:r>
      <w:proofErr w:type="spellEnd"/>
      <w:r w:rsidRPr="00DA4E77">
        <w:t xml:space="preserve"> va répondre</w:t>
      </w:r>
      <w:r w:rsidR="00276CCE">
        <w:t xml:space="preserve">. </w:t>
      </w:r>
      <w:r w:rsidRPr="00DA4E77">
        <w:t>Mais un regard à peine perceptible d</w:t>
      </w:r>
      <w:r w:rsidR="00276CCE">
        <w:t>’</w:t>
      </w:r>
      <w:proofErr w:type="spellStart"/>
      <w:r w:rsidRPr="00DA4E77">
        <w:t>Hellas</w:t>
      </w:r>
      <w:proofErr w:type="spellEnd"/>
      <w:r w:rsidRPr="00DA4E77">
        <w:t xml:space="preserve"> le conjure de garder le silence</w:t>
      </w:r>
      <w:r w:rsidR="00276CCE">
        <w:t xml:space="preserve">. </w:t>
      </w:r>
      <w:r w:rsidRPr="00DA4E77">
        <w:t xml:space="preserve">Et les amis de </w:t>
      </w:r>
      <w:proofErr w:type="spellStart"/>
      <w:r w:rsidRPr="00DA4E77">
        <w:t>Guitché</w:t>
      </w:r>
      <w:proofErr w:type="spellEnd"/>
      <w:r w:rsidRPr="00DA4E77">
        <w:t xml:space="preserve"> poursuivent seuls leur symphonie de gloire envers la Cité-Reine</w:t>
      </w:r>
      <w:r w:rsidR="00276CCE">
        <w:t>.</w:t>
      </w:r>
    </w:p>
    <w:p w14:paraId="63B31021" w14:textId="77777777" w:rsidR="00276CCE" w:rsidRDefault="00276CCE" w:rsidP="002A4158">
      <w:r>
        <w:t>— </w:t>
      </w:r>
      <w:r w:rsidR="002A4158" w:rsidRPr="00DA4E77">
        <w:t>Vive la race rouge</w:t>
      </w:r>
      <w:r>
        <w:t> !</w:t>
      </w:r>
    </w:p>
    <w:p w14:paraId="032677E9" w14:textId="77777777" w:rsidR="00276CCE" w:rsidRDefault="00276CCE" w:rsidP="002A4158">
      <w:r>
        <w:t>— </w:t>
      </w:r>
      <w:r w:rsidR="002A4158" w:rsidRPr="00DA4E77">
        <w:t>Aux Rouges l</w:t>
      </w:r>
      <w:r>
        <w:t>’</w:t>
      </w:r>
      <w:r w:rsidR="002A4158" w:rsidRPr="00DA4E77">
        <w:t>Empire</w:t>
      </w:r>
      <w:r>
        <w:t> !</w:t>
      </w:r>
    </w:p>
    <w:p w14:paraId="34A6CE86" w14:textId="77777777" w:rsidR="00276CCE" w:rsidRDefault="002A4158" w:rsidP="002A4158">
      <w:r w:rsidRPr="00DA4E77">
        <w:t>Les voix montent de minute en minute</w:t>
      </w:r>
      <w:r w:rsidR="00276CCE">
        <w:t xml:space="preserve"> : </w:t>
      </w:r>
      <w:r w:rsidRPr="00DA4E77">
        <w:t>les cerveaux s</w:t>
      </w:r>
      <w:r w:rsidR="00276CCE">
        <w:t>’</w:t>
      </w:r>
      <w:r w:rsidRPr="00DA4E77">
        <w:t>enivrent de leur propre orgueil</w:t>
      </w:r>
      <w:r w:rsidR="00276CCE">
        <w:t xml:space="preserve"> ; </w:t>
      </w:r>
      <w:r w:rsidRPr="00DA4E77">
        <w:t>la gaieté des vins reluit dans les coupes</w:t>
      </w:r>
      <w:r w:rsidR="00276CCE">
        <w:t xml:space="preserve">. </w:t>
      </w:r>
      <w:proofErr w:type="spellStart"/>
      <w:r w:rsidRPr="00DA4E77">
        <w:t>Melléna</w:t>
      </w:r>
      <w:proofErr w:type="spellEnd"/>
      <w:r w:rsidR="00276CCE">
        <w:t xml:space="preserve">, </w:t>
      </w:r>
      <w:r w:rsidRPr="00DA4E77">
        <w:t>ravie de voir ses idées triompher</w:t>
      </w:r>
      <w:r w:rsidR="00276CCE">
        <w:t xml:space="preserve">, </w:t>
      </w:r>
      <w:r w:rsidRPr="00DA4E77">
        <w:t>laisse d</w:t>
      </w:r>
      <w:r w:rsidRPr="00DA4E77">
        <w:t>e</w:t>
      </w:r>
      <w:r w:rsidRPr="00DA4E77">
        <w:t>viner la joie de son succès</w:t>
      </w:r>
      <w:r w:rsidR="00276CCE">
        <w:t xml:space="preserve">. </w:t>
      </w:r>
      <w:r w:rsidRPr="00DA4E77">
        <w:t>Et se levant</w:t>
      </w:r>
      <w:r w:rsidR="00276CCE">
        <w:t xml:space="preserve">, </w:t>
      </w:r>
      <w:r w:rsidRPr="00DA4E77">
        <w:t>la coupe à la main</w:t>
      </w:r>
      <w:r w:rsidR="00276CCE">
        <w:t> :</w:t>
      </w:r>
    </w:p>
    <w:p w14:paraId="06F7C552" w14:textId="77777777" w:rsidR="00276CCE" w:rsidRDefault="00276CCE" w:rsidP="002A4158">
      <w:r>
        <w:t>— </w:t>
      </w:r>
      <w:r w:rsidR="002A4158" w:rsidRPr="00DA4E77">
        <w:t>Salut à vous</w:t>
      </w:r>
      <w:r>
        <w:t xml:space="preserve">, </w:t>
      </w:r>
      <w:r w:rsidR="002A4158" w:rsidRPr="00DA4E77">
        <w:t>Atlantes</w:t>
      </w:r>
      <w:r>
        <w:t xml:space="preserve">, </w:t>
      </w:r>
      <w:r w:rsidR="002A4158" w:rsidRPr="00DA4E77">
        <w:t>salut à nos hôtes</w:t>
      </w:r>
      <w:r>
        <w:t xml:space="preserve">, </w:t>
      </w:r>
      <w:r w:rsidR="002A4158" w:rsidRPr="00DA4E77">
        <w:t>salut</w:t>
      </w:r>
      <w:r>
        <w:t xml:space="preserve">, </w:t>
      </w:r>
      <w:r w:rsidR="002A4158" w:rsidRPr="00DA4E77">
        <w:t>surtout</w:t>
      </w:r>
      <w:r>
        <w:t xml:space="preserve">, </w:t>
      </w:r>
      <w:r w:rsidR="002A4158" w:rsidRPr="00DA4E77">
        <w:t>au Prince de l</w:t>
      </w:r>
      <w:r>
        <w:t>’</w:t>
      </w:r>
      <w:r w:rsidR="002A4158" w:rsidRPr="00DA4E77">
        <w:t>Empire</w:t>
      </w:r>
      <w:r>
        <w:t xml:space="preserve">. </w:t>
      </w:r>
      <w:r w:rsidR="002A4158" w:rsidRPr="00DA4E77">
        <w:t>S</w:t>
      </w:r>
      <w:r>
        <w:t>’</w:t>
      </w:r>
      <w:r w:rsidR="002A4158" w:rsidRPr="00DA4E77">
        <w:t>il y a</w:t>
      </w:r>
      <w:r>
        <w:t xml:space="preserve">, </w:t>
      </w:r>
      <w:r w:rsidR="002A4158" w:rsidRPr="00DA4E77">
        <w:t>parfois</w:t>
      </w:r>
      <w:r>
        <w:t xml:space="preserve">, </w:t>
      </w:r>
      <w:r w:rsidR="002A4158" w:rsidRPr="00DA4E77">
        <w:t>entre hommes de la même race</w:t>
      </w:r>
      <w:r>
        <w:t xml:space="preserve">, </w:t>
      </w:r>
      <w:r w:rsidR="002A4158" w:rsidRPr="00DA4E77">
        <w:t>luttes d</w:t>
      </w:r>
      <w:r>
        <w:t>’</w:t>
      </w:r>
      <w:r w:rsidR="002A4158" w:rsidRPr="00DA4E77">
        <w:t>ambition et émulation vers la gloire</w:t>
      </w:r>
      <w:r>
        <w:t xml:space="preserve">, </w:t>
      </w:r>
      <w:r w:rsidR="002A4158" w:rsidRPr="00DA4E77">
        <w:t>que ces n</w:t>
      </w:r>
      <w:r w:rsidR="002A4158" w:rsidRPr="00DA4E77">
        <w:t>o</w:t>
      </w:r>
      <w:r w:rsidR="002A4158" w:rsidRPr="00DA4E77">
        <w:t>bles rivalités ne nous empêchent pas de communier aujourd</w:t>
      </w:r>
      <w:r>
        <w:t>’</w:t>
      </w:r>
      <w:r w:rsidR="002A4158" w:rsidRPr="00DA4E77">
        <w:t>hui dans l</w:t>
      </w:r>
      <w:r>
        <w:t>’</w:t>
      </w:r>
      <w:r w:rsidR="002A4158" w:rsidRPr="00DA4E77">
        <w:t>exaltation de notre cité immortelle</w:t>
      </w:r>
      <w:r>
        <w:t xml:space="preserve">. </w:t>
      </w:r>
      <w:r w:rsidR="002A4158" w:rsidRPr="00DA4E77">
        <w:t>Célébrons tous e</w:t>
      </w:r>
      <w:r w:rsidR="002A4158" w:rsidRPr="00DA4E77">
        <w:t>n</w:t>
      </w:r>
      <w:r w:rsidR="002A4158" w:rsidRPr="00DA4E77">
        <w:t>semble Atlantis</w:t>
      </w:r>
      <w:r>
        <w:t>.</w:t>
      </w:r>
    </w:p>
    <w:p w14:paraId="0AE6FF08" w14:textId="77777777" w:rsidR="00276CCE" w:rsidRDefault="00276CCE" w:rsidP="002A4158">
      <w:r>
        <w:t>— </w:t>
      </w:r>
      <w:r w:rsidR="002A4158" w:rsidRPr="00DA4E77">
        <w:t>Atlantis éternelle</w:t>
      </w:r>
      <w:r>
        <w:t> !</w:t>
      </w:r>
    </w:p>
    <w:p w14:paraId="598B8AAB" w14:textId="77777777" w:rsidR="00276CCE" w:rsidRDefault="00276CCE" w:rsidP="002A4158">
      <w:r>
        <w:t>— </w:t>
      </w:r>
      <w:r w:rsidR="002A4158" w:rsidRPr="00DA4E77">
        <w:t>Éternelle et unique</w:t>
      </w:r>
      <w:r>
        <w:t> !</w:t>
      </w:r>
    </w:p>
    <w:p w14:paraId="7B41D39E" w14:textId="77777777" w:rsidR="00276CCE" w:rsidRDefault="002A4158" w:rsidP="002A4158">
      <w:r w:rsidRPr="00DA4E77">
        <w:t>Une clameur triomphale répond à ces derniers mots</w:t>
      </w:r>
      <w:r w:rsidR="00276CCE">
        <w:t>.</w:t>
      </w:r>
    </w:p>
    <w:p w14:paraId="343039FD" w14:textId="77777777" w:rsidR="00276CCE" w:rsidRDefault="00276CCE" w:rsidP="002A4158">
      <w:r>
        <w:lastRenderedPageBreak/>
        <w:t>— </w:t>
      </w:r>
      <w:r w:rsidR="002A4158" w:rsidRPr="00DA4E77">
        <w:t>Mes chers amis</w:t>
      </w:r>
      <w:r>
        <w:t xml:space="preserve">, </w:t>
      </w:r>
      <w:r w:rsidR="002A4158" w:rsidRPr="00DA4E77">
        <w:t xml:space="preserve">conclut </w:t>
      </w:r>
      <w:proofErr w:type="spellStart"/>
      <w:r w:rsidR="002A4158" w:rsidRPr="00DA4E77">
        <w:t>Melléna</w:t>
      </w:r>
      <w:proofErr w:type="spellEnd"/>
      <w:r>
        <w:t xml:space="preserve">, </w:t>
      </w:r>
      <w:r w:rsidR="002A4158" w:rsidRPr="00DA4E77">
        <w:t>dont la voix a des éclats de victoire</w:t>
      </w:r>
      <w:r>
        <w:t xml:space="preserve">, </w:t>
      </w:r>
      <w:r w:rsidR="002A4158" w:rsidRPr="00DA4E77">
        <w:t>maintenant que nous avons rendu à la Cité l</w:t>
      </w:r>
      <w:r>
        <w:t>’</w:t>
      </w:r>
      <w:r w:rsidR="002A4158" w:rsidRPr="00DA4E77">
        <w:t>hommage absolu que lui doivent ses enfants</w:t>
      </w:r>
      <w:r>
        <w:t xml:space="preserve">, </w:t>
      </w:r>
      <w:r w:rsidR="002A4158" w:rsidRPr="00DA4E77">
        <w:t>n</w:t>
      </w:r>
      <w:r>
        <w:t>’</w:t>
      </w:r>
      <w:r w:rsidR="002A4158" w:rsidRPr="00DA4E77">
        <w:t>oublions pas que ses esclaves et ses tributaires vont concourir à nos divines joies</w:t>
      </w:r>
      <w:r>
        <w:t>.</w:t>
      </w:r>
    </w:p>
    <w:p w14:paraId="1ECC22F4" w14:textId="77777777" w:rsidR="00276CCE" w:rsidRDefault="002A4158" w:rsidP="002A4158">
      <w:r w:rsidRPr="00DA4E77">
        <w:t>Ce disant</w:t>
      </w:r>
      <w:r w:rsidR="00276CCE">
        <w:t xml:space="preserve">, </w:t>
      </w:r>
      <w:r w:rsidRPr="00DA4E77">
        <w:t>elle fait signe à l</w:t>
      </w:r>
      <w:r w:rsidR="00276CCE">
        <w:t>’</w:t>
      </w:r>
      <w:r w:rsidRPr="00DA4E77">
        <w:t>un des intendants du jardin</w:t>
      </w:r>
      <w:r w:rsidR="00276CCE">
        <w:t xml:space="preserve">, </w:t>
      </w:r>
      <w:r w:rsidRPr="00DA4E77">
        <w:t>et aussitôt résonnent les buccins et les harpes</w:t>
      </w:r>
      <w:r w:rsidR="00276CCE">
        <w:t xml:space="preserve"> ; </w:t>
      </w:r>
      <w:r w:rsidRPr="00DA4E77">
        <w:t>les Atlantes</w:t>
      </w:r>
      <w:r w:rsidR="00276CCE">
        <w:t xml:space="preserve">, </w:t>
      </w:r>
      <w:r w:rsidRPr="00DA4E77">
        <w:t>ravis d</w:t>
      </w:r>
      <w:r w:rsidR="00276CCE">
        <w:t>’</w:t>
      </w:r>
      <w:r w:rsidRPr="00DA4E77">
        <w:t>extase</w:t>
      </w:r>
      <w:r w:rsidR="00276CCE">
        <w:t xml:space="preserve">, </w:t>
      </w:r>
      <w:r w:rsidRPr="00DA4E77">
        <w:t>oublient tout</w:t>
      </w:r>
      <w:r w:rsidR="00276CCE">
        <w:t xml:space="preserve">, </w:t>
      </w:r>
      <w:r w:rsidRPr="00DA4E77">
        <w:t>jusqu</w:t>
      </w:r>
      <w:r w:rsidR="00276CCE">
        <w:t>’</w:t>
      </w:r>
      <w:r w:rsidRPr="00DA4E77">
        <w:t>à leur orgueil même</w:t>
      </w:r>
      <w:r w:rsidR="00276CCE">
        <w:t xml:space="preserve">, </w:t>
      </w:r>
      <w:r w:rsidRPr="00DA4E77">
        <w:t>pour se be</w:t>
      </w:r>
      <w:r w:rsidRPr="00DA4E77">
        <w:t>r</w:t>
      </w:r>
      <w:r w:rsidRPr="00DA4E77">
        <w:t>cer dans les vagues souples et enveloppantes de la mélodie</w:t>
      </w:r>
      <w:r w:rsidR="00276CCE">
        <w:t>.</w:t>
      </w:r>
    </w:p>
    <w:p w14:paraId="0EA348BC" w14:textId="77777777" w:rsidR="00276CCE" w:rsidRDefault="002A4158" w:rsidP="002A4158">
      <w:r w:rsidRPr="00DA4E77">
        <w:t>Mais voici que du palais tout pavoisé un tumulte grandit</w:t>
      </w:r>
      <w:r w:rsidR="00276CCE">
        <w:t xml:space="preserve">, </w:t>
      </w:r>
      <w:r w:rsidRPr="00DA4E77">
        <w:t>s</w:t>
      </w:r>
      <w:r w:rsidR="00276CCE">
        <w:t>’</w:t>
      </w:r>
      <w:r w:rsidRPr="00DA4E77">
        <w:t>approche</w:t>
      </w:r>
      <w:r w:rsidR="00276CCE">
        <w:t xml:space="preserve">, </w:t>
      </w:r>
      <w:r w:rsidRPr="00DA4E77">
        <w:t>couvre bientôt le bruit des harpes</w:t>
      </w:r>
      <w:r w:rsidR="00276CCE">
        <w:t xml:space="preserve">, </w:t>
      </w:r>
      <w:r w:rsidRPr="00DA4E77">
        <w:t>et les convives</w:t>
      </w:r>
      <w:r w:rsidR="00276CCE">
        <w:t xml:space="preserve">, </w:t>
      </w:r>
      <w:r w:rsidRPr="00DA4E77">
        <w:t>dérangés</w:t>
      </w:r>
      <w:r w:rsidR="00276CCE">
        <w:t xml:space="preserve">, </w:t>
      </w:r>
      <w:r w:rsidRPr="00DA4E77">
        <w:t>maussades</w:t>
      </w:r>
      <w:r w:rsidR="00276CCE">
        <w:t xml:space="preserve">, </w:t>
      </w:r>
      <w:r w:rsidRPr="00DA4E77">
        <w:t>furieux</w:t>
      </w:r>
      <w:r w:rsidR="00276CCE">
        <w:t xml:space="preserve">, </w:t>
      </w:r>
      <w:r w:rsidRPr="00DA4E77">
        <w:t>se retournent vers l</w:t>
      </w:r>
      <w:r w:rsidR="00276CCE">
        <w:t>’</w:t>
      </w:r>
      <w:r w:rsidRPr="00DA4E77">
        <w:t>endroit d</w:t>
      </w:r>
      <w:r w:rsidR="00276CCE">
        <w:t>’</w:t>
      </w:r>
      <w:r w:rsidRPr="00DA4E77">
        <w:t>où vient la rumeur</w:t>
      </w:r>
      <w:r w:rsidR="00276CCE">
        <w:t xml:space="preserve">. </w:t>
      </w:r>
      <w:proofErr w:type="spellStart"/>
      <w:r w:rsidRPr="00DA4E77">
        <w:t>Melléna</w:t>
      </w:r>
      <w:proofErr w:type="spellEnd"/>
      <w:r w:rsidR="00276CCE">
        <w:t xml:space="preserve">, </w:t>
      </w:r>
      <w:r w:rsidRPr="00DA4E77">
        <w:t>visiblement inquiète</w:t>
      </w:r>
      <w:r w:rsidR="00276CCE">
        <w:t xml:space="preserve">, </w:t>
      </w:r>
      <w:r w:rsidRPr="00DA4E77">
        <w:t xml:space="preserve">interroge des yeux </w:t>
      </w:r>
      <w:proofErr w:type="spellStart"/>
      <w:r w:rsidRPr="00DA4E77">
        <w:t>Guitché</w:t>
      </w:r>
      <w:proofErr w:type="spellEnd"/>
      <w:r w:rsidR="00276CCE">
        <w:t xml:space="preserve">, </w:t>
      </w:r>
      <w:r w:rsidRPr="00DA4E77">
        <w:t>tandis qu</w:t>
      </w:r>
      <w:r w:rsidR="00276CCE">
        <w:t>’</w:t>
      </w:r>
      <w:proofErr w:type="spellStart"/>
      <w:r w:rsidRPr="00DA4E77">
        <w:t>Hellas</w:t>
      </w:r>
      <w:proofErr w:type="spellEnd"/>
      <w:r w:rsidR="00276CCE">
        <w:t xml:space="preserve">, </w:t>
      </w:r>
      <w:r w:rsidRPr="00DA4E77">
        <w:t>très calme</w:t>
      </w:r>
      <w:r w:rsidR="00276CCE">
        <w:t xml:space="preserve">, </w:t>
      </w:r>
      <w:r w:rsidRPr="00DA4E77">
        <w:t xml:space="preserve">fait un signe rapide à </w:t>
      </w:r>
      <w:proofErr w:type="spellStart"/>
      <w:r w:rsidRPr="00DA4E77">
        <w:t>Hermos</w:t>
      </w:r>
      <w:proofErr w:type="spellEnd"/>
      <w:r w:rsidRPr="00DA4E77">
        <w:t xml:space="preserve"> et à ses amis</w:t>
      </w:r>
      <w:r w:rsidR="00276CCE">
        <w:t xml:space="preserve">. </w:t>
      </w:r>
      <w:r w:rsidRPr="00DA4E77">
        <w:t xml:space="preserve">Un des gardes spéciaux attachés au palais de </w:t>
      </w:r>
      <w:proofErr w:type="spellStart"/>
      <w:r w:rsidRPr="00DA4E77">
        <w:t>Melléna</w:t>
      </w:r>
      <w:proofErr w:type="spellEnd"/>
      <w:r w:rsidRPr="00DA4E77">
        <w:t xml:space="preserve"> se précipite</w:t>
      </w:r>
      <w:r w:rsidR="00276CCE">
        <w:t xml:space="preserve">, </w:t>
      </w:r>
      <w:r w:rsidRPr="00DA4E77">
        <w:t>la figure ruisselante de sueur</w:t>
      </w:r>
      <w:r w:rsidR="00276CCE">
        <w:t> :</w:t>
      </w:r>
    </w:p>
    <w:p w14:paraId="4F5047E2" w14:textId="77777777" w:rsidR="00276CCE" w:rsidRDefault="00276CCE" w:rsidP="002A4158">
      <w:r>
        <w:t>— </w:t>
      </w:r>
      <w:r w:rsidR="002A4158" w:rsidRPr="00DA4E77">
        <w:t>Maîtresse</w:t>
      </w:r>
      <w:r>
        <w:t xml:space="preserve">, </w:t>
      </w:r>
      <w:r w:rsidR="002A4158" w:rsidRPr="00DA4E77">
        <w:t>des Égyptiens veulent</w:t>
      </w:r>
      <w:r>
        <w:t xml:space="preserve">, </w:t>
      </w:r>
      <w:r w:rsidR="002A4158" w:rsidRPr="00DA4E77">
        <w:t>malgré tout</w:t>
      </w:r>
      <w:r>
        <w:t xml:space="preserve">, </w:t>
      </w:r>
      <w:r w:rsidR="002A4158" w:rsidRPr="00DA4E77">
        <w:t>entrer dans le jardin</w:t>
      </w:r>
      <w:r>
        <w:t xml:space="preserve">. </w:t>
      </w:r>
      <w:r w:rsidR="002A4158" w:rsidRPr="00DA4E77">
        <w:t>Ils disent avoir l</w:t>
      </w:r>
      <w:r>
        <w:t>’</w:t>
      </w:r>
      <w:r w:rsidR="002A4158" w:rsidRPr="00DA4E77">
        <w:t xml:space="preserve">ordre de parler à </w:t>
      </w:r>
      <w:proofErr w:type="spellStart"/>
      <w:r w:rsidR="002A4158" w:rsidRPr="00DA4E77">
        <w:t>Hellas</w:t>
      </w:r>
      <w:proofErr w:type="spellEnd"/>
      <w:r w:rsidR="002A4158" w:rsidRPr="00DA4E77">
        <w:t xml:space="preserve"> coûte que coûte</w:t>
      </w:r>
      <w:r>
        <w:t>.</w:t>
      </w:r>
    </w:p>
    <w:p w14:paraId="6CAF55C4" w14:textId="77777777" w:rsidR="00276CCE" w:rsidRDefault="00276CCE" w:rsidP="002A4158">
      <w:r>
        <w:t>— </w:t>
      </w:r>
      <w:r w:rsidR="002A4158" w:rsidRPr="00DA4E77">
        <w:t>Qu</w:t>
      </w:r>
      <w:r>
        <w:t>’</w:t>
      </w:r>
      <w:r w:rsidR="002A4158" w:rsidRPr="00DA4E77">
        <w:t>ils entrent</w:t>
      </w:r>
      <w:r>
        <w:t xml:space="preserve">, </w:t>
      </w:r>
      <w:r w:rsidR="002A4158" w:rsidRPr="00DA4E77">
        <w:t xml:space="preserve">dit sèchement </w:t>
      </w:r>
      <w:proofErr w:type="spellStart"/>
      <w:r w:rsidR="002A4158" w:rsidRPr="00DA4E77">
        <w:t>Melléna</w:t>
      </w:r>
      <w:proofErr w:type="spellEnd"/>
      <w:r>
        <w:t>.</w:t>
      </w:r>
    </w:p>
    <w:p w14:paraId="729EAEA3" w14:textId="77777777" w:rsidR="00276CCE" w:rsidRDefault="002A4158" w:rsidP="002A4158">
      <w:r w:rsidRPr="00DA4E77">
        <w:t>Puis</w:t>
      </w:r>
      <w:r w:rsidR="00276CCE">
        <w:t xml:space="preserve">, </w:t>
      </w:r>
      <w:r w:rsidRPr="00DA4E77">
        <w:t xml:space="preserve">se tournant vers </w:t>
      </w:r>
      <w:proofErr w:type="spellStart"/>
      <w:r w:rsidRPr="00DA4E77">
        <w:t>Hellas</w:t>
      </w:r>
      <w:proofErr w:type="spellEnd"/>
      <w:r w:rsidR="00276CCE">
        <w:t> :</w:t>
      </w:r>
    </w:p>
    <w:p w14:paraId="7A46D057" w14:textId="77777777" w:rsidR="00276CCE" w:rsidRDefault="00276CCE" w:rsidP="002A4158">
      <w:r>
        <w:t>— </w:t>
      </w:r>
      <w:r w:rsidR="002A4158" w:rsidRPr="00DA4E77">
        <w:t>En vérité</w:t>
      </w:r>
      <w:r>
        <w:t xml:space="preserve">, </w:t>
      </w:r>
      <w:r w:rsidR="002A4158" w:rsidRPr="00DA4E77">
        <w:t>beau Prince de l</w:t>
      </w:r>
      <w:r>
        <w:t>’</w:t>
      </w:r>
      <w:r w:rsidR="002A4158" w:rsidRPr="00DA4E77">
        <w:t>Empire</w:t>
      </w:r>
      <w:r>
        <w:t xml:space="preserve">, </w:t>
      </w:r>
      <w:r w:rsidR="002A4158" w:rsidRPr="00DA4E77">
        <w:t>tes hommes pou</w:t>
      </w:r>
      <w:r w:rsidR="002A4158" w:rsidRPr="00DA4E77">
        <w:t>r</w:t>
      </w:r>
      <w:r w:rsidR="002A4158" w:rsidRPr="00DA4E77">
        <w:t>raient bien ne pas troubler mes convives quand ils savourent les joies de la vie</w:t>
      </w:r>
      <w:r>
        <w:t> !</w:t>
      </w:r>
    </w:p>
    <w:p w14:paraId="49099891" w14:textId="77777777" w:rsidR="00276CCE" w:rsidRDefault="002A4158" w:rsidP="002A4158">
      <w:r w:rsidRPr="00DA4E77">
        <w:t xml:space="preserve">Mais </w:t>
      </w:r>
      <w:proofErr w:type="spellStart"/>
      <w:r w:rsidRPr="00DA4E77">
        <w:t>Hellas</w:t>
      </w:r>
      <w:proofErr w:type="spellEnd"/>
      <w:r w:rsidRPr="00DA4E77">
        <w:t xml:space="preserve"> d</w:t>
      </w:r>
      <w:r w:rsidR="00276CCE">
        <w:t>’</w:t>
      </w:r>
      <w:r w:rsidRPr="00DA4E77">
        <w:t>une voix tranquille</w:t>
      </w:r>
      <w:r w:rsidR="00276CCE">
        <w:t> :</w:t>
      </w:r>
    </w:p>
    <w:p w14:paraId="6D1864C1" w14:textId="77777777" w:rsidR="00276CCE" w:rsidRDefault="00276CCE" w:rsidP="002A4158">
      <w:r>
        <w:lastRenderedPageBreak/>
        <w:t>— </w:t>
      </w:r>
      <w:r w:rsidR="002A4158" w:rsidRPr="00DA4E77">
        <w:t>Si mes hommes viennent jusqu</w:t>
      </w:r>
      <w:r>
        <w:t>’</w:t>
      </w:r>
      <w:r w:rsidR="002A4158" w:rsidRPr="00DA4E77">
        <w:t>ici me chercher au péril de leurs jours</w:t>
      </w:r>
      <w:r>
        <w:t xml:space="preserve">, </w:t>
      </w:r>
      <w:r w:rsidR="002A4158" w:rsidRPr="00DA4E77">
        <w:t>c</w:t>
      </w:r>
      <w:r>
        <w:t>’</w:t>
      </w:r>
      <w:r w:rsidR="002A4158" w:rsidRPr="00DA4E77">
        <w:t>est qu</w:t>
      </w:r>
      <w:r>
        <w:t>’</w:t>
      </w:r>
      <w:r w:rsidR="002A4158" w:rsidRPr="00DA4E77">
        <w:t>il y va peut-être du salut de l</w:t>
      </w:r>
      <w:r>
        <w:t>’</w:t>
      </w:r>
      <w:r w:rsidR="002A4158" w:rsidRPr="00DA4E77">
        <w:t>Empire</w:t>
      </w:r>
      <w:r>
        <w:t> !</w:t>
      </w:r>
    </w:p>
    <w:p w14:paraId="75C9B274" w14:textId="77777777" w:rsidR="00276CCE" w:rsidRDefault="002A4158" w:rsidP="002A4158">
      <w:r w:rsidRPr="00DA4E77">
        <w:t>Et</w:t>
      </w:r>
      <w:r w:rsidR="00276CCE">
        <w:t xml:space="preserve">, </w:t>
      </w:r>
      <w:r w:rsidRPr="00DA4E77">
        <w:t>d</w:t>
      </w:r>
      <w:r w:rsidR="00276CCE">
        <w:t>’</w:t>
      </w:r>
      <w:r w:rsidRPr="00DA4E77">
        <w:t>un pas ferme</w:t>
      </w:r>
      <w:r w:rsidR="00276CCE">
        <w:t xml:space="preserve">, </w:t>
      </w:r>
      <w:r w:rsidRPr="00DA4E77">
        <w:t>il s</w:t>
      </w:r>
      <w:r w:rsidR="00276CCE">
        <w:t>’</w:t>
      </w:r>
      <w:r w:rsidRPr="00DA4E77">
        <w:t>avance à la rencontre des soldats égyptiens</w:t>
      </w:r>
      <w:r w:rsidR="00276CCE">
        <w:t>.</w:t>
      </w:r>
    </w:p>
    <w:p w14:paraId="25DBA74E" w14:textId="77777777" w:rsidR="00276CCE" w:rsidRDefault="002A4158" w:rsidP="002A4158">
      <w:r w:rsidRPr="00DA4E77">
        <w:t>Déjà</w:t>
      </w:r>
      <w:r w:rsidR="00276CCE">
        <w:t xml:space="preserve">, </w:t>
      </w:r>
      <w:r w:rsidRPr="00DA4E77">
        <w:t>près de lui</w:t>
      </w:r>
      <w:r w:rsidR="00276CCE">
        <w:t xml:space="preserve">, </w:t>
      </w:r>
      <w:r w:rsidRPr="00DA4E77">
        <w:t>sans bruit</w:t>
      </w:r>
      <w:r w:rsidR="00276CCE">
        <w:t xml:space="preserve">, </w:t>
      </w:r>
      <w:r w:rsidRPr="00DA4E77">
        <w:t xml:space="preserve">se rangent </w:t>
      </w:r>
      <w:proofErr w:type="spellStart"/>
      <w:r w:rsidRPr="00DA4E77">
        <w:t>Hermos</w:t>
      </w:r>
      <w:proofErr w:type="spellEnd"/>
      <w:r w:rsidRPr="00DA4E77">
        <w:t xml:space="preserve"> et les Ap</w:t>
      </w:r>
      <w:r w:rsidRPr="00DA4E77">
        <w:t>ô</w:t>
      </w:r>
      <w:r w:rsidRPr="00DA4E77">
        <w:t>tres du Soleil restés fidèles au Prince</w:t>
      </w:r>
      <w:r w:rsidR="00276CCE">
        <w:t xml:space="preserve">. </w:t>
      </w:r>
      <w:r w:rsidRPr="00DA4E77">
        <w:t>Les soldats</w:t>
      </w:r>
      <w:r w:rsidR="00276CCE">
        <w:t xml:space="preserve">, </w:t>
      </w:r>
      <w:r w:rsidRPr="00DA4E77">
        <w:t>tout bas</w:t>
      </w:r>
      <w:r w:rsidR="00276CCE">
        <w:t xml:space="preserve">, </w:t>
      </w:r>
      <w:r w:rsidRPr="00DA4E77">
        <w:t xml:space="preserve">en rejoignant </w:t>
      </w:r>
      <w:proofErr w:type="spellStart"/>
      <w:r w:rsidRPr="00DA4E77">
        <w:t>Hellas</w:t>
      </w:r>
      <w:proofErr w:type="spellEnd"/>
      <w:r w:rsidR="00276CCE">
        <w:t xml:space="preserve">, </w:t>
      </w:r>
      <w:r w:rsidRPr="00DA4E77">
        <w:t>lui disent simplement</w:t>
      </w:r>
      <w:r w:rsidR="00276CCE">
        <w:t> :</w:t>
      </w:r>
    </w:p>
    <w:p w14:paraId="13467C04" w14:textId="77777777" w:rsidR="00276CCE" w:rsidRDefault="00276CCE" w:rsidP="002A4158">
      <w:r>
        <w:t>— </w:t>
      </w:r>
      <w:proofErr w:type="spellStart"/>
      <w:r w:rsidR="002A4158" w:rsidRPr="00DA4E77">
        <w:t>Knephao</w:t>
      </w:r>
      <w:proofErr w:type="spellEnd"/>
      <w:r w:rsidR="002A4158" w:rsidRPr="00DA4E77">
        <w:t xml:space="preserve"> nous envoie</w:t>
      </w:r>
      <w:r>
        <w:t xml:space="preserve">. </w:t>
      </w:r>
      <w:r w:rsidR="002A4158" w:rsidRPr="00DA4E77">
        <w:t>Ce qui devait arriver est arrivé</w:t>
      </w:r>
      <w:r>
        <w:t>.</w:t>
      </w:r>
    </w:p>
    <w:p w14:paraId="18E2AC1E" w14:textId="77777777" w:rsidR="00276CCE" w:rsidRDefault="00276CCE" w:rsidP="002A4158">
      <w:r>
        <w:t>— </w:t>
      </w:r>
      <w:r w:rsidR="002A4158" w:rsidRPr="00DA4E77">
        <w:t xml:space="preserve">Et où se trouve </w:t>
      </w:r>
      <w:proofErr w:type="spellStart"/>
      <w:r w:rsidR="002A4158" w:rsidRPr="00DA4E77">
        <w:t>Knephao</w:t>
      </w:r>
      <w:proofErr w:type="spellEnd"/>
      <w:r>
        <w:t> ?</w:t>
      </w:r>
    </w:p>
    <w:p w14:paraId="369E54D2" w14:textId="77777777" w:rsidR="00276CCE" w:rsidRDefault="00276CCE" w:rsidP="002A4158">
      <w:r>
        <w:t>— </w:t>
      </w:r>
      <w:r w:rsidR="002A4158" w:rsidRPr="00DA4E77">
        <w:t>Parti</w:t>
      </w:r>
      <w:r>
        <w:t xml:space="preserve">, </w:t>
      </w:r>
      <w:r w:rsidR="002A4158" w:rsidRPr="00DA4E77">
        <w:t>à cheval</w:t>
      </w:r>
      <w:r>
        <w:t xml:space="preserve">, </w:t>
      </w:r>
      <w:r w:rsidR="002A4158" w:rsidRPr="00DA4E77">
        <w:t>avec des hommes à toute épreuve</w:t>
      </w:r>
      <w:r>
        <w:t xml:space="preserve">. </w:t>
      </w:r>
      <w:r w:rsidR="002A4158" w:rsidRPr="00DA4E77">
        <w:t>Il fa</w:t>
      </w:r>
      <w:r w:rsidR="002A4158" w:rsidRPr="00DA4E77">
        <w:t>l</w:t>
      </w:r>
      <w:r w:rsidR="002A4158" w:rsidRPr="00DA4E77">
        <w:t>lait aller sauver les deux adolescents</w:t>
      </w:r>
      <w:r>
        <w:t>.</w:t>
      </w:r>
    </w:p>
    <w:p w14:paraId="0055458B" w14:textId="77777777" w:rsidR="00276CCE" w:rsidRDefault="00276CCE" w:rsidP="002A4158">
      <w:r>
        <w:t>— </w:t>
      </w:r>
      <w:r w:rsidR="002A4158" w:rsidRPr="00DA4E77">
        <w:t>Rien de plus</w:t>
      </w:r>
      <w:r>
        <w:t> ?</w:t>
      </w:r>
    </w:p>
    <w:p w14:paraId="2384CC2A" w14:textId="77777777" w:rsidR="00276CCE" w:rsidRDefault="00276CCE" w:rsidP="002A4158">
      <w:r>
        <w:t>— </w:t>
      </w:r>
      <w:r w:rsidR="002A4158" w:rsidRPr="00DA4E77">
        <w:t>Si</w:t>
      </w:r>
      <w:r>
        <w:t xml:space="preserve">. </w:t>
      </w:r>
      <w:r w:rsidR="002A4158" w:rsidRPr="00DA4E77">
        <w:t>Dans les bas quartiers du port</w:t>
      </w:r>
      <w:r>
        <w:t xml:space="preserve">, </w:t>
      </w:r>
      <w:r w:rsidR="002A4158" w:rsidRPr="00DA4E77">
        <w:t>on se bat entre Azt</w:t>
      </w:r>
      <w:r w:rsidR="002A4158" w:rsidRPr="00DA4E77">
        <w:t>è</w:t>
      </w:r>
      <w:r w:rsidR="002A4158" w:rsidRPr="00DA4E77">
        <w:t>ques et Ligures</w:t>
      </w:r>
      <w:r>
        <w:t>.</w:t>
      </w:r>
    </w:p>
    <w:p w14:paraId="69047D88" w14:textId="77777777" w:rsidR="00276CCE" w:rsidRDefault="00276CCE" w:rsidP="002A4158">
      <w:r>
        <w:t>— </w:t>
      </w:r>
      <w:r w:rsidR="002A4158" w:rsidRPr="00DA4E77">
        <w:t>Allons voir</w:t>
      </w:r>
      <w:r>
        <w:t> !</w:t>
      </w:r>
    </w:p>
    <w:p w14:paraId="6D43D059" w14:textId="77777777" w:rsidR="00276CCE" w:rsidRDefault="002A4158" w:rsidP="002A4158">
      <w:r w:rsidRPr="00DA4E77">
        <w:t>Puis</w:t>
      </w:r>
      <w:r w:rsidR="00276CCE">
        <w:t xml:space="preserve">, </w:t>
      </w:r>
      <w:r w:rsidRPr="00DA4E77">
        <w:t>se tournant vers les convives houleusement mêlés</w:t>
      </w:r>
      <w:r w:rsidR="00276CCE">
        <w:t> :</w:t>
      </w:r>
    </w:p>
    <w:p w14:paraId="66537261" w14:textId="77777777" w:rsidR="00276CCE" w:rsidRDefault="00276CCE" w:rsidP="002A4158">
      <w:r>
        <w:t>— </w:t>
      </w:r>
      <w:r w:rsidR="002A4158" w:rsidRPr="00DA4E77">
        <w:t>Adieu</w:t>
      </w:r>
      <w:r>
        <w:t xml:space="preserve">, </w:t>
      </w:r>
      <w:r w:rsidR="002A4158" w:rsidRPr="00DA4E77">
        <w:t>Atlantes</w:t>
      </w:r>
      <w:r>
        <w:t xml:space="preserve">, </w:t>
      </w:r>
      <w:r w:rsidR="002A4158" w:rsidRPr="00DA4E77">
        <w:t>je vous laisse à vos fêtes et à vos chants</w:t>
      </w:r>
      <w:r>
        <w:t xml:space="preserve">. </w:t>
      </w:r>
      <w:r w:rsidR="002A4158" w:rsidRPr="00DA4E77">
        <w:t>Et toi</w:t>
      </w:r>
      <w:r>
        <w:t xml:space="preserve">, </w:t>
      </w:r>
      <w:proofErr w:type="spellStart"/>
      <w:r w:rsidR="002A4158" w:rsidRPr="00DA4E77">
        <w:t>Melléna</w:t>
      </w:r>
      <w:proofErr w:type="spellEnd"/>
      <w:r>
        <w:t xml:space="preserve">, </w:t>
      </w:r>
      <w:r w:rsidR="002A4158" w:rsidRPr="00DA4E77">
        <w:t>excuse-moi de quitter ta demeure avant la fin du banquet</w:t>
      </w:r>
      <w:r>
        <w:t xml:space="preserve">. </w:t>
      </w:r>
      <w:r w:rsidR="002A4158" w:rsidRPr="00DA4E77">
        <w:t>Mais quelques-uns de vous savent pourquoi</w:t>
      </w:r>
      <w:r>
        <w:t xml:space="preserve">, </w:t>
      </w:r>
      <w:r w:rsidR="002A4158" w:rsidRPr="00DA4E77">
        <w:t>peut-être</w:t>
      </w:r>
      <w:r>
        <w:t> !</w:t>
      </w:r>
    </w:p>
    <w:p w14:paraId="067FDD23" w14:textId="77777777" w:rsidR="00276CCE" w:rsidRDefault="00276CCE" w:rsidP="002A4158">
      <w:r>
        <w:t>— </w:t>
      </w:r>
      <w:r w:rsidR="002A4158" w:rsidRPr="00DA4E77">
        <w:t>Que veux-tu dire</w:t>
      </w:r>
      <w:r>
        <w:t xml:space="preserve"> ? </w:t>
      </w:r>
      <w:r w:rsidR="002A4158" w:rsidRPr="00DA4E77">
        <w:t>s</w:t>
      </w:r>
      <w:r>
        <w:t>’</w:t>
      </w:r>
      <w:r w:rsidR="002A4158" w:rsidRPr="00DA4E77">
        <w:t xml:space="preserve">informe </w:t>
      </w:r>
      <w:proofErr w:type="spellStart"/>
      <w:r w:rsidR="002A4158" w:rsidRPr="00DA4E77">
        <w:t>Guitché</w:t>
      </w:r>
      <w:proofErr w:type="spellEnd"/>
      <w:r>
        <w:t>.</w:t>
      </w:r>
    </w:p>
    <w:p w14:paraId="001AE112" w14:textId="77777777" w:rsidR="00276CCE" w:rsidRDefault="00276CCE" w:rsidP="002A4158">
      <w:r>
        <w:t>— </w:t>
      </w:r>
      <w:r w:rsidR="002A4158" w:rsidRPr="00DA4E77">
        <w:t>Il y a</w:t>
      </w:r>
      <w:r>
        <w:t xml:space="preserve">, </w:t>
      </w:r>
      <w:r w:rsidR="002A4158" w:rsidRPr="00DA4E77">
        <w:t xml:space="preserve">prononce </w:t>
      </w:r>
      <w:proofErr w:type="spellStart"/>
      <w:r w:rsidR="002A4158" w:rsidRPr="00DA4E77">
        <w:t>Hellas</w:t>
      </w:r>
      <w:proofErr w:type="spellEnd"/>
      <w:r w:rsidR="002A4158" w:rsidRPr="00DA4E77">
        <w:t xml:space="preserve"> d</w:t>
      </w:r>
      <w:r>
        <w:t>’</w:t>
      </w:r>
      <w:r w:rsidR="002A4158" w:rsidRPr="00DA4E77">
        <w:t>un ton net et clair</w:t>
      </w:r>
      <w:r>
        <w:t xml:space="preserve">, </w:t>
      </w:r>
      <w:r w:rsidR="002A4158" w:rsidRPr="00DA4E77">
        <w:t>il y a que vos amis assomment les miens</w:t>
      </w:r>
      <w:r>
        <w:t xml:space="preserve">. </w:t>
      </w:r>
      <w:r w:rsidR="002A4158" w:rsidRPr="00DA4E77">
        <w:t>Mon devoir consiste à rétablir l</w:t>
      </w:r>
      <w:r>
        <w:t>’</w:t>
      </w:r>
      <w:r w:rsidR="002A4158" w:rsidRPr="00DA4E77">
        <w:t>ordre</w:t>
      </w:r>
      <w:r>
        <w:t xml:space="preserve">. </w:t>
      </w:r>
      <w:r w:rsidR="002A4158" w:rsidRPr="00DA4E77">
        <w:t>Adieu</w:t>
      </w:r>
      <w:r>
        <w:t> !</w:t>
      </w:r>
    </w:p>
    <w:p w14:paraId="02664022" w14:textId="77777777" w:rsidR="00276CCE" w:rsidRDefault="002A4158" w:rsidP="002A4158">
      <w:r w:rsidRPr="00DA4E77">
        <w:lastRenderedPageBreak/>
        <w:t>Et sans laisser aux convives étourdis le temps de répondre</w:t>
      </w:r>
      <w:r w:rsidR="00276CCE">
        <w:t xml:space="preserve">, </w:t>
      </w:r>
      <w:proofErr w:type="spellStart"/>
      <w:r w:rsidRPr="00DA4E77">
        <w:t>Hellas</w:t>
      </w:r>
      <w:proofErr w:type="spellEnd"/>
      <w:r w:rsidR="00276CCE">
        <w:t xml:space="preserve">, </w:t>
      </w:r>
      <w:r w:rsidRPr="00DA4E77">
        <w:t>suivi d</w:t>
      </w:r>
      <w:r w:rsidR="00276CCE">
        <w:t>’</w:t>
      </w:r>
      <w:proofErr w:type="spellStart"/>
      <w:r w:rsidRPr="00DA4E77">
        <w:t>Hermos</w:t>
      </w:r>
      <w:proofErr w:type="spellEnd"/>
      <w:r w:rsidRPr="00DA4E77">
        <w:t xml:space="preserve"> et de quelques fidèles</w:t>
      </w:r>
      <w:r w:rsidR="00276CCE">
        <w:t xml:space="preserve">, </w:t>
      </w:r>
      <w:r w:rsidRPr="00DA4E77">
        <w:t>disparaît sous les colonnades de la maison blanche</w:t>
      </w:r>
      <w:r w:rsidR="00276CCE">
        <w:t>.</w:t>
      </w:r>
    </w:p>
    <w:p w14:paraId="35F142CF" w14:textId="77777777" w:rsidR="00276CCE" w:rsidRDefault="00276CCE" w:rsidP="002A4158">
      <w:r>
        <w:t>— </w:t>
      </w:r>
      <w:r w:rsidR="002A4158" w:rsidRPr="00DA4E77">
        <w:t>Que se passe-t-il</w:t>
      </w:r>
      <w:r>
        <w:t xml:space="preserve"> ? </w:t>
      </w:r>
      <w:r w:rsidR="002A4158" w:rsidRPr="00DA4E77">
        <w:t xml:space="preserve">demande à voix basse </w:t>
      </w:r>
      <w:proofErr w:type="spellStart"/>
      <w:r w:rsidR="002A4158" w:rsidRPr="00DA4E77">
        <w:t>Melléna</w:t>
      </w:r>
      <w:proofErr w:type="spellEnd"/>
      <w:r w:rsidR="002A4158" w:rsidRPr="00DA4E77">
        <w:t xml:space="preserve"> à </w:t>
      </w:r>
      <w:proofErr w:type="spellStart"/>
      <w:r w:rsidR="002A4158" w:rsidRPr="00DA4E77">
        <w:t>Ba</w:t>
      </w:r>
      <w:r w:rsidR="002A4158" w:rsidRPr="00DA4E77">
        <w:t>r</w:t>
      </w:r>
      <w:r w:rsidR="002A4158" w:rsidRPr="00DA4E77">
        <w:t>kas</w:t>
      </w:r>
      <w:proofErr w:type="spellEnd"/>
      <w:r>
        <w:t xml:space="preserve">. </w:t>
      </w:r>
      <w:r w:rsidR="002A4158" w:rsidRPr="00DA4E77">
        <w:t>Qui donc est parti avant le signal convenu</w:t>
      </w:r>
      <w:r>
        <w:t> ?</w:t>
      </w:r>
    </w:p>
    <w:p w14:paraId="32B24CA5" w14:textId="77777777" w:rsidR="00276CCE" w:rsidRDefault="00276CCE" w:rsidP="002A4158">
      <w:r>
        <w:t>— </w:t>
      </w:r>
      <w:r w:rsidR="002A4158" w:rsidRPr="00DA4E77">
        <w:t>Je n</w:t>
      </w:r>
      <w:r>
        <w:t>’</w:t>
      </w:r>
      <w:r w:rsidR="002A4158" w:rsidRPr="00DA4E77">
        <w:t>y comprends rien</w:t>
      </w:r>
      <w:r>
        <w:t xml:space="preserve">, </w:t>
      </w:r>
      <w:r w:rsidR="002A4158" w:rsidRPr="00DA4E77">
        <w:t xml:space="preserve">fait </w:t>
      </w:r>
      <w:proofErr w:type="spellStart"/>
      <w:r w:rsidR="002A4158" w:rsidRPr="00DA4E77">
        <w:t>Barkas</w:t>
      </w:r>
      <w:proofErr w:type="spellEnd"/>
      <w:r>
        <w:t xml:space="preserve">. </w:t>
      </w:r>
      <w:r w:rsidR="002A4158" w:rsidRPr="00DA4E77">
        <w:t>Quelqu</w:t>
      </w:r>
      <w:r>
        <w:t>’</w:t>
      </w:r>
      <w:r w:rsidR="002A4158" w:rsidRPr="00DA4E77">
        <w:t>un a péché par trop de zèle</w:t>
      </w:r>
      <w:r>
        <w:t xml:space="preserve">. </w:t>
      </w:r>
      <w:proofErr w:type="spellStart"/>
      <w:r w:rsidR="002A4158" w:rsidRPr="00DA4E77">
        <w:t>Belkis</w:t>
      </w:r>
      <w:proofErr w:type="spellEnd"/>
      <w:r>
        <w:t xml:space="preserve">, </w:t>
      </w:r>
      <w:r w:rsidR="002A4158" w:rsidRPr="00DA4E77">
        <w:t>sans doute</w:t>
      </w:r>
      <w:r>
        <w:t>.</w:t>
      </w:r>
    </w:p>
    <w:p w14:paraId="2B6FEEDD" w14:textId="77777777" w:rsidR="00276CCE" w:rsidRDefault="00276CCE" w:rsidP="002A4158">
      <w:r>
        <w:t>— </w:t>
      </w:r>
      <w:r w:rsidR="002A4158" w:rsidRPr="00DA4E77">
        <w:t>Toujours cet homme aux allures douteuses</w:t>
      </w:r>
      <w:r>
        <w:t xml:space="preserve">. </w:t>
      </w:r>
      <w:r w:rsidR="002A4158" w:rsidRPr="00DA4E77">
        <w:t>Où l</w:t>
      </w:r>
      <w:r>
        <w:t>’</w:t>
      </w:r>
      <w:r w:rsidR="002A4158" w:rsidRPr="00DA4E77">
        <w:t>avais-tu placé</w:t>
      </w:r>
      <w:r>
        <w:t> ?</w:t>
      </w:r>
    </w:p>
    <w:p w14:paraId="18304CB8" w14:textId="77777777" w:rsidR="00276CCE" w:rsidRDefault="00276CCE" w:rsidP="002A4158">
      <w:r>
        <w:t>— </w:t>
      </w:r>
      <w:r w:rsidR="002A4158" w:rsidRPr="00DA4E77">
        <w:t>Devant le Palais de l</w:t>
      </w:r>
      <w:r>
        <w:t>’</w:t>
      </w:r>
      <w:r w:rsidR="002A4158" w:rsidRPr="00DA4E77">
        <w:t>Empire</w:t>
      </w:r>
      <w:r>
        <w:t xml:space="preserve">. </w:t>
      </w:r>
      <w:r w:rsidR="002A4158" w:rsidRPr="00DA4E77">
        <w:t>Au premier signal de la r</w:t>
      </w:r>
      <w:r w:rsidR="002A4158" w:rsidRPr="00DA4E77">
        <w:t>é</w:t>
      </w:r>
      <w:r w:rsidR="002A4158" w:rsidRPr="00DA4E77">
        <w:t>volte</w:t>
      </w:r>
      <w:r>
        <w:t xml:space="preserve">, </w:t>
      </w:r>
      <w:r w:rsidR="002A4158" w:rsidRPr="00DA4E77">
        <w:t xml:space="preserve">il devait escalader </w:t>
      </w:r>
      <w:smartTag w:uri="urn:schemas-microsoft-com:office:smarttags" w:element="PersonName">
        <w:smartTagPr>
          <w:attr w:name="ProductID" w:val="la Terrasse Sainte"/>
        </w:smartTagPr>
        <w:r w:rsidR="002A4158" w:rsidRPr="00DA4E77">
          <w:t>la Terrasse Sainte</w:t>
        </w:r>
      </w:smartTag>
      <w:r w:rsidR="002A4158" w:rsidRPr="00DA4E77">
        <w:t xml:space="preserve"> par-dessus la Grille d</w:t>
      </w:r>
      <w:r>
        <w:t>’</w:t>
      </w:r>
      <w:r w:rsidR="002A4158" w:rsidRPr="00DA4E77">
        <w:t>Or</w:t>
      </w:r>
      <w:r>
        <w:t>.</w:t>
      </w:r>
    </w:p>
    <w:p w14:paraId="51145690" w14:textId="77777777" w:rsidR="00276CCE" w:rsidRDefault="00276CCE" w:rsidP="002A4158">
      <w:r>
        <w:t>— </w:t>
      </w:r>
      <w:r w:rsidR="002A4158" w:rsidRPr="00DA4E77">
        <w:t>Plan manqué</w:t>
      </w:r>
      <w:r>
        <w:t xml:space="preserve"> ! </w:t>
      </w:r>
      <w:proofErr w:type="spellStart"/>
      <w:r w:rsidR="002A4158" w:rsidRPr="00DA4E77">
        <w:t>Hellas</w:t>
      </w:r>
      <w:proofErr w:type="spellEnd"/>
      <w:r w:rsidR="002A4158" w:rsidRPr="00DA4E77">
        <w:t xml:space="preserve"> se sauve</w:t>
      </w:r>
      <w:r>
        <w:t xml:space="preserve"> ! </w:t>
      </w:r>
      <w:r w:rsidR="002A4158" w:rsidRPr="00DA4E77">
        <w:t xml:space="preserve">soupire </w:t>
      </w:r>
      <w:proofErr w:type="spellStart"/>
      <w:r w:rsidR="002A4158" w:rsidRPr="00DA4E77">
        <w:t>Guitché</w:t>
      </w:r>
      <w:proofErr w:type="spellEnd"/>
      <w:r>
        <w:t>.</w:t>
      </w:r>
    </w:p>
    <w:p w14:paraId="6C122EB9" w14:textId="77777777" w:rsidR="00276CCE" w:rsidRDefault="00276CCE" w:rsidP="002A4158">
      <w:r>
        <w:t>— </w:t>
      </w:r>
      <w:r w:rsidR="002A4158" w:rsidRPr="00DA4E77">
        <w:t>Courage</w:t>
      </w:r>
      <w:r>
        <w:t xml:space="preserve">, </w:t>
      </w:r>
      <w:r w:rsidR="002A4158" w:rsidRPr="00DA4E77">
        <w:t xml:space="preserve">dit </w:t>
      </w:r>
      <w:proofErr w:type="spellStart"/>
      <w:r w:rsidR="002A4158" w:rsidRPr="00DA4E77">
        <w:t>Melléna</w:t>
      </w:r>
      <w:proofErr w:type="spellEnd"/>
      <w:r>
        <w:t xml:space="preserve">. </w:t>
      </w:r>
      <w:proofErr w:type="spellStart"/>
      <w:r w:rsidR="002A4158" w:rsidRPr="00DA4E77">
        <w:t>Hellas</w:t>
      </w:r>
      <w:proofErr w:type="spellEnd"/>
      <w:r w:rsidR="002A4158" w:rsidRPr="00DA4E77">
        <w:t xml:space="preserve"> ne nous soupçonne pas e</w:t>
      </w:r>
      <w:r w:rsidR="002A4158" w:rsidRPr="00DA4E77">
        <w:t>n</w:t>
      </w:r>
      <w:r w:rsidR="002A4158" w:rsidRPr="00DA4E77">
        <w:t>core</w:t>
      </w:r>
      <w:r>
        <w:t xml:space="preserve">. </w:t>
      </w:r>
      <w:r w:rsidR="002A4158" w:rsidRPr="00DA4E77">
        <w:t>Sans quoi</w:t>
      </w:r>
      <w:r>
        <w:t xml:space="preserve">, </w:t>
      </w:r>
      <w:r w:rsidR="002A4158" w:rsidRPr="00DA4E77">
        <w:t>il nous eût fait saisir par ses hommes</w:t>
      </w:r>
      <w:r>
        <w:t xml:space="preserve">. </w:t>
      </w:r>
      <w:r w:rsidR="002A4158" w:rsidRPr="00DA4E77">
        <w:t>Les trois navires</w:t>
      </w:r>
      <w:r>
        <w:t xml:space="preserve">, </w:t>
      </w:r>
      <w:r w:rsidR="002A4158" w:rsidRPr="00DA4E77">
        <w:t>qui nous doivent emporter</w:t>
      </w:r>
      <w:r>
        <w:t xml:space="preserve">, </w:t>
      </w:r>
      <w:r w:rsidR="002A4158" w:rsidRPr="00DA4E77">
        <w:t>sont-ils amarrés au petit port</w:t>
      </w:r>
      <w:r>
        <w:t xml:space="preserve">, </w:t>
      </w:r>
      <w:r w:rsidR="002A4158" w:rsidRPr="00DA4E77">
        <w:t>prêts à prendre le large</w:t>
      </w:r>
      <w:r>
        <w:t> ?</w:t>
      </w:r>
    </w:p>
    <w:p w14:paraId="17D717BA" w14:textId="77777777" w:rsidR="00276CCE" w:rsidRDefault="00276CCE" w:rsidP="002A4158">
      <w:r>
        <w:t>— </w:t>
      </w:r>
      <w:r w:rsidR="002A4158" w:rsidRPr="00DA4E77">
        <w:t>Vois toi-même</w:t>
      </w:r>
      <w:r>
        <w:t xml:space="preserve">. </w:t>
      </w:r>
      <w:r w:rsidR="002A4158" w:rsidRPr="00DA4E77">
        <w:t>Leurs voiles se gonflent</w:t>
      </w:r>
      <w:r>
        <w:t>.</w:t>
      </w:r>
    </w:p>
    <w:p w14:paraId="2F990492" w14:textId="77777777" w:rsidR="00276CCE" w:rsidRDefault="00276CCE" w:rsidP="002A4158">
      <w:r>
        <w:t>— </w:t>
      </w:r>
      <w:r w:rsidR="002A4158" w:rsidRPr="00DA4E77">
        <w:t>Alors que la fête continue</w:t>
      </w:r>
      <w:r>
        <w:t xml:space="preserve"> !… </w:t>
      </w:r>
      <w:r w:rsidR="002A4158" w:rsidRPr="00DA4E77">
        <w:t>Réveillez la musique</w:t>
      </w:r>
      <w:r>
        <w:t xml:space="preserve">. </w:t>
      </w:r>
      <w:r w:rsidR="002A4158" w:rsidRPr="00DA4E77">
        <w:t>Exc</w:t>
      </w:r>
      <w:r w:rsidR="002A4158" w:rsidRPr="00DA4E77">
        <w:t>i</w:t>
      </w:r>
      <w:r w:rsidR="002A4158" w:rsidRPr="00DA4E77">
        <w:t>tez les danses</w:t>
      </w:r>
      <w:r>
        <w:t xml:space="preserve"> ; </w:t>
      </w:r>
      <w:r w:rsidR="002A4158" w:rsidRPr="00DA4E77">
        <w:t>et</w:t>
      </w:r>
      <w:r>
        <w:t xml:space="preserve">, </w:t>
      </w:r>
      <w:r w:rsidR="002A4158" w:rsidRPr="00DA4E77">
        <w:t>doucement</w:t>
      </w:r>
      <w:r>
        <w:t xml:space="preserve">, </w:t>
      </w:r>
      <w:r w:rsidR="002A4158" w:rsidRPr="00DA4E77">
        <w:t>glissons-nous jusqu</w:t>
      </w:r>
      <w:r>
        <w:t>’</w:t>
      </w:r>
      <w:r w:rsidR="002A4158" w:rsidRPr="00DA4E77">
        <w:t>au port</w:t>
      </w:r>
      <w:r>
        <w:t>.</w:t>
      </w:r>
    </w:p>
    <w:p w14:paraId="6EFF3C3F" w14:textId="77777777" w:rsidR="00276CCE" w:rsidRDefault="00276CCE" w:rsidP="002A4158">
      <w:r>
        <w:t>— </w:t>
      </w:r>
      <w:r w:rsidR="002A4158" w:rsidRPr="00DA4E77">
        <w:t xml:space="preserve">Pourvu que </w:t>
      </w:r>
      <w:proofErr w:type="spellStart"/>
      <w:r w:rsidR="002A4158" w:rsidRPr="00DA4E77">
        <w:t>Belkis</w:t>
      </w:r>
      <w:proofErr w:type="spellEnd"/>
      <w:r w:rsidR="002A4158" w:rsidRPr="00DA4E77">
        <w:t xml:space="preserve"> ne se laisse pas prendre</w:t>
      </w:r>
      <w:r>
        <w:t> !</w:t>
      </w:r>
    </w:p>
    <w:p w14:paraId="205C10EE" w14:textId="77777777" w:rsidR="00276CCE" w:rsidRDefault="00276CCE" w:rsidP="002A4158">
      <w:r>
        <w:t>— </w:t>
      </w:r>
      <w:r w:rsidR="002A4158" w:rsidRPr="00DA4E77">
        <w:t>S</w:t>
      </w:r>
      <w:r>
        <w:t>’</w:t>
      </w:r>
      <w:r w:rsidR="002A4158" w:rsidRPr="00DA4E77">
        <w:t>il échoue</w:t>
      </w:r>
      <w:r>
        <w:t xml:space="preserve">, </w:t>
      </w:r>
      <w:r w:rsidR="002A4158" w:rsidRPr="00DA4E77">
        <w:t>nous mettrons l</w:t>
      </w:r>
      <w:r>
        <w:t>’</w:t>
      </w:r>
      <w:r w:rsidR="002A4158" w:rsidRPr="00DA4E77">
        <w:t>aventure entière sur son compte</w:t>
      </w:r>
      <w:r>
        <w:t>.</w:t>
      </w:r>
    </w:p>
    <w:p w14:paraId="7C5822F2" w14:textId="77777777" w:rsidR="00276CCE" w:rsidRDefault="002A4158" w:rsidP="002A4158">
      <w:r w:rsidRPr="00DA4E77">
        <w:t>Puis</w:t>
      </w:r>
      <w:r w:rsidR="00276CCE">
        <w:t xml:space="preserve">, </w:t>
      </w:r>
      <w:r w:rsidRPr="00DA4E77">
        <w:t>se tournant vers les terrasses où les musiciens sont dispersés en désordre</w:t>
      </w:r>
      <w:r w:rsidR="00276CCE">
        <w:t xml:space="preserve">, </w:t>
      </w:r>
      <w:proofErr w:type="spellStart"/>
      <w:r w:rsidRPr="00DA4E77">
        <w:t>Melléna</w:t>
      </w:r>
      <w:proofErr w:type="spellEnd"/>
      <w:r w:rsidRPr="00DA4E77">
        <w:t xml:space="preserve"> dit</w:t>
      </w:r>
      <w:r w:rsidR="00276CCE">
        <w:t> :</w:t>
      </w:r>
    </w:p>
    <w:p w14:paraId="5E2A81BF" w14:textId="77777777" w:rsidR="00276CCE" w:rsidRDefault="00276CCE" w:rsidP="002A4158">
      <w:r>
        <w:lastRenderedPageBreak/>
        <w:t>— </w:t>
      </w:r>
      <w:r w:rsidR="002A4158" w:rsidRPr="00DA4E77">
        <w:t>Allons</w:t>
      </w:r>
      <w:r>
        <w:t xml:space="preserve"> ! </w:t>
      </w:r>
      <w:r w:rsidR="002A4158" w:rsidRPr="00DA4E77">
        <w:t>mes amis</w:t>
      </w:r>
      <w:r>
        <w:t xml:space="preserve">, </w:t>
      </w:r>
      <w:r w:rsidR="002A4158" w:rsidRPr="00DA4E77">
        <w:t>vous voilà agités comme des enfants surpris en faute</w:t>
      </w:r>
      <w:r>
        <w:t xml:space="preserve">. </w:t>
      </w:r>
      <w:r w:rsidR="002A4158" w:rsidRPr="00DA4E77">
        <w:t>Que signifie cette terreur</w:t>
      </w:r>
      <w:r>
        <w:t xml:space="preserve"> ? </w:t>
      </w:r>
      <w:r w:rsidR="002A4158" w:rsidRPr="00DA4E77">
        <w:t>Simples incidents de police qu</w:t>
      </w:r>
      <w:r>
        <w:t>’</w:t>
      </w:r>
      <w:proofErr w:type="spellStart"/>
      <w:r w:rsidR="002A4158" w:rsidRPr="00DA4E77">
        <w:t>Hellas</w:t>
      </w:r>
      <w:proofErr w:type="spellEnd"/>
      <w:r>
        <w:t xml:space="preserve">, </w:t>
      </w:r>
      <w:r w:rsidR="002A4158" w:rsidRPr="00DA4E77">
        <w:t>pour montrer son zèle</w:t>
      </w:r>
      <w:r>
        <w:t xml:space="preserve">, </w:t>
      </w:r>
      <w:r w:rsidR="002A4158" w:rsidRPr="00DA4E77">
        <w:t>se croit tenu d</w:t>
      </w:r>
      <w:r>
        <w:t>’</w:t>
      </w:r>
      <w:r w:rsidR="002A4158" w:rsidRPr="00DA4E77">
        <w:t>aller régler en personne</w:t>
      </w:r>
      <w:r>
        <w:t xml:space="preserve">. </w:t>
      </w:r>
      <w:r w:rsidR="002A4158" w:rsidRPr="00DA4E77">
        <w:t>Nous autres</w:t>
      </w:r>
      <w:r>
        <w:t xml:space="preserve">, </w:t>
      </w:r>
      <w:r w:rsidR="002A4158" w:rsidRPr="00DA4E77">
        <w:t>rions et chantons</w:t>
      </w:r>
      <w:r>
        <w:t> !</w:t>
      </w:r>
    </w:p>
    <w:p w14:paraId="34B532D5" w14:textId="77777777" w:rsidR="00276CCE" w:rsidRDefault="002A4158" w:rsidP="002A4158">
      <w:r w:rsidRPr="00DA4E77">
        <w:t>Et voici que les harpes se remettent à vibrer</w:t>
      </w:r>
      <w:r w:rsidR="00276CCE">
        <w:t xml:space="preserve">. </w:t>
      </w:r>
      <w:r w:rsidRPr="00DA4E77">
        <w:t>Cependant</w:t>
      </w:r>
      <w:r w:rsidR="00276CCE">
        <w:t xml:space="preserve">, </w:t>
      </w:r>
      <w:r w:rsidRPr="00DA4E77">
        <w:t>lentement</w:t>
      </w:r>
      <w:r w:rsidR="00276CCE">
        <w:t xml:space="preserve">, </w:t>
      </w:r>
      <w:r w:rsidRPr="00DA4E77">
        <w:t>le soleil descend dans la mer embrasée</w:t>
      </w:r>
      <w:r w:rsidR="00276CCE">
        <w:t xml:space="preserve">. </w:t>
      </w:r>
      <w:r w:rsidRPr="00DA4E77">
        <w:t>À travers les palmiers</w:t>
      </w:r>
      <w:r w:rsidR="00276CCE">
        <w:t xml:space="preserve">, </w:t>
      </w:r>
      <w:r w:rsidRPr="00DA4E77">
        <w:t>par un sentier qu</w:t>
      </w:r>
      <w:r w:rsidR="00276CCE">
        <w:t>’</w:t>
      </w:r>
      <w:r w:rsidRPr="00DA4E77">
        <w:t>envahit l</w:t>
      </w:r>
      <w:r w:rsidR="00276CCE">
        <w:t>’</w:t>
      </w:r>
      <w:r w:rsidRPr="00DA4E77">
        <w:t>ombre</w:t>
      </w:r>
      <w:r w:rsidR="00276CCE">
        <w:t xml:space="preserve">, </w:t>
      </w:r>
      <w:proofErr w:type="spellStart"/>
      <w:r w:rsidRPr="00DA4E77">
        <w:t>Melléna</w:t>
      </w:r>
      <w:proofErr w:type="spellEnd"/>
      <w:r w:rsidRPr="00DA4E77">
        <w:t xml:space="preserve"> et ses amis s</w:t>
      </w:r>
      <w:r w:rsidR="00276CCE">
        <w:t>’</w:t>
      </w:r>
      <w:r w:rsidRPr="00DA4E77">
        <w:t>insinuent jusqu</w:t>
      </w:r>
      <w:r w:rsidR="00276CCE">
        <w:t>’</w:t>
      </w:r>
      <w:r w:rsidRPr="00DA4E77">
        <w:t>à la dernière terrasse</w:t>
      </w:r>
      <w:r w:rsidR="00276CCE">
        <w:t xml:space="preserve">, </w:t>
      </w:r>
      <w:r w:rsidRPr="00DA4E77">
        <w:t>tandis que quelques-uns des convives se retirent par groupes bavards</w:t>
      </w:r>
      <w:r w:rsidR="00276CCE">
        <w:t>.</w:t>
      </w:r>
    </w:p>
    <w:p w14:paraId="14ED72B8" w14:textId="77777777" w:rsidR="00276CCE" w:rsidRDefault="00276CCE" w:rsidP="002A4158">
      <w:r>
        <w:t>— </w:t>
      </w:r>
      <w:r w:rsidR="002A4158" w:rsidRPr="00DA4E77">
        <w:t>Le feu</w:t>
      </w:r>
      <w:r>
        <w:t xml:space="preserve"> ! </w:t>
      </w:r>
      <w:r w:rsidR="002A4158" w:rsidRPr="00DA4E77">
        <w:t>Le feu</w:t>
      </w:r>
      <w:r>
        <w:t xml:space="preserve"> ! </w:t>
      </w:r>
      <w:r w:rsidR="002A4158" w:rsidRPr="00DA4E77">
        <w:t xml:space="preserve">fait </w:t>
      </w:r>
      <w:proofErr w:type="spellStart"/>
      <w:r w:rsidR="002A4158" w:rsidRPr="00DA4E77">
        <w:t>Xanthès</w:t>
      </w:r>
      <w:proofErr w:type="spellEnd"/>
      <w:r w:rsidR="002A4158" w:rsidRPr="00DA4E77">
        <w:t xml:space="preserve"> revenant précipitamment</w:t>
      </w:r>
      <w:r>
        <w:t>.</w:t>
      </w:r>
    </w:p>
    <w:p w14:paraId="3CF9287D" w14:textId="77777777" w:rsidR="00276CCE" w:rsidRDefault="00276CCE" w:rsidP="002A4158">
      <w:r>
        <w:t>— </w:t>
      </w:r>
      <w:r w:rsidR="002A4158" w:rsidRPr="00DA4E77">
        <w:t>Oui</w:t>
      </w:r>
      <w:r>
        <w:t xml:space="preserve">, </w:t>
      </w:r>
      <w:r w:rsidR="002A4158" w:rsidRPr="00DA4E77">
        <w:t>le feu</w:t>
      </w:r>
      <w:r>
        <w:t xml:space="preserve"> ! </w:t>
      </w:r>
      <w:r w:rsidR="002A4158" w:rsidRPr="00DA4E77">
        <w:t>s</w:t>
      </w:r>
      <w:r>
        <w:t>’</w:t>
      </w:r>
      <w:r w:rsidR="002A4158" w:rsidRPr="00DA4E77">
        <w:t>exclament d</w:t>
      </w:r>
      <w:r>
        <w:t>’</w:t>
      </w:r>
      <w:r w:rsidR="002A4158" w:rsidRPr="00DA4E77">
        <w:t>autres convives</w:t>
      </w:r>
      <w:r>
        <w:t>.</w:t>
      </w:r>
    </w:p>
    <w:p w14:paraId="4D12D1BC" w14:textId="77777777" w:rsidR="00276CCE" w:rsidRDefault="00276CCE" w:rsidP="002A4158">
      <w:r>
        <w:t>— </w:t>
      </w:r>
      <w:r w:rsidR="002A4158" w:rsidRPr="00DA4E77">
        <w:t>Où cela</w:t>
      </w:r>
      <w:r>
        <w:t xml:space="preserve"> ? </w:t>
      </w:r>
      <w:r w:rsidR="002A4158" w:rsidRPr="00DA4E77">
        <w:t>s</w:t>
      </w:r>
      <w:r>
        <w:t>’</w:t>
      </w:r>
      <w:r w:rsidR="002A4158" w:rsidRPr="00DA4E77">
        <w:t>enquièrent ceux qui ne voient rien</w:t>
      </w:r>
      <w:r>
        <w:t>.</w:t>
      </w:r>
    </w:p>
    <w:p w14:paraId="6951BBF8" w14:textId="77777777" w:rsidR="00276CCE" w:rsidRDefault="00276CCE" w:rsidP="002A4158">
      <w:r>
        <w:t>— </w:t>
      </w:r>
      <w:r w:rsidR="002A4158" w:rsidRPr="00DA4E77">
        <w:t>Là-bas</w:t>
      </w:r>
      <w:r>
        <w:t xml:space="preserve">, </w:t>
      </w:r>
      <w:r w:rsidR="002A4158" w:rsidRPr="00DA4E77">
        <w:t>voyez-vous</w:t>
      </w:r>
      <w:r>
        <w:t xml:space="preserve">, </w:t>
      </w:r>
      <w:r w:rsidR="002A4158" w:rsidRPr="00DA4E77">
        <w:t>du côté du port où s</w:t>
      </w:r>
      <w:r>
        <w:t>’</w:t>
      </w:r>
      <w:r w:rsidR="002A4158" w:rsidRPr="00DA4E77">
        <w:t>est ancrée la flotte ligure</w:t>
      </w:r>
      <w:r>
        <w:t>.</w:t>
      </w:r>
    </w:p>
    <w:p w14:paraId="7744BE44" w14:textId="77777777" w:rsidR="00276CCE" w:rsidRDefault="00276CCE" w:rsidP="002A4158">
      <w:r>
        <w:t>— </w:t>
      </w:r>
      <w:proofErr w:type="spellStart"/>
      <w:r w:rsidR="002A4158" w:rsidRPr="00DA4E77">
        <w:t>Melléna</w:t>
      </w:r>
      <w:proofErr w:type="spellEnd"/>
      <w:r>
        <w:t xml:space="preserve"> ? </w:t>
      </w:r>
      <w:proofErr w:type="spellStart"/>
      <w:r w:rsidR="002A4158" w:rsidRPr="00DA4E77">
        <w:t>Guitché</w:t>
      </w:r>
      <w:proofErr w:type="spellEnd"/>
      <w:r>
        <w:t xml:space="preserve"> ? </w:t>
      </w:r>
      <w:r w:rsidR="002A4158" w:rsidRPr="00DA4E77">
        <w:t>Que font donc les maîtres de céans</w:t>
      </w:r>
      <w:r>
        <w:t> ?</w:t>
      </w:r>
    </w:p>
    <w:p w14:paraId="0BF828A7" w14:textId="77777777" w:rsidR="00276CCE" w:rsidRDefault="002A4158" w:rsidP="002A4158">
      <w:r w:rsidRPr="00DA4E77">
        <w:t xml:space="preserve">Mais </w:t>
      </w:r>
      <w:proofErr w:type="spellStart"/>
      <w:r w:rsidRPr="00DA4E77">
        <w:t>Melléna</w:t>
      </w:r>
      <w:proofErr w:type="spellEnd"/>
      <w:r w:rsidRPr="00DA4E77">
        <w:t xml:space="preserve"> et </w:t>
      </w:r>
      <w:proofErr w:type="spellStart"/>
      <w:r w:rsidRPr="00DA4E77">
        <w:t>Guitché</w:t>
      </w:r>
      <w:proofErr w:type="spellEnd"/>
      <w:r w:rsidRPr="00DA4E77">
        <w:t xml:space="preserve"> voguent déjà loin</w:t>
      </w:r>
      <w:r w:rsidR="00276CCE">
        <w:t xml:space="preserve">. </w:t>
      </w:r>
      <w:r w:rsidRPr="00DA4E77">
        <w:t>Hors de la d</w:t>
      </w:r>
      <w:r w:rsidRPr="00DA4E77">
        <w:t>i</w:t>
      </w:r>
      <w:r w:rsidRPr="00DA4E77">
        <w:t>gue qui abrite le petit port de la Pointe Verte</w:t>
      </w:r>
      <w:r w:rsidR="00276CCE">
        <w:t xml:space="preserve">, </w:t>
      </w:r>
      <w:r w:rsidRPr="00DA4E77">
        <w:t>on voit trois b</w:t>
      </w:r>
      <w:r w:rsidRPr="00DA4E77">
        <w:t>a</w:t>
      </w:r>
      <w:r w:rsidRPr="00DA4E77">
        <w:t>teaux de plaisance</w:t>
      </w:r>
      <w:r w:rsidR="00276CCE">
        <w:t xml:space="preserve">, </w:t>
      </w:r>
      <w:r w:rsidRPr="00DA4E77">
        <w:t>à toutes voiles</w:t>
      </w:r>
      <w:r w:rsidR="00276CCE">
        <w:t xml:space="preserve">, </w:t>
      </w:r>
      <w:r w:rsidRPr="00DA4E77">
        <w:t>gagner la haute mer</w:t>
      </w:r>
      <w:r w:rsidR="00276CCE">
        <w:t xml:space="preserve">. </w:t>
      </w:r>
      <w:r w:rsidRPr="00DA4E77">
        <w:t>Les m</w:t>
      </w:r>
      <w:r w:rsidRPr="00DA4E77">
        <w:t>u</w:t>
      </w:r>
      <w:r w:rsidRPr="00DA4E77">
        <w:t>siques se sont tues</w:t>
      </w:r>
      <w:r w:rsidR="00276CCE">
        <w:t xml:space="preserve">. </w:t>
      </w:r>
      <w:r w:rsidRPr="00DA4E77">
        <w:t>Les convives</w:t>
      </w:r>
      <w:r w:rsidR="00276CCE">
        <w:t xml:space="preserve">, </w:t>
      </w:r>
      <w:r w:rsidRPr="00DA4E77">
        <w:t>affolés</w:t>
      </w:r>
      <w:r w:rsidR="00276CCE">
        <w:t xml:space="preserve">, </w:t>
      </w:r>
      <w:r w:rsidRPr="00DA4E77">
        <w:t>courent vers les portes du jardin et du palais</w:t>
      </w:r>
      <w:r w:rsidR="00276CCE">
        <w:t xml:space="preserve"> ; </w:t>
      </w:r>
      <w:r w:rsidRPr="00DA4E77">
        <w:t>et l</w:t>
      </w:r>
      <w:r w:rsidR="00276CCE">
        <w:t>’</w:t>
      </w:r>
      <w:r w:rsidRPr="00DA4E77">
        <w:t>on entend retentir</w:t>
      </w:r>
      <w:r w:rsidR="00276CCE">
        <w:t xml:space="preserve">, </w:t>
      </w:r>
      <w:r w:rsidRPr="00DA4E77">
        <w:t>venant de la place de l</w:t>
      </w:r>
      <w:r w:rsidR="00276CCE">
        <w:t>’</w:t>
      </w:r>
      <w:r w:rsidRPr="00DA4E77">
        <w:t>Empire</w:t>
      </w:r>
      <w:r w:rsidR="00276CCE">
        <w:t xml:space="preserve">, </w:t>
      </w:r>
      <w:r w:rsidRPr="00DA4E77">
        <w:t>un grand fracas de trompettes et toute une tempête de clameurs</w:t>
      </w:r>
      <w:r w:rsidR="00276CCE">
        <w:t>.</w:t>
      </w:r>
    </w:p>
    <w:p w14:paraId="3364F01F" w14:textId="77777777" w:rsidR="00276CCE" w:rsidRDefault="00276CCE" w:rsidP="00276CCE">
      <w:pPr>
        <w:pStyle w:val="Titre2"/>
        <w:rPr>
          <w:i/>
        </w:rPr>
      </w:pPr>
      <w:bookmarkStart w:id="37" w:name="_Toc194842023"/>
      <w:r w:rsidRPr="00DA4E77">
        <w:lastRenderedPageBreak/>
        <w:t>Scène</w:t>
      </w:r>
      <w:r>
        <w:t> </w:t>
      </w:r>
      <w:r w:rsidRPr="00DA4E77">
        <w:t>XI</w:t>
      </w:r>
      <w:r>
        <w:t xml:space="preserve">. – </w:t>
      </w:r>
      <w:r w:rsidR="002A4158" w:rsidRPr="00DA4E77">
        <w:rPr>
          <w:i/>
        </w:rPr>
        <w:t>Vers la mêlée</w:t>
      </w:r>
      <w:r>
        <w:rPr>
          <w:i/>
        </w:rPr>
        <w:t>.</w:t>
      </w:r>
      <w:bookmarkEnd w:id="37"/>
    </w:p>
    <w:p w14:paraId="796E41D6" w14:textId="77777777" w:rsidR="00276CCE" w:rsidRDefault="002A4158" w:rsidP="002A4158">
      <w:r w:rsidRPr="00DA4E77">
        <w:t>Tandis que la foule inquiète court à travers les larges av</w:t>
      </w:r>
      <w:r w:rsidRPr="00DA4E77">
        <w:t>e</w:t>
      </w:r>
      <w:r w:rsidRPr="00DA4E77">
        <w:t>nues ou tournoie</w:t>
      </w:r>
      <w:r w:rsidR="00276CCE">
        <w:t xml:space="preserve">, </w:t>
      </w:r>
      <w:r w:rsidRPr="00DA4E77">
        <w:t>éperdue</w:t>
      </w:r>
      <w:r w:rsidR="00276CCE">
        <w:t xml:space="preserve">, </w:t>
      </w:r>
      <w:r w:rsidRPr="00DA4E77">
        <w:t>sur les places publiques</w:t>
      </w:r>
      <w:r w:rsidR="00276CCE">
        <w:t xml:space="preserve">, </w:t>
      </w:r>
      <w:proofErr w:type="spellStart"/>
      <w:r w:rsidRPr="00DA4E77">
        <w:t>Hermos</w:t>
      </w:r>
      <w:proofErr w:type="spellEnd"/>
      <w:r w:rsidRPr="00DA4E77">
        <w:t xml:space="preserve"> et </w:t>
      </w:r>
      <w:proofErr w:type="spellStart"/>
      <w:r w:rsidRPr="00DA4E77">
        <w:t>Hellas</w:t>
      </w:r>
      <w:proofErr w:type="spellEnd"/>
      <w:r w:rsidR="00276CCE">
        <w:t xml:space="preserve">, </w:t>
      </w:r>
      <w:r w:rsidRPr="00DA4E77">
        <w:t>suivis des gardes égyptiens</w:t>
      </w:r>
      <w:r w:rsidR="00276CCE">
        <w:t xml:space="preserve">, </w:t>
      </w:r>
      <w:r w:rsidRPr="00DA4E77">
        <w:t>se dirigent vers le centre de la Cité</w:t>
      </w:r>
      <w:r w:rsidR="00276CCE">
        <w:t xml:space="preserve">, </w:t>
      </w:r>
      <w:r w:rsidRPr="00DA4E77">
        <w:t>s</w:t>
      </w:r>
      <w:r w:rsidR="00276CCE">
        <w:t>’</w:t>
      </w:r>
      <w:r w:rsidRPr="00DA4E77">
        <w:t>ouvrant passage dans la foule humaine</w:t>
      </w:r>
      <w:r w:rsidR="00276CCE">
        <w:t xml:space="preserve">. </w:t>
      </w:r>
      <w:r w:rsidRPr="00DA4E77">
        <w:t>Et</w:t>
      </w:r>
      <w:r w:rsidR="00276CCE">
        <w:t xml:space="preserve">, </w:t>
      </w:r>
      <w:r w:rsidRPr="00DA4E77">
        <w:t>bientôt</w:t>
      </w:r>
      <w:r w:rsidR="00276CCE">
        <w:t xml:space="preserve">, </w:t>
      </w:r>
      <w:r w:rsidRPr="00DA4E77">
        <w:t>vers le port de guerre</w:t>
      </w:r>
      <w:r w:rsidR="00276CCE">
        <w:t xml:space="preserve">, </w:t>
      </w:r>
      <w:r w:rsidRPr="00DA4E77">
        <w:t>ils aperçoivent la lueur de l</w:t>
      </w:r>
      <w:r w:rsidR="00276CCE">
        <w:t>’</w:t>
      </w:r>
      <w:r w:rsidRPr="00DA4E77">
        <w:t>incendie</w:t>
      </w:r>
      <w:r w:rsidR="00276CCE">
        <w:t xml:space="preserve">. </w:t>
      </w:r>
      <w:r w:rsidRPr="00DA4E77">
        <w:t>Ils s</w:t>
      </w:r>
      <w:r w:rsidR="00276CCE">
        <w:t>’</w:t>
      </w:r>
      <w:r w:rsidRPr="00DA4E77">
        <w:t>arrêtent</w:t>
      </w:r>
      <w:r w:rsidR="00276CCE">
        <w:t xml:space="preserve">, </w:t>
      </w:r>
      <w:r w:rsidRPr="00DA4E77">
        <w:t>et silencieux écoutent les clameurs qui viennent de la mer</w:t>
      </w:r>
      <w:r w:rsidR="00276CCE">
        <w:t>.</w:t>
      </w:r>
    </w:p>
    <w:p w14:paraId="684B0428" w14:textId="77777777" w:rsidR="00276CCE" w:rsidRDefault="002A4158" w:rsidP="002A4158">
      <w:r w:rsidRPr="00DA4E77">
        <w:t>C</w:t>
      </w:r>
      <w:r w:rsidR="00276CCE">
        <w:t>’</w:t>
      </w:r>
      <w:r w:rsidRPr="00DA4E77">
        <w:t>est d</w:t>
      </w:r>
      <w:r w:rsidR="00276CCE">
        <w:t>’</w:t>
      </w:r>
      <w:r w:rsidRPr="00DA4E77">
        <w:t>abord un bruit confus</w:t>
      </w:r>
      <w:r w:rsidR="00276CCE">
        <w:t xml:space="preserve">, </w:t>
      </w:r>
      <w:r w:rsidRPr="00DA4E77">
        <w:t>immense</w:t>
      </w:r>
      <w:r w:rsidR="00276CCE">
        <w:t xml:space="preserve">, </w:t>
      </w:r>
      <w:r w:rsidRPr="00DA4E77">
        <w:t>grossissant</w:t>
      </w:r>
      <w:r w:rsidR="00276CCE">
        <w:t xml:space="preserve">, </w:t>
      </w:r>
      <w:r w:rsidRPr="00DA4E77">
        <w:t>co</w:t>
      </w:r>
      <w:r w:rsidRPr="00DA4E77">
        <w:t>m</w:t>
      </w:r>
      <w:r w:rsidRPr="00DA4E77">
        <w:t>me un tonnerre qui s</w:t>
      </w:r>
      <w:r w:rsidR="00276CCE">
        <w:t>’</w:t>
      </w:r>
      <w:r w:rsidRPr="00DA4E77">
        <w:t>avance</w:t>
      </w:r>
      <w:r w:rsidR="00276CCE">
        <w:t xml:space="preserve">. </w:t>
      </w:r>
      <w:r w:rsidRPr="00DA4E77">
        <w:t>Bientôt</w:t>
      </w:r>
      <w:r w:rsidR="00276CCE">
        <w:t xml:space="preserve">, </w:t>
      </w:r>
      <w:r w:rsidRPr="00DA4E77">
        <w:t>à travers ce bruit</w:t>
      </w:r>
      <w:r w:rsidR="00276CCE">
        <w:t xml:space="preserve">, </w:t>
      </w:r>
      <w:r w:rsidRPr="00DA4E77">
        <w:t>des cris plus violents éclatent</w:t>
      </w:r>
      <w:r w:rsidR="00276CCE">
        <w:t xml:space="preserve">, </w:t>
      </w:r>
      <w:r w:rsidRPr="00DA4E77">
        <w:t>poussés par des milliers de voix</w:t>
      </w:r>
      <w:r w:rsidR="00276CCE">
        <w:t xml:space="preserve">. </w:t>
      </w:r>
      <w:proofErr w:type="spellStart"/>
      <w:r w:rsidRPr="00DA4E77">
        <w:t>Hellas</w:t>
      </w:r>
      <w:proofErr w:type="spellEnd"/>
      <w:r w:rsidRPr="00DA4E77">
        <w:t xml:space="preserve"> reconnaît l</w:t>
      </w:r>
      <w:r w:rsidR="00276CCE">
        <w:t>’</w:t>
      </w:r>
      <w:r w:rsidRPr="00DA4E77">
        <w:t>accent guttural des Aztèques</w:t>
      </w:r>
      <w:r w:rsidR="00276CCE">
        <w:t xml:space="preserve">, </w:t>
      </w:r>
      <w:r w:rsidRPr="00DA4E77">
        <w:t>bien différent du ti</w:t>
      </w:r>
      <w:r w:rsidRPr="00DA4E77">
        <w:t>m</w:t>
      </w:r>
      <w:r w:rsidRPr="00DA4E77">
        <w:t>bre doux et musical des Atlantes</w:t>
      </w:r>
      <w:r w:rsidR="00276CCE">
        <w:t> :</w:t>
      </w:r>
    </w:p>
    <w:p w14:paraId="03444BFB" w14:textId="77777777" w:rsidR="00276CCE" w:rsidRDefault="00276CCE" w:rsidP="002A4158">
      <w:r>
        <w:t>— </w:t>
      </w:r>
      <w:r w:rsidR="002A4158" w:rsidRPr="00DA4E77">
        <w:t>À mort</w:t>
      </w:r>
      <w:r>
        <w:t xml:space="preserve">, </w:t>
      </w:r>
      <w:r w:rsidR="002A4158" w:rsidRPr="00DA4E77">
        <w:t>les maîtres</w:t>
      </w:r>
      <w:r>
        <w:t> !</w:t>
      </w:r>
    </w:p>
    <w:p w14:paraId="671FA2FD" w14:textId="77777777" w:rsidR="00276CCE" w:rsidRDefault="00276CCE" w:rsidP="002A4158">
      <w:r>
        <w:t>— </w:t>
      </w:r>
      <w:r w:rsidR="002A4158" w:rsidRPr="00DA4E77">
        <w:t>À mort</w:t>
      </w:r>
      <w:r>
        <w:t xml:space="preserve">, </w:t>
      </w:r>
      <w:proofErr w:type="spellStart"/>
      <w:r w:rsidR="002A4158" w:rsidRPr="00DA4E77">
        <w:t>Hellas</w:t>
      </w:r>
      <w:proofErr w:type="spellEnd"/>
      <w:r>
        <w:t> !</w:t>
      </w:r>
    </w:p>
    <w:p w14:paraId="366F9B40" w14:textId="77777777" w:rsidR="00276CCE" w:rsidRDefault="00276CCE" w:rsidP="002A4158">
      <w:r>
        <w:t>— </w:t>
      </w:r>
      <w:proofErr w:type="spellStart"/>
      <w:r w:rsidR="002A4158" w:rsidRPr="00DA4E77">
        <w:t>Knephao</w:t>
      </w:r>
      <w:proofErr w:type="spellEnd"/>
      <w:r>
        <w:t xml:space="preserve"> ! </w:t>
      </w:r>
      <w:r w:rsidR="002A4158" w:rsidRPr="00DA4E77">
        <w:t xml:space="preserve">Arrêtez </w:t>
      </w:r>
      <w:proofErr w:type="spellStart"/>
      <w:r w:rsidR="002A4158" w:rsidRPr="00DA4E77">
        <w:t>Knephao</w:t>
      </w:r>
      <w:proofErr w:type="spellEnd"/>
      <w:r>
        <w:t> !</w:t>
      </w:r>
    </w:p>
    <w:p w14:paraId="0D46D877" w14:textId="77777777" w:rsidR="00276CCE" w:rsidRDefault="002A4158" w:rsidP="002A4158">
      <w:r w:rsidRPr="00DA4E77">
        <w:t>Puis répondent d</w:t>
      </w:r>
      <w:r w:rsidR="00276CCE">
        <w:t>’</w:t>
      </w:r>
      <w:r w:rsidRPr="00DA4E77">
        <w:t>autres cris en langue ligure</w:t>
      </w:r>
      <w:r w:rsidR="00276CCE">
        <w:t xml:space="preserve">, </w:t>
      </w:r>
      <w:r w:rsidRPr="00DA4E77">
        <w:t>des cris ina</w:t>
      </w:r>
      <w:r w:rsidRPr="00DA4E77">
        <w:t>r</w:t>
      </w:r>
      <w:r w:rsidRPr="00DA4E77">
        <w:t>ticulés comme des menaces ou des appels</w:t>
      </w:r>
      <w:r w:rsidR="00276CCE">
        <w:t>.</w:t>
      </w:r>
    </w:p>
    <w:p w14:paraId="5F4D7403" w14:textId="77777777" w:rsidR="00276CCE" w:rsidRDefault="002A4158" w:rsidP="002A4158">
      <w:proofErr w:type="spellStart"/>
      <w:r w:rsidRPr="00DA4E77">
        <w:t>Hellas</w:t>
      </w:r>
      <w:proofErr w:type="spellEnd"/>
      <w:r w:rsidR="00276CCE">
        <w:t xml:space="preserve">, </w:t>
      </w:r>
      <w:r w:rsidRPr="00DA4E77">
        <w:t>impassible</w:t>
      </w:r>
      <w:r w:rsidR="00276CCE">
        <w:t xml:space="preserve">, </w:t>
      </w:r>
      <w:r w:rsidRPr="00DA4E77">
        <w:t>se tourne vers ses hommes</w:t>
      </w:r>
      <w:r w:rsidR="00276CCE">
        <w:t> :</w:t>
      </w:r>
    </w:p>
    <w:p w14:paraId="779022D1" w14:textId="77777777" w:rsidR="00276CCE" w:rsidRDefault="00276CCE" w:rsidP="002A4158">
      <w:r>
        <w:t>— </w:t>
      </w:r>
      <w:r w:rsidR="002A4158" w:rsidRPr="00DA4E77">
        <w:t>Combien sommes-nous</w:t>
      </w:r>
      <w:r>
        <w:t> ?</w:t>
      </w:r>
    </w:p>
    <w:p w14:paraId="3711EEEC" w14:textId="77777777" w:rsidR="00276CCE" w:rsidRDefault="00276CCE" w:rsidP="002A4158">
      <w:r>
        <w:t>— </w:t>
      </w:r>
      <w:r w:rsidR="002A4158" w:rsidRPr="00DA4E77">
        <w:t>Quelques milliers à peine</w:t>
      </w:r>
      <w:r>
        <w:t xml:space="preserve">, </w:t>
      </w:r>
      <w:r w:rsidR="002A4158" w:rsidRPr="00DA4E77">
        <w:t>répond un officier</w:t>
      </w:r>
      <w:r>
        <w:t>.</w:t>
      </w:r>
    </w:p>
    <w:p w14:paraId="30CB645E" w14:textId="77777777" w:rsidR="00276CCE" w:rsidRDefault="00276CCE" w:rsidP="002A4158">
      <w:r>
        <w:t>— </w:t>
      </w:r>
      <w:r w:rsidR="002A4158" w:rsidRPr="00DA4E77">
        <w:t>Bien peu</w:t>
      </w:r>
      <w:r>
        <w:t xml:space="preserve">, </w:t>
      </w:r>
      <w:r w:rsidR="002A4158" w:rsidRPr="00DA4E77">
        <w:t>mais qu</w:t>
      </w:r>
      <w:r>
        <w:t>’</w:t>
      </w:r>
      <w:r w:rsidR="002A4158" w:rsidRPr="00DA4E77">
        <w:t>importe</w:t>
      </w:r>
      <w:r>
        <w:t xml:space="preserve"> ! </w:t>
      </w:r>
      <w:r w:rsidR="002A4158" w:rsidRPr="00DA4E77">
        <w:t>Toi</w:t>
      </w:r>
      <w:r>
        <w:t xml:space="preserve">, </w:t>
      </w:r>
      <w:proofErr w:type="spellStart"/>
      <w:r w:rsidR="002A4158" w:rsidRPr="00DA4E77">
        <w:t>Hermos</w:t>
      </w:r>
      <w:proofErr w:type="spellEnd"/>
      <w:r>
        <w:t xml:space="preserve">, </w:t>
      </w:r>
      <w:r w:rsidR="002A4158" w:rsidRPr="00DA4E77">
        <w:t>prends-en une partie</w:t>
      </w:r>
      <w:r>
        <w:t xml:space="preserve">, </w:t>
      </w:r>
      <w:r w:rsidR="002A4158" w:rsidRPr="00DA4E77">
        <w:t>et monte à la place de l</w:t>
      </w:r>
      <w:r>
        <w:t>’</w:t>
      </w:r>
      <w:r w:rsidR="002A4158" w:rsidRPr="00DA4E77">
        <w:t>Empire</w:t>
      </w:r>
      <w:r>
        <w:t xml:space="preserve">. </w:t>
      </w:r>
      <w:r w:rsidR="002A4158" w:rsidRPr="00DA4E77">
        <w:t>Moi</w:t>
      </w:r>
      <w:r>
        <w:t xml:space="preserve">, </w:t>
      </w:r>
      <w:r w:rsidR="002A4158" w:rsidRPr="00DA4E77">
        <w:t>je garde les autres et je vais là-bas</w:t>
      </w:r>
      <w:r>
        <w:t>.</w:t>
      </w:r>
    </w:p>
    <w:p w14:paraId="05B0ACF8" w14:textId="77777777" w:rsidR="00276CCE" w:rsidRDefault="00276CCE" w:rsidP="002A4158">
      <w:r>
        <w:lastRenderedPageBreak/>
        <w:t>— </w:t>
      </w:r>
      <w:r w:rsidR="002A4158" w:rsidRPr="00DA4E77">
        <w:t>Non</w:t>
      </w:r>
      <w:r>
        <w:t xml:space="preserve">, </w:t>
      </w:r>
      <w:proofErr w:type="spellStart"/>
      <w:r w:rsidR="002A4158" w:rsidRPr="00DA4E77">
        <w:t>Hellas</w:t>
      </w:r>
      <w:proofErr w:type="spellEnd"/>
      <w:r>
        <w:t xml:space="preserve">, </w:t>
      </w:r>
      <w:r w:rsidR="002A4158" w:rsidRPr="00DA4E77">
        <w:t>il ne faut pas que tu t</w:t>
      </w:r>
      <w:r>
        <w:t>’</w:t>
      </w:r>
      <w:r w:rsidR="002A4158" w:rsidRPr="00DA4E77">
        <w:t>exposes</w:t>
      </w:r>
      <w:r>
        <w:t xml:space="preserve">. </w:t>
      </w:r>
      <w:r w:rsidR="002A4158" w:rsidRPr="00DA4E77">
        <w:t>Tout le destin de la Cité repose sur toi</w:t>
      </w:r>
      <w:r>
        <w:t xml:space="preserve">. </w:t>
      </w:r>
      <w:r w:rsidR="002A4158" w:rsidRPr="00DA4E77">
        <w:t>J</w:t>
      </w:r>
      <w:r>
        <w:t>’</w:t>
      </w:r>
      <w:r w:rsidR="002A4158" w:rsidRPr="00DA4E77">
        <w:t>irai</w:t>
      </w:r>
      <w:r>
        <w:t xml:space="preserve">, </w:t>
      </w:r>
      <w:r w:rsidR="002A4158" w:rsidRPr="00DA4E77">
        <w:t>moi</w:t>
      </w:r>
      <w:r>
        <w:t xml:space="preserve">, </w:t>
      </w:r>
      <w:r w:rsidR="002A4158" w:rsidRPr="00DA4E77">
        <w:t xml:space="preserve">du côté où </w:t>
      </w:r>
      <w:proofErr w:type="spellStart"/>
      <w:r w:rsidR="002A4158" w:rsidRPr="00DA4E77">
        <w:t>Knephao</w:t>
      </w:r>
      <w:proofErr w:type="spellEnd"/>
      <w:r w:rsidR="002A4158" w:rsidRPr="00DA4E77">
        <w:t xml:space="preserve"> semble en péril</w:t>
      </w:r>
      <w:r>
        <w:t>.</w:t>
      </w:r>
    </w:p>
    <w:p w14:paraId="1D314E2E" w14:textId="77777777" w:rsidR="00276CCE" w:rsidRDefault="00276CCE" w:rsidP="002A4158">
      <w:r>
        <w:t xml:space="preserve">… </w:t>
      </w:r>
      <w:r w:rsidR="002A4158" w:rsidRPr="00DA4E77">
        <w:t>Mais</w:t>
      </w:r>
      <w:r>
        <w:t xml:space="preserve">, </w:t>
      </w:r>
      <w:r w:rsidR="002A4158" w:rsidRPr="00DA4E77">
        <w:t>au même instant</w:t>
      </w:r>
      <w:r>
        <w:t xml:space="preserve">, </w:t>
      </w:r>
      <w:r w:rsidR="002A4158" w:rsidRPr="00DA4E77">
        <w:t>du Palais de l</w:t>
      </w:r>
      <w:r>
        <w:t>’</w:t>
      </w:r>
      <w:r w:rsidR="002A4158" w:rsidRPr="00DA4E77">
        <w:t>Empire</w:t>
      </w:r>
      <w:r>
        <w:t xml:space="preserve">, </w:t>
      </w:r>
      <w:r w:rsidR="002A4158" w:rsidRPr="00DA4E77">
        <w:t>une r</w:t>
      </w:r>
      <w:r w:rsidR="002A4158" w:rsidRPr="00DA4E77">
        <w:t>u</w:t>
      </w:r>
      <w:r w:rsidR="002A4158" w:rsidRPr="00DA4E77">
        <w:t>meur aussi violente que celle du port arrive jusqu</w:t>
      </w:r>
      <w:r>
        <w:t>’</w:t>
      </w:r>
      <w:r w:rsidR="002A4158" w:rsidRPr="00DA4E77">
        <w:t>aux cavaliers impatients</w:t>
      </w:r>
      <w:r>
        <w:t>.</w:t>
      </w:r>
    </w:p>
    <w:p w14:paraId="601F6150" w14:textId="77777777" w:rsidR="00276CCE" w:rsidRDefault="00276CCE" w:rsidP="002A4158">
      <w:r>
        <w:t>— </w:t>
      </w:r>
      <w:r w:rsidR="002A4158" w:rsidRPr="00DA4E77">
        <w:t>Tu vois</w:t>
      </w:r>
      <w:r>
        <w:t xml:space="preserve">, </w:t>
      </w:r>
      <w:r w:rsidR="002A4158" w:rsidRPr="00DA4E77">
        <w:t xml:space="preserve">reprend </w:t>
      </w:r>
      <w:proofErr w:type="spellStart"/>
      <w:r w:rsidR="002A4158" w:rsidRPr="00DA4E77">
        <w:t>Hellas</w:t>
      </w:r>
      <w:proofErr w:type="spellEnd"/>
      <w:r>
        <w:t xml:space="preserve">, </w:t>
      </w:r>
      <w:r w:rsidR="002A4158" w:rsidRPr="00DA4E77">
        <w:t xml:space="preserve">il y a </w:t>
      </w:r>
      <w:proofErr w:type="spellStart"/>
      <w:r w:rsidR="002A4158" w:rsidRPr="00DA4E77">
        <w:t>lutte</w:t>
      </w:r>
      <w:proofErr w:type="spellEnd"/>
      <w:r w:rsidR="002A4158" w:rsidRPr="00DA4E77">
        <w:t xml:space="preserve"> là-haut</w:t>
      </w:r>
      <w:r>
        <w:t xml:space="preserve">, </w:t>
      </w:r>
      <w:r w:rsidR="002A4158" w:rsidRPr="00DA4E77">
        <w:t>comme là-bas</w:t>
      </w:r>
      <w:r>
        <w:t xml:space="preserve">, </w:t>
      </w:r>
      <w:r w:rsidR="002A4158" w:rsidRPr="00DA4E77">
        <w:t>et ta valeur</w:t>
      </w:r>
      <w:r>
        <w:t xml:space="preserve">, </w:t>
      </w:r>
      <w:proofErr w:type="spellStart"/>
      <w:r w:rsidR="002A4158" w:rsidRPr="00DA4E77">
        <w:t>Hermos</w:t>
      </w:r>
      <w:proofErr w:type="spellEnd"/>
      <w:r>
        <w:t xml:space="preserve">, </w:t>
      </w:r>
      <w:r w:rsidR="002A4158" w:rsidRPr="00DA4E77">
        <w:t>n</w:t>
      </w:r>
      <w:r>
        <w:t>’</w:t>
      </w:r>
      <w:r w:rsidR="002A4158" w:rsidRPr="00DA4E77">
        <w:t>y sera pas inutile</w:t>
      </w:r>
      <w:r>
        <w:t xml:space="preserve">. </w:t>
      </w:r>
      <w:r w:rsidR="002A4158" w:rsidRPr="00DA4E77">
        <w:t>Adieu</w:t>
      </w:r>
      <w:r>
        <w:t> !</w:t>
      </w:r>
    </w:p>
    <w:p w14:paraId="268107D9" w14:textId="77777777" w:rsidR="00276CCE" w:rsidRDefault="002A4158" w:rsidP="002A4158">
      <w:r w:rsidRPr="00DA4E77">
        <w:t>Ce disant</w:t>
      </w:r>
      <w:r w:rsidR="00276CCE">
        <w:t xml:space="preserve">, </w:t>
      </w:r>
      <w:r w:rsidRPr="00DA4E77">
        <w:t>faisant signe aux cavaliers placés immédiat</w:t>
      </w:r>
      <w:r w:rsidRPr="00DA4E77">
        <w:t>e</w:t>
      </w:r>
      <w:r w:rsidRPr="00DA4E77">
        <w:t>ment derrière lui</w:t>
      </w:r>
      <w:r w:rsidR="00276CCE">
        <w:t xml:space="preserve">, </w:t>
      </w:r>
      <w:proofErr w:type="spellStart"/>
      <w:r w:rsidRPr="00DA4E77">
        <w:t>Hellas</w:t>
      </w:r>
      <w:proofErr w:type="spellEnd"/>
      <w:r w:rsidRPr="00DA4E77">
        <w:t xml:space="preserve"> s</w:t>
      </w:r>
      <w:r w:rsidR="00276CCE">
        <w:t>’</w:t>
      </w:r>
      <w:r w:rsidRPr="00DA4E77">
        <w:t>élance vers le port en flammes</w:t>
      </w:r>
      <w:r w:rsidR="00276CCE">
        <w:t xml:space="preserve">, </w:t>
      </w:r>
      <w:r w:rsidRPr="00DA4E77">
        <w:t>tandis qu</w:t>
      </w:r>
      <w:r w:rsidR="00276CCE">
        <w:t>’</w:t>
      </w:r>
      <w:proofErr w:type="spellStart"/>
      <w:r w:rsidRPr="00DA4E77">
        <w:t>Hermos</w:t>
      </w:r>
      <w:proofErr w:type="spellEnd"/>
      <w:r w:rsidRPr="00DA4E77">
        <w:t xml:space="preserve"> monte vers le Palais</w:t>
      </w:r>
      <w:r w:rsidR="00276CCE">
        <w:t xml:space="preserve">, </w:t>
      </w:r>
      <w:r w:rsidRPr="00DA4E77">
        <w:t>aussi vite que le chemin en pente peut le permettre</w:t>
      </w:r>
      <w:r w:rsidR="00276CCE">
        <w:t xml:space="preserve">. </w:t>
      </w:r>
      <w:r w:rsidRPr="00DA4E77">
        <w:t>À mesure que la cohorte d</w:t>
      </w:r>
      <w:r w:rsidR="00276CCE">
        <w:t>’</w:t>
      </w:r>
      <w:proofErr w:type="spellStart"/>
      <w:r w:rsidRPr="00DA4E77">
        <w:t>Hermos</w:t>
      </w:r>
      <w:proofErr w:type="spellEnd"/>
      <w:r w:rsidRPr="00DA4E77">
        <w:t xml:space="preserve"> s</w:t>
      </w:r>
      <w:r w:rsidR="00276CCE">
        <w:t>’</w:t>
      </w:r>
      <w:r w:rsidRPr="00DA4E77">
        <w:t>avance</w:t>
      </w:r>
      <w:r w:rsidR="00276CCE">
        <w:t xml:space="preserve">, </w:t>
      </w:r>
      <w:r w:rsidRPr="00DA4E77">
        <w:t>le bruit des voix se précise</w:t>
      </w:r>
      <w:r w:rsidR="00276CCE">
        <w:t xml:space="preserve">, </w:t>
      </w:r>
      <w:r w:rsidRPr="00DA4E77">
        <w:t>et le poète entend distin</w:t>
      </w:r>
      <w:r w:rsidRPr="00DA4E77">
        <w:t>c</w:t>
      </w:r>
      <w:r w:rsidRPr="00DA4E77">
        <w:t>tement ces vociférations</w:t>
      </w:r>
      <w:r w:rsidR="00276CCE">
        <w:t> :</w:t>
      </w:r>
    </w:p>
    <w:p w14:paraId="6B93CE3A" w14:textId="77777777" w:rsidR="00276CCE" w:rsidRDefault="00276CCE" w:rsidP="002A4158">
      <w:r>
        <w:t>— </w:t>
      </w:r>
      <w:r w:rsidR="002A4158" w:rsidRPr="00DA4E77">
        <w:t>Ouvrez les grilles</w:t>
      </w:r>
      <w:r>
        <w:t xml:space="preserve"> ! </w:t>
      </w:r>
      <w:r w:rsidR="002A4158" w:rsidRPr="00DA4E77">
        <w:t>Enfoncez les grilles</w:t>
      </w:r>
      <w:r>
        <w:t xml:space="preserve"> ! </w:t>
      </w:r>
      <w:r w:rsidR="002A4158" w:rsidRPr="00DA4E77">
        <w:t>Ils vont violer le sanctuaire du Sphinx</w:t>
      </w:r>
      <w:r>
        <w:t>.</w:t>
      </w:r>
    </w:p>
    <w:p w14:paraId="6D98D144" w14:textId="77777777" w:rsidR="00276CCE" w:rsidRDefault="00276CCE" w:rsidP="002A4158">
      <w:r>
        <w:t>— </w:t>
      </w:r>
      <w:r w:rsidR="002A4158" w:rsidRPr="00DA4E77">
        <w:t>C</w:t>
      </w:r>
      <w:r>
        <w:t>’</w:t>
      </w:r>
      <w:r w:rsidR="002A4158" w:rsidRPr="00DA4E77">
        <w:t xml:space="preserve">est </w:t>
      </w:r>
      <w:proofErr w:type="spellStart"/>
      <w:r w:rsidR="002A4158" w:rsidRPr="00DA4E77">
        <w:t>Belkis</w:t>
      </w:r>
      <w:proofErr w:type="spellEnd"/>
      <w:r>
        <w:t xml:space="preserve"> ! </w:t>
      </w:r>
      <w:r w:rsidR="002A4158" w:rsidRPr="00DA4E77">
        <w:t>Poursuivez-le</w:t>
      </w:r>
      <w:r>
        <w:t xml:space="preserve"> ! </w:t>
      </w:r>
      <w:r w:rsidR="002A4158" w:rsidRPr="00DA4E77">
        <w:t>Je l</w:t>
      </w:r>
      <w:r>
        <w:t>’</w:t>
      </w:r>
      <w:r w:rsidR="002A4158" w:rsidRPr="00DA4E77">
        <w:t>ai vu</w:t>
      </w:r>
      <w:r>
        <w:t> !</w:t>
      </w:r>
    </w:p>
    <w:p w14:paraId="31A0837B" w14:textId="77777777" w:rsidR="00276CCE" w:rsidRDefault="00276CCE" w:rsidP="002A4158">
      <w:r>
        <w:t>— </w:t>
      </w:r>
      <w:r w:rsidR="002A4158" w:rsidRPr="00AF7F49">
        <w:rPr>
          <w:lang w:val="es-ES"/>
        </w:rPr>
        <w:t>Vive Hellas</w:t>
      </w:r>
      <w:r>
        <w:rPr>
          <w:lang w:val="es-ES"/>
        </w:rPr>
        <w:t xml:space="preserve"> ! </w:t>
      </w:r>
      <w:proofErr w:type="gramStart"/>
      <w:r w:rsidR="002A4158" w:rsidRPr="00AF7F49">
        <w:rPr>
          <w:lang w:val="es-ES"/>
        </w:rPr>
        <w:t xml:space="preserve">Vive </w:t>
      </w:r>
      <w:proofErr w:type="spellStart"/>
      <w:r w:rsidR="002A4158" w:rsidRPr="00AF7F49">
        <w:rPr>
          <w:lang w:val="es-ES"/>
        </w:rPr>
        <w:t>Hermos</w:t>
      </w:r>
      <w:proofErr w:type="spellEnd"/>
      <w:r>
        <w:rPr>
          <w:lang w:val="es-ES"/>
        </w:rPr>
        <w:t> !</w:t>
      </w:r>
      <w:proofErr w:type="gramEnd"/>
      <w:r>
        <w:rPr>
          <w:lang w:val="es-ES"/>
        </w:rPr>
        <w:t xml:space="preserve"> </w:t>
      </w:r>
      <w:proofErr w:type="spellStart"/>
      <w:r w:rsidR="002A4158" w:rsidRPr="00AF7F49">
        <w:rPr>
          <w:lang w:val="es-ES"/>
        </w:rPr>
        <w:t>Qu</w:t>
      </w:r>
      <w:r>
        <w:rPr>
          <w:lang w:val="es-ES"/>
        </w:rPr>
        <w:t>’</w:t>
      </w:r>
      <w:r w:rsidR="002A4158" w:rsidRPr="00AF7F49">
        <w:rPr>
          <w:lang w:val="es-ES"/>
        </w:rPr>
        <w:t>Hellas</w:t>
      </w:r>
      <w:proofErr w:type="spellEnd"/>
      <w:r w:rsidR="002A4158" w:rsidRPr="00AF7F49">
        <w:rPr>
          <w:lang w:val="es-ES"/>
        </w:rPr>
        <w:t xml:space="preserve"> </w:t>
      </w:r>
      <w:proofErr w:type="spellStart"/>
      <w:r w:rsidR="002A4158" w:rsidRPr="00AF7F49">
        <w:rPr>
          <w:lang w:val="es-ES"/>
        </w:rPr>
        <w:t>vienne</w:t>
      </w:r>
      <w:proofErr w:type="spellEnd"/>
      <w:r>
        <w:rPr>
          <w:lang w:val="es-ES"/>
        </w:rPr>
        <w:t xml:space="preserve"> ! </w:t>
      </w:r>
      <w:r w:rsidR="002A4158" w:rsidRPr="00DA4E77">
        <w:t>Que l</w:t>
      </w:r>
      <w:r>
        <w:t>’</w:t>
      </w:r>
      <w:r w:rsidR="002A4158" w:rsidRPr="00DA4E77">
        <w:t xml:space="preserve">on cherche </w:t>
      </w:r>
      <w:proofErr w:type="spellStart"/>
      <w:r w:rsidR="002A4158" w:rsidRPr="00DA4E77">
        <w:t>Hellas</w:t>
      </w:r>
      <w:proofErr w:type="spellEnd"/>
      <w:r w:rsidR="002A4158" w:rsidRPr="00DA4E77">
        <w:t xml:space="preserve"> et </w:t>
      </w:r>
      <w:proofErr w:type="spellStart"/>
      <w:r w:rsidR="002A4158" w:rsidRPr="00DA4E77">
        <w:t>Hermos</w:t>
      </w:r>
      <w:proofErr w:type="spellEnd"/>
      <w:r>
        <w:t> !</w:t>
      </w:r>
    </w:p>
    <w:p w14:paraId="4D791A09" w14:textId="77777777" w:rsidR="00276CCE" w:rsidRDefault="002A4158" w:rsidP="002A4158">
      <w:proofErr w:type="spellStart"/>
      <w:r w:rsidRPr="00DA4E77">
        <w:t>Hermos</w:t>
      </w:r>
      <w:proofErr w:type="spellEnd"/>
      <w:r w:rsidRPr="00DA4E77">
        <w:t xml:space="preserve"> alors se retourne vers les soldats qui le suivent</w:t>
      </w:r>
      <w:r w:rsidR="00276CCE">
        <w:t> :</w:t>
      </w:r>
    </w:p>
    <w:p w14:paraId="2C32BEEF" w14:textId="77777777" w:rsidR="00276CCE" w:rsidRDefault="00276CCE" w:rsidP="002A4158">
      <w:r>
        <w:t>— </w:t>
      </w:r>
      <w:r w:rsidR="002A4158" w:rsidRPr="00DA4E77">
        <w:t>Vous entendez</w:t>
      </w:r>
      <w:r>
        <w:t xml:space="preserve">, </w:t>
      </w:r>
      <w:r w:rsidR="002A4158" w:rsidRPr="00DA4E77">
        <w:t>mes amis</w:t>
      </w:r>
      <w:r>
        <w:t xml:space="preserve">, </w:t>
      </w:r>
      <w:r w:rsidR="002A4158" w:rsidRPr="00DA4E77">
        <w:t>la foule là-haut prend parti pour nous</w:t>
      </w:r>
      <w:r>
        <w:t xml:space="preserve">. </w:t>
      </w:r>
      <w:r w:rsidR="002A4158" w:rsidRPr="00DA4E77">
        <w:t>Que cinq cents d</w:t>
      </w:r>
      <w:r>
        <w:t>’</w:t>
      </w:r>
      <w:r w:rsidR="002A4158" w:rsidRPr="00DA4E77">
        <w:t>entre vous</w:t>
      </w:r>
      <w:r>
        <w:t xml:space="preserve">, </w:t>
      </w:r>
      <w:r w:rsidR="002A4158" w:rsidRPr="00DA4E77">
        <w:t>seulement</w:t>
      </w:r>
      <w:r>
        <w:t xml:space="preserve">, </w:t>
      </w:r>
      <w:r w:rsidR="002A4158" w:rsidRPr="00DA4E77">
        <w:t>me suivent</w:t>
      </w:r>
      <w:r>
        <w:t xml:space="preserve">. </w:t>
      </w:r>
      <w:r w:rsidR="002A4158" w:rsidRPr="00DA4E77">
        <w:t>Les autres</w:t>
      </w:r>
      <w:r>
        <w:t xml:space="preserve">, </w:t>
      </w:r>
      <w:r w:rsidR="002A4158" w:rsidRPr="00DA4E77">
        <w:t xml:space="preserve">allez rejoindre </w:t>
      </w:r>
      <w:proofErr w:type="spellStart"/>
      <w:r w:rsidR="002A4158" w:rsidRPr="00DA4E77">
        <w:t>Hellas</w:t>
      </w:r>
      <w:proofErr w:type="spellEnd"/>
      <w:r w:rsidR="002A4158" w:rsidRPr="00DA4E77">
        <w:t xml:space="preserve"> et </w:t>
      </w:r>
      <w:proofErr w:type="spellStart"/>
      <w:r w:rsidR="002A4158" w:rsidRPr="00DA4E77">
        <w:t>Knephao</w:t>
      </w:r>
      <w:proofErr w:type="spellEnd"/>
      <w:r>
        <w:t xml:space="preserve">. </w:t>
      </w:r>
      <w:r w:rsidR="002A4158" w:rsidRPr="00DA4E77">
        <w:t>Avec vos comp</w:t>
      </w:r>
      <w:r w:rsidR="002A4158" w:rsidRPr="00DA4E77">
        <w:t>a</w:t>
      </w:r>
      <w:r w:rsidR="002A4158" w:rsidRPr="00DA4E77">
        <w:t>gnons restés sur l</w:t>
      </w:r>
      <w:r>
        <w:t>’</w:t>
      </w:r>
      <w:r w:rsidR="002A4158" w:rsidRPr="00DA4E77">
        <w:t>esplanade</w:t>
      </w:r>
      <w:r>
        <w:t xml:space="preserve">, </w:t>
      </w:r>
      <w:r w:rsidR="002A4158" w:rsidRPr="00DA4E77">
        <w:t>j</w:t>
      </w:r>
      <w:r>
        <w:t>’</w:t>
      </w:r>
      <w:r w:rsidR="002A4158" w:rsidRPr="00DA4E77">
        <w:t>assurerai la sécurité du Palais</w:t>
      </w:r>
      <w:r>
        <w:t>.</w:t>
      </w:r>
    </w:p>
    <w:p w14:paraId="2131E117" w14:textId="39E89F44" w:rsidR="002A4158" w:rsidRPr="00DA4E77" w:rsidRDefault="002A4158" w:rsidP="002A4158"/>
    <w:p w14:paraId="1D89E555" w14:textId="77777777" w:rsidR="00276CCE" w:rsidRDefault="002A4158" w:rsidP="002A4158">
      <w:proofErr w:type="spellStart"/>
      <w:r w:rsidRPr="00DA4E77">
        <w:lastRenderedPageBreak/>
        <w:t>Hellas</w:t>
      </w:r>
      <w:proofErr w:type="spellEnd"/>
      <w:r w:rsidR="00276CCE">
        <w:t xml:space="preserve">, </w:t>
      </w:r>
      <w:r w:rsidRPr="00DA4E77">
        <w:t>cependant</w:t>
      </w:r>
      <w:r w:rsidR="00276CCE">
        <w:t xml:space="preserve">, </w:t>
      </w:r>
      <w:r w:rsidRPr="00DA4E77">
        <w:t>dans une folle galopade</w:t>
      </w:r>
      <w:r w:rsidR="00276CCE">
        <w:t xml:space="preserve">, </w:t>
      </w:r>
      <w:r w:rsidRPr="00DA4E77">
        <w:t>vient de parv</w:t>
      </w:r>
      <w:r w:rsidRPr="00DA4E77">
        <w:t>e</w:t>
      </w:r>
      <w:r w:rsidRPr="00DA4E77">
        <w:t>nir près de la grande place qui s</w:t>
      </w:r>
      <w:r w:rsidR="00276CCE">
        <w:t>’</w:t>
      </w:r>
      <w:r w:rsidRPr="00DA4E77">
        <w:t>étend en face de la rade</w:t>
      </w:r>
      <w:r w:rsidR="00276CCE">
        <w:t xml:space="preserve">, </w:t>
      </w:r>
      <w:r w:rsidRPr="00DA4E77">
        <w:t>où d</w:t>
      </w:r>
      <w:r w:rsidR="00276CCE">
        <w:t>’</w:t>
      </w:r>
      <w:r w:rsidRPr="00DA4E77">
        <w:t>ordinaire sont abrités les vaisseaux de la flotte ligure</w:t>
      </w:r>
      <w:r w:rsidR="00276CCE">
        <w:t xml:space="preserve">. </w:t>
      </w:r>
      <w:r w:rsidRPr="00DA4E77">
        <w:t>Cette place</w:t>
      </w:r>
      <w:r w:rsidR="00276CCE">
        <w:t xml:space="preserve">, </w:t>
      </w:r>
      <w:r w:rsidRPr="00DA4E77">
        <w:t>de dimensions grandioses</w:t>
      </w:r>
      <w:r w:rsidR="00276CCE">
        <w:t xml:space="preserve">, </w:t>
      </w:r>
      <w:r w:rsidRPr="00DA4E77">
        <w:t>on l</w:t>
      </w:r>
      <w:r w:rsidR="00276CCE">
        <w:t>’</w:t>
      </w:r>
      <w:r w:rsidRPr="00DA4E77">
        <w:t>appelle place des Tr</w:t>
      </w:r>
      <w:r w:rsidRPr="00DA4E77">
        <w:t>o</w:t>
      </w:r>
      <w:r w:rsidRPr="00DA4E77">
        <w:t>phées</w:t>
      </w:r>
      <w:r w:rsidR="00276CCE">
        <w:t xml:space="preserve">, </w:t>
      </w:r>
      <w:r w:rsidRPr="00DA4E77">
        <w:t>à cause des monuments élevés</w:t>
      </w:r>
      <w:r w:rsidR="00276CCE">
        <w:t xml:space="preserve">, </w:t>
      </w:r>
      <w:r w:rsidRPr="00DA4E77">
        <w:t>depuis un siècle</w:t>
      </w:r>
      <w:r w:rsidR="00276CCE">
        <w:t xml:space="preserve">, </w:t>
      </w:r>
      <w:r w:rsidRPr="00DA4E77">
        <w:t>pour c</w:t>
      </w:r>
      <w:r w:rsidRPr="00DA4E77">
        <w:t>é</w:t>
      </w:r>
      <w:r w:rsidRPr="00DA4E77">
        <w:t>lébrer les conquêtes accomplies sur les peuples de race blanche</w:t>
      </w:r>
      <w:r w:rsidR="00276CCE">
        <w:t xml:space="preserve">. </w:t>
      </w:r>
      <w:r w:rsidRPr="00DA4E77">
        <w:t>Elle est entourée de vastes tavernes où les marins de l</w:t>
      </w:r>
      <w:r w:rsidR="00276CCE">
        <w:t>’</w:t>
      </w:r>
      <w:r w:rsidRPr="00DA4E77">
        <w:t>Empire vont se mêler aux matelots des vaisseaux marchands</w:t>
      </w:r>
      <w:r w:rsidR="00276CCE">
        <w:t xml:space="preserve">, </w:t>
      </w:r>
      <w:r w:rsidRPr="00DA4E77">
        <w:t>parmi la basse plèbe de la Cité</w:t>
      </w:r>
      <w:r w:rsidR="00276CCE">
        <w:t xml:space="preserve">. </w:t>
      </w:r>
      <w:r w:rsidRPr="00DA4E77">
        <w:t>Tout le jour</w:t>
      </w:r>
      <w:r w:rsidR="00276CCE">
        <w:t xml:space="preserve">, </w:t>
      </w:r>
      <w:r w:rsidRPr="00DA4E77">
        <w:t>au soleil</w:t>
      </w:r>
      <w:r w:rsidR="00276CCE">
        <w:t xml:space="preserve">, </w:t>
      </w:r>
      <w:r w:rsidRPr="00DA4E77">
        <w:t>des hommes</w:t>
      </w:r>
      <w:r w:rsidR="00276CCE">
        <w:t xml:space="preserve">, </w:t>
      </w:r>
      <w:r w:rsidRPr="00DA4E77">
        <w:t>mal vêtus et paresseux</w:t>
      </w:r>
      <w:r w:rsidR="00276CCE">
        <w:t xml:space="preserve">, </w:t>
      </w:r>
      <w:r w:rsidRPr="00DA4E77">
        <w:t>dorment allongés sur les pavés de la place</w:t>
      </w:r>
      <w:r w:rsidR="00276CCE">
        <w:t xml:space="preserve"> ; </w:t>
      </w:r>
      <w:r w:rsidRPr="00DA4E77">
        <w:t>et</w:t>
      </w:r>
      <w:r w:rsidR="00276CCE">
        <w:t xml:space="preserve">, </w:t>
      </w:r>
      <w:r w:rsidRPr="00DA4E77">
        <w:t>la nuit</w:t>
      </w:r>
      <w:r w:rsidR="00276CCE">
        <w:t xml:space="preserve">, </w:t>
      </w:r>
      <w:r w:rsidRPr="00DA4E77">
        <w:t>aux portes des tavernes</w:t>
      </w:r>
      <w:r w:rsidR="00276CCE">
        <w:t xml:space="preserve">, </w:t>
      </w:r>
      <w:r w:rsidRPr="00DA4E77">
        <w:t>des rixes éclatent</w:t>
      </w:r>
      <w:r w:rsidR="00276CCE">
        <w:t>.</w:t>
      </w:r>
    </w:p>
    <w:p w14:paraId="18DCFD3A" w14:textId="77777777" w:rsidR="00276CCE" w:rsidRDefault="002A4158" w:rsidP="002A4158">
      <w:r w:rsidRPr="00DA4E77">
        <w:t>Or</w:t>
      </w:r>
      <w:r w:rsidR="00276CCE">
        <w:t xml:space="preserve">, </w:t>
      </w:r>
      <w:r w:rsidRPr="00DA4E77">
        <w:t>ce soir</w:t>
      </w:r>
      <w:r w:rsidR="00276CCE">
        <w:t xml:space="preserve">, </w:t>
      </w:r>
      <w:r w:rsidRPr="00DA4E77">
        <w:t>plus de simples conflits entre marins ivres ou femmes perdues</w:t>
      </w:r>
      <w:r w:rsidR="00276CCE">
        <w:t xml:space="preserve"> ; </w:t>
      </w:r>
      <w:r w:rsidRPr="00DA4E77">
        <w:t>mais une vraie bataille</w:t>
      </w:r>
      <w:r w:rsidR="00276CCE">
        <w:t xml:space="preserve">. </w:t>
      </w:r>
      <w:r w:rsidRPr="00DA4E77">
        <w:t>Dans la pénombre de la nuit toute proche</w:t>
      </w:r>
      <w:r w:rsidR="00276CCE">
        <w:t xml:space="preserve">, </w:t>
      </w:r>
      <w:r w:rsidRPr="00DA4E77">
        <w:t>la mêlée paraît plus sinistre encore</w:t>
      </w:r>
      <w:r w:rsidR="00276CCE">
        <w:t>.</w:t>
      </w:r>
    </w:p>
    <w:p w14:paraId="1032ACB4" w14:textId="77777777" w:rsidR="00276CCE" w:rsidRDefault="00276CCE" w:rsidP="002A4158">
      <w:r>
        <w:t>— </w:t>
      </w:r>
      <w:r w:rsidR="002A4158" w:rsidRPr="00DA4E77">
        <w:t>Arrêtons-nous</w:t>
      </w:r>
      <w:r>
        <w:t xml:space="preserve">, </w:t>
      </w:r>
      <w:r w:rsidR="002A4158" w:rsidRPr="00DA4E77">
        <w:t xml:space="preserve">ordonne </w:t>
      </w:r>
      <w:proofErr w:type="spellStart"/>
      <w:r w:rsidR="002A4158" w:rsidRPr="00DA4E77">
        <w:t>Hellas</w:t>
      </w:r>
      <w:proofErr w:type="spellEnd"/>
      <w:r>
        <w:t xml:space="preserve">, </w:t>
      </w:r>
      <w:r w:rsidR="002A4158" w:rsidRPr="00DA4E77">
        <w:t xml:space="preserve">et regardons où se bat </w:t>
      </w:r>
      <w:proofErr w:type="spellStart"/>
      <w:r w:rsidR="002A4158" w:rsidRPr="00DA4E77">
        <w:t>Knephao</w:t>
      </w:r>
      <w:proofErr w:type="spellEnd"/>
      <w:r>
        <w:t xml:space="preserve">, </w:t>
      </w:r>
      <w:r w:rsidR="002A4158" w:rsidRPr="00DA4E77">
        <w:t>afin que d</w:t>
      </w:r>
      <w:r>
        <w:t>’</w:t>
      </w:r>
      <w:r w:rsidR="002A4158" w:rsidRPr="00DA4E77">
        <w:t>une vigoureuse attaque nous allions dég</w:t>
      </w:r>
      <w:r w:rsidR="002A4158" w:rsidRPr="00DA4E77">
        <w:t>a</w:t>
      </w:r>
      <w:r w:rsidR="002A4158" w:rsidRPr="00DA4E77">
        <w:t>ger notre ami</w:t>
      </w:r>
      <w:r>
        <w:t>.</w:t>
      </w:r>
    </w:p>
    <w:p w14:paraId="53010602" w14:textId="77777777" w:rsidR="00276CCE" w:rsidRDefault="002A4158" w:rsidP="002A4158">
      <w:r w:rsidRPr="00DA4E77">
        <w:t>Sous l</w:t>
      </w:r>
      <w:r w:rsidR="00276CCE">
        <w:t>’</w:t>
      </w:r>
      <w:r w:rsidRPr="00DA4E77">
        <w:t>abri d</w:t>
      </w:r>
      <w:r w:rsidR="00276CCE">
        <w:t>’</w:t>
      </w:r>
      <w:r w:rsidRPr="00DA4E77">
        <w:t>un bosquet de palmiers</w:t>
      </w:r>
      <w:r w:rsidR="00276CCE">
        <w:t xml:space="preserve">, </w:t>
      </w:r>
      <w:r w:rsidRPr="00DA4E77">
        <w:t>les cavaliers se ma</w:t>
      </w:r>
      <w:r w:rsidRPr="00DA4E77">
        <w:t>s</w:t>
      </w:r>
      <w:r w:rsidRPr="00DA4E77">
        <w:t>sent</w:t>
      </w:r>
      <w:r w:rsidR="00276CCE">
        <w:t>.</w:t>
      </w:r>
    </w:p>
    <w:p w14:paraId="4898750F" w14:textId="77777777" w:rsidR="00276CCE" w:rsidRDefault="00276CCE" w:rsidP="002A4158">
      <w:r>
        <w:t>— </w:t>
      </w:r>
      <w:r w:rsidR="002A4158" w:rsidRPr="00DA4E77">
        <w:t>Qu</w:t>
      </w:r>
      <w:r>
        <w:t>’</w:t>
      </w:r>
      <w:r w:rsidR="002A4158" w:rsidRPr="00DA4E77">
        <w:t>y a-t-il</w:t>
      </w:r>
      <w:r>
        <w:t xml:space="preserve"> ? </w:t>
      </w:r>
      <w:r w:rsidR="002A4158" w:rsidRPr="00DA4E77">
        <w:t>demande un officier égyptien à une femme qui porte un enfant pleurard</w:t>
      </w:r>
      <w:r>
        <w:t>.</w:t>
      </w:r>
    </w:p>
    <w:p w14:paraId="072AF160" w14:textId="77777777" w:rsidR="00276CCE" w:rsidRDefault="00276CCE" w:rsidP="002A4158">
      <w:r>
        <w:t>— </w:t>
      </w:r>
      <w:r w:rsidR="002A4158" w:rsidRPr="00DA4E77">
        <w:t>Ah</w:t>
      </w:r>
      <w:r>
        <w:t xml:space="preserve"> ! </w:t>
      </w:r>
      <w:r w:rsidR="002A4158" w:rsidRPr="00DA4E77">
        <w:t>beau soldat</w:t>
      </w:r>
      <w:r>
        <w:t xml:space="preserve">, </w:t>
      </w:r>
      <w:r w:rsidR="002A4158" w:rsidRPr="00DA4E77">
        <w:t>réplique la femme larmoyante</w:t>
      </w:r>
      <w:r>
        <w:t xml:space="preserve">, </w:t>
      </w:r>
      <w:r w:rsidR="002A4158" w:rsidRPr="00DA4E77">
        <w:t>si tu s</w:t>
      </w:r>
      <w:r w:rsidR="002A4158" w:rsidRPr="00DA4E77">
        <w:t>a</w:t>
      </w:r>
      <w:r w:rsidR="002A4158" w:rsidRPr="00DA4E77">
        <w:t>vais</w:t>
      </w:r>
      <w:r>
        <w:t xml:space="preserve"> ! </w:t>
      </w:r>
      <w:r w:rsidR="002A4158" w:rsidRPr="00DA4E77">
        <w:t>Les Aztèques ont brûlé les vaisseaux des Ligures</w:t>
      </w:r>
      <w:r>
        <w:t xml:space="preserve"> ; </w:t>
      </w:r>
      <w:r w:rsidR="002A4158" w:rsidRPr="00DA4E77">
        <w:t>ils les ont enfermés dans des tavernes où ils veulent mettre le feu</w:t>
      </w:r>
      <w:r>
        <w:t xml:space="preserve">, </w:t>
      </w:r>
      <w:r w:rsidR="002A4158" w:rsidRPr="00DA4E77">
        <w:t>et tout cela pour une méchante petite chanteuse blanche qu</w:t>
      </w:r>
      <w:r>
        <w:t>’</w:t>
      </w:r>
      <w:r w:rsidR="002A4158" w:rsidRPr="00DA4E77">
        <w:t>accompagnait un jeune homme</w:t>
      </w:r>
      <w:r>
        <w:t xml:space="preserve">. </w:t>
      </w:r>
      <w:r w:rsidR="002A4158" w:rsidRPr="00DA4E77">
        <w:t>Il paraît que cette Face de Lune a cherché querelle aux Aztèques</w:t>
      </w:r>
      <w:r>
        <w:t xml:space="preserve">, </w:t>
      </w:r>
      <w:r w:rsidR="002A4158" w:rsidRPr="00DA4E77">
        <w:t>parce qu</w:t>
      </w:r>
      <w:r>
        <w:t>’</w:t>
      </w:r>
      <w:r w:rsidR="002A4158" w:rsidRPr="00DA4E77">
        <w:t xml:space="preserve">ils insultaient </w:t>
      </w:r>
      <w:proofErr w:type="spellStart"/>
      <w:r w:rsidR="002A4158" w:rsidRPr="00DA4E77">
        <w:t>Hellas</w:t>
      </w:r>
      <w:proofErr w:type="spellEnd"/>
      <w:r>
        <w:t xml:space="preserve">. </w:t>
      </w:r>
      <w:r w:rsidR="002A4158" w:rsidRPr="00DA4E77">
        <w:t>Le jeune homme a tué un Aztèque d</w:t>
      </w:r>
      <w:r>
        <w:t>’</w:t>
      </w:r>
      <w:r w:rsidR="002A4158" w:rsidRPr="00DA4E77">
        <w:t xml:space="preserve">un coup de </w:t>
      </w:r>
      <w:r w:rsidR="002A4158" w:rsidRPr="00DA4E77">
        <w:lastRenderedPageBreak/>
        <w:t>bâton</w:t>
      </w:r>
      <w:r>
        <w:t xml:space="preserve"> ; </w:t>
      </w:r>
      <w:r w:rsidR="002A4158" w:rsidRPr="00DA4E77">
        <w:t>il s</w:t>
      </w:r>
      <w:r>
        <w:t>’</w:t>
      </w:r>
      <w:r w:rsidR="002A4158" w:rsidRPr="00DA4E77">
        <w:t>est réfugié avec la petite dans une taverne où buvaient des L</w:t>
      </w:r>
      <w:r w:rsidR="002A4158" w:rsidRPr="00DA4E77">
        <w:t>i</w:t>
      </w:r>
      <w:r w:rsidR="002A4158" w:rsidRPr="00DA4E77">
        <w:t>gures</w:t>
      </w:r>
      <w:r>
        <w:t xml:space="preserve">, </w:t>
      </w:r>
      <w:r w:rsidR="002A4158" w:rsidRPr="00DA4E77">
        <w:t>et la bataille a commencé</w:t>
      </w:r>
      <w:r>
        <w:t>.</w:t>
      </w:r>
    </w:p>
    <w:p w14:paraId="1EED4D72" w14:textId="77777777" w:rsidR="00276CCE" w:rsidRDefault="00276CCE" w:rsidP="002A4158">
      <w:r>
        <w:t>— </w:t>
      </w:r>
      <w:r w:rsidR="002A4158" w:rsidRPr="00DA4E77">
        <w:t>Mais qui donc se bat</w:t>
      </w:r>
      <w:r>
        <w:t xml:space="preserve">, </w:t>
      </w:r>
      <w:r w:rsidR="002A4158" w:rsidRPr="00DA4E77">
        <w:t>en ce moment</w:t>
      </w:r>
      <w:r>
        <w:t> ?</w:t>
      </w:r>
    </w:p>
    <w:p w14:paraId="4E84B1DF" w14:textId="77777777" w:rsidR="00276CCE" w:rsidRDefault="00276CCE" w:rsidP="002A4158">
      <w:r>
        <w:t>— </w:t>
      </w:r>
      <w:r w:rsidR="002A4158" w:rsidRPr="00DA4E77">
        <w:t>Une espèce de géant qui vient d</w:t>
      </w:r>
      <w:r>
        <w:t>’</w:t>
      </w:r>
      <w:r w:rsidR="002A4158" w:rsidRPr="00DA4E77">
        <w:t>accourir avec des Égy</w:t>
      </w:r>
      <w:r w:rsidR="002A4158" w:rsidRPr="00DA4E77">
        <w:t>p</w:t>
      </w:r>
      <w:r w:rsidR="002A4158" w:rsidRPr="00DA4E77">
        <w:t>tiens</w:t>
      </w:r>
      <w:r>
        <w:t xml:space="preserve">, </w:t>
      </w:r>
      <w:r w:rsidR="002A4158" w:rsidRPr="00DA4E77">
        <w:t>et</w:t>
      </w:r>
      <w:r>
        <w:t xml:space="preserve">, </w:t>
      </w:r>
      <w:r w:rsidR="002A4158" w:rsidRPr="00DA4E77">
        <w:t>à grands coups d</w:t>
      </w:r>
      <w:r>
        <w:t>’</w:t>
      </w:r>
      <w:r w:rsidR="002A4158" w:rsidRPr="00DA4E77">
        <w:t>épée</w:t>
      </w:r>
      <w:r>
        <w:t xml:space="preserve">, </w:t>
      </w:r>
      <w:r w:rsidR="002A4158" w:rsidRPr="00DA4E77">
        <w:t>il frappe dans le tas</w:t>
      </w:r>
      <w:r>
        <w:t xml:space="preserve">. </w:t>
      </w:r>
      <w:r w:rsidR="002A4158" w:rsidRPr="00DA4E77">
        <w:t>Mais on l</w:t>
      </w:r>
      <w:r>
        <w:t>’</w:t>
      </w:r>
      <w:r w:rsidR="002A4158" w:rsidRPr="00DA4E77">
        <w:t>encercle et il ne va pas tarder à succomber</w:t>
      </w:r>
      <w:r>
        <w:t>.</w:t>
      </w:r>
    </w:p>
    <w:p w14:paraId="02EDA105" w14:textId="77777777" w:rsidR="00276CCE" w:rsidRDefault="002A4158" w:rsidP="002A4158">
      <w:proofErr w:type="spellStart"/>
      <w:r w:rsidRPr="00DA4E77">
        <w:t>Hellas</w:t>
      </w:r>
      <w:proofErr w:type="spellEnd"/>
      <w:r w:rsidRPr="00DA4E77">
        <w:t xml:space="preserve"> n</w:t>
      </w:r>
      <w:r w:rsidR="00276CCE">
        <w:t>’</w:t>
      </w:r>
      <w:r w:rsidRPr="00DA4E77">
        <w:t>en veut pas entendre plus long</w:t>
      </w:r>
      <w:r w:rsidR="00276CCE">
        <w:t xml:space="preserve">. </w:t>
      </w:r>
      <w:r w:rsidRPr="00DA4E77">
        <w:t>Sortant brusqu</w:t>
      </w:r>
      <w:r w:rsidRPr="00DA4E77">
        <w:t>e</w:t>
      </w:r>
      <w:r w:rsidRPr="00DA4E77">
        <w:t>ment du bosquet</w:t>
      </w:r>
      <w:r w:rsidR="00276CCE">
        <w:t xml:space="preserve">, </w:t>
      </w:r>
      <w:r w:rsidRPr="00DA4E77">
        <w:t>il fait signe à ses hommes</w:t>
      </w:r>
      <w:r w:rsidR="00276CCE">
        <w:t xml:space="preserve">, </w:t>
      </w:r>
      <w:r w:rsidRPr="00DA4E77">
        <w:t>et les cavaliers s</w:t>
      </w:r>
      <w:r w:rsidR="00276CCE">
        <w:t>’</w:t>
      </w:r>
      <w:r w:rsidRPr="00DA4E77">
        <w:t>élancent sur la place</w:t>
      </w:r>
      <w:r w:rsidR="00276CCE">
        <w:t>.</w:t>
      </w:r>
    </w:p>
    <w:p w14:paraId="0B54AF62" w14:textId="77777777" w:rsidR="00276CCE" w:rsidRDefault="00276CCE" w:rsidP="00276CCE">
      <w:pPr>
        <w:pStyle w:val="Titre2"/>
        <w:rPr>
          <w:i/>
        </w:rPr>
      </w:pPr>
      <w:bookmarkStart w:id="38" w:name="_Toc194842024"/>
      <w:r w:rsidRPr="00DA4E77">
        <w:lastRenderedPageBreak/>
        <w:t>Scène</w:t>
      </w:r>
      <w:r>
        <w:t> </w:t>
      </w:r>
      <w:r w:rsidRPr="00DA4E77">
        <w:t>XII</w:t>
      </w:r>
      <w:r>
        <w:t xml:space="preserve">. – </w:t>
      </w:r>
      <w:r w:rsidR="002A4158" w:rsidRPr="00DA4E77">
        <w:rPr>
          <w:i/>
        </w:rPr>
        <w:t>La mêlée</w:t>
      </w:r>
      <w:r>
        <w:rPr>
          <w:i/>
        </w:rPr>
        <w:t>.</w:t>
      </w:r>
      <w:bookmarkEnd w:id="38"/>
    </w:p>
    <w:p w14:paraId="7E20890F" w14:textId="77777777" w:rsidR="00276CCE" w:rsidRDefault="00276CCE" w:rsidP="002A4158">
      <w:r>
        <w:rPr>
          <w:i/>
        </w:rPr>
        <w:t>— </w:t>
      </w:r>
      <w:proofErr w:type="spellStart"/>
      <w:r w:rsidR="002A4158" w:rsidRPr="00DA4E77">
        <w:t>Hellas</w:t>
      </w:r>
      <w:proofErr w:type="spellEnd"/>
      <w:r>
        <w:t xml:space="preserve"> ! </w:t>
      </w:r>
      <w:r w:rsidR="002A4158" w:rsidRPr="00DA4E77">
        <w:t>appelle la foule</w:t>
      </w:r>
      <w:r>
        <w:t>.</w:t>
      </w:r>
    </w:p>
    <w:p w14:paraId="74EE611B" w14:textId="77777777" w:rsidR="00276CCE" w:rsidRDefault="002A4158" w:rsidP="002A4158">
      <w:r w:rsidRPr="00DA4E77">
        <w:t>Immédiatement</w:t>
      </w:r>
      <w:r w:rsidR="00276CCE">
        <w:t xml:space="preserve">, </w:t>
      </w:r>
      <w:r w:rsidRPr="00DA4E77">
        <w:t>du cœur de la mêlée</w:t>
      </w:r>
      <w:r w:rsidR="00276CCE">
        <w:t xml:space="preserve">, </w:t>
      </w:r>
      <w:r w:rsidRPr="00DA4E77">
        <w:t>une voix formidable se fait entendre</w:t>
      </w:r>
      <w:r w:rsidR="00276CCE">
        <w:t> :</w:t>
      </w:r>
    </w:p>
    <w:p w14:paraId="201C1476"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À moi</w:t>
      </w:r>
      <w:r>
        <w:t xml:space="preserve"> ! </w:t>
      </w:r>
      <w:r w:rsidR="002A4158" w:rsidRPr="00DA4E77">
        <w:t>à moi</w:t>
      </w:r>
      <w:r>
        <w:t xml:space="preserve"> ! </w:t>
      </w:r>
      <w:r w:rsidR="002A4158" w:rsidRPr="00DA4E77">
        <w:t>à nous</w:t>
      </w:r>
      <w:r>
        <w:t> !</w:t>
      </w:r>
    </w:p>
    <w:p w14:paraId="587EA199" w14:textId="77777777" w:rsidR="00276CCE" w:rsidRDefault="00276CCE" w:rsidP="002A4158">
      <w:r>
        <w:t>— </w:t>
      </w:r>
      <w:r w:rsidR="002A4158" w:rsidRPr="00DA4E77">
        <w:t>Courage</w:t>
      </w:r>
      <w:r>
        <w:t xml:space="preserve">, </w:t>
      </w:r>
      <w:proofErr w:type="spellStart"/>
      <w:r w:rsidR="002A4158" w:rsidRPr="00DA4E77">
        <w:t>Knephao</w:t>
      </w:r>
      <w:proofErr w:type="spellEnd"/>
      <w:r>
        <w:t xml:space="preserve"> ! </w:t>
      </w:r>
      <w:r w:rsidR="002A4158" w:rsidRPr="00DA4E77">
        <w:t xml:space="preserve">crie </w:t>
      </w:r>
      <w:proofErr w:type="spellStart"/>
      <w:r w:rsidR="002A4158" w:rsidRPr="00DA4E77">
        <w:t>Hellas</w:t>
      </w:r>
      <w:proofErr w:type="spellEnd"/>
      <w:r>
        <w:t>.</w:t>
      </w:r>
    </w:p>
    <w:p w14:paraId="623F833E" w14:textId="77777777" w:rsidR="00276CCE" w:rsidRDefault="002A4158" w:rsidP="002A4158">
      <w:r w:rsidRPr="00DA4E77">
        <w:t>Et des glaives s</w:t>
      </w:r>
      <w:r w:rsidR="00276CCE">
        <w:t>’</w:t>
      </w:r>
      <w:r w:rsidRPr="00DA4E77">
        <w:t>abattent sur les Aztèques</w:t>
      </w:r>
      <w:r w:rsidR="00276CCE">
        <w:t xml:space="preserve">, </w:t>
      </w:r>
      <w:r w:rsidRPr="00DA4E77">
        <w:t>surpris</w:t>
      </w:r>
      <w:r w:rsidR="00276CCE">
        <w:t>.</w:t>
      </w:r>
    </w:p>
    <w:p w14:paraId="04513F93" w14:textId="77777777" w:rsidR="00276CCE" w:rsidRDefault="00276CCE" w:rsidP="002A4158">
      <w:r>
        <w:t>— </w:t>
      </w:r>
      <w:r w:rsidR="002A4158" w:rsidRPr="00DA4E77">
        <w:t xml:space="preserve">Voici </w:t>
      </w:r>
      <w:proofErr w:type="spellStart"/>
      <w:r w:rsidR="002A4158" w:rsidRPr="00DA4E77">
        <w:t>Hellas</w:t>
      </w:r>
      <w:proofErr w:type="spellEnd"/>
      <w:r>
        <w:t xml:space="preserve"> ! </w:t>
      </w:r>
      <w:r w:rsidR="002A4158" w:rsidRPr="00DA4E77">
        <w:t>Voici l</w:t>
      </w:r>
      <w:r>
        <w:t>’</w:t>
      </w:r>
      <w:r w:rsidR="002A4158" w:rsidRPr="00DA4E77">
        <w:t>Égypte</w:t>
      </w:r>
      <w:r>
        <w:t xml:space="preserve"> ! </w:t>
      </w:r>
      <w:r w:rsidR="002A4158" w:rsidRPr="00DA4E77">
        <w:t>Sauve qui peut</w:t>
      </w:r>
      <w:r>
        <w:t xml:space="preserve"> ! </w:t>
      </w:r>
      <w:r w:rsidR="002A4158" w:rsidRPr="00DA4E77">
        <w:t>hurlent les matelots rouges</w:t>
      </w:r>
      <w:r>
        <w:t>.</w:t>
      </w:r>
    </w:p>
    <w:p w14:paraId="00E8F911" w14:textId="77777777" w:rsidR="00276CCE" w:rsidRDefault="002A4158" w:rsidP="002A4158">
      <w:r w:rsidRPr="00DA4E77">
        <w:t>La place</w:t>
      </w:r>
      <w:r w:rsidR="00276CCE">
        <w:t xml:space="preserve">, </w:t>
      </w:r>
      <w:r w:rsidRPr="00DA4E77">
        <w:t>en effet</w:t>
      </w:r>
      <w:r w:rsidR="00276CCE">
        <w:t xml:space="preserve">, </w:t>
      </w:r>
      <w:r w:rsidRPr="00DA4E77">
        <w:t>se vide presque instantanément</w:t>
      </w:r>
      <w:r w:rsidR="00276CCE">
        <w:t xml:space="preserve">, </w:t>
      </w:r>
      <w:r w:rsidRPr="00DA4E77">
        <w:t xml:space="preserve">et </w:t>
      </w:r>
      <w:proofErr w:type="spellStart"/>
      <w:r w:rsidRPr="00DA4E77">
        <w:t>Kn</w:t>
      </w:r>
      <w:r w:rsidRPr="00DA4E77">
        <w:t>e</w:t>
      </w:r>
      <w:r w:rsidRPr="00DA4E77">
        <w:t>phao</w:t>
      </w:r>
      <w:proofErr w:type="spellEnd"/>
      <w:r w:rsidRPr="00DA4E77">
        <w:t xml:space="preserve"> s</w:t>
      </w:r>
      <w:r w:rsidR="00276CCE">
        <w:t>’</w:t>
      </w:r>
      <w:r w:rsidRPr="00DA4E77">
        <w:t>arrête de combattre</w:t>
      </w:r>
      <w:r w:rsidR="00276CCE">
        <w:t xml:space="preserve"> ; </w:t>
      </w:r>
      <w:r w:rsidRPr="00DA4E77">
        <w:t>il laisse tomber son glaive et s</w:t>
      </w:r>
      <w:r w:rsidR="00276CCE">
        <w:t>’</w:t>
      </w:r>
      <w:r w:rsidRPr="00DA4E77">
        <w:t>affaisse</w:t>
      </w:r>
      <w:r w:rsidR="00276CCE">
        <w:t xml:space="preserve">, </w:t>
      </w:r>
      <w:r w:rsidRPr="00DA4E77">
        <w:t>épuisé</w:t>
      </w:r>
      <w:r w:rsidR="00276CCE">
        <w:t xml:space="preserve">, </w:t>
      </w:r>
      <w:r w:rsidRPr="00DA4E77">
        <w:t>dans les bras de deux Égyptiens qui</w:t>
      </w:r>
      <w:r w:rsidR="00276CCE">
        <w:t xml:space="preserve">, </w:t>
      </w:r>
      <w:r w:rsidRPr="00DA4E77">
        <w:t>derrière lui</w:t>
      </w:r>
      <w:r w:rsidR="00276CCE">
        <w:t xml:space="preserve">, </w:t>
      </w:r>
      <w:r w:rsidRPr="00DA4E77">
        <w:t>le soutenaient dans la lutte</w:t>
      </w:r>
      <w:r w:rsidR="00276CCE">
        <w:t>.</w:t>
      </w:r>
    </w:p>
    <w:p w14:paraId="306880BD" w14:textId="77777777" w:rsidR="00276CCE" w:rsidRDefault="00276CCE" w:rsidP="002A4158">
      <w:r>
        <w:t>— </w:t>
      </w:r>
      <w:proofErr w:type="spellStart"/>
      <w:r w:rsidR="002A4158" w:rsidRPr="00DA4E77">
        <w:t>Knephao</w:t>
      </w:r>
      <w:proofErr w:type="spellEnd"/>
      <w:r>
        <w:t xml:space="preserve">, </w:t>
      </w:r>
      <w:r w:rsidR="002A4158" w:rsidRPr="00DA4E77">
        <w:t>mon ami</w:t>
      </w:r>
      <w:r>
        <w:t xml:space="preserve">, </w:t>
      </w:r>
      <w:r w:rsidR="002A4158" w:rsidRPr="00DA4E77">
        <w:t>qu</w:t>
      </w:r>
      <w:r>
        <w:t>’</w:t>
      </w:r>
      <w:r w:rsidR="002A4158" w:rsidRPr="00DA4E77">
        <w:t>as-tu</w:t>
      </w:r>
      <w:r>
        <w:t xml:space="preserve"> ? </w:t>
      </w:r>
      <w:r w:rsidR="002A4158" w:rsidRPr="00DA4E77">
        <w:t>interroge le Prince sautant à bas de son cheval</w:t>
      </w:r>
      <w:r>
        <w:t>.</w:t>
      </w:r>
    </w:p>
    <w:p w14:paraId="3DD1A21C" w14:textId="77777777" w:rsidR="00276CCE" w:rsidRDefault="00276CCE" w:rsidP="002A4158">
      <w:r>
        <w:t>— </w:t>
      </w:r>
      <w:r w:rsidR="002A4158" w:rsidRPr="00DA4E77">
        <w:t>Rien</w:t>
      </w:r>
      <w:r>
        <w:t xml:space="preserve"> ! </w:t>
      </w:r>
      <w:r w:rsidR="002A4158" w:rsidRPr="00DA4E77">
        <w:t>rien</w:t>
      </w:r>
      <w:r>
        <w:t xml:space="preserve"> ! </w:t>
      </w:r>
      <w:r w:rsidR="002A4158" w:rsidRPr="00DA4E77">
        <w:t>Voilà près d</w:t>
      </w:r>
      <w:r>
        <w:t>’</w:t>
      </w:r>
      <w:r w:rsidR="002A4158" w:rsidRPr="00DA4E77">
        <w:t>une heure que mon bras se lève et s</w:t>
      </w:r>
      <w:r>
        <w:t>’</w:t>
      </w:r>
      <w:r w:rsidR="002A4158" w:rsidRPr="00DA4E77">
        <w:t>abaisse sans discontinuer</w:t>
      </w:r>
      <w:r>
        <w:t>.</w:t>
      </w:r>
    </w:p>
    <w:p w14:paraId="25961317" w14:textId="77777777" w:rsidR="00276CCE" w:rsidRDefault="00276CCE" w:rsidP="002A4158">
      <w:r>
        <w:t>— </w:t>
      </w:r>
      <w:r w:rsidR="002A4158" w:rsidRPr="00DA4E77">
        <w:t>Et ce sang sur ta tête</w:t>
      </w:r>
      <w:r>
        <w:t> ?</w:t>
      </w:r>
    </w:p>
    <w:p w14:paraId="518C573D" w14:textId="77777777" w:rsidR="00276CCE" w:rsidRDefault="00276CCE" w:rsidP="002A4158">
      <w:r>
        <w:t>— </w:t>
      </w:r>
      <w:r w:rsidR="002A4158" w:rsidRPr="00DA4E77">
        <w:t>Presque rien</w:t>
      </w:r>
      <w:r>
        <w:t xml:space="preserve">. </w:t>
      </w:r>
      <w:r w:rsidR="002A4158" w:rsidRPr="00DA4E77">
        <w:t>Une massue qui a faussé mon casque</w:t>
      </w:r>
      <w:r>
        <w:t> !</w:t>
      </w:r>
    </w:p>
    <w:p w14:paraId="44F24699" w14:textId="77777777" w:rsidR="00276CCE" w:rsidRDefault="002A4158" w:rsidP="002A4158">
      <w:r w:rsidRPr="00DA4E77">
        <w:t>Et le géant</w:t>
      </w:r>
      <w:r w:rsidR="00276CCE">
        <w:t xml:space="preserve">, </w:t>
      </w:r>
      <w:r w:rsidRPr="00DA4E77">
        <w:t>se redressant d</w:t>
      </w:r>
      <w:r w:rsidR="00276CCE">
        <w:t>’</w:t>
      </w:r>
      <w:r w:rsidRPr="00DA4E77">
        <w:t>un bond</w:t>
      </w:r>
      <w:r w:rsidR="00276CCE">
        <w:t xml:space="preserve">, </w:t>
      </w:r>
      <w:r w:rsidRPr="00DA4E77">
        <w:t>secoue sa tête</w:t>
      </w:r>
      <w:r w:rsidR="00276CCE">
        <w:t xml:space="preserve">, </w:t>
      </w:r>
      <w:r w:rsidRPr="00DA4E77">
        <w:t>r</w:t>
      </w:r>
      <w:r w:rsidRPr="00DA4E77">
        <w:t>a</w:t>
      </w:r>
      <w:r w:rsidRPr="00DA4E77">
        <w:t>masse son glaive</w:t>
      </w:r>
      <w:r w:rsidR="00276CCE">
        <w:t xml:space="preserve">, </w:t>
      </w:r>
      <w:r w:rsidRPr="00DA4E77">
        <w:t>essuie son front</w:t>
      </w:r>
      <w:r w:rsidR="00276CCE">
        <w:t xml:space="preserve">, </w:t>
      </w:r>
      <w:r w:rsidRPr="00DA4E77">
        <w:t>et</w:t>
      </w:r>
      <w:r w:rsidR="00276CCE">
        <w:t xml:space="preserve">, </w:t>
      </w:r>
      <w:r w:rsidRPr="00DA4E77">
        <w:t>souriant</w:t>
      </w:r>
      <w:r w:rsidR="00276CCE">
        <w:t> :</w:t>
      </w:r>
    </w:p>
    <w:p w14:paraId="028CEAE4" w14:textId="77777777" w:rsidR="00276CCE" w:rsidRDefault="00276CCE" w:rsidP="002A4158">
      <w:r>
        <w:t>— </w:t>
      </w:r>
      <w:r w:rsidR="002A4158" w:rsidRPr="00DA4E77">
        <w:t>C</w:t>
      </w:r>
      <w:r>
        <w:t>’</w:t>
      </w:r>
      <w:r w:rsidR="002A4158" w:rsidRPr="00DA4E77">
        <w:t>est bien imprudent à toi</w:t>
      </w:r>
      <w:r>
        <w:t xml:space="preserve">, </w:t>
      </w:r>
      <w:proofErr w:type="spellStart"/>
      <w:r w:rsidR="002A4158" w:rsidRPr="00DA4E77">
        <w:t>Hellas</w:t>
      </w:r>
      <w:proofErr w:type="spellEnd"/>
      <w:r>
        <w:t xml:space="preserve">, </w:t>
      </w:r>
      <w:r w:rsidR="002A4158" w:rsidRPr="00DA4E77">
        <w:t>de venir prendre part à la fête</w:t>
      </w:r>
      <w:r>
        <w:t xml:space="preserve">. </w:t>
      </w:r>
      <w:r w:rsidR="002A4158" w:rsidRPr="00DA4E77">
        <w:t>Mais</w:t>
      </w:r>
      <w:r>
        <w:t xml:space="preserve">, </w:t>
      </w:r>
      <w:r w:rsidR="002A4158" w:rsidRPr="00DA4E77">
        <w:t>là-haut</w:t>
      </w:r>
      <w:r>
        <w:t xml:space="preserve">, </w:t>
      </w:r>
      <w:r w:rsidR="002A4158" w:rsidRPr="00DA4E77">
        <w:t>qui veille pour toi</w:t>
      </w:r>
      <w:r>
        <w:t> ?</w:t>
      </w:r>
    </w:p>
    <w:p w14:paraId="0EB56ACF" w14:textId="77777777" w:rsidR="00276CCE" w:rsidRDefault="00276CCE" w:rsidP="002A4158">
      <w:r>
        <w:t>— </w:t>
      </w:r>
      <w:proofErr w:type="spellStart"/>
      <w:r w:rsidR="002A4158" w:rsidRPr="00DA4E77">
        <w:t>Hermos</w:t>
      </w:r>
      <w:proofErr w:type="spellEnd"/>
      <w:r>
        <w:t> !</w:t>
      </w:r>
    </w:p>
    <w:p w14:paraId="086F9782" w14:textId="77777777" w:rsidR="00276CCE" w:rsidRDefault="00276CCE" w:rsidP="002A4158">
      <w:r>
        <w:lastRenderedPageBreak/>
        <w:t>— </w:t>
      </w:r>
      <w:r w:rsidR="002A4158" w:rsidRPr="00DA4E77">
        <w:t>Ah</w:t>
      </w:r>
      <w:r>
        <w:t xml:space="preserve"> ! </w:t>
      </w:r>
      <w:r w:rsidR="002A4158" w:rsidRPr="00DA4E77">
        <w:t>je respire</w:t>
      </w:r>
      <w:r>
        <w:t xml:space="preserve"> ! </w:t>
      </w:r>
      <w:proofErr w:type="spellStart"/>
      <w:r w:rsidR="002A4158" w:rsidRPr="00DA4E77">
        <w:t>Hermos</w:t>
      </w:r>
      <w:proofErr w:type="spellEnd"/>
      <w:r w:rsidR="002A4158" w:rsidRPr="00DA4E77">
        <w:t xml:space="preserve"> connaît l</w:t>
      </w:r>
      <w:r>
        <w:t>’</w:t>
      </w:r>
      <w:r w:rsidR="002A4158" w:rsidRPr="00DA4E77">
        <w:t>escalier secret</w:t>
      </w:r>
      <w:r>
        <w:t> !</w:t>
      </w:r>
    </w:p>
    <w:p w14:paraId="668E9E07" w14:textId="77777777" w:rsidR="00276CCE" w:rsidRDefault="00276CCE" w:rsidP="002A4158">
      <w:r>
        <w:t>— </w:t>
      </w:r>
      <w:r w:rsidR="002A4158" w:rsidRPr="00DA4E77">
        <w:t>Que veux-tu dire</w:t>
      </w:r>
      <w:r>
        <w:t> ?</w:t>
      </w:r>
    </w:p>
    <w:p w14:paraId="35503638" w14:textId="77777777" w:rsidR="00276CCE" w:rsidRDefault="00276CCE" w:rsidP="002A4158">
      <w:r>
        <w:t>— </w:t>
      </w:r>
      <w:r w:rsidR="002A4158" w:rsidRPr="00DA4E77">
        <w:t>Qu</w:t>
      </w:r>
      <w:r>
        <w:t>’</w:t>
      </w:r>
      <w:r w:rsidR="002A4158" w:rsidRPr="00DA4E77">
        <w:t>un immense complot est tramé</w:t>
      </w:r>
      <w:r>
        <w:t xml:space="preserve">, </w:t>
      </w:r>
      <w:r w:rsidR="002A4158" w:rsidRPr="00DA4E77">
        <w:t>mon maître</w:t>
      </w:r>
      <w:r>
        <w:t xml:space="preserve"> ! </w:t>
      </w:r>
      <w:r w:rsidR="002A4158" w:rsidRPr="00DA4E77">
        <w:t xml:space="preserve">Que </w:t>
      </w:r>
      <w:proofErr w:type="spellStart"/>
      <w:r w:rsidR="002A4158" w:rsidRPr="00DA4E77">
        <w:t>Belkis</w:t>
      </w:r>
      <w:proofErr w:type="spellEnd"/>
      <w:r>
        <w:t xml:space="preserve">, </w:t>
      </w:r>
      <w:r w:rsidR="002A4158" w:rsidRPr="00DA4E77">
        <w:t>là-haut</w:t>
      </w:r>
      <w:r>
        <w:t xml:space="preserve">, </w:t>
      </w:r>
      <w:r w:rsidR="002A4158" w:rsidRPr="00DA4E77">
        <w:t>entouré de bandits audacieux</w:t>
      </w:r>
      <w:r>
        <w:t xml:space="preserve">, </w:t>
      </w:r>
      <w:r w:rsidR="002A4158" w:rsidRPr="00DA4E77">
        <w:t>se dispose à esc</w:t>
      </w:r>
      <w:r w:rsidR="002A4158" w:rsidRPr="00DA4E77">
        <w:t>a</w:t>
      </w:r>
      <w:r w:rsidR="002A4158" w:rsidRPr="00DA4E77">
        <w:t xml:space="preserve">lader </w:t>
      </w:r>
      <w:smartTag w:uri="urn:schemas-microsoft-com:office:smarttags" w:element="PersonName">
        <w:smartTagPr>
          <w:attr w:name="ProductID" w:val="la Terrasse Sainte"/>
        </w:smartTagPr>
        <w:r w:rsidR="002A4158" w:rsidRPr="00DA4E77">
          <w:t>la Terrasse Sainte</w:t>
        </w:r>
      </w:smartTag>
      <w:r w:rsidR="002A4158" w:rsidRPr="00DA4E77">
        <w:t xml:space="preserve"> pour aller ravir les secrets du Sphinx</w:t>
      </w:r>
      <w:r>
        <w:t xml:space="preserve">. </w:t>
      </w:r>
      <w:r w:rsidR="002A4158" w:rsidRPr="00DA4E77">
        <w:t>Afin d</w:t>
      </w:r>
      <w:r>
        <w:t>’</w:t>
      </w:r>
      <w:r w:rsidR="002A4158" w:rsidRPr="00DA4E77">
        <w:t>accomplir une pareille œuvre</w:t>
      </w:r>
      <w:r>
        <w:t xml:space="preserve">, </w:t>
      </w:r>
      <w:r w:rsidR="002A4158" w:rsidRPr="00DA4E77">
        <w:t>on s</w:t>
      </w:r>
      <w:r>
        <w:t>’</w:t>
      </w:r>
      <w:r w:rsidR="002A4158" w:rsidRPr="00DA4E77">
        <w:t>est efforcé de m</w:t>
      </w:r>
      <w:r>
        <w:t>’</w:t>
      </w:r>
      <w:r w:rsidR="002A4158" w:rsidRPr="00DA4E77">
        <w:t>attirer ici</w:t>
      </w:r>
      <w:r>
        <w:t>.</w:t>
      </w:r>
    </w:p>
    <w:p w14:paraId="743CE6BF" w14:textId="77777777" w:rsidR="00276CCE" w:rsidRDefault="00276CCE" w:rsidP="002A4158">
      <w:r>
        <w:t>— </w:t>
      </w:r>
      <w:r w:rsidR="002A4158" w:rsidRPr="00DA4E77">
        <w:t>Et l</w:t>
      </w:r>
      <w:r>
        <w:t>’</w:t>
      </w:r>
      <w:r w:rsidR="002A4158" w:rsidRPr="00DA4E77">
        <w:t>on n</w:t>
      </w:r>
      <w:r>
        <w:t>’</w:t>
      </w:r>
      <w:r w:rsidR="002A4158" w:rsidRPr="00DA4E77">
        <w:t>a que trop réussi</w:t>
      </w:r>
      <w:r>
        <w:t xml:space="preserve">, </w:t>
      </w:r>
      <w:r w:rsidR="002A4158" w:rsidRPr="00DA4E77">
        <w:t>imprudent</w:t>
      </w:r>
      <w:r>
        <w:t> !</w:t>
      </w:r>
    </w:p>
    <w:p w14:paraId="79F6918C" w14:textId="77777777" w:rsidR="00276CCE" w:rsidRDefault="00276CCE" w:rsidP="002A4158">
      <w:r>
        <w:t>— </w:t>
      </w:r>
      <w:r w:rsidR="002A4158" w:rsidRPr="00DA4E77">
        <w:t>Heureusement</w:t>
      </w:r>
      <w:r>
        <w:t xml:space="preserve"> ! </w:t>
      </w:r>
      <w:r w:rsidR="002A4158" w:rsidRPr="00DA4E77">
        <w:t>Si je n</w:t>
      </w:r>
      <w:r>
        <w:t>’</w:t>
      </w:r>
      <w:r w:rsidR="002A4158" w:rsidRPr="00DA4E77">
        <w:t>étais venu</w:t>
      </w:r>
      <w:r>
        <w:t xml:space="preserve">, </w:t>
      </w:r>
      <w:proofErr w:type="spellStart"/>
      <w:r w:rsidR="002A4158" w:rsidRPr="00DA4E77">
        <w:t>Amonou</w:t>
      </w:r>
      <w:proofErr w:type="spellEnd"/>
      <w:r w:rsidR="002A4158" w:rsidRPr="00DA4E77">
        <w:t xml:space="preserve"> et </w:t>
      </w:r>
      <w:proofErr w:type="spellStart"/>
      <w:r w:rsidR="002A4158" w:rsidRPr="00DA4E77">
        <w:t>Glania</w:t>
      </w:r>
      <w:proofErr w:type="spellEnd"/>
      <w:r w:rsidR="002A4158" w:rsidRPr="00DA4E77">
        <w:t xml:space="preserve"> r</w:t>
      </w:r>
      <w:r w:rsidR="002A4158" w:rsidRPr="00DA4E77">
        <w:t>ô</w:t>
      </w:r>
      <w:r w:rsidR="002A4158" w:rsidRPr="00DA4E77">
        <w:t>tiraient en ce moment</w:t>
      </w:r>
      <w:r>
        <w:t xml:space="preserve">, </w:t>
      </w:r>
      <w:r w:rsidR="002A4158" w:rsidRPr="00DA4E77">
        <w:t>et</w:t>
      </w:r>
      <w:r>
        <w:t xml:space="preserve">, </w:t>
      </w:r>
      <w:r w:rsidR="002A4158" w:rsidRPr="00DA4E77">
        <w:t>avec eux</w:t>
      </w:r>
      <w:r>
        <w:t xml:space="preserve">, </w:t>
      </w:r>
      <w:r w:rsidR="002A4158" w:rsidRPr="00DA4E77">
        <w:t>nombre de Ligures</w:t>
      </w:r>
      <w:r>
        <w:t xml:space="preserve"> ! </w:t>
      </w:r>
      <w:r w:rsidR="002A4158" w:rsidRPr="00DA4E77">
        <w:t>Allons les délivrer</w:t>
      </w:r>
      <w:r>
        <w:t> !</w:t>
      </w:r>
    </w:p>
    <w:p w14:paraId="7CF2181C" w14:textId="77777777" w:rsidR="00276CCE" w:rsidRDefault="002A4158" w:rsidP="002A4158">
      <w:r w:rsidRPr="00DA4E77">
        <w:t>Mais de la taverne la plus rapprochée</w:t>
      </w:r>
      <w:r w:rsidR="00276CCE">
        <w:t xml:space="preserve">, </w:t>
      </w:r>
      <w:r w:rsidRPr="00DA4E77">
        <w:t>des cris s</w:t>
      </w:r>
      <w:r w:rsidR="00276CCE">
        <w:t>’</w:t>
      </w:r>
      <w:r w:rsidRPr="00DA4E77">
        <w:t>élèvent</w:t>
      </w:r>
      <w:r w:rsidR="00276CCE">
        <w:t> :</w:t>
      </w:r>
    </w:p>
    <w:p w14:paraId="3ACCF68D" w14:textId="77777777" w:rsidR="00276CCE" w:rsidRDefault="00276CCE" w:rsidP="002A4158">
      <w:r>
        <w:t>— </w:t>
      </w:r>
      <w:r w:rsidR="002A4158" w:rsidRPr="00DA4E77">
        <w:t>Délivre-nous</w:t>
      </w:r>
      <w:r>
        <w:t xml:space="preserve">, </w:t>
      </w:r>
      <w:proofErr w:type="spellStart"/>
      <w:r w:rsidR="002A4158" w:rsidRPr="00DA4E77">
        <w:t>Hellas</w:t>
      </w:r>
      <w:proofErr w:type="spellEnd"/>
      <w:r>
        <w:t xml:space="preserve"> ! </w:t>
      </w:r>
      <w:r w:rsidR="002A4158" w:rsidRPr="00DA4E77">
        <w:t>Nous t</w:t>
      </w:r>
      <w:r>
        <w:t>’</w:t>
      </w:r>
      <w:r w:rsidR="002A4158" w:rsidRPr="00DA4E77">
        <w:t>entendons</w:t>
      </w:r>
      <w:r>
        <w:t> !</w:t>
      </w:r>
    </w:p>
    <w:p w14:paraId="047477AF" w14:textId="77777777" w:rsidR="00276CCE" w:rsidRDefault="002A4158" w:rsidP="002A4158">
      <w:r w:rsidRPr="00DA4E77">
        <w:t xml:space="preserve">Les Égyptiens qui suivent </w:t>
      </w:r>
      <w:proofErr w:type="spellStart"/>
      <w:r w:rsidRPr="00DA4E77">
        <w:t>Hellas</w:t>
      </w:r>
      <w:proofErr w:type="spellEnd"/>
      <w:r w:rsidRPr="00DA4E77">
        <w:t xml:space="preserve"> descendent de cheval et s</w:t>
      </w:r>
      <w:r w:rsidR="00276CCE">
        <w:t>’</w:t>
      </w:r>
      <w:r w:rsidRPr="00DA4E77">
        <w:t>efforcent d</w:t>
      </w:r>
      <w:r w:rsidR="00276CCE">
        <w:t>’</w:t>
      </w:r>
      <w:r w:rsidRPr="00DA4E77">
        <w:t>enlever les poutres et les masses de fer que les A</w:t>
      </w:r>
      <w:r w:rsidRPr="00DA4E77">
        <w:t>z</w:t>
      </w:r>
      <w:r w:rsidRPr="00DA4E77">
        <w:t>tèques ont accumulées devant la porte</w:t>
      </w:r>
      <w:r w:rsidR="00276CCE">
        <w:t xml:space="preserve">. </w:t>
      </w:r>
      <w:r w:rsidRPr="00DA4E77">
        <w:t>D</w:t>
      </w:r>
      <w:r w:rsidR="00276CCE">
        <w:t>’</w:t>
      </w:r>
      <w:r w:rsidRPr="00DA4E77">
        <w:t>une vigoureuse pou</w:t>
      </w:r>
      <w:r w:rsidRPr="00DA4E77">
        <w:t>s</w:t>
      </w:r>
      <w:r w:rsidRPr="00DA4E77">
        <w:t>sée</w:t>
      </w:r>
      <w:r w:rsidR="00276CCE">
        <w:t xml:space="preserve">, </w:t>
      </w:r>
      <w:r w:rsidRPr="00DA4E77">
        <w:t>un des battants est dégagé et</w:t>
      </w:r>
      <w:r w:rsidR="00276CCE">
        <w:t xml:space="preserve">, </w:t>
      </w:r>
      <w:r w:rsidRPr="00DA4E77">
        <w:t>pêle-mêle</w:t>
      </w:r>
      <w:r w:rsidR="00276CCE">
        <w:t xml:space="preserve">, </w:t>
      </w:r>
      <w:r w:rsidRPr="00DA4E77">
        <w:t>les matelots lig</w:t>
      </w:r>
      <w:r w:rsidRPr="00DA4E77">
        <w:t>u</w:t>
      </w:r>
      <w:r w:rsidRPr="00DA4E77">
        <w:t>res sortent</w:t>
      </w:r>
      <w:r w:rsidR="00276CCE">
        <w:t>.</w:t>
      </w:r>
    </w:p>
    <w:p w14:paraId="02E9D531"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appelle une voix de femme</w:t>
      </w:r>
      <w:r>
        <w:t xml:space="preserve">. </w:t>
      </w:r>
      <w:r w:rsidR="002A4158" w:rsidRPr="00DA4E77">
        <w:t>C</w:t>
      </w:r>
      <w:r>
        <w:t>’</w:t>
      </w:r>
      <w:r w:rsidR="002A4158" w:rsidRPr="00DA4E77">
        <w:t>est toi qui viens nous sauver</w:t>
      </w:r>
      <w:r>
        <w:t xml:space="preserve"> ! </w:t>
      </w:r>
      <w:r w:rsidR="002A4158" w:rsidRPr="00DA4E77">
        <w:t>Je t</w:t>
      </w:r>
      <w:r>
        <w:t>’</w:t>
      </w:r>
      <w:r w:rsidR="002A4158" w:rsidRPr="00DA4E77">
        <w:t>attendais</w:t>
      </w:r>
      <w:r>
        <w:t xml:space="preserve"> ! </w:t>
      </w:r>
      <w:r w:rsidR="002A4158" w:rsidRPr="00DA4E77">
        <w:t>Tu vois</w:t>
      </w:r>
      <w:r>
        <w:t xml:space="preserve">, </w:t>
      </w:r>
      <w:proofErr w:type="spellStart"/>
      <w:r w:rsidR="002A4158" w:rsidRPr="00DA4E77">
        <w:t>Amonou</w:t>
      </w:r>
      <w:proofErr w:type="spellEnd"/>
      <w:r>
        <w:t xml:space="preserve">, </w:t>
      </w:r>
      <w:r w:rsidR="002A4158" w:rsidRPr="00DA4E77">
        <w:t>que j</w:t>
      </w:r>
      <w:r>
        <w:t>’</w:t>
      </w:r>
      <w:r w:rsidR="002A4158" w:rsidRPr="00DA4E77">
        <w:t>avais raison</w:t>
      </w:r>
      <w:r>
        <w:t> !</w:t>
      </w:r>
    </w:p>
    <w:p w14:paraId="4389F510" w14:textId="77777777" w:rsidR="00276CCE" w:rsidRDefault="002A4158" w:rsidP="002A4158">
      <w:r w:rsidRPr="00DA4E77">
        <w:t xml:space="preserve">Et </w:t>
      </w:r>
      <w:proofErr w:type="spellStart"/>
      <w:r w:rsidRPr="00DA4E77">
        <w:t>Glania</w:t>
      </w:r>
      <w:proofErr w:type="spellEnd"/>
      <w:r w:rsidR="00276CCE">
        <w:t xml:space="preserve">, </w:t>
      </w:r>
      <w:r w:rsidRPr="00DA4E77">
        <w:t>tout en larmes</w:t>
      </w:r>
      <w:r w:rsidR="00276CCE">
        <w:t xml:space="preserve">, </w:t>
      </w:r>
      <w:r w:rsidRPr="00DA4E77">
        <w:t>tombe aux pieds du Prince</w:t>
      </w:r>
      <w:r w:rsidR="00276CCE">
        <w:t xml:space="preserve">, </w:t>
      </w:r>
      <w:r w:rsidRPr="00DA4E77">
        <w:t>ba</w:t>
      </w:r>
      <w:r w:rsidRPr="00DA4E77">
        <w:t>i</w:t>
      </w:r>
      <w:r w:rsidRPr="00DA4E77">
        <w:t>sant la frange de sa tunique</w:t>
      </w:r>
      <w:r w:rsidR="00276CCE">
        <w:t>.</w:t>
      </w:r>
    </w:p>
    <w:p w14:paraId="61C2DB3D" w14:textId="77777777" w:rsidR="00276CCE" w:rsidRDefault="00276CCE" w:rsidP="002A4158">
      <w:r>
        <w:t>— </w:t>
      </w:r>
      <w:r w:rsidR="002A4158" w:rsidRPr="00DA4E77">
        <w:t>Veux-tu bien rester à l</w:t>
      </w:r>
      <w:r>
        <w:t>’</w:t>
      </w:r>
      <w:r w:rsidR="002A4158" w:rsidRPr="00DA4E77">
        <w:t>écart et laisser les hommes se ba</w:t>
      </w:r>
      <w:r w:rsidR="002A4158" w:rsidRPr="00DA4E77">
        <w:t>t</w:t>
      </w:r>
      <w:r w:rsidR="002A4158" w:rsidRPr="00DA4E77">
        <w:t>tre</w:t>
      </w:r>
      <w:r>
        <w:t xml:space="preserve"> ? </w:t>
      </w:r>
      <w:r w:rsidR="002A4158" w:rsidRPr="00DA4E77">
        <w:t xml:space="preserve">gronde </w:t>
      </w:r>
      <w:proofErr w:type="spellStart"/>
      <w:r w:rsidR="002A4158" w:rsidRPr="00DA4E77">
        <w:t>Knephao</w:t>
      </w:r>
      <w:proofErr w:type="spellEnd"/>
      <w:r w:rsidR="002A4158" w:rsidRPr="00DA4E77">
        <w:t xml:space="preserve"> d</w:t>
      </w:r>
      <w:r>
        <w:t>’</w:t>
      </w:r>
      <w:r w:rsidR="002A4158" w:rsidRPr="00DA4E77">
        <w:t>un ton bourru</w:t>
      </w:r>
      <w:r>
        <w:t>.</w:t>
      </w:r>
    </w:p>
    <w:p w14:paraId="3D1F747C" w14:textId="77777777" w:rsidR="00276CCE" w:rsidRDefault="002A4158" w:rsidP="002A4158">
      <w:r w:rsidRPr="00DA4E77">
        <w:t>À peine a-t-il prononcé ces mots que les lumières</w:t>
      </w:r>
      <w:r w:rsidR="00276CCE">
        <w:t xml:space="preserve">, </w:t>
      </w:r>
      <w:r w:rsidRPr="00DA4E77">
        <w:t>tout à coup</w:t>
      </w:r>
      <w:r w:rsidR="00276CCE">
        <w:t xml:space="preserve">, </w:t>
      </w:r>
      <w:r w:rsidRPr="00DA4E77">
        <w:t>s</w:t>
      </w:r>
      <w:r w:rsidR="00276CCE">
        <w:t>’</w:t>
      </w:r>
      <w:r w:rsidRPr="00DA4E77">
        <w:t>allument dans la Cité</w:t>
      </w:r>
      <w:r w:rsidR="00276CCE">
        <w:t xml:space="preserve"> ; </w:t>
      </w:r>
      <w:r w:rsidRPr="00DA4E77">
        <w:t>car</w:t>
      </w:r>
      <w:r w:rsidR="00276CCE">
        <w:t xml:space="preserve">, </w:t>
      </w:r>
      <w:r w:rsidRPr="00DA4E77">
        <w:t>chaque soir</w:t>
      </w:r>
      <w:r w:rsidR="00276CCE">
        <w:t xml:space="preserve">, </w:t>
      </w:r>
      <w:r w:rsidRPr="00DA4E77">
        <w:t xml:space="preserve">à la même </w:t>
      </w:r>
      <w:r w:rsidRPr="00DA4E77">
        <w:lastRenderedPageBreak/>
        <w:t>he</w:t>
      </w:r>
      <w:r w:rsidRPr="00DA4E77">
        <w:t>u</w:t>
      </w:r>
      <w:r w:rsidRPr="00DA4E77">
        <w:t>re</w:t>
      </w:r>
      <w:r w:rsidR="00276CCE">
        <w:t xml:space="preserve">, </w:t>
      </w:r>
      <w:r w:rsidRPr="00DA4E77">
        <w:t>du haut de la terrasse du Sphinx</w:t>
      </w:r>
      <w:r w:rsidR="00276CCE">
        <w:t xml:space="preserve">, </w:t>
      </w:r>
      <w:r w:rsidRPr="00DA4E77">
        <w:t>un des hiérophantes</w:t>
      </w:r>
      <w:r w:rsidR="00276CCE">
        <w:t xml:space="preserve">, </w:t>
      </w:r>
      <w:r w:rsidRPr="00DA4E77">
        <w:t>pr</w:t>
      </w:r>
      <w:r w:rsidRPr="00DA4E77">
        <w:t>é</w:t>
      </w:r>
      <w:r w:rsidRPr="00DA4E77">
        <w:t>posé à cet emploi</w:t>
      </w:r>
      <w:r w:rsidR="00276CCE">
        <w:t xml:space="preserve">, </w:t>
      </w:r>
      <w:r w:rsidRPr="00DA4E77">
        <w:t>touche un appareil secret d</w:t>
      </w:r>
      <w:r w:rsidR="00276CCE">
        <w:t>’</w:t>
      </w:r>
      <w:r w:rsidRPr="00DA4E77">
        <w:t>où se répand</w:t>
      </w:r>
      <w:r w:rsidR="00276CCE">
        <w:t xml:space="preserve">, </w:t>
      </w:r>
      <w:r w:rsidRPr="00DA4E77">
        <w:t>en innombrables étincelles</w:t>
      </w:r>
      <w:r w:rsidR="00276CCE">
        <w:t xml:space="preserve">, </w:t>
      </w:r>
      <w:r w:rsidRPr="00DA4E77">
        <w:t>le fluide lumineux par lequel Atlantis fait pâlir les étoiles du ciel</w:t>
      </w:r>
      <w:r w:rsidR="00276CCE">
        <w:t>.</w:t>
      </w:r>
    </w:p>
    <w:p w14:paraId="6224418F" w14:textId="77777777" w:rsidR="00276CCE" w:rsidRDefault="002A4158" w:rsidP="002A4158">
      <w:r w:rsidRPr="00DA4E77">
        <w:t>Immédiatement</w:t>
      </w:r>
      <w:r w:rsidR="00276CCE">
        <w:t xml:space="preserve">, </w:t>
      </w:r>
      <w:r w:rsidRPr="00DA4E77">
        <w:t>la place des Trophées apparaît dans tout son désordre</w:t>
      </w:r>
      <w:r w:rsidR="00276CCE">
        <w:t xml:space="preserve">, </w:t>
      </w:r>
      <w:r w:rsidRPr="00DA4E77">
        <w:t xml:space="preserve">et les Aztèques réfugiés près des vaisseaux voient combien est inférieur le nombre des cavaliers accompagnant </w:t>
      </w:r>
      <w:proofErr w:type="spellStart"/>
      <w:r w:rsidRPr="00DA4E77">
        <w:t>Hellas</w:t>
      </w:r>
      <w:proofErr w:type="spellEnd"/>
      <w:r w:rsidR="00276CCE">
        <w:t>.</w:t>
      </w:r>
    </w:p>
    <w:p w14:paraId="5F99DFAC" w14:textId="77777777" w:rsidR="00276CCE" w:rsidRDefault="00276CCE" w:rsidP="002A4158">
      <w:r>
        <w:t>— </w:t>
      </w:r>
      <w:r w:rsidR="002A4158" w:rsidRPr="00DA4E77">
        <w:t>Garde à nous</w:t>
      </w:r>
      <w:r>
        <w:t xml:space="preserve"> ! </w:t>
      </w:r>
      <w:r w:rsidR="002A4158" w:rsidRPr="00DA4E77">
        <w:t xml:space="preserve">dit </w:t>
      </w:r>
      <w:proofErr w:type="spellStart"/>
      <w:r w:rsidR="002A4158" w:rsidRPr="00DA4E77">
        <w:t>Knephao</w:t>
      </w:r>
      <w:proofErr w:type="spellEnd"/>
      <w:r w:rsidR="002A4158" w:rsidRPr="00DA4E77">
        <w:t xml:space="preserve"> sortant de la taverne dont il referme les portes</w:t>
      </w:r>
      <w:r>
        <w:t xml:space="preserve">. </w:t>
      </w:r>
      <w:r w:rsidR="002A4158" w:rsidRPr="00DA4E77">
        <w:t>L</w:t>
      </w:r>
      <w:r>
        <w:t>’</w:t>
      </w:r>
      <w:r w:rsidR="002A4158" w:rsidRPr="00DA4E77">
        <w:t>assaut va recommencer</w:t>
      </w:r>
      <w:r>
        <w:t> !</w:t>
      </w:r>
    </w:p>
    <w:p w14:paraId="41681564" w14:textId="77777777" w:rsidR="00276CCE" w:rsidRDefault="002A4158" w:rsidP="002A4158">
      <w:r w:rsidRPr="00DA4E77">
        <w:t>Alors</w:t>
      </w:r>
      <w:r w:rsidR="00276CCE">
        <w:t xml:space="preserve">, </w:t>
      </w:r>
      <w:r w:rsidRPr="00DA4E77">
        <w:t>tandis qu</w:t>
      </w:r>
      <w:r w:rsidR="00276CCE">
        <w:t>’</w:t>
      </w:r>
      <w:proofErr w:type="spellStart"/>
      <w:r w:rsidRPr="00DA4E77">
        <w:t>Hellas</w:t>
      </w:r>
      <w:proofErr w:type="spellEnd"/>
      <w:r w:rsidRPr="00DA4E77">
        <w:t xml:space="preserve"> et les cavaliers se déploient sur une seule ligne</w:t>
      </w:r>
      <w:r w:rsidR="00276CCE">
        <w:t xml:space="preserve">, </w:t>
      </w:r>
      <w:proofErr w:type="spellStart"/>
      <w:r w:rsidRPr="00DA4E77">
        <w:t>Knephao</w:t>
      </w:r>
      <w:proofErr w:type="spellEnd"/>
      <w:r w:rsidRPr="00DA4E77">
        <w:t xml:space="preserve"> ordonne aux Ligures de se tenir prêts pour une farouche résistance</w:t>
      </w:r>
      <w:r w:rsidR="00276CCE">
        <w:t>.</w:t>
      </w:r>
    </w:p>
    <w:p w14:paraId="709E1BC7" w14:textId="77777777" w:rsidR="00276CCE" w:rsidRDefault="002A4158" w:rsidP="002A4158">
      <w:r w:rsidRPr="00DA4E77">
        <w:t>Le temps presse</w:t>
      </w:r>
      <w:r w:rsidR="00276CCE">
        <w:t xml:space="preserve">, </w:t>
      </w:r>
      <w:r w:rsidRPr="00DA4E77">
        <w:t>en effet</w:t>
      </w:r>
      <w:r w:rsidR="00276CCE">
        <w:t xml:space="preserve">. </w:t>
      </w:r>
      <w:r w:rsidRPr="00DA4E77">
        <w:t>Les Aztèques</w:t>
      </w:r>
      <w:r w:rsidR="00276CCE">
        <w:t xml:space="preserve">, </w:t>
      </w:r>
      <w:r w:rsidRPr="00DA4E77">
        <w:t>bien armés</w:t>
      </w:r>
      <w:r w:rsidR="00276CCE">
        <w:t xml:space="preserve">, </w:t>
      </w:r>
      <w:r w:rsidRPr="00DA4E77">
        <w:t>forts de leur nombre</w:t>
      </w:r>
      <w:r w:rsidR="00276CCE">
        <w:t xml:space="preserve">, </w:t>
      </w:r>
      <w:r w:rsidRPr="00DA4E77">
        <w:t>sûrs de la victoire</w:t>
      </w:r>
      <w:r w:rsidR="00276CCE">
        <w:t xml:space="preserve">, </w:t>
      </w:r>
      <w:r w:rsidRPr="00DA4E77">
        <w:t>s</w:t>
      </w:r>
      <w:r w:rsidR="00276CCE">
        <w:t>’</w:t>
      </w:r>
      <w:r w:rsidRPr="00DA4E77">
        <w:t>avancent en masse co</w:t>
      </w:r>
      <w:r w:rsidRPr="00DA4E77">
        <w:t>m</w:t>
      </w:r>
      <w:r w:rsidRPr="00DA4E77">
        <w:t>pacte</w:t>
      </w:r>
      <w:r w:rsidR="00276CCE">
        <w:t xml:space="preserve">, </w:t>
      </w:r>
      <w:r w:rsidRPr="00DA4E77">
        <w:t>cependant qu</w:t>
      </w:r>
      <w:r w:rsidR="00276CCE">
        <w:t>’</w:t>
      </w:r>
      <w:proofErr w:type="spellStart"/>
      <w:r w:rsidRPr="00DA4E77">
        <w:t>Hellas</w:t>
      </w:r>
      <w:proofErr w:type="spellEnd"/>
      <w:r w:rsidR="00276CCE">
        <w:t xml:space="preserve">, </w:t>
      </w:r>
      <w:r w:rsidRPr="00DA4E77">
        <w:t>terrible</w:t>
      </w:r>
      <w:r w:rsidR="00276CCE">
        <w:t xml:space="preserve">, </w:t>
      </w:r>
      <w:r w:rsidRPr="00DA4E77">
        <w:t>le glaive levé</w:t>
      </w:r>
      <w:r w:rsidR="00276CCE">
        <w:t xml:space="preserve">, </w:t>
      </w:r>
      <w:r w:rsidRPr="00DA4E77">
        <w:t>fonce le pr</w:t>
      </w:r>
      <w:r w:rsidRPr="00DA4E77">
        <w:t>e</w:t>
      </w:r>
      <w:r w:rsidRPr="00DA4E77">
        <w:t>mier sur leurs rangs épais</w:t>
      </w:r>
      <w:r w:rsidR="00276CCE">
        <w:t xml:space="preserve"> ; </w:t>
      </w:r>
      <w:r w:rsidRPr="00DA4E77">
        <w:t>mais le Prince paraît sur le point d</w:t>
      </w:r>
      <w:r w:rsidR="00276CCE">
        <w:t>’</w:t>
      </w:r>
      <w:r w:rsidRPr="00DA4E77">
        <w:t>être renversé de son cheval</w:t>
      </w:r>
      <w:r w:rsidR="00276CCE">
        <w:t xml:space="preserve">, </w:t>
      </w:r>
      <w:r w:rsidRPr="00DA4E77">
        <w:t>quand soudain les trompettes éclatent</w:t>
      </w:r>
      <w:r w:rsidR="00276CCE">
        <w:t xml:space="preserve">, </w:t>
      </w:r>
      <w:r w:rsidRPr="00DA4E77">
        <w:t>et des cavaliers débouchent sur la place en criant</w:t>
      </w:r>
      <w:r w:rsidR="00276CCE">
        <w:t> :</w:t>
      </w:r>
    </w:p>
    <w:p w14:paraId="1CEFB949" w14:textId="77777777" w:rsidR="00276CCE" w:rsidRDefault="00276CCE" w:rsidP="002A4158">
      <w:r>
        <w:t>— </w:t>
      </w:r>
      <w:r w:rsidR="002A4158" w:rsidRPr="00DA4E77">
        <w:t>Courage</w:t>
      </w:r>
      <w:r>
        <w:t xml:space="preserve">, </w:t>
      </w:r>
      <w:proofErr w:type="spellStart"/>
      <w:r w:rsidR="002A4158" w:rsidRPr="00DA4E77">
        <w:t>Hellas</w:t>
      </w:r>
      <w:proofErr w:type="spellEnd"/>
      <w:r>
        <w:t xml:space="preserve"> ! </w:t>
      </w:r>
      <w:r w:rsidR="002A4158" w:rsidRPr="00DA4E77">
        <w:t>voici du renfort</w:t>
      </w:r>
      <w:r>
        <w:t> !</w:t>
      </w:r>
    </w:p>
    <w:p w14:paraId="34128EE8" w14:textId="77777777" w:rsidR="00276CCE" w:rsidRDefault="002A4158" w:rsidP="002A4158">
      <w:r w:rsidRPr="00DA4E77">
        <w:t>Ce sont les cavaliers qu</w:t>
      </w:r>
      <w:r w:rsidR="00276CCE">
        <w:t>’</w:t>
      </w:r>
      <w:proofErr w:type="spellStart"/>
      <w:r w:rsidRPr="00DA4E77">
        <w:t>Hermos</w:t>
      </w:r>
      <w:proofErr w:type="spellEnd"/>
      <w:r w:rsidRPr="00DA4E77">
        <w:t xml:space="preserve"> a renvoyés</w:t>
      </w:r>
      <w:r w:rsidR="00276CCE">
        <w:t xml:space="preserve">. </w:t>
      </w:r>
      <w:r w:rsidRPr="00DA4E77">
        <w:t>Profitant de la panique par eux provoquée</w:t>
      </w:r>
      <w:r w:rsidR="00276CCE">
        <w:t xml:space="preserve">, </w:t>
      </w:r>
      <w:r w:rsidRPr="00DA4E77">
        <w:t>ils pénètrent au cœur de la mêlée</w:t>
      </w:r>
      <w:r w:rsidR="00276CCE">
        <w:t xml:space="preserve">, </w:t>
      </w:r>
      <w:r w:rsidRPr="00DA4E77">
        <w:t xml:space="preserve">tandis que </w:t>
      </w:r>
      <w:proofErr w:type="spellStart"/>
      <w:r w:rsidRPr="00DA4E77">
        <w:t>Knephao</w:t>
      </w:r>
      <w:proofErr w:type="spellEnd"/>
      <w:r w:rsidRPr="00DA4E77">
        <w:t xml:space="preserve"> et </w:t>
      </w:r>
      <w:proofErr w:type="spellStart"/>
      <w:r w:rsidRPr="00DA4E77">
        <w:t>Amonou</w:t>
      </w:r>
      <w:proofErr w:type="spellEnd"/>
      <w:r w:rsidR="00276CCE">
        <w:t xml:space="preserve">, </w:t>
      </w:r>
      <w:r w:rsidRPr="00DA4E77">
        <w:t>d</w:t>
      </w:r>
      <w:r w:rsidR="00276CCE">
        <w:t>’</w:t>
      </w:r>
      <w:r w:rsidRPr="00DA4E77">
        <w:t>autre part</w:t>
      </w:r>
      <w:r w:rsidR="00276CCE">
        <w:t xml:space="preserve">, </w:t>
      </w:r>
      <w:r w:rsidRPr="00DA4E77">
        <w:t>arrivent jusqu</w:t>
      </w:r>
      <w:r w:rsidR="00276CCE">
        <w:t>’</w:t>
      </w:r>
      <w:r w:rsidRPr="00DA4E77">
        <w:t>au cheval du Prince qu</w:t>
      </w:r>
      <w:r w:rsidR="00276CCE">
        <w:t>’</w:t>
      </w:r>
      <w:r w:rsidRPr="00DA4E77">
        <w:t>un Aztèque tient déjà par la bride</w:t>
      </w:r>
      <w:r w:rsidR="00276CCE">
        <w:t>.</w:t>
      </w:r>
    </w:p>
    <w:p w14:paraId="13F45E0A" w14:textId="77777777" w:rsidR="00276CCE" w:rsidRDefault="002A4158" w:rsidP="002A4158">
      <w:r w:rsidRPr="00DA4E77">
        <w:t>D</w:t>
      </w:r>
      <w:r w:rsidR="00276CCE">
        <w:t>’</w:t>
      </w:r>
      <w:r w:rsidRPr="00DA4E77">
        <w:t>un coup de masse</w:t>
      </w:r>
      <w:r w:rsidR="00276CCE">
        <w:t xml:space="preserve">, </w:t>
      </w:r>
      <w:r w:rsidRPr="00DA4E77">
        <w:t>le géant abat l</w:t>
      </w:r>
      <w:r w:rsidR="00276CCE">
        <w:t>’</w:t>
      </w:r>
      <w:r w:rsidRPr="00DA4E77">
        <w:t xml:space="preserve">Aztèque et le jeune </w:t>
      </w:r>
      <w:proofErr w:type="spellStart"/>
      <w:r w:rsidRPr="00DA4E77">
        <w:t>Amonou</w:t>
      </w:r>
      <w:proofErr w:type="spellEnd"/>
      <w:r w:rsidR="00276CCE">
        <w:t xml:space="preserve">, </w:t>
      </w:r>
      <w:r w:rsidRPr="00DA4E77">
        <w:t>pour son premier fait d</w:t>
      </w:r>
      <w:r w:rsidR="00276CCE">
        <w:t>’</w:t>
      </w:r>
      <w:r w:rsidRPr="00DA4E77">
        <w:t>armes</w:t>
      </w:r>
      <w:r w:rsidR="00276CCE">
        <w:t xml:space="preserve">, </w:t>
      </w:r>
      <w:r w:rsidRPr="00DA4E77">
        <w:t>tranche</w:t>
      </w:r>
      <w:r w:rsidR="00276CCE">
        <w:t xml:space="preserve">, </w:t>
      </w:r>
      <w:r w:rsidRPr="00DA4E77">
        <w:t>avec la taille de son glaive</w:t>
      </w:r>
      <w:r w:rsidR="00276CCE">
        <w:t xml:space="preserve">, </w:t>
      </w:r>
      <w:r w:rsidRPr="00DA4E77">
        <w:t>le bras d</w:t>
      </w:r>
      <w:r w:rsidR="00276CCE">
        <w:t>’</w:t>
      </w:r>
      <w:r w:rsidRPr="00DA4E77">
        <w:t xml:space="preserve">un matelot dont la pique est dirigée </w:t>
      </w:r>
      <w:r w:rsidRPr="00DA4E77">
        <w:lastRenderedPageBreak/>
        <w:t xml:space="preserve">contre </w:t>
      </w:r>
      <w:proofErr w:type="spellStart"/>
      <w:r w:rsidRPr="00DA4E77">
        <w:t>Hellas</w:t>
      </w:r>
      <w:proofErr w:type="spellEnd"/>
      <w:r w:rsidR="00276CCE">
        <w:t xml:space="preserve">. </w:t>
      </w:r>
      <w:r w:rsidRPr="00DA4E77">
        <w:t>Au même instant</w:t>
      </w:r>
      <w:r w:rsidR="00276CCE">
        <w:t xml:space="preserve">, </w:t>
      </w:r>
      <w:r w:rsidRPr="00DA4E77">
        <w:t>sur la place et dans la ville</w:t>
      </w:r>
      <w:r w:rsidR="00276CCE">
        <w:t xml:space="preserve">, </w:t>
      </w:r>
      <w:r w:rsidRPr="00DA4E77">
        <w:t>brusquement les lumières s</w:t>
      </w:r>
      <w:r w:rsidR="00276CCE">
        <w:t>’</w:t>
      </w:r>
      <w:r w:rsidRPr="00DA4E77">
        <w:t>éteignent</w:t>
      </w:r>
      <w:r w:rsidR="00276CCE">
        <w:t xml:space="preserve">, </w:t>
      </w:r>
      <w:r w:rsidRPr="00DA4E77">
        <w:t>et</w:t>
      </w:r>
      <w:r w:rsidR="00276CCE">
        <w:t xml:space="preserve">, </w:t>
      </w:r>
      <w:r w:rsidRPr="00DA4E77">
        <w:t>de partout</w:t>
      </w:r>
      <w:r w:rsidR="00276CCE">
        <w:t xml:space="preserve">, </w:t>
      </w:r>
      <w:r w:rsidRPr="00DA4E77">
        <w:t>s</w:t>
      </w:r>
      <w:r w:rsidR="00276CCE">
        <w:t>’</w:t>
      </w:r>
      <w:r w:rsidRPr="00DA4E77">
        <w:t>étend l</w:t>
      </w:r>
      <w:r w:rsidR="00276CCE">
        <w:t>’</w:t>
      </w:r>
      <w:r w:rsidRPr="00DA4E77">
        <w:t>immense nuit</w:t>
      </w:r>
      <w:r w:rsidR="00276CCE">
        <w:t>.</w:t>
      </w:r>
    </w:p>
    <w:p w14:paraId="092C8E9D" w14:textId="77777777" w:rsidR="00276CCE" w:rsidRDefault="00276CCE" w:rsidP="00276CCE">
      <w:pPr>
        <w:pStyle w:val="Titre2"/>
        <w:rPr>
          <w:i/>
        </w:rPr>
      </w:pPr>
      <w:bookmarkStart w:id="39" w:name="_Toc194842025"/>
      <w:r w:rsidRPr="00DA4E77">
        <w:lastRenderedPageBreak/>
        <w:t>Scène</w:t>
      </w:r>
      <w:r>
        <w:t> </w:t>
      </w:r>
      <w:r w:rsidRPr="00DA4E77">
        <w:t>XIII</w:t>
      </w:r>
      <w:r>
        <w:t xml:space="preserve">. – </w:t>
      </w:r>
      <w:r w:rsidR="002A4158" w:rsidRPr="00DA4E77">
        <w:rPr>
          <w:i/>
        </w:rPr>
        <w:t>Dans la nuit</w:t>
      </w:r>
      <w:r>
        <w:rPr>
          <w:i/>
        </w:rPr>
        <w:t>.</w:t>
      </w:r>
      <w:bookmarkEnd w:id="39"/>
    </w:p>
    <w:p w14:paraId="64800EB2" w14:textId="77777777" w:rsidR="00276CCE" w:rsidRDefault="002A4158" w:rsidP="002A4158">
      <w:r w:rsidRPr="00DA4E77">
        <w:t>Les Aztèques</w:t>
      </w:r>
      <w:r w:rsidR="00276CCE">
        <w:t xml:space="preserve">, </w:t>
      </w:r>
      <w:r w:rsidRPr="00DA4E77">
        <w:t>ne comprenant rien à ce phénomène ina</w:t>
      </w:r>
      <w:r w:rsidRPr="00DA4E77">
        <w:t>t</w:t>
      </w:r>
      <w:r w:rsidRPr="00DA4E77">
        <w:t>tendu</w:t>
      </w:r>
      <w:r w:rsidR="00276CCE">
        <w:t xml:space="preserve">, </w:t>
      </w:r>
      <w:r w:rsidRPr="00DA4E77">
        <w:t>s</w:t>
      </w:r>
      <w:r w:rsidR="00276CCE">
        <w:t>’</w:t>
      </w:r>
      <w:r w:rsidRPr="00DA4E77">
        <w:t>enfuient effarés dans cette obscurité soudaine</w:t>
      </w:r>
      <w:r w:rsidR="00276CCE">
        <w:t>.</w:t>
      </w:r>
    </w:p>
    <w:p w14:paraId="40797666" w14:textId="77777777" w:rsidR="00276CCE" w:rsidRDefault="00276CCE" w:rsidP="002A4158">
      <w:r>
        <w:t>— </w:t>
      </w:r>
      <w:r w:rsidR="002A4158" w:rsidRPr="00DA4E77">
        <w:t>Ne bougez pas</w:t>
      </w:r>
      <w:r>
        <w:t xml:space="preserve"> ! </w:t>
      </w:r>
      <w:r w:rsidR="002A4158" w:rsidRPr="00DA4E77">
        <w:t xml:space="preserve">ordonne </w:t>
      </w:r>
      <w:proofErr w:type="spellStart"/>
      <w:r w:rsidR="002A4158" w:rsidRPr="00DA4E77">
        <w:t>Hellas</w:t>
      </w:r>
      <w:proofErr w:type="spellEnd"/>
      <w:r w:rsidR="002A4158" w:rsidRPr="00DA4E77">
        <w:t xml:space="preserve"> aux Ligures qui tre</w:t>
      </w:r>
      <w:r w:rsidR="002A4158" w:rsidRPr="00DA4E77">
        <w:t>m</w:t>
      </w:r>
      <w:r w:rsidR="002A4158" w:rsidRPr="00DA4E77">
        <w:t>blent</w:t>
      </w:r>
      <w:r>
        <w:t xml:space="preserve">, </w:t>
      </w:r>
      <w:r w:rsidR="002A4158" w:rsidRPr="00DA4E77">
        <w:t>tandis que les Égyptiens impassibles retiennent leurs chevaux hennissants</w:t>
      </w:r>
      <w:r>
        <w:t>.</w:t>
      </w:r>
    </w:p>
    <w:p w14:paraId="7725C067" w14:textId="77777777" w:rsidR="00276CCE" w:rsidRDefault="002A4158" w:rsidP="002A4158">
      <w:r w:rsidRPr="00DA4E77">
        <w:t>La mer</w:t>
      </w:r>
      <w:r w:rsidR="00276CCE">
        <w:t xml:space="preserve">, </w:t>
      </w:r>
      <w:r w:rsidRPr="00DA4E77">
        <w:t>cependant</w:t>
      </w:r>
      <w:r w:rsidR="00276CCE">
        <w:t xml:space="preserve">, </w:t>
      </w:r>
      <w:r w:rsidRPr="00DA4E77">
        <w:t>est éclairée au loin par les flammes des vaisseaux ligures</w:t>
      </w:r>
      <w:r w:rsidR="00276CCE">
        <w:t xml:space="preserve">, </w:t>
      </w:r>
      <w:r w:rsidRPr="00DA4E77">
        <w:t>et dans la lueur indécise projetée par le reflet de l</w:t>
      </w:r>
      <w:r w:rsidR="00276CCE">
        <w:t>’</w:t>
      </w:r>
      <w:r w:rsidRPr="00DA4E77">
        <w:t>incendie</w:t>
      </w:r>
      <w:r w:rsidR="00276CCE">
        <w:t xml:space="preserve">, </w:t>
      </w:r>
      <w:proofErr w:type="spellStart"/>
      <w:r w:rsidRPr="00DA4E77">
        <w:t>Hellas</w:t>
      </w:r>
      <w:proofErr w:type="spellEnd"/>
      <w:r w:rsidRPr="00DA4E77">
        <w:t xml:space="preserve"> voit les Aztèques se ruer vers leurs barques</w:t>
      </w:r>
      <w:r w:rsidR="00276CCE">
        <w:t xml:space="preserve">, </w:t>
      </w:r>
      <w:r w:rsidRPr="00DA4E77">
        <w:t>en un tel désordre</w:t>
      </w:r>
      <w:r w:rsidR="00276CCE">
        <w:t xml:space="preserve">, </w:t>
      </w:r>
      <w:r w:rsidRPr="00DA4E77">
        <w:t>qu</w:t>
      </w:r>
      <w:r w:rsidR="00276CCE">
        <w:t>’</w:t>
      </w:r>
      <w:r w:rsidRPr="00DA4E77">
        <w:t>un grand nombre tombe dans les flots</w:t>
      </w:r>
      <w:r w:rsidR="00276CCE">
        <w:t xml:space="preserve"> ; </w:t>
      </w:r>
      <w:r w:rsidRPr="00DA4E77">
        <w:t>et l</w:t>
      </w:r>
      <w:r w:rsidR="00276CCE">
        <w:t>’</w:t>
      </w:r>
      <w:r w:rsidRPr="00DA4E77">
        <w:t>on entend retentir à travers la nuit lugubre les plaintes des mourants</w:t>
      </w:r>
      <w:r w:rsidR="00276CCE">
        <w:t xml:space="preserve">. </w:t>
      </w:r>
      <w:proofErr w:type="spellStart"/>
      <w:r w:rsidRPr="00DA4E77">
        <w:t>Hellas</w:t>
      </w:r>
      <w:proofErr w:type="spellEnd"/>
      <w:r w:rsidRPr="00DA4E77">
        <w:t xml:space="preserve"> et </w:t>
      </w:r>
      <w:proofErr w:type="spellStart"/>
      <w:r w:rsidRPr="00DA4E77">
        <w:t>Knephao</w:t>
      </w:r>
      <w:proofErr w:type="spellEnd"/>
      <w:r w:rsidR="00276CCE">
        <w:t xml:space="preserve">, </w:t>
      </w:r>
      <w:r w:rsidRPr="00DA4E77">
        <w:t xml:space="preserve">rejoints par </w:t>
      </w:r>
      <w:proofErr w:type="spellStart"/>
      <w:r w:rsidRPr="00DA4E77">
        <w:t>Amonou</w:t>
      </w:r>
      <w:proofErr w:type="spellEnd"/>
      <w:r w:rsidR="00276CCE">
        <w:t xml:space="preserve">, </w:t>
      </w:r>
      <w:r w:rsidRPr="00DA4E77">
        <w:t>s</w:t>
      </w:r>
      <w:r w:rsidR="00276CCE">
        <w:t>’</w:t>
      </w:r>
      <w:r w:rsidRPr="00DA4E77">
        <w:t>avancent à tâtons jusqu</w:t>
      </w:r>
      <w:r w:rsidR="00276CCE">
        <w:t>’</w:t>
      </w:r>
      <w:r w:rsidRPr="00DA4E77">
        <w:t>à la porte de la taverne</w:t>
      </w:r>
      <w:r w:rsidR="00276CCE">
        <w:t xml:space="preserve">, </w:t>
      </w:r>
      <w:r w:rsidRPr="00DA4E77">
        <w:t>où les femmes gémissent</w:t>
      </w:r>
      <w:r w:rsidR="00276CCE">
        <w:t>.</w:t>
      </w:r>
    </w:p>
    <w:p w14:paraId="58091BED" w14:textId="77777777" w:rsidR="00276CCE" w:rsidRDefault="00276CCE" w:rsidP="002A4158">
      <w:r>
        <w:t>— </w:t>
      </w:r>
      <w:r w:rsidR="002A4158" w:rsidRPr="00DA4E77">
        <w:t>Comprends-tu</w:t>
      </w:r>
      <w:r>
        <w:t xml:space="preserve">, </w:t>
      </w:r>
      <w:proofErr w:type="spellStart"/>
      <w:r w:rsidR="002A4158" w:rsidRPr="00DA4E77">
        <w:t>Hellas</w:t>
      </w:r>
      <w:proofErr w:type="spellEnd"/>
      <w:r>
        <w:t xml:space="preserve"> ? </w:t>
      </w:r>
      <w:r w:rsidR="002A4158" w:rsidRPr="00DA4E77">
        <w:t xml:space="preserve">demande </w:t>
      </w:r>
      <w:proofErr w:type="spellStart"/>
      <w:r w:rsidR="002A4158" w:rsidRPr="00DA4E77">
        <w:t>Knephao</w:t>
      </w:r>
      <w:proofErr w:type="spellEnd"/>
      <w:r>
        <w:t>.</w:t>
      </w:r>
    </w:p>
    <w:p w14:paraId="2604CC1A" w14:textId="77777777" w:rsidR="00276CCE" w:rsidRDefault="00276CCE" w:rsidP="002A4158">
      <w:r>
        <w:t>— </w:t>
      </w:r>
      <w:r w:rsidR="002A4158" w:rsidRPr="00DA4E77">
        <w:t>Je devine</w:t>
      </w:r>
      <w:r>
        <w:t>…</w:t>
      </w:r>
    </w:p>
    <w:p w14:paraId="04F2D0AE" w14:textId="77777777" w:rsidR="00276CCE" w:rsidRDefault="00276CCE" w:rsidP="002A4158">
      <w:r>
        <w:t>— </w:t>
      </w:r>
      <w:r w:rsidR="002A4158" w:rsidRPr="00DA4E77">
        <w:t>C</w:t>
      </w:r>
      <w:r>
        <w:t>’</w:t>
      </w:r>
      <w:r w:rsidR="002A4158" w:rsidRPr="00DA4E77">
        <w:t xml:space="preserve">est </w:t>
      </w:r>
      <w:proofErr w:type="spellStart"/>
      <w:r w:rsidR="002A4158" w:rsidRPr="00DA4E77">
        <w:t>Belkis</w:t>
      </w:r>
      <w:proofErr w:type="spellEnd"/>
      <w:r>
        <w:t xml:space="preserve">, </w:t>
      </w:r>
      <w:r w:rsidR="002A4158" w:rsidRPr="00DA4E77">
        <w:t>sans doute</w:t>
      </w:r>
      <w:r>
        <w:t> ?</w:t>
      </w:r>
    </w:p>
    <w:p w14:paraId="0D4CCCD7" w14:textId="77777777" w:rsidR="00276CCE" w:rsidRDefault="00276CCE" w:rsidP="002A4158">
      <w:r>
        <w:t>— </w:t>
      </w:r>
      <w:r w:rsidR="002A4158" w:rsidRPr="00DA4E77">
        <w:t>Oui</w:t>
      </w:r>
      <w:r>
        <w:t xml:space="preserve">, </w:t>
      </w:r>
      <w:proofErr w:type="spellStart"/>
      <w:r w:rsidR="002A4158" w:rsidRPr="00DA4E77">
        <w:t>Belkis</w:t>
      </w:r>
      <w:proofErr w:type="spellEnd"/>
      <w:r>
        <w:t xml:space="preserve">. </w:t>
      </w:r>
      <w:r w:rsidR="002A4158" w:rsidRPr="00DA4E77">
        <w:t>Le misérable aura eu le temps de gagner la Terrasse Sainte</w:t>
      </w:r>
      <w:r>
        <w:t xml:space="preserve">, </w:t>
      </w:r>
      <w:r w:rsidR="002A4158" w:rsidRPr="00DA4E77">
        <w:t xml:space="preserve">et renseigné par </w:t>
      </w:r>
      <w:proofErr w:type="spellStart"/>
      <w:r w:rsidR="002A4158" w:rsidRPr="00DA4E77">
        <w:t>Barkas</w:t>
      </w:r>
      <w:proofErr w:type="spellEnd"/>
      <w:r w:rsidR="002A4158" w:rsidRPr="00DA4E77">
        <w:t xml:space="preserve"> qui connaît le secret du Temple</w:t>
      </w:r>
      <w:r>
        <w:t xml:space="preserve">, </w:t>
      </w:r>
      <w:r w:rsidR="002A4158" w:rsidRPr="00DA4E77">
        <w:t>il aura réussi à tarir à sa source l</w:t>
      </w:r>
      <w:r>
        <w:t>’</w:t>
      </w:r>
      <w:r w:rsidR="002A4158" w:rsidRPr="00DA4E77">
        <w:t>immense réservoir de lumière où s</w:t>
      </w:r>
      <w:r>
        <w:t>’</w:t>
      </w:r>
      <w:r w:rsidR="002A4158" w:rsidRPr="00DA4E77">
        <w:t>alimente la splendeur d</w:t>
      </w:r>
      <w:r>
        <w:t>’</w:t>
      </w:r>
      <w:r w:rsidR="002A4158" w:rsidRPr="00DA4E77">
        <w:t>Atlantis</w:t>
      </w:r>
      <w:r>
        <w:t>.</w:t>
      </w:r>
    </w:p>
    <w:p w14:paraId="7EC59F35" w14:textId="77777777" w:rsidR="00276CCE" w:rsidRDefault="00276CCE" w:rsidP="002A4158">
      <w:r>
        <w:t>— </w:t>
      </w:r>
      <w:r w:rsidR="002A4158" w:rsidRPr="00DA4E77">
        <w:t>Le sanctuaire doit être violé</w:t>
      </w:r>
      <w:r>
        <w:t xml:space="preserve"> ! </w:t>
      </w:r>
      <w:r w:rsidR="002A4158" w:rsidRPr="00DA4E77">
        <w:t>Et nous voici à l</w:t>
      </w:r>
      <w:r>
        <w:t>’</w:t>
      </w:r>
      <w:r w:rsidR="002A4158" w:rsidRPr="00DA4E77">
        <w:t>extrémité de la ville</w:t>
      </w:r>
      <w:r>
        <w:t xml:space="preserve">, </w:t>
      </w:r>
      <w:r w:rsidR="002A4158" w:rsidRPr="00DA4E77">
        <w:t>impuissants à nous diriger dans l</w:t>
      </w:r>
      <w:r>
        <w:t>’</w:t>
      </w:r>
      <w:r w:rsidR="002A4158" w:rsidRPr="00DA4E77">
        <w:t>ombre</w:t>
      </w:r>
      <w:r>
        <w:t xml:space="preserve">, </w:t>
      </w:r>
      <w:r w:rsidR="002A4158" w:rsidRPr="00DA4E77">
        <w:t>incapables de courir à la défense du Sphinx</w:t>
      </w:r>
      <w:r>
        <w:t> !</w:t>
      </w:r>
    </w:p>
    <w:p w14:paraId="203A652A" w14:textId="77777777" w:rsidR="00276CCE" w:rsidRDefault="00276CCE" w:rsidP="002A4158">
      <w:r>
        <w:t>— </w:t>
      </w:r>
      <w:r w:rsidR="002A4158" w:rsidRPr="00DA4E77">
        <w:t>Qui de nous saurait s</w:t>
      </w:r>
      <w:r>
        <w:t>’</w:t>
      </w:r>
      <w:r w:rsidR="002A4158" w:rsidRPr="00DA4E77">
        <w:t>avancer à travers l</w:t>
      </w:r>
      <w:r>
        <w:t>’</w:t>
      </w:r>
      <w:r w:rsidR="002A4158" w:rsidRPr="00DA4E77">
        <w:t>enchevêtrement de ce millier de rues</w:t>
      </w:r>
      <w:r>
        <w:t xml:space="preserve"> ? </w:t>
      </w:r>
      <w:r w:rsidR="002A4158" w:rsidRPr="00DA4E77">
        <w:t>Qui serait capable de s</w:t>
      </w:r>
      <w:r>
        <w:t>’</w:t>
      </w:r>
      <w:r w:rsidR="002A4158" w:rsidRPr="00DA4E77">
        <w:t>y aventurer sans se perdre</w:t>
      </w:r>
      <w:r>
        <w:t> ?</w:t>
      </w:r>
    </w:p>
    <w:p w14:paraId="0A163AFD" w14:textId="77777777" w:rsidR="00276CCE" w:rsidRDefault="00276CCE" w:rsidP="002A4158">
      <w:r>
        <w:lastRenderedPageBreak/>
        <w:t>— </w:t>
      </w:r>
      <w:r w:rsidR="002A4158" w:rsidRPr="00DA4E77">
        <w:t>Moi</w:t>
      </w:r>
      <w:r>
        <w:t xml:space="preserve"> ! </w:t>
      </w:r>
      <w:r w:rsidR="002A4158" w:rsidRPr="00DA4E77">
        <w:t>sonne une voix de femme</w:t>
      </w:r>
      <w:r>
        <w:t>.</w:t>
      </w:r>
    </w:p>
    <w:p w14:paraId="187FCCBF" w14:textId="77777777" w:rsidR="00276CCE" w:rsidRDefault="002A4158" w:rsidP="002A4158">
      <w:r w:rsidRPr="00DA4E77">
        <w:t xml:space="preserve">Et </w:t>
      </w:r>
      <w:proofErr w:type="spellStart"/>
      <w:r w:rsidRPr="00DA4E77">
        <w:t>Hellas</w:t>
      </w:r>
      <w:proofErr w:type="spellEnd"/>
      <w:r w:rsidRPr="00DA4E77">
        <w:t xml:space="preserve"> sent une petite main frêle se poser sur lui</w:t>
      </w:r>
      <w:r w:rsidR="00276CCE">
        <w:t>.</w:t>
      </w:r>
    </w:p>
    <w:p w14:paraId="65782425" w14:textId="77777777" w:rsidR="00276CCE" w:rsidRDefault="00276CCE" w:rsidP="002A4158">
      <w:r>
        <w:t>— </w:t>
      </w:r>
      <w:proofErr w:type="spellStart"/>
      <w:r w:rsidR="002A4158" w:rsidRPr="00DA4E77">
        <w:t>Glania</w:t>
      </w:r>
      <w:proofErr w:type="spellEnd"/>
      <w:r>
        <w:t xml:space="preserve"> ! </w:t>
      </w:r>
      <w:r w:rsidR="002A4158" w:rsidRPr="00DA4E77">
        <w:t>s</w:t>
      </w:r>
      <w:r>
        <w:t>’</w:t>
      </w:r>
      <w:r w:rsidR="002A4158" w:rsidRPr="00DA4E77">
        <w:t xml:space="preserve">exclame </w:t>
      </w:r>
      <w:proofErr w:type="spellStart"/>
      <w:r w:rsidR="002A4158" w:rsidRPr="00DA4E77">
        <w:t>Amonou</w:t>
      </w:r>
      <w:proofErr w:type="spellEnd"/>
      <w:r>
        <w:t>.</w:t>
      </w:r>
    </w:p>
    <w:p w14:paraId="687570C1" w14:textId="77777777" w:rsidR="00276CCE" w:rsidRDefault="00276CCE" w:rsidP="002A4158">
      <w:r>
        <w:t>— </w:t>
      </w:r>
      <w:r w:rsidR="002A4158" w:rsidRPr="00DA4E77">
        <w:t>Tu luiras donc toujours sur mon chemin comme une éto</w:t>
      </w:r>
      <w:r w:rsidR="002A4158" w:rsidRPr="00DA4E77">
        <w:t>i</w:t>
      </w:r>
      <w:r w:rsidR="002A4158" w:rsidRPr="00DA4E77">
        <w:t>le heureuse</w:t>
      </w:r>
      <w:r>
        <w:t xml:space="preserve"> ? </w:t>
      </w:r>
      <w:r w:rsidR="002A4158" w:rsidRPr="00DA4E77">
        <w:t xml:space="preserve">lui dit </w:t>
      </w:r>
      <w:proofErr w:type="spellStart"/>
      <w:r w:rsidR="002A4158" w:rsidRPr="00DA4E77">
        <w:t>Hellas</w:t>
      </w:r>
      <w:proofErr w:type="spellEnd"/>
      <w:r>
        <w:t>.</w:t>
      </w:r>
    </w:p>
    <w:p w14:paraId="76808C4A" w14:textId="77777777" w:rsidR="00276CCE" w:rsidRDefault="00276CCE" w:rsidP="002A4158">
      <w:r>
        <w:t>— </w:t>
      </w:r>
      <w:r w:rsidR="002A4158" w:rsidRPr="00DA4E77">
        <w:t>Oui</w:t>
      </w:r>
      <w:r>
        <w:t xml:space="preserve">, </w:t>
      </w:r>
      <w:r w:rsidR="002A4158" w:rsidRPr="00DA4E77">
        <w:t>bien heureuse</w:t>
      </w:r>
      <w:r>
        <w:t xml:space="preserve">, </w:t>
      </w:r>
      <w:r w:rsidR="002A4158" w:rsidRPr="00DA4E77">
        <w:t>si tu me permets de te conduire</w:t>
      </w:r>
      <w:r>
        <w:t xml:space="preserve">. </w:t>
      </w:r>
      <w:r w:rsidR="002A4158" w:rsidRPr="00DA4E77">
        <w:t>N</w:t>
      </w:r>
      <w:r>
        <w:t>’</w:t>
      </w:r>
      <w:r w:rsidR="002A4158" w:rsidRPr="00DA4E77">
        <w:t>as-tu pas couru jusqu</w:t>
      </w:r>
      <w:r>
        <w:t>’</w:t>
      </w:r>
      <w:r w:rsidR="002A4158" w:rsidRPr="00DA4E77">
        <w:t>à moi pour me sauver</w:t>
      </w:r>
      <w:r>
        <w:t> ?</w:t>
      </w:r>
    </w:p>
    <w:p w14:paraId="6BC0ED88" w14:textId="77777777" w:rsidR="00276CCE" w:rsidRDefault="00276CCE" w:rsidP="002A4158">
      <w:r>
        <w:t>— </w:t>
      </w:r>
      <w:r w:rsidR="002A4158" w:rsidRPr="00DA4E77">
        <w:t>Trêve de paroles</w:t>
      </w:r>
      <w:r>
        <w:t xml:space="preserve"> ! </w:t>
      </w:r>
      <w:r w:rsidR="002A4158" w:rsidRPr="00DA4E77">
        <w:t xml:space="preserve">grogne </w:t>
      </w:r>
      <w:proofErr w:type="spellStart"/>
      <w:r w:rsidR="002A4158" w:rsidRPr="00DA4E77">
        <w:t>Knephao</w:t>
      </w:r>
      <w:proofErr w:type="spellEnd"/>
      <w:r>
        <w:t xml:space="preserve">, </w:t>
      </w:r>
      <w:r w:rsidR="002A4158" w:rsidRPr="00DA4E77">
        <w:t>dont la grosse voix dissimule mal son émotion</w:t>
      </w:r>
      <w:r>
        <w:t xml:space="preserve">. </w:t>
      </w:r>
      <w:r w:rsidR="002A4158" w:rsidRPr="00DA4E77">
        <w:t>Prends la tête de notre cortège</w:t>
      </w:r>
      <w:r>
        <w:t xml:space="preserve">, </w:t>
      </w:r>
      <w:r w:rsidR="002A4158" w:rsidRPr="00DA4E77">
        <w:t>et partons</w:t>
      </w:r>
      <w:r>
        <w:t> !</w:t>
      </w:r>
    </w:p>
    <w:p w14:paraId="44184748" w14:textId="77777777" w:rsidR="00276CCE" w:rsidRDefault="002A4158" w:rsidP="002A4158">
      <w:r w:rsidRPr="00DA4E77">
        <w:t>Quelques Ligures</w:t>
      </w:r>
      <w:r w:rsidR="00276CCE">
        <w:t xml:space="preserve">, </w:t>
      </w:r>
      <w:r w:rsidRPr="00DA4E77">
        <w:t>alors</w:t>
      </w:r>
      <w:r w:rsidR="00276CCE">
        <w:t xml:space="preserve">, </w:t>
      </w:r>
      <w:r w:rsidRPr="00DA4E77">
        <w:t>munis de torches</w:t>
      </w:r>
      <w:r w:rsidR="00276CCE">
        <w:t xml:space="preserve">, </w:t>
      </w:r>
      <w:r w:rsidRPr="00DA4E77">
        <w:t>marchent d</w:t>
      </w:r>
      <w:r w:rsidRPr="00DA4E77">
        <w:t>e</w:t>
      </w:r>
      <w:r w:rsidRPr="00DA4E77">
        <w:t xml:space="preserve">vant </w:t>
      </w:r>
      <w:proofErr w:type="spellStart"/>
      <w:r w:rsidRPr="00DA4E77">
        <w:t>Glania</w:t>
      </w:r>
      <w:proofErr w:type="spellEnd"/>
      <w:r w:rsidR="00276CCE">
        <w:t xml:space="preserve">, </w:t>
      </w:r>
      <w:r w:rsidRPr="00DA4E77">
        <w:t>et la jeune fille</w:t>
      </w:r>
      <w:r w:rsidR="00276CCE">
        <w:t xml:space="preserve">, </w:t>
      </w:r>
      <w:r w:rsidRPr="00DA4E77">
        <w:t>bondissante</w:t>
      </w:r>
      <w:r w:rsidR="00276CCE">
        <w:t xml:space="preserve">, </w:t>
      </w:r>
      <w:r w:rsidRPr="00DA4E77">
        <w:t>ravie</w:t>
      </w:r>
      <w:r w:rsidR="00276CCE">
        <w:t xml:space="preserve">, </w:t>
      </w:r>
      <w:r w:rsidRPr="00DA4E77">
        <w:t>tenant dans sa main la bride du cheval d</w:t>
      </w:r>
      <w:r w:rsidR="00276CCE">
        <w:t>’</w:t>
      </w:r>
      <w:proofErr w:type="spellStart"/>
      <w:r w:rsidRPr="00DA4E77">
        <w:t>Hellas</w:t>
      </w:r>
      <w:proofErr w:type="spellEnd"/>
      <w:r w:rsidR="00276CCE">
        <w:t xml:space="preserve">, </w:t>
      </w:r>
      <w:r w:rsidRPr="00DA4E77">
        <w:t>monte à travers les rues dése</w:t>
      </w:r>
      <w:r w:rsidRPr="00DA4E77">
        <w:t>r</w:t>
      </w:r>
      <w:r w:rsidRPr="00DA4E77">
        <w:t>tées par un peuple fou de peur</w:t>
      </w:r>
      <w:r w:rsidR="00276CCE">
        <w:t xml:space="preserve">. </w:t>
      </w:r>
      <w:r w:rsidRPr="00DA4E77">
        <w:t>Et de détours en détours</w:t>
      </w:r>
      <w:r w:rsidR="00276CCE">
        <w:t xml:space="preserve">, </w:t>
      </w:r>
      <w:r w:rsidRPr="00DA4E77">
        <w:t>le co</w:t>
      </w:r>
      <w:r w:rsidRPr="00DA4E77">
        <w:t>r</w:t>
      </w:r>
      <w:r w:rsidRPr="00DA4E77">
        <w:t>tège de cavaliers parvient au pied de la Terrasse Sainte</w:t>
      </w:r>
      <w:r w:rsidR="00276CCE">
        <w:t xml:space="preserve">, </w:t>
      </w:r>
      <w:r w:rsidRPr="00DA4E77">
        <w:t>sur le flanc occidental de la Colline</w:t>
      </w:r>
      <w:r w:rsidR="00276CCE">
        <w:t>.</w:t>
      </w:r>
    </w:p>
    <w:p w14:paraId="52E30DE2" w14:textId="77777777" w:rsidR="00276CCE" w:rsidRDefault="00276CCE" w:rsidP="002A4158">
      <w:r>
        <w:t>— </w:t>
      </w:r>
      <w:r w:rsidR="002A4158" w:rsidRPr="00DA4E77">
        <w:t>Nous voici arrivés</w:t>
      </w:r>
      <w:r>
        <w:t xml:space="preserve">, </w:t>
      </w:r>
      <w:r w:rsidR="002A4158" w:rsidRPr="00DA4E77">
        <w:t xml:space="preserve">dit </w:t>
      </w:r>
      <w:proofErr w:type="spellStart"/>
      <w:r w:rsidR="002A4158" w:rsidRPr="00DA4E77">
        <w:t>Glania</w:t>
      </w:r>
      <w:proofErr w:type="spellEnd"/>
      <w:r>
        <w:t xml:space="preserve">, </w:t>
      </w:r>
      <w:r w:rsidR="002A4158" w:rsidRPr="00DA4E77">
        <w:t>descendez de cheval et laissez vos montures à la garde de quelques Égyptiens</w:t>
      </w:r>
      <w:r>
        <w:t xml:space="preserve">. </w:t>
      </w:r>
      <w:r w:rsidR="002A4158" w:rsidRPr="00DA4E77">
        <w:t>Nous a</w:t>
      </w:r>
      <w:r w:rsidR="002A4158" w:rsidRPr="00DA4E77">
        <w:t>l</w:t>
      </w:r>
      <w:r w:rsidR="002A4158" w:rsidRPr="00DA4E77">
        <w:t>lons prendre un escalier peu connu qui conduit à la place de l</w:t>
      </w:r>
      <w:r>
        <w:t>’</w:t>
      </w:r>
      <w:r w:rsidR="002A4158" w:rsidRPr="00DA4E77">
        <w:t>Empire</w:t>
      </w:r>
      <w:r>
        <w:t>.</w:t>
      </w:r>
    </w:p>
    <w:p w14:paraId="54314834" w14:textId="77777777" w:rsidR="00276CCE" w:rsidRDefault="002A4158" w:rsidP="002A4158">
      <w:proofErr w:type="spellStart"/>
      <w:r w:rsidRPr="00DA4E77">
        <w:t>Hellas</w:t>
      </w:r>
      <w:proofErr w:type="spellEnd"/>
      <w:r w:rsidR="00276CCE">
        <w:t xml:space="preserve">, </w:t>
      </w:r>
      <w:proofErr w:type="spellStart"/>
      <w:r w:rsidRPr="00DA4E77">
        <w:t>Amonou</w:t>
      </w:r>
      <w:proofErr w:type="spellEnd"/>
      <w:r w:rsidRPr="00DA4E77">
        <w:t xml:space="preserve"> et </w:t>
      </w:r>
      <w:proofErr w:type="spellStart"/>
      <w:r w:rsidRPr="00DA4E77">
        <w:t>Knephao</w:t>
      </w:r>
      <w:proofErr w:type="spellEnd"/>
      <w:r w:rsidRPr="00DA4E77">
        <w:t xml:space="preserve"> mettent pied à terre</w:t>
      </w:r>
      <w:r w:rsidR="00276CCE">
        <w:t xml:space="preserve">, </w:t>
      </w:r>
      <w:r w:rsidRPr="00DA4E77">
        <w:t>et les Égyptiens reçoivent l</w:t>
      </w:r>
      <w:r w:rsidR="00276CCE">
        <w:t>’</w:t>
      </w:r>
      <w:r w:rsidRPr="00DA4E77">
        <w:t>ordre de ne pas bouger</w:t>
      </w:r>
      <w:r w:rsidR="00276CCE">
        <w:t>.</w:t>
      </w:r>
    </w:p>
    <w:p w14:paraId="36167C67" w14:textId="77777777" w:rsidR="00276CCE" w:rsidRDefault="00276CCE" w:rsidP="002A4158">
      <w:r>
        <w:t>— </w:t>
      </w:r>
      <w:r w:rsidR="002A4158" w:rsidRPr="00DA4E77">
        <w:t>Éteignez les torches</w:t>
      </w:r>
      <w:r>
        <w:t xml:space="preserve"> ! </w:t>
      </w:r>
      <w:r w:rsidR="002A4158" w:rsidRPr="00DA4E77">
        <w:t xml:space="preserve">ordonne </w:t>
      </w:r>
      <w:proofErr w:type="spellStart"/>
      <w:r w:rsidR="002A4158" w:rsidRPr="00DA4E77">
        <w:t>Glania</w:t>
      </w:r>
      <w:proofErr w:type="spellEnd"/>
      <w:r>
        <w:t xml:space="preserve">. </w:t>
      </w:r>
      <w:r w:rsidR="002A4158" w:rsidRPr="00DA4E77">
        <w:t>Je connais le ch</w:t>
      </w:r>
      <w:r w:rsidR="002A4158" w:rsidRPr="00DA4E77">
        <w:t>e</w:t>
      </w:r>
      <w:r w:rsidR="002A4158" w:rsidRPr="00DA4E77">
        <w:t>min</w:t>
      </w:r>
      <w:r>
        <w:t>.</w:t>
      </w:r>
    </w:p>
    <w:p w14:paraId="38561C78" w14:textId="77777777" w:rsidR="00276CCE" w:rsidRDefault="002A4158" w:rsidP="002A4158">
      <w:r w:rsidRPr="00DA4E77">
        <w:t>Et en quelques enjambées rapides</w:t>
      </w:r>
      <w:r w:rsidR="00276CCE">
        <w:t xml:space="preserve">, </w:t>
      </w:r>
      <w:r w:rsidRPr="00DA4E77">
        <w:t>les trois hommes</w:t>
      </w:r>
      <w:r w:rsidR="00276CCE">
        <w:t xml:space="preserve">, </w:t>
      </w:r>
      <w:r w:rsidRPr="00DA4E77">
        <w:t>conduits par la jeune fille</w:t>
      </w:r>
      <w:r w:rsidR="00276CCE">
        <w:t xml:space="preserve">, </w:t>
      </w:r>
      <w:r w:rsidRPr="00DA4E77">
        <w:t>débouchent au niveau de la place de l</w:t>
      </w:r>
      <w:r w:rsidR="00276CCE">
        <w:t>’</w:t>
      </w:r>
      <w:r w:rsidRPr="00DA4E77">
        <w:t>Empire</w:t>
      </w:r>
      <w:r w:rsidR="00276CCE">
        <w:t xml:space="preserve">, </w:t>
      </w:r>
      <w:r w:rsidRPr="00DA4E77">
        <w:t>non loin de la Grille d</w:t>
      </w:r>
      <w:r w:rsidR="00276CCE">
        <w:t>’</w:t>
      </w:r>
      <w:r w:rsidRPr="00DA4E77">
        <w:t>Or</w:t>
      </w:r>
      <w:r w:rsidR="00276CCE">
        <w:t xml:space="preserve">. </w:t>
      </w:r>
      <w:r w:rsidRPr="00DA4E77">
        <w:t>Mais</w:t>
      </w:r>
      <w:r w:rsidR="00276CCE">
        <w:t xml:space="preserve">, </w:t>
      </w:r>
      <w:r w:rsidRPr="00DA4E77">
        <w:t>à mesure qu</w:t>
      </w:r>
      <w:r w:rsidR="00276CCE">
        <w:t>’</w:t>
      </w:r>
      <w:r w:rsidRPr="00DA4E77">
        <w:t xml:space="preserve">ils se </w:t>
      </w:r>
      <w:r w:rsidRPr="00DA4E77">
        <w:lastRenderedPageBreak/>
        <w:t>rapprochent de la place</w:t>
      </w:r>
      <w:r w:rsidR="00276CCE">
        <w:t xml:space="preserve">, </w:t>
      </w:r>
      <w:r w:rsidRPr="00DA4E77">
        <w:t>la rumeur qu</w:t>
      </w:r>
      <w:r w:rsidR="00276CCE">
        <w:t>’</w:t>
      </w:r>
      <w:r w:rsidRPr="00DA4E77">
        <w:t>ils entendent dans l</w:t>
      </w:r>
      <w:r w:rsidR="00276CCE">
        <w:t>’</w:t>
      </w:r>
      <w:r w:rsidRPr="00DA4E77">
        <w:t xml:space="preserve">ombre grossit tellement que </w:t>
      </w:r>
      <w:proofErr w:type="spellStart"/>
      <w:r w:rsidRPr="00DA4E77">
        <w:t>Knephao</w:t>
      </w:r>
      <w:proofErr w:type="spellEnd"/>
      <w:r w:rsidRPr="00DA4E77">
        <w:t xml:space="preserve"> fait halte</w:t>
      </w:r>
      <w:r w:rsidR="00276CCE">
        <w:t xml:space="preserve">, </w:t>
      </w:r>
      <w:r w:rsidRPr="00DA4E77">
        <w:t>et reco</w:t>
      </w:r>
      <w:r w:rsidRPr="00DA4E77">
        <w:t>m</w:t>
      </w:r>
      <w:r w:rsidRPr="00DA4E77">
        <w:t>mande à ses compagnons de s</w:t>
      </w:r>
      <w:r w:rsidR="00276CCE">
        <w:t>’</w:t>
      </w:r>
      <w:r w:rsidRPr="00DA4E77">
        <w:t>arrêter</w:t>
      </w:r>
      <w:r w:rsidR="00276CCE">
        <w:t>.</w:t>
      </w:r>
    </w:p>
    <w:p w14:paraId="392308EC" w14:textId="77777777" w:rsidR="00276CCE" w:rsidRDefault="00276CCE" w:rsidP="002A4158">
      <w:r>
        <w:t>— </w:t>
      </w:r>
      <w:r w:rsidR="002A4158" w:rsidRPr="00DA4E77">
        <w:t>Quelles voix aux accents étranges</w:t>
      </w:r>
      <w:r>
        <w:t xml:space="preserve"> ! </w:t>
      </w:r>
      <w:r w:rsidR="002A4158" w:rsidRPr="00DA4E77">
        <w:t>grogne-t-il</w:t>
      </w:r>
      <w:r>
        <w:t>.</w:t>
      </w:r>
    </w:p>
    <w:p w14:paraId="546E0541" w14:textId="77777777" w:rsidR="00276CCE" w:rsidRDefault="002A4158" w:rsidP="002A4158">
      <w:r w:rsidRPr="00DA4E77">
        <w:t xml:space="preserve">Mais </w:t>
      </w:r>
      <w:proofErr w:type="spellStart"/>
      <w:r w:rsidRPr="00DA4E77">
        <w:t>Glania</w:t>
      </w:r>
      <w:proofErr w:type="spellEnd"/>
      <w:r w:rsidR="00276CCE">
        <w:t xml:space="preserve">, </w:t>
      </w:r>
      <w:r w:rsidRPr="00DA4E77">
        <w:t>tremblante</w:t>
      </w:r>
      <w:r w:rsidR="00276CCE">
        <w:t xml:space="preserve">, </w:t>
      </w:r>
      <w:r w:rsidRPr="00DA4E77">
        <w:t>épouvantée</w:t>
      </w:r>
      <w:r w:rsidR="00276CCE">
        <w:t xml:space="preserve">, </w:t>
      </w:r>
      <w:r w:rsidRPr="00DA4E77">
        <w:t xml:space="preserve">vient se serrer contre </w:t>
      </w:r>
      <w:proofErr w:type="spellStart"/>
      <w:r w:rsidRPr="00DA4E77">
        <w:t>Hellas</w:t>
      </w:r>
      <w:proofErr w:type="spellEnd"/>
      <w:r w:rsidR="00276CCE">
        <w:t>.</w:t>
      </w:r>
    </w:p>
    <w:p w14:paraId="0F597314" w14:textId="77777777" w:rsidR="00276CCE" w:rsidRDefault="00276CCE" w:rsidP="002A4158">
      <w:r>
        <w:t>— </w:t>
      </w:r>
      <w:r w:rsidR="002A4158" w:rsidRPr="00DA4E77">
        <w:t>Maître</w:t>
      </w:r>
      <w:r>
        <w:t xml:space="preserve"> ! </w:t>
      </w:r>
      <w:r w:rsidR="002A4158" w:rsidRPr="00DA4E77">
        <w:t>Maître</w:t>
      </w:r>
      <w:r>
        <w:t xml:space="preserve"> ! </w:t>
      </w:r>
      <w:r w:rsidR="002A4158" w:rsidRPr="00DA4E77">
        <w:t>je les reconnais</w:t>
      </w:r>
      <w:r>
        <w:t xml:space="preserve"> ! </w:t>
      </w:r>
      <w:r w:rsidR="002A4158" w:rsidRPr="00DA4E77">
        <w:t>Ce sont les Noirs</w:t>
      </w:r>
      <w:r>
        <w:t> !</w:t>
      </w:r>
    </w:p>
    <w:p w14:paraId="294895BD" w14:textId="77777777" w:rsidR="00276CCE" w:rsidRDefault="00276CCE" w:rsidP="002A4158">
      <w:r>
        <w:t>— </w:t>
      </w:r>
      <w:r w:rsidR="002A4158" w:rsidRPr="00DA4E77">
        <w:t>Les Noirs</w:t>
      </w:r>
      <w:r>
        <w:t xml:space="preserve"> ! </w:t>
      </w:r>
      <w:r w:rsidR="002A4158" w:rsidRPr="00DA4E77">
        <w:t xml:space="preserve">fait </w:t>
      </w:r>
      <w:proofErr w:type="spellStart"/>
      <w:r w:rsidR="002A4158" w:rsidRPr="00DA4E77">
        <w:t>Hellas</w:t>
      </w:r>
      <w:proofErr w:type="spellEnd"/>
      <w:r>
        <w:t xml:space="preserve">. </w:t>
      </w:r>
      <w:r w:rsidR="002A4158" w:rsidRPr="00DA4E77">
        <w:t>Ils vont envahir la terrasse</w:t>
      </w:r>
      <w:r>
        <w:t> !</w:t>
      </w:r>
    </w:p>
    <w:p w14:paraId="3EFD0BCC" w14:textId="77777777" w:rsidR="00276CCE" w:rsidRDefault="00276CCE" w:rsidP="002A4158">
      <w:r>
        <w:t>— </w:t>
      </w:r>
      <w:r w:rsidR="002A4158" w:rsidRPr="00DA4E77">
        <w:t>Ils assiègent le Palais</w:t>
      </w:r>
      <w:r>
        <w:t>.</w:t>
      </w:r>
    </w:p>
    <w:p w14:paraId="6386A1E6" w14:textId="77777777" w:rsidR="00276CCE" w:rsidRDefault="00276CCE" w:rsidP="002A4158">
      <w:r>
        <w:t>— </w:t>
      </w:r>
      <w:proofErr w:type="spellStart"/>
      <w:r w:rsidR="002A4158" w:rsidRPr="00DA4E77">
        <w:t>Hermos</w:t>
      </w:r>
      <w:proofErr w:type="spellEnd"/>
      <w:r w:rsidR="002A4158" w:rsidRPr="00DA4E77">
        <w:t xml:space="preserve"> tiendra bon</w:t>
      </w:r>
      <w:r>
        <w:t xml:space="preserve">, </w:t>
      </w:r>
      <w:r w:rsidR="002A4158" w:rsidRPr="00DA4E77">
        <w:t>mais le peut-il dans l</w:t>
      </w:r>
      <w:r>
        <w:t>’</w:t>
      </w:r>
      <w:r w:rsidR="002A4158" w:rsidRPr="00DA4E77">
        <w:t>obscurité</w:t>
      </w:r>
      <w:r>
        <w:t xml:space="preserve"> ? </w:t>
      </w:r>
      <w:r w:rsidR="002A4158" w:rsidRPr="00DA4E77">
        <w:t>gronde l</w:t>
      </w:r>
      <w:r>
        <w:t>’</w:t>
      </w:r>
      <w:r w:rsidR="002A4158" w:rsidRPr="00DA4E77">
        <w:t>Égyptien</w:t>
      </w:r>
      <w:r>
        <w:t xml:space="preserve">. </w:t>
      </w:r>
      <w:r w:rsidR="002A4158" w:rsidRPr="00DA4E77">
        <w:t>Si une porte du Palais cède</w:t>
      </w:r>
      <w:r>
        <w:t xml:space="preserve">, </w:t>
      </w:r>
      <w:r w:rsidR="002A4158" w:rsidRPr="00DA4E77">
        <w:t>toute la bande entrera pêle-mêle</w:t>
      </w:r>
      <w:r>
        <w:t> !</w:t>
      </w:r>
    </w:p>
    <w:p w14:paraId="2EC911FB" w14:textId="77777777" w:rsidR="00276CCE" w:rsidRDefault="00276CCE" w:rsidP="002A4158">
      <w:r>
        <w:t>— </w:t>
      </w:r>
      <w:r w:rsidR="002A4158" w:rsidRPr="00DA4E77">
        <w:t>Glissons-nous</w:t>
      </w:r>
      <w:r>
        <w:t xml:space="preserve">, </w:t>
      </w:r>
      <w:r w:rsidR="002A4158" w:rsidRPr="00DA4E77">
        <w:t>sans bruit</w:t>
      </w:r>
      <w:r>
        <w:t xml:space="preserve">, </w:t>
      </w:r>
      <w:r w:rsidR="002A4158" w:rsidRPr="00DA4E77">
        <w:t>à la faveur de l</w:t>
      </w:r>
      <w:r>
        <w:t>’</w:t>
      </w:r>
      <w:r w:rsidR="002A4158" w:rsidRPr="00DA4E77">
        <w:t>ombre</w:t>
      </w:r>
      <w:r>
        <w:t xml:space="preserve">, </w:t>
      </w:r>
      <w:r w:rsidR="002A4158" w:rsidRPr="00DA4E77">
        <w:t>parmi ces démons hurleurs</w:t>
      </w:r>
      <w:r>
        <w:t xml:space="preserve">, </w:t>
      </w:r>
      <w:r w:rsidR="002A4158" w:rsidRPr="00DA4E77">
        <w:t xml:space="preserve">dit </w:t>
      </w:r>
      <w:proofErr w:type="spellStart"/>
      <w:r w:rsidR="002A4158" w:rsidRPr="00DA4E77">
        <w:t>Hellas</w:t>
      </w:r>
      <w:proofErr w:type="spellEnd"/>
      <w:r>
        <w:t xml:space="preserve">, </w:t>
      </w:r>
      <w:r w:rsidR="002A4158" w:rsidRPr="00DA4E77">
        <w:t>et essayons</w:t>
      </w:r>
      <w:r>
        <w:t xml:space="preserve">, </w:t>
      </w:r>
      <w:r w:rsidR="002A4158" w:rsidRPr="00DA4E77">
        <w:t>en nous faufilant le long de la Grille</w:t>
      </w:r>
      <w:r>
        <w:t xml:space="preserve">, </w:t>
      </w:r>
      <w:r w:rsidR="002A4158" w:rsidRPr="00DA4E77">
        <w:t>de parvenir au Palais sans éveiller l</w:t>
      </w:r>
      <w:r>
        <w:t>’</w:t>
      </w:r>
      <w:r w:rsidR="002A4158" w:rsidRPr="00DA4E77">
        <w:t>attention des Barbares</w:t>
      </w:r>
      <w:r>
        <w:t xml:space="preserve">. </w:t>
      </w:r>
      <w:r w:rsidR="002A4158" w:rsidRPr="00DA4E77">
        <w:t>Toi</w:t>
      </w:r>
      <w:r>
        <w:t xml:space="preserve">, </w:t>
      </w:r>
      <w:proofErr w:type="spellStart"/>
      <w:r w:rsidR="002A4158" w:rsidRPr="00DA4E77">
        <w:t>Glania</w:t>
      </w:r>
      <w:proofErr w:type="spellEnd"/>
      <w:r>
        <w:t xml:space="preserve">, </w:t>
      </w:r>
      <w:r w:rsidR="002A4158" w:rsidRPr="00DA4E77">
        <w:t>mon enfant</w:t>
      </w:r>
      <w:r>
        <w:t xml:space="preserve">, </w:t>
      </w:r>
      <w:r w:rsidR="002A4158" w:rsidRPr="00DA4E77">
        <w:t>redescends jusqu</w:t>
      </w:r>
      <w:r>
        <w:t>’</w:t>
      </w:r>
      <w:r w:rsidR="002A4158" w:rsidRPr="00DA4E77">
        <w:t>auprès des cavaliers d</w:t>
      </w:r>
      <w:r>
        <w:t>’</w:t>
      </w:r>
      <w:r w:rsidR="002A4158" w:rsidRPr="00DA4E77">
        <w:t>Égypte et conduis-les au palais des Eaux</w:t>
      </w:r>
      <w:r>
        <w:t xml:space="preserve">. </w:t>
      </w:r>
      <w:r w:rsidR="002A4158" w:rsidRPr="00DA4E77">
        <w:t>Adieu</w:t>
      </w:r>
      <w:r>
        <w:t> !</w:t>
      </w:r>
    </w:p>
    <w:p w14:paraId="5198C3FA" w14:textId="77777777" w:rsidR="00276CCE" w:rsidRDefault="002A4158" w:rsidP="002A4158">
      <w:r w:rsidRPr="00DA4E77">
        <w:t>Et</w:t>
      </w:r>
      <w:r w:rsidR="00276CCE">
        <w:t xml:space="preserve">, </w:t>
      </w:r>
      <w:r w:rsidRPr="00DA4E77">
        <w:t>prenant la frêle enfant dans ses bras</w:t>
      </w:r>
      <w:r w:rsidR="00276CCE">
        <w:t xml:space="preserve">, </w:t>
      </w:r>
      <w:proofErr w:type="spellStart"/>
      <w:r w:rsidRPr="00DA4E77">
        <w:t>Hellas</w:t>
      </w:r>
      <w:proofErr w:type="spellEnd"/>
      <w:r w:rsidR="00276CCE">
        <w:t xml:space="preserve">, </w:t>
      </w:r>
      <w:r w:rsidRPr="00DA4E77">
        <w:t>comme un père</w:t>
      </w:r>
      <w:r w:rsidR="00276CCE">
        <w:t xml:space="preserve">, </w:t>
      </w:r>
      <w:r w:rsidRPr="00DA4E77">
        <w:t xml:space="preserve">la </w:t>
      </w:r>
      <w:proofErr w:type="spellStart"/>
      <w:r w:rsidRPr="00DA4E77">
        <w:t>baise</w:t>
      </w:r>
      <w:proofErr w:type="spellEnd"/>
      <w:r w:rsidRPr="00DA4E77">
        <w:t xml:space="preserve"> sur le front</w:t>
      </w:r>
      <w:r w:rsidR="00276CCE">
        <w:t>.</w:t>
      </w:r>
    </w:p>
    <w:p w14:paraId="4DB627B7" w14:textId="77777777" w:rsidR="00276CCE" w:rsidRDefault="00276CCE" w:rsidP="002A4158">
      <w:r>
        <w:t>— </w:t>
      </w:r>
      <w:r w:rsidR="002A4158" w:rsidRPr="00DA4E77">
        <w:t>Adieu</w:t>
      </w:r>
      <w:r>
        <w:t xml:space="preserve">, </w:t>
      </w:r>
      <w:proofErr w:type="spellStart"/>
      <w:r w:rsidR="002A4158" w:rsidRPr="00DA4E77">
        <w:t>Glania</w:t>
      </w:r>
      <w:proofErr w:type="spellEnd"/>
      <w:r>
        <w:t xml:space="preserve"> ! </w:t>
      </w:r>
      <w:r w:rsidR="002A4158" w:rsidRPr="00DA4E77">
        <w:t xml:space="preserve">répète </w:t>
      </w:r>
      <w:proofErr w:type="spellStart"/>
      <w:r w:rsidR="002A4158" w:rsidRPr="00DA4E77">
        <w:t>Knephao</w:t>
      </w:r>
      <w:proofErr w:type="spellEnd"/>
      <w:r>
        <w:t>.</w:t>
      </w:r>
    </w:p>
    <w:p w14:paraId="0DAB88E9" w14:textId="77777777" w:rsidR="00276CCE" w:rsidRDefault="00276CCE" w:rsidP="002A4158">
      <w:r>
        <w:t>— </w:t>
      </w:r>
      <w:r w:rsidR="002A4158" w:rsidRPr="00DA4E77">
        <w:t>Adieu</w:t>
      </w:r>
      <w:r>
        <w:t xml:space="preserve">, </w:t>
      </w:r>
      <w:proofErr w:type="spellStart"/>
      <w:r w:rsidR="002A4158" w:rsidRPr="00DA4E77">
        <w:t>Glania</w:t>
      </w:r>
      <w:proofErr w:type="spellEnd"/>
      <w:r>
        <w:t xml:space="preserve"> ! </w:t>
      </w:r>
      <w:r w:rsidR="002A4158" w:rsidRPr="00DA4E77">
        <w:t xml:space="preserve">murmure </w:t>
      </w:r>
      <w:proofErr w:type="spellStart"/>
      <w:r w:rsidR="002A4158" w:rsidRPr="00DA4E77">
        <w:t>Amonou</w:t>
      </w:r>
      <w:proofErr w:type="spellEnd"/>
      <w:r>
        <w:t xml:space="preserve">, </w:t>
      </w:r>
      <w:r w:rsidR="002A4158" w:rsidRPr="00DA4E77">
        <w:t>d</w:t>
      </w:r>
      <w:r>
        <w:t>’</w:t>
      </w:r>
      <w:r w:rsidR="002A4158" w:rsidRPr="00DA4E77">
        <w:t>une voix à peine perceptible</w:t>
      </w:r>
      <w:r>
        <w:t>.</w:t>
      </w:r>
    </w:p>
    <w:p w14:paraId="629FF3AD" w14:textId="77777777" w:rsidR="00276CCE" w:rsidRDefault="00276CCE" w:rsidP="002A4158">
      <w:r>
        <w:t>— </w:t>
      </w:r>
      <w:r w:rsidR="002A4158" w:rsidRPr="00DA4E77">
        <w:t>Eh bien</w:t>
      </w:r>
      <w:r>
        <w:t xml:space="preserve">, </w:t>
      </w:r>
      <w:r w:rsidR="002A4158" w:rsidRPr="00DA4E77">
        <w:t>non</w:t>
      </w:r>
      <w:r>
        <w:t xml:space="preserve">, </w:t>
      </w:r>
      <w:r w:rsidR="002A4158" w:rsidRPr="00DA4E77">
        <w:t>s</w:t>
      </w:r>
      <w:r>
        <w:t>’</w:t>
      </w:r>
      <w:r w:rsidR="002A4158" w:rsidRPr="00DA4E77">
        <w:t>écrie la Ligure</w:t>
      </w:r>
      <w:r>
        <w:t xml:space="preserve">. </w:t>
      </w:r>
      <w:r w:rsidR="002A4158" w:rsidRPr="00DA4E77">
        <w:t>Je ne vous quitte pas</w:t>
      </w:r>
      <w:r>
        <w:t xml:space="preserve">, </w:t>
      </w:r>
      <w:r w:rsidR="002A4158" w:rsidRPr="00DA4E77">
        <w:t>vous trois</w:t>
      </w:r>
      <w:r>
        <w:t xml:space="preserve">, </w:t>
      </w:r>
      <w:r w:rsidR="002A4158" w:rsidRPr="00DA4E77">
        <w:t>mes sauveurs</w:t>
      </w:r>
      <w:r>
        <w:t xml:space="preserve">, </w:t>
      </w:r>
      <w:r w:rsidR="002A4158" w:rsidRPr="00DA4E77">
        <w:t>mes amis</w:t>
      </w:r>
      <w:r>
        <w:t xml:space="preserve">, </w:t>
      </w:r>
      <w:r w:rsidR="002A4158" w:rsidRPr="00DA4E77">
        <w:t>mes maîtres</w:t>
      </w:r>
      <w:r>
        <w:t xml:space="preserve"> ! </w:t>
      </w:r>
      <w:r w:rsidR="002A4158" w:rsidRPr="00DA4E77">
        <w:t>C</w:t>
      </w:r>
      <w:r>
        <w:t>’</w:t>
      </w:r>
      <w:r w:rsidR="002A4158" w:rsidRPr="00DA4E77">
        <w:t>est moi qui vais vous conduire à travers la place</w:t>
      </w:r>
      <w:r>
        <w:t xml:space="preserve">, </w:t>
      </w:r>
      <w:r w:rsidR="002A4158" w:rsidRPr="00DA4E77">
        <w:t>comme je vous ai conduits ju</w:t>
      </w:r>
      <w:r w:rsidR="002A4158" w:rsidRPr="00DA4E77">
        <w:t>s</w:t>
      </w:r>
      <w:r w:rsidR="002A4158" w:rsidRPr="00DA4E77">
        <w:t>qu</w:t>
      </w:r>
      <w:r>
        <w:t>’</w:t>
      </w:r>
      <w:r w:rsidR="002A4158" w:rsidRPr="00DA4E77">
        <w:t>ici</w:t>
      </w:r>
      <w:r>
        <w:t>.</w:t>
      </w:r>
    </w:p>
    <w:p w14:paraId="0DF6DB18" w14:textId="77777777" w:rsidR="00276CCE" w:rsidRDefault="002A4158" w:rsidP="002A4158">
      <w:r w:rsidRPr="00DA4E77">
        <w:lastRenderedPageBreak/>
        <w:t>Mais à peine a-t-elle prononcé ces mots qu</w:t>
      </w:r>
      <w:r w:rsidR="00276CCE">
        <w:t>’</w:t>
      </w:r>
      <w:r w:rsidRPr="00DA4E77">
        <w:t>une immense lueur</w:t>
      </w:r>
      <w:r w:rsidR="00276CCE">
        <w:t xml:space="preserve">, </w:t>
      </w:r>
      <w:r w:rsidRPr="00DA4E77">
        <w:t>pareille à un éclair</w:t>
      </w:r>
      <w:r w:rsidR="00276CCE">
        <w:t xml:space="preserve">, </w:t>
      </w:r>
      <w:r w:rsidRPr="00DA4E77">
        <w:t>jaillit du côté de l</w:t>
      </w:r>
      <w:r w:rsidR="00276CCE">
        <w:t>’</w:t>
      </w:r>
      <w:r w:rsidRPr="00DA4E77">
        <w:t>occident</w:t>
      </w:r>
      <w:r w:rsidR="00276CCE">
        <w:t xml:space="preserve">, </w:t>
      </w:r>
      <w:r w:rsidRPr="00DA4E77">
        <w:t>vers l</w:t>
      </w:r>
      <w:r w:rsidR="00276CCE">
        <w:t>’</w:t>
      </w:r>
      <w:r w:rsidRPr="00DA4E77">
        <w:t>Île Verte</w:t>
      </w:r>
      <w:r w:rsidR="00276CCE">
        <w:t>.</w:t>
      </w:r>
    </w:p>
    <w:p w14:paraId="7758985E" w14:textId="77777777" w:rsidR="00276CCE" w:rsidRDefault="00276CCE" w:rsidP="002A4158">
      <w:r>
        <w:t>— </w:t>
      </w:r>
      <w:r w:rsidR="002A4158" w:rsidRPr="00DA4E77">
        <w:t>Tu vois</w:t>
      </w:r>
      <w:r>
        <w:t xml:space="preserve">, </w:t>
      </w:r>
      <w:r w:rsidR="002A4158" w:rsidRPr="00DA4E77">
        <w:t xml:space="preserve">dit </w:t>
      </w:r>
      <w:proofErr w:type="spellStart"/>
      <w:r w:rsidR="002A4158" w:rsidRPr="00DA4E77">
        <w:t>Glania</w:t>
      </w:r>
      <w:proofErr w:type="spellEnd"/>
      <w:r>
        <w:t xml:space="preserve">, </w:t>
      </w:r>
      <w:r w:rsidR="002A4158" w:rsidRPr="00DA4E77">
        <w:t>quelque dieu parle</w:t>
      </w:r>
      <w:r>
        <w:t xml:space="preserve">, </w:t>
      </w:r>
      <w:r w:rsidR="002A4158" w:rsidRPr="00DA4E77">
        <w:t>je dois rester avec vous</w:t>
      </w:r>
      <w:r>
        <w:t> !</w:t>
      </w:r>
    </w:p>
    <w:p w14:paraId="7BC93DC9" w14:textId="77777777" w:rsidR="00276CCE" w:rsidRDefault="00276CCE" w:rsidP="002A4158">
      <w:r>
        <w:t>— </w:t>
      </w:r>
      <w:r w:rsidR="002A4158" w:rsidRPr="00DA4E77">
        <w:t>Ce n</w:t>
      </w:r>
      <w:r>
        <w:t>’</w:t>
      </w:r>
      <w:r w:rsidR="002A4158" w:rsidRPr="00DA4E77">
        <w:t>est pas un dieu</w:t>
      </w:r>
      <w:r>
        <w:t xml:space="preserve">, </w:t>
      </w:r>
      <w:r w:rsidR="002A4158" w:rsidRPr="00DA4E77">
        <w:t xml:space="preserve">explique </w:t>
      </w:r>
      <w:proofErr w:type="spellStart"/>
      <w:r w:rsidR="002A4158" w:rsidRPr="00DA4E77">
        <w:t>Hellas</w:t>
      </w:r>
      <w:proofErr w:type="spellEnd"/>
      <w:r>
        <w:t xml:space="preserve">, </w:t>
      </w:r>
      <w:r w:rsidR="002A4158" w:rsidRPr="00DA4E77">
        <w:t>c</w:t>
      </w:r>
      <w:r>
        <w:t>’</w:t>
      </w:r>
      <w:r w:rsidR="002A4158" w:rsidRPr="00DA4E77">
        <w:t xml:space="preserve">est </w:t>
      </w:r>
      <w:proofErr w:type="spellStart"/>
      <w:r w:rsidR="002A4158" w:rsidRPr="00DA4E77">
        <w:t>Oréus</w:t>
      </w:r>
      <w:proofErr w:type="spellEnd"/>
      <w:r>
        <w:t xml:space="preserve">, </w:t>
      </w:r>
      <w:r w:rsidR="002A4158" w:rsidRPr="00DA4E77">
        <w:t>sans doute</w:t>
      </w:r>
      <w:r>
        <w:t xml:space="preserve">. </w:t>
      </w:r>
      <w:r w:rsidR="002A4158" w:rsidRPr="00DA4E77">
        <w:t>Ah</w:t>
      </w:r>
      <w:r>
        <w:t xml:space="preserve"> ! </w:t>
      </w:r>
      <w:r w:rsidR="002A4158" w:rsidRPr="00DA4E77">
        <w:t>s</w:t>
      </w:r>
      <w:r>
        <w:t>’</w:t>
      </w:r>
      <w:r w:rsidR="002A4158" w:rsidRPr="00DA4E77">
        <w:t>il pouvait nous rendre la lumière</w:t>
      </w:r>
      <w:r>
        <w:t xml:space="preserve"> ! </w:t>
      </w:r>
      <w:r w:rsidR="002A4158" w:rsidRPr="00DA4E77">
        <w:t>Lui seul le peut</w:t>
      </w:r>
      <w:r>
        <w:t> !</w:t>
      </w:r>
    </w:p>
    <w:p w14:paraId="27AE15A8" w14:textId="77777777" w:rsidR="00276CCE" w:rsidRDefault="002A4158" w:rsidP="002A4158">
      <w:r w:rsidRPr="00DA4E77">
        <w:t>Au même instant</w:t>
      </w:r>
      <w:r w:rsidR="00276CCE">
        <w:t xml:space="preserve">, </w:t>
      </w:r>
      <w:r w:rsidRPr="00DA4E77">
        <w:t>un autre éclair enveloppe la Cité tout e</w:t>
      </w:r>
      <w:r w:rsidRPr="00DA4E77">
        <w:t>n</w:t>
      </w:r>
      <w:r w:rsidRPr="00DA4E77">
        <w:t>tière</w:t>
      </w:r>
      <w:r w:rsidR="00276CCE">
        <w:t xml:space="preserve">. </w:t>
      </w:r>
      <w:r w:rsidRPr="00DA4E77">
        <w:t>Sur la place</w:t>
      </w:r>
      <w:r w:rsidR="00276CCE">
        <w:t xml:space="preserve">, </w:t>
      </w:r>
      <w:r w:rsidRPr="00DA4E77">
        <w:t>les Barbares noirs</w:t>
      </w:r>
      <w:r w:rsidR="00276CCE">
        <w:t xml:space="preserve">, </w:t>
      </w:r>
      <w:r w:rsidRPr="00DA4E77">
        <w:t>éperdus</w:t>
      </w:r>
      <w:r w:rsidR="00276CCE">
        <w:t xml:space="preserve">, </w:t>
      </w:r>
      <w:r w:rsidRPr="00DA4E77">
        <w:t>courent en d</w:t>
      </w:r>
      <w:r w:rsidRPr="00DA4E77">
        <w:t>é</w:t>
      </w:r>
      <w:r w:rsidRPr="00DA4E77">
        <w:t>sordre</w:t>
      </w:r>
      <w:r w:rsidR="00276CCE">
        <w:t xml:space="preserve">. </w:t>
      </w:r>
      <w:r w:rsidRPr="00DA4E77">
        <w:t>Pour la troisième fois</w:t>
      </w:r>
      <w:r w:rsidR="00276CCE">
        <w:t xml:space="preserve">, </w:t>
      </w:r>
      <w:r w:rsidRPr="00DA4E77">
        <w:t>un grand jet de lumière in</w:t>
      </w:r>
      <w:r w:rsidRPr="000C645C">
        <w:t>onde</w:t>
      </w:r>
      <w:r w:rsidRPr="00DA4E77">
        <w:t xml:space="preserve"> la ville</w:t>
      </w:r>
      <w:r w:rsidR="00276CCE">
        <w:t xml:space="preserve">. </w:t>
      </w:r>
      <w:r w:rsidRPr="00DA4E77">
        <w:t>Il ne s</w:t>
      </w:r>
      <w:r w:rsidR="00276CCE">
        <w:t>’</w:t>
      </w:r>
      <w:r w:rsidRPr="00DA4E77">
        <w:t>éteint pas</w:t>
      </w:r>
      <w:r w:rsidR="00276CCE">
        <w:t xml:space="preserve">. </w:t>
      </w:r>
      <w:r w:rsidRPr="00DA4E77">
        <w:t>Il continue de briller</w:t>
      </w:r>
      <w:r w:rsidR="00276CCE">
        <w:t xml:space="preserve">, </w:t>
      </w:r>
      <w:r w:rsidRPr="00DA4E77">
        <w:t>pareil à un soleil factice qui</w:t>
      </w:r>
      <w:r w:rsidR="00276CCE">
        <w:t xml:space="preserve">, </w:t>
      </w:r>
      <w:r w:rsidRPr="00DA4E77">
        <w:t>au lieu de venir du ciel</w:t>
      </w:r>
      <w:r w:rsidR="00276CCE">
        <w:t xml:space="preserve">, </w:t>
      </w:r>
      <w:r w:rsidRPr="00DA4E77">
        <w:t>jaillirait de la mer</w:t>
      </w:r>
      <w:r w:rsidR="00276CCE">
        <w:t xml:space="preserve">. </w:t>
      </w:r>
      <w:r w:rsidRPr="00DA4E77">
        <w:t>Dans Atlantis</w:t>
      </w:r>
      <w:r w:rsidR="00276CCE">
        <w:t xml:space="preserve">, </w:t>
      </w:r>
      <w:r w:rsidRPr="00DA4E77">
        <w:t>les cris de joie retentissent</w:t>
      </w:r>
      <w:r w:rsidR="00276CCE">
        <w:t xml:space="preserve">. </w:t>
      </w:r>
      <w:r w:rsidRPr="00DA4E77">
        <w:t>Sur la place</w:t>
      </w:r>
      <w:r w:rsidR="00276CCE">
        <w:t xml:space="preserve">, </w:t>
      </w:r>
      <w:r w:rsidRPr="00DA4E77">
        <w:t>les Noirs fuient en déroute</w:t>
      </w:r>
      <w:r w:rsidR="00276CCE">
        <w:t xml:space="preserve">, </w:t>
      </w:r>
      <w:r w:rsidRPr="00DA4E77">
        <w:t>troublés par la lumière miraculeuse</w:t>
      </w:r>
      <w:r w:rsidR="00276CCE">
        <w:t xml:space="preserve">. </w:t>
      </w:r>
      <w:proofErr w:type="spellStart"/>
      <w:r w:rsidRPr="00DA4E77">
        <w:t>Kn</w:t>
      </w:r>
      <w:r w:rsidRPr="00DA4E77">
        <w:t>e</w:t>
      </w:r>
      <w:r w:rsidRPr="00DA4E77">
        <w:t>phao</w:t>
      </w:r>
      <w:proofErr w:type="spellEnd"/>
      <w:r w:rsidR="00276CCE">
        <w:t xml:space="preserve">, </w:t>
      </w:r>
      <w:proofErr w:type="spellStart"/>
      <w:r w:rsidRPr="00DA4E77">
        <w:t>Hellas</w:t>
      </w:r>
      <w:proofErr w:type="spellEnd"/>
      <w:r w:rsidRPr="00DA4E77">
        <w:t xml:space="preserve"> et </w:t>
      </w:r>
      <w:proofErr w:type="spellStart"/>
      <w:r w:rsidRPr="00DA4E77">
        <w:t>Amonou</w:t>
      </w:r>
      <w:proofErr w:type="spellEnd"/>
      <w:r w:rsidR="00276CCE">
        <w:t xml:space="preserve">, </w:t>
      </w:r>
      <w:r w:rsidRPr="00DA4E77">
        <w:t>avec de grands cris</w:t>
      </w:r>
      <w:r w:rsidR="00276CCE">
        <w:t xml:space="preserve">, </w:t>
      </w:r>
      <w:r w:rsidRPr="00DA4E77">
        <w:t>se précipitent à travers la tourbe épouvantée et</w:t>
      </w:r>
      <w:r w:rsidR="00276CCE">
        <w:t xml:space="preserve">, </w:t>
      </w:r>
      <w:r w:rsidRPr="00DA4E77">
        <w:t>sans tourner les yeux vers la lueur apparue</w:t>
      </w:r>
      <w:r w:rsidR="00276CCE">
        <w:t xml:space="preserve">, </w:t>
      </w:r>
      <w:r w:rsidRPr="00DA4E77">
        <w:t>courent jusqu</w:t>
      </w:r>
      <w:r w:rsidR="00276CCE">
        <w:t>’</w:t>
      </w:r>
      <w:r w:rsidRPr="00DA4E77">
        <w:t>au Palais illuminé dans toute sa largeur</w:t>
      </w:r>
      <w:r w:rsidR="00276CCE">
        <w:t>.</w:t>
      </w:r>
    </w:p>
    <w:p w14:paraId="5F848C58" w14:textId="77777777" w:rsidR="00276CCE" w:rsidRDefault="00276CCE" w:rsidP="00276CCE">
      <w:pPr>
        <w:pStyle w:val="Titre2"/>
        <w:rPr>
          <w:i/>
        </w:rPr>
      </w:pPr>
      <w:bookmarkStart w:id="40" w:name="_Toc194842026"/>
      <w:r w:rsidRPr="00DA4E77">
        <w:lastRenderedPageBreak/>
        <w:t>Scène</w:t>
      </w:r>
      <w:r>
        <w:t> </w:t>
      </w:r>
      <w:r w:rsidRPr="00DA4E77">
        <w:t>XIV</w:t>
      </w:r>
      <w:r>
        <w:t xml:space="preserve">. </w:t>
      </w:r>
      <w:r>
        <w:rPr>
          <w:i/>
        </w:rPr>
        <w:t xml:space="preserve">– </w:t>
      </w:r>
      <w:r w:rsidR="002A4158" w:rsidRPr="00DA4E77">
        <w:rPr>
          <w:i/>
        </w:rPr>
        <w:t>Au Palais de l</w:t>
      </w:r>
      <w:r>
        <w:rPr>
          <w:i/>
        </w:rPr>
        <w:t>’</w:t>
      </w:r>
      <w:r w:rsidR="002A4158" w:rsidRPr="00DA4E77">
        <w:rPr>
          <w:i/>
        </w:rPr>
        <w:t>Empire</w:t>
      </w:r>
      <w:r>
        <w:rPr>
          <w:i/>
        </w:rPr>
        <w:t>.</w:t>
      </w:r>
      <w:bookmarkEnd w:id="40"/>
    </w:p>
    <w:p w14:paraId="20819B12" w14:textId="77777777" w:rsidR="00276CCE" w:rsidRDefault="00276CCE" w:rsidP="002A4158">
      <w:r>
        <w:rPr>
          <w:i/>
        </w:rPr>
        <w:t>— </w:t>
      </w:r>
      <w:r w:rsidR="002A4158" w:rsidRPr="00DA4E77">
        <w:t>Ouvrez</w:t>
      </w:r>
      <w:r>
        <w:t xml:space="preserve"> ! </w:t>
      </w:r>
      <w:r w:rsidR="002A4158" w:rsidRPr="00DA4E77">
        <w:t>Ouvrez</w:t>
      </w:r>
      <w:r>
        <w:t xml:space="preserve"> ! </w:t>
      </w:r>
      <w:r w:rsidR="002A4158" w:rsidRPr="00DA4E77">
        <w:t xml:space="preserve">appelle </w:t>
      </w:r>
      <w:proofErr w:type="spellStart"/>
      <w:r w:rsidR="002A4158" w:rsidRPr="00DA4E77">
        <w:t>Knephao</w:t>
      </w:r>
      <w:proofErr w:type="spellEnd"/>
      <w:r w:rsidR="002A4158" w:rsidRPr="00DA4E77">
        <w:t xml:space="preserve"> d</w:t>
      </w:r>
      <w:r>
        <w:t>’</w:t>
      </w:r>
      <w:r w:rsidR="002A4158" w:rsidRPr="00DA4E77">
        <w:t>une voix qui d</w:t>
      </w:r>
      <w:r w:rsidR="002A4158" w:rsidRPr="00DA4E77">
        <w:t>o</w:t>
      </w:r>
      <w:r w:rsidR="002A4158" w:rsidRPr="00DA4E77">
        <w:t>mine le tumulte et que les Égyptiens reconnaissent à travers le grand portail</w:t>
      </w:r>
      <w:r>
        <w:t>.</w:t>
      </w:r>
    </w:p>
    <w:p w14:paraId="15065497" w14:textId="77777777" w:rsidR="00276CCE" w:rsidRDefault="00276CCE" w:rsidP="002A4158">
      <w:r>
        <w:t>— </w:t>
      </w:r>
      <w:proofErr w:type="spellStart"/>
      <w:r w:rsidR="002A4158" w:rsidRPr="00DA4E77">
        <w:t>Knephao</w:t>
      </w:r>
      <w:proofErr w:type="spellEnd"/>
      <w:r>
        <w:t xml:space="preserve"> ? </w:t>
      </w:r>
      <w:r w:rsidR="002A4158" w:rsidRPr="00DA4E77">
        <w:t>Toi</w:t>
      </w:r>
      <w:r>
        <w:t> !</w:t>
      </w:r>
    </w:p>
    <w:p w14:paraId="11E6E996" w14:textId="77777777" w:rsidR="00276CCE" w:rsidRDefault="002A4158" w:rsidP="002A4158">
      <w:r w:rsidRPr="00DA4E77">
        <w:t>Et les hauts battants de bronze</w:t>
      </w:r>
      <w:r w:rsidR="00276CCE">
        <w:t xml:space="preserve">, </w:t>
      </w:r>
      <w:r w:rsidRPr="00DA4E77">
        <w:t>débarrassés de leurs barres de fer</w:t>
      </w:r>
      <w:r w:rsidR="00276CCE">
        <w:t xml:space="preserve">, </w:t>
      </w:r>
      <w:r w:rsidRPr="00DA4E77">
        <w:t xml:space="preserve">sont entrouverts aux trois hommes et à </w:t>
      </w:r>
      <w:proofErr w:type="spellStart"/>
      <w:r w:rsidRPr="00DA4E77">
        <w:t>Glania</w:t>
      </w:r>
      <w:proofErr w:type="spellEnd"/>
      <w:r w:rsidRPr="00DA4E77">
        <w:t xml:space="preserve"> qui s</w:t>
      </w:r>
      <w:r w:rsidR="00276CCE">
        <w:t>’</w:t>
      </w:r>
      <w:r w:rsidRPr="00DA4E77">
        <w:t>engouffrent à l</w:t>
      </w:r>
      <w:r w:rsidR="00276CCE">
        <w:t>’</w:t>
      </w:r>
      <w:r w:rsidRPr="00DA4E77">
        <w:t>intérieur</w:t>
      </w:r>
      <w:r w:rsidR="00276CCE">
        <w:t>.</w:t>
      </w:r>
    </w:p>
    <w:p w14:paraId="0E8C0AAF" w14:textId="77777777" w:rsidR="00276CCE" w:rsidRDefault="00276CCE" w:rsidP="002A4158">
      <w:r>
        <w:t>— </w:t>
      </w:r>
      <w:r w:rsidR="002A4158" w:rsidRPr="00DA4E77">
        <w:t>Vite</w:t>
      </w:r>
      <w:r>
        <w:t xml:space="preserve"> ! </w:t>
      </w:r>
      <w:r w:rsidR="002A4158" w:rsidRPr="00DA4E77">
        <w:t>fait le guerrier s</w:t>
      </w:r>
      <w:r>
        <w:t>’</w:t>
      </w:r>
      <w:r w:rsidR="002A4158" w:rsidRPr="00DA4E77">
        <w:t>adressant aux Égyptiens</w:t>
      </w:r>
      <w:r>
        <w:t xml:space="preserve">, </w:t>
      </w:r>
      <w:r w:rsidR="002A4158" w:rsidRPr="00DA4E77">
        <w:t>tous les hommes disponibles</w:t>
      </w:r>
      <w:r>
        <w:t xml:space="preserve">, </w:t>
      </w:r>
      <w:r w:rsidR="002A4158" w:rsidRPr="00DA4E77">
        <w:t>l</w:t>
      </w:r>
      <w:r>
        <w:t>’</w:t>
      </w:r>
      <w:r w:rsidR="002A4158" w:rsidRPr="00DA4E77">
        <w:t>épée ou la lance à la main</w:t>
      </w:r>
      <w:r>
        <w:t xml:space="preserve">, </w:t>
      </w:r>
      <w:r w:rsidR="002A4158" w:rsidRPr="00DA4E77">
        <w:t>sur la place</w:t>
      </w:r>
      <w:r>
        <w:t xml:space="preserve">, </w:t>
      </w:r>
      <w:r w:rsidR="002A4158" w:rsidRPr="00DA4E77">
        <w:t>et balayez les Barbares noirs</w:t>
      </w:r>
      <w:r>
        <w:t> !</w:t>
      </w:r>
    </w:p>
    <w:p w14:paraId="051E32BE" w14:textId="77777777" w:rsidR="00276CCE" w:rsidRDefault="002A4158" w:rsidP="002A4158">
      <w:r w:rsidRPr="00DA4E77">
        <w:t>Et lui-même</w:t>
      </w:r>
      <w:r w:rsidR="00276CCE">
        <w:t xml:space="preserve">, </w:t>
      </w:r>
      <w:r w:rsidRPr="00DA4E77">
        <w:t>d</w:t>
      </w:r>
      <w:r w:rsidR="00276CCE">
        <w:t>’</w:t>
      </w:r>
      <w:r w:rsidRPr="00DA4E77">
        <w:t>un coup d</w:t>
      </w:r>
      <w:r w:rsidR="00276CCE">
        <w:t>’</w:t>
      </w:r>
      <w:r w:rsidRPr="00DA4E77">
        <w:t>épaule</w:t>
      </w:r>
      <w:r w:rsidR="00276CCE">
        <w:t xml:space="preserve">, </w:t>
      </w:r>
      <w:r w:rsidRPr="00DA4E77">
        <w:t>ouvrant la porte toute grande</w:t>
      </w:r>
      <w:r w:rsidR="00276CCE">
        <w:t xml:space="preserve">, </w:t>
      </w:r>
      <w:r w:rsidRPr="00DA4E77">
        <w:t>se jette vers l</w:t>
      </w:r>
      <w:r w:rsidR="00276CCE">
        <w:t>’</w:t>
      </w:r>
      <w:r w:rsidRPr="00DA4E77">
        <w:t>esplanade</w:t>
      </w:r>
      <w:r w:rsidR="00276CCE">
        <w:t xml:space="preserve">, </w:t>
      </w:r>
      <w:r w:rsidRPr="00DA4E77">
        <w:t>suivi de ses soldats accourus</w:t>
      </w:r>
      <w:r w:rsidR="00276CCE">
        <w:t xml:space="preserve">. </w:t>
      </w:r>
      <w:r w:rsidRPr="00DA4E77">
        <w:t>Vaine sortie</w:t>
      </w:r>
      <w:r w:rsidR="00276CCE">
        <w:t xml:space="preserve"> ! </w:t>
      </w:r>
      <w:r w:rsidRPr="00DA4E77">
        <w:t>Courage inutile</w:t>
      </w:r>
      <w:r w:rsidR="00276CCE">
        <w:t xml:space="preserve"> ! </w:t>
      </w:r>
      <w:r w:rsidRPr="00DA4E77">
        <w:t>On ne voit</w:t>
      </w:r>
      <w:r w:rsidR="00276CCE">
        <w:t xml:space="preserve">, </w:t>
      </w:r>
      <w:r w:rsidRPr="00DA4E77">
        <w:t>au loin</w:t>
      </w:r>
      <w:r w:rsidR="00276CCE">
        <w:t xml:space="preserve">, </w:t>
      </w:r>
      <w:r w:rsidRPr="00DA4E77">
        <w:t>que quelques dos de nègres se sauvant à la débandade</w:t>
      </w:r>
      <w:r w:rsidR="00276CCE">
        <w:t>.</w:t>
      </w:r>
    </w:p>
    <w:p w14:paraId="33EE7628" w14:textId="77777777" w:rsidR="00276CCE" w:rsidRDefault="00276CCE" w:rsidP="002A4158">
      <w:r>
        <w:t>— </w:t>
      </w:r>
      <w:r w:rsidR="002A4158" w:rsidRPr="00DA4E77">
        <w:t>Étranges rebelles</w:t>
      </w:r>
      <w:r>
        <w:t xml:space="preserve"> ! </w:t>
      </w:r>
      <w:r w:rsidR="002A4158" w:rsidRPr="00DA4E77">
        <w:t>gronde le géant avec mépris</w:t>
      </w:r>
      <w:r>
        <w:t xml:space="preserve">. </w:t>
      </w:r>
      <w:r w:rsidR="002A4158" w:rsidRPr="00DA4E77">
        <w:t>Ils ont fui avant que d</w:t>
      </w:r>
      <w:r>
        <w:t>’</w:t>
      </w:r>
      <w:r w:rsidR="002A4158" w:rsidRPr="00DA4E77">
        <w:t>être attaqués</w:t>
      </w:r>
      <w:r>
        <w:t xml:space="preserve">. </w:t>
      </w:r>
      <w:r w:rsidR="002A4158" w:rsidRPr="00DA4E77">
        <w:t>Et c</w:t>
      </w:r>
      <w:r>
        <w:t>’</w:t>
      </w:r>
      <w:r w:rsidR="002A4158" w:rsidRPr="00DA4E77">
        <w:t>est devant eux que vous avez cédé la place</w:t>
      </w:r>
      <w:r>
        <w:t> ?</w:t>
      </w:r>
    </w:p>
    <w:p w14:paraId="167F58AD" w14:textId="77777777" w:rsidR="00276CCE" w:rsidRDefault="00276CCE" w:rsidP="002A4158">
      <w:r>
        <w:t>— </w:t>
      </w:r>
      <w:r w:rsidR="002A4158" w:rsidRPr="00DA4E77">
        <w:t>Ah</w:t>
      </w:r>
      <w:r>
        <w:t xml:space="preserve"> ! </w:t>
      </w:r>
      <w:r w:rsidR="002A4158" w:rsidRPr="00DA4E77">
        <w:t>grand chef</w:t>
      </w:r>
      <w:r>
        <w:t xml:space="preserve">, </w:t>
      </w:r>
      <w:r w:rsidR="002A4158" w:rsidRPr="00DA4E77">
        <w:t>répond un officier</w:t>
      </w:r>
      <w:r>
        <w:t xml:space="preserve">, </w:t>
      </w:r>
      <w:r w:rsidR="002A4158" w:rsidRPr="00DA4E77">
        <w:t>si tu avais vu</w:t>
      </w:r>
      <w:r>
        <w:t xml:space="preserve"> ! </w:t>
      </w:r>
      <w:r w:rsidR="002A4158" w:rsidRPr="00DA4E77">
        <w:t>Rien de terrible comme cette esplanade plongée dans la nuit</w:t>
      </w:r>
      <w:r>
        <w:t xml:space="preserve"> ! </w:t>
      </w:r>
      <w:r w:rsidR="002A4158" w:rsidRPr="00DA4E77">
        <w:t>Et comme si les Nubiens attendaient ce signal</w:t>
      </w:r>
      <w:r>
        <w:t xml:space="preserve">, </w:t>
      </w:r>
      <w:r w:rsidR="002A4158" w:rsidRPr="00DA4E77">
        <w:t>ils ont surgi de to</w:t>
      </w:r>
      <w:r w:rsidR="002A4158" w:rsidRPr="00DA4E77">
        <w:t>u</w:t>
      </w:r>
      <w:r w:rsidR="002A4158" w:rsidRPr="00DA4E77">
        <w:t>tes les avenues</w:t>
      </w:r>
      <w:r>
        <w:t xml:space="preserve"> ! </w:t>
      </w:r>
      <w:r w:rsidR="002A4158" w:rsidRPr="00DA4E77">
        <w:t>Alors</w:t>
      </w:r>
      <w:r>
        <w:t xml:space="preserve">, </w:t>
      </w:r>
      <w:r w:rsidR="002A4158" w:rsidRPr="00DA4E77">
        <w:t>à tâtons</w:t>
      </w:r>
      <w:r>
        <w:t xml:space="preserve">, </w:t>
      </w:r>
      <w:r w:rsidR="002A4158" w:rsidRPr="00DA4E77">
        <w:t>nous sommes rentrés pour d</w:t>
      </w:r>
      <w:r w:rsidR="002A4158" w:rsidRPr="00DA4E77">
        <w:t>é</w:t>
      </w:r>
      <w:r w:rsidR="002A4158" w:rsidRPr="00DA4E77">
        <w:t>fendre la demeure impériale</w:t>
      </w:r>
      <w:r>
        <w:t>.</w:t>
      </w:r>
    </w:p>
    <w:p w14:paraId="097F3DB5" w14:textId="77777777" w:rsidR="00276CCE" w:rsidRDefault="00276CCE" w:rsidP="002A4158">
      <w:r>
        <w:t>— </w:t>
      </w:r>
      <w:r w:rsidR="002A4158" w:rsidRPr="00DA4E77">
        <w:t>C</w:t>
      </w:r>
      <w:r>
        <w:t>’</w:t>
      </w:r>
      <w:r w:rsidR="002A4158" w:rsidRPr="00DA4E77">
        <w:t>est bien</w:t>
      </w:r>
      <w:r>
        <w:t xml:space="preserve"> ! </w:t>
      </w:r>
      <w:r w:rsidR="002A4158" w:rsidRPr="00DA4E77">
        <w:t>accepte le chef radouci</w:t>
      </w:r>
      <w:r>
        <w:t xml:space="preserve">, </w:t>
      </w:r>
      <w:r w:rsidR="002A4158" w:rsidRPr="00DA4E77">
        <w:t>vous avez fait votre devoir</w:t>
      </w:r>
      <w:r>
        <w:t xml:space="preserve">. </w:t>
      </w:r>
      <w:r w:rsidR="002A4158" w:rsidRPr="00DA4E77">
        <w:t>Mais il faut que quelques-uns d</w:t>
      </w:r>
      <w:r>
        <w:t>’</w:t>
      </w:r>
      <w:r w:rsidR="002A4158" w:rsidRPr="00DA4E77">
        <w:t>entre vous se lancent à la poursuite des fuyards</w:t>
      </w:r>
      <w:r>
        <w:t>.</w:t>
      </w:r>
    </w:p>
    <w:p w14:paraId="4B05A723" w14:textId="77777777" w:rsidR="00276CCE" w:rsidRDefault="00276CCE" w:rsidP="002A4158">
      <w:r>
        <w:lastRenderedPageBreak/>
        <w:t>— </w:t>
      </w:r>
      <w:r w:rsidR="002A4158" w:rsidRPr="00DA4E77">
        <w:t>C</w:t>
      </w:r>
      <w:r>
        <w:t>’</w:t>
      </w:r>
      <w:r w:rsidR="002A4158" w:rsidRPr="00DA4E77">
        <w:t>est inutile</w:t>
      </w:r>
      <w:r>
        <w:t xml:space="preserve">, </w:t>
      </w:r>
      <w:r w:rsidR="002A4158" w:rsidRPr="00DA4E77">
        <w:t>chef</w:t>
      </w:r>
      <w:r>
        <w:t xml:space="preserve"> ! </w:t>
      </w:r>
      <w:r w:rsidR="002A4158" w:rsidRPr="00DA4E77">
        <w:t>L</w:t>
      </w:r>
      <w:r>
        <w:t>’</w:t>
      </w:r>
      <w:r w:rsidR="002A4158" w:rsidRPr="00DA4E77">
        <w:t>apparition de ce soleil surnaturel</w:t>
      </w:r>
      <w:r>
        <w:t xml:space="preserve">, </w:t>
      </w:r>
      <w:r w:rsidR="002A4158" w:rsidRPr="00DA4E77">
        <w:t>qui</w:t>
      </w:r>
      <w:r>
        <w:t xml:space="preserve">, </w:t>
      </w:r>
      <w:r w:rsidR="002A4158" w:rsidRPr="00DA4E77">
        <w:t>je l</w:t>
      </w:r>
      <w:r>
        <w:t>’</w:t>
      </w:r>
      <w:r w:rsidR="002A4158" w:rsidRPr="00DA4E77">
        <w:t>avoue</w:t>
      </w:r>
      <w:r>
        <w:t xml:space="preserve">, </w:t>
      </w:r>
      <w:r w:rsidR="002A4158" w:rsidRPr="00DA4E77">
        <w:t>nous étonne tous</w:t>
      </w:r>
      <w:r>
        <w:t xml:space="preserve">, </w:t>
      </w:r>
      <w:r w:rsidR="002A4158" w:rsidRPr="00DA4E77">
        <w:t>constitue pour eux le signe d</w:t>
      </w:r>
      <w:r>
        <w:t>’</w:t>
      </w:r>
      <w:r w:rsidR="002A4158" w:rsidRPr="00DA4E77">
        <w:t>un désastre certain</w:t>
      </w:r>
      <w:r>
        <w:t xml:space="preserve">. </w:t>
      </w:r>
      <w:r w:rsidR="002A4158" w:rsidRPr="00DA4E77">
        <w:t>Sûrement</w:t>
      </w:r>
      <w:r>
        <w:t xml:space="preserve">, </w:t>
      </w:r>
      <w:r w:rsidR="002A4158" w:rsidRPr="00DA4E77">
        <w:t>ils croient à une intervention céleste</w:t>
      </w:r>
      <w:r>
        <w:t xml:space="preserve">. </w:t>
      </w:r>
      <w:r w:rsidR="002A4158" w:rsidRPr="00DA4E77">
        <w:t>Regarde la place encombrée de leurs armes jetées à te</w:t>
      </w:r>
      <w:r w:rsidR="002A4158" w:rsidRPr="00DA4E77">
        <w:t>r</w:t>
      </w:r>
      <w:r w:rsidR="002A4158" w:rsidRPr="00DA4E77">
        <w:t>re</w:t>
      </w:r>
      <w:r>
        <w:t xml:space="preserve">. </w:t>
      </w:r>
      <w:r w:rsidR="002A4158" w:rsidRPr="00DA4E77">
        <w:t>Écoute là-haut</w:t>
      </w:r>
      <w:r>
        <w:t xml:space="preserve">, </w:t>
      </w:r>
      <w:r w:rsidR="002A4158" w:rsidRPr="00DA4E77">
        <w:t>les voilà qui s</w:t>
      </w:r>
      <w:r>
        <w:t>’</w:t>
      </w:r>
      <w:r w:rsidR="002A4158" w:rsidRPr="00DA4E77">
        <w:t>enfuient</w:t>
      </w:r>
      <w:r>
        <w:t>.</w:t>
      </w:r>
    </w:p>
    <w:p w14:paraId="4F3ED664" w14:textId="77777777" w:rsidR="00276CCE" w:rsidRDefault="00276CCE" w:rsidP="002A4158">
      <w:r>
        <w:t>— </w:t>
      </w:r>
      <w:r w:rsidR="002A4158" w:rsidRPr="00DA4E77">
        <w:t>Comment</w:t>
      </w:r>
      <w:r>
        <w:t xml:space="preserve">, </w:t>
      </w:r>
      <w:r w:rsidR="002A4158" w:rsidRPr="00DA4E77">
        <w:t>là-haut</w:t>
      </w:r>
      <w:r>
        <w:t xml:space="preserve"> ? </w:t>
      </w:r>
      <w:r w:rsidR="002A4158" w:rsidRPr="00DA4E77">
        <w:t>s</w:t>
      </w:r>
      <w:r>
        <w:t>’</w:t>
      </w:r>
      <w:r w:rsidR="002A4158" w:rsidRPr="00DA4E77">
        <w:t xml:space="preserve">étonne </w:t>
      </w:r>
      <w:proofErr w:type="spellStart"/>
      <w:r w:rsidR="002A4158" w:rsidRPr="00DA4E77">
        <w:t>Knephao</w:t>
      </w:r>
      <w:proofErr w:type="spellEnd"/>
      <w:r w:rsidR="002A4158" w:rsidRPr="00DA4E77">
        <w:t xml:space="preserve"> entendant</w:t>
      </w:r>
      <w:r>
        <w:t xml:space="preserve">, </w:t>
      </w:r>
      <w:r w:rsidR="002A4158" w:rsidRPr="00DA4E77">
        <w:t>en e</w:t>
      </w:r>
      <w:r w:rsidR="002A4158" w:rsidRPr="00DA4E77">
        <w:t>f</w:t>
      </w:r>
      <w:r w:rsidR="002A4158" w:rsidRPr="00DA4E77">
        <w:t>fet</w:t>
      </w:r>
      <w:r>
        <w:t xml:space="preserve">, </w:t>
      </w:r>
      <w:r w:rsidR="002A4158" w:rsidRPr="00DA4E77">
        <w:t>des cris de terreur sur la Terrasse Sainte</w:t>
      </w:r>
      <w:r>
        <w:t>.</w:t>
      </w:r>
    </w:p>
    <w:p w14:paraId="5F2DA5ED" w14:textId="77777777" w:rsidR="00276CCE" w:rsidRDefault="00276CCE" w:rsidP="002A4158">
      <w:r>
        <w:t>— </w:t>
      </w:r>
      <w:r w:rsidR="002A4158" w:rsidRPr="00DA4E77">
        <w:t>Oui</w:t>
      </w:r>
      <w:r>
        <w:t xml:space="preserve">, </w:t>
      </w:r>
      <w:r w:rsidR="002A4158" w:rsidRPr="00DA4E77">
        <w:t>grand chef</w:t>
      </w:r>
      <w:r>
        <w:t xml:space="preserve">. </w:t>
      </w:r>
      <w:r w:rsidR="002A4158" w:rsidRPr="00DA4E77">
        <w:t>Dès que l</w:t>
      </w:r>
      <w:r>
        <w:t>’</w:t>
      </w:r>
      <w:r w:rsidR="002A4158" w:rsidRPr="00DA4E77">
        <w:t>ombre sur nous s</w:t>
      </w:r>
      <w:r>
        <w:t>’</w:t>
      </w:r>
      <w:r w:rsidR="002A4158" w:rsidRPr="00DA4E77">
        <w:t>est précip</w:t>
      </w:r>
      <w:r w:rsidR="002A4158" w:rsidRPr="00DA4E77">
        <w:t>i</w:t>
      </w:r>
      <w:r w:rsidR="002A4158" w:rsidRPr="00DA4E77">
        <w:t>tée</w:t>
      </w:r>
      <w:r>
        <w:t xml:space="preserve">, </w:t>
      </w:r>
      <w:r w:rsidR="002A4158" w:rsidRPr="00DA4E77">
        <w:t>quelques-uns des démons noirs ont sauté par-dessus la Gri</w:t>
      </w:r>
      <w:r w:rsidR="002A4158" w:rsidRPr="00DA4E77">
        <w:t>l</w:t>
      </w:r>
      <w:r w:rsidR="002A4158" w:rsidRPr="00DA4E77">
        <w:t>le d</w:t>
      </w:r>
      <w:r>
        <w:t>’</w:t>
      </w:r>
      <w:r w:rsidR="002A4158" w:rsidRPr="00DA4E77">
        <w:t>Or</w:t>
      </w:r>
      <w:r>
        <w:t> !</w:t>
      </w:r>
    </w:p>
    <w:p w14:paraId="33CA8CC1" w14:textId="77777777" w:rsidR="00276CCE" w:rsidRDefault="00276CCE" w:rsidP="002A4158">
      <w:r>
        <w:t>— </w:t>
      </w:r>
      <w:r w:rsidR="002A4158" w:rsidRPr="00DA4E77">
        <w:t xml:space="preserve">Et </w:t>
      </w:r>
      <w:proofErr w:type="spellStart"/>
      <w:r w:rsidR="002A4158" w:rsidRPr="00DA4E77">
        <w:t>Hermos</w:t>
      </w:r>
      <w:proofErr w:type="spellEnd"/>
      <w:r>
        <w:t xml:space="preserve">, </w:t>
      </w:r>
      <w:r w:rsidR="002A4158" w:rsidRPr="00DA4E77">
        <w:t>où est-il</w:t>
      </w:r>
      <w:r>
        <w:t> ?</w:t>
      </w:r>
    </w:p>
    <w:p w14:paraId="53BAE26A" w14:textId="77777777" w:rsidR="00276CCE" w:rsidRDefault="00276CCE" w:rsidP="002A4158">
      <w:r>
        <w:t>— </w:t>
      </w:r>
      <w:r w:rsidR="002A4158" w:rsidRPr="00DA4E77">
        <w:t>Ah</w:t>
      </w:r>
      <w:r>
        <w:t xml:space="preserve"> ! </w:t>
      </w:r>
      <w:r w:rsidR="002A4158" w:rsidRPr="00DA4E77">
        <w:t>maître</w:t>
      </w:r>
      <w:r>
        <w:t xml:space="preserve">… </w:t>
      </w:r>
      <w:r w:rsidR="002A4158" w:rsidRPr="00DA4E77">
        <w:t>hésite l</w:t>
      </w:r>
      <w:r>
        <w:t>’</w:t>
      </w:r>
      <w:r w:rsidR="002A4158" w:rsidRPr="00DA4E77">
        <w:t>officier embarrassé</w:t>
      </w:r>
      <w:r>
        <w:t>.</w:t>
      </w:r>
    </w:p>
    <w:p w14:paraId="104F403E" w14:textId="77777777" w:rsidR="00276CCE" w:rsidRDefault="00276CCE" w:rsidP="002A4158">
      <w:r>
        <w:t>— </w:t>
      </w:r>
      <w:r w:rsidR="002A4158" w:rsidRPr="00DA4E77">
        <w:t>Eh bien</w:t>
      </w:r>
      <w:r>
        <w:t xml:space="preserve"> ! </w:t>
      </w:r>
      <w:r w:rsidR="002A4158" w:rsidRPr="00DA4E77">
        <w:t>parle</w:t>
      </w:r>
      <w:r>
        <w:t xml:space="preserve"> ! </w:t>
      </w:r>
      <w:r w:rsidR="002A4158" w:rsidRPr="00DA4E77">
        <w:t>qui t</w:t>
      </w:r>
      <w:r>
        <w:t>’</w:t>
      </w:r>
      <w:r w:rsidR="002A4158" w:rsidRPr="00DA4E77">
        <w:t>arrête</w:t>
      </w:r>
      <w:r>
        <w:t> ?</w:t>
      </w:r>
    </w:p>
    <w:p w14:paraId="49C96E8C" w14:textId="77777777" w:rsidR="00276CCE" w:rsidRDefault="00276CCE" w:rsidP="002A4158">
      <w:r>
        <w:t>— </w:t>
      </w:r>
      <w:r w:rsidR="002A4158" w:rsidRPr="00DA4E77">
        <w:t>Soit</w:t>
      </w:r>
      <w:r>
        <w:t xml:space="preserve"> ! </w:t>
      </w:r>
      <w:r w:rsidR="002A4158" w:rsidRPr="00DA4E77">
        <w:t>Sitôt que le Palais a perdu toute lumière</w:t>
      </w:r>
      <w:r>
        <w:t xml:space="preserve">, </w:t>
      </w:r>
      <w:proofErr w:type="spellStart"/>
      <w:r w:rsidR="002A4158" w:rsidRPr="00DA4E77">
        <w:t>Hermos</w:t>
      </w:r>
      <w:proofErr w:type="spellEnd"/>
      <w:r w:rsidR="002A4158" w:rsidRPr="00DA4E77">
        <w:t xml:space="preserve"> a vite fait allumer une torche</w:t>
      </w:r>
      <w:r>
        <w:t xml:space="preserve">, </w:t>
      </w:r>
      <w:r w:rsidR="002A4158" w:rsidRPr="00DA4E77">
        <w:t>et</w:t>
      </w:r>
      <w:r>
        <w:t xml:space="preserve">, </w:t>
      </w:r>
      <w:r w:rsidR="002A4158" w:rsidRPr="00DA4E77">
        <w:t>s</w:t>
      </w:r>
      <w:r>
        <w:t>’</w:t>
      </w:r>
      <w:r w:rsidR="002A4158" w:rsidRPr="00DA4E77">
        <w:t>élançant vers les cryptes</w:t>
      </w:r>
      <w:r>
        <w:t xml:space="preserve">, </w:t>
      </w:r>
      <w:r w:rsidR="002A4158" w:rsidRPr="00DA4E77">
        <w:t>il a osé se cacher dans les profondeurs des corridors inconnus</w:t>
      </w:r>
      <w:r>
        <w:t xml:space="preserve">, </w:t>
      </w:r>
      <w:r w:rsidR="002A4158" w:rsidRPr="00DA4E77">
        <w:t>r</w:t>
      </w:r>
      <w:r w:rsidR="002A4158" w:rsidRPr="00DA4E77">
        <w:t>e</w:t>
      </w:r>
      <w:r w:rsidR="002A4158" w:rsidRPr="00DA4E77">
        <w:t>fermant toute porte derrière lui</w:t>
      </w:r>
      <w:r>
        <w:t>.</w:t>
      </w:r>
    </w:p>
    <w:p w14:paraId="324A1215" w14:textId="77777777" w:rsidR="00276CCE" w:rsidRDefault="00276CCE" w:rsidP="002A4158">
      <w:r>
        <w:t>— </w:t>
      </w:r>
      <w:r w:rsidR="002A4158" w:rsidRPr="00DA4E77">
        <w:t>Le malheureux</w:t>
      </w:r>
      <w:r>
        <w:t xml:space="preserve"> ! </w:t>
      </w:r>
      <w:r w:rsidR="002A4158" w:rsidRPr="00DA4E77">
        <w:t xml:space="preserve">murmure tout bas </w:t>
      </w:r>
      <w:proofErr w:type="spellStart"/>
      <w:r w:rsidR="002A4158" w:rsidRPr="00DA4E77">
        <w:t>Knephao</w:t>
      </w:r>
      <w:proofErr w:type="spellEnd"/>
      <w:r>
        <w:t xml:space="preserve">. </w:t>
      </w:r>
      <w:r w:rsidR="002A4158" w:rsidRPr="00DA4E77">
        <w:t>Il lutte là-haut</w:t>
      </w:r>
      <w:r>
        <w:t xml:space="preserve">, </w:t>
      </w:r>
      <w:r w:rsidR="002A4158" w:rsidRPr="00DA4E77">
        <w:t>seul peut-être</w:t>
      </w:r>
      <w:r>
        <w:t xml:space="preserve">, </w:t>
      </w:r>
      <w:r w:rsidR="002A4158" w:rsidRPr="00DA4E77">
        <w:t xml:space="preserve">contre </w:t>
      </w:r>
      <w:proofErr w:type="spellStart"/>
      <w:r w:rsidR="002A4158" w:rsidRPr="00DA4E77">
        <w:t>Timou</w:t>
      </w:r>
      <w:proofErr w:type="spellEnd"/>
      <w:r w:rsidR="002A4158" w:rsidRPr="00DA4E77">
        <w:t xml:space="preserve"> et sa bande</w:t>
      </w:r>
      <w:r>
        <w:t> !</w:t>
      </w:r>
    </w:p>
    <w:p w14:paraId="66047740" w14:textId="77777777" w:rsidR="00276CCE" w:rsidRDefault="002A4158" w:rsidP="002A4158">
      <w:r w:rsidRPr="00DA4E77">
        <w:t>Alors</w:t>
      </w:r>
      <w:r w:rsidR="00276CCE">
        <w:t xml:space="preserve">, </w:t>
      </w:r>
      <w:r w:rsidRPr="00DA4E77">
        <w:t>à voix haute</w:t>
      </w:r>
      <w:r w:rsidR="00276CCE">
        <w:t xml:space="preserve">, </w:t>
      </w:r>
      <w:r w:rsidRPr="00DA4E77">
        <w:t>au commandant de la phalange</w:t>
      </w:r>
      <w:r w:rsidR="00276CCE">
        <w:t> :</w:t>
      </w:r>
    </w:p>
    <w:p w14:paraId="797010F3" w14:textId="77777777" w:rsidR="00276CCE" w:rsidRDefault="00276CCE" w:rsidP="002A4158">
      <w:r>
        <w:t>— </w:t>
      </w:r>
      <w:r w:rsidR="002A4158" w:rsidRPr="00DA4E77">
        <w:t>Toi</w:t>
      </w:r>
      <w:r>
        <w:t xml:space="preserve">, </w:t>
      </w:r>
      <w:r w:rsidR="002A4158" w:rsidRPr="00DA4E77">
        <w:t>reste ici à garder la place</w:t>
      </w:r>
      <w:r>
        <w:t xml:space="preserve">, </w:t>
      </w:r>
      <w:r w:rsidR="002A4158" w:rsidRPr="00DA4E77">
        <w:t>avec tes hommes</w:t>
      </w:r>
      <w:r>
        <w:t>.</w:t>
      </w:r>
    </w:p>
    <w:p w14:paraId="55F499EE" w14:textId="77777777" w:rsidR="00276CCE" w:rsidRDefault="002A4158" w:rsidP="002A4158">
      <w:r w:rsidRPr="00DA4E77">
        <w:t>Et</w:t>
      </w:r>
      <w:r w:rsidR="00276CCE">
        <w:t xml:space="preserve">, </w:t>
      </w:r>
      <w:r w:rsidRPr="00DA4E77">
        <w:t>en quelques bonds</w:t>
      </w:r>
      <w:r w:rsidR="00276CCE">
        <w:t xml:space="preserve">, </w:t>
      </w:r>
      <w:r w:rsidRPr="00DA4E77">
        <w:t>il se retrouve dans le vestibule du Palais</w:t>
      </w:r>
      <w:r w:rsidR="00276CCE">
        <w:t>.</w:t>
      </w:r>
    </w:p>
    <w:p w14:paraId="6A9EB621" w14:textId="77777777" w:rsidR="00276CCE" w:rsidRDefault="00276CCE" w:rsidP="002A4158">
      <w:r>
        <w:t>— </w:t>
      </w:r>
      <w:r w:rsidR="002A4158" w:rsidRPr="00DA4E77">
        <w:t>Ah</w:t>
      </w:r>
      <w:r>
        <w:t xml:space="preserve"> ! </w:t>
      </w:r>
      <w:proofErr w:type="spellStart"/>
      <w:r w:rsidR="002A4158" w:rsidRPr="00DA4E77">
        <w:t>Knephao</w:t>
      </w:r>
      <w:proofErr w:type="spellEnd"/>
      <w:r>
        <w:t xml:space="preserve"> ! </w:t>
      </w:r>
      <w:r w:rsidR="002A4158" w:rsidRPr="00DA4E77">
        <w:t>accours vite</w:t>
      </w:r>
      <w:r>
        <w:t xml:space="preserve"> ! </w:t>
      </w:r>
      <w:r w:rsidR="002A4158" w:rsidRPr="00DA4E77">
        <w:t>tout le Palais est en déso</w:t>
      </w:r>
      <w:r w:rsidR="002A4158" w:rsidRPr="00DA4E77">
        <w:t>r</w:t>
      </w:r>
      <w:r w:rsidR="002A4158" w:rsidRPr="00DA4E77">
        <w:t>dre</w:t>
      </w:r>
      <w:r>
        <w:t> !</w:t>
      </w:r>
    </w:p>
    <w:p w14:paraId="474F1BAC" w14:textId="77777777" w:rsidR="00276CCE" w:rsidRDefault="002A4158" w:rsidP="002A4158">
      <w:r w:rsidRPr="00DA4E77">
        <w:t>C</w:t>
      </w:r>
      <w:r w:rsidR="00276CCE">
        <w:t>’</w:t>
      </w:r>
      <w:r w:rsidRPr="00DA4E77">
        <w:t xml:space="preserve">est </w:t>
      </w:r>
      <w:proofErr w:type="spellStart"/>
      <w:r w:rsidRPr="00DA4E77">
        <w:t>Glania</w:t>
      </w:r>
      <w:proofErr w:type="spellEnd"/>
      <w:r w:rsidR="00276CCE">
        <w:t xml:space="preserve">, </w:t>
      </w:r>
      <w:r w:rsidRPr="00DA4E77">
        <w:t>éplorée</w:t>
      </w:r>
      <w:r w:rsidR="00276CCE">
        <w:t xml:space="preserve">, </w:t>
      </w:r>
      <w:r w:rsidRPr="00DA4E77">
        <w:t>qui se précipite au-devant du géant</w:t>
      </w:r>
      <w:r w:rsidR="00276CCE">
        <w:t>.</w:t>
      </w:r>
    </w:p>
    <w:p w14:paraId="3BDB811C" w14:textId="77777777" w:rsidR="00276CCE" w:rsidRDefault="00276CCE" w:rsidP="002A4158">
      <w:r>
        <w:lastRenderedPageBreak/>
        <w:t>— </w:t>
      </w:r>
      <w:r w:rsidR="002A4158" w:rsidRPr="00DA4E77">
        <w:t>Accours</w:t>
      </w:r>
      <w:r>
        <w:t xml:space="preserve">, </w:t>
      </w:r>
      <w:r w:rsidR="002A4158" w:rsidRPr="00DA4E77">
        <w:t>tous les serviteurs de l</w:t>
      </w:r>
      <w:r>
        <w:t>’</w:t>
      </w:r>
      <w:r w:rsidR="002A4158" w:rsidRPr="00DA4E77">
        <w:t>Empire s</w:t>
      </w:r>
      <w:r>
        <w:t>’</w:t>
      </w:r>
      <w:r w:rsidR="002A4158" w:rsidRPr="00DA4E77">
        <w:t>affolent</w:t>
      </w:r>
      <w:r>
        <w:t xml:space="preserve">. </w:t>
      </w:r>
      <w:r w:rsidR="002A4158" w:rsidRPr="00DA4E77">
        <w:t>Ils a</w:t>
      </w:r>
      <w:r w:rsidR="002A4158" w:rsidRPr="00DA4E77">
        <w:t>c</w:t>
      </w:r>
      <w:r w:rsidR="002A4158" w:rsidRPr="00DA4E77">
        <w:t xml:space="preserve">cusent </w:t>
      </w:r>
      <w:proofErr w:type="spellStart"/>
      <w:r w:rsidR="002A4158" w:rsidRPr="00DA4E77">
        <w:t>Hellas</w:t>
      </w:r>
      <w:proofErr w:type="spellEnd"/>
      <w:r w:rsidR="002A4158" w:rsidRPr="00DA4E77">
        <w:t xml:space="preserve"> d</w:t>
      </w:r>
      <w:r>
        <w:t>’</w:t>
      </w:r>
      <w:r w:rsidR="002A4158" w:rsidRPr="00DA4E77">
        <w:t>avoir fui</w:t>
      </w:r>
      <w:r>
        <w:t> !</w:t>
      </w:r>
    </w:p>
    <w:p w14:paraId="45B87CF5" w14:textId="77777777" w:rsidR="00276CCE" w:rsidRDefault="00276CCE" w:rsidP="002A4158">
      <w:r>
        <w:t>— </w:t>
      </w:r>
      <w:r w:rsidR="002A4158" w:rsidRPr="00DA4E77">
        <w:t xml:space="preserve">Et </w:t>
      </w:r>
      <w:proofErr w:type="spellStart"/>
      <w:r w:rsidR="002A4158" w:rsidRPr="00DA4E77">
        <w:t>Amonou</w:t>
      </w:r>
      <w:proofErr w:type="spellEnd"/>
      <w:r>
        <w:t xml:space="preserve"> ? </w:t>
      </w:r>
      <w:r w:rsidR="002A4158" w:rsidRPr="00DA4E77">
        <w:t>où est-il</w:t>
      </w:r>
      <w:r>
        <w:t> ?</w:t>
      </w:r>
    </w:p>
    <w:p w14:paraId="4EFF049A" w14:textId="77777777" w:rsidR="00276CCE" w:rsidRDefault="00276CCE" w:rsidP="002A4158">
      <w:r>
        <w:t>— </w:t>
      </w:r>
      <w:r w:rsidR="002A4158" w:rsidRPr="00DA4E77">
        <w:t>Il cherche à ramener les hommes éperdus</w:t>
      </w:r>
      <w:r>
        <w:t xml:space="preserve">. </w:t>
      </w:r>
      <w:r w:rsidR="002A4158" w:rsidRPr="00DA4E77">
        <w:t>Mais lui-même ne comprend rien au départ subit d</w:t>
      </w:r>
      <w:r>
        <w:t>’</w:t>
      </w:r>
      <w:proofErr w:type="spellStart"/>
      <w:r w:rsidR="002A4158" w:rsidRPr="00DA4E77">
        <w:t>Hellas</w:t>
      </w:r>
      <w:proofErr w:type="spellEnd"/>
      <w:r>
        <w:t>.</w:t>
      </w:r>
    </w:p>
    <w:p w14:paraId="171810BA" w14:textId="77777777" w:rsidR="00276CCE" w:rsidRDefault="002A4158" w:rsidP="002A4158">
      <w:r w:rsidRPr="00DA4E77">
        <w:t>Au même instant</w:t>
      </w:r>
      <w:r w:rsidR="00276CCE">
        <w:t xml:space="preserve">, </w:t>
      </w:r>
      <w:proofErr w:type="spellStart"/>
      <w:r w:rsidRPr="00DA4E77">
        <w:t>Amonou</w:t>
      </w:r>
      <w:proofErr w:type="spellEnd"/>
      <w:r w:rsidR="00276CCE">
        <w:t xml:space="preserve">, </w:t>
      </w:r>
      <w:r w:rsidRPr="00DA4E77">
        <w:t>désolé</w:t>
      </w:r>
      <w:r w:rsidR="00276CCE">
        <w:t xml:space="preserve">, </w:t>
      </w:r>
      <w:r w:rsidRPr="00DA4E77">
        <w:t>apparaît</w:t>
      </w:r>
      <w:r w:rsidR="00276CCE">
        <w:t>.</w:t>
      </w:r>
    </w:p>
    <w:p w14:paraId="53E559F2" w14:textId="77777777" w:rsidR="00276CCE" w:rsidRDefault="00276CCE" w:rsidP="002A4158">
      <w:r>
        <w:t>— </w:t>
      </w:r>
      <w:proofErr w:type="spellStart"/>
      <w:r w:rsidR="002A4158" w:rsidRPr="00DA4E77">
        <w:t>Knephao</w:t>
      </w:r>
      <w:proofErr w:type="spellEnd"/>
      <w:r>
        <w:t xml:space="preserve">, </w:t>
      </w:r>
      <w:r w:rsidR="002A4158" w:rsidRPr="00DA4E77">
        <w:t>balbutie-t-il</w:t>
      </w:r>
      <w:r>
        <w:t xml:space="preserve">, </w:t>
      </w:r>
      <w:r w:rsidR="002A4158" w:rsidRPr="00DA4E77">
        <w:t>tu sais</w:t>
      </w:r>
      <w:r>
        <w:t>…</w:t>
      </w:r>
    </w:p>
    <w:p w14:paraId="5F7EA321" w14:textId="77777777" w:rsidR="00276CCE" w:rsidRDefault="00276CCE" w:rsidP="002A4158">
      <w:r>
        <w:t>— </w:t>
      </w:r>
      <w:r w:rsidR="002A4158" w:rsidRPr="00DA4E77">
        <w:t>Oui</w:t>
      </w:r>
      <w:r>
        <w:t xml:space="preserve">, </w:t>
      </w:r>
      <w:r w:rsidR="002A4158" w:rsidRPr="00DA4E77">
        <w:t>je sais</w:t>
      </w:r>
      <w:r>
        <w:t xml:space="preserve">, </w:t>
      </w:r>
      <w:r w:rsidR="002A4158" w:rsidRPr="00DA4E77">
        <w:t>riposte sèchement l</w:t>
      </w:r>
      <w:r>
        <w:t>’</w:t>
      </w:r>
      <w:r w:rsidR="002A4158" w:rsidRPr="00DA4E77">
        <w:t>Égyptien</w:t>
      </w:r>
      <w:r>
        <w:t xml:space="preserve">, </w:t>
      </w:r>
      <w:r w:rsidR="002A4158" w:rsidRPr="00DA4E77">
        <w:t>et je vais r</w:t>
      </w:r>
      <w:r w:rsidR="002A4158" w:rsidRPr="00DA4E77">
        <w:t>e</w:t>
      </w:r>
      <w:r w:rsidR="002A4158" w:rsidRPr="00DA4E77">
        <w:t xml:space="preserve">joindre </w:t>
      </w:r>
      <w:proofErr w:type="spellStart"/>
      <w:r w:rsidR="002A4158" w:rsidRPr="00DA4E77">
        <w:t>Hellas</w:t>
      </w:r>
      <w:proofErr w:type="spellEnd"/>
      <w:r w:rsidR="002A4158" w:rsidRPr="00DA4E77">
        <w:t xml:space="preserve"> et </w:t>
      </w:r>
      <w:proofErr w:type="spellStart"/>
      <w:r w:rsidR="002A4158" w:rsidRPr="00DA4E77">
        <w:t>Hermos</w:t>
      </w:r>
      <w:proofErr w:type="spellEnd"/>
      <w:r>
        <w:t>.</w:t>
      </w:r>
    </w:p>
    <w:p w14:paraId="2B3C88AC" w14:textId="77777777" w:rsidR="00276CCE" w:rsidRDefault="002A4158" w:rsidP="002A4158">
      <w:r w:rsidRPr="00DA4E77">
        <w:t>Puis</w:t>
      </w:r>
      <w:r w:rsidR="00276CCE">
        <w:t xml:space="preserve">, </w:t>
      </w:r>
      <w:r w:rsidRPr="00DA4E77">
        <w:t>de sa voix la plus impérieuse</w:t>
      </w:r>
      <w:r w:rsidR="00276CCE">
        <w:t xml:space="preserve">, </w:t>
      </w:r>
      <w:r w:rsidRPr="00DA4E77">
        <w:t>il appelle les gardes dispersés</w:t>
      </w:r>
      <w:r w:rsidR="00276CCE">
        <w:t>.</w:t>
      </w:r>
    </w:p>
    <w:p w14:paraId="4AF35650" w14:textId="77777777" w:rsidR="00276CCE" w:rsidRDefault="00276CCE" w:rsidP="002A4158">
      <w:r>
        <w:t>— </w:t>
      </w:r>
      <w:r w:rsidR="002A4158" w:rsidRPr="00DA4E77">
        <w:t>Vous</w:t>
      </w:r>
      <w:r>
        <w:t xml:space="preserve">, </w:t>
      </w:r>
      <w:r w:rsidR="002A4158" w:rsidRPr="00DA4E77">
        <w:t>soldats</w:t>
      </w:r>
      <w:r>
        <w:t xml:space="preserve">, </w:t>
      </w:r>
      <w:r w:rsidR="002A4158" w:rsidRPr="00DA4E77">
        <w:t>veillez sur cette porte</w:t>
      </w:r>
      <w:r>
        <w:t xml:space="preserve">. </w:t>
      </w:r>
      <w:r w:rsidR="002A4158" w:rsidRPr="00DA4E77">
        <w:t>Restez calmes et forts</w:t>
      </w:r>
      <w:r>
        <w:t xml:space="preserve">, </w:t>
      </w:r>
      <w:r w:rsidR="002A4158" w:rsidRPr="00DA4E77">
        <w:t>quoi qu</w:t>
      </w:r>
      <w:r>
        <w:t>’</w:t>
      </w:r>
      <w:r w:rsidR="002A4158" w:rsidRPr="00DA4E77">
        <w:t>il advienne</w:t>
      </w:r>
      <w:r>
        <w:t xml:space="preserve">. </w:t>
      </w:r>
      <w:r w:rsidR="002A4158" w:rsidRPr="00DA4E77">
        <w:t>Toi</w:t>
      </w:r>
      <w:r>
        <w:t xml:space="preserve">, </w:t>
      </w:r>
      <w:proofErr w:type="spellStart"/>
      <w:r w:rsidR="002A4158" w:rsidRPr="00DA4E77">
        <w:t>Amonou</w:t>
      </w:r>
      <w:proofErr w:type="spellEnd"/>
      <w:r>
        <w:t xml:space="preserve">, </w:t>
      </w:r>
      <w:r w:rsidR="002A4158" w:rsidRPr="00DA4E77">
        <w:t>je te confie le comma</w:t>
      </w:r>
      <w:r w:rsidR="002A4158" w:rsidRPr="00DA4E77">
        <w:t>n</w:t>
      </w:r>
      <w:r w:rsidR="002A4158" w:rsidRPr="00DA4E77">
        <w:t>dement de ces hommes</w:t>
      </w:r>
      <w:r>
        <w:t xml:space="preserve">. </w:t>
      </w:r>
      <w:r w:rsidR="002A4158" w:rsidRPr="00DA4E77">
        <w:t>Toi</w:t>
      </w:r>
      <w:r>
        <w:t xml:space="preserve">, </w:t>
      </w:r>
      <w:proofErr w:type="spellStart"/>
      <w:r w:rsidR="002A4158" w:rsidRPr="00DA4E77">
        <w:t>Glania</w:t>
      </w:r>
      <w:proofErr w:type="spellEnd"/>
      <w:r>
        <w:t xml:space="preserve">, </w:t>
      </w:r>
      <w:r w:rsidR="002A4158" w:rsidRPr="00DA4E77">
        <w:t>va te réfugier dans les a</w:t>
      </w:r>
      <w:r w:rsidR="002A4158" w:rsidRPr="00DA4E77">
        <w:t>p</w:t>
      </w:r>
      <w:r w:rsidR="002A4158" w:rsidRPr="00DA4E77">
        <w:t>partements des femmes</w:t>
      </w:r>
      <w:r>
        <w:t>.</w:t>
      </w:r>
    </w:p>
    <w:p w14:paraId="4C2F7778" w14:textId="77777777" w:rsidR="00276CCE" w:rsidRDefault="002A4158" w:rsidP="002A4158">
      <w:r w:rsidRPr="00DA4E77">
        <w:t>Et</w:t>
      </w:r>
      <w:r w:rsidR="00276CCE">
        <w:t xml:space="preserve">, </w:t>
      </w:r>
      <w:r w:rsidRPr="00DA4E77">
        <w:t>sans tourner la tête</w:t>
      </w:r>
      <w:r w:rsidR="00276CCE">
        <w:t xml:space="preserve">, </w:t>
      </w:r>
      <w:r w:rsidRPr="00DA4E77">
        <w:t>il se dirige vers la porte qui s</w:t>
      </w:r>
      <w:r w:rsidR="00276CCE">
        <w:t>’</w:t>
      </w:r>
      <w:r w:rsidRPr="00DA4E77">
        <w:t>ouvre sur les cryptes du Palais</w:t>
      </w:r>
      <w:r w:rsidR="00276CCE">
        <w:t xml:space="preserve">, </w:t>
      </w:r>
      <w:r w:rsidRPr="00DA4E77">
        <w:t>et la referme brusquement</w:t>
      </w:r>
      <w:r w:rsidR="00276CCE">
        <w:t xml:space="preserve">, </w:t>
      </w:r>
      <w:r w:rsidRPr="00DA4E77">
        <w:t>tandis que les hommes</w:t>
      </w:r>
      <w:r w:rsidR="00276CCE">
        <w:t xml:space="preserve">, </w:t>
      </w:r>
      <w:r w:rsidRPr="00DA4E77">
        <w:t>étonnés</w:t>
      </w:r>
      <w:r w:rsidR="00276CCE">
        <w:t xml:space="preserve">, </w:t>
      </w:r>
      <w:r w:rsidRPr="00DA4E77">
        <w:t>ne pouvant pas douter de leur chef infai</w:t>
      </w:r>
      <w:r w:rsidRPr="00DA4E77">
        <w:t>l</w:t>
      </w:r>
      <w:r w:rsidRPr="00DA4E77">
        <w:t>lible</w:t>
      </w:r>
      <w:r w:rsidR="00276CCE">
        <w:t xml:space="preserve">, </w:t>
      </w:r>
      <w:r w:rsidRPr="00DA4E77">
        <w:t>pressentent qu</w:t>
      </w:r>
      <w:r w:rsidR="00276CCE">
        <w:t>’</w:t>
      </w:r>
      <w:r w:rsidRPr="00DA4E77">
        <w:t>ils se trouvent devant un mystère insoluble pour eux</w:t>
      </w:r>
      <w:r w:rsidR="00276CCE">
        <w:t xml:space="preserve">, </w:t>
      </w:r>
      <w:r w:rsidRPr="00DA4E77">
        <w:t>renoncent à comprendre</w:t>
      </w:r>
      <w:r w:rsidR="00276CCE">
        <w:t xml:space="preserve">, </w:t>
      </w:r>
      <w:r w:rsidRPr="00DA4E77">
        <w:t>se taisent et attendent</w:t>
      </w:r>
      <w:r w:rsidR="00276CCE">
        <w:t xml:space="preserve">, </w:t>
      </w:r>
      <w:r w:rsidRPr="00DA4E77">
        <w:t>ainsi qu</w:t>
      </w:r>
      <w:r w:rsidR="00276CCE">
        <w:t>’</w:t>
      </w:r>
      <w:r w:rsidRPr="00DA4E77">
        <w:t>ils en ont reçu le commandement</w:t>
      </w:r>
      <w:r w:rsidR="00276CCE">
        <w:t>.</w:t>
      </w:r>
    </w:p>
    <w:p w14:paraId="3D8DE9AA" w14:textId="77777777" w:rsidR="00276CCE" w:rsidRDefault="00276CCE" w:rsidP="00276CCE">
      <w:pPr>
        <w:pStyle w:val="Titre2"/>
        <w:rPr>
          <w:i/>
        </w:rPr>
      </w:pPr>
      <w:bookmarkStart w:id="41" w:name="_Toc194842027"/>
      <w:r w:rsidRPr="00DA4E77">
        <w:lastRenderedPageBreak/>
        <w:t>Scène</w:t>
      </w:r>
      <w:r>
        <w:t> </w:t>
      </w:r>
      <w:r w:rsidRPr="00DA4E77">
        <w:t>XV</w:t>
      </w:r>
      <w:r>
        <w:t xml:space="preserve">. – </w:t>
      </w:r>
      <w:r w:rsidR="002A4158" w:rsidRPr="00DA4E77">
        <w:rPr>
          <w:i/>
        </w:rPr>
        <w:t>Dans le Temple</w:t>
      </w:r>
      <w:r>
        <w:rPr>
          <w:i/>
        </w:rPr>
        <w:t>.</w:t>
      </w:r>
      <w:bookmarkEnd w:id="41"/>
    </w:p>
    <w:p w14:paraId="15B3BB36" w14:textId="77777777" w:rsidR="00276CCE" w:rsidRDefault="002A4158" w:rsidP="002A4158">
      <w:proofErr w:type="spellStart"/>
      <w:r w:rsidRPr="00DA4E77">
        <w:t>Hermos</w:t>
      </w:r>
      <w:proofErr w:type="spellEnd"/>
      <w:r w:rsidR="00276CCE">
        <w:t xml:space="preserve">, </w:t>
      </w:r>
      <w:r w:rsidRPr="00DA4E77">
        <w:t>en effet</w:t>
      </w:r>
      <w:r w:rsidR="00276CCE">
        <w:t xml:space="preserve">, </w:t>
      </w:r>
      <w:r w:rsidRPr="00DA4E77">
        <w:t>sitôt après l</w:t>
      </w:r>
      <w:r w:rsidR="00276CCE">
        <w:t>’</w:t>
      </w:r>
      <w:r w:rsidRPr="00DA4E77">
        <w:t>extinction des lumières</w:t>
      </w:r>
      <w:r w:rsidR="00276CCE">
        <w:t xml:space="preserve">, </w:t>
      </w:r>
      <w:r w:rsidRPr="00DA4E77">
        <w:t>a compris que les conjurés exécutaient le plan d</w:t>
      </w:r>
      <w:r w:rsidR="00276CCE">
        <w:t>’</w:t>
      </w:r>
      <w:r w:rsidRPr="00DA4E77">
        <w:t xml:space="preserve">assaillir </w:t>
      </w:r>
      <w:smartTag w:uri="urn:schemas-microsoft-com:office:smarttags" w:element="PersonName">
        <w:smartTagPr>
          <w:attr w:name="ProductID" w:val="la Terrasse Sainte"/>
        </w:smartTagPr>
        <w:r w:rsidRPr="00DA4E77">
          <w:t>la Te</w:t>
        </w:r>
        <w:r w:rsidRPr="00DA4E77">
          <w:t>r</w:t>
        </w:r>
        <w:r w:rsidRPr="00DA4E77">
          <w:t>rasse Sainte</w:t>
        </w:r>
      </w:smartTag>
      <w:r w:rsidRPr="00DA4E77">
        <w:t xml:space="preserve"> et que déjà les plus déterminés allaient parvenir jusqu</w:t>
      </w:r>
      <w:r w:rsidR="00276CCE">
        <w:t>’</w:t>
      </w:r>
      <w:r w:rsidRPr="00DA4E77">
        <w:t>au Sphinx</w:t>
      </w:r>
      <w:r w:rsidR="00276CCE">
        <w:t>.</w:t>
      </w:r>
    </w:p>
    <w:p w14:paraId="47128638" w14:textId="77777777" w:rsidR="00276CCE" w:rsidRDefault="002A4158" w:rsidP="002A4158">
      <w:r w:rsidRPr="00DA4E77">
        <w:t>Immédiatement</w:t>
      </w:r>
      <w:r w:rsidR="00276CCE">
        <w:t xml:space="preserve">, </w:t>
      </w:r>
      <w:r w:rsidRPr="00DA4E77">
        <w:t>sans prévenir les gardes encore mal remis de leur surprise</w:t>
      </w:r>
      <w:r w:rsidR="00276CCE">
        <w:t xml:space="preserve">, </w:t>
      </w:r>
      <w:r w:rsidRPr="00DA4E77">
        <w:t>il se précipite vers les cryptes et gagne l</w:t>
      </w:r>
      <w:r w:rsidR="00276CCE">
        <w:t>’</w:t>
      </w:r>
      <w:r w:rsidRPr="00DA4E77">
        <w:t>escalier dérobé par où</w:t>
      </w:r>
      <w:r w:rsidR="00276CCE">
        <w:t xml:space="preserve">, </w:t>
      </w:r>
      <w:r w:rsidRPr="00DA4E77">
        <w:t>déjà une autre fois</w:t>
      </w:r>
      <w:r w:rsidR="00276CCE">
        <w:t xml:space="preserve">, </w:t>
      </w:r>
      <w:r w:rsidRPr="00DA4E77">
        <w:t>il a pu se rendre au Temple</w:t>
      </w:r>
      <w:r w:rsidR="00276CCE">
        <w:t>.</w:t>
      </w:r>
    </w:p>
    <w:p w14:paraId="0E58CEA9" w14:textId="77777777" w:rsidR="00276CCE" w:rsidRDefault="002A4158" w:rsidP="002A4158">
      <w:r w:rsidRPr="00DA4E77">
        <w:t>Maintenant le voici de nouveau caché dans le coin solitaire où</w:t>
      </w:r>
      <w:r w:rsidR="00276CCE">
        <w:t xml:space="preserve">, </w:t>
      </w:r>
      <w:r w:rsidRPr="00DA4E77">
        <w:t>l</w:t>
      </w:r>
      <w:r w:rsidR="00276CCE">
        <w:t>’</w:t>
      </w:r>
      <w:r w:rsidRPr="00DA4E77">
        <w:t>avant-veille</w:t>
      </w:r>
      <w:r w:rsidR="00276CCE">
        <w:t xml:space="preserve">, </w:t>
      </w:r>
      <w:r w:rsidRPr="00DA4E77">
        <w:t xml:space="preserve">il a entendu par hasard le complot tramé contre </w:t>
      </w:r>
      <w:proofErr w:type="spellStart"/>
      <w:r w:rsidRPr="00DA4E77">
        <w:t>Hellas</w:t>
      </w:r>
      <w:proofErr w:type="spellEnd"/>
      <w:r w:rsidRPr="00DA4E77">
        <w:t xml:space="preserve"> et contre lui-même</w:t>
      </w:r>
      <w:r w:rsidR="00276CCE">
        <w:t xml:space="preserve">. </w:t>
      </w:r>
      <w:r w:rsidRPr="00DA4E77">
        <w:t>Une lampe vacillante</w:t>
      </w:r>
      <w:r w:rsidR="00276CCE">
        <w:t xml:space="preserve">, </w:t>
      </w:r>
      <w:r w:rsidRPr="00DA4E77">
        <w:t>sorte de veilleuse suspendue au plafond</w:t>
      </w:r>
      <w:r w:rsidR="00276CCE">
        <w:t xml:space="preserve">, </w:t>
      </w:r>
      <w:r w:rsidRPr="00DA4E77">
        <w:t>projette sur les murailles une pâle lueur</w:t>
      </w:r>
      <w:r w:rsidR="00276CCE">
        <w:t xml:space="preserve">. </w:t>
      </w:r>
      <w:r w:rsidRPr="00DA4E77">
        <w:t>Le Temple</w:t>
      </w:r>
      <w:r w:rsidR="00276CCE">
        <w:t xml:space="preserve">, </w:t>
      </w:r>
      <w:r w:rsidRPr="00DA4E77">
        <w:t>dans cette incertaine obscurité</w:t>
      </w:r>
      <w:r w:rsidR="00276CCE">
        <w:t xml:space="preserve">, </w:t>
      </w:r>
      <w:r w:rsidRPr="00DA4E77">
        <w:t>s</w:t>
      </w:r>
      <w:r w:rsidR="00276CCE">
        <w:t>’</w:t>
      </w:r>
      <w:r w:rsidRPr="00DA4E77">
        <w:t>emplit d</w:t>
      </w:r>
      <w:r w:rsidR="00276CCE">
        <w:t>’</w:t>
      </w:r>
      <w:r w:rsidRPr="00DA4E77">
        <w:t>un lourd silence</w:t>
      </w:r>
      <w:r w:rsidR="00276CCE">
        <w:t>.</w:t>
      </w:r>
    </w:p>
    <w:p w14:paraId="26330056" w14:textId="77777777" w:rsidR="00276CCE" w:rsidRDefault="002A4158" w:rsidP="002A4158">
      <w:r w:rsidRPr="00DA4E77">
        <w:t>C</w:t>
      </w:r>
      <w:r w:rsidR="00276CCE">
        <w:t>’</w:t>
      </w:r>
      <w:r w:rsidRPr="00DA4E77">
        <w:t>est bien ici qu</w:t>
      </w:r>
      <w:r w:rsidR="00276CCE">
        <w:t>’</w:t>
      </w:r>
      <w:r w:rsidRPr="00DA4E77">
        <w:t>il y a deux jours à peine</w:t>
      </w:r>
      <w:r w:rsidR="00276CCE">
        <w:t xml:space="preserve">, </w:t>
      </w:r>
      <w:proofErr w:type="spellStart"/>
      <w:r w:rsidRPr="00DA4E77">
        <w:t>Hermos</w:t>
      </w:r>
      <w:proofErr w:type="spellEnd"/>
      <w:r w:rsidRPr="00DA4E77">
        <w:t xml:space="preserve"> se jeta dans la lutte</w:t>
      </w:r>
      <w:r w:rsidR="00276CCE">
        <w:t xml:space="preserve">, </w:t>
      </w:r>
      <w:r w:rsidRPr="00DA4E77">
        <w:t>lui qui</w:t>
      </w:r>
      <w:r w:rsidR="00276CCE">
        <w:t xml:space="preserve">, </w:t>
      </w:r>
      <w:r w:rsidRPr="00DA4E77">
        <w:t>toute sa jeunesse</w:t>
      </w:r>
      <w:r w:rsidR="00276CCE">
        <w:t xml:space="preserve">, </w:t>
      </w:r>
      <w:r w:rsidRPr="00DA4E77">
        <w:t>s</w:t>
      </w:r>
      <w:r w:rsidR="00276CCE">
        <w:t>’</w:t>
      </w:r>
      <w:r w:rsidRPr="00DA4E77">
        <w:t>en était allé</w:t>
      </w:r>
      <w:r w:rsidR="00276CCE">
        <w:t xml:space="preserve">, </w:t>
      </w:r>
      <w:r w:rsidRPr="00DA4E77">
        <w:t>chantant</w:t>
      </w:r>
      <w:r w:rsidR="00276CCE">
        <w:t xml:space="preserve">, </w:t>
      </w:r>
      <w:r w:rsidRPr="00DA4E77">
        <w:t>à travers les cités et les races</w:t>
      </w:r>
      <w:r w:rsidR="00276CCE">
        <w:t xml:space="preserve">, </w:t>
      </w:r>
      <w:r w:rsidRPr="00DA4E77">
        <w:t>confiant dans la gloire éternelle d</w:t>
      </w:r>
      <w:r w:rsidR="00276CCE">
        <w:t>’</w:t>
      </w:r>
      <w:r w:rsidRPr="00DA4E77">
        <w:t>Atlantis</w:t>
      </w:r>
      <w:r w:rsidR="00276CCE">
        <w:t>.</w:t>
      </w:r>
    </w:p>
    <w:p w14:paraId="678042F5" w14:textId="77777777" w:rsidR="00276CCE" w:rsidRDefault="002A4158" w:rsidP="002A4158">
      <w:r w:rsidRPr="00DA4E77">
        <w:t>Alors</w:t>
      </w:r>
      <w:r w:rsidR="00276CCE">
        <w:t xml:space="preserve">, </w:t>
      </w:r>
      <w:r w:rsidRPr="00DA4E77">
        <w:t>les mots reviennent à sa mémoire qu</w:t>
      </w:r>
      <w:r w:rsidR="00276CCE">
        <w:t>’</w:t>
      </w:r>
      <w:r w:rsidRPr="00DA4E77">
        <w:t>il a lus naguère</w:t>
      </w:r>
      <w:r w:rsidR="00276CCE">
        <w:t xml:space="preserve">, </w:t>
      </w:r>
      <w:r w:rsidRPr="00DA4E77">
        <w:t>en ce lieu sacré</w:t>
      </w:r>
      <w:r w:rsidR="00276CCE">
        <w:t> :</w:t>
      </w:r>
    </w:p>
    <w:p w14:paraId="74B2B586" w14:textId="0DA0A901" w:rsidR="002A4158" w:rsidRPr="006F7A39" w:rsidRDefault="002A4158" w:rsidP="002A4158">
      <w:pPr>
        <w:pStyle w:val="NormalRetraitGauche2XIndent0"/>
        <w:spacing w:before="0" w:after="0"/>
        <w:rPr>
          <w:i/>
          <w:iCs/>
        </w:rPr>
      </w:pPr>
      <w:r w:rsidRPr="006F7A39">
        <w:rPr>
          <w:i/>
          <w:iCs/>
        </w:rPr>
        <w:t>Tu tournes toi-même</w:t>
      </w:r>
    </w:p>
    <w:p w14:paraId="0E745EAC" w14:textId="77777777" w:rsidR="00276CCE" w:rsidRDefault="002A4158" w:rsidP="002A4158">
      <w:pPr>
        <w:pStyle w:val="NormalRetraitGauche2XIndent0"/>
        <w:spacing w:before="0" w:after="0"/>
        <w:rPr>
          <w:i/>
          <w:iCs/>
        </w:rPr>
      </w:pPr>
      <w:r w:rsidRPr="006F7A39">
        <w:rPr>
          <w:i/>
          <w:iCs/>
        </w:rPr>
        <w:t>La roue du destin</w:t>
      </w:r>
      <w:r w:rsidR="00276CCE">
        <w:rPr>
          <w:i/>
          <w:iCs/>
        </w:rPr>
        <w:t> !</w:t>
      </w:r>
    </w:p>
    <w:p w14:paraId="7983B7C6" w14:textId="3E95A8AA" w:rsidR="002A4158" w:rsidRPr="00DA4E77" w:rsidRDefault="00276CCE" w:rsidP="002A4158">
      <w:r>
        <w:t>« </w:t>
      </w:r>
      <w:r w:rsidR="002A4158" w:rsidRPr="00DA4E77">
        <w:t>Comment</w:t>
      </w:r>
      <w:r>
        <w:t xml:space="preserve"> ! </w:t>
      </w:r>
      <w:r w:rsidR="002A4158" w:rsidRPr="00DA4E77">
        <w:t>pense-t-il</w:t>
      </w:r>
      <w:r>
        <w:t xml:space="preserve">, </w:t>
      </w:r>
      <w:r w:rsidR="002A4158" w:rsidRPr="00DA4E77">
        <w:t>je m</w:t>
      </w:r>
      <w:r>
        <w:t>’</w:t>
      </w:r>
      <w:r w:rsidR="002A4158" w:rsidRPr="00DA4E77">
        <w:t>abandonne à de vains regrets devant l</w:t>
      </w:r>
      <w:r>
        <w:t>’</w:t>
      </w:r>
      <w:r w:rsidR="002A4158" w:rsidRPr="00DA4E77">
        <w:t>action inévitable</w:t>
      </w:r>
      <w:r>
        <w:t xml:space="preserve"> ? </w:t>
      </w:r>
      <w:r w:rsidR="002A4158" w:rsidRPr="00DA4E77">
        <w:t>Oui</w:t>
      </w:r>
      <w:r>
        <w:t xml:space="preserve"> ! </w:t>
      </w:r>
      <w:r w:rsidR="002A4158" w:rsidRPr="00DA4E77">
        <w:t>oui</w:t>
      </w:r>
      <w:r>
        <w:t xml:space="preserve"> ! </w:t>
      </w:r>
      <w:r w:rsidR="002A4158" w:rsidRPr="00DA4E77">
        <w:t>j</w:t>
      </w:r>
      <w:r>
        <w:t>’</w:t>
      </w:r>
      <w:r w:rsidR="002A4158" w:rsidRPr="00DA4E77">
        <w:t>ai bien fait de défendre la cause qui m</w:t>
      </w:r>
      <w:r>
        <w:t>’</w:t>
      </w:r>
      <w:r w:rsidR="002A4158" w:rsidRPr="00DA4E77">
        <w:t>a paru juste</w:t>
      </w:r>
      <w:r>
        <w:t xml:space="preserve"> ! </w:t>
      </w:r>
      <w:r w:rsidR="002A4158" w:rsidRPr="00DA4E77">
        <w:t>Si le malheur devait venir</w:t>
      </w:r>
      <w:r>
        <w:t xml:space="preserve">, </w:t>
      </w:r>
      <w:r w:rsidR="002A4158" w:rsidRPr="00DA4E77">
        <w:t>rien n</w:t>
      </w:r>
      <w:r>
        <w:t>’</w:t>
      </w:r>
      <w:r w:rsidR="002A4158" w:rsidRPr="00DA4E77">
        <w:t>eût arrêté sa marche fatale</w:t>
      </w:r>
      <w:r>
        <w:t xml:space="preserve">, </w:t>
      </w:r>
      <w:r w:rsidR="002A4158" w:rsidRPr="00DA4E77">
        <w:t>et j</w:t>
      </w:r>
      <w:r>
        <w:t>’</w:t>
      </w:r>
      <w:r w:rsidR="002A4158" w:rsidRPr="00DA4E77">
        <w:t>éprouverais</w:t>
      </w:r>
      <w:r>
        <w:t xml:space="preserve">, </w:t>
      </w:r>
      <w:r w:rsidR="002A4158" w:rsidRPr="00DA4E77">
        <w:t>en plus</w:t>
      </w:r>
      <w:r>
        <w:t xml:space="preserve">, </w:t>
      </w:r>
      <w:r w:rsidR="002A4158" w:rsidRPr="00DA4E77">
        <w:t>le r</w:t>
      </w:r>
      <w:r w:rsidR="002A4158" w:rsidRPr="00DA4E77">
        <w:t>e</w:t>
      </w:r>
      <w:r w:rsidR="002A4158" w:rsidRPr="00DA4E77">
        <w:t>mords de ma lâcheté</w:t>
      </w:r>
      <w:r>
        <w:t>… »</w:t>
      </w:r>
    </w:p>
    <w:p w14:paraId="143E6286" w14:textId="77777777" w:rsidR="00276CCE" w:rsidRDefault="002A4158" w:rsidP="002A4158">
      <w:r w:rsidRPr="00DA4E77">
        <w:lastRenderedPageBreak/>
        <w:t>Mais voici que la porte s</w:t>
      </w:r>
      <w:r w:rsidR="00276CCE">
        <w:t>’</w:t>
      </w:r>
      <w:r w:rsidRPr="00DA4E77">
        <w:t>ouvre</w:t>
      </w:r>
      <w:r w:rsidR="00276CCE">
        <w:t xml:space="preserve">, </w:t>
      </w:r>
      <w:r w:rsidRPr="00DA4E77">
        <w:t>doucement</w:t>
      </w:r>
      <w:r w:rsidR="00276CCE">
        <w:t xml:space="preserve">, </w:t>
      </w:r>
      <w:r w:rsidRPr="00DA4E77">
        <w:t>presque sans bruit</w:t>
      </w:r>
      <w:r w:rsidR="00276CCE">
        <w:t xml:space="preserve">. </w:t>
      </w:r>
      <w:r w:rsidRPr="00DA4E77">
        <w:t>Un large pan de la nuit bleue entre dans le Temple</w:t>
      </w:r>
      <w:r w:rsidR="00276CCE">
        <w:t xml:space="preserve">. </w:t>
      </w:r>
      <w:r w:rsidRPr="00DA4E77">
        <w:t>La porte se referme et des pas lourds glissent</w:t>
      </w:r>
      <w:r w:rsidR="00276CCE">
        <w:t xml:space="preserve">. </w:t>
      </w:r>
      <w:r w:rsidRPr="00DA4E77">
        <w:t>Une ombre</w:t>
      </w:r>
      <w:r w:rsidR="00276CCE">
        <w:t xml:space="preserve"> ? </w:t>
      </w:r>
      <w:r w:rsidRPr="00DA4E77">
        <w:t>deux ombres</w:t>
      </w:r>
      <w:r w:rsidR="00276CCE">
        <w:t xml:space="preserve"> ? </w:t>
      </w:r>
      <w:r w:rsidRPr="00DA4E77">
        <w:t>trois</w:t>
      </w:r>
      <w:r w:rsidR="00276CCE">
        <w:t xml:space="preserve"> ? </w:t>
      </w:r>
      <w:r w:rsidRPr="00DA4E77">
        <w:t>Oui</w:t>
      </w:r>
      <w:r w:rsidR="00276CCE">
        <w:t xml:space="preserve">, </w:t>
      </w:r>
      <w:r w:rsidRPr="00DA4E77">
        <w:t>trois</w:t>
      </w:r>
      <w:r w:rsidR="00276CCE">
        <w:t>.</w:t>
      </w:r>
    </w:p>
    <w:p w14:paraId="659023BC" w14:textId="77777777" w:rsidR="00276CCE" w:rsidRDefault="002A4158" w:rsidP="002A4158">
      <w:proofErr w:type="spellStart"/>
      <w:r w:rsidRPr="00DA4E77">
        <w:t>Hermos</w:t>
      </w:r>
      <w:proofErr w:type="spellEnd"/>
      <w:r w:rsidRPr="00DA4E77">
        <w:t xml:space="preserve"> les compte dans la frémissante obscurité</w:t>
      </w:r>
      <w:r w:rsidR="00276CCE">
        <w:t xml:space="preserve">. </w:t>
      </w:r>
      <w:r w:rsidRPr="00DA4E77">
        <w:t>Elles rampent plus qu</w:t>
      </w:r>
      <w:r w:rsidR="00276CCE">
        <w:t>’</w:t>
      </w:r>
      <w:r w:rsidRPr="00DA4E77">
        <w:t>elles ne marchent</w:t>
      </w:r>
      <w:r w:rsidR="00276CCE">
        <w:t xml:space="preserve">. </w:t>
      </w:r>
      <w:r w:rsidRPr="00DA4E77">
        <w:t>Que craignent-elles</w:t>
      </w:r>
      <w:r w:rsidR="00276CCE">
        <w:t xml:space="preserve"> ? </w:t>
      </w:r>
      <w:r w:rsidRPr="00DA4E77">
        <w:t>Les hommes</w:t>
      </w:r>
      <w:r w:rsidR="00276CCE">
        <w:t xml:space="preserve">, </w:t>
      </w:r>
      <w:r w:rsidRPr="00DA4E77">
        <w:t>les dieux</w:t>
      </w:r>
      <w:r w:rsidR="00276CCE">
        <w:t xml:space="preserve">, </w:t>
      </w:r>
      <w:r w:rsidRPr="00DA4E77">
        <w:t>le Sphinx</w:t>
      </w:r>
      <w:r w:rsidR="00276CCE">
        <w:t xml:space="preserve">, </w:t>
      </w:r>
      <w:r w:rsidRPr="00DA4E77">
        <w:t>peut-être</w:t>
      </w:r>
      <w:r w:rsidR="00276CCE">
        <w:t> ?</w:t>
      </w:r>
    </w:p>
    <w:p w14:paraId="586C1085" w14:textId="77777777" w:rsidR="00276CCE" w:rsidRDefault="00276CCE" w:rsidP="002A4158">
      <w:r>
        <w:t>— </w:t>
      </w:r>
      <w:r w:rsidR="002A4158" w:rsidRPr="00DA4E77">
        <w:t>Allons</w:t>
      </w:r>
      <w:r>
        <w:t xml:space="preserve">, </w:t>
      </w:r>
      <w:proofErr w:type="spellStart"/>
      <w:r w:rsidR="002A4158" w:rsidRPr="00DA4E77">
        <w:t>Belkis</w:t>
      </w:r>
      <w:proofErr w:type="spellEnd"/>
      <w:r>
        <w:t xml:space="preserve">, </w:t>
      </w:r>
      <w:r w:rsidR="002A4158" w:rsidRPr="00DA4E77">
        <w:t>murmure une de ces ombres</w:t>
      </w:r>
      <w:r>
        <w:t xml:space="preserve">, </w:t>
      </w:r>
      <w:r w:rsidR="002A4158" w:rsidRPr="00DA4E77">
        <w:t>avance donc</w:t>
      </w:r>
      <w:r>
        <w:t xml:space="preserve"> ! </w:t>
      </w:r>
      <w:r w:rsidR="002A4158" w:rsidRPr="00DA4E77">
        <w:t>As-tu peur</w:t>
      </w:r>
      <w:r>
        <w:t xml:space="preserve"> ? </w:t>
      </w:r>
      <w:r w:rsidR="002A4158" w:rsidRPr="00DA4E77">
        <w:t>Toi seul sais le chemin</w:t>
      </w:r>
      <w:r>
        <w:t xml:space="preserve"> ; </w:t>
      </w:r>
      <w:r w:rsidR="002A4158" w:rsidRPr="00DA4E77">
        <w:t>que ne puis-je me guider moi-même</w:t>
      </w:r>
      <w:r>
        <w:t> !</w:t>
      </w:r>
    </w:p>
    <w:p w14:paraId="7893455B" w14:textId="77777777" w:rsidR="00276CCE" w:rsidRDefault="00276CCE" w:rsidP="002A4158">
      <w:r>
        <w:t>— </w:t>
      </w:r>
      <w:r w:rsidR="002A4158" w:rsidRPr="00DA4E77">
        <w:t>Patience</w:t>
      </w:r>
      <w:r>
        <w:t xml:space="preserve">, </w:t>
      </w:r>
      <w:proofErr w:type="spellStart"/>
      <w:r w:rsidR="002A4158" w:rsidRPr="00DA4E77">
        <w:t>Timou</w:t>
      </w:r>
      <w:proofErr w:type="spellEnd"/>
      <w:r>
        <w:t xml:space="preserve">, </w:t>
      </w:r>
      <w:r w:rsidR="002A4158" w:rsidRPr="00DA4E77">
        <w:t>nous parviendrons au tabernacle</w:t>
      </w:r>
      <w:r>
        <w:t xml:space="preserve">. </w:t>
      </w:r>
      <w:r w:rsidR="002A4158" w:rsidRPr="00DA4E77">
        <w:t>Mais allons doucement</w:t>
      </w:r>
      <w:r>
        <w:t xml:space="preserve">. </w:t>
      </w:r>
      <w:r w:rsidR="002A4158" w:rsidRPr="00DA4E77">
        <w:t>Il me semble que les dieux remuent</w:t>
      </w:r>
      <w:r>
        <w:t>.</w:t>
      </w:r>
    </w:p>
    <w:p w14:paraId="466058EB" w14:textId="77777777" w:rsidR="00276CCE" w:rsidRDefault="002A4158" w:rsidP="002A4158">
      <w:proofErr w:type="spellStart"/>
      <w:r w:rsidRPr="00DA4E77">
        <w:t>Hermos</w:t>
      </w:r>
      <w:proofErr w:type="spellEnd"/>
      <w:r w:rsidRPr="00DA4E77">
        <w:t xml:space="preserve"> attend sans bouger</w:t>
      </w:r>
      <w:r w:rsidR="00276CCE">
        <w:t xml:space="preserve">. </w:t>
      </w:r>
      <w:r w:rsidRPr="00DA4E77">
        <w:t>Pendant que les trois ombres s</w:t>
      </w:r>
      <w:r w:rsidR="00276CCE">
        <w:t>’</w:t>
      </w:r>
      <w:r w:rsidRPr="00DA4E77">
        <w:t>insinuent en silence</w:t>
      </w:r>
      <w:r w:rsidR="00276CCE">
        <w:t xml:space="preserve">, </w:t>
      </w:r>
      <w:r w:rsidRPr="00DA4E77">
        <w:t>il se demande s</w:t>
      </w:r>
      <w:r w:rsidR="00276CCE">
        <w:t>’</w:t>
      </w:r>
      <w:r w:rsidRPr="00DA4E77">
        <w:t>il doit fondre sur elles</w:t>
      </w:r>
      <w:r w:rsidR="00276CCE">
        <w:t xml:space="preserve">, </w:t>
      </w:r>
      <w:r w:rsidRPr="00DA4E77">
        <w:t>quand</w:t>
      </w:r>
      <w:r w:rsidR="00276CCE">
        <w:t xml:space="preserve">, </w:t>
      </w:r>
      <w:r w:rsidRPr="00DA4E77">
        <w:t>brusquement</w:t>
      </w:r>
      <w:r w:rsidR="00276CCE">
        <w:t xml:space="preserve">, </w:t>
      </w:r>
      <w:r w:rsidRPr="00DA4E77">
        <w:t>un jet de lumière entre par les hautes f</w:t>
      </w:r>
      <w:r w:rsidRPr="00DA4E77">
        <w:t>e</w:t>
      </w:r>
      <w:r w:rsidRPr="00DA4E77">
        <w:t>nêtres et fait flamboyer les voûtes du Temple</w:t>
      </w:r>
      <w:r w:rsidR="00276CCE">
        <w:t xml:space="preserve">. </w:t>
      </w:r>
      <w:r w:rsidRPr="00DA4E77">
        <w:t>Est-ce un éclair</w:t>
      </w:r>
      <w:r w:rsidR="00276CCE">
        <w:t xml:space="preserve"> ? </w:t>
      </w:r>
      <w:proofErr w:type="spellStart"/>
      <w:r w:rsidRPr="00DA4E77">
        <w:t>Hermos</w:t>
      </w:r>
      <w:proofErr w:type="spellEnd"/>
      <w:r w:rsidRPr="00DA4E77">
        <w:t xml:space="preserve"> stupéfait reste immobile dans sa cachette</w:t>
      </w:r>
      <w:r w:rsidR="00276CCE">
        <w:t xml:space="preserve">. </w:t>
      </w:r>
      <w:r w:rsidRPr="00DA4E77">
        <w:t>Les trois hommes s</w:t>
      </w:r>
      <w:r w:rsidR="00276CCE">
        <w:t>’</w:t>
      </w:r>
      <w:r w:rsidRPr="00DA4E77">
        <w:t>arrêtent</w:t>
      </w:r>
      <w:r w:rsidR="00276CCE">
        <w:t xml:space="preserve">. </w:t>
      </w:r>
      <w:r w:rsidRPr="00DA4E77">
        <w:t>L</w:t>
      </w:r>
      <w:r w:rsidR="00276CCE">
        <w:t>’</w:t>
      </w:r>
      <w:r w:rsidRPr="00DA4E77">
        <w:t>éclair passe</w:t>
      </w:r>
      <w:r w:rsidR="00276CCE">
        <w:t xml:space="preserve">. </w:t>
      </w:r>
      <w:r w:rsidRPr="00DA4E77">
        <w:t>En voici un autre</w:t>
      </w:r>
      <w:r w:rsidR="00276CCE">
        <w:t xml:space="preserve">, </w:t>
      </w:r>
      <w:r w:rsidRPr="00DA4E77">
        <w:t>plus long</w:t>
      </w:r>
      <w:r w:rsidR="00276CCE">
        <w:t xml:space="preserve">. </w:t>
      </w:r>
      <w:r w:rsidRPr="00DA4E77">
        <w:t>La lumière brille</w:t>
      </w:r>
      <w:r w:rsidR="00276CCE">
        <w:t xml:space="preserve">, </w:t>
      </w:r>
      <w:r w:rsidRPr="00DA4E77">
        <w:t>comme celle du soleil</w:t>
      </w:r>
      <w:r w:rsidR="00276CCE">
        <w:t xml:space="preserve">. </w:t>
      </w:r>
      <w:proofErr w:type="spellStart"/>
      <w:r w:rsidRPr="00DA4E77">
        <w:t>Hermos</w:t>
      </w:r>
      <w:proofErr w:type="spellEnd"/>
      <w:r w:rsidRPr="00DA4E77">
        <w:t xml:space="preserve"> voit nettement les trois hommes</w:t>
      </w:r>
      <w:r w:rsidR="00276CCE">
        <w:t xml:space="preserve">. </w:t>
      </w:r>
      <w:r w:rsidRPr="00DA4E77">
        <w:t>Le troisième est un Noir</w:t>
      </w:r>
      <w:r w:rsidR="00276CCE">
        <w:t xml:space="preserve">, </w:t>
      </w:r>
      <w:r w:rsidRPr="00DA4E77">
        <w:t xml:space="preserve">compagnon de </w:t>
      </w:r>
      <w:proofErr w:type="spellStart"/>
      <w:r w:rsidRPr="00DA4E77">
        <w:t>T</w:t>
      </w:r>
      <w:r w:rsidRPr="00DA4E77">
        <w:t>i</w:t>
      </w:r>
      <w:r w:rsidRPr="00DA4E77">
        <w:t>mou</w:t>
      </w:r>
      <w:proofErr w:type="spellEnd"/>
      <w:r w:rsidR="00276CCE">
        <w:t xml:space="preserve">. </w:t>
      </w:r>
      <w:r w:rsidRPr="00DA4E77">
        <w:t>La lumière de nouveau s</w:t>
      </w:r>
      <w:r w:rsidR="00276CCE">
        <w:t>’</w:t>
      </w:r>
      <w:r w:rsidRPr="00DA4E77">
        <w:t>éteint</w:t>
      </w:r>
      <w:r w:rsidR="00276CCE">
        <w:t xml:space="preserve">. </w:t>
      </w:r>
      <w:r w:rsidRPr="00DA4E77">
        <w:t>Enfin une autre lueur a</w:t>
      </w:r>
      <w:r w:rsidRPr="00DA4E77">
        <w:t>p</w:t>
      </w:r>
      <w:r w:rsidRPr="00DA4E77">
        <w:t>paraît et demeure</w:t>
      </w:r>
      <w:r w:rsidR="00276CCE">
        <w:t xml:space="preserve">, </w:t>
      </w:r>
      <w:r w:rsidRPr="00DA4E77">
        <w:t>cette fois</w:t>
      </w:r>
      <w:r w:rsidR="00276CCE">
        <w:t xml:space="preserve">. </w:t>
      </w:r>
      <w:proofErr w:type="spellStart"/>
      <w:r w:rsidRPr="00DA4E77">
        <w:t>Hermos</w:t>
      </w:r>
      <w:proofErr w:type="spellEnd"/>
      <w:r w:rsidR="00276CCE">
        <w:t xml:space="preserve">, </w:t>
      </w:r>
      <w:r w:rsidRPr="00DA4E77">
        <w:t>ébahi</w:t>
      </w:r>
      <w:r w:rsidR="00276CCE">
        <w:t xml:space="preserve">, </w:t>
      </w:r>
      <w:r w:rsidRPr="00DA4E77">
        <w:t>ne comprenant plus rien</w:t>
      </w:r>
      <w:r w:rsidR="00276CCE">
        <w:t xml:space="preserve">, </w:t>
      </w:r>
      <w:r w:rsidRPr="00DA4E77">
        <w:t>s</w:t>
      </w:r>
      <w:r w:rsidR="00276CCE">
        <w:t>’</w:t>
      </w:r>
      <w:r w:rsidRPr="00DA4E77">
        <w:t>abandonne au destin et s</w:t>
      </w:r>
      <w:r w:rsidR="00276CCE">
        <w:t>’</w:t>
      </w:r>
      <w:r w:rsidRPr="00DA4E77">
        <w:t>apprête à toute aventure</w:t>
      </w:r>
      <w:r w:rsidR="00276CCE">
        <w:t xml:space="preserve">. </w:t>
      </w:r>
      <w:r w:rsidRPr="00DA4E77">
        <w:t>L</w:t>
      </w:r>
      <w:r w:rsidR="00276CCE">
        <w:t>’</w:t>
      </w:r>
      <w:r w:rsidRPr="00DA4E77">
        <w:t>esclave noir essaie de fuir</w:t>
      </w:r>
      <w:r w:rsidR="00276CCE">
        <w:t xml:space="preserve">, </w:t>
      </w:r>
      <w:r w:rsidRPr="00DA4E77">
        <w:t>en s</w:t>
      </w:r>
      <w:r w:rsidR="00276CCE">
        <w:t>’</w:t>
      </w:r>
      <w:r w:rsidRPr="00DA4E77">
        <w:t>écriant</w:t>
      </w:r>
      <w:r w:rsidR="00276CCE">
        <w:t> :</w:t>
      </w:r>
    </w:p>
    <w:p w14:paraId="27805BDF" w14:textId="77777777" w:rsidR="00276CCE" w:rsidRDefault="00276CCE" w:rsidP="002A4158">
      <w:r>
        <w:t>— </w:t>
      </w:r>
      <w:r w:rsidR="002A4158" w:rsidRPr="00DA4E77">
        <w:t>Le soleil de la nuit</w:t>
      </w:r>
      <w:r>
        <w:t xml:space="preserve"> ! </w:t>
      </w:r>
      <w:r w:rsidR="002A4158" w:rsidRPr="00DA4E77">
        <w:t>C</w:t>
      </w:r>
      <w:r>
        <w:t>’</w:t>
      </w:r>
      <w:r w:rsidR="002A4158" w:rsidRPr="00DA4E77">
        <w:t>est un dieu qui parle</w:t>
      </w:r>
      <w:r>
        <w:t xml:space="preserve"> ! </w:t>
      </w:r>
      <w:r w:rsidR="002A4158" w:rsidRPr="00DA4E77">
        <w:t>Nous allons mourir</w:t>
      </w:r>
      <w:r>
        <w:t> !</w:t>
      </w:r>
    </w:p>
    <w:p w14:paraId="00D7943D" w14:textId="77777777" w:rsidR="00276CCE" w:rsidRDefault="00276CCE" w:rsidP="002A4158">
      <w:r>
        <w:t>— </w:t>
      </w:r>
      <w:r w:rsidR="002A4158" w:rsidRPr="00DA4E77">
        <w:t>Poltrons</w:t>
      </w:r>
      <w:r>
        <w:t xml:space="preserve"> ! </w:t>
      </w:r>
      <w:r w:rsidR="002A4158" w:rsidRPr="00DA4E77">
        <w:t xml:space="preserve">rugit </w:t>
      </w:r>
      <w:proofErr w:type="spellStart"/>
      <w:r w:rsidR="002A4158" w:rsidRPr="00DA4E77">
        <w:t>Timou</w:t>
      </w:r>
      <w:proofErr w:type="spellEnd"/>
      <w:r>
        <w:t xml:space="preserve">, </w:t>
      </w:r>
      <w:r w:rsidR="002A4158" w:rsidRPr="00DA4E77">
        <w:t>vous avez peur de ce qui nous sauve</w:t>
      </w:r>
      <w:r>
        <w:t> ?</w:t>
      </w:r>
    </w:p>
    <w:p w14:paraId="6E771A05" w14:textId="77777777" w:rsidR="00276CCE" w:rsidRDefault="00276CCE" w:rsidP="002A4158">
      <w:r>
        <w:lastRenderedPageBreak/>
        <w:t>— </w:t>
      </w:r>
      <w:r w:rsidR="002A4158" w:rsidRPr="00DA4E77">
        <w:t>La fuite seule peut nous sauver</w:t>
      </w:r>
      <w:r>
        <w:t xml:space="preserve">, </w:t>
      </w:r>
      <w:proofErr w:type="spellStart"/>
      <w:r w:rsidR="002A4158" w:rsidRPr="00DA4E77">
        <w:t>Timou</w:t>
      </w:r>
      <w:proofErr w:type="spellEnd"/>
      <w:r>
        <w:t xml:space="preserve">, </w:t>
      </w:r>
      <w:r w:rsidR="002A4158" w:rsidRPr="00DA4E77">
        <w:t>réplique l</w:t>
      </w:r>
      <w:r>
        <w:t>’</w:t>
      </w:r>
      <w:r w:rsidR="002A4158" w:rsidRPr="00DA4E77">
        <w:t>autre Noir</w:t>
      </w:r>
      <w:r>
        <w:t xml:space="preserve">. </w:t>
      </w:r>
      <w:r w:rsidR="002A4158" w:rsidRPr="00DA4E77">
        <w:t>Tu sais bien que le soleil de la nuit fut la malédiction de notre race</w:t>
      </w:r>
      <w:r>
        <w:t xml:space="preserve">. </w:t>
      </w:r>
      <w:r w:rsidR="002A4158" w:rsidRPr="00DA4E77">
        <w:t>Rappelle-toi notre défaite</w:t>
      </w:r>
      <w:r>
        <w:t xml:space="preserve">, </w:t>
      </w:r>
      <w:r w:rsidR="002A4158" w:rsidRPr="00DA4E77">
        <w:t>jadis</w:t>
      </w:r>
      <w:r>
        <w:t xml:space="preserve">, </w:t>
      </w:r>
      <w:r w:rsidR="002A4158" w:rsidRPr="00DA4E77">
        <w:t>sur les bords du Nil</w:t>
      </w:r>
      <w:r>
        <w:t> !</w:t>
      </w:r>
    </w:p>
    <w:p w14:paraId="04D52E86" w14:textId="77777777" w:rsidR="00276CCE" w:rsidRDefault="002A4158" w:rsidP="002A4158">
      <w:r w:rsidRPr="00DA4E77">
        <w:t xml:space="preserve">Et le compagnon de </w:t>
      </w:r>
      <w:proofErr w:type="spellStart"/>
      <w:r w:rsidRPr="00DA4E77">
        <w:t>Timou</w:t>
      </w:r>
      <w:proofErr w:type="spellEnd"/>
      <w:r w:rsidRPr="00DA4E77">
        <w:t xml:space="preserve"> se jette déjà vers la porte</w:t>
      </w:r>
      <w:r w:rsidR="00276CCE">
        <w:t xml:space="preserve">, </w:t>
      </w:r>
      <w:r w:rsidRPr="00DA4E77">
        <w:t xml:space="preserve">suivi de </w:t>
      </w:r>
      <w:proofErr w:type="spellStart"/>
      <w:r w:rsidRPr="00DA4E77">
        <w:t>Belkis</w:t>
      </w:r>
      <w:proofErr w:type="spellEnd"/>
      <w:r w:rsidR="00276CCE">
        <w:t xml:space="preserve">, </w:t>
      </w:r>
      <w:r w:rsidRPr="00DA4E77">
        <w:t>encore plus affolé</w:t>
      </w:r>
      <w:r w:rsidR="00276CCE">
        <w:t xml:space="preserve">. </w:t>
      </w:r>
      <w:proofErr w:type="spellStart"/>
      <w:r w:rsidRPr="00DA4E77">
        <w:t>Timou</w:t>
      </w:r>
      <w:proofErr w:type="spellEnd"/>
      <w:r w:rsidR="00276CCE">
        <w:t xml:space="preserve">, </w:t>
      </w:r>
      <w:r w:rsidRPr="00DA4E77">
        <w:t>en quelques bonds</w:t>
      </w:r>
      <w:r w:rsidR="00276CCE">
        <w:t xml:space="preserve">, </w:t>
      </w:r>
      <w:r w:rsidRPr="00DA4E77">
        <w:t>les r</w:t>
      </w:r>
      <w:r w:rsidRPr="00DA4E77">
        <w:t>e</w:t>
      </w:r>
      <w:r w:rsidRPr="00DA4E77">
        <w:t>joint et les retient de ses bras robustes</w:t>
      </w:r>
      <w:r w:rsidR="00276CCE">
        <w:t>.</w:t>
      </w:r>
    </w:p>
    <w:p w14:paraId="511A17B3" w14:textId="77777777" w:rsidR="00276CCE" w:rsidRDefault="00276CCE" w:rsidP="002A4158">
      <w:r>
        <w:t>— </w:t>
      </w:r>
      <w:r w:rsidR="002A4158" w:rsidRPr="00DA4E77">
        <w:t>Lâche</w:t>
      </w:r>
      <w:r>
        <w:t xml:space="preserve"> ! </w:t>
      </w:r>
      <w:r w:rsidR="002A4158" w:rsidRPr="00DA4E77">
        <w:t>crie-t-il à l</w:t>
      </w:r>
      <w:r>
        <w:t>’</w:t>
      </w:r>
      <w:r w:rsidR="002A4158" w:rsidRPr="00DA4E77">
        <w:t xml:space="preserve">autre Noir en un langage incompris de </w:t>
      </w:r>
      <w:proofErr w:type="spellStart"/>
      <w:r w:rsidR="002A4158" w:rsidRPr="00DA4E77">
        <w:t>Belkis</w:t>
      </w:r>
      <w:proofErr w:type="spellEnd"/>
      <w:r>
        <w:t xml:space="preserve">. </w:t>
      </w:r>
      <w:r w:rsidR="002A4158" w:rsidRPr="00DA4E77">
        <w:t>Lâche</w:t>
      </w:r>
      <w:r>
        <w:t xml:space="preserve">, </w:t>
      </w:r>
      <w:r w:rsidR="002A4158" w:rsidRPr="00DA4E77">
        <w:t>imbécile ou fou</w:t>
      </w:r>
      <w:r>
        <w:t xml:space="preserve"> ! </w:t>
      </w:r>
      <w:r w:rsidR="002A4158" w:rsidRPr="00DA4E77">
        <w:t>Eh</w:t>
      </w:r>
      <w:r>
        <w:t xml:space="preserve"> ! </w:t>
      </w:r>
      <w:r w:rsidR="002A4158" w:rsidRPr="00DA4E77">
        <w:t>que m</w:t>
      </w:r>
      <w:r>
        <w:t>’</w:t>
      </w:r>
      <w:r w:rsidR="002A4158" w:rsidRPr="00DA4E77">
        <w:t>importe ce qui s</w:t>
      </w:r>
      <w:r>
        <w:t>’</w:t>
      </w:r>
      <w:r w:rsidR="002A4158" w:rsidRPr="00DA4E77">
        <w:t>est passé sur les bords du Nil</w:t>
      </w:r>
      <w:r>
        <w:t xml:space="preserve"> ? </w:t>
      </w:r>
      <w:r w:rsidR="002A4158" w:rsidRPr="00DA4E77">
        <w:t>Je ne crois pas aux miracles des hommes</w:t>
      </w:r>
      <w:r>
        <w:t xml:space="preserve">. </w:t>
      </w:r>
      <w:r w:rsidR="002A4158" w:rsidRPr="00DA4E77">
        <w:t>J</w:t>
      </w:r>
      <w:r>
        <w:t>’</w:t>
      </w:r>
      <w:r w:rsidR="002A4158" w:rsidRPr="00DA4E77">
        <w:t>en fais moi-même</w:t>
      </w:r>
      <w:r>
        <w:t xml:space="preserve">. </w:t>
      </w:r>
      <w:r w:rsidR="002A4158" w:rsidRPr="00DA4E77">
        <w:t xml:space="preserve">Voici encore un secret de ce vieil </w:t>
      </w:r>
      <w:proofErr w:type="spellStart"/>
      <w:r w:rsidR="002A4158" w:rsidRPr="00DA4E77">
        <w:t>Oréus</w:t>
      </w:r>
      <w:proofErr w:type="spellEnd"/>
      <w:r>
        <w:t xml:space="preserve">, </w:t>
      </w:r>
      <w:r w:rsidR="002A4158" w:rsidRPr="00DA4E77">
        <w:t>notre plus terrible ennemi</w:t>
      </w:r>
      <w:r>
        <w:t xml:space="preserve">. </w:t>
      </w:r>
      <w:r w:rsidR="002A4158" w:rsidRPr="00DA4E77">
        <w:t>Rien qu</w:t>
      </w:r>
      <w:r>
        <w:t>’</w:t>
      </w:r>
      <w:r w:rsidR="002A4158" w:rsidRPr="00DA4E77">
        <w:t>un jeu de lumière</w:t>
      </w:r>
      <w:r>
        <w:t> !</w:t>
      </w:r>
    </w:p>
    <w:p w14:paraId="747FD953" w14:textId="77777777" w:rsidR="00276CCE" w:rsidRDefault="00276CCE" w:rsidP="002A4158">
      <w:r>
        <w:t>— </w:t>
      </w:r>
      <w:r w:rsidR="002A4158" w:rsidRPr="00DA4E77">
        <w:t>Tu me promets</w:t>
      </w:r>
      <w:r>
        <w:t xml:space="preserve">, </w:t>
      </w:r>
      <w:proofErr w:type="spellStart"/>
      <w:r w:rsidR="002A4158" w:rsidRPr="00DA4E77">
        <w:t>Timou</w:t>
      </w:r>
      <w:proofErr w:type="spellEnd"/>
      <w:r>
        <w:t xml:space="preserve">, </w:t>
      </w:r>
      <w:r w:rsidR="002A4158" w:rsidRPr="00DA4E77">
        <w:t>que je ne mourrai pas</w:t>
      </w:r>
      <w:r>
        <w:t> ?</w:t>
      </w:r>
    </w:p>
    <w:p w14:paraId="7DB9785A" w14:textId="77777777" w:rsidR="00276CCE" w:rsidRDefault="00276CCE" w:rsidP="002A4158">
      <w:r>
        <w:t>— </w:t>
      </w:r>
      <w:r w:rsidR="002A4158" w:rsidRPr="00DA4E77">
        <w:t>Je te promets la victoire</w:t>
      </w:r>
      <w:r>
        <w:t xml:space="preserve">, </w:t>
      </w:r>
      <w:r w:rsidR="002A4158" w:rsidRPr="00DA4E77">
        <w:t>trembleur</w:t>
      </w:r>
      <w:r>
        <w:t xml:space="preserve"> ! </w:t>
      </w:r>
      <w:r w:rsidR="002A4158" w:rsidRPr="00DA4E77">
        <w:t>Grâce à eux</w:t>
      </w:r>
      <w:r>
        <w:t xml:space="preserve">, </w:t>
      </w:r>
      <w:r w:rsidR="002A4158" w:rsidRPr="00DA4E77">
        <w:t>mai</w:t>
      </w:r>
      <w:r w:rsidR="002A4158" w:rsidRPr="00DA4E77">
        <w:t>n</w:t>
      </w:r>
      <w:r w:rsidR="002A4158" w:rsidRPr="00DA4E77">
        <w:t>tenant</w:t>
      </w:r>
      <w:r>
        <w:t xml:space="preserve">, </w:t>
      </w:r>
      <w:r w:rsidR="002A4158" w:rsidRPr="00DA4E77">
        <w:t>nous y voyons clair</w:t>
      </w:r>
      <w:r>
        <w:t xml:space="preserve">. </w:t>
      </w:r>
      <w:r w:rsidR="002A4158" w:rsidRPr="00DA4E77">
        <w:t>Allons ouvrir le tabernacle</w:t>
      </w:r>
      <w:r>
        <w:t xml:space="preserve">. </w:t>
      </w:r>
      <w:r w:rsidR="002A4158" w:rsidRPr="00DA4E77">
        <w:t>Et</w:t>
      </w:r>
      <w:r>
        <w:t xml:space="preserve">, </w:t>
      </w:r>
      <w:r w:rsidR="002A4158" w:rsidRPr="00DA4E77">
        <w:t>d</w:t>
      </w:r>
      <w:r w:rsidR="002A4158" w:rsidRPr="00DA4E77">
        <w:t>e</w:t>
      </w:r>
      <w:r w:rsidR="002A4158" w:rsidRPr="00DA4E77">
        <w:t>main</w:t>
      </w:r>
      <w:r>
        <w:t xml:space="preserve">, </w:t>
      </w:r>
      <w:r w:rsidR="002A4158" w:rsidRPr="00DA4E77">
        <w:t>je jetterai le feu sur leur ville maudite</w:t>
      </w:r>
      <w:r>
        <w:t> !</w:t>
      </w:r>
    </w:p>
    <w:p w14:paraId="0E6AAD82" w14:textId="77777777" w:rsidR="00276CCE" w:rsidRDefault="002A4158" w:rsidP="002A4158">
      <w:r w:rsidRPr="00DA4E77">
        <w:t>Entraînant ses deux complices mal rassurés</w:t>
      </w:r>
      <w:r w:rsidR="00276CCE">
        <w:t xml:space="preserve">, </w:t>
      </w:r>
      <w:proofErr w:type="spellStart"/>
      <w:r w:rsidRPr="00DA4E77">
        <w:t>Belkis</w:t>
      </w:r>
      <w:proofErr w:type="spellEnd"/>
      <w:r w:rsidRPr="00DA4E77">
        <w:t xml:space="preserve"> surtout</w:t>
      </w:r>
      <w:r w:rsidR="00276CCE">
        <w:t xml:space="preserve">, </w:t>
      </w:r>
      <w:r w:rsidRPr="00DA4E77">
        <w:t>le roi des Noirs retourne lentement vers l</w:t>
      </w:r>
      <w:r w:rsidR="00276CCE">
        <w:t>’</w:t>
      </w:r>
      <w:r w:rsidRPr="00DA4E77">
        <w:t>autel du Sphinx</w:t>
      </w:r>
      <w:r w:rsidR="00276CCE">
        <w:t xml:space="preserve">. </w:t>
      </w:r>
      <w:proofErr w:type="spellStart"/>
      <w:r w:rsidRPr="00DA4E77">
        <w:t>He</w:t>
      </w:r>
      <w:r w:rsidRPr="00DA4E77">
        <w:t>r</w:t>
      </w:r>
      <w:r w:rsidRPr="00DA4E77">
        <w:t>mos</w:t>
      </w:r>
      <w:proofErr w:type="spellEnd"/>
      <w:r w:rsidR="00276CCE">
        <w:t xml:space="preserve">, </w:t>
      </w:r>
      <w:r w:rsidRPr="00DA4E77">
        <w:t>qui</w:t>
      </w:r>
      <w:r w:rsidR="00276CCE">
        <w:t xml:space="preserve">, </w:t>
      </w:r>
      <w:r w:rsidRPr="00DA4E77">
        <w:t>du fond de sa cachette</w:t>
      </w:r>
      <w:r w:rsidR="00276CCE">
        <w:t xml:space="preserve">, </w:t>
      </w:r>
      <w:r w:rsidRPr="00DA4E77">
        <w:t>suit tous ses mouvements</w:t>
      </w:r>
      <w:r w:rsidR="00276CCE">
        <w:t xml:space="preserve">, </w:t>
      </w:r>
      <w:r w:rsidRPr="00DA4E77">
        <w:t>h</w:t>
      </w:r>
      <w:r w:rsidRPr="00DA4E77">
        <w:t>é</w:t>
      </w:r>
      <w:r w:rsidRPr="00DA4E77">
        <w:t>site encore à se montrer</w:t>
      </w:r>
      <w:r w:rsidR="00276CCE">
        <w:t xml:space="preserve">, </w:t>
      </w:r>
      <w:r w:rsidRPr="00DA4E77">
        <w:t>espérant jusqu</w:t>
      </w:r>
      <w:r w:rsidR="00276CCE">
        <w:t>’</w:t>
      </w:r>
      <w:r w:rsidRPr="00DA4E77">
        <w:t>à la dernière minute que l</w:t>
      </w:r>
      <w:r w:rsidR="00276CCE">
        <w:t>’</w:t>
      </w:r>
      <w:r w:rsidRPr="00DA4E77">
        <w:t xml:space="preserve">Atlante </w:t>
      </w:r>
      <w:proofErr w:type="spellStart"/>
      <w:r w:rsidRPr="00DA4E77">
        <w:t>Belkis</w:t>
      </w:r>
      <w:proofErr w:type="spellEnd"/>
      <w:r w:rsidRPr="00DA4E77">
        <w:t xml:space="preserve"> refusera de montrer le lieu saint dans lequel on cache les secrets du tabernacle</w:t>
      </w:r>
      <w:r w:rsidR="00276CCE">
        <w:t xml:space="preserve">. </w:t>
      </w:r>
      <w:r w:rsidRPr="00DA4E77">
        <w:t>Mais enfin</w:t>
      </w:r>
      <w:r w:rsidR="00276CCE">
        <w:t xml:space="preserve">, </w:t>
      </w:r>
      <w:proofErr w:type="spellStart"/>
      <w:r w:rsidRPr="00DA4E77">
        <w:t>Timou</w:t>
      </w:r>
      <w:proofErr w:type="spellEnd"/>
      <w:r w:rsidR="00276CCE">
        <w:t xml:space="preserve">, </w:t>
      </w:r>
      <w:r w:rsidRPr="00DA4E77">
        <w:t>de pas en pas</w:t>
      </w:r>
      <w:r w:rsidR="00276CCE">
        <w:t xml:space="preserve">, </w:t>
      </w:r>
      <w:r w:rsidRPr="00DA4E77">
        <w:t>parvient jusqu</w:t>
      </w:r>
      <w:r w:rsidR="00276CCE">
        <w:t>’</w:t>
      </w:r>
      <w:r w:rsidRPr="00DA4E77">
        <w:t>au-dessous du triangle mystique</w:t>
      </w:r>
      <w:r w:rsidR="00276CCE">
        <w:t xml:space="preserve">. </w:t>
      </w:r>
      <w:proofErr w:type="spellStart"/>
      <w:r w:rsidRPr="00DA4E77">
        <w:t>Belkis</w:t>
      </w:r>
      <w:proofErr w:type="spellEnd"/>
      <w:r w:rsidR="00276CCE">
        <w:t xml:space="preserve">, </w:t>
      </w:r>
      <w:r w:rsidRPr="00DA4E77">
        <w:t>écrasé de crainte</w:t>
      </w:r>
      <w:r w:rsidR="00276CCE">
        <w:t xml:space="preserve">, </w:t>
      </w:r>
      <w:r w:rsidRPr="00DA4E77">
        <w:t>fait le geste de tendre une clef</w:t>
      </w:r>
      <w:r w:rsidR="00276CCE">
        <w:t xml:space="preserve">. </w:t>
      </w:r>
      <w:proofErr w:type="spellStart"/>
      <w:r w:rsidRPr="00DA4E77">
        <w:t>Hermos</w:t>
      </w:r>
      <w:proofErr w:type="spellEnd"/>
      <w:r w:rsidR="00276CCE">
        <w:t xml:space="preserve">, </w:t>
      </w:r>
      <w:r w:rsidRPr="00DA4E77">
        <w:t>alors</w:t>
      </w:r>
      <w:r w:rsidR="00276CCE">
        <w:t xml:space="preserve">, </w:t>
      </w:r>
      <w:r w:rsidRPr="00DA4E77">
        <w:t>croit le moment venu d</w:t>
      </w:r>
      <w:r w:rsidR="00276CCE">
        <w:t>’</w:t>
      </w:r>
      <w:r w:rsidRPr="00DA4E77">
        <w:t>agir</w:t>
      </w:r>
      <w:r w:rsidR="00276CCE">
        <w:t xml:space="preserve">, </w:t>
      </w:r>
      <w:r w:rsidRPr="00DA4E77">
        <w:t>et</w:t>
      </w:r>
      <w:r w:rsidR="00276CCE">
        <w:t xml:space="preserve">, </w:t>
      </w:r>
      <w:r w:rsidRPr="00DA4E77">
        <w:t>levant son glaive qu</w:t>
      </w:r>
      <w:r w:rsidR="00276CCE">
        <w:t>’</w:t>
      </w:r>
      <w:r w:rsidRPr="00DA4E77">
        <w:t>illumine un rayon de l</w:t>
      </w:r>
      <w:r w:rsidR="00276CCE">
        <w:t>’</w:t>
      </w:r>
      <w:r w:rsidRPr="00DA4E77">
        <w:t>étrange clarté</w:t>
      </w:r>
      <w:r w:rsidR="00276CCE">
        <w:t xml:space="preserve">, </w:t>
      </w:r>
      <w:r w:rsidRPr="00DA4E77">
        <w:t>il bondit vers le groupe</w:t>
      </w:r>
      <w:r w:rsidR="00276CCE">
        <w:t xml:space="preserve">. </w:t>
      </w:r>
      <w:r w:rsidRPr="00DA4E77">
        <w:t>Mais au m</w:t>
      </w:r>
      <w:r w:rsidRPr="00DA4E77">
        <w:t>o</w:t>
      </w:r>
      <w:r w:rsidRPr="00DA4E77">
        <w:t>ment où l</w:t>
      </w:r>
      <w:r w:rsidR="00276CCE">
        <w:t>’</w:t>
      </w:r>
      <w:r w:rsidRPr="00DA4E77">
        <w:t xml:space="preserve">Apôtre abaisse la lame et va frapper sûrement </w:t>
      </w:r>
      <w:proofErr w:type="spellStart"/>
      <w:r w:rsidRPr="00DA4E77">
        <w:t>Timou</w:t>
      </w:r>
      <w:proofErr w:type="spellEnd"/>
      <w:r w:rsidR="00276CCE">
        <w:t xml:space="preserve">, </w:t>
      </w:r>
      <w:r w:rsidRPr="00DA4E77">
        <w:t>il sent son bras droit pris dans un étau</w:t>
      </w:r>
      <w:r w:rsidR="00276CCE">
        <w:t xml:space="preserve"> ; </w:t>
      </w:r>
      <w:r w:rsidRPr="00DA4E77">
        <w:t>puis</w:t>
      </w:r>
      <w:r w:rsidR="00276CCE">
        <w:t xml:space="preserve">, </w:t>
      </w:r>
      <w:r w:rsidRPr="00DA4E77">
        <w:t>trois hommes à la fois</w:t>
      </w:r>
      <w:r w:rsidR="00276CCE">
        <w:t xml:space="preserve">, </w:t>
      </w:r>
      <w:r w:rsidRPr="00DA4E77">
        <w:t xml:space="preserve">cherchant à </w:t>
      </w:r>
      <w:r w:rsidRPr="00DA4E77">
        <w:lastRenderedPageBreak/>
        <w:t>arracher l</w:t>
      </w:r>
      <w:r w:rsidR="00276CCE">
        <w:t>’</w:t>
      </w:r>
      <w:r w:rsidRPr="00DA4E77">
        <w:t>épée de ses mains</w:t>
      </w:r>
      <w:r w:rsidR="00276CCE">
        <w:t xml:space="preserve">, </w:t>
      </w:r>
      <w:r w:rsidRPr="00DA4E77">
        <w:t>le renversent sur les marches de l</w:t>
      </w:r>
      <w:r w:rsidR="00276CCE">
        <w:t>’</w:t>
      </w:r>
      <w:r w:rsidRPr="00DA4E77">
        <w:t>autel</w:t>
      </w:r>
      <w:r w:rsidR="00276CCE">
        <w:t>.</w:t>
      </w:r>
    </w:p>
    <w:p w14:paraId="65CAD7AB" w14:textId="77777777" w:rsidR="00276CCE" w:rsidRDefault="00276CCE" w:rsidP="002A4158">
      <w:r>
        <w:t>— </w:t>
      </w:r>
      <w:r w:rsidR="002A4158" w:rsidRPr="00DA4E77">
        <w:t>Ne le tue pas</w:t>
      </w:r>
      <w:r>
        <w:t xml:space="preserve">, </w:t>
      </w:r>
      <w:proofErr w:type="spellStart"/>
      <w:r w:rsidR="002A4158" w:rsidRPr="00DA4E77">
        <w:t>Timou</w:t>
      </w:r>
      <w:proofErr w:type="spellEnd"/>
      <w:r>
        <w:t xml:space="preserve"> ! </w:t>
      </w:r>
      <w:r w:rsidR="002A4158" w:rsidRPr="00DA4E77">
        <w:t xml:space="preserve">adjure </w:t>
      </w:r>
      <w:proofErr w:type="spellStart"/>
      <w:r w:rsidR="002A4158" w:rsidRPr="00DA4E77">
        <w:t>Belkis</w:t>
      </w:r>
      <w:proofErr w:type="spellEnd"/>
      <w:r w:rsidR="002A4158" w:rsidRPr="00DA4E77">
        <w:t xml:space="preserve"> inquiet</w:t>
      </w:r>
      <w:r>
        <w:t xml:space="preserve">, </w:t>
      </w:r>
      <w:r w:rsidR="002A4158" w:rsidRPr="00DA4E77">
        <w:t>et</w:t>
      </w:r>
      <w:r>
        <w:t xml:space="preserve">, </w:t>
      </w:r>
      <w:r w:rsidR="002A4158" w:rsidRPr="00DA4E77">
        <w:t>malgré lui</w:t>
      </w:r>
      <w:r>
        <w:t xml:space="preserve">, </w:t>
      </w:r>
      <w:r w:rsidR="002A4158" w:rsidRPr="00DA4E77">
        <w:t>accessible aux oracles</w:t>
      </w:r>
      <w:r>
        <w:t xml:space="preserve">. </w:t>
      </w:r>
      <w:r w:rsidR="002A4158" w:rsidRPr="00DA4E77">
        <w:t>Ne le tue pas</w:t>
      </w:r>
      <w:r>
        <w:t xml:space="preserve"> ! </w:t>
      </w:r>
      <w:r w:rsidR="002A4158" w:rsidRPr="00DA4E77">
        <w:t>Le sang ne doit pas couler dans le Temple ou bien nous sommes tous en danger</w:t>
      </w:r>
      <w:r>
        <w:t> !</w:t>
      </w:r>
    </w:p>
    <w:p w14:paraId="4866A1C4" w14:textId="77777777" w:rsidR="00276CCE" w:rsidRDefault="00276CCE" w:rsidP="002A4158">
      <w:r>
        <w:t>— </w:t>
      </w:r>
      <w:r w:rsidR="002A4158" w:rsidRPr="00DA4E77">
        <w:t>Imbécile</w:t>
      </w:r>
      <w:r>
        <w:t xml:space="preserve"> ! </w:t>
      </w:r>
      <w:r w:rsidR="002A4158" w:rsidRPr="00DA4E77">
        <w:t>Que me font les menaces de tes dieux</w:t>
      </w:r>
      <w:r>
        <w:t xml:space="preserve">, </w:t>
      </w:r>
      <w:r w:rsidR="002A4158" w:rsidRPr="00DA4E77">
        <w:t>riposte le Noir</w:t>
      </w:r>
      <w:r>
        <w:t>.</w:t>
      </w:r>
    </w:p>
    <w:p w14:paraId="7AA5B1A8" w14:textId="77777777" w:rsidR="00276CCE" w:rsidRDefault="00276CCE" w:rsidP="002A4158">
      <w:r>
        <w:t>— </w:t>
      </w:r>
      <w:r w:rsidR="002A4158" w:rsidRPr="00DA4E77">
        <w:t>Et celles des hommes</w:t>
      </w:r>
      <w:r>
        <w:t xml:space="preserve">, </w:t>
      </w:r>
      <w:r w:rsidR="002A4158" w:rsidRPr="00DA4E77">
        <w:t>y crois-tu davantage</w:t>
      </w:r>
      <w:r>
        <w:t xml:space="preserve"> ? </w:t>
      </w:r>
      <w:r w:rsidR="002A4158" w:rsidRPr="00DA4E77">
        <w:t>retentit une voix sonore</w:t>
      </w:r>
      <w:r>
        <w:t>.</w:t>
      </w:r>
    </w:p>
    <w:p w14:paraId="4F70181A" w14:textId="77777777" w:rsidR="00276CCE" w:rsidRDefault="00276CCE" w:rsidP="002A4158">
      <w:r>
        <w:t>— </w:t>
      </w:r>
      <w:proofErr w:type="spellStart"/>
      <w:r w:rsidR="002A4158" w:rsidRPr="00DA4E77">
        <w:t>Knephao</w:t>
      </w:r>
      <w:proofErr w:type="spellEnd"/>
      <w:r>
        <w:t xml:space="preserve"> ! </w:t>
      </w:r>
      <w:r w:rsidR="002A4158" w:rsidRPr="00DA4E77">
        <w:t>appelle le poète qui faisait déjà sa suprême prière au Dieu inconnu</w:t>
      </w:r>
      <w:r>
        <w:t>.</w:t>
      </w:r>
    </w:p>
    <w:p w14:paraId="7408AB49" w14:textId="77777777" w:rsidR="00276CCE" w:rsidRDefault="00276CCE" w:rsidP="002A4158">
      <w:r>
        <w:t>— </w:t>
      </w:r>
      <w:proofErr w:type="spellStart"/>
      <w:r w:rsidR="002A4158" w:rsidRPr="00DA4E77">
        <w:t>Hellas</w:t>
      </w:r>
      <w:proofErr w:type="spellEnd"/>
      <w:r>
        <w:t xml:space="preserve"> ! </w:t>
      </w:r>
      <w:r w:rsidR="002A4158" w:rsidRPr="00DA4E77">
        <w:t xml:space="preserve">glapit </w:t>
      </w:r>
      <w:proofErr w:type="spellStart"/>
      <w:r w:rsidR="002A4158" w:rsidRPr="00DA4E77">
        <w:t>Belkis</w:t>
      </w:r>
      <w:proofErr w:type="spellEnd"/>
      <w:r>
        <w:t xml:space="preserve">, </w:t>
      </w:r>
      <w:r w:rsidR="002A4158" w:rsidRPr="00DA4E77">
        <w:t>qu</w:t>
      </w:r>
      <w:r>
        <w:t>’</w:t>
      </w:r>
      <w:r w:rsidR="002A4158" w:rsidRPr="00DA4E77">
        <w:t>une autre main saisit par la peau de la nuque</w:t>
      </w:r>
      <w:r>
        <w:t>.</w:t>
      </w:r>
    </w:p>
    <w:p w14:paraId="14CA71ED" w14:textId="77777777" w:rsidR="00276CCE" w:rsidRDefault="00276CCE" w:rsidP="002A4158">
      <w:r>
        <w:t>— </w:t>
      </w:r>
      <w:r w:rsidR="002A4158" w:rsidRPr="00DA4E77">
        <w:t>À nous</w:t>
      </w:r>
      <w:r>
        <w:t xml:space="preserve"> ! </w:t>
      </w:r>
      <w:r w:rsidR="002A4158" w:rsidRPr="00DA4E77">
        <w:t>Fils de l</w:t>
      </w:r>
      <w:r>
        <w:t>’</w:t>
      </w:r>
      <w:r w:rsidR="002A4158" w:rsidRPr="00DA4E77">
        <w:t>Égypte</w:t>
      </w:r>
      <w:r>
        <w:t xml:space="preserve"> ! </w:t>
      </w:r>
      <w:r w:rsidR="002A4158" w:rsidRPr="00DA4E77">
        <w:t>accourez tous</w:t>
      </w:r>
      <w:r>
        <w:t xml:space="preserve"> ! </w:t>
      </w:r>
      <w:r w:rsidR="002A4158" w:rsidRPr="00DA4E77">
        <w:t>hurle le colosse en se tournant vers le fond du Temple</w:t>
      </w:r>
      <w:r>
        <w:t>.</w:t>
      </w:r>
    </w:p>
    <w:p w14:paraId="3EDC82C9" w14:textId="77777777" w:rsidR="00276CCE" w:rsidRDefault="00276CCE" w:rsidP="002A4158">
      <w:r>
        <w:t>— </w:t>
      </w:r>
      <w:r w:rsidR="002A4158" w:rsidRPr="00DA4E77">
        <w:t>Les Égyptiens</w:t>
      </w:r>
      <w:r>
        <w:t xml:space="preserve"> ! </w:t>
      </w:r>
      <w:r w:rsidR="002A4158" w:rsidRPr="00DA4E77">
        <w:t>les Égyptiens</w:t>
      </w:r>
      <w:r>
        <w:t xml:space="preserve"> ! </w:t>
      </w:r>
      <w:r w:rsidR="002A4158" w:rsidRPr="00DA4E77">
        <w:t>crie un troupeau de Noirs qui déjà pénétraient par la porte du Temple</w:t>
      </w:r>
      <w:r>
        <w:t>.</w:t>
      </w:r>
    </w:p>
    <w:p w14:paraId="7EE9DCC6" w14:textId="77777777" w:rsidR="00276CCE" w:rsidRDefault="002A4158" w:rsidP="002A4158">
      <w:r w:rsidRPr="00DA4E77">
        <w:t>Et l</w:t>
      </w:r>
      <w:r w:rsidR="00276CCE">
        <w:t>’</w:t>
      </w:r>
      <w:r w:rsidRPr="00DA4E77">
        <w:t>on entend sur la terrasse un grand tumulte d</w:t>
      </w:r>
      <w:r w:rsidR="00276CCE">
        <w:t>’</w:t>
      </w:r>
      <w:r w:rsidRPr="00DA4E77">
        <w:t>hommes qui s</w:t>
      </w:r>
      <w:r w:rsidR="00276CCE">
        <w:t>’</w:t>
      </w:r>
      <w:r w:rsidRPr="00DA4E77">
        <w:t>enfuient</w:t>
      </w:r>
      <w:r w:rsidR="00276CCE">
        <w:t>.</w:t>
      </w:r>
    </w:p>
    <w:p w14:paraId="3DEDDBA7" w14:textId="77777777" w:rsidR="00276CCE" w:rsidRDefault="00276CCE" w:rsidP="002A4158">
      <w:r>
        <w:t>— </w:t>
      </w:r>
      <w:r w:rsidR="002A4158" w:rsidRPr="00DA4E77">
        <w:t>À nous deux</w:t>
      </w:r>
      <w:r>
        <w:t xml:space="preserve"> ! </w:t>
      </w:r>
      <w:r w:rsidR="002A4158" w:rsidRPr="00DA4E77">
        <w:t xml:space="preserve">fait </w:t>
      </w:r>
      <w:proofErr w:type="spellStart"/>
      <w:r w:rsidR="002A4158" w:rsidRPr="00DA4E77">
        <w:t>Knephao</w:t>
      </w:r>
      <w:proofErr w:type="spellEnd"/>
      <w:r w:rsidR="002A4158" w:rsidRPr="00DA4E77">
        <w:t xml:space="preserve"> en maintenant solidement </w:t>
      </w:r>
      <w:proofErr w:type="spellStart"/>
      <w:r w:rsidR="002A4158" w:rsidRPr="00DA4E77">
        <w:t>Timou</w:t>
      </w:r>
      <w:proofErr w:type="spellEnd"/>
      <w:r>
        <w:t xml:space="preserve">. </w:t>
      </w:r>
      <w:r w:rsidR="002A4158" w:rsidRPr="00DA4E77">
        <w:t>Tu choisis une drôle d</w:t>
      </w:r>
      <w:r>
        <w:t>’</w:t>
      </w:r>
      <w:r w:rsidR="002A4158" w:rsidRPr="00DA4E77">
        <w:t>heure pour demander l</w:t>
      </w:r>
      <w:r>
        <w:t>’</w:t>
      </w:r>
      <w:r w:rsidR="002A4158" w:rsidRPr="00DA4E77">
        <w:t>initiation du Sphinx</w:t>
      </w:r>
      <w:r>
        <w:t>.</w:t>
      </w:r>
    </w:p>
    <w:p w14:paraId="33C9BFF9" w14:textId="77777777" w:rsidR="00276CCE" w:rsidRDefault="00276CCE" w:rsidP="002A4158">
      <w:r>
        <w:t>— </w:t>
      </w:r>
      <w:r w:rsidR="002A4158" w:rsidRPr="00DA4E77">
        <w:t>Raille à ton aise</w:t>
      </w:r>
      <w:r>
        <w:t xml:space="preserve">, </w:t>
      </w:r>
      <w:proofErr w:type="spellStart"/>
      <w:r w:rsidR="002A4158" w:rsidRPr="00DA4E77">
        <w:t>Knephao</w:t>
      </w:r>
      <w:proofErr w:type="spellEnd"/>
      <w:r>
        <w:t xml:space="preserve">. </w:t>
      </w:r>
      <w:r w:rsidR="002A4158" w:rsidRPr="00DA4E77">
        <w:t>Tu me tiens</w:t>
      </w:r>
      <w:r>
        <w:t xml:space="preserve">. </w:t>
      </w:r>
      <w:r w:rsidR="002A4158" w:rsidRPr="00DA4E77">
        <w:t>Tant pis pour moi</w:t>
      </w:r>
      <w:r>
        <w:t xml:space="preserve">. </w:t>
      </w:r>
      <w:r w:rsidR="002A4158" w:rsidRPr="00DA4E77">
        <w:t>Tue-moi donc</w:t>
      </w:r>
      <w:r>
        <w:t>.</w:t>
      </w:r>
    </w:p>
    <w:p w14:paraId="08D546DB" w14:textId="77777777" w:rsidR="00276CCE" w:rsidRDefault="00276CCE" w:rsidP="002A4158">
      <w:r>
        <w:t>— </w:t>
      </w:r>
      <w:r w:rsidR="002A4158" w:rsidRPr="00DA4E77">
        <w:t>Grâce</w:t>
      </w:r>
      <w:r>
        <w:t xml:space="preserve"> ! </w:t>
      </w:r>
      <w:r w:rsidR="002A4158" w:rsidRPr="00DA4E77">
        <w:t>grâce</w:t>
      </w:r>
      <w:r>
        <w:t xml:space="preserve"> ! </w:t>
      </w:r>
      <w:r w:rsidR="002A4158" w:rsidRPr="00DA4E77">
        <w:t xml:space="preserve">implore </w:t>
      </w:r>
      <w:proofErr w:type="spellStart"/>
      <w:r w:rsidR="002A4158" w:rsidRPr="00DA4E77">
        <w:t>Belkis</w:t>
      </w:r>
      <w:proofErr w:type="spellEnd"/>
      <w:r w:rsidR="002A4158" w:rsidRPr="00DA4E77">
        <w:t xml:space="preserve"> de son côté</w:t>
      </w:r>
      <w:r>
        <w:t xml:space="preserve">. </w:t>
      </w:r>
      <w:r w:rsidR="002A4158" w:rsidRPr="00DA4E77">
        <w:t>Ne me tue pas</w:t>
      </w:r>
      <w:r>
        <w:t xml:space="preserve">, </w:t>
      </w:r>
      <w:proofErr w:type="spellStart"/>
      <w:r w:rsidR="002A4158" w:rsidRPr="00DA4E77">
        <w:t>Hellas</w:t>
      </w:r>
      <w:proofErr w:type="spellEnd"/>
      <w:r>
        <w:t> !</w:t>
      </w:r>
    </w:p>
    <w:p w14:paraId="5CC1D78F" w14:textId="77777777" w:rsidR="00276CCE" w:rsidRDefault="002A4158" w:rsidP="002A4158">
      <w:r w:rsidRPr="00DA4E77">
        <w:lastRenderedPageBreak/>
        <w:t>Le Prince est pris d</w:t>
      </w:r>
      <w:r w:rsidR="00276CCE">
        <w:t>’</w:t>
      </w:r>
      <w:r w:rsidRPr="00DA4E77">
        <w:t>une pitié méprisante pour son priso</w:t>
      </w:r>
      <w:r w:rsidRPr="00DA4E77">
        <w:t>n</w:t>
      </w:r>
      <w:r w:rsidRPr="00DA4E77">
        <w:t>nier</w:t>
      </w:r>
      <w:r w:rsidR="00276CCE">
        <w:t>.</w:t>
      </w:r>
    </w:p>
    <w:p w14:paraId="6688ABE1" w14:textId="77777777" w:rsidR="00276CCE" w:rsidRDefault="00276CCE" w:rsidP="002A4158">
      <w:r>
        <w:t>— </w:t>
      </w:r>
      <w:r w:rsidR="002A4158" w:rsidRPr="00DA4E77">
        <w:t>On ne te tuera pas</w:t>
      </w:r>
      <w:r>
        <w:t xml:space="preserve">, </w:t>
      </w:r>
      <w:r w:rsidR="002A4158" w:rsidRPr="00DA4E77">
        <w:t>rassure-toi</w:t>
      </w:r>
      <w:r>
        <w:t xml:space="preserve">, </w:t>
      </w:r>
      <w:r w:rsidR="002A4158" w:rsidRPr="00DA4E77">
        <w:t>ni toi non plus</w:t>
      </w:r>
      <w:r>
        <w:t xml:space="preserve">, </w:t>
      </w:r>
      <w:proofErr w:type="spellStart"/>
      <w:r w:rsidR="002A4158" w:rsidRPr="00DA4E77">
        <w:t>Timou</w:t>
      </w:r>
      <w:proofErr w:type="spellEnd"/>
      <w:r>
        <w:t xml:space="preserve">. </w:t>
      </w:r>
      <w:r w:rsidR="002A4158" w:rsidRPr="00DA4E77">
        <w:t>Mais nous vous gardons captifs</w:t>
      </w:r>
      <w:r>
        <w:t xml:space="preserve"> ; </w:t>
      </w:r>
      <w:r w:rsidR="002A4158" w:rsidRPr="00DA4E77">
        <w:t>toi</w:t>
      </w:r>
      <w:r>
        <w:t xml:space="preserve">, </w:t>
      </w:r>
      <w:proofErr w:type="spellStart"/>
      <w:r w:rsidR="002A4158" w:rsidRPr="00DA4E77">
        <w:t>Timou</w:t>
      </w:r>
      <w:proofErr w:type="spellEnd"/>
      <w:r>
        <w:t xml:space="preserve">, </w:t>
      </w:r>
      <w:r w:rsidR="002A4158" w:rsidRPr="00DA4E77">
        <w:t>nous t</w:t>
      </w:r>
      <w:r>
        <w:t>’</w:t>
      </w:r>
      <w:r w:rsidR="002A4158" w:rsidRPr="00DA4E77">
        <w:t>enverrons vers des îles lointaines</w:t>
      </w:r>
      <w:r>
        <w:t xml:space="preserve">, </w:t>
      </w:r>
      <w:r w:rsidR="002A4158" w:rsidRPr="00DA4E77">
        <w:t>et toi</w:t>
      </w:r>
      <w:r>
        <w:t xml:space="preserve">, </w:t>
      </w:r>
      <w:proofErr w:type="spellStart"/>
      <w:r w:rsidR="002A4158" w:rsidRPr="00DA4E77">
        <w:t>Belkis</w:t>
      </w:r>
      <w:proofErr w:type="spellEnd"/>
      <w:r>
        <w:t xml:space="preserve">, </w:t>
      </w:r>
      <w:r w:rsidR="002A4158" w:rsidRPr="00DA4E77">
        <w:t>tu vas commencer par rendre à la ville la lumière</w:t>
      </w:r>
      <w:r>
        <w:t xml:space="preserve">, </w:t>
      </w:r>
      <w:r w:rsidR="002A4158" w:rsidRPr="00DA4E77">
        <w:t>puis tu nous dévoileras le complot de tes amis</w:t>
      </w:r>
      <w:r>
        <w:t>.</w:t>
      </w:r>
    </w:p>
    <w:p w14:paraId="651A81A7" w14:textId="77777777" w:rsidR="00276CCE" w:rsidRDefault="00276CCE" w:rsidP="002A4158">
      <w:r>
        <w:t>— </w:t>
      </w:r>
      <w:r w:rsidR="002A4158" w:rsidRPr="00DA4E77">
        <w:t>Grand Prince</w:t>
      </w:r>
      <w:r>
        <w:t xml:space="preserve"> ! </w:t>
      </w:r>
      <w:r w:rsidR="002A4158" w:rsidRPr="00DA4E77">
        <w:t>que ne le disais-tu plus tôt</w:t>
      </w:r>
      <w:r>
        <w:t xml:space="preserve"> ? </w:t>
      </w:r>
      <w:r w:rsidR="002A4158" w:rsidRPr="00DA4E77">
        <w:t>Tout ce que tu voudras</w:t>
      </w:r>
      <w:r>
        <w:t> !</w:t>
      </w:r>
    </w:p>
    <w:p w14:paraId="4EB53645" w14:textId="77777777" w:rsidR="00276CCE" w:rsidRDefault="00276CCE" w:rsidP="002A4158">
      <w:r>
        <w:t>— </w:t>
      </w:r>
      <w:r w:rsidR="002A4158" w:rsidRPr="00DA4E77">
        <w:t>Et puis</w:t>
      </w:r>
      <w:r>
        <w:t xml:space="preserve">, </w:t>
      </w:r>
      <w:r w:rsidR="002A4158" w:rsidRPr="00DA4E77">
        <w:t>sortons d</w:t>
      </w:r>
      <w:r>
        <w:t>’</w:t>
      </w:r>
      <w:r w:rsidR="002A4158" w:rsidRPr="00DA4E77">
        <w:t>ici</w:t>
      </w:r>
      <w:r>
        <w:t xml:space="preserve">, </w:t>
      </w:r>
      <w:r w:rsidR="002A4158" w:rsidRPr="00DA4E77">
        <w:t xml:space="preserve">enjoint </w:t>
      </w:r>
      <w:proofErr w:type="spellStart"/>
      <w:r w:rsidR="002A4158" w:rsidRPr="00DA4E77">
        <w:t>Knephao</w:t>
      </w:r>
      <w:proofErr w:type="spellEnd"/>
      <w:r>
        <w:t xml:space="preserve">. </w:t>
      </w:r>
      <w:r w:rsidR="002A4158" w:rsidRPr="00DA4E77">
        <w:t>La voix des m</w:t>
      </w:r>
      <w:r w:rsidR="002A4158" w:rsidRPr="00DA4E77">
        <w:t>é</w:t>
      </w:r>
      <w:r w:rsidR="002A4158" w:rsidRPr="00DA4E77">
        <w:t>chants importune les dieux</w:t>
      </w:r>
      <w:r>
        <w:t> !</w:t>
      </w:r>
    </w:p>
    <w:p w14:paraId="43AAA2E6" w14:textId="77777777" w:rsidR="00276CCE" w:rsidRDefault="002A4158" w:rsidP="002A4158">
      <w:r w:rsidRPr="00DA4E77">
        <w:t>Cependant</w:t>
      </w:r>
      <w:r w:rsidR="00276CCE">
        <w:t xml:space="preserve">, </w:t>
      </w:r>
      <w:proofErr w:type="spellStart"/>
      <w:r w:rsidRPr="00DA4E77">
        <w:t>Hermos</w:t>
      </w:r>
      <w:proofErr w:type="spellEnd"/>
      <w:r w:rsidR="00276CCE">
        <w:t xml:space="preserve">, </w:t>
      </w:r>
      <w:r w:rsidRPr="00DA4E77">
        <w:t>quoique meurtri encore des coups qu</w:t>
      </w:r>
      <w:r w:rsidR="00276CCE">
        <w:t>’</w:t>
      </w:r>
      <w:r w:rsidRPr="00DA4E77">
        <w:t>il a reçus</w:t>
      </w:r>
      <w:r w:rsidR="00276CCE">
        <w:t xml:space="preserve">, </w:t>
      </w:r>
      <w:r w:rsidRPr="00DA4E77">
        <w:t>s</w:t>
      </w:r>
      <w:r w:rsidR="00276CCE">
        <w:t>’</w:t>
      </w:r>
      <w:r w:rsidRPr="00DA4E77">
        <w:t>est agenouillé devant le triangle sacré et supplie le Dieu inconnu de sauver Atlantis comme lui-même a été sauvé par un imprévu miracle</w:t>
      </w:r>
      <w:r w:rsidR="00276CCE">
        <w:t>.</w:t>
      </w:r>
    </w:p>
    <w:p w14:paraId="7C977452" w14:textId="77777777" w:rsidR="00276CCE" w:rsidRDefault="00276CCE" w:rsidP="002A4158">
      <w:r>
        <w:t>— </w:t>
      </w:r>
      <w:r w:rsidR="002A4158" w:rsidRPr="00DA4E77">
        <w:t>Viens avec nous</w:t>
      </w:r>
      <w:r>
        <w:t xml:space="preserve">, </w:t>
      </w:r>
      <w:r w:rsidR="002A4158" w:rsidRPr="00DA4E77">
        <w:t xml:space="preserve">mon grand </w:t>
      </w:r>
      <w:proofErr w:type="spellStart"/>
      <w:r w:rsidR="002A4158" w:rsidRPr="00DA4E77">
        <w:t>Hermos</w:t>
      </w:r>
      <w:proofErr w:type="spellEnd"/>
      <w:r>
        <w:t xml:space="preserve">, </w:t>
      </w:r>
      <w:r w:rsidR="002A4158" w:rsidRPr="00DA4E77">
        <w:t xml:space="preserve">ajoute </w:t>
      </w:r>
      <w:proofErr w:type="spellStart"/>
      <w:r w:rsidR="002A4158" w:rsidRPr="00DA4E77">
        <w:t>Hellas</w:t>
      </w:r>
      <w:proofErr w:type="spellEnd"/>
      <w:r w:rsidR="002A4158" w:rsidRPr="00DA4E77">
        <w:t xml:space="preserve"> sans lâcher </w:t>
      </w:r>
      <w:proofErr w:type="spellStart"/>
      <w:r w:rsidR="002A4158" w:rsidRPr="00DA4E77">
        <w:t>Timou</w:t>
      </w:r>
      <w:proofErr w:type="spellEnd"/>
      <w:r>
        <w:t xml:space="preserve">. </w:t>
      </w:r>
      <w:r w:rsidR="002A4158" w:rsidRPr="00DA4E77">
        <w:t>Il est des heures où les actes sont plus chers aux dieux que les prières</w:t>
      </w:r>
      <w:r>
        <w:t>.</w:t>
      </w:r>
    </w:p>
    <w:p w14:paraId="64F72D4F" w14:textId="77777777" w:rsidR="00276CCE" w:rsidRDefault="002A4158" w:rsidP="002A4158">
      <w:r w:rsidRPr="00DA4E77">
        <w:t>Et les trois amis</w:t>
      </w:r>
      <w:r w:rsidR="00276CCE">
        <w:t xml:space="preserve">, </w:t>
      </w:r>
      <w:r w:rsidRPr="00DA4E77">
        <w:t>conduisant leurs deux prisonniers</w:t>
      </w:r>
      <w:r w:rsidR="00276CCE">
        <w:t xml:space="preserve">, </w:t>
      </w:r>
      <w:r w:rsidRPr="00DA4E77">
        <w:t>l</w:t>
      </w:r>
      <w:r w:rsidR="00276CCE">
        <w:t>’</w:t>
      </w:r>
      <w:r w:rsidRPr="00DA4E77">
        <w:t>un s</w:t>
      </w:r>
      <w:r w:rsidRPr="00DA4E77">
        <w:t>i</w:t>
      </w:r>
      <w:r w:rsidRPr="00DA4E77">
        <w:t>lencieux et digne</w:t>
      </w:r>
      <w:r w:rsidR="00276CCE">
        <w:t xml:space="preserve">, </w:t>
      </w:r>
      <w:r w:rsidRPr="00DA4E77">
        <w:t>l</w:t>
      </w:r>
      <w:r w:rsidR="00276CCE">
        <w:t>’</w:t>
      </w:r>
      <w:r w:rsidRPr="00DA4E77">
        <w:t>autre geignant</w:t>
      </w:r>
      <w:r w:rsidR="00276CCE">
        <w:t xml:space="preserve">, </w:t>
      </w:r>
      <w:r w:rsidRPr="00DA4E77">
        <w:t>débouchent sur le perron du Temple</w:t>
      </w:r>
      <w:r w:rsidR="00276CCE">
        <w:t xml:space="preserve">. </w:t>
      </w:r>
      <w:r w:rsidRPr="00DA4E77">
        <w:t>Quant au second Noir</w:t>
      </w:r>
      <w:r w:rsidR="00276CCE">
        <w:t xml:space="preserve">, </w:t>
      </w:r>
      <w:r w:rsidRPr="00DA4E77">
        <w:t xml:space="preserve">compagnon de </w:t>
      </w:r>
      <w:proofErr w:type="spellStart"/>
      <w:r w:rsidRPr="00DA4E77">
        <w:t>Timou</w:t>
      </w:r>
      <w:proofErr w:type="spellEnd"/>
      <w:r w:rsidR="00276CCE">
        <w:t xml:space="preserve">, </w:t>
      </w:r>
      <w:r w:rsidRPr="00DA4E77">
        <w:t>il a di</w:t>
      </w:r>
      <w:r w:rsidRPr="00DA4E77">
        <w:t>s</w:t>
      </w:r>
      <w:r w:rsidRPr="00DA4E77">
        <w:t>paru</w:t>
      </w:r>
      <w:r w:rsidR="00276CCE">
        <w:t xml:space="preserve">. </w:t>
      </w:r>
      <w:r w:rsidRPr="00DA4E77">
        <w:t>Mais nul n</w:t>
      </w:r>
      <w:r w:rsidR="00276CCE">
        <w:t>’</w:t>
      </w:r>
      <w:r w:rsidRPr="00DA4E77">
        <w:t>y pense</w:t>
      </w:r>
      <w:r w:rsidR="00276CCE">
        <w:t xml:space="preserve">. </w:t>
      </w:r>
      <w:r w:rsidRPr="00DA4E77">
        <w:t>On suppose qu</w:t>
      </w:r>
      <w:r w:rsidR="00276CCE">
        <w:t>’</w:t>
      </w:r>
      <w:r w:rsidRPr="00DA4E77">
        <w:t>il s</w:t>
      </w:r>
      <w:r w:rsidR="00276CCE">
        <w:t>’</w:t>
      </w:r>
      <w:r w:rsidRPr="00DA4E77">
        <w:t>est enfui</w:t>
      </w:r>
      <w:r w:rsidR="00276CCE">
        <w:t xml:space="preserve">, </w:t>
      </w:r>
      <w:r w:rsidRPr="00DA4E77">
        <w:t>avec les autres</w:t>
      </w:r>
      <w:r w:rsidR="00276CCE">
        <w:t>.</w:t>
      </w:r>
    </w:p>
    <w:p w14:paraId="770570F1" w14:textId="77777777" w:rsidR="00276CCE" w:rsidRDefault="00276CCE" w:rsidP="002A4158">
      <w:r>
        <w:t>— </w:t>
      </w:r>
      <w:r w:rsidR="002A4158" w:rsidRPr="00DA4E77">
        <w:t>Divins héros</w:t>
      </w:r>
      <w:r>
        <w:t xml:space="preserve"> ! </w:t>
      </w:r>
      <w:r w:rsidR="002A4158" w:rsidRPr="00DA4E77">
        <w:t>s</w:t>
      </w:r>
      <w:r>
        <w:t>’</w:t>
      </w:r>
      <w:r w:rsidR="002A4158" w:rsidRPr="00DA4E77">
        <w:t xml:space="preserve">exclame </w:t>
      </w:r>
      <w:proofErr w:type="spellStart"/>
      <w:r w:rsidR="002A4158" w:rsidRPr="00DA4E77">
        <w:t>Thébao</w:t>
      </w:r>
      <w:proofErr w:type="spellEnd"/>
      <w:r w:rsidR="002A4158" w:rsidRPr="00DA4E77">
        <w:t xml:space="preserve"> qui se précipite à la re</w:t>
      </w:r>
      <w:r w:rsidR="002A4158" w:rsidRPr="00DA4E77">
        <w:t>n</w:t>
      </w:r>
      <w:r w:rsidR="002A4158" w:rsidRPr="00DA4E77">
        <w:t>contre d</w:t>
      </w:r>
      <w:r>
        <w:t>’</w:t>
      </w:r>
      <w:proofErr w:type="spellStart"/>
      <w:r w:rsidR="002A4158" w:rsidRPr="00DA4E77">
        <w:t>Hellas</w:t>
      </w:r>
      <w:proofErr w:type="spellEnd"/>
      <w:r>
        <w:t xml:space="preserve">, </w:t>
      </w:r>
      <w:r w:rsidR="002A4158" w:rsidRPr="00DA4E77">
        <w:t xml:space="preserve">de </w:t>
      </w:r>
      <w:proofErr w:type="spellStart"/>
      <w:r w:rsidR="002A4158" w:rsidRPr="00DA4E77">
        <w:t>Knephao</w:t>
      </w:r>
      <w:proofErr w:type="spellEnd"/>
      <w:r w:rsidR="002A4158" w:rsidRPr="00DA4E77">
        <w:t xml:space="preserve"> et d</w:t>
      </w:r>
      <w:r>
        <w:t>’</w:t>
      </w:r>
      <w:proofErr w:type="spellStart"/>
      <w:r w:rsidR="002A4158" w:rsidRPr="00DA4E77">
        <w:t>Hermos</w:t>
      </w:r>
      <w:proofErr w:type="spellEnd"/>
      <w:r>
        <w:t xml:space="preserve">, </w:t>
      </w:r>
      <w:r w:rsidR="002A4158" w:rsidRPr="00DA4E77">
        <w:t>c</w:t>
      </w:r>
      <w:r>
        <w:t>’</w:t>
      </w:r>
      <w:r w:rsidR="002A4158" w:rsidRPr="00DA4E77">
        <w:t>est donc vous qui venez de nous sauver</w:t>
      </w:r>
      <w:r>
        <w:t xml:space="preserve"> ? </w:t>
      </w:r>
      <w:r w:rsidR="002A4158" w:rsidRPr="00DA4E77">
        <w:t>Mais je ne vois pas les soldats d</w:t>
      </w:r>
      <w:r>
        <w:t>’</w:t>
      </w:r>
      <w:r w:rsidR="002A4158" w:rsidRPr="00DA4E77">
        <w:t>Égypte</w:t>
      </w:r>
      <w:r>
        <w:t> !</w:t>
      </w:r>
    </w:p>
    <w:p w14:paraId="4CC5BC8D" w14:textId="77777777" w:rsidR="00276CCE" w:rsidRDefault="00276CCE" w:rsidP="002A4158">
      <w:r>
        <w:t>— </w:t>
      </w:r>
      <w:r w:rsidR="002A4158" w:rsidRPr="00DA4E77">
        <w:t>Quels soldats</w:t>
      </w:r>
      <w:r>
        <w:t xml:space="preserve"> ? </w:t>
      </w:r>
      <w:r w:rsidR="002A4158" w:rsidRPr="00DA4E77">
        <w:t>interroge le géant</w:t>
      </w:r>
      <w:r>
        <w:t>.</w:t>
      </w:r>
    </w:p>
    <w:p w14:paraId="081DA958" w14:textId="77777777" w:rsidR="00276CCE" w:rsidRDefault="00276CCE" w:rsidP="002A4158">
      <w:r>
        <w:lastRenderedPageBreak/>
        <w:t>— </w:t>
      </w:r>
      <w:r w:rsidR="002A4158" w:rsidRPr="00DA4E77">
        <w:t>Ceux dont la venue a terrifié la cohorte noire</w:t>
      </w:r>
      <w:r>
        <w:t>.</w:t>
      </w:r>
    </w:p>
    <w:p w14:paraId="2571842B" w14:textId="77777777" w:rsidR="00276CCE" w:rsidRDefault="00276CCE" w:rsidP="002A4158">
      <w:r>
        <w:t>— </w:t>
      </w:r>
      <w:r w:rsidR="002A4158" w:rsidRPr="00DA4E77">
        <w:t>Ah</w:t>
      </w:r>
      <w:r>
        <w:t xml:space="preserve"> ! </w:t>
      </w:r>
      <w:r w:rsidR="002A4158" w:rsidRPr="00DA4E77">
        <w:t>le bon stratagème</w:t>
      </w:r>
      <w:r>
        <w:t xml:space="preserve">, </w:t>
      </w:r>
      <w:r w:rsidR="002A4158" w:rsidRPr="00DA4E77">
        <w:t xml:space="preserve">fait </w:t>
      </w:r>
      <w:proofErr w:type="spellStart"/>
      <w:r w:rsidR="002A4158" w:rsidRPr="00DA4E77">
        <w:t>Knephao</w:t>
      </w:r>
      <w:proofErr w:type="spellEnd"/>
      <w:r w:rsidR="002A4158" w:rsidRPr="00DA4E77">
        <w:t xml:space="preserve"> éclatant d</w:t>
      </w:r>
      <w:r>
        <w:t>’</w:t>
      </w:r>
      <w:r w:rsidR="002A4158" w:rsidRPr="00DA4E77">
        <w:t>un large rire</w:t>
      </w:r>
      <w:r>
        <w:t xml:space="preserve">. </w:t>
      </w:r>
      <w:r w:rsidR="002A4158" w:rsidRPr="00DA4E77">
        <w:t>Il a suffi de jeter la menace de mes soldats pour que tous ces Noirs aient pris la fuite</w:t>
      </w:r>
      <w:r>
        <w:t> !</w:t>
      </w:r>
    </w:p>
    <w:p w14:paraId="7BF784A5" w14:textId="77777777" w:rsidR="00276CCE" w:rsidRDefault="00276CCE" w:rsidP="002A4158">
      <w:r>
        <w:t>— </w:t>
      </w:r>
      <w:r w:rsidR="002A4158" w:rsidRPr="00DA4E77">
        <w:t>La lumière venue de l</w:t>
      </w:r>
      <w:r>
        <w:t>’</w:t>
      </w:r>
      <w:r w:rsidR="002A4158" w:rsidRPr="00DA4E77">
        <w:t>Île Verte les avait déjà épouvantés</w:t>
      </w:r>
      <w:r>
        <w:t>.</w:t>
      </w:r>
    </w:p>
    <w:p w14:paraId="1C3C7513" w14:textId="77777777" w:rsidR="00276CCE" w:rsidRDefault="00276CCE" w:rsidP="002A4158">
      <w:r>
        <w:t>— </w:t>
      </w:r>
      <w:r w:rsidR="002A4158" w:rsidRPr="00DA4E77">
        <w:t>C</w:t>
      </w:r>
      <w:r>
        <w:t>’</w:t>
      </w:r>
      <w:r w:rsidR="002A4158" w:rsidRPr="00DA4E77">
        <w:t>est de l</w:t>
      </w:r>
      <w:r>
        <w:t>’</w:t>
      </w:r>
      <w:r w:rsidR="002A4158" w:rsidRPr="00DA4E77">
        <w:t>Île Verte</w:t>
      </w:r>
      <w:r>
        <w:t xml:space="preserve">, </w:t>
      </w:r>
      <w:r w:rsidR="002A4158" w:rsidRPr="00DA4E77">
        <w:t>n</w:t>
      </w:r>
      <w:r>
        <w:t>’</w:t>
      </w:r>
      <w:r w:rsidR="002A4158" w:rsidRPr="00DA4E77">
        <w:t>est-ce pas</w:t>
      </w:r>
      <w:r>
        <w:t xml:space="preserve"> ? </w:t>
      </w:r>
      <w:r w:rsidR="002A4158" w:rsidRPr="00DA4E77">
        <w:t xml:space="preserve">demande </w:t>
      </w:r>
      <w:proofErr w:type="spellStart"/>
      <w:r w:rsidR="002A4158" w:rsidRPr="00DA4E77">
        <w:t>Hellas</w:t>
      </w:r>
      <w:proofErr w:type="spellEnd"/>
      <w:r>
        <w:t>.</w:t>
      </w:r>
    </w:p>
    <w:p w14:paraId="5930DF16" w14:textId="77777777" w:rsidR="00276CCE" w:rsidRDefault="00276CCE" w:rsidP="002A4158">
      <w:r>
        <w:t>— </w:t>
      </w:r>
      <w:r w:rsidR="002A4158" w:rsidRPr="00DA4E77">
        <w:t>Oui</w:t>
      </w:r>
      <w:r>
        <w:t xml:space="preserve">, </w:t>
      </w:r>
      <w:r w:rsidR="002A4158" w:rsidRPr="00DA4E77">
        <w:t>mais prenons garde</w:t>
      </w:r>
      <w:r>
        <w:t xml:space="preserve">, </w:t>
      </w:r>
      <w:r w:rsidR="002A4158" w:rsidRPr="00DA4E77">
        <w:t>observe l</w:t>
      </w:r>
      <w:r>
        <w:t>’</w:t>
      </w:r>
      <w:r w:rsidR="002A4158" w:rsidRPr="00DA4E77">
        <w:t>hiérophante</w:t>
      </w:r>
      <w:r>
        <w:t xml:space="preserve">, </w:t>
      </w:r>
      <w:r w:rsidR="002A4158" w:rsidRPr="00DA4E77">
        <w:t>car ma</w:t>
      </w:r>
      <w:r w:rsidR="002A4158" w:rsidRPr="00DA4E77">
        <w:t>l</w:t>
      </w:r>
      <w:r w:rsidR="002A4158" w:rsidRPr="00DA4E77">
        <w:t>gré sa science et sa volonté</w:t>
      </w:r>
      <w:r>
        <w:t xml:space="preserve">, </w:t>
      </w:r>
      <w:proofErr w:type="spellStart"/>
      <w:r w:rsidR="002A4158" w:rsidRPr="00DA4E77">
        <w:t>Oréus</w:t>
      </w:r>
      <w:proofErr w:type="spellEnd"/>
      <w:r w:rsidR="002A4158" w:rsidRPr="00DA4E77">
        <w:t xml:space="preserve"> ne pourra longtemps maint</w:t>
      </w:r>
      <w:r w:rsidR="002A4158" w:rsidRPr="00DA4E77">
        <w:t>e</w:t>
      </w:r>
      <w:r w:rsidR="002A4158" w:rsidRPr="00DA4E77">
        <w:t>nir sa lampe solaire</w:t>
      </w:r>
      <w:r>
        <w:t xml:space="preserve">, </w:t>
      </w:r>
      <w:r w:rsidR="002A4158" w:rsidRPr="00DA4E77">
        <w:t>dont un puissant réflecteur projette jusqu</w:t>
      </w:r>
      <w:r>
        <w:t>’</w:t>
      </w:r>
      <w:r w:rsidR="002A4158" w:rsidRPr="00DA4E77">
        <w:t>à nous l</w:t>
      </w:r>
      <w:r>
        <w:t>’</w:t>
      </w:r>
      <w:r w:rsidR="002A4158" w:rsidRPr="00DA4E77">
        <w:t>éclat prodigieux</w:t>
      </w:r>
      <w:r>
        <w:t xml:space="preserve">. </w:t>
      </w:r>
      <w:r w:rsidR="002A4158" w:rsidRPr="00DA4E77">
        <w:t>Allons donc vite rétablir le courant flu</w:t>
      </w:r>
      <w:r w:rsidR="002A4158" w:rsidRPr="00DA4E77">
        <w:t>i</w:t>
      </w:r>
      <w:r w:rsidR="002A4158" w:rsidRPr="00DA4E77">
        <w:t>dique par quoi tout Atlantis s</w:t>
      </w:r>
      <w:r>
        <w:t>’</w:t>
      </w:r>
      <w:r w:rsidR="002A4158" w:rsidRPr="00DA4E77">
        <w:t>illumine chaque soir</w:t>
      </w:r>
      <w:r>
        <w:t>.</w:t>
      </w:r>
    </w:p>
    <w:p w14:paraId="5686B724" w14:textId="77777777" w:rsidR="00276CCE" w:rsidRDefault="002A4158" w:rsidP="002A4158">
      <w:proofErr w:type="spellStart"/>
      <w:r w:rsidRPr="00DA4E77">
        <w:t>Belkis</w:t>
      </w:r>
      <w:proofErr w:type="spellEnd"/>
      <w:r w:rsidRPr="00DA4E77">
        <w:t xml:space="preserve"> est confié aux mains des plus robustes hiérophantes</w:t>
      </w:r>
      <w:r w:rsidR="00276CCE">
        <w:t xml:space="preserve">. </w:t>
      </w:r>
      <w:proofErr w:type="spellStart"/>
      <w:r w:rsidRPr="00DA4E77">
        <w:t>Hermos</w:t>
      </w:r>
      <w:proofErr w:type="spellEnd"/>
      <w:r w:rsidRPr="00DA4E77">
        <w:t xml:space="preserve"> et </w:t>
      </w:r>
      <w:proofErr w:type="spellStart"/>
      <w:r w:rsidRPr="00DA4E77">
        <w:t>Hellas</w:t>
      </w:r>
      <w:proofErr w:type="spellEnd"/>
      <w:r w:rsidRPr="00DA4E77">
        <w:t xml:space="preserve"> suivent</w:t>
      </w:r>
      <w:r w:rsidR="00276CCE">
        <w:t xml:space="preserve">. </w:t>
      </w:r>
      <w:proofErr w:type="spellStart"/>
      <w:r w:rsidRPr="00DA4E77">
        <w:t>Thébao</w:t>
      </w:r>
      <w:proofErr w:type="spellEnd"/>
      <w:r w:rsidRPr="00DA4E77">
        <w:t xml:space="preserve"> raconte aux deux chefs des Apôtres comment</w:t>
      </w:r>
      <w:r w:rsidR="00276CCE">
        <w:t xml:space="preserve">, </w:t>
      </w:r>
      <w:r w:rsidRPr="00DA4E77">
        <w:t>dans leur sommeil</w:t>
      </w:r>
      <w:r w:rsidR="00276CCE">
        <w:t xml:space="preserve">, </w:t>
      </w:r>
      <w:r w:rsidRPr="00DA4E77">
        <w:t>les hiérophantes ont subi l</w:t>
      </w:r>
      <w:r w:rsidR="00276CCE">
        <w:t>’</w:t>
      </w:r>
      <w:r w:rsidRPr="00DA4E77">
        <w:t>irruption des esclaves nègres</w:t>
      </w:r>
      <w:r w:rsidR="00276CCE">
        <w:t>.</w:t>
      </w:r>
    </w:p>
    <w:p w14:paraId="130DA7BF" w14:textId="77777777" w:rsidR="00276CCE" w:rsidRDefault="00276CCE" w:rsidP="002A4158">
      <w:r>
        <w:t>— </w:t>
      </w:r>
      <w:r w:rsidR="002A4158" w:rsidRPr="00DA4E77">
        <w:t>Un homme nous a parlé d</w:t>
      </w:r>
      <w:r>
        <w:t>’</w:t>
      </w:r>
      <w:r w:rsidR="002A4158" w:rsidRPr="00DA4E77">
        <w:t>abord</w:t>
      </w:r>
      <w:r>
        <w:t xml:space="preserve">, </w:t>
      </w:r>
      <w:r w:rsidR="002A4158" w:rsidRPr="00DA4E77">
        <w:t>raconte-t-il</w:t>
      </w:r>
      <w:r>
        <w:t xml:space="preserve">, </w:t>
      </w:r>
      <w:r w:rsidR="002A4158" w:rsidRPr="00DA4E77">
        <w:t>vêtu du manteau des Apôtres</w:t>
      </w:r>
      <w:r>
        <w:t xml:space="preserve">. </w:t>
      </w:r>
      <w:r w:rsidR="002A4158" w:rsidRPr="00DA4E77">
        <w:t>C</w:t>
      </w:r>
      <w:r>
        <w:t>’</w:t>
      </w:r>
      <w:r w:rsidR="002A4158" w:rsidRPr="00DA4E77">
        <w:t>était un obscur marchand de la Cité</w:t>
      </w:r>
      <w:r>
        <w:t xml:space="preserve">, </w:t>
      </w:r>
      <w:r w:rsidR="002A4158" w:rsidRPr="00DA4E77">
        <w:t>qui se donnait pour ton messager</w:t>
      </w:r>
      <w:r>
        <w:t xml:space="preserve">, </w:t>
      </w:r>
      <w:proofErr w:type="spellStart"/>
      <w:r w:rsidR="002A4158" w:rsidRPr="00DA4E77">
        <w:t>Hellas</w:t>
      </w:r>
      <w:proofErr w:type="spellEnd"/>
      <w:r>
        <w:t xml:space="preserve">, </w:t>
      </w:r>
      <w:r w:rsidR="002A4158" w:rsidRPr="00DA4E77">
        <w:t>et nul ne voyait</w:t>
      </w:r>
      <w:r>
        <w:t xml:space="preserve">, </w:t>
      </w:r>
      <w:r w:rsidR="002A4158" w:rsidRPr="00DA4E77">
        <w:t>derrière lui</w:t>
      </w:r>
      <w:r>
        <w:t xml:space="preserve">, </w:t>
      </w:r>
      <w:r w:rsidR="002A4158" w:rsidRPr="00DA4E77">
        <w:t xml:space="preserve">se glisser </w:t>
      </w:r>
      <w:proofErr w:type="spellStart"/>
      <w:r w:rsidR="002A4158" w:rsidRPr="00DA4E77">
        <w:t>Belkis</w:t>
      </w:r>
      <w:proofErr w:type="spellEnd"/>
      <w:r>
        <w:t xml:space="preserve">. </w:t>
      </w:r>
      <w:r w:rsidR="002A4158" w:rsidRPr="00DA4E77">
        <w:t>Cet homme a dit à mes prêtres que des r</w:t>
      </w:r>
      <w:r w:rsidR="002A4158" w:rsidRPr="00DA4E77">
        <w:t>é</w:t>
      </w:r>
      <w:r w:rsidR="002A4158" w:rsidRPr="00DA4E77">
        <w:t>voltes allaient éclater près du port et qu</w:t>
      </w:r>
      <w:r>
        <w:t>’</w:t>
      </w:r>
      <w:r w:rsidR="002A4158" w:rsidRPr="00DA4E77">
        <w:t>il fallait veiller sur la salle secrète où se trouve le courant fluidique</w:t>
      </w:r>
      <w:r>
        <w:t xml:space="preserve">. </w:t>
      </w:r>
      <w:r w:rsidR="002A4158" w:rsidRPr="00DA4E77">
        <w:t>Mes prêtres</w:t>
      </w:r>
      <w:r>
        <w:t xml:space="preserve">, </w:t>
      </w:r>
      <w:r w:rsidR="002A4158" w:rsidRPr="00DA4E77">
        <w:t>un peu ingénus</w:t>
      </w:r>
      <w:r>
        <w:t xml:space="preserve">, </w:t>
      </w:r>
      <w:r w:rsidR="002A4158" w:rsidRPr="00DA4E77">
        <w:t>l</w:t>
      </w:r>
      <w:r>
        <w:t>’</w:t>
      </w:r>
      <w:r w:rsidR="002A4158" w:rsidRPr="00DA4E77">
        <w:t>ont conduit avec eux près de l</w:t>
      </w:r>
      <w:r>
        <w:t>’</w:t>
      </w:r>
      <w:r w:rsidR="002A4158" w:rsidRPr="00DA4E77">
        <w:t>accumulateur</w:t>
      </w:r>
      <w:r>
        <w:t xml:space="preserve">, </w:t>
      </w:r>
      <w:r w:rsidR="002A4158" w:rsidRPr="00DA4E77">
        <w:t>et ont donné à la Cité-Reine sa splendeur de chaque soir répandue par des millions de lampes</w:t>
      </w:r>
      <w:r>
        <w:t xml:space="preserve"> ; </w:t>
      </w:r>
      <w:r w:rsidR="002A4158" w:rsidRPr="00DA4E77">
        <w:t>quand</w:t>
      </w:r>
      <w:r>
        <w:t xml:space="preserve">, </w:t>
      </w:r>
      <w:r w:rsidR="002A4158" w:rsidRPr="00DA4E77">
        <w:t>perfidement</w:t>
      </w:r>
      <w:r>
        <w:t xml:space="preserve">, </w:t>
      </w:r>
      <w:proofErr w:type="spellStart"/>
      <w:r w:rsidR="002A4158" w:rsidRPr="00DA4E77">
        <w:t>Belkis</w:t>
      </w:r>
      <w:proofErr w:type="spellEnd"/>
      <w:r w:rsidR="002A4158" w:rsidRPr="00DA4E77">
        <w:t xml:space="preserve"> s</w:t>
      </w:r>
      <w:r>
        <w:t>’</w:t>
      </w:r>
      <w:r w:rsidR="002A4158" w:rsidRPr="00DA4E77">
        <w:t>est précipité près de son complice</w:t>
      </w:r>
      <w:r>
        <w:t xml:space="preserve">, </w:t>
      </w:r>
      <w:r w:rsidR="002A4158" w:rsidRPr="00DA4E77">
        <w:t>et</w:t>
      </w:r>
      <w:r>
        <w:t xml:space="preserve">, </w:t>
      </w:r>
      <w:r w:rsidR="002A4158" w:rsidRPr="00DA4E77">
        <w:t>d</w:t>
      </w:r>
      <w:r>
        <w:t>’</w:t>
      </w:r>
      <w:r w:rsidR="002A4158" w:rsidRPr="00DA4E77">
        <w:t>un brusque tour de main</w:t>
      </w:r>
      <w:r>
        <w:t xml:space="preserve">, </w:t>
      </w:r>
      <w:r w:rsidR="002A4158" w:rsidRPr="00DA4E77">
        <w:t>a interrompu la lumière</w:t>
      </w:r>
      <w:r>
        <w:t xml:space="preserve">. </w:t>
      </w:r>
      <w:r w:rsidR="002A4158" w:rsidRPr="00DA4E77">
        <w:t>Alors</w:t>
      </w:r>
      <w:r>
        <w:t xml:space="preserve">, </w:t>
      </w:r>
      <w:r w:rsidR="002A4158" w:rsidRPr="00DA4E77">
        <w:t>dans l</w:t>
      </w:r>
      <w:r>
        <w:t>’</w:t>
      </w:r>
      <w:r w:rsidR="002A4158" w:rsidRPr="00DA4E77">
        <w:t>ombre</w:t>
      </w:r>
      <w:r>
        <w:t xml:space="preserve">, </w:t>
      </w:r>
      <w:r w:rsidR="002A4158" w:rsidRPr="00DA4E77">
        <w:t>de tous les points de la terrasse</w:t>
      </w:r>
      <w:r>
        <w:t xml:space="preserve">, </w:t>
      </w:r>
      <w:r w:rsidR="002A4158" w:rsidRPr="00DA4E77">
        <w:t>un à un</w:t>
      </w:r>
      <w:r>
        <w:t xml:space="preserve">, </w:t>
      </w:r>
      <w:r w:rsidR="002A4158" w:rsidRPr="00DA4E77">
        <w:t>des hommes noirs sont tombés sur nous</w:t>
      </w:r>
      <w:r>
        <w:t xml:space="preserve"> ; </w:t>
      </w:r>
      <w:r w:rsidR="002A4158" w:rsidRPr="00DA4E77">
        <w:t>une lutte s</w:t>
      </w:r>
      <w:r>
        <w:t>’</w:t>
      </w:r>
      <w:r w:rsidR="002A4158" w:rsidRPr="00DA4E77">
        <w:t>est engagée</w:t>
      </w:r>
      <w:r>
        <w:t xml:space="preserve">, </w:t>
      </w:r>
      <w:r w:rsidR="002A4158" w:rsidRPr="00DA4E77">
        <w:t xml:space="preserve">et nous </w:t>
      </w:r>
      <w:r w:rsidR="002A4158" w:rsidRPr="00DA4E77">
        <w:lastRenderedPageBreak/>
        <w:t>avons barricadé les portes pour mettre à l</w:t>
      </w:r>
      <w:r>
        <w:t>’</w:t>
      </w:r>
      <w:r w:rsidR="002A4158" w:rsidRPr="00DA4E77">
        <w:t>abri les livres et les documents religieux</w:t>
      </w:r>
      <w:r>
        <w:t xml:space="preserve">. </w:t>
      </w:r>
      <w:r w:rsidR="002A4158" w:rsidRPr="00DA4E77">
        <w:t>Vois</w:t>
      </w:r>
      <w:r>
        <w:t xml:space="preserve">, </w:t>
      </w:r>
      <w:r w:rsidR="002A4158" w:rsidRPr="00DA4E77">
        <w:t>le pavé est souillé du sang de quelques hiérophantes</w:t>
      </w:r>
      <w:r>
        <w:t>.</w:t>
      </w:r>
    </w:p>
    <w:p w14:paraId="3EA1F5FC" w14:textId="77777777" w:rsidR="00276CCE" w:rsidRDefault="00276CCE" w:rsidP="002A4158">
      <w:r>
        <w:t>— </w:t>
      </w:r>
      <w:r w:rsidR="002A4158" w:rsidRPr="00DA4E77">
        <w:t>Sans perdre de temps</w:t>
      </w:r>
      <w:r>
        <w:t xml:space="preserve">, </w:t>
      </w:r>
      <w:proofErr w:type="spellStart"/>
      <w:r w:rsidR="002A4158" w:rsidRPr="00DA4E77">
        <w:t>Thébao</w:t>
      </w:r>
      <w:proofErr w:type="spellEnd"/>
      <w:r>
        <w:t xml:space="preserve">, </w:t>
      </w:r>
      <w:r w:rsidR="002A4158" w:rsidRPr="00DA4E77">
        <w:t>rendons la lumière à la ville</w:t>
      </w:r>
      <w:r>
        <w:t xml:space="preserve">. </w:t>
      </w:r>
      <w:r w:rsidR="002A4158" w:rsidRPr="00DA4E77">
        <w:t>Pour cette fois</w:t>
      </w:r>
      <w:r>
        <w:t xml:space="preserve">, </w:t>
      </w:r>
      <w:r w:rsidR="002A4158" w:rsidRPr="00DA4E77">
        <w:t>le Temple reste sauf</w:t>
      </w:r>
      <w:r>
        <w:t> !</w:t>
      </w:r>
    </w:p>
    <w:p w14:paraId="07110D95" w14:textId="77777777" w:rsidR="00276CCE" w:rsidRDefault="002A4158" w:rsidP="002A4158">
      <w:r w:rsidRPr="00DA4E77">
        <w:t xml:space="preserve">Et </w:t>
      </w:r>
      <w:proofErr w:type="spellStart"/>
      <w:r w:rsidRPr="00DA4E77">
        <w:t>Hellas</w:t>
      </w:r>
      <w:proofErr w:type="spellEnd"/>
      <w:r w:rsidRPr="00DA4E77">
        <w:t xml:space="preserve"> se hâte vers la puissante et délicate machine dont il connaît les rouages secrets</w:t>
      </w:r>
      <w:r w:rsidR="00276CCE">
        <w:t>.</w:t>
      </w:r>
    </w:p>
    <w:p w14:paraId="02E34974" w14:textId="77777777" w:rsidR="00276CCE" w:rsidRDefault="002A4158" w:rsidP="002A4158">
      <w:r w:rsidRPr="00DA4E77">
        <w:t>Or</w:t>
      </w:r>
      <w:r w:rsidR="00276CCE">
        <w:t xml:space="preserve">, </w:t>
      </w:r>
      <w:r w:rsidRPr="00DA4E77">
        <w:t>avant qu</w:t>
      </w:r>
      <w:r w:rsidR="00276CCE">
        <w:t>’</w:t>
      </w:r>
      <w:r w:rsidRPr="00DA4E77">
        <w:t>il ait mis la main sur l</w:t>
      </w:r>
      <w:r w:rsidR="00276CCE">
        <w:t>’</w:t>
      </w:r>
      <w:r w:rsidRPr="00DA4E77">
        <w:t>appareil qui répand ou supprime à volonté la lumière quotidienne</w:t>
      </w:r>
      <w:r w:rsidR="00276CCE">
        <w:t xml:space="preserve">, </w:t>
      </w:r>
      <w:r w:rsidRPr="00DA4E77">
        <w:t>subitement</w:t>
      </w:r>
      <w:r w:rsidR="00276CCE">
        <w:t xml:space="preserve">, </w:t>
      </w:r>
      <w:r w:rsidRPr="00DA4E77">
        <w:t>s</w:t>
      </w:r>
      <w:r w:rsidR="00276CCE">
        <w:t>’</w:t>
      </w:r>
      <w:r w:rsidRPr="00DA4E77">
        <w:t>éteint la lueur projetée par l</w:t>
      </w:r>
      <w:r w:rsidR="00276CCE">
        <w:t>’</w:t>
      </w:r>
      <w:r w:rsidRPr="00DA4E77">
        <w:t>Île Verte</w:t>
      </w:r>
      <w:r w:rsidR="00276CCE">
        <w:t xml:space="preserve">. </w:t>
      </w:r>
      <w:r w:rsidRPr="00DA4E77">
        <w:t>Un grand cri de terreur monte d</w:t>
      </w:r>
      <w:r w:rsidR="00276CCE">
        <w:t>’</w:t>
      </w:r>
      <w:r w:rsidRPr="00DA4E77">
        <w:t>Atlantis noyée dans l</w:t>
      </w:r>
      <w:r w:rsidR="00276CCE">
        <w:t>’</w:t>
      </w:r>
      <w:r w:rsidRPr="00DA4E77">
        <w:t>ombre</w:t>
      </w:r>
      <w:r w:rsidR="00276CCE">
        <w:t xml:space="preserve">. </w:t>
      </w:r>
      <w:r w:rsidRPr="00DA4E77">
        <w:t>Mais presque aussitôt les cl</w:t>
      </w:r>
      <w:r w:rsidRPr="00DA4E77">
        <w:t>a</w:t>
      </w:r>
      <w:r w:rsidRPr="00DA4E77">
        <w:t>meurs d</w:t>
      </w:r>
      <w:r w:rsidR="00276CCE">
        <w:t>’</w:t>
      </w:r>
      <w:r w:rsidRPr="00DA4E77">
        <w:t>épouvante se changent en fanfares de joie</w:t>
      </w:r>
      <w:r w:rsidR="00276CCE">
        <w:t xml:space="preserve">. </w:t>
      </w:r>
      <w:r w:rsidRPr="00DA4E77">
        <w:t>Sur toute la ville</w:t>
      </w:r>
      <w:r w:rsidR="00276CCE">
        <w:t xml:space="preserve">, </w:t>
      </w:r>
      <w:r w:rsidRPr="00DA4E77">
        <w:t>sur tout le port</w:t>
      </w:r>
      <w:r w:rsidR="00276CCE">
        <w:t xml:space="preserve">, </w:t>
      </w:r>
      <w:r w:rsidRPr="00DA4E77">
        <w:t>dans tous les phares et jusqu</w:t>
      </w:r>
      <w:r w:rsidR="00276CCE">
        <w:t>’</w:t>
      </w:r>
      <w:r w:rsidRPr="00DA4E77">
        <w:t>aux confins des lointains faubourgs</w:t>
      </w:r>
      <w:r w:rsidR="00276CCE">
        <w:t xml:space="preserve">, </w:t>
      </w:r>
      <w:r w:rsidRPr="00DA4E77">
        <w:t>des millions et des millions de lampes éclatent en jets flamboyants</w:t>
      </w:r>
      <w:r w:rsidR="00276CCE">
        <w:t xml:space="preserve">, </w:t>
      </w:r>
      <w:r w:rsidRPr="00DA4E77">
        <w:t>et</w:t>
      </w:r>
      <w:r w:rsidR="00276CCE">
        <w:t xml:space="preserve">, </w:t>
      </w:r>
      <w:r w:rsidRPr="00DA4E77">
        <w:t>sans rien comprendre aux év</w:t>
      </w:r>
      <w:r w:rsidRPr="00DA4E77">
        <w:t>é</w:t>
      </w:r>
      <w:r w:rsidRPr="00DA4E77">
        <w:t>nements qui viennent de s</w:t>
      </w:r>
      <w:r w:rsidR="00276CCE">
        <w:t>’</w:t>
      </w:r>
      <w:r w:rsidRPr="00DA4E77">
        <w:t>accomplir</w:t>
      </w:r>
      <w:r w:rsidR="00276CCE">
        <w:t xml:space="preserve">, </w:t>
      </w:r>
      <w:r w:rsidRPr="00DA4E77">
        <w:t>les Atlantes quittent leurs maisons et se précipitent de nouveau vers la ville en fête</w:t>
      </w:r>
      <w:r w:rsidR="00276CCE">
        <w:t>.</w:t>
      </w:r>
    </w:p>
    <w:p w14:paraId="764CBCC4" w14:textId="77777777" w:rsidR="00276CCE" w:rsidRDefault="00276CCE" w:rsidP="002A4158">
      <w:r>
        <w:t>— </w:t>
      </w:r>
      <w:r w:rsidR="002A4158" w:rsidRPr="00DA4E77">
        <w:t>Maintenant</w:t>
      </w:r>
      <w:r>
        <w:t xml:space="preserve">, </w:t>
      </w:r>
      <w:r w:rsidR="002A4158" w:rsidRPr="00DA4E77">
        <w:t xml:space="preserve">reprend </w:t>
      </w:r>
      <w:proofErr w:type="spellStart"/>
      <w:r w:rsidR="002A4158" w:rsidRPr="00DA4E77">
        <w:t>Hellas</w:t>
      </w:r>
      <w:proofErr w:type="spellEnd"/>
      <w:r w:rsidR="002A4158" w:rsidRPr="00DA4E77">
        <w:t xml:space="preserve"> en reparaissant sur la te</w:t>
      </w:r>
      <w:r w:rsidR="002A4158" w:rsidRPr="00DA4E77">
        <w:t>r</w:t>
      </w:r>
      <w:r w:rsidR="002A4158" w:rsidRPr="00DA4E77">
        <w:t>rasse</w:t>
      </w:r>
      <w:r>
        <w:t xml:space="preserve">, </w:t>
      </w:r>
      <w:r w:rsidR="002A4158" w:rsidRPr="00DA4E77">
        <w:t>regagnons vite le Palais où nos soldats doivent s</w:t>
      </w:r>
      <w:r>
        <w:t>’</w:t>
      </w:r>
      <w:r w:rsidR="002A4158" w:rsidRPr="00DA4E77">
        <w:t>inquiéter de notre absence</w:t>
      </w:r>
      <w:r>
        <w:t>.</w:t>
      </w:r>
    </w:p>
    <w:p w14:paraId="0F0E58E5" w14:textId="77777777" w:rsidR="00276CCE" w:rsidRDefault="00276CCE" w:rsidP="002A4158">
      <w:r>
        <w:t>— </w:t>
      </w:r>
      <w:r w:rsidR="002A4158" w:rsidRPr="00DA4E77">
        <w:t>Moi</w:t>
      </w:r>
      <w:r>
        <w:t xml:space="preserve">, </w:t>
      </w:r>
      <w:r w:rsidR="002A4158" w:rsidRPr="00DA4E77">
        <w:t xml:space="preserve">déclare </w:t>
      </w:r>
      <w:proofErr w:type="spellStart"/>
      <w:r w:rsidR="002A4158" w:rsidRPr="00DA4E77">
        <w:t>Knephao</w:t>
      </w:r>
      <w:proofErr w:type="spellEnd"/>
      <w:r>
        <w:t xml:space="preserve">, </w:t>
      </w:r>
      <w:r w:rsidR="002A4158" w:rsidRPr="00DA4E77">
        <w:t xml:space="preserve">je reste ici pour assurer la sécurité de </w:t>
      </w:r>
      <w:smartTag w:uri="urn:schemas-microsoft-com:office:smarttags" w:element="PersonName">
        <w:smartTagPr>
          <w:attr w:name="ProductID" w:val="la Terrasse Sainte"/>
        </w:smartTagPr>
        <w:r w:rsidR="002A4158" w:rsidRPr="00DA4E77">
          <w:t>la Terrasse Sainte</w:t>
        </w:r>
      </w:smartTag>
      <w:r w:rsidR="002A4158" w:rsidRPr="00DA4E77">
        <w:t xml:space="preserve"> en cas d</w:t>
      </w:r>
      <w:r>
        <w:t>’</w:t>
      </w:r>
      <w:r w:rsidR="002A4158" w:rsidRPr="00DA4E77">
        <w:t>agression nouvelle</w:t>
      </w:r>
      <w:r>
        <w:t xml:space="preserve">. </w:t>
      </w:r>
      <w:r w:rsidR="002A4158" w:rsidRPr="00DA4E77">
        <w:t>Et bientôt je vous rejoindrai</w:t>
      </w:r>
      <w:r>
        <w:t>.</w:t>
      </w:r>
    </w:p>
    <w:p w14:paraId="0980A19B" w14:textId="77777777" w:rsidR="00276CCE" w:rsidRDefault="002A4158" w:rsidP="002A4158">
      <w:r w:rsidRPr="00DA4E77">
        <w:t>Il laisse partir les deux chefs des Apôtres qui</w:t>
      </w:r>
      <w:r w:rsidR="00276CCE">
        <w:t xml:space="preserve">, </w:t>
      </w:r>
      <w:r w:rsidRPr="00DA4E77">
        <w:t>après avoir refermé la porte du Temple</w:t>
      </w:r>
      <w:r w:rsidR="00276CCE">
        <w:t xml:space="preserve">, </w:t>
      </w:r>
      <w:r w:rsidRPr="00DA4E77">
        <w:t>disparaissent dans l</w:t>
      </w:r>
      <w:r w:rsidR="00276CCE">
        <w:t>’</w:t>
      </w:r>
      <w:r w:rsidRPr="00DA4E77">
        <w:t>inconnu</w:t>
      </w:r>
      <w:r w:rsidR="00276CCE">
        <w:t xml:space="preserve">, </w:t>
      </w:r>
      <w:r w:rsidRPr="00DA4E77">
        <w:t>aux yeux surpris des prêtres et des deux captifs</w:t>
      </w:r>
      <w:r w:rsidR="00276CCE">
        <w:t xml:space="preserve"> ; </w:t>
      </w:r>
      <w:r w:rsidRPr="00DA4E77">
        <w:t xml:space="preserve">il fait conduire </w:t>
      </w:r>
      <w:proofErr w:type="spellStart"/>
      <w:r w:rsidRPr="00DA4E77">
        <w:t>T</w:t>
      </w:r>
      <w:r w:rsidRPr="00DA4E77">
        <w:t>i</w:t>
      </w:r>
      <w:r w:rsidRPr="00DA4E77">
        <w:t>mou</w:t>
      </w:r>
      <w:proofErr w:type="spellEnd"/>
      <w:r w:rsidRPr="00DA4E77">
        <w:t xml:space="preserve"> dans un cachot sous la surveillance de deux hiérophantes</w:t>
      </w:r>
      <w:r w:rsidR="00276CCE">
        <w:t xml:space="preserve"> ; </w:t>
      </w:r>
      <w:r w:rsidRPr="00DA4E77">
        <w:t xml:space="preserve">il se contente de jeter </w:t>
      </w:r>
      <w:proofErr w:type="spellStart"/>
      <w:r w:rsidRPr="00DA4E77">
        <w:t>Belkis</w:t>
      </w:r>
      <w:proofErr w:type="spellEnd"/>
      <w:r w:rsidRPr="00DA4E77">
        <w:t xml:space="preserve"> dans une chambre close </w:t>
      </w:r>
      <w:r w:rsidRPr="00DA4E77">
        <w:lastRenderedPageBreak/>
        <w:t>bien ga</w:t>
      </w:r>
      <w:r w:rsidRPr="00DA4E77">
        <w:t>r</w:t>
      </w:r>
      <w:r w:rsidRPr="00DA4E77">
        <w:t>dée</w:t>
      </w:r>
      <w:r w:rsidR="00276CCE">
        <w:t xml:space="preserve"> ; </w:t>
      </w:r>
      <w:r w:rsidRPr="00DA4E77">
        <w:t>puis</w:t>
      </w:r>
      <w:r w:rsidR="00276CCE">
        <w:t xml:space="preserve">, </w:t>
      </w:r>
      <w:r w:rsidRPr="00DA4E77">
        <w:t>il se rend vers la place de l</w:t>
      </w:r>
      <w:r w:rsidR="00276CCE">
        <w:t>’</w:t>
      </w:r>
      <w:r w:rsidRPr="00DA4E77">
        <w:t>Empire</w:t>
      </w:r>
      <w:r w:rsidR="00276CCE">
        <w:t xml:space="preserve">, </w:t>
      </w:r>
      <w:r w:rsidRPr="00DA4E77">
        <w:t>tranquillement</w:t>
      </w:r>
      <w:r w:rsidR="00276CCE">
        <w:t xml:space="preserve">, </w:t>
      </w:r>
      <w:r w:rsidRPr="00DA4E77">
        <w:t>par le sentier qui conduit à la Grille d</w:t>
      </w:r>
      <w:r w:rsidR="00276CCE">
        <w:t>’</w:t>
      </w:r>
      <w:r w:rsidRPr="00DA4E77">
        <w:t>Or</w:t>
      </w:r>
      <w:r w:rsidR="00276CCE">
        <w:t>.</w:t>
      </w:r>
    </w:p>
    <w:p w14:paraId="655AEDAB" w14:textId="77777777" w:rsidR="00276CCE" w:rsidRDefault="00276CCE" w:rsidP="00276CCE">
      <w:pPr>
        <w:pStyle w:val="Titre2"/>
        <w:rPr>
          <w:i/>
        </w:rPr>
      </w:pPr>
      <w:bookmarkStart w:id="42" w:name="_Toc194842028"/>
      <w:r w:rsidRPr="00DA4E77">
        <w:lastRenderedPageBreak/>
        <w:t>Scène</w:t>
      </w:r>
      <w:r>
        <w:t> </w:t>
      </w:r>
      <w:r w:rsidRPr="00DA4E77">
        <w:t>XVI</w:t>
      </w:r>
      <w:r>
        <w:t xml:space="preserve">. – </w:t>
      </w:r>
      <w:r w:rsidR="002A4158" w:rsidRPr="00DA4E77">
        <w:rPr>
          <w:i/>
        </w:rPr>
        <w:t>L</w:t>
      </w:r>
      <w:r>
        <w:rPr>
          <w:i/>
        </w:rPr>
        <w:t>’</w:t>
      </w:r>
      <w:r w:rsidR="002A4158" w:rsidRPr="00DA4E77">
        <w:rPr>
          <w:i/>
        </w:rPr>
        <w:t>or</w:t>
      </w:r>
      <w:r>
        <w:rPr>
          <w:i/>
        </w:rPr>
        <w:t>.</w:t>
      </w:r>
      <w:bookmarkEnd w:id="42"/>
    </w:p>
    <w:p w14:paraId="39085BD0" w14:textId="77777777" w:rsidR="00276CCE" w:rsidRDefault="002A4158" w:rsidP="002A4158">
      <w:r w:rsidRPr="00DA4E77">
        <w:t>Cependant</w:t>
      </w:r>
      <w:r w:rsidR="00276CCE">
        <w:t xml:space="preserve">, </w:t>
      </w:r>
      <w:proofErr w:type="spellStart"/>
      <w:r w:rsidRPr="00DA4E77">
        <w:t>Hellas</w:t>
      </w:r>
      <w:proofErr w:type="spellEnd"/>
      <w:r w:rsidRPr="00DA4E77">
        <w:t xml:space="preserve"> et </w:t>
      </w:r>
      <w:proofErr w:type="spellStart"/>
      <w:r w:rsidRPr="00DA4E77">
        <w:t>Hermos</w:t>
      </w:r>
      <w:proofErr w:type="spellEnd"/>
      <w:r w:rsidR="00276CCE">
        <w:t xml:space="preserve">, </w:t>
      </w:r>
      <w:r w:rsidRPr="00DA4E77">
        <w:t>ayant descendu à la hâte l</w:t>
      </w:r>
      <w:r w:rsidR="00276CCE">
        <w:t>’</w:t>
      </w:r>
      <w:r w:rsidRPr="00DA4E77">
        <w:t>escalier dérobé</w:t>
      </w:r>
      <w:r w:rsidR="00276CCE">
        <w:t xml:space="preserve">, </w:t>
      </w:r>
      <w:r w:rsidRPr="00DA4E77">
        <w:t>viennent déboucher brusquement dans le ve</w:t>
      </w:r>
      <w:r w:rsidRPr="00DA4E77">
        <w:t>s</w:t>
      </w:r>
      <w:r w:rsidRPr="00DA4E77">
        <w:t>tibule du Palais</w:t>
      </w:r>
      <w:r w:rsidR="00276CCE">
        <w:t xml:space="preserve">, </w:t>
      </w:r>
      <w:r w:rsidRPr="00DA4E77">
        <w:t>resplendissant de toutes ses lumières rall</w:t>
      </w:r>
      <w:r w:rsidRPr="00DA4E77">
        <w:t>u</w:t>
      </w:r>
      <w:r w:rsidRPr="00DA4E77">
        <w:t>mées</w:t>
      </w:r>
      <w:r w:rsidR="00276CCE">
        <w:t>.</w:t>
      </w:r>
    </w:p>
    <w:p w14:paraId="58ED183B" w14:textId="77777777" w:rsidR="00276CCE" w:rsidRDefault="002A4158" w:rsidP="002A4158">
      <w:r w:rsidRPr="00DA4E77">
        <w:t>Rien n</w:t>
      </w:r>
      <w:r w:rsidR="00276CCE">
        <w:t>’</w:t>
      </w:r>
      <w:r w:rsidRPr="00DA4E77">
        <w:t xml:space="preserve">a bougé depuis le départ de </w:t>
      </w:r>
      <w:proofErr w:type="spellStart"/>
      <w:r w:rsidRPr="00DA4E77">
        <w:t>Knephao</w:t>
      </w:r>
      <w:proofErr w:type="spellEnd"/>
      <w:r w:rsidR="00276CCE">
        <w:t xml:space="preserve">. </w:t>
      </w:r>
      <w:r w:rsidRPr="00DA4E77">
        <w:t>Les Égy</w:t>
      </w:r>
      <w:r w:rsidRPr="00DA4E77">
        <w:t>p</w:t>
      </w:r>
      <w:r w:rsidRPr="00DA4E77">
        <w:t>tiens</w:t>
      </w:r>
      <w:r w:rsidR="00276CCE">
        <w:t xml:space="preserve">, </w:t>
      </w:r>
      <w:r w:rsidRPr="00DA4E77">
        <w:t>impassibles</w:t>
      </w:r>
      <w:r w:rsidR="00276CCE">
        <w:t xml:space="preserve">, </w:t>
      </w:r>
      <w:r w:rsidRPr="00DA4E77">
        <w:t>veillent debout près des portes</w:t>
      </w:r>
      <w:r w:rsidR="00276CCE">
        <w:t xml:space="preserve">. </w:t>
      </w:r>
      <w:proofErr w:type="spellStart"/>
      <w:r w:rsidRPr="00DA4E77">
        <w:t>Amonou</w:t>
      </w:r>
      <w:proofErr w:type="spellEnd"/>
      <w:r w:rsidR="00276CCE">
        <w:t xml:space="preserve">, </w:t>
      </w:r>
      <w:r w:rsidRPr="00DA4E77">
        <w:t>calme et silencieux</w:t>
      </w:r>
      <w:r w:rsidR="00276CCE">
        <w:t xml:space="preserve">, </w:t>
      </w:r>
      <w:r w:rsidRPr="00DA4E77">
        <w:t>reste à son poste de commandement</w:t>
      </w:r>
      <w:r w:rsidR="00276CCE">
        <w:t xml:space="preserve">. </w:t>
      </w:r>
      <w:r w:rsidRPr="00DA4E77">
        <w:t>Si bien qu</w:t>
      </w:r>
      <w:r w:rsidR="00276CCE">
        <w:t>’</w:t>
      </w:r>
      <w:r w:rsidRPr="00DA4E77">
        <w:t>il semble aux deux Apôtres du Soleil que leur dispar</w:t>
      </w:r>
      <w:r w:rsidRPr="00DA4E77">
        <w:t>i</w:t>
      </w:r>
      <w:r w:rsidRPr="00DA4E77">
        <w:t>tion a dû passer inaperçue</w:t>
      </w:r>
      <w:r w:rsidR="00276CCE">
        <w:t xml:space="preserve">. </w:t>
      </w:r>
      <w:r w:rsidRPr="00DA4E77">
        <w:t>Aussi</w:t>
      </w:r>
      <w:r w:rsidR="00276CCE">
        <w:t xml:space="preserve">, </w:t>
      </w:r>
      <w:r w:rsidRPr="00DA4E77">
        <w:t>quelle surprise</w:t>
      </w:r>
      <w:r w:rsidR="00276CCE">
        <w:t xml:space="preserve">, </w:t>
      </w:r>
      <w:r w:rsidRPr="00DA4E77">
        <w:t>pour eux</w:t>
      </w:r>
      <w:r w:rsidR="00276CCE">
        <w:t xml:space="preserve">, </w:t>
      </w:r>
      <w:r w:rsidRPr="00DA4E77">
        <w:t>dès qu</w:t>
      </w:r>
      <w:r w:rsidR="00276CCE">
        <w:t>’</w:t>
      </w:r>
      <w:r w:rsidRPr="00DA4E77">
        <w:t>ils apparaissent</w:t>
      </w:r>
      <w:r w:rsidR="00276CCE">
        <w:t xml:space="preserve">, </w:t>
      </w:r>
      <w:r w:rsidRPr="00DA4E77">
        <w:t>d</w:t>
      </w:r>
      <w:r w:rsidR="00276CCE">
        <w:t>’</w:t>
      </w:r>
      <w:r w:rsidRPr="00DA4E77">
        <w:t>entendre retentir cette phrase criée par les soldats du Palais</w:t>
      </w:r>
      <w:r w:rsidR="00276CCE">
        <w:t> :</w:t>
      </w:r>
    </w:p>
    <w:p w14:paraId="6E77BB9A" w14:textId="77777777" w:rsidR="00276CCE" w:rsidRDefault="00276CCE" w:rsidP="002A4158">
      <w:r>
        <w:t>— </w:t>
      </w:r>
      <w:proofErr w:type="spellStart"/>
      <w:r w:rsidR="002A4158" w:rsidRPr="00DA4E77">
        <w:t>Hellas</w:t>
      </w:r>
      <w:proofErr w:type="spellEnd"/>
      <w:r>
        <w:t xml:space="preserve"> ! </w:t>
      </w:r>
      <w:proofErr w:type="spellStart"/>
      <w:r w:rsidR="002A4158" w:rsidRPr="00DA4E77">
        <w:t>Hermos</w:t>
      </w:r>
      <w:proofErr w:type="spellEnd"/>
      <w:r>
        <w:t xml:space="preserve"> ! </w:t>
      </w:r>
      <w:r w:rsidR="002A4158" w:rsidRPr="00DA4E77">
        <w:t>Les voici revenus</w:t>
      </w:r>
      <w:r>
        <w:t xml:space="preserve"> ! </w:t>
      </w:r>
      <w:r w:rsidR="002A4158" w:rsidRPr="00DA4E77">
        <w:t>Ils ne sont pas morts</w:t>
      </w:r>
      <w:r>
        <w:t> !</w:t>
      </w:r>
    </w:p>
    <w:p w14:paraId="73B8CE47" w14:textId="77777777" w:rsidR="00276CCE" w:rsidRDefault="00276CCE" w:rsidP="002A4158">
      <w:r>
        <w:t>— </w:t>
      </w:r>
      <w:r w:rsidR="002A4158" w:rsidRPr="00DA4E77">
        <w:t>Ni enfuis</w:t>
      </w:r>
      <w:r>
        <w:t> !</w:t>
      </w:r>
    </w:p>
    <w:p w14:paraId="73F72B34" w14:textId="77777777" w:rsidR="00276CCE" w:rsidRDefault="002A4158" w:rsidP="002A4158">
      <w:proofErr w:type="spellStart"/>
      <w:r w:rsidRPr="00DA4E77">
        <w:t>Hellas</w:t>
      </w:r>
      <w:proofErr w:type="spellEnd"/>
      <w:r w:rsidR="00276CCE">
        <w:t xml:space="preserve">, </w:t>
      </w:r>
      <w:r w:rsidRPr="00DA4E77">
        <w:t>hautain</w:t>
      </w:r>
      <w:r w:rsidR="00276CCE">
        <w:t xml:space="preserve">, </w:t>
      </w:r>
      <w:r w:rsidRPr="00DA4E77">
        <w:t>demande</w:t>
      </w:r>
      <w:r w:rsidR="00276CCE">
        <w:t> :</w:t>
      </w:r>
    </w:p>
    <w:p w14:paraId="20937A4E" w14:textId="77777777" w:rsidR="00276CCE" w:rsidRDefault="00276CCE" w:rsidP="002A4158">
      <w:r>
        <w:t>— </w:t>
      </w:r>
      <w:r w:rsidR="002A4158" w:rsidRPr="00DA4E77">
        <w:t>Morts</w:t>
      </w:r>
      <w:r>
        <w:t xml:space="preserve"> ? </w:t>
      </w:r>
      <w:r w:rsidR="002A4158" w:rsidRPr="00DA4E77">
        <w:t>Enfuis</w:t>
      </w:r>
      <w:r>
        <w:t xml:space="preserve"> ? </w:t>
      </w:r>
      <w:r w:rsidR="002A4158" w:rsidRPr="00DA4E77">
        <w:t>Que signifient ces mots</w:t>
      </w:r>
      <w:r>
        <w:t> ?</w:t>
      </w:r>
    </w:p>
    <w:p w14:paraId="0D4EB5F6" w14:textId="77777777" w:rsidR="00276CCE" w:rsidRDefault="002A4158" w:rsidP="002A4158">
      <w:r w:rsidRPr="00DA4E77">
        <w:t>Et s</w:t>
      </w:r>
      <w:r w:rsidR="00276CCE">
        <w:t>’</w:t>
      </w:r>
      <w:r w:rsidRPr="00DA4E77">
        <w:t>adressant au plus ancien d</w:t>
      </w:r>
      <w:r w:rsidR="00276CCE">
        <w:t>’</w:t>
      </w:r>
      <w:r w:rsidRPr="00DA4E77">
        <w:t>entre eux</w:t>
      </w:r>
      <w:r w:rsidR="00276CCE">
        <w:t xml:space="preserve">, </w:t>
      </w:r>
      <w:r w:rsidRPr="00DA4E77">
        <w:t xml:space="preserve">lieutenant favori de </w:t>
      </w:r>
      <w:proofErr w:type="spellStart"/>
      <w:r w:rsidRPr="00DA4E77">
        <w:t>Knephao</w:t>
      </w:r>
      <w:proofErr w:type="spellEnd"/>
      <w:r w:rsidR="00276CCE">
        <w:t> :</w:t>
      </w:r>
    </w:p>
    <w:p w14:paraId="71A255A3" w14:textId="77777777" w:rsidR="00276CCE" w:rsidRDefault="00276CCE" w:rsidP="002A4158">
      <w:r>
        <w:t>— </w:t>
      </w:r>
      <w:r w:rsidR="002A4158" w:rsidRPr="00DA4E77">
        <w:t>Alors</w:t>
      </w:r>
      <w:r>
        <w:t xml:space="preserve">, </w:t>
      </w:r>
      <w:r w:rsidR="002A4158" w:rsidRPr="00DA4E77">
        <w:t>vous avez douté d</w:t>
      </w:r>
      <w:r>
        <w:t>’</w:t>
      </w:r>
      <w:proofErr w:type="spellStart"/>
      <w:r w:rsidR="002A4158" w:rsidRPr="00DA4E77">
        <w:t>Hermos</w:t>
      </w:r>
      <w:proofErr w:type="spellEnd"/>
      <w:r w:rsidR="002A4158" w:rsidRPr="00DA4E77">
        <w:t xml:space="preserve"> et de moi</w:t>
      </w:r>
      <w:r>
        <w:t> ?</w:t>
      </w:r>
    </w:p>
    <w:p w14:paraId="00B4C0A9" w14:textId="77777777" w:rsidR="00276CCE" w:rsidRDefault="002A4158" w:rsidP="002A4158">
      <w:r w:rsidRPr="00DA4E77">
        <w:t>L</w:t>
      </w:r>
      <w:r w:rsidR="00276CCE">
        <w:t>’</w:t>
      </w:r>
      <w:r w:rsidRPr="00DA4E77">
        <w:t>autre se trouble tellement</w:t>
      </w:r>
      <w:r w:rsidR="00276CCE">
        <w:t xml:space="preserve">, </w:t>
      </w:r>
      <w:r w:rsidRPr="00DA4E77">
        <w:t>que des larmes mal contenues coulent de ses yeux sur ses joues ridées</w:t>
      </w:r>
      <w:r w:rsidR="00276CCE">
        <w:t>.</w:t>
      </w:r>
    </w:p>
    <w:p w14:paraId="59A1CC4F" w14:textId="77777777" w:rsidR="00276CCE" w:rsidRDefault="00276CCE" w:rsidP="002A4158">
      <w:r>
        <w:t>— </w:t>
      </w:r>
      <w:r w:rsidR="002A4158" w:rsidRPr="00DA4E77">
        <w:t>Maître</w:t>
      </w:r>
      <w:r>
        <w:t xml:space="preserve">, </w:t>
      </w:r>
      <w:r w:rsidR="002A4158" w:rsidRPr="00DA4E77">
        <w:t>balbutie-t-il</w:t>
      </w:r>
      <w:r>
        <w:t xml:space="preserve">, </w:t>
      </w:r>
      <w:r w:rsidR="002A4158" w:rsidRPr="00DA4E77">
        <w:t>pardonne</w:t>
      </w:r>
      <w:r>
        <w:t xml:space="preserve">. </w:t>
      </w:r>
      <w:r w:rsidR="002A4158" w:rsidRPr="00DA4E77">
        <w:t>Quelque chose de myst</w:t>
      </w:r>
      <w:r w:rsidR="002A4158" w:rsidRPr="00DA4E77">
        <w:t>é</w:t>
      </w:r>
      <w:r w:rsidR="002A4158" w:rsidRPr="00DA4E77">
        <w:t>rieux a effrayé nos âmes</w:t>
      </w:r>
      <w:r>
        <w:t>.</w:t>
      </w:r>
    </w:p>
    <w:p w14:paraId="261F1D6D" w14:textId="77777777" w:rsidR="00276CCE" w:rsidRDefault="00276CCE" w:rsidP="002A4158">
      <w:r>
        <w:t>— </w:t>
      </w:r>
      <w:r w:rsidR="002A4158" w:rsidRPr="00DA4E77">
        <w:t>Et quand même</w:t>
      </w:r>
      <w:r>
        <w:t xml:space="preserve">, </w:t>
      </w:r>
      <w:r w:rsidR="002A4158" w:rsidRPr="00DA4E77">
        <w:t>est-ce une raison pour nous traiter de lâches</w:t>
      </w:r>
      <w:r>
        <w:t> ?</w:t>
      </w:r>
    </w:p>
    <w:p w14:paraId="4E5E2DD9" w14:textId="77777777" w:rsidR="00276CCE" w:rsidRDefault="002A4158" w:rsidP="002A4158">
      <w:r w:rsidRPr="00DA4E77">
        <w:lastRenderedPageBreak/>
        <w:t>Fouettés par ce mot</w:t>
      </w:r>
      <w:r w:rsidR="00276CCE">
        <w:t xml:space="preserve">, </w:t>
      </w:r>
      <w:r w:rsidRPr="00DA4E77">
        <w:t>les soldats courbent la tête</w:t>
      </w:r>
      <w:r w:rsidR="00276CCE">
        <w:t xml:space="preserve">, </w:t>
      </w:r>
      <w:r w:rsidRPr="00DA4E77">
        <w:t>n</w:t>
      </w:r>
      <w:r w:rsidR="00276CCE">
        <w:t>’</w:t>
      </w:r>
      <w:r w:rsidRPr="00DA4E77">
        <w:t>osant plus même solliciter leur grâce</w:t>
      </w:r>
      <w:r w:rsidR="00276CCE">
        <w:t>.</w:t>
      </w:r>
    </w:p>
    <w:p w14:paraId="5B103884" w14:textId="77777777" w:rsidR="00276CCE" w:rsidRDefault="00276CCE" w:rsidP="002A4158">
      <w:r>
        <w:t>— </w:t>
      </w:r>
      <w:r w:rsidR="002A4158" w:rsidRPr="00DA4E77">
        <w:t>Pardonne-leur</w:t>
      </w:r>
      <w:r>
        <w:t xml:space="preserve">, </w:t>
      </w:r>
      <w:r w:rsidR="002A4158" w:rsidRPr="00DA4E77">
        <w:t xml:space="preserve">demande </w:t>
      </w:r>
      <w:proofErr w:type="spellStart"/>
      <w:r w:rsidR="002A4158" w:rsidRPr="00DA4E77">
        <w:t>Hermos</w:t>
      </w:r>
      <w:proofErr w:type="spellEnd"/>
      <w:r>
        <w:t xml:space="preserve"> : </w:t>
      </w:r>
      <w:r w:rsidR="002A4158" w:rsidRPr="00DA4E77">
        <w:t>il y a des heures dans les tourmentes populaires où les plus vaillants perdent la raison</w:t>
      </w:r>
      <w:r>
        <w:t>.</w:t>
      </w:r>
    </w:p>
    <w:p w14:paraId="0E30BBBC" w14:textId="77777777" w:rsidR="00276CCE" w:rsidRDefault="00276CCE" w:rsidP="002A4158">
      <w:r>
        <w:t>— </w:t>
      </w:r>
      <w:r w:rsidR="002A4158" w:rsidRPr="00DA4E77">
        <w:t>Bien</w:t>
      </w:r>
      <w:r>
        <w:t xml:space="preserve">, </w:t>
      </w:r>
      <w:r w:rsidR="002A4158" w:rsidRPr="00DA4E77">
        <w:t xml:space="preserve">acquiesce </w:t>
      </w:r>
      <w:proofErr w:type="spellStart"/>
      <w:r w:rsidR="002A4158" w:rsidRPr="00DA4E77">
        <w:t>Hellas</w:t>
      </w:r>
      <w:proofErr w:type="spellEnd"/>
      <w:r>
        <w:t xml:space="preserve">, </w:t>
      </w:r>
      <w:r w:rsidR="002A4158" w:rsidRPr="00DA4E77">
        <w:t>que tout soit oublié</w:t>
      </w:r>
      <w:r>
        <w:t xml:space="preserve"> ! </w:t>
      </w:r>
      <w:r w:rsidR="002A4158" w:rsidRPr="00DA4E77">
        <w:t>Mais rapp</w:t>
      </w:r>
      <w:r w:rsidR="002A4158" w:rsidRPr="00DA4E77">
        <w:t>e</w:t>
      </w:r>
      <w:r w:rsidR="002A4158" w:rsidRPr="00DA4E77">
        <w:t>lez-vous que les orages d</w:t>
      </w:r>
      <w:r>
        <w:t>’</w:t>
      </w:r>
      <w:r w:rsidR="002A4158" w:rsidRPr="00DA4E77">
        <w:t>Atlantis commencent à peine</w:t>
      </w:r>
      <w:r>
        <w:t xml:space="preserve">. </w:t>
      </w:r>
      <w:r w:rsidR="002A4158" w:rsidRPr="00DA4E77">
        <w:t>Et pr</w:t>
      </w:r>
      <w:r w:rsidR="002A4158" w:rsidRPr="00DA4E77">
        <w:t>é</w:t>
      </w:r>
      <w:r w:rsidR="002A4158" w:rsidRPr="00DA4E77">
        <w:t>parez votre âme à toutes les surprises</w:t>
      </w:r>
      <w:r>
        <w:t>.</w:t>
      </w:r>
    </w:p>
    <w:p w14:paraId="2BD725F8" w14:textId="77777777" w:rsidR="00276CCE" w:rsidRDefault="00276CCE" w:rsidP="002A4158">
      <w:r>
        <w:t>— </w:t>
      </w:r>
      <w:r w:rsidR="002A4158" w:rsidRPr="00DA4E77">
        <w:t xml:space="preserve">Vive </w:t>
      </w:r>
      <w:proofErr w:type="spellStart"/>
      <w:r w:rsidR="002A4158" w:rsidRPr="00DA4E77">
        <w:t>Hellas</w:t>
      </w:r>
      <w:proofErr w:type="spellEnd"/>
      <w:r>
        <w:t xml:space="preserve"> ! </w:t>
      </w:r>
      <w:r w:rsidR="002A4158" w:rsidRPr="00DA4E77">
        <w:t xml:space="preserve">Vive </w:t>
      </w:r>
      <w:proofErr w:type="spellStart"/>
      <w:r w:rsidR="002A4158" w:rsidRPr="00DA4E77">
        <w:t>Hermos</w:t>
      </w:r>
      <w:proofErr w:type="spellEnd"/>
      <w:r>
        <w:t xml:space="preserve"> ! </w:t>
      </w:r>
      <w:r w:rsidR="002A4158" w:rsidRPr="00DA4E77">
        <w:t>acclament les hommes r</w:t>
      </w:r>
      <w:r w:rsidR="002A4158" w:rsidRPr="00DA4E77">
        <w:t>a</w:t>
      </w:r>
      <w:r w:rsidR="002A4158" w:rsidRPr="00DA4E77">
        <w:t>gaillardis</w:t>
      </w:r>
      <w:r>
        <w:t>.</w:t>
      </w:r>
    </w:p>
    <w:p w14:paraId="41AF78AD" w14:textId="77777777" w:rsidR="00276CCE" w:rsidRDefault="002A4158" w:rsidP="002A4158">
      <w:r w:rsidRPr="00DA4E77">
        <w:t>Mais à ce cri répond aussitôt une voix frêle et tremblante d</w:t>
      </w:r>
      <w:r w:rsidR="00276CCE">
        <w:t>’</w:t>
      </w:r>
      <w:r w:rsidRPr="00DA4E77">
        <w:t>émoi</w:t>
      </w:r>
      <w:r w:rsidR="00276CCE">
        <w:t> :</w:t>
      </w:r>
    </w:p>
    <w:p w14:paraId="5E1B6D56" w14:textId="77777777" w:rsidR="00276CCE" w:rsidRDefault="00276CCE" w:rsidP="002A4158">
      <w:r>
        <w:t>— </w:t>
      </w:r>
      <w:proofErr w:type="spellStart"/>
      <w:r w:rsidR="002A4158" w:rsidRPr="00DA4E77">
        <w:t>Hellas</w:t>
      </w:r>
      <w:proofErr w:type="spellEnd"/>
      <w:r>
        <w:t xml:space="preserve">, </w:t>
      </w:r>
      <w:r w:rsidR="002A4158" w:rsidRPr="00DA4E77">
        <w:t>toi</w:t>
      </w:r>
      <w:r>
        <w:t xml:space="preserve"> ? </w:t>
      </w:r>
      <w:r w:rsidR="002A4158" w:rsidRPr="00DA4E77">
        <w:t>Toi</w:t>
      </w:r>
      <w:r>
        <w:t xml:space="preserve">, </w:t>
      </w:r>
      <w:proofErr w:type="spellStart"/>
      <w:r w:rsidR="002A4158" w:rsidRPr="00DA4E77">
        <w:t>Hermos</w:t>
      </w:r>
      <w:proofErr w:type="spellEnd"/>
      <w:r>
        <w:t xml:space="preserve"> ? </w:t>
      </w:r>
      <w:r w:rsidR="002A4158" w:rsidRPr="00DA4E77">
        <w:t>courez vite</w:t>
      </w:r>
      <w:r>
        <w:t xml:space="preserve">, </w:t>
      </w:r>
      <w:r w:rsidR="002A4158" w:rsidRPr="00DA4E77">
        <w:t>sur la place</w:t>
      </w:r>
      <w:r>
        <w:t xml:space="preserve"> ! </w:t>
      </w:r>
      <w:r w:rsidR="002A4158" w:rsidRPr="00DA4E77">
        <w:t>Voici venir une grande foule d</w:t>
      </w:r>
      <w:r>
        <w:t>’</w:t>
      </w:r>
      <w:r w:rsidR="002A4158" w:rsidRPr="00DA4E77">
        <w:t>Atlantes qui semble proférer des m</w:t>
      </w:r>
      <w:r w:rsidR="002A4158" w:rsidRPr="00DA4E77">
        <w:t>e</w:t>
      </w:r>
      <w:r w:rsidR="002A4158" w:rsidRPr="00DA4E77">
        <w:t>naces</w:t>
      </w:r>
      <w:r>
        <w:t>.</w:t>
      </w:r>
    </w:p>
    <w:p w14:paraId="3BACF2F9" w14:textId="77777777" w:rsidR="00276CCE" w:rsidRDefault="002A4158" w:rsidP="002A4158">
      <w:r w:rsidRPr="00DA4E77">
        <w:t>C</w:t>
      </w:r>
      <w:r w:rsidR="00276CCE">
        <w:t>’</w:t>
      </w:r>
      <w:r w:rsidRPr="00DA4E77">
        <w:t xml:space="preserve">est </w:t>
      </w:r>
      <w:proofErr w:type="spellStart"/>
      <w:r w:rsidRPr="00DA4E77">
        <w:t>Glania</w:t>
      </w:r>
      <w:proofErr w:type="spellEnd"/>
      <w:r w:rsidR="00276CCE">
        <w:t xml:space="preserve">, </w:t>
      </w:r>
      <w:r w:rsidRPr="00DA4E77">
        <w:t>qui</w:t>
      </w:r>
      <w:r w:rsidR="00276CCE">
        <w:t xml:space="preserve">, </w:t>
      </w:r>
      <w:r w:rsidRPr="00DA4E77">
        <w:t>restée seule</w:t>
      </w:r>
      <w:r w:rsidR="00276CCE">
        <w:t xml:space="preserve">, </w:t>
      </w:r>
      <w:r w:rsidRPr="00DA4E77">
        <w:t>au lieu d</w:t>
      </w:r>
      <w:r w:rsidR="00276CCE">
        <w:t>’</w:t>
      </w:r>
      <w:r w:rsidRPr="00DA4E77">
        <w:t>aller se reposer</w:t>
      </w:r>
      <w:r w:rsidR="00276CCE">
        <w:t xml:space="preserve">, </w:t>
      </w:r>
      <w:r w:rsidRPr="00DA4E77">
        <w:t>veille du haut des balcons</w:t>
      </w:r>
      <w:r w:rsidR="00276CCE">
        <w:t xml:space="preserve">, </w:t>
      </w:r>
      <w:r w:rsidRPr="00DA4E77">
        <w:t>songeant toujours aux dangers po</w:t>
      </w:r>
      <w:r w:rsidRPr="00DA4E77">
        <w:t>s</w:t>
      </w:r>
      <w:r w:rsidRPr="00DA4E77">
        <w:t>sibles qui menacent le Prince</w:t>
      </w:r>
      <w:r w:rsidR="00276CCE">
        <w:t>.</w:t>
      </w:r>
    </w:p>
    <w:p w14:paraId="0651F5AA" w14:textId="77777777" w:rsidR="00276CCE" w:rsidRDefault="00276CCE" w:rsidP="002A4158">
      <w:r>
        <w:t>— </w:t>
      </w:r>
      <w:r w:rsidR="002A4158" w:rsidRPr="00DA4E77">
        <w:t>Les Atlantes</w:t>
      </w:r>
      <w:r>
        <w:t xml:space="preserve"> ? </w:t>
      </w:r>
      <w:r w:rsidR="002A4158" w:rsidRPr="00DA4E77">
        <w:t>Eux</w:t>
      </w:r>
      <w:r>
        <w:t xml:space="preserve"> ? </w:t>
      </w:r>
      <w:r w:rsidR="002A4158" w:rsidRPr="00DA4E77">
        <w:t>Des menaces</w:t>
      </w:r>
      <w:r>
        <w:t xml:space="preserve"> ? </w:t>
      </w:r>
      <w:r w:rsidR="002A4158" w:rsidRPr="00DA4E77">
        <w:t>Eux</w:t>
      </w:r>
      <w:r>
        <w:t xml:space="preserve">, </w:t>
      </w:r>
      <w:r w:rsidR="002A4158" w:rsidRPr="00DA4E77">
        <w:t>que je sauve</w:t>
      </w:r>
      <w:r>
        <w:t xml:space="preserve"> ? </w:t>
      </w:r>
      <w:r w:rsidR="002A4158" w:rsidRPr="00DA4E77">
        <w:t>Tu rêves</w:t>
      </w:r>
      <w:r>
        <w:t xml:space="preserve">, </w:t>
      </w:r>
      <w:proofErr w:type="spellStart"/>
      <w:r w:rsidR="002A4158" w:rsidRPr="00DA4E77">
        <w:t>Glania</w:t>
      </w:r>
      <w:proofErr w:type="spellEnd"/>
      <w:r>
        <w:t> !</w:t>
      </w:r>
    </w:p>
    <w:p w14:paraId="65C58680" w14:textId="77777777" w:rsidR="00276CCE" w:rsidRDefault="002A4158" w:rsidP="002A4158">
      <w:r w:rsidRPr="00DA4E77">
        <w:t>Pourtant</w:t>
      </w:r>
      <w:r w:rsidR="00276CCE">
        <w:t xml:space="preserve">, </w:t>
      </w:r>
      <w:r w:rsidRPr="00DA4E77">
        <w:t>de plus en plus</w:t>
      </w:r>
      <w:r w:rsidR="00276CCE">
        <w:t xml:space="preserve">, </w:t>
      </w:r>
      <w:r w:rsidRPr="00DA4E77">
        <w:t>on entend monter un bruit gro</w:t>
      </w:r>
      <w:r w:rsidRPr="00DA4E77">
        <w:t>s</w:t>
      </w:r>
      <w:r w:rsidRPr="00DA4E77">
        <w:t>sissant</w:t>
      </w:r>
      <w:r w:rsidR="00276CCE">
        <w:t xml:space="preserve">, </w:t>
      </w:r>
      <w:r w:rsidRPr="00DA4E77">
        <w:t>pareil à un roulement de chars lourds s</w:t>
      </w:r>
      <w:r w:rsidR="00276CCE">
        <w:t>’</w:t>
      </w:r>
      <w:r w:rsidRPr="00DA4E77">
        <w:t>avançant en d</w:t>
      </w:r>
      <w:r w:rsidRPr="00DA4E77">
        <w:t>é</w:t>
      </w:r>
      <w:r w:rsidRPr="00DA4E77">
        <w:t>sordre</w:t>
      </w:r>
      <w:r w:rsidR="00276CCE">
        <w:t xml:space="preserve">, </w:t>
      </w:r>
      <w:r w:rsidRPr="00DA4E77">
        <w:t>et par des milliers et des milliers de voix retentissent des cris saccadés</w:t>
      </w:r>
      <w:r w:rsidR="00276CCE">
        <w:t> :</w:t>
      </w:r>
    </w:p>
    <w:p w14:paraId="71D08126" w14:textId="77777777" w:rsidR="00276CCE" w:rsidRDefault="00276CCE" w:rsidP="002A4158">
      <w:r>
        <w:t>— </w:t>
      </w:r>
      <w:r w:rsidR="002A4158" w:rsidRPr="00DA4E77">
        <w:t>De l</w:t>
      </w:r>
      <w:r>
        <w:t>’</w:t>
      </w:r>
      <w:r w:rsidR="002A4158" w:rsidRPr="00DA4E77">
        <w:t>or</w:t>
      </w:r>
      <w:r>
        <w:t xml:space="preserve"> ! </w:t>
      </w:r>
      <w:r w:rsidR="002A4158" w:rsidRPr="00DA4E77">
        <w:t>De l</w:t>
      </w:r>
      <w:r>
        <w:t>’</w:t>
      </w:r>
      <w:r w:rsidR="002A4158" w:rsidRPr="00DA4E77">
        <w:t>or</w:t>
      </w:r>
      <w:r>
        <w:t> !</w:t>
      </w:r>
    </w:p>
    <w:p w14:paraId="3E92BB60" w14:textId="77777777" w:rsidR="00276CCE" w:rsidRDefault="00276CCE" w:rsidP="002A4158">
      <w:r>
        <w:t>— </w:t>
      </w:r>
      <w:r w:rsidR="002A4158" w:rsidRPr="00DA4E77">
        <w:t>Le peuple n</w:t>
      </w:r>
      <w:r>
        <w:t>’</w:t>
      </w:r>
      <w:r w:rsidR="002A4158" w:rsidRPr="00DA4E77">
        <w:t>a pas eu sa distribution d</w:t>
      </w:r>
      <w:r>
        <w:t>’</w:t>
      </w:r>
      <w:r w:rsidR="002A4158" w:rsidRPr="00DA4E77">
        <w:t>or</w:t>
      </w:r>
      <w:r>
        <w:t> !</w:t>
      </w:r>
    </w:p>
    <w:p w14:paraId="79137ED5" w14:textId="77777777" w:rsidR="00276CCE" w:rsidRDefault="00276CCE" w:rsidP="002A4158">
      <w:r>
        <w:t>— </w:t>
      </w:r>
      <w:r w:rsidR="002A4158" w:rsidRPr="00DA4E77">
        <w:t>Le peuple veut de l</w:t>
      </w:r>
      <w:r>
        <w:t>’</w:t>
      </w:r>
      <w:r w:rsidR="002A4158" w:rsidRPr="00DA4E77">
        <w:t>or</w:t>
      </w:r>
      <w:r>
        <w:t> !</w:t>
      </w:r>
    </w:p>
    <w:p w14:paraId="1820FB8B" w14:textId="77777777" w:rsidR="00276CCE" w:rsidRDefault="00276CCE" w:rsidP="002A4158">
      <w:r>
        <w:lastRenderedPageBreak/>
        <w:t>— </w:t>
      </w:r>
      <w:r w:rsidR="002A4158" w:rsidRPr="00DA4E77">
        <w:t>De l</w:t>
      </w:r>
      <w:r>
        <w:t>’</w:t>
      </w:r>
      <w:r w:rsidR="002A4158" w:rsidRPr="00DA4E77">
        <w:t>or</w:t>
      </w:r>
      <w:r>
        <w:t xml:space="preserve"> ! </w:t>
      </w:r>
      <w:r w:rsidR="002A4158" w:rsidRPr="00DA4E77">
        <w:t>De l</w:t>
      </w:r>
      <w:r>
        <w:t>’</w:t>
      </w:r>
      <w:r w:rsidR="002A4158" w:rsidRPr="00DA4E77">
        <w:t>or</w:t>
      </w:r>
      <w:r>
        <w:t> !</w:t>
      </w:r>
    </w:p>
    <w:p w14:paraId="7FA14B82" w14:textId="77777777" w:rsidR="00276CCE" w:rsidRDefault="002A4158" w:rsidP="002A4158">
      <w:r w:rsidRPr="00DA4E77">
        <w:t>En effet</w:t>
      </w:r>
      <w:r w:rsidR="00276CCE">
        <w:t xml:space="preserve">, </w:t>
      </w:r>
      <w:r w:rsidRPr="00DA4E77">
        <w:t>dans le trouble qui a bouleversé la Cité</w:t>
      </w:r>
      <w:r w:rsidR="00276CCE">
        <w:t xml:space="preserve">, </w:t>
      </w:r>
      <w:proofErr w:type="spellStart"/>
      <w:r w:rsidRPr="00DA4E77">
        <w:t>Hellas</w:t>
      </w:r>
      <w:proofErr w:type="spellEnd"/>
      <w:r w:rsidR="00276CCE">
        <w:t xml:space="preserve">, </w:t>
      </w:r>
      <w:proofErr w:type="spellStart"/>
      <w:r w:rsidRPr="00DA4E77">
        <w:t>Hermos</w:t>
      </w:r>
      <w:proofErr w:type="spellEnd"/>
      <w:r w:rsidRPr="00DA4E77">
        <w:t xml:space="preserve"> et les maîtres du Palais ont négligé de distribuer à la foule les monnaies et les médailles d</w:t>
      </w:r>
      <w:r w:rsidR="00276CCE">
        <w:t>’</w:t>
      </w:r>
      <w:r w:rsidRPr="00DA4E77">
        <w:t>or qu</w:t>
      </w:r>
      <w:r w:rsidR="00276CCE">
        <w:t>’</w:t>
      </w:r>
      <w:r w:rsidRPr="00DA4E77">
        <w:t>on a coutume de r</w:t>
      </w:r>
      <w:r w:rsidRPr="00DA4E77">
        <w:t>é</w:t>
      </w:r>
      <w:r w:rsidRPr="00DA4E77">
        <w:t>pandre en ce soir de fête</w:t>
      </w:r>
      <w:r w:rsidR="00276CCE">
        <w:t xml:space="preserve">. </w:t>
      </w:r>
      <w:r w:rsidRPr="00DA4E77">
        <w:t>Et ce peuple qui</w:t>
      </w:r>
      <w:r w:rsidR="00276CCE">
        <w:t xml:space="preserve">, </w:t>
      </w:r>
      <w:r w:rsidRPr="00DA4E77">
        <w:t>depuis des siècles</w:t>
      </w:r>
      <w:r w:rsidR="00276CCE">
        <w:t xml:space="preserve">, </w:t>
      </w:r>
      <w:r w:rsidRPr="00DA4E77">
        <w:t>r</w:t>
      </w:r>
      <w:r w:rsidRPr="00DA4E77">
        <w:t>e</w:t>
      </w:r>
      <w:r w:rsidRPr="00DA4E77">
        <w:t>fuse de porter les armes</w:t>
      </w:r>
      <w:r w:rsidR="00276CCE">
        <w:t xml:space="preserve"> ; </w:t>
      </w:r>
      <w:r w:rsidRPr="00DA4E77">
        <w:t>ce peuple qui laisse à des vaincus ro</w:t>
      </w:r>
      <w:r w:rsidRPr="00DA4E77">
        <w:t>u</w:t>
      </w:r>
      <w:r w:rsidRPr="00DA4E77">
        <w:t>ges ou à des barbares blancs le soin de sa défense</w:t>
      </w:r>
      <w:r w:rsidR="00276CCE">
        <w:t xml:space="preserve">, </w:t>
      </w:r>
      <w:r w:rsidRPr="00DA4E77">
        <w:t>ce peuple i</w:t>
      </w:r>
      <w:r w:rsidRPr="00DA4E77">
        <w:t>n</w:t>
      </w:r>
      <w:r w:rsidRPr="00DA4E77">
        <w:t>différent au destin de la Cité</w:t>
      </w:r>
      <w:r w:rsidR="00276CCE">
        <w:t xml:space="preserve"> ; </w:t>
      </w:r>
      <w:r w:rsidRPr="00DA4E77">
        <w:t>ce peuple aujourd</w:t>
      </w:r>
      <w:r w:rsidR="00276CCE">
        <w:t>’</w:t>
      </w:r>
      <w:r w:rsidRPr="00DA4E77">
        <w:t>hui se soulève</w:t>
      </w:r>
      <w:r w:rsidR="00276CCE">
        <w:t xml:space="preserve">, </w:t>
      </w:r>
      <w:r w:rsidRPr="00DA4E77">
        <w:t>pour quelques pièces d</w:t>
      </w:r>
      <w:r w:rsidR="00276CCE">
        <w:t>’</w:t>
      </w:r>
      <w:r w:rsidRPr="00DA4E77">
        <w:t>or</w:t>
      </w:r>
      <w:r w:rsidR="00276CCE">
        <w:t xml:space="preserve">, </w:t>
      </w:r>
      <w:r w:rsidRPr="00DA4E77">
        <w:t>dont la part</w:t>
      </w:r>
      <w:r w:rsidR="00276CCE">
        <w:t xml:space="preserve">, </w:t>
      </w:r>
      <w:r w:rsidRPr="00DA4E77">
        <w:t>à chacun</w:t>
      </w:r>
      <w:r w:rsidR="00276CCE">
        <w:t xml:space="preserve">, </w:t>
      </w:r>
      <w:r w:rsidRPr="00DA4E77">
        <w:t>est insign</w:t>
      </w:r>
      <w:r w:rsidRPr="00DA4E77">
        <w:t>i</w:t>
      </w:r>
      <w:r w:rsidRPr="00DA4E77">
        <w:t>fiante</w:t>
      </w:r>
      <w:r w:rsidR="00276CCE">
        <w:t>.</w:t>
      </w:r>
    </w:p>
    <w:p w14:paraId="03F8C4B3" w14:textId="77777777" w:rsidR="00276CCE" w:rsidRDefault="00276CCE" w:rsidP="002A4158">
      <w:r>
        <w:t>— </w:t>
      </w:r>
      <w:r w:rsidR="002A4158" w:rsidRPr="00DA4E77">
        <w:t>De l</w:t>
      </w:r>
      <w:r>
        <w:t>’</w:t>
      </w:r>
      <w:r w:rsidR="002A4158" w:rsidRPr="00DA4E77">
        <w:t>or</w:t>
      </w:r>
      <w:r>
        <w:t xml:space="preserve"> ! </w:t>
      </w:r>
      <w:r w:rsidR="002A4158" w:rsidRPr="00DA4E77">
        <w:t>de l</w:t>
      </w:r>
      <w:r>
        <w:t>’</w:t>
      </w:r>
      <w:r w:rsidR="002A4158" w:rsidRPr="00DA4E77">
        <w:t>or</w:t>
      </w:r>
      <w:r>
        <w:t xml:space="preserve"> ! </w:t>
      </w:r>
      <w:r w:rsidR="002A4158" w:rsidRPr="00DA4E77">
        <w:t>répète la cohue</w:t>
      </w:r>
      <w:r>
        <w:t>.</w:t>
      </w:r>
    </w:p>
    <w:p w14:paraId="58C79FA6" w14:textId="77777777" w:rsidR="00276CCE" w:rsidRDefault="002A4158" w:rsidP="002A4158">
      <w:proofErr w:type="spellStart"/>
      <w:r w:rsidRPr="00DA4E77">
        <w:t>Hellas</w:t>
      </w:r>
      <w:proofErr w:type="spellEnd"/>
      <w:r w:rsidRPr="00DA4E77">
        <w:t xml:space="preserve"> reste écrasé</w:t>
      </w:r>
      <w:r w:rsidR="00276CCE">
        <w:t xml:space="preserve">. </w:t>
      </w:r>
      <w:r w:rsidRPr="00DA4E77">
        <w:t>Révoltes des Noirs</w:t>
      </w:r>
      <w:r w:rsidR="00276CCE">
        <w:t xml:space="preserve">, </w:t>
      </w:r>
      <w:r w:rsidRPr="00DA4E77">
        <w:t>complots de ses ennemis</w:t>
      </w:r>
      <w:r w:rsidR="00276CCE">
        <w:t xml:space="preserve">, </w:t>
      </w:r>
      <w:r w:rsidRPr="00DA4E77">
        <w:t>soulèvement des Barbares contre Atlantis</w:t>
      </w:r>
      <w:r w:rsidR="00276CCE">
        <w:t xml:space="preserve"> ; </w:t>
      </w:r>
      <w:r w:rsidRPr="00DA4E77">
        <w:t>rien de tout cela ne saurait troubler son âme ferme</w:t>
      </w:r>
      <w:r w:rsidR="00276CCE">
        <w:t xml:space="preserve">. </w:t>
      </w:r>
      <w:r w:rsidRPr="00DA4E77">
        <w:t>Mais cette bassesse définitive</w:t>
      </w:r>
      <w:r w:rsidR="00276CCE">
        <w:t xml:space="preserve">, </w:t>
      </w:r>
      <w:r w:rsidRPr="00DA4E77">
        <w:t>cette ignominie du peuple</w:t>
      </w:r>
      <w:r w:rsidR="00276CCE">
        <w:t xml:space="preserve">, </w:t>
      </w:r>
      <w:r w:rsidRPr="00DA4E77">
        <w:t>de son peuple</w:t>
      </w:r>
      <w:r w:rsidR="00276CCE">
        <w:t xml:space="preserve">, </w:t>
      </w:r>
      <w:r w:rsidRPr="00DA4E77">
        <w:t>voilà le coup suprême qu</w:t>
      </w:r>
      <w:r w:rsidR="00276CCE">
        <w:t>’</w:t>
      </w:r>
      <w:r w:rsidRPr="00DA4E77">
        <w:t>il n</w:t>
      </w:r>
      <w:r w:rsidR="00276CCE">
        <w:t>’</w:t>
      </w:r>
      <w:r w:rsidRPr="00DA4E77">
        <w:t>attendait pas et contre lequel il se sent i</w:t>
      </w:r>
      <w:r w:rsidRPr="00DA4E77">
        <w:t>m</w:t>
      </w:r>
      <w:r w:rsidRPr="00DA4E77">
        <w:t>puissant</w:t>
      </w:r>
      <w:r w:rsidR="00276CCE">
        <w:t>.</w:t>
      </w:r>
    </w:p>
    <w:p w14:paraId="46EC4CD7" w14:textId="77777777" w:rsidR="00276CCE" w:rsidRDefault="00276CCE" w:rsidP="002A4158">
      <w:r>
        <w:t>— </w:t>
      </w:r>
      <w:r w:rsidR="002A4158" w:rsidRPr="00DA4E77">
        <w:t>Lâches</w:t>
      </w:r>
      <w:r>
        <w:t xml:space="preserve"> ! </w:t>
      </w:r>
      <w:r w:rsidR="002A4158" w:rsidRPr="00DA4E77">
        <w:t>Lâches</w:t>
      </w:r>
      <w:r>
        <w:t xml:space="preserve"> ! </w:t>
      </w:r>
      <w:r w:rsidR="002A4158" w:rsidRPr="00DA4E77">
        <w:t>Esclaves</w:t>
      </w:r>
      <w:r>
        <w:t xml:space="preserve"> ! </w:t>
      </w:r>
      <w:r w:rsidR="002A4158" w:rsidRPr="00DA4E77">
        <w:t>Âmes de pourceaux</w:t>
      </w:r>
      <w:r>
        <w:t xml:space="preserve"> ! </w:t>
      </w:r>
      <w:r w:rsidR="002A4158" w:rsidRPr="00DA4E77">
        <w:t xml:space="preserve">jette </w:t>
      </w:r>
      <w:proofErr w:type="spellStart"/>
      <w:r w:rsidR="002A4158" w:rsidRPr="00DA4E77">
        <w:t>Hermos</w:t>
      </w:r>
      <w:proofErr w:type="spellEnd"/>
      <w:r w:rsidR="002A4158" w:rsidRPr="00DA4E77">
        <w:t xml:space="preserve"> de cette même voix sonore qui jadis chantait des hy</w:t>
      </w:r>
      <w:r w:rsidR="002A4158" w:rsidRPr="00DA4E77">
        <w:t>m</w:t>
      </w:r>
      <w:r w:rsidR="002A4158" w:rsidRPr="00DA4E77">
        <w:t>nes de triomphe</w:t>
      </w:r>
      <w:r>
        <w:t xml:space="preserve">. </w:t>
      </w:r>
      <w:r w:rsidR="002A4158" w:rsidRPr="00DA4E77">
        <w:t>Peuple indigne de gloire</w:t>
      </w:r>
      <w:r>
        <w:t xml:space="preserve">, </w:t>
      </w:r>
      <w:r w:rsidR="002A4158" w:rsidRPr="00DA4E77">
        <w:t>voilà tout ce que vous trouvez à dire au moment où la mort plane sur vous peut-être</w:t>
      </w:r>
      <w:r>
        <w:t> ?</w:t>
      </w:r>
    </w:p>
    <w:p w14:paraId="004D0A86" w14:textId="77777777" w:rsidR="00276CCE" w:rsidRDefault="002A4158" w:rsidP="002A4158">
      <w:r w:rsidRPr="00DA4E77">
        <w:t>Mais</w:t>
      </w:r>
      <w:r w:rsidR="00276CCE">
        <w:t xml:space="preserve">, </w:t>
      </w:r>
      <w:r w:rsidRPr="00DA4E77">
        <w:t>sur la place</w:t>
      </w:r>
      <w:r w:rsidR="00276CCE">
        <w:t xml:space="preserve">, </w:t>
      </w:r>
      <w:r w:rsidRPr="00DA4E77">
        <w:t>une autre voix plus rude et plus furieuse encore que celle d</w:t>
      </w:r>
      <w:r w:rsidR="00276CCE">
        <w:t>’</w:t>
      </w:r>
      <w:proofErr w:type="spellStart"/>
      <w:r w:rsidRPr="00DA4E77">
        <w:t>Hermos</w:t>
      </w:r>
      <w:proofErr w:type="spellEnd"/>
      <w:r w:rsidRPr="00DA4E77">
        <w:t xml:space="preserve"> retentit</w:t>
      </w:r>
      <w:r w:rsidR="00276CCE">
        <w:t> :</w:t>
      </w:r>
    </w:p>
    <w:p w14:paraId="67A9C545" w14:textId="77777777" w:rsidR="00276CCE" w:rsidRDefault="00276CCE" w:rsidP="002A4158">
      <w:r>
        <w:t>— </w:t>
      </w:r>
      <w:r w:rsidR="002A4158" w:rsidRPr="00DA4E77">
        <w:t>Soldats d</w:t>
      </w:r>
      <w:r>
        <w:t>’</w:t>
      </w:r>
      <w:r w:rsidR="002A4158" w:rsidRPr="00DA4E77">
        <w:t>Égypte</w:t>
      </w:r>
      <w:r>
        <w:t xml:space="preserve">, </w:t>
      </w:r>
      <w:r w:rsidR="002A4158" w:rsidRPr="00DA4E77">
        <w:t>chargez</w:t>
      </w:r>
      <w:r>
        <w:t xml:space="preserve"> ! </w:t>
      </w:r>
      <w:r w:rsidR="002A4158" w:rsidRPr="00DA4E77">
        <w:t>chassez cette tourbe</w:t>
      </w:r>
      <w:r>
        <w:t> !</w:t>
      </w:r>
    </w:p>
    <w:p w14:paraId="1D0AC9D4" w14:textId="77777777" w:rsidR="00276CCE" w:rsidRDefault="002A4158" w:rsidP="002A4158">
      <w:r w:rsidRPr="00DA4E77">
        <w:t>C</w:t>
      </w:r>
      <w:r w:rsidR="00276CCE">
        <w:t>’</w:t>
      </w:r>
      <w:r w:rsidRPr="00DA4E77">
        <w:t xml:space="preserve">est </w:t>
      </w:r>
      <w:proofErr w:type="spellStart"/>
      <w:r w:rsidRPr="00DA4E77">
        <w:t>Knephao</w:t>
      </w:r>
      <w:proofErr w:type="spellEnd"/>
      <w:r w:rsidRPr="00DA4E77">
        <w:t xml:space="preserve"> qui</w:t>
      </w:r>
      <w:r w:rsidR="00276CCE">
        <w:t xml:space="preserve">, </w:t>
      </w:r>
      <w:r w:rsidRPr="00DA4E77">
        <w:t>prenant le cheval d</w:t>
      </w:r>
      <w:r w:rsidR="00276CCE">
        <w:t>’</w:t>
      </w:r>
      <w:r w:rsidRPr="00DA4E77">
        <w:t>un de ses soldats</w:t>
      </w:r>
      <w:r w:rsidR="00276CCE">
        <w:t xml:space="preserve">, </w:t>
      </w:r>
      <w:r w:rsidRPr="00DA4E77">
        <w:t>opère lui-même une vigoureuse poussée vers la foule</w:t>
      </w:r>
      <w:r w:rsidR="00276CCE">
        <w:t>.</w:t>
      </w:r>
    </w:p>
    <w:p w14:paraId="53B6E59C" w14:textId="77777777" w:rsidR="00276CCE" w:rsidRDefault="002A4158" w:rsidP="002A4158">
      <w:r w:rsidRPr="00DA4E77">
        <w:lastRenderedPageBreak/>
        <w:t>Une immédiate débandade suit cet acte décisif et la place se vide en peu de temps</w:t>
      </w:r>
      <w:r w:rsidR="00276CCE">
        <w:t xml:space="preserve">. </w:t>
      </w:r>
      <w:r w:rsidRPr="00DA4E77">
        <w:t>Mais l</w:t>
      </w:r>
      <w:r w:rsidR="00276CCE">
        <w:t>’</w:t>
      </w:r>
      <w:r w:rsidRPr="00DA4E77">
        <w:t>on entend au loin</w:t>
      </w:r>
      <w:r w:rsidR="00276CCE">
        <w:t xml:space="preserve">, </w:t>
      </w:r>
      <w:r w:rsidRPr="00DA4E77">
        <w:t>dans la ville</w:t>
      </w:r>
      <w:r w:rsidR="00276CCE">
        <w:t xml:space="preserve">, </w:t>
      </w:r>
      <w:r w:rsidRPr="00DA4E77">
        <w:t>des groupes épars qui se retournent pour crier toujours</w:t>
      </w:r>
      <w:r w:rsidR="00276CCE">
        <w:t> :</w:t>
      </w:r>
    </w:p>
    <w:p w14:paraId="7719F508" w14:textId="77777777" w:rsidR="00276CCE" w:rsidRDefault="00276CCE" w:rsidP="002A4158">
      <w:r>
        <w:t>— </w:t>
      </w:r>
      <w:r w:rsidR="002A4158" w:rsidRPr="00DA4E77">
        <w:t>De l</w:t>
      </w:r>
      <w:r>
        <w:t>’</w:t>
      </w:r>
      <w:r w:rsidR="002A4158" w:rsidRPr="00DA4E77">
        <w:t>or</w:t>
      </w:r>
      <w:r>
        <w:t xml:space="preserve"> ! </w:t>
      </w:r>
      <w:r w:rsidR="002A4158" w:rsidRPr="00DA4E77">
        <w:t>De l</w:t>
      </w:r>
      <w:r>
        <w:t>’</w:t>
      </w:r>
      <w:r w:rsidR="002A4158" w:rsidRPr="00DA4E77">
        <w:t>or</w:t>
      </w:r>
      <w:r>
        <w:t xml:space="preserve"> ! </w:t>
      </w:r>
      <w:r w:rsidR="002A4158" w:rsidRPr="00DA4E77">
        <w:t>De l</w:t>
      </w:r>
      <w:r>
        <w:t>’</w:t>
      </w:r>
      <w:r w:rsidR="002A4158" w:rsidRPr="00DA4E77">
        <w:t>or</w:t>
      </w:r>
      <w:r>
        <w:t> !</w:t>
      </w:r>
    </w:p>
    <w:p w14:paraId="01647B10" w14:textId="77777777" w:rsidR="00276CCE" w:rsidRDefault="002A4158" w:rsidP="002A4158">
      <w:proofErr w:type="spellStart"/>
      <w:r w:rsidRPr="00DA4E77">
        <w:t>Hellas</w:t>
      </w:r>
      <w:proofErr w:type="spellEnd"/>
      <w:r w:rsidRPr="00DA4E77">
        <w:t xml:space="preserve"> n</w:t>
      </w:r>
      <w:r w:rsidR="00276CCE">
        <w:t>’</w:t>
      </w:r>
      <w:r w:rsidRPr="00DA4E77">
        <w:t>y tient plus</w:t>
      </w:r>
      <w:r w:rsidR="00276CCE">
        <w:t xml:space="preserve">. </w:t>
      </w:r>
      <w:r w:rsidRPr="00DA4E77">
        <w:t>Cette âme</w:t>
      </w:r>
      <w:r w:rsidR="00276CCE">
        <w:t xml:space="preserve">, </w:t>
      </w:r>
      <w:r w:rsidRPr="00DA4E77">
        <w:t>que rien n</w:t>
      </w:r>
      <w:r w:rsidR="00276CCE">
        <w:t>’</w:t>
      </w:r>
      <w:r w:rsidRPr="00DA4E77">
        <w:t>a pu encore abattre</w:t>
      </w:r>
      <w:r w:rsidR="00276CCE">
        <w:t xml:space="preserve">, </w:t>
      </w:r>
      <w:r w:rsidRPr="00DA4E77">
        <w:t>pleure maintenant sur l</w:t>
      </w:r>
      <w:r w:rsidR="00276CCE">
        <w:t>’</w:t>
      </w:r>
      <w:r w:rsidRPr="00DA4E77">
        <w:t>avilissement de la foule</w:t>
      </w:r>
      <w:r w:rsidR="00276CCE">
        <w:t>.</w:t>
      </w:r>
    </w:p>
    <w:p w14:paraId="39622C08" w14:textId="77777777" w:rsidR="00276CCE" w:rsidRDefault="00276CCE" w:rsidP="002A4158">
      <w:r>
        <w:t>— </w:t>
      </w:r>
      <w:r w:rsidR="002A4158" w:rsidRPr="00DA4E77">
        <w:t>Qu</w:t>
      </w:r>
      <w:r>
        <w:t>’</w:t>
      </w:r>
      <w:r w:rsidR="002A4158" w:rsidRPr="00DA4E77">
        <w:t>il meure donc</w:t>
      </w:r>
      <w:r>
        <w:t xml:space="preserve">, </w:t>
      </w:r>
      <w:r w:rsidR="002A4158" w:rsidRPr="00DA4E77">
        <w:t>ce peuple</w:t>
      </w:r>
      <w:r>
        <w:t xml:space="preserve"> ! </w:t>
      </w:r>
      <w:r w:rsidR="002A4158" w:rsidRPr="00DA4E77">
        <w:t>Que meurent tous les pe</w:t>
      </w:r>
      <w:r w:rsidR="002A4158" w:rsidRPr="00DA4E77">
        <w:t>u</w:t>
      </w:r>
      <w:r w:rsidR="002A4158" w:rsidRPr="00DA4E77">
        <w:t>ples</w:t>
      </w:r>
      <w:r>
        <w:t xml:space="preserve"> ! </w:t>
      </w:r>
      <w:r w:rsidR="002A4158" w:rsidRPr="00DA4E77">
        <w:t>Que périsse la puante humanité</w:t>
      </w:r>
      <w:r>
        <w:t> !</w:t>
      </w:r>
    </w:p>
    <w:p w14:paraId="5EE62840" w14:textId="77777777" w:rsidR="00276CCE" w:rsidRDefault="00276CCE" w:rsidP="002A4158">
      <w:r>
        <w:t>— </w:t>
      </w:r>
      <w:proofErr w:type="spellStart"/>
      <w:r w:rsidR="002A4158" w:rsidRPr="00DA4E77">
        <w:t>Hellas</w:t>
      </w:r>
      <w:proofErr w:type="spellEnd"/>
      <w:r>
        <w:t xml:space="preserve">, </w:t>
      </w:r>
      <w:r w:rsidR="002A4158" w:rsidRPr="00DA4E77">
        <w:t>mon ami</w:t>
      </w:r>
      <w:r>
        <w:t xml:space="preserve">, </w:t>
      </w:r>
      <w:r w:rsidR="002A4158" w:rsidRPr="00DA4E77">
        <w:t xml:space="preserve">dit </w:t>
      </w:r>
      <w:proofErr w:type="spellStart"/>
      <w:r w:rsidR="002A4158" w:rsidRPr="00DA4E77">
        <w:t>Hermos</w:t>
      </w:r>
      <w:proofErr w:type="spellEnd"/>
      <w:r>
        <w:t xml:space="preserve">, </w:t>
      </w:r>
      <w:r w:rsidR="002A4158" w:rsidRPr="00DA4E77">
        <w:t>ne désespère pas</w:t>
      </w:r>
      <w:r>
        <w:t xml:space="preserve">. </w:t>
      </w:r>
      <w:r w:rsidR="002A4158" w:rsidRPr="00DA4E77">
        <w:t>Il y a peut-être de nobles cœurs parmi cette foule que ta douleur maudit</w:t>
      </w:r>
      <w:r>
        <w:t> !</w:t>
      </w:r>
    </w:p>
    <w:p w14:paraId="120EC16C" w14:textId="77777777" w:rsidR="00276CCE" w:rsidRDefault="002A4158" w:rsidP="002A4158">
      <w:r w:rsidRPr="00DA4E77">
        <w:t xml:space="preserve">Et </w:t>
      </w:r>
      <w:proofErr w:type="spellStart"/>
      <w:r w:rsidRPr="00DA4E77">
        <w:t>Glania</w:t>
      </w:r>
      <w:proofErr w:type="spellEnd"/>
      <w:r w:rsidR="00276CCE">
        <w:t xml:space="preserve">, </w:t>
      </w:r>
      <w:r w:rsidRPr="00DA4E77">
        <w:t>doucement</w:t>
      </w:r>
      <w:r w:rsidR="00276CCE">
        <w:t xml:space="preserve">, </w:t>
      </w:r>
      <w:r w:rsidRPr="00DA4E77">
        <w:t>prenant la main du Prince</w:t>
      </w:r>
      <w:r w:rsidR="00276CCE">
        <w:t xml:space="preserve">, </w:t>
      </w:r>
      <w:r w:rsidRPr="00DA4E77">
        <w:t>mu</w:t>
      </w:r>
      <w:r w:rsidRPr="00DA4E77">
        <w:t>r</w:t>
      </w:r>
      <w:r w:rsidRPr="00DA4E77">
        <w:t>mure tout bas</w:t>
      </w:r>
      <w:r w:rsidR="00276CCE">
        <w:t> :</w:t>
      </w:r>
    </w:p>
    <w:p w14:paraId="4E19C83D" w14:textId="77777777" w:rsidR="00276CCE" w:rsidRDefault="00276CCE" w:rsidP="002A4158">
      <w:r>
        <w:t>— </w:t>
      </w:r>
      <w:proofErr w:type="spellStart"/>
      <w:r w:rsidR="002A4158" w:rsidRPr="00DA4E77">
        <w:t>Hellas</w:t>
      </w:r>
      <w:proofErr w:type="spellEnd"/>
      <w:r>
        <w:t xml:space="preserve">, </w:t>
      </w:r>
      <w:r w:rsidR="002A4158" w:rsidRPr="00DA4E77">
        <w:t>vois comme ici tout le monde t</w:t>
      </w:r>
      <w:r>
        <w:t>’</w:t>
      </w:r>
      <w:r w:rsidR="002A4158" w:rsidRPr="00DA4E77">
        <w:t>aime</w:t>
      </w:r>
      <w:r>
        <w:t xml:space="preserve"> ? </w:t>
      </w:r>
      <w:r w:rsidR="002A4158" w:rsidRPr="00DA4E77">
        <w:t>Que faut-il faire pour toi</w:t>
      </w:r>
      <w:r>
        <w:t> ?</w:t>
      </w:r>
    </w:p>
    <w:p w14:paraId="498FD511" w14:textId="77777777" w:rsidR="00276CCE" w:rsidRDefault="002A4158" w:rsidP="002A4158">
      <w:r w:rsidRPr="00DA4E77">
        <w:t>Et</w:t>
      </w:r>
      <w:r w:rsidR="00276CCE">
        <w:t xml:space="preserve">, </w:t>
      </w:r>
      <w:r w:rsidRPr="00DA4E77">
        <w:t>dans le même instant</w:t>
      </w:r>
      <w:r w:rsidR="00276CCE">
        <w:t xml:space="preserve">, </w:t>
      </w:r>
      <w:proofErr w:type="spellStart"/>
      <w:r w:rsidRPr="00DA4E77">
        <w:t>Knephao</w:t>
      </w:r>
      <w:proofErr w:type="spellEnd"/>
      <w:r w:rsidRPr="00DA4E77">
        <w:t xml:space="preserve"> et </w:t>
      </w:r>
      <w:proofErr w:type="spellStart"/>
      <w:r w:rsidRPr="00DA4E77">
        <w:t>Amonou</w:t>
      </w:r>
      <w:proofErr w:type="spellEnd"/>
      <w:r w:rsidRPr="00DA4E77">
        <w:t xml:space="preserve"> apparai</w:t>
      </w:r>
      <w:r w:rsidRPr="00DA4E77">
        <w:t>s</w:t>
      </w:r>
      <w:r w:rsidRPr="00DA4E77">
        <w:t>sent</w:t>
      </w:r>
      <w:r w:rsidR="00276CCE">
        <w:t xml:space="preserve">, </w:t>
      </w:r>
      <w:r w:rsidRPr="00DA4E77">
        <w:t>l</w:t>
      </w:r>
      <w:r w:rsidR="00276CCE">
        <w:t>’</w:t>
      </w:r>
      <w:r w:rsidRPr="00DA4E77">
        <w:t>un saignant encore de sa blessure rouverte</w:t>
      </w:r>
      <w:r w:rsidR="00276CCE">
        <w:t xml:space="preserve">, </w:t>
      </w:r>
      <w:r w:rsidRPr="00DA4E77">
        <w:t>l</w:t>
      </w:r>
      <w:r w:rsidR="00276CCE">
        <w:t>’</w:t>
      </w:r>
      <w:r w:rsidRPr="00DA4E77">
        <w:t>autre les v</w:t>
      </w:r>
      <w:r w:rsidRPr="00DA4E77">
        <w:t>ê</w:t>
      </w:r>
      <w:r w:rsidRPr="00DA4E77">
        <w:t>tements en lambeaux</w:t>
      </w:r>
      <w:r w:rsidR="00276CCE">
        <w:t xml:space="preserve">. </w:t>
      </w:r>
      <w:proofErr w:type="spellStart"/>
      <w:r w:rsidRPr="00DA4E77">
        <w:t>Hellas</w:t>
      </w:r>
      <w:proofErr w:type="spellEnd"/>
      <w:r w:rsidRPr="00DA4E77">
        <w:t xml:space="preserve"> alors se relève</w:t>
      </w:r>
      <w:r w:rsidR="00276CCE">
        <w:t xml:space="preserve"> ; </w:t>
      </w:r>
      <w:r w:rsidRPr="00DA4E77">
        <w:t>il affermit son r</w:t>
      </w:r>
      <w:r w:rsidRPr="00DA4E77">
        <w:t>e</w:t>
      </w:r>
      <w:r w:rsidRPr="00DA4E77">
        <w:t>gard</w:t>
      </w:r>
      <w:r w:rsidR="00276CCE">
        <w:t xml:space="preserve">, </w:t>
      </w:r>
      <w:r w:rsidRPr="00DA4E77">
        <w:t>il sourit à cette fille barbare qui plusieurs fois a voulu le sauver</w:t>
      </w:r>
      <w:r w:rsidR="00276CCE">
        <w:t xml:space="preserve">, </w:t>
      </w:r>
      <w:r w:rsidRPr="00DA4E77">
        <w:t>à ces trois hommes qui ont risqué la mort</w:t>
      </w:r>
      <w:r w:rsidR="00276CCE">
        <w:t xml:space="preserve"> ; </w:t>
      </w:r>
      <w:r w:rsidRPr="00DA4E77">
        <w:t xml:space="preserve">il se rappelle le vieil </w:t>
      </w:r>
      <w:proofErr w:type="spellStart"/>
      <w:r w:rsidRPr="00DA4E77">
        <w:t>Oréus</w:t>
      </w:r>
      <w:proofErr w:type="spellEnd"/>
      <w:r w:rsidRPr="00DA4E77">
        <w:t xml:space="preserve"> répandant la lumière</w:t>
      </w:r>
      <w:r w:rsidR="00276CCE">
        <w:t xml:space="preserve"> ; </w:t>
      </w:r>
      <w:r w:rsidRPr="00DA4E77">
        <w:t xml:space="preserve">il revoit </w:t>
      </w:r>
      <w:proofErr w:type="spellStart"/>
      <w:r w:rsidRPr="00DA4E77">
        <w:t>Oréa</w:t>
      </w:r>
      <w:proofErr w:type="spellEnd"/>
      <w:r w:rsidR="00276CCE">
        <w:t xml:space="preserve">, </w:t>
      </w:r>
      <w:r w:rsidRPr="00DA4E77">
        <w:t>suscitatrice de noblesse</w:t>
      </w:r>
      <w:r w:rsidR="00276CCE">
        <w:t xml:space="preserve">, </w:t>
      </w:r>
      <w:r w:rsidRPr="00DA4E77">
        <w:t>et</w:t>
      </w:r>
      <w:r w:rsidR="00276CCE">
        <w:t xml:space="preserve">, </w:t>
      </w:r>
      <w:r w:rsidRPr="00DA4E77">
        <w:t>d</w:t>
      </w:r>
      <w:r w:rsidR="00276CCE">
        <w:t>’</w:t>
      </w:r>
      <w:r w:rsidRPr="00DA4E77">
        <w:t>une voix décidée</w:t>
      </w:r>
      <w:r w:rsidR="00276CCE">
        <w:t xml:space="preserve">, </w:t>
      </w:r>
      <w:r w:rsidRPr="00DA4E77">
        <w:t>proclame</w:t>
      </w:r>
      <w:r w:rsidR="00276CCE">
        <w:t> :</w:t>
      </w:r>
    </w:p>
    <w:p w14:paraId="17012A3B" w14:textId="77777777" w:rsidR="00276CCE" w:rsidRDefault="00276CCE" w:rsidP="002A4158">
      <w:r>
        <w:t>— </w:t>
      </w:r>
      <w:r w:rsidR="002A4158" w:rsidRPr="00DA4E77">
        <w:t>Eh bien</w:t>
      </w:r>
      <w:r>
        <w:t xml:space="preserve">, </w:t>
      </w:r>
      <w:r w:rsidR="002A4158" w:rsidRPr="00DA4E77">
        <w:t>soit</w:t>
      </w:r>
      <w:r>
        <w:t xml:space="preserve"> ! </w:t>
      </w:r>
      <w:r w:rsidR="002A4158" w:rsidRPr="00DA4E77">
        <w:t>Vive</w:t>
      </w:r>
      <w:r>
        <w:t xml:space="preserve">, </w:t>
      </w:r>
      <w:r w:rsidR="002A4158" w:rsidRPr="00DA4E77">
        <w:t>quand même</w:t>
      </w:r>
      <w:r>
        <w:t xml:space="preserve">, </w:t>
      </w:r>
      <w:r w:rsidR="002A4158" w:rsidRPr="00DA4E77">
        <w:t>notre Atlantis</w:t>
      </w:r>
      <w:r>
        <w:t xml:space="preserve"> ! </w:t>
      </w:r>
      <w:r w:rsidR="002A4158" w:rsidRPr="00DA4E77">
        <w:t>Et mourons</w:t>
      </w:r>
      <w:r>
        <w:t xml:space="preserve">, </w:t>
      </w:r>
      <w:r w:rsidR="002A4158" w:rsidRPr="00DA4E77">
        <w:t>s</w:t>
      </w:r>
      <w:r>
        <w:t>’</w:t>
      </w:r>
      <w:r w:rsidR="002A4158" w:rsidRPr="00DA4E77">
        <w:t>il le faut</w:t>
      </w:r>
      <w:r>
        <w:t xml:space="preserve">, </w:t>
      </w:r>
      <w:r w:rsidR="002A4158" w:rsidRPr="00DA4E77">
        <w:t>pour les peuples cruels</w:t>
      </w:r>
      <w:r>
        <w:t xml:space="preserve">, </w:t>
      </w:r>
      <w:r w:rsidR="002A4158" w:rsidRPr="00DA4E77">
        <w:t>ignorants ou l</w:t>
      </w:r>
      <w:r w:rsidR="002A4158" w:rsidRPr="00DA4E77">
        <w:t>â</w:t>
      </w:r>
      <w:r w:rsidR="002A4158" w:rsidRPr="00DA4E77">
        <w:t>ches</w:t>
      </w:r>
      <w:r>
        <w:t xml:space="preserve">, </w:t>
      </w:r>
      <w:r w:rsidR="002A4158" w:rsidRPr="00DA4E77">
        <w:t>puisqu</w:t>
      </w:r>
      <w:r>
        <w:t>’</w:t>
      </w:r>
      <w:r w:rsidR="002A4158" w:rsidRPr="00DA4E77">
        <w:t>il peut</w:t>
      </w:r>
      <w:r>
        <w:t xml:space="preserve">, </w:t>
      </w:r>
      <w:r w:rsidR="002A4158" w:rsidRPr="00DA4E77">
        <w:t>malgré tout</w:t>
      </w:r>
      <w:r>
        <w:t xml:space="preserve">, </w:t>
      </w:r>
      <w:r w:rsidR="002A4158" w:rsidRPr="00DA4E77">
        <w:t>de leur tourbe putride</w:t>
      </w:r>
      <w:r>
        <w:t xml:space="preserve">, </w:t>
      </w:r>
      <w:r w:rsidR="002A4158" w:rsidRPr="00DA4E77">
        <w:t>surgir des âmes saintes</w:t>
      </w:r>
      <w:r>
        <w:t xml:space="preserve">, </w:t>
      </w:r>
      <w:r w:rsidR="002A4158" w:rsidRPr="00DA4E77">
        <w:t>des esprits rayonnants et des cœurs de héros</w:t>
      </w:r>
      <w:r>
        <w:t> !</w:t>
      </w:r>
    </w:p>
    <w:p w14:paraId="7BC6C004" w14:textId="2DEDCDE9" w:rsidR="002A4158" w:rsidRPr="00DA4E77" w:rsidRDefault="002A4158" w:rsidP="00276CCE">
      <w:pPr>
        <w:pStyle w:val="Titre1"/>
      </w:pPr>
      <w:bookmarkStart w:id="43" w:name="_Toc194842029"/>
      <w:r w:rsidRPr="00DA4E77">
        <w:lastRenderedPageBreak/>
        <w:t>QUATRIÈME JOURNÉE</w:t>
      </w:r>
      <w:r w:rsidRPr="00DA4E77">
        <w:br/>
      </w:r>
      <w:r w:rsidRPr="00DA4E77">
        <w:br/>
        <w:t>LA FÊTE DE L</w:t>
      </w:r>
      <w:r w:rsidR="00276CCE">
        <w:t>’</w:t>
      </w:r>
      <w:r w:rsidRPr="00DA4E77">
        <w:t>OCCIDENT</w:t>
      </w:r>
      <w:bookmarkEnd w:id="43"/>
    </w:p>
    <w:p w14:paraId="1E83A167" w14:textId="77777777" w:rsidR="00276CCE" w:rsidRDefault="002A4158" w:rsidP="002A4158">
      <w:pPr>
        <w:pStyle w:val="Droite"/>
        <w:rPr>
          <w:i/>
        </w:rPr>
      </w:pPr>
      <w:r w:rsidRPr="006F7A39">
        <w:rPr>
          <w:i/>
        </w:rPr>
        <w:t>Un grand soir viendra sans nouvelle aur</w:t>
      </w:r>
      <w:r w:rsidRPr="006F7A39">
        <w:rPr>
          <w:i/>
        </w:rPr>
        <w:t>o</w:t>
      </w:r>
      <w:r w:rsidRPr="006F7A39">
        <w:rPr>
          <w:i/>
        </w:rPr>
        <w:t>re</w:t>
      </w:r>
      <w:r w:rsidR="00276CCE">
        <w:rPr>
          <w:i/>
        </w:rPr>
        <w:t>.</w:t>
      </w:r>
    </w:p>
    <w:p w14:paraId="3B2E2D01" w14:textId="77777777" w:rsidR="00276CCE" w:rsidRDefault="00276CCE" w:rsidP="00276CCE">
      <w:pPr>
        <w:pStyle w:val="Titre2"/>
        <w:rPr>
          <w:i/>
        </w:rPr>
      </w:pPr>
      <w:bookmarkStart w:id="44" w:name="_Toc194842030"/>
      <w:r w:rsidRPr="00DA4E77">
        <w:lastRenderedPageBreak/>
        <w:t>Scène</w:t>
      </w:r>
      <w:r>
        <w:t> </w:t>
      </w:r>
      <w:r w:rsidRPr="00DA4E77">
        <w:t>I</w:t>
      </w:r>
      <w:r>
        <w:t xml:space="preserve">. – </w:t>
      </w:r>
      <w:r w:rsidR="002A4158" w:rsidRPr="00DA4E77">
        <w:rPr>
          <w:i/>
        </w:rPr>
        <w:t>Les adieux à l</w:t>
      </w:r>
      <w:r>
        <w:rPr>
          <w:i/>
        </w:rPr>
        <w:t>’</w:t>
      </w:r>
      <w:r w:rsidR="002A4158" w:rsidRPr="00DA4E77">
        <w:rPr>
          <w:i/>
        </w:rPr>
        <w:t>Île Verte</w:t>
      </w:r>
      <w:r>
        <w:rPr>
          <w:i/>
        </w:rPr>
        <w:t>.</w:t>
      </w:r>
      <w:bookmarkEnd w:id="44"/>
    </w:p>
    <w:p w14:paraId="001F5C5B" w14:textId="77777777" w:rsidR="00276CCE" w:rsidRDefault="002A4158" w:rsidP="002A4158">
      <w:r w:rsidRPr="00DA4E77">
        <w:t>Noire et confuse dans la nuit qui va finir</w:t>
      </w:r>
      <w:r w:rsidR="00276CCE">
        <w:t xml:space="preserve">, </w:t>
      </w:r>
      <w:r w:rsidRPr="00DA4E77">
        <w:t>l</w:t>
      </w:r>
      <w:r w:rsidR="00276CCE">
        <w:t>’</w:t>
      </w:r>
      <w:r w:rsidRPr="00DA4E77">
        <w:t>Île Verte dort accroupie sous le ciel lourd d</w:t>
      </w:r>
      <w:r w:rsidR="00276CCE">
        <w:t>’</w:t>
      </w:r>
      <w:r w:rsidRPr="00DA4E77">
        <w:t>étoiles</w:t>
      </w:r>
      <w:r w:rsidR="00276CCE">
        <w:t xml:space="preserve">, </w:t>
      </w:r>
      <w:r w:rsidRPr="00DA4E77">
        <w:t>et à peine si la respiration des feuillages répond au murmure des flots légers</w:t>
      </w:r>
      <w:r w:rsidR="00276CCE">
        <w:t xml:space="preserve">. </w:t>
      </w:r>
      <w:r w:rsidRPr="00DA4E77">
        <w:t>Une haleine de fleurs voltige autour des choses endormies</w:t>
      </w:r>
      <w:r w:rsidR="00276CCE">
        <w:t xml:space="preserve">. </w:t>
      </w:r>
      <w:r w:rsidRPr="00DA4E77">
        <w:t>Des ailes pho</w:t>
      </w:r>
      <w:r w:rsidRPr="00DA4E77">
        <w:t>s</w:t>
      </w:r>
      <w:r w:rsidRPr="00DA4E77">
        <w:t>phorescentes glissent sur la mer</w:t>
      </w:r>
      <w:r w:rsidR="00276CCE">
        <w:t xml:space="preserve">. </w:t>
      </w:r>
      <w:r w:rsidRPr="00DA4E77">
        <w:t>Nul bruit dans les maisons</w:t>
      </w:r>
      <w:r w:rsidR="00276CCE">
        <w:t xml:space="preserve">. </w:t>
      </w:r>
      <w:r w:rsidRPr="00DA4E77">
        <w:t>Nul oiseau dans les branches</w:t>
      </w:r>
      <w:r w:rsidR="00276CCE">
        <w:t xml:space="preserve">. </w:t>
      </w:r>
      <w:r w:rsidRPr="00DA4E77">
        <w:t>Seule vit et gémit la mélopée d</w:t>
      </w:r>
      <w:r w:rsidR="00276CCE">
        <w:t>’</w:t>
      </w:r>
      <w:r w:rsidRPr="00DA4E77">
        <w:t>une cascade</w:t>
      </w:r>
      <w:r w:rsidR="00276CCE">
        <w:t xml:space="preserve"> ; </w:t>
      </w:r>
      <w:r w:rsidRPr="00DA4E77">
        <w:t>et cette plainte monotone et lente emplit le s</w:t>
      </w:r>
      <w:r w:rsidRPr="00DA4E77">
        <w:t>i</w:t>
      </w:r>
      <w:r w:rsidRPr="00DA4E77">
        <w:t>lence de l</w:t>
      </w:r>
      <w:r w:rsidR="00276CCE">
        <w:t>’</w:t>
      </w:r>
      <w:r w:rsidRPr="00DA4E77">
        <w:t>immensité</w:t>
      </w:r>
      <w:r w:rsidR="00276CCE">
        <w:t>.</w:t>
      </w:r>
    </w:p>
    <w:p w14:paraId="4229BA9D" w14:textId="77777777" w:rsidR="00276CCE" w:rsidRDefault="00276CCE" w:rsidP="002A4158">
      <w:r>
        <w:t>— </w:t>
      </w:r>
      <w:r w:rsidR="002A4158" w:rsidRPr="00DA4E77">
        <w:t>Écoute</w:t>
      </w:r>
      <w:r>
        <w:t xml:space="preserve">, </w:t>
      </w:r>
      <w:r w:rsidR="002A4158" w:rsidRPr="00DA4E77">
        <w:t>écoute</w:t>
      </w:r>
      <w:r>
        <w:t xml:space="preserve">, </w:t>
      </w:r>
      <w:r w:rsidR="002A4158" w:rsidRPr="00DA4E77">
        <w:t xml:space="preserve">dit </w:t>
      </w:r>
      <w:proofErr w:type="spellStart"/>
      <w:r w:rsidR="002A4158" w:rsidRPr="00DA4E77">
        <w:t>Oréus</w:t>
      </w:r>
      <w:proofErr w:type="spellEnd"/>
      <w:r>
        <w:t xml:space="preserve">, </w:t>
      </w:r>
      <w:r w:rsidR="002A4158" w:rsidRPr="00DA4E77">
        <w:t>faisons halte un instant</w:t>
      </w:r>
      <w:r>
        <w:t xml:space="preserve">. </w:t>
      </w:r>
      <w:r w:rsidR="002A4158" w:rsidRPr="00DA4E77">
        <w:t>Une dernière fois</w:t>
      </w:r>
      <w:r>
        <w:t xml:space="preserve">, </w:t>
      </w:r>
      <w:r w:rsidR="002A4158" w:rsidRPr="00DA4E77">
        <w:t>laisse entrer dans mon âme</w:t>
      </w:r>
      <w:r>
        <w:t xml:space="preserve">, </w:t>
      </w:r>
      <w:r w:rsidR="002A4158" w:rsidRPr="00DA4E77">
        <w:t>l</w:t>
      </w:r>
      <w:r>
        <w:t>’</w:t>
      </w:r>
      <w:r w:rsidR="002A4158" w:rsidRPr="00DA4E77">
        <w:t>âme de la nuit mis</w:t>
      </w:r>
      <w:r w:rsidR="002A4158" w:rsidRPr="00DA4E77">
        <w:t>é</w:t>
      </w:r>
      <w:r w:rsidR="002A4158" w:rsidRPr="00DA4E77">
        <w:t>ricordieuse</w:t>
      </w:r>
      <w:r>
        <w:t>.</w:t>
      </w:r>
    </w:p>
    <w:p w14:paraId="63391E60" w14:textId="77777777" w:rsidR="00276CCE" w:rsidRDefault="00276CCE" w:rsidP="002A4158">
      <w:r>
        <w:t>— </w:t>
      </w:r>
      <w:r w:rsidR="002A4158" w:rsidRPr="00DA4E77">
        <w:t>Ô mon père bien-aimé</w:t>
      </w:r>
      <w:r>
        <w:t xml:space="preserve">, </w:t>
      </w:r>
      <w:r w:rsidR="002A4158" w:rsidRPr="00DA4E77">
        <w:t>pourquoi ton cœur est-il si tri</w:t>
      </w:r>
      <w:r w:rsidR="002A4158" w:rsidRPr="00DA4E77">
        <w:t>s</w:t>
      </w:r>
      <w:r w:rsidR="002A4158" w:rsidRPr="00DA4E77">
        <w:t>te</w:t>
      </w:r>
      <w:r>
        <w:t xml:space="preserve"> ? </w:t>
      </w:r>
      <w:r w:rsidR="002A4158" w:rsidRPr="00DA4E77">
        <w:t xml:space="preserve">Pourquoi dire </w:t>
      </w:r>
      <w:r>
        <w:t>« </w:t>
      </w:r>
      <w:r w:rsidR="002A4158" w:rsidRPr="00DA4E77">
        <w:t>une dernière fois</w:t>
      </w:r>
      <w:r>
        <w:t xml:space="preserve"> » ?… </w:t>
      </w:r>
      <w:r w:rsidR="002A4158" w:rsidRPr="00DA4E77">
        <w:t>Nous reviendrons ce soir</w:t>
      </w:r>
      <w:r>
        <w:t xml:space="preserve">, </w:t>
      </w:r>
      <w:r w:rsidR="002A4158" w:rsidRPr="00DA4E77">
        <w:t>sous nos palmiers</w:t>
      </w:r>
      <w:r>
        <w:t>.</w:t>
      </w:r>
    </w:p>
    <w:p w14:paraId="7626FECD" w14:textId="77777777" w:rsidR="00276CCE" w:rsidRDefault="00276CCE" w:rsidP="002A4158">
      <w:r>
        <w:t>— </w:t>
      </w:r>
      <w:r w:rsidR="002A4158" w:rsidRPr="00DA4E77">
        <w:t>Non</w:t>
      </w:r>
      <w:r>
        <w:t xml:space="preserve">, </w:t>
      </w:r>
      <w:r w:rsidR="002A4158" w:rsidRPr="00DA4E77">
        <w:t>non</w:t>
      </w:r>
      <w:r>
        <w:t xml:space="preserve">, </w:t>
      </w:r>
      <w:r w:rsidR="002A4158" w:rsidRPr="00DA4E77">
        <w:t>je ne retournerai jamais plus sur ces bords</w:t>
      </w:r>
      <w:r>
        <w:t xml:space="preserve">. </w:t>
      </w:r>
      <w:r w:rsidR="002A4158" w:rsidRPr="00DA4E77">
        <w:t>Ne m</w:t>
      </w:r>
      <w:r>
        <w:t>’</w:t>
      </w:r>
      <w:r w:rsidR="002A4158" w:rsidRPr="00DA4E77">
        <w:t>en demande pas plus long</w:t>
      </w:r>
      <w:r>
        <w:t xml:space="preserve">. </w:t>
      </w:r>
      <w:r w:rsidR="002A4158" w:rsidRPr="00DA4E77">
        <w:t>Ô mon enfant</w:t>
      </w:r>
      <w:r>
        <w:t xml:space="preserve">, </w:t>
      </w:r>
      <w:r w:rsidR="002A4158" w:rsidRPr="00DA4E77">
        <w:t>ma chair</w:t>
      </w:r>
      <w:r>
        <w:t xml:space="preserve">, </w:t>
      </w:r>
      <w:r w:rsidR="002A4158" w:rsidRPr="00DA4E77">
        <w:t>ma cré</w:t>
      </w:r>
      <w:r w:rsidR="002A4158" w:rsidRPr="00DA4E77">
        <w:t>a</w:t>
      </w:r>
      <w:r w:rsidR="002A4158" w:rsidRPr="00DA4E77">
        <w:t>tion</w:t>
      </w:r>
      <w:r>
        <w:t xml:space="preserve">, </w:t>
      </w:r>
      <w:r w:rsidR="002A4158" w:rsidRPr="00DA4E77">
        <w:t>mon âme vivante et belle</w:t>
      </w:r>
      <w:r>
        <w:t xml:space="preserve">, </w:t>
      </w:r>
      <w:r w:rsidR="002A4158" w:rsidRPr="00DA4E77">
        <w:t>sois forte pour nous deux</w:t>
      </w:r>
      <w:r>
        <w:t xml:space="preserve">, </w:t>
      </w:r>
      <w:r w:rsidR="002A4158" w:rsidRPr="00DA4E77">
        <w:t>car voici qu</w:t>
      </w:r>
      <w:r>
        <w:t>’</w:t>
      </w:r>
      <w:r w:rsidR="002A4158" w:rsidRPr="00DA4E77">
        <w:t>arrivé au seuil de mon destin</w:t>
      </w:r>
      <w:r>
        <w:t xml:space="preserve">, </w:t>
      </w:r>
      <w:r w:rsidR="002A4158" w:rsidRPr="00DA4E77">
        <w:t>je me prends à trembler d</w:t>
      </w:r>
      <w:r>
        <w:t>’</w:t>
      </w:r>
      <w:r w:rsidR="002A4158" w:rsidRPr="00DA4E77">
        <w:t>effroi devant l</w:t>
      </w:r>
      <w:r>
        <w:t>’</w:t>
      </w:r>
      <w:r w:rsidR="002A4158" w:rsidRPr="00DA4E77">
        <w:t>avenir</w:t>
      </w:r>
      <w:r>
        <w:t>.</w:t>
      </w:r>
    </w:p>
    <w:p w14:paraId="071A48FF" w14:textId="77777777" w:rsidR="00276CCE" w:rsidRDefault="00276CCE" w:rsidP="002A4158">
      <w:r>
        <w:t>— </w:t>
      </w:r>
      <w:r w:rsidR="002A4158" w:rsidRPr="00DA4E77">
        <w:t>Mon père</w:t>
      </w:r>
      <w:r>
        <w:t xml:space="preserve">, </w:t>
      </w:r>
      <w:r w:rsidR="002A4158" w:rsidRPr="00DA4E77">
        <w:t>l</w:t>
      </w:r>
      <w:r>
        <w:t>’</w:t>
      </w:r>
      <w:r w:rsidR="002A4158" w:rsidRPr="00DA4E77">
        <w:t>ami des dieux</w:t>
      </w:r>
      <w:r>
        <w:t xml:space="preserve">, </w:t>
      </w:r>
      <w:r w:rsidR="002A4158" w:rsidRPr="00DA4E77">
        <w:t>le confident des esprits invis</w:t>
      </w:r>
      <w:r w:rsidR="002A4158" w:rsidRPr="00DA4E77">
        <w:t>i</w:t>
      </w:r>
      <w:r w:rsidR="002A4158" w:rsidRPr="00DA4E77">
        <w:t>bles</w:t>
      </w:r>
      <w:r>
        <w:t xml:space="preserve"> ! </w:t>
      </w:r>
      <w:r w:rsidR="002A4158" w:rsidRPr="00DA4E77">
        <w:t>dis-moi</w:t>
      </w:r>
      <w:r>
        <w:t xml:space="preserve">, </w:t>
      </w:r>
      <w:r w:rsidR="002A4158" w:rsidRPr="00DA4E77">
        <w:t>sens-tu passer</w:t>
      </w:r>
      <w:r>
        <w:t xml:space="preserve">, </w:t>
      </w:r>
      <w:r w:rsidR="002A4158" w:rsidRPr="00DA4E77">
        <w:t>sur nous</w:t>
      </w:r>
      <w:r>
        <w:t xml:space="preserve">, </w:t>
      </w:r>
      <w:r w:rsidR="002A4158" w:rsidRPr="00DA4E77">
        <w:t>le souffle de la mort</w:t>
      </w:r>
      <w:r>
        <w:t> ?</w:t>
      </w:r>
    </w:p>
    <w:p w14:paraId="3D111FFA" w14:textId="77777777" w:rsidR="00276CCE" w:rsidRDefault="00276CCE" w:rsidP="002A4158">
      <w:r>
        <w:t>— </w:t>
      </w:r>
      <w:r w:rsidR="002A4158" w:rsidRPr="00DA4E77">
        <w:t>La mort</w:t>
      </w:r>
      <w:r>
        <w:t xml:space="preserve"> ! </w:t>
      </w:r>
      <w:r w:rsidR="002A4158" w:rsidRPr="00DA4E77">
        <w:t>Par grâce</w:t>
      </w:r>
      <w:r>
        <w:t xml:space="preserve">, </w:t>
      </w:r>
      <w:r w:rsidR="002A4158" w:rsidRPr="00DA4E77">
        <w:t>puisse-t-elle me prendre en otage pour toutes les proies qu</w:t>
      </w:r>
      <w:r>
        <w:t>’</w:t>
      </w:r>
      <w:r w:rsidR="002A4158" w:rsidRPr="00DA4E77">
        <w:t>elle a marquées</w:t>
      </w:r>
      <w:r>
        <w:t> !</w:t>
      </w:r>
    </w:p>
    <w:p w14:paraId="2A45BBB7" w14:textId="77777777" w:rsidR="00276CCE" w:rsidRDefault="002A4158" w:rsidP="002A4158">
      <w:r w:rsidRPr="00DA4E77">
        <w:t>Un frisson agite le beau corps d</w:t>
      </w:r>
      <w:r w:rsidR="00276CCE">
        <w:t>’</w:t>
      </w:r>
      <w:proofErr w:type="spellStart"/>
      <w:r w:rsidRPr="00DA4E77">
        <w:t>Oréa</w:t>
      </w:r>
      <w:proofErr w:type="spellEnd"/>
      <w:r w:rsidR="00276CCE">
        <w:t xml:space="preserve">, </w:t>
      </w:r>
      <w:r w:rsidRPr="00DA4E77">
        <w:t>et ses yeux se tro</w:t>
      </w:r>
      <w:r w:rsidRPr="00DA4E77">
        <w:t>u</w:t>
      </w:r>
      <w:r w:rsidRPr="00DA4E77">
        <w:t>blent</w:t>
      </w:r>
      <w:r w:rsidR="00276CCE">
        <w:t>.</w:t>
      </w:r>
    </w:p>
    <w:p w14:paraId="23D93D5E" w14:textId="77777777" w:rsidR="00276CCE" w:rsidRDefault="00276CCE" w:rsidP="002A4158">
      <w:r>
        <w:lastRenderedPageBreak/>
        <w:t>— </w:t>
      </w:r>
      <w:r w:rsidR="002A4158" w:rsidRPr="00DA4E77">
        <w:t>Père</w:t>
      </w:r>
      <w:r>
        <w:t xml:space="preserve">, </w:t>
      </w:r>
      <w:r w:rsidR="002A4158" w:rsidRPr="00DA4E77">
        <w:t>que veux-tu dire</w:t>
      </w:r>
      <w:r>
        <w:t xml:space="preserve"> ? </w:t>
      </w:r>
      <w:r w:rsidR="002A4158" w:rsidRPr="00DA4E77">
        <w:t>N</w:t>
      </w:r>
      <w:r>
        <w:t>’</w:t>
      </w:r>
      <w:r w:rsidR="002A4158" w:rsidRPr="00DA4E77">
        <w:t>as-tu pas promis de n</w:t>
      </w:r>
      <w:r>
        <w:t>’</w:t>
      </w:r>
      <w:r w:rsidR="002A4158" w:rsidRPr="00DA4E77">
        <w:t>avoir jamais rien de caché pour ton enfant</w:t>
      </w:r>
      <w:r>
        <w:t> ?</w:t>
      </w:r>
    </w:p>
    <w:p w14:paraId="7C9124C7" w14:textId="77777777" w:rsidR="00276CCE" w:rsidRDefault="00276CCE" w:rsidP="002A4158">
      <w:r>
        <w:t>— </w:t>
      </w:r>
      <w:r w:rsidR="002A4158" w:rsidRPr="00DA4E77">
        <w:t>Tais-toi</w:t>
      </w:r>
      <w:r>
        <w:t xml:space="preserve"> ! </w:t>
      </w:r>
      <w:r w:rsidR="002A4158" w:rsidRPr="00DA4E77">
        <w:t>Taisons-nous</w:t>
      </w:r>
      <w:r>
        <w:t xml:space="preserve"> ! </w:t>
      </w:r>
      <w:r w:rsidR="002A4158" w:rsidRPr="00DA4E77">
        <w:t>L</w:t>
      </w:r>
      <w:r>
        <w:t>’</w:t>
      </w:r>
      <w:r w:rsidR="002A4158" w:rsidRPr="00DA4E77">
        <w:t>heure est douce</w:t>
      </w:r>
      <w:r>
        <w:t xml:space="preserve">. </w:t>
      </w:r>
      <w:r w:rsidR="002A4158" w:rsidRPr="00DA4E77">
        <w:t>Respirons l</w:t>
      </w:r>
      <w:r>
        <w:t>’</w:t>
      </w:r>
      <w:r w:rsidR="002A4158" w:rsidRPr="00DA4E77">
        <w:t>extrême nuit</w:t>
      </w:r>
      <w:r>
        <w:t>.</w:t>
      </w:r>
    </w:p>
    <w:p w14:paraId="27F8B593" w14:textId="77777777" w:rsidR="00276CCE" w:rsidRDefault="002A4158" w:rsidP="002A4158">
      <w:r w:rsidRPr="00DA4E77">
        <w:t>Et</w:t>
      </w:r>
      <w:r w:rsidR="00276CCE">
        <w:t xml:space="preserve">, </w:t>
      </w:r>
      <w:r w:rsidRPr="00DA4E77">
        <w:t>se laissant tomber assis sur un banc de pierre</w:t>
      </w:r>
      <w:r w:rsidR="00276CCE">
        <w:t xml:space="preserve">, </w:t>
      </w:r>
      <w:r w:rsidRPr="00DA4E77">
        <w:t>face à la sombre mer</w:t>
      </w:r>
      <w:r w:rsidR="00276CCE">
        <w:t xml:space="preserve">, </w:t>
      </w:r>
      <w:r w:rsidRPr="00DA4E77">
        <w:t>le vieillard prend dans ses bras la tête de sa fille</w:t>
      </w:r>
      <w:r w:rsidR="00276CCE">
        <w:t xml:space="preserve">, </w:t>
      </w:r>
      <w:r w:rsidRPr="00DA4E77">
        <w:t>et y baise les cheveux d</w:t>
      </w:r>
      <w:r w:rsidR="00276CCE">
        <w:t>’</w:t>
      </w:r>
      <w:r w:rsidRPr="00DA4E77">
        <w:t>où monte un parfum de jeunesse</w:t>
      </w:r>
      <w:r w:rsidR="00276CCE">
        <w:t>.</w:t>
      </w:r>
    </w:p>
    <w:p w14:paraId="2E2620AC" w14:textId="77777777" w:rsidR="00276CCE" w:rsidRDefault="002A4158" w:rsidP="002A4158">
      <w:r w:rsidRPr="00DA4E77">
        <w:t>Le frémissement des flots se fait si lent et si tendre</w:t>
      </w:r>
      <w:r w:rsidR="00276CCE">
        <w:t xml:space="preserve">, </w:t>
      </w:r>
      <w:r w:rsidRPr="00DA4E77">
        <w:t>qu</w:t>
      </w:r>
      <w:r w:rsidR="00276CCE">
        <w:t>’</w:t>
      </w:r>
      <w:r w:rsidRPr="00DA4E77">
        <w:t>on dirait que les ondes veulent se taire pour laisser monter vers les dieux la prière muette des deux âmes</w:t>
      </w:r>
      <w:r w:rsidR="00276CCE">
        <w:t xml:space="preserve"> ; </w:t>
      </w:r>
      <w:r w:rsidRPr="00DA4E77">
        <w:t>les étoiles s</w:t>
      </w:r>
      <w:r w:rsidR="00276CCE">
        <w:t>’</w:t>
      </w:r>
      <w:r w:rsidRPr="00DA4E77">
        <w:t>élargissent si radieuses qu</w:t>
      </w:r>
      <w:r w:rsidR="00276CCE">
        <w:t>’</w:t>
      </w:r>
      <w:r w:rsidRPr="00DA4E77">
        <w:t>elles semblent descendre lentement sur la terre</w:t>
      </w:r>
      <w:r w:rsidR="00276CCE">
        <w:t>.</w:t>
      </w:r>
    </w:p>
    <w:p w14:paraId="73A77662" w14:textId="77777777" w:rsidR="00276CCE" w:rsidRDefault="002A4158" w:rsidP="002A4158">
      <w:r w:rsidRPr="00DA4E77">
        <w:t>Mais le vieillard distingue à peine le tremblement des a</w:t>
      </w:r>
      <w:r w:rsidRPr="00DA4E77">
        <w:t>s</w:t>
      </w:r>
      <w:r w:rsidRPr="00DA4E77">
        <w:t>tres</w:t>
      </w:r>
      <w:r w:rsidR="00276CCE">
        <w:t xml:space="preserve">. </w:t>
      </w:r>
      <w:r w:rsidRPr="00DA4E77">
        <w:t>Ses yeux gardent encore l</w:t>
      </w:r>
      <w:r w:rsidR="00276CCE">
        <w:t>’</w:t>
      </w:r>
      <w:r w:rsidRPr="00DA4E77">
        <w:t>éblouissement de la splendeur qu</w:t>
      </w:r>
      <w:r w:rsidR="00276CCE">
        <w:t>’</w:t>
      </w:r>
      <w:r w:rsidRPr="00DA4E77">
        <w:t>il a projetée sur la ville en désordre</w:t>
      </w:r>
      <w:r w:rsidR="00276CCE">
        <w:t xml:space="preserve">, </w:t>
      </w:r>
      <w:r w:rsidRPr="00DA4E77">
        <w:t>et quand il les entrouvre il ne voit qu</w:t>
      </w:r>
      <w:r w:rsidR="00276CCE">
        <w:t>’</w:t>
      </w:r>
      <w:r w:rsidRPr="00DA4E77">
        <w:t>une nuit où tourbillonnent de troubles lueurs</w:t>
      </w:r>
      <w:r w:rsidR="00276CCE">
        <w:t xml:space="preserve">. </w:t>
      </w:r>
      <w:r w:rsidRPr="00DA4E77">
        <w:t>Alors</w:t>
      </w:r>
      <w:r w:rsidR="00276CCE">
        <w:t xml:space="preserve">, </w:t>
      </w:r>
      <w:r w:rsidRPr="00DA4E77">
        <w:t>il referme les paupières</w:t>
      </w:r>
      <w:r w:rsidR="00276CCE">
        <w:t xml:space="preserve"> ; </w:t>
      </w:r>
      <w:r w:rsidRPr="00DA4E77">
        <w:t>et des paroles à peine murm</w:t>
      </w:r>
      <w:r w:rsidRPr="00DA4E77">
        <w:t>u</w:t>
      </w:r>
      <w:r w:rsidRPr="00DA4E77">
        <w:t>rées jaillissent de son cœur vers des êtres mystérieux</w:t>
      </w:r>
      <w:r w:rsidR="00276CCE">
        <w:t xml:space="preserve">. </w:t>
      </w:r>
      <w:r w:rsidRPr="00DA4E77">
        <w:t>Il prie</w:t>
      </w:r>
      <w:r w:rsidR="00276CCE">
        <w:t> :</w:t>
      </w:r>
    </w:p>
    <w:p w14:paraId="0B328523" w14:textId="77777777" w:rsidR="00276CCE" w:rsidRDefault="00276CCE" w:rsidP="002A4158">
      <w:r>
        <w:t>— </w:t>
      </w:r>
      <w:r w:rsidR="002A4158" w:rsidRPr="00DA4E77">
        <w:t>Dieu inconnu</w:t>
      </w:r>
      <w:r>
        <w:t xml:space="preserve">, </w:t>
      </w:r>
      <w:r w:rsidR="002A4158" w:rsidRPr="00DA4E77">
        <w:t>pourquoi faut-il que meure ce que depuis longtemps tu laisses vivre et grandir en beauté</w:t>
      </w:r>
      <w:r>
        <w:t xml:space="preserve"> ? </w:t>
      </w:r>
      <w:r w:rsidR="002A4158" w:rsidRPr="00DA4E77">
        <w:t>Que tu nous prennes</w:t>
      </w:r>
      <w:r>
        <w:t xml:space="preserve">, </w:t>
      </w:r>
      <w:r w:rsidR="002A4158" w:rsidRPr="00DA4E77">
        <w:t>nous</w:t>
      </w:r>
      <w:r>
        <w:t xml:space="preserve">, </w:t>
      </w:r>
      <w:r w:rsidR="002A4158" w:rsidRPr="00DA4E77">
        <w:t>dont la tâche est mesurée à nos courtes heures</w:t>
      </w:r>
      <w:r>
        <w:t xml:space="preserve">, </w:t>
      </w:r>
      <w:r w:rsidR="002A4158" w:rsidRPr="00DA4E77">
        <w:t>nous le savons</w:t>
      </w:r>
      <w:r>
        <w:t xml:space="preserve">, </w:t>
      </w:r>
      <w:r w:rsidR="002A4158" w:rsidRPr="00DA4E77">
        <w:t>nous l</w:t>
      </w:r>
      <w:r>
        <w:t>’</w:t>
      </w:r>
      <w:r w:rsidR="002A4158" w:rsidRPr="00DA4E77">
        <w:t>acceptons</w:t>
      </w:r>
      <w:r>
        <w:t xml:space="preserve"> ; </w:t>
      </w:r>
      <w:r w:rsidR="002A4158" w:rsidRPr="00DA4E77">
        <w:t>mais les cités</w:t>
      </w:r>
      <w:r>
        <w:t xml:space="preserve">, </w:t>
      </w:r>
      <w:r w:rsidR="002A4158" w:rsidRPr="00DA4E77">
        <w:t>Seigneur</w:t>
      </w:r>
      <w:r>
        <w:t xml:space="preserve"> ? </w:t>
      </w:r>
      <w:r w:rsidR="002A4158" w:rsidRPr="00DA4E77">
        <w:t>Mais les civilisations harmonieuses</w:t>
      </w:r>
      <w:r>
        <w:t xml:space="preserve"> ; </w:t>
      </w:r>
      <w:r w:rsidR="002A4158" w:rsidRPr="00DA4E77">
        <w:t>ces choses que depuis des mi</w:t>
      </w:r>
      <w:r w:rsidR="002A4158" w:rsidRPr="00DA4E77">
        <w:t>l</w:t>
      </w:r>
      <w:r w:rsidR="002A4158" w:rsidRPr="00DA4E77">
        <w:t>liers d</w:t>
      </w:r>
      <w:r>
        <w:t>’</w:t>
      </w:r>
      <w:r w:rsidR="002A4158" w:rsidRPr="00DA4E77">
        <w:t>années nous édifions pierre par pierre</w:t>
      </w:r>
      <w:r>
        <w:t xml:space="preserve"> ? </w:t>
      </w:r>
      <w:r w:rsidR="002A4158" w:rsidRPr="00DA4E77">
        <w:t>Ô Dieu</w:t>
      </w:r>
      <w:r>
        <w:t xml:space="preserve">, </w:t>
      </w:r>
      <w:r w:rsidR="002A4158" w:rsidRPr="00DA4E77">
        <w:t>juste mais bon</w:t>
      </w:r>
      <w:r>
        <w:t xml:space="preserve">, </w:t>
      </w:r>
      <w:r w:rsidR="002A4158" w:rsidRPr="00DA4E77">
        <w:t>écrase</w:t>
      </w:r>
      <w:r>
        <w:t xml:space="preserve">, </w:t>
      </w:r>
      <w:r w:rsidR="002A4158" w:rsidRPr="00DA4E77">
        <w:t>s</w:t>
      </w:r>
      <w:r>
        <w:t>’</w:t>
      </w:r>
      <w:r w:rsidR="002A4158" w:rsidRPr="00DA4E77">
        <w:t>il le faut</w:t>
      </w:r>
      <w:r>
        <w:t xml:space="preserve">, </w:t>
      </w:r>
      <w:r w:rsidR="002A4158" w:rsidRPr="00DA4E77">
        <w:t>les hommes et les races</w:t>
      </w:r>
      <w:r>
        <w:t xml:space="preserve"> ; </w:t>
      </w:r>
      <w:r w:rsidR="002A4158" w:rsidRPr="00DA4E77">
        <w:t>ravage les générations déchues qui n</w:t>
      </w:r>
      <w:r>
        <w:t>’</w:t>
      </w:r>
      <w:r w:rsidR="002A4158" w:rsidRPr="00DA4E77">
        <w:t>ont pas su garder ta loi</w:t>
      </w:r>
      <w:r>
        <w:t xml:space="preserve"> ; </w:t>
      </w:r>
      <w:r w:rsidR="002A4158" w:rsidRPr="00DA4E77">
        <w:t>amène des peuples nouveaux dans nos antiques murailles</w:t>
      </w:r>
      <w:r>
        <w:t xml:space="preserve">, </w:t>
      </w:r>
      <w:r w:rsidR="002A4158" w:rsidRPr="00DA4E77">
        <w:t>mais conserve</w:t>
      </w:r>
      <w:r>
        <w:t xml:space="preserve">, </w:t>
      </w:r>
      <w:r w:rsidR="002A4158" w:rsidRPr="00DA4E77">
        <w:t>du moins</w:t>
      </w:r>
      <w:r>
        <w:t xml:space="preserve">, </w:t>
      </w:r>
      <w:r w:rsidR="002A4158" w:rsidRPr="00DA4E77">
        <w:t>l</w:t>
      </w:r>
      <w:r>
        <w:t>’</w:t>
      </w:r>
      <w:r w:rsidR="002A4158" w:rsidRPr="00DA4E77">
        <w:t>œuvre de nos pères qui</w:t>
      </w:r>
      <w:r>
        <w:t xml:space="preserve">, </w:t>
      </w:r>
      <w:r w:rsidR="002A4158" w:rsidRPr="00DA4E77">
        <w:t>eux</w:t>
      </w:r>
      <w:r>
        <w:t xml:space="preserve">, </w:t>
      </w:r>
      <w:r w:rsidR="002A4158" w:rsidRPr="00DA4E77">
        <w:t>furent innocents de nos fautes</w:t>
      </w:r>
      <w:r>
        <w:t xml:space="preserve">, </w:t>
      </w:r>
      <w:r w:rsidR="002A4158" w:rsidRPr="00DA4E77">
        <w:t>et qu</w:t>
      </w:r>
      <w:r>
        <w:t>’</w:t>
      </w:r>
      <w:r w:rsidR="002A4158" w:rsidRPr="00DA4E77">
        <w:t xml:space="preserve">Atlantis subsiste </w:t>
      </w:r>
      <w:r w:rsidR="002A4158" w:rsidRPr="00DA4E77">
        <w:lastRenderedPageBreak/>
        <w:t>dans sa forme glorieuse</w:t>
      </w:r>
      <w:r>
        <w:t xml:space="preserve">, </w:t>
      </w:r>
      <w:r w:rsidR="002A4158" w:rsidRPr="00DA4E77">
        <w:t>pour que</w:t>
      </w:r>
      <w:r>
        <w:t xml:space="preserve">, </w:t>
      </w:r>
      <w:r w:rsidR="002A4158" w:rsidRPr="00DA4E77">
        <w:t>déjà reflet de ton harmonie</w:t>
      </w:r>
      <w:r>
        <w:t xml:space="preserve">, </w:t>
      </w:r>
      <w:r w:rsidR="002A4158" w:rsidRPr="00DA4E77">
        <w:t>elle donne encore aux hommes qui passent l</w:t>
      </w:r>
      <w:r>
        <w:t>’</w:t>
      </w:r>
      <w:r w:rsidR="002A4158" w:rsidRPr="00DA4E77">
        <w:t>apparence terrestre de ton éternité</w:t>
      </w:r>
      <w:r>
        <w:t> !</w:t>
      </w:r>
    </w:p>
    <w:p w14:paraId="6A0A9B5F" w14:textId="77777777" w:rsidR="00276CCE" w:rsidRDefault="002A4158" w:rsidP="002A4158">
      <w:r w:rsidRPr="00DA4E77">
        <w:t>Un soupir profond et prolongé monte de la poitrine d</w:t>
      </w:r>
      <w:r w:rsidR="00276CCE">
        <w:t>’</w:t>
      </w:r>
      <w:proofErr w:type="spellStart"/>
      <w:r w:rsidRPr="00DA4E77">
        <w:t>Oréa</w:t>
      </w:r>
      <w:proofErr w:type="spellEnd"/>
      <w:r w:rsidR="00276CCE">
        <w:t xml:space="preserve">, </w:t>
      </w:r>
      <w:r w:rsidRPr="00DA4E77">
        <w:t>et le vieillard sent battre près de son cœur le cœur de sa fille</w:t>
      </w:r>
      <w:r w:rsidR="00276CCE">
        <w:t>.</w:t>
      </w:r>
    </w:p>
    <w:p w14:paraId="36E0A962" w14:textId="77777777" w:rsidR="00276CCE" w:rsidRDefault="00276CCE" w:rsidP="002A4158">
      <w:r>
        <w:t>— </w:t>
      </w:r>
      <w:r w:rsidR="002A4158" w:rsidRPr="00DA4E77">
        <w:t>Pourtant</w:t>
      </w:r>
      <w:r>
        <w:t xml:space="preserve">, </w:t>
      </w:r>
      <w:r w:rsidR="002A4158" w:rsidRPr="00DA4E77">
        <w:t>Seigneur</w:t>
      </w:r>
      <w:r>
        <w:t xml:space="preserve">, </w:t>
      </w:r>
      <w:r w:rsidR="002A4158" w:rsidRPr="00DA4E77">
        <w:t>que ta volonté s</w:t>
      </w:r>
      <w:r>
        <w:t>’</w:t>
      </w:r>
      <w:r w:rsidR="002A4158" w:rsidRPr="00DA4E77">
        <w:t>accomplisse</w:t>
      </w:r>
      <w:r>
        <w:t> !</w:t>
      </w:r>
    </w:p>
    <w:p w14:paraId="130BC8D5" w14:textId="77777777" w:rsidR="00276CCE" w:rsidRDefault="002A4158" w:rsidP="002A4158">
      <w:r w:rsidRPr="00DA4E77">
        <w:t>Ayant prononcé ces mots</w:t>
      </w:r>
      <w:r w:rsidR="00276CCE">
        <w:t xml:space="preserve">, </w:t>
      </w:r>
      <w:r w:rsidRPr="00DA4E77">
        <w:t>le vieillard secoue la tête</w:t>
      </w:r>
      <w:r w:rsidR="00276CCE">
        <w:t xml:space="preserve">, </w:t>
      </w:r>
      <w:r w:rsidRPr="00DA4E77">
        <w:t>se r</w:t>
      </w:r>
      <w:r w:rsidRPr="00DA4E77">
        <w:t>e</w:t>
      </w:r>
      <w:r w:rsidRPr="00DA4E77">
        <w:t>lève brusquement</w:t>
      </w:r>
      <w:r w:rsidR="00276CCE">
        <w:t xml:space="preserve">, </w:t>
      </w:r>
      <w:r w:rsidRPr="00DA4E77">
        <w:t>tend la main à sa fille</w:t>
      </w:r>
      <w:r w:rsidR="00276CCE">
        <w:t xml:space="preserve">, </w:t>
      </w:r>
      <w:r w:rsidRPr="00DA4E77">
        <w:t>et</w:t>
      </w:r>
      <w:r w:rsidR="00276CCE">
        <w:t xml:space="preserve">, </w:t>
      </w:r>
      <w:r w:rsidRPr="00DA4E77">
        <w:t>d</w:t>
      </w:r>
      <w:r w:rsidR="00276CCE">
        <w:t>’</w:t>
      </w:r>
      <w:r w:rsidRPr="00DA4E77">
        <w:t>une voix ferme</w:t>
      </w:r>
      <w:r w:rsidR="00276CCE">
        <w:t> :</w:t>
      </w:r>
    </w:p>
    <w:p w14:paraId="78E74F6B" w14:textId="77777777" w:rsidR="00276CCE" w:rsidRDefault="00276CCE" w:rsidP="002A4158">
      <w:r>
        <w:t>— </w:t>
      </w:r>
      <w:r w:rsidR="002A4158" w:rsidRPr="00DA4E77">
        <w:t>Allons</w:t>
      </w:r>
      <w:r>
        <w:t xml:space="preserve">, </w:t>
      </w:r>
      <w:r w:rsidR="002A4158" w:rsidRPr="00DA4E77">
        <w:t>que le destin disparaisse et que l</w:t>
      </w:r>
      <w:r>
        <w:t>’</w:t>
      </w:r>
      <w:r w:rsidR="002A4158" w:rsidRPr="00DA4E77">
        <w:t>homme exécute son seul devoir</w:t>
      </w:r>
      <w:r>
        <w:t xml:space="preserve">. </w:t>
      </w:r>
      <w:r w:rsidR="002A4158" w:rsidRPr="00DA4E77">
        <w:t>Tant pis pour qui voit trop loin</w:t>
      </w:r>
      <w:r>
        <w:t xml:space="preserve">, </w:t>
      </w:r>
      <w:r w:rsidR="002A4158" w:rsidRPr="00DA4E77">
        <w:t>car il souffre avant les autres</w:t>
      </w:r>
      <w:r>
        <w:t xml:space="preserve">. </w:t>
      </w:r>
      <w:r w:rsidR="002A4158" w:rsidRPr="00DA4E77">
        <w:t>Mais honte sur lui s</w:t>
      </w:r>
      <w:r>
        <w:t>’</w:t>
      </w:r>
      <w:r w:rsidR="002A4158" w:rsidRPr="00DA4E77">
        <w:t>il s</w:t>
      </w:r>
      <w:r>
        <w:t>’</w:t>
      </w:r>
      <w:r w:rsidR="002A4158" w:rsidRPr="00DA4E77">
        <w:t>enferme dans sa sou</w:t>
      </w:r>
      <w:r w:rsidR="002A4158" w:rsidRPr="00DA4E77">
        <w:t>f</w:t>
      </w:r>
      <w:r w:rsidR="002A4158" w:rsidRPr="00DA4E77">
        <w:t>france</w:t>
      </w:r>
      <w:r>
        <w:t xml:space="preserve">. </w:t>
      </w:r>
      <w:r w:rsidR="002A4158" w:rsidRPr="00DA4E77">
        <w:t>Ai-je dit qu</w:t>
      </w:r>
      <w:r>
        <w:t>’</w:t>
      </w:r>
      <w:r w:rsidR="002A4158" w:rsidRPr="00DA4E77">
        <w:t>Atlantis devait mourir</w:t>
      </w:r>
      <w:r>
        <w:t xml:space="preserve"> ? </w:t>
      </w:r>
      <w:r w:rsidR="002A4158" w:rsidRPr="00DA4E77">
        <w:t xml:space="preserve">Et </w:t>
      </w:r>
      <w:proofErr w:type="spellStart"/>
      <w:r w:rsidR="002A4158" w:rsidRPr="00DA4E77">
        <w:t>qu</w:t>
      </w:r>
      <w:r>
        <w:t>’</w:t>
      </w:r>
      <w:r w:rsidR="002A4158" w:rsidRPr="00DA4E77">
        <w:t>en</w:t>
      </w:r>
      <w:proofErr w:type="spellEnd"/>
      <w:r w:rsidR="002A4158" w:rsidRPr="00DA4E77">
        <w:t xml:space="preserve"> puis-je</w:t>
      </w:r>
      <w:r>
        <w:t xml:space="preserve">, </w:t>
      </w:r>
      <w:r w:rsidR="002A4158" w:rsidRPr="00DA4E77">
        <w:t>qu</w:t>
      </w:r>
      <w:r>
        <w:t>’</w:t>
      </w:r>
      <w:r w:rsidR="002A4158" w:rsidRPr="00DA4E77">
        <w:t>en dois-je savoir</w:t>
      </w:r>
      <w:r>
        <w:t xml:space="preserve"> ? </w:t>
      </w:r>
      <w:r w:rsidR="002A4158" w:rsidRPr="00DA4E77">
        <w:t>Elle va s</w:t>
      </w:r>
      <w:r>
        <w:t>’</w:t>
      </w:r>
      <w:r w:rsidR="002A4158" w:rsidRPr="00DA4E77">
        <w:t>éveiller prospère encore</w:t>
      </w:r>
      <w:r>
        <w:t xml:space="preserve">, </w:t>
      </w:r>
      <w:r w:rsidR="002A4158" w:rsidRPr="00DA4E77">
        <w:t>elle le restera peut-être</w:t>
      </w:r>
      <w:r>
        <w:t xml:space="preserve">. </w:t>
      </w:r>
      <w:r w:rsidR="002A4158" w:rsidRPr="00DA4E77">
        <w:t>Notre action participe au destin</w:t>
      </w:r>
      <w:r>
        <w:t>.</w:t>
      </w:r>
    </w:p>
    <w:p w14:paraId="64EB18CA" w14:textId="77777777" w:rsidR="00276CCE" w:rsidRDefault="00276CCE" w:rsidP="002A4158">
      <w:r>
        <w:t>— </w:t>
      </w:r>
      <w:r w:rsidR="002A4158" w:rsidRPr="00DA4E77">
        <w:t>Père</w:t>
      </w:r>
      <w:r>
        <w:t xml:space="preserve">, </w:t>
      </w:r>
      <w:r w:rsidR="002A4158" w:rsidRPr="00DA4E77">
        <w:t>je te retrouve</w:t>
      </w:r>
      <w:r>
        <w:t xml:space="preserve"> ! </w:t>
      </w:r>
      <w:r w:rsidR="002A4158" w:rsidRPr="00DA4E77">
        <w:t>Oui</w:t>
      </w:r>
      <w:r>
        <w:t xml:space="preserve">, </w:t>
      </w:r>
      <w:r w:rsidR="002A4158" w:rsidRPr="00DA4E77">
        <w:t>ton génie peut et doit réaliser des miracles</w:t>
      </w:r>
      <w:r>
        <w:t xml:space="preserve">. </w:t>
      </w:r>
      <w:r w:rsidR="002A4158" w:rsidRPr="00DA4E77">
        <w:t>N</w:t>
      </w:r>
      <w:r>
        <w:t>’</w:t>
      </w:r>
      <w:r w:rsidR="002A4158" w:rsidRPr="00DA4E77">
        <w:t>as-tu pas</w:t>
      </w:r>
      <w:r>
        <w:t xml:space="preserve">, </w:t>
      </w:r>
      <w:r w:rsidR="002A4158" w:rsidRPr="00DA4E77">
        <w:t>hier encore</w:t>
      </w:r>
      <w:r>
        <w:t xml:space="preserve">, </w:t>
      </w:r>
      <w:r w:rsidR="002A4158" w:rsidRPr="00DA4E77">
        <w:t>empêché</w:t>
      </w:r>
      <w:r>
        <w:t xml:space="preserve">, </w:t>
      </w:r>
      <w:r w:rsidR="002A4158" w:rsidRPr="00DA4E77">
        <w:t>par l</w:t>
      </w:r>
      <w:r>
        <w:t>’</w:t>
      </w:r>
      <w:r w:rsidR="002A4158" w:rsidRPr="00DA4E77">
        <w:t>intervention de ta lampe solaire</w:t>
      </w:r>
      <w:r>
        <w:t xml:space="preserve">, </w:t>
      </w:r>
      <w:r w:rsidR="002A4158" w:rsidRPr="00DA4E77">
        <w:t>l</w:t>
      </w:r>
      <w:r>
        <w:t>’</w:t>
      </w:r>
      <w:r w:rsidR="002A4158" w:rsidRPr="00DA4E77">
        <w:t>assouvissement d</w:t>
      </w:r>
      <w:r>
        <w:t>’</w:t>
      </w:r>
      <w:r w:rsidR="002A4158" w:rsidRPr="00DA4E77">
        <w:t>un co</w:t>
      </w:r>
      <w:r w:rsidR="002A4158" w:rsidRPr="00DA4E77">
        <w:t>m</w:t>
      </w:r>
      <w:r w:rsidR="002A4158" w:rsidRPr="00DA4E77">
        <w:t>plot par quoi la Cité-Reine allait succomber</w:t>
      </w:r>
      <w:r>
        <w:t xml:space="preserve">, </w:t>
      </w:r>
      <w:r w:rsidR="002A4158" w:rsidRPr="00DA4E77">
        <w:t>livrée aux Barb</w:t>
      </w:r>
      <w:r w:rsidR="002A4158" w:rsidRPr="00DA4E77">
        <w:t>a</w:t>
      </w:r>
      <w:r w:rsidR="002A4158" w:rsidRPr="00DA4E77">
        <w:t>res</w:t>
      </w:r>
      <w:r>
        <w:t xml:space="preserve"> ? </w:t>
      </w:r>
      <w:r w:rsidR="002A4158" w:rsidRPr="00DA4E77">
        <w:t xml:space="preserve">Et </w:t>
      </w:r>
      <w:proofErr w:type="spellStart"/>
      <w:r w:rsidR="002A4158" w:rsidRPr="00DA4E77">
        <w:t>Hellas</w:t>
      </w:r>
      <w:proofErr w:type="spellEnd"/>
      <w:r w:rsidR="002A4158" w:rsidRPr="00DA4E77">
        <w:t xml:space="preserve"> ne doit-il pas seconder ta puissance</w:t>
      </w:r>
      <w:r>
        <w:t xml:space="preserve"> ? </w:t>
      </w:r>
      <w:r w:rsidR="002A4158" w:rsidRPr="00DA4E77">
        <w:t>Ayons confiance en sa noblesse</w:t>
      </w:r>
      <w:r>
        <w:t xml:space="preserve"> ! </w:t>
      </w:r>
      <w:r w:rsidR="002A4158" w:rsidRPr="00DA4E77">
        <w:t>Partons</w:t>
      </w:r>
      <w:r>
        <w:t xml:space="preserve">, </w:t>
      </w:r>
      <w:r w:rsidR="002A4158" w:rsidRPr="00DA4E77">
        <w:t>mon père</w:t>
      </w:r>
      <w:r>
        <w:t xml:space="preserve">, </w:t>
      </w:r>
      <w:r w:rsidR="002A4158" w:rsidRPr="00DA4E77">
        <w:t>allons vers Atla</w:t>
      </w:r>
      <w:r w:rsidR="002A4158" w:rsidRPr="00DA4E77">
        <w:t>n</w:t>
      </w:r>
      <w:r w:rsidR="002A4158" w:rsidRPr="00DA4E77">
        <w:t>tis</w:t>
      </w:r>
      <w:r>
        <w:t>.</w:t>
      </w:r>
    </w:p>
    <w:p w14:paraId="18B27456" w14:textId="77777777" w:rsidR="00276CCE" w:rsidRDefault="00276CCE" w:rsidP="002A4158">
      <w:r>
        <w:t>— </w:t>
      </w:r>
      <w:r w:rsidR="002A4158" w:rsidRPr="00DA4E77">
        <w:t>Oui</w:t>
      </w:r>
      <w:r>
        <w:t xml:space="preserve">, </w:t>
      </w:r>
      <w:r w:rsidR="002A4158" w:rsidRPr="00DA4E77">
        <w:t>partons</w:t>
      </w:r>
      <w:r>
        <w:t xml:space="preserve">. </w:t>
      </w:r>
      <w:r w:rsidR="002A4158" w:rsidRPr="00DA4E77">
        <w:t>Mais auparavant</w:t>
      </w:r>
      <w:r>
        <w:t xml:space="preserve">, </w:t>
      </w:r>
      <w:r w:rsidR="002A4158" w:rsidRPr="00DA4E77">
        <w:t>comme je ne reviendrai peut-être pas dans cette Île Verte</w:t>
      </w:r>
      <w:r>
        <w:t xml:space="preserve">, </w:t>
      </w:r>
      <w:r w:rsidR="002A4158" w:rsidRPr="00DA4E77">
        <w:t>laisse-moi te livrer</w:t>
      </w:r>
      <w:r>
        <w:t xml:space="preserve">, </w:t>
      </w:r>
      <w:r w:rsidR="002A4158" w:rsidRPr="00DA4E77">
        <w:t>ma fille</w:t>
      </w:r>
      <w:r>
        <w:t xml:space="preserve">, </w:t>
      </w:r>
      <w:r w:rsidR="002A4158" w:rsidRPr="00DA4E77">
        <w:t>le secret par lequel</w:t>
      </w:r>
      <w:r>
        <w:t xml:space="preserve">, </w:t>
      </w:r>
      <w:r w:rsidR="002A4158" w:rsidRPr="00DA4E77">
        <w:t>quoi qu</w:t>
      </w:r>
      <w:r>
        <w:t>’</w:t>
      </w:r>
      <w:r w:rsidR="002A4158" w:rsidRPr="00DA4E77">
        <w:t>il advienne</w:t>
      </w:r>
      <w:r>
        <w:t xml:space="preserve">, </w:t>
      </w:r>
      <w:r w:rsidR="002A4158" w:rsidRPr="00DA4E77">
        <w:t>tu pourras emporter</w:t>
      </w:r>
      <w:r>
        <w:t xml:space="preserve">, </w:t>
      </w:r>
      <w:r w:rsidR="002A4158" w:rsidRPr="00DA4E77">
        <w:t>vers un nouveau monde</w:t>
      </w:r>
      <w:r>
        <w:t xml:space="preserve">, </w:t>
      </w:r>
      <w:r w:rsidR="002A4158" w:rsidRPr="00DA4E77">
        <w:t>les trésors amassés par des siècles de science et de méditation</w:t>
      </w:r>
      <w:r>
        <w:t>.</w:t>
      </w:r>
    </w:p>
    <w:p w14:paraId="6EC3DEA9" w14:textId="77777777" w:rsidR="00276CCE" w:rsidRDefault="002A4158" w:rsidP="002A4158">
      <w:r w:rsidRPr="00DA4E77">
        <w:t xml:space="preserve">Et </w:t>
      </w:r>
      <w:proofErr w:type="spellStart"/>
      <w:r w:rsidRPr="00DA4E77">
        <w:t>Oréus</w:t>
      </w:r>
      <w:proofErr w:type="spellEnd"/>
      <w:r w:rsidRPr="00DA4E77">
        <w:t xml:space="preserve"> essaie d</w:t>
      </w:r>
      <w:r w:rsidR="00276CCE">
        <w:t>’</w:t>
      </w:r>
      <w:r w:rsidRPr="00DA4E77">
        <w:t xml:space="preserve">entraîner </w:t>
      </w:r>
      <w:proofErr w:type="spellStart"/>
      <w:r w:rsidRPr="00DA4E77">
        <w:t>Oréa</w:t>
      </w:r>
      <w:proofErr w:type="spellEnd"/>
      <w:r w:rsidRPr="00DA4E77">
        <w:t xml:space="preserve"> vers le hangar isolé où se trouve l</w:t>
      </w:r>
      <w:r w:rsidR="00276CCE">
        <w:t>’</w:t>
      </w:r>
      <w:r w:rsidRPr="00DA4E77">
        <w:rPr>
          <w:i/>
          <w:iCs/>
        </w:rPr>
        <w:t>Alérion</w:t>
      </w:r>
      <w:r w:rsidR="00276CCE">
        <w:rPr>
          <w:i/>
          <w:iCs/>
        </w:rPr>
        <w:t xml:space="preserve">, </w:t>
      </w:r>
      <w:r w:rsidRPr="00DA4E77">
        <w:t>ce suprême prodige de la science atlante</w:t>
      </w:r>
      <w:r w:rsidR="00276CCE">
        <w:t>.</w:t>
      </w:r>
    </w:p>
    <w:p w14:paraId="5BA9E491" w14:textId="77777777" w:rsidR="00276CCE" w:rsidRDefault="002A4158" w:rsidP="002A4158">
      <w:r w:rsidRPr="00DA4E77">
        <w:lastRenderedPageBreak/>
        <w:t>Mais les pas du vieillard sont incertains</w:t>
      </w:r>
      <w:r w:rsidR="00276CCE">
        <w:t xml:space="preserve">, </w:t>
      </w:r>
      <w:r w:rsidRPr="00DA4E77">
        <w:t>ses yeux ne disti</w:t>
      </w:r>
      <w:r w:rsidRPr="00DA4E77">
        <w:t>n</w:t>
      </w:r>
      <w:r w:rsidRPr="00DA4E77">
        <w:t>guent rien sous la clarté des étoiles</w:t>
      </w:r>
      <w:r w:rsidR="00276CCE">
        <w:t xml:space="preserve">, </w:t>
      </w:r>
      <w:r w:rsidRPr="00DA4E77">
        <w:t>et il tâtonne à travers le chemin</w:t>
      </w:r>
      <w:r w:rsidR="00276CCE">
        <w:t xml:space="preserve">. </w:t>
      </w:r>
      <w:r w:rsidRPr="00DA4E77">
        <w:t>Un pressentiment</w:t>
      </w:r>
      <w:r w:rsidR="00276CCE">
        <w:t xml:space="preserve">, </w:t>
      </w:r>
      <w:r w:rsidRPr="00DA4E77">
        <w:t>qui</w:t>
      </w:r>
      <w:r w:rsidR="00276CCE">
        <w:t xml:space="preserve">, </w:t>
      </w:r>
      <w:r w:rsidRPr="00DA4E77">
        <w:t>bientôt</w:t>
      </w:r>
      <w:r w:rsidR="00276CCE">
        <w:t xml:space="preserve">, </w:t>
      </w:r>
      <w:r w:rsidRPr="00DA4E77">
        <w:t>se transforme en cert</w:t>
      </w:r>
      <w:r w:rsidRPr="00DA4E77">
        <w:t>i</w:t>
      </w:r>
      <w:r w:rsidRPr="00DA4E77">
        <w:t>tude</w:t>
      </w:r>
      <w:r w:rsidR="00276CCE">
        <w:t xml:space="preserve">, </w:t>
      </w:r>
      <w:r w:rsidRPr="00DA4E77">
        <w:t>traverse son cerveau et bouleverse son cœur</w:t>
      </w:r>
      <w:r w:rsidR="00276CCE">
        <w:t xml:space="preserve"> : </w:t>
      </w:r>
      <w:r w:rsidRPr="00DA4E77">
        <w:t>il va perdre la vue</w:t>
      </w:r>
      <w:r w:rsidR="00276CCE">
        <w:t xml:space="preserve"> ! </w:t>
      </w:r>
      <w:r w:rsidRPr="00DA4E77">
        <w:t>L</w:t>
      </w:r>
      <w:r w:rsidR="00276CCE">
        <w:t>’</w:t>
      </w:r>
      <w:r w:rsidRPr="00DA4E77">
        <w:t>effort prolongé qu</w:t>
      </w:r>
      <w:r w:rsidR="00276CCE">
        <w:t>’</w:t>
      </w:r>
      <w:r w:rsidRPr="00DA4E77">
        <w:t>il a dû faire cette nuit en maniant les fragments de soleil condensé</w:t>
      </w:r>
      <w:r w:rsidR="00276CCE">
        <w:t xml:space="preserve">, </w:t>
      </w:r>
      <w:r w:rsidRPr="00DA4E77">
        <w:t>dont la splendeur a chassé les ombres d</w:t>
      </w:r>
      <w:r w:rsidR="00276CCE">
        <w:t>’</w:t>
      </w:r>
      <w:r w:rsidRPr="00DA4E77">
        <w:t>Atlantis</w:t>
      </w:r>
      <w:r w:rsidR="00276CCE">
        <w:t xml:space="preserve">, </w:t>
      </w:r>
      <w:r w:rsidRPr="00DA4E77">
        <w:t>a fatigué les forces de ses yeux</w:t>
      </w:r>
      <w:r w:rsidR="00276CCE">
        <w:t xml:space="preserve">. </w:t>
      </w:r>
      <w:r w:rsidRPr="00DA4E77">
        <w:t>À peine s</w:t>
      </w:r>
      <w:r w:rsidR="00276CCE">
        <w:t>’</w:t>
      </w:r>
      <w:r w:rsidRPr="00DA4E77">
        <w:t>il lui reste quelques vacillantes lueurs des choses</w:t>
      </w:r>
      <w:r w:rsidR="00276CCE">
        <w:t>.</w:t>
      </w:r>
    </w:p>
    <w:p w14:paraId="1EDE2DE6" w14:textId="77777777" w:rsidR="00276CCE" w:rsidRDefault="00276CCE" w:rsidP="002A4158">
      <w:r>
        <w:t>— </w:t>
      </w:r>
      <w:r w:rsidR="002A4158" w:rsidRPr="00DA4E77">
        <w:t>Mon Dieu</w:t>
      </w:r>
      <w:r>
        <w:t xml:space="preserve">, </w:t>
      </w:r>
      <w:r w:rsidR="002A4158" w:rsidRPr="00DA4E77">
        <w:t>murmure-t-il</w:t>
      </w:r>
      <w:r>
        <w:t xml:space="preserve">, </w:t>
      </w:r>
      <w:r w:rsidR="002A4158" w:rsidRPr="00DA4E77">
        <w:t>accordez-moi encore un jour</w:t>
      </w:r>
      <w:r>
        <w:t xml:space="preserve">, </w:t>
      </w:r>
      <w:r w:rsidR="002A4158" w:rsidRPr="00DA4E77">
        <w:t>rien qu</w:t>
      </w:r>
      <w:r>
        <w:t>’</w:t>
      </w:r>
      <w:r w:rsidR="002A4158" w:rsidRPr="00DA4E77">
        <w:t>un jour de lucidité matérielle</w:t>
      </w:r>
      <w:r>
        <w:t xml:space="preserve">, </w:t>
      </w:r>
      <w:r w:rsidR="002A4158" w:rsidRPr="00DA4E77">
        <w:t>que je puisse une fois de plus mouvoir le feu qui sauve</w:t>
      </w:r>
      <w:r>
        <w:t> !</w:t>
      </w:r>
    </w:p>
    <w:p w14:paraId="5259B749" w14:textId="77777777" w:rsidR="00276CCE" w:rsidRDefault="002A4158" w:rsidP="002A4158">
      <w:r w:rsidRPr="00DA4E77">
        <w:t>Et une grande mélancolie tombe dans son âme quand il songe que</w:t>
      </w:r>
      <w:r w:rsidR="00276CCE">
        <w:t xml:space="preserve">, </w:t>
      </w:r>
      <w:r w:rsidRPr="00DA4E77">
        <w:t>dans un temps tout proche</w:t>
      </w:r>
      <w:r w:rsidR="00276CCE">
        <w:t xml:space="preserve">, </w:t>
      </w:r>
      <w:r w:rsidRPr="00DA4E77">
        <w:t>il ne verra plus la l</w:t>
      </w:r>
      <w:r w:rsidRPr="00DA4E77">
        <w:t>u</w:t>
      </w:r>
      <w:r w:rsidRPr="00DA4E77">
        <w:t>mière du jour</w:t>
      </w:r>
      <w:r w:rsidR="00276CCE">
        <w:t>.</w:t>
      </w:r>
    </w:p>
    <w:p w14:paraId="67C831C8" w14:textId="77777777" w:rsidR="00276CCE" w:rsidRDefault="00276CCE" w:rsidP="002A4158">
      <w:r>
        <w:t>— </w:t>
      </w:r>
      <w:r w:rsidR="002A4158" w:rsidRPr="00DA4E77">
        <w:t>Mais qu</w:t>
      </w:r>
      <w:r>
        <w:t>’</w:t>
      </w:r>
      <w:r w:rsidR="002A4158" w:rsidRPr="00DA4E77">
        <w:t>as-tu</w:t>
      </w:r>
      <w:r>
        <w:t xml:space="preserve">, </w:t>
      </w:r>
      <w:r w:rsidR="002A4158" w:rsidRPr="00DA4E77">
        <w:t>mon père</w:t>
      </w:r>
      <w:r>
        <w:t xml:space="preserve"> ? </w:t>
      </w:r>
      <w:r w:rsidR="002A4158" w:rsidRPr="00DA4E77">
        <w:t>Tu hésites</w:t>
      </w:r>
      <w:r>
        <w:t xml:space="preserve"> ? </w:t>
      </w:r>
      <w:r w:rsidR="002A4158" w:rsidRPr="00DA4E77">
        <w:t>Tes mains che</w:t>
      </w:r>
      <w:r w:rsidR="002A4158" w:rsidRPr="00DA4E77">
        <w:t>r</w:t>
      </w:r>
      <w:r w:rsidR="002A4158" w:rsidRPr="00DA4E77">
        <w:t>chent l</w:t>
      </w:r>
      <w:r>
        <w:t>’</w:t>
      </w:r>
      <w:r w:rsidR="002A4158" w:rsidRPr="00DA4E77">
        <w:t>appui des arbres</w:t>
      </w:r>
      <w:r>
        <w:t> ?</w:t>
      </w:r>
    </w:p>
    <w:p w14:paraId="3051AD7A" w14:textId="77777777" w:rsidR="00276CCE" w:rsidRDefault="002A4158" w:rsidP="002A4158">
      <w:r w:rsidRPr="00DA4E77">
        <w:t>À cette voix</w:t>
      </w:r>
      <w:r w:rsidR="00276CCE">
        <w:t xml:space="preserve">, </w:t>
      </w:r>
      <w:proofErr w:type="spellStart"/>
      <w:r w:rsidRPr="00DA4E77">
        <w:t>Oréus</w:t>
      </w:r>
      <w:proofErr w:type="spellEnd"/>
      <w:r w:rsidRPr="00DA4E77">
        <w:t xml:space="preserve"> frémit</w:t>
      </w:r>
      <w:r w:rsidR="00276CCE">
        <w:t xml:space="preserve">. </w:t>
      </w:r>
      <w:r w:rsidRPr="00DA4E77">
        <w:t>Faut-il révéler à sa fille le mal dont il se sent atteint</w:t>
      </w:r>
      <w:r w:rsidR="00276CCE">
        <w:t xml:space="preserve"> ? </w:t>
      </w:r>
      <w:r w:rsidRPr="00DA4E77">
        <w:t>Il l</w:t>
      </w:r>
      <w:r w:rsidR="00276CCE">
        <w:t>’</w:t>
      </w:r>
      <w:r w:rsidRPr="00DA4E77">
        <w:t>a formée si courageuse et si patiente</w:t>
      </w:r>
      <w:r w:rsidR="00276CCE">
        <w:t xml:space="preserve"> ! </w:t>
      </w:r>
      <w:r w:rsidRPr="00DA4E77">
        <w:t>Il a promis de ne jamais lui cacher les douleurs terrestres</w:t>
      </w:r>
      <w:r w:rsidR="00276CCE">
        <w:t xml:space="preserve">. </w:t>
      </w:r>
      <w:r w:rsidRPr="00DA4E77">
        <w:t>Mais non</w:t>
      </w:r>
      <w:r w:rsidR="00276CCE">
        <w:t xml:space="preserve"> ! </w:t>
      </w:r>
      <w:r w:rsidRPr="00DA4E77">
        <w:t>Pas cela</w:t>
      </w:r>
      <w:r w:rsidR="00276CCE">
        <w:t xml:space="preserve">. </w:t>
      </w:r>
      <w:r w:rsidRPr="00DA4E77">
        <w:t>Elle voudrait rester toute la journée près de lui</w:t>
      </w:r>
      <w:r w:rsidR="00276CCE">
        <w:t xml:space="preserve">, </w:t>
      </w:r>
      <w:r w:rsidRPr="00DA4E77">
        <w:t>pour lui servir de guide</w:t>
      </w:r>
      <w:r w:rsidR="00276CCE">
        <w:t xml:space="preserve">, </w:t>
      </w:r>
      <w:r w:rsidRPr="00DA4E77">
        <w:t>et il faudra qu</w:t>
      </w:r>
      <w:r w:rsidR="00276CCE">
        <w:t>’</w:t>
      </w:r>
      <w:r w:rsidRPr="00DA4E77">
        <w:t>elle revienne à l</w:t>
      </w:r>
      <w:r w:rsidR="00276CCE">
        <w:t>’</w:t>
      </w:r>
      <w:r w:rsidRPr="00DA4E77">
        <w:t>Île Verte afin de veiller sur les trésors</w:t>
      </w:r>
      <w:r w:rsidR="00276CCE">
        <w:t xml:space="preserve">. </w:t>
      </w:r>
      <w:r w:rsidRPr="00DA4E77">
        <w:t>Il rassure donc son enfant</w:t>
      </w:r>
      <w:r w:rsidR="00276CCE">
        <w:t>.</w:t>
      </w:r>
    </w:p>
    <w:p w14:paraId="62653B4B" w14:textId="77777777" w:rsidR="00276CCE" w:rsidRDefault="00276CCE" w:rsidP="002A4158">
      <w:r>
        <w:t>— </w:t>
      </w:r>
      <w:r w:rsidR="002A4158" w:rsidRPr="00DA4E77">
        <w:t>Bien souvent</w:t>
      </w:r>
      <w:r>
        <w:t xml:space="preserve">, </w:t>
      </w:r>
      <w:r w:rsidR="002A4158" w:rsidRPr="00DA4E77">
        <w:t>après avoir touché le redoutable feu éte</w:t>
      </w:r>
      <w:r w:rsidR="002A4158" w:rsidRPr="00DA4E77">
        <w:t>r</w:t>
      </w:r>
      <w:r w:rsidR="002A4158" w:rsidRPr="00DA4E77">
        <w:t>nel</w:t>
      </w:r>
      <w:r>
        <w:t xml:space="preserve">, </w:t>
      </w:r>
      <w:r w:rsidR="002A4158" w:rsidRPr="00DA4E77">
        <w:t>j</w:t>
      </w:r>
      <w:r>
        <w:t>’</w:t>
      </w:r>
      <w:r w:rsidR="002A4158" w:rsidRPr="00DA4E77">
        <w:t>ai senti dans mes yeux des faiblesses passagères</w:t>
      </w:r>
      <w:r>
        <w:t xml:space="preserve">. </w:t>
      </w:r>
      <w:r w:rsidR="002A4158" w:rsidRPr="00DA4E77">
        <w:t>Ce n</w:t>
      </w:r>
      <w:r>
        <w:t>’</w:t>
      </w:r>
      <w:r w:rsidR="002A4158" w:rsidRPr="00DA4E77">
        <w:t>est pas en vain qu</w:t>
      </w:r>
      <w:r>
        <w:t>’</w:t>
      </w:r>
      <w:r w:rsidR="002A4158" w:rsidRPr="00DA4E77">
        <w:t>on remue la flamme dévorante et fécondatrice</w:t>
      </w:r>
      <w:r>
        <w:t xml:space="preserve">. </w:t>
      </w:r>
      <w:r w:rsidR="002A4158" w:rsidRPr="00DA4E77">
        <w:t>Il me suffit de laisser pendant quelques heures mes yeux fermés</w:t>
      </w:r>
      <w:r>
        <w:t xml:space="preserve">, </w:t>
      </w:r>
      <w:r w:rsidR="002A4158" w:rsidRPr="00DA4E77">
        <w:t>et bientôt mes nerfs irrités s</w:t>
      </w:r>
      <w:r>
        <w:t>’</w:t>
      </w:r>
      <w:r w:rsidR="002A4158" w:rsidRPr="00DA4E77">
        <w:t>apaisent</w:t>
      </w:r>
      <w:r>
        <w:t>.</w:t>
      </w:r>
    </w:p>
    <w:p w14:paraId="09788957" w14:textId="77777777" w:rsidR="00276CCE" w:rsidRDefault="00276CCE" w:rsidP="002A4158">
      <w:r>
        <w:t>— </w:t>
      </w:r>
      <w:r w:rsidR="002A4158" w:rsidRPr="00DA4E77">
        <w:t>Garde les yeux clos</w:t>
      </w:r>
      <w:r>
        <w:t xml:space="preserve">, </w:t>
      </w:r>
      <w:r w:rsidR="002A4158" w:rsidRPr="00DA4E77">
        <w:t>mon père</w:t>
      </w:r>
      <w:r>
        <w:t xml:space="preserve">, </w:t>
      </w:r>
      <w:r w:rsidR="002A4158" w:rsidRPr="00DA4E77">
        <w:t>je te conduirai</w:t>
      </w:r>
      <w:r>
        <w:t>.</w:t>
      </w:r>
    </w:p>
    <w:p w14:paraId="6990ADAD" w14:textId="77777777" w:rsidR="00276CCE" w:rsidRDefault="002A4158" w:rsidP="002A4158">
      <w:r w:rsidRPr="00DA4E77">
        <w:lastRenderedPageBreak/>
        <w:t>Cependant</w:t>
      </w:r>
      <w:r w:rsidR="00276CCE">
        <w:t xml:space="preserve">, </w:t>
      </w:r>
      <w:r w:rsidRPr="00DA4E77">
        <w:t>à pas lents</w:t>
      </w:r>
      <w:r w:rsidR="00276CCE">
        <w:t xml:space="preserve">, </w:t>
      </w:r>
      <w:r w:rsidRPr="00DA4E77">
        <w:t>ils arrivent dans le bosquet d</w:t>
      </w:r>
      <w:r w:rsidR="00276CCE">
        <w:t>’</w:t>
      </w:r>
      <w:r w:rsidRPr="00DA4E77">
        <w:t>eucalyptus où est bâti le hangar sous lequel repose l</w:t>
      </w:r>
      <w:r w:rsidR="00276CCE">
        <w:t>’</w:t>
      </w:r>
      <w:r w:rsidRPr="00DA4E77">
        <w:rPr>
          <w:bCs/>
          <w:i/>
          <w:iCs/>
        </w:rPr>
        <w:t>Alérion</w:t>
      </w:r>
      <w:r w:rsidRPr="00DA4E77">
        <w:t xml:space="preserve"> aux ailes maintenant fermées</w:t>
      </w:r>
      <w:r w:rsidR="00276CCE">
        <w:t>.</w:t>
      </w:r>
    </w:p>
    <w:p w14:paraId="049AB36F" w14:textId="77777777" w:rsidR="00276CCE" w:rsidRDefault="00276CCE" w:rsidP="002A4158">
      <w:r>
        <w:t>— </w:t>
      </w:r>
      <w:r w:rsidR="002A4158" w:rsidRPr="00DA4E77">
        <w:t>Père</w:t>
      </w:r>
      <w:r>
        <w:t xml:space="preserve">, </w:t>
      </w:r>
      <w:r w:rsidR="002A4158" w:rsidRPr="00DA4E77">
        <w:t>y vois-tu mieux</w:t>
      </w:r>
      <w:r>
        <w:t xml:space="preserve">, </w:t>
      </w:r>
      <w:r w:rsidR="002A4158" w:rsidRPr="00DA4E77">
        <w:t>maintenant</w:t>
      </w:r>
      <w:r>
        <w:t> ?</w:t>
      </w:r>
    </w:p>
    <w:p w14:paraId="2F347FFA" w14:textId="77777777" w:rsidR="00276CCE" w:rsidRDefault="00276CCE" w:rsidP="002A4158">
      <w:r>
        <w:t>— </w:t>
      </w:r>
      <w:r w:rsidR="002A4158" w:rsidRPr="00DA4E77">
        <w:t>Oui</w:t>
      </w:r>
      <w:r>
        <w:t xml:space="preserve">, </w:t>
      </w:r>
      <w:r w:rsidR="002A4158" w:rsidRPr="00DA4E77">
        <w:t>j</w:t>
      </w:r>
      <w:r>
        <w:t>’</w:t>
      </w:r>
      <w:r w:rsidR="002A4158" w:rsidRPr="00DA4E77">
        <w:t>y vois</w:t>
      </w:r>
      <w:r>
        <w:t xml:space="preserve">, </w:t>
      </w:r>
      <w:r w:rsidR="002A4158" w:rsidRPr="00DA4E77">
        <w:t xml:space="preserve">dit </w:t>
      </w:r>
      <w:proofErr w:type="spellStart"/>
      <w:r w:rsidR="002A4158" w:rsidRPr="00DA4E77">
        <w:t>Oréus</w:t>
      </w:r>
      <w:proofErr w:type="spellEnd"/>
      <w:r w:rsidR="002A4158" w:rsidRPr="00DA4E77">
        <w:t xml:space="preserve"> dont les mains reconnaissent son œuvre</w:t>
      </w:r>
      <w:r>
        <w:t xml:space="preserve">. </w:t>
      </w:r>
      <w:r w:rsidR="002A4158" w:rsidRPr="00DA4E77">
        <w:t>Écoute-moi</w:t>
      </w:r>
      <w:r>
        <w:t xml:space="preserve">, </w:t>
      </w:r>
      <w:r w:rsidR="002A4158" w:rsidRPr="00DA4E77">
        <w:t>mon enfant</w:t>
      </w:r>
      <w:r>
        <w:t xml:space="preserve"> : </w:t>
      </w:r>
      <w:r w:rsidR="002A4158" w:rsidRPr="00DA4E77">
        <w:t>voici l</w:t>
      </w:r>
      <w:r>
        <w:t>’</w:t>
      </w:r>
      <w:r w:rsidR="002A4158" w:rsidRPr="00DA4E77">
        <w:t>objet de tous mes r</w:t>
      </w:r>
      <w:r w:rsidR="002A4158" w:rsidRPr="00DA4E77">
        <w:t>ê</w:t>
      </w:r>
      <w:r w:rsidR="002A4158" w:rsidRPr="00DA4E77">
        <w:t>ves</w:t>
      </w:r>
      <w:r>
        <w:t xml:space="preserve"> ; </w:t>
      </w:r>
      <w:r w:rsidR="002A4158" w:rsidRPr="00DA4E77">
        <w:t>voici le plus cher de tous mes travaux</w:t>
      </w:r>
      <w:r>
        <w:t xml:space="preserve">. </w:t>
      </w:r>
      <w:r w:rsidR="002A4158" w:rsidRPr="00DA4E77">
        <w:t>Je voulais le livrer à mon peuple atlante et lui ouvrir ainsi les portes de l</w:t>
      </w:r>
      <w:r>
        <w:t>’</w:t>
      </w:r>
      <w:r w:rsidR="002A4158" w:rsidRPr="00DA4E77">
        <w:t>azur</w:t>
      </w:r>
      <w:r>
        <w:t xml:space="preserve"> ; </w:t>
      </w:r>
      <w:r w:rsidR="002A4158" w:rsidRPr="00DA4E77">
        <w:t>mais la méchanceté des hommes eût fait de ce présent céleste un in</w:t>
      </w:r>
      <w:r w:rsidR="002A4158" w:rsidRPr="00DA4E77">
        <w:t>s</w:t>
      </w:r>
      <w:r w:rsidR="002A4158" w:rsidRPr="00DA4E77">
        <w:t>trument d</w:t>
      </w:r>
      <w:r>
        <w:t>’</w:t>
      </w:r>
      <w:r w:rsidR="002A4158" w:rsidRPr="00DA4E77">
        <w:t>orgueil et de conquête</w:t>
      </w:r>
      <w:r>
        <w:t xml:space="preserve">, </w:t>
      </w:r>
      <w:r w:rsidR="002A4158" w:rsidRPr="00DA4E77">
        <w:t>et je l</w:t>
      </w:r>
      <w:r>
        <w:t>’</w:t>
      </w:r>
      <w:r w:rsidR="002A4158" w:rsidRPr="00DA4E77">
        <w:t>ai réservé pour veiller tôt ou tard sur Atlantis menacée</w:t>
      </w:r>
      <w:r>
        <w:t xml:space="preserve">. </w:t>
      </w:r>
      <w:r w:rsidR="002A4158" w:rsidRPr="00DA4E77">
        <w:t>Déjà j</w:t>
      </w:r>
      <w:r>
        <w:t>’</w:t>
      </w:r>
      <w:r w:rsidR="002A4158" w:rsidRPr="00DA4E77">
        <w:t xml:space="preserve">ai sauvé </w:t>
      </w:r>
      <w:proofErr w:type="spellStart"/>
      <w:r w:rsidR="002A4158" w:rsidRPr="00DA4E77">
        <w:t>Hellas</w:t>
      </w:r>
      <w:proofErr w:type="spellEnd"/>
      <w:r>
        <w:t xml:space="preserve">. </w:t>
      </w:r>
      <w:r w:rsidR="002A4158" w:rsidRPr="00DA4E77">
        <w:t>L</w:t>
      </w:r>
      <w:r>
        <w:t>’</w:t>
      </w:r>
      <w:r w:rsidR="002A4158" w:rsidRPr="00DA4E77">
        <w:t>heure vient peut-être où cet oiseau géant pourra servir à une œuvre plus vaste encore que le salut de notre Cité même et la défense de ses héros</w:t>
      </w:r>
      <w:r>
        <w:t xml:space="preserve">. </w:t>
      </w:r>
      <w:r w:rsidR="002A4158" w:rsidRPr="00DA4E77">
        <w:t>Par-delà notre Cité</w:t>
      </w:r>
      <w:r>
        <w:t xml:space="preserve">, </w:t>
      </w:r>
      <w:r w:rsidR="002A4158" w:rsidRPr="00DA4E77">
        <w:t>par-delà notre race</w:t>
      </w:r>
      <w:r>
        <w:t xml:space="preserve">, </w:t>
      </w:r>
      <w:r w:rsidR="002A4158" w:rsidRPr="00DA4E77">
        <w:t>par-delà les limites de l</w:t>
      </w:r>
      <w:r>
        <w:t>’</w:t>
      </w:r>
      <w:r w:rsidR="002A4158" w:rsidRPr="00DA4E77">
        <w:t>Empire</w:t>
      </w:r>
      <w:r>
        <w:t xml:space="preserve">, </w:t>
      </w:r>
      <w:r w:rsidR="002A4158" w:rsidRPr="00DA4E77">
        <w:t>il y a le monde</w:t>
      </w:r>
      <w:r>
        <w:t xml:space="preserve">, </w:t>
      </w:r>
      <w:r w:rsidR="002A4158" w:rsidRPr="00DA4E77">
        <w:t>le vaste monde</w:t>
      </w:r>
      <w:r>
        <w:t xml:space="preserve">, </w:t>
      </w:r>
      <w:r w:rsidR="002A4158" w:rsidRPr="00DA4E77">
        <w:t>et des hommes partout nos égaux et nos frères</w:t>
      </w:r>
      <w:r>
        <w:t xml:space="preserve">. </w:t>
      </w:r>
      <w:r w:rsidR="002A4158" w:rsidRPr="00DA4E77">
        <w:t>Ils vivent encore dans l</w:t>
      </w:r>
      <w:r>
        <w:t>’</w:t>
      </w:r>
      <w:r w:rsidR="002A4158" w:rsidRPr="00DA4E77">
        <w:t>ignorance des sciences divines et dans la servitude de leurs in</w:t>
      </w:r>
      <w:r w:rsidR="002A4158" w:rsidRPr="00DA4E77">
        <w:t>s</w:t>
      </w:r>
      <w:r w:rsidR="002A4158" w:rsidRPr="00DA4E77">
        <w:t>tincts</w:t>
      </w:r>
      <w:r>
        <w:t xml:space="preserve"> ; </w:t>
      </w:r>
      <w:r w:rsidR="002A4158" w:rsidRPr="00DA4E77">
        <w:t>ils doivent un jour s</w:t>
      </w:r>
      <w:r>
        <w:t>’</w:t>
      </w:r>
      <w:r w:rsidR="002A4158" w:rsidRPr="00DA4E77">
        <w:t>élever comme nous vers la conte</w:t>
      </w:r>
      <w:r w:rsidR="002A4158" w:rsidRPr="00DA4E77">
        <w:t>m</w:t>
      </w:r>
      <w:r w:rsidR="002A4158" w:rsidRPr="00DA4E77">
        <w:t>plation des vérités éternelles</w:t>
      </w:r>
      <w:r>
        <w:t xml:space="preserve">, </w:t>
      </w:r>
      <w:r w:rsidR="002A4158" w:rsidRPr="00DA4E77">
        <w:t>et peut-être</w:t>
      </w:r>
      <w:r>
        <w:t xml:space="preserve">, </w:t>
      </w:r>
      <w:r w:rsidR="002A4158" w:rsidRPr="00DA4E77">
        <w:t>sur quelques points des terres aujourd</w:t>
      </w:r>
      <w:r>
        <w:t>’</w:t>
      </w:r>
      <w:r w:rsidR="002A4158" w:rsidRPr="00DA4E77">
        <w:t>hui sauvages</w:t>
      </w:r>
      <w:r>
        <w:t xml:space="preserve">, </w:t>
      </w:r>
      <w:r w:rsidR="002A4158" w:rsidRPr="00DA4E77">
        <w:t>naîtra-t-il tôt ou tard de no</w:t>
      </w:r>
      <w:r w:rsidR="002A4158" w:rsidRPr="00DA4E77">
        <w:t>u</w:t>
      </w:r>
      <w:r w:rsidR="002A4158" w:rsidRPr="00DA4E77">
        <w:t>velles Atlantis</w:t>
      </w:r>
      <w:r>
        <w:t xml:space="preserve">. </w:t>
      </w:r>
      <w:r w:rsidR="002A4158" w:rsidRPr="00DA4E77">
        <w:t>Eh bien</w:t>
      </w:r>
      <w:r>
        <w:t xml:space="preserve"> ! </w:t>
      </w:r>
      <w:r w:rsidR="002A4158" w:rsidRPr="00DA4E77">
        <w:t>cette croissance des civilisations pr</w:t>
      </w:r>
      <w:r w:rsidR="002A4158" w:rsidRPr="00DA4E77">
        <w:t>o</w:t>
      </w:r>
      <w:r w:rsidR="002A4158" w:rsidRPr="00DA4E77">
        <w:t>chaines</w:t>
      </w:r>
      <w:r>
        <w:t xml:space="preserve">, </w:t>
      </w:r>
      <w:r w:rsidR="002A4158" w:rsidRPr="00DA4E77">
        <w:t>nous devons la hâter</w:t>
      </w:r>
      <w:r>
        <w:t xml:space="preserve">, </w:t>
      </w:r>
      <w:r w:rsidR="002A4158" w:rsidRPr="00DA4E77">
        <w:t>de toutes nos forces</w:t>
      </w:r>
      <w:r>
        <w:t xml:space="preserve">, </w:t>
      </w:r>
      <w:r w:rsidR="002A4158" w:rsidRPr="00DA4E77">
        <w:t>car si les dieux nous ont accordé de découvrir leurs secrets</w:t>
      </w:r>
      <w:r>
        <w:t xml:space="preserve">, </w:t>
      </w:r>
      <w:r w:rsidR="002A4158" w:rsidRPr="00DA4E77">
        <w:t>c</w:t>
      </w:r>
      <w:r>
        <w:t>’</w:t>
      </w:r>
      <w:r w:rsidR="002A4158" w:rsidRPr="00DA4E77">
        <w:t>est pour en faire don au monde futur</w:t>
      </w:r>
      <w:r>
        <w:t xml:space="preserve">. </w:t>
      </w:r>
      <w:r w:rsidR="002A4158" w:rsidRPr="00DA4E77">
        <w:t>Voilà pourquoi</w:t>
      </w:r>
      <w:r>
        <w:t xml:space="preserve">, </w:t>
      </w:r>
      <w:r w:rsidR="002A4158" w:rsidRPr="00DA4E77">
        <w:t>ma fille</w:t>
      </w:r>
      <w:r>
        <w:t xml:space="preserve">, </w:t>
      </w:r>
      <w:r w:rsidR="002A4158" w:rsidRPr="00DA4E77">
        <w:t>je t</w:t>
      </w:r>
      <w:r>
        <w:t>’</w:t>
      </w:r>
      <w:r w:rsidR="002A4158" w:rsidRPr="00DA4E77">
        <w:t>ai conduite auprès de ce char aérien à qui l</w:t>
      </w:r>
      <w:r>
        <w:t>’</w:t>
      </w:r>
      <w:r w:rsidR="002A4158" w:rsidRPr="00DA4E77">
        <w:t>humanité devra un sens nouveau de la vie</w:t>
      </w:r>
      <w:r>
        <w:t xml:space="preserve">. </w:t>
      </w:r>
      <w:r w:rsidR="002A4158" w:rsidRPr="00DA4E77">
        <w:t>Si Atlantis doit disparaître</w:t>
      </w:r>
      <w:r>
        <w:t>…</w:t>
      </w:r>
    </w:p>
    <w:p w14:paraId="02686433" w14:textId="77777777" w:rsidR="00276CCE" w:rsidRDefault="00276CCE" w:rsidP="002A4158">
      <w:r>
        <w:t>— </w:t>
      </w:r>
      <w:r w:rsidR="002A4158" w:rsidRPr="00DA4E77">
        <w:t>Mon père</w:t>
      </w:r>
      <w:r>
        <w:t xml:space="preserve">, </w:t>
      </w:r>
      <w:r w:rsidR="002A4158" w:rsidRPr="00DA4E77">
        <w:t>tu désespères donc</w:t>
      </w:r>
      <w:r>
        <w:t> ?</w:t>
      </w:r>
    </w:p>
    <w:p w14:paraId="060C8DE8" w14:textId="77777777" w:rsidR="00276CCE" w:rsidRDefault="00276CCE" w:rsidP="002A4158">
      <w:r>
        <w:t>— </w:t>
      </w:r>
      <w:r w:rsidR="002A4158" w:rsidRPr="00DA4E77">
        <w:t>J</w:t>
      </w:r>
      <w:r>
        <w:t>’</w:t>
      </w:r>
      <w:r w:rsidR="002A4158" w:rsidRPr="00DA4E77">
        <w:t>espère toujours</w:t>
      </w:r>
      <w:r>
        <w:t xml:space="preserve">, </w:t>
      </w:r>
      <w:r w:rsidR="002A4158" w:rsidRPr="00DA4E77">
        <w:t>puisque j</w:t>
      </w:r>
      <w:r>
        <w:t>’</w:t>
      </w:r>
      <w:r w:rsidR="002A4158" w:rsidRPr="00DA4E77">
        <w:t>agis</w:t>
      </w:r>
      <w:r>
        <w:t xml:space="preserve">. </w:t>
      </w:r>
      <w:r w:rsidR="002A4158" w:rsidRPr="00DA4E77">
        <w:t>Donc</w:t>
      </w:r>
      <w:r>
        <w:t xml:space="preserve">, </w:t>
      </w:r>
      <w:r w:rsidR="002A4158" w:rsidRPr="00DA4E77">
        <w:t>si Atlantis</w:t>
      </w:r>
      <w:r>
        <w:t xml:space="preserve">, </w:t>
      </w:r>
      <w:r w:rsidR="002A4158" w:rsidRPr="00DA4E77">
        <w:t>sous les coups des Barbares</w:t>
      </w:r>
      <w:r>
        <w:t xml:space="preserve">, </w:t>
      </w:r>
      <w:r w:rsidR="002A4158" w:rsidRPr="00DA4E77">
        <w:t>sous les révoltes de ses propres enfants ou même par l</w:t>
      </w:r>
      <w:r>
        <w:t>’</w:t>
      </w:r>
      <w:r w:rsidR="002A4158" w:rsidRPr="00DA4E77">
        <w:t>excès de ses vices</w:t>
      </w:r>
      <w:r>
        <w:t xml:space="preserve">, </w:t>
      </w:r>
      <w:r w:rsidR="002A4158" w:rsidRPr="00DA4E77">
        <w:t xml:space="preserve">est emportée dans </w:t>
      </w:r>
      <w:r w:rsidR="002A4158" w:rsidRPr="00DA4E77">
        <w:lastRenderedPageBreak/>
        <w:t>une te</w:t>
      </w:r>
      <w:r w:rsidR="002A4158" w:rsidRPr="00DA4E77">
        <w:t>m</w:t>
      </w:r>
      <w:r w:rsidR="002A4158" w:rsidRPr="00DA4E77">
        <w:t>pête de fureur céleste</w:t>
      </w:r>
      <w:r>
        <w:t xml:space="preserve">, </w:t>
      </w:r>
      <w:r w:rsidR="002A4158" w:rsidRPr="00DA4E77">
        <w:t>le monde n</w:t>
      </w:r>
      <w:r>
        <w:t>’</w:t>
      </w:r>
      <w:r w:rsidR="002A4158" w:rsidRPr="00DA4E77">
        <w:t>en finira pas pour si peu</w:t>
      </w:r>
      <w:r>
        <w:t xml:space="preserve">. </w:t>
      </w:r>
      <w:r w:rsidR="002A4158" w:rsidRPr="00DA4E77">
        <w:t>Alors</w:t>
      </w:r>
      <w:r>
        <w:t xml:space="preserve">, </w:t>
      </w:r>
      <w:r w:rsidR="002A4158" w:rsidRPr="00DA4E77">
        <w:t>mon enfant</w:t>
      </w:r>
      <w:r>
        <w:t xml:space="preserve">, </w:t>
      </w:r>
      <w:r w:rsidR="002A4158" w:rsidRPr="00DA4E77">
        <w:t>tu monteras dans l</w:t>
      </w:r>
      <w:r>
        <w:t>’</w:t>
      </w:r>
      <w:r w:rsidR="002A4158" w:rsidRPr="00DA4E77">
        <w:rPr>
          <w:bCs/>
          <w:i/>
          <w:iCs/>
        </w:rPr>
        <w:t>Alérion</w:t>
      </w:r>
      <w:r w:rsidR="002A4158" w:rsidRPr="00DA4E77">
        <w:t xml:space="preserve"> dont je t</w:t>
      </w:r>
      <w:r>
        <w:t>’</w:t>
      </w:r>
      <w:r w:rsidR="002A4158" w:rsidRPr="00DA4E77">
        <w:t>ai révélé jadis les rouages</w:t>
      </w:r>
      <w:r>
        <w:t xml:space="preserve">. </w:t>
      </w:r>
      <w:r w:rsidR="002A4158" w:rsidRPr="00DA4E77">
        <w:t>Tu t</w:t>
      </w:r>
      <w:r>
        <w:t>’</w:t>
      </w:r>
      <w:r w:rsidR="002A4158" w:rsidRPr="00DA4E77">
        <w:t>en iras vers l</w:t>
      </w:r>
      <w:r>
        <w:t>’</w:t>
      </w:r>
      <w:r w:rsidR="002A4158" w:rsidRPr="00DA4E77">
        <w:t>orient</w:t>
      </w:r>
      <w:r>
        <w:t xml:space="preserve">, </w:t>
      </w:r>
      <w:r w:rsidR="002A4158" w:rsidRPr="00DA4E77">
        <w:t>à l</w:t>
      </w:r>
      <w:r>
        <w:t>’</w:t>
      </w:r>
      <w:r w:rsidR="002A4158" w:rsidRPr="00DA4E77">
        <w:t>extrémité de la mer Intérieure</w:t>
      </w:r>
      <w:r>
        <w:t xml:space="preserve">. </w:t>
      </w:r>
      <w:r w:rsidR="002A4158" w:rsidRPr="00DA4E77">
        <w:t>C</w:t>
      </w:r>
      <w:r>
        <w:t>’</w:t>
      </w:r>
      <w:r w:rsidR="002A4158" w:rsidRPr="00DA4E77">
        <w:t>est là que grandira la jeune humanité qui de nouveau dirigera le monde</w:t>
      </w:r>
      <w:r>
        <w:t xml:space="preserve">, </w:t>
      </w:r>
      <w:r w:rsidR="002A4158" w:rsidRPr="00DA4E77">
        <w:t>jusqu</w:t>
      </w:r>
      <w:r>
        <w:t>’</w:t>
      </w:r>
      <w:r w:rsidR="002A4158" w:rsidRPr="00DA4E77">
        <w:t>au jour où</w:t>
      </w:r>
      <w:r>
        <w:t xml:space="preserve">, </w:t>
      </w:r>
      <w:r w:rsidR="002A4158" w:rsidRPr="00DA4E77">
        <w:t>d</w:t>
      </w:r>
      <w:r>
        <w:t>’</w:t>
      </w:r>
      <w:r w:rsidR="002A4158" w:rsidRPr="00DA4E77">
        <w:t>étape en étape</w:t>
      </w:r>
      <w:r>
        <w:t xml:space="preserve">, </w:t>
      </w:r>
      <w:r w:rsidR="002A4158" w:rsidRPr="00DA4E77">
        <w:t>elle ra</w:t>
      </w:r>
      <w:r w:rsidR="002A4158" w:rsidRPr="00DA4E77">
        <w:t>p</w:t>
      </w:r>
      <w:r w:rsidR="002A4158" w:rsidRPr="00DA4E77">
        <w:t>portera le flambeau de la vie sur les bords de notre Océan</w:t>
      </w:r>
      <w:r>
        <w:t xml:space="preserve">. </w:t>
      </w:r>
      <w:r w:rsidR="002A4158" w:rsidRPr="00DA4E77">
        <w:t>Tu trouveras</w:t>
      </w:r>
      <w:r>
        <w:t xml:space="preserve">, </w:t>
      </w:r>
      <w:r w:rsidR="002A4158" w:rsidRPr="00DA4E77">
        <w:t>là-bas</w:t>
      </w:r>
      <w:r>
        <w:t xml:space="preserve">, </w:t>
      </w:r>
      <w:r w:rsidR="002A4158" w:rsidRPr="00DA4E77">
        <w:t>dans une mer plus bleue et plus égale que la nôtre</w:t>
      </w:r>
      <w:r>
        <w:t xml:space="preserve">, </w:t>
      </w:r>
      <w:r w:rsidR="002A4158" w:rsidRPr="00DA4E77">
        <w:t>un bouquet d</w:t>
      </w:r>
      <w:r>
        <w:t>’</w:t>
      </w:r>
      <w:r w:rsidR="002A4158" w:rsidRPr="00DA4E77">
        <w:t>îles en fleurs qui</w:t>
      </w:r>
      <w:r>
        <w:t xml:space="preserve">, </w:t>
      </w:r>
      <w:r w:rsidR="002A4158" w:rsidRPr="00DA4E77">
        <w:t>du haut de ton char ailé</w:t>
      </w:r>
      <w:r>
        <w:t xml:space="preserve">, </w:t>
      </w:r>
      <w:r w:rsidR="002A4158" w:rsidRPr="00DA4E77">
        <w:t>t</w:t>
      </w:r>
      <w:r>
        <w:t>’</w:t>
      </w:r>
      <w:r w:rsidR="002A4158" w:rsidRPr="00DA4E77">
        <w:t>apparaîtront pareilles à des roses sur un champ d</w:t>
      </w:r>
      <w:r>
        <w:t>’</w:t>
      </w:r>
      <w:r w:rsidR="002A4158" w:rsidRPr="00DA4E77">
        <w:t>azur</w:t>
      </w:r>
      <w:r>
        <w:t xml:space="preserve">. </w:t>
      </w:r>
      <w:r w:rsidR="002A4158" w:rsidRPr="00DA4E77">
        <w:t>C</w:t>
      </w:r>
      <w:r>
        <w:t>’</w:t>
      </w:r>
      <w:r w:rsidR="002A4158" w:rsidRPr="00DA4E77">
        <w:t>est le pays des Pélasges</w:t>
      </w:r>
      <w:r>
        <w:t xml:space="preserve">, </w:t>
      </w:r>
      <w:r w:rsidR="002A4158" w:rsidRPr="00DA4E77">
        <w:t xml:space="preserve">le pays cher à </w:t>
      </w:r>
      <w:proofErr w:type="spellStart"/>
      <w:r w:rsidR="002A4158" w:rsidRPr="00DA4E77">
        <w:t>Hellas</w:t>
      </w:r>
      <w:proofErr w:type="spellEnd"/>
      <w:r>
        <w:t xml:space="preserve">, </w:t>
      </w:r>
      <w:r w:rsidR="002A4158" w:rsidRPr="00DA4E77">
        <w:t>la terre qui gardera son empreinte</w:t>
      </w:r>
      <w:r>
        <w:t xml:space="preserve">. </w:t>
      </w:r>
      <w:r w:rsidR="002A4158" w:rsidRPr="00DA4E77">
        <w:t>Tu descendras dans une de ces îles</w:t>
      </w:r>
      <w:r>
        <w:t xml:space="preserve">. </w:t>
      </w:r>
      <w:r w:rsidR="002A4158" w:rsidRPr="00DA4E77">
        <w:t>Tu y déposeras tous les trésors enfermés dans la nacelle de l</w:t>
      </w:r>
      <w:r>
        <w:t>’</w:t>
      </w:r>
      <w:r w:rsidR="002A4158" w:rsidRPr="00DA4E77">
        <w:rPr>
          <w:bCs/>
          <w:i/>
          <w:iCs/>
        </w:rPr>
        <w:t>Alérion</w:t>
      </w:r>
      <w:r>
        <w:rPr>
          <w:bCs/>
          <w:i/>
          <w:iCs/>
        </w:rPr>
        <w:t xml:space="preserve">. </w:t>
      </w:r>
      <w:r w:rsidR="002A4158" w:rsidRPr="00DA4E77">
        <w:t>Alors tu révéleras aux peuples attentifs les splendeurs de notre science accumulée et</w:t>
      </w:r>
      <w:r>
        <w:t xml:space="preserve">, </w:t>
      </w:r>
      <w:r w:rsidR="002A4158" w:rsidRPr="00DA4E77">
        <w:t>en peu de temps</w:t>
      </w:r>
      <w:r>
        <w:t xml:space="preserve">, </w:t>
      </w:r>
      <w:r w:rsidR="002A4158" w:rsidRPr="00DA4E77">
        <w:t>une Atlantis plus vigoureuse surgira</w:t>
      </w:r>
      <w:r>
        <w:t>.</w:t>
      </w:r>
    </w:p>
    <w:p w14:paraId="3E730F3C" w14:textId="77777777" w:rsidR="00276CCE" w:rsidRDefault="002A4158" w:rsidP="002A4158">
      <w:r w:rsidRPr="00DA4E77">
        <w:t>Ce disant</w:t>
      </w:r>
      <w:r w:rsidR="00276CCE">
        <w:t xml:space="preserve">, </w:t>
      </w:r>
      <w:proofErr w:type="spellStart"/>
      <w:r w:rsidRPr="00DA4E77">
        <w:t>Oréus</w:t>
      </w:r>
      <w:proofErr w:type="spellEnd"/>
      <w:r w:rsidRPr="00DA4E77">
        <w:t xml:space="preserve"> plonge ses bras dans la nacelle et ajoute</w:t>
      </w:r>
      <w:r w:rsidR="00276CCE">
        <w:t> :</w:t>
      </w:r>
    </w:p>
    <w:p w14:paraId="5ADE2718" w14:textId="77777777" w:rsidR="00276CCE" w:rsidRDefault="00276CCE" w:rsidP="002A4158">
      <w:r>
        <w:t>— </w:t>
      </w:r>
      <w:r w:rsidR="002A4158" w:rsidRPr="00DA4E77">
        <w:t>Tout est bien à sa place</w:t>
      </w:r>
      <w:r>
        <w:t xml:space="preserve">. </w:t>
      </w:r>
      <w:r w:rsidR="002A4158" w:rsidRPr="00DA4E77">
        <w:t>Voici les livres contenant la cla</w:t>
      </w:r>
      <w:r w:rsidR="002A4158" w:rsidRPr="00DA4E77">
        <w:t>r</w:t>
      </w:r>
      <w:r w:rsidR="002A4158" w:rsidRPr="00DA4E77">
        <w:t>té des lois justes</w:t>
      </w:r>
      <w:r>
        <w:t xml:space="preserve"> ; </w:t>
      </w:r>
      <w:r w:rsidR="002A4158" w:rsidRPr="00DA4E77">
        <w:t>voici les ouvrages où sont consignées les vér</w:t>
      </w:r>
      <w:r w:rsidR="002A4158" w:rsidRPr="00DA4E77">
        <w:t>i</w:t>
      </w:r>
      <w:r w:rsidR="002A4158" w:rsidRPr="00DA4E77">
        <w:t>tés sublimes de la musique et des nombres</w:t>
      </w:r>
      <w:r>
        <w:t xml:space="preserve"> ; </w:t>
      </w:r>
      <w:r w:rsidR="002A4158" w:rsidRPr="00DA4E77">
        <w:t>voici les pensées des philosophes</w:t>
      </w:r>
      <w:r>
        <w:t xml:space="preserve">, </w:t>
      </w:r>
      <w:r w:rsidR="002A4158" w:rsidRPr="00DA4E77">
        <w:t>voici le sourire des poètes</w:t>
      </w:r>
      <w:r>
        <w:t xml:space="preserve"> ; </w:t>
      </w:r>
      <w:r w:rsidR="002A4158" w:rsidRPr="00DA4E77">
        <w:t>voici la vie</w:t>
      </w:r>
      <w:r>
        <w:t xml:space="preserve">. </w:t>
      </w:r>
      <w:r w:rsidR="002A4158" w:rsidRPr="00DA4E77">
        <w:t>Mai</w:t>
      </w:r>
      <w:r w:rsidR="002A4158" w:rsidRPr="00DA4E77">
        <w:t>n</w:t>
      </w:r>
      <w:r w:rsidR="002A4158" w:rsidRPr="00DA4E77">
        <w:t>tenant</w:t>
      </w:r>
      <w:r>
        <w:t xml:space="preserve">, </w:t>
      </w:r>
      <w:r w:rsidR="002A4158" w:rsidRPr="00DA4E77">
        <w:t>prends garde</w:t>
      </w:r>
      <w:r>
        <w:t xml:space="preserve">, </w:t>
      </w:r>
      <w:r w:rsidR="002A4158" w:rsidRPr="00DA4E77">
        <w:t>voici dans un coin isolé les trésors de la science et les formules redoutables des choses combinées</w:t>
      </w:r>
      <w:r>
        <w:t xml:space="preserve">. </w:t>
      </w:r>
      <w:r w:rsidR="002A4158" w:rsidRPr="00DA4E77">
        <w:t>Dans ces rouleaux en platine et or</w:t>
      </w:r>
      <w:r>
        <w:t xml:space="preserve">, </w:t>
      </w:r>
      <w:r w:rsidR="002A4158" w:rsidRPr="00DA4E77">
        <w:t>il y a l</w:t>
      </w:r>
      <w:r>
        <w:t>’</w:t>
      </w:r>
      <w:r w:rsidR="002A4158" w:rsidRPr="00DA4E77">
        <w:t>air solide dont la force irr</w:t>
      </w:r>
      <w:r w:rsidR="002A4158" w:rsidRPr="00DA4E77">
        <w:t>é</w:t>
      </w:r>
      <w:r w:rsidR="002A4158" w:rsidRPr="00DA4E77">
        <w:t>sistible peut soulever les terres et les eaux</w:t>
      </w:r>
      <w:r>
        <w:t xml:space="preserve">, </w:t>
      </w:r>
      <w:r w:rsidR="002A4158" w:rsidRPr="00DA4E77">
        <w:t>et peut déplacer les montagnes</w:t>
      </w:r>
      <w:r>
        <w:t xml:space="preserve">. </w:t>
      </w:r>
      <w:r w:rsidR="002A4158" w:rsidRPr="00DA4E77">
        <w:t>Plus loin</w:t>
      </w:r>
      <w:r>
        <w:t xml:space="preserve">, </w:t>
      </w:r>
      <w:r w:rsidR="002A4158" w:rsidRPr="00DA4E77">
        <w:t>les morceaux de soleil condensé soigne</w:t>
      </w:r>
      <w:r w:rsidR="002A4158" w:rsidRPr="00DA4E77">
        <w:t>u</w:t>
      </w:r>
      <w:r w:rsidR="002A4158" w:rsidRPr="00DA4E77">
        <w:t>sement enfermés en des cassettes de métal indestructible</w:t>
      </w:r>
      <w:r>
        <w:t xml:space="preserve">. </w:t>
      </w:r>
      <w:r w:rsidR="002A4158" w:rsidRPr="00DA4E77">
        <w:t>Au fond</w:t>
      </w:r>
      <w:r>
        <w:t xml:space="preserve">, </w:t>
      </w:r>
      <w:r w:rsidR="002A4158" w:rsidRPr="00DA4E77">
        <w:t>les poudres formidables</w:t>
      </w:r>
      <w:r>
        <w:t xml:space="preserve">, </w:t>
      </w:r>
      <w:r w:rsidR="002A4158" w:rsidRPr="00DA4E77">
        <w:t>dont une seule poignée jetée du haut des airs suffirait à brûler des villes entières</w:t>
      </w:r>
      <w:r>
        <w:t xml:space="preserve">. </w:t>
      </w:r>
      <w:r w:rsidR="002A4158" w:rsidRPr="00DA4E77">
        <w:t>Or</w:t>
      </w:r>
      <w:r>
        <w:t xml:space="preserve">, </w:t>
      </w:r>
      <w:r w:rsidR="002A4158" w:rsidRPr="00DA4E77">
        <w:t>tout</w:t>
      </w:r>
      <w:r>
        <w:t xml:space="preserve">, </w:t>
      </w:r>
      <w:r w:rsidR="002A4158" w:rsidRPr="00DA4E77">
        <w:t>cela</w:t>
      </w:r>
      <w:r>
        <w:t xml:space="preserve">, </w:t>
      </w:r>
      <w:r w:rsidR="002A4158" w:rsidRPr="00DA4E77">
        <w:t>ma fille</w:t>
      </w:r>
      <w:r>
        <w:t xml:space="preserve">, </w:t>
      </w:r>
      <w:r w:rsidR="002A4158" w:rsidRPr="00DA4E77">
        <w:t>tu l</w:t>
      </w:r>
      <w:r>
        <w:t>’</w:t>
      </w:r>
      <w:r w:rsidR="002A4158" w:rsidRPr="00DA4E77">
        <w:t>enfouiras avant de partir</w:t>
      </w:r>
      <w:r>
        <w:t xml:space="preserve">, </w:t>
      </w:r>
      <w:r w:rsidR="002A4158" w:rsidRPr="00DA4E77">
        <w:t>à cinq coudées au creux de la terre</w:t>
      </w:r>
      <w:r>
        <w:t xml:space="preserve">, </w:t>
      </w:r>
      <w:r w:rsidR="002A4158" w:rsidRPr="00DA4E77">
        <w:t>car c</w:t>
      </w:r>
      <w:r>
        <w:t>’</w:t>
      </w:r>
      <w:r w:rsidR="002A4158" w:rsidRPr="00DA4E77">
        <w:t>est la mort</w:t>
      </w:r>
      <w:r>
        <w:t xml:space="preserve">, </w:t>
      </w:r>
      <w:r w:rsidR="002A4158" w:rsidRPr="00DA4E77">
        <w:t>l</w:t>
      </w:r>
      <w:r>
        <w:t>’</w:t>
      </w:r>
      <w:r w:rsidR="002A4158" w:rsidRPr="00DA4E77">
        <w:t>œuvre maudite</w:t>
      </w:r>
      <w:r>
        <w:t xml:space="preserve"> !… </w:t>
      </w:r>
      <w:r w:rsidR="002A4158" w:rsidRPr="00DA4E77">
        <w:t>Au lieu de s</w:t>
      </w:r>
      <w:r>
        <w:t>’</w:t>
      </w:r>
      <w:r w:rsidR="002A4158" w:rsidRPr="00DA4E77">
        <w:t xml:space="preserve">en servir pour dompter la nature </w:t>
      </w:r>
      <w:r w:rsidR="002A4158" w:rsidRPr="00DA4E77">
        <w:lastRenderedPageBreak/>
        <w:t>désordonnée</w:t>
      </w:r>
      <w:r>
        <w:t xml:space="preserve">, </w:t>
      </w:r>
      <w:r w:rsidR="002A4158" w:rsidRPr="00DA4E77">
        <w:t>les hommes e</w:t>
      </w:r>
      <w:r w:rsidR="002A4158" w:rsidRPr="00DA4E77">
        <w:t>m</w:t>
      </w:r>
      <w:r w:rsidR="002A4158" w:rsidRPr="00DA4E77">
        <w:t>ploieraient ces présents de la science à se tuer les uns les autres et à se procurer des jouissances inconnues</w:t>
      </w:r>
      <w:r>
        <w:t xml:space="preserve">. </w:t>
      </w:r>
      <w:r w:rsidR="002A4158" w:rsidRPr="00DA4E77">
        <w:t>Je compte donc sur toi</w:t>
      </w:r>
      <w:r>
        <w:t xml:space="preserve">, </w:t>
      </w:r>
      <w:r w:rsidR="002A4158" w:rsidRPr="00DA4E77">
        <w:t>mon enfant</w:t>
      </w:r>
      <w:r>
        <w:t xml:space="preserve">, </w:t>
      </w:r>
      <w:r w:rsidR="002A4158" w:rsidRPr="00DA4E77">
        <w:t>pour anéantir ces témoignages de notre orgueil</w:t>
      </w:r>
      <w:r>
        <w:t>.</w:t>
      </w:r>
    </w:p>
    <w:p w14:paraId="5613FF0D" w14:textId="77777777" w:rsidR="00276CCE" w:rsidRDefault="002A4158" w:rsidP="002A4158">
      <w:r w:rsidRPr="00DA4E77">
        <w:t xml:space="preserve">Mais </w:t>
      </w:r>
      <w:proofErr w:type="spellStart"/>
      <w:r w:rsidRPr="00DA4E77">
        <w:t>Oréa</w:t>
      </w:r>
      <w:proofErr w:type="spellEnd"/>
      <w:r w:rsidRPr="00DA4E77">
        <w:t xml:space="preserve"> ne répond pas</w:t>
      </w:r>
      <w:r w:rsidR="00276CCE">
        <w:t xml:space="preserve">. </w:t>
      </w:r>
      <w:r w:rsidRPr="00DA4E77">
        <w:t>Pendant que son père parle et invoque les civilisations prochaines vers lesquelles pourra v</w:t>
      </w:r>
      <w:r w:rsidRPr="00DA4E77">
        <w:t>o</w:t>
      </w:r>
      <w:r w:rsidRPr="00DA4E77">
        <w:t>guer à toutes ailes l</w:t>
      </w:r>
      <w:r w:rsidR="00276CCE">
        <w:t>’</w:t>
      </w:r>
      <w:r w:rsidRPr="00DA4E77">
        <w:rPr>
          <w:bCs/>
          <w:i/>
          <w:iCs/>
        </w:rPr>
        <w:t>Alérion</w:t>
      </w:r>
      <w:r w:rsidRPr="00DA4E77">
        <w:t xml:space="preserve"> vainqueur des airs</w:t>
      </w:r>
      <w:r w:rsidR="00276CCE">
        <w:t xml:space="preserve">, </w:t>
      </w:r>
      <w:r w:rsidRPr="00DA4E77">
        <w:t>la jeune fille se remémore les paroles d</w:t>
      </w:r>
      <w:r w:rsidR="00276CCE">
        <w:t>’</w:t>
      </w:r>
      <w:proofErr w:type="spellStart"/>
      <w:r w:rsidRPr="00DA4E77">
        <w:t>Hellas</w:t>
      </w:r>
      <w:proofErr w:type="spellEnd"/>
      <w:r w:rsidRPr="00DA4E77">
        <w:t xml:space="preserve"> qui</w:t>
      </w:r>
      <w:r w:rsidR="00276CCE">
        <w:t xml:space="preserve">, </w:t>
      </w:r>
      <w:r w:rsidRPr="00DA4E77">
        <w:t>lui aussi</w:t>
      </w:r>
      <w:r w:rsidR="00276CCE">
        <w:t xml:space="preserve">, </w:t>
      </w:r>
      <w:r w:rsidRPr="00DA4E77">
        <w:t>rêvait de conquérir par l</w:t>
      </w:r>
      <w:r w:rsidR="00276CCE">
        <w:t>’</w:t>
      </w:r>
      <w:r w:rsidRPr="00DA4E77">
        <w:t>amour tout le vaste monde</w:t>
      </w:r>
      <w:r w:rsidR="00276CCE">
        <w:t xml:space="preserve">. </w:t>
      </w:r>
      <w:r w:rsidRPr="00DA4E77">
        <w:t>Elle se rappelle les promesses échangées</w:t>
      </w:r>
      <w:r w:rsidR="00276CCE">
        <w:t xml:space="preserve">, </w:t>
      </w:r>
      <w:r w:rsidRPr="00DA4E77">
        <w:t>et dans sa pensée</w:t>
      </w:r>
      <w:r w:rsidR="00276CCE">
        <w:t xml:space="preserve">, </w:t>
      </w:r>
      <w:r w:rsidRPr="00DA4E77">
        <w:t>elle murmure</w:t>
      </w:r>
      <w:r w:rsidR="00276CCE">
        <w:t> :</w:t>
      </w:r>
    </w:p>
    <w:p w14:paraId="3BFA3666" w14:textId="77777777" w:rsidR="00276CCE" w:rsidRDefault="00276CCE" w:rsidP="002A4158">
      <w:r>
        <w:t>— </w:t>
      </w:r>
      <w:r w:rsidR="002A4158" w:rsidRPr="00DA4E77">
        <w:t>S</w:t>
      </w:r>
      <w:r>
        <w:t>’</w:t>
      </w:r>
      <w:r w:rsidR="002A4158" w:rsidRPr="00DA4E77">
        <w:t>il faut partir vers les pays nouveaux</w:t>
      </w:r>
      <w:r>
        <w:t xml:space="preserve">, </w:t>
      </w:r>
      <w:r w:rsidR="002A4158" w:rsidRPr="00DA4E77">
        <w:t>pourquoi ne part</w:t>
      </w:r>
      <w:r w:rsidR="002A4158" w:rsidRPr="00DA4E77">
        <w:t>i</w:t>
      </w:r>
      <w:r w:rsidR="002A4158" w:rsidRPr="00DA4E77">
        <w:t>rais-je pas avec lui</w:t>
      </w:r>
      <w:r>
        <w:t> ?</w:t>
      </w:r>
    </w:p>
    <w:p w14:paraId="3BDA2D78" w14:textId="77777777" w:rsidR="00276CCE" w:rsidRDefault="002A4158" w:rsidP="002A4158">
      <w:r w:rsidRPr="00DA4E77">
        <w:t>Mais soudain</w:t>
      </w:r>
      <w:r w:rsidR="00276CCE">
        <w:t xml:space="preserve">, </w:t>
      </w:r>
      <w:r w:rsidRPr="00DA4E77">
        <w:t>l</w:t>
      </w:r>
      <w:r w:rsidR="00276CCE">
        <w:t>’</w:t>
      </w:r>
      <w:r w:rsidRPr="00DA4E77">
        <w:t>insidieux amour qui parle en elle lui app</w:t>
      </w:r>
      <w:r w:rsidRPr="00DA4E77">
        <w:t>a</w:t>
      </w:r>
      <w:r w:rsidRPr="00DA4E77">
        <w:t>raît dans tout son égoïsme et</w:t>
      </w:r>
      <w:r w:rsidR="00276CCE">
        <w:t xml:space="preserve">, </w:t>
      </w:r>
      <w:r w:rsidRPr="00DA4E77">
        <w:t>chassant violemment l</w:t>
      </w:r>
      <w:r w:rsidR="00276CCE">
        <w:t>’</w:t>
      </w:r>
      <w:r w:rsidRPr="00DA4E77">
        <w:t>image trop chère d</w:t>
      </w:r>
      <w:r w:rsidR="00276CCE">
        <w:t>’</w:t>
      </w:r>
      <w:proofErr w:type="spellStart"/>
      <w:r w:rsidRPr="00DA4E77">
        <w:t>Hellas</w:t>
      </w:r>
      <w:proofErr w:type="spellEnd"/>
      <w:r w:rsidR="00276CCE">
        <w:t xml:space="preserve">, </w:t>
      </w:r>
      <w:r w:rsidRPr="00DA4E77">
        <w:t xml:space="preserve">elle regarde </w:t>
      </w:r>
      <w:proofErr w:type="spellStart"/>
      <w:r w:rsidRPr="00DA4E77">
        <w:t>Oréus</w:t>
      </w:r>
      <w:proofErr w:type="spellEnd"/>
      <w:r w:rsidR="00276CCE">
        <w:t xml:space="preserve">, </w:t>
      </w:r>
      <w:r w:rsidRPr="00DA4E77">
        <w:t>qui</w:t>
      </w:r>
      <w:r w:rsidR="00276CCE">
        <w:t xml:space="preserve">, </w:t>
      </w:r>
      <w:r w:rsidRPr="00DA4E77">
        <w:t>d</w:t>
      </w:r>
      <w:r w:rsidR="00276CCE">
        <w:t>’</w:t>
      </w:r>
      <w:r w:rsidRPr="00DA4E77">
        <w:t>une voix tranquille</w:t>
      </w:r>
      <w:r w:rsidR="00276CCE">
        <w:t xml:space="preserve">, </w:t>
      </w:r>
      <w:r w:rsidRPr="00DA4E77">
        <w:t>dit ses dernières volontés</w:t>
      </w:r>
      <w:r w:rsidR="00276CCE">
        <w:t>.</w:t>
      </w:r>
    </w:p>
    <w:p w14:paraId="2C4A3773" w14:textId="77777777" w:rsidR="00276CCE" w:rsidRDefault="00276CCE" w:rsidP="002A4158">
      <w:r>
        <w:t>— </w:t>
      </w:r>
      <w:r w:rsidR="002A4158" w:rsidRPr="00DA4E77">
        <w:t>Mon père</w:t>
      </w:r>
      <w:r>
        <w:t xml:space="preserve">, </w:t>
      </w:r>
      <w:r w:rsidR="002A4158" w:rsidRPr="00DA4E77">
        <w:t xml:space="preserve">remarque doucement </w:t>
      </w:r>
      <w:proofErr w:type="spellStart"/>
      <w:r w:rsidR="002A4158" w:rsidRPr="00DA4E77">
        <w:t>Oréa</w:t>
      </w:r>
      <w:proofErr w:type="spellEnd"/>
      <w:r>
        <w:t xml:space="preserve">, </w:t>
      </w:r>
      <w:r w:rsidR="002A4158" w:rsidRPr="00DA4E77">
        <w:t>tu me parles comme si je ne devais plus te retrouver</w:t>
      </w:r>
      <w:r>
        <w:t> ?</w:t>
      </w:r>
    </w:p>
    <w:p w14:paraId="013C46AF" w14:textId="77777777" w:rsidR="00276CCE" w:rsidRDefault="00276CCE" w:rsidP="002A4158">
      <w:r>
        <w:t>— </w:t>
      </w:r>
      <w:r w:rsidR="002A4158" w:rsidRPr="00DA4E77">
        <w:t>Si</w:t>
      </w:r>
      <w:r>
        <w:t xml:space="preserve">, </w:t>
      </w:r>
      <w:r w:rsidR="002A4158" w:rsidRPr="00DA4E77">
        <w:t>mon enfant</w:t>
      </w:r>
      <w:r>
        <w:t xml:space="preserve">, </w:t>
      </w:r>
      <w:r w:rsidR="002A4158" w:rsidRPr="00DA4E77">
        <w:t>nous nous retrouverons</w:t>
      </w:r>
      <w:r>
        <w:t xml:space="preserve">. </w:t>
      </w:r>
      <w:r w:rsidR="002A4158" w:rsidRPr="00DA4E77">
        <w:t>Je le sens</w:t>
      </w:r>
      <w:r>
        <w:t xml:space="preserve">. </w:t>
      </w:r>
      <w:r w:rsidR="002A4158" w:rsidRPr="00DA4E77">
        <w:t>Je le devine</w:t>
      </w:r>
      <w:r>
        <w:t xml:space="preserve">. </w:t>
      </w:r>
      <w:r w:rsidR="002A4158" w:rsidRPr="00DA4E77">
        <w:t>Mais ne remuons pas notre propre avenir</w:t>
      </w:r>
      <w:r>
        <w:t xml:space="preserve">. </w:t>
      </w:r>
      <w:r w:rsidR="002A4158" w:rsidRPr="00DA4E77">
        <w:t>L</w:t>
      </w:r>
      <w:r>
        <w:t>’</w:t>
      </w:r>
      <w:r w:rsidR="002A4158" w:rsidRPr="00DA4E77">
        <w:t>homme blesse les dieux quand il fouille les choses futures pour lui-même</w:t>
      </w:r>
      <w:r>
        <w:t xml:space="preserve"> : </w:t>
      </w:r>
      <w:r w:rsidR="002A4158" w:rsidRPr="00DA4E77">
        <w:t>il obéit</w:t>
      </w:r>
      <w:r>
        <w:t xml:space="preserve">, </w:t>
      </w:r>
      <w:proofErr w:type="gramStart"/>
      <w:r w:rsidR="002A4158" w:rsidRPr="00DA4E77">
        <w:t>par contre</w:t>
      </w:r>
      <w:proofErr w:type="gramEnd"/>
      <w:r>
        <w:t xml:space="preserve">, </w:t>
      </w:r>
      <w:r w:rsidR="002A4158" w:rsidRPr="00DA4E77">
        <w:t>à sa mission divine</w:t>
      </w:r>
      <w:r>
        <w:t xml:space="preserve">, </w:t>
      </w:r>
      <w:r w:rsidR="002A4158" w:rsidRPr="00DA4E77">
        <w:t>quand il cherche à prévoir le destin des peuples</w:t>
      </w:r>
      <w:r>
        <w:t>.</w:t>
      </w:r>
    </w:p>
    <w:p w14:paraId="726A477F" w14:textId="77777777" w:rsidR="00276CCE" w:rsidRDefault="00276CCE" w:rsidP="002A4158">
      <w:r>
        <w:t>— </w:t>
      </w:r>
      <w:r w:rsidR="002A4158" w:rsidRPr="00DA4E77">
        <w:t>Qu</w:t>
      </w:r>
      <w:r>
        <w:t>’</w:t>
      </w:r>
      <w:r w:rsidR="002A4158" w:rsidRPr="00DA4E77">
        <w:t>importe</w:t>
      </w:r>
      <w:r>
        <w:t xml:space="preserve"> ! </w:t>
      </w:r>
      <w:r w:rsidR="002A4158" w:rsidRPr="00DA4E77">
        <w:t>Si je dois te revoir</w:t>
      </w:r>
      <w:r>
        <w:t xml:space="preserve">, </w:t>
      </w:r>
      <w:r w:rsidR="002A4158" w:rsidRPr="00DA4E77">
        <w:t>j</w:t>
      </w:r>
      <w:r>
        <w:t>’</w:t>
      </w:r>
      <w:r w:rsidR="002A4158" w:rsidRPr="00DA4E77">
        <w:t>accomplirai des mir</w:t>
      </w:r>
      <w:r w:rsidR="002A4158" w:rsidRPr="00DA4E77">
        <w:t>a</w:t>
      </w:r>
      <w:r w:rsidR="002A4158" w:rsidRPr="00DA4E77">
        <w:t>cles</w:t>
      </w:r>
      <w:r>
        <w:t> !</w:t>
      </w:r>
    </w:p>
    <w:p w14:paraId="785E22B0" w14:textId="77777777" w:rsidR="00276CCE" w:rsidRDefault="00276CCE" w:rsidP="002A4158">
      <w:r>
        <w:t>— </w:t>
      </w:r>
      <w:r w:rsidR="002A4158" w:rsidRPr="00DA4E77">
        <w:t>Pour aujourd</w:t>
      </w:r>
      <w:r>
        <w:t>’</w:t>
      </w:r>
      <w:r w:rsidR="002A4158" w:rsidRPr="00DA4E77">
        <w:t>hui</w:t>
      </w:r>
      <w:r>
        <w:t xml:space="preserve">, </w:t>
      </w:r>
      <w:r w:rsidR="002A4158" w:rsidRPr="00DA4E77">
        <w:t>ma fille</w:t>
      </w:r>
      <w:r>
        <w:t xml:space="preserve">, </w:t>
      </w:r>
      <w:r w:rsidR="002A4158" w:rsidRPr="00DA4E77">
        <w:t>allons vers la Cité</w:t>
      </w:r>
      <w:r>
        <w:t xml:space="preserve">. </w:t>
      </w:r>
      <w:r w:rsidR="002A4158" w:rsidRPr="00DA4E77">
        <w:t>Tu me conduiras jusqu</w:t>
      </w:r>
      <w:r>
        <w:t>’</w:t>
      </w:r>
      <w:r w:rsidR="002A4158" w:rsidRPr="00DA4E77">
        <w:t>au Palais de l</w:t>
      </w:r>
      <w:r>
        <w:t>’</w:t>
      </w:r>
      <w:r w:rsidR="002A4158" w:rsidRPr="00DA4E77">
        <w:t>Empire</w:t>
      </w:r>
      <w:r>
        <w:t xml:space="preserve">, </w:t>
      </w:r>
      <w:r w:rsidR="002A4158" w:rsidRPr="00DA4E77">
        <w:t>puis tu reviendras par la même barque</w:t>
      </w:r>
      <w:r>
        <w:t xml:space="preserve">. </w:t>
      </w:r>
      <w:r w:rsidR="002A4158" w:rsidRPr="00DA4E77">
        <w:t>Et tout le jour</w:t>
      </w:r>
      <w:r>
        <w:t xml:space="preserve">, </w:t>
      </w:r>
      <w:r w:rsidR="002A4158" w:rsidRPr="00DA4E77">
        <w:t>tous les jours qui vont suivre</w:t>
      </w:r>
      <w:r>
        <w:t xml:space="preserve">, </w:t>
      </w:r>
      <w:r w:rsidR="002A4158" w:rsidRPr="00DA4E77">
        <w:t>car je ne sais combien durera la lutte</w:t>
      </w:r>
      <w:r>
        <w:t xml:space="preserve">, </w:t>
      </w:r>
      <w:r w:rsidR="002A4158" w:rsidRPr="00DA4E77">
        <w:t xml:space="preserve">tu veilleras de loin sur </w:t>
      </w:r>
      <w:r w:rsidR="002A4158" w:rsidRPr="00DA4E77">
        <w:lastRenderedPageBreak/>
        <w:t>Atla</w:t>
      </w:r>
      <w:r w:rsidR="002A4158" w:rsidRPr="00DA4E77">
        <w:t>n</w:t>
      </w:r>
      <w:r w:rsidR="002A4158" w:rsidRPr="00DA4E77">
        <w:t>tis</w:t>
      </w:r>
      <w:r>
        <w:t xml:space="preserve">. </w:t>
      </w:r>
      <w:r w:rsidR="002A4158" w:rsidRPr="00DA4E77">
        <w:t>Le reste regarde ta clairvoyance et ton courage</w:t>
      </w:r>
      <w:r>
        <w:t xml:space="preserve">. </w:t>
      </w:r>
      <w:r w:rsidR="002A4158" w:rsidRPr="00DA4E77">
        <w:t>Partons</w:t>
      </w:r>
      <w:r>
        <w:t xml:space="preserve"> ! </w:t>
      </w:r>
      <w:r w:rsidR="002A4158" w:rsidRPr="00DA4E77">
        <w:t>À travers mes douloureuses paupières</w:t>
      </w:r>
      <w:r>
        <w:t xml:space="preserve">, </w:t>
      </w:r>
      <w:r w:rsidR="002A4158" w:rsidRPr="00DA4E77">
        <w:t>il me semble que j</w:t>
      </w:r>
      <w:r>
        <w:t>’</w:t>
      </w:r>
      <w:r w:rsidR="002A4158" w:rsidRPr="00DA4E77">
        <w:t>entrevois des clartés</w:t>
      </w:r>
      <w:r>
        <w:t>.</w:t>
      </w:r>
    </w:p>
    <w:p w14:paraId="2FCB0704" w14:textId="77777777" w:rsidR="00276CCE" w:rsidRDefault="002A4158" w:rsidP="002A4158">
      <w:r w:rsidRPr="00DA4E77">
        <w:t>Une aube lente</w:t>
      </w:r>
      <w:r w:rsidR="00276CCE">
        <w:t xml:space="preserve">, </w:t>
      </w:r>
      <w:r w:rsidRPr="00DA4E77">
        <w:t>en effet</w:t>
      </w:r>
      <w:r w:rsidR="00276CCE">
        <w:t xml:space="preserve">, </w:t>
      </w:r>
      <w:r w:rsidRPr="00DA4E77">
        <w:t>monte vers l</w:t>
      </w:r>
      <w:r w:rsidR="00276CCE">
        <w:t>’</w:t>
      </w:r>
      <w:r w:rsidRPr="00DA4E77">
        <w:t>orient</w:t>
      </w:r>
      <w:r w:rsidR="00276CCE">
        <w:t xml:space="preserve">, </w:t>
      </w:r>
      <w:r w:rsidRPr="00DA4E77">
        <w:t>et la mer prend des reflets de moire blanche</w:t>
      </w:r>
      <w:r w:rsidR="00276CCE">
        <w:t xml:space="preserve">. </w:t>
      </w:r>
      <w:r w:rsidRPr="00DA4E77">
        <w:t>Le vieillard et sa fille se dir</w:t>
      </w:r>
      <w:r w:rsidRPr="00DA4E77">
        <w:t>i</w:t>
      </w:r>
      <w:r w:rsidRPr="00DA4E77">
        <w:t>gent vers le petit port de l</w:t>
      </w:r>
      <w:r w:rsidR="00276CCE">
        <w:t>’</w:t>
      </w:r>
      <w:r w:rsidRPr="00DA4E77">
        <w:t>Île Verte</w:t>
      </w:r>
      <w:r w:rsidR="00276CCE">
        <w:t xml:space="preserve">, </w:t>
      </w:r>
      <w:r w:rsidRPr="00DA4E77">
        <w:t>où une barque les attend</w:t>
      </w:r>
      <w:r w:rsidR="00276CCE">
        <w:t xml:space="preserve">, </w:t>
      </w:r>
      <w:r w:rsidRPr="00DA4E77">
        <w:t>gardée par deux matelots</w:t>
      </w:r>
      <w:r w:rsidR="00276CCE">
        <w:t>.</w:t>
      </w:r>
    </w:p>
    <w:p w14:paraId="0FB4CB09" w14:textId="77777777" w:rsidR="00276CCE" w:rsidRDefault="002A4158" w:rsidP="002A4158">
      <w:r w:rsidRPr="00DA4E77">
        <w:t>Mais au moment où il va quitter les jardins de l</w:t>
      </w:r>
      <w:r w:rsidR="00276CCE">
        <w:t>’</w:t>
      </w:r>
      <w:r w:rsidRPr="00DA4E77">
        <w:t>île pour descendre dans la crique</w:t>
      </w:r>
      <w:r w:rsidR="00276CCE">
        <w:t xml:space="preserve">, </w:t>
      </w:r>
      <w:r w:rsidRPr="00DA4E77">
        <w:t>une émotion poignante étreint le viei</w:t>
      </w:r>
      <w:r w:rsidRPr="00DA4E77">
        <w:t>l</w:t>
      </w:r>
      <w:r w:rsidRPr="00DA4E77">
        <w:t>lard</w:t>
      </w:r>
      <w:r w:rsidR="00276CCE">
        <w:t xml:space="preserve">. </w:t>
      </w:r>
      <w:r w:rsidRPr="00DA4E77">
        <w:t>Il se baisse</w:t>
      </w:r>
      <w:r w:rsidR="00276CCE">
        <w:t xml:space="preserve">. </w:t>
      </w:r>
      <w:r w:rsidRPr="00DA4E77">
        <w:t>Il prend dans ses mains une touffe de fleurs et de feuillages</w:t>
      </w:r>
      <w:r w:rsidR="00276CCE">
        <w:t xml:space="preserve">, </w:t>
      </w:r>
      <w:r w:rsidRPr="00DA4E77">
        <w:t>et</w:t>
      </w:r>
      <w:r w:rsidR="00276CCE">
        <w:t xml:space="preserve">, </w:t>
      </w:r>
      <w:r w:rsidRPr="00DA4E77">
        <w:t>les portant à ses lèvres</w:t>
      </w:r>
      <w:r w:rsidR="00276CCE">
        <w:t xml:space="preserve">, </w:t>
      </w:r>
      <w:r w:rsidRPr="00DA4E77">
        <w:t>il les respire</w:t>
      </w:r>
      <w:r w:rsidR="00276CCE">
        <w:t xml:space="preserve">, </w:t>
      </w:r>
      <w:r w:rsidRPr="00DA4E77">
        <w:t>comme s</w:t>
      </w:r>
      <w:r w:rsidR="00276CCE">
        <w:t>’</w:t>
      </w:r>
      <w:r w:rsidRPr="00DA4E77">
        <w:t>il voulait ravir dans un dernier parfum toute l</w:t>
      </w:r>
      <w:r w:rsidR="00276CCE">
        <w:t>’</w:t>
      </w:r>
      <w:r w:rsidRPr="00DA4E77">
        <w:t>âme de cette terre où il a vécu</w:t>
      </w:r>
      <w:r w:rsidR="00276CCE">
        <w:t>.</w:t>
      </w:r>
    </w:p>
    <w:p w14:paraId="4AEC3864" w14:textId="77777777" w:rsidR="00276CCE" w:rsidRDefault="00276CCE" w:rsidP="002A4158">
      <w:r>
        <w:t>— </w:t>
      </w:r>
      <w:r w:rsidR="002A4158" w:rsidRPr="00DA4E77">
        <w:t>Adieu</w:t>
      </w:r>
      <w:r>
        <w:t xml:space="preserve">, </w:t>
      </w:r>
      <w:r w:rsidR="002A4158" w:rsidRPr="00DA4E77">
        <w:t>petite île complice de mes plus chers rêves et de mes plus patients travaux</w:t>
      </w:r>
      <w:r>
        <w:t xml:space="preserve"> ; </w:t>
      </w:r>
      <w:r w:rsidR="002A4158" w:rsidRPr="00DA4E77">
        <w:t>adieu</w:t>
      </w:r>
      <w:r>
        <w:t xml:space="preserve">, </w:t>
      </w:r>
      <w:r w:rsidR="002A4158" w:rsidRPr="00DA4E77">
        <w:t>maison que dorait le soleil</w:t>
      </w:r>
      <w:r>
        <w:t xml:space="preserve"> ; </w:t>
      </w:r>
      <w:r w:rsidR="002A4158" w:rsidRPr="00DA4E77">
        <w:t>adieu</w:t>
      </w:r>
      <w:r>
        <w:t xml:space="preserve">, </w:t>
      </w:r>
      <w:r w:rsidR="002A4158" w:rsidRPr="00DA4E77">
        <w:t>gravier fin des allées où mes pas cadençaient le rythme de mes pensées solitaires</w:t>
      </w:r>
      <w:r>
        <w:t xml:space="preserve"> ; </w:t>
      </w:r>
      <w:r w:rsidR="002A4158" w:rsidRPr="00DA4E77">
        <w:t>adieu</w:t>
      </w:r>
      <w:r>
        <w:t xml:space="preserve">, </w:t>
      </w:r>
      <w:r w:rsidR="002A4158" w:rsidRPr="00DA4E77">
        <w:t>fleurs vivantes qui me parliez dans le frisson du crépuscule</w:t>
      </w:r>
      <w:r>
        <w:t xml:space="preserve"> ; </w:t>
      </w:r>
      <w:r w:rsidR="002A4158" w:rsidRPr="00DA4E77">
        <w:t>adieu</w:t>
      </w:r>
      <w:r>
        <w:t xml:space="preserve">, </w:t>
      </w:r>
      <w:r w:rsidR="002A4158" w:rsidRPr="00DA4E77">
        <w:t>mer mobile au murmure ami</w:t>
      </w:r>
      <w:r>
        <w:t xml:space="preserve"> ; </w:t>
      </w:r>
      <w:r w:rsidR="002A4158" w:rsidRPr="00DA4E77">
        <w:t>adieu</w:t>
      </w:r>
      <w:r>
        <w:t xml:space="preserve">, </w:t>
      </w:r>
      <w:r w:rsidR="002A4158" w:rsidRPr="00DA4E77">
        <w:t>Cité que dans la nuit je voyais resplendir sur le ciel imprégné de pourpre lumineuse</w:t>
      </w:r>
      <w:r>
        <w:t xml:space="preserve"> ; </w:t>
      </w:r>
      <w:r w:rsidR="002A4158" w:rsidRPr="00DA4E77">
        <w:t>adieu</w:t>
      </w:r>
      <w:r>
        <w:t xml:space="preserve">, </w:t>
      </w:r>
      <w:r w:rsidR="002A4158" w:rsidRPr="00DA4E77">
        <w:t>enfin</w:t>
      </w:r>
      <w:r>
        <w:t xml:space="preserve">, </w:t>
      </w:r>
      <w:r w:rsidR="002A4158" w:rsidRPr="00DA4E77">
        <w:t>air subtil qui portais l</w:t>
      </w:r>
      <w:r>
        <w:t>’</w:t>
      </w:r>
      <w:r w:rsidR="002A4158" w:rsidRPr="00DA4E77">
        <w:t>âme de ma patrie</w:t>
      </w:r>
      <w:r>
        <w:t xml:space="preserve"> : </w:t>
      </w:r>
      <w:r w:rsidR="002A4158" w:rsidRPr="00DA4E77">
        <w:t>vous n</w:t>
      </w:r>
      <w:r>
        <w:t>’</w:t>
      </w:r>
      <w:r w:rsidR="002A4158" w:rsidRPr="00DA4E77">
        <w:t>êtes tous</w:t>
      </w:r>
      <w:r>
        <w:t xml:space="preserve">, </w:t>
      </w:r>
      <w:r w:rsidR="002A4158" w:rsidRPr="00DA4E77">
        <w:t>ô maison</w:t>
      </w:r>
      <w:r>
        <w:t xml:space="preserve">, </w:t>
      </w:r>
      <w:r w:rsidR="002A4158" w:rsidRPr="00DA4E77">
        <w:t>ô terre</w:t>
      </w:r>
      <w:r>
        <w:t xml:space="preserve">, </w:t>
      </w:r>
      <w:r w:rsidR="002A4158" w:rsidRPr="00DA4E77">
        <w:t>ô fleurs</w:t>
      </w:r>
      <w:r>
        <w:t xml:space="preserve">, </w:t>
      </w:r>
      <w:r w:rsidR="002A4158" w:rsidRPr="00DA4E77">
        <w:t>ô golfes bleus</w:t>
      </w:r>
      <w:r>
        <w:t xml:space="preserve">, </w:t>
      </w:r>
      <w:r w:rsidR="002A4158" w:rsidRPr="00DA4E77">
        <w:t>ô légère atmosphère</w:t>
      </w:r>
      <w:r>
        <w:t xml:space="preserve">, </w:t>
      </w:r>
      <w:r w:rsidR="002A4158" w:rsidRPr="00DA4E77">
        <w:t>vous n</w:t>
      </w:r>
      <w:r>
        <w:t>’</w:t>
      </w:r>
      <w:r w:rsidR="002A4158" w:rsidRPr="00DA4E77">
        <w:t>êtes que des choses aveugles et inanimées</w:t>
      </w:r>
      <w:r>
        <w:t xml:space="preserve">, </w:t>
      </w:r>
      <w:r w:rsidR="002A4158" w:rsidRPr="00DA4E77">
        <w:t>mais je sens qu</w:t>
      </w:r>
      <w:r>
        <w:t>’</w:t>
      </w:r>
      <w:r w:rsidR="002A4158" w:rsidRPr="00DA4E77">
        <w:t>à vous perdre je perdrai pour toujours la douceur de la vie</w:t>
      </w:r>
      <w:r>
        <w:t> !</w:t>
      </w:r>
    </w:p>
    <w:p w14:paraId="18A9C371" w14:textId="77777777" w:rsidR="00276CCE" w:rsidRDefault="002A4158" w:rsidP="002A4158">
      <w:r w:rsidRPr="00DA4E77">
        <w:t>Puis</w:t>
      </w:r>
      <w:r w:rsidR="00276CCE">
        <w:t xml:space="preserve">, </w:t>
      </w:r>
      <w:r w:rsidRPr="00DA4E77">
        <w:t>rejetant le bouquet de feuillages et reprenant la main de sa fille</w:t>
      </w:r>
      <w:r w:rsidR="00276CCE">
        <w:t> :</w:t>
      </w:r>
    </w:p>
    <w:p w14:paraId="093DACB6" w14:textId="77777777" w:rsidR="00276CCE" w:rsidRDefault="00276CCE" w:rsidP="002A4158">
      <w:r>
        <w:t>— </w:t>
      </w:r>
      <w:r w:rsidR="002A4158" w:rsidRPr="00DA4E77">
        <w:t>Allons</w:t>
      </w:r>
      <w:r>
        <w:t xml:space="preserve">, </w:t>
      </w:r>
      <w:r w:rsidR="002A4158" w:rsidRPr="00DA4E77">
        <w:t>mon enfant</w:t>
      </w:r>
      <w:r>
        <w:t xml:space="preserve">, </w:t>
      </w:r>
      <w:r w:rsidR="002A4158" w:rsidRPr="00DA4E77">
        <w:t>allons sans peur</w:t>
      </w:r>
      <w:r>
        <w:t xml:space="preserve"> ! </w:t>
      </w:r>
      <w:r w:rsidR="002A4158" w:rsidRPr="00DA4E77">
        <w:t>Il y aura là-bas des fleurs nouvelles</w:t>
      </w:r>
      <w:r>
        <w:t> !</w:t>
      </w:r>
    </w:p>
    <w:p w14:paraId="391D6404" w14:textId="77777777" w:rsidR="00276CCE" w:rsidRDefault="00276CCE" w:rsidP="00276CCE">
      <w:pPr>
        <w:pStyle w:val="Titre2"/>
        <w:rPr>
          <w:i/>
        </w:rPr>
      </w:pPr>
      <w:bookmarkStart w:id="45" w:name="_Toc194842031"/>
      <w:r w:rsidRPr="00DA4E77">
        <w:lastRenderedPageBreak/>
        <w:t>Scène</w:t>
      </w:r>
      <w:r>
        <w:t> </w:t>
      </w:r>
      <w:r w:rsidRPr="00DA4E77">
        <w:t>II</w:t>
      </w:r>
      <w:r>
        <w:t xml:space="preserve">. </w:t>
      </w:r>
      <w:r>
        <w:rPr>
          <w:i/>
        </w:rPr>
        <w:t xml:space="preserve">– </w:t>
      </w:r>
      <w:r w:rsidR="002A4158" w:rsidRPr="00DA4E77">
        <w:rPr>
          <w:i/>
        </w:rPr>
        <w:t>Au Palais de l</w:t>
      </w:r>
      <w:r>
        <w:rPr>
          <w:i/>
        </w:rPr>
        <w:t>’</w:t>
      </w:r>
      <w:r w:rsidR="002A4158" w:rsidRPr="00DA4E77">
        <w:rPr>
          <w:i/>
        </w:rPr>
        <w:t>Empire</w:t>
      </w:r>
      <w:r>
        <w:rPr>
          <w:i/>
        </w:rPr>
        <w:t>.</w:t>
      </w:r>
      <w:bookmarkEnd w:id="45"/>
    </w:p>
    <w:p w14:paraId="15E5CF0F" w14:textId="77777777" w:rsidR="00276CCE" w:rsidRDefault="002A4158" w:rsidP="002A4158">
      <w:r w:rsidRPr="00DA4E77">
        <w:t>Le soleil va se lever</w:t>
      </w:r>
      <w:r w:rsidR="00276CCE">
        <w:t xml:space="preserve">. </w:t>
      </w:r>
      <w:r w:rsidRPr="00DA4E77">
        <w:t>Des soldats égyptiens ont veillé toute la nuit</w:t>
      </w:r>
      <w:r w:rsidR="00276CCE">
        <w:t xml:space="preserve">, </w:t>
      </w:r>
      <w:r w:rsidRPr="00DA4E77">
        <w:t>mais à cette heure</w:t>
      </w:r>
      <w:r w:rsidR="00276CCE">
        <w:t xml:space="preserve">, </w:t>
      </w:r>
      <w:r w:rsidRPr="00DA4E77">
        <w:t>comme la ville se repose</w:t>
      </w:r>
      <w:r w:rsidR="00276CCE">
        <w:t xml:space="preserve">, </w:t>
      </w:r>
      <w:r w:rsidRPr="00DA4E77">
        <w:t>ils ont att</w:t>
      </w:r>
      <w:r w:rsidRPr="00DA4E77">
        <w:t>a</w:t>
      </w:r>
      <w:r w:rsidRPr="00DA4E77">
        <w:t>ché leurs chevaux aux anneaux de la Grille d</w:t>
      </w:r>
      <w:r w:rsidR="00276CCE">
        <w:t>’</w:t>
      </w:r>
      <w:r w:rsidRPr="00DA4E77">
        <w:t>Or</w:t>
      </w:r>
      <w:r w:rsidR="00276CCE">
        <w:t xml:space="preserve">, </w:t>
      </w:r>
      <w:r w:rsidRPr="00DA4E77">
        <w:t>et</w:t>
      </w:r>
      <w:r w:rsidR="00276CCE">
        <w:t xml:space="preserve">, </w:t>
      </w:r>
      <w:r w:rsidRPr="00DA4E77">
        <w:t>étendus sur leurs manteaux déployés</w:t>
      </w:r>
      <w:r w:rsidR="00276CCE">
        <w:t xml:space="preserve">, </w:t>
      </w:r>
      <w:r w:rsidRPr="00DA4E77">
        <w:t>ils dorment l</w:t>
      </w:r>
      <w:r w:rsidR="00276CCE">
        <w:t>’</w:t>
      </w:r>
      <w:r w:rsidRPr="00DA4E77">
        <w:t>un contre l</w:t>
      </w:r>
      <w:r w:rsidR="00276CCE">
        <w:t>’</w:t>
      </w:r>
      <w:r w:rsidRPr="00DA4E77">
        <w:t>autre sur le pavé de l</w:t>
      </w:r>
      <w:r w:rsidR="00276CCE">
        <w:t>’</w:t>
      </w:r>
      <w:r w:rsidRPr="00DA4E77">
        <w:t>esplanade</w:t>
      </w:r>
      <w:r w:rsidR="00276CCE">
        <w:t>.</w:t>
      </w:r>
    </w:p>
    <w:p w14:paraId="73990918" w14:textId="77777777" w:rsidR="00276CCE" w:rsidRDefault="002A4158" w:rsidP="002A4158">
      <w:r w:rsidRPr="00DA4E77">
        <w:t>Seul</w:t>
      </w:r>
      <w:r w:rsidR="00276CCE">
        <w:t xml:space="preserve">, </w:t>
      </w:r>
      <w:r w:rsidRPr="00DA4E77">
        <w:t>un chef de groupe veille indolemment</w:t>
      </w:r>
      <w:r w:rsidR="00276CCE">
        <w:t xml:space="preserve">, </w:t>
      </w:r>
      <w:r w:rsidRPr="00DA4E77">
        <w:t>assis sur le r</w:t>
      </w:r>
      <w:r w:rsidRPr="00DA4E77">
        <w:t>e</w:t>
      </w:r>
      <w:r w:rsidRPr="00DA4E77">
        <w:t>bord d</w:t>
      </w:r>
      <w:r w:rsidR="00276CCE">
        <w:t>’</w:t>
      </w:r>
      <w:r w:rsidRPr="00DA4E77">
        <w:t>un pilier</w:t>
      </w:r>
      <w:r w:rsidR="00276CCE">
        <w:t>.</w:t>
      </w:r>
    </w:p>
    <w:p w14:paraId="5C217DA7" w14:textId="77777777" w:rsidR="00276CCE" w:rsidRDefault="00276CCE" w:rsidP="002A4158">
      <w:r>
        <w:t>— </w:t>
      </w:r>
      <w:r w:rsidR="002A4158" w:rsidRPr="00DA4E77">
        <w:t>Soldat</w:t>
      </w:r>
      <w:r>
        <w:t xml:space="preserve">, </w:t>
      </w:r>
      <w:r w:rsidR="002A4158" w:rsidRPr="00DA4E77">
        <w:t>demande doucement une voix de jeune fille</w:t>
      </w:r>
      <w:r>
        <w:t xml:space="preserve">, </w:t>
      </w:r>
      <w:r w:rsidR="002A4158" w:rsidRPr="00DA4E77">
        <w:t xml:space="preserve">connais-tu </w:t>
      </w:r>
      <w:proofErr w:type="spellStart"/>
      <w:r w:rsidR="002A4158" w:rsidRPr="00DA4E77">
        <w:t>Knephao</w:t>
      </w:r>
      <w:proofErr w:type="spellEnd"/>
      <w:r>
        <w:t> ?</w:t>
      </w:r>
    </w:p>
    <w:p w14:paraId="6C65D2FD" w14:textId="77777777" w:rsidR="00276CCE" w:rsidRDefault="002A4158" w:rsidP="002A4158">
      <w:r w:rsidRPr="00DA4E77">
        <w:t>L</w:t>
      </w:r>
      <w:r w:rsidR="00276CCE">
        <w:t>’</w:t>
      </w:r>
      <w:r w:rsidRPr="00DA4E77">
        <w:t>Égyptien secoue brusquement la tête</w:t>
      </w:r>
      <w:r w:rsidR="00276CCE">
        <w:t>.</w:t>
      </w:r>
    </w:p>
    <w:p w14:paraId="7D571B99" w14:textId="77777777" w:rsidR="00276CCE" w:rsidRDefault="00276CCE" w:rsidP="002A4158">
      <w:r>
        <w:t>— </w:t>
      </w:r>
      <w:r w:rsidR="002A4158" w:rsidRPr="00DA4E77">
        <w:t>Au feu les citadins damnés qui viennent m</w:t>
      </w:r>
      <w:r>
        <w:t>’</w:t>
      </w:r>
      <w:r w:rsidR="002A4158" w:rsidRPr="00DA4E77">
        <w:t>ennuyer à p</w:t>
      </w:r>
      <w:r w:rsidR="002A4158" w:rsidRPr="00DA4E77">
        <w:t>a</w:t>
      </w:r>
      <w:r w:rsidR="002A4158" w:rsidRPr="00DA4E77">
        <w:t>reille heure</w:t>
      </w:r>
      <w:r>
        <w:t xml:space="preserve"> ! </w:t>
      </w:r>
      <w:r w:rsidR="002A4158" w:rsidRPr="00DA4E77">
        <w:t>Beau temps</w:t>
      </w:r>
      <w:r>
        <w:t xml:space="preserve">, </w:t>
      </w:r>
      <w:r w:rsidR="002A4158" w:rsidRPr="00DA4E77">
        <w:t>vraiment</w:t>
      </w:r>
      <w:r>
        <w:t xml:space="preserve">, </w:t>
      </w:r>
      <w:r w:rsidR="002A4158" w:rsidRPr="00DA4E77">
        <w:t>pour demander l</w:t>
      </w:r>
      <w:r>
        <w:t>’</w:t>
      </w:r>
      <w:r w:rsidR="002A4158" w:rsidRPr="00DA4E77">
        <w:t>aumône</w:t>
      </w:r>
      <w:r>
        <w:t> !</w:t>
      </w:r>
    </w:p>
    <w:p w14:paraId="27F5F126" w14:textId="77777777" w:rsidR="00276CCE" w:rsidRDefault="00276CCE" w:rsidP="002A4158">
      <w:r>
        <w:t>— </w:t>
      </w:r>
      <w:r w:rsidR="002A4158" w:rsidRPr="00DA4E77">
        <w:t>Il ne s</w:t>
      </w:r>
      <w:r>
        <w:t>’</w:t>
      </w:r>
      <w:r w:rsidR="002A4158" w:rsidRPr="00DA4E77">
        <w:t>agit pas d</w:t>
      </w:r>
      <w:r>
        <w:t>’</w:t>
      </w:r>
      <w:r w:rsidR="002A4158" w:rsidRPr="00DA4E77">
        <w:t>aumône</w:t>
      </w:r>
      <w:r>
        <w:t xml:space="preserve">, </w:t>
      </w:r>
      <w:r w:rsidR="002A4158" w:rsidRPr="00DA4E77">
        <w:t>répond en souriant la jeune fi</w:t>
      </w:r>
      <w:r w:rsidR="002A4158" w:rsidRPr="00DA4E77">
        <w:t>l</w:t>
      </w:r>
      <w:r w:rsidR="002A4158" w:rsidRPr="00DA4E77">
        <w:t>le</w:t>
      </w:r>
      <w:r>
        <w:t xml:space="preserve">, </w:t>
      </w:r>
      <w:r w:rsidR="002A4158" w:rsidRPr="00DA4E77">
        <w:t xml:space="preserve">je veux parler à </w:t>
      </w:r>
      <w:proofErr w:type="spellStart"/>
      <w:r w:rsidR="002A4158" w:rsidRPr="00DA4E77">
        <w:t>Knephao</w:t>
      </w:r>
      <w:proofErr w:type="spellEnd"/>
      <w:r>
        <w:t>.</w:t>
      </w:r>
    </w:p>
    <w:p w14:paraId="6F0A9778" w14:textId="77777777" w:rsidR="00276CCE" w:rsidRDefault="00276CCE" w:rsidP="002A4158">
      <w:r>
        <w:t>— </w:t>
      </w:r>
      <w:r w:rsidR="002A4158" w:rsidRPr="00DA4E77">
        <w:t xml:space="preserve">À </w:t>
      </w:r>
      <w:proofErr w:type="spellStart"/>
      <w:r w:rsidR="002A4158" w:rsidRPr="00DA4E77">
        <w:t>Knephao</w:t>
      </w:r>
      <w:proofErr w:type="spellEnd"/>
      <w:r>
        <w:t xml:space="preserve"> ? </w:t>
      </w:r>
      <w:r w:rsidR="002A4158" w:rsidRPr="00DA4E77">
        <w:t>Ni plus ni moins</w:t>
      </w:r>
      <w:r>
        <w:t xml:space="preserve"> ! </w:t>
      </w:r>
      <w:r w:rsidR="002A4158" w:rsidRPr="00DA4E77">
        <w:t>Et tu crois que je vais r</w:t>
      </w:r>
      <w:r w:rsidR="002A4158" w:rsidRPr="00DA4E77">
        <w:t>é</w:t>
      </w:r>
      <w:r w:rsidR="002A4158" w:rsidRPr="00DA4E77">
        <w:t>veiller le grand chef de si matin pour deux mendiants</w:t>
      </w:r>
      <w:r>
        <w:t xml:space="preserve"> ? </w:t>
      </w:r>
      <w:r w:rsidR="002A4158" w:rsidRPr="00DA4E77">
        <w:t>Pou</w:t>
      </w:r>
      <w:r w:rsidR="002A4158" w:rsidRPr="00DA4E77">
        <w:t>r</w:t>
      </w:r>
      <w:r w:rsidR="002A4158" w:rsidRPr="00DA4E77">
        <w:t xml:space="preserve">quoi pas </w:t>
      </w:r>
      <w:proofErr w:type="spellStart"/>
      <w:r w:rsidR="002A4158" w:rsidRPr="00DA4E77">
        <w:t>Hellas</w:t>
      </w:r>
      <w:proofErr w:type="spellEnd"/>
      <w:r>
        <w:t xml:space="preserve">, </w:t>
      </w:r>
      <w:r w:rsidR="002A4158" w:rsidRPr="00DA4E77">
        <w:t>tant que faire</w:t>
      </w:r>
      <w:r>
        <w:t> ?</w:t>
      </w:r>
    </w:p>
    <w:p w14:paraId="38D8FD84" w14:textId="77777777" w:rsidR="00276CCE" w:rsidRDefault="00276CCE" w:rsidP="002A4158">
      <w:r>
        <w:t>— </w:t>
      </w:r>
      <w:r w:rsidR="002A4158" w:rsidRPr="00DA4E77">
        <w:t>Ce sera pour plus tard</w:t>
      </w:r>
      <w:r>
        <w:t xml:space="preserve">, </w:t>
      </w:r>
      <w:r w:rsidR="002A4158" w:rsidRPr="00DA4E77">
        <w:t>interrompt le vieillard</w:t>
      </w:r>
      <w:r>
        <w:t xml:space="preserve">. </w:t>
      </w:r>
      <w:r w:rsidR="002A4158" w:rsidRPr="00DA4E77">
        <w:t>Mais pour le moment</w:t>
      </w:r>
      <w:r>
        <w:t xml:space="preserve">, </w:t>
      </w:r>
      <w:r w:rsidR="002A4158" w:rsidRPr="00DA4E77">
        <w:t>soldat</w:t>
      </w:r>
      <w:r>
        <w:t xml:space="preserve">, </w:t>
      </w:r>
      <w:r w:rsidR="002A4158" w:rsidRPr="00DA4E77">
        <w:t xml:space="preserve">va chercher </w:t>
      </w:r>
      <w:proofErr w:type="spellStart"/>
      <w:r w:rsidR="002A4158" w:rsidRPr="00DA4E77">
        <w:t>Knephao</w:t>
      </w:r>
      <w:proofErr w:type="spellEnd"/>
      <w:r w:rsidR="002A4158" w:rsidRPr="00DA4E77">
        <w:t xml:space="preserve"> sans répliquer</w:t>
      </w:r>
      <w:r>
        <w:t>.</w:t>
      </w:r>
    </w:p>
    <w:p w14:paraId="62E02446" w14:textId="77777777" w:rsidR="00276CCE" w:rsidRDefault="002A4158" w:rsidP="002A4158">
      <w:r w:rsidRPr="00DA4E77">
        <w:t>Ces mots sonnent d</w:t>
      </w:r>
      <w:r w:rsidR="00276CCE">
        <w:t>’</w:t>
      </w:r>
      <w:r w:rsidRPr="00DA4E77">
        <w:t>une voix si ferme</w:t>
      </w:r>
      <w:r w:rsidR="00276CCE">
        <w:t xml:space="preserve">, </w:t>
      </w:r>
      <w:r w:rsidRPr="00DA4E77">
        <w:t>si noble</w:t>
      </w:r>
      <w:r w:rsidR="00276CCE">
        <w:t xml:space="preserve">, </w:t>
      </w:r>
      <w:r w:rsidRPr="00DA4E77">
        <w:t>si impér</w:t>
      </w:r>
      <w:r w:rsidRPr="00DA4E77">
        <w:t>a</w:t>
      </w:r>
      <w:r w:rsidRPr="00DA4E77">
        <w:t>tive que le soldat</w:t>
      </w:r>
      <w:r w:rsidR="00276CCE">
        <w:t xml:space="preserve">, </w:t>
      </w:r>
      <w:r w:rsidRPr="00DA4E77">
        <w:t>sans rien comprendre</w:t>
      </w:r>
      <w:r w:rsidR="00276CCE">
        <w:t xml:space="preserve">, </w:t>
      </w:r>
      <w:r w:rsidRPr="00DA4E77">
        <w:t>sentant confusément que quelqu</w:t>
      </w:r>
      <w:r w:rsidR="00276CCE">
        <w:t>’</w:t>
      </w:r>
      <w:r w:rsidRPr="00DA4E77">
        <w:t>un de grand lui parle</w:t>
      </w:r>
      <w:r w:rsidR="00276CCE">
        <w:t xml:space="preserve">, </w:t>
      </w:r>
      <w:r w:rsidRPr="00DA4E77">
        <w:t>se lève et obéit</w:t>
      </w:r>
      <w:r w:rsidR="00276CCE">
        <w:t>.</w:t>
      </w:r>
    </w:p>
    <w:p w14:paraId="65871FA5" w14:textId="77777777" w:rsidR="00276CCE" w:rsidRDefault="002A4158" w:rsidP="002A4158">
      <w:r w:rsidRPr="00DA4E77">
        <w:t>Un moment après</w:t>
      </w:r>
      <w:r w:rsidR="00276CCE">
        <w:t xml:space="preserve">, </w:t>
      </w:r>
      <w:r w:rsidRPr="00DA4E77">
        <w:t>le soldat revient et fait entrer le vieillard et la jeune fille dans le vestibule du Palais</w:t>
      </w:r>
      <w:r w:rsidR="00276CCE">
        <w:t>.</w:t>
      </w:r>
    </w:p>
    <w:p w14:paraId="29915ACF" w14:textId="77777777" w:rsidR="00276CCE" w:rsidRDefault="002A4158" w:rsidP="002A4158">
      <w:r w:rsidRPr="00DA4E77">
        <w:lastRenderedPageBreak/>
        <w:t>À peine éveillé</w:t>
      </w:r>
      <w:r w:rsidR="00276CCE">
        <w:t xml:space="preserve">, </w:t>
      </w:r>
      <w:r w:rsidRPr="00DA4E77">
        <w:t>sans armure ni épée</w:t>
      </w:r>
      <w:r w:rsidR="00276CCE">
        <w:t xml:space="preserve">, </w:t>
      </w:r>
      <w:r w:rsidRPr="00DA4E77">
        <w:t>vêtu simplement de drap sombre et la tête nue montrant une large cicatrice</w:t>
      </w:r>
      <w:r w:rsidR="00276CCE">
        <w:t xml:space="preserve">, </w:t>
      </w:r>
      <w:proofErr w:type="spellStart"/>
      <w:r w:rsidRPr="00DA4E77">
        <w:t>Kn</w:t>
      </w:r>
      <w:r w:rsidRPr="00DA4E77">
        <w:t>e</w:t>
      </w:r>
      <w:r w:rsidRPr="00DA4E77">
        <w:t>phao</w:t>
      </w:r>
      <w:proofErr w:type="spellEnd"/>
      <w:r w:rsidRPr="00DA4E77">
        <w:t xml:space="preserve"> apparaît</w:t>
      </w:r>
      <w:r w:rsidR="00276CCE">
        <w:t>.</w:t>
      </w:r>
    </w:p>
    <w:p w14:paraId="10ECF4E2" w14:textId="77777777" w:rsidR="00276CCE" w:rsidRDefault="00276CCE" w:rsidP="002A4158">
      <w:r>
        <w:t>— </w:t>
      </w:r>
      <w:proofErr w:type="spellStart"/>
      <w:r w:rsidR="002A4158" w:rsidRPr="00DA4E77">
        <w:t>Oréus</w:t>
      </w:r>
      <w:proofErr w:type="spellEnd"/>
      <w:r>
        <w:t xml:space="preserve"> ! </w:t>
      </w:r>
      <w:r w:rsidR="002A4158" w:rsidRPr="00DA4E77">
        <w:t>s</w:t>
      </w:r>
      <w:r>
        <w:t>’</w:t>
      </w:r>
      <w:r w:rsidR="002A4158" w:rsidRPr="00DA4E77">
        <w:t>écrie-t-il</w:t>
      </w:r>
      <w:r>
        <w:t>.</w:t>
      </w:r>
    </w:p>
    <w:p w14:paraId="2C9AAB3B" w14:textId="77777777" w:rsidR="00276CCE" w:rsidRDefault="002A4158" w:rsidP="002A4158">
      <w:r w:rsidRPr="00DA4E77">
        <w:t>Et</w:t>
      </w:r>
      <w:r w:rsidR="00276CCE">
        <w:t xml:space="preserve">, </w:t>
      </w:r>
      <w:r w:rsidRPr="00DA4E77">
        <w:t>s</w:t>
      </w:r>
      <w:r w:rsidR="00276CCE">
        <w:t>’</w:t>
      </w:r>
      <w:r w:rsidRPr="00DA4E77">
        <w:t>inclinant profondément</w:t>
      </w:r>
      <w:r w:rsidR="00276CCE">
        <w:t xml:space="preserve">, </w:t>
      </w:r>
      <w:r w:rsidRPr="00DA4E77">
        <w:t>d</w:t>
      </w:r>
      <w:r w:rsidR="00276CCE">
        <w:t>’</w:t>
      </w:r>
      <w:r w:rsidRPr="00DA4E77">
        <w:t>une voix à peine percept</w:t>
      </w:r>
      <w:r w:rsidRPr="00DA4E77">
        <w:t>i</w:t>
      </w:r>
      <w:r w:rsidRPr="00DA4E77">
        <w:t>ble</w:t>
      </w:r>
      <w:r w:rsidR="00276CCE">
        <w:t> :</w:t>
      </w:r>
    </w:p>
    <w:p w14:paraId="7156087C" w14:textId="77777777" w:rsidR="00276CCE" w:rsidRDefault="00276CCE" w:rsidP="002A4158">
      <w:r>
        <w:t>— </w:t>
      </w:r>
      <w:proofErr w:type="spellStart"/>
      <w:r w:rsidR="002A4158" w:rsidRPr="00DA4E77">
        <w:t>Oréa</w:t>
      </w:r>
      <w:proofErr w:type="spellEnd"/>
      <w:r>
        <w:t> ?</w:t>
      </w:r>
    </w:p>
    <w:p w14:paraId="1A78BC29" w14:textId="77777777" w:rsidR="00276CCE" w:rsidRDefault="00276CCE" w:rsidP="002A4158">
      <w:r>
        <w:t>— </w:t>
      </w:r>
      <w:r w:rsidR="002A4158" w:rsidRPr="00DA4E77">
        <w:t>C</w:t>
      </w:r>
      <w:r>
        <w:t>’</w:t>
      </w:r>
      <w:r w:rsidR="002A4158" w:rsidRPr="00DA4E77">
        <w:t>est toi</w:t>
      </w:r>
      <w:r>
        <w:t xml:space="preserve">, </w:t>
      </w:r>
      <w:proofErr w:type="spellStart"/>
      <w:r w:rsidR="002A4158" w:rsidRPr="00DA4E77">
        <w:t>Knephao</w:t>
      </w:r>
      <w:proofErr w:type="spellEnd"/>
      <w:r>
        <w:t xml:space="preserve"> ? </w:t>
      </w:r>
      <w:r w:rsidR="002A4158" w:rsidRPr="00DA4E77">
        <w:t>demande le vieillard</w:t>
      </w:r>
      <w:r>
        <w:t>.</w:t>
      </w:r>
    </w:p>
    <w:p w14:paraId="6DB1F5A3" w14:textId="77777777" w:rsidR="00276CCE" w:rsidRDefault="002A4158" w:rsidP="002A4158">
      <w:r w:rsidRPr="00DA4E77">
        <w:t>Le géant</w:t>
      </w:r>
      <w:r w:rsidR="00276CCE">
        <w:t xml:space="preserve">, </w:t>
      </w:r>
      <w:r w:rsidRPr="00DA4E77">
        <w:t>à cette interrogation</w:t>
      </w:r>
      <w:r w:rsidR="00276CCE">
        <w:t xml:space="preserve">, </w:t>
      </w:r>
      <w:r w:rsidRPr="00DA4E77">
        <w:t>regarde la jeune fille qui</w:t>
      </w:r>
      <w:r w:rsidR="00276CCE">
        <w:t xml:space="preserve">, </w:t>
      </w:r>
      <w:r w:rsidRPr="00DA4E77">
        <w:t>devinant la question muette du guerrier</w:t>
      </w:r>
      <w:r w:rsidR="00276CCE">
        <w:t xml:space="preserve">, </w:t>
      </w:r>
      <w:r w:rsidRPr="00DA4E77">
        <w:t>répond d</w:t>
      </w:r>
      <w:r w:rsidR="00276CCE">
        <w:t>’</w:t>
      </w:r>
      <w:r w:rsidRPr="00DA4E77">
        <w:t>elle-même</w:t>
      </w:r>
      <w:r w:rsidR="00276CCE">
        <w:t> :</w:t>
      </w:r>
    </w:p>
    <w:p w14:paraId="51028D46" w14:textId="77777777" w:rsidR="00276CCE" w:rsidRDefault="00276CCE" w:rsidP="002A4158">
      <w:r>
        <w:t>— </w:t>
      </w:r>
      <w:r w:rsidR="002A4158" w:rsidRPr="00DA4E77">
        <w:t>Mon père doit garder les paupières baissé</w:t>
      </w:r>
      <w:r w:rsidR="00601AEE">
        <w:t>e</w:t>
      </w:r>
      <w:r w:rsidR="002A4158" w:rsidRPr="00DA4E77">
        <w:t>s pendant quelques heures</w:t>
      </w:r>
      <w:r>
        <w:t xml:space="preserve">. </w:t>
      </w:r>
      <w:r w:rsidR="002A4158" w:rsidRPr="00DA4E77">
        <w:t>La lumière prodiguée hier à la ville en déso</w:t>
      </w:r>
      <w:r w:rsidR="002A4158" w:rsidRPr="00DA4E77">
        <w:t>r</w:t>
      </w:r>
      <w:r w:rsidR="002A4158" w:rsidRPr="00DA4E77">
        <w:t>dre a fatigué ses yeux</w:t>
      </w:r>
      <w:r>
        <w:t xml:space="preserve">. </w:t>
      </w:r>
      <w:r w:rsidR="002A4158" w:rsidRPr="00DA4E77">
        <w:t>Je viens justement</w:t>
      </w:r>
      <w:r>
        <w:t xml:space="preserve">, </w:t>
      </w:r>
      <w:proofErr w:type="spellStart"/>
      <w:r w:rsidR="002A4158" w:rsidRPr="00DA4E77">
        <w:t>Knephao</w:t>
      </w:r>
      <w:proofErr w:type="spellEnd"/>
      <w:r>
        <w:t xml:space="preserve">, </w:t>
      </w:r>
      <w:r w:rsidR="002A4158" w:rsidRPr="00DA4E77">
        <w:t>le confier à tes soins pour le conduire sur la Terrasse Sacrée</w:t>
      </w:r>
      <w:r>
        <w:t xml:space="preserve">, </w:t>
      </w:r>
      <w:r w:rsidR="002A4158" w:rsidRPr="00DA4E77">
        <w:t>où il désire r</w:t>
      </w:r>
      <w:r w:rsidR="002A4158" w:rsidRPr="00DA4E77">
        <w:t>e</w:t>
      </w:r>
      <w:r w:rsidR="002A4158" w:rsidRPr="00DA4E77">
        <w:t>trouver les hiérophantes</w:t>
      </w:r>
      <w:r>
        <w:t>.</w:t>
      </w:r>
    </w:p>
    <w:p w14:paraId="1A1C92AA" w14:textId="77777777" w:rsidR="00276CCE" w:rsidRDefault="00276CCE" w:rsidP="002A4158">
      <w:r>
        <w:t>— </w:t>
      </w:r>
      <w:r w:rsidR="002A4158" w:rsidRPr="00DA4E77">
        <w:t>À moi</w:t>
      </w:r>
      <w:r>
        <w:t xml:space="preserve">, </w:t>
      </w:r>
      <w:proofErr w:type="spellStart"/>
      <w:r w:rsidR="002A4158" w:rsidRPr="00DA4E77">
        <w:t>Oréa</w:t>
      </w:r>
      <w:proofErr w:type="spellEnd"/>
      <w:r>
        <w:t xml:space="preserve"> ? </w:t>
      </w:r>
      <w:r w:rsidR="002A4158" w:rsidRPr="00DA4E77">
        <w:t>C</w:t>
      </w:r>
      <w:r>
        <w:t>’</w:t>
      </w:r>
      <w:r w:rsidR="002A4158" w:rsidRPr="00DA4E77">
        <w:t>est à moi que tu as pensé le premier</w:t>
      </w:r>
      <w:r>
        <w:t> ?</w:t>
      </w:r>
    </w:p>
    <w:p w14:paraId="2881AE7B" w14:textId="77777777" w:rsidR="00276CCE" w:rsidRDefault="00276CCE" w:rsidP="002A4158">
      <w:r>
        <w:t>— </w:t>
      </w:r>
      <w:r w:rsidR="002A4158" w:rsidRPr="00DA4E77">
        <w:t>N</w:t>
      </w:r>
      <w:r>
        <w:t>’</w:t>
      </w:r>
      <w:r w:rsidR="002A4158" w:rsidRPr="00DA4E77">
        <w:t>es-tu pas le plus brave des combattants</w:t>
      </w:r>
      <w:r>
        <w:t xml:space="preserve">, </w:t>
      </w:r>
      <w:r w:rsidR="002A4158" w:rsidRPr="00DA4E77">
        <w:t>le plus sûr des amis le plus pur des héros</w:t>
      </w:r>
      <w:r>
        <w:t xml:space="preserve"> ? </w:t>
      </w:r>
      <w:r w:rsidR="002A4158" w:rsidRPr="00DA4E77">
        <w:t>Mais que vois-je sur ton front</w:t>
      </w:r>
      <w:r>
        <w:t xml:space="preserve"> ? </w:t>
      </w:r>
      <w:r w:rsidR="002A4158" w:rsidRPr="00DA4E77">
        <w:t>Du sang a coulé sur ta joue</w:t>
      </w:r>
      <w:r>
        <w:t xml:space="preserve"> ! </w:t>
      </w:r>
      <w:r w:rsidR="002A4158" w:rsidRPr="00DA4E77">
        <w:t>On t</w:t>
      </w:r>
      <w:r>
        <w:t>’</w:t>
      </w:r>
      <w:r w:rsidR="002A4158" w:rsidRPr="00DA4E77">
        <w:t>a blessé</w:t>
      </w:r>
      <w:r>
        <w:t> ?</w:t>
      </w:r>
    </w:p>
    <w:p w14:paraId="738A797C" w14:textId="77777777" w:rsidR="00276CCE" w:rsidRDefault="00276CCE" w:rsidP="002A4158">
      <w:r>
        <w:t>— </w:t>
      </w:r>
      <w:r w:rsidR="002A4158" w:rsidRPr="00DA4E77">
        <w:t>Presque rien</w:t>
      </w:r>
      <w:r>
        <w:t xml:space="preserve">, </w:t>
      </w:r>
      <w:r w:rsidR="002A4158" w:rsidRPr="00DA4E77">
        <w:t xml:space="preserve">fait </w:t>
      </w:r>
      <w:proofErr w:type="spellStart"/>
      <w:r w:rsidR="002A4158" w:rsidRPr="00DA4E77">
        <w:t>Knephao</w:t>
      </w:r>
      <w:proofErr w:type="spellEnd"/>
      <w:r w:rsidR="002A4158" w:rsidRPr="00DA4E77">
        <w:t xml:space="preserve"> rayonnant de joie</w:t>
      </w:r>
      <w:r>
        <w:t xml:space="preserve">. </w:t>
      </w:r>
      <w:r w:rsidR="002A4158" w:rsidRPr="00DA4E77">
        <w:t>Un coup que j</w:t>
      </w:r>
      <w:r>
        <w:t>’</w:t>
      </w:r>
      <w:r w:rsidR="002A4158" w:rsidRPr="00DA4E77">
        <w:t>ai reçu hier</w:t>
      </w:r>
      <w:r>
        <w:t xml:space="preserve">, </w:t>
      </w:r>
      <w:r w:rsidR="002A4158" w:rsidRPr="00DA4E77">
        <w:t xml:space="preserve">en défendant </w:t>
      </w:r>
      <w:proofErr w:type="spellStart"/>
      <w:r w:rsidR="002A4158" w:rsidRPr="00DA4E77">
        <w:t>Glania</w:t>
      </w:r>
      <w:proofErr w:type="spellEnd"/>
      <w:r>
        <w:t>.</w:t>
      </w:r>
    </w:p>
    <w:p w14:paraId="5CBC0D73" w14:textId="77777777" w:rsidR="00276CCE" w:rsidRDefault="00276CCE" w:rsidP="002A4158">
      <w:r>
        <w:t>— </w:t>
      </w:r>
      <w:proofErr w:type="spellStart"/>
      <w:r w:rsidR="002A4158" w:rsidRPr="00DA4E77">
        <w:t>Glania</w:t>
      </w:r>
      <w:proofErr w:type="spellEnd"/>
      <w:r w:rsidR="002A4158" w:rsidRPr="00DA4E77">
        <w:t xml:space="preserve"> aurait donc failli périr</w:t>
      </w:r>
      <w:r>
        <w:t> ?</w:t>
      </w:r>
    </w:p>
    <w:p w14:paraId="484948B6" w14:textId="77777777" w:rsidR="00276CCE" w:rsidRDefault="00276CCE" w:rsidP="002A4158">
      <w:r>
        <w:t>— </w:t>
      </w:r>
      <w:r w:rsidR="002A4158" w:rsidRPr="00DA4E77">
        <w:t>Et moi aussi</w:t>
      </w:r>
      <w:r>
        <w:t xml:space="preserve">, </w:t>
      </w:r>
      <w:r w:rsidR="002A4158" w:rsidRPr="00DA4E77">
        <w:t xml:space="preserve">et </w:t>
      </w:r>
      <w:proofErr w:type="spellStart"/>
      <w:r w:rsidR="002A4158" w:rsidRPr="00DA4E77">
        <w:t>Amonou</w:t>
      </w:r>
      <w:proofErr w:type="spellEnd"/>
      <w:r w:rsidR="002A4158" w:rsidRPr="00DA4E77">
        <w:t xml:space="preserve"> aussi</w:t>
      </w:r>
      <w:r>
        <w:t xml:space="preserve">. </w:t>
      </w:r>
      <w:proofErr w:type="spellStart"/>
      <w:r w:rsidR="002A4158" w:rsidRPr="00DA4E77">
        <w:t>Hellas</w:t>
      </w:r>
      <w:proofErr w:type="spellEnd"/>
      <w:r w:rsidR="002A4158" w:rsidRPr="00DA4E77">
        <w:t xml:space="preserve"> nous a tous dél</w:t>
      </w:r>
      <w:r w:rsidR="002A4158" w:rsidRPr="00DA4E77">
        <w:t>i</w:t>
      </w:r>
      <w:r w:rsidR="002A4158" w:rsidRPr="00DA4E77">
        <w:t>vrés</w:t>
      </w:r>
      <w:r>
        <w:t>.</w:t>
      </w:r>
    </w:p>
    <w:p w14:paraId="01E22A3D" w14:textId="77777777" w:rsidR="00276CCE" w:rsidRDefault="002A4158" w:rsidP="002A4158">
      <w:r w:rsidRPr="00DA4E77">
        <w:t>Et le colosse</w:t>
      </w:r>
      <w:r w:rsidR="00276CCE">
        <w:t xml:space="preserve">, </w:t>
      </w:r>
      <w:r w:rsidRPr="00DA4E77">
        <w:t>en peu de mots</w:t>
      </w:r>
      <w:r w:rsidR="00276CCE">
        <w:t xml:space="preserve">, </w:t>
      </w:r>
      <w:r w:rsidRPr="00DA4E77">
        <w:t>fait le récit des aventures de la veille</w:t>
      </w:r>
      <w:r w:rsidR="00276CCE">
        <w:t>.</w:t>
      </w:r>
    </w:p>
    <w:p w14:paraId="7A6AEA30" w14:textId="77777777" w:rsidR="00276CCE" w:rsidRDefault="00276CCE" w:rsidP="002A4158">
      <w:r>
        <w:lastRenderedPageBreak/>
        <w:t>— </w:t>
      </w:r>
      <w:r w:rsidR="002A4158" w:rsidRPr="00DA4E77">
        <w:t xml:space="preserve">Magnifique </w:t>
      </w:r>
      <w:proofErr w:type="spellStart"/>
      <w:r w:rsidR="002A4158" w:rsidRPr="00DA4E77">
        <w:t>Hellas</w:t>
      </w:r>
      <w:proofErr w:type="spellEnd"/>
      <w:r>
        <w:t xml:space="preserve"> ! </w:t>
      </w:r>
      <w:r w:rsidR="002A4158" w:rsidRPr="00DA4E77">
        <w:t>s</w:t>
      </w:r>
      <w:r>
        <w:t>’</w:t>
      </w:r>
      <w:r w:rsidR="002A4158" w:rsidRPr="00DA4E77">
        <w:t xml:space="preserve">écrie </w:t>
      </w:r>
      <w:proofErr w:type="spellStart"/>
      <w:r w:rsidR="002A4158" w:rsidRPr="00DA4E77">
        <w:t>Oréa</w:t>
      </w:r>
      <w:proofErr w:type="spellEnd"/>
      <w:r>
        <w:t xml:space="preserve">. </w:t>
      </w:r>
      <w:r w:rsidR="002A4158" w:rsidRPr="00DA4E77">
        <w:t>Tu entends</w:t>
      </w:r>
      <w:r>
        <w:t xml:space="preserve">, </w:t>
      </w:r>
      <w:r w:rsidR="002A4158" w:rsidRPr="00DA4E77">
        <w:t>mon père</w:t>
      </w:r>
      <w:r>
        <w:t xml:space="preserve"> ? </w:t>
      </w:r>
      <w:r w:rsidR="002A4158" w:rsidRPr="00DA4E77">
        <w:t>Tu vois comme il mérite ton affection</w:t>
      </w:r>
      <w:r>
        <w:t xml:space="preserve"> ? </w:t>
      </w:r>
      <w:r w:rsidR="002A4158" w:rsidRPr="00DA4E77">
        <w:t>Mais</w:t>
      </w:r>
      <w:r>
        <w:t xml:space="preserve">, </w:t>
      </w:r>
      <w:r w:rsidR="002A4158" w:rsidRPr="00DA4E77">
        <w:t>de tous les e</w:t>
      </w:r>
      <w:r w:rsidR="002A4158" w:rsidRPr="00DA4E77">
        <w:t>x</w:t>
      </w:r>
      <w:r w:rsidR="002A4158" w:rsidRPr="00DA4E77">
        <w:t>ploits accomplis par le Prince de l</w:t>
      </w:r>
      <w:r>
        <w:t>’</w:t>
      </w:r>
      <w:r w:rsidR="002A4158" w:rsidRPr="00DA4E77">
        <w:t>Empire</w:t>
      </w:r>
      <w:r>
        <w:t xml:space="preserve">, </w:t>
      </w:r>
      <w:r w:rsidR="002A4158" w:rsidRPr="00DA4E77">
        <w:t>le plus doux à mon cœur est d</w:t>
      </w:r>
      <w:r>
        <w:t>’</w:t>
      </w:r>
      <w:r w:rsidR="002A4158" w:rsidRPr="00DA4E77">
        <w:t xml:space="preserve">avoir sauvé </w:t>
      </w:r>
      <w:proofErr w:type="spellStart"/>
      <w:r w:rsidR="002A4158" w:rsidRPr="00DA4E77">
        <w:t>Glania</w:t>
      </w:r>
      <w:proofErr w:type="spellEnd"/>
      <w:r w:rsidR="002A4158" w:rsidRPr="00DA4E77">
        <w:t xml:space="preserve"> et </w:t>
      </w:r>
      <w:proofErr w:type="spellStart"/>
      <w:r w:rsidR="002A4158" w:rsidRPr="00DA4E77">
        <w:t>Knephao</w:t>
      </w:r>
      <w:proofErr w:type="spellEnd"/>
      <w:r>
        <w:t>.</w:t>
      </w:r>
    </w:p>
    <w:p w14:paraId="10C30B5E" w14:textId="77777777" w:rsidR="00276CCE" w:rsidRDefault="00276CCE" w:rsidP="002A4158">
      <w:r>
        <w:t>— </w:t>
      </w:r>
      <w:r w:rsidR="002A4158" w:rsidRPr="00DA4E77">
        <w:t>Ah</w:t>
      </w:r>
      <w:r>
        <w:t xml:space="preserve"> ! </w:t>
      </w:r>
      <w:proofErr w:type="spellStart"/>
      <w:r w:rsidR="002A4158" w:rsidRPr="00DA4E77">
        <w:t>Oréa</w:t>
      </w:r>
      <w:proofErr w:type="spellEnd"/>
      <w:r>
        <w:t xml:space="preserve">, </w:t>
      </w:r>
      <w:r w:rsidR="002A4158" w:rsidRPr="00DA4E77">
        <w:t>balbutie le guerrier</w:t>
      </w:r>
      <w:r>
        <w:t xml:space="preserve">, </w:t>
      </w:r>
      <w:r w:rsidR="002A4158" w:rsidRPr="00DA4E77">
        <w:t>ému comme un enfant</w:t>
      </w:r>
      <w:r>
        <w:t xml:space="preserve"> ; </w:t>
      </w:r>
      <w:r w:rsidR="002A4158" w:rsidRPr="00DA4E77">
        <w:t>tu ne sauras jamais combien je suis ton esclave</w:t>
      </w:r>
      <w:r>
        <w:t> !</w:t>
      </w:r>
    </w:p>
    <w:p w14:paraId="4AB376E6" w14:textId="77777777" w:rsidR="00276CCE" w:rsidRDefault="00276CCE" w:rsidP="002A4158">
      <w:r>
        <w:t>— </w:t>
      </w:r>
      <w:r w:rsidR="002A4158" w:rsidRPr="00DA4E77">
        <w:t>Mon esclave</w:t>
      </w:r>
      <w:r>
        <w:t xml:space="preserve">, </w:t>
      </w:r>
      <w:r w:rsidR="002A4158" w:rsidRPr="00DA4E77">
        <w:t>non</w:t>
      </w:r>
      <w:r>
        <w:t xml:space="preserve">, </w:t>
      </w:r>
      <w:r w:rsidR="002A4158" w:rsidRPr="00DA4E77">
        <w:t>mon ami</w:t>
      </w:r>
      <w:r>
        <w:t xml:space="preserve">, </w:t>
      </w:r>
      <w:r w:rsidR="002A4158" w:rsidRPr="00DA4E77">
        <w:t>depuis longtemps</w:t>
      </w:r>
      <w:r>
        <w:t xml:space="preserve"> ! </w:t>
      </w:r>
      <w:r w:rsidR="002A4158" w:rsidRPr="00DA4E77">
        <w:t>Mais ne parlons pas</w:t>
      </w:r>
      <w:r>
        <w:t xml:space="preserve">, </w:t>
      </w:r>
      <w:proofErr w:type="spellStart"/>
      <w:r w:rsidR="002A4158" w:rsidRPr="00DA4E77">
        <w:t>Knephao</w:t>
      </w:r>
      <w:proofErr w:type="spellEnd"/>
      <w:r>
        <w:t xml:space="preserve">, </w:t>
      </w:r>
      <w:r w:rsidR="002A4158" w:rsidRPr="00DA4E77">
        <w:t>de nos sentiments personnels</w:t>
      </w:r>
      <w:r>
        <w:t xml:space="preserve">. </w:t>
      </w:r>
      <w:r w:rsidR="002A4158" w:rsidRPr="00DA4E77">
        <w:t>Je compte sur toi</w:t>
      </w:r>
      <w:r>
        <w:t>.</w:t>
      </w:r>
    </w:p>
    <w:p w14:paraId="3399A1DC" w14:textId="77777777" w:rsidR="00276CCE" w:rsidRDefault="00276CCE" w:rsidP="002A4158">
      <w:r>
        <w:t>— </w:t>
      </w:r>
      <w:r w:rsidR="002A4158" w:rsidRPr="00DA4E77">
        <w:t>Commande</w:t>
      </w:r>
      <w:r>
        <w:t xml:space="preserve">, </w:t>
      </w:r>
      <w:proofErr w:type="spellStart"/>
      <w:r w:rsidR="002A4158" w:rsidRPr="00DA4E77">
        <w:t>Oréa</w:t>
      </w:r>
      <w:proofErr w:type="spellEnd"/>
      <w:r>
        <w:t xml:space="preserve"> ! </w:t>
      </w:r>
      <w:r w:rsidR="002A4158" w:rsidRPr="00DA4E77">
        <w:t>Après de telles paroles</w:t>
      </w:r>
      <w:r>
        <w:t xml:space="preserve">, </w:t>
      </w:r>
      <w:r w:rsidR="002A4158" w:rsidRPr="00DA4E77">
        <w:t>que ne ferais-je</w:t>
      </w:r>
      <w:r>
        <w:t> ?</w:t>
      </w:r>
    </w:p>
    <w:p w14:paraId="555FEB60" w14:textId="77777777" w:rsidR="00276CCE" w:rsidRDefault="00276CCE" w:rsidP="002A4158">
      <w:r>
        <w:t>— </w:t>
      </w:r>
      <w:r w:rsidR="002A4158" w:rsidRPr="00DA4E77">
        <w:t>Simplement</w:t>
      </w:r>
      <w:r>
        <w:t xml:space="preserve">, </w:t>
      </w:r>
      <w:r w:rsidR="002A4158" w:rsidRPr="00DA4E77">
        <w:t>ce matin</w:t>
      </w:r>
      <w:r>
        <w:t xml:space="preserve">, </w:t>
      </w:r>
      <w:r w:rsidR="002A4158" w:rsidRPr="00DA4E77">
        <w:t>tu conduiras mon père à la Te</w:t>
      </w:r>
      <w:r w:rsidR="002A4158" w:rsidRPr="00DA4E77">
        <w:t>r</w:t>
      </w:r>
      <w:r w:rsidR="002A4158" w:rsidRPr="00DA4E77">
        <w:t>rasse Sainte</w:t>
      </w:r>
      <w:r>
        <w:t xml:space="preserve">. </w:t>
      </w:r>
      <w:r w:rsidR="002A4158" w:rsidRPr="00DA4E77">
        <w:t xml:space="preserve">Puis tu diras à </w:t>
      </w:r>
      <w:proofErr w:type="spellStart"/>
      <w:r w:rsidR="002A4158" w:rsidRPr="00DA4E77">
        <w:t>Hellas</w:t>
      </w:r>
      <w:proofErr w:type="spellEnd"/>
      <w:r w:rsidR="002A4158" w:rsidRPr="00DA4E77">
        <w:t xml:space="preserve"> de venir me rejoindre</w:t>
      </w:r>
      <w:r>
        <w:t xml:space="preserve">. </w:t>
      </w:r>
      <w:r w:rsidR="002A4158" w:rsidRPr="00DA4E77">
        <w:t>Le reste</w:t>
      </w:r>
      <w:r>
        <w:t xml:space="preserve">, </w:t>
      </w:r>
      <w:r w:rsidR="002A4158" w:rsidRPr="00DA4E77">
        <w:t>je n</w:t>
      </w:r>
      <w:r>
        <w:t>’</w:t>
      </w:r>
      <w:r w:rsidR="002A4158" w:rsidRPr="00DA4E77">
        <w:t>ai pas besoin de te l</w:t>
      </w:r>
      <w:r>
        <w:t>’</w:t>
      </w:r>
      <w:r w:rsidR="002A4158" w:rsidRPr="00DA4E77">
        <w:t>apprendre</w:t>
      </w:r>
      <w:r>
        <w:t xml:space="preserve">. </w:t>
      </w:r>
      <w:r w:rsidR="002A4158" w:rsidRPr="00DA4E77">
        <w:t>Ta bravoure va au-devant des actes à réaliser</w:t>
      </w:r>
      <w:r>
        <w:t>.</w:t>
      </w:r>
    </w:p>
    <w:p w14:paraId="2CD4CC61" w14:textId="77777777" w:rsidR="00276CCE" w:rsidRDefault="002A4158" w:rsidP="002A4158">
      <w:r w:rsidRPr="00DA4E77">
        <w:t>Cependant</w:t>
      </w:r>
      <w:r w:rsidR="00276CCE">
        <w:t xml:space="preserve">, </w:t>
      </w:r>
      <w:r w:rsidRPr="00DA4E77">
        <w:t>à l</w:t>
      </w:r>
      <w:r w:rsidR="00276CCE">
        <w:t>’</w:t>
      </w:r>
      <w:r w:rsidRPr="00DA4E77">
        <w:t>écart</w:t>
      </w:r>
      <w:r w:rsidR="00276CCE">
        <w:t xml:space="preserve">, </w:t>
      </w:r>
      <w:proofErr w:type="spellStart"/>
      <w:r w:rsidRPr="00DA4E77">
        <w:t>Oréus</w:t>
      </w:r>
      <w:proofErr w:type="spellEnd"/>
      <w:r w:rsidR="00276CCE">
        <w:t xml:space="preserve">, </w:t>
      </w:r>
      <w:r w:rsidRPr="00DA4E77">
        <w:t>ayant entraîné l</w:t>
      </w:r>
      <w:r w:rsidR="00276CCE">
        <w:t>’</w:t>
      </w:r>
      <w:r w:rsidRPr="00DA4E77">
        <w:t>Égyptien</w:t>
      </w:r>
      <w:r w:rsidR="00276CCE">
        <w:t xml:space="preserve">, </w:t>
      </w:r>
      <w:r w:rsidRPr="00DA4E77">
        <w:t>lui murmure tout bas quelques mots à l</w:t>
      </w:r>
      <w:r w:rsidR="00276CCE">
        <w:t>’</w:t>
      </w:r>
      <w:r w:rsidRPr="00DA4E77">
        <w:t>oreille</w:t>
      </w:r>
      <w:r w:rsidR="00276CCE">
        <w:t> :</w:t>
      </w:r>
    </w:p>
    <w:p w14:paraId="029F1F65" w14:textId="77777777" w:rsidR="00276CCE" w:rsidRDefault="00276CCE" w:rsidP="002A4158">
      <w:r>
        <w:t>— </w:t>
      </w:r>
      <w:r w:rsidR="002A4158" w:rsidRPr="00DA4E77">
        <w:t>Maître</w:t>
      </w:r>
      <w:r>
        <w:t xml:space="preserve">, </w:t>
      </w:r>
      <w:r w:rsidR="002A4158" w:rsidRPr="00DA4E77">
        <w:t xml:space="preserve">gémit </w:t>
      </w:r>
      <w:proofErr w:type="spellStart"/>
      <w:r w:rsidR="002A4158" w:rsidRPr="00DA4E77">
        <w:t>Knephao</w:t>
      </w:r>
      <w:proofErr w:type="spellEnd"/>
      <w:r w:rsidR="002A4158" w:rsidRPr="00DA4E77">
        <w:t xml:space="preserve"> tout bouleversé de douleur</w:t>
      </w:r>
      <w:r>
        <w:t xml:space="preserve">, </w:t>
      </w:r>
      <w:r w:rsidR="002A4158" w:rsidRPr="00DA4E77">
        <w:t>est-ce possible</w:t>
      </w:r>
      <w:r>
        <w:t> ?</w:t>
      </w:r>
    </w:p>
    <w:p w14:paraId="4044D29B" w14:textId="77777777" w:rsidR="00276CCE" w:rsidRDefault="00276CCE" w:rsidP="002A4158">
      <w:r>
        <w:t>— </w:t>
      </w:r>
      <w:r w:rsidR="002A4158" w:rsidRPr="00DA4E77">
        <w:t>Qu</w:t>
      </w:r>
      <w:r>
        <w:t>’</w:t>
      </w:r>
      <w:r w:rsidR="002A4158" w:rsidRPr="00DA4E77">
        <w:t>elle n</w:t>
      </w:r>
      <w:r>
        <w:t>’</w:t>
      </w:r>
      <w:r w:rsidR="002A4158" w:rsidRPr="00DA4E77">
        <w:t>entende pas</w:t>
      </w:r>
      <w:r>
        <w:t xml:space="preserve">, </w:t>
      </w:r>
      <w:r w:rsidR="002A4158" w:rsidRPr="00DA4E77">
        <w:t>surtout</w:t>
      </w:r>
      <w:r>
        <w:t xml:space="preserve"> ! </w:t>
      </w:r>
      <w:r w:rsidR="002A4158" w:rsidRPr="00DA4E77">
        <w:t>Je lui laisse croire que je guérirai</w:t>
      </w:r>
      <w:r>
        <w:t xml:space="preserve">. </w:t>
      </w:r>
      <w:r w:rsidR="002A4158" w:rsidRPr="00DA4E77">
        <w:t>Il me reste encore un jour</w:t>
      </w:r>
      <w:r>
        <w:t xml:space="preserve">, </w:t>
      </w:r>
      <w:r w:rsidR="002A4158" w:rsidRPr="00DA4E77">
        <w:t>un seul jour</w:t>
      </w:r>
      <w:r>
        <w:t xml:space="preserve">, </w:t>
      </w:r>
      <w:r w:rsidR="002A4158" w:rsidRPr="00DA4E77">
        <w:t>à user de mes yeux</w:t>
      </w:r>
      <w:r>
        <w:t xml:space="preserve">. </w:t>
      </w:r>
      <w:r w:rsidR="002A4158" w:rsidRPr="00DA4E77">
        <w:t>Je les ferai servir à une œuvre gigantesque</w:t>
      </w:r>
      <w:r>
        <w:t xml:space="preserve">. </w:t>
      </w:r>
      <w:r w:rsidR="002A4158" w:rsidRPr="00DA4E77">
        <w:t>Et leur vision dernière sera grandiose</w:t>
      </w:r>
      <w:r>
        <w:t>.</w:t>
      </w:r>
    </w:p>
    <w:p w14:paraId="446C92A9" w14:textId="77777777" w:rsidR="00276CCE" w:rsidRDefault="00276CCE" w:rsidP="002A4158">
      <w:r>
        <w:t>— </w:t>
      </w:r>
      <w:r w:rsidR="002A4158" w:rsidRPr="00DA4E77">
        <w:t>Mais qui te gardera</w:t>
      </w:r>
      <w:r>
        <w:t xml:space="preserve">, </w:t>
      </w:r>
      <w:r w:rsidR="002A4158" w:rsidRPr="00DA4E77">
        <w:t>maître</w:t>
      </w:r>
      <w:r>
        <w:t xml:space="preserve">, </w:t>
      </w:r>
      <w:r w:rsidR="002A4158" w:rsidRPr="00DA4E77">
        <w:t>pendant cette journée où moi-même je devrai sans doute garder la ville</w:t>
      </w:r>
      <w:r>
        <w:t> ?</w:t>
      </w:r>
    </w:p>
    <w:p w14:paraId="6F7483F1" w14:textId="77777777" w:rsidR="00276CCE" w:rsidRDefault="00276CCE" w:rsidP="002A4158">
      <w:r>
        <w:t>— </w:t>
      </w:r>
      <w:r w:rsidR="002A4158" w:rsidRPr="00DA4E77">
        <w:t xml:space="preserve">Et </w:t>
      </w:r>
      <w:proofErr w:type="spellStart"/>
      <w:r w:rsidR="002A4158" w:rsidRPr="00DA4E77">
        <w:t>Glania</w:t>
      </w:r>
      <w:proofErr w:type="spellEnd"/>
      <w:r>
        <w:t xml:space="preserve"> ? </w:t>
      </w:r>
      <w:r w:rsidR="002A4158" w:rsidRPr="00DA4E77">
        <w:t>Quel guide subtil</w:t>
      </w:r>
      <w:r>
        <w:t xml:space="preserve">, </w:t>
      </w:r>
      <w:r w:rsidR="002A4158" w:rsidRPr="00DA4E77">
        <w:t>dévoué</w:t>
      </w:r>
      <w:r>
        <w:t xml:space="preserve">, </w:t>
      </w:r>
      <w:r w:rsidR="002A4158" w:rsidRPr="00DA4E77">
        <w:t>joyeux pour le f</w:t>
      </w:r>
      <w:r w:rsidR="002A4158" w:rsidRPr="00DA4E77">
        <w:t>u</w:t>
      </w:r>
      <w:r w:rsidR="002A4158" w:rsidRPr="00DA4E77">
        <w:t>tur aveugle</w:t>
      </w:r>
      <w:r>
        <w:t xml:space="preserve"> ! </w:t>
      </w:r>
      <w:r w:rsidR="002A4158" w:rsidRPr="00DA4E77">
        <w:t>Tu l</w:t>
      </w:r>
      <w:r>
        <w:t>’</w:t>
      </w:r>
      <w:r w:rsidR="002A4158" w:rsidRPr="00DA4E77">
        <w:t>amèneras près de moi tout à l</w:t>
      </w:r>
      <w:r>
        <w:t>’</w:t>
      </w:r>
      <w:r w:rsidR="002A4158" w:rsidRPr="00DA4E77">
        <w:t>heure</w:t>
      </w:r>
      <w:r>
        <w:t>.</w:t>
      </w:r>
    </w:p>
    <w:p w14:paraId="0B5E77D5" w14:textId="77777777" w:rsidR="00276CCE" w:rsidRDefault="002A4158" w:rsidP="002A4158">
      <w:r w:rsidRPr="00DA4E77">
        <w:lastRenderedPageBreak/>
        <w:t>Puis</w:t>
      </w:r>
      <w:r w:rsidR="00276CCE">
        <w:t xml:space="preserve">, </w:t>
      </w:r>
      <w:r w:rsidRPr="00DA4E77">
        <w:t xml:space="preserve">revenant à tâtons vers </w:t>
      </w:r>
      <w:proofErr w:type="spellStart"/>
      <w:r w:rsidRPr="00DA4E77">
        <w:t>Oréa</w:t>
      </w:r>
      <w:proofErr w:type="spellEnd"/>
      <w:r w:rsidR="00276CCE">
        <w:t> :</w:t>
      </w:r>
    </w:p>
    <w:p w14:paraId="0C3CAAFC" w14:textId="77777777" w:rsidR="00276CCE" w:rsidRDefault="00276CCE" w:rsidP="002A4158">
      <w:r>
        <w:t>— </w:t>
      </w:r>
      <w:r w:rsidR="002A4158" w:rsidRPr="00DA4E77">
        <w:t>Adieu</w:t>
      </w:r>
      <w:r>
        <w:t xml:space="preserve">, </w:t>
      </w:r>
      <w:r w:rsidR="002A4158" w:rsidRPr="00DA4E77">
        <w:t>ma fille</w:t>
      </w:r>
      <w:r>
        <w:t xml:space="preserve">. </w:t>
      </w:r>
      <w:r w:rsidR="002A4158" w:rsidRPr="00DA4E77">
        <w:t>Tu connais ton devoir</w:t>
      </w:r>
      <w:r>
        <w:t xml:space="preserve">. </w:t>
      </w:r>
      <w:r w:rsidR="002A4158" w:rsidRPr="00DA4E77">
        <w:t>Je connais le mien</w:t>
      </w:r>
      <w:r>
        <w:t xml:space="preserve">. </w:t>
      </w:r>
      <w:r w:rsidR="002A4158" w:rsidRPr="00DA4E77">
        <w:t>Et laisse-moi te dire une parole réconfortante</w:t>
      </w:r>
      <w:r>
        <w:t xml:space="preserve"> : </w:t>
      </w:r>
      <w:r w:rsidR="002A4158" w:rsidRPr="00DA4E77">
        <w:t>je sens que nous nous retrouverons bientôt</w:t>
      </w:r>
      <w:r>
        <w:t xml:space="preserve">, </w:t>
      </w:r>
      <w:r w:rsidR="002A4158" w:rsidRPr="00DA4E77">
        <w:t>bien loin</w:t>
      </w:r>
      <w:r>
        <w:t xml:space="preserve">, </w:t>
      </w:r>
      <w:r w:rsidR="002A4158" w:rsidRPr="00DA4E77">
        <w:t>peut-être</w:t>
      </w:r>
      <w:r>
        <w:t xml:space="preserve">, </w:t>
      </w:r>
      <w:r w:rsidR="002A4158" w:rsidRPr="00DA4E77">
        <w:t>en des terres inconnues</w:t>
      </w:r>
      <w:r>
        <w:t xml:space="preserve">, </w:t>
      </w:r>
      <w:r w:rsidR="002A4158" w:rsidRPr="00DA4E77">
        <w:t>mais tous les deux vivants et forts</w:t>
      </w:r>
      <w:r>
        <w:t>.</w:t>
      </w:r>
    </w:p>
    <w:p w14:paraId="386F277A" w14:textId="77777777" w:rsidR="00276CCE" w:rsidRDefault="00276CCE" w:rsidP="002A4158">
      <w:r>
        <w:t>— </w:t>
      </w:r>
      <w:r w:rsidR="002A4158" w:rsidRPr="00DA4E77">
        <w:t xml:space="preserve">Et </w:t>
      </w:r>
      <w:proofErr w:type="spellStart"/>
      <w:r w:rsidR="002A4158" w:rsidRPr="00DA4E77">
        <w:t>Hellas</w:t>
      </w:r>
      <w:proofErr w:type="spellEnd"/>
      <w:r>
        <w:t xml:space="preserve">, </w:t>
      </w:r>
      <w:r w:rsidR="002A4158" w:rsidRPr="00DA4E77">
        <w:t>mon père</w:t>
      </w:r>
      <w:r>
        <w:t xml:space="preserve"> ? </w:t>
      </w:r>
      <w:r w:rsidR="002A4158" w:rsidRPr="00DA4E77">
        <w:t>Ne veux-tu pas le voir et t</w:t>
      </w:r>
      <w:r>
        <w:t>’</w:t>
      </w:r>
      <w:r w:rsidR="002A4158" w:rsidRPr="00DA4E77">
        <w:t>entendre avec lui</w:t>
      </w:r>
      <w:r>
        <w:t> ?</w:t>
      </w:r>
    </w:p>
    <w:p w14:paraId="0C2B9352" w14:textId="77777777" w:rsidR="00276CCE" w:rsidRDefault="002A4158" w:rsidP="002A4158">
      <w:proofErr w:type="spellStart"/>
      <w:r w:rsidRPr="00DA4E77">
        <w:t>Oréus</w:t>
      </w:r>
      <w:proofErr w:type="spellEnd"/>
      <w:r w:rsidRPr="00DA4E77">
        <w:t xml:space="preserve"> hésite un moment</w:t>
      </w:r>
      <w:r w:rsidR="00276CCE">
        <w:t xml:space="preserve">, </w:t>
      </w:r>
      <w:r w:rsidRPr="00DA4E77">
        <w:t>puis</w:t>
      </w:r>
      <w:r w:rsidR="00276CCE">
        <w:t xml:space="preserve">, </w:t>
      </w:r>
      <w:r w:rsidRPr="00DA4E77">
        <w:t>avec décision</w:t>
      </w:r>
      <w:r w:rsidR="00276CCE">
        <w:t> :</w:t>
      </w:r>
    </w:p>
    <w:p w14:paraId="100EAF86" w14:textId="77777777" w:rsidR="00276CCE" w:rsidRDefault="00276CCE" w:rsidP="002A4158">
      <w:r>
        <w:t>— </w:t>
      </w:r>
      <w:r w:rsidR="002A4158" w:rsidRPr="00DA4E77">
        <w:t>Non</w:t>
      </w:r>
      <w:r>
        <w:t xml:space="preserve">. </w:t>
      </w:r>
      <w:r w:rsidR="002A4158" w:rsidRPr="00DA4E77">
        <w:t>Laissons-le agir suivant son génie propre</w:t>
      </w:r>
      <w:r>
        <w:t xml:space="preserve">. </w:t>
      </w:r>
      <w:r w:rsidR="002A4158" w:rsidRPr="00DA4E77">
        <w:t>Il est de ceux qu</w:t>
      </w:r>
      <w:r>
        <w:t>’</w:t>
      </w:r>
      <w:r w:rsidR="002A4158" w:rsidRPr="00DA4E77">
        <w:t>il faut aider sans qu</w:t>
      </w:r>
      <w:r>
        <w:t>’</w:t>
      </w:r>
      <w:r w:rsidR="002A4158" w:rsidRPr="00DA4E77">
        <w:t>ils le sachent</w:t>
      </w:r>
      <w:r>
        <w:t xml:space="preserve">. </w:t>
      </w:r>
      <w:r w:rsidR="002A4158" w:rsidRPr="00DA4E77">
        <w:t>À toi seule appartient de le fortifier</w:t>
      </w:r>
      <w:r>
        <w:t xml:space="preserve">, </w:t>
      </w:r>
      <w:r w:rsidR="002A4158" w:rsidRPr="00DA4E77">
        <w:t>s</w:t>
      </w:r>
      <w:r>
        <w:t>’</w:t>
      </w:r>
      <w:r w:rsidR="002A4158" w:rsidRPr="00DA4E77">
        <w:t>il en a besoin</w:t>
      </w:r>
      <w:r>
        <w:t xml:space="preserve">. </w:t>
      </w:r>
      <w:r w:rsidR="002A4158" w:rsidRPr="00DA4E77">
        <w:t>Vois-le quelques instants avant de quitter le Palais</w:t>
      </w:r>
      <w:r>
        <w:t xml:space="preserve">. </w:t>
      </w:r>
      <w:r w:rsidR="002A4158" w:rsidRPr="00DA4E77">
        <w:t>Et recommande-lui d</w:t>
      </w:r>
      <w:r>
        <w:t>’</w:t>
      </w:r>
      <w:r w:rsidR="002A4158" w:rsidRPr="00DA4E77">
        <w:t>avoir pleine confiance</w:t>
      </w:r>
      <w:r>
        <w:t xml:space="preserve">. </w:t>
      </w:r>
      <w:r w:rsidR="002A4158" w:rsidRPr="00DA4E77">
        <w:t>Embrasse-moi</w:t>
      </w:r>
      <w:r>
        <w:t xml:space="preserve">, </w:t>
      </w:r>
      <w:r w:rsidR="002A4158" w:rsidRPr="00DA4E77">
        <w:t>ma fille</w:t>
      </w:r>
      <w:r>
        <w:t xml:space="preserve">, </w:t>
      </w:r>
      <w:r w:rsidR="002A4158" w:rsidRPr="00DA4E77">
        <w:t>et quittons-nous sans larmes</w:t>
      </w:r>
      <w:r>
        <w:t>.</w:t>
      </w:r>
    </w:p>
    <w:p w14:paraId="591ACB8B" w14:textId="77777777" w:rsidR="00276CCE" w:rsidRDefault="002A4158" w:rsidP="002A4158">
      <w:r w:rsidRPr="00DA4E77">
        <w:t>Ils échangent un long</w:t>
      </w:r>
      <w:r w:rsidR="00276CCE">
        <w:t xml:space="preserve">, </w:t>
      </w:r>
      <w:r w:rsidRPr="00DA4E77">
        <w:t>un tendre baiser</w:t>
      </w:r>
      <w:r w:rsidR="00276CCE">
        <w:t xml:space="preserve">, </w:t>
      </w:r>
      <w:r w:rsidRPr="00DA4E77">
        <w:t>puis</w:t>
      </w:r>
      <w:r w:rsidR="00276CCE">
        <w:t xml:space="preserve">, </w:t>
      </w:r>
      <w:r w:rsidRPr="00DA4E77">
        <w:t>se séparant</w:t>
      </w:r>
      <w:r w:rsidR="00276CCE">
        <w:t xml:space="preserve">, </w:t>
      </w:r>
      <w:r w:rsidRPr="00DA4E77">
        <w:t>partent sans retourner la tête</w:t>
      </w:r>
      <w:r w:rsidR="00276CCE">
        <w:t>.</w:t>
      </w:r>
    </w:p>
    <w:p w14:paraId="2CDDE234" w14:textId="77777777" w:rsidR="00276CCE" w:rsidRDefault="00276CCE" w:rsidP="002A4158">
      <w:r>
        <w:t>— </w:t>
      </w:r>
      <w:proofErr w:type="spellStart"/>
      <w:r w:rsidR="002A4158" w:rsidRPr="00DA4E77">
        <w:t>Knephao</w:t>
      </w:r>
      <w:proofErr w:type="spellEnd"/>
      <w:r>
        <w:t xml:space="preserve">, </w:t>
      </w:r>
      <w:r w:rsidR="002A4158" w:rsidRPr="00DA4E77">
        <w:t xml:space="preserve">dit tout bas </w:t>
      </w:r>
      <w:proofErr w:type="spellStart"/>
      <w:r w:rsidR="002A4158" w:rsidRPr="00DA4E77">
        <w:t>Oréa</w:t>
      </w:r>
      <w:proofErr w:type="spellEnd"/>
      <w:r>
        <w:t xml:space="preserve">, </w:t>
      </w:r>
      <w:r w:rsidR="002A4158" w:rsidRPr="00DA4E77">
        <w:t xml:space="preserve">envoie un de tes hommes chercher </w:t>
      </w:r>
      <w:proofErr w:type="spellStart"/>
      <w:r w:rsidR="002A4158" w:rsidRPr="00DA4E77">
        <w:t>Hellas</w:t>
      </w:r>
      <w:proofErr w:type="spellEnd"/>
      <w:r>
        <w:t xml:space="preserve">. </w:t>
      </w:r>
      <w:r w:rsidR="002A4158" w:rsidRPr="00DA4E77">
        <w:t>Je crois nécessaire une entrevue avec lui avant que l</w:t>
      </w:r>
      <w:r>
        <w:t>’</w:t>
      </w:r>
      <w:r w:rsidR="002A4158" w:rsidRPr="00DA4E77">
        <w:t>un et l</w:t>
      </w:r>
      <w:r>
        <w:t>’</w:t>
      </w:r>
      <w:r w:rsidR="002A4158" w:rsidRPr="00DA4E77">
        <w:t>autre nous commencions cette rude journée</w:t>
      </w:r>
      <w:r>
        <w:t>.</w:t>
      </w:r>
    </w:p>
    <w:p w14:paraId="283972D1" w14:textId="77777777" w:rsidR="00276CCE" w:rsidRDefault="002A4158" w:rsidP="002A4158">
      <w:r w:rsidRPr="00DA4E77">
        <w:t>Un Égyptien s</w:t>
      </w:r>
      <w:r w:rsidR="00276CCE">
        <w:t>’</w:t>
      </w:r>
      <w:r w:rsidRPr="00DA4E77">
        <w:t>en va vers les appartements du Prince</w:t>
      </w:r>
      <w:r w:rsidR="00276CCE">
        <w:t xml:space="preserve">, </w:t>
      </w:r>
      <w:r w:rsidRPr="00DA4E77">
        <w:t>c</w:t>
      </w:r>
      <w:r w:rsidRPr="00DA4E77">
        <w:t>e</w:t>
      </w:r>
      <w:r w:rsidRPr="00DA4E77">
        <w:t>pendant qu</w:t>
      </w:r>
      <w:r w:rsidR="00276CCE">
        <w:t>’</w:t>
      </w:r>
      <w:proofErr w:type="spellStart"/>
      <w:r w:rsidRPr="00DA4E77">
        <w:t>Oréus</w:t>
      </w:r>
      <w:proofErr w:type="spellEnd"/>
      <w:r w:rsidRPr="00DA4E77">
        <w:t xml:space="preserve"> et </w:t>
      </w:r>
      <w:proofErr w:type="spellStart"/>
      <w:r w:rsidRPr="00DA4E77">
        <w:t>Knephao</w:t>
      </w:r>
      <w:proofErr w:type="spellEnd"/>
      <w:r w:rsidRPr="00DA4E77">
        <w:t xml:space="preserve"> disparaissent dans les cryptes s</w:t>
      </w:r>
      <w:r w:rsidRPr="00DA4E77">
        <w:t>i</w:t>
      </w:r>
      <w:r w:rsidRPr="00DA4E77">
        <w:t>lencieuses</w:t>
      </w:r>
      <w:r w:rsidR="00276CCE">
        <w:t xml:space="preserve">, </w:t>
      </w:r>
      <w:r w:rsidRPr="00DA4E77">
        <w:t>et qu</w:t>
      </w:r>
      <w:r w:rsidR="00276CCE">
        <w:t>’</w:t>
      </w:r>
      <w:proofErr w:type="spellStart"/>
      <w:r w:rsidRPr="00DA4E77">
        <w:t>Oréa</w:t>
      </w:r>
      <w:proofErr w:type="spellEnd"/>
      <w:r w:rsidR="00276CCE">
        <w:t xml:space="preserve">, </w:t>
      </w:r>
      <w:r w:rsidRPr="00DA4E77">
        <w:t>restée seule</w:t>
      </w:r>
      <w:r w:rsidR="00276CCE">
        <w:t xml:space="preserve">, </w:t>
      </w:r>
      <w:r w:rsidRPr="00DA4E77">
        <w:t>laisse ruisseler de ses yeux les larmes qu</w:t>
      </w:r>
      <w:r w:rsidR="00276CCE">
        <w:t>’</w:t>
      </w:r>
      <w:r w:rsidRPr="00DA4E77">
        <w:t>elle refoule depuis la nuit</w:t>
      </w:r>
      <w:r w:rsidR="00276CCE">
        <w:t>.</w:t>
      </w:r>
    </w:p>
    <w:p w14:paraId="2C27C05C" w14:textId="77777777" w:rsidR="00276CCE" w:rsidRDefault="00276CCE" w:rsidP="00276CCE">
      <w:pPr>
        <w:pStyle w:val="Titre2"/>
        <w:rPr>
          <w:i/>
        </w:rPr>
      </w:pPr>
      <w:bookmarkStart w:id="46" w:name="_Toc194842032"/>
      <w:r w:rsidRPr="00DA4E77">
        <w:lastRenderedPageBreak/>
        <w:t>Scène</w:t>
      </w:r>
      <w:r>
        <w:t> </w:t>
      </w:r>
      <w:r w:rsidRPr="00DA4E77">
        <w:t>III</w:t>
      </w:r>
      <w:r>
        <w:t xml:space="preserve">. – </w:t>
      </w:r>
      <w:r w:rsidR="002A4158" w:rsidRPr="00DA4E77">
        <w:rPr>
          <w:i/>
        </w:rPr>
        <w:t>Deux âmes</w:t>
      </w:r>
      <w:r>
        <w:rPr>
          <w:i/>
        </w:rPr>
        <w:t>.</w:t>
      </w:r>
      <w:bookmarkEnd w:id="46"/>
    </w:p>
    <w:p w14:paraId="28038005" w14:textId="77777777" w:rsidR="00276CCE" w:rsidRDefault="002A4158" w:rsidP="002A4158">
      <w:proofErr w:type="spellStart"/>
      <w:r w:rsidRPr="00DA4E77">
        <w:t>Hellas</w:t>
      </w:r>
      <w:proofErr w:type="spellEnd"/>
      <w:r w:rsidR="00276CCE">
        <w:t xml:space="preserve">, </w:t>
      </w:r>
      <w:r w:rsidRPr="00DA4E77">
        <w:t>entouré de ses plus fidèles compagnons d</w:t>
      </w:r>
      <w:r w:rsidR="00276CCE">
        <w:t>’</w:t>
      </w:r>
      <w:r w:rsidRPr="00DA4E77">
        <w:t>armes</w:t>
      </w:r>
      <w:r w:rsidR="00276CCE">
        <w:t xml:space="preserve">, </w:t>
      </w:r>
      <w:r w:rsidRPr="00DA4E77">
        <w:t>revenus avec lui du pays des Pélasges</w:t>
      </w:r>
      <w:r w:rsidR="00276CCE">
        <w:t xml:space="preserve">, </w:t>
      </w:r>
      <w:r w:rsidRPr="00DA4E77">
        <w:t>prend les dernières m</w:t>
      </w:r>
      <w:r w:rsidRPr="00DA4E77">
        <w:t>e</w:t>
      </w:r>
      <w:r w:rsidRPr="00DA4E77">
        <w:t>sures pour réparer</w:t>
      </w:r>
      <w:r w:rsidR="00276CCE">
        <w:t xml:space="preserve">, </w:t>
      </w:r>
      <w:r w:rsidRPr="00DA4E77">
        <w:t>dès le matin</w:t>
      </w:r>
      <w:r w:rsidR="00276CCE">
        <w:t xml:space="preserve">, </w:t>
      </w:r>
      <w:r w:rsidRPr="00DA4E77">
        <w:t>les ravages de la veille</w:t>
      </w:r>
      <w:r w:rsidR="00276CCE">
        <w:t xml:space="preserve">, </w:t>
      </w:r>
      <w:r w:rsidRPr="00DA4E77">
        <w:t>rass</w:t>
      </w:r>
      <w:r w:rsidRPr="00DA4E77">
        <w:t>u</w:t>
      </w:r>
      <w:r w:rsidRPr="00DA4E77">
        <w:t>rer le peuple</w:t>
      </w:r>
      <w:r w:rsidR="00276CCE">
        <w:t xml:space="preserve">, </w:t>
      </w:r>
      <w:r w:rsidRPr="00DA4E77">
        <w:t>raffermir ses soldats et arrêter l</w:t>
      </w:r>
      <w:r w:rsidR="00276CCE">
        <w:t>’</w:t>
      </w:r>
      <w:r w:rsidRPr="00DA4E77">
        <w:t>insurrection des rebelles</w:t>
      </w:r>
      <w:r w:rsidR="00276CCE">
        <w:t xml:space="preserve">. </w:t>
      </w:r>
      <w:proofErr w:type="spellStart"/>
      <w:r w:rsidRPr="00DA4E77">
        <w:t>Hermos</w:t>
      </w:r>
      <w:proofErr w:type="spellEnd"/>
      <w:r w:rsidRPr="00DA4E77">
        <w:t xml:space="preserve"> et lui viennent de tomber d</w:t>
      </w:r>
      <w:r w:rsidR="00276CCE">
        <w:t>’</w:t>
      </w:r>
      <w:r w:rsidRPr="00DA4E77">
        <w:t>accord sur le plan à adopter en cas de lutte</w:t>
      </w:r>
      <w:r w:rsidR="00276CCE">
        <w:t xml:space="preserve">, </w:t>
      </w:r>
      <w:r w:rsidRPr="00DA4E77">
        <w:t>et</w:t>
      </w:r>
      <w:r w:rsidR="00276CCE">
        <w:t xml:space="preserve">, </w:t>
      </w:r>
      <w:r w:rsidRPr="00DA4E77">
        <w:t>déjà</w:t>
      </w:r>
      <w:r w:rsidR="00276CCE">
        <w:t xml:space="preserve">, </w:t>
      </w:r>
      <w:r w:rsidRPr="00DA4E77">
        <w:t>en mots précis et brefs</w:t>
      </w:r>
      <w:r w:rsidR="00276CCE">
        <w:t xml:space="preserve">, </w:t>
      </w:r>
      <w:r w:rsidRPr="00DA4E77">
        <w:t>les deux chefs distribuent à chacun l</w:t>
      </w:r>
      <w:r w:rsidR="00276CCE">
        <w:t>’</w:t>
      </w:r>
      <w:r w:rsidRPr="00DA4E77">
        <w:t>emploi du temps</w:t>
      </w:r>
      <w:r w:rsidR="00276CCE">
        <w:t xml:space="preserve">, </w:t>
      </w:r>
      <w:r w:rsidRPr="00DA4E77">
        <w:t xml:space="preserve">quand un garde égyptien vient parler tout bas à </w:t>
      </w:r>
      <w:proofErr w:type="spellStart"/>
      <w:r w:rsidRPr="00DA4E77">
        <w:t>Hellas</w:t>
      </w:r>
      <w:proofErr w:type="spellEnd"/>
      <w:r w:rsidR="00276CCE">
        <w:t xml:space="preserve">. </w:t>
      </w:r>
      <w:r w:rsidRPr="00DA4E77">
        <w:t>Surpris</w:t>
      </w:r>
      <w:r w:rsidR="00276CCE">
        <w:t xml:space="preserve">, </w:t>
      </w:r>
      <w:r w:rsidRPr="00DA4E77">
        <w:t>dissim</w:t>
      </w:r>
      <w:r w:rsidRPr="00DA4E77">
        <w:t>u</w:t>
      </w:r>
      <w:r w:rsidRPr="00DA4E77">
        <w:t>lant avec peine l</w:t>
      </w:r>
      <w:r w:rsidR="00276CCE">
        <w:t>’</w:t>
      </w:r>
      <w:r w:rsidRPr="00DA4E77">
        <w:t>émotion de son cœur</w:t>
      </w:r>
      <w:r w:rsidR="00276CCE">
        <w:t xml:space="preserve">, </w:t>
      </w:r>
      <w:r w:rsidRPr="00DA4E77">
        <w:t>le Prince se lève et de</w:t>
      </w:r>
      <w:r w:rsidRPr="00DA4E77">
        <w:t>s</w:t>
      </w:r>
      <w:r w:rsidRPr="00DA4E77">
        <w:t>cend à la hâte dans le vestibule</w:t>
      </w:r>
      <w:r w:rsidR="00276CCE">
        <w:t xml:space="preserve">, </w:t>
      </w:r>
      <w:r w:rsidRPr="00DA4E77">
        <w:t>resté désert à cette heure mat</w:t>
      </w:r>
      <w:r w:rsidRPr="00DA4E77">
        <w:t>i</w:t>
      </w:r>
      <w:r w:rsidRPr="00DA4E77">
        <w:t>nale</w:t>
      </w:r>
      <w:r w:rsidR="00276CCE">
        <w:t>.</w:t>
      </w:r>
    </w:p>
    <w:p w14:paraId="706E7D58" w14:textId="77777777" w:rsidR="00276CCE" w:rsidRDefault="002A4158" w:rsidP="002A4158">
      <w:r w:rsidRPr="00DA4E77">
        <w:t>Et</w:t>
      </w:r>
      <w:r w:rsidR="00276CCE">
        <w:t xml:space="preserve">, </w:t>
      </w:r>
      <w:r w:rsidRPr="00DA4E77">
        <w:t>tout de suite</w:t>
      </w:r>
      <w:r w:rsidR="00276CCE">
        <w:t xml:space="preserve">, </w:t>
      </w:r>
      <w:r w:rsidRPr="00DA4E77">
        <w:t>prenant les mains d</w:t>
      </w:r>
      <w:r w:rsidR="00276CCE">
        <w:t>’</w:t>
      </w:r>
      <w:proofErr w:type="spellStart"/>
      <w:r w:rsidRPr="00DA4E77">
        <w:t>Oréa</w:t>
      </w:r>
      <w:proofErr w:type="spellEnd"/>
      <w:r w:rsidR="00276CCE">
        <w:t xml:space="preserve">, </w:t>
      </w:r>
      <w:r w:rsidRPr="00DA4E77">
        <w:t>il l</w:t>
      </w:r>
      <w:r w:rsidR="00276CCE">
        <w:t>’</w:t>
      </w:r>
      <w:r w:rsidRPr="00DA4E77">
        <w:t>entraîne dans une salle solitaire</w:t>
      </w:r>
      <w:r w:rsidR="00276CCE">
        <w:t>.</w:t>
      </w:r>
    </w:p>
    <w:p w14:paraId="70531AAA" w14:textId="77777777" w:rsidR="00276CCE" w:rsidRDefault="002A4158" w:rsidP="002A4158">
      <w:r w:rsidRPr="00DA4E77">
        <w:t>Alors</w:t>
      </w:r>
      <w:r w:rsidR="00276CCE">
        <w:t xml:space="preserve">, </w:t>
      </w:r>
      <w:r w:rsidRPr="00DA4E77">
        <w:t>il la regarde</w:t>
      </w:r>
      <w:r w:rsidR="00276CCE">
        <w:t xml:space="preserve">, </w:t>
      </w:r>
      <w:r w:rsidRPr="00DA4E77">
        <w:t>voit ses yeux rougis par les pleurs</w:t>
      </w:r>
      <w:r w:rsidR="00276CCE">
        <w:t xml:space="preserve">, </w:t>
      </w:r>
      <w:r w:rsidRPr="00DA4E77">
        <w:t>ses lèvres encore tremblantes d</w:t>
      </w:r>
      <w:r w:rsidR="00276CCE">
        <w:t>’</w:t>
      </w:r>
      <w:r w:rsidRPr="00DA4E77">
        <w:t>où ne peut jaillir aucun mot</w:t>
      </w:r>
      <w:r w:rsidR="00276CCE">
        <w:t>.</w:t>
      </w:r>
    </w:p>
    <w:p w14:paraId="1BF857B4" w14:textId="77777777" w:rsidR="00276CCE" w:rsidRDefault="00276CCE" w:rsidP="002A4158">
      <w:r>
        <w:t>— </w:t>
      </w:r>
      <w:proofErr w:type="spellStart"/>
      <w:r w:rsidR="002A4158" w:rsidRPr="00DA4E77">
        <w:t>Oréa</w:t>
      </w:r>
      <w:proofErr w:type="spellEnd"/>
      <w:r>
        <w:t xml:space="preserve">, </w:t>
      </w:r>
      <w:r w:rsidR="002A4158" w:rsidRPr="00DA4E77">
        <w:t>mon aimée</w:t>
      </w:r>
      <w:r>
        <w:t xml:space="preserve">, </w:t>
      </w:r>
      <w:r w:rsidR="002A4158" w:rsidRPr="00DA4E77">
        <w:t>tu as pleuré</w:t>
      </w:r>
      <w:r>
        <w:t xml:space="preserve"> ?… </w:t>
      </w:r>
      <w:r w:rsidR="002A4158" w:rsidRPr="00DA4E77">
        <w:t>tu pleures encore</w:t>
      </w:r>
      <w:r>
        <w:t> ?</w:t>
      </w:r>
    </w:p>
    <w:p w14:paraId="18224A1A" w14:textId="77777777" w:rsidR="00276CCE" w:rsidRDefault="002A4158" w:rsidP="002A4158">
      <w:r w:rsidRPr="00DA4E77">
        <w:t>Mais elle</w:t>
      </w:r>
      <w:r w:rsidR="00276CCE">
        <w:t xml:space="preserve">, </w:t>
      </w:r>
      <w:r w:rsidRPr="00DA4E77">
        <w:t>malgré sa volonté</w:t>
      </w:r>
      <w:r w:rsidR="00276CCE">
        <w:t xml:space="preserve">, </w:t>
      </w:r>
      <w:r w:rsidRPr="00DA4E77">
        <w:t>impuissante à lutter plus lon</w:t>
      </w:r>
      <w:r w:rsidRPr="00DA4E77">
        <w:t>g</w:t>
      </w:r>
      <w:r w:rsidRPr="00DA4E77">
        <w:t>temps contre son émoi</w:t>
      </w:r>
      <w:r w:rsidR="00276CCE">
        <w:t xml:space="preserve">, </w:t>
      </w:r>
      <w:r w:rsidRPr="00DA4E77">
        <w:t>se laisse tomber dans les bras du jeune homme</w:t>
      </w:r>
      <w:r w:rsidR="00276CCE">
        <w:t xml:space="preserve">, </w:t>
      </w:r>
      <w:r w:rsidRPr="00DA4E77">
        <w:t>la tête appuyée sur l</w:t>
      </w:r>
      <w:r w:rsidR="00276CCE">
        <w:t>’</w:t>
      </w:r>
      <w:r w:rsidRPr="00DA4E77">
        <w:t>épaule robuste</w:t>
      </w:r>
      <w:r w:rsidR="00276CCE">
        <w:t>.</w:t>
      </w:r>
    </w:p>
    <w:p w14:paraId="6104D984" w14:textId="77777777" w:rsidR="00276CCE" w:rsidRDefault="00276CCE" w:rsidP="002A4158">
      <w:r>
        <w:t>— </w:t>
      </w:r>
      <w:proofErr w:type="spellStart"/>
      <w:r w:rsidR="002A4158" w:rsidRPr="00DA4E77">
        <w:t>Hellas</w:t>
      </w:r>
      <w:proofErr w:type="spellEnd"/>
      <w:r>
        <w:t xml:space="preserve">, </w:t>
      </w:r>
      <w:r w:rsidR="002A4158" w:rsidRPr="00DA4E77">
        <w:t>mon ami</w:t>
      </w:r>
      <w:r>
        <w:t xml:space="preserve">, </w:t>
      </w:r>
      <w:r w:rsidR="002A4158" w:rsidRPr="00DA4E77">
        <w:t>mon bien-aimé</w:t>
      </w:r>
      <w:r>
        <w:t xml:space="preserve">, </w:t>
      </w:r>
      <w:r w:rsidR="002A4158" w:rsidRPr="00DA4E77">
        <w:t>pardonne-moi de ple</w:t>
      </w:r>
      <w:r w:rsidR="002A4158" w:rsidRPr="00DA4E77">
        <w:t>u</w:t>
      </w:r>
      <w:r w:rsidR="002A4158" w:rsidRPr="00DA4E77">
        <w:t>rer devant toi qui</w:t>
      </w:r>
      <w:r>
        <w:t xml:space="preserve">, </w:t>
      </w:r>
      <w:r w:rsidR="002A4158" w:rsidRPr="00DA4E77">
        <w:t>en ce jour</w:t>
      </w:r>
      <w:r>
        <w:t xml:space="preserve">, </w:t>
      </w:r>
      <w:r w:rsidR="002A4158" w:rsidRPr="00DA4E77">
        <w:t>as tant besoin de toute ton éne</w:t>
      </w:r>
      <w:r w:rsidR="002A4158" w:rsidRPr="00DA4E77">
        <w:t>r</w:t>
      </w:r>
      <w:r w:rsidR="002A4158" w:rsidRPr="00DA4E77">
        <w:t>gie</w:t>
      </w:r>
      <w:r>
        <w:t xml:space="preserve">. </w:t>
      </w:r>
      <w:r w:rsidR="002A4158" w:rsidRPr="00DA4E77">
        <w:t>Mais je suis brisée corps et âme</w:t>
      </w:r>
      <w:r>
        <w:t>.</w:t>
      </w:r>
    </w:p>
    <w:p w14:paraId="7872FE72" w14:textId="77777777" w:rsidR="00276CCE" w:rsidRDefault="00276CCE" w:rsidP="002A4158">
      <w:r>
        <w:t>— </w:t>
      </w:r>
      <w:r w:rsidR="002A4158" w:rsidRPr="00DA4E77">
        <w:t>Amie</w:t>
      </w:r>
      <w:r>
        <w:t xml:space="preserve">, </w:t>
      </w:r>
      <w:r w:rsidR="002A4158" w:rsidRPr="00DA4E77">
        <w:t>pleure</w:t>
      </w:r>
      <w:r>
        <w:t xml:space="preserve"> ; </w:t>
      </w:r>
      <w:r w:rsidR="002A4158" w:rsidRPr="00DA4E77">
        <w:t>il faut de bien grandes épreuves pour la</w:t>
      </w:r>
      <w:r w:rsidR="002A4158" w:rsidRPr="00DA4E77">
        <w:t>s</w:t>
      </w:r>
      <w:r w:rsidR="002A4158" w:rsidRPr="00DA4E77">
        <w:t>ser le courage d</w:t>
      </w:r>
      <w:r>
        <w:t>’</w:t>
      </w:r>
      <w:proofErr w:type="spellStart"/>
      <w:r w:rsidR="002A4158" w:rsidRPr="00DA4E77">
        <w:t>Oréa</w:t>
      </w:r>
      <w:proofErr w:type="spellEnd"/>
      <w:r>
        <w:t xml:space="preserve">. </w:t>
      </w:r>
      <w:r w:rsidR="002A4158" w:rsidRPr="00DA4E77">
        <w:t>Dis-moi ton secret</w:t>
      </w:r>
      <w:r>
        <w:t>.</w:t>
      </w:r>
    </w:p>
    <w:p w14:paraId="6592530F" w14:textId="77777777" w:rsidR="00276CCE" w:rsidRDefault="00276CCE" w:rsidP="002A4158">
      <w:r>
        <w:t>— </w:t>
      </w:r>
      <w:r w:rsidR="002A4158" w:rsidRPr="00DA4E77">
        <w:t>Mon père est ici</w:t>
      </w:r>
      <w:r>
        <w:t>.</w:t>
      </w:r>
    </w:p>
    <w:p w14:paraId="62E9D7BE" w14:textId="77777777" w:rsidR="00276CCE" w:rsidRDefault="00276CCE" w:rsidP="002A4158">
      <w:r>
        <w:t>— </w:t>
      </w:r>
      <w:r w:rsidR="002A4158" w:rsidRPr="00DA4E77">
        <w:t>Où</w:t>
      </w:r>
      <w:r>
        <w:t xml:space="preserve"> ? </w:t>
      </w:r>
      <w:r w:rsidR="002A4158" w:rsidRPr="00DA4E77">
        <w:t>Et depuis quand</w:t>
      </w:r>
      <w:r>
        <w:t> ?</w:t>
      </w:r>
    </w:p>
    <w:p w14:paraId="51D40768" w14:textId="77777777" w:rsidR="00276CCE" w:rsidRDefault="00276CCE" w:rsidP="002A4158">
      <w:r>
        <w:lastRenderedPageBreak/>
        <w:t>— </w:t>
      </w:r>
      <w:r w:rsidR="002A4158" w:rsidRPr="00DA4E77">
        <w:t>Il va sur la terrasse</w:t>
      </w:r>
      <w:r>
        <w:t xml:space="preserve">, </w:t>
      </w:r>
      <w:r w:rsidR="002A4158" w:rsidRPr="00DA4E77">
        <w:t>nous arrivons de l</w:t>
      </w:r>
      <w:r>
        <w:t>’</w:t>
      </w:r>
      <w:r w:rsidR="002A4158" w:rsidRPr="00DA4E77">
        <w:t>île</w:t>
      </w:r>
      <w:r>
        <w:t>.</w:t>
      </w:r>
    </w:p>
    <w:p w14:paraId="2CDCCB5A" w14:textId="77777777" w:rsidR="00276CCE" w:rsidRDefault="002A4158" w:rsidP="002A4158">
      <w:r w:rsidRPr="00DA4E77">
        <w:t>Puis</w:t>
      </w:r>
      <w:r w:rsidR="00276CCE">
        <w:t xml:space="preserve">, </w:t>
      </w:r>
      <w:r w:rsidRPr="00DA4E77">
        <w:t>après un silence</w:t>
      </w:r>
      <w:r w:rsidR="00276CCE">
        <w:t xml:space="preserve">, </w:t>
      </w:r>
      <w:r w:rsidRPr="00DA4E77">
        <w:t>parlant bas dans l</w:t>
      </w:r>
      <w:r w:rsidR="00276CCE">
        <w:t>’</w:t>
      </w:r>
      <w:r w:rsidRPr="00DA4E77">
        <w:t>oreille du jeune homme</w:t>
      </w:r>
      <w:r w:rsidR="00276CCE">
        <w:t xml:space="preserve">, </w:t>
      </w:r>
      <w:r w:rsidRPr="00DA4E77">
        <w:t>comme si les sphinx de marbre eux-mêmes ne devaient pas entendre</w:t>
      </w:r>
      <w:r w:rsidR="00276CCE">
        <w:t> :</w:t>
      </w:r>
    </w:p>
    <w:p w14:paraId="09FF197C" w14:textId="77777777" w:rsidR="00276CCE" w:rsidRDefault="00276CCE" w:rsidP="002A4158">
      <w:r>
        <w:t>— </w:t>
      </w:r>
      <w:r w:rsidR="002A4158" w:rsidRPr="00DA4E77">
        <w:t>Il ne me verra plus</w:t>
      </w:r>
      <w:r>
        <w:t xml:space="preserve"> ! </w:t>
      </w:r>
      <w:r w:rsidR="002A4158" w:rsidRPr="00DA4E77">
        <w:t>Il est aveugle</w:t>
      </w:r>
      <w:r>
        <w:t> !</w:t>
      </w:r>
    </w:p>
    <w:p w14:paraId="6E9A7E9C" w14:textId="77777777" w:rsidR="00276CCE" w:rsidRDefault="00276CCE" w:rsidP="002A4158">
      <w:r>
        <w:t>— </w:t>
      </w:r>
      <w:r w:rsidR="002A4158" w:rsidRPr="00DA4E77">
        <w:t>Aveugle</w:t>
      </w:r>
      <w:r>
        <w:t xml:space="preserve"> ? </w:t>
      </w:r>
      <w:r w:rsidR="002A4158" w:rsidRPr="00DA4E77">
        <w:t>Lui</w:t>
      </w:r>
      <w:r>
        <w:t> ?</w:t>
      </w:r>
    </w:p>
    <w:p w14:paraId="4409C75E" w14:textId="77777777" w:rsidR="00276CCE" w:rsidRDefault="00276CCE" w:rsidP="002A4158">
      <w:r>
        <w:t>— </w:t>
      </w:r>
      <w:r w:rsidR="002A4158" w:rsidRPr="00DA4E77">
        <w:t>Il a jeté cette nuit</w:t>
      </w:r>
      <w:r>
        <w:t xml:space="preserve">, </w:t>
      </w:r>
      <w:r w:rsidR="002A4158" w:rsidRPr="00DA4E77">
        <w:t>vers la ville en détresse</w:t>
      </w:r>
      <w:r>
        <w:t xml:space="preserve">, </w:t>
      </w:r>
      <w:r w:rsidR="002A4158" w:rsidRPr="00DA4E77">
        <w:t>toute la sple</w:t>
      </w:r>
      <w:r w:rsidR="002A4158" w:rsidRPr="00DA4E77">
        <w:t>n</w:t>
      </w:r>
      <w:r w:rsidR="002A4158" w:rsidRPr="00DA4E77">
        <w:t>deur solaire dont</w:t>
      </w:r>
      <w:r>
        <w:t xml:space="preserve">, </w:t>
      </w:r>
      <w:r w:rsidR="002A4158" w:rsidRPr="00DA4E77">
        <w:t>par le même effort</w:t>
      </w:r>
      <w:r>
        <w:t xml:space="preserve">, </w:t>
      </w:r>
      <w:r w:rsidR="002A4158" w:rsidRPr="00DA4E77">
        <w:t>il brûlait à jamais ses pr</w:t>
      </w:r>
      <w:r w:rsidR="002A4158" w:rsidRPr="00DA4E77">
        <w:t>o</w:t>
      </w:r>
      <w:r w:rsidR="002A4158" w:rsidRPr="00DA4E77">
        <w:t>pres yeux</w:t>
      </w:r>
      <w:r>
        <w:t>.</w:t>
      </w:r>
    </w:p>
    <w:p w14:paraId="0E0584FE" w14:textId="77777777" w:rsidR="00276CCE" w:rsidRDefault="00276CCE" w:rsidP="002A4158">
      <w:r>
        <w:t>— </w:t>
      </w:r>
      <w:r w:rsidR="002A4158" w:rsidRPr="00DA4E77">
        <w:t>Aveugle</w:t>
      </w:r>
      <w:r>
        <w:t xml:space="preserve"> ! </w:t>
      </w:r>
      <w:r w:rsidR="002A4158" w:rsidRPr="00DA4E77">
        <w:t>Aveugle</w:t>
      </w:r>
      <w:r>
        <w:t xml:space="preserve"> ! </w:t>
      </w:r>
      <w:r w:rsidR="002A4158" w:rsidRPr="00DA4E77">
        <w:t xml:space="preserve">répète </w:t>
      </w:r>
      <w:proofErr w:type="spellStart"/>
      <w:r w:rsidR="002A4158" w:rsidRPr="00DA4E77">
        <w:t>Hellas</w:t>
      </w:r>
      <w:proofErr w:type="spellEnd"/>
      <w:r>
        <w:t>.</w:t>
      </w:r>
    </w:p>
    <w:p w14:paraId="18D055D8" w14:textId="77777777" w:rsidR="00276CCE" w:rsidRDefault="00276CCE" w:rsidP="002A4158">
      <w:r>
        <w:t>— </w:t>
      </w:r>
      <w:r w:rsidR="002A4158" w:rsidRPr="00DA4E77">
        <w:t>Pas encore</w:t>
      </w:r>
      <w:r>
        <w:t xml:space="preserve">, </w:t>
      </w:r>
      <w:r w:rsidR="002A4158" w:rsidRPr="00DA4E77">
        <w:t>peut-être</w:t>
      </w:r>
      <w:r>
        <w:t xml:space="preserve">, </w:t>
      </w:r>
      <w:r w:rsidR="002A4158" w:rsidRPr="00DA4E77">
        <w:t>mais sûrement il le sera ce soir</w:t>
      </w:r>
      <w:r>
        <w:t>.</w:t>
      </w:r>
    </w:p>
    <w:p w14:paraId="61D70F29" w14:textId="77777777" w:rsidR="00276CCE" w:rsidRDefault="00276CCE" w:rsidP="002A4158">
      <w:r>
        <w:t>— </w:t>
      </w:r>
      <w:r w:rsidR="002A4158" w:rsidRPr="00DA4E77">
        <w:t>Pourquoi ce soir</w:t>
      </w:r>
      <w:r>
        <w:t> ?</w:t>
      </w:r>
    </w:p>
    <w:p w14:paraId="0DADD415" w14:textId="77777777" w:rsidR="00276CCE" w:rsidRDefault="00276CCE" w:rsidP="002A4158">
      <w:r>
        <w:t>— </w:t>
      </w:r>
      <w:r w:rsidR="002A4158" w:rsidRPr="00DA4E77">
        <w:t>Parce que les forces suprêmes de ses yeux</w:t>
      </w:r>
      <w:r>
        <w:t xml:space="preserve">, </w:t>
      </w:r>
      <w:r w:rsidR="002A4158" w:rsidRPr="00DA4E77">
        <w:t>il va les prod</w:t>
      </w:r>
      <w:r w:rsidR="002A4158" w:rsidRPr="00DA4E77">
        <w:t>i</w:t>
      </w:r>
      <w:r w:rsidR="002A4158" w:rsidRPr="00DA4E77">
        <w:t>guer aujourd</w:t>
      </w:r>
      <w:r>
        <w:t>’</w:t>
      </w:r>
      <w:r w:rsidR="002A4158" w:rsidRPr="00DA4E77">
        <w:t>hui à de nouveaux exploits</w:t>
      </w:r>
      <w:r>
        <w:t xml:space="preserve"> ; </w:t>
      </w:r>
      <w:r w:rsidR="002A4158" w:rsidRPr="00DA4E77">
        <w:t>s</w:t>
      </w:r>
      <w:r>
        <w:t>’</w:t>
      </w:r>
      <w:r w:rsidR="002A4158" w:rsidRPr="00DA4E77">
        <w:t>il s</w:t>
      </w:r>
      <w:r>
        <w:t>’</w:t>
      </w:r>
      <w:r w:rsidR="002A4158" w:rsidRPr="00DA4E77">
        <w:t>est fait conduire sur la Terrasse Sacrée</w:t>
      </w:r>
      <w:r>
        <w:t xml:space="preserve">, </w:t>
      </w:r>
      <w:r w:rsidR="002A4158" w:rsidRPr="00DA4E77">
        <w:t>c</w:t>
      </w:r>
      <w:r>
        <w:t>’</w:t>
      </w:r>
      <w:r w:rsidR="002A4158" w:rsidRPr="00DA4E77">
        <w:t>est pour y manier encore les flammes cachées du sanctuaire et les ravir aux incursions possibles de nos ennemis</w:t>
      </w:r>
      <w:r>
        <w:t>.</w:t>
      </w:r>
    </w:p>
    <w:p w14:paraId="08E2C82A" w14:textId="77777777" w:rsidR="00276CCE" w:rsidRDefault="002A4158" w:rsidP="002A4158">
      <w:r w:rsidRPr="00DA4E77">
        <w:t>Un silence</w:t>
      </w:r>
      <w:r w:rsidR="00276CCE">
        <w:t>.</w:t>
      </w:r>
    </w:p>
    <w:p w14:paraId="64B0927D" w14:textId="77777777" w:rsidR="00276CCE" w:rsidRDefault="00276CCE" w:rsidP="002A4158">
      <w:r>
        <w:t>— </w:t>
      </w:r>
      <w:proofErr w:type="spellStart"/>
      <w:r w:rsidR="002A4158" w:rsidRPr="00DA4E77">
        <w:t>Oréa</w:t>
      </w:r>
      <w:proofErr w:type="spellEnd"/>
      <w:r>
        <w:t xml:space="preserve">, </w:t>
      </w:r>
      <w:r w:rsidR="002A4158" w:rsidRPr="00DA4E77">
        <w:t>ton père n</w:t>
      </w:r>
      <w:r>
        <w:t>’</w:t>
      </w:r>
      <w:r w:rsidR="002A4158" w:rsidRPr="00DA4E77">
        <w:t>a rien dit sur la journée qui s</w:t>
      </w:r>
      <w:r>
        <w:t>’</w:t>
      </w:r>
      <w:r w:rsidR="002A4158" w:rsidRPr="00DA4E77">
        <w:t>avance</w:t>
      </w:r>
      <w:r>
        <w:t> ?</w:t>
      </w:r>
    </w:p>
    <w:p w14:paraId="02DCF517" w14:textId="77777777" w:rsidR="00276CCE" w:rsidRDefault="00276CCE" w:rsidP="002A4158">
      <w:r>
        <w:t>— </w:t>
      </w:r>
      <w:r w:rsidR="002A4158" w:rsidRPr="00DA4E77">
        <w:t>Rien</w:t>
      </w:r>
      <w:r>
        <w:t xml:space="preserve">, </w:t>
      </w:r>
      <w:r w:rsidR="002A4158" w:rsidRPr="00DA4E77">
        <w:t xml:space="preserve">répond </w:t>
      </w:r>
      <w:proofErr w:type="spellStart"/>
      <w:r w:rsidR="002A4158" w:rsidRPr="00DA4E77">
        <w:t>Oréa</w:t>
      </w:r>
      <w:proofErr w:type="spellEnd"/>
      <w:r w:rsidR="002A4158" w:rsidRPr="00DA4E77">
        <w:t xml:space="preserve"> après une seconde d</w:t>
      </w:r>
      <w:r>
        <w:t>’</w:t>
      </w:r>
      <w:r w:rsidR="002A4158" w:rsidRPr="00DA4E77">
        <w:t>hésitation</w:t>
      </w:r>
      <w:r>
        <w:t xml:space="preserve">, </w:t>
      </w:r>
      <w:r w:rsidR="002A4158" w:rsidRPr="00DA4E77">
        <w:t>rien</w:t>
      </w:r>
      <w:r>
        <w:t xml:space="preserve">, </w:t>
      </w:r>
      <w:r w:rsidR="002A4158" w:rsidRPr="00DA4E77">
        <w:t>sinon qu</w:t>
      </w:r>
      <w:r>
        <w:t>’</w:t>
      </w:r>
      <w:proofErr w:type="spellStart"/>
      <w:r w:rsidR="002A4158" w:rsidRPr="00DA4E77">
        <w:t>Hermos</w:t>
      </w:r>
      <w:proofErr w:type="spellEnd"/>
      <w:r w:rsidR="002A4158" w:rsidRPr="00DA4E77">
        <w:t xml:space="preserve"> et toi vous accomplirez des prouesses</w:t>
      </w:r>
      <w:r>
        <w:t>.</w:t>
      </w:r>
    </w:p>
    <w:p w14:paraId="036F2DD4" w14:textId="77777777" w:rsidR="00276CCE" w:rsidRDefault="00276CCE" w:rsidP="002A4158">
      <w:r>
        <w:t>— </w:t>
      </w:r>
      <w:r w:rsidR="002A4158" w:rsidRPr="00DA4E77">
        <w:t>Mais</w:t>
      </w:r>
      <w:r>
        <w:t xml:space="preserve">, </w:t>
      </w:r>
      <w:r w:rsidR="002A4158" w:rsidRPr="00DA4E77">
        <w:t>dans une pareille occurrence</w:t>
      </w:r>
      <w:r>
        <w:t xml:space="preserve">, </w:t>
      </w:r>
      <w:r w:rsidR="002A4158" w:rsidRPr="00DA4E77">
        <w:t>pourquoi ne restes-tu pas près de lui</w:t>
      </w:r>
      <w:r>
        <w:t xml:space="preserve"> ? </w:t>
      </w:r>
      <w:r w:rsidR="002A4158" w:rsidRPr="00DA4E77">
        <w:t>Pourquoi m</w:t>
      </w:r>
      <w:r>
        <w:t>’</w:t>
      </w:r>
      <w:r w:rsidR="002A4158" w:rsidRPr="00DA4E77">
        <w:t>a-t-on dit que tu voulais repartir pour l</w:t>
      </w:r>
      <w:r>
        <w:t>’</w:t>
      </w:r>
      <w:r w:rsidR="002A4158" w:rsidRPr="00DA4E77">
        <w:t>Île Verte</w:t>
      </w:r>
      <w:r>
        <w:t> ?</w:t>
      </w:r>
    </w:p>
    <w:p w14:paraId="6F668BC0" w14:textId="77777777" w:rsidR="00276CCE" w:rsidRDefault="00276CCE" w:rsidP="002A4158">
      <w:r>
        <w:t>— </w:t>
      </w:r>
      <w:r w:rsidR="002A4158" w:rsidRPr="00DA4E77">
        <w:t>Parce qu</w:t>
      </w:r>
      <w:r>
        <w:t>’</w:t>
      </w:r>
      <w:r w:rsidR="002A4158" w:rsidRPr="00DA4E77">
        <w:t>il le faut</w:t>
      </w:r>
      <w:r>
        <w:t>.</w:t>
      </w:r>
    </w:p>
    <w:p w14:paraId="0C98E395" w14:textId="77777777" w:rsidR="00276CCE" w:rsidRDefault="00276CCE" w:rsidP="002A4158">
      <w:r>
        <w:lastRenderedPageBreak/>
        <w:t>— </w:t>
      </w:r>
      <w:r w:rsidR="002A4158" w:rsidRPr="00DA4E77">
        <w:t>Non</w:t>
      </w:r>
      <w:r>
        <w:t xml:space="preserve">, </w:t>
      </w:r>
      <w:r w:rsidR="002A4158" w:rsidRPr="00DA4E77">
        <w:t>non</w:t>
      </w:r>
      <w:r>
        <w:t xml:space="preserve">. </w:t>
      </w:r>
      <w:r w:rsidR="002A4158" w:rsidRPr="00DA4E77">
        <w:t>Reste avec nous</w:t>
      </w:r>
      <w:r>
        <w:t xml:space="preserve">, </w:t>
      </w:r>
      <w:r w:rsidR="002A4158" w:rsidRPr="00DA4E77">
        <w:t>dans Atlantis</w:t>
      </w:r>
      <w:r>
        <w:t xml:space="preserve"> ; </w:t>
      </w:r>
      <w:r w:rsidR="002A4158" w:rsidRPr="00DA4E77">
        <w:t>reste près de ton père</w:t>
      </w:r>
      <w:r>
        <w:t xml:space="preserve">. </w:t>
      </w:r>
      <w:r w:rsidR="002A4158" w:rsidRPr="00DA4E77">
        <w:t>Si</w:t>
      </w:r>
      <w:r>
        <w:t xml:space="preserve">, </w:t>
      </w:r>
      <w:r w:rsidR="002A4158" w:rsidRPr="00DA4E77">
        <w:t>par décret des dieux</w:t>
      </w:r>
      <w:r>
        <w:t xml:space="preserve">, </w:t>
      </w:r>
      <w:r w:rsidR="002A4158" w:rsidRPr="00DA4E77">
        <w:t>nous devons mourir</w:t>
      </w:r>
      <w:r>
        <w:t xml:space="preserve">, </w:t>
      </w:r>
      <w:r w:rsidR="002A4158" w:rsidRPr="00DA4E77">
        <w:t>que</w:t>
      </w:r>
      <w:r>
        <w:t xml:space="preserve">, </w:t>
      </w:r>
      <w:r w:rsidR="002A4158" w:rsidRPr="00DA4E77">
        <w:t>du moins</w:t>
      </w:r>
      <w:r>
        <w:t xml:space="preserve">, </w:t>
      </w:r>
      <w:r w:rsidR="002A4158" w:rsidRPr="00DA4E77">
        <w:t>nous mourions ensemble</w:t>
      </w:r>
      <w:r>
        <w:t>.</w:t>
      </w:r>
    </w:p>
    <w:p w14:paraId="4B43A993" w14:textId="77777777" w:rsidR="00276CCE" w:rsidRDefault="00276CCE" w:rsidP="002A4158">
      <w:r>
        <w:t>— </w:t>
      </w:r>
      <w:r w:rsidR="002A4158" w:rsidRPr="00DA4E77">
        <w:t>Nous ne mourrons pas</w:t>
      </w:r>
      <w:r>
        <w:t xml:space="preserve">, </w:t>
      </w:r>
      <w:r w:rsidR="002A4158" w:rsidRPr="00DA4E77">
        <w:t>mon père l</w:t>
      </w:r>
      <w:r>
        <w:t>’</w:t>
      </w:r>
      <w:r w:rsidR="002A4158" w:rsidRPr="00DA4E77">
        <w:t>a assuré</w:t>
      </w:r>
      <w:r>
        <w:t xml:space="preserve">. </w:t>
      </w:r>
      <w:r w:rsidR="002A4158" w:rsidRPr="00DA4E77">
        <w:t>Nous nous retrouverons bientôt</w:t>
      </w:r>
      <w:r>
        <w:t xml:space="preserve">. </w:t>
      </w:r>
      <w:r w:rsidR="002A4158" w:rsidRPr="00DA4E77">
        <w:t>J</w:t>
      </w:r>
      <w:r>
        <w:t>’</w:t>
      </w:r>
      <w:r w:rsidR="002A4158" w:rsidRPr="00DA4E77">
        <w:t>en ai la foi</w:t>
      </w:r>
      <w:r>
        <w:t>.</w:t>
      </w:r>
    </w:p>
    <w:p w14:paraId="471529CF" w14:textId="77777777" w:rsidR="00276CCE" w:rsidRDefault="00276CCE" w:rsidP="002A4158">
      <w:r>
        <w:t>— </w:t>
      </w:r>
      <w:r w:rsidR="002A4158" w:rsidRPr="00DA4E77">
        <w:t>Ici</w:t>
      </w:r>
      <w:r>
        <w:t xml:space="preserve">, </w:t>
      </w:r>
      <w:r w:rsidR="002A4158" w:rsidRPr="00DA4E77">
        <w:t>dans Atlantis délivrée du mal</w:t>
      </w:r>
      <w:r>
        <w:t> ?</w:t>
      </w:r>
    </w:p>
    <w:p w14:paraId="0111DB4B" w14:textId="77777777" w:rsidR="00276CCE" w:rsidRDefault="00276CCE" w:rsidP="002A4158">
      <w:r>
        <w:t>— </w:t>
      </w:r>
      <w:r w:rsidR="002A4158" w:rsidRPr="00DA4E77">
        <w:t>Ici ou ailleurs</w:t>
      </w:r>
      <w:r>
        <w:t xml:space="preserve">. </w:t>
      </w:r>
      <w:r w:rsidR="002A4158" w:rsidRPr="00DA4E77">
        <w:t>Ailleurs</w:t>
      </w:r>
      <w:r>
        <w:t xml:space="preserve">, </w:t>
      </w:r>
      <w:r w:rsidR="002A4158" w:rsidRPr="00DA4E77">
        <w:t>peut-être</w:t>
      </w:r>
      <w:r>
        <w:t xml:space="preserve">. </w:t>
      </w:r>
      <w:r w:rsidR="002A4158" w:rsidRPr="00DA4E77">
        <w:t>Dans un pays nouveau</w:t>
      </w:r>
      <w:r>
        <w:t xml:space="preserve">, </w:t>
      </w:r>
      <w:r w:rsidR="002A4158" w:rsidRPr="00DA4E77">
        <w:t>chez les peuples plus jeunes</w:t>
      </w:r>
      <w:r>
        <w:t xml:space="preserve">. </w:t>
      </w:r>
      <w:r w:rsidR="002A4158" w:rsidRPr="00DA4E77">
        <w:t>Mais je parle au hasard</w:t>
      </w:r>
      <w:r>
        <w:t xml:space="preserve">. </w:t>
      </w:r>
      <w:r w:rsidR="002A4158" w:rsidRPr="00DA4E77">
        <w:t>Ma tête est troublée de fatigue et de douleur</w:t>
      </w:r>
      <w:r>
        <w:t>.</w:t>
      </w:r>
    </w:p>
    <w:p w14:paraId="6C9E9D53" w14:textId="77777777" w:rsidR="00276CCE" w:rsidRDefault="00276CCE" w:rsidP="002A4158">
      <w:r>
        <w:t>— </w:t>
      </w:r>
      <w:r w:rsidR="002A4158" w:rsidRPr="00DA4E77">
        <w:t>Ailleurs</w:t>
      </w:r>
      <w:r>
        <w:t xml:space="preserve"> ? </w:t>
      </w:r>
      <w:r w:rsidR="002A4158" w:rsidRPr="00DA4E77">
        <w:t>Pourquoi</w:t>
      </w:r>
      <w:r>
        <w:t xml:space="preserve"> ? </w:t>
      </w:r>
      <w:r w:rsidR="002A4158" w:rsidRPr="00DA4E77">
        <w:t>Ton père a parlé</w:t>
      </w:r>
      <w:r>
        <w:t xml:space="preserve"> ? </w:t>
      </w:r>
      <w:r w:rsidR="002A4158" w:rsidRPr="00DA4E77">
        <w:t>Qu</w:t>
      </w:r>
      <w:r>
        <w:t>’</w:t>
      </w:r>
      <w:r w:rsidR="002A4158" w:rsidRPr="00DA4E77">
        <w:t>a-t-il dit</w:t>
      </w:r>
      <w:r>
        <w:t xml:space="preserve"> ? </w:t>
      </w:r>
      <w:r w:rsidR="002A4158" w:rsidRPr="00DA4E77">
        <w:t>Que sais-tu</w:t>
      </w:r>
      <w:r>
        <w:t> ?</w:t>
      </w:r>
    </w:p>
    <w:p w14:paraId="3CC2986E" w14:textId="77777777" w:rsidR="00276CCE" w:rsidRDefault="00276CCE" w:rsidP="002A4158">
      <w:r>
        <w:t>— </w:t>
      </w:r>
      <w:r w:rsidR="002A4158" w:rsidRPr="00DA4E77">
        <w:t>Rien</w:t>
      </w:r>
      <w:r>
        <w:t xml:space="preserve"> ! </w:t>
      </w:r>
      <w:r w:rsidR="002A4158" w:rsidRPr="00DA4E77">
        <w:t>rien</w:t>
      </w:r>
      <w:r>
        <w:t xml:space="preserve"> ! </w:t>
      </w:r>
      <w:proofErr w:type="spellStart"/>
      <w:r w:rsidR="002A4158" w:rsidRPr="00DA4E77">
        <w:t>Hellas</w:t>
      </w:r>
      <w:proofErr w:type="spellEnd"/>
      <w:r>
        <w:t xml:space="preserve">, </w:t>
      </w:r>
      <w:r w:rsidR="002A4158" w:rsidRPr="00DA4E77">
        <w:t>par pitié</w:t>
      </w:r>
      <w:r>
        <w:t xml:space="preserve">, </w:t>
      </w:r>
      <w:r w:rsidR="002A4158" w:rsidRPr="00DA4E77">
        <w:t>laisse-moi partir</w:t>
      </w:r>
      <w:r>
        <w:t xml:space="preserve">. </w:t>
      </w:r>
      <w:r w:rsidR="002A4158" w:rsidRPr="00DA4E77">
        <w:t>J</w:t>
      </w:r>
      <w:r>
        <w:t>’</w:t>
      </w:r>
      <w:r w:rsidR="002A4158" w:rsidRPr="00DA4E77">
        <w:t>ai pr</w:t>
      </w:r>
      <w:r w:rsidR="002A4158" w:rsidRPr="00DA4E77">
        <w:t>o</w:t>
      </w:r>
      <w:r w:rsidR="002A4158" w:rsidRPr="00DA4E77">
        <w:t>mis à mon père de rentrer dans l</w:t>
      </w:r>
      <w:r>
        <w:t>’</w:t>
      </w:r>
      <w:r w:rsidR="002A4158" w:rsidRPr="00DA4E77">
        <w:t>île</w:t>
      </w:r>
      <w:r>
        <w:t>.</w:t>
      </w:r>
    </w:p>
    <w:p w14:paraId="14873943" w14:textId="77777777" w:rsidR="00276CCE" w:rsidRDefault="00276CCE" w:rsidP="002A4158">
      <w:r>
        <w:t>— </w:t>
      </w:r>
      <w:r w:rsidR="002A4158" w:rsidRPr="00DA4E77">
        <w:t>Qu</w:t>
      </w:r>
      <w:r>
        <w:t>’</w:t>
      </w:r>
      <w:r w:rsidR="002A4158" w:rsidRPr="00DA4E77">
        <w:t>importe</w:t>
      </w:r>
      <w:r>
        <w:t xml:space="preserve"> ! </w:t>
      </w:r>
      <w:r w:rsidR="002A4158" w:rsidRPr="00DA4E77">
        <w:t>C</w:t>
      </w:r>
      <w:r>
        <w:t>’</w:t>
      </w:r>
      <w:r w:rsidR="002A4158" w:rsidRPr="00DA4E77">
        <w:t>est pour ton père que je te garde</w:t>
      </w:r>
      <w:r>
        <w:t xml:space="preserve">, </w:t>
      </w:r>
      <w:r w:rsidR="002A4158" w:rsidRPr="00DA4E77">
        <w:t>et pour moi aussi</w:t>
      </w:r>
      <w:r>
        <w:t xml:space="preserve">, </w:t>
      </w:r>
      <w:r w:rsidR="002A4158" w:rsidRPr="00DA4E77">
        <w:t>puisque tu m</w:t>
      </w:r>
      <w:r>
        <w:t>’</w:t>
      </w:r>
      <w:r w:rsidR="002A4158" w:rsidRPr="00DA4E77">
        <w:t>as donné ta vie et ton cœur</w:t>
      </w:r>
      <w:r>
        <w:t xml:space="preserve">. </w:t>
      </w:r>
      <w:r w:rsidR="002A4158" w:rsidRPr="00DA4E77">
        <w:t>Moi</w:t>
      </w:r>
      <w:r>
        <w:t xml:space="preserve">, </w:t>
      </w:r>
      <w:r w:rsidR="002A4158" w:rsidRPr="00DA4E77">
        <w:t>je ne te laisserai pas tomber prisonnière aux mains des rebelles</w:t>
      </w:r>
      <w:r>
        <w:t>.</w:t>
      </w:r>
    </w:p>
    <w:p w14:paraId="4ECB95EE" w14:textId="77777777" w:rsidR="00276CCE" w:rsidRDefault="00276CCE" w:rsidP="002A4158">
      <w:r>
        <w:t>— </w:t>
      </w:r>
      <w:r w:rsidR="002A4158" w:rsidRPr="00DA4E77">
        <w:t>Tu oublies</w:t>
      </w:r>
      <w:r>
        <w:t xml:space="preserve">, </w:t>
      </w:r>
      <w:proofErr w:type="spellStart"/>
      <w:r w:rsidR="002A4158" w:rsidRPr="00DA4E77">
        <w:t>Hellas</w:t>
      </w:r>
      <w:proofErr w:type="spellEnd"/>
      <w:r>
        <w:t xml:space="preserve">, </w:t>
      </w:r>
      <w:r w:rsidR="002A4158" w:rsidRPr="00DA4E77">
        <w:t>que j</w:t>
      </w:r>
      <w:r>
        <w:t>’</w:t>
      </w:r>
      <w:r w:rsidR="002A4158" w:rsidRPr="00DA4E77">
        <w:t>ai pour leur échapper des ailes</w:t>
      </w:r>
      <w:r>
        <w:t> ?</w:t>
      </w:r>
    </w:p>
    <w:p w14:paraId="070F16CB" w14:textId="77777777" w:rsidR="00276CCE" w:rsidRDefault="00276CCE" w:rsidP="002A4158">
      <w:r>
        <w:t>— </w:t>
      </w:r>
      <w:r w:rsidR="002A4158" w:rsidRPr="00DA4E77">
        <w:t>L</w:t>
      </w:r>
      <w:r>
        <w:t>’</w:t>
      </w:r>
      <w:r w:rsidR="002A4158" w:rsidRPr="00DA4E77">
        <w:rPr>
          <w:bCs/>
          <w:i/>
          <w:iCs/>
        </w:rPr>
        <w:t>Alérion</w:t>
      </w:r>
      <w:r>
        <w:t xml:space="preserve"> ! </w:t>
      </w:r>
      <w:r w:rsidR="002A4158" w:rsidRPr="00DA4E77">
        <w:t>Ton père ne l</w:t>
      </w:r>
      <w:r>
        <w:t>’</w:t>
      </w:r>
      <w:r w:rsidR="002A4158" w:rsidRPr="00DA4E77">
        <w:t>a pas détruit</w:t>
      </w:r>
      <w:r>
        <w:t xml:space="preserve"> ? </w:t>
      </w:r>
      <w:r w:rsidR="002A4158" w:rsidRPr="00DA4E77">
        <w:t>Il te l</w:t>
      </w:r>
      <w:r>
        <w:t>’</w:t>
      </w:r>
      <w:r w:rsidR="002A4158" w:rsidRPr="00DA4E77">
        <w:t>a confié</w:t>
      </w:r>
      <w:r>
        <w:t> ?</w:t>
      </w:r>
    </w:p>
    <w:p w14:paraId="777E703D" w14:textId="77777777" w:rsidR="00276CCE" w:rsidRDefault="00276CCE" w:rsidP="002A4158">
      <w:r>
        <w:t>— </w:t>
      </w:r>
      <w:r w:rsidR="002A4158" w:rsidRPr="00DA4E77">
        <w:t>Oui</w:t>
      </w:r>
      <w:r>
        <w:t xml:space="preserve">, </w:t>
      </w:r>
      <w:r w:rsidR="002A4158" w:rsidRPr="00DA4E77">
        <w:t>confié</w:t>
      </w:r>
      <w:r>
        <w:t xml:space="preserve">, </w:t>
      </w:r>
      <w:r w:rsidR="002A4158" w:rsidRPr="00DA4E77">
        <w:t>mon amour</w:t>
      </w:r>
      <w:r>
        <w:t xml:space="preserve">, </w:t>
      </w:r>
      <w:r w:rsidR="002A4158" w:rsidRPr="00DA4E77">
        <w:t>et je tiens désormais dans une nacelle le destin du monde futur</w:t>
      </w:r>
      <w:r>
        <w:t> !</w:t>
      </w:r>
    </w:p>
    <w:p w14:paraId="768504C1" w14:textId="77777777" w:rsidR="00276CCE" w:rsidRDefault="002A4158" w:rsidP="002A4158">
      <w:r w:rsidRPr="00DA4E77">
        <w:t xml:space="preserve">Et </w:t>
      </w:r>
      <w:proofErr w:type="spellStart"/>
      <w:r w:rsidRPr="00DA4E77">
        <w:t>Oréa</w:t>
      </w:r>
      <w:proofErr w:type="spellEnd"/>
      <w:r w:rsidRPr="00DA4E77">
        <w:t xml:space="preserve"> rapporte à </w:t>
      </w:r>
      <w:proofErr w:type="spellStart"/>
      <w:r w:rsidRPr="00DA4E77">
        <w:t>Hellas</w:t>
      </w:r>
      <w:proofErr w:type="spellEnd"/>
      <w:r w:rsidRPr="00DA4E77">
        <w:t xml:space="preserve"> comment </w:t>
      </w:r>
      <w:proofErr w:type="spellStart"/>
      <w:r w:rsidRPr="00DA4E77">
        <w:t>Oréus</w:t>
      </w:r>
      <w:proofErr w:type="spellEnd"/>
      <w:r w:rsidRPr="00DA4E77">
        <w:t xml:space="preserve"> l</w:t>
      </w:r>
      <w:r w:rsidR="00276CCE">
        <w:t>’</w:t>
      </w:r>
      <w:r w:rsidRPr="00DA4E77">
        <w:t>a conduite a</w:t>
      </w:r>
      <w:r w:rsidRPr="00DA4E77">
        <w:t>u</w:t>
      </w:r>
      <w:r w:rsidRPr="00DA4E77">
        <w:t>près du char ailé</w:t>
      </w:r>
      <w:r w:rsidR="00276CCE">
        <w:t>.</w:t>
      </w:r>
    </w:p>
    <w:p w14:paraId="6E055485" w14:textId="77777777" w:rsidR="00276CCE" w:rsidRDefault="002A4158" w:rsidP="002A4158">
      <w:r w:rsidRPr="00DA4E77">
        <w:t xml:space="preserve">Alors </w:t>
      </w:r>
      <w:proofErr w:type="spellStart"/>
      <w:r w:rsidRPr="00DA4E77">
        <w:t>Hellas</w:t>
      </w:r>
      <w:proofErr w:type="spellEnd"/>
      <w:r w:rsidR="00276CCE">
        <w:t xml:space="preserve">, </w:t>
      </w:r>
      <w:r w:rsidRPr="00DA4E77">
        <w:t>tout ranimé</w:t>
      </w:r>
      <w:r w:rsidR="00276CCE">
        <w:t xml:space="preserve">, </w:t>
      </w:r>
      <w:r w:rsidRPr="00DA4E77">
        <w:t xml:space="preserve">prend </w:t>
      </w:r>
      <w:proofErr w:type="spellStart"/>
      <w:r w:rsidRPr="00DA4E77">
        <w:t>Oréa</w:t>
      </w:r>
      <w:proofErr w:type="spellEnd"/>
      <w:r w:rsidRPr="00DA4E77">
        <w:t xml:space="preserve"> à pleins bras et se</w:t>
      </w:r>
      <w:r w:rsidRPr="00DA4E77">
        <w:t>m</w:t>
      </w:r>
      <w:r w:rsidRPr="00DA4E77">
        <w:t>ble la soulever dans l</w:t>
      </w:r>
      <w:r w:rsidR="00276CCE">
        <w:t>’</w:t>
      </w:r>
      <w:r w:rsidRPr="00DA4E77">
        <w:t>espace</w:t>
      </w:r>
      <w:r w:rsidR="00276CCE">
        <w:t>.</w:t>
      </w:r>
    </w:p>
    <w:p w14:paraId="5725440F" w14:textId="77777777" w:rsidR="00276CCE" w:rsidRDefault="00276CCE" w:rsidP="002A4158">
      <w:r>
        <w:lastRenderedPageBreak/>
        <w:t>— </w:t>
      </w:r>
      <w:r w:rsidR="002A4158" w:rsidRPr="00DA4E77">
        <w:t>Maîtres</w:t>
      </w:r>
      <w:r>
        <w:t xml:space="preserve">, </w:t>
      </w:r>
      <w:r w:rsidR="002A4158" w:rsidRPr="00DA4E77">
        <w:t>crie-t-il</w:t>
      </w:r>
      <w:r>
        <w:t xml:space="preserve">, </w:t>
      </w:r>
      <w:r w:rsidR="002A4158" w:rsidRPr="00DA4E77">
        <w:t>nous sommes maîtres de la destinée</w:t>
      </w:r>
      <w:r>
        <w:t> !</w:t>
      </w:r>
    </w:p>
    <w:p w14:paraId="5A7DED82" w14:textId="77777777" w:rsidR="00276CCE" w:rsidRDefault="00276CCE" w:rsidP="002A4158">
      <w:r>
        <w:t>— </w:t>
      </w:r>
      <w:r w:rsidR="002A4158" w:rsidRPr="00DA4E77">
        <w:t>Ami</w:t>
      </w:r>
      <w:r>
        <w:t xml:space="preserve">, </w:t>
      </w:r>
      <w:r w:rsidR="002A4158" w:rsidRPr="00DA4E77">
        <w:t>ami</w:t>
      </w:r>
      <w:r>
        <w:t xml:space="preserve">, </w:t>
      </w:r>
      <w:r w:rsidR="002A4158" w:rsidRPr="00DA4E77">
        <w:t>aimerais-tu ton rêve éternel plus que moi-même</w:t>
      </w:r>
      <w:r>
        <w:t> ?</w:t>
      </w:r>
    </w:p>
    <w:p w14:paraId="1C359D7A" w14:textId="77777777" w:rsidR="00276CCE" w:rsidRDefault="00276CCE" w:rsidP="002A4158">
      <w:r>
        <w:t>— </w:t>
      </w:r>
      <w:r w:rsidR="002A4158" w:rsidRPr="00DA4E77">
        <w:t>Non</w:t>
      </w:r>
      <w:r>
        <w:t xml:space="preserve">, </w:t>
      </w:r>
      <w:r w:rsidR="002A4158" w:rsidRPr="00DA4E77">
        <w:t>non</w:t>
      </w:r>
      <w:r>
        <w:t xml:space="preserve">, </w:t>
      </w:r>
      <w:r w:rsidR="002A4158" w:rsidRPr="00DA4E77">
        <w:t xml:space="preserve">réplique </w:t>
      </w:r>
      <w:proofErr w:type="spellStart"/>
      <w:r w:rsidR="002A4158" w:rsidRPr="00DA4E77">
        <w:t>Hellas</w:t>
      </w:r>
      <w:proofErr w:type="spellEnd"/>
      <w:r>
        <w:t xml:space="preserve">, </w:t>
      </w:r>
      <w:r w:rsidR="002A4158" w:rsidRPr="00DA4E77">
        <w:t>illuminé de joie</w:t>
      </w:r>
      <w:r>
        <w:t xml:space="preserve"> ; </w:t>
      </w:r>
      <w:r w:rsidR="002A4158" w:rsidRPr="00DA4E77">
        <w:t>je ne mets rien au monde au-dessus de mon amour</w:t>
      </w:r>
      <w:r>
        <w:t xml:space="preserve"> ! </w:t>
      </w:r>
      <w:r w:rsidR="002A4158" w:rsidRPr="00DA4E77">
        <w:t>Nous tenons déso</w:t>
      </w:r>
      <w:r w:rsidR="002A4158" w:rsidRPr="00DA4E77">
        <w:t>r</w:t>
      </w:r>
      <w:r w:rsidR="002A4158" w:rsidRPr="00DA4E77">
        <w:t>mais le triomphe assuré</w:t>
      </w:r>
      <w:r>
        <w:t xml:space="preserve">, </w:t>
      </w:r>
      <w:r w:rsidR="002A4158" w:rsidRPr="00DA4E77">
        <w:t>et je comprends maintenant la prédi</w:t>
      </w:r>
      <w:r w:rsidR="002A4158" w:rsidRPr="00DA4E77">
        <w:t>c</w:t>
      </w:r>
      <w:r w:rsidR="002A4158" w:rsidRPr="00DA4E77">
        <w:t>tion qu</w:t>
      </w:r>
      <w:r>
        <w:t>’</w:t>
      </w:r>
      <w:r w:rsidR="002A4158" w:rsidRPr="00DA4E77">
        <w:t>a laissé échapper le cerveau clairvoyant d</w:t>
      </w:r>
      <w:r>
        <w:t>’</w:t>
      </w:r>
      <w:proofErr w:type="spellStart"/>
      <w:r w:rsidR="002A4158" w:rsidRPr="00DA4E77">
        <w:t>Oréus</w:t>
      </w:r>
      <w:proofErr w:type="spellEnd"/>
      <w:r>
        <w:t>.</w:t>
      </w:r>
    </w:p>
    <w:p w14:paraId="6F02DD02" w14:textId="77777777" w:rsidR="00276CCE" w:rsidRDefault="00276CCE" w:rsidP="002A4158">
      <w:r>
        <w:t>— </w:t>
      </w:r>
      <w:r w:rsidR="002A4158" w:rsidRPr="00DA4E77">
        <w:t>J</w:t>
      </w:r>
      <w:r>
        <w:t>’</w:t>
      </w:r>
      <w:r w:rsidR="002A4158" w:rsidRPr="00DA4E77">
        <w:t>avoue que</w:t>
      </w:r>
      <w:r>
        <w:t xml:space="preserve">, </w:t>
      </w:r>
      <w:r w:rsidR="002A4158" w:rsidRPr="00DA4E77">
        <w:t>pour moi</w:t>
      </w:r>
      <w:r>
        <w:t xml:space="preserve">, </w:t>
      </w:r>
      <w:r w:rsidR="002A4158" w:rsidRPr="00DA4E77">
        <w:t>elle reste obscure</w:t>
      </w:r>
      <w:r>
        <w:t> !</w:t>
      </w:r>
    </w:p>
    <w:p w14:paraId="10488D8F" w14:textId="77777777" w:rsidR="00276CCE" w:rsidRDefault="00276CCE" w:rsidP="002A4158">
      <w:r>
        <w:t>— </w:t>
      </w:r>
      <w:r w:rsidR="002A4158" w:rsidRPr="00DA4E77">
        <w:t>Oui</w:t>
      </w:r>
      <w:r>
        <w:t xml:space="preserve">, </w:t>
      </w:r>
      <w:r w:rsidR="002A4158" w:rsidRPr="00DA4E77">
        <w:t>bientôt</w:t>
      </w:r>
      <w:r>
        <w:t xml:space="preserve">, </w:t>
      </w:r>
      <w:r w:rsidR="002A4158" w:rsidRPr="00DA4E77">
        <w:t>grâce à toi</w:t>
      </w:r>
      <w:r>
        <w:t xml:space="preserve">, </w:t>
      </w:r>
      <w:r w:rsidR="002A4158" w:rsidRPr="00DA4E77">
        <w:t>grâce à l</w:t>
      </w:r>
      <w:r>
        <w:t>’</w:t>
      </w:r>
      <w:r w:rsidR="002A4158" w:rsidRPr="00DA4E77">
        <w:rPr>
          <w:bCs/>
          <w:i/>
          <w:iCs/>
        </w:rPr>
        <w:t>Alérion</w:t>
      </w:r>
      <w:r>
        <w:rPr>
          <w:bCs/>
          <w:i/>
          <w:iCs/>
        </w:rPr>
        <w:t xml:space="preserve">, </w:t>
      </w:r>
      <w:r w:rsidR="002A4158" w:rsidRPr="00DA4E77">
        <w:t>tous trois</w:t>
      </w:r>
      <w:r>
        <w:t xml:space="preserve">, </w:t>
      </w:r>
      <w:r w:rsidR="002A4158" w:rsidRPr="00DA4E77">
        <w:t>ton père</w:t>
      </w:r>
      <w:r>
        <w:t xml:space="preserve">, </w:t>
      </w:r>
      <w:r w:rsidR="002A4158" w:rsidRPr="00DA4E77">
        <w:t>toi et moi</w:t>
      </w:r>
      <w:r>
        <w:t xml:space="preserve">, </w:t>
      </w:r>
      <w:r w:rsidR="002A4158" w:rsidRPr="00DA4E77">
        <w:t>nous nous retrouverons dans un pays lointain</w:t>
      </w:r>
      <w:r>
        <w:t xml:space="preserve">, </w:t>
      </w:r>
      <w:r w:rsidR="002A4158" w:rsidRPr="00DA4E77">
        <w:t>dans le berceau des races nouvelles</w:t>
      </w:r>
      <w:r>
        <w:t xml:space="preserve">, </w:t>
      </w:r>
      <w:r w:rsidR="002A4158" w:rsidRPr="00DA4E77">
        <w:t>sur la rive où j</w:t>
      </w:r>
      <w:r>
        <w:t>’</w:t>
      </w:r>
      <w:r w:rsidR="002A4158" w:rsidRPr="00DA4E77">
        <w:t>ai entrevu naguère la Cité future des nouveaux Empires</w:t>
      </w:r>
      <w:r>
        <w:t xml:space="preserve">, </w:t>
      </w:r>
      <w:r w:rsidR="002A4158" w:rsidRPr="00DA4E77">
        <w:t>dans ce qui s</w:t>
      </w:r>
      <w:r>
        <w:t>’</w:t>
      </w:r>
      <w:r w:rsidR="002A4158" w:rsidRPr="00DA4E77">
        <w:t>appellera la terre d</w:t>
      </w:r>
      <w:r>
        <w:t>’</w:t>
      </w:r>
      <w:proofErr w:type="spellStart"/>
      <w:r w:rsidR="002A4158" w:rsidRPr="00DA4E77">
        <w:t>Hellas</w:t>
      </w:r>
      <w:proofErr w:type="spellEnd"/>
      <w:r>
        <w:t>.</w:t>
      </w:r>
    </w:p>
    <w:p w14:paraId="17194F80" w14:textId="77777777" w:rsidR="00276CCE" w:rsidRDefault="00276CCE" w:rsidP="002A4158">
      <w:r>
        <w:t>— </w:t>
      </w:r>
      <w:r w:rsidR="002A4158" w:rsidRPr="00DA4E77">
        <w:t>Explique-toi</w:t>
      </w:r>
      <w:r>
        <w:t xml:space="preserve">, </w:t>
      </w:r>
      <w:r w:rsidR="002A4158" w:rsidRPr="00DA4E77">
        <w:t>ami</w:t>
      </w:r>
      <w:r>
        <w:t xml:space="preserve"> ; </w:t>
      </w:r>
      <w:r w:rsidR="002A4158" w:rsidRPr="00DA4E77">
        <w:t>ton enthousiasme m</w:t>
      </w:r>
      <w:r>
        <w:t>’</w:t>
      </w:r>
      <w:r w:rsidR="002A4158" w:rsidRPr="00DA4E77">
        <w:t>emporte</w:t>
      </w:r>
      <w:r>
        <w:t xml:space="preserve">, </w:t>
      </w:r>
      <w:r w:rsidR="002A4158" w:rsidRPr="00DA4E77">
        <w:t>mais le vertige me suit</w:t>
      </w:r>
      <w:r>
        <w:t>.</w:t>
      </w:r>
    </w:p>
    <w:p w14:paraId="760B5938" w14:textId="77777777" w:rsidR="00276CCE" w:rsidRDefault="00276CCE" w:rsidP="002A4158">
      <w:pPr>
        <w:rPr>
          <w:bCs/>
        </w:rPr>
      </w:pPr>
      <w:r>
        <w:t>— </w:t>
      </w:r>
      <w:r w:rsidR="002A4158" w:rsidRPr="00DA4E77">
        <w:t>Écoute</w:t>
      </w:r>
      <w:r>
        <w:t xml:space="preserve">, </w:t>
      </w:r>
      <w:proofErr w:type="spellStart"/>
      <w:r w:rsidR="002A4158" w:rsidRPr="00DA4E77">
        <w:t>Oréa</w:t>
      </w:r>
      <w:proofErr w:type="spellEnd"/>
      <w:r>
        <w:t xml:space="preserve">. </w:t>
      </w:r>
      <w:r w:rsidR="002A4158" w:rsidRPr="00DA4E77">
        <w:t>Voici déjà le soleil qui paraît et la journée sera terrible</w:t>
      </w:r>
      <w:r>
        <w:t xml:space="preserve">. </w:t>
      </w:r>
      <w:r w:rsidR="002A4158" w:rsidRPr="00DA4E77">
        <w:t>Les Aztèques repoussés hier soir ont gagné la ha</w:t>
      </w:r>
      <w:r w:rsidR="002A4158" w:rsidRPr="00DA4E77">
        <w:t>u</w:t>
      </w:r>
      <w:r w:rsidR="002A4158" w:rsidRPr="00DA4E77">
        <w:t>te mer dans leurs vaisseaux</w:t>
      </w:r>
      <w:r>
        <w:t xml:space="preserve">, </w:t>
      </w:r>
      <w:r w:rsidR="002A4158" w:rsidRPr="00DA4E77">
        <w:t>et ce matin</w:t>
      </w:r>
      <w:r>
        <w:t xml:space="preserve">, </w:t>
      </w:r>
      <w:r w:rsidR="002A4158" w:rsidRPr="00DA4E77">
        <w:t>sans doute</w:t>
      </w:r>
      <w:r>
        <w:t xml:space="preserve">, </w:t>
      </w:r>
      <w:r w:rsidR="002A4158" w:rsidRPr="00DA4E77">
        <w:t>iront s</w:t>
      </w:r>
      <w:r>
        <w:t>’</w:t>
      </w:r>
      <w:r w:rsidR="002A4158" w:rsidRPr="00DA4E77">
        <w:t>unir à eux les bateaux venus d</w:t>
      </w:r>
      <w:r>
        <w:t>’</w:t>
      </w:r>
      <w:r w:rsidR="002A4158" w:rsidRPr="00DA4E77">
        <w:t>Occident pour la fête de la journée</w:t>
      </w:r>
      <w:r>
        <w:t xml:space="preserve">. </w:t>
      </w:r>
      <w:proofErr w:type="spellStart"/>
      <w:r w:rsidR="002A4158" w:rsidRPr="00DA4E77">
        <w:t>Melléna</w:t>
      </w:r>
      <w:proofErr w:type="spellEnd"/>
      <w:r w:rsidR="002A4158" w:rsidRPr="00DA4E77">
        <w:t xml:space="preserve"> et ses amis les ont rejoints</w:t>
      </w:r>
      <w:r>
        <w:t xml:space="preserve">. </w:t>
      </w:r>
      <w:r w:rsidR="002A4158" w:rsidRPr="00DA4E77">
        <w:t>Or</w:t>
      </w:r>
      <w:r>
        <w:t xml:space="preserve">, </w:t>
      </w:r>
      <w:r w:rsidR="002A4158" w:rsidRPr="00DA4E77">
        <w:t>leur flotte n</w:t>
      </w:r>
      <w:r>
        <w:t>’</w:t>
      </w:r>
      <w:r w:rsidR="002A4158" w:rsidRPr="00DA4E77">
        <w:t>a perdu a</w:t>
      </w:r>
      <w:r w:rsidR="002A4158" w:rsidRPr="00DA4E77">
        <w:t>u</w:t>
      </w:r>
      <w:r w:rsidR="002A4158" w:rsidRPr="00DA4E77">
        <w:t>cun navire</w:t>
      </w:r>
      <w:r>
        <w:t xml:space="preserve"> ; </w:t>
      </w:r>
      <w:r w:rsidR="002A4158" w:rsidRPr="00DA4E77">
        <w:t>celle des Ligures</w:t>
      </w:r>
      <w:r>
        <w:t xml:space="preserve">, </w:t>
      </w:r>
      <w:r w:rsidR="002A4158" w:rsidRPr="00DA4E77">
        <w:t>au contraire</w:t>
      </w:r>
      <w:r>
        <w:t xml:space="preserve">, </w:t>
      </w:r>
      <w:r w:rsidR="002A4158" w:rsidRPr="00DA4E77">
        <w:t>a été en partie rav</w:t>
      </w:r>
      <w:r w:rsidR="002A4158" w:rsidRPr="00DA4E77">
        <w:t>a</w:t>
      </w:r>
      <w:r w:rsidR="002A4158" w:rsidRPr="00DA4E77">
        <w:t>gée par les flammes</w:t>
      </w:r>
      <w:r>
        <w:t xml:space="preserve">, </w:t>
      </w:r>
      <w:r w:rsidR="002A4158" w:rsidRPr="00DA4E77">
        <w:t>et nous voici presque désarmés sur mer</w:t>
      </w:r>
      <w:r>
        <w:t xml:space="preserve">. </w:t>
      </w:r>
      <w:r w:rsidR="002A4158" w:rsidRPr="00DA4E77">
        <w:t>Néanmoins</w:t>
      </w:r>
      <w:r>
        <w:t xml:space="preserve">, </w:t>
      </w:r>
      <w:r w:rsidR="002A4158" w:rsidRPr="00DA4E77">
        <w:t>dans la nuit</w:t>
      </w:r>
      <w:r>
        <w:t xml:space="preserve">, </w:t>
      </w:r>
      <w:r w:rsidR="002A4158" w:rsidRPr="00DA4E77">
        <w:t>mes compagnons d</w:t>
      </w:r>
      <w:r>
        <w:t>’</w:t>
      </w:r>
      <w:r w:rsidR="002A4158" w:rsidRPr="00DA4E77">
        <w:t>armes ont recruté tous les vaisseaux disponibles épars à travers les sept pre</w:t>
      </w:r>
      <w:r w:rsidR="002A4158" w:rsidRPr="00DA4E77">
        <w:t>s</w:t>
      </w:r>
      <w:r w:rsidR="002A4158" w:rsidRPr="00DA4E77">
        <w:t>qu</w:t>
      </w:r>
      <w:r>
        <w:t>’</w:t>
      </w:r>
      <w:r w:rsidR="002A4158" w:rsidRPr="00DA4E77">
        <w:t>îles</w:t>
      </w:r>
      <w:r>
        <w:t xml:space="preserve">, </w:t>
      </w:r>
      <w:r w:rsidR="002A4158" w:rsidRPr="00DA4E77">
        <w:t>et l</w:t>
      </w:r>
      <w:r>
        <w:t>’</w:t>
      </w:r>
      <w:r w:rsidR="002A4158" w:rsidRPr="00DA4E77">
        <w:t>on a pris d</w:t>
      </w:r>
      <w:r>
        <w:t>’</w:t>
      </w:r>
      <w:r w:rsidR="002A4158" w:rsidRPr="00DA4E77">
        <w:t>autorité tous les bâtiments des ma</w:t>
      </w:r>
      <w:r w:rsidR="002A4158" w:rsidRPr="00DA4E77">
        <w:t>r</w:t>
      </w:r>
      <w:r w:rsidR="002A4158" w:rsidRPr="00DA4E77">
        <w:t>chands</w:t>
      </w:r>
      <w:r>
        <w:t xml:space="preserve">. </w:t>
      </w:r>
      <w:r w:rsidR="002A4158" w:rsidRPr="00DA4E77">
        <w:t>Je puis donc reconstituer à la hâte une flotte</w:t>
      </w:r>
      <w:r>
        <w:t xml:space="preserve">. </w:t>
      </w:r>
      <w:r w:rsidR="002A4158" w:rsidRPr="00DA4E77">
        <w:t>Je vais faire avancer mes navires entre l</w:t>
      </w:r>
      <w:r>
        <w:t>’</w:t>
      </w:r>
      <w:r w:rsidR="002A4158" w:rsidRPr="00DA4E77">
        <w:t>Île d</w:t>
      </w:r>
      <w:r>
        <w:t>’</w:t>
      </w:r>
      <w:r w:rsidR="002A4158" w:rsidRPr="00DA4E77">
        <w:t>Or et l</w:t>
      </w:r>
      <w:r>
        <w:t>’</w:t>
      </w:r>
      <w:r w:rsidR="002A4158" w:rsidRPr="00DA4E77">
        <w:t>Île de Pourpre</w:t>
      </w:r>
      <w:r>
        <w:t xml:space="preserve">. </w:t>
      </w:r>
      <w:r w:rsidR="002A4158" w:rsidRPr="00DA4E77">
        <w:t>Je commanderai moi-même la bataille</w:t>
      </w:r>
      <w:r>
        <w:t xml:space="preserve">. </w:t>
      </w:r>
      <w:r w:rsidR="002A4158" w:rsidRPr="00DA4E77">
        <w:t>Pendant ce temps</w:t>
      </w:r>
      <w:r>
        <w:t xml:space="preserve">, </w:t>
      </w:r>
      <w:proofErr w:type="spellStart"/>
      <w:r w:rsidR="002A4158" w:rsidRPr="00DA4E77">
        <w:t>Hermos</w:t>
      </w:r>
      <w:proofErr w:type="spellEnd"/>
      <w:r w:rsidR="002A4158" w:rsidRPr="00DA4E77">
        <w:t xml:space="preserve"> et les plus vaillants jeunes hommes de la Cité iront se poster dans l</w:t>
      </w:r>
      <w:r>
        <w:t>’</w:t>
      </w:r>
      <w:r w:rsidR="002A4158" w:rsidRPr="00DA4E77">
        <w:t>Île de Pourpre qu</w:t>
      </w:r>
      <w:r>
        <w:t>’</w:t>
      </w:r>
      <w:r w:rsidR="002A4158" w:rsidRPr="00DA4E77">
        <w:t>ils défendront</w:t>
      </w:r>
      <w:r>
        <w:t xml:space="preserve">, </w:t>
      </w:r>
      <w:r w:rsidR="002A4158" w:rsidRPr="00DA4E77">
        <w:t xml:space="preserve">car </w:t>
      </w:r>
      <w:r w:rsidR="002A4158" w:rsidRPr="00DA4E77">
        <w:lastRenderedPageBreak/>
        <w:t>elle sera la citadelle avancée de la ville</w:t>
      </w:r>
      <w:r>
        <w:t xml:space="preserve">. </w:t>
      </w:r>
      <w:r w:rsidR="002A4158" w:rsidRPr="00DA4E77">
        <w:t>Et</w:t>
      </w:r>
      <w:r>
        <w:t xml:space="preserve">, </w:t>
      </w:r>
      <w:r w:rsidR="002A4158" w:rsidRPr="00DA4E77">
        <w:t>dans Atlantis</w:t>
      </w:r>
      <w:r>
        <w:t xml:space="preserve">, </w:t>
      </w:r>
      <w:proofErr w:type="spellStart"/>
      <w:r w:rsidR="002A4158" w:rsidRPr="00DA4E77">
        <w:t>Knephao</w:t>
      </w:r>
      <w:proofErr w:type="spellEnd"/>
      <w:r w:rsidR="002A4158" w:rsidRPr="00DA4E77">
        <w:t xml:space="preserve"> restera avec ses Égyptiens</w:t>
      </w:r>
      <w:r>
        <w:t xml:space="preserve">. </w:t>
      </w:r>
      <w:r w:rsidR="002A4158" w:rsidRPr="00DA4E77">
        <w:t>Voilà mon plan</w:t>
      </w:r>
      <w:r>
        <w:t xml:space="preserve">. </w:t>
      </w:r>
      <w:r w:rsidR="002A4158" w:rsidRPr="00DA4E77">
        <w:t>Il peut réussir</w:t>
      </w:r>
      <w:r>
        <w:t xml:space="preserve">. </w:t>
      </w:r>
      <w:r w:rsidR="002A4158" w:rsidRPr="00DA4E77">
        <w:t>Il peut échouer</w:t>
      </w:r>
      <w:r>
        <w:t xml:space="preserve">. </w:t>
      </w:r>
      <w:r w:rsidR="002A4158" w:rsidRPr="00DA4E77">
        <w:t>Nous avons</w:t>
      </w:r>
      <w:r>
        <w:t xml:space="preserve">, </w:t>
      </w:r>
      <w:r w:rsidR="002A4158" w:rsidRPr="00DA4E77">
        <w:t>malheureusement</w:t>
      </w:r>
      <w:r>
        <w:t xml:space="preserve">, </w:t>
      </w:r>
      <w:r w:rsidR="002A4158" w:rsidRPr="00DA4E77">
        <w:t>bien des points faibles</w:t>
      </w:r>
      <w:r>
        <w:t xml:space="preserve">. </w:t>
      </w:r>
      <w:r w:rsidR="002A4158" w:rsidRPr="00DA4E77">
        <w:t>Sur mer</w:t>
      </w:r>
      <w:r>
        <w:t xml:space="preserve">, </w:t>
      </w:r>
      <w:r w:rsidR="002A4158" w:rsidRPr="00DA4E77">
        <w:t>notre flotte à moitié improvisée reste mal préparée aux assauts de la guerre</w:t>
      </w:r>
      <w:r>
        <w:t xml:space="preserve">. </w:t>
      </w:r>
      <w:r w:rsidR="002A4158" w:rsidRPr="00DA4E77">
        <w:t>Dans l</w:t>
      </w:r>
      <w:r>
        <w:t>’</w:t>
      </w:r>
      <w:r w:rsidR="002A4158" w:rsidRPr="00DA4E77">
        <w:t>Île de Pourpre</w:t>
      </w:r>
      <w:r>
        <w:t xml:space="preserve">, </w:t>
      </w:r>
      <w:r w:rsidR="002A4158" w:rsidRPr="00DA4E77">
        <w:t>les artistes indolents entraveront l</w:t>
      </w:r>
      <w:r>
        <w:t>’</w:t>
      </w:r>
      <w:r w:rsidR="002A4158" w:rsidRPr="00DA4E77">
        <w:t>action d</w:t>
      </w:r>
      <w:r>
        <w:t>’</w:t>
      </w:r>
      <w:proofErr w:type="spellStart"/>
      <w:r w:rsidR="002A4158" w:rsidRPr="00DA4E77">
        <w:t>Hermos</w:t>
      </w:r>
      <w:proofErr w:type="spellEnd"/>
      <w:r>
        <w:t xml:space="preserve"> ; </w:t>
      </w:r>
      <w:r w:rsidR="002A4158" w:rsidRPr="00DA4E77">
        <w:t>et</w:t>
      </w:r>
      <w:r>
        <w:t xml:space="preserve">, </w:t>
      </w:r>
      <w:r w:rsidR="002A4158" w:rsidRPr="00DA4E77">
        <w:t>plus que tout encore</w:t>
      </w:r>
      <w:r>
        <w:t xml:space="preserve">, </w:t>
      </w:r>
      <w:r w:rsidR="002A4158" w:rsidRPr="00DA4E77">
        <w:t>je redoute</w:t>
      </w:r>
      <w:r>
        <w:t xml:space="preserve">, </w:t>
      </w:r>
      <w:r w:rsidR="002A4158" w:rsidRPr="00DA4E77">
        <w:t>dans la Cité</w:t>
      </w:r>
      <w:r>
        <w:t xml:space="preserve">, </w:t>
      </w:r>
      <w:r w:rsidR="002A4158" w:rsidRPr="00DA4E77">
        <w:t>la lâcheté ou la folie du peuple</w:t>
      </w:r>
      <w:r>
        <w:t xml:space="preserve">, </w:t>
      </w:r>
      <w:r w:rsidR="002A4158" w:rsidRPr="00DA4E77">
        <w:t>capable de se jeter contre ses propres défenseurs</w:t>
      </w:r>
      <w:r>
        <w:t xml:space="preserve">. </w:t>
      </w:r>
      <w:r w:rsidR="002A4158" w:rsidRPr="00DA4E77">
        <w:t>Un secours mystérieux</w:t>
      </w:r>
      <w:r>
        <w:t xml:space="preserve">, </w:t>
      </w:r>
      <w:r w:rsidR="002A4158" w:rsidRPr="00DA4E77">
        <w:t>toutefois</w:t>
      </w:r>
      <w:r>
        <w:t xml:space="preserve"> : </w:t>
      </w:r>
      <w:r w:rsidR="002A4158" w:rsidRPr="00DA4E77">
        <w:t>ton père</w:t>
      </w:r>
      <w:r>
        <w:t xml:space="preserve">. </w:t>
      </w:r>
      <w:r w:rsidR="002A4158" w:rsidRPr="00DA4E77">
        <w:t>Assurément il sortira</w:t>
      </w:r>
      <w:r>
        <w:t xml:space="preserve">, </w:t>
      </w:r>
      <w:r w:rsidR="002A4158" w:rsidRPr="00DA4E77">
        <w:t>comme hier</w:t>
      </w:r>
      <w:r>
        <w:t xml:space="preserve">, </w:t>
      </w:r>
      <w:r w:rsidR="002A4158" w:rsidRPr="00DA4E77">
        <w:t>quelque puissant s</w:t>
      </w:r>
      <w:r w:rsidR="002A4158" w:rsidRPr="00DA4E77">
        <w:t>e</w:t>
      </w:r>
      <w:r w:rsidR="002A4158" w:rsidRPr="00DA4E77">
        <w:t>cret</w:t>
      </w:r>
      <w:r>
        <w:t xml:space="preserve">. </w:t>
      </w:r>
      <w:r w:rsidR="002A4158" w:rsidRPr="00DA4E77">
        <w:t>Donc</w:t>
      </w:r>
      <w:r>
        <w:t xml:space="preserve">, </w:t>
      </w:r>
      <w:r w:rsidR="002A4158" w:rsidRPr="00DA4E77">
        <w:t>de ce côté</w:t>
      </w:r>
      <w:r>
        <w:t xml:space="preserve">, </w:t>
      </w:r>
      <w:r w:rsidR="002A4158" w:rsidRPr="00DA4E77">
        <w:t>un espoir sans doute</w:t>
      </w:r>
      <w:r>
        <w:t xml:space="preserve">. </w:t>
      </w:r>
      <w:r w:rsidR="002A4158" w:rsidRPr="00DA4E77">
        <w:t>Mais tu m</w:t>
      </w:r>
      <w:r>
        <w:t>’</w:t>
      </w:r>
      <w:r w:rsidR="002A4158" w:rsidRPr="00DA4E77">
        <w:t>apportes un autre espoir</w:t>
      </w:r>
      <w:r>
        <w:t xml:space="preserve"> : </w:t>
      </w:r>
      <w:r w:rsidR="002A4158" w:rsidRPr="00DA4E77">
        <w:t>l</w:t>
      </w:r>
      <w:r>
        <w:t>’</w:t>
      </w:r>
      <w:r w:rsidR="002A4158" w:rsidRPr="00DA4E77">
        <w:rPr>
          <w:bCs/>
          <w:i/>
          <w:iCs/>
        </w:rPr>
        <w:t>Alérion</w:t>
      </w:r>
      <w:r>
        <w:rPr>
          <w:bCs/>
        </w:rPr>
        <w:t>…</w:t>
      </w:r>
    </w:p>
    <w:p w14:paraId="154322D9" w14:textId="77777777" w:rsidR="00276CCE" w:rsidRDefault="00276CCE" w:rsidP="002A4158">
      <w:r>
        <w:rPr>
          <w:bCs/>
        </w:rPr>
        <w:t>— </w:t>
      </w:r>
      <w:proofErr w:type="spellStart"/>
      <w:r w:rsidR="002A4158" w:rsidRPr="00DA4E77">
        <w:t>Hellas</w:t>
      </w:r>
      <w:proofErr w:type="spellEnd"/>
      <w:r>
        <w:t xml:space="preserve"> ! </w:t>
      </w:r>
      <w:r w:rsidR="002A4158" w:rsidRPr="00DA4E77">
        <w:t>prends garde</w:t>
      </w:r>
      <w:r>
        <w:t xml:space="preserve"> ; </w:t>
      </w:r>
      <w:r w:rsidR="002A4158" w:rsidRPr="00DA4E77">
        <w:t>j</w:t>
      </w:r>
      <w:r>
        <w:t>’</w:t>
      </w:r>
      <w:r w:rsidR="002A4158" w:rsidRPr="00DA4E77">
        <w:t>ai juré</w:t>
      </w:r>
      <w:r>
        <w:t>…</w:t>
      </w:r>
    </w:p>
    <w:p w14:paraId="527A3D4A" w14:textId="77777777" w:rsidR="00276CCE" w:rsidRDefault="00276CCE" w:rsidP="002A4158">
      <w:r>
        <w:t>— </w:t>
      </w:r>
      <w:r w:rsidR="002A4158" w:rsidRPr="00DA4E77">
        <w:t>Tu n</w:t>
      </w:r>
      <w:r>
        <w:t>’</w:t>
      </w:r>
      <w:r w:rsidR="002A4158" w:rsidRPr="00DA4E77">
        <w:t>as pas juré de me laisser mourir</w:t>
      </w:r>
      <w:r>
        <w:t xml:space="preserve">, </w:t>
      </w:r>
      <w:r w:rsidR="002A4158" w:rsidRPr="00DA4E77">
        <w:t>de livrer Atlantis aux Barbares</w:t>
      </w:r>
      <w:r>
        <w:t xml:space="preserve"> ! </w:t>
      </w:r>
      <w:r w:rsidR="002A4158" w:rsidRPr="00DA4E77">
        <w:t>Écoute donc</w:t>
      </w:r>
      <w:r>
        <w:t xml:space="preserve">, </w:t>
      </w:r>
      <w:proofErr w:type="spellStart"/>
      <w:r w:rsidR="002A4158" w:rsidRPr="00DA4E77">
        <w:t>Oréa</w:t>
      </w:r>
      <w:proofErr w:type="spellEnd"/>
      <w:r>
        <w:t xml:space="preserve"> ; </w:t>
      </w:r>
      <w:r w:rsidR="002A4158" w:rsidRPr="00DA4E77">
        <w:t>tu vas rentrer dans ton île bienfaisante</w:t>
      </w:r>
      <w:r>
        <w:t xml:space="preserve">. </w:t>
      </w:r>
      <w:r w:rsidR="002A4158" w:rsidRPr="00DA4E77">
        <w:t>Tu tiendras l</w:t>
      </w:r>
      <w:r>
        <w:t>’</w:t>
      </w:r>
      <w:r w:rsidR="002A4158" w:rsidRPr="00DA4E77">
        <w:rPr>
          <w:bCs/>
          <w:i/>
          <w:iCs/>
        </w:rPr>
        <w:t>Alérion</w:t>
      </w:r>
      <w:r w:rsidR="002A4158" w:rsidRPr="00DA4E77">
        <w:t xml:space="preserve"> prêt à partir</w:t>
      </w:r>
      <w:r>
        <w:t xml:space="preserve">, </w:t>
      </w:r>
      <w:r w:rsidR="002A4158" w:rsidRPr="00DA4E77">
        <w:t>les ailes ouve</w:t>
      </w:r>
      <w:r w:rsidR="002A4158" w:rsidRPr="00DA4E77">
        <w:t>r</w:t>
      </w:r>
      <w:r w:rsidR="002A4158" w:rsidRPr="00DA4E77">
        <w:t>tes</w:t>
      </w:r>
      <w:r>
        <w:t xml:space="preserve">, </w:t>
      </w:r>
      <w:r w:rsidR="002A4158" w:rsidRPr="00DA4E77">
        <w:t>la nacelle remplie de tous les trésors de ton père</w:t>
      </w:r>
      <w:r>
        <w:t xml:space="preserve">, </w:t>
      </w:r>
      <w:r w:rsidR="002A4158" w:rsidRPr="00DA4E77">
        <w:t>de tous</w:t>
      </w:r>
      <w:r>
        <w:t> !</w:t>
      </w:r>
    </w:p>
    <w:p w14:paraId="073DE033" w14:textId="77777777" w:rsidR="00276CCE" w:rsidRDefault="00276CCE" w:rsidP="002A4158">
      <w:r>
        <w:t>— </w:t>
      </w:r>
      <w:r w:rsidR="002A4158" w:rsidRPr="00DA4E77">
        <w:t>Impossible</w:t>
      </w:r>
      <w:r>
        <w:t> !…</w:t>
      </w:r>
    </w:p>
    <w:p w14:paraId="729005E3" w14:textId="77777777" w:rsidR="00276CCE" w:rsidRDefault="00276CCE" w:rsidP="002A4158">
      <w:r>
        <w:t>— </w:t>
      </w:r>
      <w:r w:rsidR="002A4158" w:rsidRPr="00DA4E77">
        <w:t>Si</w:t>
      </w:r>
      <w:r>
        <w:t xml:space="preserve">, </w:t>
      </w:r>
      <w:r w:rsidR="002A4158" w:rsidRPr="00DA4E77">
        <w:t>tu le feras</w:t>
      </w:r>
      <w:r>
        <w:t xml:space="preserve">, </w:t>
      </w:r>
      <w:r w:rsidR="002A4158" w:rsidRPr="00DA4E77">
        <w:t>car voici</w:t>
      </w:r>
      <w:r>
        <w:t xml:space="preserve">, </w:t>
      </w:r>
      <w:r w:rsidR="002A4158" w:rsidRPr="00DA4E77">
        <w:t>pour ma part</w:t>
      </w:r>
      <w:r>
        <w:t xml:space="preserve">, </w:t>
      </w:r>
      <w:r w:rsidR="002A4158" w:rsidRPr="00DA4E77">
        <w:t>ce que je vais e</w:t>
      </w:r>
      <w:r w:rsidR="002A4158" w:rsidRPr="00DA4E77">
        <w:t>n</w:t>
      </w:r>
      <w:r w:rsidR="002A4158" w:rsidRPr="00DA4E77">
        <w:t>treprendre</w:t>
      </w:r>
      <w:r>
        <w:t xml:space="preserve"> ; </w:t>
      </w:r>
      <w:r w:rsidR="002A4158" w:rsidRPr="00DA4E77">
        <w:t>dans quelques heures</w:t>
      </w:r>
      <w:r>
        <w:t xml:space="preserve">, </w:t>
      </w:r>
      <w:r w:rsidR="002A4158" w:rsidRPr="00DA4E77">
        <w:t>je partirai à la recherche des Aztèques et des Noirs</w:t>
      </w:r>
      <w:r>
        <w:t xml:space="preserve">. </w:t>
      </w:r>
      <w:r w:rsidR="002A4158" w:rsidRPr="00DA4E77">
        <w:t>Toi</w:t>
      </w:r>
      <w:r>
        <w:t xml:space="preserve">, </w:t>
      </w:r>
      <w:r w:rsidR="002A4158" w:rsidRPr="00DA4E77">
        <w:t>alors</w:t>
      </w:r>
      <w:r>
        <w:t xml:space="preserve">, </w:t>
      </w:r>
      <w:r w:rsidR="002A4158" w:rsidRPr="00DA4E77">
        <w:t>tu monteras dans la tour de l</w:t>
      </w:r>
      <w:r>
        <w:t>’</w:t>
      </w:r>
      <w:r w:rsidR="002A4158" w:rsidRPr="00DA4E77">
        <w:t>Île Verte et tu guetteras à l</w:t>
      </w:r>
      <w:r>
        <w:t>’</w:t>
      </w:r>
      <w:r w:rsidR="002A4158" w:rsidRPr="00DA4E77">
        <w:t>aide de longues-vues tous nos mo</w:t>
      </w:r>
      <w:r w:rsidR="002A4158" w:rsidRPr="00DA4E77">
        <w:t>u</w:t>
      </w:r>
      <w:r w:rsidR="002A4158" w:rsidRPr="00DA4E77">
        <w:t>vements</w:t>
      </w:r>
      <w:r>
        <w:t xml:space="preserve">. </w:t>
      </w:r>
      <w:r w:rsidR="002A4158" w:rsidRPr="00DA4E77">
        <w:t>Je lutterai jusqu</w:t>
      </w:r>
      <w:r>
        <w:t>’</w:t>
      </w:r>
      <w:r w:rsidR="002A4158" w:rsidRPr="00DA4E77">
        <w:t>à l</w:t>
      </w:r>
      <w:r>
        <w:t>’</w:t>
      </w:r>
      <w:r w:rsidR="002A4158" w:rsidRPr="00DA4E77">
        <w:t>épuisement de mes forces</w:t>
      </w:r>
      <w:r>
        <w:t xml:space="preserve">. </w:t>
      </w:r>
      <w:r w:rsidR="002A4158" w:rsidRPr="00DA4E77">
        <w:t>Si je suis vainqueur</w:t>
      </w:r>
      <w:r>
        <w:t xml:space="preserve">, </w:t>
      </w:r>
      <w:r w:rsidR="002A4158" w:rsidRPr="00DA4E77">
        <w:t>alors nous rentrerons en triomphe dans la Cité</w:t>
      </w:r>
      <w:r>
        <w:t xml:space="preserve">, </w:t>
      </w:r>
      <w:r w:rsidR="002A4158" w:rsidRPr="00DA4E77">
        <w:t>et tu replieras tes ailes inutiles</w:t>
      </w:r>
      <w:r>
        <w:t xml:space="preserve">. </w:t>
      </w:r>
      <w:r w:rsidR="002A4158" w:rsidRPr="00DA4E77">
        <w:t>Mais si les rebelles triomphent</w:t>
      </w:r>
      <w:r>
        <w:t xml:space="preserve">, </w:t>
      </w:r>
      <w:r w:rsidR="002A4158" w:rsidRPr="00DA4E77">
        <w:t>alors l</w:t>
      </w:r>
      <w:r>
        <w:t>’</w:t>
      </w:r>
      <w:r w:rsidR="002A4158" w:rsidRPr="00DA4E77">
        <w:t>Île de Pourpre sera envahie malgré les efforts d</w:t>
      </w:r>
      <w:r>
        <w:t>’</w:t>
      </w:r>
      <w:proofErr w:type="spellStart"/>
      <w:r w:rsidR="002A4158" w:rsidRPr="00DA4E77">
        <w:t>Hermos</w:t>
      </w:r>
      <w:proofErr w:type="spellEnd"/>
      <w:r>
        <w:t xml:space="preserve">, </w:t>
      </w:r>
      <w:r w:rsidR="002A4158" w:rsidRPr="00DA4E77">
        <w:t>et Atlantis menacée</w:t>
      </w:r>
      <w:r>
        <w:t xml:space="preserve">. </w:t>
      </w:r>
      <w:r w:rsidR="002A4158" w:rsidRPr="00DA4E77">
        <w:t>Or</w:t>
      </w:r>
      <w:r>
        <w:t xml:space="preserve">, </w:t>
      </w:r>
      <w:proofErr w:type="spellStart"/>
      <w:r w:rsidR="002A4158" w:rsidRPr="00DA4E77">
        <w:t>Knephao</w:t>
      </w:r>
      <w:proofErr w:type="spellEnd"/>
      <w:r w:rsidR="002A4158" w:rsidRPr="00DA4E77">
        <w:t xml:space="preserve"> lui-même succombera</w:t>
      </w:r>
      <w:r>
        <w:t xml:space="preserve">, </w:t>
      </w:r>
      <w:r w:rsidR="002A4158" w:rsidRPr="00DA4E77">
        <w:t>car le malheureux ne subira pas contre ses Égyptiens la seule invasion furieuse de hordes barbares</w:t>
      </w:r>
      <w:r>
        <w:t xml:space="preserve"> ; </w:t>
      </w:r>
      <w:r w:rsidR="002A4158" w:rsidRPr="00DA4E77">
        <w:t>il aura encore et surtout à se d</w:t>
      </w:r>
      <w:r w:rsidR="002A4158" w:rsidRPr="00DA4E77">
        <w:t>é</w:t>
      </w:r>
      <w:r w:rsidR="002A4158" w:rsidRPr="00DA4E77">
        <w:t xml:space="preserve">fendre contre la terreur séditieuse </w:t>
      </w:r>
      <w:r w:rsidR="002A4158" w:rsidRPr="00DA4E77">
        <w:lastRenderedPageBreak/>
        <w:t>d</w:t>
      </w:r>
      <w:r>
        <w:t>’</w:t>
      </w:r>
      <w:r w:rsidR="002A4158" w:rsidRPr="00DA4E77">
        <w:t>un peuple que la peur et la lâcheté rendront plus dangereux que nos propres ennemis</w:t>
      </w:r>
      <w:r>
        <w:t xml:space="preserve">. </w:t>
      </w:r>
      <w:r w:rsidR="002A4158" w:rsidRPr="00DA4E77">
        <w:t>Vo</w:t>
      </w:r>
      <w:r w:rsidR="002A4158" w:rsidRPr="00DA4E77">
        <w:t>i</w:t>
      </w:r>
      <w:r w:rsidR="002A4158" w:rsidRPr="00DA4E77">
        <w:t>là</w:t>
      </w:r>
      <w:r>
        <w:t xml:space="preserve">, </w:t>
      </w:r>
      <w:proofErr w:type="spellStart"/>
      <w:r w:rsidR="002A4158" w:rsidRPr="00DA4E77">
        <w:t>Oréa</w:t>
      </w:r>
      <w:proofErr w:type="spellEnd"/>
      <w:r>
        <w:t xml:space="preserve">, </w:t>
      </w:r>
      <w:r w:rsidR="002A4158" w:rsidRPr="00DA4E77">
        <w:t>voilà le péril suprême</w:t>
      </w:r>
      <w:r>
        <w:t xml:space="preserve">, </w:t>
      </w:r>
      <w:r w:rsidR="002A4158" w:rsidRPr="00DA4E77">
        <w:t>qu</w:t>
      </w:r>
      <w:r>
        <w:t>’</w:t>
      </w:r>
      <w:r w:rsidR="002A4158" w:rsidRPr="00DA4E77">
        <w:t>il faut éviter</w:t>
      </w:r>
      <w:r>
        <w:t xml:space="preserve"> ! </w:t>
      </w:r>
      <w:r w:rsidR="002A4158" w:rsidRPr="00DA4E77">
        <w:t xml:space="preserve">Et </w:t>
      </w:r>
      <w:r w:rsidR="002A4158" w:rsidRPr="00DA4E77">
        <w:rPr>
          <w:bCs/>
          <w:i/>
          <w:iCs/>
        </w:rPr>
        <w:t xml:space="preserve">toi </w:t>
      </w:r>
      <w:r w:rsidR="002A4158" w:rsidRPr="00DA4E77">
        <w:t>seule le peux</w:t>
      </w:r>
      <w:r>
        <w:t>.</w:t>
      </w:r>
    </w:p>
    <w:p w14:paraId="786C894B" w14:textId="77777777" w:rsidR="00276CCE" w:rsidRDefault="00276CCE" w:rsidP="002A4158">
      <w:r>
        <w:t>— </w:t>
      </w:r>
      <w:r w:rsidR="002A4158" w:rsidRPr="00DA4E77">
        <w:t>En quoi</w:t>
      </w:r>
      <w:r>
        <w:t> ?</w:t>
      </w:r>
    </w:p>
    <w:p w14:paraId="729B98D5" w14:textId="77777777" w:rsidR="00276CCE" w:rsidRDefault="00276CCE" w:rsidP="002A4158">
      <w:r>
        <w:t>— </w:t>
      </w:r>
      <w:r w:rsidR="002A4158" w:rsidRPr="00DA4E77">
        <w:t>Quand tu verras que ma flotte vaincue se retire en déso</w:t>
      </w:r>
      <w:r w:rsidR="002A4158" w:rsidRPr="00DA4E77">
        <w:t>r</w:t>
      </w:r>
      <w:r w:rsidR="002A4158" w:rsidRPr="00DA4E77">
        <w:t>dre</w:t>
      </w:r>
      <w:r>
        <w:t xml:space="preserve">, </w:t>
      </w:r>
      <w:r w:rsidR="002A4158" w:rsidRPr="00DA4E77">
        <w:t>quand tu verras les vaisseaux accourir vers l</w:t>
      </w:r>
      <w:r>
        <w:t>’</w:t>
      </w:r>
      <w:r w:rsidR="002A4158" w:rsidRPr="00DA4E77">
        <w:t>Île de Pourpre ou même vers ton île</w:t>
      </w:r>
      <w:r>
        <w:t xml:space="preserve">, </w:t>
      </w:r>
      <w:r w:rsidR="002A4158" w:rsidRPr="00DA4E77">
        <w:t>alors tu surgiras dans les airs les ailes d</w:t>
      </w:r>
      <w:r w:rsidR="002A4158" w:rsidRPr="00DA4E77">
        <w:t>é</w:t>
      </w:r>
      <w:r w:rsidR="002A4158" w:rsidRPr="00DA4E77">
        <w:t>ployées</w:t>
      </w:r>
      <w:r>
        <w:t xml:space="preserve">, </w:t>
      </w:r>
      <w:r w:rsidR="002A4158" w:rsidRPr="00DA4E77">
        <w:t>tu viendras vers nous</w:t>
      </w:r>
      <w:r>
        <w:t xml:space="preserve">, </w:t>
      </w:r>
      <w:r w:rsidR="002A4158" w:rsidRPr="00DA4E77">
        <w:t>tu reconnaîtras mon vaisseau à l</w:t>
      </w:r>
      <w:r>
        <w:t>’</w:t>
      </w:r>
      <w:r w:rsidR="002A4158" w:rsidRPr="00DA4E77">
        <w:t>étendard de pourpre flottant à la poupe</w:t>
      </w:r>
      <w:r>
        <w:t xml:space="preserve">, </w:t>
      </w:r>
      <w:r w:rsidR="002A4158" w:rsidRPr="00DA4E77">
        <w:t>et tu descendras le</w:t>
      </w:r>
      <w:r w:rsidR="002A4158" w:rsidRPr="00DA4E77">
        <w:t>n</w:t>
      </w:r>
      <w:r w:rsidR="002A4158" w:rsidRPr="00DA4E77">
        <w:t>tement vers lui</w:t>
      </w:r>
      <w:r>
        <w:t xml:space="preserve">. </w:t>
      </w:r>
      <w:r w:rsidR="002A4158" w:rsidRPr="00DA4E77">
        <w:t>Si je vis</w:t>
      </w:r>
      <w:r>
        <w:t xml:space="preserve">, </w:t>
      </w:r>
      <w:r w:rsidR="002A4158" w:rsidRPr="00DA4E77">
        <w:t>j</w:t>
      </w:r>
      <w:r>
        <w:t>’</w:t>
      </w:r>
      <w:r w:rsidR="002A4158" w:rsidRPr="00DA4E77">
        <w:t>irai te rejoindre</w:t>
      </w:r>
      <w:r>
        <w:t xml:space="preserve">, </w:t>
      </w:r>
      <w:r w:rsidR="002A4158" w:rsidRPr="00DA4E77">
        <w:t>et à nous deux nous délivrerons la Cité</w:t>
      </w:r>
      <w:r>
        <w:t xml:space="preserve"> !… </w:t>
      </w:r>
      <w:r w:rsidR="002A4158" w:rsidRPr="00DA4E77">
        <w:t>Mais si je meurs</w:t>
      </w:r>
      <w:r>
        <w:t>…</w:t>
      </w:r>
    </w:p>
    <w:p w14:paraId="67DE66B4" w14:textId="77777777" w:rsidR="00276CCE" w:rsidRDefault="00276CCE" w:rsidP="002A4158">
      <w:r>
        <w:t>— </w:t>
      </w:r>
      <w:proofErr w:type="spellStart"/>
      <w:r w:rsidR="002A4158" w:rsidRPr="00DA4E77">
        <w:t>Hellas</w:t>
      </w:r>
      <w:proofErr w:type="spellEnd"/>
      <w:r>
        <w:t>…</w:t>
      </w:r>
    </w:p>
    <w:p w14:paraId="3CB6EFFE" w14:textId="77777777" w:rsidR="00276CCE" w:rsidRDefault="00276CCE" w:rsidP="002A4158">
      <w:r>
        <w:t>— </w:t>
      </w:r>
      <w:r w:rsidR="002A4158" w:rsidRPr="00DA4E77">
        <w:t>Le matin d</w:t>
      </w:r>
      <w:r>
        <w:t>’</w:t>
      </w:r>
      <w:r w:rsidR="002A4158" w:rsidRPr="00DA4E77">
        <w:t>une bataille</w:t>
      </w:r>
      <w:r>
        <w:t xml:space="preserve">, </w:t>
      </w:r>
      <w:r w:rsidR="002A4158" w:rsidRPr="00DA4E77">
        <w:t>il faut tout prévoir</w:t>
      </w:r>
      <w:r>
        <w:t xml:space="preserve">. </w:t>
      </w:r>
      <w:r w:rsidR="002A4158" w:rsidRPr="00DA4E77">
        <w:t>Donc</w:t>
      </w:r>
      <w:r>
        <w:t xml:space="preserve">, </w:t>
      </w:r>
      <w:r w:rsidR="002A4158" w:rsidRPr="00DA4E77">
        <w:t>si je meurs</w:t>
      </w:r>
      <w:r>
        <w:t xml:space="preserve">, </w:t>
      </w:r>
      <w:r w:rsidR="002A4158" w:rsidRPr="00DA4E77">
        <w:t>si tu vois mon vaisseau disparaître</w:t>
      </w:r>
      <w:r>
        <w:t xml:space="preserve">, </w:t>
      </w:r>
      <w:r w:rsidR="002A4158" w:rsidRPr="00DA4E77">
        <w:t>alors</w:t>
      </w:r>
      <w:r>
        <w:t xml:space="preserve">, </w:t>
      </w:r>
      <w:r w:rsidR="002A4158" w:rsidRPr="00DA4E77">
        <w:t>seule</w:t>
      </w:r>
      <w:r>
        <w:t xml:space="preserve">, </w:t>
      </w:r>
      <w:r w:rsidR="002A4158" w:rsidRPr="00DA4E77">
        <w:t>tu a</w:t>
      </w:r>
      <w:r w:rsidR="002A4158" w:rsidRPr="00DA4E77">
        <w:t>c</w:t>
      </w:r>
      <w:r w:rsidR="002A4158" w:rsidRPr="00DA4E77">
        <w:t>compliras le destin</w:t>
      </w:r>
      <w:r>
        <w:t xml:space="preserve">. </w:t>
      </w:r>
      <w:r w:rsidR="002A4158" w:rsidRPr="00DA4E77">
        <w:t>Tu jetteras sur la flotte aztèque quelques-uns des rouleaux d</w:t>
      </w:r>
      <w:r>
        <w:t>’</w:t>
      </w:r>
      <w:r w:rsidR="002A4158" w:rsidRPr="00DA4E77">
        <w:t>air solide dont l</w:t>
      </w:r>
      <w:r>
        <w:t>’</w:t>
      </w:r>
      <w:r w:rsidR="002A4158" w:rsidRPr="00DA4E77">
        <w:t>effet redoutable suffira à d</w:t>
      </w:r>
      <w:r w:rsidR="002A4158" w:rsidRPr="00DA4E77">
        <w:t>é</w:t>
      </w:r>
      <w:r w:rsidR="002A4158" w:rsidRPr="00DA4E77">
        <w:t>truire leur flotte et à sauver la ville</w:t>
      </w:r>
      <w:r>
        <w:t>…</w:t>
      </w:r>
    </w:p>
    <w:p w14:paraId="14304C6E" w14:textId="77777777" w:rsidR="00276CCE" w:rsidRDefault="00276CCE" w:rsidP="002A4158">
      <w:r>
        <w:t>— </w:t>
      </w:r>
      <w:r w:rsidR="002A4158" w:rsidRPr="00DA4E77">
        <w:t>Non</w:t>
      </w:r>
      <w:r>
        <w:t xml:space="preserve">, </w:t>
      </w:r>
      <w:r w:rsidR="002A4158" w:rsidRPr="00DA4E77">
        <w:t>non</w:t>
      </w:r>
      <w:r>
        <w:t xml:space="preserve">, </w:t>
      </w:r>
      <w:proofErr w:type="spellStart"/>
      <w:r w:rsidR="002A4158" w:rsidRPr="00DA4E77">
        <w:t>Hellas</w:t>
      </w:r>
      <w:proofErr w:type="spellEnd"/>
      <w:r>
        <w:t xml:space="preserve">, </w:t>
      </w:r>
      <w:r w:rsidR="002A4158" w:rsidRPr="00DA4E77">
        <w:t>ne me demande pas un pareil acte</w:t>
      </w:r>
      <w:r>
        <w:t xml:space="preserve">… </w:t>
      </w:r>
      <w:r w:rsidR="002A4158" w:rsidRPr="00DA4E77">
        <w:t>Je ne puis</w:t>
      </w:r>
      <w:r>
        <w:t xml:space="preserve">, </w:t>
      </w:r>
      <w:r w:rsidR="002A4158" w:rsidRPr="00DA4E77">
        <w:t>je ne veux</w:t>
      </w:r>
      <w:r>
        <w:t>…</w:t>
      </w:r>
    </w:p>
    <w:p w14:paraId="7F5A7DA0" w14:textId="77777777" w:rsidR="00276CCE" w:rsidRDefault="00276CCE" w:rsidP="002A4158">
      <w:r>
        <w:t>— </w:t>
      </w:r>
      <w:r w:rsidR="002A4158" w:rsidRPr="00DA4E77">
        <w:t>Ni pouvoir</w:t>
      </w:r>
      <w:r>
        <w:t xml:space="preserve">, </w:t>
      </w:r>
      <w:r w:rsidR="002A4158" w:rsidRPr="00DA4E77">
        <w:t>ni vouloir</w:t>
      </w:r>
      <w:r>
        <w:t xml:space="preserve">, </w:t>
      </w:r>
      <w:r w:rsidR="002A4158" w:rsidRPr="00DA4E77">
        <w:t>pourquoi</w:t>
      </w:r>
      <w:r>
        <w:t> ?</w:t>
      </w:r>
    </w:p>
    <w:p w14:paraId="014A5E1A" w14:textId="77777777" w:rsidR="00276CCE" w:rsidRDefault="00276CCE" w:rsidP="002A4158">
      <w:r>
        <w:t>— </w:t>
      </w:r>
      <w:r w:rsidR="002A4158" w:rsidRPr="00DA4E77">
        <w:t>Parce que je manquerais au serment que j</w:t>
      </w:r>
      <w:r>
        <w:t>’</w:t>
      </w:r>
      <w:r w:rsidR="002A4158" w:rsidRPr="00DA4E77">
        <w:t>ai fait à mon père</w:t>
      </w:r>
      <w:r>
        <w:t xml:space="preserve">, </w:t>
      </w:r>
      <w:r w:rsidR="002A4158" w:rsidRPr="00DA4E77">
        <w:t>et je commettrais un crime contre les dieux</w:t>
      </w:r>
      <w:r>
        <w:t>.</w:t>
      </w:r>
    </w:p>
    <w:p w14:paraId="719FEBC7" w14:textId="77777777" w:rsidR="00276CCE" w:rsidRDefault="00276CCE" w:rsidP="002A4158">
      <w:r>
        <w:t>— </w:t>
      </w:r>
      <w:r w:rsidR="002A4158" w:rsidRPr="00DA4E77">
        <w:t>Crime</w:t>
      </w:r>
      <w:r>
        <w:t xml:space="preserve"> ? </w:t>
      </w:r>
      <w:r w:rsidR="002A4158" w:rsidRPr="00DA4E77">
        <w:t>Serment</w:t>
      </w:r>
      <w:r>
        <w:t xml:space="preserve"> ? </w:t>
      </w:r>
      <w:r w:rsidR="002A4158" w:rsidRPr="00DA4E77">
        <w:t>Mots qui sonnent vide au moment d</w:t>
      </w:r>
      <w:r>
        <w:t>’</w:t>
      </w:r>
      <w:r w:rsidR="002A4158" w:rsidRPr="00DA4E77">
        <w:t>une action où tout l</w:t>
      </w:r>
      <w:r>
        <w:t>’</w:t>
      </w:r>
      <w:r w:rsidR="002A4158" w:rsidRPr="00DA4E77">
        <w:t>Empire peut périr</w:t>
      </w:r>
      <w:r>
        <w:t>.</w:t>
      </w:r>
    </w:p>
    <w:p w14:paraId="702C5F50" w14:textId="77777777" w:rsidR="00276CCE" w:rsidRDefault="00276CCE" w:rsidP="002A4158">
      <w:r>
        <w:t>— </w:t>
      </w:r>
      <w:r w:rsidR="002A4158" w:rsidRPr="00DA4E77">
        <w:t>Quel crime</w:t>
      </w:r>
      <w:r>
        <w:t xml:space="preserve">, </w:t>
      </w:r>
      <w:proofErr w:type="spellStart"/>
      <w:r w:rsidR="002A4158" w:rsidRPr="00DA4E77">
        <w:t>Hellas</w:t>
      </w:r>
      <w:proofErr w:type="spellEnd"/>
      <w:r>
        <w:t xml:space="preserve">, </w:t>
      </w:r>
      <w:r w:rsidR="002A4158" w:rsidRPr="00DA4E77">
        <w:t>que de tuer des hommes sans danger</w:t>
      </w:r>
      <w:r>
        <w:t xml:space="preserve">, </w:t>
      </w:r>
      <w:r w:rsidR="002A4158" w:rsidRPr="00DA4E77">
        <w:t>sans lutte</w:t>
      </w:r>
      <w:r>
        <w:t xml:space="preserve">, </w:t>
      </w:r>
      <w:r w:rsidR="002A4158" w:rsidRPr="00DA4E77">
        <w:t>du haut des airs</w:t>
      </w:r>
      <w:r>
        <w:t> !</w:t>
      </w:r>
    </w:p>
    <w:p w14:paraId="5F5C1AE5" w14:textId="77777777" w:rsidR="00276CCE" w:rsidRDefault="00276CCE" w:rsidP="002A4158">
      <w:r>
        <w:lastRenderedPageBreak/>
        <w:t>— </w:t>
      </w:r>
      <w:r w:rsidR="002A4158" w:rsidRPr="00DA4E77">
        <w:t>Alors</w:t>
      </w:r>
      <w:r>
        <w:t xml:space="preserve">, </w:t>
      </w:r>
      <w:r w:rsidR="002A4158" w:rsidRPr="00DA4E77">
        <w:t>va donc</w:t>
      </w:r>
      <w:r>
        <w:t xml:space="preserve">, </w:t>
      </w:r>
      <w:proofErr w:type="spellStart"/>
      <w:r w:rsidR="002A4158" w:rsidRPr="00DA4E77">
        <w:t>Oréa</w:t>
      </w:r>
      <w:proofErr w:type="spellEnd"/>
      <w:r>
        <w:t xml:space="preserve">, </w:t>
      </w:r>
      <w:r w:rsidR="002A4158" w:rsidRPr="00DA4E77">
        <w:t>va dans ton île</w:t>
      </w:r>
      <w:r>
        <w:t xml:space="preserve"> ! </w:t>
      </w:r>
      <w:r w:rsidR="002A4158" w:rsidRPr="00DA4E77">
        <w:t>va rester fidèle à tes serments</w:t>
      </w:r>
      <w:r>
        <w:t xml:space="preserve"> ! </w:t>
      </w:r>
      <w:r w:rsidR="002A4158" w:rsidRPr="00DA4E77">
        <w:t>Moi</w:t>
      </w:r>
      <w:r>
        <w:t xml:space="preserve">, </w:t>
      </w:r>
      <w:r w:rsidR="002A4158" w:rsidRPr="00DA4E77">
        <w:t>ce matin</w:t>
      </w:r>
      <w:r>
        <w:t xml:space="preserve">, </w:t>
      </w:r>
      <w:r w:rsidR="002A4158" w:rsidRPr="00DA4E77">
        <w:t>au seuil d</w:t>
      </w:r>
      <w:r>
        <w:t>’</w:t>
      </w:r>
      <w:r w:rsidR="002A4158" w:rsidRPr="00DA4E77">
        <w:t>une journée décisive</w:t>
      </w:r>
      <w:r>
        <w:t xml:space="preserve">, </w:t>
      </w:r>
      <w:r w:rsidR="002A4158" w:rsidRPr="00DA4E77">
        <w:t>je ne connais que mon peuple à sauver</w:t>
      </w:r>
      <w:r>
        <w:t xml:space="preserve">, </w:t>
      </w:r>
      <w:r w:rsidR="002A4158" w:rsidRPr="00DA4E77">
        <w:t>mon devoir à remplir</w:t>
      </w:r>
      <w:r>
        <w:t xml:space="preserve">, </w:t>
      </w:r>
      <w:r w:rsidR="002A4158" w:rsidRPr="00DA4E77">
        <w:t>la mort à attendre</w:t>
      </w:r>
      <w:r>
        <w:t xml:space="preserve">. </w:t>
      </w:r>
      <w:r w:rsidR="002A4158" w:rsidRPr="00DA4E77">
        <w:t>Adieu donc</w:t>
      </w:r>
      <w:r>
        <w:t> !</w:t>
      </w:r>
    </w:p>
    <w:p w14:paraId="402C0C8B" w14:textId="77777777" w:rsidR="00276CCE" w:rsidRDefault="002A4158" w:rsidP="002A4158">
      <w:r w:rsidRPr="00DA4E77">
        <w:t xml:space="preserve">Et </w:t>
      </w:r>
      <w:proofErr w:type="spellStart"/>
      <w:r w:rsidRPr="00DA4E77">
        <w:t>Hellas</w:t>
      </w:r>
      <w:proofErr w:type="spellEnd"/>
      <w:r w:rsidR="00276CCE">
        <w:t xml:space="preserve">, </w:t>
      </w:r>
      <w:r w:rsidRPr="00DA4E77">
        <w:t>ramenant son manteau sur son épaule</w:t>
      </w:r>
      <w:r w:rsidR="00276CCE">
        <w:t xml:space="preserve">, </w:t>
      </w:r>
      <w:r w:rsidRPr="00DA4E77">
        <w:t>s</w:t>
      </w:r>
      <w:r w:rsidR="00276CCE">
        <w:t>’</w:t>
      </w:r>
      <w:r w:rsidRPr="00DA4E77">
        <w:t>apprête à sortir de la salle</w:t>
      </w:r>
      <w:r w:rsidR="00276CCE">
        <w:t>.</w:t>
      </w:r>
    </w:p>
    <w:p w14:paraId="525ECE1E" w14:textId="77777777" w:rsidR="00276CCE" w:rsidRDefault="002A4158" w:rsidP="002A4158">
      <w:proofErr w:type="spellStart"/>
      <w:r w:rsidRPr="00DA4E77">
        <w:t>Oréa</w:t>
      </w:r>
      <w:proofErr w:type="spellEnd"/>
      <w:r w:rsidR="00276CCE">
        <w:t xml:space="preserve">, </w:t>
      </w:r>
      <w:r w:rsidRPr="00DA4E77">
        <w:t>bouleversée</w:t>
      </w:r>
      <w:r w:rsidR="00276CCE">
        <w:t xml:space="preserve">, </w:t>
      </w:r>
      <w:r w:rsidRPr="00DA4E77">
        <w:t>se précipite</w:t>
      </w:r>
      <w:r w:rsidR="00276CCE">
        <w:t xml:space="preserve">, </w:t>
      </w:r>
      <w:r w:rsidRPr="00DA4E77">
        <w:t>arrête le jeune homme par le bras</w:t>
      </w:r>
      <w:r w:rsidR="00276CCE">
        <w:t xml:space="preserve">, </w:t>
      </w:r>
      <w:r w:rsidRPr="00DA4E77">
        <w:t>le retourne avec une vigueur surhumaine</w:t>
      </w:r>
      <w:r w:rsidR="00276CCE">
        <w:t xml:space="preserve"> ; </w:t>
      </w:r>
      <w:r w:rsidRPr="00DA4E77">
        <w:t>puis</w:t>
      </w:r>
      <w:r w:rsidR="00276CCE">
        <w:t xml:space="preserve">, </w:t>
      </w:r>
      <w:r w:rsidRPr="00DA4E77">
        <w:t>joignant les mains dans un geste de prière émue</w:t>
      </w:r>
      <w:r w:rsidR="00276CCE">
        <w:t> :</w:t>
      </w:r>
    </w:p>
    <w:p w14:paraId="63FFACCF" w14:textId="77777777" w:rsidR="00276CCE" w:rsidRDefault="00276CCE" w:rsidP="002A4158">
      <w:r>
        <w:t>— </w:t>
      </w:r>
      <w:r w:rsidR="002A4158" w:rsidRPr="00DA4E77">
        <w:t>Ô mon maître</w:t>
      </w:r>
      <w:r>
        <w:t xml:space="preserve">, </w:t>
      </w:r>
      <w:r w:rsidR="002A4158" w:rsidRPr="00DA4E77">
        <w:t>mon bien-aimé</w:t>
      </w:r>
      <w:r>
        <w:t xml:space="preserve">, </w:t>
      </w:r>
      <w:r w:rsidR="002A4158" w:rsidRPr="00DA4E77">
        <w:t>de quelles souffrances mon cœur n</w:t>
      </w:r>
      <w:r>
        <w:t>’</w:t>
      </w:r>
      <w:r w:rsidR="002A4158" w:rsidRPr="00DA4E77">
        <w:t>est-il pas déchiré à cette heure même où ma volo</w:t>
      </w:r>
      <w:r w:rsidR="002A4158" w:rsidRPr="00DA4E77">
        <w:t>n</w:t>
      </w:r>
      <w:r w:rsidR="002A4158" w:rsidRPr="00DA4E77">
        <w:t>té résiste à la tienne</w:t>
      </w:r>
      <w:r>
        <w:t xml:space="preserve"> ? </w:t>
      </w:r>
      <w:r w:rsidR="002A4158" w:rsidRPr="00DA4E77">
        <w:t>Ne t</w:t>
      </w:r>
      <w:r>
        <w:t>’</w:t>
      </w:r>
      <w:r w:rsidR="002A4158" w:rsidRPr="00DA4E77">
        <w:t>en va pas</w:t>
      </w:r>
      <w:r>
        <w:t xml:space="preserve">, </w:t>
      </w:r>
      <w:proofErr w:type="spellStart"/>
      <w:r w:rsidR="002A4158" w:rsidRPr="00DA4E77">
        <w:t>Hellas</w:t>
      </w:r>
      <w:proofErr w:type="spellEnd"/>
      <w:r>
        <w:t xml:space="preserve">. </w:t>
      </w:r>
      <w:r w:rsidR="002A4158" w:rsidRPr="00DA4E77">
        <w:t>Par pitié</w:t>
      </w:r>
      <w:r>
        <w:t xml:space="preserve">, </w:t>
      </w:r>
      <w:r w:rsidR="002A4158" w:rsidRPr="00DA4E77">
        <w:t>écoute-moi</w:t>
      </w:r>
      <w:r>
        <w:t xml:space="preserve">. </w:t>
      </w:r>
      <w:r w:rsidR="002A4158" w:rsidRPr="00DA4E77">
        <w:t>Que veux-tu</w:t>
      </w:r>
      <w:r>
        <w:t xml:space="preserve"> ? </w:t>
      </w:r>
      <w:r w:rsidR="002A4158" w:rsidRPr="00DA4E77">
        <w:t>Sauver Atlantis</w:t>
      </w:r>
      <w:r>
        <w:t xml:space="preserve"> ? </w:t>
      </w:r>
      <w:r w:rsidR="002A4158" w:rsidRPr="00DA4E77">
        <w:t>Nous le voulons tous</w:t>
      </w:r>
      <w:r>
        <w:t xml:space="preserve">. </w:t>
      </w:r>
      <w:r w:rsidR="002A4158" w:rsidRPr="00DA4E77">
        <w:t>Mais quel danger court la ville</w:t>
      </w:r>
      <w:r>
        <w:t xml:space="preserve"> ? </w:t>
      </w:r>
      <w:r w:rsidR="002A4158" w:rsidRPr="00DA4E77">
        <w:t>Quelques milliers de matelots azt</w:t>
      </w:r>
      <w:r w:rsidR="002A4158" w:rsidRPr="00DA4E77">
        <w:t>è</w:t>
      </w:r>
      <w:r w:rsidR="002A4158" w:rsidRPr="00DA4E77">
        <w:t>ques et d</w:t>
      </w:r>
      <w:r>
        <w:t>’</w:t>
      </w:r>
      <w:r w:rsidR="002A4158" w:rsidRPr="00DA4E77">
        <w:t>esclaves noirs peuvent-ils donc soumettre des millions d</w:t>
      </w:r>
      <w:r>
        <w:t>’</w:t>
      </w:r>
      <w:r w:rsidR="002A4158" w:rsidRPr="00DA4E77">
        <w:t>Atlantes</w:t>
      </w:r>
      <w:r>
        <w:t> ?</w:t>
      </w:r>
    </w:p>
    <w:p w14:paraId="17D514AB" w14:textId="77777777" w:rsidR="00276CCE" w:rsidRDefault="00276CCE" w:rsidP="002A4158">
      <w:r>
        <w:t>— </w:t>
      </w:r>
      <w:r w:rsidR="002A4158" w:rsidRPr="00DA4E77">
        <w:t>Pauvre amie</w:t>
      </w:r>
      <w:r>
        <w:t xml:space="preserve"> ! </w:t>
      </w:r>
      <w:r w:rsidR="002A4158" w:rsidRPr="00DA4E77">
        <w:t>ne sais-tu donc pas que ces millions d</w:t>
      </w:r>
      <w:r>
        <w:t>’</w:t>
      </w:r>
      <w:r w:rsidR="002A4158" w:rsidRPr="00DA4E77">
        <w:t>Atlantes ne pourront résister au moindre assaut</w:t>
      </w:r>
      <w:r>
        <w:t> ?</w:t>
      </w:r>
    </w:p>
    <w:p w14:paraId="1C4A050C" w14:textId="77777777" w:rsidR="00276CCE" w:rsidRDefault="00276CCE" w:rsidP="002A4158">
      <w:r>
        <w:t>— </w:t>
      </w:r>
      <w:r w:rsidR="002A4158" w:rsidRPr="00DA4E77">
        <w:t>Et pour conserver ces populations dégénérées</w:t>
      </w:r>
      <w:r>
        <w:t xml:space="preserve">, </w:t>
      </w:r>
      <w:r w:rsidR="002A4158" w:rsidRPr="00DA4E77">
        <w:t>pour sa</w:t>
      </w:r>
      <w:r w:rsidR="002A4158" w:rsidRPr="00DA4E77">
        <w:t>u</w:t>
      </w:r>
      <w:r w:rsidR="002A4158" w:rsidRPr="00DA4E77">
        <w:t>ver malgré eux ces êtres lâches et abandonnés des dieux</w:t>
      </w:r>
      <w:r>
        <w:t xml:space="preserve">, </w:t>
      </w:r>
      <w:r w:rsidR="002A4158" w:rsidRPr="00DA4E77">
        <w:t>tu veux désobéir aux lois éternelles</w:t>
      </w:r>
      <w:r>
        <w:t xml:space="preserve"> ? </w:t>
      </w:r>
      <w:r w:rsidR="002A4158" w:rsidRPr="00DA4E77">
        <w:t>Tu n</w:t>
      </w:r>
      <w:r>
        <w:t>’</w:t>
      </w:r>
      <w:r w:rsidR="002A4158" w:rsidRPr="00DA4E77">
        <w:t>auras retardé le destin que de quelques jours</w:t>
      </w:r>
      <w:r>
        <w:t xml:space="preserve">, </w:t>
      </w:r>
      <w:r w:rsidR="002A4158" w:rsidRPr="00DA4E77">
        <w:t>et nous aurons accompli un crime inoubliable</w:t>
      </w:r>
      <w:r>
        <w:t>.</w:t>
      </w:r>
    </w:p>
    <w:p w14:paraId="2F3C1AD8" w14:textId="77777777" w:rsidR="00276CCE" w:rsidRDefault="00276CCE" w:rsidP="002A4158">
      <w:r>
        <w:t>— </w:t>
      </w:r>
      <w:r w:rsidR="002A4158" w:rsidRPr="00DA4E77">
        <w:t>Soit donc</w:t>
      </w:r>
      <w:r>
        <w:t xml:space="preserve"> ! </w:t>
      </w:r>
      <w:r w:rsidR="002A4158" w:rsidRPr="00DA4E77">
        <w:t>Tu raisonnes à merveille</w:t>
      </w:r>
      <w:r>
        <w:t xml:space="preserve"> ! </w:t>
      </w:r>
      <w:r w:rsidR="002A4158" w:rsidRPr="00DA4E77">
        <w:t>Laissons mourir Atlantis</w:t>
      </w:r>
      <w:r>
        <w:t xml:space="preserve">. </w:t>
      </w:r>
      <w:r w:rsidR="002A4158" w:rsidRPr="00DA4E77">
        <w:t>Mais moi</w:t>
      </w:r>
      <w:r>
        <w:t xml:space="preserve">, </w:t>
      </w:r>
      <w:r w:rsidR="002A4158" w:rsidRPr="00DA4E77">
        <w:t>j</w:t>
      </w:r>
      <w:r>
        <w:t>’</w:t>
      </w:r>
      <w:r w:rsidR="002A4158" w:rsidRPr="00DA4E77">
        <w:t>irai mourir avec elle</w:t>
      </w:r>
      <w:r>
        <w:t xml:space="preserve">, </w:t>
      </w:r>
      <w:r w:rsidR="002A4158" w:rsidRPr="00DA4E77">
        <w:t>comme naguère tu me l</w:t>
      </w:r>
      <w:r>
        <w:t>’</w:t>
      </w:r>
      <w:r w:rsidR="002A4158" w:rsidRPr="00DA4E77">
        <w:t>as ordonné</w:t>
      </w:r>
      <w:r>
        <w:t>…</w:t>
      </w:r>
    </w:p>
    <w:p w14:paraId="09CB864F"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mon cœur hésite</w:t>
      </w:r>
      <w:r>
        <w:t xml:space="preserve"> ! </w:t>
      </w:r>
      <w:r w:rsidR="002A4158" w:rsidRPr="00DA4E77">
        <w:t>Ne m</w:t>
      </w:r>
      <w:r>
        <w:t>’</w:t>
      </w:r>
      <w:r w:rsidR="002A4158" w:rsidRPr="00DA4E77">
        <w:t>accable pas</w:t>
      </w:r>
      <w:r>
        <w:t xml:space="preserve"> ! </w:t>
      </w:r>
      <w:r w:rsidR="002A4158" w:rsidRPr="00DA4E77">
        <w:t>Nous nous aimons</w:t>
      </w:r>
      <w:r>
        <w:t xml:space="preserve">, </w:t>
      </w:r>
      <w:r w:rsidR="002A4158" w:rsidRPr="00DA4E77">
        <w:t>pourtant</w:t>
      </w:r>
      <w:r>
        <w:t> !</w:t>
      </w:r>
    </w:p>
    <w:p w14:paraId="054D9B59" w14:textId="77777777" w:rsidR="00276CCE" w:rsidRDefault="002A4158" w:rsidP="002A4158">
      <w:r w:rsidRPr="00DA4E77">
        <w:t>Et les deux jeunes gens restent silencieux</w:t>
      </w:r>
      <w:r w:rsidR="00276CCE">
        <w:t>.</w:t>
      </w:r>
    </w:p>
    <w:p w14:paraId="136D4874" w14:textId="77777777" w:rsidR="00276CCE" w:rsidRDefault="00276CCE" w:rsidP="00276CCE">
      <w:pPr>
        <w:pStyle w:val="Titre2"/>
        <w:rPr>
          <w:i/>
        </w:rPr>
      </w:pPr>
      <w:bookmarkStart w:id="47" w:name="_Toc194842033"/>
      <w:r w:rsidRPr="00DA4E77">
        <w:lastRenderedPageBreak/>
        <w:t>Scène</w:t>
      </w:r>
      <w:r>
        <w:t> </w:t>
      </w:r>
      <w:r w:rsidRPr="00DA4E77">
        <w:t>IV</w:t>
      </w:r>
      <w:r>
        <w:t xml:space="preserve">. – </w:t>
      </w:r>
      <w:r w:rsidR="002A4158" w:rsidRPr="00DA4E77">
        <w:rPr>
          <w:i/>
        </w:rPr>
        <w:t>Matin de bataille</w:t>
      </w:r>
      <w:r>
        <w:rPr>
          <w:i/>
        </w:rPr>
        <w:t>.</w:t>
      </w:r>
      <w:bookmarkEnd w:id="47"/>
    </w:p>
    <w:p w14:paraId="1744989C" w14:textId="77777777" w:rsidR="00276CCE" w:rsidRDefault="002A4158" w:rsidP="002A4158">
      <w:r w:rsidRPr="00DA4E77">
        <w:t>Or</w:t>
      </w:r>
      <w:r w:rsidR="00276CCE">
        <w:t xml:space="preserve">, </w:t>
      </w:r>
      <w:r w:rsidRPr="00DA4E77">
        <w:t>voici qu</w:t>
      </w:r>
      <w:r w:rsidR="00276CCE">
        <w:t>’</w:t>
      </w:r>
      <w:r w:rsidRPr="00DA4E77">
        <w:t>une voix claire et jeune éclate dans le vestibule</w:t>
      </w:r>
      <w:r w:rsidR="00276CCE">
        <w:t xml:space="preserve">. </w:t>
      </w:r>
      <w:proofErr w:type="spellStart"/>
      <w:r w:rsidRPr="00DA4E77">
        <w:t>Glania</w:t>
      </w:r>
      <w:proofErr w:type="spellEnd"/>
      <w:r w:rsidR="00276CCE">
        <w:t xml:space="preserve"> ! </w:t>
      </w:r>
      <w:r w:rsidRPr="00DA4E77">
        <w:t>Elle s</w:t>
      </w:r>
      <w:r w:rsidR="00276CCE">
        <w:t>’</w:t>
      </w:r>
      <w:r w:rsidRPr="00DA4E77">
        <w:t>approche</w:t>
      </w:r>
      <w:r w:rsidR="00276CCE">
        <w:t xml:space="preserve">. </w:t>
      </w:r>
      <w:r w:rsidRPr="00DA4E77">
        <w:t>Elle appelle</w:t>
      </w:r>
      <w:r w:rsidR="00276CCE">
        <w:t> :</w:t>
      </w:r>
    </w:p>
    <w:p w14:paraId="2677DA1A" w14:textId="77777777" w:rsidR="00276CCE" w:rsidRDefault="00276CCE" w:rsidP="002A4158">
      <w:r>
        <w:t>— </w:t>
      </w:r>
      <w:proofErr w:type="spellStart"/>
      <w:r w:rsidR="002A4158" w:rsidRPr="00DA4E77">
        <w:t>Oréa</w:t>
      </w:r>
      <w:proofErr w:type="spellEnd"/>
      <w:r>
        <w:t xml:space="preserve"> ! </w:t>
      </w:r>
      <w:proofErr w:type="spellStart"/>
      <w:r w:rsidR="002A4158" w:rsidRPr="00DA4E77">
        <w:t>Hellas</w:t>
      </w:r>
      <w:proofErr w:type="spellEnd"/>
      <w:r>
        <w:t> !</w:t>
      </w:r>
    </w:p>
    <w:p w14:paraId="423FF2F1" w14:textId="77777777" w:rsidR="00276CCE" w:rsidRDefault="002A4158" w:rsidP="002A4158">
      <w:r w:rsidRPr="00DA4E77">
        <w:t>Puis</w:t>
      </w:r>
      <w:r w:rsidR="00276CCE">
        <w:t xml:space="preserve">, </w:t>
      </w:r>
      <w:r w:rsidRPr="00DA4E77">
        <w:t>soulevant la tenture de pourpre</w:t>
      </w:r>
      <w:r w:rsidR="00276CCE">
        <w:t xml:space="preserve">, </w:t>
      </w:r>
      <w:r w:rsidRPr="00DA4E77">
        <w:t>elle laisse apparaître son visage illuminé de joie</w:t>
      </w:r>
      <w:r w:rsidR="00276CCE">
        <w:t>.</w:t>
      </w:r>
    </w:p>
    <w:p w14:paraId="0906E426" w14:textId="77777777" w:rsidR="00276CCE" w:rsidRDefault="00276CCE" w:rsidP="002A4158">
      <w:r>
        <w:t>— </w:t>
      </w:r>
      <w:proofErr w:type="spellStart"/>
      <w:r w:rsidR="002A4158" w:rsidRPr="00DA4E77">
        <w:t>Oréa</w:t>
      </w:r>
      <w:proofErr w:type="spellEnd"/>
      <w:r>
        <w:t xml:space="preserve">, </w:t>
      </w:r>
      <w:r w:rsidR="002A4158" w:rsidRPr="00DA4E77">
        <w:t>dit-elle</w:t>
      </w:r>
      <w:r>
        <w:t xml:space="preserve">, </w:t>
      </w:r>
      <w:r w:rsidR="002A4158" w:rsidRPr="00DA4E77">
        <w:t>en se jetant dans les bras de la belle Atla</w:t>
      </w:r>
      <w:r w:rsidR="002A4158" w:rsidRPr="00DA4E77">
        <w:t>n</w:t>
      </w:r>
      <w:r w:rsidR="002A4158" w:rsidRPr="00DA4E77">
        <w:t>te</w:t>
      </w:r>
      <w:r>
        <w:t xml:space="preserve">, </w:t>
      </w:r>
      <w:proofErr w:type="spellStart"/>
      <w:r w:rsidR="002A4158" w:rsidRPr="00DA4E77">
        <w:t>Oréa</w:t>
      </w:r>
      <w:proofErr w:type="spellEnd"/>
      <w:r>
        <w:t xml:space="preserve">, </w:t>
      </w:r>
      <w:r w:rsidR="002A4158" w:rsidRPr="00DA4E77">
        <w:t>te voici donc</w:t>
      </w:r>
      <w:r>
        <w:t xml:space="preserve"> ? </w:t>
      </w:r>
      <w:proofErr w:type="spellStart"/>
      <w:r w:rsidR="002A4158" w:rsidRPr="00DA4E77">
        <w:t>Knephao</w:t>
      </w:r>
      <w:proofErr w:type="spellEnd"/>
      <w:r w:rsidR="002A4158" w:rsidRPr="00DA4E77">
        <w:t xml:space="preserve"> vient de m</w:t>
      </w:r>
      <w:r>
        <w:t>’</w:t>
      </w:r>
      <w:r w:rsidR="002A4158" w:rsidRPr="00DA4E77">
        <w:t>annoncer ta venue</w:t>
      </w:r>
      <w:r>
        <w:t xml:space="preserve"> : </w:t>
      </w:r>
      <w:r w:rsidR="002A4158" w:rsidRPr="00DA4E77">
        <w:t>il paraît que je ne vais plus quitter ton père et que je marcherai toujours près de lui</w:t>
      </w:r>
      <w:r>
        <w:t xml:space="preserve">. </w:t>
      </w:r>
      <w:r w:rsidR="002A4158" w:rsidRPr="00DA4E77">
        <w:t>Alors</w:t>
      </w:r>
      <w:r>
        <w:t xml:space="preserve">, </w:t>
      </w:r>
      <w:r w:rsidR="002A4158" w:rsidRPr="00DA4E77">
        <w:t xml:space="preserve">si je ne quitte pas </w:t>
      </w:r>
      <w:proofErr w:type="spellStart"/>
      <w:r w:rsidR="002A4158" w:rsidRPr="00DA4E77">
        <w:t>Oréus</w:t>
      </w:r>
      <w:proofErr w:type="spellEnd"/>
      <w:r>
        <w:t xml:space="preserve">, </w:t>
      </w:r>
      <w:r w:rsidR="002A4158" w:rsidRPr="00DA4E77">
        <w:t>je ne te quitterai pas non plus</w:t>
      </w:r>
      <w:r>
        <w:t xml:space="preserve"> ; </w:t>
      </w:r>
      <w:r w:rsidR="002A4158" w:rsidRPr="00DA4E77">
        <w:t>et si je vis près de lui</w:t>
      </w:r>
      <w:r>
        <w:t xml:space="preserve">, </w:t>
      </w:r>
      <w:r w:rsidR="002A4158" w:rsidRPr="00DA4E77">
        <w:t>je vivrai aussi près d</w:t>
      </w:r>
      <w:r>
        <w:t>’</w:t>
      </w:r>
      <w:proofErr w:type="spellStart"/>
      <w:r w:rsidR="002A4158" w:rsidRPr="00DA4E77">
        <w:t>Hellas</w:t>
      </w:r>
      <w:proofErr w:type="spellEnd"/>
      <w:r>
        <w:t xml:space="preserve">, </w:t>
      </w:r>
      <w:r w:rsidR="002A4158" w:rsidRPr="00DA4E77">
        <w:t>puisqu</w:t>
      </w:r>
      <w:r>
        <w:t>’</w:t>
      </w:r>
      <w:r w:rsidR="002A4158" w:rsidRPr="00DA4E77">
        <w:t>il t</w:t>
      </w:r>
      <w:r>
        <w:t>’</w:t>
      </w:r>
      <w:r w:rsidR="002A4158" w:rsidRPr="00DA4E77">
        <w:t>aime</w:t>
      </w:r>
      <w:r>
        <w:t xml:space="preserve">. </w:t>
      </w:r>
      <w:r w:rsidR="002A4158" w:rsidRPr="00DA4E77">
        <w:t>Et je vous verrai tous ensemble dans la joie du soleil</w:t>
      </w:r>
      <w:r>
        <w:t> !</w:t>
      </w:r>
    </w:p>
    <w:p w14:paraId="76335D4C" w14:textId="77777777" w:rsidR="00276CCE" w:rsidRDefault="002A4158" w:rsidP="002A4158">
      <w:r w:rsidRPr="00DA4E77">
        <w:t>Cet hymne d</w:t>
      </w:r>
      <w:r w:rsidR="00276CCE">
        <w:t>’</w:t>
      </w:r>
      <w:r w:rsidRPr="00DA4E77">
        <w:t>allégresse</w:t>
      </w:r>
      <w:r w:rsidR="00276CCE">
        <w:t xml:space="preserve">, </w:t>
      </w:r>
      <w:r w:rsidRPr="00DA4E77">
        <w:t>sonnant en claire fanfare dans le matin radieux</w:t>
      </w:r>
      <w:r w:rsidR="00276CCE">
        <w:t xml:space="preserve">, </w:t>
      </w:r>
      <w:r w:rsidRPr="00DA4E77">
        <w:t>ramène un vague sourire sur les lèvres d</w:t>
      </w:r>
      <w:r w:rsidR="00276CCE">
        <w:t>’</w:t>
      </w:r>
      <w:proofErr w:type="spellStart"/>
      <w:r w:rsidRPr="00DA4E77">
        <w:t>Hellas</w:t>
      </w:r>
      <w:proofErr w:type="spellEnd"/>
      <w:r w:rsidRPr="00DA4E77">
        <w:t xml:space="preserve"> et d</w:t>
      </w:r>
      <w:r w:rsidR="00276CCE">
        <w:t>’</w:t>
      </w:r>
      <w:proofErr w:type="spellStart"/>
      <w:r w:rsidRPr="00DA4E77">
        <w:t>Oréa</w:t>
      </w:r>
      <w:proofErr w:type="spellEnd"/>
      <w:r w:rsidR="00276CCE">
        <w:t>.</w:t>
      </w:r>
    </w:p>
    <w:p w14:paraId="2D60E8A0" w14:textId="77777777" w:rsidR="00276CCE" w:rsidRDefault="00276CCE" w:rsidP="002A4158">
      <w:r>
        <w:t>— </w:t>
      </w:r>
      <w:r w:rsidR="002A4158" w:rsidRPr="00DA4E77">
        <w:t>La chère enfant</w:t>
      </w:r>
      <w:r>
        <w:t xml:space="preserve">, </w:t>
      </w:r>
      <w:r w:rsidR="002A4158" w:rsidRPr="00DA4E77">
        <w:t xml:space="preserve">explique </w:t>
      </w:r>
      <w:proofErr w:type="spellStart"/>
      <w:r w:rsidR="002A4158" w:rsidRPr="00DA4E77">
        <w:t>Oréa</w:t>
      </w:r>
      <w:proofErr w:type="spellEnd"/>
      <w:r w:rsidR="002A4158" w:rsidRPr="00DA4E77">
        <w:t xml:space="preserve"> à </w:t>
      </w:r>
      <w:proofErr w:type="spellStart"/>
      <w:r w:rsidR="002A4158" w:rsidRPr="00DA4E77">
        <w:t>Hellas</w:t>
      </w:r>
      <w:proofErr w:type="spellEnd"/>
      <w:r>
        <w:t xml:space="preserve">, </w:t>
      </w:r>
      <w:r w:rsidR="002A4158" w:rsidRPr="00DA4E77">
        <w:t>elle ne sait rien</w:t>
      </w:r>
      <w:r>
        <w:t xml:space="preserve"> ! </w:t>
      </w:r>
      <w:r w:rsidR="002A4158" w:rsidRPr="00DA4E77">
        <w:t>Laissons-lui sa joie</w:t>
      </w:r>
      <w:r>
        <w:t> !</w:t>
      </w:r>
    </w:p>
    <w:p w14:paraId="31F25389" w14:textId="77777777" w:rsidR="00276CCE" w:rsidRDefault="002A4158" w:rsidP="002A4158">
      <w:r w:rsidRPr="00DA4E77">
        <w:t xml:space="preserve">Mais </w:t>
      </w:r>
      <w:proofErr w:type="spellStart"/>
      <w:r w:rsidRPr="00DA4E77">
        <w:t>Glania</w:t>
      </w:r>
      <w:proofErr w:type="spellEnd"/>
      <w:r w:rsidRPr="00DA4E77">
        <w:t xml:space="preserve"> remarque la douleur profonde que ne peuvent dissimuler les yeux d</w:t>
      </w:r>
      <w:r w:rsidR="00276CCE">
        <w:t>’</w:t>
      </w:r>
      <w:proofErr w:type="spellStart"/>
      <w:r w:rsidRPr="00DA4E77">
        <w:t>Hellas</w:t>
      </w:r>
      <w:proofErr w:type="spellEnd"/>
      <w:r w:rsidRPr="00DA4E77">
        <w:t xml:space="preserve"> et d</w:t>
      </w:r>
      <w:r w:rsidR="00276CCE">
        <w:t>’</w:t>
      </w:r>
      <w:proofErr w:type="spellStart"/>
      <w:r w:rsidRPr="00DA4E77">
        <w:t>Oréa</w:t>
      </w:r>
      <w:proofErr w:type="spellEnd"/>
      <w:r w:rsidR="00276CCE">
        <w:t>.</w:t>
      </w:r>
    </w:p>
    <w:p w14:paraId="73AAF792" w14:textId="77777777" w:rsidR="00276CCE" w:rsidRDefault="00276CCE" w:rsidP="002A4158">
      <w:r>
        <w:t>— </w:t>
      </w:r>
      <w:r w:rsidR="002A4158" w:rsidRPr="00DA4E77">
        <w:t>Vous voilà tristes</w:t>
      </w:r>
      <w:r>
        <w:t xml:space="preserve"> ? </w:t>
      </w:r>
      <w:r w:rsidR="002A4158" w:rsidRPr="00DA4E77">
        <w:t>Et moi qui ris</w:t>
      </w:r>
      <w:r>
        <w:t xml:space="preserve"> ! </w:t>
      </w:r>
      <w:r w:rsidR="002A4158" w:rsidRPr="00DA4E77">
        <w:t>Et moi qui chante</w:t>
      </w:r>
      <w:r>
        <w:t xml:space="preserve"> ! </w:t>
      </w:r>
      <w:r w:rsidR="002A4158" w:rsidRPr="00DA4E77">
        <w:t>Qui me donnait le droit de venir vous troubler</w:t>
      </w:r>
      <w:r>
        <w:t xml:space="preserve"> ? </w:t>
      </w:r>
      <w:r w:rsidR="002A4158" w:rsidRPr="00DA4E77">
        <w:t>Adieu</w:t>
      </w:r>
      <w:r>
        <w:t xml:space="preserve">, </w:t>
      </w:r>
      <w:r w:rsidR="002A4158" w:rsidRPr="00DA4E77">
        <w:t>je vous laisse</w:t>
      </w:r>
      <w:r>
        <w:t>.</w:t>
      </w:r>
    </w:p>
    <w:p w14:paraId="7285F8E5" w14:textId="77777777" w:rsidR="00276CCE" w:rsidRDefault="00276CCE" w:rsidP="002A4158">
      <w:r>
        <w:t>— </w:t>
      </w:r>
      <w:r w:rsidR="002A4158" w:rsidRPr="00DA4E77">
        <w:t>Tristes</w:t>
      </w:r>
      <w:r>
        <w:t xml:space="preserve"> ? </w:t>
      </w:r>
      <w:r w:rsidR="002A4158" w:rsidRPr="00DA4E77">
        <w:t xml:space="preserve">fait </w:t>
      </w:r>
      <w:proofErr w:type="spellStart"/>
      <w:r w:rsidR="002A4158" w:rsidRPr="00DA4E77">
        <w:t>Oréa</w:t>
      </w:r>
      <w:proofErr w:type="spellEnd"/>
      <w:r>
        <w:t xml:space="preserve">. </w:t>
      </w:r>
      <w:r w:rsidR="002A4158" w:rsidRPr="00DA4E77">
        <w:t>Préoccupés</w:t>
      </w:r>
      <w:r>
        <w:t xml:space="preserve">, </w:t>
      </w:r>
      <w:r w:rsidR="002A4158" w:rsidRPr="00DA4E77">
        <w:t>tout au plus</w:t>
      </w:r>
      <w:r>
        <w:t xml:space="preserve">. </w:t>
      </w:r>
      <w:proofErr w:type="spellStart"/>
      <w:r w:rsidR="002A4158" w:rsidRPr="00DA4E77">
        <w:t>Hellas</w:t>
      </w:r>
      <w:proofErr w:type="spellEnd"/>
      <w:r w:rsidR="002A4158" w:rsidRPr="00DA4E77">
        <w:t xml:space="preserve"> songe aux troubles de la ville</w:t>
      </w:r>
      <w:r>
        <w:t xml:space="preserve">, </w:t>
      </w:r>
      <w:r w:rsidR="002A4158" w:rsidRPr="00DA4E77">
        <w:t>et moi-même j</w:t>
      </w:r>
      <w:r>
        <w:t>’</w:t>
      </w:r>
      <w:r w:rsidR="002A4158" w:rsidRPr="00DA4E77">
        <w:t>en parlais avec lui</w:t>
      </w:r>
      <w:r>
        <w:t xml:space="preserve">. </w:t>
      </w:r>
      <w:r w:rsidR="002A4158" w:rsidRPr="00DA4E77">
        <w:t>Mais chante</w:t>
      </w:r>
      <w:r>
        <w:t xml:space="preserve">, </w:t>
      </w:r>
      <w:proofErr w:type="spellStart"/>
      <w:r w:rsidR="002A4158" w:rsidRPr="00DA4E77">
        <w:t>Glania</w:t>
      </w:r>
      <w:proofErr w:type="spellEnd"/>
      <w:r>
        <w:t xml:space="preserve">, </w:t>
      </w:r>
      <w:r w:rsidR="002A4158" w:rsidRPr="00DA4E77">
        <w:t>il fait bon</w:t>
      </w:r>
      <w:r>
        <w:t xml:space="preserve">, </w:t>
      </w:r>
      <w:r w:rsidR="002A4158" w:rsidRPr="00DA4E77">
        <w:t>le matin</w:t>
      </w:r>
      <w:r>
        <w:t xml:space="preserve">, </w:t>
      </w:r>
      <w:r w:rsidR="002A4158" w:rsidRPr="00DA4E77">
        <w:t>d</w:t>
      </w:r>
      <w:r>
        <w:t>’</w:t>
      </w:r>
      <w:r w:rsidR="002A4158" w:rsidRPr="00DA4E77">
        <w:t>entendre l</w:t>
      </w:r>
      <w:r>
        <w:t>’</w:t>
      </w:r>
      <w:r w:rsidR="002A4158" w:rsidRPr="00DA4E77">
        <w:t>hymne des o</w:t>
      </w:r>
      <w:r w:rsidR="002A4158" w:rsidRPr="00DA4E77">
        <w:t>i</w:t>
      </w:r>
      <w:r w:rsidR="002A4158" w:rsidRPr="00DA4E77">
        <w:t>seaux</w:t>
      </w:r>
      <w:r>
        <w:t xml:space="preserve">, </w:t>
      </w:r>
      <w:r w:rsidR="002A4158" w:rsidRPr="00DA4E77">
        <w:t>amis des dieux</w:t>
      </w:r>
      <w:r>
        <w:t>.</w:t>
      </w:r>
    </w:p>
    <w:p w14:paraId="5A136200" w14:textId="77777777" w:rsidR="00276CCE" w:rsidRDefault="00276CCE" w:rsidP="002A4158">
      <w:r>
        <w:lastRenderedPageBreak/>
        <w:t>— </w:t>
      </w:r>
      <w:r w:rsidR="002A4158" w:rsidRPr="00DA4E77">
        <w:t>Oh</w:t>
      </w:r>
      <w:r>
        <w:t xml:space="preserve"> ! </w:t>
      </w:r>
      <w:r w:rsidR="002A4158" w:rsidRPr="00DA4E77">
        <w:t>non</w:t>
      </w:r>
      <w:r>
        <w:t xml:space="preserve"> ! </w:t>
      </w:r>
      <w:r w:rsidR="002A4158" w:rsidRPr="00DA4E77">
        <w:t>je ne sais pourquoi</w:t>
      </w:r>
      <w:r>
        <w:t xml:space="preserve">, </w:t>
      </w:r>
      <w:r w:rsidR="002A4158" w:rsidRPr="00DA4E77">
        <w:t>je ne puis plus maintenant ni chanter ni rire</w:t>
      </w:r>
      <w:r>
        <w:t>.</w:t>
      </w:r>
    </w:p>
    <w:p w14:paraId="7E60681C" w14:textId="77777777" w:rsidR="00276CCE" w:rsidRDefault="002A4158" w:rsidP="002A4158">
      <w:r w:rsidRPr="00DA4E77">
        <w:t>Alors</w:t>
      </w:r>
      <w:r w:rsidR="00276CCE">
        <w:t xml:space="preserve">, </w:t>
      </w:r>
      <w:proofErr w:type="spellStart"/>
      <w:r w:rsidRPr="00DA4E77">
        <w:t>Hellas</w:t>
      </w:r>
      <w:proofErr w:type="spellEnd"/>
      <w:r w:rsidR="00276CCE">
        <w:t xml:space="preserve">, </w:t>
      </w:r>
      <w:r w:rsidRPr="00DA4E77">
        <w:t>pensif</w:t>
      </w:r>
      <w:r w:rsidR="00276CCE">
        <w:t xml:space="preserve">, </w:t>
      </w:r>
      <w:r w:rsidRPr="00DA4E77">
        <w:t>relève la tête et demande</w:t>
      </w:r>
      <w:r w:rsidR="00276CCE">
        <w:t> :</w:t>
      </w:r>
    </w:p>
    <w:p w14:paraId="7B0C7462" w14:textId="77777777" w:rsidR="00276CCE" w:rsidRDefault="00276CCE" w:rsidP="002A4158">
      <w:r>
        <w:t>— </w:t>
      </w:r>
      <w:r w:rsidR="002A4158" w:rsidRPr="00DA4E77">
        <w:t>Réponds-moi franchement</w:t>
      </w:r>
      <w:r>
        <w:t xml:space="preserve">, </w:t>
      </w:r>
      <w:proofErr w:type="spellStart"/>
      <w:r w:rsidR="002A4158" w:rsidRPr="00DA4E77">
        <w:t>Glania</w:t>
      </w:r>
      <w:proofErr w:type="spellEnd"/>
      <w:r>
        <w:t xml:space="preserve">. </w:t>
      </w:r>
      <w:r w:rsidR="002A4158" w:rsidRPr="00DA4E77">
        <w:t>Si tu me savais en danger de mort</w:t>
      </w:r>
      <w:r>
        <w:t xml:space="preserve">, </w:t>
      </w:r>
      <w:r w:rsidR="002A4158" w:rsidRPr="00DA4E77">
        <w:t>essaierais-tu de me sauver</w:t>
      </w:r>
      <w:r>
        <w:t xml:space="preserve">, </w:t>
      </w:r>
      <w:r w:rsidR="002A4158" w:rsidRPr="00DA4E77">
        <w:t>si tu le pouvais</w:t>
      </w:r>
      <w:r>
        <w:t> ?</w:t>
      </w:r>
    </w:p>
    <w:p w14:paraId="67A599ED" w14:textId="77777777" w:rsidR="00276CCE" w:rsidRDefault="00276CCE" w:rsidP="002A4158">
      <w:r>
        <w:t>— </w:t>
      </w:r>
      <w:r w:rsidR="002A4158" w:rsidRPr="00DA4E77">
        <w:t>Pourquoi me poser question pareille</w:t>
      </w:r>
      <w:r>
        <w:t xml:space="preserve"> ? </w:t>
      </w:r>
      <w:r w:rsidR="002A4158" w:rsidRPr="00DA4E77">
        <w:t>J</w:t>
      </w:r>
      <w:r>
        <w:t>’</w:t>
      </w:r>
      <w:r w:rsidR="002A4158" w:rsidRPr="00DA4E77">
        <w:t>essaierais même si je ne le pouvais pas</w:t>
      </w:r>
      <w:r>
        <w:t>.</w:t>
      </w:r>
    </w:p>
    <w:p w14:paraId="783F1CAB" w14:textId="77777777" w:rsidR="00276CCE" w:rsidRDefault="00276CCE" w:rsidP="002A4158">
      <w:r>
        <w:t>— </w:t>
      </w:r>
      <w:r w:rsidR="002A4158" w:rsidRPr="00DA4E77">
        <w:t>Et si les dieux te l</w:t>
      </w:r>
      <w:r>
        <w:t>’</w:t>
      </w:r>
      <w:r w:rsidR="002A4158" w:rsidRPr="00DA4E77">
        <w:t>avaient défendu</w:t>
      </w:r>
      <w:r>
        <w:t> ?</w:t>
      </w:r>
    </w:p>
    <w:p w14:paraId="18FABF40" w14:textId="77777777" w:rsidR="00276CCE" w:rsidRDefault="00276CCE" w:rsidP="002A4158">
      <w:r>
        <w:t>— </w:t>
      </w:r>
      <w:r w:rsidR="002A4158" w:rsidRPr="00DA4E77">
        <w:t>Quels dieux</w:t>
      </w:r>
      <w:r>
        <w:t> ?</w:t>
      </w:r>
    </w:p>
    <w:p w14:paraId="7F1A9EFD" w14:textId="77777777" w:rsidR="00276CCE" w:rsidRDefault="00276CCE" w:rsidP="002A4158">
      <w:r>
        <w:t>— </w:t>
      </w:r>
      <w:r w:rsidR="002A4158" w:rsidRPr="00DA4E77">
        <w:t xml:space="preserve">Le dieu </w:t>
      </w:r>
      <w:proofErr w:type="spellStart"/>
      <w:r w:rsidR="002A4158" w:rsidRPr="00DA4E77">
        <w:t>Thôt</w:t>
      </w:r>
      <w:proofErr w:type="spellEnd"/>
      <w:r>
        <w:t xml:space="preserve">, </w:t>
      </w:r>
      <w:r w:rsidR="002A4158" w:rsidRPr="00DA4E77">
        <w:t>par exemple</w:t>
      </w:r>
      <w:r>
        <w:t xml:space="preserve">, </w:t>
      </w:r>
      <w:r w:rsidR="002A4158" w:rsidRPr="00DA4E77">
        <w:t>le terrible dieu des pays lig</w:t>
      </w:r>
      <w:r w:rsidR="002A4158" w:rsidRPr="00DA4E77">
        <w:t>u</w:t>
      </w:r>
      <w:r w:rsidR="002A4158" w:rsidRPr="00DA4E77">
        <w:t>res</w:t>
      </w:r>
      <w:r>
        <w:t xml:space="preserve">, </w:t>
      </w:r>
      <w:r w:rsidR="002A4158" w:rsidRPr="00DA4E77">
        <w:t>celui que tes pères adorent et redoutent</w:t>
      </w:r>
      <w:r>
        <w:t> !</w:t>
      </w:r>
    </w:p>
    <w:p w14:paraId="5DCA31DF" w14:textId="77777777" w:rsidR="00276CCE" w:rsidRDefault="00276CCE" w:rsidP="002A4158">
      <w:r>
        <w:t>— </w:t>
      </w:r>
      <w:r w:rsidR="002A4158" w:rsidRPr="00DA4E77">
        <w:t>Je dirais que le dieu se trompe</w:t>
      </w:r>
      <w:r>
        <w:t xml:space="preserve">, </w:t>
      </w:r>
      <w:r w:rsidR="002A4158" w:rsidRPr="00DA4E77">
        <w:t>et je te sauverais quand même</w:t>
      </w:r>
      <w:r>
        <w:t> !</w:t>
      </w:r>
    </w:p>
    <w:p w14:paraId="55B91F0F" w14:textId="77777777" w:rsidR="00276CCE" w:rsidRDefault="00276CCE" w:rsidP="002A4158">
      <w:r>
        <w:t>— </w:t>
      </w:r>
      <w:r w:rsidR="002A4158" w:rsidRPr="00DA4E77">
        <w:t>Merci</w:t>
      </w:r>
      <w:r>
        <w:t xml:space="preserve">, </w:t>
      </w:r>
      <w:proofErr w:type="spellStart"/>
      <w:r w:rsidR="002A4158" w:rsidRPr="00DA4E77">
        <w:t>Glania</w:t>
      </w:r>
      <w:proofErr w:type="spellEnd"/>
      <w:r>
        <w:t xml:space="preserve"> ; </w:t>
      </w:r>
      <w:r w:rsidR="002A4158" w:rsidRPr="00DA4E77">
        <w:t>voilà parler</w:t>
      </w:r>
      <w:r>
        <w:t> !</w:t>
      </w:r>
    </w:p>
    <w:p w14:paraId="4B0197F9" w14:textId="77777777" w:rsidR="00276CCE" w:rsidRDefault="002A4158" w:rsidP="002A4158">
      <w:r w:rsidRPr="00DA4E77">
        <w:t xml:space="preserve">Et </w:t>
      </w:r>
      <w:proofErr w:type="spellStart"/>
      <w:r w:rsidRPr="00DA4E77">
        <w:t>Hellas</w:t>
      </w:r>
      <w:proofErr w:type="spellEnd"/>
      <w:r w:rsidRPr="00DA4E77">
        <w:t xml:space="preserve"> regarde </w:t>
      </w:r>
      <w:proofErr w:type="spellStart"/>
      <w:r w:rsidRPr="00DA4E77">
        <w:t>Oréa</w:t>
      </w:r>
      <w:proofErr w:type="spellEnd"/>
      <w:r w:rsidR="00276CCE">
        <w:t xml:space="preserve">, </w:t>
      </w:r>
      <w:r w:rsidRPr="00DA4E77">
        <w:t>d</w:t>
      </w:r>
      <w:r w:rsidR="00276CCE">
        <w:t>’</w:t>
      </w:r>
      <w:r w:rsidRPr="00DA4E77">
        <w:t>un air tendrement ironique</w:t>
      </w:r>
      <w:r w:rsidR="00276CCE">
        <w:t>.</w:t>
      </w:r>
    </w:p>
    <w:p w14:paraId="29B515DC" w14:textId="77777777" w:rsidR="00276CCE" w:rsidRDefault="00276CCE" w:rsidP="002A4158">
      <w:r>
        <w:t>— </w:t>
      </w:r>
      <w:proofErr w:type="spellStart"/>
      <w:r w:rsidR="002A4158" w:rsidRPr="00DA4E77">
        <w:t>Glania</w:t>
      </w:r>
      <w:proofErr w:type="spellEnd"/>
      <w:r>
        <w:t xml:space="preserve">, </w:t>
      </w:r>
      <w:r w:rsidR="002A4158" w:rsidRPr="00DA4E77">
        <w:t>s</w:t>
      </w:r>
      <w:r>
        <w:t>’</w:t>
      </w:r>
      <w:r w:rsidR="002A4158" w:rsidRPr="00DA4E77">
        <w:t xml:space="preserve">écrie </w:t>
      </w:r>
      <w:proofErr w:type="spellStart"/>
      <w:r w:rsidR="002A4158" w:rsidRPr="00DA4E77">
        <w:t>Oréa</w:t>
      </w:r>
      <w:proofErr w:type="spellEnd"/>
      <w:r>
        <w:t xml:space="preserve">, </w:t>
      </w:r>
      <w:r w:rsidR="002A4158" w:rsidRPr="00DA4E77">
        <w:t>embrasse ton maître et dis-lui que ce soir il sera sauvé</w:t>
      </w:r>
      <w:r>
        <w:t> !</w:t>
      </w:r>
    </w:p>
    <w:p w14:paraId="5EC07FD6" w14:textId="77777777" w:rsidR="00276CCE" w:rsidRDefault="002A4158" w:rsidP="002A4158">
      <w:r w:rsidRPr="00DA4E77">
        <w:t>Puis la jeune Atlante</w:t>
      </w:r>
      <w:r w:rsidR="00276CCE">
        <w:t xml:space="preserve">, </w:t>
      </w:r>
      <w:r w:rsidRPr="00DA4E77">
        <w:t>transfigurée</w:t>
      </w:r>
      <w:r w:rsidR="00276CCE">
        <w:t xml:space="preserve">, </w:t>
      </w:r>
      <w:r w:rsidRPr="00DA4E77">
        <w:t>radieuse</w:t>
      </w:r>
      <w:r w:rsidR="00276CCE">
        <w:t xml:space="preserve">, </w:t>
      </w:r>
      <w:r w:rsidRPr="00DA4E77">
        <w:t>s</w:t>
      </w:r>
      <w:r w:rsidR="00276CCE">
        <w:t>’</w:t>
      </w:r>
      <w:r w:rsidRPr="00DA4E77">
        <w:t xml:space="preserve">avance vers </w:t>
      </w:r>
      <w:proofErr w:type="spellStart"/>
      <w:r w:rsidRPr="00DA4E77">
        <w:t>Hellas</w:t>
      </w:r>
      <w:proofErr w:type="spellEnd"/>
      <w:r w:rsidRPr="00DA4E77">
        <w:t xml:space="preserve"> en lui tendant les mains</w:t>
      </w:r>
      <w:r w:rsidR="00276CCE">
        <w:t>.</w:t>
      </w:r>
    </w:p>
    <w:p w14:paraId="6917DD7B" w14:textId="77777777" w:rsidR="00276CCE" w:rsidRDefault="00276CCE" w:rsidP="002A4158">
      <w:r>
        <w:t>— </w:t>
      </w:r>
      <w:r w:rsidR="002A4158" w:rsidRPr="00DA4E77">
        <w:t>J</w:t>
      </w:r>
      <w:r>
        <w:t>’</w:t>
      </w:r>
      <w:r w:rsidR="002A4158" w:rsidRPr="00DA4E77">
        <w:t>ai compris</w:t>
      </w:r>
      <w:r>
        <w:t xml:space="preserve">. </w:t>
      </w:r>
      <w:r w:rsidR="002A4158" w:rsidRPr="00DA4E77">
        <w:t>Plus de serment</w:t>
      </w:r>
      <w:r>
        <w:t xml:space="preserve">, </w:t>
      </w:r>
      <w:r w:rsidR="002A4158" w:rsidRPr="00DA4E77">
        <w:t>plus de vœux qui m</w:t>
      </w:r>
      <w:r>
        <w:t>’</w:t>
      </w:r>
      <w:r w:rsidR="002A4158" w:rsidRPr="00DA4E77">
        <w:t>arrêtent</w:t>
      </w:r>
      <w:r>
        <w:t xml:space="preserve"> ! </w:t>
      </w:r>
      <w:r w:rsidR="002A4158" w:rsidRPr="00DA4E77">
        <w:t>Les ordres des dieux</w:t>
      </w:r>
      <w:r>
        <w:t xml:space="preserve"> ? </w:t>
      </w:r>
      <w:r w:rsidR="002A4158" w:rsidRPr="00DA4E77">
        <w:t>Des mots dont notre cœur seul peut interpréter la lettre</w:t>
      </w:r>
      <w:r>
        <w:t xml:space="preserve">, </w:t>
      </w:r>
      <w:r w:rsidR="002A4158" w:rsidRPr="00DA4E77">
        <w:t xml:space="preserve">et mon cœur maintenant </w:t>
      </w:r>
      <w:proofErr w:type="spellStart"/>
      <w:r w:rsidR="002A4158" w:rsidRPr="00DA4E77">
        <w:t>a</w:t>
      </w:r>
      <w:proofErr w:type="spellEnd"/>
      <w:r w:rsidR="002A4158" w:rsidRPr="00DA4E77">
        <w:t xml:space="preserve"> tout deviné</w:t>
      </w:r>
      <w:r>
        <w:t>.</w:t>
      </w:r>
    </w:p>
    <w:p w14:paraId="2149D9E0" w14:textId="77777777" w:rsidR="00276CCE" w:rsidRDefault="00276CCE" w:rsidP="002A4158">
      <w:r>
        <w:t>— </w:t>
      </w:r>
      <w:r w:rsidR="002A4158" w:rsidRPr="00DA4E77">
        <w:t>Gloire au Sphinx</w:t>
      </w:r>
      <w:r>
        <w:t xml:space="preserve"> ! </w:t>
      </w:r>
      <w:r w:rsidR="002A4158" w:rsidRPr="00DA4E77">
        <w:t xml:space="preserve">clame </w:t>
      </w:r>
      <w:proofErr w:type="spellStart"/>
      <w:r w:rsidR="002A4158" w:rsidRPr="00DA4E77">
        <w:t>Hellas</w:t>
      </w:r>
      <w:proofErr w:type="spellEnd"/>
      <w:r>
        <w:t xml:space="preserve">, </w:t>
      </w:r>
      <w:r w:rsidR="002A4158" w:rsidRPr="00DA4E77">
        <w:t>rayonnant d</w:t>
      </w:r>
      <w:r>
        <w:t>’</w:t>
      </w:r>
      <w:r w:rsidR="002A4158" w:rsidRPr="00DA4E77">
        <w:t>espérance</w:t>
      </w:r>
      <w:r>
        <w:t xml:space="preserve">. </w:t>
      </w:r>
      <w:r w:rsidR="002A4158" w:rsidRPr="00DA4E77">
        <w:t>Enfin me voici vainqueur</w:t>
      </w:r>
      <w:r>
        <w:t xml:space="preserve">, </w:t>
      </w:r>
      <w:r w:rsidR="002A4158" w:rsidRPr="00DA4E77">
        <w:t>enfin nous voici sauvés</w:t>
      </w:r>
      <w:r>
        <w:t xml:space="preserve"> ! </w:t>
      </w:r>
      <w:proofErr w:type="spellStart"/>
      <w:r w:rsidR="002A4158" w:rsidRPr="00DA4E77">
        <w:lastRenderedPageBreak/>
        <w:t>Glania</w:t>
      </w:r>
      <w:proofErr w:type="spellEnd"/>
      <w:r>
        <w:t xml:space="preserve">, </w:t>
      </w:r>
      <w:r w:rsidR="002A4158" w:rsidRPr="00DA4E77">
        <w:t>mon enfant</w:t>
      </w:r>
      <w:r>
        <w:t xml:space="preserve">, </w:t>
      </w:r>
      <w:r w:rsidR="002A4158" w:rsidRPr="00DA4E77">
        <w:t xml:space="preserve">va rejoindre </w:t>
      </w:r>
      <w:proofErr w:type="spellStart"/>
      <w:r w:rsidR="002A4158" w:rsidRPr="00DA4E77">
        <w:t>Oréus</w:t>
      </w:r>
      <w:proofErr w:type="spellEnd"/>
      <w:r w:rsidR="002A4158" w:rsidRPr="00DA4E77">
        <w:t xml:space="preserve"> et dis-lui que sa fille et son fils sont certains du triomphe</w:t>
      </w:r>
      <w:r>
        <w:t> !</w:t>
      </w:r>
    </w:p>
    <w:p w14:paraId="6D047B29" w14:textId="77777777" w:rsidR="00276CCE" w:rsidRDefault="002A4158" w:rsidP="002A4158">
      <w:r w:rsidRPr="00DA4E77">
        <w:t>À ce moment même</w:t>
      </w:r>
      <w:r w:rsidR="00276CCE">
        <w:t xml:space="preserve">, </w:t>
      </w:r>
      <w:proofErr w:type="spellStart"/>
      <w:r w:rsidRPr="00DA4E77">
        <w:t>Knephao</w:t>
      </w:r>
      <w:proofErr w:type="spellEnd"/>
      <w:r w:rsidRPr="00DA4E77">
        <w:t xml:space="preserve"> et </w:t>
      </w:r>
      <w:proofErr w:type="spellStart"/>
      <w:r w:rsidRPr="00DA4E77">
        <w:t>Hermos</w:t>
      </w:r>
      <w:proofErr w:type="spellEnd"/>
      <w:r w:rsidRPr="00DA4E77">
        <w:t xml:space="preserve"> s</w:t>
      </w:r>
      <w:r w:rsidR="00276CCE">
        <w:t>’</w:t>
      </w:r>
      <w:r w:rsidRPr="00DA4E77">
        <w:t>annoncent et entrent</w:t>
      </w:r>
      <w:r w:rsidR="00276CCE">
        <w:t>.</w:t>
      </w:r>
    </w:p>
    <w:p w14:paraId="723E92A0" w14:textId="77777777" w:rsidR="00276CCE" w:rsidRDefault="00276CCE" w:rsidP="002A4158">
      <w:r>
        <w:t>— </w:t>
      </w:r>
      <w:r w:rsidR="002A4158" w:rsidRPr="00DA4E77">
        <w:t>Hâtons-nous</w:t>
      </w:r>
      <w:r>
        <w:t xml:space="preserve">, </w:t>
      </w:r>
      <w:r w:rsidR="002A4158" w:rsidRPr="00DA4E77">
        <w:t xml:space="preserve">dit </w:t>
      </w:r>
      <w:proofErr w:type="spellStart"/>
      <w:r w:rsidR="002A4158" w:rsidRPr="00DA4E77">
        <w:t>Hermos</w:t>
      </w:r>
      <w:proofErr w:type="spellEnd"/>
      <w:r w:rsidR="002A4158" w:rsidRPr="00DA4E77">
        <w:t xml:space="preserve"> très grave</w:t>
      </w:r>
      <w:r>
        <w:t xml:space="preserve">, </w:t>
      </w:r>
      <w:r w:rsidR="002A4158" w:rsidRPr="00DA4E77">
        <w:t xml:space="preserve">après avoir salué </w:t>
      </w:r>
      <w:proofErr w:type="spellStart"/>
      <w:r w:rsidR="002A4158" w:rsidRPr="00DA4E77">
        <w:t>Oréa</w:t>
      </w:r>
      <w:proofErr w:type="spellEnd"/>
      <w:r>
        <w:t xml:space="preserve">. </w:t>
      </w:r>
      <w:r w:rsidR="002A4158" w:rsidRPr="00DA4E77">
        <w:t>Le soleil monte vers le zénith</w:t>
      </w:r>
      <w:r>
        <w:t xml:space="preserve">. </w:t>
      </w:r>
      <w:r w:rsidR="002A4158" w:rsidRPr="00DA4E77">
        <w:t>Nous n</w:t>
      </w:r>
      <w:r>
        <w:t>’</w:t>
      </w:r>
      <w:r w:rsidR="002A4158" w:rsidRPr="00DA4E77">
        <w:t>avons que le temps d</w:t>
      </w:r>
      <w:r>
        <w:t>’</w:t>
      </w:r>
      <w:r w:rsidR="002A4158" w:rsidRPr="00DA4E77">
        <w:t>exécuter notre projet</w:t>
      </w:r>
      <w:r>
        <w:t>.</w:t>
      </w:r>
    </w:p>
    <w:p w14:paraId="466C8966" w14:textId="77777777" w:rsidR="00276CCE" w:rsidRDefault="00276CCE" w:rsidP="002A4158">
      <w:r>
        <w:t>— </w:t>
      </w:r>
      <w:r w:rsidR="002A4158" w:rsidRPr="00DA4E77">
        <w:t>Et toi</w:t>
      </w:r>
      <w:r>
        <w:t xml:space="preserve">, </w:t>
      </w:r>
      <w:r w:rsidR="002A4158" w:rsidRPr="00DA4E77">
        <w:t>petite Ligure</w:t>
      </w:r>
      <w:r>
        <w:t xml:space="preserve">, </w:t>
      </w:r>
      <w:r w:rsidR="002A4158" w:rsidRPr="00DA4E77">
        <w:t xml:space="preserve">ajoute </w:t>
      </w:r>
      <w:proofErr w:type="spellStart"/>
      <w:r w:rsidR="002A4158" w:rsidRPr="00DA4E77">
        <w:t>Knephao</w:t>
      </w:r>
      <w:proofErr w:type="spellEnd"/>
      <w:r>
        <w:t xml:space="preserve">, </w:t>
      </w:r>
      <w:r w:rsidR="002A4158" w:rsidRPr="00DA4E77">
        <w:t>viens que je t</w:t>
      </w:r>
      <w:r>
        <w:t>’</w:t>
      </w:r>
      <w:r w:rsidR="002A4158" w:rsidRPr="00DA4E77">
        <w:t>accompagne auprès d</w:t>
      </w:r>
      <w:r>
        <w:t>’</w:t>
      </w:r>
      <w:proofErr w:type="spellStart"/>
      <w:r w:rsidR="002A4158" w:rsidRPr="00DA4E77">
        <w:t>Oréus</w:t>
      </w:r>
      <w:proofErr w:type="spellEnd"/>
      <w:r>
        <w:t>.</w:t>
      </w:r>
    </w:p>
    <w:p w14:paraId="45F8208B" w14:textId="77777777" w:rsidR="00276CCE" w:rsidRDefault="002A4158" w:rsidP="002A4158">
      <w:r w:rsidRPr="00DA4E77">
        <w:t xml:space="preserve">Mais </w:t>
      </w:r>
      <w:proofErr w:type="spellStart"/>
      <w:r w:rsidRPr="00DA4E77">
        <w:t>Hellas</w:t>
      </w:r>
      <w:proofErr w:type="spellEnd"/>
      <w:r w:rsidRPr="00DA4E77">
        <w:t xml:space="preserve"> d</w:t>
      </w:r>
      <w:r w:rsidR="00276CCE">
        <w:t>’</w:t>
      </w:r>
      <w:r w:rsidRPr="00DA4E77">
        <w:t>une voix sonore</w:t>
      </w:r>
      <w:r w:rsidR="00276CCE">
        <w:t> :</w:t>
      </w:r>
    </w:p>
    <w:p w14:paraId="752AEFF4" w14:textId="77777777" w:rsidR="00276CCE" w:rsidRDefault="00276CCE" w:rsidP="002A4158">
      <w:r>
        <w:t>— </w:t>
      </w:r>
      <w:proofErr w:type="spellStart"/>
      <w:r w:rsidR="002A4158" w:rsidRPr="00DA4E77">
        <w:t>Hermos</w:t>
      </w:r>
      <w:proofErr w:type="spellEnd"/>
      <w:r>
        <w:t xml:space="preserve">, </w:t>
      </w:r>
      <w:proofErr w:type="spellStart"/>
      <w:r w:rsidR="002A4158" w:rsidRPr="00DA4E77">
        <w:t>Knephao</w:t>
      </w:r>
      <w:proofErr w:type="spellEnd"/>
      <w:r>
        <w:t xml:space="preserve">, </w:t>
      </w:r>
      <w:r w:rsidR="002A4158" w:rsidRPr="00DA4E77">
        <w:t>et toi aussi</w:t>
      </w:r>
      <w:r>
        <w:t xml:space="preserve">, </w:t>
      </w:r>
      <w:proofErr w:type="spellStart"/>
      <w:r w:rsidR="002A4158" w:rsidRPr="00DA4E77">
        <w:t>Glania</w:t>
      </w:r>
      <w:proofErr w:type="spellEnd"/>
      <w:r>
        <w:t xml:space="preserve">, </w:t>
      </w:r>
      <w:r w:rsidR="002A4158" w:rsidRPr="00DA4E77">
        <w:t>réjouissez-vous et chantez</w:t>
      </w:r>
      <w:r>
        <w:t xml:space="preserve">, </w:t>
      </w:r>
      <w:r w:rsidR="002A4158" w:rsidRPr="00DA4E77">
        <w:t>voici venir la journée d</w:t>
      </w:r>
      <w:r>
        <w:t>’</w:t>
      </w:r>
      <w:r w:rsidR="002A4158" w:rsidRPr="00DA4E77">
        <w:t>où va sortir une Atlantis no</w:t>
      </w:r>
      <w:r w:rsidR="002A4158" w:rsidRPr="00DA4E77">
        <w:t>u</w:t>
      </w:r>
      <w:r w:rsidR="002A4158" w:rsidRPr="00DA4E77">
        <w:t>velle</w:t>
      </w:r>
      <w:r>
        <w:t> !</w:t>
      </w:r>
    </w:p>
    <w:p w14:paraId="5ABCBB85" w14:textId="77777777" w:rsidR="00276CCE" w:rsidRDefault="002A4158" w:rsidP="002A4158">
      <w:r w:rsidRPr="00DA4E77">
        <w:t>Les deux compagnons d</w:t>
      </w:r>
      <w:r w:rsidR="00276CCE">
        <w:t>’</w:t>
      </w:r>
      <w:proofErr w:type="spellStart"/>
      <w:r w:rsidRPr="00DA4E77">
        <w:t>Hellas</w:t>
      </w:r>
      <w:proofErr w:type="spellEnd"/>
      <w:r w:rsidR="00276CCE">
        <w:t xml:space="preserve">, </w:t>
      </w:r>
      <w:r w:rsidRPr="00DA4E77">
        <w:t>gagnés par son ardeur</w:t>
      </w:r>
      <w:r w:rsidR="00276CCE">
        <w:t xml:space="preserve">, </w:t>
      </w:r>
      <w:r w:rsidRPr="00DA4E77">
        <w:t>c</w:t>
      </w:r>
      <w:r w:rsidRPr="00DA4E77">
        <w:t>é</w:t>
      </w:r>
      <w:r w:rsidRPr="00DA4E77">
        <w:t>lèbrent alors la prochaine victoire</w:t>
      </w:r>
      <w:r w:rsidR="00276CCE">
        <w:t xml:space="preserve">. </w:t>
      </w:r>
      <w:proofErr w:type="spellStart"/>
      <w:r w:rsidRPr="00DA4E77">
        <w:t>Glania</w:t>
      </w:r>
      <w:proofErr w:type="spellEnd"/>
      <w:r w:rsidRPr="00DA4E77">
        <w:t xml:space="preserve"> saute de joie</w:t>
      </w:r>
      <w:r w:rsidR="00276CCE">
        <w:t xml:space="preserve">, </w:t>
      </w:r>
      <w:r w:rsidRPr="00DA4E77">
        <w:t xml:space="preserve">et </w:t>
      </w:r>
      <w:proofErr w:type="spellStart"/>
      <w:r w:rsidRPr="00DA4E77">
        <w:t>Oréa</w:t>
      </w:r>
      <w:proofErr w:type="spellEnd"/>
      <w:r w:rsidR="00276CCE">
        <w:t xml:space="preserve">, </w:t>
      </w:r>
      <w:r w:rsidRPr="00DA4E77">
        <w:t>heureuse et calme</w:t>
      </w:r>
      <w:r w:rsidR="00276CCE">
        <w:t xml:space="preserve">, </w:t>
      </w:r>
      <w:r w:rsidRPr="00DA4E77">
        <w:t>les yeux remplis d</w:t>
      </w:r>
      <w:r w:rsidR="00276CCE">
        <w:t>’</w:t>
      </w:r>
      <w:r w:rsidRPr="00DA4E77">
        <w:t>une extase sereine</w:t>
      </w:r>
      <w:r w:rsidR="00276CCE">
        <w:t xml:space="preserve">, </w:t>
      </w:r>
      <w:r w:rsidRPr="00DA4E77">
        <w:t>e</w:t>
      </w:r>
      <w:r w:rsidRPr="00DA4E77">
        <w:t>m</w:t>
      </w:r>
      <w:r w:rsidRPr="00DA4E77">
        <w:t xml:space="preserve">brasse silencieusement </w:t>
      </w:r>
      <w:proofErr w:type="spellStart"/>
      <w:r w:rsidRPr="00DA4E77">
        <w:t>Hellas</w:t>
      </w:r>
      <w:proofErr w:type="spellEnd"/>
      <w:r w:rsidRPr="00DA4E77">
        <w:t xml:space="preserve"> et s</w:t>
      </w:r>
      <w:r w:rsidR="00276CCE">
        <w:t>’</w:t>
      </w:r>
      <w:r w:rsidRPr="00DA4E77">
        <w:t>apprête à descendre vers le port</w:t>
      </w:r>
      <w:r w:rsidR="00276CCE">
        <w:t>.</w:t>
      </w:r>
    </w:p>
    <w:p w14:paraId="7039450D" w14:textId="77777777" w:rsidR="00276CCE" w:rsidRDefault="00276CCE" w:rsidP="002A4158">
      <w:r>
        <w:t>— </w:t>
      </w:r>
      <w:r w:rsidR="002A4158" w:rsidRPr="00DA4E77">
        <w:t>Et moi</w:t>
      </w:r>
      <w:r>
        <w:t xml:space="preserve"> ? </w:t>
      </w:r>
      <w:r w:rsidR="002A4158" w:rsidRPr="00DA4E77">
        <w:t xml:space="preserve">demande </w:t>
      </w:r>
      <w:proofErr w:type="spellStart"/>
      <w:r w:rsidR="002A4158" w:rsidRPr="00DA4E77">
        <w:t>Glania</w:t>
      </w:r>
      <w:proofErr w:type="spellEnd"/>
      <w:r>
        <w:t xml:space="preserve">, </w:t>
      </w:r>
      <w:r w:rsidR="002A4158" w:rsidRPr="00DA4E77">
        <w:t>tu pars sans me permettre de t</w:t>
      </w:r>
      <w:r>
        <w:t>’</w:t>
      </w:r>
      <w:r w:rsidR="002A4158" w:rsidRPr="00DA4E77">
        <w:t>embrasser</w:t>
      </w:r>
      <w:r>
        <w:t xml:space="preserve">, </w:t>
      </w:r>
      <w:r w:rsidR="002A4158" w:rsidRPr="00DA4E77">
        <w:t>moi aussi</w:t>
      </w:r>
      <w:r>
        <w:t> ?</w:t>
      </w:r>
    </w:p>
    <w:p w14:paraId="036A7B34" w14:textId="77777777" w:rsidR="00276CCE" w:rsidRDefault="002A4158" w:rsidP="002A4158">
      <w:r w:rsidRPr="00DA4E77">
        <w:t>Et elle bondit au cou d</w:t>
      </w:r>
      <w:r w:rsidR="00276CCE">
        <w:t>’</w:t>
      </w:r>
      <w:proofErr w:type="spellStart"/>
      <w:r w:rsidRPr="00DA4E77">
        <w:t>Oréa</w:t>
      </w:r>
      <w:proofErr w:type="spellEnd"/>
      <w:r w:rsidR="00276CCE">
        <w:t>.</w:t>
      </w:r>
    </w:p>
    <w:p w14:paraId="0A17FE71" w14:textId="77777777" w:rsidR="00276CCE" w:rsidRDefault="00276CCE" w:rsidP="002A4158">
      <w:r>
        <w:t>— </w:t>
      </w:r>
      <w:r w:rsidR="002A4158" w:rsidRPr="00DA4E77">
        <w:t>Toi aussi</w:t>
      </w:r>
      <w:r>
        <w:t xml:space="preserve">, </w:t>
      </w:r>
      <w:proofErr w:type="spellStart"/>
      <w:r w:rsidR="002A4158" w:rsidRPr="00DA4E77">
        <w:t>Hermos</w:t>
      </w:r>
      <w:proofErr w:type="spellEnd"/>
      <w:r>
        <w:t xml:space="preserve">, </w:t>
      </w:r>
      <w:r w:rsidR="002A4158" w:rsidRPr="00DA4E77">
        <w:t>dit la fille d</w:t>
      </w:r>
      <w:r>
        <w:t>’</w:t>
      </w:r>
      <w:proofErr w:type="spellStart"/>
      <w:r w:rsidR="002A4158" w:rsidRPr="00DA4E77">
        <w:t>Oréus</w:t>
      </w:r>
      <w:proofErr w:type="spellEnd"/>
      <w:r>
        <w:t xml:space="preserve">, </w:t>
      </w:r>
      <w:r w:rsidR="002A4158" w:rsidRPr="00DA4E77">
        <w:t>toi qui de poète</w:t>
      </w:r>
      <w:r>
        <w:t xml:space="preserve">, </w:t>
      </w:r>
      <w:r w:rsidR="002A4158" w:rsidRPr="00DA4E77">
        <w:t>par noblesse d</w:t>
      </w:r>
      <w:r>
        <w:t>’</w:t>
      </w:r>
      <w:r w:rsidR="002A4158" w:rsidRPr="00DA4E77">
        <w:t>âme</w:t>
      </w:r>
      <w:r>
        <w:t xml:space="preserve">, </w:t>
      </w:r>
      <w:r w:rsidR="002A4158" w:rsidRPr="00DA4E77">
        <w:t>es devenu si naturellement héros</w:t>
      </w:r>
      <w:r>
        <w:t xml:space="preserve">, </w:t>
      </w:r>
      <w:r w:rsidR="002A4158" w:rsidRPr="00DA4E77">
        <w:t>viens dans mes bras</w:t>
      </w:r>
      <w:r>
        <w:t xml:space="preserve">. </w:t>
      </w:r>
      <w:r w:rsidR="002A4158" w:rsidRPr="00DA4E77">
        <w:t>Au matin d</w:t>
      </w:r>
      <w:r>
        <w:t>’</w:t>
      </w:r>
      <w:r w:rsidR="002A4158" w:rsidRPr="00DA4E77">
        <w:t>un tel jour</w:t>
      </w:r>
      <w:r>
        <w:t xml:space="preserve">, </w:t>
      </w:r>
      <w:r w:rsidR="002A4158" w:rsidRPr="00DA4E77">
        <w:t>nous ne formons plus qu</w:t>
      </w:r>
      <w:r>
        <w:t>’</w:t>
      </w:r>
      <w:r w:rsidR="002A4158" w:rsidRPr="00DA4E77">
        <w:t>une famille unie</w:t>
      </w:r>
      <w:r>
        <w:t>.</w:t>
      </w:r>
    </w:p>
    <w:p w14:paraId="7DEED000" w14:textId="77777777" w:rsidR="00276CCE" w:rsidRDefault="002A4158" w:rsidP="002A4158">
      <w:r w:rsidRPr="00DA4E77">
        <w:t>Puis</w:t>
      </w:r>
      <w:r w:rsidR="00276CCE">
        <w:t xml:space="preserve">, </w:t>
      </w:r>
      <w:r w:rsidRPr="00DA4E77">
        <w:t>silencieuse</w:t>
      </w:r>
      <w:r w:rsidR="00276CCE">
        <w:t xml:space="preserve">, </w:t>
      </w:r>
      <w:r w:rsidRPr="00DA4E77">
        <w:t xml:space="preserve">se tournant vers </w:t>
      </w:r>
      <w:proofErr w:type="spellStart"/>
      <w:r w:rsidRPr="00DA4E77">
        <w:t>Knephao</w:t>
      </w:r>
      <w:proofErr w:type="spellEnd"/>
      <w:r w:rsidR="00276CCE">
        <w:t xml:space="preserve">, </w:t>
      </w:r>
      <w:r w:rsidRPr="00DA4E77">
        <w:t>elle tend ses beaux bras aux reflets d</w:t>
      </w:r>
      <w:r w:rsidR="00276CCE">
        <w:t>’</w:t>
      </w:r>
      <w:r w:rsidRPr="00DA4E77">
        <w:t>or vers le géant</w:t>
      </w:r>
      <w:r w:rsidR="00276CCE">
        <w:t xml:space="preserve">, </w:t>
      </w:r>
      <w:r w:rsidRPr="00DA4E77">
        <w:t>qui</w:t>
      </w:r>
      <w:r w:rsidR="00276CCE">
        <w:t xml:space="preserve">, </w:t>
      </w:r>
      <w:r w:rsidRPr="00DA4E77">
        <w:t xml:space="preserve">pour la première </w:t>
      </w:r>
      <w:r w:rsidRPr="00DA4E77">
        <w:lastRenderedPageBreak/>
        <w:t>fois tremblant et lâche</w:t>
      </w:r>
      <w:r w:rsidR="00276CCE">
        <w:t xml:space="preserve">, </w:t>
      </w:r>
      <w:r w:rsidRPr="00DA4E77">
        <w:t>sent ses genoux fléchir et s</w:t>
      </w:r>
      <w:r w:rsidR="00276CCE">
        <w:t>’</w:t>
      </w:r>
      <w:r w:rsidRPr="00DA4E77">
        <w:t>approche</w:t>
      </w:r>
      <w:r w:rsidR="00276CCE">
        <w:t xml:space="preserve">, </w:t>
      </w:r>
      <w:r w:rsidRPr="00DA4E77">
        <w:t>les yeux troublés</w:t>
      </w:r>
      <w:r w:rsidR="00276CCE">
        <w:t>.</w:t>
      </w:r>
    </w:p>
    <w:p w14:paraId="3AE2239B" w14:textId="77777777" w:rsidR="00276CCE" w:rsidRDefault="002A4158" w:rsidP="002A4158">
      <w:r w:rsidRPr="00DA4E77">
        <w:t>Alors</w:t>
      </w:r>
      <w:r w:rsidR="00276CCE">
        <w:t xml:space="preserve">, </w:t>
      </w:r>
      <w:proofErr w:type="spellStart"/>
      <w:r w:rsidRPr="00DA4E77">
        <w:t>Hellas</w:t>
      </w:r>
      <w:proofErr w:type="spellEnd"/>
      <w:r w:rsidR="00276CCE">
        <w:t xml:space="preserve">, </w:t>
      </w:r>
      <w:r w:rsidRPr="00DA4E77">
        <w:t>les bénissant tous</w:t>
      </w:r>
      <w:r w:rsidR="00276CCE">
        <w:t> :</w:t>
      </w:r>
    </w:p>
    <w:p w14:paraId="1AE40C83" w14:textId="77777777" w:rsidR="00276CCE" w:rsidRDefault="00276CCE" w:rsidP="002A4158">
      <w:r>
        <w:t>— </w:t>
      </w:r>
      <w:r w:rsidR="002A4158" w:rsidRPr="00DA4E77">
        <w:t>Sphinx radieux</w:t>
      </w:r>
      <w:r>
        <w:t xml:space="preserve"> ! </w:t>
      </w:r>
      <w:r w:rsidR="002A4158" w:rsidRPr="00DA4E77">
        <w:t>Miroir de la lumière</w:t>
      </w:r>
      <w:r>
        <w:t xml:space="preserve"> ! </w:t>
      </w:r>
      <w:r w:rsidR="002A4158" w:rsidRPr="00DA4E77">
        <w:t>Symbole de notre éternelle renaissance</w:t>
      </w:r>
      <w:r>
        <w:t xml:space="preserve">, </w:t>
      </w:r>
      <w:r w:rsidR="002A4158" w:rsidRPr="00DA4E77">
        <w:t>ô Sphinx</w:t>
      </w:r>
      <w:r>
        <w:t xml:space="preserve">, </w:t>
      </w:r>
      <w:r w:rsidR="002A4158" w:rsidRPr="00DA4E77">
        <w:t>porteur de notre destinée</w:t>
      </w:r>
      <w:r>
        <w:t xml:space="preserve">, </w:t>
      </w:r>
      <w:r w:rsidR="002A4158" w:rsidRPr="00DA4E77">
        <w:t>re</w:t>
      </w:r>
      <w:r w:rsidR="002A4158" w:rsidRPr="00DA4E77">
        <w:t>s</w:t>
      </w:r>
      <w:r w:rsidR="002A4158" w:rsidRPr="00DA4E77">
        <w:t>plendis</w:t>
      </w:r>
      <w:r>
        <w:t xml:space="preserve">, </w:t>
      </w:r>
      <w:r w:rsidR="002A4158" w:rsidRPr="00DA4E77">
        <w:t>maintenant</w:t>
      </w:r>
      <w:r>
        <w:t xml:space="preserve">, </w:t>
      </w:r>
      <w:r w:rsidR="002A4158" w:rsidRPr="00DA4E77">
        <w:t>et ouvre au grand soleil tes ailes victorie</w:t>
      </w:r>
      <w:r w:rsidR="002A4158" w:rsidRPr="00DA4E77">
        <w:t>u</w:t>
      </w:r>
      <w:r w:rsidR="002A4158" w:rsidRPr="00DA4E77">
        <w:t>ses</w:t>
      </w:r>
      <w:r>
        <w:t xml:space="preserve"> ; </w:t>
      </w:r>
      <w:r w:rsidR="002A4158" w:rsidRPr="00DA4E77">
        <w:t>ceux qui voulaient mourir</w:t>
      </w:r>
      <w:r>
        <w:t xml:space="preserve">, </w:t>
      </w:r>
      <w:r w:rsidR="002A4158" w:rsidRPr="00DA4E77">
        <w:t>entraînés dans ta chute</w:t>
      </w:r>
      <w:r>
        <w:t xml:space="preserve">, </w:t>
      </w:r>
      <w:r w:rsidR="002A4158" w:rsidRPr="00DA4E77">
        <w:t>vont revivre</w:t>
      </w:r>
      <w:r>
        <w:t xml:space="preserve">, </w:t>
      </w:r>
      <w:r w:rsidR="002A4158" w:rsidRPr="00DA4E77">
        <w:t>au contraire</w:t>
      </w:r>
      <w:r>
        <w:t xml:space="preserve">, </w:t>
      </w:r>
      <w:r w:rsidR="002A4158" w:rsidRPr="00DA4E77">
        <w:t>pour t</w:t>
      </w:r>
      <w:r>
        <w:t>’</w:t>
      </w:r>
      <w:r w:rsidR="002A4158" w:rsidRPr="00DA4E77">
        <w:t>exalter jusqu</w:t>
      </w:r>
      <w:r>
        <w:t>’</w:t>
      </w:r>
      <w:r w:rsidR="002A4158" w:rsidRPr="00DA4E77">
        <w:t>en des cieux no</w:t>
      </w:r>
      <w:r w:rsidR="002A4158" w:rsidRPr="00DA4E77">
        <w:t>u</w:t>
      </w:r>
      <w:r w:rsidR="002A4158" w:rsidRPr="00DA4E77">
        <w:t>veaux</w:t>
      </w:r>
      <w:r>
        <w:t> !</w:t>
      </w:r>
    </w:p>
    <w:p w14:paraId="14F70984" w14:textId="77777777" w:rsidR="00276CCE" w:rsidRDefault="00276CCE" w:rsidP="00276CCE">
      <w:pPr>
        <w:pStyle w:val="Titre2"/>
        <w:rPr>
          <w:i/>
        </w:rPr>
      </w:pPr>
      <w:bookmarkStart w:id="48" w:name="_Toc194842034"/>
      <w:r w:rsidRPr="00DA4E77">
        <w:lastRenderedPageBreak/>
        <w:t>Scène</w:t>
      </w:r>
      <w:r>
        <w:t> </w:t>
      </w:r>
      <w:r w:rsidRPr="00DA4E77">
        <w:t>V</w:t>
      </w:r>
      <w:r>
        <w:t xml:space="preserve">. – </w:t>
      </w:r>
      <w:r w:rsidR="002A4158" w:rsidRPr="00DA4E77">
        <w:rPr>
          <w:i/>
        </w:rPr>
        <w:t>Dans le sanctuaire</w:t>
      </w:r>
      <w:r>
        <w:rPr>
          <w:i/>
        </w:rPr>
        <w:t>.</w:t>
      </w:r>
      <w:bookmarkEnd w:id="48"/>
    </w:p>
    <w:p w14:paraId="5AC37FB9" w14:textId="77777777" w:rsidR="00276CCE" w:rsidRDefault="00276CCE" w:rsidP="002A4158">
      <w:r>
        <w:rPr>
          <w:i/>
        </w:rPr>
        <w:t>— </w:t>
      </w:r>
      <w:r w:rsidR="002A4158" w:rsidRPr="00DA4E77">
        <w:t>Maître</w:t>
      </w:r>
      <w:r>
        <w:t xml:space="preserve">, </w:t>
      </w:r>
      <w:r w:rsidR="002A4158" w:rsidRPr="00DA4E77">
        <w:t xml:space="preserve">prononce </w:t>
      </w:r>
      <w:proofErr w:type="spellStart"/>
      <w:r w:rsidR="002A4158" w:rsidRPr="00DA4E77">
        <w:t>Knephao</w:t>
      </w:r>
      <w:proofErr w:type="spellEnd"/>
      <w:r w:rsidR="002A4158" w:rsidRPr="00DA4E77">
        <w:t xml:space="preserve"> en ouvrant la petite porte s</w:t>
      </w:r>
      <w:r w:rsidR="002A4158" w:rsidRPr="00DA4E77">
        <w:t>e</w:t>
      </w:r>
      <w:r w:rsidR="002A4158" w:rsidRPr="00DA4E77">
        <w:t>crète du Temple et en pénétrant doucement dans le sanctuaire</w:t>
      </w:r>
      <w:r>
        <w:t xml:space="preserve">, </w:t>
      </w:r>
      <w:r w:rsidR="002A4158" w:rsidRPr="00DA4E77">
        <w:t>maître</w:t>
      </w:r>
      <w:r>
        <w:t xml:space="preserve">, </w:t>
      </w:r>
      <w:r w:rsidR="002A4158" w:rsidRPr="00DA4E77">
        <w:t xml:space="preserve">voici </w:t>
      </w:r>
      <w:proofErr w:type="spellStart"/>
      <w:r w:rsidR="002A4158" w:rsidRPr="00DA4E77">
        <w:t>Glania</w:t>
      </w:r>
      <w:proofErr w:type="spellEnd"/>
      <w:r>
        <w:t>.</w:t>
      </w:r>
    </w:p>
    <w:p w14:paraId="570825BB" w14:textId="77777777" w:rsidR="00276CCE" w:rsidRDefault="002A4158" w:rsidP="002A4158">
      <w:r w:rsidRPr="00DA4E77">
        <w:t xml:space="preserve">Mais </w:t>
      </w:r>
      <w:proofErr w:type="spellStart"/>
      <w:r w:rsidRPr="00DA4E77">
        <w:t>Oréus</w:t>
      </w:r>
      <w:proofErr w:type="spellEnd"/>
      <w:r w:rsidRPr="00DA4E77">
        <w:t xml:space="preserve"> ne bouge pas</w:t>
      </w:r>
      <w:r w:rsidR="00276CCE">
        <w:t xml:space="preserve">. </w:t>
      </w:r>
      <w:r w:rsidRPr="00DA4E77">
        <w:t>Agenouillé sur les marches qui conduisent à l</w:t>
      </w:r>
      <w:r w:rsidR="00276CCE">
        <w:t>’</w:t>
      </w:r>
      <w:r w:rsidRPr="00DA4E77">
        <w:t>autel du Sphinx</w:t>
      </w:r>
      <w:r w:rsidR="00276CCE">
        <w:t xml:space="preserve">, </w:t>
      </w:r>
      <w:r w:rsidRPr="00DA4E77">
        <w:t>le front caché dans les mains</w:t>
      </w:r>
      <w:r w:rsidR="00276CCE">
        <w:t xml:space="preserve">, </w:t>
      </w:r>
      <w:r w:rsidRPr="00DA4E77">
        <w:t>le corps penché vers la terre</w:t>
      </w:r>
      <w:r w:rsidR="00276CCE">
        <w:t xml:space="preserve">, </w:t>
      </w:r>
      <w:r w:rsidRPr="00DA4E77">
        <w:t>le vieillard médite et prie</w:t>
      </w:r>
      <w:r w:rsidR="00276CCE">
        <w:t>.</w:t>
      </w:r>
    </w:p>
    <w:p w14:paraId="7E15AAA0" w14:textId="77777777" w:rsidR="00276CCE" w:rsidRDefault="002A4158" w:rsidP="002A4158">
      <w:proofErr w:type="spellStart"/>
      <w:r w:rsidRPr="00DA4E77">
        <w:t>Knephao</w:t>
      </w:r>
      <w:proofErr w:type="spellEnd"/>
      <w:r w:rsidR="00276CCE">
        <w:t xml:space="preserve">, </w:t>
      </w:r>
      <w:r w:rsidRPr="00DA4E77">
        <w:t>surpris</w:t>
      </w:r>
      <w:r w:rsidR="00276CCE">
        <w:t xml:space="preserve">, </w:t>
      </w:r>
      <w:r w:rsidRPr="00DA4E77">
        <w:t>se tait</w:t>
      </w:r>
      <w:r w:rsidR="00276CCE">
        <w:t xml:space="preserve">, </w:t>
      </w:r>
      <w:r w:rsidRPr="00DA4E77">
        <w:t>s</w:t>
      </w:r>
      <w:r w:rsidR="00276CCE">
        <w:t>’</w:t>
      </w:r>
      <w:r w:rsidRPr="00DA4E77">
        <w:t>arrête</w:t>
      </w:r>
      <w:r w:rsidR="00276CCE">
        <w:t xml:space="preserve">, </w:t>
      </w:r>
      <w:r w:rsidRPr="00DA4E77">
        <w:t xml:space="preserve">et </w:t>
      </w:r>
      <w:proofErr w:type="spellStart"/>
      <w:r w:rsidRPr="00DA4E77">
        <w:t>Glania</w:t>
      </w:r>
      <w:proofErr w:type="spellEnd"/>
      <w:r w:rsidR="00276CCE">
        <w:t xml:space="preserve">, </w:t>
      </w:r>
      <w:r w:rsidRPr="00DA4E77">
        <w:t>tout étourdie de se trouver en ce lieu de solitude et de silence</w:t>
      </w:r>
      <w:r w:rsidR="00276CCE">
        <w:t xml:space="preserve">, </w:t>
      </w:r>
      <w:r w:rsidRPr="00DA4E77">
        <w:t>essaie de se dissimuler</w:t>
      </w:r>
      <w:r w:rsidR="00276CCE">
        <w:t xml:space="preserve">, </w:t>
      </w:r>
      <w:r w:rsidRPr="00DA4E77">
        <w:t>craintive</w:t>
      </w:r>
      <w:r w:rsidR="00276CCE">
        <w:t xml:space="preserve">, </w:t>
      </w:r>
      <w:r w:rsidRPr="00DA4E77">
        <w:t>dans l</w:t>
      </w:r>
      <w:r w:rsidR="00276CCE">
        <w:t>’</w:t>
      </w:r>
      <w:r w:rsidRPr="00DA4E77">
        <w:t>angle le plus obscur du Temple</w:t>
      </w:r>
      <w:r w:rsidR="00276CCE">
        <w:t>.</w:t>
      </w:r>
    </w:p>
    <w:p w14:paraId="45659414" w14:textId="77777777" w:rsidR="00276CCE" w:rsidRDefault="00276CCE" w:rsidP="002A4158">
      <w:r>
        <w:t>— </w:t>
      </w:r>
      <w:r w:rsidR="002A4158" w:rsidRPr="00DA4E77">
        <w:t>Que c</w:t>
      </w:r>
      <w:r>
        <w:t>’</w:t>
      </w:r>
      <w:r w:rsidR="002A4158" w:rsidRPr="00DA4E77">
        <w:t>est grand</w:t>
      </w:r>
      <w:r>
        <w:t xml:space="preserve"> ! </w:t>
      </w:r>
      <w:r w:rsidR="002A4158" w:rsidRPr="00DA4E77">
        <w:t>murmure-t-elle</w:t>
      </w:r>
      <w:r>
        <w:t xml:space="preserve">. </w:t>
      </w:r>
      <w:r w:rsidR="002A4158" w:rsidRPr="00DA4E77">
        <w:t>Quels hommes sup</w:t>
      </w:r>
      <w:r w:rsidR="002A4158" w:rsidRPr="00DA4E77">
        <w:t>é</w:t>
      </w:r>
      <w:r w:rsidR="002A4158" w:rsidRPr="00DA4E77">
        <w:t>rieurs au reste des hommes</w:t>
      </w:r>
      <w:r>
        <w:t xml:space="preserve">, </w:t>
      </w:r>
      <w:r w:rsidR="002A4158" w:rsidRPr="00DA4E77">
        <w:t>ceux qui ont construit ces piliers et sculpté ces divinités de marbre</w:t>
      </w:r>
      <w:r>
        <w:t xml:space="preserve"> ; </w:t>
      </w:r>
      <w:r w:rsidR="002A4158" w:rsidRPr="00DA4E77">
        <w:t>ceux qui ont fait resplendir ces sphinx aux ailes d</w:t>
      </w:r>
      <w:r>
        <w:t>’</w:t>
      </w:r>
      <w:r w:rsidR="002A4158" w:rsidRPr="00DA4E77">
        <w:t>or et ces triangles aux éblouissantes pierr</w:t>
      </w:r>
      <w:r w:rsidR="002A4158" w:rsidRPr="00DA4E77">
        <w:t>e</w:t>
      </w:r>
      <w:r w:rsidR="002A4158" w:rsidRPr="00DA4E77">
        <w:t>ries</w:t>
      </w:r>
      <w:r>
        <w:t xml:space="preserve"> ! </w:t>
      </w:r>
      <w:r w:rsidR="002A4158" w:rsidRPr="00DA4E77">
        <w:t>Une cité pareille doit durer toujours</w:t>
      </w:r>
      <w:r>
        <w:t> !</w:t>
      </w:r>
    </w:p>
    <w:p w14:paraId="2EBAE141" w14:textId="77777777" w:rsidR="00276CCE" w:rsidRDefault="002A4158" w:rsidP="002A4158">
      <w:r w:rsidRPr="00DA4E77">
        <w:t>Mais aussitôt une voix grave s</w:t>
      </w:r>
      <w:r w:rsidR="00276CCE">
        <w:t>’</w:t>
      </w:r>
      <w:r w:rsidRPr="00DA4E77">
        <w:t>élève du sanctuaire</w:t>
      </w:r>
      <w:r w:rsidR="00276CCE">
        <w:t xml:space="preserve">, </w:t>
      </w:r>
      <w:r w:rsidRPr="00DA4E77">
        <w:t>si pr</w:t>
      </w:r>
      <w:r w:rsidRPr="00DA4E77">
        <w:t>o</w:t>
      </w:r>
      <w:r w:rsidRPr="00DA4E77">
        <w:t>fonde et si enveloppante</w:t>
      </w:r>
      <w:r w:rsidR="00276CCE">
        <w:t xml:space="preserve">, </w:t>
      </w:r>
      <w:r w:rsidRPr="00DA4E77">
        <w:t xml:space="preserve">que </w:t>
      </w:r>
      <w:proofErr w:type="spellStart"/>
      <w:r w:rsidRPr="00DA4E77">
        <w:t>Glania</w:t>
      </w:r>
      <w:proofErr w:type="spellEnd"/>
      <w:r w:rsidRPr="00DA4E77">
        <w:t xml:space="preserve"> ne sait tout d</w:t>
      </w:r>
      <w:r w:rsidR="00276CCE">
        <w:t>’</w:t>
      </w:r>
      <w:r w:rsidRPr="00DA4E77">
        <w:t>abord si cette voix vient du dieu ou de son grand Apôtre</w:t>
      </w:r>
      <w:r w:rsidR="00276CCE">
        <w:t>.</w:t>
      </w:r>
    </w:p>
    <w:p w14:paraId="501F8B27" w14:textId="77777777" w:rsidR="00276CCE" w:rsidRDefault="00276CCE" w:rsidP="002A4158">
      <w:r>
        <w:t>— </w:t>
      </w:r>
      <w:r w:rsidR="002A4158" w:rsidRPr="00DA4E77">
        <w:t>Ma pauvre enfant</w:t>
      </w:r>
      <w:r>
        <w:t xml:space="preserve">, </w:t>
      </w:r>
      <w:r w:rsidR="002A4158" w:rsidRPr="00DA4E77">
        <w:t xml:space="preserve">répond </w:t>
      </w:r>
      <w:proofErr w:type="spellStart"/>
      <w:r w:rsidR="002A4158" w:rsidRPr="00DA4E77">
        <w:t>Oréus</w:t>
      </w:r>
      <w:proofErr w:type="spellEnd"/>
      <w:r>
        <w:t xml:space="preserve">, </w:t>
      </w:r>
      <w:r w:rsidR="002A4158" w:rsidRPr="00DA4E77">
        <w:t>te voilà donc accourue à mon secours</w:t>
      </w:r>
      <w:r>
        <w:t> ?</w:t>
      </w:r>
    </w:p>
    <w:p w14:paraId="224D215F" w14:textId="77777777" w:rsidR="00276CCE" w:rsidRDefault="00276CCE" w:rsidP="002A4158">
      <w:r>
        <w:t>— </w:t>
      </w:r>
      <w:r w:rsidR="002A4158" w:rsidRPr="00DA4E77">
        <w:t>À ton secours</w:t>
      </w:r>
      <w:r>
        <w:t xml:space="preserve">, </w:t>
      </w:r>
      <w:r w:rsidR="002A4158" w:rsidRPr="00DA4E77">
        <w:t>maître</w:t>
      </w:r>
      <w:r>
        <w:t xml:space="preserve"> ? </w:t>
      </w:r>
      <w:r w:rsidR="002A4158" w:rsidRPr="00DA4E77">
        <w:t>Pour quel danger</w:t>
      </w:r>
      <w:r>
        <w:t> ?</w:t>
      </w:r>
    </w:p>
    <w:p w14:paraId="72D19289" w14:textId="77777777" w:rsidR="00276CCE" w:rsidRDefault="002A4158" w:rsidP="002A4158">
      <w:r w:rsidRPr="00DA4E77">
        <w:t xml:space="preserve">Alors </w:t>
      </w:r>
      <w:proofErr w:type="spellStart"/>
      <w:r w:rsidRPr="00DA4E77">
        <w:t>Oréus</w:t>
      </w:r>
      <w:proofErr w:type="spellEnd"/>
      <w:r w:rsidR="00276CCE">
        <w:t xml:space="preserve">, </w:t>
      </w:r>
      <w:r w:rsidRPr="00DA4E77">
        <w:t>levant tout à fait son front courbé vers les d</w:t>
      </w:r>
      <w:r w:rsidRPr="00DA4E77">
        <w:t>e</w:t>
      </w:r>
      <w:r w:rsidRPr="00DA4E77">
        <w:t>grés du sanctuaire</w:t>
      </w:r>
      <w:r w:rsidR="00276CCE">
        <w:t xml:space="preserve">, </w:t>
      </w:r>
      <w:r w:rsidRPr="00DA4E77">
        <w:t>apparaît portant sur les yeux un épais ba</w:t>
      </w:r>
      <w:r w:rsidRPr="00DA4E77">
        <w:t>n</w:t>
      </w:r>
      <w:r w:rsidRPr="00DA4E77">
        <w:t>deau noir</w:t>
      </w:r>
      <w:r w:rsidR="00276CCE">
        <w:t xml:space="preserve">. </w:t>
      </w:r>
      <w:r w:rsidRPr="00DA4E77">
        <w:t>Il tend dans le vide des bras implorants</w:t>
      </w:r>
      <w:r w:rsidR="00276CCE">
        <w:t> :</w:t>
      </w:r>
    </w:p>
    <w:p w14:paraId="3C97BC73" w14:textId="77777777" w:rsidR="00276CCE" w:rsidRDefault="00276CCE" w:rsidP="002A4158">
      <w:r>
        <w:t>— </w:t>
      </w:r>
      <w:proofErr w:type="spellStart"/>
      <w:r w:rsidR="002A4158" w:rsidRPr="00DA4E77">
        <w:t>Knephao</w:t>
      </w:r>
      <w:proofErr w:type="spellEnd"/>
      <w:r>
        <w:t xml:space="preserve">, </w:t>
      </w:r>
      <w:r w:rsidR="002A4158" w:rsidRPr="00DA4E77">
        <w:t>mon ami</w:t>
      </w:r>
      <w:r>
        <w:t xml:space="preserve">, </w:t>
      </w:r>
      <w:r w:rsidR="002A4158" w:rsidRPr="00DA4E77">
        <w:t>donne-moi la main</w:t>
      </w:r>
      <w:r>
        <w:t xml:space="preserve">. </w:t>
      </w:r>
      <w:r w:rsidR="002A4158" w:rsidRPr="00DA4E77">
        <w:t>Et toi</w:t>
      </w:r>
      <w:r>
        <w:t xml:space="preserve">, </w:t>
      </w:r>
      <w:proofErr w:type="spellStart"/>
      <w:r w:rsidR="002A4158" w:rsidRPr="00DA4E77">
        <w:t>Glania</w:t>
      </w:r>
      <w:proofErr w:type="spellEnd"/>
      <w:r>
        <w:t xml:space="preserve">, </w:t>
      </w:r>
      <w:r w:rsidR="002A4158" w:rsidRPr="00DA4E77">
        <w:t>viens près de moi</w:t>
      </w:r>
      <w:r>
        <w:t xml:space="preserve">. </w:t>
      </w:r>
      <w:r w:rsidR="002A4158" w:rsidRPr="00DA4E77">
        <w:t>Pardonnez-moi de vous avoir laissés que</w:t>
      </w:r>
      <w:r w:rsidR="002A4158" w:rsidRPr="00DA4E77">
        <w:t>l</w:t>
      </w:r>
      <w:r w:rsidR="002A4158" w:rsidRPr="00DA4E77">
        <w:t>ques instants dans le silence</w:t>
      </w:r>
      <w:r>
        <w:t xml:space="preserve">. </w:t>
      </w:r>
      <w:r w:rsidR="002A4158" w:rsidRPr="00DA4E77">
        <w:t>Mais j</w:t>
      </w:r>
      <w:r>
        <w:t>’</w:t>
      </w:r>
      <w:r w:rsidR="002A4158" w:rsidRPr="00DA4E77">
        <w:t xml:space="preserve">essayais de parler </w:t>
      </w:r>
      <w:r w:rsidR="002A4158" w:rsidRPr="00DA4E77">
        <w:lastRenderedPageBreak/>
        <w:t>aux dieux</w:t>
      </w:r>
      <w:r>
        <w:t xml:space="preserve">. </w:t>
      </w:r>
      <w:r w:rsidR="002A4158" w:rsidRPr="00DA4E77">
        <w:t>Et maintenant</w:t>
      </w:r>
      <w:r>
        <w:t xml:space="preserve">, </w:t>
      </w:r>
      <w:r w:rsidR="002A4158" w:rsidRPr="00DA4E77">
        <w:t>toi</w:t>
      </w:r>
      <w:r>
        <w:t xml:space="preserve">, </w:t>
      </w:r>
      <w:proofErr w:type="spellStart"/>
      <w:r w:rsidR="002A4158" w:rsidRPr="00DA4E77">
        <w:t>Glania</w:t>
      </w:r>
      <w:proofErr w:type="spellEnd"/>
      <w:r>
        <w:t xml:space="preserve">, </w:t>
      </w:r>
      <w:r w:rsidR="002A4158" w:rsidRPr="00DA4E77">
        <w:t>tu vas me conduire hors du Temple</w:t>
      </w:r>
      <w:r>
        <w:t xml:space="preserve">, </w:t>
      </w:r>
      <w:r w:rsidR="002A4158" w:rsidRPr="00DA4E77">
        <w:t>et toi</w:t>
      </w:r>
      <w:r>
        <w:t xml:space="preserve">, </w:t>
      </w:r>
      <w:proofErr w:type="spellStart"/>
      <w:r w:rsidR="002A4158" w:rsidRPr="00DA4E77">
        <w:t>Knephao</w:t>
      </w:r>
      <w:proofErr w:type="spellEnd"/>
      <w:r>
        <w:t xml:space="preserve">, </w:t>
      </w:r>
      <w:r w:rsidR="002A4158" w:rsidRPr="00DA4E77">
        <w:t>tu vas me dire au revoir</w:t>
      </w:r>
      <w:r>
        <w:t xml:space="preserve">, </w:t>
      </w:r>
      <w:r w:rsidR="002A4158" w:rsidRPr="00DA4E77">
        <w:t>car d</w:t>
      </w:r>
      <w:r>
        <w:t>’</w:t>
      </w:r>
      <w:r w:rsidR="002A4158" w:rsidRPr="00DA4E77">
        <w:t>autres exploits que nos humbles prières t</w:t>
      </w:r>
      <w:r>
        <w:t>’</w:t>
      </w:r>
      <w:r w:rsidR="002A4158" w:rsidRPr="00DA4E77">
        <w:t>attendent</w:t>
      </w:r>
      <w:r>
        <w:t>.</w:t>
      </w:r>
    </w:p>
    <w:p w14:paraId="496F3873" w14:textId="77777777" w:rsidR="00276CCE" w:rsidRDefault="002A4158" w:rsidP="002A4158">
      <w:r w:rsidRPr="00DA4E77">
        <w:t xml:space="preserve">Mais </w:t>
      </w:r>
      <w:proofErr w:type="spellStart"/>
      <w:r w:rsidRPr="00DA4E77">
        <w:t>Glania</w:t>
      </w:r>
      <w:proofErr w:type="spellEnd"/>
      <w:r w:rsidR="00276CCE">
        <w:t xml:space="preserve">, </w:t>
      </w:r>
      <w:r w:rsidRPr="00DA4E77">
        <w:t>tremblante</w:t>
      </w:r>
      <w:r w:rsidR="00276CCE">
        <w:t xml:space="preserve">, </w:t>
      </w:r>
      <w:r w:rsidRPr="00DA4E77">
        <w:t>effarée</w:t>
      </w:r>
      <w:r w:rsidR="00276CCE">
        <w:t xml:space="preserve">, </w:t>
      </w:r>
      <w:r w:rsidRPr="00DA4E77">
        <w:t>examine le bandeau noir d</w:t>
      </w:r>
      <w:r w:rsidR="00276CCE">
        <w:t>’</w:t>
      </w:r>
      <w:proofErr w:type="spellStart"/>
      <w:r w:rsidRPr="00DA4E77">
        <w:t>Oréus</w:t>
      </w:r>
      <w:proofErr w:type="spellEnd"/>
      <w:r w:rsidRPr="00DA4E77">
        <w:t xml:space="preserve"> et les gestes hésitants du vieillard</w:t>
      </w:r>
      <w:r w:rsidR="00276CCE">
        <w:t xml:space="preserve">, </w:t>
      </w:r>
      <w:r w:rsidRPr="00DA4E77">
        <w:t>puis</w:t>
      </w:r>
      <w:r w:rsidR="00276CCE">
        <w:t xml:space="preserve">, </w:t>
      </w:r>
      <w:r w:rsidRPr="00DA4E77">
        <w:t xml:space="preserve">se penchant vers </w:t>
      </w:r>
      <w:proofErr w:type="spellStart"/>
      <w:r w:rsidRPr="00DA4E77">
        <w:t>Knephao</w:t>
      </w:r>
      <w:proofErr w:type="spellEnd"/>
      <w:r w:rsidRPr="00DA4E77">
        <w:t xml:space="preserve"> lui murmure</w:t>
      </w:r>
      <w:r w:rsidR="00276CCE">
        <w:t> :</w:t>
      </w:r>
    </w:p>
    <w:p w14:paraId="78BE595C" w14:textId="77777777" w:rsidR="00276CCE" w:rsidRDefault="00276CCE" w:rsidP="002A4158">
      <w:r>
        <w:t>— </w:t>
      </w:r>
      <w:r w:rsidR="002A4158" w:rsidRPr="00DA4E77">
        <w:t>Pourquoi le maître ne voit-il plus</w:t>
      </w:r>
      <w:r>
        <w:t> ?</w:t>
      </w:r>
    </w:p>
    <w:p w14:paraId="2A3AADBC" w14:textId="77777777" w:rsidR="00276CCE" w:rsidRDefault="002A4158" w:rsidP="002A4158">
      <w:proofErr w:type="spellStart"/>
      <w:r w:rsidRPr="00DA4E77">
        <w:t>Knephao</w:t>
      </w:r>
      <w:proofErr w:type="spellEnd"/>
      <w:r w:rsidR="00276CCE">
        <w:t xml:space="preserve">, </w:t>
      </w:r>
      <w:r w:rsidRPr="00DA4E77">
        <w:t>bouleversé de douleur</w:t>
      </w:r>
      <w:r w:rsidR="00276CCE">
        <w:t xml:space="preserve">, </w:t>
      </w:r>
      <w:r w:rsidRPr="00DA4E77">
        <w:t>ne sait que répondre</w:t>
      </w:r>
      <w:r w:rsidR="00276CCE">
        <w:t xml:space="preserve"> ; </w:t>
      </w:r>
      <w:r w:rsidRPr="00DA4E77">
        <w:t xml:space="preserve">mais </w:t>
      </w:r>
      <w:proofErr w:type="spellStart"/>
      <w:r w:rsidRPr="00DA4E77">
        <w:t>Oréus</w:t>
      </w:r>
      <w:proofErr w:type="spellEnd"/>
      <w:r w:rsidRPr="00DA4E77">
        <w:t xml:space="preserve"> a entendu</w:t>
      </w:r>
      <w:r w:rsidR="00276CCE">
        <w:t> :</w:t>
      </w:r>
    </w:p>
    <w:p w14:paraId="1B1E451B" w14:textId="77777777" w:rsidR="00276CCE" w:rsidRDefault="00276CCE" w:rsidP="002A4158">
      <w:r>
        <w:t>— </w:t>
      </w:r>
      <w:r w:rsidR="002A4158" w:rsidRPr="00DA4E77">
        <w:t>Tu ne sais donc pas</w:t>
      </w:r>
      <w:r>
        <w:t xml:space="preserve">, </w:t>
      </w:r>
      <w:r w:rsidR="002A4158" w:rsidRPr="00DA4E77">
        <w:t>mon enfant</w:t>
      </w:r>
      <w:r>
        <w:t xml:space="preserve">, </w:t>
      </w:r>
      <w:r w:rsidR="002A4158" w:rsidRPr="00DA4E77">
        <w:t>que je vais devenir aveugle</w:t>
      </w:r>
      <w:r>
        <w:t> ?</w:t>
      </w:r>
    </w:p>
    <w:p w14:paraId="0F4A0382" w14:textId="77777777" w:rsidR="00276CCE" w:rsidRDefault="00276CCE" w:rsidP="002A4158">
      <w:r>
        <w:t>— </w:t>
      </w:r>
      <w:r w:rsidR="002A4158" w:rsidRPr="00DA4E77">
        <w:t>Maître</w:t>
      </w:r>
      <w:r>
        <w:t xml:space="preserve"> ! </w:t>
      </w:r>
      <w:r w:rsidR="002A4158" w:rsidRPr="00DA4E77">
        <w:t>maître</w:t>
      </w:r>
      <w:r>
        <w:t xml:space="preserve"> ! </w:t>
      </w:r>
      <w:r w:rsidR="002A4158" w:rsidRPr="00DA4E77">
        <w:t xml:space="preserve">gémit </w:t>
      </w:r>
      <w:smartTag w:uri="urn:schemas-microsoft-com:office:smarttags" w:element="PersonName">
        <w:smartTagPr>
          <w:attr w:name="ProductID" w:val="la jeune Barbare"/>
        </w:smartTagPr>
        <w:r w:rsidR="002A4158" w:rsidRPr="00DA4E77">
          <w:t>la jeune Barbare</w:t>
        </w:r>
      </w:smartTag>
      <w:r w:rsidR="002A4158" w:rsidRPr="00DA4E77">
        <w:t xml:space="preserve"> sans trouver d</w:t>
      </w:r>
      <w:r>
        <w:t>’</w:t>
      </w:r>
      <w:r w:rsidR="002A4158" w:rsidRPr="00DA4E77">
        <w:t>autre mot</w:t>
      </w:r>
      <w:r>
        <w:t>.</w:t>
      </w:r>
    </w:p>
    <w:p w14:paraId="20364E19" w14:textId="77777777" w:rsidR="00276CCE" w:rsidRDefault="002A4158" w:rsidP="002A4158">
      <w:r w:rsidRPr="00DA4E77">
        <w:t>Et elle tombe en sanglotant dans les bras d</w:t>
      </w:r>
      <w:r w:rsidR="00276CCE">
        <w:t>’</w:t>
      </w:r>
      <w:proofErr w:type="spellStart"/>
      <w:r w:rsidRPr="00DA4E77">
        <w:t>Oréus</w:t>
      </w:r>
      <w:proofErr w:type="spellEnd"/>
      <w:r w:rsidR="00276CCE">
        <w:t>.</w:t>
      </w:r>
    </w:p>
    <w:p w14:paraId="777A0E03" w14:textId="77777777" w:rsidR="00276CCE" w:rsidRDefault="002A4158" w:rsidP="002A4158">
      <w:r w:rsidRPr="00DA4E77">
        <w:t xml:space="preserve">Alors </w:t>
      </w:r>
      <w:proofErr w:type="spellStart"/>
      <w:r w:rsidRPr="00DA4E77">
        <w:t>Knephao</w:t>
      </w:r>
      <w:proofErr w:type="spellEnd"/>
      <w:r w:rsidR="00276CCE">
        <w:t> :</w:t>
      </w:r>
    </w:p>
    <w:p w14:paraId="4999E69E" w14:textId="77777777" w:rsidR="00276CCE" w:rsidRDefault="00276CCE" w:rsidP="002A4158">
      <w:r>
        <w:t>— </w:t>
      </w:r>
      <w:r w:rsidR="002A4158" w:rsidRPr="00DA4E77">
        <w:t>On ne le lui avait pas dit encore</w:t>
      </w:r>
      <w:r>
        <w:t xml:space="preserve">. </w:t>
      </w:r>
      <w:r w:rsidR="002A4158" w:rsidRPr="00DA4E77">
        <w:t>Quand elle a su qu</w:t>
      </w:r>
      <w:r>
        <w:t>’</w:t>
      </w:r>
      <w:r w:rsidR="002A4158" w:rsidRPr="00DA4E77">
        <w:t>elle devait te suivre et vivre tout le temps à tes côtés</w:t>
      </w:r>
      <w:r>
        <w:t xml:space="preserve">, </w:t>
      </w:r>
      <w:r w:rsidR="002A4158" w:rsidRPr="00DA4E77">
        <w:t>elle a montré de tels élans de joie qu</w:t>
      </w:r>
      <w:r>
        <w:t>’</w:t>
      </w:r>
      <w:proofErr w:type="spellStart"/>
      <w:r w:rsidR="002A4158" w:rsidRPr="00DA4E77">
        <w:t>Oréa</w:t>
      </w:r>
      <w:proofErr w:type="spellEnd"/>
      <w:r>
        <w:t xml:space="preserve">, </w:t>
      </w:r>
      <w:r w:rsidR="002A4158" w:rsidRPr="00DA4E77">
        <w:t>toujours bonne</w:t>
      </w:r>
      <w:r>
        <w:t xml:space="preserve">, </w:t>
      </w:r>
      <w:r w:rsidR="002A4158" w:rsidRPr="00DA4E77">
        <w:t>n</w:t>
      </w:r>
      <w:r>
        <w:t>’</w:t>
      </w:r>
      <w:r w:rsidR="002A4158" w:rsidRPr="00DA4E77">
        <w:t>a pas voulu so</w:t>
      </w:r>
      <w:r w:rsidR="002A4158" w:rsidRPr="00DA4E77">
        <w:t>u</w:t>
      </w:r>
      <w:r w:rsidR="002A4158" w:rsidRPr="00DA4E77">
        <w:t>dain interrompre cette allégresse juvénile et a différé le moment d</w:t>
      </w:r>
      <w:r>
        <w:t>’</w:t>
      </w:r>
      <w:r w:rsidR="002A4158" w:rsidRPr="00DA4E77">
        <w:t xml:space="preserve">apprendre à </w:t>
      </w:r>
      <w:proofErr w:type="spellStart"/>
      <w:r w:rsidR="002A4158" w:rsidRPr="00DA4E77">
        <w:t>Glania</w:t>
      </w:r>
      <w:proofErr w:type="spellEnd"/>
      <w:r w:rsidR="002A4158" w:rsidRPr="00DA4E77">
        <w:t xml:space="preserve"> la triste nouvelle</w:t>
      </w:r>
      <w:r>
        <w:t>.</w:t>
      </w:r>
    </w:p>
    <w:p w14:paraId="63F4CEC1" w14:textId="77777777" w:rsidR="00276CCE" w:rsidRDefault="002A4158" w:rsidP="002A4158">
      <w:r w:rsidRPr="00DA4E77">
        <w:t xml:space="preserve">Alors </w:t>
      </w:r>
      <w:proofErr w:type="spellStart"/>
      <w:r w:rsidRPr="00DA4E77">
        <w:t>Oréus</w:t>
      </w:r>
      <w:proofErr w:type="spellEnd"/>
      <w:r w:rsidR="00276CCE">
        <w:t xml:space="preserve">, </w:t>
      </w:r>
      <w:r w:rsidRPr="00DA4E77">
        <w:t>serrant avec affection la rude main du gue</w:t>
      </w:r>
      <w:r w:rsidRPr="00DA4E77">
        <w:t>r</w:t>
      </w:r>
      <w:r w:rsidRPr="00DA4E77">
        <w:t>rier</w:t>
      </w:r>
      <w:r w:rsidR="00276CCE">
        <w:t xml:space="preserve">, </w:t>
      </w:r>
      <w:r w:rsidRPr="00DA4E77">
        <w:t xml:space="preserve">se penche vers </w:t>
      </w:r>
      <w:proofErr w:type="spellStart"/>
      <w:r w:rsidRPr="00DA4E77">
        <w:t>Glania</w:t>
      </w:r>
      <w:proofErr w:type="spellEnd"/>
      <w:r w:rsidR="00276CCE">
        <w:t> :</w:t>
      </w:r>
    </w:p>
    <w:p w14:paraId="1ADB5848" w14:textId="77777777" w:rsidR="00276CCE" w:rsidRDefault="00276CCE" w:rsidP="002A4158">
      <w:r>
        <w:t>— </w:t>
      </w:r>
      <w:r w:rsidR="002A4158" w:rsidRPr="00DA4E77">
        <w:t>Ne pleure pas</w:t>
      </w:r>
      <w:r>
        <w:t xml:space="preserve">, </w:t>
      </w:r>
      <w:r w:rsidR="002A4158" w:rsidRPr="00DA4E77">
        <w:t>mon enfant</w:t>
      </w:r>
      <w:r>
        <w:t xml:space="preserve">. </w:t>
      </w:r>
      <w:r w:rsidR="002A4158" w:rsidRPr="00DA4E77">
        <w:t>Et de quoi me plaindrais-je puisque à la place de mes pauvres yeux de vieillard je vais po</w:t>
      </w:r>
      <w:r w:rsidR="002A4158" w:rsidRPr="00DA4E77">
        <w:t>s</w:t>
      </w:r>
      <w:r w:rsidR="002A4158" w:rsidRPr="00DA4E77">
        <w:t>séder</w:t>
      </w:r>
      <w:r>
        <w:t xml:space="preserve">, </w:t>
      </w:r>
      <w:r w:rsidR="002A4158" w:rsidRPr="00DA4E77">
        <w:t>désormais</w:t>
      </w:r>
      <w:r>
        <w:t xml:space="preserve">, </w:t>
      </w:r>
      <w:r w:rsidR="002A4158" w:rsidRPr="00DA4E77">
        <w:t>pour marcher dans la vie</w:t>
      </w:r>
      <w:r>
        <w:t xml:space="preserve">, </w:t>
      </w:r>
      <w:r w:rsidR="002A4158" w:rsidRPr="00DA4E77">
        <w:t>les beaux et clairs regards d</w:t>
      </w:r>
      <w:r>
        <w:t>’</w:t>
      </w:r>
      <w:r w:rsidR="002A4158" w:rsidRPr="00DA4E77">
        <w:t>une jeune fille</w:t>
      </w:r>
      <w:r>
        <w:t xml:space="preserve"> ? </w:t>
      </w:r>
      <w:r w:rsidR="002A4158" w:rsidRPr="00DA4E77">
        <w:t>Ils me diront la splendeur du soleil et la fête des étoiles</w:t>
      </w:r>
      <w:r>
        <w:t> !</w:t>
      </w:r>
    </w:p>
    <w:p w14:paraId="20F510CA" w14:textId="77777777" w:rsidR="00276CCE" w:rsidRDefault="002A4158" w:rsidP="002A4158">
      <w:r w:rsidRPr="00DA4E77">
        <w:lastRenderedPageBreak/>
        <w:t>Puis le vieillard ajoute</w:t>
      </w:r>
      <w:r w:rsidR="00276CCE">
        <w:t> :</w:t>
      </w:r>
    </w:p>
    <w:p w14:paraId="18B3A782" w14:textId="77777777" w:rsidR="00276CCE" w:rsidRDefault="00276CCE" w:rsidP="002A4158">
      <w:r>
        <w:t>— </w:t>
      </w:r>
      <w:r w:rsidR="002A4158" w:rsidRPr="00DA4E77">
        <w:t>Dis-moi</w:t>
      </w:r>
      <w:r>
        <w:t xml:space="preserve">, </w:t>
      </w:r>
      <w:proofErr w:type="spellStart"/>
      <w:r w:rsidR="002A4158" w:rsidRPr="00DA4E77">
        <w:t>Knephao</w:t>
      </w:r>
      <w:proofErr w:type="spellEnd"/>
      <w:r>
        <w:t xml:space="preserve">, </w:t>
      </w:r>
      <w:r w:rsidR="002A4158" w:rsidRPr="00DA4E77">
        <w:t>que font aujourd</w:t>
      </w:r>
      <w:r>
        <w:t>’</w:t>
      </w:r>
      <w:r w:rsidR="002A4158" w:rsidRPr="00DA4E77">
        <w:t xml:space="preserve">hui </w:t>
      </w:r>
      <w:proofErr w:type="spellStart"/>
      <w:r w:rsidR="002A4158" w:rsidRPr="00DA4E77">
        <w:t>Hellas</w:t>
      </w:r>
      <w:proofErr w:type="spellEnd"/>
      <w:r w:rsidR="002A4158" w:rsidRPr="00DA4E77">
        <w:t xml:space="preserve"> et </w:t>
      </w:r>
      <w:proofErr w:type="spellStart"/>
      <w:r w:rsidR="002A4158" w:rsidRPr="00DA4E77">
        <w:t>He</w:t>
      </w:r>
      <w:r w:rsidR="002A4158" w:rsidRPr="00DA4E77">
        <w:t>r</w:t>
      </w:r>
      <w:r w:rsidR="002A4158" w:rsidRPr="00DA4E77">
        <w:t>mos</w:t>
      </w:r>
      <w:proofErr w:type="spellEnd"/>
      <w:r>
        <w:t> ?</w:t>
      </w:r>
    </w:p>
    <w:p w14:paraId="608677B6" w14:textId="77777777" w:rsidR="00276CCE" w:rsidRDefault="002A4158" w:rsidP="002A4158">
      <w:proofErr w:type="spellStart"/>
      <w:r w:rsidRPr="00DA4E77">
        <w:t>Knephao</w:t>
      </w:r>
      <w:proofErr w:type="spellEnd"/>
      <w:r w:rsidRPr="00DA4E77">
        <w:t xml:space="preserve"> explique le plan arrêté par les deux Princes des Apôtres</w:t>
      </w:r>
      <w:r w:rsidR="00276CCE">
        <w:t>.</w:t>
      </w:r>
    </w:p>
    <w:p w14:paraId="4884DB61" w14:textId="77777777" w:rsidR="00276CCE" w:rsidRDefault="00276CCE" w:rsidP="002A4158">
      <w:r>
        <w:t>— </w:t>
      </w:r>
      <w:r w:rsidR="002A4158" w:rsidRPr="00DA4E77">
        <w:t>Fort bien</w:t>
      </w:r>
      <w:r>
        <w:t xml:space="preserve">. </w:t>
      </w:r>
      <w:r w:rsidR="002A4158" w:rsidRPr="00DA4E77">
        <w:t>Je vois qu</w:t>
      </w:r>
      <w:r>
        <w:t>’</w:t>
      </w:r>
      <w:proofErr w:type="spellStart"/>
      <w:r w:rsidR="002A4158" w:rsidRPr="00DA4E77">
        <w:t>Hellas</w:t>
      </w:r>
      <w:proofErr w:type="spellEnd"/>
      <w:r w:rsidR="002A4158" w:rsidRPr="00DA4E77">
        <w:t xml:space="preserve"> garde toujours sa lucidité merveilleuse</w:t>
      </w:r>
      <w:r>
        <w:t xml:space="preserve">. </w:t>
      </w:r>
      <w:r w:rsidR="002A4158" w:rsidRPr="00DA4E77">
        <w:t>Tu crois donc qu</w:t>
      </w:r>
      <w:r>
        <w:t>’</w:t>
      </w:r>
      <w:r w:rsidR="002A4158" w:rsidRPr="00DA4E77">
        <w:t>il attaquera la flotte aztèque dans le jour</w:t>
      </w:r>
      <w:r>
        <w:t> ?</w:t>
      </w:r>
    </w:p>
    <w:p w14:paraId="6FA83B74" w14:textId="77777777" w:rsidR="00276CCE" w:rsidRDefault="00276CCE" w:rsidP="002A4158">
      <w:r>
        <w:t>— </w:t>
      </w:r>
      <w:r w:rsidR="002A4158" w:rsidRPr="00DA4E77">
        <w:t>J</w:t>
      </w:r>
      <w:r>
        <w:t>’</w:t>
      </w:r>
      <w:r w:rsidR="002A4158" w:rsidRPr="00DA4E77">
        <w:t>en suis sûr</w:t>
      </w:r>
      <w:r>
        <w:t xml:space="preserve">, </w:t>
      </w:r>
      <w:r w:rsidR="002A4158" w:rsidRPr="00DA4E77">
        <w:t>maître</w:t>
      </w:r>
      <w:r>
        <w:t>.</w:t>
      </w:r>
    </w:p>
    <w:p w14:paraId="57FC5541" w14:textId="77777777" w:rsidR="00276CCE" w:rsidRDefault="00276CCE" w:rsidP="002A4158">
      <w:r>
        <w:t>— </w:t>
      </w:r>
      <w:r w:rsidR="002A4158" w:rsidRPr="00DA4E77">
        <w:t>Et compte-t-il sur un succès possible</w:t>
      </w:r>
      <w:r>
        <w:t> ?</w:t>
      </w:r>
    </w:p>
    <w:p w14:paraId="18A81FCA" w14:textId="77777777" w:rsidR="00276CCE" w:rsidRDefault="00276CCE" w:rsidP="002A4158">
      <w:r>
        <w:t>— </w:t>
      </w:r>
      <w:r w:rsidR="002A4158" w:rsidRPr="00DA4E77">
        <w:t>Il nous a quittés en chantant un véritable hymne de triomphe</w:t>
      </w:r>
      <w:r>
        <w:t>.</w:t>
      </w:r>
    </w:p>
    <w:p w14:paraId="767A58B8" w14:textId="77777777" w:rsidR="00276CCE" w:rsidRDefault="00276CCE" w:rsidP="002A4158">
      <w:r>
        <w:t>— </w:t>
      </w:r>
      <w:r w:rsidR="002A4158" w:rsidRPr="00DA4E77">
        <w:t>Admirable</w:t>
      </w:r>
      <w:r>
        <w:t xml:space="preserve"> ! </w:t>
      </w:r>
      <w:r w:rsidR="002A4158" w:rsidRPr="00DA4E77">
        <w:t>Eh bien</w:t>
      </w:r>
      <w:r>
        <w:t xml:space="preserve"> ! </w:t>
      </w:r>
      <w:r w:rsidR="002A4158" w:rsidRPr="00DA4E77">
        <w:t>il vaincra</w:t>
      </w:r>
      <w:r>
        <w:t xml:space="preserve">, </w:t>
      </w:r>
      <w:r w:rsidR="002A4158" w:rsidRPr="00DA4E77">
        <w:t>sans nul doute</w:t>
      </w:r>
      <w:r>
        <w:t xml:space="preserve"> ; </w:t>
      </w:r>
      <w:r w:rsidR="002A4158" w:rsidRPr="00DA4E77">
        <w:t>et les derniers rayons que recevront mes yeux m</w:t>
      </w:r>
      <w:r>
        <w:t>’</w:t>
      </w:r>
      <w:r w:rsidR="002A4158" w:rsidRPr="00DA4E77">
        <w:t>apporteront le reflet de sa gloire</w:t>
      </w:r>
      <w:r>
        <w:t>.</w:t>
      </w:r>
    </w:p>
    <w:p w14:paraId="0031F6B3" w14:textId="77777777" w:rsidR="00276CCE" w:rsidRDefault="00276CCE" w:rsidP="002A4158">
      <w:r>
        <w:t>— </w:t>
      </w:r>
      <w:r w:rsidR="002A4158" w:rsidRPr="00DA4E77">
        <w:t>Maître</w:t>
      </w:r>
      <w:r>
        <w:t xml:space="preserve">, </w:t>
      </w:r>
      <w:r w:rsidR="002A4158" w:rsidRPr="00DA4E77">
        <w:t>tu espères donc y voir encore</w:t>
      </w:r>
      <w:r>
        <w:t xml:space="preserve"> ? </w:t>
      </w:r>
      <w:r w:rsidR="002A4158" w:rsidRPr="00DA4E77">
        <w:t>s</w:t>
      </w:r>
      <w:r>
        <w:t>’</w:t>
      </w:r>
      <w:r w:rsidR="002A4158" w:rsidRPr="00DA4E77">
        <w:t xml:space="preserve">informe </w:t>
      </w:r>
      <w:proofErr w:type="spellStart"/>
      <w:r w:rsidR="002A4158" w:rsidRPr="00DA4E77">
        <w:t>Glania</w:t>
      </w:r>
      <w:proofErr w:type="spellEnd"/>
      <w:r>
        <w:t>.</w:t>
      </w:r>
    </w:p>
    <w:p w14:paraId="68A2ACC5" w14:textId="77777777" w:rsidR="00276CCE" w:rsidRDefault="00276CCE" w:rsidP="002A4158">
      <w:r>
        <w:t>— </w:t>
      </w:r>
      <w:r w:rsidR="002A4158" w:rsidRPr="00DA4E77">
        <w:t>Je viens</w:t>
      </w:r>
      <w:r>
        <w:t xml:space="preserve">, </w:t>
      </w:r>
      <w:r w:rsidR="002A4158" w:rsidRPr="00DA4E77">
        <w:t>en demandant l</w:t>
      </w:r>
      <w:r>
        <w:t>’</w:t>
      </w:r>
      <w:r w:rsidR="002A4158" w:rsidRPr="00DA4E77">
        <w:t>assistance du Dieu inconnu</w:t>
      </w:r>
      <w:r>
        <w:t xml:space="preserve">, </w:t>
      </w:r>
      <w:r w:rsidR="002A4158" w:rsidRPr="00DA4E77">
        <w:t>d</w:t>
      </w:r>
      <w:r>
        <w:t>’</w:t>
      </w:r>
      <w:r w:rsidR="002A4158" w:rsidRPr="00DA4E77">
        <w:t>appliquer sur mes paupières un remède puissant gardé par les médecins initiés</w:t>
      </w:r>
      <w:r>
        <w:t xml:space="preserve">. </w:t>
      </w:r>
      <w:r w:rsidR="002A4158" w:rsidRPr="00DA4E77">
        <w:t>Mais dis-moi</w:t>
      </w:r>
      <w:r>
        <w:t xml:space="preserve">, </w:t>
      </w:r>
      <w:proofErr w:type="spellStart"/>
      <w:r w:rsidR="002A4158" w:rsidRPr="00DA4E77">
        <w:t>Knephao</w:t>
      </w:r>
      <w:proofErr w:type="spellEnd"/>
      <w:r>
        <w:t xml:space="preserve">, </w:t>
      </w:r>
      <w:r w:rsidR="002A4158" w:rsidRPr="00DA4E77">
        <w:t>à ton calcul</w:t>
      </w:r>
      <w:r>
        <w:t xml:space="preserve">, </w:t>
      </w:r>
      <w:r w:rsidR="002A4158" w:rsidRPr="00DA4E77">
        <w:t xml:space="preserve">combien faut-il à </w:t>
      </w:r>
      <w:proofErr w:type="spellStart"/>
      <w:r w:rsidR="002A4158" w:rsidRPr="00DA4E77">
        <w:t>Hellas</w:t>
      </w:r>
      <w:proofErr w:type="spellEnd"/>
      <w:r w:rsidR="002A4158" w:rsidRPr="00DA4E77">
        <w:t xml:space="preserve"> pour amener sa flotte au-delà de l</w:t>
      </w:r>
      <w:r>
        <w:t>’</w:t>
      </w:r>
      <w:r w:rsidR="002A4158" w:rsidRPr="00DA4E77">
        <w:t>Île de Pou</w:t>
      </w:r>
      <w:r w:rsidR="002A4158" w:rsidRPr="00DA4E77">
        <w:t>r</w:t>
      </w:r>
      <w:r w:rsidR="002A4158" w:rsidRPr="00DA4E77">
        <w:t>pre</w:t>
      </w:r>
      <w:r>
        <w:t> ?</w:t>
      </w:r>
    </w:p>
    <w:p w14:paraId="5B3D7CC0" w14:textId="77777777" w:rsidR="00276CCE" w:rsidRDefault="00276CCE" w:rsidP="002A4158">
      <w:r>
        <w:t>— </w:t>
      </w:r>
      <w:r w:rsidR="002A4158" w:rsidRPr="00DA4E77">
        <w:t>Deux heures</w:t>
      </w:r>
      <w:r>
        <w:t xml:space="preserve">, </w:t>
      </w:r>
      <w:r w:rsidR="002A4158" w:rsidRPr="00DA4E77">
        <w:t>au moins</w:t>
      </w:r>
      <w:r>
        <w:t>.</w:t>
      </w:r>
    </w:p>
    <w:p w14:paraId="32D10FFA" w14:textId="77777777" w:rsidR="00276CCE" w:rsidRDefault="00276CCE" w:rsidP="002A4158">
      <w:r>
        <w:t>— </w:t>
      </w:r>
      <w:r w:rsidR="002A4158" w:rsidRPr="00DA4E77">
        <w:t>Fort bien</w:t>
      </w:r>
      <w:r>
        <w:t xml:space="preserve">. </w:t>
      </w:r>
      <w:r w:rsidR="002A4158" w:rsidRPr="00DA4E77">
        <w:t>Dans deux heures</w:t>
      </w:r>
      <w:r>
        <w:t xml:space="preserve">, </w:t>
      </w:r>
      <w:r w:rsidR="002A4158" w:rsidRPr="00DA4E77">
        <w:t>le remède aura opéré</w:t>
      </w:r>
      <w:r>
        <w:t xml:space="preserve">. </w:t>
      </w:r>
      <w:r w:rsidR="002A4158" w:rsidRPr="00DA4E77">
        <w:t>J</w:t>
      </w:r>
      <w:r>
        <w:t>’</w:t>
      </w:r>
      <w:r w:rsidR="002A4158" w:rsidRPr="00DA4E77">
        <w:t>enlèverai le bandeau</w:t>
      </w:r>
      <w:r>
        <w:t xml:space="preserve">, </w:t>
      </w:r>
      <w:r w:rsidR="002A4158" w:rsidRPr="00DA4E77">
        <w:t xml:space="preserve">et je surveillerai du haut de </w:t>
      </w:r>
      <w:smartTag w:uri="urn:schemas-microsoft-com:office:smarttags" w:element="PersonName">
        <w:smartTagPr>
          <w:attr w:name="ProductID" w:val="la Colline Sainte"/>
        </w:smartTagPr>
        <w:r w:rsidR="002A4158" w:rsidRPr="00DA4E77">
          <w:t>la Colline Sainte</w:t>
        </w:r>
      </w:smartTag>
      <w:r w:rsidR="002A4158" w:rsidRPr="00DA4E77">
        <w:t xml:space="preserve"> les mouvements du combat</w:t>
      </w:r>
      <w:r>
        <w:t xml:space="preserve">. </w:t>
      </w:r>
      <w:r w:rsidR="002A4158" w:rsidRPr="00DA4E77">
        <w:t>Et peut-être trouverai-je un secours inattendu</w:t>
      </w:r>
      <w:r>
        <w:t>.</w:t>
      </w:r>
    </w:p>
    <w:p w14:paraId="61CA4FFB" w14:textId="77777777" w:rsidR="00276CCE" w:rsidRDefault="00276CCE" w:rsidP="002A4158">
      <w:r>
        <w:lastRenderedPageBreak/>
        <w:t>— </w:t>
      </w:r>
      <w:r w:rsidR="002A4158" w:rsidRPr="00DA4E77">
        <w:t>Ah</w:t>
      </w:r>
      <w:r>
        <w:t xml:space="preserve"> ! </w:t>
      </w:r>
      <w:r w:rsidR="002A4158" w:rsidRPr="00DA4E77">
        <w:t>maître</w:t>
      </w:r>
      <w:r>
        <w:t xml:space="preserve"> ! </w:t>
      </w:r>
      <w:r w:rsidR="002A4158" w:rsidRPr="00DA4E77">
        <w:t>s</w:t>
      </w:r>
      <w:r>
        <w:t>’</w:t>
      </w:r>
      <w:r w:rsidR="002A4158" w:rsidRPr="00DA4E77">
        <w:t>exclame l</w:t>
      </w:r>
      <w:r>
        <w:t>’</w:t>
      </w:r>
      <w:r w:rsidR="002A4158" w:rsidRPr="00DA4E77">
        <w:t>Égyptien enthousiasmé</w:t>
      </w:r>
      <w:r>
        <w:t xml:space="preserve">, </w:t>
      </w:r>
      <w:r w:rsidR="002A4158" w:rsidRPr="00DA4E77">
        <w:t>sûr</w:t>
      </w:r>
      <w:r w:rsidR="002A4158" w:rsidRPr="00DA4E77">
        <w:t>e</w:t>
      </w:r>
      <w:r w:rsidR="002A4158" w:rsidRPr="00DA4E77">
        <w:t>ment tu le trouveras</w:t>
      </w:r>
      <w:r>
        <w:t xml:space="preserve">, </w:t>
      </w:r>
      <w:r w:rsidR="002A4158" w:rsidRPr="00DA4E77">
        <w:t>ce secours que nous attendons</w:t>
      </w:r>
      <w:r>
        <w:t> !</w:t>
      </w:r>
    </w:p>
    <w:p w14:paraId="1245D6AE" w14:textId="77777777" w:rsidR="00276CCE" w:rsidRDefault="00276CCE" w:rsidP="002A4158">
      <w:r>
        <w:t>— </w:t>
      </w:r>
      <w:r w:rsidR="002A4158" w:rsidRPr="00DA4E77">
        <w:t>Au revoir donc</w:t>
      </w:r>
      <w:r>
        <w:t xml:space="preserve">, </w:t>
      </w:r>
      <w:r w:rsidR="002A4158" w:rsidRPr="00DA4E77">
        <w:t>va rejoindre tes braves cavaliers</w:t>
      </w:r>
      <w:r>
        <w:t xml:space="preserve">. </w:t>
      </w:r>
      <w:proofErr w:type="spellStart"/>
      <w:r w:rsidR="002A4158" w:rsidRPr="00DA4E77">
        <w:t>Glania</w:t>
      </w:r>
      <w:proofErr w:type="spellEnd"/>
      <w:r w:rsidR="002A4158" w:rsidRPr="00DA4E77">
        <w:t xml:space="preserve"> me conduira près de </w:t>
      </w:r>
      <w:proofErr w:type="spellStart"/>
      <w:r w:rsidR="002A4158" w:rsidRPr="00DA4E77">
        <w:t>Thébao</w:t>
      </w:r>
      <w:proofErr w:type="spellEnd"/>
      <w:r w:rsidR="002A4158" w:rsidRPr="00DA4E77">
        <w:t xml:space="preserve"> et restera avec moi jusqu</w:t>
      </w:r>
      <w:r>
        <w:t>’</w:t>
      </w:r>
      <w:r w:rsidR="002A4158" w:rsidRPr="00DA4E77">
        <w:t>au m</w:t>
      </w:r>
      <w:r w:rsidR="002A4158" w:rsidRPr="00DA4E77">
        <w:t>o</w:t>
      </w:r>
      <w:r w:rsidR="002A4158" w:rsidRPr="00DA4E77">
        <w:t>ment où j</w:t>
      </w:r>
      <w:r>
        <w:t>’</w:t>
      </w:r>
      <w:r w:rsidR="002A4158" w:rsidRPr="00DA4E77">
        <w:t>aurai enlevé le bandeau qui recouvre mes yeux</w:t>
      </w:r>
      <w:r>
        <w:t>.</w:t>
      </w:r>
    </w:p>
    <w:p w14:paraId="4A20F4DF" w14:textId="77777777" w:rsidR="00276CCE" w:rsidRDefault="002A4158" w:rsidP="002A4158">
      <w:r w:rsidRPr="00DA4E77">
        <w:t>Puis</w:t>
      </w:r>
      <w:r w:rsidR="00276CCE">
        <w:t xml:space="preserve">, </w:t>
      </w:r>
      <w:r w:rsidRPr="00DA4E77">
        <w:t>se reprenant</w:t>
      </w:r>
      <w:r w:rsidR="00276CCE">
        <w:t> :</w:t>
      </w:r>
    </w:p>
    <w:p w14:paraId="6B295B1C" w14:textId="77777777" w:rsidR="00276CCE" w:rsidRDefault="00276CCE" w:rsidP="002A4158">
      <w:r>
        <w:t>— </w:t>
      </w:r>
      <w:r w:rsidR="002A4158" w:rsidRPr="00DA4E77">
        <w:t>Compte donc sur la victoire</w:t>
      </w:r>
      <w:r>
        <w:t xml:space="preserve"> ! </w:t>
      </w:r>
      <w:r w:rsidR="002A4158" w:rsidRPr="00DA4E77">
        <w:t>Mais un homme fort doit tout calculer et tout prévoir</w:t>
      </w:r>
      <w:r>
        <w:t xml:space="preserve">, </w:t>
      </w:r>
      <w:r w:rsidR="002A4158" w:rsidRPr="00DA4E77">
        <w:t>même la défaite</w:t>
      </w:r>
      <w:r>
        <w:t xml:space="preserve">. </w:t>
      </w:r>
      <w:r w:rsidR="002A4158" w:rsidRPr="00DA4E77">
        <w:t>Si donc</w:t>
      </w:r>
      <w:r>
        <w:t xml:space="preserve">, </w:t>
      </w:r>
      <w:r w:rsidR="002A4158" w:rsidRPr="00DA4E77">
        <w:t>dans le jour</w:t>
      </w:r>
      <w:r>
        <w:t xml:space="preserve">, </w:t>
      </w:r>
      <w:r w:rsidR="002A4158" w:rsidRPr="00DA4E77">
        <w:t>le désordre envahit la Cité</w:t>
      </w:r>
      <w:r>
        <w:t xml:space="preserve">, </w:t>
      </w:r>
      <w:r w:rsidR="002A4158" w:rsidRPr="00DA4E77">
        <w:t>fais bonne garde autour de la Montagne Sainte</w:t>
      </w:r>
      <w:r>
        <w:t xml:space="preserve">. </w:t>
      </w:r>
      <w:r w:rsidR="002A4158" w:rsidRPr="00DA4E77">
        <w:t>Enfin</w:t>
      </w:r>
      <w:r>
        <w:t xml:space="preserve">, </w:t>
      </w:r>
      <w:r w:rsidR="002A4158" w:rsidRPr="00DA4E77">
        <w:t>si cette nuit quelque catastrophe r</w:t>
      </w:r>
      <w:r w:rsidR="002A4158" w:rsidRPr="00DA4E77">
        <w:t>a</w:t>
      </w:r>
      <w:r w:rsidR="002A4158" w:rsidRPr="00DA4E77">
        <w:t>vage la ville</w:t>
      </w:r>
      <w:r>
        <w:t xml:space="preserve">, </w:t>
      </w:r>
      <w:r w:rsidR="002A4158" w:rsidRPr="00DA4E77">
        <w:t>alors n</w:t>
      </w:r>
      <w:r>
        <w:t>’</w:t>
      </w:r>
      <w:r w:rsidR="002A4158" w:rsidRPr="00DA4E77">
        <w:t>oublie pas que la citadelle suprême est la Colline où nous sommes</w:t>
      </w:r>
      <w:r>
        <w:t xml:space="preserve"> : </w:t>
      </w:r>
      <w:r w:rsidR="002A4158" w:rsidRPr="00DA4E77">
        <w:t>défends-en l</w:t>
      </w:r>
      <w:r>
        <w:t>’</w:t>
      </w:r>
      <w:r w:rsidR="002A4158" w:rsidRPr="00DA4E77">
        <w:t>accès à tout envahisseur</w:t>
      </w:r>
      <w:r>
        <w:t xml:space="preserve">, </w:t>
      </w:r>
      <w:r w:rsidR="002A4158" w:rsidRPr="00DA4E77">
        <w:t>et</w:t>
      </w:r>
      <w:r>
        <w:t xml:space="preserve">, </w:t>
      </w:r>
      <w:r w:rsidR="002A4158" w:rsidRPr="00DA4E77">
        <w:t>si</w:t>
      </w:r>
      <w:r>
        <w:t xml:space="preserve">, </w:t>
      </w:r>
      <w:r w:rsidR="002A4158" w:rsidRPr="00DA4E77">
        <w:t>par impossible</w:t>
      </w:r>
      <w:r>
        <w:t xml:space="preserve">, </w:t>
      </w:r>
      <w:r w:rsidR="002A4158" w:rsidRPr="00DA4E77">
        <w:t>tu succombes sous le nombre</w:t>
      </w:r>
      <w:r>
        <w:t xml:space="preserve">, </w:t>
      </w:r>
      <w:r w:rsidR="002A4158" w:rsidRPr="00DA4E77">
        <w:t>ne te laisse pas tuer devant le Palais</w:t>
      </w:r>
      <w:r>
        <w:t xml:space="preserve">, </w:t>
      </w:r>
      <w:r w:rsidR="002A4158" w:rsidRPr="00DA4E77">
        <w:t>et monte nous rejoindre</w:t>
      </w:r>
      <w:r>
        <w:t xml:space="preserve">. </w:t>
      </w:r>
      <w:r w:rsidR="002A4158" w:rsidRPr="00DA4E77">
        <w:t>J</w:t>
      </w:r>
      <w:r>
        <w:t>’</w:t>
      </w:r>
      <w:r w:rsidR="002A4158" w:rsidRPr="00DA4E77">
        <w:t>aurai b</w:t>
      </w:r>
      <w:r w:rsidR="002A4158" w:rsidRPr="00DA4E77">
        <w:t>e</w:t>
      </w:r>
      <w:r w:rsidR="002A4158" w:rsidRPr="00DA4E77">
        <w:t>soin de ton bras ici</w:t>
      </w:r>
      <w:r>
        <w:t>…</w:t>
      </w:r>
    </w:p>
    <w:p w14:paraId="0B5FF4CD" w14:textId="77777777" w:rsidR="00276CCE" w:rsidRDefault="00276CCE" w:rsidP="002A4158">
      <w:r>
        <w:t>— </w:t>
      </w:r>
      <w:r w:rsidR="002A4158" w:rsidRPr="00DA4E77">
        <w:t>Maître</w:t>
      </w:r>
      <w:r>
        <w:t xml:space="preserve">, </w:t>
      </w:r>
      <w:r w:rsidR="002A4158" w:rsidRPr="00DA4E77">
        <w:t>tes prévisions font frémir</w:t>
      </w:r>
      <w:r>
        <w:t> !</w:t>
      </w:r>
    </w:p>
    <w:p w14:paraId="3F8FB537" w14:textId="77777777" w:rsidR="00276CCE" w:rsidRDefault="00276CCE" w:rsidP="002A4158">
      <w:r>
        <w:t>— </w:t>
      </w:r>
      <w:r w:rsidR="002A4158" w:rsidRPr="00DA4E77">
        <w:t>Qui prévoit le malheur l</w:t>
      </w:r>
      <w:r>
        <w:t>’</w:t>
      </w:r>
      <w:r w:rsidR="002A4158" w:rsidRPr="00DA4E77">
        <w:t>évite</w:t>
      </w:r>
      <w:r>
        <w:t>.</w:t>
      </w:r>
    </w:p>
    <w:p w14:paraId="1C7C9B92" w14:textId="77777777" w:rsidR="00276CCE" w:rsidRDefault="002A4158" w:rsidP="002A4158">
      <w:r w:rsidRPr="00DA4E77">
        <w:t>Et</w:t>
      </w:r>
      <w:r w:rsidR="00276CCE">
        <w:t xml:space="preserve">, </w:t>
      </w:r>
      <w:r w:rsidRPr="00DA4E77">
        <w:t>entourant le géant d</w:t>
      </w:r>
      <w:r w:rsidR="00276CCE">
        <w:t>’</w:t>
      </w:r>
      <w:r w:rsidRPr="00DA4E77">
        <w:t>une paternelle accolade</w:t>
      </w:r>
      <w:r w:rsidR="00276CCE">
        <w:t xml:space="preserve">, </w:t>
      </w:r>
      <w:proofErr w:type="spellStart"/>
      <w:r w:rsidRPr="00DA4E77">
        <w:t>Oréus</w:t>
      </w:r>
      <w:proofErr w:type="spellEnd"/>
      <w:r w:rsidRPr="00DA4E77">
        <w:t xml:space="preserve"> semble lui communiquer un fluide de force surhumaine par quoi le guerrier sans peur se sent capable de soulever le monde</w:t>
      </w:r>
      <w:r w:rsidR="00276CCE">
        <w:t>.</w:t>
      </w:r>
    </w:p>
    <w:p w14:paraId="3F96A657" w14:textId="77777777" w:rsidR="00276CCE" w:rsidRDefault="00276CCE" w:rsidP="00276CCE">
      <w:pPr>
        <w:pStyle w:val="Titre2"/>
        <w:rPr>
          <w:i/>
        </w:rPr>
      </w:pPr>
      <w:bookmarkStart w:id="49" w:name="_Toc194842035"/>
      <w:r w:rsidRPr="00DA4E77">
        <w:lastRenderedPageBreak/>
        <w:t>Scène</w:t>
      </w:r>
      <w:r>
        <w:t> </w:t>
      </w:r>
      <w:r w:rsidRPr="00DA4E77">
        <w:t>VI</w:t>
      </w:r>
      <w:r>
        <w:t xml:space="preserve">. – </w:t>
      </w:r>
      <w:r w:rsidR="002A4158" w:rsidRPr="00DA4E77">
        <w:rPr>
          <w:i/>
        </w:rPr>
        <w:t>Les gardiens du feu</w:t>
      </w:r>
      <w:r>
        <w:rPr>
          <w:i/>
        </w:rPr>
        <w:t>.</w:t>
      </w:r>
      <w:bookmarkEnd w:id="49"/>
    </w:p>
    <w:p w14:paraId="48E8ACC9" w14:textId="77777777" w:rsidR="00276CCE" w:rsidRDefault="00276CCE" w:rsidP="002A4158">
      <w:r>
        <w:rPr>
          <w:i/>
        </w:rPr>
        <w:t>— </w:t>
      </w:r>
      <w:r w:rsidR="002A4158" w:rsidRPr="00DA4E77">
        <w:t>Va doucement</w:t>
      </w:r>
      <w:r>
        <w:t xml:space="preserve">, </w:t>
      </w:r>
      <w:proofErr w:type="spellStart"/>
      <w:r w:rsidR="002A4158" w:rsidRPr="00DA4E77">
        <w:t>Glania</w:t>
      </w:r>
      <w:proofErr w:type="spellEnd"/>
      <w:r>
        <w:t xml:space="preserve">. </w:t>
      </w:r>
      <w:r w:rsidR="002A4158" w:rsidRPr="00DA4E77">
        <w:t>À notre droite et à notre gauche</w:t>
      </w:r>
      <w:r>
        <w:t xml:space="preserve">, </w:t>
      </w:r>
      <w:r w:rsidR="002A4158" w:rsidRPr="00DA4E77">
        <w:t>vois-tu les statues des héros et des dieux</w:t>
      </w:r>
      <w:r>
        <w:t> ?</w:t>
      </w:r>
    </w:p>
    <w:p w14:paraId="372D6C19" w14:textId="77777777" w:rsidR="00276CCE" w:rsidRDefault="00276CCE" w:rsidP="002A4158">
      <w:r>
        <w:t>— </w:t>
      </w:r>
      <w:r w:rsidR="002A4158" w:rsidRPr="00DA4E77">
        <w:t>Oui</w:t>
      </w:r>
      <w:r>
        <w:t xml:space="preserve">, </w:t>
      </w:r>
      <w:r w:rsidR="002A4158" w:rsidRPr="00DA4E77">
        <w:t>maître</w:t>
      </w:r>
      <w:r>
        <w:t>.</w:t>
      </w:r>
    </w:p>
    <w:p w14:paraId="5721886A" w14:textId="77777777" w:rsidR="00276CCE" w:rsidRDefault="00276CCE" w:rsidP="002A4158">
      <w:r>
        <w:t>— </w:t>
      </w:r>
      <w:r w:rsidR="002A4158" w:rsidRPr="00DA4E77">
        <w:t>Bien</w:t>
      </w:r>
      <w:r>
        <w:t xml:space="preserve">. </w:t>
      </w:r>
      <w:r w:rsidR="002A4158" w:rsidRPr="00DA4E77">
        <w:t>Devant toi</w:t>
      </w:r>
      <w:r>
        <w:t xml:space="preserve">, </w:t>
      </w:r>
      <w:r w:rsidR="002A4158" w:rsidRPr="00DA4E77">
        <w:t>y a-t-il une porte massive aux lourds battants de bronze</w:t>
      </w:r>
      <w:r>
        <w:t> ?</w:t>
      </w:r>
    </w:p>
    <w:p w14:paraId="5A5C6572" w14:textId="77777777" w:rsidR="00276CCE" w:rsidRDefault="00276CCE" w:rsidP="002A4158">
      <w:r>
        <w:t>— </w:t>
      </w:r>
      <w:r w:rsidR="002A4158" w:rsidRPr="00DA4E77">
        <w:t>Je crois en voir une</w:t>
      </w:r>
      <w:r>
        <w:t xml:space="preserve">, </w:t>
      </w:r>
      <w:r w:rsidR="002A4158" w:rsidRPr="00DA4E77">
        <w:t>en effet</w:t>
      </w:r>
      <w:r>
        <w:t xml:space="preserve">, </w:t>
      </w:r>
      <w:r w:rsidR="002A4158" w:rsidRPr="00DA4E77">
        <w:t>au-dessus de laquelle un soupirail laisse filtrer un jour indécis</w:t>
      </w:r>
      <w:r>
        <w:t>.</w:t>
      </w:r>
    </w:p>
    <w:p w14:paraId="69929A89" w14:textId="77777777" w:rsidR="00276CCE" w:rsidRDefault="00276CCE" w:rsidP="002A4158">
      <w:r>
        <w:t>— </w:t>
      </w:r>
      <w:r w:rsidR="002A4158" w:rsidRPr="00DA4E77">
        <w:t>Parfait</w:t>
      </w:r>
      <w:r>
        <w:t xml:space="preserve">. </w:t>
      </w:r>
      <w:r w:rsidR="002A4158" w:rsidRPr="00DA4E77">
        <w:t>Conduis-moi jusque-là</w:t>
      </w:r>
      <w:r>
        <w:t xml:space="preserve">. </w:t>
      </w:r>
      <w:r w:rsidR="002A4158" w:rsidRPr="00DA4E77">
        <w:t>Bien</w:t>
      </w:r>
      <w:r>
        <w:t xml:space="preserve">. </w:t>
      </w:r>
      <w:r w:rsidR="002A4158" w:rsidRPr="00DA4E77">
        <w:t>Cherche un bouton de cuivre de la serrure</w:t>
      </w:r>
      <w:r>
        <w:t xml:space="preserve">. </w:t>
      </w:r>
      <w:r w:rsidR="002A4158" w:rsidRPr="00DA4E77">
        <w:t>Appuie fortement</w:t>
      </w:r>
      <w:r>
        <w:t xml:space="preserve">. </w:t>
      </w:r>
      <w:r w:rsidR="002A4158" w:rsidRPr="00DA4E77">
        <w:t>Et maintenant</w:t>
      </w:r>
      <w:r>
        <w:t xml:space="preserve">, </w:t>
      </w:r>
      <w:r w:rsidR="002A4158" w:rsidRPr="00DA4E77">
        <w:t>tire la porte à toi</w:t>
      </w:r>
      <w:r>
        <w:t>.</w:t>
      </w:r>
    </w:p>
    <w:p w14:paraId="7262E33A" w14:textId="77777777" w:rsidR="00276CCE" w:rsidRDefault="002A4158" w:rsidP="002A4158">
      <w:r w:rsidRPr="00DA4E77">
        <w:t xml:space="preserve">Un grand flot de lumière envahit le Temple et inonde les yeux de </w:t>
      </w:r>
      <w:proofErr w:type="spellStart"/>
      <w:r w:rsidRPr="00DA4E77">
        <w:t>Glania</w:t>
      </w:r>
      <w:proofErr w:type="spellEnd"/>
      <w:r w:rsidR="00276CCE">
        <w:t xml:space="preserve">, </w:t>
      </w:r>
      <w:r w:rsidRPr="00DA4E77">
        <w:t>plongée</w:t>
      </w:r>
      <w:r w:rsidR="00276CCE">
        <w:t xml:space="preserve">, </w:t>
      </w:r>
      <w:r w:rsidRPr="00DA4E77">
        <w:t>depuis longtemps</w:t>
      </w:r>
      <w:r w:rsidR="00276CCE">
        <w:t xml:space="preserve">, </w:t>
      </w:r>
      <w:r w:rsidRPr="00DA4E77">
        <w:t>dans l</w:t>
      </w:r>
      <w:r w:rsidR="00276CCE">
        <w:t>’</w:t>
      </w:r>
      <w:r w:rsidRPr="00DA4E77">
        <w:t>obscurité des cryptes et du sanctuaire</w:t>
      </w:r>
      <w:r w:rsidR="00276CCE">
        <w:t>.</w:t>
      </w:r>
    </w:p>
    <w:p w14:paraId="56495052" w14:textId="77777777" w:rsidR="00276CCE" w:rsidRDefault="00276CCE" w:rsidP="002A4158">
      <w:r>
        <w:t>— </w:t>
      </w:r>
      <w:r w:rsidR="002A4158" w:rsidRPr="00DA4E77">
        <w:t>Ô maître</w:t>
      </w:r>
      <w:r>
        <w:t xml:space="preserve"> ! </w:t>
      </w:r>
      <w:r w:rsidR="002A4158" w:rsidRPr="00DA4E77">
        <w:t>quel beau soleil éclaire la Cité</w:t>
      </w:r>
      <w:r>
        <w:t xml:space="preserve"> ! </w:t>
      </w:r>
      <w:r w:rsidR="002A4158" w:rsidRPr="00DA4E77">
        <w:t>Un soleil de victoire</w:t>
      </w:r>
      <w:r>
        <w:t>.</w:t>
      </w:r>
    </w:p>
    <w:p w14:paraId="3DB99D6E" w14:textId="77777777" w:rsidR="00276CCE" w:rsidRDefault="00276CCE" w:rsidP="002A4158">
      <w:r>
        <w:t>— </w:t>
      </w:r>
      <w:r w:rsidR="002A4158" w:rsidRPr="00DA4E77">
        <w:t>Tu vois</w:t>
      </w:r>
      <w:r>
        <w:t xml:space="preserve">, </w:t>
      </w:r>
      <w:r w:rsidR="002A4158" w:rsidRPr="00DA4E77">
        <w:t>enfant</w:t>
      </w:r>
      <w:r>
        <w:t xml:space="preserve">, </w:t>
      </w:r>
      <w:r w:rsidR="002A4158" w:rsidRPr="00DA4E77">
        <w:t>que j</w:t>
      </w:r>
      <w:r>
        <w:t>’</w:t>
      </w:r>
      <w:r w:rsidR="002A4158" w:rsidRPr="00DA4E77">
        <w:t>ai bien fait de mettre un bandeau noir sur mes yeux</w:t>
      </w:r>
      <w:r>
        <w:t xml:space="preserve">. </w:t>
      </w:r>
      <w:r w:rsidR="002A4158" w:rsidRPr="00DA4E77">
        <w:t>Peu à peu</w:t>
      </w:r>
      <w:r>
        <w:t xml:space="preserve">, </w:t>
      </w:r>
      <w:r w:rsidR="002A4158" w:rsidRPr="00DA4E77">
        <w:t>je le soulèverai</w:t>
      </w:r>
      <w:r>
        <w:t xml:space="preserve">, </w:t>
      </w:r>
      <w:r w:rsidR="002A4158" w:rsidRPr="00DA4E77">
        <w:t>afin que la l</w:t>
      </w:r>
      <w:r w:rsidR="002A4158" w:rsidRPr="00DA4E77">
        <w:t>u</w:t>
      </w:r>
      <w:r w:rsidR="002A4158" w:rsidRPr="00DA4E77">
        <w:t>mière pénètre progressivement</w:t>
      </w:r>
      <w:r>
        <w:t xml:space="preserve">. </w:t>
      </w:r>
      <w:r w:rsidR="002A4158" w:rsidRPr="00DA4E77">
        <w:t>Referme la porte du Temple</w:t>
      </w:r>
      <w:r>
        <w:t xml:space="preserve">. </w:t>
      </w:r>
      <w:r w:rsidR="002A4158" w:rsidRPr="00DA4E77">
        <w:t>Descends les degrés du perron</w:t>
      </w:r>
      <w:r>
        <w:t xml:space="preserve">. </w:t>
      </w:r>
      <w:r w:rsidR="002A4158" w:rsidRPr="00DA4E77">
        <w:t>Y a-t-il quelqu</w:t>
      </w:r>
      <w:r>
        <w:t>’</w:t>
      </w:r>
      <w:r w:rsidR="002A4158" w:rsidRPr="00DA4E77">
        <w:t>un sur la te</w:t>
      </w:r>
      <w:r w:rsidR="002A4158" w:rsidRPr="00DA4E77">
        <w:t>r</w:t>
      </w:r>
      <w:r w:rsidR="002A4158" w:rsidRPr="00DA4E77">
        <w:t>rasse</w:t>
      </w:r>
      <w:r>
        <w:t> ?</w:t>
      </w:r>
    </w:p>
    <w:p w14:paraId="6F67AF0D" w14:textId="77777777" w:rsidR="00276CCE" w:rsidRDefault="00276CCE" w:rsidP="002A4158">
      <w:r>
        <w:t>— </w:t>
      </w:r>
      <w:r w:rsidR="002A4158" w:rsidRPr="00DA4E77">
        <w:t>Il y a des hommes revêtus de longues robes</w:t>
      </w:r>
      <w:r>
        <w:t xml:space="preserve">. </w:t>
      </w:r>
      <w:r w:rsidR="002A4158" w:rsidRPr="00DA4E77">
        <w:t>Ils semblent surpris</w:t>
      </w:r>
      <w:r>
        <w:t xml:space="preserve">, </w:t>
      </w:r>
      <w:r w:rsidR="002A4158" w:rsidRPr="00DA4E77">
        <w:t>effrayés de nous voir</w:t>
      </w:r>
      <w:r>
        <w:t>.</w:t>
      </w:r>
    </w:p>
    <w:p w14:paraId="3B345D4B" w14:textId="77777777" w:rsidR="00276CCE" w:rsidRDefault="00276CCE" w:rsidP="002A4158">
      <w:r>
        <w:t>— </w:t>
      </w:r>
      <w:r w:rsidR="002A4158" w:rsidRPr="00DA4E77">
        <w:t>Ils ne me reconnaissent pas</w:t>
      </w:r>
      <w:r>
        <w:t xml:space="preserve">, </w:t>
      </w:r>
      <w:r w:rsidR="002A4158" w:rsidRPr="00DA4E77">
        <w:t>sans doute</w:t>
      </w:r>
      <w:r>
        <w:t xml:space="preserve">, </w:t>
      </w:r>
      <w:r w:rsidR="002A4158" w:rsidRPr="00DA4E77">
        <w:t>et s</w:t>
      </w:r>
      <w:r>
        <w:t>’</w:t>
      </w:r>
      <w:r w:rsidR="002A4158" w:rsidRPr="00DA4E77">
        <w:t>étonnent qu</w:t>
      </w:r>
      <w:r>
        <w:t>’</w:t>
      </w:r>
      <w:r w:rsidR="002A4158" w:rsidRPr="00DA4E77">
        <w:t>une femme blanche ait pénétré dans le sanctuaire</w:t>
      </w:r>
      <w:r>
        <w:t xml:space="preserve">. </w:t>
      </w:r>
      <w:r w:rsidR="002A4158" w:rsidRPr="00DA4E77">
        <w:t>Conduis-moi vers eux</w:t>
      </w:r>
      <w:r>
        <w:t>.</w:t>
      </w:r>
    </w:p>
    <w:p w14:paraId="0DA481CE" w14:textId="77777777" w:rsidR="00276CCE" w:rsidRDefault="00276CCE" w:rsidP="002A4158">
      <w:r>
        <w:lastRenderedPageBreak/>
        <w:t>— </w:t>
      </w:r>
      <w:r w:rsidR="002A4158" w:rsidRPr="00DA4E77">
        <w:t>Inutile</w:t>
      </w:r>
      <w:r>
        <w:t xml:space="preserve">, </w:t>
      </w:r>
      <w:r w:rsidR="002A4158" w:rsidRPr="00DA4E77">
        <w:t>maître</w:t>
      </w:r>
      <w:r>
        <w:t xml:space="preserve"> ; </w:t>
      </w:r>
      <w:r w:rsidR="002A4158" w:rsidRPr="00DA4E77">
        <w:t>les voici devant nous</w:t>
      </w:r>
      <w:r>
        <w:t>.</w:t>
      </w:r>
    </w:p>
    <w:p w14:paraId="5C71C58A" w14:textId="77777777" w:rsidR="00276CCE" w:rsidRDefault="002A4158" w:rsidP="002A4158">
      <w:r w:rsidRPr="00DA4E77">
        <w:t>Près d</w:t>
      </w:r>
      <w:r w:rsidR="00276CCE">
        <w:t>’</w:t>
      </w:r>
      <w:r w:rsidRPr="00DA4E77">
        <w:t>eux</w:t>
      </w:r>
      <w:r w:rsidR="00276CCE">
        <w:t xml:space="preserve">, </w:t>
      </w:r>
      <w:r w:rsidRPr="00DA4E77">
        <w:t>en effet</w:t>
      </w:r>
      <w:r w:rsidR="00276CCE">
        <w:t xml:space="preserve">, </w:t>
      </w:r>
      <w:r w:rsidRPr="00DA4E77">
        <w:t>une voix grave et sévère</w:t>
      </w:r>
      <w:r w:rsidR="00276CCE">
        <w:t xml:space="preserve">, </w:t>
      </w:r>
      <w:r w:rsidRPr="00DA4E77">
        <w:t>mais jeune encore</w:t>
      </w:r>
      <w:r w:rsidR="00276CCE">
        <w:t xml:space="preserve">, </w:t>
      </w:r>
      <w:r w:rsidRPr="00DA4E77">
        <w:t>s</w:t>
      </w:r>
      <w:r w:rsidR="00276CCE">
        <w:t>’</w:t>
      </w:r>
      <w:r w:rsidRPr="00DA4E77">
        <w:t>élève</w:t>
      </w:r>
      <w:r w:rsidR="00276CCE">
        <w:t> :</w:t>
      </w:r>
    </w:p>
    <w:p w14:paraId="0276345F" w14:textId="77777777" w:rsidR="00276CCE" w:rsidRDefault="00276CCE" w:rsidP="002A4158">
      <w:r>
        <w:t>— </w:t>
      </w:r>
      <w:r w:rsidR="002A4158" w:rsidRPr="00DA4E77">
        <w:t>Qui êtes-vous</w:t>
      </w:r>
      <w:r>
        <w:t xml:space="preserve">, </w:t>
      </w:r>
      <w:r w:rsidR="002A4158" w:rsidRPr="00DA4E77">
        <w:t>étrangers</w:t>
      </w:r>
      <w:r>
        <w:t xml:space="preserve">, </w:t>
      </w:r>
      <w:r w:rsidR="002A4158" w:rsidRPr="00DA4E77">
        <w:t>cachés la nuit dans le San</w:t>
      </w:r>
      <w:r w:rsidR="002A4158" w:rsidRPr="00DA4E77">
        <w:t>c</w:t>
      </w:r>
      <w:r w:rsidR="002A4158" w:rsidRPr="00DA4E77">
        <w:t>tuaire du Sphinx</w:t>
      </w:r>
      <w:r>
        <w:t xml:space="preserve"> ? </w:t>
      </w:r>
      <w:r w:rsidR="002A4158" w:rsidRPr="00DA4E77">
        <w:t>Vous avez dérobé le feu liquide</w:t>
      </w:r>
      <w:r>
        <w:t> !</w:t>
      </w:r>
    </w:p>
    <w:p w14:paraId="707ABBAC" w14:textId="77777777" w:rsidR="00276CCE" w:rsidRDefault="00276CCE" w:rsidP="002A4158">
      <w:r>
        <w:t>— </w:t>
      </w:r>
      <w:r w:rsidR="002A4158" w:rsidRPr="00DA4E77">
        <w:t>Malédiction</w:t>
      </w:r>
      <w:r>
        <w:t xml:space="preserve"> ! </w:t>
      </w:r>
      <w:r w:rsidR="002A4158" w:rsidRPr="00DA4E77">
        <w:t>s</w:t>
      </w:r>
      <w:r>
        <w:t>’</w:t>
      </w:r>
      <w:r w:rsidR="002A4158" w:rsidRPr="00DA4E77">
        <w:t xml:space="preserve">écrie </w:t>
      </w:r>
      <w:proofErr w:type="spellStart"/>
      <w:r w:rsidR="002A4158" w:rsidRPr="00DA4E77">
        <w:t>Oréus</w:t>
      </w:r>
      <w:proofErr w:type="spellEnd"/>
      <w:r w:rsidR="002A4158" w:rsidRPr="00DA4E77">
        <w:t xml:space="preserve"> d</w:t>
      </w:r>
      <w:r>
        <w:t>’</w:t>
      </w:r>
      <w:r w:rsidR="002A4158" w:rsidRPr="00DA4E77">
        <w:t>une voix tonnante</w:t>
      </w:r>
      <w:r>
        <w:t xml:space="preserve">, </w:t>
      </w:r>
      <w:r w:rsidR="002A4158" w:rsidRPr="00DA4E77">
        <w:t>qui</w:t>
      </w:r>
      <w:r>
        <w:t xml:space="preserve">, </w:t>
      </w:r>
      <w:r w:rsidR="002A4158" w:rsidRPr="00DA4E77">
        <w:t>s</w:t>
      </w:r>
      <w:r w:rsidR="002A4158" w:rsidRPr="00DA4E77">
        <w:t>u</w:t>
      </w:r>
      <w:r w:rsidR="002A4158" w:rsidRPr="00DA4E77">
        <w:t>bitement</w:t>
      </w:r>
      <w:r>
        <w:t xml:space="preserve">, </w:t>
      </w:r>
      <w:r w:rsidR="002A4158" w:rsidRPr="00DA4E77">
        <w:t xml:space="preserve">terrifie </w:t>
      </w:r>
      <w:proofErr w:type="spellStart"/>
      <w:r w:rsidR="002A4158" w:rsidRPr="00DA4E77">
        <w:t>Glania</w:t>
      </w:r>
      <w:proofErr w:type="spellEnd"/>
      <w:r w:rsidR="002A4158" w:rsidRPr="00DA4E77">
        <w:t xml:space="preserve"> et retentit sur la terrasse et jusque dans le palais des hiérophantes</w:t>
      </w:r>
      <w:r>
        <w:t xml:space="preserve">. </w:t>
      </w:r>
      <w:r w:rsidR="002A4158" w:rsidRPr="00DA4E77">
        <w:t>Malédiction</w:t>
      </w:r>
      <w:r>
        <w:t xml:space="preserve"> ! </w:t>
      </w:r>
      <w:r w:rsidR="002A4158" w:rsidRPr="00DA4E77">
        <w:t>On a pris le feu l</w:t>
      </w:r>
      <w:r w:rsidR="002A4158" w:rsidRPr="00DA4E77">
        <w:t>i</w:t>
      </w:r>
      <w:r w:rsidR="002A4158" w:rsidRPr="00DA4E77">
        <w:t>quide</w:t>
      </w:r>
      <w:r>
        <w:t xml:space="preserve"> ! </w:t>
      </w:r>
      <w:r w:rsidR="002A4158" w:rsidRPr="00DA4E77">
        <w:t xml:space="preserve">Où est </w:t>
      </w:r>
      <w:proofErr w:type="spellStart"/>
      <w:r w:rsidR="002A4158" w:rsidRPr="00DA4E77">
        <w:t>Thébao</w:t>
      </w:r>
      <w:proofErr w:type="spellEnd"/>
      <w:r>
        <w:t xml:space="preserve"> ? </w:t>
      </w:r>
      <w:r w:rsidR="002A4158" w:rsidRPr="00DA4E77">
        <w:t>Qu</w:t>
      </w:r>
      <w:r>
        <w:t>’</w:t>
      </w:r>
      <w:r w:rsidR="002A4158" w:rsidRPr="00DA4E77">
        <w:t>il vienne vite</w:t>
      </w:r>
      <w:r>
        <w:t xml:space="preserve"> ! </w:t>
      </w:r>
      <w:r w:rsidR="002A4158" w:rsidRPr="00DA4E77">
        <w:t>Plus un moment à perdre</w:t>
      </w:r>
      <w:r>
        <w:t> !</w:t>
      </w:r>
    </w:p>
    <w:p w14:paraId="27C25CA4" w14:textId="77777777" w:rsidR="00276CCE" w:rsidRDefault="002A4158" w:rsidP="002A4158">
      <w:r w:rsidRPr="00DA4E77">
        <w:t>À cette voix de commandement</w:t>
      </w:r>
      <w:r w:rsidR="00276CCE">
        <w:t xml:space="preserve">, </w:t>
      </w:r>
      <w:r w:rsidRPr="00DA4E77">
        <w:t>où se révèle un être sup</w:t>
      </w:r>
      <w:r w:rsidRPr="00DA4E77">
        <w:t>é</w:t>
      </w:r>
      <w:r w:rsidRPr="00DA4E77">
        <w:t>rieur</w:t>
      </w:r>
      <w:r w:rsidR="00276CCE">
        <w:t xml:space="preserve">, </w:t>
      </w:r>
      <w:r w:rsidRPr="00DA4E77">
        <w:t>le jeune hiérophante qui vient d</w:t>
      </w:r>
      <w:r w:rsidR="00276CCE">
        <w:t>’</w:t>
      </w:r>
      <w:r w:rsidRPr="00DA4E77">
        <w:t>interroger le vieillard re</w:t>
      </w:r>
      <w:r w:rsidRPr="00DA4E77">
        <w:t>s</w:t>
      </w:r>
      <w:r w:rsidRPr="00DA4E77">
        <w:t>te tout secoué d</w:t>
      </w:r>
      <w:r w:rsidR="00276CCE">
        <w:t>’</w:t>
      </w:r>
      <w:r w:rsidRPr="00DA4E77">
        <w:t>émoi</w:t>
      </w:r>
      <w:r w:rsidR="00276CCE">
        <w:t xml:space="preserve">, </w:t>
      </w:r>
      <w:r w:rsidRPr="00DA4E77">
        <w:t>et ses compagnons frappés de surprise</w:t>
      </w:r>
      <w:r w:rsidR="00276CCE">
        <w:t xml:space="preserve">. </w:t>
      </w:r>
      <w:r w:rsidRPr="00DA4E77">
        <w:t>Ils s</w:t>
      </w:r>
      <w:r w:rsidR="00276CCE">
        <w:t>’</w:t>
      </w:r>
      <w:r w:rsidRPr="00DA4E77">
        <w:t>apprêtent déjà</w:t>
      </w:r>
      <w:r w:rsidR="00276CCE">
        <w:t xml:space="preserve">, </w:t>
      </w:r>
      <w:r w:rsidRPr="00DA4E77">
        <w:t>obéissants d</w:t>
      </w:r>
      <w:r w:rsidR="00276CCE">
        <w:t>’</w:t>
      </w:r>
      <w:r w:rsidRPr="00DA4E77">
        <w:t>instinct</w:t>
      </w:r>
      <w:r w:rsidR="00276CCE">
        <w:t xml:space="preserve">, </w:t>
      </w:r>
      <w:r w:rsidRPr="00DA4E77">
        <w:t xml:space="preserve">à aller chercher </w:t>
      </w:r>
      <w:proofErr w:type="spellStart"/>
      <w:r w:rsidRPr="00DA4E77">
        <w:t>Th</w:t>
      </w:r>
      <w:r w:rsidRPr="00DA4E77">
        <w:t>é</w:t>
      </w:r>
      <w:r w:rsidRPr="00DA4E77">
        <w:t>bao</w:t>
      </w:r>
      <w:proofErr w:type="spellEnd"/>
      <w:r w:rsidRPr="00DA4E77">
        <w:t xml:space="preserve"> quand</w:t>
      </w:r>
      <w:r w:rsidR="00276CCE">
        <w:t xml:space="preserve">, </w:t>
      </w:r>
      <w:r w:rsidRPr="00DA4E77">
        <w:t>se remettant</w:t>
      </w:r>
      <w:r w:rsidR="00276CCE">
        <w:t xml:space="preserve">, </w:t>
      </w:r>
      <w:r w:rsidRPr="00DA4E77">
        <w:t>celui qui</w:t>
      </w:r>
      <w:r w:rsidR="00276CCE">
        <w:t xml:space="preserve">, </w:t>
      </w:r>
      <w:r w:rsidRPr="00DA4E77">
        <w:t>le premier</w:t>
      </w:r>
      <w:r w:rsidR="00276CCE">
        <w:t xml:space="preserve">, </w:t>
      </w:r>
      <w:r w:rsidRPr="00DA4E77">
        <w:t>a pris la parole réplique</w:t>
      </w:r>
      <w:r w:rsidR="00276CCE">
        <w:t> :</w:t>
      </w:r>
    </w:p>
    <w:p w14:paraId="5E195EAC" w14:textId="77777777" w:rsidR="00276CCE" w:rsidRDefault="00276CCE" w:rsidP="002A4158">
      <w:r>
        <w:t>— </w:t>
      </w:r>
      <w:r w:rsidR="002A4158" w:rsidRPr="00DA4E77">
        <w:t>Il ne te sied peut-être pas de donner des ordres ici</w:t>
      </w:r>
      <w:r>
        <w:t xml:space="preserve">, </w:t>
      </w:r>
      <w:r w:rsidR="002A4158" w:rsidRPr="00DA4E77">
        <w:t>viei</w:t>
      </w:r>
      <w:r w:rsidR="002A4158" w:rsidRPr="00DA4E77">
        <w:t>l</w:t>
      </w:r>
      <w:r w:rsidR="002A4158" w:rsidRPr="00DA4E77">
        <w:t>lard</w:t>
      </w:r>
      <w:r>
        <w:t xml:space="preserve">, </w:t>
      </w:r>
      <w:r w:rsidR="002A4158" w:rsidRPr="00DA4E77">
        <w:t xml:space="preserve">ni de mander </w:t>
      </w:r>
      <w:proofErr w:type="spellStart"/>
      <w:r w:rsidR="002A4158" w:rsidRPr="00DA4E77">
        <w:t>Thébao</w:t>
      </w:r>
      <w:proofErr w:type="spellEnd"/>
      <w:r>
        <w:t xml:space="preserve">, </w:t>
      </w:r>
      <w:r w:rsidR="002A4158" w:rsidRPr="00DA4E77">
        <w:t>pontife suprême</w:t>
      </w:r>
      <w:r>
        <w:t>.</w:t>
      </w:r>
    </w:p>
    <w:p w14:paraId="75656AF7" w14:textId="77777777" w:rsidR="00276CCE" w:rsidRDefault="00276CCE" w:rsidP="002A4158">
      <w:r>
        <w:t>— </w:t>
      </w:r>
      <w:r w:rsidR="002A4158" w:rsidRPr="00DA4E77">
        <w:t>Tu as raison</w:t>
      </w:r>
      <w:r>
        <w:t xml:space="preserve">, </w:t>
      </w:r>
      <w:r w:rsidR="002A4158" w:rsidRPr="00DA4E77">
        <w:t>jeune homme</w:t>
      </w:r>
      <w:r>
        <w:t xml:space="preserve">, </w:t>
      </w:r>
      <w:r w:rsidR="002A4158" w:rsidRPr="00DA4E77">
        <w:t xml:space="preserve">répond </w:t>
      </w:r>
      <w:proofErr w:type="spellStart"/>
      <w:r w:rsidR="002A4158" w:rsidRPr="00DA4E77">
        <w:t>Oréus</w:t>
      </w:r>
      <w:proofErr w:type="spellEnd"/>
      <w:r w:rsidR="002A4158" w:rsidRPr="00DA4E77">
        <w:t xml:space="preserve"> en adoucissant la voix</w:t>
      </w:r>
      <w:r>
        <w:t xml:space="preserve">. </w:t>
      </w:r>
      <w:r w:rsidR="002A4158" w:rsidRPr="00DA4E77">
        <w:t>Car</w:t>
      </w:r>
      <w:r>
        <w:t xml:space="preserve">, </w:t>
      </w:r>
      <w:r w:rsidR="002A4158" w:rsidRPr="00DA4E77">
        <w:t>au timbre de tes paroles</w:t>
      </w:r>
      <w:r>
        <w:t xml:space="preserve">, </w:t>
      </w:r>
      <w:r w:rsidR="002A4158" w:rsidRPr="00DA4E77">
        <w:t>je te devine jeune</w:t>
      </w:r>
      <w:r>
        <w:t xml:space="preserve">. </w:t>
      </w:r>
      <w:r w:rsidR="002A4158" w:rsidRPr="00DA4E77">
        <w:t xml:space="preserve">Va donc dire à </w:t>
      </w:r>
      <w:proofErr w:type="spellStart"/>
      <w:r w:rsidR="002A4158" w:rsidRPr="00DA4E77">
        <w:t>Thébao</w:t>
      </w:r>
      <w:proofErr w:type="spellEnd"/>
      <w:r w:rsidR="002A4158" w:rsidRPr="00DA4E77">
        <w:t xml:space="preserve"> qu</w:t>
      </w:r>
      <w:r>
        <w:t>’</w:t>
      </w:r>
      <w:proofErr w:type="spellStart"/>
      <w:r w:rsidR="002A4158" w:rsidRPr="00DA4E77">
        <w:t>Oréus</w:t>
      </w:r>
      <w:proofErr w:type="spellEnd"/>
      <w:r w:rsidR="002A4158" w:rsidRPr="00DA4E77">
        <w:t xml:space="preserve"> l</w:t>
      </w:r>
      <w:r>
        <w:t>’</w:t>
      </w:r>
      <w:r w:rsidR="002A4158" w:rsidRPr="00DA4E77">
        <w:t>attend</w:t>
      </w:r>
      <w:r>
        <w:t>.</w:t>
      </w:r>
    </w:p>
    <w:p w14:paraId="07153D2A" w14:textId="77777777" w:rsidR="00276CCE" w:rsidRDefault="00276CCE" w:rsidP="002A4158">
      <w:r>
        <w:t>— </w:t>
      </w:r>
      <w:proofErr w:type="spellStart"/>
      <w:r w:rsidR="002A4158" w:rsidRPr="00DA4E77">
        <w:t>Oréus</w:t>
      </w:r>
      <w:proofErr w:type="spellEnd"/>
      <w:r>
        <w:t xml:space="preserve"> ? </w:t>
      </w:r>
      <w:r w:rsidR="002A4158" w:rsidRPr="00DA4E77">
        <w:t xml:space="preserve">le grand </w:t>
      </w:r>
      <w:proofErr w:type="spellStart"/>
      <w:r w:rsidR="002A4158" w:rsidRPr="00DA4E77">
        <w:t>Oréus</w:t>
      </w:r>
      <w:proofErr w:type="spellEnd"/>
      <w:r>
        <w:t xml:space="preserve">, </w:t>
      </w:r>
      <w:r w:rsidR="002A4158" w:rsidRPr="00DA4E77">
        <w:t>le maître des maîtres</w:t>
      </w:r>
      <w:r>
        <w:t> ?</w:t>
      </w:r>
    </w:p>
    <w:p w14:paraId="0284D3F7" w14:textId="77777777" w:rsidR="00276CCE" w:rsidRDefault="00276CCE" w:rsidP="002A4158">
      <w:r>
        <w:t>— </w:t>
      </w:r>
      <w:proofErr w:type="spellStart"/>
      <w:r w:rsidR="002A4158" w:rsidRPr="00DA4E77">
        <w:t>Oréus</w:t>
      </w:r>
      <w:proofErr w:type="spellEnd"/>
      <w:r>
        <w:t xml:space="preserve"> ? </w:t>
      </w:r>
      <w:r w:rsidR="002A4158" w:rsidRPr="00DA4E77">
        <w:t>répètent</w:t>
      </w:r>
      <w:r>
        <w:t xml:space="preserve">, </w:t>
      </w:r>
      <w:r w:rsidR="002A4158" w:rsidRPr="00DA4E77">
        <w:t>étonnés</w:t>
      </w:r>
      <w:r>
        <w:t xml:space="preserve">, </w:t>
      </w:r>
      <w:r w:rsidR="002A4158" w:rsidRPr="00DA4E77">
        <w:t>tous les jeunes gens</w:t>
      </w:r>
      <w:r>
        <w:t>.</w:t>
      </w:r>
    </w:p>
    <w:p w14:paraId="550E410A" w14:textId="77777777" w:rsidR="00276CCE" w:rsidRDefault="002A4158" w:rsidP="002A4158">
      <w:r w:rsidRPr="00DA4E77">
        <w:t>Et ce mot</w:t>
      </w:r>
      <w:r w:rsidR="00276CCE">
        <w:t xml:space="preserve">, </w:t>
      </w:r>
      <w:proofErr w:type="spellStart"/>
      <w:r w:rsidRPr="00DA4E77">
        <w:t>Oréus</w:t>
      </w:r>
      <w:proofErr w:type="spellEnd"/>
      <w:r w:rsidR="00276CCE">
        <w:t xml:space="preserve">, </w:t>
      </w:r>
      <w:r w:rsidRPr="00DA4E77">
        <w:t>prononcé</w:t>
      </w:r>
      <w:r w:rsidR="00276CCE">
        <w:t xml:space="preserve">, </w:t>
      </w:r>
      <w:r w:rsidRPr="00DA4E77">
        <w:t>répercuté</w:t>
      </w:r>
      <w:r w:rsidR="00276CCE">
        <w:t xml:space="preserve">, </w:t>
      </w:r>
      <w:r w:rsidRPr="00DA4E77">
        <w:t>redit par les échos</w:t>
      </w:r>
      <w:r w:rsidR="00276CCE">
        <w:t xml:space="preserve">, </w:t>
      </w:r>
      <w:r w:rsidRPr="00DA4E77">
        <w:t>remplit la Terrasse Sainte</w:t>
      </w:r>
      <w:r w:rsidR="00276CCE">
        <w:t xml:space="preserve">. </w:t>
      </w:r>
      <w:proofErr w:type="spellStart"/>
      <w:r w:rsidRPr="00DA4E77">
        <w:t>Oréus</w:t>
      </w:r>
      <w:proofErr w:type="spellEnd"/>
      <w:r w:rsidR="00276CCE">
        <w:t xml:space="preserve"> ! </w:t>
      </w:r>
      <w:r w:rsidRPr="00DA4E77">
        <w:t>cet être quasi fabuleux dont ils entendent parler comme d</w:t>
      </w:r>
      <w:r w:rsidR="00276CCE">
        <w:t>’</w:t>
      </w:r>
      <w:r w:rsidRPr="00DA4E77">
        <w:t>un demi-dieu</w:t>
      </w:r>
      <w:r w:rsidR="00276CCE">
        <w:t xml:space="preserve">, </w:t>
      </w:r>
      <w:r w:rsidRPr="00DA4E77">
        <w:t>le grand exilé de l</w:t>
      </w:r>
      <w:r w:rsidR="00276CCE">
        <w:t>’</w:t>
      </w:r>
      <w:r w:rsidRPr="00DA4E77">
        <w:t>Île Verte</w:t>
      </w:r>
      <w:r w:rsidR="00276CCE">
        <w:t xml:space="preserve"> ! </w:t>
      </w:r>
      <w:r w:rsidRPr="00DA4E77">
        <w:t>Et les jeunes gens en restent immobiles et négligent d</w:t>
      </w:r>
      <w:r w:rsidR="00276CCE">
        <w:t>’</w:t>
      </w:r>
      <w:r w:rsidRPr="00DA4E77">
        <w:t xml:space="preserve">aller prévenir </w:t>
      </w:r>
      <w:proofErr w:type="spellStart"/>
      <w:r w:rsidRPr="00DA4E77">
        <w:t>Thébao</w:t>
      </w:r>
      <w:proofErr w:type="spellEnd"/>
      <w:r w:rsidR="00276CCE">
        <w:t>.</w:t>
      </w:r>
    </w:p>
    <w:p w14:paraId="5DED0F4D" w14:textId="77777777" w:rsidR="00276CCE" w:rsidRDefault="002A4158" w:rsidP="002A4158">
      <w:r w:rsidRPr="00DA4E77">
        <w:lastRenderedPageBreak/>
        <w:t>Mais le chef des hiérophantes a entendu ce nom</w:t>
      </w:r>
      <w:r w:rsidR="00276CCE">
        <w:t xml:space="preserve">, </w:t>
      </w:r>
      <w:r w:rsidRPr="00DA4E77">
        <w:t>prononcé</w:t>
      </w:r>
      <w:r w:rsidR="00276CCE">
        <w:t xml:space="preserve">, </w:t>
      </w:r>
      <w:r w:rsidRPr="00DA4E77">
        <w:t>répété de bouche en bouche</w:t>
      </w:r>
      <w:r w:rsidR="00276CCE">
        <w:t xml:space="preserve">. </w:t>
      </w:r>
      <w:r w:rsidRPr="00DA4E77">
        <w:t>Et il accourt</w:t>
      </w:r>
      <w:r w:rsidR="00276CCE">
        <w:t xml:space="preserve">, </w:t>
      </w:r>
      <w:r w:rsidRPr="00DA4E77">
        <w:t>suivi des plus anciens hiérophantes</w:t>
      </w:r>
      <w:r w:rsidR="00276CCE">
        <w:t>.</w:t>
      </w:r>
    </w:p>
    <w:p w14:paraId="063E379E" w14:textId="77777777" w:rsidR="00276CCE" w:rsidRDefault="00276CCE" w:rsidP="002A4158">
      <w:r>
        <w:t>— </w:t>
      </w:r>
      <w:r w:rsidR="002A4158" w:rsidRPr="00DA4E77">
        <w:t>Ce bandeau sur tes yeux</w:t>
      </w:r>
      <w:r>
        <w:t xml:space="preserve">, </w:t>
      </w:r>
      <w:r w:rsidR="002A4158" w:rsidRPr="00DA4E77">
        <w:t>maître</w:t>
      </w:r>
      <w:r>
        <w:t xml:space="preserve"> ? </w:t>
      </w:r>
      <w:r w:rsidR="002A4158" w:rsidRPr="00DA4E77">
        <w:t>Quel malheur t</w:t>
      </w:r>
      <w:r>
        <w:t>’</w:t>
      </w:r>
      <w:r w:rsidR="002A4158" w:rsidRPr="00DA4E77">
        <w:t>a fra</w:t>
      </w:r>
      <w:r w:rsidR="002A4158" w:rsidRPr="00DA4E77">
        <w:t>p</w:t>
      </w:r>
      <w:r w:rsidR="002A4158" w:rsidRPr="00DA4E77">
        <w:t>pé</w:t>
      </w:r>
      <w:r>
        <w:t xml:space="preserve"> ? </w:t>
      </w:r>
      <w:r w:rsidR="002A4158" w:rsidRPr="00DA4E77">
        <w:t>La lumière</w:t>
      </w:r>
      <w:r>
        <w:t xml:space="preserve">, </w:t>
      </w:r>
      <w:r w:rsidR="002A4158" w:rsidRPr="00DA4E77">
        <w:t>n</w:t>
      </w:r>
      <w:r>
        <w:t>’</w:t>
      </w:r>
      <w:r w:rsidR="002A4158" w:rsidRPr="00DA4E77">
        <w:t>est-ce pas</w:t>
      </w:r>
      <w:r>
        <w:t xml:space="preserve"> ? </w:t>
      </w:r>
      <w:r w:rsidR="002A4158" w:rsidRPr="00DA4E77">
        <w:t>Le soleil miraculeux que tu nous as prodigué hier</w:t>
      </w:r>
      <w:r>
        <w:t> ?</w:t>
      </w:r>
    </w:p>
    <w:p w14:paraId="3BFCB357" w14:textId="77777777" w:rsidR="00276CCE" w:rsidRDefault="00276CCE" w:rsidP="002A4158">
      <w:r>
        <w:t>— </w:t>
      </w:r>
      <w:r w:rsidR="002A4158" w:rsidRPr="00DA4E77">
        <w:t>Tu l</w:t>
      </w:r>
      <w:r>
        <w:t>’</w:t>
      </w:r>
      <w:r w:rsidR="002A4158" w:rsidRPr="00DA4E77">
        <w:t>as deviné</w:t>
      </w:r>
      <w:r>
        <w:t xml:space="preserve">, </w:t>
      </w:r>
      <w:proofErr w:type="spellStart"/>
      <w:r w:rsidR="002A4158" w:rsidRPr="00DA4E77">
        <w:t>Thébao</w:t>
      </w:r>
      <w:proofErr w:type="spellEnd"/>
      <w:r>
        <w:t xml:space="preserve">. </w:t>
      </w:r>
      <w:r w:rsidR="002A4158" w:rsidRPr="00DA4E77">
        <w:t>Je serai aveugle ce soir</w:t>
      </w:r>
      <w:r>
        <w:t xml:space="preserve"> ! </w:t>
      </w:r>
      <w:r w:rsidR="002A4158" w:rsidRPr="00DA4E77">
        <w:t>Conduis-moi en un lieu moins exposé au soleil</w:t>
      </w:r>
      <w:r>
        <w:t xml:space="preserve">, </w:t>
      </w:r>
      <w:r w:rsidR="002A4158" w:rsidRPr="00DA4E77">
        <w:t>où nous pourrons parler à notre aise</w:t>
      </w:r>
      <w:r>
        <w:t>.</w:t>
      </w:r>
    </w:p>
    <w:p w14:paraId="0222E4F4" w14:textId="77777777" w:rsidR="00276CCE" w:rsidRDefault="00276CCE" w:rsidP="002A4158">
      <w:r>
        <w:t>— </w:t>
      </w:r>
      <w:r w:rsidR="002A4158" w:rsidRPr="00DA4E77">
        <w:t>Viens</w:t>
      </w:r>
      <w:r>
        <w:t xml:space="preserve">, </w:t>
      </w:r>
      <w:r w:rsidR="002A4158" w:rsidRPr="00DA4E77">
        <w:t>maître</w:t>
      </w:r>
      <w:r>
        <w:t xml:space="preserve">, </w:t>
      </w:r>
      <w:r w:rsidR="002A4158" w:rsidRPr="00DA4E77">
        <w:t>dans mon propre laboratoire</w:t>
      </w:r>
      <w:r>
        <w:t xml:space="preserve">. </w:t>
      </w:r>
      <w:r w:rsidR="002A4158" w:rsidRPr="00DA4E77">
        <w:t>Vous</w:t>
      </w:r>
      <w:r>
        <w:t xml:space="preserve">, </w:t>
      </w:r>
      <w:r w:rsidR="002A4158" w:rsidRPr="00DA4E77">
        <w:t>mes enfants</w:t>
      </w:r>
      <w:r>
        <w:t xml:space="preserve">, </w:t>
      </w:r>
      <w:r w:rsidR="002A4158" w:rsidRPr="00DA4E77">
        <w:t>et vous</w:t>
      </w:r>
      <w:r>
        <w:t xml:space="preserve">, </w:t>
      </w:r>
      <w:r w:rsidR="002A4158" w:rsidRPr="00DA4E77">
        <w:t>mes compagnons</w:t>
      </w:r>
      <w:r>
        <w:t xml:space="preserve">, </w:t>
      </w:r>
      <w:r w:rsidR="002A4158" w:rsidRPr="00DA4E77">
        <w:t>restez ici à surveiller la te</w:t>
      </w:r>
      <w:r w:rsidR="002A4158" w:rsidRPr="00DA4E77">
        <w:t>r</w:t>
      </w:r>
      <w:r w:rsidR="002A4158" w:rsidRPr="00DA4E77">
        <w:t>rasse</w:t>
      </w:r>
      <w:r>
        <w:t xml:space="preserve">. </w:t>
      </w:r>
      <w:r w:rsidR="002A4158" w:rsidRPr="00DA4E77">
        <w:t>Et cette jeune fille</w:t>
      </w:r>
      <w:r>
        <w:t> ?</w:t>
      </w:r>
    </w:p>
    <w:p w14:paraId="5532E651" w14:textId="77777777" w:rsidR="00276CCE" w:rsidRDefault="00276CCE" w:rsidP="002A4158">
      <w:r>
        <w:t>— </w:t>
      </w:r>
      <w:r w:rsidR="002A4158" w:rsidRPr="00DA4E77">
        <w:t>Elle me suit partout</w:t>
      </w:r>
      <w:r>
        <w:t xml:space="preserve"> : </w:t>
      </w:r>
      <w:r w:rsidR="002A4158" w:rsidRPr="00DA4E77">
        <w:t>mes yeux vivants</w:t>
      </w:r>
      <w:r>
        <w:t xml:space="preserve">, </w:t>
      </w:r>
      <w:r w:rsidR="002A4158" w:rsidRPr="00DA4E77">
        <w:t>désormais</w:t>
      </w:r>
      <w:r>
        <w:t xml:space="preserve">. </w:t>
      </w:r>
      <w:r w:rsidR="002A4158" w:rsidRPr="00DA4E77">
        <w:t>Mais elle a besoin de repos</w:t>
      </w:r>
      <w:r>
        <w:t xml:space="preserve">. </w:t>
      </w:r>
      <w:r w:rsidR="002A4158" w:rsidRPr="00DA4E77">
        <w:t>Qu</w:t>
      </w:r>
      <w:r>
        <w:t>’</w:t>
      </w:r>
      <w:r w:rsidR="002A4158" w:rsidRPr="00DA4E77">
        <w:t>un médecin du Temple l</w:t>
      </w:r>
      <w:r>
        <w:t>’</w:t>
      </w:r>
      <w:r w:rsidR="002A4158" w:rsidRPr="00DA4E77">
        <w:t>accompagne en un lieu de fraîcheur et d</w:t>
      </w:r>
      <w:r>
        <w:t>’</w:t>
      </w:r>
      <w:r w:rsidR="002A4158" w:rsidRPr="00DA4E77">
        <w:t>ombre</w:t>
      </w:r>
      <w:r>
        <w:t xml:space="preserve">, </w:t>
      </w:r>
      <w:r w:rsidR="002A4158" w:rsidRPr="00DA4E77">
        <w:t>et qu</w:t>
      </w:r>
      <w:r>
        <w:t>’</w:t>
      </w:r>
      <w:r w:rsidR="002A4158" w:rsidRPr="00DA4E77">
        <w:t>on la laisse une bonne heure en sommeil</w:t>
      </w:r>
      <w:r>
        <w:t>.</w:t>
      </w:r>
    </w:p>
    <w:p w14:paraId="3D2F8DD9" w14:textId="77777777" w:rsidR="00276CCE" w:rsidRDefault="002A4158" w:rsidP="002A4158">
      <w:r w:rsidRPr="00DA4E77">
        <w:t>Puis</w:t>
      </w:r>
      <w:r w:rsidR="00276CCE">
        <w:t xml:space="preserve">, </w:t>
      </w:r>
      <w:r w:rsidRPr="00DA4E77">
        <w:t xml:space="preserve">quand </w:t>
      </w:r>
      <w:proofErr w:type="spellStart"/>
      <w:r w:rsidRPr="00DA4E77">
        <w:t>Oréus</w:t>
      </w:r>
      <w:proofErr w:type="spellEnd"/>
      <w:r w:rsidRPr="00DA4E77">
        <w:t xml:space="preserve"> et </w:t>
      </w:r>
      <w:proofErr w:type="spellStart"/>
      <w:r w:rsidRPr="00DA4E77">
        <w:t>Thébao</w:t>
      </w:r>
      <w:proofErr w:type="spellEnd"/>
      <w:r w:rsidRPr="00DA4E77">
        <w:t xml:space="preserve"> restent seuls</w:t>
      </w:r>
      <w:r w:rsidR="00276CCE">
        <w:t> :</w:t>
      </w:r>
    </w:p>
    <w:p w14:paraId="0DAE628D" w14:textId="77777777" w:rsidR="00276CCE" w:rsidRDefault="00276CCE" w:rsidP="002A4158">
      <w:r>
        <w:t>— </w:t>
      </w:r>
      <w:r w:rsidR="002A4158" w:rsidRPr="00DA4E77">
        <w:t>Que viens-je d</w:t>
      </w:r>
      <w:r>
        <w:t>’</w:t>
      </w:r>
      <w:r w:rsidR="002A4158" w:rsidRPr="00DA4E77">
        <w:t>apprendre</w:t>
      </w:r>
      <w:r>
        <w:t xml:space="preserve">, </w:t>
      </w:r>
      <w:r w:rsidR="002A4158" w:rsidRPr="00DA4E77">
        <w:t>mon ami</w:t>
      </w:r>
      <w:r>
        <w:t xml:space="preserve"> ? </w:t>
      </w:r>
      <w:r w:rsidR="002A4158" w:rsidRPr="00DA4E77">
        <w:t>On a dérobé le feu liquide</w:t>
      </w:r>
      <w:r>
        <w:t> ?</w:t>
      </w:r>
    </w:p>
    <w:p w14:paraId="14DE49D5" w14:textId="77777777" w:rsidR="00276CCE" w:rsidRDefault="00276CCE" w:rsidP="002A4158">
      <w:r>
        <w:t>— </w:t>
      </w:r>
      <w:r w:rsidR="002A4158" w:rsidRPr="00DA4E77">
        <w:t>Fatalité</w:t>
      </w:r>
      <w:r>
        <w:t xml:space="preserve"> ! </w:t>
      </w:r>
      <w:r w:rsidR="002A4158" w:rsidRPr="00DA4E77">
        <w:t>Les Noirs ont profité des ténèbres qui pesaient sur la Cité pour envahir le Temple et le palais des hiérophantes</w:t>
      </w:r>
      <w:r>
        <w:t xml:space="preserve">. </w:t>
      </w:r>
      <w:proofErr w:type="spellStart"/>
      <w:r w:rsidR="002A4158" w:rsidRPr="00DA4E77">
        <w:t>Hermos</w:t>
      </w:r>
      <w:proofErr w:type="spellEnd"/>
      <w:r w:rsidR="002A4158" w:rsidRPr="00DA4E77">
        <w:t xml:space="preserve"> s</w:t>
      </w:r>
      <w:r>
        <w:t>’</w:t>
      </w:r>
      <w:r w:rsidR="002A4158" w:rsidRPr="00DA4E77">
        <w:t>est défendu héroïquement</w:t>
      </w:r>
      <w:r>
        <w:t xml:space="preserve">, </w:t>
      </w:r>
      <w:r w:rsidR="002A4158" w:rsidRPr="00DA4E77">
        <w:t>et l</w:t>
      </w:r>
      <w:r>
        <w:t>’</w:t>
      </w:r>
      <w:r w:rsidR="002A4158" w:rsidRPr="00DA4E77">
        <w:t>arrivée quasi mirac</w:t>
      </w:r>
      <w:r w:rsidR="002A4158" w:rsidRPr="00DA4E77">
        <w:t>u</w:t>
      </w:r>
      <w:r w:rsidR="002A4158" w:rsidRPr="00DA4E77">
        <w:t>leuse d</w:t>
      </w:r>
      <w:r>
        <w:t>’</w:t>
      </w:r>
      <w:proofErr w:type="spellStart"/>
      <w:r w:rsidR="002A4158" w:rsidRPr="00DA4E77">
        <w:t>Hellas</w:t>
      </w:r>
      <w:proofErr w:type="spellEnd"/>
      <w:r w:rsidR="002A4158" w:rsidRPr="00DA4E77">
        <w:t xml:space="preserve"> et de </w:t>
      </w:r>
      <w:proofErr w:type="spellStart"/>
      <w:r w:rsidR="002A4158" w:rsidRPr="00DA4E77">
        <w:t>Knephao</w:t>
      </w:r>
      <w:proofErr w:type="spellEnd"/>
      <w:r w:rsidR="002A4158" w:rsidRPr="00DA4E77">
        <w:t xml:space="preserve"> a mis en fuite les Noirs et leur chef </w:t>
      </w:r>
      <w:proofErr w:type="spellStart"/>
      <w:r w:rsidR="002A4158" w:rsidRPr="00DA4E77">
        <w:t>Timou</w:t>
      </w:r>
      <w:proofErr w:type="spellEnd"/>
      <w:r>
        <w:t>…</w:t>
      </w:r>
    </w:p>
    <w:p w14:paraId="1279753F" w14:textId="77777777" w:rsidR="00276CCE" w:rsidRDefault="00276CCE" w:rsidP="002A4158">
      <w:r>
        <w:t>— </w:t>
      </w:r>
      <w:r w:rsidR="002A4158" w:rsidRPr="00DA4E77">
        <w:t>Et alors</w:t>
      </w:r>
      <w:r>
        <w:t xml:space="preserve"> ? </w:t>
      </w:r>
      <w:r w:rsidR="002A4158" w:rsidRPr="00DA4E77">
        <w:t>questionne le vieillard anxieux</w:t>
      </w:r>
      <w:r>
        <w:t>.</w:t>
      </w:r>
    </w:p>
    <w:p w14:paraId="34C2A0DF" w14:textId="77777777" w:rsidR="00276CCE" w:rsidRDefault="00276CCE" w:rsidP="002A4158">
      <w:r>
        <w:t>— </w:t>
      </w:r>
      <w:r w:rsidR="002A4158" w:rsidRPr="00DA4E77">
        <w:t>Alors</w:t>
      </w:r>
      <w:r>
        <w:t xml:space="preserve">, </w:t>
      </w:r>
      <w:r w:rsidR="002A4158" w:rsidRPr="00DA4E77">
        <w:t>dans le désordre de cette nuit néfaste</w:t>
      </w:r>
      <w:r>
        <w:t xml:space="preserve">, </w:t>
      </w:r>
      <w:r w:rsidR="002A4158" w:rsidRPr="00DA4E77">
        <w:t>nous n</w:t>
      </w:r>
      <w:r>
        <w:t>’</w:t>
      </w:r>
      <w:r w:rsidR="002A4158" w:rsidRPr="00DA4E77">
        <w:t>avons pas vu tout de suite l</w:t>
      </w:r>
      <w:r>
        <w:t>’</w:t>
      </w:r>
      <w:r w:rsidR="002A4158" w:rsidRPr="00DA4E77">
        <w:t>étendue des ravages commis par les Barbares</w:t>
      </w:r>
      <w:r>
        <w:t xml:space="preserve">. </w:t>
      </w:r>
      <w:r w:rsidR="002A4158" w:rsidRPr="00DA4E77">
        <w:t>Nous avons réussi</w:t>
      </w:r>
      <w:r>
        <w:t xml:space="preserve">, </w:t>
      </w:r>
      <w:r w:rsidR="002A4158" w:rsidRPr="00DA4E77">
        <w:t>ou plutôt</w:t>
      </w:r>
      <w:r>
        <w:t xml:space="preserve">, </w:t>
      </w:r>
      <w:proofErr w:type="spellStart"/>
      <w:r w:rsidR="002A4158" w:rsidRPr="00DA4E77">
        <w:t>Hellas</w:t>
      </w:r>
      <w:proofErr w:type="spellEnd"/>
      <w:r w:rsidR="002A4158" w:rsidRPr="00DA4E77">
        <w:t xml:space="preserve"> et </w:t>
      </w:r>
      <w:proofErr w:type="spellStart"/>
      <w:r w:rsidR="002A4158" w:rsidRPr="00DA4E77">
        <w:lastRenderedPageBreak/>
        <w:t>Knephao</w:t>
      </w:r>
      <w:proofErr w:type="spellEnd"/>
      <w:r w:rsidR="002A4158" w:rsidRPr="00DA4E77">
        <w:t xml:space="preserve"> ont réussi à sauver les trésors du sanctuaire</w:t>
      </w:r>
      <w:r>
        <w:t xml:space="preserve">, </w:t>
      </w:r>
      <w:r w:rsidR="002A4158" w:rsidRPr="00DA4E77">
        <w:t>et toi-même</w:t>
      </w:r>
      <w:r>
        <w:t xml:space="preserve">, </w:t>
      </w:r>
      <w:r w:rsidR="002A4158" w:rsidRPr="00DA4E77">
        <w:t>par la lumière répandue</w:t>
      </w:r>
      <w:r>
        <w:t xml:space="preserve">, </w:t>
      </w:r>
      <w:r w:rsidR="002A4158" w:rsidRPr="00DA4E77">
        <w:t>as achevé la déroute des Noirs</w:t>
      </w:r>
      <w:r>
        <w:t xml:space="preserve"> ; </w:t>
      </w:r>
      <w:r w:rsidR="002A4158" w:rsidRPr="00DA4E77">
        <w:t>mais dans le trouble où l</w:t>
      </w:r>
      <w:r>
        <w:t>’</w:t>
      </w:r>
      <w:r w:rsidR="002A4158" w:rsidRPr="00DA4E77">
        <w:t>obscurité soudaine nous avait plongés</w:t>
      </w:r>
      <w:r>
        <w:t xml:space="preserve">, </w:t>
      </w:r>
      <w:r w:rsidR="002A4158" w:rsidRPr="00DA4E77">
        <w:t>quelqu</w:t>
      </w:r>
      <w:r>
        <w:t>’</w:t>
      </w:r>
      <w:r w:rsidR="002A4158" w:rsidRPr="00DA4E77">
        <w:t>un a pu dérober des parcelles du feu liquide</w:t>
      </w:r>
      <w:r>
        <w:t xml:space="preserve">. </w:t>
      </w:r>
      <w:r w:rsidR="002A4158" w:rsidRPr="00DA4E77">
        <w:t>Et nous venons tout ju</w:t>
      </w:r>
      <w:r w:rsidR="002A4158" w:rsidRPr="00DA4E77">
        <w:t>s</w:t>
      </w:r>
      <w:r w:rsidR="002A4158" w:rsidRPr="00DA4E77">
        <w:t>te de nous en apercevoir</w:t>
      </w:r>
      <w:r>
        <w:t> !</w:t>
      </w:r>
    </w:p>
    <w:p w14:paraId="5271B9FE" w14:textId="77777777" w:rsidR="00276CCE" w:rsidRDefault="00276CCE" w:rsidP="002A4158">
      <w:r>
        <w:t>— </w:t>
      </w:r>
      <w:r w:rsidR="002A4158" w:rsidRPr="00DA4E77">
        <w:t>Ironique jeu du destin</w:t>
      </w:r>
      <w:r>
        <w:t xml:space="preserve"> ! </w:t>
      </w:r>
      <w:r w:rsidR="002A4158" w:rsidRPr="00DA4E77">
        <w:t>Voilà donc</w:t>
      </w:r>
      <w:r>
        <w:t xml:space="preserve">, </w:t>
      </w:r>
      <w:proofErr w:type="spellStart"/>
      <w:r w:rsidR="002A4158" w:rsidRPr="00DA4E77">
        <w:t>Thébao</w:t>
      </w:r>
      <w:proofErr w:type="spellEnd"/>
      <w:r>
        <w:t xml:space="preserve">, </w:t>
      </w:r>
      <w:r w:rsidR="002A4158" w:rsidRPr="00DA4E77">
        <w:t>tout le su</w:t>
      </w:r>
      <w:r w:rsidR="002A4158" w:rsidRPr="00DA4E77">
        <w:t>c</w:t>
      </w:r>
      <w:r w:rsidR="002A4158" w:rsidRPr="00DA4E77">
        <w:t>cès de la sagesse humaine</w:t>
      </w:r>
      <w:r>
        <w:t xml:space="preserve"> ! </w:t>
      </w:r>
      <w:r w:rsidR="002A4158" w:rsidRPr="00DA4E77">
        <w:t>Ce feu que depuis longtemps nous gardons précieusement à l</w:t>
      </w:r>
      <w:r>
        <w:t>’</w:t>
      </w:r>
      <w:r w:rsidR="002A4158" w:rsidRPr="00DA4E77">
        <w:t>écart pour sauver Atlantis aux heures de péril</w:t>
      </w:r>
      <w:r>
        <w:t xml:space="preserve">, </w:t>
      </w:r>
      <w:r w:rsidR="002A4158" w:rsidRPr="00DA4E77">
        <w:t>il va servir à notre propre perte</w:t>
      </w:r>
      <w:r>
        <w:t> !</w:t>
      </w:r>
    </w:p>
    <w:p w14:paraId="4405E361" w14:textId="77777777" w:rsidR="00276CCE" w:rsidRDefault="002A4158" w:rsidP="002A4158">
      <w:r w:rsidRPr="00DA4E77">
        <w:t>Et le vieillard s</w:t>
      </w:r>
      <w:r w:rsidR="00276CCE">
        <w:t>’</w:t>
      </w:r>
      <w:r w:rsidRPr="00DA4E77">
        <w:t xml:space="preserve">abîme dans un silence que </w:t>
      </w:r>
      <w:proofErr w:type="spellStart"/>
      <w:r w:rsidRPr="00DA4E77">
        <w:t>Thébao</w:t>
      </w:r>
      <w:proofErr w:type="spellEnd"/>
      <w:r w:rsidRPr="00DA4E77">
        <w:t xml:space="preserve"> n</w:t>
      </w:r>
      <w:r w:rsidR="00276CCE">
        <w:t>’</w:t>
      </w:r>
      <w:r w:rsidRPr="00DA4E77">
        <w:t>ose pas troubler</w:t>
      </w:r>
      <w:r w:rsidR="00276CCE">
        <w:t>.</w:t>
      </w:r>
    </w:p>
    <w:p w14:paraId="21EE0E52" w14:textId="77777777" w:rsidR="00276CCE" w:rsidRDefault="002A4158" w:rsidP="002A4158">
      <w:r w:rsidRPr="00DA4E77">
        <w:t>Ce feu liquide est</w:t>
      </w:r>
      <w:r w:rsidR="00276CCE">
        <w:t xml:space="preserve">, </w:t>
      </w:r>
      <w:r w:rsidRPr="00DA4E77">
        <w:t>en effet</w:t>
      </w:r>
      <w:r w:rsidR="00276CCE">
        <w:t xml:space="preserve">, </w:t>
      </w:r>
      <w:r w:rsidRPr="00DA4E77">
        <w:t>une des découvertes redoutables sur la puissance desquelles Atlantis se repose dans une séculaire tranquillité</w:t>
      </w:r>
      <w:r w:rsidR="00276CCE">
        <w:t xml:space="preserve">. </w:t>
      </w:r>
      <w:r w:rsidRPr="00DA4E77">
        <w:t>Les habitants</w:t>
      </w:r>
      <w:r w:rsidR="00276CCE">
        <w:t xml:space="preserve">, </w:t>
      </w:r>
      <w:r w:rsidRPr="00DA4E77">
        <w:t>qui en ont vaguement entendu pa</w:t>
      </w:r>
      <w:r w:rsidRPr="00DA4E77">
        <w:t>r</w:t>
      </w:r>
      <w:r w:rsidRPr="00DA4E77">
        <w:t>ler</w:t>
      </w:r>
      <w:r w:rsidR="00276CCE">
        <w:t xml:space="preserve">, </w:t>
      </w:r>
      <w:r w:rsidRPr="00DA4E77">
        <w:t>le regardent comme un don sacré des dieux</w:t>
      </w:r>
      <w:r w:rsidR="00276CCE">
        <w:t xml:space="preserve">, </w:t>
      </w:r>
      <w:r w:rsidRPr="00DA4E77">
        <w:t>par lequel la ville conservera</w:t>
      </w:r>
      <w:r w:rsidR="00276CCE">
        <w:t xml:space="preserve">, </w:t>
      </w:r>
      <w:r w:rsidRPr="00DA4E77">
        <w:t>disent-ils</w:t>
      </w:r>
      <w:r w:rsidR="00276CCE">
        <w:t xml:space="preserve">, </w:t>
      </w:r>
      <w:r w:rsidRPr="00DA4E77">
        <w:t>l</w:t>
      </w:r>
      <w:r w:rsidR="00276CCE">
        <w:t>’</w:t>
      </w:r>
      <w:r w:rsidRPr="00DA4E77">
        <w:t>éternelle domination du monde</w:t>
      </w:r>
      <w:r w:rsidR="00276CCE">
        <w:t xml:space="preserve">. </w:t>
      </w:r>
      <w:r w:rsidRPr="00DA4E77">
        <w:t>Un aïeul d</w:t>
      </w:r>
      <w:r w:rsidR="00276CCE">
        <w:t>’</w:t>
      </w:r>
      <w:proofErr w:type="spellStart"/>
      <w:r w:rsidRPr="00DA4E77">
        <w:t>Oréus</w:t>
      </w:r>
      <w:proofErr w:type="spellEnd"/>
      <w:r w:rsidRPr="00DA4E77">
        <w:t xml:space="preserve"> inventa ce composé savant dont les effets</w:t>
      </w:r>
      <w:r w:rsidR="00276CCE">
        <w:t xml:space="preserve">, </w:t>
      </w:r>
      <w:r w:rsidRPr="00DA4E77">
        <w:t>en de criminelles mains</w:t>
      </w:r>
      <w:r w:rsidR="00276CCE">
        <w:t xml:space="preserve">, </w:t>
      </w:r>
      <w:r w:rsidRPr="00DA4E77">
        <w:t>suffiraient à détruire des cités entières</w:t>
      </w:r>
      <w:r w:rsidR="00276CCE">
        <w:t>.</w:t>
      </w:r>
    </w:p>
    <w:p w14:paraId="01818C27" w14:textId="77777777" w:rsidR="00276CCE" w:rsidRDefault="002A4158" w:rsidP="002A4158">
      <w:r w:rsidRPr="00DA4E77">
        <w:t>Maintes fois</w:t>
      </w:r>
      <w:r w:rsidR="00276CCE">
        <w:t xml:space="preserve">, </w:t>
      </w:r>
      <w:r w:rsidRPr="00DA4E77">
        <w:t>quand Atlantis entrait en guerre contre les Barbares blancs</w:t>
      </w:r>
      <w:r w:rsidR="00276CCE">
        <w:t xml:space="preserve">, </w:t>
      </w:r>
      <w:r w:rsidRPr="00DA4E77">
        <w:t>bien des Apôtres du Soleil</w:t>
      </w:r>
      <w:r w:rsidR="00276CCE">
        <w:t xml:space="preserve">, </w:t>
      </w:r>
      <w:r w:rsidRPr="00DA4E77">
        <w:t>fanatiques part</w:t>
      </w:r>
      <w:r w:rsidRPr="00DA4E77">
        <w:t>i</w:t>
      </w:r>
      <w:r w:rsidRPr="00DA4E77">
        <w:t>sans de la race rouge et ennemis irréconciliables des jeunes peuples</w:t>
      </w:r>
      <w:r w:rsidR="00276CCE">
        <w:t xml:space="preserve">, </w:t>
      </w:r>
      <w:r w:rsidRPr="00DA4E77">
        <w:t>proposaient d</w:t>
      </w:r>
      <w:r w:rsidR="00276CCE">
        <w:t>’</w:t>
      </w:r>
      <w:r w:rsidRPr="00DA4E77">
        <w:t>emporter sur les vaisseaux cette inve</w:t>
      </w:r>
      <w:r w:rsidRPr="00DA4E77">
        <w:t>n</w:t>
      </w:r>
      <w:r w:rsidRPr="00DA4E77">
        <w:t>tion terrible et de répandre ainsi la terreur et la ruine dans tous les pays vaincus</w:t>
      </w:r>
      <w:r w:rsidR="00276CCE">
        <w:t xml:space="preserve">. </w:t>
      </w:r>
      <w:r w:rsidRPr="00DA4E77">
        <w:t>Mais les Princes des Apôtres et l</w:t>
      </w:r>
      <w:r w:rsidR="00276CCE">
        <w:t>’</w:t>
      </w:r>
      <w:r w:rsidRPr="00DA4E77">
        <w:t>élite des in</w:t>
      </w:r>
      <w:r w:rsidRPr="00DA4E77">
        <w:t>i</w:t>
      </w:r>
      <w:r w:rsidRPr="00DA4E77">
        <w:t>tiés ont toujours refusé ces infernales conquêtes</w:t>
      </w:r>
      <w:r w:rsidR="00276CCE">
        <w:t xml:space="preserve"> ; </w:t>
      </w:r>
      <w:r w:rsidRPr="00DA4E77">
        <w:t xml:space="preserve">et </w:t>
      </w:r>
      <w:proofErr w:type="spellStart"/>
      <w:r w:rsidRPr="00DA4E77">
        <w:t>Oréus</w:t>
      </w:r>
      <w:proofErr w:type="spellEnd"/>
      <w:r w:rsidRPr="00DA4E77">
        <w:t xml:space="preserve"> m</w:t>
      </w:r>
      <w:r w:rsidRPr="00DA4E77">
        <w:t>ê</w:t>
      </w:r>
      <w:r w:rsidRPr="00DA4E77">
        <w:t>me voulait faire disparaître à jamais le secret du feu liquide</w:t>
      </w:r>
      <w:r w:rsidR="00276CCE">
        <w:t xml:space="preserve">, </w:t>
      </w:r>
      <w:r w:rsidRPr="00DA4E77">
        <w:t>d</w:t>
      </w:r>
      <w:r w:rsidRPr="00DA4E77">
        <w:t>i</w:t>
      </w:r>
      <w:r w:rsidRPr="00DA4E77">
        <w:t>sant qu</w:t>
      </w:r>
      <w:r w:rsidR="00276CCE">
        <w:t>’</w:t>
      </w:r>
      <w:r w:rsidRPr="00DA4E77">
        <w:t>il deviendrait tôt ou tard funeste à la Cité</w:t>
      </w:r>
      <w:r w:rsidR="00276CCE">
        <w:t xml:space="preserve">. </w:t>
      </w:r>
      <w:r w:rsidRPr="00DA4E77">
        <w:t>On lui répo</w:t>
      </w:r>
      <w:r w:rsidRPr="00DA4E77">
        <w:t>n</w:t>
      </w:r>
      <w:r w:rsidRPr="00DA4E77">
        <w:t>dit qu</w:t>
      </w:r>
      <w:r w:rsidR="00276CCE">
        <w:t>’</w:t>
      </w:r>
      <w:r w:rsidRPr="00DA4E77">
        <w:t>Atlantis</w:t>
      </w:r>
      <w:r w:rsidR="00276CCE">
        <w:t xml:space="preserve">, </w:t>
      </w:r>
      <w:r w:rsidRPr="00DA4E77">
        <w:t>grâce à cet infaillible engin</w:t>
      </w:r>
      <w:r w:rsidR="00276CCE">
        <w:t xml:space="preserve">, </w:t>
      </w:r>
      <w:r w:rsidRPr="00DA4E77">
        <w:t>restait inattaquable par n</w:t>
      </w:r>
      <w:r w:rsidR="00276CCE">
        <w:t>’</w:t>
      </w:r>
      <w:r w:rsidRPr="00DA4E77">
        <w:t>importe quelles armes barbares</w:t>
      </w:r>
      <w:r w:rsidR="00276CCE">
        <w:t xml:space="preserve">. </w:t>
      </w:r>
      <w:r w:rsidRPr="00DA4E77">
        <w:t>Peu s</w:t>
      </w:r>
      <w:r w:rsidR="00276CCE">
        <w:t>’</w:t>
      </w:r>
      <w:r w:rsidRPr="00DA4E77">
        <w:t>en fallut qu</w:t>
      </w:r>
      <w:r w:rsidR="00276CCE">
        <w:t>’</w:t>
      </w:r>
      <w:r w:rsidRPr="00DA4E77">
        <w:t xml:space="preserve">à cette époque </w:t>
      </w:r>
      <w:proofErr w:type="spellStart"/>
      <w:r w:rsidRPr="00DA4E77">
        <w:t>Oréus</w:t>
      </w:r>
      <w:proofErr w:type="spellEnd"/>
      <w:r w:rsidRPr="00DA4E77">
        <w:t xml:space="preserve"> ne passât pour un ennemi du </w:t>
      </w:r>
      <w:r w:rsidRPr="00DA4E77">
        <w:lastRenderedPageBreak/>
        <w:t>peuple</w:t>
      </w:r>
      <w:r w:rsidR="00276CCE">
        <w:t xml:space="preserve">. </w:t>
      </w:r>
      <w:r w:rsidRPr="00DA4E77">
        <w:t>Il se conte</w:t>
      </w:r>
      <w:r w:rsidRPr="00DA4E77">
        <w:t>n</w:t>
      </w:r>
      <w:r w:rsidRPr="00DA4E77">
        <w:t>ta de répéter mélancoliquement la parole mystique du Sphinx</w:t>
      </w:r>
      <w:r w:rsidR="00276CCE">
        <w:t> :</w:t>
      </w:r>
    </w:p>
    <w:p w14:paraId="6B037195" w14:textId="44A82433" w:rsidR="002A4158" w:rsidRPr="006F7A39" w:rsidRDefault="002A4158" w:rsidP="002A4158">
      <w:pPr>
        <w:pStyle w:val="NormalRetraitGauche2XIndent0"/>
        <w:spacing w:before="0" w:after="0"/>
        <w:rPr>
          <w:i/>
        </w:rPr>
      </w:pPr>
      <w:r w:rsidRPr="006F7A39">
        <w:rPr>
          <w:i/>
        </w:rPr>
        <w:t>Tu tournes toi-même</w:t>
      </w:r>
    </w:p>
    <w:p w14:paraId="76ED89C0" w14:textId="77777777" w:rsidR="00276CCE" w:rsidRDefault="002A4158" w:rsidP="002A4158">
      <w:pPr>
        <w:pStyle w:val="NormalRetraitGauche2XIndent0"/>
        <w:spacing w:before="0" w:after="0"/>
        <w:rPr>
          <w:i/>
        </w:rPr>
      </w:pPr>
      <w:r w:rsidRPr="006F7A39">
        <w:rPr>
          <w:i/>
        </w:rPr>
        <w:t>La roue du destin</w:t>
      </w:r>
      <w:r w:rsidR="00276CCE">
        <w:rPr>
          <w:i/>
        </w:rPr>
        <w:t>.</w:t>
      </w:r>
    </w:p>
    <w:p w14:paraId="2352982E" w14:textId="77777777" w:rsidR="00276CCE" w:rsidRDefault="002A4158" w:rsidP="002A4158">
      <w:r w:rsidRPr="00DA4E77">
        <w:t>Et il le répète encore</w:t>
      </w:r>
      <w:r w:rsidR="00276CCE">
        <w:t xml:space="preserve">, </w:t>
      </w:r>
      <w:r w:rsidRPr="00DA4E77">
        <w:t>mentalement</w:t>
      </w:r>
      <w:r w:rsidR="00276CCE">
        <w:t xml:space="preserve">, </w:t>
      </w:r>
      <w:r w:rsidRPr="00DA4E77">
        <w:t>aujourd</w:t>
      </w:r>
      <w:r w:rsidR="00276CCE">
        <w:t>’</w:t>
      </w:r>
      <w:r w:rsidRPr="00DA4E77">
        <w:t>hui</w:t>
      </w:r>
      <w:r w:rsidR="00276CCE">
        <w:t>.</w:t>
      </w:r>
    </w:p>
    <w:p w14:paraId="78AB2968" w14:textId="77777777" w:rsidR="00276CCE" w:rsidRDefault="00276CCE" w:rsidP="002A4158">
      <w:r>
        <w:t>— </w:t>
      </w:r>
      <w:r w:rsidR="002A4158" w:rsidRPr="00DA4E77">
        <w:t>Vanité de tout</w:t>
      </w:r>
      <w:r>
        <w:t xml:space="preserve"> ! </w:t>
      </w:r>
      <w:r w:rsidR="002A4158" w:rsidRPr="00DA4E77">
        <w:t>murmure le vieillard secouant son rêve attristé</w:t>
      </w:r>
      <w:r>
        <w:t xml:space="preserve">. </w:t>
      </w:r>
      <w:r w:rsidR="002A4158" w:rsidRPr="00DA4E77">
        <w:t>Vanité du génie</w:t>
      </w:r>
      <w:r>
        <w:t xml:space="preserve"> ! </w:t>
      </w:r>
      <w:r w:rsidR="002A4158" w:rsidRPr="00DA4E77">
        <w:t>Vanité de la science</w:t>
      </w:r>
      <w:r>
        <w:t xml:space="preserve"> ! </w:t>
      </w:r>
      <w:r w:rsidR="002A4158" w:rsidRPr="00DA4E77">
        <w:t>Vanité de la s</w:t>
      </w:r>
      <w:r w:rsidR="002A4158" w:rsidRPr="00DA4E77">
        <w:t>a</w:t>
      </w:r>
      <w:r w:rsidR="002A4158" w:rsidRPr="00DA4E77">
        <w:t>gesse</w:t>
      </w:r>
      <w:r>
        <w:t xml:space="preserve"> ! </w:t>
      </w:r>
      <w:r w:rsidR="002A4158" w:rsidRPr="00DA4E77">
        <w:t>Il n</w:t>
      </w:r>
      <w:r>
        <w:t>’</w:t>
      </w:r>
      <w:r w:rsidR="002A4158" w:rsidRPr="00DA4E77">
        <w:t>est vraiment de salut que dans le courage de l</w:t>
      </w:r>
      <w:r>
        <w:t>’</w:t>
      </w:r>
      <w:r w:rsidR="002A4158" w:rsidRPr="00DA4E77">
        <w:t>homme même</w:t>
      </w:r>
      <w:r>
        <w:t xml:space="preserve">. </w:t>
      </w:r>
      <w:r w:rsidR="002A4158" w:rsidRPr="00DA4E77">
        <w:t>Les secrets que nous arrachons à la terre r</w:t>
      </w:r>
      <w:r w:rsidR="002A4158" w:rsidRPr="00DA4E77">
        <w:t>e</w:t>
      </w:r>
      <w:r w:rsidR="002A4158" w:rsidRPr="00DA4E77">
        <w:t>tombent contre nous</w:t>
      </w:r>
      <w:r>
        <w:t>.</w:t>
      </w:r>
    </w:p>
    <w:p w14:paraId="64F64BBE" w14:textId="77777777" w:rsidR="00276CCE" w:rsidRDefault="00276CCE" w:rsidP="002A4158">
      <w:r>
        <w:t>— </w:t>
      </w:r>
      <w:r w:rsidR="002A4158" w:rsidRPr="00DA4E77">
        <w:t>Mais</w:t>
      </w:r>
      <w:r>
        <w:t xml:space="preserve">, </w:t>
      </w:r>
      <w:r w:rsidR="002A4158" w:rsidRPr="00DA4E77">
        <w:t xml:space="preserve">objecte </w:t>
      </w:r>
      <w:proofErr w:type="spellStart"/>
      <w:r w:rsidR="002A4158" w:rsidRPr="00DA4E77">
        <w:t>Thébao</w:t>
      </w:r>
      <w:proofErr w:type="spellEnd"/>
      <w:r w:rsidR="002A4158" w:rsidRPr="00DA4E77">
        <w:t xml:space="preserve"> ému</w:t>
      </w:r>
      <w:r>
        <w:t xml:space="preserve">, </w:t>
      </w:r>
      <w:r w:rsidR="002A4158" w:rsidRPr="00DA4E77">
        <w:t>encore faut-il que nos enn</w:t>
      </w:r>
      <w:r w:rsidR="002A4158" w:rsidRPr="00DA4E77">
        <w:t>e</w:t>
      </w:r>
      <w:r w:rsidR="002A4158" w:rsidRPr="00DA4E77">
        <w:t>mis sachent manier cette matière redoutable</w:t>
      </w:r>
      <w:r>
        <w:t xml:space="preserve">, </w:t>
      </w:r>
      <w:r w:rsidR="002A4158" w:rsidRPr="00DA4E77">
        <w:t>et l</w:t>
      </w:r>
      <w:r>
        <w:t>’</w:t>
      </w:r>
      <w:r w:rsidR="002A4158" w:rsidRPr="00DA4E77">
        <w:t>employer comme il sied</w:t>
      </w:r>
      <w:r>
        <w:t xml:space="preserve">. </w:t>
      </w:r>
      <w:proofErr w:type="spellStart"/>
      <w:r w:rsidR="002A4158" w:rsidRPr="00DA4E77">
        <w:t>Barkas</w:t>
      </w:r>
      <w:proofErr w:type="spellEnd"/>
      <w:r w:rsidR="002A4158" w:rsidRPr="00DA4E77">
        <w:t xml:space="preserve"> seul le pourrait</w:t>
      </w:r>
      <w:r>
        <w:t xml:space="preserve">, </w:t>
      </w:r>
      <w:r w:rsidR="002A4158" w:rsidRPr="00DA4E77">
        <w:t>mais je le crois incapable de livrer aux soldats barbares le secret par lequel ils pourront détruire Atlantis</w:t>
      </w:r>
      <w:r>
        <w:t>.</w:t>
      </w:r>
    </w:p>
    <w:p w14:paraId="2F698B6D" w14:textId="77777777" w:rsidR="00276CCE" w:rsidRDefault="00276CCE" w:rsidP="002A4158">
      <w:r>
        <w:t>— </w:t>
      </w:r>
      <w:r w:rsidR="002A4158" w:rsidRPr="00DA4E77">
        <w:t>Je crois</w:t>
      </w:r>
      <w:r>
        <w:t xml:space="preserve">, </w:t>
      </w:r>
      <w:r w:rsidR="002A4158" w:rsidRPr="00DA4E77">
        <w:t>en effet</w:t>
      </w:r>
      <w:r>
        <w:t xml:space="preserve">, </w:t>
      </w:r>
      <w:proofErr w:type="spellStart"/>
      <w:r w:rsidR="002A4158" w:rsidRPr="00DA4E77">
        <w:t>Barkas</w:t>
      </w:r>
      <w:proofErr w:type="spellEnd"/>
      <w:r w:rsidR="002A4158" w:rsidRPr="00DA4E77">
        <w:t xml:space="preserve"> assez noble pour ne pas porter des ravages dans sa propre ville</w:t>
      </w:r>
      <w:r>
        <w:t xml:space="preserve">, </w:t>
      </w:r>
      <w:r w:rsidR="002A4158" w:rsidRPr="00DA4E77">
        <w:t>même par ambition d</w:t>
      </w:r>
      <w:r>
        <w:t>’</w:t>
      </w:r>
      <w:r w:rsidR="002A4158" w:rsidRPr="00DA4E77">
        <w:t>y go</w:t>
      </w:r>
      <w:r w:rsidR="002A4158" w:rsidRPr="00DA4E77">
        <w:t>u</w:t>
      </w:r>
      <w:r w:rsidR="002A4158" w:rsidRPr="00DA4E77">
        <w:t>verner</w:t>
      </w:r>
      <w:r>
        <w:t xml:space="preserve">. </w:t>
      </w:r>
      <w:r w:rsidR="002A4158" w:rsidRPr="00DA4E77">
        <w:t>Et encore</w:t>
      </w:r>
      <w:r>
        <w:t xml:space="preserve"> ! </w:t>
      </w:r>
      <w:r w:rsidR="002A4158" w:rsidRPr="00DA4E77">
        <w:t>Nul ne sait quels perfides conseils souffle au cœur des orgueilleux l</w:t>
      </w:r>
      <w:r>
        <w:t>’</w:t>
      </w:r>
      <w:r w:rsidR="002A4158" w:rsidRPr="00DA4E77">
        <w:t>insidieuse voix des passions en révolte</w:t>
      </w:r>
      <w:r>
        <w:t xml:space="preserve">. </w:t>
      </w:r>
      <w:r w:rsidR="002A4158" w:rsidRPr="00DA4E77">
        <w:t>Mais ne m</w:t>
      </w:r>
      <w:r>
        <w:t>’</w:t>
      </w:r>
      <w:r w:rsidR="002A4158" w:rsidRPr="00DA4E77">
        <w:t>as-tu pas dit que</w:t>
      </w:r>
      <w:r>
        <w:t xml:space="preserve">, </w:t>
      </w:r>
      <w:r w:rsidR="002A4158" w:rsidRPr="00DA4E77">
        <w:t>parmi les envahisseurs</w:t>
      </w:r>
      <w:r>
        <w:t xml:space="preserve">, </w:t>
      </w:r>
      <w:r w:rsidR="002A4158" w:rsidRPr="00DA4E77">
        <w:t>se tro</w:t>
      </w:r>
      <w:r w:rsidR="002A4158" w:rsidRPr="00DA4E77">
        <w:t>u</w:t>
      </w:r>
      <w:r w:rsidR="002A4158" w:rsidRPr="00DA4E77">
        <w:t>vaient les esclaves noirs venus de l</w:t>
      </w:r>
      <w:r>
        <w:t>’</w:t>
      </w:r>
      <w:r w:rsidR="002A4158" w:rsidRPr="00DA4E77">
        <w:t>Île d</w:t>
      </w:r>
      <w:r>
        <w:t>’</w:t>
      </w:r>
      <w:r w:rsidR="002A4158" w:rsidRPr="00DA4E77">
        <w:t>Or</w:t>
      </w:r>
      <w:r>
        <w:t> ?</w:t>
      </w:r>
    </w:p>
    <w:p w14:paraId="234BBA94" w14:textId="77777777" w:rsidR="00276CCE" w:rsidRDefault="00276CCE" w:rsidP="002A4158">
      <w:r>
        <w:t>— </w:t>
      </w:r>
      <w:r w:rsidR="002A4158" w:rsidRPr="00DA4E77">
        <w:t>Eux-mêmes</w:t>
      </w:r>
      <w:r>
        <w:t xml:space="preserve">, </w:t>
      </w:r>
      <w:r w:rsidR="002A4158" w:rsidRPr="00DA4E77">
        <w:t>maître</w:t>
      </w:r>
      <w:r>
        <w:t>.</w:t>
      </w:r>
    </w:p>
    <w:p w14:paraId="0BAC43A5" w14:textId="77777777" w:rsidR="00276CCE" w:rsidRDefault="00276CCE" w:rsidP="002A4158">
      <w:r>
        <w:t>— </w:t>
      </w:r>
      <w:r w:rsidR="002A4158" w:rsidRPr="00DA4E77">
        <w:t>Et quel était leur chef</w:t>
      </w:r>
      <w:r>
        <w:t> ?</w:t>
      </w:r>
    </w:p>
    <w:p w14:paraId="59535D49" w14:textId="77777777" w:rsidR="00276CCE" w:rsidRDefault="00276CCE" w:rsidP="002A4158">
      <w:r>
        <w:t>— </w:t>
      </w:r>
      <w:proofErr w:type="spellStart"/>
      <w:r w:rsidR="002A4158" w:rsidRPr="00DA4E77">
        <w:t>Timou</w:t>
      </w:r>
      <w:proofErr w:type="spellEnd"/>
      <w:r>
        <w:t xml:space="preserve">, </w:t>
      </w:r>
      <w:r w:rsidR="002A4158" w:rsidRPr="00DA4E77">
        <w:t xml:space="preserve">que </w:t>
      </w:r>
      <w:proofErr w:type="spellStart"/>
      <w:r w:rsidR="002A4158" w:rsidRPr="00DA4E77">
        <w:t>Knephao</w:t>
      </w:r>
      <w:proofErr w:type="spellEnd"/>
      <w:r w:rsidR="002A4158" w:rsidRPr="00DA4E77">
        <w:t xml:space="preserve"> et </w:t>
      </w:r>
      <w:proofErr w:type="spellStart"/>
      <w:r w:rsidR="002A4158" w:rsidRPr="00DA4E77">
        <w:t>Hellas</w:t>
      </w:r>
      <w:proofErr w:type="spellEnd"/>
      <w:r w:rsidR="002A4158" w:rsidRPr="00DA4E77">
        <w:t xml:space="preserve"> n</w:t>
      </w:r>
      <w:r>
        <w:t>’</w:t>
      </w:r>
      <w:r w:rsidR="002A4158" w:rsidRPr="00DA4E77">
        <w:t>ont pas tué par une g</w:t>
      </w:r>
      <w:r w:rsidR="002A4158" w:rsidRPr="00DA4E77">
        <w:t>é</w:t>
      </w:r>
      <w:r w:rsidR="002A4158" w:rsidRPr="00DA4E77">
        <w:t>nérosité peut-être excessive</w:t>
      </w:r>
      <w:r>
        <w:t xml:space="preserve">. </w:t>
      </w:r>
      <w:r w:rsidR="002A4158" w:rsidRPr="00DA4E77">
        <w:t>Il a profité de l</w:t>
      </w:r>
      <w:r>
        <w:t>’</w:t>
      </w:r>
      <w:r w:rsidR="002A4158" w:rsidRPr="00DA4E77">
        <w:t>émoi provoqué par le soulèvement de la foule réclamant de l</w:t>
      </w:r>
      <w:r>
        <w:t>’</w:t>
      </w:r>
      <w:r w:rsidR="002A4158" w:rsidRPr="00DA4E77">
        <w:t>or</w:t>
      </w:r>
      <w:r>
        <w:t xml:space="preserve">, </w:t>
      </w:r>
      <w:r w:rsidR="002A4158" w:rsidRPr="00DA4E77">
        <w:t>soulèvement susc</w:t>
      </w:r>
      <w:r w:rsidR="002A4158" w:rsidRPr="00DA4E77">
        <w:t>i</w:t>
      </w:r>
      <w:r w:rsidR="002A4158" w:rsidRPr="00DA4E77">
        <w:t xml:space="preserve">té par les amis de </w:t>
      </w:r>
      <w:proofErr w:type="spellStart"/>
      <w:r w:rsidR="002A4158" w:rsidRPr="00DA4E77">
        <w:t>Melléna</w:t>
      </w:r>
      <w:proofErr w:type="spellEnd"/>
      <w:r>
        <w:t xml:space="preserve"> ; </w:t>
      </w:r>
      <w:r w:rsidR="002A4158" w:rsidRPr="00DA4E77">
        <w:t>et</w:t>
      </w:r>
      <w:r>
        <w:t xml:space="preserve">, </w:t>
      </w:r>
      <w:r w:rsidR="002A4158" w:rsidRPr="00DA4E77">
        <w:t>secondé par son complice noir qui se cachait dans le Temple</w:t>
      </w:r>
      <w:r>
        <w:t xml:space="preserve">, </w:t>
      </w:r>
      <w:proofErr w:type="spellStart"/>
      <w:r w:rsidR="002A4158" w:rsidRPr="00DA4E77">
        <w:t>Timou</w:t>
      </w:r>
      <w:proofErr w:type="spellEnd"/>
      <w:r w:rsidR="002A4158" w:rsidRPr="00DA4E77">
        <w:t xml:space="preserve"> a brisé ses liens et s</w:t>
      </w:r>
      <w:r>
        <w:t>’</w:t>
      </w:r>
      <w:r w:rsidR="002A4158" w:rsidRPr="00DA4E77">
        <w:t>est échappé dans la nuit</w:t>
      </w:r>
      <w:r>
        <w:t>.</w:t>
      </w:r>
    </w:p>
    <w:p w14:paraId="0D30F294" w14:textId="77777777" w:rsidR="00276CCE" w:rsidRDefault="00276CCE" w:rsidP="002A4158">
      <w:r>
        <w:lastRenderedPageBreak/>
        <w:t>— </w:t>
      </w:r>
      <w:r w:rsidR="002A4158" w:rsidRPr="00DA4E77">
        <w:t>Malheur à nous</w:t>
      </w:r>
      <w:r>
        <w:t xml:space="preserve"> ! </w:t>
      </w:r>
      <w:r w:rsidR="002A4158" w:rsidRPr="00DA4E77">
        <w:t xml:space="preserve">Ce </w:t>
      </w:r>
      <w:proofErr w:type="spellStart"/>
      <w:r w:rsidR="002A4158" w:rsidRPr="00DA4E77">
        <w:t>Timou</w:t>
      </w:r>
      <w:proofErr w:type="spellEnd"/>
      <w:r w:rsidR="002A4158" w:rsidRPr="00DA4E77">
        <w:t xml:space="preserve"> connaît les secrets que se transmettent les chefs de la race noire</w:t>
      </w:r>
      <w:r>
        <w:t xml:space="preserve">. </w:t>
      </w:r>
      <w:r w:rsidR="002A4158" w:rsidRPr="00DA4E77">
        <w:t>N</w:t>
      </w:r>
      <w:r>
        <w:t>’</w:t>
      </w:r>
      <w:r w:rsidR="002A4158" w:rsidRPr="00DA4E77">
        <w:t>en doute pas</w:t>
      </w:r>
      <w:r>
        <w:t xml:space="preserve">, </w:t>
      </w:r>
      <w:proofErr w:type="spellStart"/>
      <w:r w:rsidR="002A4158" w:rsidRPr="00DA4E77">
        <w:t>Thébao</w:t>
      </w:r>
      <w:proofErr w:type="spellEnd"/>
      <w:r>
        <w:t xml:space="preserve">, </w:t>
      </w:r>
      <w:r w:rsidR="002A4158" w:rsidRPr="00DA4E77">
        <w:t>il saura répandre le feu liquide</w:t>
      </w:r>
      <w:r>
        <w:t>.</w:t>
      </w:r>
    </w:p>
    <w:p w14:paraId="30D55479" w14:textId="77777777" w:rsidR="00276CCE" w:rsidRDefault="00276CCE" w:rsidP="002A4158">
      <w:r>
        <w:t>— </w:t>
      </w:r>
      <w:r w:rsidR="002A4158" w:rsidRPr="00DA4E77">
        <w:t>Maître</w:t>
      </w:r>
      <w:r>
        <w:t xml:space="preserve"> ! </w:t>
      </w:r>
      <w:r w:rsidR="002A4158" w:rsidRPr="00DA4E77">
        <w:t>Que faire alors</w:t>
      </w:r>
      <w:r>
        <w:t xml:space="preserve"> ? </w:t>
      </w:r>
      <w:r w:rsidR="002A4158" w:rsidRPr="00DA4E77">
        <w:t xml:space="preserve">Ce </w:t>
      </w:r>
      <w:proofErr w:type="spellStart"/>
      <w:r w:rsidR="002A4158" w:rsidRPr="00DA4E77">
        <w:t>Timou</w:t>
      </w:r>
      <w:proofErr w:type="spellEnd"/>
      <w:r w:rsidR="002A4158" w:rsidRPr="00DA4E77">
        <w:t xml:space="preserve"> hait jusqu</w:t>
      </w:r>
      <w:r>
        <w:t>’</w:t>
      </w:r>
      <w:r w:rsidR="002A4158" w:rsidRPr="00DA4E77">
        <w:t>à la mort toute notre race</w:t>
      </w:r>
      <w:r>
        <w:t xml:space="preserve">. </w:t>
      </w:r>
      <w:r w:rsidR="002A4158" w:rsidRPr="00DA4E77">
        <w:t>Il détruirait Atlantis par simple joie</w:t>
      </w:r>
      <w:r>
        <w:t>.</w:t>
      </w:r>
    </w:p>
    <w:p w14:paraId="0DC1EE5C" w14:textId="77777777" w:rsidR="00276CCE" w:rsidRDefault="00276CCE" w:rsidP="002A4158">
      <w:r>
        <w:t>— </w:t>
      </w:r>
      <w:r w:rsidR="002A4158" w:rsidRPr="00DA4E77">
        <w:t xml:space="preserve">Pauvre </w:t>
      </w:r>
      <w:proofErr w:type="spellStart"/>
      <w:r w:rsidR="002A4158" w:rsidRPr="00DA4E77">
        <w:t>Hellas</w:t>
      </w:r>
      <w:proofErr w:type="spellEnd"/>
      <w:r>
        <w:t xml:space="preserve"> ! </w:t>
      </w:r>
      <w:r w:rsidR="002A4158" w:rsidRPr="00DA4E77">
        <w:t xml:space="preserve">murmure </w:t>
      </w:r>
      <w:proofErr w:type="spellStart"/>
      <w:r w:rsidR="002A4158" w:rsidRPr="00DA4E77">
        <w:t>Oréus</w:t>
      </w:r>
      <w:proofErr w:type="spellEnd"/>
      <w:r w:rsidR="002A4158" w:rsidRPr="00DA4E77">
        <w:t xml:space="preserve"> comme en un rêve</w:t>
      </w:r>
      <w:r>
        <w:t xml:space="preserve"> ; </w:t>
      </w:r>
      <w:r w:rsidR="002A4158" w:rsidRPr="00DA4E77">
        <w:t>pa</w:t>
      </w:r>
      <w:r w:rsidR="002A4158" w:rsidRPr="00DA4E77">
        <w:t>u</w:t>
      </w:r>
      <w:r w:rsidR="002A4158" w:rsidRPr="00DA4E77">
        <w:t>vre héros parti vers des batailles navales</w:t>
      </w:r>
      <w:r>
        <w:t xml:space="preserve"> ! </w:t>
      </w:r>
      <w:r w:rsidR="002A4158" w:rsidRPr="00DA4E77">
        <w:t>Déjà</w:t>
      </w:r>
      <w:r>
        <w:t xml:space="preserve">, </w:t>
      </w:r>
      <w:r w:rsidR="002A4158" w:rsidRPr="00DA4E77">
        <w:t>sans doute</w:t>
      </w:r>
      <w:r>
        <w:t xml:space="preserve">, </w:t>
      </w:r>
      <w:r w:rsidR="002A4158" w:rsidRPr="00DA4E77">
        <w:t>sa flotte s</w:t>
      </w:r>
      <w:r>
        <w:t>’</w:t>
      </w:r>
      <w:r w:rsidR="002A4158" w:rsidRPr="00DA4E77">
        <w:t>avance vers la pleine mer</w:t>
      </w:r>
      <w:r>
        <w:t xml:space="preserve">, </w:t>
      </w:r>
      <w:r w:rsidR="002A4158" w:rsidRPr="00DA4E77">
        <w:t>et il ne se doute pas qu</w:t>
      </w:r>
      <w:r>
        <w:t>’</w:t>
      </w:r>
      <w:r w:rsidR="002A4158" w:rsidRPr="00DA4E77">
        <w:t>au lieu du combat loyal où son courage l</w:t>
      </w:r>
      <w:r>
        <w:t>’</w:t>
      </w:r>
      <w:r w:rsidR="002A4158" w:rsidRPr="00DA4E77">
        <w:t>entraîne</w:t>
      </w:r>
      <w:r>
        <w:t xml:space="preserve">, </w:t>
      </w:r>
      <w:r w:rsidR="002A4158" w:rsidRPr="00DA4E77">
        <w:t>c</w:t>
      </w:r>
      <w:r>
        <w:t>’</w:t>
      </w:r>
      <w:r w:rsidR="002A4158" w:rsidRPr="00DA4E77">
        <w:t>est une mort ign</w:t>
      </w:r>
      <w:r w:rsidR="002A4158" w:rsidRPr="00DA4E77">
        <w:t>o</w:t>
      </w:r>
      <w:r w:rsidR="002A4158" w:rsidRPr="00DA4E77">
        <w:t>minieuse et sans gloire qu</w:t>
      </w:r>
      <w:r>
        <w:t>’</w:t>
      </w:r>
      <w:r w:rsidR="002A4158" w:rsidRPr="00DA4E77">
        <w:t>il va trouver pour son triste destin</w:t>
      </w:r>
      <w:r>
        <w:t> !</w:t>
      </w:r>
    </w:p>
    <w:p w14:paraId="6D61538A" w14:textId="77777777" w:rsidR="00276CCE" w:rsidRDefault="00276CCE" w:rsidP="002A4158">
      <w:r>
        <w:t>— </w:t>
      </w:r>
      <w:r w:rsidR="002A4158" w:rsidRPr="00DA4E77">
        <w:t>Maître</w:t>
      </w:r>
      <w:r>
        <w:t xml:space="preserve">, </w:t>
      </w:r>
      <w:r w:rsidR="002A4158" w:rsidRPr="00DA4E77">
        <w:t>n</w:t>
      </w:r>
      <w:r>
        <w:t>’</w:t>
      </w:r>
      <w:r w:rsidR="002A4158" w:rsidRPr="00DA4E77">
        <w:t>y aurait-il pas</w:t>
      </w:r>
      <w:r>
        <w:t xml:space="preserve">, </w:t>
      </w:r>
      <w:r w:rsidR="002A4158" w:rsidRPr="00DA4E77">
        <w:t>dans le sanctuaire ou ailleurs</w:t>
      </w:r>
      <w:r>
        <w:t xml:space="preserve">, </w:t>
      </w:r>
      <w:r w:rsidR="002A4158" w:rsidRPr="00DA4E77">
        <w:t>chez toi</w:t>
      </w:r>
      <w:r>
        <w:t xml:space="preserve">, </w:t>
      </w:r>
      <w:r w:rsidR="002A4158" w:rsidRPr="00DA4E77">
        <w:t>dans ton Île Verte</w:t>
      </w:r>
      <w:r>
        <w:t xml:space="preserve">, </w:t>
      </w:r>
      <w:r w:rsidR="002A4158" w:rsidRPr="00DA4E77">
        <w:t>quelque ressource formidable par laquelle nous pourrions prévenir nos ennemis et détruire leur flotte avant qu</w:t>
      </w:r>
      <w:r>
        <w:t>’</w:t>
      </w:r>
      <w:r w:rsidR="002A4158" w:rsidRPr="00DA4E77">
        <w:t>ils emploient contre nous nos propres engins</w:t>
      </w:r>
      <w:r>
        <w:t> ?</w:t>
      </w:r>
    </w:p>
    <w:p w14:paraId="1BE717EE" w14:textId="77777777" w:rsidR="00276CCE" w:rsidRDefault="002A4158" w:rsidP="002A4158">
      <w:proofErr w:type="spellStart"/>
      <w:r w:rsidRPr="00DA4E77">
        <w:t>Oréus</w:t>
      </w:r>
      <w:proofErr w:type="spellEnd"/>
      <w:r w:rsidR="00276CCE">
        <w:t xml:space="preserve">, </w:t>
      </w:r>
      <w:r w:rsidRPr="00DA4E77">
        <w:t>à ces mots</w:t>
      </w:r>
      <w:r w:rsidR="00276CCE">
        <w:t xml:space="preserve">, </w:t>
      </w:r>
      <w:r w:rsidRPr="00DA4E77">
        <w:t>se redresse et erre à tâtons dans la salle</w:t>
      </w:r>
      <w:r w:rsidR="00276CCE">
        <w:t xml:space="preserve">, </w:t>
      </w:r>
      <w:r w:rsidRPr="00DA4E77">
        <w:t>agité d</w:t>
      </w:r>
      <w:r w:rsidR="00276CCE">
        <w:t>’</w:t>
      </w:r>
      <w:r w:rsidRPr="00DA4E77">
        <w:t>une émotion qui secoue sa poitrine et fait trembler ses membres</w:t>
      </w:r>
      <w:r w:rsidR="00276CCE">
        <w:t>.</w:t>
      </w:r>
    </w:p>
    <w:p w14:paraId="585E30F3" w14:textId="77777777" w:rsidR="00276CCE" w:rsidRDefault="00276CCE" w:rsidP="002A4158">
      <w:r>
        <w:t>— </w:t>
      </w:r>
      <w:r w:rsidR="002A4158" w:rsidRPr="00DA4E77">
        <w:t>Oui</w:t>
      </w:r>
      <w:r>
        <w:t xml:space="preserve">, </w:t>
      </w:r>
      <w:r w:rsidR="002A4158" w:rsidRPr="00DA4E77">
        <w:t>il y a bien un moyen</w:t>
      </w:r>
      <w:r>
        <w:t xml:space="preserve">, </w:t>
      </w:r>
      <w:r w:rsidR="002A4158" w:rsidRPr="00DA4E77">
        <w:t>un irrésistible moyen</w:t>
      </w:r>
      <w:r>
        <w:t xml:space="preserve">, </w:t>
      </w:r>
      <w:r w:rsidR="002A4158" w:rsidRPr="00DA4E77">
        <w:t>et c</w:t>
      </w:r>
      <w:r>
        <w:t>’</w:t>
      </w:r>
      <w:r w:rsidR="002A4158" w:rsidRPr="00DA4E77">
        <w:t>est la destruction assurée de la flotte aztèque</w:t>
      </w:r>
      <w:r>
        <w:t>…</w:t>
      </w:r>
    </w:p>
    <w:p w14:paraId="0BE7E13B" w14:textId="77777777" w:rsidR="00276CCE" w:rsidRDefault="002A4158" w:rsidP="002A4158">
      <w:pPr>
        <w:rPr>
          <w:bCs/>
          <w:i/>
          <w:iCs/>
        </w:rPr>
      </w:pPr>
      <w:r w:rsidRPr="00DA4E77">
        <w:t>Le vieillard s</w:t>
      </w:r>
      <w:r w:rsidR="00276CCE">
        <w:t>’</w:t>
      </w:r>
      <w:r w:rsidRPr="00DA4E77">
        <w:t>arrête</w:t>
      </w:r>
      <w:r w:rsidR="00276CCE">
        <w:t xml:space="preserve">. </w:t>
      </w:r>
      <w:r w:rsidRPr="00DA4E77">
        <w:t>Il pense à l</w:t>
      </w:r>
      <w:r w:rsidR="00276CCE">
        <w:t>’</w:t>
      </w:r>
      <w:r w:rsidRPr="00DA4E77">
        <w:rPr>
          <w:bCs/>
          <w:i/>
          <w:iCs/>
        </w:rPr>
        <w:t>Alérion</w:t>
      </w:r>
      <w:r w:rsidR="00276CCE">
        <w:rPr>
          <w:bCs/>
          <w:i/>
          <w:iCs/>
        </w:rPr>
        <w:t>.</w:t>
      </w:r>
    </w:p>
    <w:p w14:paraId="0FA290B0" w14:textId="77777777" w:rsidR="00276CCE" w:rsidRDefault="002A4158" w:rsidP="002A4158">
      <w:r w:rsidRPr="00DA4E77">
        <w:t>Mais soudain</w:t>
      </w:r>
      <w:r w:rsidR="00276CCE">
        <w:t xml:space="preserve">, </w:t>
      </w:r>
      <w:r w:rsidRPr="00DA4E77">
        <w:t>il se reprend</w:t>
      </w:r>
      <w:r w:rsidR="00276CCE">
        <w:t> :</w:t>
      </w:r>
    </w:p>
    <w:p w14:paraId="012A7EA4" w14:textId="77777777" w:rsidR="00276CCE" w:rsidRDefault="00276CCE" w:rsidP="002A4158">
      <w:r>
        <w:t>— </w:t>
      </w:r>
      <w:r w:rsidR="002A4158" w:rsidRPr="00DA4E77">
        <w:t>Non</w:t>
      </w:r>
      <w:r>
        <w:t xml:space="preserve"> ! </w:t>
      </w:r>
      <w:r w:rsidR="002A4158" w:rsidRPr="00DA4E77">
        <w:t>Je ne puis</w:t>
      </w:r>
      <w:r>
        <w:t xml:space="preserve">, </w:t>
      </w:r>
      <w:r w:rsidR="002A4158" w:rsidRPr="00DA4E77">
        <w:t>je ne dois</w:t>
      </w:r>
      <w:r>
        <w:t xml:space="preserve">… </w:t>
      </w:r>
      <w:r w:rsidR="002A4158" w:rsidRPr="00DA4E77">
        <w:t>Les hommes ont déjà trop d</w:t>
      </w:r>
      <w:r>
        <w:t>’</w:t>
      </w:r>
      <w:r w:rsidR="002A4158" w:rsidRPr="00DA4E77">
        <w:t>instruments de mort</w:t>
      </w:r>
      <w:r>
        <w:t xml:space="preserve">. </w:t>
      </w:r>
      <w:r w:rsidR="002A4158" w:rsidRPr="00DA4E77">
        <w:t>Périsse Atlantis</w:t>
      </w:r>
      <w:r>
        <w:t xml:space="preserve">, </w:t>
      </w:r>
      <w:r w:rsidR="002A4158" w:rsidRPr="00DA4E77">
        <w:t>plutôt que de donner aux habitants de la terre le secret par lequel la planète entière serait ravagée</w:t>
      </w:r>
      <w:r>
        <w:t> !</w:t>
      </w:r>
    </w:p>
    <w:p w14:paraId="490B6057" w14:textId="77777777" w:rsidR="00276CCE" w:rsidRDefault="002A4158" w:rsidP="002A4158">
      <w:r w:rsidRPr="00DA4E77">
        <w:t>À cette idée d</w:t>
      </w:r>
      <w:r w:rsidR="00276CCE">
        <w:t>’</w:t>
      </w:r>
      <w:r w:rsidRPr="00DA4E77">
        <w:t>Atlantis détruite</w:t>
      </w:r>
      <w:r w:rsidR="00276CCE">
        <w:t xml:space="preserve">, </w:t>
      </w:r>
      <w:r w:rsidRPr="00DA4E77">
        <w:t>tous les instincts puissants qui attachent l</w:t>
      </w:r>
      <w:r w:rsidR="00276CCE">
        <w:t>’</w:t>
      </w:r>
      <w:r w:rsidRPr="00DA4E77">
        <w:t xml:space="preserve">homme aux choses coutumières se </w:t>
      </w:r>
      <w:r w:rsidRPr="00DA4E77">
        <w:lastRenderedPageBreak/>
        <w:t>soulèvent dans le cœur du vieillard</w:t>
      </w:r>
      <w:r w:rsidR="00276CCE">
        <w:t xml:space="preserve">, </w:t>
      </w:r>
      <w:r w:rsidRPr="00DA4E77">
        <w:t>et un combat se livre en lui</w:t>
      </w:r>
      <w:r w:rsidR="00276CCE">
        <w:t xml:space="preserve">. </w:t>
      </w:r>
      <w:r w:rsidRPr="00DA4E77">
        <w:t>Pourquoi n</w:t>
      </w:r>
      <w:r w:rsidR="00276CCE">
        <w:t>’</w:t>
      </w:r>
      <w:r w:rsidRPr="00DA4E77">
        <w:t xml:space="preserve">enverrait-il pas </w:t>
      </w:r>
      <w:proofErr w:type="spellStart"/>
      <w:r w:rsidRPr="00DA4E77">
        <w:t>Glania</w:t>
      </w:r>
      <w:proofErr w:type="spellEnd"/>
      <w:r w:rsidRPr="00DA4E77">
        <w:t xml:space="preserve"> vers l</w:t>
      </w:r>
      <w:r w:rsidR="00276CCE">
        <w:t>’</w:t>
      </w:r>
      <w:r w:rsidRPr="00DA4E77">
        <w:t xml:space="preserve">Île Verte pour prier </w:t>
      </w:r>
      <w:proofErr w:type="spellStart"/>
      <w:r w:rsidRPr="00DA4E77">
        <w:t>Oréa</w:t>
      </w:r>
      <w:proofErr w:type="spellEnd"/>
      <w:r w:rsidRPr="00DA4E77">
        <w:t xml:space="preserve"> de mo</w:t>
      </w:r>
      <w:r w:rsidRPr="00DA4E77">
        <w:t>n</w:t>
      </w:r>
      <w:r w:rsidRPr="00DA4E77">
        <w:t>ter sur l</w:t>
      </w:r>
      <w:r w:rsidR="00276CCE">
        <w:t>’</w:t>
      </w:r>
      <w:r w:rsidRPr="00DA4E77">
        <w:rPr>
          <w:bCs/>
          <w:i/>
          <w:iCs/>
        </w:rPr>
        <w:t>Alérion</w:t>
      </w:r>
      <w:r w:rsidRPr="00DA4E77">
        <w:t xml:space="preserve"> et d</w:t>
      </w:r>
      <w:r w:rsidR="00276CCE">
        <w:t>’</w:t>
      </w:r>
      <w:r w:rsidRPr="00DA4E77">
        <w:t>annihiler d</w:t>
      </w:r>
      <w:r w:rsidR="00276CCE">
        <w:t>’</w:t>
      </w:r>
      <w:r w:rsidRPr="00DA4E77">
        <w:t>un seul coup les flottes barb</w:t>
      </w:r>
      <w:r w:rsidRPr="00DA4E77">
        <w:t>a</w:t>
      </w:r>
      <w:r w:rsidRPr="00DA4E77">
        <w:t>res</w:t>
      </w:r>
      <w:r w:rsidR="00276CCE">
        <w:t xml:space="preserve"> ? </w:t>
      </w:r>
      <w:r w:rsidRPr="00DA4E77">
        <w:t>Pourquoi lui-même ne retournerait-il pas vers son île</w:t>
      </w:r>
      <w:r w:rsidR="00276CCE">
        <w:t> ?</w:t>
      </w:r>
    </w:p>
    <w:p w14:paraId="2B2DFC47" w14:textId="77777777" w:rsidR="00276CCE" w:rsidRDefault="002A4158" w:rsidP="002A4158">
      <w:r w:rsidRPr="00DA4E77">
        <w:t>Mais</w:t>
      </w:r>
      <w:r w:rsidR="00276CCE">
        <w:t xml:space="preserve">, </w:t>
      </w:r>
      <w:r w:rsidRPr="00DA4E77">
        <w:t>bientôt</w:t>
      </w:r>
      <w:r w:rsidR="00276CCE">
        <w:t xml:space="preserve">, </w:t>
      </w:r>
      <w:r w:rsidRPr="00DA4E77">
        <w:t>une autre pensée jaillit dans le cerveau d</w:t>
      </w:r>
      <w:r w:rsidR="00276CCE">
        <w:t>’</w:t>
      </w:r>
      <w:proofErr w:type="spellStart"/>
      <w:r w:rsidRPr="00DA4E77">
        <w:t>Oréus</w:t>
      </w:r>
      <w:proofErr w:type="spellEnd"/>
      <w:r w:rsidR="00276CCE">
        <w:t> :</w:t>
      </w:r>
    </w:p>
    <w:p w14:paraId="4A6B7FAA" w14:textId="77777777" w:rsidR="00276CCE" w:rsidRDefault="00276CCE" w:rsidP="002A4158">
      <w:r>
        <w:t>— </w:t>
      </w:r>
      <w:proofErr w:type="spellStart"/>
      <w:r w:rsidR="002A4158" w:rsidRPr="00DA4E77">
        <w:t>Thébao</w:t>
      </w:r>
      <w:proofErr w:type="spellEnd"/>
      <w:r>
        <w:t xml:space="preserve">, </w:t>
      </w:r>
      <w:r w:rsidR="002A4158" w:rsidRPr="00DA4E77">
        <w:t>garde-t-on toujours dans le sanctuaire les f</w:t>
      </w:r>
      <w:r w:rsidR="002A4158" w:rsidRPr="00DA4E77">
        <w:t>a</w:t>
      </w:r>
      <w:r w:rsidR="002A4158" w:rsidRPr="00DA4E77">
        <w:t>meuses lentilles de verre qu</w:t>
      </w:r>
      <w:r>
        <w:t>’</w:t>
      </w:r>
      <w:r w:rsidR="002A4158" w:rsidRPr="00DA4E77">
        <w:t>a inventées le grand Osiris</w:t>
      </w:r>
      <w:r>
        <w:t> ?</w:t>
      </w:r>
    </w:p>
    <w:p w14:paraId="368B463C" w14:textId="77777777" w:rsidR="00276CCE" w:rsidRDefault="00276CCE" w:rsidP="002A4158">
      <w:r>
        <w:t>— </w:t>
      </w:r>
      <w:r w:rsidR="002A4158" w:rsidRPr="00DA4E77">
        <w:t>Oui</w:t>
      </w:r>
      <w:r>
        <w:t xml:space="preserve">, </w:t>
      </w:r>
      <w:r w:rsidR="002A4158" w:rsidRPr="00DA4E77">
        <w:t>maître</w:t>
      </w:r>
      <w:r>
        <w:t xml:space="preserve">, </w:t>
      </w:r>
      <w:r w:rsidR="002A4158" w:rsidRPr="00DA4E77">
        <w:t>mais pourquoi</w:t>
      </w:r>
      <w:r>
        <w:t> ?</w:t>
      </w:r>
    </w:p>
    <w:p w14:paraId="0F42D8AF" w14:textId="77777777" w:rsidR="00276CCE" w:rsidRDefault="00276CCE" w:rsidP="002A4158">
      <w:r>
        <w:t>— </w:t>
      </w:r>
      <w:r w:rsidR="002A4158" w:rsidRPr="00DA4E77">
        <w:t>Voici l</w:t>
      </w:r>
      <w:r>
        <w:t>’</w:t>
      </w:r>
      <w:r w:rsidR="002A4158" w:rsidRPr="00DA4E77">
        <w:t>arme de notre salut</w:t>
      </w:r>
      <w:r>
        <w:t> !</w:t>
      </w:r>
    </w:p>
    <w:p w14:paraId="3E03A1FF" w14:textId="77777777" w:rsidR="00276CCE" w:rsidRDefault="00276CCE" w:rsidP="002A4158">
      <w:r>
        <w:t>— </w:t>
      </w:r>
      <w:r w:rsidR="002A4158" w:rsidRPr="00DA4E77">
        <w:t>Oh</w:t>
      </w:r>
      <w:r>
        <w:t xml:space="preserve"> ! </w:t>
      </w:r>
      <w:r w:rsidR="002A4158" w:rsidRPr="00DA4E77">
        <w:t>maître</w:t>
      </w:r>
      <w:r>
        <w:t xml:space="preserve">, </w:t>
      </w:r>
      <w:r w:rsidR="002A4158" w:rsidRPr="00DA4E77">
        <w:t>qui de nous oserait s</w:t>
      </w:r>
      <w:r>
        <w:t>’</w:t>
      </w:r>
      <w:r w:rsidR="002A4158" w:rsidRPr="00DA4E77">
        <w:t>en servir</w:t>
      </w:r>
      <w:r>
        <w:t xml:space="preserve"> ? </w:t>
      </w:r>
      <w:r w:rsidR="002A4158" w:rsidRPr="00DA4E77">
        <w:t>Qui oserait jouer avec le feu du soleil</w:t>
      </w:r>
      <w:r>
        <w:t> ?</w:t>
      </w:r>
    </w:p>
    <w:p w14:paraId="0E0A5B46" w14:textId="77777777" w:rsidR="00276CCE" w:rsidRDefault="00276CCE" w:rsidP="002A4158">
      <w:r>
        <w:t>— </w:t>
      </w:r>
      <w:r w:rsidR="002A4158" w:rsidRPr="00DA4E77">
        <w:t>Moi</w:t>
      </w:r>
      <w:r>
        <w:t> !</w:t>
      </w:r>
    </w:p>
    <w:p w14:paraId="73434201" w14:textId="77777777" w:rsidR="00276CCE" w:rsidRDefault="00276CCE" w:rsidP="002A4158">
      <w:r>
        <w:t>— </w:t>
      </w:r>
      <w:r w:rsidR="002A4158" w:rsidRPr="00DA4E77">
        <w:t>Mais</w:t>
      </w:r>
      <w:r>
        <w:t xml:space="preserve">… </w:t>
      </w:r>
      <w:r w:rsidR="002A4158" w:rsidRPr="00DA4E77">
        <w:t>tes yeux</w:t>
      </w:r>
      <w:r>
        <w:t xml:space="preserve">, </w:t>
      </w:r>
      <w:r w:rsidR="002A4158" w:rsidRPr="00DA4E77">
        <w:t>maître</w:t>
      </w:r>
      <w:r>
        <w:t> ?</w:t>
      </w:r>
    </w:p>
    <w:p w14:paraId="4541CD03" w14:textId="77777777" w:rsidR="00276CCE" w:rsidRDefault="00276CCE" w:rsidP="002A4158">
      <w:r>
        <w:t>— </w:t>
      </w:r>
      <w:r w:rsidR="002A4158" w:rsidRPr="00DA4E77">
        <w:t>Grâce au remède savant que je viens de leur appliquer</w:t>
      </w:r>
      <w:r>
        <w:t xml:space="preserve">, </w:t>
      </w:r>
      <w:r w:rsidR="002A4158" w:rsidRPr="00DA4E77">
        <w:t>mes yeux reprendront assez de force aujourd</w:t>
      </w:r>
      <w:r>
        <w:t>’</w:t>
      </w:r>
      <w:r w:rsidR="002A4158" w:rsidRPr="00DA4E77">
        <w:t>hui pour me pe</w:t>
      </w:r>
      <w:r w:rsidR="002A4158" w:rsidRPr="00DA4E77">
        <w:t>r</w:t>
      </w:r>
      <w:r w:rsidR="002A4158" w:rsidRPr="00DA4E77">
        <w:t>mettre de diriger encore le feu solaire</w:t>
      </w:r>
      <w:r>
        <w:t xml:space="preserve">. </w:t>
      </w:r>
      <w:r w:rsidR="002A4158" w:rsidRPr="00DA4E77">
        <w:t>Commande donc à tes jeunes hiérophantes d</w:t>
      </w:r>
      <w:r>
        <w:t>’</w:t>
      </w:r>
      <w:r w:rsidR="002A4158" w:rsidRPr="00DA4E77">
        <w:t>aller chercher les lentilles d</w:t>
      </w:r>
      <w:r>
        <w:t>’</w:t>
      </w:r>
      <w:r w:rsidR="002A4158" w:rsidRPr="00DA4E77">
        <w:t>Osiris et d</w:t>
      </w:r>
      <w:r>
        <w:t>’</w:t>
      </w:r>
      <w:r w:rsidR="002A4158" w:rsidRPr="00DA4E77">
        <w:t>avoir bien soin de les laisser enfermées dans leur gaine noire</w:t>
      </w:r>
      <w:r>
        <w:t xml:space="preserve">. </w:t>
      </w:r>
      <w:r w:rsidR="002A4158" w:rsidRPr="00DA4E77">
        <w:t>L</w:t>
      </w:r>
      <w:r>
        <w:t>’</w:t>
      </w:r>
      <w:r w:rsidR="002A4158" w:rsidRPr="00DA4E77">
        <w:t>important</w:t>
      </w:r>
      <w:r>
        <w:t xml:space="preserve">, </w:t>
      </w:r>
      <w:r w:rsidR="002A4158" w:rsidRPr="00DA4E77">
        <w:t>c</w:t>
      </w:r>
      <w:r>
        <w:t>’</w:t>
      </w:r>
      <w:r w:rsidR="002A4158" w:rsidRPr="00DA4E77">
        <w:t>est qu</w:t>
      </w:r>
      <w:r>
        <w:t>’</w:t>
      </w:r>
      <w:proofErr w:type="spellStart"/>
      <w:r w:rsidR="002A4158" w:rsidRPr="00DA4E77">
        <w:t>Hellas</w:t>
      </w:r>
      <w:proofErr w:type="spellEnd"/>
      <w:r w:rsidR="002A4158" w:rsidRPr="00DA4E77">
        <w:t xml:space="preserve"> provoque assez tôt la flotte aztèque</w:t>
      </w:r>
      <w:r>
        <w:t xml:space="preserve">, </w:t>
      </w:r>
      <w:r w:rsidR="002A4158" w:rsidRPr="00DA4E77">
        <w:t>et qu</w:t>
      </w:r>
      <w:r>
        <w:t>’</w:t>
      </w:r>
      <w:r w:rsidR="002A4158" w:rsidRPr="00DA4E77">
        <w:t>elle paraisse en vue de la ville avant ce soir</w:t>
      </w:r>
      <w:r>
        <w:t xml:space="preserve">. </w:t>
      </w:r>
      <w:r w:rsidR="002A4158" w:rsidRPr="00DA4E77">
        <w:t>Maintenant</w:t>
      </w:r>
      <w:r>
        <w:t xml:space="preserve">, </w:t>
      </w:r>
      <w:proofErr w:type="spellStart"/>
      <w:r w:rsidR="002A4158" w:rsidRPr="00DA4E77">
        <w:t>Thébao</w:t>
      </w:r>
      <w:proofErr w:type="spellEnd"/>
      <w:r>
        <w:t xml:space="preserve">, </w:t>
      </w:r>
      <w:r w:rsidR="002A4158" w:rsidRPr="00DA4E77">
        <w:t>ne dissertons plus</w:t>
      </w:r>
      <w:r>
        <w:t xml:space="preserve">, </w:t>
      </w:r>
      <w:r w:rsidR="002A4158" w:rsidRPr="00DA4E77">
        <w:t>ne formons plus de projets</w:t>
      </w:r>
      <w:r>
        <w:t xml:space="preserve"> : </w:t>
      </w:r>
      <w:r w:rsidR="002A4158" w:rsidRPr="00DA4E77">
        <w:t>à l</w:t>
      </w:r>
      <w:r>
        <w:t>’</w:t>
      </w:r>
      <w:r w:rsidR="002A4158" w:rsidRPr="00DA4E77">
        <w:t>action</w:t>
      </w:r>
      <w:r>
        <w:t xml:space="preserve"> ! </w:t>
      </w:r>
      <w:proofErr w:type="spellStart"/>
      <w:r w:rsidR="002A4158" w:rsidRPr="00DA4E77">
        <w:t>Glania</w:t>
      </w:r>
      <w:proofErr w:type="spellEnd"/>
      <w:r>
        <w:t xml:space="preserve">, </w:t>
      </w:r>
      <w:r w:rsidR="002A4158" w:rsidRPr="00DA4E77">
        <w:t>mon guide fidèle</w:t>
      </w:r>
      <w:r>
        <w:t xml:space="preserve">, </w:t>
      </w:r>
      <w:proofErr w:type="spellStart"/>
      <w:r w:rsidR="002A4158" w:rsidRPr="00DA4E77">
        <w:t>dort-elle</w:t>
      </w:r>
      <w:proofErr w:type="spellEnd"/>
      <w:r w:rsidR="002A4158" w:rsidRPr="00DA4E77">
        <w:t xml:space="preserve"> toujours</w:t>
      </w:r>
      <w:r>
        <w:t> ?</w:t>
      </w:r>
    </w:p>
    <w:p w14:paraId="51B47D18" w14:textId="77777777" w:rsidR="00276CCE" w:rsidRDefault="002A4158" w:rsidP="002A4158">
      <w:r w:rsidRPr="00DA4E77">
        <w:t>Un serviteur du Temple</w:t>
      </w:r>
      <w:r w:rsidR="00276CCE">
        <w:t xml:space="preserve">, </w:t>
      </w:r>
      <w:r w:rsidRPr="00DA4E77">
        <w:t>appelé</w:t>
      </w:r>
      <w:r w:rsidR="00276CCE">
        <w:t xml:space="preserve">, </w:t>
      </w:r>
      <w:r w:rsidRPr="00DA4E77">
        <w:t>rapporte que la jeune fille dort profondément</w:t>
      </w:r>
      <w:r w:rsidR="00276CCE">
        <w:t>.</w:t>
      </w:r>
    </w:p>
    <w:p w14:paraId="0EDDE265" w14:textId="77777777" w:rsidR="00276CCE" w:rsidRDefault="00276CCE" w:rsidP="002A4158">
      <w:r>
        <w:lastRenderedPageBreak/>
        <w:t>— </w:t>
      </w:r>
      <w:r w:rsidR="002A4158" w:rsidRPr="00DA4E77">
        <w:t>C</w:t>
      </w:r>
      <w:r>
        <w:t>’</w:t>
      </w:r>
      <w:r w:rsidR="002A4158" w:rsidRPr="00DA4E77">
        <w:t>est bien</w:t>
      </w:r>
      <w:r>
        <w:t xml:space="preserve">. </w:t>
      </w:r>
      <w:r w:rsidR="002A4158" w:rsidRPr="00DA4E77">
        <w:t>Qu</w:t>
      </w:r>
      <w:r>
        <w:t>’</w:t>
      </w:r>
      <w:r w:rsidR="002A4158" w:rsidRPr="00DA4E77">
        <w:t>on la laisse</w:t>
      </w:r>
      <w:r>
        <w:t xml:space="preserve">. </w:t>
      </w:r>
      <w:r w:rsidR="002A4158" w:rsidRPr="00DA4E77">
        <w:t>Je n</w:t>
      </w:r>
      <w:r>
        <w:t>’</w:t>
      </w:r>
      <w:r w:rsidR="002A4158" w:rsidRPr="00DA4E77">
        <w:t>ai pas encore besoin d</w:t>
      </w:r>
      <w:r>
        <w:t>’</w:t>
      </w:r>
      <w:r w:rsidR="002A4158" w:rsidRPr="00DA4E77">
        <w:t>elle</w:t>
      </w:r>
      <w:r>
        <w:t xml:space="preserve">. </w:t>
      </w:r>
      <w:r w:rsidR="002A4158" w:rsidRPr="00DA4E77">
        <w:t>Je sens que le remède a suffisamment opéré</w:t>
      </w:r>
      <w:r>
        <w:t>.</w:t>
      </w:r>
    </w:p>
    <w:p w14:paraId="317462BE" w14:textId="77777777" w:rsidR="00276CCE" w:rsidRDefault="002A4158" w:rsidP="002A4158">
      <w:r w:rsidRPr="00DA4E77">
        <w:t>Et</w:t>
      </w:r>
      <w:r w:rsidR="00276CCE">
        <w:t xml:space="preserve">, </w:t>
      </w:r>
      <w:r w:rsidRPr="00DA4E77">
        <w:t>enlevant doucement le bandeau qui couvre son front</w:t>
      </w:r>
      <w:r w:rsidR="00276CCE">
        <w:t xml:space="preserve">, </w:t>
      </w:r>
      <w:r w:rsidRPr="00DA4E77">
        <w:t>le vieillard entrouvre doucement les paupières</w:t>
      </w:r>
      <w:r w:rsidR="00276CCE">
        <w:t xml:space="preserve">. </w:t>
      </w:r>
      <w:r w:rsidRPr="00DA4E77">
        <w:t>Il y voit</w:t>
      </w:r>
      <w:r w:rsidR="00276CCE">
        <w:t xml:space="preserve"> ! </w:t>
      </w:r>
      <w:r w:rsidRPr="00DA4E77">
        <w:t>Sur ses yeux malades</w:t>
      </w:r>
      <w:r w:rsidR="00276CCE">
        <w:t xml:space="preserve">, </w:t>
      </w:r>
      <w:proofErr w:type="spellStart"/>
      <w:r w:rsidRPr="00DA4E77">
        <w:t>Thébao</w:t>
      </w:r>
      <w:proofErr w:type="spellEnd"/>
      <w:r w:rsidR="00276CCE">
        <w:t xml:space="preserve">, </w:t>
      </w:r>
      <w:r w:rsidRPr="00DA4E77">
        <w:t>savant dans l</w:t>
      </w:r>
      <w:r w:rsidR="00276CCE">
        <w:t>’</w:t>
      </w:r>
      <w:r w:rsidRPr="00DA4E77">
        <w:t>art de guérir</w:t>
      </w:r>
      <w:r w:rsidR="00276CCE">
        <w:t xml:space="preserve">, </w:t>
      </w:r>
      <w:r w:rsidRPr="00DA4E77">
        <w:t>passe avec précaution une eau imprégnée de sucs végétaux</w:t>
      </w:r>
      <w:r w:rsidR="00276CCE">
        <w:t xml:space="preserve">, </w:t>
      </w:r>
      <w:r w:rsidRPr="00DA4E77">
        <w:t>et</w:t>
      </w:r>
      <w:r w:rsidR="00276CCE">
        <w:t xml:space="preserve">, </w:t>
      </w:r>
      <w:r w:rsidRPr="00DA4E77">
        <w:t>dans un r</w:t>
      </w:r>
      <w:r w:rsidRPr="00DA4E77">
        <w:t>a</w:t>
      </w:r>
      <w:r w:rsidRPr="00DA4E77">
        <w:t>dieux éclat</w:t>
      </w:r>
      <w:r w:rsidR="00276CCE">
        <w:t xml:space="preserve">, </w:t>
      </w:r>
      <w:r w:rsidRPr="00DA4E77">
        <w:t>toute la splendeur du soleil entre dans les sens du vieillard ravi</w:t>
      </w:r>
      <w:r w:rsidR="00276CCE">
        <w:t> !</w:t>
      </w:r>
    </w:p>
    <w:p w14:paraId="75BC5E22" w14:textId="77777777" w:rsidR="00276CCE" w:rsidRDefault="00276CCE" w:rsidP="002A4158">
      <w:r>
        <w:t>— </w:t>
      </w:r>
      <w:r w:rsidR="002A4158" w:rsidRPr="00DA4E77">
        <w:t>Salut</w:t>
      </w:r>
      <w:r>
        <w:t xml:space="preserve"> ! </w:t>
      </w:r>
      <w:r w:rsidR="002A4158" w:rsidRPr="00DA4E77">
        <w:t>fait-il</w:t>
      </w:r>
      <w:r>
        <w:t xml:space="preserve">, </w:t>
      </w:r>
      <w:r w:rsidR="002A4158" w:rsidRPr="00DA4E77">
        <w:t>lumière immortelle</w:t>
      </w:r>
      <w:r>
        <w:t xml:space="preserve"> ! </w:t>
      </w:r>
      <w:r w:rsidR="002A4158" w:rsidRPr="00DA4E77">
        <w:t>Salut</w:t>
      </w:r>
      <w:r>
        <w:t xml:space="preserve">, </w:t>
      </w:r>
      <w:r w:rsidR="002A4158" w:rsidRPr="00DA4E77">
        <w:t>clarté de l</w:t>
      </w:r>
      <w:r>
        <w:t>’</w:t>
      </w:r>
      <w:r w:rsidR="002A4158" w:rsidRPr="00DA4E77">
        <w:t>astre fécondateur et destructeur</w:t>
      </w:r>
      <w:r>
        <w:t xml:space="preserve"> ! </w:t>
      </w:r>
      <w:r w:rsidR="002A4158" w:rsidRPr="00DA4E77">
        <w:t>Pour la dernière fois que je t</w:t>
      </w:r>
      <w:r>
        <w:t>’</w:t>
      </w:r>
      <w:r w:rsidR="002A4158" w:rsidRPr="00DA4E77">
        <w:t>implore</w:t>
      </w:r>
      <w:r>
        <w:t xml:space="preserve">, </w:t>
      </w:r>
      <w:r w:rsidR="002A4158" w:rsidRPr="00DA4E77">
        <w:t>sois-moi propice</w:t>
      </w:r>
      <w:r>
        <w:t xml:space="preserve"> ; </w:t>
      </w:r>
      <w:r w:rsidR="002A4158" w:rsidRPr="00DA4E77">
        <w:t>fais que mes regards</w:t>
      </w:r>
      <w:r>
        <w:t xml:space="preserve">, </w:t>
      </w:r>
      <w:r w:rsidR="002A4158" w:rsidRPr="00DA4E77">
        <w:t>dans un triomphe suprême</w:t>
      </w:r>
      <w:r>
        <w:t xml:space="preserve">, </w:t>
      </w:r>
      <w:r w:rsidR="002A4158" w:rsidRPr="00DA4E77">
        <w:t>voient périr par toi les monstres porteurs d</w:t>
      </w:r>
      <w:r>
        <w:t>’</w:t>
      </w:r>
      <w:r w:rsidR="002A4158" w:rsidRPr="00DA4E77">
        <w:t>ombre et les âmes chargées de nuit</w:t>
      </w:r>
      <w:r>
        <w:t xml:space="preserve"> ! </w:t>
      </w:r>
      <w:r w:rsidR="002A4158" w:rsidRPr="00DA4E77">
        <w:t>Et ensuite</w:t>
      </w:r>
      <w:r>
        <w:t xml:space="preserve">, </w:t>
      </w:r>
      <w:r w:rsidR="002A4158" w:rsidRPr="00DA4E77">
        <w:t>s</w:t>
      </w:r>
      <w:r>
        <w:t>’</w:t>
      </w:r>
      <w:r w:rsidR="002A4158" w:rsidRPr="00DA4E77">
        <w:t>il le faut</w:t>
      </w:r>
      <w:r>
        <w:t xml:space="preserve">, </w:t>
      </w:r>
      <w:r w:rsidR="002A4158" w:rsidRPr="00DA4E77">
        <w:t>que toute lumière disparaisse à mes yeux</w:t>
      </w:r>
      <w:r>
        <w:t> !</w:t>
      </w:r>
    </w:p>
    <w:p w14:paraId="4A268FBD" w14:textId="77777777" w:rsidR="00276CCE" w:rsidRDefault="00276CCE" w:rsidP="00276CCE">
      <w:pPr>
        <w:pStyle w:val="Titre2"/>
        <w:rPr>
          <w:i/>
        </w:rPr>
      </w:pPr>
      <w:bookmarkStart w:id="50" w:name="_Toc194842036"/>
      <w:r w:rsidRPr="00DA4E77">
        <w:lastRenderedPageBreak/>
        <w:t>Scène</w:t>
      </w:r>
      <w:r>
        <w:t> </w:t>
      </w:r>
      <w:r w:rsidRPr="00DA4E77">
        <w:t>VII</w:t>
      </w:r>
      <w:r>
        <w:t xml:space="preserve">. – </w:t>
      </w:r>
      <w:r w:rsidR="002A4158" w:rsidRPr="00DA4E77">
        <w:rPr>
          <w:i/>
        </w:rPr>
        <w:t>La flotte ennemie</w:t>
      </w:r>
      <w:r>
        <w:rPr>
          <w:i/>
        </w:rPr>
        <w:t>.</w:t>
      </w:r>
      <w:bookmarkEnd w:id="50"/>
    </w:p>
    <w:p w14:paraId="7875EC26" w14:textId="77777777" w:rsidR="00276CCE" w:rsidRDefault="002A4158" w:rsidP="002A4158">
      <w:r w:rsidRPr="00DA4E77">
        <w:t>Derrière l</w:t>
      </w:r>
      <w:r w:rsidR="00276CCE">
        <w:t>’</w:t>
      </w:r>
      <w:r w:rsidRPr="00DA4E77">
        <w:t>Île de Fer</w:t>
      </w:r>
      <w:r w:rsidR="00276CCE">
        <w:t xml:space="preserve">, </w:t>
      </w:r>
      <w:r w:rsidRPr="00DA4E77">
        <w:t>la plus lointaine de toutes</w:t>
      </w:r>
      <w:r w:rsidR="00276CCE">
        <w:t xml:space="preserve">, </w:t>
      </w:r>
      <w:r w:rsidRPr="00DA4E77">
        <w:t>cachés à la vue des Atlantes par les hautes montagnes de l</w:t>
      </w:r>
      <w:r w:rsidR="00276CCE">
        <w:t>’</w:t>
      </w:r>
      <w:r w:rsidRPr="00DA4E77">
        <w:t>île</w:t>
      </w:r>
      <w:r w:rsidR="00276CCE">
        <w:t xml:space="preserve">, </w:t>
      </w:r>
      <w:r w:rsidRPr="00DA4E77">
        <w:t>les vaisseaux de la flotte aztèque et les galères montées par les esclaves noirs reposent</w:t>
      </w:r>
      <w:r w:rsidR="00276CCE">
        <w:t xml:space="preserve">, </w:t>
      </w:r>
      <w:r w:rsidRPr="00DA4E77">
        <w:t>ancrés dans une anse abritée des vents et les hommes inoccupés</w:t>
      </w:r>
      <w:r w:rsidR="00276CCE">
        <w:t xml:space="preserve">, </w:t>
      </w:r>
      <w:r w:rsidRPr="00DA4E77">
        <w:t>fatigués des alertes de la nuit</w:t>
      </w:r>
      <w:r w:rsidR="00276CCE">
        <w:t xml:space="preserve">, </w:t>
      </w:r>
      <w:r w:rsidRPr="00DA4E77">
        <w:t>dorment sur le pont des navires</w:t>
      </w:r>
      <w:r w:rsidR="00276CCE">
        <w:t xml:space="preserve">, </w:t>
      </w:r>
      <w:r w:rsidRPr="00DA4E77">
        <w:t>ou allongés sur le sable de la grève</w:t>
      </w:r>
      <w:r w:rsidR="00276CCE">
        <w:t xml:space="preserve">. </w:t>
      </w:r>
      <w:r w:rsidRPr="00DA4E77">
        <w:t>Cependant</w:t>
      </w:r>
      <w:r w:rsidR="00276CCE">
        <w:t xml:space="preserve">, </w:t>
      </w:r>
      <w:r w:rsidRPr="00DA4E77">
        <w:t>parmi ceux qui veillent encore</w:t>
      </w:r>
      <w:r w:rsidR="00276CCE">
        <w:t xml:space="preserve">, </w:t>
      </w:r>
      <w:r w:rsidRPr="00DA4E77">
        <w:t>les matelots de race rouge affe</w:t>
      </w:r>
      <w:r w:rsidRPr="00DA4E77">
        <w:t>c</w:t>
      </w:r>
      <w:r w:rsidRPr="00DA4E77">
        <w:t>tent de mépriser les mineurs de race nègre</w:t>
      </w:r>
      <w:r w:rsidR="00276CCE">
        <w:t xml:space="preserve">, </w:t>
      </w:r>
      <w:r w:rsidRPr="00DA4E77">
        <w:t>et les navires des deux races sont éloignés les uns des autres</w:t>
      </w:r>
      <w:r w:rsidR="00276CCE">
        <w:t xml:space="preserve">, </w:t>
      </w:r>
      <w:r w:rsidRPr="00DA4E77">
        <w:t>les uns du côté de l</w:t>
      </w:r>
      <w:r w:rsidR="00276CCE">
        <w:t>’</w:t>
      </w:r>
      <w:r w:rsidRPr="00DA4E77">
        <w:t>orient</w:t>
      </w:r>
      <w:r w:rsidR="00276CCE">
        <w:t xml:space="preserve">, </w:t>
      </w:r>
      <w:r w:rsidRPr="00DA4E77">
        <w:t>les autres du côté de l</w:t>
      </w:r>
      <w:r w:rsidR="00276CCE">
        <w:t>’</w:t>
      </w:r>
      <w:r w:rsidRPr="00DA4E77">
        <w:t>occident</w:t>
      </w:r>
      <w:r w:rsidR="00276CCE">
        <w:t>.</w:t>
      </w:r>
    </w:p>
    <w:p w14:paraId="6E529D44" w14:textId="77777777" w:rsidR="00276CCE" w:rsidRDefault="002A4158" w:rsidP="002A4158">
      <w:r w:rsidRPr="00DA4E77">
        <w:t>Au loin</w:t>
      </w:r>
      <w:r w:rsidR="00276CCE">
        <w:t xml:space="preserve">, </w:t>
      </w:r>
      <w:r w:rsidRPr="00DA4E77">
        <w:t>en pleine mer</w:t>
      </w:r>
      <w:r w:rsidR="00276CCE">
        <w:t xml:space="preserve">, </w:t>
      </w:r>
      <w:r w:rsidRPr="00DA4E77">
        <w:t>il y a un autre groupe de bâtiments</w:t>
      </w:r>
      <w:r w:rsidR="00276CCE">
        <w:t xml:space="preserve"> : </w:t>
      </w:r>
      <w:r w:rsidRPr="00DA4E77">
        <w:t>les grandes barques des marins d</w:t>
      </w:r>
      <w:r w:rsidR="00276CCE">
        <w:t>’</w:t>
      </w:r>
      <w:r w:rsidRPr="00DA4E77">
        <w:t>Armor</w:t>
      </w:r>
      <w:r w:rsidR="00276CCE">
        <w:t xml:space="preserve">. </w:t>
      </w:r>
      <w:r w:rsidRPr="00DA4E77">
        <w:t>À quelques centaines de brasses</w:t>
      </w:r>
      <w:r w:rsidR="00276CCE">
        <w:t xml:space="preserve">, </w:t>
      </w:r>
      <w:r w:rsidRPr="00DA4E77">
        <w:t>dans l</w:t>
      </w:r>
      <w:r w:rsidR="00276CCE">
        <w:t>’</w:t>
      </w:r>
      <w:r w:rsidRPr="00DA4E77">
        <w:t>île</w:t>
      </w:r>
      <w:r w:rsidR="00276CCE">
        <w:t xml:space="preserve">, </w:t>
      </w:r>
      <w:r w:rsidRPr="00DA4E77">
        <w:t>enfouie à demi dans les palmiers</w:t>
      </w:r>
      <w:r w:rsidR="00276CCE">
        <w:t xml:space="preserve">, </w:t>
      </w:r>
      <w:r w:rsidRPr="00DA4E77">
        <w:t>voici une maison blanche autour de laquelle s</w:t>
      </w:r>
      <w:r w:rsidR="00276CCE">
        <w:t>’</w:t>
      </w:r>
      <w:r w:rsidRPr="00DA4E77">
        <w:t>agitent quelques so</w:t>
      </w:r>
      <w:r w:rsidRPr="00DA4E77">
        <w:t>l</w:t>
      </w:r>
      <w:r w:rsidRPr="00DA4E77">
        <w:t>dats</w:t>
      </w:r>
      <w:r w:rsidR="00276CCE">
        <w:t xml:space="preserve">. </w:t>
      </w:r>
      <w:r w:rsidRPr="00DA4E77">
        <w:t>Et si l</w:t>
      </w:r>
      <w:r w:rsidR="00276CCE">
        <w:t>’</w:t>
      </w:r>
      <w:r w:rsidRPr="00DA4E77">
        <w:t>on s</w:t>
      </w:r>
      <w:r w:rsidR="00276CCE">
        <w:t>’</w:t>
      </w:r>
      <w:r w:rsidRPr="00DA4E77">
        <w:t>approche</w:t>
      </w:r>
      <w:r w:rsidR="00276CCE">
        <w:t xml:space="preserve">, </w:t>
      </w:r>
      <w:r w:rsidRPr="00DA4E77">
        <w:t>des éclats de voix se font entendre</w:t>
      </w:r>
      <w:r w:rsidR="00276CCE">
        <w:t xml:space="preserve">. </w:t>
      </w:r>
      <w:r w:rsidRPr="00DA4E77">
        <w:t>Parfois</w:t>
      </w:r>
      <w:r w:rsidR="00276CCE">
        <w:t xml:space="preserve">, </w:t>
      </w:r>
      <w:r w:rsidRPr="00DA4E77">
        <w:t>ces voix retentissent</w:t>
      </w:r>
      <w:r w:rsidR="00276CCE">
        <w:t xml:space="preserve">, </w:t>
      </w:r>
      <w:r w:rsidRPr="00DA4E77">
        <w:t>rauques et fiévreuses</w:t>
      </w:r>
      <w:r w:rsidR="00276CCE">
        <w:t xml:space="preserve"> ; </w:t>
      </w:r>
      <w:r w:rsidRPr="00DA4E77">
        <w:t>parfois</w:t>
      </w:r>
      <w:r w:rsidR="00276CCE">
        <w:t xml:space="preserve">, </w:t>
      </w:r>
      <w:r w:rsidRPr="00DA4E77">
        <w:t>e</w:t>
      </w:r>
      <w:r w:rsidRPr="00DA4E77">
        <w:t>l</w:t>
      </w:r>
      <w:r w:rsidRPr="00DA4E77">
        <w:t>les s</w:t>
      </w:r>
      <w:r w:rsidR="00276CCE">
        <w:t>’</w:t>
      </w:r>
      <w:r w:rsidRPr="00DA4E77">
        <w:t>apaisent</w:t>
      </w:r>
      <w:r w:rsidR="00276CCE">
        <w:t xml:space="preserve">, </w:t>
      </w:r>
      <w:r w:rsidRPr="00DA4E77">
        <w:t>et un timbre argentin de femme semble rétablir l</w:t>
      </w:r>
      <w:r w:rsidR="00276CCE">
        <w:t>’</w:t>
      </w:r>
      <w:r w:rsidRPr="00DA4E77">
        <w:t>ordre pour quelques instants</w:t>
      </w:r>
      <w:r w:rsidR="00276CCE">
        <w:t>.</w:t>
      </w:r>
    </w:p>
    <w:p w14:paraId="207D0DE5" w14:textId="77777777" w:rsidR="00276CCE" w:rsidRDefault="002A4158" w:rsidP="002A4158">
      <w:r w:rsidRPr="00DA4E77">
        <w:t>L</w:t>
      </w:r>
      <w:r w:rsidR="00276CCE">
        <w:t>’</w:t>
      </w:r>
      <w:r w:rsidRPr="00DA4E77">
        <w:t xml:space="preserve">Île de Fer dépend de </w:t>
      </w:r>
      <w:proofErr w:type="spellStart"/>
      <w:r w:rsidRPr="00DA4E77">
        <w:t>Barkas</w:t>
      </w:r>
      <w:proofErr w:type="spellEnd"/>
      <w:r w:rsidR="00276CCE">
        <w:t xml:space="preserve">, </w:t>
      </w:r>
      <w:r w:rsidRPr="00DA4E77">
        <w:t>l</w:t>
      </w:r>
      <w:r w:rsidR="00276CCE">
        <w:t>’</w:t>
      </w:r>
      <w:r w:rsidRPr="00DA4E77">
        <w:t>architecte</w:t>
      </w:r>
      <w:r w:rsidR="00276CCE">
        <w:t xml:space="preserve">, </w:t>
      </w:r>
      <w:r w:rsidRPr="00DA4E77">
        <w:t>à qui appartient la maison blanche où se concentrent à cette heure les principaux agitateurs</w:t>
      </w:r>
      <w:r w:rsidR="00276CCE">
        <w:t>.</w:t>
      </w:r>
    </w:p>
    <w:p w14:paraId="7F0B0A3C" w14:textId="77777777" w:rsidR="00276CCE" w:rsidRDefault="002A4158" w:rsidP="002A4158">
      <w:r w:rsidRPr="00DA4E77">
        <w:t>Les événements de la nuit précédente</w:t>
      </w:r>
      <w:r w:rsidR="00276CCE">
        <w:t xml:space="preserve">, </w:t>
      </w:r>
      <w:r w:rsidRPr="00DA4E77">
        <w:t>la querelle trop tôt engagée</w:t>
      </w:r>
      <w:r w:rsidR="00276CCE">
        <w:t xml:space="preserve"> ; </w:t>
      </w:r>
      <w:r w:rsidRPr="00DA4E77">
        <w:t>l</w:t>
      </w:r>
      <w:r w:rsidR="00276CCE">
        <w:t>’</w:t>
      </w:r>
      <w:r w:rsidRPr="00DA4E77">
        <w:t>incendie des vaisseaux commencé sans signal</w:t>
      </w:r>
      <w:r w:rsidR="00276CCE">
        <w:t xml:space="preserve"> ; </w:t>
      </w:r>
      <w:r w:rsidRPr="00DA4E77">
        <w:t>le d</w:t>
      </w:r>
      <w:r w:rsidRPr="00DA4E77">
        <w:t>é</w:t>
      </w:r>
      <w:r w:rsidRPr="00DA4E77">
        <w:t>part d</w:t>
      </w:r>
      <w:r w:rsidR="00276CCE">
        <w:t>’</w:t>
      </w:r>
      <w:proofErr w:type="spellStart"/>
      <w:r w:rsidRPr="00DA4E77">
        <w:t>Hellas</w:t>
      </w:r>
      <w:proofErr w:type="spellEnd"/>
      <w:r w:rsidR="00276CCE">
        <w:t xml:space="preserve"> ; </w:t>
      </w:r>
      <w:r w:rsidRPr="00DA4E77">
        <w:t>l</w:t>
      </w:r>
      <w:r w:rsidR="00276CCE">
        <w:t>’</w:t>
      </w:r>
      <w:r w:rsidRPr="00DA4E77">
        <w:t xml:space="preserve">insuccès de </w:t>
      </w:r>
      <w:proofErr w:type="spellStart"/>
      <w:r w:rsidRPr="00DA4E77">
        <w:t>Belkis</w:t>
      </w:r>
      <w:proofErr w:type="spellEnd"/>
      <w:r w:rsidR="00276CCE">
        <w:t xml:space="preserve"> ; </w:t>
      </w:r>
      <w:r w:rsidRPr="00DA4E77">
        <w:t>l</w:t>
      </w:r>
      <w:r w:rsidR="00276CCE">
        <w:t>’</w:t>
      </w:r>
      <w:r w:rsidRPr="00DA4E77">
        <w:t>intervention quasi mirac</w:t>
      </w:r>
      <w:r w:rsidRPr="00DA4E77">
        <w:t>u</w:t>
      </w:r>
      <w:r w:rsidRPr="00DA4E77">
        <w:t>leuse d</w:t>
      </w:r>
      <w:r w:rsidR="00276CCE">
        <w:t>’</w:t>
      </w:r>
      <w:proofErr w:type="spellStart"/>
      <w:r w:rsidRPr="00DA4E77">
        <w:t>Oréus</w:t>
      </w:r>
      <w:proofErr w:type="spellEnd"/>
      <w:r w:rsidR="00276CCE">
        <w:t xml:space="preserve"> ; </w:t>
      </w:r>
      <w:r w:rsidRPr="00DA4E77">
        <w:t>l</w:t>
      </w:r>
      <w:r w:rsidR="00276CCE">
        <w:t>’</w:t>
      </w:r>
      <w:r w:rsidRPr="00DA4E77">
        <w:t>expulsion des Noirs hors de la Terrasse Sainte</w:t>
      </w:r>
      <w:r w:rsidR="00276CCE">
        <w:t xml:space="preserve"> ; </w:t>
      </w:r>
      <w:r w:rsidRPr="00DA4E77">
        <w:t>tous ces souvenirs chauds encore d</w:t>
      </w:r>
      <w:r w:rsidR="00276CCE">
        <w:t>’</w:t>
      </w:r>
      <w:r w:rsidRPr="00DA4E77">
        <w:t>une récente défaite excitent la colère ou l</w:t>
      </w:r>
      <w:r w:rsidR="00276CCE">
        <w:t>’</w:t>
      </w:r>
      <w:r w:rsidRPr="00DA4E77">
        <w:t>indignation des uns</w:t>
      </w:r>
      <w:r w:rsidR="00276CCE">
        <w:t xml:space="preserve">, </w:t>
      </w:r>
      <w:r w:rsidRPr="00DA4E77">
        <w:t>le découragement de quelques autres</w:t>
      </w:r>
      <w:r w:rsidR="00276CCE">
        <w:t xml:space="preserve">, </w:t>
      </w:r>
      <w:r w:rsidRPr="00DA4E77">
        <w:t>les disputes réciproques de tous</w:t>
      </w:r>
      <w:r w:rsidR="00276CCE">
        <w:t xml:space="preserve">. </w:t>
      </w:r>
      <w:proofErr w:type="spellStart"/>
      <w:r w:rsidRPr="00DA4E77">
        <w:lastRenderedPageBreak/>
        <w:t>Moussor</w:t>
      </w:r>
      <w:proofErr w:type="spellEnd"/>
      <w:r w:rsidR="00276CCE">
        <w:t xml:space="preserve">, </w:t>
      </w:r>
      <w:r w:rsidRPr="00DA4E77">
        <w:t>surtout</w:t>
      </w:r>
      <w:r w:rsidR="00276CCE">
        <w:t xml:space="preserve">, </w:t>
      </w:r>
      <w:r w:rsidRPr="00DA4E77">
        <w:t xml:space="preserve">ne cesse de reprocher à </w:t>
      </w:r>
      <w:proofErr w:type="spellStart"/>
      <w:r w:rsidRPr="00DA4E77">
        <w:t>Melléna</w:t>
      </w:r>
      <w:proofErr w:type="spellEnd"/>
      <w:r w:rsidRPr="00DA4E77">
        <w:t xml:space="preserve"> l</w:t>
      </w:r>
      <w:r w:rsidR="00276CCE">
        <w:t>’</w:t>
      </w:r>
      <w:r w:rsidRPr="00DA4E77">
        <w:t>imprévoyance de cette aventure</w:t>
      </w:r>
      <w:r w:rsidR="00276CCE">
        <w:t>.</w:t>
      </w:r>
    </w:p>
    <w:p w14:paraId="132F61B7" w14:textId="77777777" w:rsidR="00276CCE" w:rsidRDefault="00276CCE" w:rsidP="002A4158">
      <w:r>
        <w:t>— </w:t>
      </w:r>
      <w:r w:rsidR="002A4158" w:rsidRPr="00DA4E77">
        <w:t>Nous t</w:t>
      </w:r>
      <w:r>
        <w:t>’</w:t>
      </w:r>
      <w:r w:rsidR="002A4158" w:rsidRPr="00DA4E77">
        <w:t>avons suivie</w:t>
      </w:r>
      <w:r>
        <w:t xml:space="preserve">, </w:t>
      </w:r>
      <w:r w:rsidR="002A4158" w:rsidRPr="00DA4E77">
        <w:t>gronde-t-il</w:t>
      </w:r>
      <w:r>
        <w:t xml:space="preserve">, </w:t>
      </w:r>
      <w:r w:rsidR="002A4158" w:rsidRPr="00DA4E77">
        <w:t>connaissant l</w:t>
      </w:r>
      <w:r>
        <w:t>’</w:t>
      </w:r>
      <w:r w:rsidR="002A4158" w:rsidRPr="00DA4E77">
        <w:t>ardeur de ton zèle pour le triomphe de la race rouge</w:t>
      </w:r>
      <w:r>
        <w:t xml:space="preserve">, </w:t>
      </w:r>
      <w:r w:rsidR="002A4158" w:rsidRPr="00DA4E77">
        <w:t>et sachant combien</w:t>
      </w:r>
      <w:r>
        <w:t xml:space="preserve">, </w:t>
      </w:r>
      <w:r w:rsidR="002A4158" w:rsidRPr="00DA4E77">
        <w:t>d</w:t>
      </w:r>
      <w:r>
        <w:t>’</w:t>
      </w:r>
      <w:r w:rsidR="002A4158" w:rsidRPr="00DA4E77">
        <w:t>ordinaire</w:t>
      </w:r>
      <w:r>
        <w:t xml:space="preserve">, </w:t>
      </w:r>
      <w:r w:rsidR="002A4158" w:rsidRPr="00DA4E77">
        <w:t>tu apportais</w:t>
      </w:r>
      <w:r>
        <w:t xml:space="preserve">, </w:t>
      </w:r>
      <w:r w:rsidR="002A4158" w:rsidRPr="00DA4E77">
        <w:t>dans tes actes</w:t>
      </w:r>
      <w:r>
        <w:t xml:space="preserve">, </w:t>
      </w:r>
      <w:r w:rsidR="002A4158" w:rsidRPr="00DA4E77">
        <w:t>de clairvoyance et de décision</w:t>
      </w:r>
      <w:r>
        <w:t xml:space="preserve">, </w:t>
      </w:r>
      <w:r w:rsidR="002A4158" w:rsidRPr="00DA4E77">
        <w:t>et nous t</w:t>
      </w:r>
      <w:r>
        <w:t>’</w:t>
      </w:r>
      <w:r w:rsidR="002A4158" w:rsidRPr="00DA4E77">
        <w:t>avons spontanément désignée pour conduire à l</w:t>
      </w:r>
      <w:r>
        <w:t>’</w:t>
      </w:r>
      <w:r w:rsidR="002A4158" w:rsidRPr="00DA4E77">
        <w:t>assaut les fidèles Atlantes</w:t>
      </w:r>
      <w:r>
        <w:t>.</w:t>
      </w:r>
    </w:p>
    <w:p w14:paraId="56519EA2" w14:textId="77777777" w:rsidR="00276CCE" w:rsidRDefault="00276CCE" w:rsidP="002A4158">
      <w:r>
        <w:t>— </w:t>
      </w:r>
      <w:r w:rsidR="002A4158" w:rsidRPr="00DA4E77">
        <w:t>Trêve de compliments</w:t>
      </w:r>
      <w:r>
        <w:t xml:space="preserve">, </w:t>
      </w:r>
      <w:proofErr w:type="spellStart"/>
      <w:r w:rsidR="002A4158" w:rsidRPr="00DA4E77">
        <w:t>Moussor</w:t>
      </w:r>
      <w:proofErr w:type="spellEnd"/>
      <w:r>
        <w:t xml:space="preserve">. </w:t>
      </w:r>
      <w:r w:rsidR="002A4158" w:rsidRPr="00DA4E77">
        <w:t>Où veux-tu en venir</w:t>
      </w:r>
      <w:r>
        <w:t xml:space="preserve"> ? </w:t>
      </w:r>
      <w:r w:rsidR="002A4158" w:rsidRPr="00DA4E77">
        <w:t>Ai-je eu tort</w:t>
      </w:r>
      <w:r>
        <w:t xml:space="preserve"> ? </w:t>
      </w:r>
      <w:r w:rsidR="002A4158" w:rsidRPr="00DA4E77">
        <w:t>Ai-je cessé de mériter ton admiration ou tout au moins ta confiance</w:t>
      </w:r>
      <w:r>
        <w:t> ?</w:t>
      </w:r>
    </w:p>
    <w:p w14:paraId="659D54C5" w14:textId="77777777" w:rsidR="00276CCE" w:rsidRDefault="00276CCE" w:rsidP="002A4158">
      <w:r>
        <w:t>— </w:t>
      </w:r>
      <w:r w:rsidR="002A4158" w:rsidRPr="00DA4E77">
        <w:t>Je ne t</w:t>
      </w:r>
      <w:r>
        <w:t>’</w:t>
      </w:r>
      <w:r w:rsidR="002A4158" w:rsidRPr="00DA4E77">
        <w:t>accuse de rien</w:t>
      </w:r>
      <w:r>
        <w:t xml:space="preserve">, </w:t>
      </w:r>
      <w:proofErr w:type="spellStart"/>
      <w:r w:rsidR="002A4158" w:rsidRPr="00DA4E77">
        <w:t>Melléna</w:t>
      </w:r>
      <w:proofErr w:type="spellEnd"/>
      <w:r>
        <w:t xml:space="preserve">. </w:t>
      </w:r>
      <w:r w:rsidR="002A4158" w:rsidRPr="00DA4E77">
        <w:t>Mais</w:t>
      </w:r>
      <w:r>
        <w:t xml:space="preserve">, </w:t>
      </w:r>
      <w:r w:rsidR="002A4158" w:rsidRPr="00DA4E77">
        <w:t>soit infortune</w:t>
      </w:r>
      <w:r>
        <w:t xml:space="preserve">, </w:t>
      </w:r>
      <w:r w:rsidR="002A4158" w:rsidRPr="00DA4E77">
        <w:t>soit imprudence</w:t>
      </w:r>
      <w:r>
        <w:t xml:space="preserve">, </w:t>
      </w:r>
      <w:r w:rsidR="002A4158" w:rsidRPr="00DA4E77">
        <w:t>aujourd</w:t>
      </w:r>
      <w:r>
        <w:t>’</w:t>
      </w:r>
      <w:r w:rsidR="002A4158" w:rsidRPr="00DA4E77">
        <w:t>hui notre perte paraît certaine</w:t>
      </w:r>
      <w:r>
        <w:t xml:space="preserve">, </w:t>
      </w:r>
      <w:r w:rsidR="002A4158" w:rsidRPr="00DA4E77">
        <w:t>et en vo</w:t>
      </w:r>
      <w:r w:rsidR="002A4158" w:rsidRPr="00DA4E77">
        <w:t>u</w:t>
      </w:r>
      <w:r w:rsidR="002A4158" w:rsidRPr="00DA4E77">
        <w:t>lant sauver Atlantis de menaces futures et douteuses</w:t>
      </w:r>
      <w:r>
        <w:t xml:space="preserve">, </w:t>
      </w:r>
      <w:r w:rsidR="002A4158" w:rsidRPr="00DA4E77">
        <w:t>tu vas la condamner à un danger immédiat et précis</w:t>
      </w:r>
      <w:r>
        <w:t>.</w:t>
      </w:r>
    </w:p>
    <w:p w14:paraId="632DD006" w14:textId="77777777" w:rsidR="00276CCE" w:rsidRDefault="00276CCE" w:rsidP="002A4158">
      <w:r>
        <w:t>— </w:t>
      </w:r>
      <w:r w:rsidR="002A4158" w:rsidRPr="00DA4E77">
        <w:t>Que veux-tu dire</w:t>
      </w:r>
      <w:r>
        <w:t xml:space="preserve">, </w:t>
      </w:r>
      <w:proofErr w:type="spellStart"/>
      <w:r w:rsidR="002A4158" w:rsidRPr="00DA4E77">
        <w:t>Moussor</w:t>
      </w:r>
      <w:proofErr w:type="spellEnd"/>
      <w:r>
        <w:t xml:space="preserve"> ? </w:t>
      </w:r>
      <w:r w:rsidR="002A4158" w:rsidRPr="00DA4E77">
        <w:t xml:space="preserve">intervient </w:t>
      </w:r>
      <w:proofErr w:type="spellStart"/>
      <w:r w:rsidR="002A4158" w:rsidRPr="00DA4E77">
        <w:t>Guitché</w:t>
      </w:r>
      <w:proofErr w:type="spellEnd"/>
      <w:r>
        <w:t xml:space="preserve">. </w:t>
      </w:r>
      <w:r w:rsidR="002A4158" w:rsidRPr="00DA4E77">
        <w:t>Tu acc</w:t>
      </w:r>
      <w:r w:rsidR="002A4158" w:rsidRPr="00DA4E77">
        <w:t>u</w:t>
      </w:r>
      <w:r w:rsidR="002A4158" w:rsidRPr="00DA4E77">
        <w:t xml:space="preserve">ses </w:t>
      </w:r>
      <w:proofErr w:type="spellStart"/>
      <w:r w:rsidR="002A4158" w:rsidRPr="00DA4E77">
        <w:t>Melléna</w:t>
      </w:r>
      <w:proofErr w:type="spellEnd"/>
      <w:r w:rsidR="002A4158" w:rsidRPr="00DA4E77">
        <w:t xml:space="preserve"> de nous mettre en péril</w:t>
      </w:r>
      <w:r>
        <w:t> ?</w:t>
      </w:r>
    </w:p>
    <w:p w14:paraId="5D84656C" w14:textId="77777777" w:rsidR="00276CCE" w:rsidRDefault="00276CCE" w:rsidP="002A4158">
      <w:r>
        <w:t>— </w:t>
      </w:r>
      <w:r w:rsidR="002A4158" w:rsidRPr="00DA4E77">
        <w:t xml:space="preserve">Non </w:t>
      </w:r>
      <w:proofErr w:type="spellStart"/>
      <w:r w:rsidR="002A4158" w:rsidRPr="00DA4E77">
        <w:t>Melléna</w:t>
      </w:r>
      <w:proofErr w:type="spellEnd"/>
      <w:r w:rsidR="002A4158" w:rsidRPr="00DA4E77">
        <w:t xml:space="preserve"> elle-même</w:t>
      </w:r>
      <w:r>
        <w:t xml:space="preserve">, </w:t>
      </w:r>
      <w:r w:rsidR="002A4158" w:rsidRPr="00DA4E77">
        <w:t>mais son imprudence</w:t>
      </w:r>
      <w:r>
        <w:t xml:space="preserve">, </w:t>
      </w:r>
      <w:r w:rsidR="002A4158" w:rsidRPr="00DA4E77">
        <w:t>ou</w:t>
      </w:r>
      <w:r>
        <w:t xml:space="preserve">, </w:t>
      </w:r>
      <w:r w:rsidR="002A4158" w:rsidRPr="00DA4E77">
        <w:t>mieux</w:t>
      </w:r>
      <w:r>
        <w:t xml:space="preserve">, </w:t>
      </w:r>
      <w:r w:rsidR="002A4158" w:rsidRPr="00DA4E77">
        <w:t>notre imprudence à tous</w:t>
      </w:r>
      <w:r>
        <w:t xml:space="preserve">. </w:t>
      </w:r>
      <w:r w:rsidR="002A4158" w:rsidRPr="00DA4E77">
        <w:t>Et cette imprudence</w:t>
      </w:r>
      <w:r>
        <w:t xml:space="preserve">, </w:t>
      </w:r>
      <w:r w:rsidR="002A4158" w:rsidRPr="00DA4E77">
        <w:t>tu la d</w:t>
      </w:r>
      <w:r w:rsidR="002A4158" w:rsidRPr="00DA4E77">
        <w:t>é</w:t>
      </w:r>
      <w:r w:rsidR="002A4158" w:rsidRPr="00DA4E77">
        <w:t>plores tout le premier</w:t>
      </w:r>
      <w:r>
        <w:t>.</w:t>
      </w:r>
    </w:p>
    <w:p w14:paraId="4E5E8F91" w14:textId="77777777" w:rsidR="00276CCE" w:rsidRDefault="00276CCE" w:rsidP="002A4158">
      <w:r>
        <w:t>— </w:t>
      </w:r>
      <w:r w:rsidR="002A4158" w:rsidRPr="00DA4E77">
        <w:t>Certes</w:t>
      </w:r>
      <w:r>
        <w:t xml:space="preserve">, </w:t>
      </w:r>
      <w:r w:rsidR="002A4158" w:rsidRPr="00DA4E77">
        <w:t xml:space="preserve">continue </w:t>
      </w:r>
      <w:proofErr w:type="spellStart"/>
      <w:r w:rsidR="002A4158" w:rsidRPr="00DA4E77">
        <w:t>Guitché</w:t>
      </w:r>
      <w:proofErr w:type="spellEnd"/>
      <w:r>
        <w:t xml:space="preserve">, </w:t>
      </w:r>
      <w:r w:rsidR="002A4158" w:rsidRPr="00DA4E77">
        <w:t>en bredouillant d</w:t>
      </w:r>
      <w:r>
        <w:t>’</w:t>
      </w:r>
      <w:r w:rsidR="002A4158" w:rsidRPr="00DA4E77">
        <w:t>hésitantes paroles</w:t>
      </w:r>
      <w:r>
        <w:t xml:space="preserve"> ; </w:t>
      </w:r>
      <w:r w:rsidR="002A4158" w:rsidRPr="00DA4E77">
        <w:t>et même</w:t>
      </w:r>
      <w:r>
        <w:t xml:space="preserve">, </w:t>
      </w:r>
      <w:r w:rsidR="002A4158" w:rsidRPr="00DA4E77">
        <w:t>je ne suis pas trop rassuré sur l</w:t>
      </w:r>
      <w:r>
        <w:t>’</w:t>
      </w:r>
      <w:r w:rsidR="002A4158" w:rsidRPr="00DA4E77">
        <w:t>avenir de n</w:t>
      </w:r>
      <w:r w:rsidR="002A4158" w:rsidRPr="00DA4E77">
        <w:t>o</w:t>
      </w:r>
      <w:r w:rsidR="002A4158" w:rsidRPr="00DA4E77">
        <w:t>tre aventure</w:t>
      </w:r>
      <w:r>
        <w:t>.</w:t>
      </w:r>
    </w:p>
    <w:p w14:paraId="24F4BC89" w14:textId="77777777" w:rsidR="00276CCE" w:rsidRDefault="00276CCE" w:rsidP="002A4158">
      <w:r>
        <w:t>— </w:t>
      </w:r>
      <w:r w:rsidR="002A4158" w:rsidRPr="00DA4E77">
        <w:t>Ainsi</w:t>
      </w:r>
      <w:r>
        <w:t xml:space="preserve">, </w:t>
      </w:r>
      <w:r w:rsidR="002A4158" w:rsidRPr="00DA4E77">
        <w:t xml:space="preserve">déclare </w:t>
      </w:r>
      <w:proofErr w:type="spellStart"/>
      <w:r w:rsidR="002A4158" w:rsidRPr="00DA4E77">
        <w:t>Melléna</w:t>
      </w:r>
      <w:proofErr w:type="spellEnd"/>
      <w:r w:rsidR="002A4158" w:rsidRPr="00DA4E77">
        <w:t xml:space="preserve"> avec hauteur</w:t>
      </w:r>
      <w:r>
        <w:t xml:space="preserve">, </w:t>
      </w:r>
      <w:r w:rsidR="002A4158" w:rsidRPr="00DA4E77">
        <w:t>voilà tous les ho</w:t>
      </w:r>
      <w:r w:rsidR="002A4158" w:rsidRPr="00DA4E77">
        <w:t>m</w:t>
      </w:r>
      <w:r w:rsidR="002A4158" w:rsidRPr="00DA4E77">
        <w:t>mes qui m</w:t>
      </w:r>
      <w:r>
        <w:t>’</w:t>
      </w:r>
      <w:r w:rsidR="002A4158" w:rsidRPr="00DA4E77">
        <w:t>abandonnent</w:t>
      </w:r>
      <w:r>
        <w:t xml:space="preserve"> ! </w:t>
      </w:r>
      <w:r w:rsidR="002A4158" w:rsidRPr="00DA4E77">
        <w:t>Il fallait m</w:t>
      </w:r>
      <w:r>
        <w:t>’</w:t>
      </w:r>
      <w:r w:rsidR="002A4158" w:rsidRPr="00DA4E77">
        <w:t>y attendre</w:t>
      </w:r>
      <w:r>
        <w:t xml:space="preserve"> ! </w:t>
      </w:r>
      <w:r w:rsidR="002A4158" w:rsidRPr="00DA4E77">
        <w:t>Et toi</w:t>
      </w:r>
      <w:r>
        <w:t xml:space="preserve">, </w:t>
      </w:r>
      <w:proofErr w:type="spellStart"/>
      <w:r w:rsidR="002A4158" w:rsidRPr="00DA4E77">
        <w:t>Barkas</w:t>
      </w:r>
      <w:proofErr w:type="spellEnd"/>
      <w:r>
        <w:t> ?</w:t>
      </w:r>
    </w:p>
    <w:p w14:paraId="5FD22009" w14:textId="77777777" w:rsidR="00276CCE" w:rsidRDefault="00276CCE" w:rsidP="002A4158">
      <w:r>
        <w:t>— </w:t>
      </w:r>
      <w:r w:rsidR="002A4158" w:rsidRPr="00DA4E77">
        <w:t>Moi</w:t>
      </w:r>
      <w:r>
        <w:t xml:space="preserve">, </w:t>
      </w:r>
      <w:proofErr w:type="spellStart"/>
      <w:r w:rsidR="002A4158" w:rsidRPr="00DA4E77">
        <w:t>Melléna</w:t>
      </w:r>
      <w:proofErr w:type="spellEnd"/>
      <w:r>
        <w:t xml:space="preserve">, </w:t>
      </w:r>
      <w:r w:rsidR="002A4158" w:rsidRPr="00DA4E77">
        <w:t>tu le sais</w:t>
      </w:r>
      <w:r>
        <w:t xml:space="preserve">, </w:t>
      </w:r>
      <w:r w:rsidR="002A4158" w:rsidRPr="00DA4E77">
        <w:t>je te suivrai et suivrai jusqu</w:t>
      </w:r>
      <w:r>
        <w:t>’</w:t>
      </w:r>
      <w:r w:rsidR="002A4158" w:rsidRPr="00DA4E77">
        <w:t>à la mort notre tentative audacieuse</w:t>
      </w:r>
      <w:r>
        <w:t xml:space="preserve">. </w:t>
      </w:r>
      <w:r w:rsidR="002A4158" w:rsidRPr="00DA4E77">
        <w:t>Mais je ne vois pas très bien</w:t>
      </w:r>
      <w:r>
        <w:t xml:space="preserve">, </w:t>
      </w:r>
      <w:r w:rsidR="002A4158" w:rsidRPr="00DA4E77">
        <w:t>à cette heure</w:t>
      </w:r>
      <w:r>
        <w:t xml:space="preserve">, </w:t>
      </w:r>
      <w:r w:rsidR="002A4158" w:rsidRPr="00DA4E77">
        <w:t>où nous allons</w:t>
      </w:r>
      <w:r>
        <w:t>.</w:t>
      </w:r>
    </w:p>
    <w:p w14:paraId="49695F34" w14:textId="77777777" w:rsidR="00276CCE" w:rsidRDefault="00276CCE" w:rsidP="002A4158">
      <w:r>
        <w:lastRenderedPageBreak/>
        <w:t>— </w:t>
      </w:r>
      <w:r w:rsidR="002A4158" w:rsidRPr="00DA4E77">
        <w:t>Que je regrette l</w:t>
      </w:r>
      <w:r>
        <w:t>’</w:t>
      </w:r>
      <w:r w:rsidR="002A4158" w:rsidRPr="00DA4E77">
        <w:t xml:space="preserve">absence de </w:t>
      </w:r>
      <w:proofErr w:type="spellStart"/>
      <w:r w:rsidR="002A4158" w:rsidRPr="00DA4E77">
        <w:t>Belkis</w:t>
      </w:r>
      <w:proofErr w:type="spellEnd"/>
      <w:r>
        <w:t xml:space="preserve"> ! </w:t>
      </w:r>
      <w:r w:rsidR="002A4158" w:rsidRPr="00DA4E77">
        <w:t>J</w:t>
      </w:r>
      <w:r>
        <w:t>’</w:t>
      </w:r>
      <w:r w:rsidR="002A4158" w:rsidRPr="00DA4E77">
        <w:t>aurais</w:t>
      </w:r>
      <w:r>
        <w:t xml:space="preserve">, </w:t>
      </w:r>
      <w:r w:rsidR="002A4158" w:rsidRPr="00DA4E77">
        <w:t>du moins</w:t>
      </w:r>
      <w:r>
        <w:t xml:space="preserve">, </w:t>
      </w:r>
      <w:r w:rsidR="002A4158" w:rsidRPr="00DA4E77">
        <w:t>quelqu</w:t>
      </w:r>
      <w:r>
        <w:t>’</w:t>
      </w:r>
      <w:r w:rsidR="002A4158" w:rsidRPr="00DA4E77">
        <w:t>un pour me défendre</w:t>
      </w:r>
      <w:r>
        <w:t>.</w:t>
      </w:r>
    </w:p>
    <w:p w14:paraId="53B66D65" w14:textId="77777777" w:rsidR="00276CCE" w:rsidRDefault="00276CCE" w:rsidP="002A4158">
      <w:r>
        <w:t>— </w:t>
      </w:r>
      <w:proofErr w:type="spellStart"/>
      <w:r w:rsidR="002A4158" w:rsidRPr="00DA4E77">
        <w:t>Belkis</w:t>
      </w:r>
      <w:proofErr w:type="spellEnd"/>
      <w:r>
        <w:t xml:space="preserve"> ? </w:t>
      </w:r>
      <w:r w:rsidR="002A4158" w:rsidRPr="00DA4E77">
        <w:t xml:space="preserve">riposte </w:t>
      </w:r>
      <w:proofErr w:type="spellStart"/>
      <w:r w:rsidR="002A4158" w:rsidRPr="00DA4E77">
        <w:t>Moussor</w:t>
      </w:r>
      <w:proofErr w:type="spellEnd"/>
      <w:r>
        <w:t xml:space="preserve">. </w:t>
      </w:r>
      <w:r w:rsidR="002A4158" w:rsidRPr="00DA4E77">
        <w:t>Quand vient le moment de la lutte</w:t>
      </w:r>
      <w:r>
        <w:t xml:space="preserve">, </w:t>
      </w:r>
      <w:r w:rsidR="002A4158" w:rsidRPr="00DA4E77">
        <w:t>il disparaît</w:t>
      </w:r>
      <w:r>
        <w:t>.</w:t>
      </w:r>
    </w:p>
    <w:p w14:paraId="598A7B81" w14:textId="77777777" w:rsidR="00276CCE" w:rsidRDefault="00276CCE" w:rsidP="002A4158">
      <w:r>
        <w:t>— </w:t>
      </w:r>
      <w:r w:rsidR="002A4158" w:rsidRPr="00DA4E77">
        <w:t>Ne le calomnie pas</w:t>
      </w:r>
      <w:r>
        <w:t xml:space="preserve">, </w:t>
      </w:r>
      <w:proofErr w:type="spellStart"/>
      <w:r w:rsidR="002A4158" w:rsidRPr="00DA4E77">
        <w:t>Moussor</w:t>
      </w:r>
      <w:proofErr w:type="spellEnd"/>
      <w:r>
        <w:t xml:space="preserve">. </w:t>
      </w:r>
      <w:proofErr w:type="spellStart"/>
      <w:r w:rsidR="002A4158" w:rsidRPr="00DA4E77">
        <w:t>Belkis</w:t>
      </w:r>
      <w:proofErr w:type="spellEnd"/>
      <w:r w:rsidR="002A4158" w:rsidRPr="00DA4E77">
        <w:t xml:space="preserve"> est prisonnier</w:t>
      </w:r>
      <w:r>
        <w:t xml:space="preserve">, </w:t>
      </w:r>
      <w:r w:rsidR="002A4158" w:rsidRPr="00DA4E77">
        <w:t>mort peut-être</w:t>
      </w:r>
      <w:r>
        <w:t xml:space="preserve">… </w:t>
      </w:r>
      <w:r w:rsidR="002A4158" w:rsidRPr="00DA4E77">
        <w:t>N</w:t>
      </w:r>
      <w:r>
        <w:t>’</w:t>
      </w:r>
      <w:r w:rsidR="002A4158" w:rsidRPr="00DA4E77">
        <w:t>a-t-il pas risqué les plus grands périls pour aller</w:t>
      </w:r>
      <w:r>
        <w:t xml:space="preserve">, </w:t>
      </w:r>
      <w:r w:rsidR="002A4158" w:rsidRPr="00DA4E77">
        <w:t>jusqu</w:t>
      </w:r>
      <w:r>
        <w:t>’</w:t>
      </w:r>
      <w:r w:rsidR="002A4158" w:rsidRPr="00DA4E77">
        <w:t>à la Terrasse Sainte</w:t>
      </w:r>
      <w:r>
        <w:t xml:space="preserve">, </w:t>
      </w:r>
      <w:r w:rsidR="002A4158" w:rsidRPr="00DA4E77">
        <w:t>favoriser les projets de nos amis</w:t>
      </w:r>
      <w:r>
        <w:t> !</w:t>
      </w:r>
    </w:p>
    <w:p w14:paraId="0F88EDC9" w14:textId="77777777" w:rsidR="00276CCE" w:rsidRDefault="00276CCE" w:rsidP="002A4158">
      <w:r>
        <w:t>— </w:t>
      </w:r>
      <w:r w:rsidR="002A4158" w:rsidRPr="00DA4E77">
        <w:t>Ah</w:t>
      </w:r>
      <w:r>
        <w:t xml:space="preserve"> ! </w:t>
      </w:r>
      <w:r w:rsidR="002A4158" w:rsidRPr="00DA4E77">
        <w:t>la belle aventure</w:t>
      </w:r>
      <w:r>
        <w:t xml:space="preserve">, </w:t>
      </w:r>
      <w:r w:rsidR="002A4158" w:rsidRPr="00DA4E77">
        <w:t>vraiment</w:t>
      </w:r>
      <w:r>
        <w:t xml:space="preserve"> ! </w:t>
      </w:r>
      <w:r w:rsidR="002A4158" w:rsidRPr="00DA4E77">
        <w:t xml:space="preserve">insiste </w:t>
      </w:r>
      <w:proofErr w:type="spellStart"/>
      <w:r w:rsidR="002A4158" w:rsidRPr="00DA4E77">
        <w:t>Moussor</w:t>
      </w:r>
      <w:proofErr w:type="spellEnd"/>
      <w:r>
        <w:t xml:space="preserve">. </w:t>
      </w:r>
      <w:r w:rsidR="002A4158" w:rsidRPr="00DA4E77">
        <w:t>Voilà donc à quel acte insensé devait aboutir notre œuvre commune en faveur d</w:t>
      </w:r>
      <w:r>
        <w:t>’</w:t>
      </w:r>
      <w:r w:rsidR="002A4158" w:rsidRPr="00DA4E77">
        <w:t>Atlantis</w:t>
      </w:r>
      <w:r>
        <w:t xml:space="preserve"> ? </w:t>
      </w:r>
      <w:r w:rsidR="002A4158" w:rsidRPr="00DA4E77">
        <w:t>À plonger dans l</w:t>
      </w:r>
      <w:r>
        <w:t>’</w:t>
      </w:r>
      <w:r w:rsidR="002A4158" w:rsidRPr="00DA4E77">
        <w:t>ombre toute une cité t</w:t>
      </w:r>
      <w:r w:rsidR="002A4158" w:rsidRPr="00DA4E77">
        <w:t>u</w:t>
      </w:r>
      <w:r w:rsidR="002A4158" w:rsidRPr="00DA4E77">
        <w:t>multueuse et à susciter de toutes parts le désordre</w:t>
      </w:r>
      <w:r>
        <w:t xml:space="preserve">, </w:t>
      </w:r>
      <w:r w:rsidR="002A4158" w:rsidRPr="00DA4E77">
        <w:t>le pillage et la dévastation</w:t>
      </w:r>
      <w:r>
        <w:t xml:space="preserve">. </w:t>
      </w:r>
      <w:r w:rsidR="002A4158" w:rsidRPr="00DA4E77">
        <w:t>De telle sorte que si</w:t>
      </w:r>
      <w:r>
        <w:t xml:space="preserve">, </w:t>
      </w:r>
      <w:r w:rsidR="002A4158" w:rsidRPr="00DA4E77">
        <w:t>par miracle</w:t>
      </w:r>
      <w:r>
        <w:t xml:space="preserve">, </w:t>
      </w:r>
      <w:proofErr w:type="spellStart"/>
      <w:r w:rsidR="002A4158" w:rsidRPr="00DA4E77">
        <w:t>Oréus</w:t>
      </w:r>
      <w:proofErr w:type="spellEnd"/>
      <w:r w:rsidR="002A4158" w:rsidRPr="00DA4E77">
        <w:t xml:space="preserve"> n</w:t>
      </w:r>
      <w:r>
        <w:t>’</w:t>
      </w:r>
      <w:r w:rsidR="002A4158" w:rsidRPr="00DA4E77">
        <w:t>avait pas envoyé vers la ville la clarté prodigieuse dont il garde le s</w:t>
      </w:r>
      <w:r w:rsidR="002A4158" w:rsidRPr="00DA4E77">
        <w:t>e</w:t>
      </w:r>
      <w:r w:rsidR="002A4158" w:rsidRPr="00DA4E77">
        <w:t>cret</w:t>
      </w:r>
      <w:r>
        <w:t xml:space="preserve">, </w:t>
      </w:r>
      <w:r w:rsidR="002A4158" w:rsidRPr="00DA4E77">
        <w:t>on trouvait</w:t>
      </w:r>
      <w:r>
        <w:t xml:space="preserve">, </w:t>
      </w:r>
      <w:r w:rsidR="002A4158" w:rsidRPr="00DA4E77">
        <w:t>ce matin</w:t>
      </w:r>
      <w:r>
        <w:t xml:space="preserve">, </w:t>
      </w:r>
      <w:r w:rsidR="002A4158" w:rsidRPr="00DA4E77">
        <w:t>une cité bouleversée de fond en comble</w:t>
      </w:r>
      <w:r>
        <w:t>.</w:t>
      </w:r>
    </w:p>
    <w:p w14:paraId="726EEC22" w14:textId="77777777" w:rsidR="00276CCE" w:rsidRDefault="00276CCE" w:rsidP="002A4158">
      <w:r>
        <w:t>— </w:t>
      </w:r>
      <w:r w:rsidR="002A4158" w:rsidRPr="00DA4E77">
        <w:t>Toujours critiquer</w:t>
      </w:r>
      <w:r>
        <w:t xml:space="preserve"> ! </w:t>
      </w:r>
      <w:r w:rsidR="002A4158" w:rsidRPr="00DA4E77">
        <w:t xml:space="preserve">interrompt </w:t>
      </w:r>
      <w:proofErr w:type="spellStart"/>
      <w:r w:rsidR="002A4158" w:rsidRPr="00DA4E77">
        <w:t>Barkas</w:t>
      </w:r>
      <w:proofErr w:type="spellEnd"/>
      <w:r>
        <w:t xml:space="preserve">, </w:t>
      </w:r>
      <w:r w:rsidR="002A4158" w:rsidRPr="00DA4E77">
        <w:t>mais que prop</w:t>
      </w:r>
      <w:r w:rsidR="002A4158" w:rsidRPr="00DA4E77">
        <w:t>o</w:t>
      </w:r>
      <w:r w:rsidR="002A4158" w:rsidRPr="00DA4E77">
        <w:t>ses-tu de plus pratique et de plus juste</w:t>
      </w:r>
      <w:r>
        <w:t> ?</w:t>
      </w:r>
    </w:p>
    <w:p w14:paraId="6E7EC106" w14:textId="77777777" w:rsidR="00276CCE" w:rsidRDefault="00276CCE" w:rsidP="002A4158">
      <w:r>
        <w:t>— </w:t>
      </w:r>
      <w:r w:rsidR="002A4158" w:rsidRPr="00DA4E77">
        <w:t>Je propose la bataille loyale</w:t>
      </w:r>
      <w:r>
        <w:t xml:space="preserve">, </w:t>
      </w:r>
      <w:r w:rsidR="002A4158" w:rsidRPr="00DA4E77">
        <w:t>au grand soleil</w:t>
      </w:r>
      <w:r>
        <w:t xml:space="preserve">, </w:t>
      </w:r>
      <w:r w:rsidR="002A4158" w:rsidRPr="00DA4E77">
        <w:t>toutes nos idées déployées</w:t>
      </w:r>
      <w:r>
        <w:t xml:space="preserve">. </w:t>
      </w:r>
      <w:r w:rsidR="002A4158" w:rsidRPr="00DA4E77">
        <w:t>Avons-nous raison</w:t>
      </w:r>
      <w:r>
        <w:t xml:space="preserve">, </w:t>
      </w:r>
      <w:r w:rsidR="002A4158" w:rsidRPr="00DA4E77">
        <w:t>oui ou non</w:t>
      </w:r>
      <w:r>
        <w:t xml:space="preserve"> ? </w:t>
      </w:r>
      <w:r w:rsidR="002A4158" w:rsidRPr="00DA4E77">
        <w:t>Oui</w:t>
      </w:r>
      <w:r>
        <w:t xml:space="preserve">, </w:t>
      </w:r>
      <w:r w:rsidR="002A4158" w:rsidRPr="00DA4E77">
        <w:t>nous avons raison</w:t>
      </w:r>
      <w:r>
        <w:t xml:space="preserve">. </w:t>
      </w:r>
      <w:r w:rsidR="002A4158" w:rsidRPr="00DA4E77">
        <w:t>Alors</w:t>
      </w:r>
      <w:r>
        <w:t xml:space="preserve">, </w:t>
      </w:r>
      <w:r w:rsidR="002A4158" w:rsidRPr="00DA4E77">
        <w:t>que voulons-nous</w:t>
      </w:r>
      <w:r>
        <w:t xml:space="preserve"> ? </w:t>
      </w:r>
      <w:r w:rsidR="002A4158" w:rsidRPr="00DA4E77">
        <w:t>Garder jalousement Atlantis à la race rouge</w:t>
      </w:r>
      <w:r>
        <w:t xml:space="preserve">, </w:t>
      </w:r>
      <w:r w:rsidR="002A4158" w:rsidRPr="00DA4E77">
        <w:t>et chasser les novateurs qui veulent a</w:t>
      </w:r>
      <w:r w:rsidR="002A4158" w:rsidRPr="00DA4E77">
        <w:t>p</w:t>
      </w:r>
      <w:r w:rsidR="002A4158" w:rsidRPr="00DA4E77">
        <w:t>porter notre civilisation chez les Barbares blancs</w:t>
      </w:r>
      <w:r>
        <w:t xml:space="preserve">. </w:t>
      </w:r>
      <w:r w:rsidR="002A4158" w:rsidRPr="00DA4E77">
        <w:t>Eh bien</w:t>
      </w:r>
      <w:r>
        <w:t xml:space="preserve"> ! </w:t>
      </w:r>
      <w:r w:rsidR="002A4158" w:rsidRPr="00DA4E77">
        <w:t>qu</w:t>
      </w:r>
      <w:r>
        <w:t>’</w:t>
      </w:r>
      <w:r w:rsidR="002A4158" w:rsidRPr="00DA4E77">
        <w:t>est-il besoin de cacher nos projets</w:t>
      </w:r>
      <w:r>
        <w:t> ?</w:t>
      </w:r>
    </w:p>
    <w:p w14:paraId="53434473" w14:textId="77777777" w:rsidR="00276CCE" w:rsidRDefault="00276CCE" w:rsidP="002A4158">
      <w:r>
        <w:t>— </w:t>
      </w:r>
      <w:r w:rsidR="002A4158" w:rsidRPr="00DA4E77">
        <w:t>Et</w:t>
      </w:r>
      <w:r>
        <w:t xml:space="preserve">, </w:t>
      </w:r>
      <w:r w:rsidR="002A4158" w:rsidRPr="00DA4E77">
        <w:t>sans doute</w:t>
      </w:r>
      <w:r>
        <w:t xml:space="preserve">, </w:t>
      </w:r>
      <w:proofErr w:type="spellStart"/>
      <w:r w:rsidR="002A4158" w:rsidRPr="00DA4E77">
        <w:t>Moussor</w:t>
      </w:r>
      <w:proofErr w:type="spellEnd"/>
      <w:r w:rsidR="002A4158" w:rsidRPr="00DA4E77">
        <w:t xml:space="preserve"> eût tout dirigé infailliblement</w:t>
      </w:r>
      <w:r>
        <w:t xml:space="preserve"> ? </w:t>
      </w:r>
      <w:r w:rsidR="002A4158" w:rsidRPr="00DA4E77">
        <w:t xml:space="preserve">dit </w:t>
      </w:r>
      <w:proofErr w:type="spellStart"/>
      <w:r w:rsidR="002A4158" w:rsidRPr="00DA4E77">
        <w:t>Melléna</w:t>
      </w:r>
      <w:proofErr w:type="spellEnd"/>
      <w:r w:rsidR="002A4158" w:rsidRPr="00DA4E77">
        <w:t xml:space="preserve"> avec un hautain sourire</w:t>
      </w:r>
      <w:r>
        <w:t>.</w:t>
      </w:r>
    </w:p>
    <w:p w14:paraId="332B8D70" w14:textId="77777777" w:rsidR="00276CCE" w:rsidRDefault="00276CCE" w:rsidP="002A4158">
      <w:r>
        <w:t>— </w:t>
      </w:r>
      <w:r w:rsidR="002A4158" w:rsidRPr="00DA4E77">
        <w:t>Infailliblement</w:t>
      </w:r>
      <w:r>
        <w:t xml:space="preserve">, </w:t>
      </w:r>
      <w:r w:rsidR="002A4158" w:rsidRPr="00DA4E77">
        <w:t>je l</w:t>
      </w:r>
      <w:r>
        <w:t>’</w:t>
      </w:r>
      <w:r w:rsidR="002A4158" w:rsidRPr="00DA4E77">
        <w:t>ignore</w:t>
      </w:r>
      <w:r>
        <w:t xml:space="preserve">. </w:t>
      </w:r>
      <w:r w:rsidR="002A4158" w:rsidRPr="00DA4E77">
        <w:t>Mais loyalement</w:t>
      </w:r>
      <w:r>
        <w:t xml:space="preserve">, </w:t>
      </w:r>
      <w:r w:rsidR="002A4158" w:rsidRPr="00DA4E77">
        <w:t>rapidement et sans intrigues</w:t>
      </w:r>
      <w:r>
        <w:t xml:space="preserve"> : </w:t>
      </w:r>
      <w:r w:rsidR="002A4158" w:rsidRPr="00DA4E77">
        <w:t>voilà ce qu</w:t>
      </w:r>
      <w:r>
        <w:t>’</w:t>
      </w:r>
      <w:r w:rsidR="002A4158" w:rsidRPr="00DA4E77">
        <w:t>il eût fallu</w:t>
      </w:r>
      <w:r>
        <w:t xml:space="preserve"> ! </w:t>
      </w:r>
      <w:r w:rsidR="002A4158" w:rsidRPr="00DA4E77">
        <w:t>Si ce soir</w:t>
      </w:r>
      <w:r>
        <w:t xml:space="preserve">, </w:t>
      </w:r>
      <w:r w:rsidR="002A4158" w:rsidRPr="00DA4E77">
        <w:t xml:space="preserve">comme </w:t>
      </w:r>
      <w:proofErr w:type="spellStart"/>
      <w:r w:rsidR="002A4158" w:rsidRPr="00DA4E77">
        <w:t>Me</w:t>
      </w:r>
      <w:r w:rsidR="002A4158" w:rsidRPr="00DA4E77">
        <w:t>l</w:t>
      </w:r>
      <w:r w:rsidR="002A4158" w:rsidRPr="00DA4E77">
        <w:t>léna</w:t>
      </w:r>
      <w:proofErr w:type="spellEnd"/>
      <w:r w:rsidR="002A4158" w:rsidRPr="00DA4E77">
        <w:t xml:space="preserve"> le propose</w:t>
      </w:r>
      <w:r>
        <w:t xml:space="preserve">, </w:t>
      </w:r>
      <w:r w:rsidR="002A4158" w:rsidRPr="00DA4E77">
        <w:t>nous envahissons la Cité</w:t>
      </w:r>
      <w:r>
        <w:t xml:space="preserve">, </w:t>
      </w:r>
      <w:r w:rsidR="002A4158" w:rsidRPr="00DA4E77">
        <w:t xml:space="preserve">qui peut </w:t>
      </w:r>
      <w:r w:rsidR="002A4158" w:rsidRPr="00DA4E77">
        <w:lastRenderedPageBreak/>
        <w:t xml:space="preserve">répondre des actes que commettront </w:t>
      </w:r>
      <w:proofErr w:type="spellStart"/>
      <w:r w:rsidR="002A4158" w:rsidRPr="00DA4E77">
        <w:t>Timou</w:t>
      </w:r>
      <w:proofErr w:type="spellEnd"/>
      <w:r w:rsidR="002A4158" w:rsidRPr="00DA4E77">
        <w:t xml:space="preserve"> et sa horde d</w:t>
      </w:r>
      <w:r>
        <w:t>’</w:t>
      </w:r>
      <w:r w:rsidR="002A4158" w:rsidRPr="00DA4E77">
        <w:t>esclaves déchaînés</w:t>
      </w:r>
      <w:r>
        <w:t xml:space="preserve"> ? </w:t>
      </w:r>
      <w:r w:rsidR="002A4158" w:rsidRPr="00DA4E77">
        <w:t>Singulière façon de délivrer une ville que de l</w:t>
      </w:r>
      <w:r>
        <w:t>’</w:t>
      </w:r>
      <w:r w:rsidR="002A4158" w:rsidRPr="00DA4E77">
        <w:t>ouvrir aux féroc</w:t>
      </w:r>
      <w:r w:rsidR="002A4158" w:rsidRPr="00DA4E77">
        <w:t>i</w:t>
      </w:r>
      <w:r w:rsidR="002A4158" w:rsidRPr="00DA4E77">
        <w:t>tés de ses vaincus en révolte</w:t>
      </w:r>
      <w:r>
        <w:t> !</w:t>
      </w:r>
    </w:p>
    <w:p w14:paraId="63526F2B" w14:textId="77777777" w:rsidR="00276CCE" w:rsidRDefault="00276CCE" w:rsidP="002A4158">
      <w:r>
        <w:t>— </w:t>
      </w:r>
      <w:r w:rsidR="002A4158" w:rsidRPr="00DA4E77">
        <w:t>Tais-toi</w:t>
      </w:r>
      <w:r>
        <w:t xml:space="preserve">, </w:t>
      </w:r>
      <w:proofErr w:type="spellStart"/>
      <w:r w:rsidR="002A4158" w:rsidRPr="00DA4E77">
        <w:t>Moussor</w:t>
      </w:r>
      <w:proofErr w:type="spellEnd"/>
      <w:r>
        <w:t xml:space="preserve">, </w:t>
      </w:r>
      <w:r w:rsidR="002A4158" w:rsidRPr="00DA4E77">
        <w:t xml:space="preserve">ordonne </w:t>
      </w:r>
      <w:proofErr w:type="spellStart"/>
      <w:r w:rsidR="002A4158" w:rsidRPr="00DA4E77">
        <w:t>Melléna</w:t>
      </w:r>
      <w:proofErr w:type="spellEnd"/>
      <w:r>
        <w:t xml:space="preserve">, </w:t>
      </w:r>
      <w:r w:rsidR="002A4158" w:rsidRPr="00DA4E77">
        <w:t>imposant silence autour d</w:t>
      </w:r>
      <w:r>
        <w:t>’</w:t>
      </w:r>
      <w:r w:rsidR="002A4158" w:rsidRPr="00DA4E77">
        <w:t>elle</w:t>
      </w:r>
      <w:r>
        <w:t xml:space="preserve">. </w:t>
      </w:r>
      <w:r w:rsidR="002A4158" w:rsidRPr="00DA4E77">
        <w:t>Je t</w:t>
      </w:r>
      <w:r>
        <w:t>’</w:t>
      </w:r>
      <w:r w:rsidR="002A4158" w:rsidRPr="00DA4E77">
        <w:t>ai laissé parler tout ton saoul par respect pour ton âge et la dignité de ton caractère</w:t>
      </w:r>
      <w:r>
        <w:t xml:space="preserve">. </w:t>
      </w:r>
      <w:r w:rsidR="002A4158" w:rsidRPr="00DA4E77">
        <w:t>Maintenant</w:t>
      </w:r>
      <w:r>
        <w:t xml:space="preserve">, </w:t>
      </w:r>
      <w:r w:rsidR="002A4158" w:rsidRPr="00DA4E77">
        <w:t>écoutez-moi</w:t>
      </w:r>
      <w:r>
        <w:t>.</w:t>
      </w:r>
    </w:p>
    <w:p w14:paraId="7A3360E7" w14:textId="77777777" w:rsidR="00276CCE" w:rsidRDefault="00276CCE" w:rsidP="002A4158">
      <w:r>
        <w:t>— </w:t>
      </w:r>
      <w:r w:rsidR="002A4158" w:rsidRPr="00DA4E77">
        <w:t>Nous t</w:t>
      </w:r>
      <w:r>
        <w:t>’</w:t>
      </w:r>
      <w:r w:rsidR="002A4158" w:rsidRPr="00DA4E77">
        <w:t>écoutons</w:t>
      </w:r>
      <w:r>
        <w:t xml:space="preserve">, </w:t>
      </w:r>
      <w:r w:rsidR="002A4158" w:rsidRPr="00DA4E77">
        <w:t>et t</w:t>
      </w:r>
      <w:r>
        <w:t>’</w:t>
      </w:r>
      <w:r w:rsidR="002A4158" w:rsidRPr="00DA4E77">
        <w:t>admirons</w:t>
      </w:r>
      <w:r>
        <w:t xml:space="preserve">. </w:t>
      </w:r>
      <w:r w:rsidR="002A4158" w:rsidRPr="00DA4E77">
        <w:t>Et sache que</w:t>
      </w:r>
      <w:r>
        <w:t xml:space="preserve">, </w:t>
      </w:r>
      <w:r w:rsidR="002A4158" w:rsidRPr="00DA4E77">
        <w:t>même si tu te trompes</w:t>
      </w:r>
      <w:r>
        <w:t xml:space="preserve">, </w:t>
      </w:r>
      <w:r w:rsidR="002A4158" w:rsidRPr="00DA4E77">
        <w:t>nous ne t</w:t>
      </w:r>
      <w:r>
        <w:t>’</w:t>
      </w:r>
      <w:r w:rsidR="002A4158" w:rsidRPr="00DA4E77">
        <w:t>abandonnerons pas</w:t>
      </w:r>
      <w:r>
        <w:t>.</w:t>
      </w:r>
    </w:p>
    <w:p w14:paraId="0B7B8EDC" w14:textId="77777777" w:rsidR="00276CCE" w:rsidRDefault="00276CCE" w:rsidP="002A4158">
      <w:r>
        <w:t>— </w:t>
      </w:r>
      <w:r w:rsidR="002A4158" w:rsidRPr="00DA4E77">
        <w:t>J</w:t>
      </w:r>
      <w:r>
        <w:t>’</w:t>
      </w:r>
      <w:r w:rsidR="002A4158" w:rsidRPr="00DA4E77">
        <w:t>y compte</w:t>
      </w:r>
      <w:r>
        <w:t xml:space="preserve">. </w:t>
      </w:r>
      <w:r w:rsidR="002A4158" w:rsidRPr="00DA4E77">
        <w:t>Voilà pourquoi je daigne me défendre devant vous</w:t>
      </w:r>
      <w:r>
        <w:t xml:space="preserve">. </w:t>
      </w:r>
      <w:r w:rsidR="002A4158" w:rsidRPr="00DA4E77">
        <w:t>Le vrai</w:t>
      </w:r>
      <w:r>
        <w:t xml:space="preserve">, </w:t>
      </w:r>
      <w:r w:rsidR="002A4158" w:rsidRPr="00DA4E77">
        <w:t>le seul danger qui menace Atlantis</w:t>
      </w:r>
      <w:r>
        <w:t xml:space="preserve">, </w:t>
      </w:r>
      <w:r w:rsidR="002A4158" w:rsidRPr="00DA4E77">
        <w:t>c</w:t>
      </w:r>
      <w:r>
        <w:t>’</w:t>
      </w:r>
      <w:r w:rsidR="002A4158" w:rsidRPr="00DA4E77">
        <w:t>est la croi</w:t>
      </w:r>
      <w:r w:rsidR="002A4158" w:rsidRPr="00DA4E77">
        <w:t>s</w:t>
      </w:r>
      <w:r w:rsidR="002A4158" w:rsidRPr="00DA4E77">
        <w:t>sante expansion de la race blanche</w:t>
      </w:r>
      <w:r>
        <w:t xml:space="preserve">. </w:t>
      </w:r>
      <w:r w:rsidR="002A4158" w:rsidRPr="00DA4E77">
        <w:t>Il y a là-bas</w:t>
      </w:r>
      <w:r>
        <w:t xml:space="preserve">, </w:t>
      </w:r>
      <w:r w:rsidR="002A4158" w:rsidRPr="00DA4E77">
        <w:t>dans ce vaste et mystérieux continent blanc</w:t>
      </w:r>
      <w:r>
        <w:t xml:space="preserve">, </w:t>
      </w:r>
      <w:r w:rsidR="002A4158" w:rsidRPr="00DA4E77">
        <w:t>des peuples innombrables qui grandissent chaque jour</w:t>
      </w:r>
      <w:r>
        <w:t xml:space="preserve">. </w:t>
      </w:r>
      <w:r w:rsidR="002A4158" w:rsidRPr="00DA4E77">
        <w:t>Ils ignorent tout ce qui fait la supéri</w:t>
      </w:r>
      <w:r w:rsidR="002A4158" w:rsidRPr="00DA4E77">
        <w:t>o</w:t>
      </w:r>
      <w:r w:rsidR="002A4158" w:rsidRPr="00DA4E77">
        <w:t>rité des Atlantes</w:t>
      </w:r>
      <w:r>
        <w:t xml:space="preserve">. </w:t>
      </w:r>
      <w:r w:rsidR="002A4158" w:rsidRPr="00DA4E77">
        <w:t>Ils ne possèdent ni nos arts</w:t>
      </w:r>
      <w:r>
        <w:t xml:space="preserve">, </w:t>
      </w:r>
      <w:r w:rsidR="002A4158" w:rsidRPr="00DA4E77">
        <w:t>ni nos sciences</w:t>
      </w:r>
      <w:r>
        <w:t xml:space="preserve">, </w:t>
      </w:r>
      <w:r w:rsidR="002A4158" w:rsidRPr="00DA4E77">
        <w:t>ni notre génie</w:t>
      </w:r>
      <w:r>
        <w:t xml:space="preserve">, </w:t>
      </w:r>
      <w:r w:rsidR="002A4158" w:rsidRPr="00DA4E77">
        <w:t>ni notre esprit</w:t>
      </w:r>
      <w:r>
        <w:t xml:space="preserve">. </w:t>
      </w:r>
      <w:r w:rsidR="002A4158" w:rsidRPr="00DA4E77">
        <w:t>Et si</w:t>
      </w:r>
      <w:r>
        <w:t xml:space="preserve">, </w:t>
      </w:r>
      <w:r w:rsidR="002A4158" w:rsidRPr="00DA4E77">
        <w:t>par hasard</w:t>
      </w:r>
      <w:r>
        <w:t xml:space="preserve">, </w:t>
      </w:r>
      <w:r w:rsidR="002A4158" w:rsidRPr="00DA4E77">
        <w:t>ils venaient à connaître les secrets de notre civilisation</w:t>
      </w:r>
      <w:r>
        <w:t xml:space="preserve">, </w:t>
      </w:r>
      <w:r w:rsidR="002A4158" w:rsidRPr="00DA4E77">
        <w:t>peut-être en profit</w:t>
      </w:r>
      <w:r w:rsidR="002A4158" w:rsidRPr="00DA4E77">
        <w:t>e</w:t>
      </w:r>
      <w:r w:rsidR="002A4158" w:rsidRPr="00DA4E77">
        <w:t>raient-ils pour chercher à devenir nos égaux</w:t>
      </w:r>
      <w:r>
        <w:t xml:space="preserve">, </w:t>
      </w:r>
      <w:r w:rsidR="002A4158" w:rsidRPr="00DA4E77">
        <w:t>et déroberaient-ils nos inventions et nos découvertes</w:t>
      </w:r>
      <w:r>
        <w:t xml:space="preserve">. </w:t>
      </w:r>
      <w:r w:rsidR="002A4158" w:rsidRPr="00DA4E77">
        <w:t>Toute notre race aurait tr</w:t>
      </w:r>
      <w:r w:rsidR="002A4158" w:rsidRPr="00DA4E77">
        <w:t>a</w:t>
      </w:r>
      <w:r w:rsidR="002A4158" w:rsidRPr="00DA4E77">
        <w:t>vaillé pendant des milliers d</w:t>
      </w:r>
      <w:r>
        <w:t>’</w:t>
      </w:r>
      <w:r w:rsidR="002A4158" w:rsidRPr="00DA4E77">
        <w:t>années pour qu</w:t>
      </w:r>
      <w:r>
        <w:t>’</w:t>
      </w:r>
      <w:r w:rsidR="002A4158" w:rsidRPr="00DA4E77">
        <w:t>une race inférieure</w:t>
      </w:r>
      <w:r>
        <w:t xml:space="preserve">, </w:t>
      </w:r>
      <w:r w:rsidR="002A4158" w:rsidRPr="00DA4E77">
        <w:t>à peine échappée de ses forêts</w:t>
      </w:r>
      <w:r>
        <w:t xml:space="preserve">, </w:t>
      </w:r>
      <w:r w:rsidR="002A4158" w:rsidRPr="00DA4E77">
        <w:t>jouisse des mêmes voluptés que nous</w:t>
      </w:r>
      <w:r>
        <w:t xml:space="preserve"> ? </w:t>
      </w:r>
      <w:r w:rsidR="002A4158" w:rsidRPr="00DA4E77">
        <w:t>Vous les connaissez</w:t>
      </w:r>
      <w:r>
        <w:t xml:space="preserve">, </w:t>
      </w:r>
      <w:r w:rsidR="002A4158" w:rsidRPr="00DA4E77">
        <w:t>ces peuplades vaniteuses</w:t>
      </w:r>
      <w:r>
        <w:t xml:space="preserve">, </w:t>
      </w:r>
      <w:r w:rsidR="002A4158" w:rsidRPr="00DA4E77">
        <w:t>ces Lig</w:t>
      </w:r>
      <w:r w:rsidR="002A4158" w:rsidRPr="00DA4E77">
        <w:t>u</w:t>
      </w:r>
      <w:r w:rsidR="002A4158" w:rsidRPr="00DA4E77">
        <w:t>res</w:t>
      </w:r>
      <w:r>
        <w:t xml:space="preserve">, </w:t>
      </w:r>
      <w:r w:rsidR="002A4158" w:rsidRPr="00DA4E77">
        <w:t>ces Ibères</w:t>
      </w:r>
      <w:r>
        <w:t xml:space="preserve">, </w:t>
      </w:r>
      <w:r w:rsidR="002A4158" w:rsidRPr="00DA4E77">
        <w:t>ces Gaëls</w:t>
      </w:r>
      <w:r>
        <w:t xml:space="preserve">, </w:t>
      </w:r>
      <w:r w:rsidR="002A4158" w:rsidRPr="00DA4E77">
        <w:t>ces Biscaïens</w:t>
      </w:r>
      <w:r>
        <w:t xml:space="preserve">, </w:t>
      </w:r>
      <w:r w:rsidR="002A4158" w:rsidRPr="00DA4E77">
        <w:t>ces Pélasges</w:t>
      </w:r>
      <w:r>
        <w:t xml:space="preserve"> ! </w:t>
      </w:r>
      <w:r w:rsidR="002A4158" w:rsidRPr="00DA4E77">
        <w:t>Sitôt qu</w:t>
      </w:r>
      <w:r>
        <w:t>’</w:t>
      </w:r>
      <w:r w:rsidR="002A4158" w:rsidRPr="00DA4E77">
        <w:t>ils seront initiés à nos sciences</w:t>
      </w:r>
      <w:r>
        <w:t xml:space="preserve">, </w:t>
      </w:r>
      <w:r w:rsidR="002A4158" w:rsidRPr="00DA4E77">
        <w:t>ils voudront bâtir des cités comme nous</w:t>
      </w:r>
      <w:r>
        <w:t xml:space="preserve"> ; </w:t>
      </w:r>
      <w:r w:rsidR="002A4158" w:rsidRPr="00DA4E77">
        <w:t>ils fonderont des empires comme nous</w:t>
      </w:r>
      <w:r>
        <w:t xml:space="preserve">, </w:t>
      </w:r>
      <w:r w:rsidR="002A4158" w:rsidRPr="00DA4E77">
        <w:t>ils poss</w:t>
      </w:r>
      <w:r w:rsidR="002A4158" w:rsidRPr="00DA4E77">
        <w:t>é</w:t>
      </w:r>
      <w:r w:rsidR="002A4158" w:rsidRPr="00DA4E77">
        <w:t>deront des flottes</w:t>
      </w:r>
      <w:r>
        <w:t xml:space="preserve">, </w:t>
      </w:r>
      <w:r w:rsidR="002A4158" w:rsidRPr="00DA4E77">
        <w:t>les armées</w:t>
      </w:r>
      <w:r>
        <w:t xml:space="preserve">, </w:t>
      </w:r>
      <w:r w:rsidR="002A4158" w:rsidRPr="00DA4E77">
        <w:t>des trésors comme nous</w:t>
      </w:r>
      <w:r>
        <w:t xml:space="preserve"> ! </w:t>
      </w:r>
      <w:r w:rsidR="002A4158" w:rsidRPr="00DA4E77">
        <w:t>Ils pu</w:t>
      </w:r>
      <w:r w:rsidR="002A4158" w:rsidRPr="00DA4E77">
        <w:t>l</w:t>
      </w:r>
      <w:r w:rsidR="002A4158" w:rsidRPr="00DA4E77">
        <w:t>lulent</w:t>
      </w:r>
      <w:r>
        <w:t xml:space="preserve">, </w:t>
      </w:r>
      <w:r w:rsidR="002A4158" w:rsidRPr="00DA4E77">
        <w:t>pareils aux troupeaux de chèvres dans les montagnes</w:t>
      </w:r>
      <w:r>
        <w:t xml:space="preserve">, </w:t>
      </w:r>
      <w:r w:rsidR="002A4158" w:rsidRPr="00DA4E77">
        <w:t>et un jour arrivera où leurs cités se dresseront contre la nôtre</w:t>
      </w:r>
      <w:r>
        <w:t xml:space="preserve">, </w:t>
      </w:r>
      <w:r w:rsidR="002A4158" w:rsidRPr="00DA4E77">
        <w:t>et peut-être chercheront-ils à la détruire</w:t>
      </w:r>
      <w:r>
        <w:t xml:space="preserve">. </w:t>
      </w:r>
      <w:r w:rsidR="002A4158" w:rsidRPr="00DA4E77">
        <w:t>Voilà pourquoi</w:t>
      </w:r>
      <w:r>
        <w:t xml:space="preserve">, </w:t>
      </w:r>
      <w:r w:rsidR="002A4158" w:rsidRPr="00DA4E77">
        <w:t>mes fr</w:t>
      </w:r>
      <w:r w:rsidR="002A4158" w:rsidRPr="00DA4E77">
        <w:t>è</w:t>
      </w:r>
      <w:r w:rsidR="002A4158" w:rsidRPr="00DA4E77">
        <w:t>res</w:t>
      </w:r>
      <w:r>
        <w:t xml:space="preserve">, </w:t>
      </w:r>
      <w:r w:rsidR="002A4158" w:rsidRPr="00DA4E77">
        <w:t>nous devons renverser sans merci</w:t>
      </w:r>
      <w:r>
        <w:t xml:space="preserve">, </w:t>
      </w:r>
      <w:r w:rsidR="002A4158" w:rsidRPr="00DA4E77">
        <w:t>sans pitié</w:t>
      </w:r>
      <w:r>
        <w:t xml:space="preserve">, </w:t>
      </w:r>
      <w:r w:rsidR="002A4158" w:rsidRPr="00DA4E77">
        <w:t xml:space="preserve">le parti de ces fous qui veulent </w:t>
      </w:r>
      <w:r w:rsidR="002A4158" w:rsidRPr="00DA4E77">
        <w:lastRenderedPageBreak/>
        <w:t>porter chez les Barbares blancs le foyer de la c</w:t>
      </w:r>
      <w:r w:rsidR="002A4158" w:rsidRPr="00DA4E77">
        <w:t>i</w:t>
      </w:r>
      <w:r w:rsidR="002A4158" w:rsidRPr="00DA4E77">
        <w:t>vilisation atlante</w:t>
      </w:r>
      <w:r>
        <w:t xml:space="preserve">. </w:t>
      </w:r>
      <w:r w:rsidR="002A4158" w:rsidRPr="00DA4E77">
        <w:t>Ai-je raison ou non</w:t>
      </w:r>
      <w:r>
        <w:t> ?</w:t>
      </w:r>
    </w:p>
    <w:p w14:paraId="6FE5181D" w14:textId="77777777" w:rsidR="00276CCE" w:rsidRDefault="00276CCE" w:rsidP="002A4158">
      <w:r>
        <w:t>— </w:t>
      </w:r>
      <w:r w:rsidR="002A4158" w:rsidRPr="00DA4E77">
        <w:t>Tu incarnes</w:t>
      </w:r>
      <w:r>
        <w:t xml:space="preserve">, </w:t>
      </w:r>
      <w:proofErr w:type="spellStart"/>
      <w:r w:rsidR="002A4158" w:rsidRPr="00DA4E77">
        <w:t>Melléna</w:t>
      </w:r>
      <w:proofErr w:type="spellEnd"/>
      <w:r>
        <w:t xml:space="preserve">, </w:t>
      </w:r>
      <w:r w:rsidR="002A4158" w:rsidRPr="00DA4E77">
        <w:t>le génie de notre race</w:t>
      </w:r>
      <w:r>
        <w:t xml:space="preserve"> ! </w:t>
      </w:r>
      <w:r w:rsidR="002A4158" w:rsidRPr="00DA4E77">
        <w:t>s</w:t>
      </w:r>
      <w:r>
        <w:t>’</w:t>
      </w:r>
      <w:r w:rsidR="002A4158" w:rsidRPr="00DA4E77">
        <w:t xml:space="preserve">écrie </w:t>
      </w:r>
      <w:proofErr w:type="spellStart"/>
      <w:r w:rsidR="002A4158" w:rsidRPr="00DA4E77">
        <w:t>Ba</w:t>
      </w:r>
      <w:r w:rsidR="002A4158" w:rsidRPr="00DA4E77">
        <w:t>r</w:t>
      </w:r>
      <w:r w:rsidR="002A4158" w:rsidRPr="00DA4E77">
        <w:t>kas</w:t>
      </w:r>
      <w:proofErr w:type="spellEnd"/>
      <w:r>
        <w:t>.</w:t>
      </w:r>
    </w:p>
    <w:p w14:paraId="65274222" w14:textId="77777777" w:rsidR="00276CCE" w:rsidRDefault="00276CCE" w:rsidP="002A4158">
      <w:r>
        <w:t>— </w:t>
      </w:r>
      <w:r w:rsidR="002A4158" w:rsidRPr="00DA4E77">
        <w:t>Alors</w:t>
      </w:r>
      <w:r>
        <w:t xml:space="preserve">, </w:t>
      </w:r>
      <w:r w:rsidR="002A4158" w:rsidRPr="00DA4E77">
        <w:t>que vous font quelques boutiques pillées et que</w:t>
      </w:r>
      <w:r w:rsidR="002A4158" w:rsidRPr="00DA4E77">
        <w:t>l</w:t>
      </w:r>
      <w:r w:rsidR="002A4158" w:rsidRPr="00DA4E77">
        <w:t>ques palais envahis</w:t>
      </w:r>
      <w:r>
        <w:t xml:space="preserve"> ? </w:t>
      </w:r>
      <w:r w:rsidR="002A4158" w:rsidRPr="00DA4E77">
        <w:t>Aujourd</w:t>
      </w:r>
      <w:r>
        <w:t>’</w:t>
      </w:r>
      <w:r w:rsidR="002A4158" w:rsidRPr="00DA4E77">
        <w:t>hui</w:t>
      </w:r>
      <w:r>
        <w:t xml:space="preserve">, </w:t>
      </w:r>
      <w:r w:rsidR="002A4158" w:rsidRPr="00DA4E77">
        <w:t>il faut nous rapprocher de tous nos frères</w:t>
      </w:r>
      <w:r>
        <w:t xml:space="preserve"> : </w:t>
      </w:r>
      <w:r w:rsidR="002A4158" w:rsidRPr="00DA4E77">
        <w:t>Atlantes</w:t>
      </w:r>
      <w:r>
        <w:t xml:space="preserve">, </w:t>
      </w:r>
      <w:r w:rsidR="002A4158" w:rsidRPr="00DA4E77">
        <w:t>Aztèques</w:t>
      </w:r>
      <w:r>
        <w:t xml:space="preserve">, </w:t>
      </w:r>
      <w:r w:rsidR="002A4158" w:rsidRPr="00DA4E77">
        <w:t>Incas</w:t>
      </w:r>
      <w:r>
        <w:t xml:space="preserve">, </w:t>
      </w:r>
      <w:r w:rsidR="002A4158" w:rsidRPr="00DA4E77">
        <w:t>Toltèques</w:t>
      </w:r>
      <w:r>
        <w:t xml:space="preserve">, </w:t>
      </w:r>
      <w:proofErr w:type="spellStart"/>
      <w:r w:rsidR="002A4158" w:rsidRPr="00DA4E77">
        <w:t>Guan</w:t>
      </w:r>
      <w:r w:rsidR="002A4158" w:rsidRPr="00DA4E77">
        <w:t>t</w:t>
      </w:r>
      <w:r w:rsidR="002A4158" w:rsidRPr="00DA4E77">
        <w:t>chos</w:t>
      </w:r>
      <w:proofErr w:type="spellEnd"/>
      <w:r>
        <w:t xml:space="preserve"> ; </w:t>
      </w:r>
      <w:r w:rsidR="002A4158" w:rsidRPr="00DA4E77">
        <w:t>tous les Rouges ne sont plus que des parents réconciliés réunis de nouveau contre l</w:t>
      </w:r>
      <w:r>
        <w:t>’</w:t>
      </w:r>
      <w:r w:rsidR="002A4158" w:rsidRPr="00DA4E77">
        <w:t>ennemi commun</w:t>
      </w:r>
      <w:r>
        <w:t xml:space="preserve">, </w:t>
      </w:r>
      <w:r w:rsidR="002A4158" w:rsidRPr="00DA4E77">
        <w:t>les Blancs</w:t>
      </w:r>
      <w:r>
        <w:t> !…</w:t>
      </w:r>
    </w:p>
    <w:p w14:paraId="41A1737F" w14:textId="77777777" w:rsidR="00276CCE" w:rsidRDefault="00276CCE" w:rsidP="002A4158">
      <w:r>
        <w:t>— </w:t>
      </w:r>
      <w:r w:rsidR="002A4158" w:rsidRPr="00DA4E77">
        <w:t>Et les Noirs</w:t>
      </w:r>
      <w:r>
        <w:t xml:space="preserve"> ? </w:t>
      </w:r>
      <w:r w:rsidR="002A4158" w:rsidRPr="00DA4E77">
        <w:t xml:space="preserve">objecte </w:t>
      </w:r>
      <w:proofErr w:type="spellStart"/>
      <w:r w:rsidR="002A4158" w:rsidRPr="00DA4E77">
        <w:t>Moussor</w:t>
      </w:r>
      <w:proofErr w:type="spellEnd"/>
      <w:r>
        <w:t xml:space="preserve">. </w:t>
      </w:r>
      <w:r w:rsidR="002A4158" w:rsidRPr="00DA4E77">
        <w:t>Ils nous haïssent plus que les Blancs</w:t>
      </w:r>
      <w:r>
        <w:t xml:space="preserve">, </w:t>
      </w:r>
      <w:r w:rsidR="002A4158" w:rsidRPr="00DA4E77">
        <w:t>car nous avons détruit leur empire</w:t>
      </w:r>
      <w:r>
        <w:t>.</w:t>
      </w:r>
    </w:p>
    <w:p w14:paraId="382AACBE" w14:textId="77777777" w:rsidR="00276CCE" w:rsidRDefault="00276CCE" w:rsidP="002A4158">
      <w:r>
        <w:t>— </w:t>
      </w:r>
      <w:r w:rsidR="002A4158" w:rsidRPr="00DA4E77">
        <w:t>Qu</w:t>
      </w:r>
      <w:r>
        <w:t>’</w:t>
      </w:r>
      <w:r w:rsidR="002A4158" w:rsidRPr="00DA4E77">
        <w:t>avons-nous à craindre des Noirs</w:t>
      </w:r>
      <w:r>
        <w:t xml:space="preserve"> ? </w:t>
      </w:r>
      <w:r w:rsidR="002A4158" w:rsidRPr="00DA4E77">
        <w:t>Leur royaume est relégué dans l</w:t>
      </w:r>
      <w:r>
        <w:t>’</w:t>
      </w:r>
      <w:r w:rsidR="002A4158" w:rsidRPr="00DA4E77">
        <w:t>orient et dans le sud de la Libye</w:t>
      </w:r>
      <w:r>
        <w:t xml:space="preserve">, </w:t>
      </w:r>
      <w:r w:rsidR="002A4158" w:rsidRPr="00DA4E77">
        <w:t xml:space="preserve">par-delà </w:t>
      </w:r>
      <w:smartTag w:uri="urn:schemas-microsoft-com:office:smarttags" w:element="PersonName">
        <w:smartTagPr>
          <w:attr w:name="ProductID" w:val="la mer Saharienne"/>
        </w:smartTagPr>
        <w:r w:rsidR="002A4158" w:rsidRPr="00DA4E77">
          <w:t>la mer Saharienne</w:t>
        </w:r>
      </w:smartTag>
      <w:r w:rsidR="002A4158" w:rsidRPr="00DA4E77">
        <w:t xml:space="preserve"> dans le lointain pays de Saba</w:t>
      </w:r>
      <w:r>
        <w:t xml:space="preserve"> ; </w:t>
      </w:r>
      <w:r w:rsidR="002A4158" w:rsidRPr="00DA4E77">
        <w:t>ils restent les débris d</w:t>
      </w:r>
      <w:r>
        <w:t>’</w:t>
      </w:r>
      <w:r w:rsidR="002A4158" w:rsidRPr="00DA4E77">
        <w:t>une civilisation disparue</w:t>
      </w:r>
      <w:r>
        <w:t xml:space="preserve">, </w:t>
      </w:r>
      <w:r w:rsidR="002A4158" w:rsidRPr="00DA4E77">
        <w:t>ces fabuleux Lémures dont notre peuple a même oublié le nom</w:t>
      </w:r>
      <w:r>
        <w:t xml:space="preserve"> ; </w:t>
      </w:r>
      <w:r w:rsidR="002A4158" w:rsidRPr="00DA4E77">
        <w:t>tandis que les Blancs surgissent près de nous</w:t>
      </w:r>
      <w:r>
        <w:t xml:space="preserve">, </w:t>
      </w:r>
      <w:r w:rsidR="002A4158" w:rsidRPr="00DA4E77">
        <w:t>sur la côte d</w:t>
      </w:r>
      <w:r>
        <w:t>’</w:t>
      </w:r>
      <w:r w:rsidR="002A4158" w:rsidRPr="00DA4E77">
        <w:t>Ibérie</w:t>
      </w:r>
      <w:r>
        <w:t xml:space="preserve">, </w:t>
      </w:r>
      <w:r w:rsidR="002A4158" w:rsidRPr="00DA4E77">
        <w:t>dans les tumultueuses forêts gaéliques</w:t>
      </w:r>
      <w:r>
        <w:t xml:space="preserve"> ; </w:t>
      </w:r>
      <w:r w:rsidR="002A4158" w:rsidRPr="00DA4E77">
        <w:t>ils croissent et multiplient sans cesse</w:t>
      </w:r>
      <w:r>
        <w:t xml:space="preserve">, </w:t>
      </w:r>
      <w:r w:rsidR="002A4158" w:rsidRPr="00DA4E77">
        <w:t>et leur tourbe innombrable s</w:t>
      </w:r>
      <w:r>
        <w:t>’</w:t>
      </w:r>
      <w:r w:rsidR="002A4158" w:rsidRPr="00DA4E77">
        <w:t>étend jusqu</w:t>
      </w:r>
      <w:r>
        <w:t>’</w:t>
      </w:r>
      <w:r w:rsidR="002A4158" w:rsidRPr="00DA4E77">
        <w:t>aux mers glacées</w:t>
      </w:r>
      <w:r>
        <w:t>.</w:t>
      </w:r>
    </w:p>
    <w:p w14:paraId="091EEE5E" w14:textId="77777777" w:rsidR="00276CCE" w:rsidRDefault="00276CCE" w:rsidP="002A4158">
      <w:r>
        <w:t>— </w:t>
      </w:r>
      <w:r w:rsidR="002A4158" w:rsidRPr="00DA4E77">
        <w:t>Tu ne comptes pas avec les instincts déchaînés</w:t>
      </w:r>
      <w:r>
        <w:t xml:space="preserve">, </w:t>
      </w:r>
      <w:proofErr w:type="spellStart"/>
      <w:r w:rsidR="002A4158" w:rsidRPr="00DA4E77">
        <w:t>Melléna</w:t>
      </w:r>
      <w:proofErr w:type="spellEnd"/>
      <w:r>
        <w:t xml:space="preserve">. </w:t>
      </w:r>
      <w:r w:rsidR="002A4158" w:rsidRPr="00DA4E77">
        <w:t>Ces milliers d</w:t>
      </w:r>
      <w:r>
        <w:t>’</w:t>
      </w:r>
      <w:r w:rsidR="002A4158" w:rsidRPr="00DA4E77">
        <w:t>hommes noirs que tu vas jeter sur la ville en d</w:t>
      </w:r>
      <w:r w:rsidR="002A4158" w:rsidRPr="00DA4E77">
        <w:t>é</w:t>
      </w:r>
      <w:r w:rsidR="002A4158" w:rsidRPr="00DA4E77">
        <w:t>sordre se livreront à toutes les convoitises de leurs passions longtemps contenues</w:t>
      </w:r>
      <w:r>
        <w:t>.</w:t>
      </w:r>
    </w:p>
    <w:p w14:paraId="7E8990BC" w14:textId="77777777" w:rsidR="00276CCE" w:rsidRDefault="00276CCE" w:rsidP="002A4158">
      <w:r>
        <w:t>— </w:t>
      </w:r>
      <w:r w:rsidR="002A4158" w:rsidRPr="00DA4E77">
        <w:t>Leurs passions</w:t>
      </w:r>
      <w:r>
        <w:t xml:space="preserve"> ? </w:t>
      </w:r>
      <w:r w:rsidR="002A4158" w:rsidRPr="00DA4E77">
        <w:t>Je les connais mieux que toi</w:t>
      </w:r>
      <w:r>
        <w:t xml:space="preserve">, </w:t>
      </w:r>
      <w:proofErr w:type="spellStart"/>
      <w:r w:rsidR="002A4158" w:rsidRPr="00DA4E77">
        <w:t>Moussor</w:t>
      </w:r>
      <w:proofErr w:type="spellEnd"/>
      <w:r>
        <w:t xml:space="preserve"> ; </w:t>
      </w:r>
      <w:r w:rsidR="002A4158" w:rsidRPr="00DA4E77">
        <w:t>et je leur réserve une riche pâture</w:t>
      </w:r>
      <w:r>
        <w:t xml:space="preserve">. </w:t>
      </w:r>
      <w:r w:rsidR="002A4158" w:rsidRPr="00DA4E77">
        <w:t>Attends quelques instants encore</w:t>
      </w:r>
      <w:r>
        <w:t xml:space="preserve">, </w:t>
      </w:r>
      <w:r w:rsidR="002A4158" w:rsidRPr="00DA4E77">
        <w:t xml:space="preserve">et tu sauras que </w:t>
      </w:r>
      <w:proofErr w:type="spellStart"/>
      <w:r w:rsidR="002A4158" w:rsidRPr="00DA4E77">
        <w:t>Melléna</w:t>
      </w:r>
      <w:proofErr w:type="spellEnd"/>
      <w:r w:rsidR="002A4158" w:rsidRPr="00DA4E77">
        <w:t xml:space="preserve"> pense à tout</w:t>
      </w:r>
      <w:r>
        <w:t>.</w:t>
      </w:r>
    </w:p>
    <w:p w14:paraId="6CA1DDC2" w14:textId="77777777" w:rsidR="00276CCE" w:rsidRDefault="002A4158" w:rsidP="002A4158">
      <w:r w:rsidRPr="00DA4E77">
        <w:t>Puis</w:t>
      </w:r>
      <w:r w:rsidR="00276CCE">
        <w:t xml:space="preserve">, </w:t>
      </w:r>
      <w:r w:rsidRPr="00DA4E77">
        <w:t>appelant un serviteur</w:t>
      </w:r>
      <w:r w:rsidR="00276CCE">
        <w:t> :</w:t>
      </w:r>
    </w:p>
    <w:p w14:paraId="661BB6CD" w14:textId="77777777" w:rsidR="00276CCE" w:rsidRDefault="00276CCE" w:rsidP="002A4158">
      <w:r>
        <w:lastRenderedPageBreak/>
        <w:t>— </w:t>
      </w:r>
      <w:r w:rsidR="002A4158" w:rsidRPr="00DA4E77">
        <w:t>Qu</w:t>
      </w:r>
      <w:r>
        <w:t>’</w:t>
      </w:r>
      <w:r w:rsidR="002A4158" w:rsidRPr="00DA4E77">
        <w:t xml:space="preserve">on aille chercher le Noir </w:t>
      </w:r>
      <w:proofErr w:type="spellStart"/>
      <w:r w:rsidR="002A4158" w:rsidRPr="00DA4E77">
        <w:t>Timou</w:t>
      </w:r>
      <w:proofErr w:type="spellEnd"/>
      <w:r>
        <w:t xml:space="preserve">, </w:t>
      </w:r>
      <w:r w:rsidR="002A4158" w:rsidRPr="00DA4E77">
        <w:t>près de ses galères</w:t>
      </w:r>
      <w:r>
        <w:t xml:space="preserve">, </w:t>
      </w:r>
      <w:r w:rsidR="002A4158" w:rsidRPr="00DA4E77">
        <w:t>et qu</w:t>
      </w:r>
      <w:r>
        <w:t>’</w:t>
      </w:r>
      <w:r w:rsidR="002A4158" w:rsidRPr="00DA4E77">
        <w:t xml:space="preserve">on le </w:t>
      </w:r>
      <w:proofErr w:type="spellStart"/>
      <w:r w:rsidR="002A4158" w:rsidRPr="00DA4E77">
        <w:t>prie</w:t>
      </w:r>
      <w:proofErr w:type="spellEnd"/>
      <w:r w:rsidR="002A4158" w:rsidRPr="00DA4E77">
        <w:t xml:space="preserve"> de venir me rejoindre</w:t>
      </w:r>
      <w:r>
        <w:t>.</w:t>
      </w:r>
    </w:p>
    <w:p w14:paraId="5FC97B6D" w14:textId="77777777" w:rsidR="00276CCE" w:rsidRDefault="00276CCE" w:rsidP="002A4158">
      <w:r>
        <w:t>— </w:t>
      </w:r>
      <w:r w:rsidR="002A4158" w:rsidRPr="00DA4E77">
        <w:t xml:space="preserve">Le </w:t>
      </w:r>
      <w:proofErr w:type="spellStart"/>
      <w:r w:rsidR="002A4158" w:rsidRPr="00DA4E77">
        <w:t>prie</w:t>
      </w:r>
      <w:proofErr w:type="spellEnd"/>
      <w:r>
        <w:t xml:space="preserve"> ? </w:t>
      </w:r>
      <w:r w:rsidR="002A4158" w:rsidRPr="00DA4E77">
        <w:t>Voilà bien le ton à employer pour un esclave d</w:t>
      </w:r>
      <w:r>
        <w:t>’</w:t>
      </w:r>
      <w:r w:rsidR="002A4158" w:rsidRPr="00DA4E77">
        <w:t>hier</w:t>
      </w:r>
      <w:r>
        <w:t> !</w:t>
      </w:r>
    </w:p>
    <w:p w14:paraId="0780B486" w14:textId="77777777" w:rsidR="00276CCE" w:rsidRDefault="00276CCE" w:rsidP="002A4158">
      <w:r>
        <w:t>— </w:t>
      </w:r>
      <w:r w:rsidR="002A4158" w:rsidRPr="00DA4E77">
        <w:t>Et</w:t>
      </w:r>
      <w:r>
        <w:t xml:space="preserve">, </w:t>
      </w:r>
      <w:r w:rsidR="002A4158" w:rsidRPr="00DA4E77">
        <w:t>demain</w:t>
      </w:r>
      <w:r>
        <w:t xml:space="preserve">, </w:t>
      </w:r>
      <w:r w:rsidR="002A4158" w:rsidRPr="00DA4E77">
        <w:t>un de nos soldats les plus fidèles</w:t>
      </w:r>
      <w:r>
        <w:t>.</w:t>
      </w:r>
    </w:p>
    <w:p w14:paraId="06274888" w14:textId="77777777" w:rsidR="00276CCE" w:rsidRDefault="00276CCE" w:rsidP="002A4158">
      <w:r>
        <w:t>— </w:t>
      </w:r>
      <w:r w:rsidR="002A4158" w:rsidRPr="00DA4E77">
        <w:t>De nos soldats</w:t>
      </w:r>
      <w:r>
        <w:t xml:space="preserve"> ? </w:t>
      </w:r>
      <w:r w:rsidR="002A4158" w:rsidRPr="00DA4E77">
        <w:t>Quel étrange projet</w:t>
      </w:r>
      <w:r>
        <w:t> ?</w:t>
      </w:r>
    </w:p>
    <w:p w14:paraId="69619BD8" w14:textId="77777777" w:rsidR="00276CCE" w:rsidRDefault="00276CCE" w:rsidP="002A4158">
      <w:r>
        <w:t>— </w:t>
      </w:r>
      <w:r w:rsidR="002A4158" w:rsidRPr="00DA4E77">
        <w:t>Tu vas le connaître</w:t>
      </w:r>
      <w:r>
        <w:t>.</w:t>
      </w:r>
    </w:p>
    <w:p w14:paraId="405D6504" w14:textId="77777777" w:rsidR="00276CCE" w:rsidRDefault="00276CCE" w:rsidP="00276CCE">
      <w:pPr>
        <w:pStyle w:val="Titre2"/>
        <w:rPr>
          <w:i/>
        </w:rPr>
      </w:pPr>
      <w:bookmarkStart w:id="51" w:name="_Toc194842037"/>
      <w:r w:rsidRPr="00DA4E77">
        <w:lastRenderedPageBreak/>
        <w:t>Scène</w:t>
      </w:r>
      <w:r>
        <w:t> </w:t>
      </w:r>
      <w:r w:rsidRPr="00DA4E77">
        <w:t>VIII</w:t>
      </w:r>
      <w:r>
        <w:t xml:space="preserve">. – </w:t>
      </w:r>
      <w:proofErr w:type="spellStart"/>
      <w:r w:rsidR="002A4158" w:rsidRPr="00DA4E77">
        <w:rPr>
          <w:i/>
        </w:rPr>
        <w:t>Timou</w:t>
      </w:r>
      <w:proofErr w:type="spellEnd"/>
      <w:r>
        <w:rPr>
          <w:i/>
        </w:rPr>
        <w:t>.</w:t>
      </w:r>
      <w:bookmarkEnd w:id="51"/>
    </w:p>
    <w:p w14:paraId="45682920" w14:textId="77777777" w:rsidR="00276CCE" w:rsidRDefault="002A4158" w:rsidP="002A4158">
      <w:r w:rsidRPr="00DA4E77">
        <w:t>À ce moment</w:t>
      </w:r>
      <w:r w:rsidR="00276CCE">
        <w:t xml:space="preserve">, </w:t>
      </w:r>
      <w:proofErr w:type="spellStart"/>
      <w:r w:rsidRPr="00DA4E77">
        <w:t>Timou</w:t>
      </w:r>
      <w:proofErr w:type="spellEnd"/>
      <w:r w:rsidR="00276CCE">
        <w:t xml:space="preserve">, </w:t>
      </w:r>
      <w:r w:rsidRPr="00DA4E77">
        <w:t>habillé d</w:t>
      </w:r>
      <w:r w:rsidR="00276CCE">
        <w:t>’</w:t>
      </w:r>
      <w:r w:rsidRPr="00DA4E77">
        <w:t>une courte tunique blanche</w:t>
      </w:r>
      <w:r w:rsidR="00276CCE">
        <w:t xml:space="preserve">, </w:t>
      </w:r>
      <w:r w:rsidRPr="00DA4E77">
        <w:t>superbe dans sa haute stature bronzée</w:t>
      </w:r>
      <w:r w:rsidR="00276CCE">
        <w:t xml:space="preserve">, </w:t>
      </w:r>
      <w:r w:rsidRPr="00DA4E77">
        <w:t>la joue et les épaules marquées par les blessures reçues la veille</w:t>
      </w:r>
      <w:r w:rsidR="00276CCE">
        <w:t xml:space="preserve">, </w:t>
      </w:r>
      <w:r w:rsidRPr="00DA4E77">
        <w:t>entre fièrement dans la salle</w:t>
      </w:r>
      <w:r w:rsidR="00276CCE">
        <w:t xml:space="preserve">, </w:t>
      </w:r>
      <w:r w:rsidRPr="00DA4E77">
        <w:t>jetant sur l</w:t>
      </w:r>
      <w:r w:rsidR="00276CCE">
        <w:t>’</w:t>
      </w:r>
      <w:r w:rsidRPr="00DA4E77">
        <w:t>assistance un regard méfiant</w:t>
      </w:r>
      <w:r w:rsidR="00276CCE">
        <w:t xml:space="preserve">. </w:t>
      </w:r>
      <w:r w:rsidRPr="00DA4E77">
        <w:t>Il porte en bandoulière un sac de toile épaisse</w:t>
      </w:r>
      <w:r w:rsidR="00276CCE">
        <w:t xml:space="preserve">, </w:t>
      </w:r>
      <w:r w:rsidRPr="00DA4E77">
        <w:t>qu</w:t>
      </w:r>
      <w:r w:rsidR="00276CCE">
        <w:t>’</w:t>
      </w:r>
      <w:r w:rsidRPr="00DA4E77">
        <w:t>il tient précieusement collé à son flanc</w:t>
      </w:r>
      <w:r w:rsidR="00276CCE">
        <w:t>.</w:t>
      </w:r>
    </w:p>
    <w:p w14:paraId="0BE77F56" w14:textId="77777777" w:rsidR="00276CCE" w:rsidRDefault="00276CCE" w:rsidP="002A4158">
      <w:r>
        <w:t>— </w:t>
      </w:r>
      <w:r w:rsidR="002A4158" w:rsidRPr="00DA4E77">
        <w:t>Je te salue</w:t>
      </w:r>
      <w:r>
        <w:t xml:space="preserve">, </w:t>
      </w:r>
      <w:proofErr w:type="spellStart"/>
      <w:r w:rsidR="002A4158" w:rsidRPr="00DA4E77">
        <w:t>Timou</w:t>
      </w:r>
      <w:proofErr w:type="spellEnd"/>
      <w:r>
        <w:t xml:space="preserve">, </w:t>
      </w:r>
      <w:r w:rsidR="002A4158" w:rsidRPr="00DA4E77">
        <w:t>approche</w:t>
      </w:r>
      <w:r>
        <w:t xml:space="preserve">. </w:t>
      </w:r>
      <w:r w:rsidR="002A4158" w:rsidRPr="00DA4E77">
        <w:t>On te dit l</w:t>
      </w:r>
      <w:r>
        <w:t>’</w:t>
      </w:r>
      <w:r w:rsidR="002A4158" w:rsidRPr="00DA4E77">
        <w:t>ennemi d</w:t>
      </w:r>
      <w:r>
        <w:t>’</w:t>
      </w:r>
      <w:r w:rsidR="002A4158" w:rsidRPr="00DA4E77">
        <w:t>Atlantis</w:t>
      </w:r>
      <w:r>
        <w:t xml:space="preserve">. </w:t>
      </w:r>
      <w:r w:rsidR="002A4158" w:rsidRPr="00DA4E77">
        <w:t>Est-ce vrai</w:t>
      </w:r>
      <w:r>
        <w:t> ?</w:t>
      </w:r>
    </w:p>
    <w:p w14:paraId="427716EE" w14:textId="77777777" w:rsidR="00276CCE" w:rsidRDefault="00276CCE" w:rsidP="002A4158">
      <w:r>
        <w:t>— </w:t>
      </w:r>
      <w:r w:rsidR="002A4158" w:rsidRPr="00DA4E77">
        <w:t>Oui</w:t>
      </w:r>
      <w:r>
        <w:t xml:space="preserve">, </w:t>
      </w:r>
      <w:r w:rsidR="002A4158" w:rsidRPr="00DA4E77">
        <w:t>l</w:t>
      </w:r>
      <w:r>
        <w:t>’</w:t>
      </w:r>
      <w:r w:rsidR="002A4158" w:rsidRPr="00DA4E77">
        <w:t>ennemi de la Cité qui m</w:t>
      </w:r>
      <w:r>
        <w:t>’</w:t>
      </w:r>
      <w:r w:rsidR="002A4158" w:rsidRPr="00DA4E77">
        <w:t>a réduit en esclavage et qui a détruit le royaume de mes pères</w:t>
      </w:r>
      <w:r>
        <w:t> !</w:t>
      </w:r>
    </w:p>
    <w:p w14:paraId="3322E040" w14:textId="77777777" w:rsidR="00276CCE" w:rsidRDefault="00276CCE" w:rsidP="002A4158">
      <w:r>
        <w:t>— </w:t>
      </w:r>
      <w:r w:rsidR="002A4158" w:rsidRPr="00DA4E77">
        <w:t>Est-ce Atlantis qui t</w:t>
      </w:r>
      <w:r>
        <w:t>’</w:t>
      </w:r>
      <w:r w:rsidR="002A4158" w:rsidRPr="00DA4E77">
        <w:t>a vaincu et humilié</w:t>
      </w:r>
      <w:r>
        <w:t xml:space="preserve">, </w:t>
      </w:r>
      <w:r w:rsidR="002A4158" w:rsidRPr="00DA4E77">
        <w:t>ou n</w:t>
      </w:r>
      <w:r>
        <w:t>’</w:t>
      </w:r>
      <w:r w:rsidR="002A4158" w:rsidRPr="00DA4E77">
        <w:t>est-ce pas seulement un groupe de conquérants odieux qui se donnaient pour les représentants de la Cité-Reine</w:t>
      </w:r>
      <w:r>
        <w:t> ?</w:t>
      </w:r>
    </w:p>
    <w:p w14:paraId="4B943E7A" w14:textId="77777777" w:rsidR="00276CCE" w:rsidRDefault="00276CCE" w:rsidP="002A4158">
      <w:r>
        <w:t>— </w:t>
      </w:r>
      <w:r w:rsidR="002A4158" w:rsidRPr="00DA4E77">
        <w:t>Trop de subtilité</w:t>
      </w:r>
      <w:r>
        <w:t xml:space="preserve"> ! </w:t>
      </w:r>
      <w:r w:rsidR="002A4158" w:rsidRPr="00DA4E77">
        <w:t xml:space="preserve">noble </w:t>
      </w:r>
      <w:proofErr w:type="spellStart"/>
      <w:r w:rsidR="002A4158" w:rsidRPr="00DA4E77">
        <w:t>Melléna</w:t>
      </w:r>
      <w:proofErr w:type="spellEnd"/>
      <w:r>
        <w:t xml:space="preserve">. </w:t>
      </w:r>
      <w:r w:rsidR="002A4158" w:rsidRPr="00DA4E77">
        <w:t>Je ne sais qu</w:t>
      </w:r>
      <w:r>
        <w:t>’</w:t>
      </w:r>
      <w:r w:rsidR="002A4158" w:rsidRPr="00DA4E77">
        <w:t>une ch</w:t>
      </w:r>
      <w:r w:rsidR="002A4158" w:rsidRPr="00DA4E77">
        <w:t>o</w:t>
      </w:r>
      <w:r w:rsidR="002A4158" w:rsidRPr="00DA4E77">
        <w:t>se</w:t>
      </w:r>
      <w:r>
        <w:t xml:space="preserve"> : </w:t>
      </w:r>
      <w:r w:rsidR="002A4158" w:rsidRPr="00DA4E77">
        <w:t>les soldats d</w:t>
      </w:r>
      <w:r>
        <w:t>’</w:t>
      </w:r>
      <w:r w:rsidR="002A4158" w:rsidRPr="00DA4E77">
        <w:t>Atlantis m</w:t>
      </w:r>
      <w:r>
        <w:t>’</w:t>
      </w:r>
      <w:r w:rsidR="002A4158" w:rsidRPr="00DA4E77">
        <w:t>ont vaincu</w:t>
      </w:r>
      <w:r>
        <w:t xml:space="preserve">, </w:t>
      </w:r>
      <w:r w:rsidR="002A4158" w:rsidRPr="00DA4E77">
        <w:t>et depuis des années on me garde en servage dans les mines d</w:t>
      </w:r>
      <w:r>
        <w:t>’</w:t>
      </w:r>
      <w:r w:rsidR="002A4158" w:rsidRPr="00DA4E77">
        <w:t>or</w:t>
      </w:r>
      <w:r>
        <w:t xml:space="preserve">, </w:t>
      </w:r>
      <w:r w:rsidR="002A4158" w:rsidRPr="00DA4E77">
        <w:t>afin de procurer à l</w:t>
      </w:r>
      <w:r>
        <w:t>’</w:t>
      </w:r>
      <w:r w:rsidR="002A4158" w:rsidRPr="00DA4E77">
        <w:t>Empire sa richesse</w:t>
      </w:r>
      <w:r>
        <w:t xml:space="preserve">. </w:t>
      </w:r>
      <w:r w:rsidR="002A4158" w:rsidRPr="00DA4E77">
        <w:t>Je hais donc Atlantis</w:t>
      </w:r>
      <w:r>
        <w:t>.</w:t>
      </w:r>
    </w:p>
    <w:p w14:paraId="2084B3F7" w14:textId="77777777" w:rsidR="00276CCE" w:rsidRDefault="00276CCE" w:rsidP="002A4158">
      <w:r>
        <w:t>— </w:t>
      </w:r>
      <w:r w:rsidR="002A4158" w:rsidRPr="00DA4E77">
        <w:t>Et moi</w:t>
      </w:r>
      <w:r>
        <w:t xml:space="preserve">, </w:t>
      </w:r>
      <w:r w:rsidR="002A4158" w:rsidRPr="00DA4E77">
        <w:t>tu me hais</w:t>
      </w:r>
      <w:r>
        <w:t> ?</w:t>
      </w:r>
    </w:p>
    <w:p w14:paraId="6BAE3D07" w14:textId="77777777" w:rsidR="00276CCE" w:rsidRDefault="00276CCE" w:rsidP="002A4158">
      <w:r>
        <w:t>— </w:t>
      </w:r>
      <w:r w:rsidR="002A4158" w:rsidRPr="00DA4E77">
        <w:t>Non</w:t>
      </w:r>
      <w:r>
        <w:t xml:space="preserve">, </w:t>
      </w:r>
      <w:r w:rsidR="002A4158" w:rsidRPr="00DA4E77">
        <w:t>je ne te hais point</w:t>
      </w:r>
      <w:r>
        <w:t xml:space="preserve">. </w:t>
      </w:r>
      <w:r w:rsidR="002A4158" w:rsidRPr="00DA4E77">
        <w:t>Tu m</w:t>
      </w:r>
      <w:r>
        <w:t>’</w:t>
      </w:r>
      <w:r w:rsidR="002A4158" w:rsidRPr="00DA4E77">
        <w:t>as cherché pour t</w:t>
      </w:r>
      <w:r>
        <w:t>’</w:t>
      </w:r>
      <w:r w:rsidR="002A4158" w:rsidRPr="00DA4E77">
        <w:t>aider dans une entreprise et j</w:t>
      </w:r>
      <w:r>
        <w:t>’</w:t>
      </w:r>
      <w:r w:rsidR="002A4158" w:rsidRPr="00DA4E77">
        <w:t>ai promis de te suivre</w:t>
      </w:r>
      <w:r>
        <w:t xml:space="preserve">. </w:t>
      </w:r>
      <w:r w:rsidR="002A4158" w:rsidRPr="00DA4E77">
        <w:t>Mais sitôt l</w:t>
      </w:r>
      <w:r>
        <w:t>’</w:t>
      </w:r>
      <w:r w:rsidR="002A4158" w:rsidRPr="00DA4E77">
        <w:t>aventure terminée</w:t>
      </w:r>
      <w:r>
        <w:t xml:space="preserve">, </w:t>
      </w:r>
      <w:r w:rsidR="002A4158" w:rsidRPr="00DA4E77">
        <w:t>ne me demande pas le pardon ni l</w:t>
      </w:r>
      <w:r>
        <w:t>’</w:t>
      </w:r>
      <w:r w:rsidR="002A4158" w:rsidRPr="00DA4E77">
        <w:t>oubli</w:t>
      </w:r>
      <w:r>
        <w:t xml:space="preserve">. </w:t>
      </w:r>
      <w:r w:rsidR="002A4158" w:rsidRPr="00DA4E77">
        <w:t>L</w:t>
      </w:r>
      <w:r>
        <w:t>’</w:t>
      </w:r>
      <w:r w:rsidR="002A4158" w:rsidRPr="00DA4E77">
        <w:t>esclave hait toujours son maître</w:t>
      </w:r>
      <w:r>
        <w:t>.</w:t>
      </w:r>
    </w:p>
    <w:p w14:paraId="31BE2D5E" w14:textId="77777777" w:rsidR="00276CCE" w:rsidRDefault="00276CCE" w:rsidP="002A4158">
      <w:r>
        <w:t>— </w:t>
      </w:r>
      <w:r w:rsidR="002A4158" w:rsidRPr="00DA4E77">
        <w:t>Et si tu cessais d</w:t>
      </w:r>
      <w:r>
        <w:t>’</w:t>
      </w:r>
      <w:r w:rsidR="002A4158" w:rsidRPr="00DA4E77">
        <w:t>être esclave à jamais</w:t>
      </w:r>
      <w:r>
        <w:t xml:space="preserve"> ? </w:t>
      </w:r>
      <w:r w:rsidR="002A4158" w:rsidRPr="00DA4E77">
        <w:t>Si tu devenais un des maîtres de la Cité</w:t>
      </w:r>
      <w:r>
        <w:t xml:space="preserve"> ? </w:t>
      </w:r>
      <w:r w:rsidR="002A4158" w:rsidRPr="00DA4E77">
        <w:t>Si l</w:t>
      </w:r>
      <w:r>
        <w:t>’</w:t>
      </w:r>
      <w:r w:rsidR="002A4158" w:rsidRPr="00DA4E77">
        <w:t>on faisait de tes frères et de toi les gardiens futurs de la ville</w:t>
      </w:r>
      <w:r>
        <w:t> ?</w:t>
      </w:r>
    </w:p>
    <w:p w14:paraId="785F6D5A" w14:textId="77777777" w:rsidR="00276CCE" w:rsidRDefault="00276CCE" w:rsidP="002A4158">
      <w:r>
        <w:t>— </w:t>
      </w:r>
      <w:r w:rsidR="002A4158" w:rsidRPr="00DA4E77">
        <w:t>Ne raille pas</w:t>
      </w:r>
      <w:r>
        <w:t xml:space="preserve">, </w:t>
      </w:r>
      <w:proofErr w:type="spellStart"/>
      <w:r w:rsidR="002A4158" w:rsidRPr="00DA4E77">
        <w:t>Melléna</w:t>
      </w:r>
      <w:proofErr w:type="spellEnd"/>
      <w:r>
        <w:t xml:space="preserve">, </w:t>
      </w:r>
      <w:r w:rsidR="002A4158" w:rsidRPr="00DA4E77">
        <w:t>explique-moi clairement</w:t>
      </w:r>
      <w:r>
        <w:t>.</w:t>
      </w:r>
    </w:p>
    <w:p w14:paraId="29CD1F33" w14:textId="77777777" w:rsidR="00276CCE" w:rsidRDefault="00276CCE" w:rsidP="002A4158">
      <w:r>
        <w:lastRenderedPageBreak/>
        <w:t>— </w:t>
      </w:r>
      <w:r w:rsidR="002A4158" w:rsidRPr="00DA4E77">
        <w:t xml:space="preserve">Connais-tu </w:t>
      </w:r>
      <w:proofErr w:type="spellStart"/>
      <w:r w:rsidR="002A4158" w:rsidRPr="00DA4E77">
        <w:t>Knephao</w:t>
      </w:r>
      <w:proofErr w:type="spellEnd"/>
      <w:r>
        <w:t> ?</w:t>
      </w:r>
    </w:p>
    <w:p w14:paraId="5D2B9C19" w14:textId="77777777" w:rsidR="00276CCE" w:rsidRDefault="00276CCE" w:rsidP="002A4158">
      <w:r>
        <w:t>— </w:t>
      </w:r>
      <w:r w:rsidR="002A4158" w:rsidRPr="00DA4E77">
        <w:t>Oui</w:t>
      </w:r>
      <w:r>
        <w:t xml:space="preserve">, </w:t>
      </w:r>
      <w:r w:rsidR="002A4158" w:rsidRPr="00DA4E77">
        <w:t>et je le hais</w:t>
      </w:r>
      <w:r>
        <w:t xml:space="preserve">, </w:t>
      </w:r>
      <w:r w:rsidR="002A4158" w:rsidRPr="00DA4E77">
        <w:t>celui-là</w:t>
      </w:r>
      <w:r>
        <w:t>.</w:t>
      </w:r>
    </w:p>
    <w:p w14:paraId="260E0DF1" w14:textId="77777777" w:rsidR="00276CCE" w:rsidRDefault="00276CCE" w:rsidP="002A4158">
      <w:r>
        <w:t>— </w:t>
      </w:r>
      <w:r w:rsidR="002A4158" w:rsidRPr="00DA4E77">
        <w:t>Fort bien</w:t>
      </w:r>
      <w:r>
        <w:t xml:space="preserve">. </w:t>
      </w:r>
      <w:r w:rsidR="002A4158" w:rsidRPr="00DA4E77">
        <w:t>Il périra sans doute cette nuit</w:t>
      </w:r>
      <w:r>
        <w:t>.</w:t>
      </w:r>
    </w:p>
    <w:p w14:paraId="2F56F5DF" w14:textId="77777777" w:rsidR="00276CCE" w:rsidRDefault="00276CCE" w:rsidP="002A4158">
      <w:r>
        <w:t>— </w:t>
      </w:r>
      <w:r w:rsidR="002A4158" w:rsidRPr="00DA4E77">
        <w:t>Je l</w:t>
      </w:r>
      <w:r>
        <w:t>’</w:t>
      </w:r>
      <w:r w:rsidR="002A4158" w:rsidRPr="00DA4E77">
        <w:t>espère</w:t>
      </w:r>
      <w:r>
        <w:t xml:space="preserve">, </w:t>
      </w:r>
      <w:r w:rsidR="002A4158" w:rsidRPr="00DA4E77">
        <w:t>j</w:t>
      </w:r>
      <w:r>
        <w:t>’</w:t>
      </w:r>
      <w:r w:rsidR="002A4158" w:rsidRPr="00DA4E77">
        <w:t>y compte et je me réserve sa mort</w:t>
      </w:r>
      <w:r>
        <w:t>.</w:t>
      </w:r>
    </w:p>
    <w:p w14:paraId="7EC075F4" w14:textId="77777777" w:rsidR="00276CCE" w:rsidRDefault="00276CCE" w:rsidP="002A4158">
      <w:r>
        <w:t>— </w:t>
      </w:r>
      <w:r w:rsidR="002A4158" w:rsidRPr="00DA4E77">
        <w:t>Que dirais-tu si l</w:t>
      </w:r>
      <w:r>
        <w:t>’</w:t>
      </w:r>
      <w:r w:rsidR="002A4158" w:rsidRPr="00DA4E77">
        <w:t>on te donnait sa place</w:t>
      </w:r>
      <w:r>
        <w:t> ?</w:t>
      </w:r>
    </w:p>
    <w:p w14:paraId="3FB4CA13" w14:textId="77777777" w:rsidR="00276CCE" w:rsidRDefault="002A4158" w:rsidP="002A4158">
      <w:r w:rsidRPr="00DA4E77">
        <w:t>À ces mots</w:t>
      </w:r>
      <w:r w:rsidR="00276CCE">
        <w:t xml:space="preserve">, </w:t>
      </w:r>
      <w:r w:rsidRPr="00DA4E77">
        <w:t xml:space="preserve">les amis de </w:t>
      </w:r>
      <w:proofErr w:type="spellStart"/>
      <w:r w:rsidRPr="00DA4E77">
        <w:t>Melléna</w:t>
      </w:r>
      <w:proofErr w:type="spellEnd"/>
      <w:r w:rsidRPr="00DA4E77">
        <w:t xml:space="preserve"> surpris font un mouv</w:t>
      </w:r>
      <w:r w:rsidRPr="00DA4E77">
        <w:t>e</w:t>
      </w:r>
      <w:r w:rsidRPr="00DA4E77">
        <w:t>ment</w:t>
      </w:r>
      <w:r w:rsidR="00276CCE">
        <w:t xml:space="preserve">. </w:t>
      </w:r>
      <w:r w:rsidRPr="00DA4E77">
        <w:t>Mais l</w:t>
      </w:r>
      <w:r w:rsidR="00276CCE">
        <w:t>’</w:t>
      </w:r>
      <w:r w:rsidRPr="00DA4E77">
        <w:t>impérieuse femme leur impose silence</w:t>
      </w:r>
      <w:r w:rsidR="00276CCE">
        <w:t> :</w:t>
      </w:r>
    </w:p>
    <w:p w14:paraId="79ED1CB7" w14:textId="77777777" w:rsidR="00276CCE" w:rsidRDefault="00276CCE" w:rsidP="002A4158">
      <w:r>
        <w:t>— </w:t>
      </w:r>
      <w:r w:rsidR="002A4158" w:rsidRPr="00DA4E77">
        <w:t>Oui</w:t>
      </w:r>
      <w:r>
        <w:t xml:space="preserve">, </w:t>
      </w:r>
      <w:r w:rsidR="002A4158" w:rsidRPr="00DA4E77">
        <w:t>sa place</w:t>
      </w:r>
      <w:r>
        <w:t xml:space="preserve"> ? </w:t>
      </w:r>
      <w:r w:rsidR="002A4158" w:rsidRPr="00DA4E77">
        <w:t>Ne faudra-t-il pas des soldats robustes à l</w:t>
      </w:r>
      <w:r>
        <w:t>’</w:t>
      </w:r>
      <w:r w:rsidR="002A4158" w:rsidRPr="00DA4E77">
        <w:t>Atlantis nouvelle que nous allons gouverner nous-mêmes</w:t>
      </w:r>
      <w:r>
        <w:t xml:space="preserve"> ? </w:t>
      </w:r>
      <w:r w:rsidR="002A4158" w:rsidRPr="00DA4E77">
        <w:t>Or</w:t>
      </w:r>
      <w:r>
        <w:t xml:space="preserve">, </w:t>
      </w:r>
      <w:r w:rsidR="002A4158" w:rsidRPr="00DA4E77">
        <w:t>les Atlantes ne veulent pas se battre</w:t>
      </w:r>
      <w:r>
        <w:t xml:space="preserve">. </w:t>
      </w:r>
      <w:r w:rsidR="002A4158" w:rsidRPr="00DA4E77">
        <w:t>Les Aztèques déjà forment la flotte impériale</w:t>
      </w:r>
      <w:r>
        <w:t xml:space="preserve">. </w:t>
      </w:r>
      <w:r w:rsidR="002A4158" w:rsidRPr="00DA4E77">
        <w:t xml:space="preserve">Assurément nous nous débarrasserons des Égyptiens fidèles à </w:t>
      </w:r>
      <w:proofErr w:type="spellStart"/>
      <w:r w:rsidR="002A4158" w:rsidRPr="00DA4E77">
        <w:t>Hellas</w:t>
      </w:r>
      <w:proofErr w:type="spellEnd"/>
      <w:r>
        <w:t xml:space="preserve">. </w:t>
      </w:r>
      <w:r w:rsidR="002A4158" w:rsidRPr="00DA4E77">
        <w:t>Dès lors</w:t>
      </w:r>
      <w:r>
        <w:t xml:space="preserve">, </w:t>
      </w:r>
      <w:r w:rsidR="002A4158" w:rsidRPr="00DA4E77">
        <w:t>qui mieux que toi et tes fr</w:t>
      </w:r>
      <w:r w:rsidR="002A4158" w:rsidRPr="00DA4E77">
        <w:t>è</w:t>
      </w:r>
      <w:r w:rsidR="002A4158" w:rsidRPr="00DA4E77">
        <w:t>res pourraient devenir nos soldats</w:t>
      </w:r>
      <w:r>
        <w:t> ?</w:t>
      </w:r>
    </w:p>
    <w:p w14:paraId="26089F7F" w14:textId="77777777" w:rsidR="00276CCE" w:rsidRDefault="00276CCE" w:rsidP="002A4158">
      <w:r>
        <w:t>— </w:t>
      </w:r>
      <w:r w:rsidR="002A4158" w:rsidRPr="00DA4E77">
        <w:t xml:space="preserve">Ô </w:t>
      </w:r>
      <w:proofErr w:type="spellStart"/>
      <w:r w:rsidR="002A4158" w:rsidRPr="00DA4E77">
        <w:t>Melléna</w:t>
      </w:r>
      <w:proofErr w:type="spellEnd"/>
      <w:r>
        <w:t xml:space="preserve"> ! </w:t>
      </w:r>
      <w:r w:rsidR="002A4158" w:rsidRPr="00DA4E77">
        <w:t xml:space="preserve">dit </w:t>
      </w:r>
      <w:proofErr w:type="spellStart"/>
      <w:r w:rsidR="002A4158" w:rsidRPr="00DA4E77">
        <w:t>Timou</w:t>
      </w:r>
      <w:proofErr w:type="spellEnd"/>
      <w:r w:rsidR="002A4158" w:rsidRPr="00DA4E77">
        <w:t xml:space="preserve"> enivré de joie</w:t>
      </w:r>
      <w:r>
        <w:t xml:space="preserve">, </w:t>
      </w:r>
      <w:r w:rsidR="002A4158" w:rsidRPr="00DA4E77">
        <w:t>les yeux brillants</w:t>
      </w:r>
      <w:r>
        <w:t xml:space="preserve">, </w:t>
      </w:r>
      <w:r w:rsidR="002A4158" w:rsidRPr="00DA4E77">
        <w:t>la poitrine soulevée d</w:t>
      </w:r>
      <w:r>
        <w:t>’</w:t>
      </w:r>
      <w:r w:rsidR="002A4158" w:rsidRPr="00DA4E77">
        <w:t>une émotion débordante</w:t>
      </w:r>
      <w:r>
        <w:t xml:space="preserve">, </w:t>
      </w:r>
      <w:r w:rsidR="002A4158" w:rsidRPr="00DA4E77">
        <w:t xml:space="preserve">ô </w:t>
      </w:r>
      <w:proofErr w:type="spellStart"/>
      <w:r w:rsidR="002A4158" w:rsidRPr="00DA4E77">
        <w:t>Melléna</w:t>
      </w:r>
      <w:proofErr w:type="spellEnd"/>
      <w:r>
        <w:t xml:space="preserve">, </w:t>
      </w:r>
      <w:r w:rsidR="002A4158" w:rsidRPr="00DA4E77">
        <w:t>je s</w:t>
      </w:r>
      <w:r w:rsidR="002A4158" w:rsidRPr="00DA4E77">
        <w:t>e</w:t>
      </w:r>
      <w:r w:rsidR="002A4158" w:rsidRPr="00DA4E77">
        <w:t>rais donc le chef des guerriers d</w:t>
      </w:r>
      <w:r>
        <w:t>’</w:t>
      </w:r>
      <w:r w:rsidR="002A4158" w:rsidRPr="00DA4E77">
        <w:t>Atlantis</w:t>
      </w:r>
      <w:r>
        <w:t xml:space="preserve"> ? </w:t>
      </w:r>
      <w:r w:rsidR="002A4158" w:rsidRPr="00DA4E77">
        <w:t>J</w:t>
      </w:r>
      <w:r>
        <w:t>’</w:t>
      </w:r>
      <w:r w:rsidR="002A4158" w:rsidRPr="00DA4E77">
        <w:t xml:space="preserve">aurais le prestige de </w:t>
      </w:r>
      <w:proofErr w:type="spellStart"/>
      <w:r w:rsidR="002A4158" w:rsidRPr="00DA4E77">
        <w:t>Knephao</w:t>
      </w:r>
      <w:proofErr w:type="spellEnd"/>
      <w:r>
        <w:t xml:space="preserve"> ? </w:t>
      </w:r>
      <w:r w:rsidR="002A4158" w:rsidRPr="00DA4E77">
        <w:t>Je vivrais comme lui dans les palais</w:t>
      </w:r>
      <w:r>
        <w:t xml:space="preserve"> ? </w:t>
      </w:r>
      <w:r w:rsidR="002A4158" w:rsidRPr="00DA4E77">
        <w:t>Je revêtirais son armure dorée</w:t>
      </w:r>
      <w:r>
        <w:t xml:space="preserve"> ? </w:t>
      </w:r>
      <w:r w:rsidR="002A4158" w:rsidRPr="00DA4E77">
        <w:t>Mes compagnons marcheraient au grand soleil</w:t>
      </w:r>
      <w:r>
        <w:t xml:space="preserve">, </w:t>
      </w:r>
      <w:r w:rsidR="002A4158" w:rsidRPr="00DA4E77">
        <w:t>couverts de cuirasses</w:t>
      </w:r>
      <w:r>
        <w:t xml:space="preserve">, </w:t>
      </w:r>
      <w:r w:rsidR="002A4158" w:rsidRPr="00DA4E77">
        <w:t>armés de lances et montés sur les beaux chevaux des pays incas</w:t>
      </w:r>
      <w:r>
        <w:t> ?</w:t>
      </w:r>
    </w:p>
    <w:p w14:paraId="0B9A04E7" w14:textId="77777777" w:rsidR="00276CCE" w:rsidRDefault="00276CCE" w:rsidP="002A4158">
      <w:r>
        <w:t>— </w:t>
      </w:r>
      <w:r w:rsidR="002A4158" w:rsidRPr="00DA4E77">
        <w:t>Comme tu dis</w:t>
      </w:r>
      <w:r>
        <w:t xml:space="preserve">, </w:t>
      </w:r>
      <w:proofErr w:type="spellStart"/>
      <w:r w:rsidR="002A4158" w:rsidRPr="00DA4E77">
        <w:t>Timou</w:t>
      </w:r>
      <w:proofErr w:type="spellEnd"/>
      <w:r>
        <w:t> !</w:t>
      </w:r>
    </w:p>
    <w:p w14:paraId="4E08674D" w14:textId="77777777" w:rsidR="00276CCE" w:rsidRDefault="00276CCE" w:rsidP="002A4158">
      <w:r>
        <w:t>— </w:t>
      </w:r>
      <w:r w:rsidR="002A4158" w:rsidRPr="00DA4E77">
        <w:t xml:space="preserve">Ô </w:t>
      </w:r>
      <w:proofErr w:type="spellStart"/>
      <w:r w:rsidR="002A4158" w:rsidRPr="00DA4E77">
        <w:t>Melléna</w:t>
      </w:r>
      <w:proofErr w:type="spellEnd"/>
      <w:r>
        <w:t xml:space="preserve">, </w:t>
      </w:r>
      <w:r w:rsidR="002A4158" w:rsidRPr="00DA4E77">
        <w:t>ne trompe pas ton esclave d</w:t>
      </w:r>
      <w:r>
        <w:t>’</w:t>
      </w:r>
      <w:r w:rsidR="002A4158" w:rsidRPr="00DA4E77">
        <w:t>hier</w:t>
      </w:r>
      <w:r>
        <w:t xml:space="preserve">, </w:t>
      </w:r>
      <w:r w:rsidR="002A4158" w:rsidRPr="00DA4E77">
        <w:t>il se veng</w:t>
      </w:r>
      <w:r w:rsidR="002A4158" w:rsidRPr="00DA4E77">
        <w:t>e</w:t>
      </w:r>
      <w:r w:rsidR="002A4158" w:rsidRPr="00DA4E77">
        <w:t>rait impitoyablement</w:t>
      </w:r>
      <w:r>
        <w:t> !</w:t>
      </w:r>
    </w:p>
    <w:p w14:paraId="66D04B87" w14:textId="77777777" w:rsidR="00276CCE" w:rsidRDefault="00276CCE" w:rsidP="002A4158">
      <w:r>
        <w:t>— </w:t>
      </w:r>
      <w:r w:rsidR="002A4158" w:rsidRPr="00DA4E77">
        <w:t>Il n</w:t>
      </w:r>
      <w:r>
        <w:t>’</w:t>
      </w:r>
      <w:r w:rsidR="002A4158" w:rsidRPr="00DA4E77">
        <w:t>aura pas à se venger</w:t>
      </w:r>
      <w:r>
        <w:t xml:space="preserve">, </w:t>
      </w:r>
      <w:proofErr w:type="spellStart"/>
      <w:r w:rsidR="002A4158" w:rsidRPr="00DA4E77">
        <w:t>Timou</w:t>
      </w:r>
      <w:proofErr w:type="spellEnd"/>
      <w:r>
        <w:t xml:space="preserve">, </w:t>
      </w:r>
      <w:r w:rsidR="002A4158" w:rsidRPr="00DA4E77">
        <w:t>mais à nous servir</w:t>
      </w:r>
      <w:r>
        <w:t xml:space="preserve">. </w:t>
      </w:r>
      <w:r w:rsidR="002A4158" w:rsidRPr="00DA4E77">
        <w:t>Dès demain</w:t>
      </w:r>
      <w:r>
        <w:t xml:space="preserve">, </w:t>
      </w:r>
      <w:r w:rsidR="002A4158" w:rsidRPr="00DA4E77">
        <w:t>tu deviendras chef des cohortes atlantes</w:t>
      </w:r>
      <w:r>
        <w:t> !</w:t>
      </w:r>
    </w:p>
    <w:p w14:paraId="5AE2F3E9" w14:textId="77777777" w:rsidR="00276CCE" w:rsidRDefault="002A4158" w:rsidP="002A4158">
      <w:r w:rsidRPr="00DA4E77">
        <w:t>Alors le Noir</w:t>
      </w:r>
      <w:r w:rsidR="00276CCE">
        <w:t xml:space="preserve">, </w:t>
      </w:r>
      <w:r w:rsidRPr="00DA4E77">
        <w:t xml:space="preserve">tombant aux pieds de </w:t>
      </w:r>
      <w:proofErr w:type="spellStart"/>
      <w:r w:rsidRPr="00DA4E77">
        <w:t>Melléna</w:t>
      </w:r>
      <w:proofErr w:type="spellEnd"/>
      <w:r w:rsidR="00276CCE">
        <w:t xml:space="preserve">, </w:t>
      </w:r>
      <w:r w:rsidRPr="00DA4E77">
        <w:t>baise sa robe</w:t>
      </w:r>
      <w:r w:rsidR="00276CCE">
        <w:t xml:space="preserve">, </w:t>
      </w:r>
      <w:r w:rsidRPr="00DA4E77">
        <w:t>et</w:t>
      </w:r>
      <w:r w:rsidR="00276CCE">
        <w:t xml:space="preserve">, </w:t>
      </w:r>
      <w:r w:rsidRPr="00DA4E77">
        <w:t>se relevant exalté d</w:t>
      </w:r>
      <w:r w:rsidR="00276CCE">
        <w:t>’</w:t>
      </w:r>
      <w:r w:rsidRPr="00DA4E77">
        <w:t>enthousiasme</w:t>
      </w:r>
      <w:r w:rsidR="00276CCE">
        <w:t> :</w:t>
      </w:r>
    </w:p>
    <w:p w14:paraId="4BC167D8" w14:textId="77777777" w:rsidR="00276CCE" w:rsidRDefault="00276CCE" w:rsidP="002A4158">
      <w:r>
        <w:lastRenderedPageBreak/>
        <w:t>— </w:t>
      </w:r>
      <w:r w:rsidR="002A4158" w:rsidRPr="00DA4E77">
        <w:t>Vive Atlantis</w:t>
      </w:r>
      <w:r>
        <w:t xml:space="preserve"> ! </w:t>
      </w:r>
      <w:r w:rsidR="002A4158" w:rsidRPr="00DA4E77">
        <w:t>Elle peut à jamais compter sur nos bras</w:t>
      </w:r>
      <w:r>
        <w:t>…</w:t>
      </w:r>
    </w:p>
    <w:p w14:paraId="4EBAB3DC" w14:textId="77777777" w:rsidR="00276CCE" w:rsidRDefault="00276CCE" w:rsidP="002A4158">
      <w:r>
        <w:t>— </w:t>
      </w:r>
      <w:r w:rsidR="002A4158" w:rsidRPr="00DA4E77">
        <w:t>Je compte absolument sur ta bravoure et ta prudence</w:t>
      </w:r>
      <w:r>
        <w:t xml:space="preserve">, </w:t>
      </w:r>
      <w:r w:rsidR="002A4158" w:rsidRPr="00DA4E77">
        <w:t xml:space="preserve">dit </w:t>
      </w:r>
      <w:proofErr w:type="spellStart"/>
      <w:r w:rsidR="002A4158" w:rsidRPr="00DA4E77">
        <w:t>Melléna</w:t>
      </w:r>
      <w:proofErr w:type="spellEnd"/>
      <w:r>
        <w:t xml:space="preserve">, </w:t>
      </w:r>
      <w:r w:rsidR="002A4158" w:rsidRPr="00DA4E77">
        <w:t xml:space="preserve">congédiant </w:t>
      </w:r>
      <w:proofErr w:type="spellStart"/>
      <w:r w:rsidR="002A4158" w:rsidRPr="00DA4E77">
        <w:t>Timou</w:t>
      </w:r>
      <w:proofErr w:type="spellEnd"/>
      <w:r>
        <w:t>.</w:t>
      </w:r>
    </w:p>
    <w:p w14:paraId="7E080630" w14:textId="77777777" w:rsidR="00276CCE" w:rsidRDefault="002A4158" w:rsidP="002A4158">
      <w:r w:rsidRPr="00DA4E77">
        <w:t>Et revenant vers ses amis restés muets de surprise</w:t>
      </w:r>
      <w:r w:rsidR="00276CCE">
        <w:t> :</w:t>
      </w:r>
    </w:p>
    <w:p w14:paraId="48684BC3" w14:textId="77777777" w:rsidR="00276CCE" w:rsidRDefault="00276CCE" w:rsidP="002A4158">
      <w:r>
        <w:t>— </w:t>
      </w:r>
      <w:r w:rsidR="002A4158" w:rsidRPr="00DA4E77">
        <w:t>Eh bien</w:t>
      </w:r>
      <w:r>
        <w:t xml:space="preserve">, </w:t>
      </w:r>
      <w:r w:rsidR="002A4158" w:rsidRPr="00DA4E77">
        <w:t>vous voyez comme on s</w:t>
      </w:r>
      <w:r>
        <w:t>’</w:t>
      </w:r>
      <w:r w:rsidR="002A4158" w:rsidRPr="00DA4E77">
        <w:t>attache ceux qu</w:t>
      </w:r>
      <w:r>
        <w:t>’</w:t>
      </w:r>
      <w:r w:rsidR="002A4158" w:rsidRPr="00DA4E77">
        <w:t>on r</w:t>
      </w:r>
      <w:r w:rsidR="002A4158" w:rsidRPr="00DA4E77">
        <w:t>e</w:t>
      </w:r>
      <w:r w:rsidR="002A4158" w:rsidRPr="00DA4E77">
        <w:t>doute</w:t>
      </w:r>
      <w:r>
        <w:t xml:space="preserve"> ? </w:t>
      </w:r>
      <w:r w:rsidR="002A4158" w:rsidRPr="00DA4E77">
        <w:t>Voilà quelqu</w:t>
      </w:r>
      <w:r>
        <w:t>’</w:t>
      </w:r>
      <w:r w:rsidR="002A4158" w:rsidRPr="00DA4E77">
        <w:t>un qui nous servira jusqu</w:t>
      </w:r>
      <w:r>
        <w:t>’</w:t>
      </w:r>
      <w:r w:rsidR="002A4158" w:rsidRPr="00DA4E77">
        <w:t>à la mort</w:t>
      </w:r>
      <w:r>
        <w:t>.</w:t>
      </w:r>
    </w:p>
    <w:p w14:paraId="0415CC24" w14:textId="77777777" w:rsidR="00276CCE" w:rsidRDefault="00276CCE" w:rsidP="002A4158">
      <w:r>
        <w:t>— </w:t>
      </w:r>
      <w:r w:rsidR="002A4158" w:rsidRPr="00DA4E77">
        <w:t>Mais tu ne penses pas sérieusement à lui confier la su</w:t>
      </w:r>
      <w:r w:rsidR="002A4158" w:rsidRPr="00DA4E77">
        <w:t>c</w:t>
      </w:r>
      <w:r w:rsidR="002A4158" w:rsidRPr="00DA4E77">
        <w:t xml:space="preserve">cession de </w:t>
      </w:r>
      <w:proofErr w:type="spellStart"/>
      <w:r w:rsidR="002A4158" w:rsidRPr="00DA4E77">
        <w:t>Knephao</w:t>
      </w:r>
      <w:proofErr w:type="spellEnd"/>
      <w:r>
        <w:t> ?</w:t>
      </w:r>
    </w:p>
    <w:p w14:paraId="1FD02AD7" w14:textId="77777777" w:rsidR="00276CCE" w:rsidRDefault="00276CCE" w:rsidP="002A4158">
      <w:r>
        <w:t>— </w:t>
      </w:r>
      <w:r w:rsidR="002A4158" w:rsidRPr="00DA4E77">
        <w:t>Et pourquoi pas</w:t>
      </w:r>
      <w:r>
        <w:t xml:space="preserve"> ? </w:t>
      </w:r>
      <w:r w:rsidR="002A4158" w:rsidRPr="00DA4E77">
        <w:t>Ne nous faudra-t-il pas des soldats demain</w:t>
      </w:r>
      <w:r>
        <w:t xml:space="preserve"> ? </w:t>
      </w:r>
      <w:r w:rsidR="002A4158" w:rsidRPr="00DA4E77">
        <w:t>Au surplus</w:t>
      </w:r>
      <w:r>
        <w:t xml:space="preserve">, </w:t>
      </w:r>
      <w:r w:rsidR="002A4158" w:rsidRPr="00DA4E77">
        <w:t>nous n</w:t>
      </w:r>
      <w:r>
        <w:t>’</w:t>
      </w:r>
      <w:r w:rsidR="002A4158" w:rsidRPr="00DA4E77">
        <w:t>allons pas nous disputer sur ce que nous ferons</w:t>
      </w:r>
      <w:r>
        <w:t xml:space="preserve">. </w:t>
      </w:r>
      <w:r w:rsidR="002A4158" w:rsidRPr="00DA4E77">
        <w:t>Emparons-nous d</w:t>
      </w:r>
      <w:r>
        <w:t>’</w:t>
      </w:r>
      <w:r w:rsidR="002A4158" w:rsidRPr="00DA4E77">
        <w:t>abord de la ville</w:t>
      </w:r>
      <w:r>
        <w:t>.</w:t>
      </w:r>
    </w:p>
    <w:p w14:paraId="26534D16" w14:textId="77777777" w:rsidR="00276CCE" w:rsidRDefault="00276CCE" w:rsidP="002A4158">
      <w:r>
        <w:t>— </w:t>
      </w:r>
      <w:r w:rsidR="002A4158" w:rsidRPr="00DA4E77">
        <w:t>Admirable</w:t>
      </w:r>
      <w:r>
        <w:t xml:space="preserve"> ! </w:t>
      </w:r>
      <w:r w:rsidR="002A4158" w:rsidRPr="00DA4E77">
        <w:t>s</w:t>
      </w:r>
      <w:r>
        <w:t>’</w:t>
      </w:r>
      <w:r w:rsidR="002A4158" w:rsidRPr="00DA4E77">
        <w:t xml:space="preserve">exclame </w:t>
      </w:r>
      <w:proofErr w:type="spellStart"/>
      <w:r w:rsidR="002A4158" w:rsidRPr="00DA4E77">
        <w:t>Barkas</w:t>
      </w:r>
      <w:proofErr w:type="spellEnd"/>
      <w:r>
        <w:t xml:space="preserve">. </w:t>
      </w:r>
      <w:r w:rsidR="002A4158" w:rsidRPr="00DA4E77">
        <w:t>Et quand nous croyons tout perdu</w:t>
      </w:r>
      <w:r>
        <w:t xml:space="preserve">, </w:t>
      </w:r>
      <w:r w:rsidR="002A4158" w:rsidRPr="00DA4E77">
        <w:t>toi seule nous ranimes</w:t>
      </w:r>
      <w:r>
        <w:t> !</w:t>
      </w:r>
    </w:p>
    <w:p w14:paraId="5B98734A" w14:textId="77777777" w:rsidR="00276CCE" w:rsidRDefault="00276CCE" w:rsidP="002A4158">
      <w:r>
        <w:t>— </w:t>
      </w:r>
      <w:r w:rsidR="002A4158" w:rsidRPr="00DA4E77">
        <w:t>Tu me donnes confiance</w:t>
      </w:r>
      <w:r>
        <w:t xml:space="preserve">, </w:t>
      </w:r>
      <w:proofErr w:type="spellStart"/>
      <w:r w:rsidR="002A4158" w:rsidRPr="00DA4E77">
        <w:t>Melléna</w:t>
      </w:r>
      <w:proofErr w:type="spellEnd"/>
      <w:r>
        <w:t xml:space="preserve">, </w:t>
      </w:r>
      <w:r w:rsidR="002A4158" w:rsidRPr="00DA4E77">
        <w:t xml:space="preserve">avoue </w:t>
      </w:r>
      <w:proofErr w:type="spellStart"/>
      <w:r w:rsidR="002A4158" w:rsidRPr="00DA4E77">
        <w:t>Moussor</w:t>
      </w:r>
      <w:proofErr w:type="spellEnd"/>
      <w:r w:rsidR="002A4158" w:rsidRPr="00DA4E77">
        <w:t xml:space="preserve"> lui-même</w:t>
      </w:r>
      <w:r>
        <w:t xml:space="preserve">. </w:t>
      </w:r>
      <w:proofErr w:type="gramStart"/>
      <w:r w:rsidR="002A4158" w:rsidRPr="00DA4E77">
        <w:t>Mais cependant</w:t>
      </w:r>
      <w:proofErr w:type="gramEnd"/>
      <w:r w:rsidR="002A4158" w:rsidRPr="00DA4E77">
        <w:t xml:space="preserve"> il me reste une crainte encore</w:t>
      </w:r>
      <w:r>
        <w:t>.</w:t>
      </w:r>
    </w:p>
    <w:p w14:paraId="45676221" w14:textId="77777777" w:rsidR="00276CCE" w:rsidRDefault="002A4158" w:rsidP="002A4158">
      <w:r w:rsidRPr="00DA4E77">
        <w:t>Et se penchant à son oreille</w:t>
      </w:r>
      <w:r w:rsidR="00276CCE">
        <w:t> :</w:t>
      </w:r>
    </w:p>
    <w:p w14:paraId="0390871A" w14:textId="77777777" w:rsidR="00276CCE" w:rsidRDefault="00276CCE" w:rsidP="002A4158">
      <w:r>
        <w:t>— </w:t>
      </w:r>
      <w:r w:rsidR="002A4158" w:rsidRPr="00DA4E77">
        <w:t>Le monstre des airs</w:t>
      </w:r>
      <w:r>
        <w:t> !</w:t>
      </w:r>
    </w:p>
    <w:p w14:paraId="1E6577FF" w14:textId="77777777" w:rsidR="00276CCE" w:rsidRDefault="00276CCE" w:rsidP="002A4158">
      <w:r>
        <w:t>— </w:t>
      </w:r>
      <w:r w:rsidR="002A4158" w:rsidRPr="00DA4E77">
        <w:t>Oui</w:t>
      </w:r>
      <w:r>
        <w:t xml:space="preserve">, </w:t>
      </w:r>
      <w:r w:rsidR="002A4158" w:rsidRPr="00DA4E77">
        <w:t>j</w:t>
      </w:r>
      <w:r>
        <w:t>’</w:t>
      </w:r>
      <w:r w:rsidR="002A4158" w:rsidRPr="00DA4E77">
        <w:t>y pense toujours</w:t>
      </w:r>
      <w:r>
        <w:t xml:space="preserve">, </w:t>
      </w:r>
      <w:r w:rsidR="002A4158" w:rsidRPr="00DA4E77">
        <w:t>et je ne dis rien pour ne pas aff</w:t>
      </w:r>
      <w:r w:rsidR="002A4158" w:rsidRPr="00DA4E77">
        <w:t>o</w:t>
      </w:r>
      <w:r w:rsidR="002A4158" w:rsidRPr="00DA4E77">
        <w:t>ler nos compagnons</w:t>
      </w:r>
      <w:r>
        <w:t xml:space="preserve">. </w:t>
      </w:r>
      <w:r w:rsidR="002A4158" w:rsidRPr="00DA4E77">
        <w:t>Voilà pourquoi je mets à la nuit l</w:t>
      </w:r>
      <w:r>
        <w:t>’</w:t>
      </w:r>
      <w:r w:rsidR="002A4158" w:rsidRPr="00DA4E77">
        <w:t>heure de l</w:t>
      </w:r>
      <w:r>
        <w:t>’</w:t>
      </w:r>
      <w:r w:rsidR="002A4158" w:rsidRPr="00DA4E77">
        <w:t>attaque</w:t>
      </w:r>
      <w:r>
        <w:t>.</w:t>
      </w:r>
    </w:p>
    <w:p w14:paraId="1E4133A3" w14:textId="77777777" w:rsidR="00276CCE" w:rsidRDefault="00276CCE" w:rsidP="002A4158">
      <w:r>
        <w:t>— </w:t>
      </w:r>
      <w:r w:rsidR="002A4158" w:rsidRPr="00DA4E77">
        <w:t>Et s</w:t>
      </w:r>
      <w:r>
        <w:t>’</w:t>
      </w:r>
      <w:r w:rsidR="002A4158" w:rsidRPr="00DA4E77">
        <w:t>ils viennent nous attaquer eux-mêmes dans le jour</w:t>
      </w:r>
      <w:r>
        <w:t> ?</w:t>
      </w:r>
    </w:p>
    <w:p w14:paraId="6BE87B36" w14:textId="77777777" w:rsidR="00276CCE" w:rsidRDefault="00276CCE" w:rsidP="002A4158">
      <w:r>
        <w:t>— </w:t>
      </w:r>
      <w:r w:rsidR="002A4158" w:rsidRPr="00DA4E77">
        <w:t>Qui l</w:t>
      </w:r>
      <w:r>
        <w:t>’</w:t>
      </w:r>
      <w:r w:rsidR="002A4158" w:rsidRPr="00DA4E77">
        <w:t>oserait</w:t>
      </w:r>
      <w:r>
        <w:t xml:space="preserve"> ? </w:t>
      </w:r>
      <w:proofErr w:type="spellStart"/>
      <w:r w:rsidR="002A4158" w:rsidRPr="00DA4E77">
        <w:t>Hellas</w:t>
      </w:r>
      <w:proofErr w:type="spellEnd"/>
      <w:r w:rsidR="002A4158" w:rsidRPr="00DA4E77">
        <w:t xml:space="preserve"> seul</w:t>
      </w:r>
      <w:r>
        <w:t xml:space="preserve">. </w:t>
      </w:r>
      <w:r w:rsidR="002A4158" w:rsidRPr="00DA4E77">
        <w:t>Mais avec quels vaisseaux</w:t>
      </w:r>
      <w:r>
        <w:t> ?</w:t>
      </w:r>
    </w:p>
    <w:p w14:paraId="31F6964D" w14:textId="77777777" w:rsidR="00276CCE" w:rsidRDefault="00276CCE" w:rsidP="002A4158">
      <w:r>
        <w:t>— </w:t>
      </w:r>
      <w:r w:rsidR="002A4158" w:rsidRPr="00DA4E77">
        <w:t>Il ramassera les vaisseaux marchands</w:t>
      </w:r>
      <w:r>
        <w:t xml:space="preserve">, </w:t>
      </w:r>
      <w:r w:rsidR="002A4158" w:rsidRPr="00DA4E77">
        <w:t>restés le long des sept presqu</w:t>
      </w:r>
      <w:r>
        <w:t>’</w:t>
      </w:r>
      <w:r w:rsidR="002A4158" w:rsidRPr="00DA4E77">
        <w:t>îles</w:t>
      </w:r>
      <w:r>
        <w:t>.</w:t>
      </w:r>
    </w:p>
    <w:p w14:paraId="3F174825" w14:textId="77777777" w:rsidR="00276CCE" w:rsidRDefault="00276CCE" w:rsidP="002A4158">
      <w:r>
        <w:lastRenderedPageBreak/>
        <w:t>— </w:t>
      </w:r>
      <w:r w:rsidR="002A4158" w:rsidRPr="00DA4E77">
        <w:t>Soit</w:t>
      </w:r>
      <w:r>
        <w:t xml:space="preserve">. </w:t>
      </w:r>
      <w:r w:rsidR="002A4158" w:rsidRPr="00DA4E77">
        <w:t>Mais s</w:t>
      </w:r>
      <w:r>
        <w:t>’</w:t>
      </w:r>
      <w:r w:rsidR="002A4158" w:rsidRPr="00DA4E77">
        <w:t>il vient à la tête d</w:t>
      </w:r>
      <w:r>
        <w:t>’</w:t>
      </w:r>
      <w:r w:rsidR="002A4158" w:rsidRPr="00DA4E77">
        <w:t>une flotte</w:t>
      </w:r>
      <w:r>
        <w:t xml:space="preserve">, </w:t>
      </w:r>
      <w:r w:rsidR="002A4158" w:rsidRPr="00DA4E77">
        <w:t>il ne volera donc pas dans les airs</w:t>
      </w:r>
      <w:r>
        <w:t xml:space="preserve"> ; </w:t>
      </w:r>
      <w:r w:rsidR="002A4158" w:rsidRPr="00DA4E77">
        <w:t>et nous n</w:t>
      </w:r>
      <w:r>
        <w:t>’</w:t>
      </w:r>
      <w:r w:rsidR="002A4158" w:rsidRPr="00DA4E77">
        <w:t>aurons rien à redouter</w:t>
      </w:r>
      <w:r>
        <w:t>.</w:t>
      </w:r>
    </w:p>
    <w:p w14:paraId="1DE8ECAF" w14:textId="77777777" w:rsidR="00276CCE" w:rsidRDefault="00276CCE" w:rsidP="002A4158">
      <w:r>
        <w:t>— </w:t>
      </w:r>
      <w:r w:rsidR="002A4158" w:rsidRPr="00DA4E77">
        <w:t xml:space="preserve">Et </w:t>
      </w:r>
      <w:proofErr w:type="spellStart"/>
      <w:r w:rsidR="002A4158" w:rsidRPr="00DA4E77">
        <w:t>Oréus</w:t>
      </w:r>
      <w:proofErr w:type="spellEnd"/>
      <w:r>
        <w:t> ?</w:t>
      </w:r>
    </w:p>
    <w:p w14:paraId="46C5DAA7" w14:textId="77777777" w:rsidR="00276CCE" w:rsidRDefault="00276CCE" w:rsidP="002A4158">
      <w:r>
        <w:t>— </w:t>
      </w:r>
      <w:r w:rsidR="002A4158" w:rsidRPr="00DA4E77">
        <w:t xml:space="preserve">Je ne crains pas </w:t>
      </w:r>
      <w:proofErr w:type="spellStart"/>
      <w:r w:rsidR="002A4158" w:rsidRPr="00DA4E77">
        <w:t>Oréus</w:t>
      </w:r>
      <w:proofErr w:type="spellEnd"/>
      <w:r>
        <w:t xml:space="preserve">. </w:t>
      </w:r>
      <w:r w:rsidR="002A4158" w:rsidRPr="00DA4E77">
        <w:t>Dans la mêlée</w:t>
      </w:r>
      <w:r>
        <w:t xml:space="preserve">, </w:t>
      </w:r>
      <w:r w:rsidR="002A4158" w:rsidRPr="00DA4E77">
        <w:t xml:space="preserve">il </w:t>
      </w:r>
      <w:proofErr w:type="gramStart"/>
      <w:r w:rsidR="002A4158" w:rsidRPr="00DA4E77">
        <w:t>aurait peur</w:t>
      </w:r>
      <w:proofErr w:type="gramEnd"/>
      <w:r w:rsidR="002A4158" w:rsidRPr="00DA4E77">
        <w:t xml:space="preserve"> de détruire la flotte amie en même temps que l</w:t>
      </w:r>
      <w:r>
        <w:t>’</w:t>
      </w:r>
      <w:r w:rsidR="002A4158" w:rsidRPr="00DA4E77">
        <w:t>autre</w:t>
      </w:r>
      <w:r>
        <w:t xml:space="preserve">. </w:t>
      </w:r>
      <w:r w:rsidR="002A4158" w:rsidRPr="00DA4E77">
        <w:t>D</w:t>
      </w:r>
      <w:r>
        <w:t>’</w:t>
      </w:r>
      <w:r w:rsidR="002A4158" w:rsidRPr="00DA4E77">
        <w:t>ailleurs</w:t>
      </w:r>
      <w:r>
        <w:t xml:space="preserve">, </w:t>
      </w:r>
      <w:r w:rsidR="002A4158" w:rsidRPr="00DA4E77">
        <w:t>qu</w:t>
      </w:r>
      <w:r>
        <w:t>’</w:t>
      </w:r>
      <w:r w:rsidR="002A4158" w:rsidRPr="00DA4E77">
        <w:t>importe</w:t>
      </w:r>
      <w:r>
        <w:t xml:space="preserve"> ! </w:t>
      </w:r>
      <w:r w:rsidR="002A4158" w:rsidRPr="00DA4E77">
        <w:t>Qui ne sait risquer la chance ne connaît jamais le succès</w:t>
      </w:r>
      <w:r>
        <w:t xml:space="preserve"> ! </w:t>
      </w:r>
      <w:r w:rsidR="002A4158" w:rsidRPr="00DA4E77">
        <w:t>Mais j</w:t>
      </w:r>
      <w:r>
        <w:t>’</w:t>
      </w:r>
      <w:r w:rsidR="002A4158" w:rsidRPr="00DA4E77">
        <w:t>entends du bruit</w:t>
      </w:r>
      <w:r>
        <w:t xml:space="preserve">. </w:t>
      </w:r>
      <w:r w:rsidR="002A4158" w:rsidRPr="00DA4E77">
        <w:t>Qui vient à nous</w:t>
      </w:r>
      <w:r>
        <w:t> ?</w:t>
      </w:r>
    </w:p>
    <w:p w14:paraId="5EF167F8" w14:textId="77777777" w:rsidR="00276CCE" w:rsidRDefault="002A4158" w:rsidP="002A4158">
      <w:r w:rsidRPr="00DA4E77">
        <w:t>Voici</w:t>
      </w:r>
      <w:r w:rsidR="00276CCE">
        <w:t xml:space="preserve">, </w:t>
      </w:r>
      <w:r w:rsidRPr="00DA4E77">
        <w:t>en effet</w:t>
      </w:r>
      <w:r w:rsidR="00276CCE">
        <w:t xml:space="preserve">, </w:t>
      </w:r>
      <w:r w:rsidRPr="00DA4E77">
        <w:t>que des cris retentissent à la porte</w:t>
      </w:r>
      <w:r w:rsidR="00276CCE">
        <w:t xml:space="preserve">. </w:t>
      </w:r>
      <w:r w:rsidRPr="00DA4E77">
        <w:t>On i</w:t>
      </w:r>
      <w:r w:rsidRPr="00DA4E77">
        <w:t>n</w:t>
      </w:r>
      <w:r w:rsidRPr="00DA4E77">
        <w:t>troduit un Atlante échappé de la Cité</w:t>
      </w:r>
      <w:r w:rsidR="00276CCE">
        <w:t xml:space="preserve">, </w:t>
      </w:r>
      <w:r w:rsidRPr="00DA4E77">
        <w:t>venu jusqu</w:t>
      </w:r>
      <w:r w:rsidR="00276CCE">
        <w:t>’</w:t>
      </w:r>
      <w:r w:rsidRPr="00DA4E77">
        <w:t>à l</w:t>
      </w:r>
      <w:r w:rsidR="00276CCE">
        <w:t>’</w:t>
      </w:r>
      <w:r w:rsidRPr="00DA4E77">
        <w:t>Île de Fer sur une barque de pêche</w:t>
      </w:r>
      <w:r w:rsidR="00276CCE">
        <w:t xml:space="preserve">, </w:t>
      </w:r>
      <w:r w:rsidRPr="00DA4E77">
        <w:t xml:space="preserve">et envoyé par les amis de </w:t>
      </w:r>
      <w:proofErr w:type="spellStart"/>
      <w:r w:rsidRPr="00DA4E77">
        <w:t>Belkis</w:t>
      </w:r>
      <w:proofErr w:type="spellEnd"/>
      <w:r w:rsidR="00276CCE">
        <w:t xml:space="preserve">. </w:t>
      </w:r>
      <w:r w:rsidRPr="00DA4E77">
        <w:t>L</w:t>
      </w:r>
      <w:r w:rsidR="00276CCE">
        <w:t>’</w:t>
      </w:r>
      <w:r w:rsidRPr="00DA4E77">
        <w:t>homme entre</w:t>
      </w:r>
      <w:r w:rsidR="00276CCE">
        <w:t xml:space="preserve">, </w:t>
      </w:r>
      <w:r w:rsidRPr="00DA4E77">
        <w:t>effaré</w:t>
      </w:r>
      <w:r w:rsidR="00276CCE">
        <w:t xml:space="preserve">, </w:t>
      </w:r>
      <w:r w:rsidRPr="00DA4E77">
        <w:t>répandant la terreur</w:t>
      </w:r>
      <w:r w:rsidR="00276CCE">
        <w:t> :</w:t>
      </w:r>
    </w:p>
    <w:p w14:paraId="0759CD61" w14:textId="77777777" w:rsidR="00276CCE" w:rsidRDefault="00276CCE" w:rsidP="002A4158">
      <w:r>
        <w:t>— </w:t>
      </w:r>
      <w:r w:rsidR="002A4158" w:rsidRPr="00DA4E77">
        <w:t>Ils viennent là-bas</w:t>
      </w:r>
      <w:r>
        <w:t xml:space="preserve">, </w:t>
      </w:r>
      <w:r w:rsidR="002A4158" w:rsidRPr="00DA4E77">
        <w:t>s</w:t>
      </w:r>
      <w:r>
        <w:t>’</w:t>
      </w:r>
      <w:r w:rsidR="002A4158" w:rsidRPr="00DA4E77">
        <w:t>écrie-t-il</w:t>
      </w:r>
      <w:r>
        <w:t>.</w:t>
      </w:r>
    </w:p>
    <w:p w14:paraId="02600FB6" w14:textId="77777777" w:rsidR="00276CCE" w:rsidRDefault="00276CCE" w:rsidP="002A4158">
      <w:r>
        <w:t>— </w:t>
      </w:r>
      <w:r w:rsidR="002A4158" w:rsidRPr="00DA4E77">
        <w:t>Qui</w:t>
      </w:r>
      <w:r>
        <w:t> ?</w:t>
      </w:r>
    </w:p>
    <w:p w14:paraId="5F9CA639" w14:textId="77777777" w:rsidR="00276CCE" w:rsidRDefault="00276CCE" w:rsidP="002A4158">
      <w:r>
        <w:t>— </w:t>
      </w:r>
      <w:r w:rsidR="002A4158" w:rsidRPr="00DA4E77">
        <w:t>Les matelots ligures</w:t>
      </w:r>
      <w:r>
        <w:t>.</w:t>
      </w:r>
    </w:p>
    <w:p w14:paraId="313197B2" w14:textId="77777777" w:rsidR="00276CCE" w:rsidRDefault="00276CCE" w:rsidP="002A4158">
      <w:r>
        <w:t>— </w:t>
      </w:r>
      <w:r w:rsidR="002A4158" w:rsidRPr="00DA4E77">
        <w:t>Tu vois</w:t>
      </w:r>
      <w:r>
        <w:t xml:space="preserve"> ? </w:t>
      </w:r>
      <w:r w:rsidR="002A4158" w:rsidRPr="00DA4E77">
        <w:t xml:space="preserve">fait </w:t>
      </w:r>
      <w:proofErr w:type="spellStart"/>
      <w:r w:rsidR="002A4158" w:rsidRPr="00DA4E77">
        <w:t>Moussor</w:t>
      </w:r>
      <w:proofErr w:type="spellEnd"/>
      <w:r w:rsidR="002A4158" w:rsidRPr="00DA4E77">
        <w:t xml:space="preserve"> à </w:t>
      </w:r>
      <w:proofErr w:type="spellStart"/>
      <w:r w:rsidR="002A4158" w:rsidRPr="00DA4E77">
        <w:t>Melléna</w:t>
      </w:r>
      <w:proofErr w:type="spellEnd"/>
      <w:r>
        <w:t>.</w:t>
      </w:r>
    </w:p>
    <w:p w14:paraId="3B884683" w14:textId="77777777" w:rsidR="00276CCE" w:rsidRDefault="00276CCE" w:rsidP="002A4158">
      <w:r>
        <w:t>— </w:t>
      </w:r>
      <w:r w:rsidR="002A4158" w:rsidRPr="00DA4E77">
        <w:t>Conduits par qui</w:t>
      </w:r>
      <w:r>
        <w:t> ?</w:t>
      </w:r>
    </w:p>
    <w:p w14:paraId="58BCB674" w14:textId="77777777" w:rsidR="00276CCE" w:rsidRDefault="00276CCE" w:rsidP="002A4158">
      <w:r>
        <w:t>— </w:t>
      </w:r>
      <w:r w:rsidR="002A4158" w:rsidRPr="00DA4E77">
        <w:t xml:space="preserve">Par </w:t>
      </w:r>
      <w:proofErr w:type="spellStart"/>
      <w:r w:rsidR="002A4158" w:rsidRPr="00DA4E77">
        <w:t>Hellas</w:t>
      </w:r>
      <w:proofErr w:type="spellEnd"/>
      <w:r>
        <w:t>.</w:t>
      </w:r>
    </w:p>
    <w:p w14:paraId="3EC2D274" w14:textId="77777777" w:rsidR="00276CCE" w:rsidRDefault="00276CCE" w:rsidP="002A4158">
      <w:r>
        <w:t>— </w:t>
      </w:r>
      <w:r w:rsidR="002A4158" w:rsidRPr="00DA4E77">
        <w:t>À merveille</w:t>
      </w:r>
      <w:r>
        <w:t xml:space="preserve"> ! </w:t>
      </w:r>
      <w:r w:rsidR="002A4158" w:rsidRPr="00DA4E77">
        <w:t xml:space="preserve">dit </w:t>
      </w:r>
      <w:proofErr w:type="spellStart"/>
      <w:r w:rsidR="002A4158" w:rsidRPr="00DA4E77">
        <w:t>Melléna</w:t>
      </w:r>
      <w:proofErr w:type="spellEnd"/>
      <w:r>
        <w:t xml:space="preserve">. </w:t>
      </w:r>
      <w:proofErr w:type="spellStart"/>
      <w:r w:rsidR="002A4158" w:rsidRPr="00DA4E77">
        <w:t>Timou</w:t>
      </w:r>
      <w:proofErr w:type="spellEnd"/>
      <w:r w:rsidR="002A4158" w:rsidRPr="00DA4E77">
        <w:t xml:space="preserve"> lui réservera un accueil flamboyant</w:t>
      </w:r>
      <w:r>
        <w:t> !</w:t>
      </w:r>
    </w:p>
    <w:p w14:paraId="3BABC2F6" w14:textId="77777777" w:rsidR="00276CCE" w:rsidRDefault="00276CCE" w:rsidP="002A4158">
      <w:r>
        <w:t>— </w:t>
      </w:r>
      <w:r w:rsidR="002A4158" w:rsidRPr="00DA4E77">
        <w:t>Ils atteignent l</w:t>
      </w:r>
      <w:r>
        <w:t>’</w:t>
      </w:r>
      <w:r w:rsidR="002A4158" w:rsidRPr="00DA4E77">
        <w:t>Île de Pourpre</w:t>
      </w:r>
      <w:r>
        <w:t>.</w:t>
      </w:r>
    </w:p>
    <w:p w14:paraId="40E56CA3" w14:textId="77777777" w:rsidR="00276CCE" w:rsidRDefault="00276CCE" w:rsidP="002A4158">
      <w:r>
        <w:t>— </w:t>
      </w:r>
      <w:r w:rsidR="002A4158" w:rsidRPr="00DA4E77">
        <w:t>Fort bien</w:t>
      </w:r>
      <w:r>
        <w:t xml:space="preserve">. </w:t>
      </w:r>
      <w:r w:rsidR="002A4158" w:rsidRPr="00DA4E77">
        <w:t>Le temps de nous placer en ligne de bataille</w:t>
      </w:r>
      <w:r>
        <w:t xml:space="preserve">. </w:t>
      </w:r>
      <w:r w:rsidR="002A4158" w:rsidRPr="00DA4E77">
        <w:t xml:space="preserve">Et </w:t>
      </w:r>
      <w:proofErr w:type="spellStart"/>
      <w:r w:rsidR="002A4158" w:rsidRPr="00DA4E77">
        <w:t>Belkis</w:t>
      </w:r>
      <w:proofErr w:type="spellEnd"/>
      <w:r>
        <w:t> ?</w:t>
      </w:r>
    </w:p>
    <w:p w14:paraId="68100C9E" w14:textId="77777777" w:rsidR="00276CCE" w:rsidRDefault="00276CCE" w:rsidP="002A4158">
      <w:r>
        <w:t>— </w:t>
      </w:r>
      <w:r w:rsidR="002A4158" w:rsidRPr="00DA4E77">
        <w:t>Prisonnier sur la Terrasse Sainte</w:t>
      </w:r>
      <w:r>
        <w:t xml:space="preserve">. </w:t>
      </w:r>
      <w:r w:rsidR="002A4158" w:rsidRPr="00DA4E77">
        <w:t>Il ne pourra s</w:t>
      </w:r>
      <w:r>
        <w:t>’</w:t>
      </w:r>
      <w:r w:rsidR="002A4158" w:rsidRPr="00DA4E77">
        <w:t>évader</w:t>
      </w:r>
      <w:r>
        <w:t xml:space="preserve">, </w:t>
      </w:r>
      <w:r w:rsidR="002A4158" w:rsidRPr="00DA4E77">
        <w:t xml:space="preserve">car </w:t>
      </w:r>
      <w:proofErr w:type="spellStart"/>
      <w:r w:rsidR="002A4158" w:rsidRPr="00DA4E77">
        <w:t>Oréus</w:t>
      </w:r>
      <w:proofErr w:type="spellEnd"/>
      <w:r w:rsidR="002A4158" w:rsidRPr="00DA4E77">
        <w:t xml:space="preserve"> a fait redoubler de surveillance</w:t>
      </w:r>
      <w:r>
        <w:t>.</w:t>
      </w:r>
    </w:p>
    <w:p w14:paraId="6AAB69D7" w14:textId="77777777" w:rsidR="00276CCE" w:rsidRDefault="00276CCE" w:rsidP="002A4158">
      <w:r>
        <w:lastRenderedPageBreak/>
        <w:t>— </w:t>
      </w:r>
      <w:proofErr w:type="spellStart"/>
      <w:r w:rsidR="002A4158" w:rsidRPr="00DA4E77">
        <w:t>Oréus</w:t>
      </w:r>
      <w:proofErr w:type="spellEnd"/>
      <w:r w:rsidR="002A4158" w:rsidRPr="00DA4E77">
        <w:t xml:space="preserve"> dans Atlantis</w:t>
      </w:r>
      <w:r>
        <w:t xml:space="preserve"> ? </w:t>
      </w:r>
      <w:r w:rsidR="002A4158" w:rsidRPr="00DA4E77">
        <w:t>s</w:t>
      </w:r>
      <w:r>
        <w:t>’</w:t>
      </w:r>
      <w:r w:rsidR="002A4158" w:rsidRPr="00DA4E77">
        <w:t xml:space="preserve">écrient </w:t>
      </w:r>
      <w:proofErr w:type="spellStart"/>
      <w:r w:rsidR="002A4158" w:rsidRPr="00DA4E77">
        <w:t>Guitché</w:t>
      </w:r>
      <w:proofErr w:type="spellEnd"/>
      <w:r w:rsidR="002A4158" w:rsidRPr="00DA4E77">
        <w:t xml:space="preserve"> et </w:t>
      </w:r>
      <w:proofErr w:type="spellStart"/>
      <w:r w:rsidR="002A4158" w:rsidRPr="00DA4E77">
        <w:t>Moussor</w:t>
      </w:r>
      <w:proofErr w:type="spellEnd"/>
      <w:r w:rsidR="002A4158" w:rsidRPr="00DA4E77">
        <w:t xml:space="preserve"> e</w:t>
      </w:r>
      <w:r w:rsidR="002A4158" w:rsidRPr="00DA4E77">
        <w:t>f</w:t>
      </w:r>
      <w:r w:rsidR="002A4158" w:rsidRPr="00DA4E77">
        <w:t>frayés</w:t>
      </w:r>
      <w:r>
        <w:t>.</w:t>
      </w:r>
    </w:p>
    <w:p w14:paraId="512A9CD3" w14:textId="77777777" w:rsidR="00276CCE" w:rsidRDefault="00276CCE" w:rsidP="002A4158">
      <w:r>
        <w:t>— </w:t>
      </w:r>
      <w:r w:rsidR="002A4158" w:rsidRPr="00DA4E77">
        <w:t>Sur la terrasse</w:t>
      </w:r>
      <w:r>
        <w:t xml:space="preserve"> ? </w:t>
      </w:r>
      <w:r w:rsidR="002A4158" w:rsidRPr="00DA4E77">
        <w:t xml:space="preserve">ajoute </w:t>
      </w:r>
      <w:proofErr w:type="spellStart"/>
      <w:r w:rsidR="002A4158" w:rsidRPr="00DA4E77">
        <w:t>Barkas</w:t>
      </w:r>
      <w:proofErr w:type="spellEnd"/>
      <w:r>
        <w:t xml:space="preserve">, </w:t>
      </w:r>
      <w:r w:rsidR="002A4158" w:rsidRPr="00DA4E77">
        <w:t>décontenancé par cette nouvelle</w:t>
      </w:r>
      <w:r>
        <w:t>.</w:t>
      </w:r>
    </w:p>
    <w:p w14:paraId="28308204" w14:textId="77777777" w:rsidR="00276CCE" w:rsidRDefault="00276CCE" w:rsidP="002A4158">
      <w:r>
        <w:t>— </w:t>
      </w:r>
      <w:r w:rsidR="002A4158" w:rsidRPr="00DA4E77">
        <w:t>Victoire</w:t>
      </w:r>
      <w:r>
        <w:t xml:space="preserve"> ! </w:t>
      </w:r>
      <w:r w:rsidR="002A4158" w:rsidRPr="00DA4E77">
        <w:t>victoire</w:t>
      </w:r>
      <w:r>
        <w:t xml:space="preserve"> ! </w:t>
      </w:r>
      <w:r w:rsidR="002A4158" w:rsidRPr="00DA4E77">
        <w:t xml:space="preserve">clame </w:t>
      </w:r>
      <w:proofErr w:type="spellStart"/>
      <w:r w:rsidR="002A4158" w:rsidRPr="00DA4E77">
        <w:t>Melléna</w:t>
      </w:r>
      <w:proofErr w:type="spellEnd"/>
      <w:r>
        <w:t xml:space="preserve">, </w:t>
      </w:r>
      <w:r w:rsidR="002A4158" w:rsidRPr="00DA4E77">
        <w:t>ne dissimulant plus sa joie</w:t>
      </w:r>
      <w:r>
        <w:t xml:space="preserve">. </w:t>
      </w:r>
      <w:proofErr w:type="spellStart"/>
      <w:r w:rsidR="002A4158" w:rsidRPr="00DA4E77">
        <w:t>Hellas</w:t>
      </w:r>
      <w:proofErr w:type="spellEnd"/>
      <w:r w:rsidR="002A4158" w:rsidRPr="00DA4E77">
        <w:t xml:space="preserve"> avec la flotte</w:t>
      </w:r>
      <w:r>
        <w:t xml:space="preserve">, </w:t>
      </w:r>
      <w:proofErr w:type="spellStart"/>
      <w:r w:rsidR="002A4158" w:rsidRPr="00DA4E77">
        <w:t>Oréus</w:t>
      </w:r>
      <w:proofErr w:type="spellEnd"/>
      <w:r w:rsidR="002A4158" w:rsidRPr="00DA4E77">
        <w:t xml:space="preserve"> sur la terrasse</w:t>
      </w:r>
      <w:r>
        <w:t xml:space="preserve"> ! </w:t>
      </w:r>
      <w:r w:rsidR="002A4158" w:rsidRPr="00DA4E77">
        <w:t>Plus de doute</w:t>
      </w:r>
      <w:r>
        <w:t xml:space="preserve">, </w:t>
      </w:r>
      <w:r w:rsidR="002A4158" w:rsidRPr="00DA4E77">
        <w:t>plus de crainte</w:t>
      </w:r>
      <w:r>
        <w:t xml:space="preserve"> ! </w:t>
      </w:r>
      <w:r w:rsidR="002A4158" w:rsidRPr="00DA4E77">
        <w:t xml:space="preserve">Allons prévenir </w:t>
      </w:r>
      <w:proofErr w:type="spellStart"/>
      <w:r w:rsidR="002A4158" w:rsidRPr="00DA4E77">
        <w:t>Timou</w:t>
      </w:r>
      <w:proofErr w:type="spellEnd"/>
      <w:r>
        <w:t>.</w:t>
      </w:r>
    </w:p>
    <w:p w14:paraId="471A8A94" w14:textId="77777777" w:rsidR="00276CCE" w:rsidRDefault="002A4158" w:rsidP="002A4158">
      <w:r w:rsidRPr="00DA4E77">
        <w:t>Et tandis que</w:t>
      </w:r>
      <w:r w:rsidR="00276CCE">
        <w:t xml:space="preserve">, </w:t>
      </w:r>
      <w:r w:rsidRPr="00DA4E77">
        <w:t>dans une rumeur hâtive</w:t>
      </w:r>
      <w:r w:rsidR="00276CCE">
        <w:t xml:space="preserve">, </w:t>
      </w:r>
      <w:r w:rsidRPr="00DA4E77">
        <w:t>tout le monde se précipite vers les vaisseaux déjà en mouvement</w:t>
      </w:r>
      <w:r w:rsidR="00276CCE">
        <w:t xml:space="preserve">, </w:t>
      </w:r>
      <w:proofErr w:type="spellStart"/>
      <w:r w:rsidRPr="00DA4E77">
        <w:t>Melléna</w:t>
      </w:r>
      <w:proofErr w:type="spellEnd"/>
      <w:r w:rsidRPr="00DA4E77">
        <w:t xml:space="preserve"> s</w:t>
      </w:r>
      <w:r w:rsidR="00276CCE">
        <w:t>’</w:t>
      </w:r>
      <w:r w:rsidRPr="00DA4E77">
        <w:t xml:space="preserve">avance vers </w:t>
      </w:r>
      <w:proofErr w:type="spellStart"/>
      <w:r w:rsidRPr="00DA4E77">
        <w:t>Timou</w:t>
      </w:r>
      <w:proofErr w:type="spellEnd"/>
      <w:r w:rsidRPr="00DA4E77">
        <w:t xml:space="preserve"> accouru à son appel</w:t>
      </w:r>
      <w:r w:rsidR="00276CCE">
        <w:t xml:space="preserve">, </w:t>
      </w:r>
      <w:r w:rsidRPr="00DA4E77">
        <w:t>et lui crie sur un ton de triomphe</w:t>
      </w:r>
      <w:r w:rsidR="00276CCE">
        <w:t> :</w:t>
      </w:r>
    </w:p>
    <w:p w14:paraId="0A583FBA" w14:textId="77777777" w:rsidR="00276CCE" w:rsidRDefault="00276CCE" w:rsidP="002A4158">
      <w:r>
        <w:t>— </w:t>
      </w:r>
      <w:r w:rsidR="002A4158" w:rsidRPr="00DA4E77">
        <w:t>C</w:t>
      </w:r>
      <w:r>
        <w:t>’</w:t>
      </w:r>
      <w:r w:rsidR="002A4158" w:rsidRPr="00DA4E77">
        <w:t>est l</w:t>
      </w:r>
      <w:r>
        <w:t>’</w:t>
      </w:r>
      <w:r w:rsidR="002A4158" w:rsidRPr="00DA4E77">
        <w:t>heure d</w:t>
      </w:r>
      <w:r>
        <w:t>’</w:t>
      </w:r>
      <w:r w:rsidR="002A4158" w:rsidRPr="00DA4E77">
        <w:t>accomplir le destin</w:t>
      </w:r>
      <w:r>
        <w:t xml:space="preserve"> ! </w:t>
      </w:r>
      <w:r w:rsidR="002A4158" w:rsidRPr="00DA4E77">
        <w:t>Pars donc</w:t>
      </w:r>
      <w:r>
        <w:t xml:space="preserve">, </w:t>
      </w:r>
      <w:proofErr w:type="spellStart"/>
      <w:r w:rsidR="002A4158" w:rsidRPr="00DA4E77">
        <w:t>Timou</w:t>
      </w:r>
      <w:proofErr w:type="spellEnd"/>
      <w:r>
        <w:t xml:space="preserve">, </w:t>
      </w:r>
      <w:r w:rsidR="002A4158" w:rsidRPr="00DA4E77">
        <w:t>et détruis leur flotte</w:t>
      </w:r>
      <w:r>
        <w:t xml:space="preserve">, </w:t>
      </w:r>
      <w:r w:rsidR="002A4158" w:rsidRPr="00DA4E77">
        <w:t>avant même que nous ayons à la combattre</w:t>
      </w:r>
      <w:r>
        <w:t>.</w:t>
      </w:r>
    </w:p>
    <w:p w14:paraId="46C36C83" w14:textId="77777777" w:rsidR="00276CCE" w:rsidRDefault="00276CCE" w:rsidP="002A4158">
      <w:r>
        <w:t>— </w:t>
      </w:r>
      <w:r w:rsidR="002A4158" w:rsidRPr="00DA4E77">
        <w:t>Suis-nous de loin</w:t>
      </w:r>
      <w:r>
        <w:t xml:space="preserve">, </w:t>
      </w:r>
      <w:r w:rsidR="002A4158" w:rsidRPr="00DA4E77">
        <w:t>maîtresse</w:t>
      </w:r>
      <w:r>
        <w:t xml:space="preserve">. </w:t>
      </w:r>
      <w:r w:rsidR="002A4158" w:rsidRPr="00DA4E77">
        <w:t>Nous entrerons dans Atla</w:t>
      </w:r>
      <w:r w:rsidR="002A4158" w:rsidRPr="00DA4E77">
        <w:t>n</w:t>
      </w:r>
      <w:r w:rsidR="002A4158" w:rsidRPr="00DA4E77">
        <w:t>tis sans danger pour toi</w:t>
      </w:r>
      <w:r>
        <w:t xml:space="preserve">. </w:t>
      </w:r>
      <w:r w:rsidR="002A4158" w:rsidRPr="00DA4E77">
        <w:t xml:space="preserve">Et les jours de </w:t>
      </w:r>
      <w:proofErr w:type="spellStart"/>
      <w:r w:rsidR="002A4158" w:rsidRPr="00DA4E77">
        <w:t>Knephao</w:t>
      </w:r>
      <w:proofErr w:type="spellEnd"/>
      <w:r w:rsidR="002A4158" w:rsidRPr="00DA4E77">
        <w:t xml:space="preserve"> sont comptés</w:t>
      </w:r>
      <w:r>
        <w:t> !</w:t>
      </w:r>
    </w:p>
    <w:p w14:paraId="297224FA" w14:textId="77777777" w:rsidR="00276CCE" w:rsidRDefault="00276CCE" w:rsidP="00276CCE">
      <w:pPr>
        <w:pStyle w:val="Titre2"/>
        <w:rPr>
          <w:i/>
        </w:rPr>
      </w:pPr>
      <w:bookmarkStart w:id="52" w:name="_Toc194842038"/>
      <w:r w:rsidRPr="00DA4E77">
        <w:lastRenderedPageBreak/>
        <w:t>Scène</w:t>
      </w:r>
      <w:r>
        <w:t> </w:t>
      </w:r>
      <w:r w:rsidRPr="00DA4E77">
        <w:t>IX</w:t>
      </w:r>
      <w:r>
        <w:t xml:space="preserve">. – </w:t>
      </w:r>
      <w:r w:rsidR="002A4158" w:rsidRPr="00DA4E77">
        <w:rPr>
          <w:i/>
        </w:rPr>
        <w:t>L</w:t>
      </w:r>
      <w:r>
        <w:rPr>
          <w:i/>
        </w:rPr>
        <w:t>’</w:t>
      </w:r>
      <w:r w:rsidR="002A4158" w:rsidRPr="00DA4E77">
        <w:rPr>
          <w:i/>
        </w:rPr>
        <w:t>Île de Pourpre</w:t>
      </w:r>
      <w:r>
        <w:rPr>
          <w:i/>
        </w:rPr>
        <w:t>.</w:t>
      </w:r>
      <w:bookmarkEnd w:id="52"/>
    </w:p>
    <w:p w14:paraId="1DE74B6F" w14:textId="77777777" w:rsidR="00276CCE" w:rsidRDefault="002A4158" w:rsidP="002A4158">
      <w:r w:rsidRPr="00DA4E77">
        <w:t>La flotte d</w:t>
      </w:r>
      <w:r w:rsidR="00276CCE">
        <w:t>’</w:t>
      </w:r>
      <w:proofErr w:type="spellStart"/>
      <w:r w:rsidRPr="00DA4E77">
        <w:t>Hellas</w:t>
      </w:r>
      <w:proofErr w:type="spellEnd"/>
      <w:r w:rsidR="00276CCE">
        <w:t xml:space="preserve">, </w:t>
      </w:r>
      <w:r w:rsidRPr="00DA4E77">
        <w:t>en effet</w:t>
      </w:r>
      <w:r w:rsidR="00276CCE">
        <w:t xml:space="preserve">, </w:t>
      </w:r>
      <w:r w:rsidRPr="00DA4E77">
        <w:t>composée de bâtiments ma</w:t>
      </w:r>
      <w:r w:rsidRPr="00DA4E77">
        <w:t>r</w:t>
      </w:r>
      <w:r w:rsidRPr="00DA4E77">
        <w:t>chands aux dimensions disparates</w:t>
      </w:r>
      <w:r w:rsidR="00276CCE">
        <w:t xml:space="preserve">, </w:t>
      </w:r>
      <w:r w:rsidRPr="00DA4E77">
        <w:t>s</w:t>
      </w:r>
      <w:r w:rsidR="00276CCE">
        <w:t>’</w:t>
      </w:r>
      <w:r w:rsidRPr="00DA4E77">
        <w:t>avance lentement vers l</w:t>
      </w:r>
      <w:r w:rsidR="00276CCE">
        <w:t>’</w:t>
      </w:r>
      <w:r w:rsidRPr="00DA4E77">
        <w:t>Île de Pourpre</w:t>
      </w:r>
      <w:r w:rsidR="00276CCE">
        <w:t xml:space="preserve"> ; </w:t>
      </w:r>
      <w:r w:rsidRPr="00DA4E77">
        <w:t>et</w:t>
      </w:r>
      <w:r w:rsidR="00276CCE">
        <w:t xml:space="preserve">, </w:t>
      </w:r>
      <w:r w:rsidRPr="00DA4E77">
        <w:t>par suite de la difficulté que les matelots ligures éprouvent à faire mouvoir les navires nouveaux pour eux et non préparés pour la guerre</w:t>
      </w:r>
      <w:r w:rsidR="00276CCE">
        <w:t xml:space="preserve">, </w:t>
      </w:r>
      <w:r w:rsidRPr="00DA4E77">
        <w:t>il y a encore quelques heures avant qu</w:t>
      </w:r>
      <w:r w:rsidR="00276CCE">
        <w:t>’</w:t>
      </w:r>
      <w:r w:rsidRPr="00DA4E77">
        <w:t>ils puissent atteindre l</w:t>
      </w:r>
      <w:r w:rsidR="00276CCE">
        <w:t>’</w:t>
      </w:r>
      <w:r w:rsidRPr="00DA4E77">
        <w:t>Île de Fer</w:t>
      </w:r>
      <w:r w:rsidR="00276CCE">
        <w:t xml:space="preserve">. </w:t>
      </w:r>
      <w:r w:rsidRPr="00DA4E77">
        <w:t>En vue de l</w:t>
      </w:r>
      <w:r w:rsidR="00276CCE">
        <w:t>’</w:t>
      </w:r>
      <w:r w:rsidRPr="00DA4E77">
        <w:t>Île de Pourpre</w:t>
      </w:r>
      <w:r w:rsidR="00276CCE">
        <w:t xml:space="preserve">, </w:t>
      </w:r>
      <w:r w:rsidRPr="00DA4E77">
        <w:t>la flotte s</w:t>
      </w:r>
      <w:r w:rsidR="00276CCE">
        <w:t>’</w:t>
      </w:r>
      <w:r w:rsidRPr="00DA4E77">
        <w:t>arrête</w:t>
      </w:r>
      <w:r w:rsidR="00276CCE">
        <w:t xml:space="preserve">. </w:t>
      </w:r>
      <w:r w:rsidRPr="00DA4E77">
        <w:t>Deux vaisseaux se détachent et s</w:t>
      </w:r>
      <w:r w:rsidR="00276CCE">
        <w:t>’</w:t>
      </w:r>
      <w:r w:rsidRPr="00DA4E77">
        <w:t>avancent vers l</w:t>
      </w:r>
      <w:r w:rsidR="00276CCE">
        <w:t>’</w:t>
      </w:r>
      <w:r w:rsidRPr="00DA4E77">
        <w:t>île</w:t>
      </w:r>
      <w:r w:rsidR="00276CCE">
        <w:t xml:space="preserve"> : </w:t>
      </w:r>
      <w:r w:rsidRPr="00DA4E77">
        <w:t>l</w:t>
      </w:r>
      <w:r w:rsidR="00276CCE">
        <w:t>’</w:t>
      </w:r>
      <w:r w:rsidRPr="00DA4E77">
        <w:t xml:space="preserve">un porte </w:t>
      </w:r>
      <w:proofErr w:type="spellStart"/>
      <w:r w:rsidRPr="00DA4E77">
        <w:t>Hellas</w:t>
      </w:r>
      <w:proofErr w:type="spellEnd"/>
      <w:r w:rsidRPr="00DA4E77">
        <w:t xml:space="preserve"> et l</w:t>
      </w:r>
      <w:r w:rsidR="00276CCE">
        <w:t>’</w:t>
      </w:r>
      <w:r w:rsidRPr="00DA4E77">
        <w:t>élite des marins ligures</w:t>
      </w:r>
      <w:r w:rsidR="00276CCE">
        <w:t xml:space="preserve"> ; </w:t>
      </w:r>
      <w:r w:rsidRPr="00DA4E77">
        <w:t>l</w:t>
      </w:r>
      <w:r w:rsidR="00276CCE">
        <w:t>’</w:t>
      </w:r>
      <w:r w:rsidRPr="00DA4E77">
        <w:t xml:space="preserve">autre porte </w:t>
      </w:r>
      <w:proofErr w:type="spellStart"/>
      <w:r w:rsidRPr="00DA4E77">
        <w:t>Hermos</w:t>
      </w:r>
      <w:proofErr w:type="spellEnd"/>
      <w:r w:rsidR="00276CCE">
        <w:t xml:space="preserve">, </w:t>
      </w:r>
      <w:proofErr w:type="spellStart"/>
      <w:r w:rsidRPr="00DA4E77">
        <w:t>Amonou</w:t>
      </w:r>
      <w:proofErr w:type="spellEnd"/>
      <w:r w:rsidR="00276CCE">
        <w:t xml:space="preserve">, </w:t>
      </w:r>
      <w:r w:rsidRPr="00DA4E77">
        <w:t>des soldats égyptiens et quelques volontaires atlantes qui doivent prendre la garde de l</w:t>
      </w:r>
      <w:r w:rsidR="00276CCE">
        <w:t>’</w:t>
      </w:r>
      <w:r w:rsidRPr="00DA4E77">
        <w:t>île</w:t>
      </w:r>
      <w:r w:rsidR="00276CCE">
        <w:t xml:space="preserve">, </w:t>
      </w:r>
      <w:r w:rsidRPr="00DA4E77">
        <w:t>et s</w:t>
      </w:r>
      <w:r w:rsidR="00276CCE">
        <w:t>’</w:t>
      </w:r>
      <w:r w:rsidRPr="00DA4E77">
        <w:t>y établir co</w:t>
      </w:r>
      <w:r w:rsidRPr="00DA4E77">
        <w:t>m</w:t>
      </w:r>
      <w:r w:rsidRPr="00DA4E77">
        <w:t>me en une citadelle avancée d</w:t>
      </w:r>
      <w:r w:rsidR="00276CCE">
        <w:t>’</w:t>
      </w:r>
      <w:r w:rsidRPr="00DA4E77">
        <w:t>Atlantis</w:t>
      </w:r>
      <w:r w:rsidR="00276CCE">
        <w:t xml:space="preserve">. </w:t>
      </w:r>
      <w:r w:rsidRPr="00DA4E77">
        <w:t>Assis parmi les fleurs sur la haute terrasse de leur palais</w:t>
      </w:r>
      <w:r w:rsidR="00276CCE">
        <w:t xml:space="preserve">, </w:t>
      </w:r>
      <w:r w:rsidRPr="00DA4E77">
        <w:t>les artistes et les poètes</w:t>
      </w:r>
      <w:r w:rsidR="00276CCE">
        <w:t xml:space="preserve">, </w:t>
      </w:r>
      <w:r w:rsidRPr="00DA4E77">
        <w:t>surpris de tout ce mouvement inattendu</w:t>
      </w:r>
      <w:r w:rsidR="00276CCE">
        <w:t xml:space="preserve">, </w:t>
      </w:r>
      <w:r w:rsidRPr="00DA4E77">
        <w:t>à la fois indignés et inquiets</w:t>
      </w:r>
      <w:r w:rsidR="00276CCE">
        <w:t xml:space="preserve">, </w:t>
      </w:r>
      <w:r w:rsidRPr="00DA4E77">
        <w:t>regardent venir vers eux ces vaisseaux bruyants qui osent tro</w:t>
      </w:r>
      <w:r w:rsidRPr="00DA4E77">
        <w:t>u</w:t>
      </w:r>
      <w:r w:rsidRPr="00DA4E77">
        <w:t>bler la paix de leur retraite</w:t>
      </w:r>
      <w:r w:rsidR="00276CCE">
        <w:t>.</w:t>
      </w:r>
    </w:p>
    <w:p w14:paraId="02CEBE1D" w14:textId="77777777" w:rsidR="00276CCE" w:rsidRDefault="00276CCE" w:rsidP="002A4158">
      <w:r>
        <w:t>— </w:t>
      </w:r>
      <w:r w:rsidR="002A4158" w:rsidRPr="00DA4E77">
        <w:t>Que nous veulent ces hommes couverts d</w:t>
      </w:r>
      <w:r>
        <w:t>’</w:t>
      </w:r>
      <w:r w:rsidR="002A4158" w:rsidRPr="00DA4E77">
        <w:t>armures</w:t>
      </w:r>
      <w:r>
        <w:t xml:space="preserve"> ? </w:t>
      </w:r>
      <w:r w:rsidR="002A4158" w:rsidRPr="00DA4E77">
        <w:t>s</w:t>
      </w:r>
      <w:r>
        <w:t>’</w:t>
      </w:r>
      <w:r w:rsidR="002A4158" w:rsidRPr="00DA4E77">
        <w:t xml:space="preserve">informe </w:t>
      </w:r>
      <w:proofErr w:type="spellStart"/>
      <w:r w:rsidR="002A4158" w:rsidRPr="00DA4E77">
        <w:t>Palmoussos</w:t>
      </w:r>
      <w:proofErr w:type="spellEnd"/>
      <w:r>
        <w:t xml:space="preserve">, </w:t>
      </w:r>
      <w:r w:rsidR="002A4158" w:rsidRPr="00DA4E77">
        <w:t>le musicien</w:t>
      </w:r>
      <w:r>
        <w:t xml:space="preserve">, </w:t>
      </w:r>
      <w:r w:rsidR="002A4158" w:rsidRPr="00DA4E77">
        <w:t>et de quel droit osent-ils se présenter dans nos jardins en fleurs</w:t>
      </w:r>
      <w:r>
        <w:t> ?</w:t>
      </w:r>
    </w:p>
    <w:p w14:paraId="0EB724C1" w14:textId="77777777" w:rsidR="00276CCE" w:rsidRDefault="00276CCE" w:rsidP="002A4158">
      <w:r>
        <w:t>— </w:t>
      </w:r>
      <w:r w:rsidR="002A4158" w:rsidRPr="00DA4E77">
        <w:t>Laisse-les s</w:t>
      </w:r>
      <w:r>
        <w:t>’</w:t>
      </w:r>
      <w:r w:rsidR="002A4158" w:rsidRPr="00DA4E77">
        <w:t>avancer</w:t>
      </w:r>
      <w:r>
        <w:t xml:space="preserve">, </w:t>
      </w:r>
      <w:r w:rsidR="002A4158" w:rsidRPr="00DA4E77">
        <w:t xml:space="preserve">répond majestueusement </w:t>
      </w:r>
      <w:proofErr w:type="spellStart"/>
      <w:r w:rsidR="002A4158" w:rsidRPr="00DA4E77">
        <w:t>Xanthès</w:t>
      </w:r>
      <w:proofErr w:type="spellEnd"/>
      <w:r>
        <w:t xml:space="preserve">. </w:t>
      </w:r>
      <w:r w:rsidR="002A4158" w:rsidRPr="00DA4E77">
        <w:t>Je vais les recevoir comme ils le méritent</w:t>
      </w:r>
      <w:r>
        <w:t> !</w:t>
      </w:r>
    </w:p>
    <w:p w14:paraId="455E237C" w14:textId="77777777" w:rsidR="00276CCE" w:rsidRDefault="002A4158" w:rsidP="002A4158">
      <w:r w:rsidRPr="00DA4E77">
        <w:t>Dans l</w:t>
      </w:r>
      <w:r w:rsidR="00276CCE">
        <w:t>’</w:t>
      </w:r>
      <w:r w:rsidRPr="00DA4E77">
        <w:t>un des vaisseaux</w:t>
      </w:r>
      <w:r w:rsidR="00276CCE">
        <w:t xml:space="preserve">, </w:t>
      </w:r>
      <w:proofErr w:type="spellStart"/>
      <w:r w:rsidRPr="00DA4E77">
        <w:t>Xanthès</w:t>
      </w:r>
      <w:proofErr w:type="spellEnd"/>
      <w:r w:rsidRPr="00DA4E77">
        <w:t xml:space="preserve"> et ses amis reconnaissent </w:t>
      </w:r>
      <w:proofErr w:type="spellStart"/>
      <w:r w:rsidRPr="00DA4E77">
        <w:t>Hermos</w:t>
      </w:r>
      <w:proofErr w:type="spellEnd"/>
      <w:r w:rsidRPr="00DA4E77">
        <w:t xml:space="preserve"> et </w:t>
      </w:r>
      <w:proofErr w:type="spellStart"/>
      <w:r w:rsidRPr="00DA4E77">
        <w:t>Amonou</w:t>
      </w:r>
      <w:proofErr w:type="spellEnd"/>
      <w:r w:rsidR="00276CCE">
        <w:t xml:space="preserve"> ; </w:t>
      </w:r>
      <w:r w:rsidRPr="00DA4E77">
        <w:t>et</w:t>
      </w:r>
      <w:r w:rsidR="00276CCE">
        <w:t xml:space="preserve">, </w:t>
      </w:r>
      <w:r w:rsidRPr="00DA4E77">
        <w:t>dans l</w:t>
      </w:r>
      <w:r w:rsidR="00276CCE">
        <w:t>’</w:t>
      </w:r>
      <w:r w:rsidRPr="00DA4E77">
        <w:t>autre</w:t>
      </w:r>
      <w:r w:rsidR="00276CCE">
        <w:t xml:space="preserve">, </w:t>
      </w:r>
      <w:proofErr w:type="spellStart"/>
      <w:r w:rsidRPr="00DA4E77">
        <w:t>Hellas</w:t>
      </w:r>
      <w:proofErr w:type="spellEnd"/>
      <w:r w:rsidRPr="00DA4E77">
        <w:t xml:space="preserve"> lui-même</w:t>
      </w:r>
      <w:r w:rsidR="00276CCE">
        <w:t>.</w:t>
      </w:r>
    </w:p>
    <w:p w14:paraId="352C95F0" w14:textId="77777777" w:rsidR="00276CCE" w:rsidRDefault="00276CCE" w:rsidP="002A4158">
      <w:r>
        <w:t>— </w:t>
      </w:r>
      <w:r w:rsidR="002A4158" w:rsidRPr="00DA4E77">
        <w:t>Par les dieux</w:t>
      </w:r>
      <w:r>
        <w:t xml:space="preserve"> ! </w:t>
      </w:r>
      <w:r w:rsidR="002A4158" w:rsidRPr="00DA4E77">
        <w:t>levons-nous et protestons contre cette vi</w:t>
      </w:r>
      <w:r w:rsidR="002A4158" w:rsidRPr="00DA4E77">
        <w:t>o</w:t>
      </w:r>
      <w:r w:rsidR="002A4158" w:rsidRPr="00DA4E77">
        <w:t>lation de notre retraite sacrée</w:t>
      </w:r>
      <w:r>
        <w:t xml:space="preserve"> ! </w:t>
      </w:r>
      <w:r w:rsidR="002A4158" w:rsidRPr="00DA4E77">
        <w:t>s</w:t>
      </w:r>
      <w:r>
        <w:t>’</w:t>
      </w:r>
      <w:r w:rsidR="002A4158" w:rsidRPr="00DA4E77">
        <w:t xml:space="preserve">indigne </w:t>
      </w:r>
      <w:proofErr w:type="spellStart"/>
      <w:r w:rsidR="002A4158" w:rsidRPr="00DA4E77">
        <w:t>Thamoussi</w:t>
      </w:r>
      <w:proofErr w:type="spellEnd"/>
      <w:r>
        <w:t>.</w:t>
      </w:r>
    </w:p>
    <w:p w14:paraId="0E19FC01" w14:textId="77777777" w:rsidR="00276CCE" w:rsidRDefault="00276CCE" w:rsidP="002A4158">
      <w:r>
        <w:lastRenderedPageBreak/>
        <w:t>— </w:t>
      </w:r>
      <w:r w:rsidR="002A4158" w:rsidRPr="00DA4E77">
        <w:t>Ils nous envient</w:t>
      </w:r>
      <w:r>
        <w:t xml:space="preserve"> ! </w:t>
      </w:r>
      <w:r w:rsidR="002A4158" w:rsidRPr="00DA4E77">
        <w:t xml:space="preserve">ajoute le rhéteur </w:t>
      </w:r>
      <w:proofErr w:type="spellStart"/>
      <w:r w:rsidR="002A4158" w:rsidRPr="00DA4E77">
        <w:t>Olbios</w:t>
      </w:r>
      <w:proofErr w:type="spellEnd"/>
      <w:r>
        <w:t xml:space="preserve">. </w:t>
      </w:r>
      <w:r w:rsidR="002A4158" w:rsidRPr="00DA4E77">
        <w:t>Il y a lon</w:t>
      </w:r>
      <w:r w:rsidR="002A4158" w:rsidRPr="00DA4E77">
        <w:t>g</w:t>
      </w:r>
      <w:r w:rsidR="002A4158" w:rsidRPr="00DA4E77">
        <w:t>temps qu</w:t>
      </w:r>
      <w:r>
        <w:t>’</w:t>
      </w:r>
      <w:r w:rsidR="002A4158" w:rsidRPr="00DA4E77">
        <w:t>ils rêvent d</w:t>
      </w:r>
      <w:r>
        <w:t>’</w:t>
      </w:r>
      <w:r w:rsidR="002A4158" w:rsidRPr="00DA4E77">
        <w:t>anéantir notre gloire qui les offusque</w:t>
      </w:r>
      <w:r>
        <w:t xml:space="preserve">. </w:t>
      </w:r>
      <w:r w:rsidR="002A4158" w:rsidRPr="00DA4E77">
        <w:t>Mais</w:t>
      </w:r>
      <w:r>
        <w:t xml:space="preserve">, </w:t>
      </w:r>
      <w:r w:rsidR="002A4158" w:rsidRPr="00DA4E77">
        <w:t>patience</w:t>
      </w:r>
      <w:r>
        <w:t xml:space="preserve"> ! </w:t>
      </w:r>
      <w:r w:rsidR="002A4158" w:rsidRPr="00DA4E77">
        <w:t>leur châtiment va venir</w:t>
      </w:r>
      <w:r>
        <w:t> !</w:t>
      </w:r>
    </w:p>
    <w:p w14:paraId="1EF07EB7" w14:textId="77777777" w:rsidR="00276CCE" w:rsidRDefault="002A4158" w:rsidP="002A4158">
      <w:r w:rsidRPr="00DA4E77">
        <w:t>Cependant</w:t>
      </w:r>
      <w:r w:rsidR="00276CCE">
        <w:t xml:space="preserve">, </w:t>
      </w:r>
      <w:r w:rsidRPr="00DA4E77">
        <w:t>les deux vaisseaux s</w:t>
      </w:r>
      <w:r w:rsidR="00276CCE">
        <w:t>’</w:t>
      </w:r>
      <w:r w:rsidRPr="00DA4E77">
        <w:t>approchent d</w:t>
      </w:r>
      <w:r w:rsidR="00276CCE">
        <w:t>’</w:t>
      </w:r>
      <w:r w:rsidRPr="00DA4E77">
        <w:t>une crique qui sert de port</w:t>
      </w:r>
      <w:r w:rsidR="00276CCE">
        <w:t xml:space="preserve">, </w:t>
      </w:r>
      <w:r w:rsidRPr="00DA4E77">
        <w:t>et</w:t>
      </w:r>
      <w:r w:rsidR="00276CCE">
        <w:t xml:space="preserve">, </w:t>
      </w:r>
      <w:r w:rsidRPr="00DA4E77">
        <w:t>mettant les barques à la mer</w:t>
      </w:r>
      <w:r w:rsidR="00276CCE">
        <w:t xml:space="preserve">, </w:t>
      </w:r>
      <w:r w:rsidRPr="00DA4E77">
        <w:t>des guerriers s</w:t>
      </w:r>
      <w:r w:rsidR="00276CCE">
        <w:t>’</w:t>
      </w:r>
      <w:r w:rsidRPr="00DA4E77">
        <w:t>avancent vers la place</w:t>
      </w:r>
      <w:r w:rsidR="00276CCE">
        <w:t xml:space="preserve">, </w:t>
      </w:r>
      <w:r w:rsidRPr="00DA4E77">
        <w:t xml:space="preserve">précédés par </w:t>
      </w:r>
      <w:proofErr w:type="spellStart"/>
      <w:r w:rsidRPr="00DA4E77">
        <w:t>Hellas</w:t>
      </w:r>
      <w:proofErr w:type="spellEnd"/>
      <w:r w:rsidR="00276CCE">
        <w:t xml:space="preserve">, </w:t>
      </w:r>
      <w:proofErr w:type="spellStart"/>
      <w:r w:rsidRPr="00DA4E77">
        <w:t>Hermos</w:t>
      </w:r>
      <w:proofErr w:type="spellEnd"/>
      <w:r w:rsidR="00276CCE">
        <w:t xml:space="preserve">, </w:t>
      </w:r>
      <w:proofErr w:type="spellStart"/>
      <w:r w:rsidRPr="00DA4E77">
        <w:t>Amonou</w:t>
      </w:r>
      <w:proofErr w:type="spellEnd"/>
      <w:r w:rsidRPr="00DA4E77">
        <w:t xml:space="preserve"> et quelques jeunes Apôtres du Soleil</w:t>
      </w:r>
      <w:r w:rsidR="00276CCE">
        <w:t>.</w:t>
      </w:r>
    </w:p>
    <w:p w14:paraId="4B1D2CCD" w14:textId="77777777" w:rsidR="00276CCE" w:rsidRDefault="00276CCE" w:rsidP="002A4158">
      <w:r>
        <w:t>— </w:t>
      </w:r>
      <w:r w:rsidR="002A4158" w:rsidRPr="00DA4E77">
        <w:t>Profanes</w:t>
      </w:r>
      <w:r>
        <w:t xml:space="preserve"> ! </w:t>
      </w:r>
      <w:r w:rsidR="002A4158" w:rsidRPr="00DA4E77">
        <w:t>s</w:t>
      </w:r>
      <w:r>
        <w:t>’</w:t>
      </w:r>
      <w:r w:rsidR="002A4158" w:rsidRPr="00DA4E77">
        <w:t xml:space="preserve">exclame </w:t>
      </w:r>
      <w:proofErr w:type="spellStart"/>
      <w:r w:rsidR="002A4158" w:rsidRPr="00DA4E77">
        <w:t>Xanthès</w:t>
      </w:r>
      <w:proofErr w:type="spellEnd"/>
      <w:r w:rsidR="002A4158" w:rsidRPr="00DA4E77">
        <w:t xml:space="preserve"> s</w:t>
      </w:r>
      <w:r>
        <w:t>’</w:t>
      </w:r>
      <w:r w:rsidR="002A4158" w:rsidRPr="00DA4E77">
        <w:t>arrêtant devant eux à quelques stades de la rive</w:t>
      </w:r>
      <w:r>
        <w:t xml:space="preserve">. </w:t>
      </w:r>
      <w:r w:rsidR="002A4158" w:rsidRPr="00DA4E77">
        <w:t>De quel front osez-vous apporter ici le bruit des armes et la menace des luttes fratricides</w:t>
      </w:r>
      <w:r>
        <w:t> ?</w:t>
      </w:r>
    </w:p>
    <w:p w14:paraId="4755D7BF" w14:textId="77777777" w:rsidR="00276CCE" w:rsidRDefault="00276CCE" w:rsidP="002A4158">
      <w:r>
        <w:t>— </w:t>
      </w:r>
      <w:r w:rsidR="002A4158" w:rsidRPr="00DA4E77">
        <w:t>Calme-toi</w:t>
      </w:r>
      <w:r>
        <w:t xml:space="preserve">, </w:t>
      </w:r>
      <w:proofErr w:type="spellStart"/>
      <w:r w:rsidR="002A4158" w:rsidRPr="00DA4E77">
        <w:t>Xanthès</w:t>
      </w:r>
      <w:proofErr w:type="spellEnd"/>
      <w:r>
        <w:t xml:space="preserve">, </w:t>
      </w:r>
      <w:r w:rsidR="002A4158" w:rsidRPr="00DA4E77">
        <w:t xml:space="preserve">fait doucement </w:t>
      </w:r>
      <w:proofErr w:type="spellStart"/>
      <w:r w:rsidR="002A4158" w:rsidRPr="00DA4E77">
        <w:t>Hellas</w:t>
      </w:r>
      <w:proofErr w:type="spellEnd"/>
      <w:r>
        <w:t xml:space="preserve">, </w:t>
      </w:r>
      <w:r w:rsidR="002A4158" w:rsidRPr="00DA4E77">
        <w:t>tout en su</w:t>
      </w:r>
      <w:r w:rsidR="002A4158" w:rsidRPr="00DA4E77">
        <w:t>r</w:t>
      </w:r>
      <w:r w:rsidR="002A4158" w:rsidRPr="00DA4E77">
        <w:t>veillant le débarquement des hommes d</w:t>
      </w:r>
      <w:r>
        <w:t>’</w:t>
      </w:r>
      <w:r w:rsidR="002A4158" w:rsidRPr="00DA4E77">
        <w:t>armes</w:t>
      </w:r>
      <w:r>
        <w:t xml:space="preserve">. </w:t>
      </w:r>
      <w:r w:rsidR="002A4158" w:rsidRPr="00DA4E77">
        <w:t>Calme-toi</w:t>
      </w:r>
      <w:r>
        <w:t xml:space="preserve">, </w:t>
      </w:r>
      <w:r w:rsidR="002A4158" w:rsidRPr="00DA4E77">
        <w:t>mon ami</w:t>
      </w:r>
      <w:r>
        <w:t xml:space="preserve">, </w:t>
      </w:r>
      <w:r w:rsidR="002A4158" w:rsidRPr="00DA4E77">
        <w:t>nous ne venons pas t</w:t>
      </w:r>
      <w:r>
        <w:t>’</w:t>
      </w:r>
      <w:r w:rsidR="002A4158" w:rsidRPr="00DA4E77">
        <w:t>attaquer</w:t>
      </w:r>
      <w:r>
        <w:t xml:space="preserve">, </w:t>
      </w:r>
      <w:r w:rsidR="002A4158" w:rsidRPr="00DA4E77">
        <w:t>nous venons te défendre</w:t>
      </w:r>
      <w:r>
        <w:t> !</w:t>
      </w:r>
    </w:p>
    <w:p w14:paraId="6AF8755B" w14:textId="77777777" w:rsidR="00276CCE" w:rsidRDefault="00276CCE" w:rsidP="002A4158">
      <w:r>
        <w:t>— </w:t>
      </w:r>
      <w:r w:rsidR="002A4158" w:rsidRPr="00DA4E77">
        <w:t>Nous défendre</w:t>
      </w:r>
      <w:r>
        <w:t xml:space="preserve"> ! </w:t>
      </w:r>
      <w:r w:rsidR="002A4158" w:rsidRPr="00DA4E77">
        <w:t>de qui</w:t>
      </w:r>
      <w:r>
        <w:t xml:space="preserve"> ? </w:t>
      </w:r>
      <w:r w:rsidR="002A4158" w:rsidRPr="00DA4E77">
        <w:t>Nul n</w:t>
      </w:r>
      <w:r>
        <w:t>’</w:t>
      </w:r>
      <w:r w:rsidR="002A4158" w:rsidRPr="00DA4E77">
        <w:t>a le droit de troubler l</w:t>
      </w:r>
      <w:r>
        <w:t>’</w:t>
      </w:r>
      <w:r w:rsidR="002A4158" w:rsidRPr="00DA4E77">
        <w:t>Île de Pourpre dans son oisiveté féconde</w:t>
      </w:r>
      <w:r>
        <w:t>.</w:t>
      </w:r>
    </w:p>
    <w:p w14:paraId="196609D3" w14:textId="77777777" w:rsidR="00276CCE" w:rsidRDefault="00276CCE" w:rsidP="002A4158">
      <w:r>
        <w:t>— </w:t>
      </w:r>
      <w:r w:rsidR="002A4158" w:rsidRPr="00DA4E77">
        <w:t>Demain</w:t>
      </w:r>
      <w:r>
        <w:t xml:space="preserve">, </w:t>
      </w:r>
      <w:r w:rsidR="002A4158" w:rsidRPr="00DA4E77">
        <w:t>peut-être</w:t>
      </w:r>
      <w:r>
        <w:t xml:space="preserve">, </w:t>
      </w:r>
      <w:r w:rsidR="002A4158" w:rsidRPr="00DA4E77">
        <w:t>la Cité va périr</w:t>
      </w:r>
      <w:r>
        <w:t xml:space="preserve">, </w:t>
      </w:r>
      <w:r w:rsidR="002A4158" w:rsidRPr="00DA4E77">
        <w:t>et tu parles de ta f</w:t>
      </w:r>
      <w:r w:rsidR="002A4158" w:rsidRPr="00DA4E77">
        <w:t>é</w:t>
      </w:r>
      <w:r w:rsidR="002A4158" w:rsidRPr="00DA4E77">
        <w:t>conde oisiveté</w:t>
      </w:r>
      <w:r>
        <w:t xml:space="preserve"> ? </w:t>
      </w:r>
      <w:r w:rsidR="002A4158" w:rsidRPr="00DA4E77">
        <w:t>À quoi vous serviront</w:t>
      </w:r>
      <w:r>
        <w:t xml:space="preserve">, </w:t>
      </w:r>
      <w:r w:rsidR="002A4158" w:rsidRPr="00DA4E77">
        <w:t>vous tous</w:t>
      </w:r>
      <w:r>
        <w:t xml:space="preserve">, </w:t>
      </w:r>
      <w:r w:rsidR="002A4158" w:rsidRPr="00DA4E77">
        <w:t>vos lyres et vos lauriers</w:t>
      </w:r>
      <w:r>
        <w:t xml:space="preserve">, </w:t>
      </w:r>
      <w:r w:rsidR="002A4158" w:rsidRPr="00DA4E77">
        <w:t>si la Cité est détruite et si des Barbares vous e</w:t>
      </w:r>
      <w:r w:rsidR="002A4158" w:rsidRPr="00DA4E77">
        <w:t>m</w:t>
      </w:r>
      <w:r w:rsidR="002A4158" w:rsidRPr="00DA4E77">
        <w:t>mènent en esclavage</w:t>
      </w:r>
      <w:r>
        <w:t> ?</w:t>
      </w:r>
    </w:p>
    <w:p w14:paraId="0B223E47" w14:textId="77777777" w:rsidR="00276CCE" w:rsidRDefault="00276CCE" w:rsidP="002A4158">
      <w:r>
        <w:t>— </w:t>
      </w:r>
      <w:r w:rsidR="002A4158" w:rsidRPr="00DA4E77">
        <w:t>Il nous restera toujours notre génie</w:t>
      </w:r>
      <w:r>
        <w:t xml:space="preserve">, </w:t>
      </w:r>
      <w:r w:rsidR="002A4158" w:rsidRPr="00DA4E77">
        <w:t>que rien ne peut te</w:t>
      </w:r>
      <w:r w:rsidR="002A4158" w:rsidRPr="00DA4E77">
        <w:t>r</w:t>
      </w:r>
      <w:r w:rsidR="002A4158" w:rsidRPr="00DA4E77">
        <w:t>nir</w:t>
      </w:r>
      <w:r>
        <w:t>.</w:t>
      </w:r>
    </w:p>
    <w:p w14:paraId="2F3BC7BA" w14:textId="77777777" w:rsidR="00276CCE" w:rsidRDefault="00276CCE" w:rsidP="002A4158">
      <w:r>
        <w:t>— </w:t>
      </w:r>
      <w:r w:rsidR="002A4158" w:rsidRPr="00DA4E77">
        <w:t>Votre génie n</w:t>
      </w:r>
      <w:r>
        <w:t>’</w:t>
      </w:r>
      <w:r w:rsidR="002A4158" w:rsidRPr="00DA4E77">
        <w:t>est que la fleur suprême de la Cité</w:t>
      </w:r>
      <w:r>
        <w:t xml:space="preserve">. </w:t>
      </w:r>
      <w:r w:rsidR="002A4158" w:rsidRPr="00DA4E77">
        <w:t>La Cité morte</w:t>
      </w:r>
      <w:r>
        <w:t xml:space="preserve">, </w:t>
      </w:r>
      <w:r w:rsidR="002A4158" w:rsidRPr="00DA4E77">
        <w:t>votre génie meurt avec elle</w:t>
      </w:r>
      <w:r>
        <w:t xml:space="preserve">, </w:t>
      </w:r>
      <w:r w:rsidR="002A4158" w:rsidRPr="00DA4E77">
        <w:t>comme périt la rose au ja</w:t>
      </w:r>
      <w:r w:rsidR="002A4158" w:rsidRPr="00DA4E77">
        <w:t>r</w:t>
      </w:r>
      <w:r w:rsidR="002A4158" w:rsidRPr="00DA4E77">
        <w:t>din ravagé par la tempête</w:t>
      </w:r>
      <w:r>
        <w:t xml:space="preserve">. </w:t>
      </w:r>
      <w:r w:rsidR="002A4158" w:rsidRPr="00DA4E77">
        <w:t>Mais le danger menace</w:t>
      </w:r>
      <w:r>
        <w:t xml:space="preserve">. </w:t>
      </w:r>
      <w:r w:rsidR="002A4158" w:rsidRPr="00DA4E77">
        <w:t>Il faut agir</w:t>
      </w:r>
      <w:r>
        <w:t xml:space="preserve">. </w:t>
      </w:r>
      <w:r w:rsidR="002A4158" w:rsidRPr="00DA4E77">
        <w:t>Que ceux qui ont peur se cachent et attendent la fin</w:t>
      </w:r>
      <w:r>
        <w:t xml:space="preserve"> ! </w:t>
      </w:r>
      <w:r w:rsidR="002A4158" w:rsidRPr="00DA4E77">
        <w:t>Et toi</w:t>
      </w:r>
      <w:r>
        <w:t xml:space="preserve">, </w:t>
      </w:r>
      <w:proofErr w:type="spellStart"/>
      <w:r w:rsidR="002A4158" w:rsidRPr="00DA4E77">
        <w:t>Hermos</w:t>
      </w:r>
      <w:proofErr w:type="spellEnd"/>
      <w:r>
        <w:t xml:space="preserve">, </w:t>
      </w:r>
      <w:r w:rsidR="002A4158" w:rsidRPr="00DA4E77">
        <w:t>range vite tes soldats dans les contreforts de l</w:t>
      </w:r>
      <w:r>
        <w:t>’</w:t>
      </w:r>
      <w:r w:rsidR="002A4158" w:rsidRPr="00DA4E77">
        <w:t>île</w:t>
      </w:r>
      <w:r>
        <w:t>.</w:t>
      </w:r>
    </w:p>
    <w:p w14:paraId="30E8337B" w14:textId="77777777" w:rsidR="00276CCE" w:rsidRDefault="00276CCE" w:rsidP="002A4158">
      <w:r>
        <w:lastRenderedPageBreak/>
        <w:t>— </w:t>
      </w:r>
      <w:r w:rsidR="002A4158" w:rsidRPr="00DA4E77">
        <w:t>Honte à toi</w:t>
      </w:r>
      <w:r>
        <w:t xml:space="preserve">, </w:t>
      </w:r>
      <w:proofErr w:type="spellStart"/>
      <w:r w:rsidR="002A4158" w:rsidRPr="00DA4E77">
        <w:t>Hermos</w:t>
      </w:r>
      <w:proofErr w:type="spellEnd"/>
      <w:r>
        <w:t xml:space="preserve"> ! </w:t>
      </w:r>
      <w:r w:rsidR="002A4158" w:rsidRPr="00DA4E77">
        <w:t xml:space="preserve">articule </w:t>
      </w:r>
      <w:proofErr w:type="spellStart"/>
      <w:r w:rsidR="002A4158" w:rsidRPr="00DA4E77">
        <w:t>Palmoussos</w:t>
      </w:r>
      <w:proofErr w:type="spellEnd"/>
      <w:r>
        <w:t xml:space="preserve"> ; </w:t>
      </w:r>
      <w:r w:rsidR="002A4158" w:rsidRPr="00DA4E77">
        <w:t>honte à celui qui</w:t>
      </w:r>
      <w:r>
        <w:t xml:space="preserve">, </w:t>
      </w:r>
      <w:r w:rsidR="002A4158" w:rsidRPr="00DA4E77">
        <w:t>ayant connu l</w:t>
      </w:r>
      <w:r>
        <w:t>’</w:t>
      </w:r>
      <w:r w:rsidR="002A4158" w:rsidRPr="00DA4E77">
        <w:t>honneur suprême d</w:t>
      </w:r>
      <w:r>
        <w:t>’</w:t>
      </w:r>
      <w:r w:rsidR="002A4158" w:rsidRPr="00DA4E77">
        <w:t>être appelé poète</w:t>
      </w:r>
      <w:r>
        <w:t xml:space="preserve">, </w:t>
      </w:r>
      <w:r w:rsidR="002A4158" w:rsidRPr="00DA4E77">
        <w:t>souille ses mains à toucher des armes et va peut-être s</w:t>
      </w:r>
      <w:r>
        <w:t>’</w:t>
      </w:r>
      <w:r w:rsidR="002A4158" w:rsidRPr="00DA4E77">
        <w:t>avilir à jamais dans le sang</w:t>
      </w:r>
      <w:r>
        <w:t> !</w:t>
      </w:r>
    </w:p>
    <w:p w14:paraId="76C40BC9" w14:textId="77777777" w:rsidR="00276CCE" w:rsidRDefault="00276CCE" w:rsidP="002A4158">
      <w:r>
        <w:t>— </w:t>
      </w:r>
      <w:r w:rsidR="002A4158" w:rsidRPr="00DA4E77">
        <w:t>Qui</w:t>
      </w:r>
      <w:r>
        <w:t xml:space="preserve">, </w:t>
      </w:r>
      <w:r w:rsidR="002A4158" w:rsidRPr="00DA4E77">
        <w:t xml:space="preserve">interrompt </w:t>
      </w:r>
      <w:proofErr w:type="spellStart"/>
      <w:r w:rsidR="002A4158" w:rsidRPr="00DA4E77">
        <w:t>Asmonia</w:t>
      </w:r>
      <w:proofErr w:type="spellEnd"/>
      <w:r w:rsidR="002A4158" w:rsidRPr="00DA4E77">
        <w:t xml:space="preserve"> qui intervient avec violence</w:t>
      </w:r>
      <w:r>
        <w:t xml:space="preserve">, </w:t>
      </w:r>
      <w:r w:rsidR="002A4158" w:rsidRPr="00DA4E77">
        <w:t>oui</w:t>
      </w:r>
      <w:r>
        <w:t xml:space="preserve">, </w:t>
      </w:r>
      <w:r w:rsidR="002A4158" w:rsidRPr="00DA4E77">
        <w:t>vous vous conduisez en brutes et en scélérats</w:t>
      </w:r>
      <w:r>
        <w:t xml:space="preserve">. </w:t>
      </w:r>
      <w:r w:rsidR="002A4158" w:rsidRPr="00DA4E77">
        <w:t>Et vous vo</w:t>
      </w:r>
      <w:r w:rsidR="002A4158" w:rsidRPr="00DA4E77">
        <w:t>u</w:t>
      </w:r>
      <w:r w:rsidR="002A4158" w:rsidRPr="00DA4E77">
        <w:t>lez nous obliger nous-mêmes à assister au déchaînement de vos instincts sanguinaires</w:t>
      </w:r>
      <w:r>
        <w:t> ?</w:t>
      </w:r>
    </w:p>
    <w:p w14:paraId="10B8CA37" w14:textId="77777777" w:rsidR="00276CCE" w:rsidRDefault="00276CCE" w:rsidP="002A4158">
      <w:r>
        <w:t>— </w:t>
      </w:r>
      <w:r w:rsidR="002A4158" w:rsidRPr="00DA4E77">
        <w:t>Au nom de l</w:t>
      </w:r>
      <w:r>
        <w:t>’</w:t>
      </w:r>
      <w:r w:rsidR="002A4158" w:rsidRPr="00DA4E77">
        <w:t>art</w:t>
      </w:r>
      <w:r>
        <w:t xml:space="preserve">, </w:t>
      </w:r>
      <w:r w:rsidR="002A4158" w:rsidRPr="00DA4E77">
        <w:t xml:space="preserve">mugit </w:t>
      </w:r>
      <w:proofErr w:type="spellStart"/>
      <w:r w:rsidR="002A4158" w:rsidRPr="00DA4E77">
        <w:t>Thamoussi</w:t>
      </w:r>
      <w:proofErr w:type="spellEnd"/>
      <w:r>
        <w:t xml:space="preserve">, </w:t>
      </w:r>
      <w:r w:rsidR="002A4158" w:rsidRPr="00DA4E77">
        <w:t>je te maudis</w:t>
      </w:r>
      <w:r>
        <w:t xml:space="preserve">, </w:t>
      </w:r>
      <w:proofErr w:type="spellStart"/>
      <w:r w:rsidR="002A4158" w:rsidRPr="00DA4E77">
        <w:t>He</w:t>
      </w:r>
      <w:r w:rsidR="002A4158" w:rsidRPr="00DA4E77">
        <w:t>r</w:t>
      </w:r>
      <w:r w:rsidR="002A4158" w:rsidRPr="00DA4E77">
        <w:t>mos</w:t>
      </w:r>
      <w:proofErr w:type="spellEnd"/>
      <w:r>
        <w:t> !</w:t>
      </w:r>
    </w:p>
    <w:p w14:paraId="5541F870" w14:textId="77777777" w:rsidR="00276CCE" w:rsidRDefault="002A4158" w:rsidP="002A4158">
      <w:r w:rsidRPr="00DA4E77">
        <w:t>Celui-ci</w:t>
      </w:r>
      <w:r w:rsidR="00276CCE">
        <w:t xml:space="preserve">, </w:t>
      </w:r>
      <w:r w:rsidRPr="00DA4E77">
        <w:t>dédaigneux</w:t>
      </w:r>
      <w:r w:rsidR="00276CCE">
        <w:t xml:space="preserve">, </w:t>
      </w:r>
      <w:r w:rsidRPr="00DA4E77">
        <w:t>impassible</w:t>
      </w:r>
      <w:r w:rsidR="00276CCE">
        <w:t xml:space="preserve">, </w:t>
      </w:r>
      <w:r w:rsidRPr="00DA4E77">
        <w:t>regarde avec pitié ces malheureux</w:t>
      </w:r>
      <w:r w:rsidR="00276CCE">
        <w:t>.</w:t>
      </w:r>
    </w:p>
    <w:p w14:paraId="08B1F4C3" w14:textId="77777777" w:rsidR="00276CCE" w:rsidRDefault="00276CCE" w:rsidP="002A4158">
      <w:r>
        <w:t>— </w:t>
      </w:r>
      <w:r w:rsidR="002A4158" w:rsidRPr="00DA4E77">
        <w:t>Trêve de paroles</w:t>
      </w:r>
      <w:r>
        <w:t xml:space="preserve">, </w:t>
      </w:r>
      <w:r w:rsidR="002A4158" w:rsidRPr="00DA4E77">
        <w:t xml:space="preserve">ordonne </w:t>
      </w:r>
      <w:proofErr w:type="spellStart"/>
      <w:r w:rsidR="002A4158" w:rsidRPr="00DA4E77">
        <w:t>Hellas</w:t>
      </w:r>
      <w:proofErr w:type="spellEnd"/>
      <w:r>
        <w:t xml:space="preserve">. </w:t>
      </w:r>
      <w:r w:rsidR="002A4158" w:rsidRPr="00DA4E77">
        <w:t>Toi</w:t>
      </w:r>
      <w:r>
        <w:t xml:space="preserve">, </w:t>
      </w:r>
      <w:proofErr w:type="spellStart"/>
      <w:r w:rsidR="002A4158" w:rsidRPr="00DA4E77">
        <w:t>Amonou</w:t>
      </w:r>
      <w:proofErr w:type="spellEnd"/>
      <w:r>
        <w:t xml:space="preserve">, </w:t>
      </w:r>
      <w:r w:rsidR="002A4158" w:rsidRPr="00DA4E77">
        <w:t>tu rest</w:t>
      </w:r>
      <w:r w:rsidR="002A4158" w:rsidRPr="00DA4E77">
        <w:t>e</w:t>
      </w:r>
      <w:r w:rsidR="002A4158" w:rsidRPr="00DA4E77">
        <w:t>ras autour du palais avec quelques hommes décidés à empêcher tous ces fous de gêner les mouvements des soldats</w:t>
      </w:r>
      <w:r>
        <w:t xml:space="preserve">. </w:t>
      </w:r>
      <w:r w:rsidR="002A4158" w:rsidRPr="00DA4E77">
        <w:t>Et toi</w:t>
      </w:r>
      <w:r>
        <w:t xml:space="preserve">, </w:t>
      </w:r>
      <w:proofErr w:type="spellStart"/>
      <w:r w:rsidR="002A4158" w:rsidRPr="00DA4E77">
        <w:t>He</w:t>
      </w:r>
      <w:r w:rsidR="002A4158" w:rsidRPr="00DA4E77">
        <w:t>r</w:t>
      </w:r>
      <w:r w:rsidR="002A4158" w:rsidRPr="00DA4E77">
        <w:t>mos</w:t>
      </w:r>
      <w:proofErr w:type="spellEnd"/>
      <w:r>
        <w:t xml:space="preserve">, </w:t>
      </w:r>
      <w:r w:rsidR="002A4158" w:rsidRPr="00DA4E77">
        <w:t>tu feras bonne garde autour de l</w:t>
      </w:r>
      <w:r>
        <w:t>’</w:t>
      </w:r>
      <w:r w:rsidR="002A4158" w:rsidRPr="00DA4E77">
        <w:t xml:space="preserve">île et </w:t>
      </w:r>
      <w:proofErr w:type="gramStart"/>
      <w:r w:rsidR="002A4158" w:rsidRPr="00DA4E77">
        <w:t>t</w:t>
      </w:r>
      <w:r>
        <w:t>’</w:t>
      </w:r>
      <w:r w:rsidR="002A4158" w:rsidRPr="00DA4E77">
        <w:t>opposeras</w:t>
      </w:r>
      <w:proofErr w:type="gramEnd"/>
      <w:r>
        <w:t xml:space="preserve">, </w:t>
      </w:r>
      <w:r w:rsidR="002A4158" w:rsidRPr="00DA4E77">
        <w:t>quoi qu</w:t>
      </w:r>
      <w:r>
        <w:t>’</w:t>
      </w:r>
      <w:r w:rsidR="002A4158" w:rsidRPr="00DA4E77">
        <w:t>il advienne</w:t>
      </w:r>
      <w:r>
        <w:t xml:space="preserve">, </w:t>
      </w:r>
      <w:r w:rsidR="002A4158" w:rsidRPr="00DA4E77">
        <w:t>au débarquement de la flotte ennemie</w:t>
      </w:r>
      <w:r>
        <w:t>.</w:t>
      </w:r>
    </w:p>
    <w:p w14:paraId="719777D9" w14:textId="77777777" w:rsidR="00276CCE" w:rsidRDefault="00276CCE" w:rsidP="002A4158">
      <w:r>
        <w:t>— </w:t>
      </w:r>
      <w:r w:rsidR="002A4158" w:rsidRPr="00DA4E77">
        <w:t>Une flotte oserait débarquer chez nous</w:t>
      </w:r>
      <w:r>
        <w:t xml:space="preserve"> ? </w:t>
      </w:r>
      <w:r w:rsidR="002A4158" w:rsidRPr="00DA4E77">
        <w:t xml:space="preserve">demande </w:t>
      </w:r>
      <w:proofErr w:type="spellStart"/>
      <w:r w:rsidR="002A4158" w:rsidRPr="00DA4E77">
        <w:t>Xa</w:t>
      </w:r>
      <w:r w:rsidR="002A4158" w:rsidRPr="00DA4E77">
        <w:t>n</w:t>
      </w:r>
      <w:r w:rsidR="002A4158" w:rsidRPr="00DA4E77">
        <w:t>thès</w:t>
      </w:r>
      <w:proofErr w:type="spellEnd"/>
      <w:r>
        <w:t>.</w:t>
      </w:r>
    </w:p>
    <w:p w14:paraId="059BE7C9" w14:textId="77777777" w:rsidR="00276CCE" w:rsidRDefault="00276CCE" w:rsidP="002A4158">
      <w:r>
        <w:t>— </w:t>
      </w:r>
      <w:r w:rsidR="002A4158" w:rsidRPr="00DA4E77">
        <w:t>Et sans prendre ton avis</w:t>
      </w:r>
      <w:r>
        <w:t xml:space="preserve">, </w:t>
      </w:r>
      <w:r w:rsidR="002A4158" w:rsidRPr="00DA4E77">
        <w:t>mon maître</w:t>
      </w:r>
      <w:r>
        <w:t xml:space="preserve">, </w:t>
      </w:r>
      <w:r w:rsidR="002A4158" w:rsidRPr="00DA4E77">
        <w:t xml:space="preserve">réplique </w:t>
      </w:r>
      <w:proofErr w:type="spellStart"/>
      <w:r w:rsidR="002A4158" w:rsidRPr="00DA4E77">
        <w:t>Hellas</w:t>
      </w:r>
      <w:proofErr w:type="spellEnd"/>
      <w:r>
        <w:t xml:space="preserve">. </w:t>
      </w:r>
      <w:r w:rsidR="002A4158" w:rsidRPr="00DA4E77">
        <w:t>Mais adieu</w:t>
      </w:r>
      <w:r>
        <w:t xml:space="preserve">, </w:t>
      </w:r>
      <w:r w:rsidR="002A4158" w:rsidRPr="00DA4E77">
        <w:t>vous tous</w:t>
      </w:r>
      <w:r>
        <w:t xml:space="preserve">, </w:t>
      </w:r>
      <w:r w:rsidR="002A4158" w:rsidRPr="00DA4E77">
        <w:t>pauvres manieurs de vent</w:t>
      </w:r>
      <w:r>
        <w:t xml:space="preserve"> ! </w:t>
      </w:r>
      <w:r w:rsidR="002A4158" w:rsidRPr="00DA4E77">
        <w:t>Si vous co</w:t>
      </w:r>
      <w:r w:rsidR="002A4158" w:rsidRPr="00DA4E77">
        <w:t>m</w:t>
      </w:r>
      <w:r w:rsidR="002A4158" w:rsidRPr="00DA4E77">
        <w:t>prenez votre mission</w:t>
      </w:r>
      <w:r>
        <w:t xml:space="preserve">, </w:t>
      </w:r>
      <w:r w:rsidR="002A4158" w:rsidRPr="00DA4E77">
        <w:t xml:space="preserve">vous irez aider </w:t>
      </w:r>
      <w:proofErr w:type="spellStart"/>
      <w:r w:rsidR="002A4158" w:rsidRPr="00DA4E77">
        <w:t>Hermos</w:t>
      </w:r>
      <w:proofErr w:type="spellEnd"/>
      <w:r>
        <w:t xml:space="preserve">. </w:t>
      </w:r>
      <w:r w:rsidR="002A4158" w:rsidRPr="00DA4E77">
        <w:t>Si vous ne la comprenez pas</w:t>
      </w:r>
      <w:r>
        <w:t xml:space="preserve">, </w:t>
      </w:r>
      <w:r w:rsidR="002A4158" w:rsidRPr="00DA4E77">
        <w:t>que m</w:t>
      </w:r>
      <w:r>
        <w:t>’</w:t>
      </w:r>
      <w:r w:rsidR="002A4158" w:rsidRPr="00DA4E77">
        <w:t>importe votre ruine</w:t>
      </w:r>
      <w:r>
        <w:t> !</w:t>
      </w:r>
    </w:p>
    <w:p w14:paraId="2E7A268F" w14:textId="77777777" w:rsidR="00276CCE" w:rsidRDefault="002A4158" w:rsidP="002A4158">
      <w:r w:rsidRPr="00DA4E77">
        <w:t>Les artistes</w:t>
      </w:r>
      <w:r w:rsidR="00276CCE">
        <w:t xml:space="preserve">, </w:t>
      </w:r>
      <w:r w:rsidRPr="00DA4E77">
        <w:t>poussant de loin des cris de menace</w:t>
      </w:r>
      <w:r w:rsidR="00276CCE">
        <w:t xml:space="preserve">, </w:t>
      </w:r>
      <w:r w:rsidRPr="00DA4E77">
        <w:t>et les femmes des cris d</w:t>
      </w:r>
      <w:r w:rsidR="00276CCE">
        <w:t>’</w:t>
      </w:r>
      <w:r w:rsidRPr="00DA4E77">
        <w:t>effroi</w:t>
      </w:r>
      <w:r w:rsidR="00276CCE">
        <w:t xml:space="preserve">, </w:t>
      </w:r>
      <w:r w:rsidRPr="00DA4E77">
        <w:t>se retirent dans le palais en appelant la malédiction du Sphinx sur leurs faux frères</w:t>
      </w:r>
      <w:r w:rsidR="00276CCE">
        <w:t xml:space="preserve">. </w:t>
      </w:r>
      <w:proofErr w:type="spellStart"/>
      <w:r w:rsidRPr="00DA4E77">
        <w:t>Xanthès</w:t>
      </w:r>
      <w:proofErr w:type="spellEnd"/>
      <w:r w:rsidR="00276CCE">
        <w:t xml:space="preserve">, </w:t>
      </w:r>
      <w:r w:rsidRPr="00DA4E77">
        <w:t>silencieux</w:t>
      </w:r>
      <w:r w:rsidR="00276CCE">
        <w:t xml:space="preserve">, </w:t>
      </w:r>
      <w:r w:rsidRPr="00DA4E77">
        <w:t>pensif</w:t>
      </w:r>
      <w:r w:rsidR="00276CCE">
        <w:t xml:space="preserve">, </w:t>
      </w:r>
      <w:r w:rsidRPr="00DA4E77">
        <w:t>resté seul en face d</w:t>
      </w:r>
      <w:r w:rsidR="00276CCE">
        <w:t>’</w:t>
      </w:r>
      <w:proofErr w:type="spellStart"/>
      <w:r w:rsidRPr="00DA4E77">
        <w:t>Hermos</w:t>
      </w:r>
      <w:proofErr w:type="spellEnd"/>
      <w:r w:rsidR="00276CCE">
        <w:t xml:space="preserve">, </w:t>
      </w:r>
      <w:r w:rsidRPr="00DA4E77">
        <w:t>va vers lui</w:t>
      </w:r>
      <w:r w:rsidR="00276CCE">
        <w:t xml:space="preserve">. </w:t>
      </w:r>
      <w:proofErr w:type="spellStart"/>
      <w:r w:rsidRPr="00DA4E77">
        <w:t>Hermos</w:t>
      </w:r>
      <w:proofErr w:type="spellEnd"/>
      <w:r w:rsidRPr="00DA4E77">
        <w:t xml:space="preserve"> tend la main au poète</w:t>
      </w:r>
      <w:r w:rsidR="00276CCE">
        <w:t xml:space="preserve">, </w:t>
      </w:r>
      <w:r w:rsidRPr="00DA4E77">
        <w:t>et d</w:t>
      </w:r>
      <w:r w:rsidR="00276CCE">
        <w:t>’</w:t>
      </w:r>
      <w:r w:rsidRPr="00DA4E77">
        <w:t>une voix douce</w:t>
      </w:r>
      <w:r w:rsidR="00276CCE">
        <w:t> :</w:t>
      </w:r>
    </w:p>
    <w:p w14:paraId="13B71134" w14:textId="77777777" w:rsidR="00276CCE" w:rsidRDefault="00276CCE" w:rsidP="002A4158">
      <w:r>
        <w:lastRenderedPageBreak/>
        <w:t>— </w:t>
      </w:r>
      <w:proofErr w:type="spellStart"/>
      <w:r w:rsidR="002A4158" w:rsidRPr="00DA4E77">
        <w:t>Xanthès</w:t>
      </w:r>
      <w:proofErr w:type="spellEnd"/>
      <w:r>
        <w:t xml:space="preserve">, </w:t>
      </w:r>
      <w:r w:rsidR="002A4158" w:rsidRPr="00DA4E77">
        <w:t>tu n</w:t>
      </w:r>
      <w:r>
        <w:t>’</w:t>
      </w:r>
      <w:r w:rsidR="002A4158" w:rsidRPr="00DA4E77">
        <w:t>as presque jamais quitté cette île de plaisir et tu méconnais les forces de l</w:t>
      </w:r>
      <w:r>
        <w:t>’</w:t>
      </w:r>
      <w:r w:rsidR="002A4158" w:rsidRPr="00DA4E77">
        <w:t>action</w:t>
      </w:r>
      <w:r>
        <w:t xml:space="preserve">. </w:t>
      </w:r>
      <w:r w:rsidR="002A4158" w:rsidRPr="00DA4E77">
        <w:t>Mais je fais appel à ton cœur</w:t>
      </w:r>
      <w:r>
        <w:t xml:space="preserve">. </w:t>
      </w:r>
      <w:r w:rsidR="002A4158" w:rsidRPr="00DA4E77">
        <w:t>Resteras-tu inactif pendant que la Cité flambera peut-être</w:t>
      </w:r>
      <w:r>
        <w:t> ?</w:t>
      </w:r>
    </w:p>
    <w:p w14:paraId="4F3C134B" w14:textId="77777777" w:rsidR="00276CCE" w:rsidRDefault="00276CCE" w:rsidP="002A4158">
      <w:r>
        <w:t>— </w:t>
      </w:r>
      <w:r w:rsidR="002A4158" w:rsidRPr="00DA4E77">
        <w:t>Chacun son rôle</w:t>
      </w:r>
      <w:r>
        <w:t xml:space="preserve"> ! </w:t>
      </w:r>
      <w:r w:rsidR="002A4158" w:rsidRPr="00DA4E77">
        <w:t>Aux soldats de défendre la ville</w:t>
      </w:r>
      <w:r>
        <w:t xml:space="preserve">, </w:t>
      </w:r>
      <w:r w:rsidR="002A4158" w:rsidRPr="00DA4E77">
        <w:t>aux poètes de la chanter</w:t>
      </w:r>
      <w:r>
        <w:t>.</w:t>
      </w:r>
    </w:p>
    <w:p w14:paraId="421932ED" w14:textId="77777777" w:rsidR="00276CCE" w:rsidRDefault="00276CCE" w:rsidP="002A4158">
      <w:r>
        <w:t>— </w:t>
      </w:r>
      <w:r w:rsidR="002A4158" w:rsidRPr="00DA4E77">
        <w:t>C</w:t>
      </w:r>
      <w:r>
        <w:t>’</w:t>
      </w:r>
      <w:r w:rsidR="002A4158" w:rsidRPr="00DA4E77">
        <w:t>est la trahir que ne pas la défendre</w:t>
      </w:r>
      <w:r>
        <w:t>.</w:t>
      </w:r>
    </w:p>
    <w:p w14:paraId="75546A1A" w14:textId="77777777" w:rsidR="00276CCE" w:rsidRDefault="00276CCE" w:rsidP="002A4158">
      <w:r>
        <w:t>— </w:t>
      </w:r>
      <w:r w:rsidR="002A4158" w:rsidRPr="00DA4E77">
        <w:t>Que diront mes frères s</w:t>
      </w:r>
      <w:r>
        <w:t>’</w:t>
      </w:r>
      <w:r w:rsidR="002A4158" w:rsidRPr="00DA4E77">
        <w:t>ils me voient jeter la lyre pour l</w:t>
      </w:r>
      <w:r>
        <w:t>’</w:t>
      </w:r>
      <w:r w:rsidR="002A4158" w:rsidRPr="00DA4E77">
        <w:t>épée</w:t>
      </w:r>
      <w:r>
        <w:t> ?</w:t>
      </w:r>
    </w:p>
    <w:p w14:paraId="76BC807C" w14:textId="77777777" w:rsidR="00276CCE" w:rsidRDefault="00276CCE" w:rsidP="002A4158">
      <w:r>
        <w:t>— </w:t>
      </w:r>
      <w:r w:rsidR="002A4158" w:rsidRPr="00DA4E77">
        <w:t>Ils diront ce qu</w:t>
      </w:r>
      <w:r>
        <w:t>’</w:t>
      </w:r>
      <w:r w:rsidR="002A4158" w:rsidRPr="00DA4E77">
        <w:t>ils ont dit de moi</w:t>
      </w:r>
      <w:r>
        <w:t xml:space="preserve"> : </w:t>
      </w:r>
      <w:r w:rsidR="002A4158" w:rsidRPr="00DA4E77">
        <w:t>et tu les mépriseras comme je les méprise</w:t>
      </w:r>
      <w:r>
        <w:t xml:space="preserve">, </w:t>
      </w:r>
      <w:r w:rsidR="002A4158" w:rsidRPr="00DA4E77">
        <w:t>ou plutôt</w:t>
      </w:r>
      <w:r>
        <w:t xml:space="preserve">, </w:t>
      </w:r>
      <w:r w:rsidR="002A4158" w:rsidRPr="00DA4E77">
        <w:t>tu sentiras ton cœur plein de pitié pour eux</w:t>
      </w:r>
      <w:r>
        <w:t xml:space="preserve">, </w:t>
      </w:r>
      <w:r w:rsidR="002A4158" w:rsidRPr="00DA4E77">
        <w:t>car leur âme s</w:t>
      </w:r>
      <w:r>
        <w:t>’</w:t>
      </w:r>
      <w:r w:rsidR="002A4158" w:rsidRPr="00DA4E77">
        <w:t>étiole loin de la vie</w:t>
      </w:r>
      <w:r>
        <w:t>.</w:t>
      </w:r>
    </w:p>
    <w:p w14:paraId="07E6842E" w14:textId="77777777" w:rsidR="00276CCE" w:rsidRDefault="002A4158" w:rsidP="002A4158">
      <w:r w:rsidRPr="00DA4E77">
        <w:t>Comme il prononce ces mots</w:t>
      </w:r>
      <w:r w:rsidR="00276CCE">
        <w:t xml:space="preserve">, </w:t>
      </w:r>
      <w:r w:rsidRPr="00DA4E77">
        <w:t>on entend au loin monter de la ville une clameur lointaine et confuse</w:t>
      </w:r>
      <w:r w:rsidR="00276CCE">
        <w:t xml:space="preserve">, </w:t>
      </w:r>
      <w:r w:rsidRPr="00DA4E77">
        <w:t>qui grossit</w:t>
      </w:r>
      <w:r w:rsidR="00276CCE">
        <w:t xml:space="preserve">, </w:t>
      </w:r>
      <w:r w:rsidRPr="00DA4E77">
        <w:t>s</w:t>
      </w:r>
      <w:r w:rsidR="00276CCE">
        <w:t>’</w:t>
      </w:r>
      <w:r w:rsidRPr="00DA4E77">
        <w:t>enfle</w:t>
      </w:r>
      <w:r w:rsidR="00276CCE">
        <w:t xml:space="preserve">, </w:t>
      </w:r>
      <w:r w:rsidRPr="00DA4E77">
        <w:t>et semble menacer le Palais de l</w:t>
      </w:r>
      <w:r w:rsidR="00276CCE">
        <w:t>’</w:t>
      </w:r>
      <w:r w:rsidRPr="00DA4E77">
        <w:t>Empire</w:t>
      </w:r>
      <w:r w:rsidR="00276CCE">
        <w:t xml:space="preserve">. </w:t>
      </w:r>
      <w:r w:rsidRPr="00DA4E77">
        <w:t>Les artistes</w:t>
      </w:r>
      <w:r w:rsidR="00276CCE">
        <w:t xml:space="preserve">, </w:t>
      </w:r>
      <w:r w:rsidRPr="00DA4E77">
        <w:t>restés sur la terrasse de l</w:t>
      </w:r>
      <w:r w:rsidR="00276CCE">
        <w:t>’</w:t>
      </w:r>
      <w:r w:rsidRPr="00DA4E77">
        <w:t>Île de Pourpre</w:t>
      </w:r>
      <w:r w:rsidR="00276CCE">
        <w:t xml:space="preserve">, </w:t>
      </w:r>
      <w:r w:rsidRPr="00DA4E77">
        <w:t>se cachent alors</w:t>
      </w:r>
      <w:r w:rsidR="00276CCE">
        <w:t xml:space="preserve">, </w:t>
      </w:r>
      <w:r w:rsidRPr="00DA4E77">
        <w:t>épouvantés</w:t>
      </w:r>
      <w:r w:rsidR="00276CCE">
        <w:t>.</w:t>
      </w:r>
    </w:p>
    <w:p w14:paraId="38060CB0" w14:textId="77777777" w:rsidR="00276CCE" w:rsidRDefault="00276CCE" w:rsidP="002A4158">
      <w:r>
        <w:t>— </w:t>
      </w:r>
      <w:r w:rsidR="002A4158" w:rsidRPr="00DA4E77">
        <w:t>Qu</w:t>
      </w:r>
      <w:r>
        <w:t>’</w:t>
      </w:r>
      <w:r w:rsidR="002A4158" w:rsidRPr="00DA4E77">
        <w:t>est-ce cela</w:t>
      </w:r>
      <w:r>
        <w:t xml:space="preserve"> ? </w:t>
      </w:r>
      <w:r w:rsidR="002A4158" w:rsidRPr="00DA4E77">
        <w:t xml:space="preserve">questionne </w:t>
      </w:r>
      <w:proofErr w:type="spellStart"/>
      <w:r w:rsidR="002A4158" w:rsidRPr="00DA4E77">
        <w:t>Xanthès</w:t>
      </w:r>
      <w:proofErr w:type="spellEnd"/>
      <w:r>
        <w:t>.</w:t>
      </w:r>
    </w:p>
    <w:p w14:paraId="34059340" w14:textId="77777777" w:rsidR="00276CCE" w:rsidRDefault="00276CCE" w:rsidP="002A4158">
      <w:r>
        <w:t>— </w:t>
      </w:r>
      <w:r w:rsidR="002A4158" w:rsidRPr="00DA4E77">
        <w:t>Rien</w:t>
      </w:r>
      <w:r>
        <w:t xml:space="preserve">, </w:t>
      </w:r>
      <w:r w:rsidR="002A4158" w:rsidRPr="00DA4E77">
        <w:t xml:space="preserve">fait </w:t>
      </w:r>
      <w:proofErr w:type="spellStart"/>
      <w:r w:rsidR="002A4158" w:rsidRPr="00DA4E77">
        <w:t>Hellas</w:t>
      </w:r>
      <w:proofErr w:type="spellEnd"/>
      <w:r>
        <w:t xml:space="preserve">, </w:t>
      </w:r>
      <w:r w:rsidR="002A4158" w:rsidRPr="00DA4E77">
        <w:t>revenant sur ses pas</w:t>
      </w:r>
      <w:r>
        <w:t xml:space="preserve">. </w:t>
      </w:r>
      <w:r w:rsidR="002A4158" w:rsidRPr="00DA4E77">
        <w:t>Sans doute la Cité se soulève</w:t>
      </w:r>
      <w:r>
        <w:t xml:space="preserve">. </w:t>
      </w:r>
      <w:r w:rsidR="002A4158" w:rsidRPr="00DA4E77">
        <w:t xml:space="preserve">Mais </w:t>
      </w:r>
      <w:proofErr w:type="spellStart"/>
      <w:r w:rsidR="002A4158" w:rsidRPr="00DA4E77">
        <w:t>Knephao</w:t>
      </w:r>
      <w:proofErr w:type="spellEnd"/>
      <w:r w:rsidR="002A4158" w:rsidRPr="00DA4E77">
        <w:t xml:space="preserve"> veille sur elle</w:t>
      </w:r>
      <w:r>
        <w:t xml:space="preserve">. </w:t>
      </w:r>
      <w:r w:rsidR="002A4158" w:rsidRPr="00DA4E77">
        <w:t>Adieu</w:t>
      </w:r>
      <w:r>
        <w:t xml:space="preserve"> ! </w:t>
      </w:r>
      <w:r w:rsidR="002A4158" w:rsidRPr="00DA4E77">
        <w:t>Moi</w:t>
      </w:r>
      <w:r>
        <w:t xml:space="preserve">, </w:t>
      </w:r>
      <w:r w:rsidR="002A4158" w:rsidRPr="00DA4E77">
        <w:t>je rejoins la flotte</w:t>
      </w:r>
      <w:r>
        <w:t xml:space="preserve">. </w:t>
      </w:r>
      <w:r w:rsidR="002A4158" w:rsidRPr="00DA4E77">
        <w:t>La lutte va s</w:t>
      </w:r>
      <w:r>
        <w:t>’</w:t>
      </w:r>
      <w:r w:rsidR="002A4158" w:rsidRPr="00DA4E77">
        <w:t>engager</w:t>
      </w:r>
      <w:r>
        <w:t>.</w:t>
      </w:r>
    </w:p>
    <w:p w14:paraId="65B48C44" w14:textId="77777777" w:rsidR="00276CCE" w:rsidRDefault="00276CCE" w:rsidP="002A4158">
      <w:r>
        <w:t>— </w:t>
      </w:r>
      <w:r w:rsidR="002A4158" w:rsidRPr="00DA4E77">
        <w:t>Et moi</w:t>
      </w:r>
      <w:r>
        <w:t xml:space="preserve">, </w:t>
      </w:r>
      <w:r w:rsidR="002A4158" w:rsidRPr="00DA4E77">
        <w:t xml:space="preserve">ajoute </w:t>
      </w:r>
      <w:proofErr w:type="spellStart"/>
      <w:r w:rsidR="002A4158" w:rsidRPr="00DA4E77">
        <w:t>Hermos</w:t>
      </w:r>
      <w:proofErr w:type="spellEnd"/>
      <w:r>
        <w:t xml:space="preserve">, </w:t>
      </w:r>
      <w:r w:rsidR="002A4158" w:rsidRPr="00DA4E77">
        <w:t>je vais m</w:t>
      </w:r>
      <w:r>
        <w:t>’</w:t>
      </w:r>
      <w:r w:rsidR="002A4158" w:rsidRPr="00DA4E77">
        <w:t>apprêter à défendre l</w:t>
      </w:r>
      <w:r>
        <w:t>’</w:t>
      </w:r>
      <w:r w:rsidR="002A4158" w:rsidRPr="00DA4E77">
        <w:t>Île de Pourpre ou à mourir</w:t>
      </w:r>
      <w:r>
        <w:t>.</w:t>
      </w:r>
    </w:p>
    <w:p w14:paraId="786D906A" w14:textId="77777777" w:rsidR="00276CCE" w:rsidRDefault="002A4158" w:rsidP="002A4158">
      <w:r w:rsidRPr="00DA4E77">
        <w:t>Alors</w:t>
      </w:r>
      <w:r w:rsidR="00276CCE">
        <w:t xml:space="preserve">, </w:t>
      </w:r>
      <w:proofErr w:type="spellStart"/>
      <w:r w:rsidRPr="00DA4E77">
        <w:t>Xanthès</w:t>
      </w:r>
      <w:proofErr w:type="spellEnd"/>
      <w:r w:rsidR="00276CCE">
        <w:t> :</w:t>
      </w:r>
    </w:p>
    <w:p w14:paraId="1ECD6A59" w14:textId="77777777" w:rsidR="00276CCE" w:rsidRDefault="00276CCE" w:rsidP="002A4158">
      <w:r>
        <w:t>— </w:t>
      </w:r>
      <w:r w:rsidR="002A4158" w:rsidRPr="00DA4E77">
        <w:t>Ne partez pas encore</w:t>
      </w:r>
      <w:r>
        <w:t xml:space="preserve"> ! </w:t>
      </w:r>
      <w:proofErr w:type="spellStart"/>
      <w:r w:rsidR="002A4158" w:rsidRPr="00DA4E77">
        <w:t>Hellas</w:t>
      </w:r>
      <w:proofErr w:type="spellEnd"/>
      <w:r>
        <w:t xml:space="preserve">, </w:t>
      </w:r>
      <w:r w:rsidR="002A4158" w:rsidRPr="00DA4E77">
        <w:t>as-tu d</w:t>
      </w:r>
      <w:r>
        <w:t>’</w:t>
      </w:r>
      <w:r w:rsidR="002A4158" w:rsidRPr="00DA4E77">
        <w:t>autres armes dans ton vaisseau</w:t>
      </w:r>
      <w:r>
        <w:t xml:space="preserve"> ? </w:t>
      </w:r>
      <w:r w:rsidR="002A4158" w:rsidRPr="00DA4E77">
        <w:t>As-tu des engins à me confier</w:t>
      </w:r>
      <w:r>
        <w:t> ?</w:t>
      </w:r>
    </w:p>
    <w:p w14:paraId="3F6CDFC2" w14:textId="77777777" w:rsidR="00276CCE" w:rsidRDefault="00276CCE" w:rsidP="002A4158">
      <w:r>
        <w:t>— </w:t>
      </w:r>
      <w:r w:rsidR="002A4158" w:rsidRPr="00DA4E77">
        <w:t>Oui</w:t>
      </w:r>
      <w:r>
        <w:t>.</w:t>
      </w:r>
    </w:p>
    <w:p w14:paraId="3E494151" w14:textId="77777777" w:rsidR="00276CCE" w:rsidRDefault="00276CCE" w:rsidP="002A4158">
      <w:r>
        <w:lastRenderedPageBreak/>
        <w:t>— </w:t>
      </w:r>
      <w:r w:rsidR="002A4158" w:rsidRPr="00DA4E77">
        <w:t>Donne-moi des armes</w:t>
      </w:r>
      <w:r>
        <w:t xml:space="preserve"> ! </w:t>
      </w:r>
      <w:r w:rsidR="002A4158" w:rsidRPr="00DA4E77">
        <w:t>Et toi</w:t>
      </w:r>
      <w:r>
        <w:t xml:space="preserve">, </w:t>
      </w:r>
      <w:proofErr w:type="spellStart"/>
      <w:r w:rsidR="002A4158" w:rsidRPr="00DA4E77">
        <w:t>Hermos</w:t>
      </w:r>
      <w:proofErr w:type="spellEnd"/>
      <w:r>
        <w:t xml:space="preserve">, </w:t>
      </w:r>
      <w:r w:rsidR="002A4158" w:rsidRPr="00DA4E77">
        <w:t>laisse-moi co</w:t>
      </w:r>
      <w:r w:rsidR="002A4158" w:rsidRPr="00DA4E77">
        <w:t>m</w:t>
      </w:r>
      <w:r w:rsidR="002A4158" w:rsidRPr="00DA4E77">
        <w:t>battre à côté de toi</w:t>
      </w:r>
      <w:r>
        <w:t xml:space="preserve">. </w:t>
      </w:r>
      <w:r w:rsidR="002A4158" w:rsidRPr="00DA4E77">
        <w:t>Mon bras sera malhabile</w:t>
      </w:r>
      <w:r>
        <w:t xml:space="preserve">, </w:t>
      </w:r>
      <w:r w:rsidR="002A4158" w:rsidRPr="00DA4E77">
        <w:t>sans doute</w:t>
      </w:r>
      <w:r>
        <w:t xml:space="preserve">, </w:t>
      </w:r>
      <w:r w:rsidR="002A4158" w:rsidRPr="00DA4E77">
        <w:t>mais mon cœur brûle d</w:t>
      </w:r>
      <w:r>
        <w:t>’</w:t>
      </w:r>
      <w:r w:rsidR="002A4158" w:rsidRPr="00DA4E77">
        <w:t>agir</w:t>
      </w:r>
      <w:r>
        <w:t>.</w:t>
      </w:r>
    </w:p>
    <w:p w14:paraId="23DB18A5" w14:textId="77777777" w:rsidR="00276CCE" w:rsidRDefault="00276CCE" w:rsidP="002A4158">
      <w:r>
        <w:t>— </w:t>
      </w:r>
      <w:r w:rsidR="002A4158" w:rsidRPr="00DA4E77">
        <w:t>Je le savais bien</w:t>
      </w:r>
      <w:r>
        <w:t xml:space="preserve">, </w:t>
      </w:r>
      <w:r w:rsidR="002A4158" w:rsidRPr="00DA4E77">
        <w:t>s</w:t>
      </w:r>
      <w:r>
        <w:t>’</w:t>
      </w:r>
      <w:r w:rsidR="002A4158" w:rsidRPr="00DA4E77">
        <w:t xml:space="preserve">écrie </w:t>
      </w:r>
      <w:proofErr w:type="spellStart"/>
      <w:r w:rsidR="002A4158" w:rsidRPr="00DA4E77">
        <w:t>Hermos</w:t>
      </w:r>
      <w:proofErr w:type="spellEnd"/>
      <w:r>
        <w:t xml:space="preserve">, </w:t>
      </w:r>
      <w:r w:rsidR="002A4158" w:rsidRPr="00DA4E77">
        <w:t>que tu redeviendrais noble et brave</w:t>
      </w:r>
      <w:r>
        <w:t xml:space="preserve"> ! </w:t>
      </w:r>
      <w:r w:rsidR="002A4158" w:rsidRPr="00DA4E77">
        <w:t>Et je comptais sur toi</w:t>
      </w:r>
      <w:r>
        <w:t> !</w:t>
      </w:r>
    </w:p>
    <w:p w14:paraId="58B2083C" w14:textId="77777777" w:rsidR="00276CCE" w:rsidRDefault="00276CCE" w:rsidP="002A4158">
      <w:r>
        <w:t>— </w:t>
      </w:r>
      <w:r w:rsidR="002A4158" w:rsidRPr="00DA4E77">
        <w:t>Adieu</w:t>
      </w:r>
      <w:r>
        <w:t xml:space="preserve">, </w:t>
      </w:r>
      <w:r w:rsidR="002A4158" w:rsidRPr="00DA4E77">
        <w:t xml:space="preserve">dit </w:t>
      </w:r>
      <w:proofErr w:type="spellStart"/>
      <w:r w:rsidR="002A4158" w:rsidRPr="00DA4E77">
        <w:t>Hellas</w:t>
      </w:r>
      <w:proofErr w:type="spellEnd"/>
      <w:r>
        <w:t xml:space="preserve">. </w:t>
      </w:r>
      <w:r w:rsidR="002A4158" w:rsidRPr="00DA4E77">
        <w:t>Maintenant</w:t>
      </w:r>
      <w:r>
        <w:t xml:space="preserve">, </w:t>
      </w:r>
      <w:r w:rsidR="002A4158" w:rsidRPr="00DA4E77">
        <w:t>j</w:t>
      </w:r>
      <w:r>
        <w:t>’</w:t>
      </w:r>
      <w:r w:rsidR="002A4158" w:rsidRPr="00DA4E77">
        <w:t>ai plus de confiance</w:t>
      </w:r>
      <w:r>
        <w:t>.</w:t>
      </w:r>
    </w:p>
    <w:p w14:paraId="3F7D160C" w14:textId="77777777" w:rsidR="00276CCE" w:rsidRDefault="002A4158" w:rsidP="002A4158">
      <w:r w:rsidRPr="00DA4E77">
        <w:t xml:space="preserve">Et </w:t>
      </w:r>
      <w:proofErr w:type="spellStart"/>
      <w:r w:rsidRPr="00DA4E77">
        <w:t>Xanthès</w:t>
      </w:r>
      <w:proofErr w:type="spellEnd"/>
      <w:r w:rsidR="00276CCE">
        <w:t xml:space="preserve">, </w:t>
      </w:r>
      <w:r w:rsidRPr="00DA4E77">
        <w:t>se penchant à l</w:t>
      </w:r>
      <w:r w:rsidR="00276CCE">
        <w:t>’</w:t>
      </w:r>
      <w:r w:rsidRPr="00DA4E77">
        <w:t>oreille d</w:t>
      </w:r>
      <w:r w:rsidR="00276CCE">
        <w:t>’</w:t>
      </w:r>
      <w:proofErr w:type="spellStart"/>
      <w:r w:rsidRPr="00DA4E77">
        <w:t>Hermos</w:t>
      </w:r>
      <w:proofErr w:type="spellEnd"/>
      <w:r w:rsidR="00276CCE">
        <w:t> :</w:t>
      </w:r>
    </w:p>
    <w:p w14:paraId="36098686" w14:textId="77777777" w:rsidR="00276CCE" w:rsidRDefault="00276CCE" w:rsidP="002A4158">
      <w:r>
        <w:t>— </w:t>
      </w:r>
      <w:r w:rsidR="002A4158" w:rsidRPr="00DA4E77">
        <w:t>Pardonne à mes frères</w:t>
      </w:r>
      <w:r>
        <w:t xml:space="preserve">, </w:t>
      </w:r>
      <w:r w:rsidR="002A4158" w:rsidRPr="00DA4E77">
        <w:t>pardonne-leur s</w:t>
      </w:r>
      <w:r>
        <w:t>’</w:t>
      </w:r>
      <w:r w:rsidR="002A4158" w:rsidRPr="00DA4E77">
        <w:t>ils se cachent et s</w:t>
      </w:r>
      <w:r>
        <w:t>’</w:t>
      </w:r>
      <w:r w:rsidR="002A4158" w:rsidRPr="00DA4E77">
        <w:t>ils t</w:t>
      </w:r>
      <w:r>
        <w:t>’</w:t>
      </w:r>
      <w:r w:rsidR="002A4158" w:rsidRPr="00DA4E77">
        <w:t>insultent</w:t>
      </w:r>
      <w:r>
        <w:t xml:space="preserve">. </w:t>
      </w:r>
      <w:r w:rsidR="002A4158" w:rsidRPr="00DA4E77">
        <w:t>On leur a dit qu</w:t>
      </w:r>
      <w:r>
        <w:t>’</w:t>
      </w:r>
      <w:r w:rsidR="002A4158" w:rsidRPr="00DA4E77">
        <w:t>ils ressemblaient aux dieux</w:t>
      </w:r>
      <w:r>
        <w:t> !</w:t>
      </w:r>
    </w:p>
    <w:p w14:paraId="4607AC31" w14:textId="77777777" w:rsidR="00276CCE" w:rsidRDefault="00276CCE" w:rsidP="002A4158">
      <w:r>
        <w:t>— </w:t>
      </w:r>
      <w:r w:rsidR="002A4158" w:rsidRPr="00DA4E77">
        <w:t>Par malheur</w:t>
      </w:r>
      <w:r>
        <w:t xml:space="preserve">, </w:t>
      </w:r>
      <w:r w:rsidR="002A4158" w:rsidRPr="00DA4E77">
        <w:t xml:space="preserve">soupire </w:t>
      </w:r>
      <w:proofErr w:type="spellStart"/>
      <w:r w:rsidR="002A4158" w:rsidRPr="00DA4E77">
        <w:t>Hermos</w:t>
      </w:r>
      <w:proofErr w:type="spellEnd"/>
      <w:r>
        <w:t xml:space="preserve">, </w:t>
      </w:r>
      <w:r w:rsidR="002A4158" w:rsidRPr="00DA4E77">
        <w:t>on l</w:t>
      </w:r>
      <w:r>
        <w:t>’</w:t>
      </w:r>
      <w:r w:rsidR="002A4158" w:rsidRPr="00DA4E77">
        <w:t>a dit aussi à toute la race des Atlantes</w:t>
      </w:r>
      <w:r>
        <w:t> !</w:t>
      </w:r>
    </w:p>
    <w:p w14:paraId="693F2FB5" w14:textId="77777777" w:rsidR="00276CCE" w:rsidRDefault="002A4158" w:rsidP="002A4158">
      <w:r w:rsidRPr="00DA4E77">
        <w:t>Et comme pour répondre à cette plainte d</w:t>
      </w:r>
      <w:r w:rsidR="00276CCE">
        <w:t>’</w:t>
      </w:r>
      <w:proofErr w:type="spellStart"/>
      <w:r w:rsidRPr="00DA4E77">
        <w:t>Hermos</w:t>
      </w:r>
      <w:proofErr w:type="spellEnd"/>
      <w:r w:rsidR="00276CCE">
        <w:t xml:space="preserve">, </w:t>
      </w:r>
      <w:r w:rsidRPr="00DA4E77">
        <w:t>un t</w:t>
      </w:r>
      <w:r w:rsidRPr="00DA4E77">
        <w:t>u</w:t>
      </w:r>
      <w:r w:rsidRPr="00DA4E77">
        <w:t>multe immense et continu monte et grandit sur tous les flancs de la ville agitée</w:t>
      </w:r>
      <w:r w:rsidR="00276CCE">
        <w:t>.</w:t>
      </w:r>
    </w:p>
    <w:p w14:paraId="1E98D73E" w14:textId="77777777" w:rsidR="00276CCE" w:rsidRDefault="00276CCE" w:rsidP="00276CCE">
      <w:pPr>
        <w:pStyle w:val="Titre2"/>
        <w:rPr>
          <w:i/>
        </w:rPr>
      </w:pPr>
      <w:bookmarkStart w:id="53" w:name="_Toc194842039"/>
      <w:r w:rsidRPr="00DA4E77">
        <w:lastRenderedPageBreak/>
        <w:t>Scène</w:t>
      </w:r>
      <w:r>
        <w:t> </w:t>
      </w:r>
      <w:r w:rsidRPr="00DA4E77">
        <w:t>X</w:t>
      </w:r>
      <w:r>
        <w:t xml:space="preserve">. – </w:t>
      </w:r>
      <w:r w:rsidR="002A4158" w:rsidRPr="00DA4E77">
        <w:rPr>
          <w:i/>
        </w:rPr>
        <w:t>La foule</w:t>
      </w:r>
      <w:r>
        <w:rPr>
          <w:i/>
        </w:rPr>
        <w:t>.</w:t>
      </w:r>
      <w:bookmarkEnd w:id="53"/>
    </w:p>
    <w:p w14:paraId="7E00A992" w14:textId="77777777" w:rsidR="00276CCE" w:rsidRDefault="002A4158" w:rsidP="002A4158">
      <w:r w:rsidRPr="00DA4E77">
        <w:t>La cité d</w:t>
      </w:r>
      <w:r w:rsidR="00276CCE">
        <w:t>’</w:t>
      </w:r>
      <w:r w:rsidRPr="00DA4E77">
        <w:t>Atlantis</w:t>
      </w:r>
      <w:r w:rsidR="00276CCE">
        <w:t xml:space="preserve">, </w:t>
      </w:r>
      <w:r w:rsidRPr="00DA4E77">
        <w:t>en effet</w:t>
      </w:r>
      <w:r w:rsidR="00276CCE">
        <w:t xml:space="preserve">, </w:t>
      </w:r>
      <w:r w:rsidRPr="00DA4E77">
        <w:t>n</w:t>
      </w:r>
      <w:r w:rsidR="00276CCE">
        <w:t>’</w:t>
      </w:r>
      <w:r w:rsidRPr="00DA4E77">
        <w:t>est plus</w:t>
      </w:r>
      <w:r w:rsidR="00276CCE">
        <w:t xml:space="preserve">, </w:t>
      </w:r>
      <w:r w:rsidRPr="00DA4E77">
        <w:t>dans son entier</w:t>
      </w:r>
      <w:r w:rsidR="00276CCE">
        <w:t xml:space="preserve">, </w:t>
      </w:r>
      <w:r w:rsidRPr="00DA4E77">
        <w:t>qu</w:t>
      </w:r>
      <w:r w:rsidR="00276CCE">
        <w:t>’</w:t>
      </w:r>
      <w:r w:rsidRPr="00DA4E77">
        <w:t>une tempête humaine</w:t>
      </w:r>
      <w:r w:rsidR="00276CCE">
        <w:t>.</w:t>
      </w:r>
    </w:p>
    <w:p w14:paraId="25663660" w14:textId="77777777" w:rsidR="00276CCE" w:rsidRDefault="002A4158" w:rsidP="002A4158">
      <w:r w:rsidRPr="00DA4E77">
        <w:t>Depuis les caps extrêmes des presqu</w:t>
      </w:r>
      <w:r w:rsidR="00276CCE">
        <w:t>’</w:t>
      </w:r>
      <w:r w:rsidRPr="00DA4E77">
        <w:t>îles</w:t>
      </w:r>
      <w:r w:rsidR="00276CCE">
        <w:t xml:space="preserve"> ; </w:t>
      </w:r>
      <w:r w:rsidRPr="00DA4E77">
        <w:t>depuis les loi</w:t>
      </w:r>
      <w:r w:rsidRPr="00DA4E77">
        <w:t>n</w:t>
      </w:r>
      <w:r w:rsidRPr="00DA4E77">
        <w:t>tains faubourgs des pêcheurs</w:t>
      </w:r>
      <w:r w:rsidR="00276CCE">
        <w:t xml:space="preserve">, </w:t>
      </w:r>
      <w:r w:rsidRPr="00DA4E77">
        <w:t>situés au-delà de la pointe de S</w:t>
      </w:r>
      <w:r w:rsidRPr="00DA4E77">
        <w:t>a</w:t>
      </w:r>
      <w:r w:rsidRPr="00DA4E77">
        <w:t>ble</w:t>
      </w:r>
      <w:r w:rsidR="00276CCE">
        <w:t xml:space="preserve"> ; </w:t>
      </w:r>
      <w:r w:rsidRPr="00DA4E77">
        <w:t>depuis les quartiers tumultueux où grouillent les peuples métis formés du mélange des trois races</w:t>
      </w:r>
      <w:r w:rsidR="00276CCE">
        <w:t xml:space="preserve"> ; </w:t>
      </w:r>
      <w:r w:rsidRPr="00DA4E77">
        <w:t>depuis toutes les rives de la vaste mer jusqu</w:t>
      </w:r>
      <w:r w:rsidR="00276CCE">
        <w:t>’</w:t>
      </w:r>
      <w:r w:rsidRPr="00DA4E77">
        <w:t>aux flancs de la grande montagne</w:t>
      </w:r>
      <w:r w:rsidR="00276CCE">
        <w:t xml:space="preserve">, </w:t>
      </w:r>
      <w:r w:rsidRPr="00DA4E77">
        <w:t>Atlantis n</w:t>
      </w:r>
      <w:r w:rsidR="00276CCE">
        <w:t>’</w:t>
      </w:r>
      <w:r w:rsidRPr="00DA4E77">
        <w:t>offre partout que hurlements de terreur</w:t>
      </w:r>
      <w:r w:rsidR="00276CCE">
        <w:t xml:space="preserve">, </w:t>
      </w:r>
      <w:r w:rsidRPr="00DA4E77">
        <w:t>cris affolés de fe</w:t>
      </w:r>
      <w:r w:rsidRPr="00DA4E77">
        <w:t>m</w:t>
      </w:r>
      <w:r w:rsidRPr="00DA4E77">
        <w:t>mes</w:t>
      </w:r>
      <w:r w:rsidR="00276CCE">
        <w:t xml:space="preserve">, </w:t>
      </w:r>
      <w:r w:rsidRPr="00DA4E77">
        <w:t>menaces de mort</w:t>
      </w:r>
      <w:r w:rsidR="00276CCE">
        <w:t xml:space="preserve">, </w:t>
      </w:r>
      <w:r w:rsidRPr="00DA4E77">
        <w:t>bruits de foules en marche</w:t>
      </w:r>
      <w:r w:rsidR="00276CCE">
        <w:t>.</w:t>
      </w:r>
    </w:p>
    <w:p w14:paraId="184D9B9C" w14:textId="77777777" w:rsidR="00276CCE" w:rsidRDefault="002A4158" w:rsidP="002A4158">
      <w:r w:rsidRPr="00DA4E77">
        <w:t>Une rumeur se répand depuis l</w:t>
      </w:r>
      <w:r w:rsidR="00276CCE">
        <w:t>’</w:t>
      </w:r>
      <w:r w:rsidRPr="00DA4E77">
        <w:t>aurore</w:t>
      </w:r>
      <w:r w:rsidR="00276CCE">
        <w:t xml:space="preserve">, </w:t>
      </w:r>
      <w:r w:rsidRPr="00DA4E77">
        <w:t>à savoir qu</w:t>
      </w:r>
      <w:r w:rsidR="00276CCE">
        <w:t>’</w:t>
      </w:r>
      <w:r w:rsidRPr="00DA4E77">
        <w:t>Atlantis va subir l</w:t>
      </w:r>
      <w:r w:rsidR="00276CCE">
        <w:t>’</w:t>
      </w:r>
      <w:r w:rsidRPr="00DA4E77">
        <w:t>assaut d</w:t>
      </w:r>
      <w:r w:rsidR="00276CCE">
        <w:t>’</w:t>
      </w:r>
      <w:r w:rsidRPr="00DA4E77">
        <w:t>une bataille rangée</w:t>
      </w:r>
      <w:r w:rsidR="00276CCE">
        <w:t>.</w:t>
      </w:r>
    </w:p>
    <w:p w14:paraId="57FC350B" w14:textId="77777777" w:rsidR="00276CCE" w:rsidRDefault="002A4158" w:rsidP="002A4158">
      <w:r w:rsidRPr="00DA4E77">
        <w:t>Envahie</w:t>
      </w:r>
      <w:r w:rsidR="00276CCE">
        <w:t xml:space="preserve"> ! </w:t>
      </w:r>
      <w:r w:rsidRPr="00DA4E77">
        <w:t>La ville éternelle envahie</w:t>
      </w:r>
      <w:r w:rsidR="00276CCE">
        <w:t xml:space="preserve"> ! </w:t>
      </w:r>
      <w:r w:rsidRPr="00DA4E77">
        <w:t>Le peuple du Sphinx</w:t>
      </w:r>
      <w:r w:rsidR="00276CCE">
        <w:t xml:space="preserve">, </w:t>
      </w:r>
      <w:r w:rsidRPr="00DA4E77">
        <w:t>le peuple favori des dieux</w:t>
      </w:r>
      <w:r w:rsidR="00276CCE">
        <w:t xml:space="preserve">, </w:t>
      </w:r>
      <w:r w:rsidRPr="00DA4E77">
        <w:t>condamné à lutter contre des rebelles et des Barbares</w:t>
      </w:r>
      <w:r w:rsidR="00276CCE">
        <w:t xml:space="preserve"> ! </w:t>
      </w:r>
      <w:r w:rsidRPr="00DA4E77">
        <w:t>Les premiers à qui l</w:t>
      </w:r>
      <w:r w:rsidR="00276CCE">
        <w:t>’</w:t>
      </w:r>
      <w:r w:rsidRPr="00DA4E77">
        <w:t>on apprend la nouvelle r</w:t>
      </w:r>
      <w:r w:rsidRPr="00DA4E77">
        <w:t>e</w:t>
      </w:r>
      <w:r w:rsidRPr="00DA4E77">
        <w:t>fusent d</w:t>
      </w:r>
      <w:r w:rsidR="00276CCE">
        <w:t>’</w:t>
      </w:r>
      <w:r w:rsidRPr="00DA4E77">
        <w:t>y croire</w:t>
      </w:r>
      <w:r w:rsidR="00276CCE">
        <w:t xml:space="preserve">, </w:t>
      </w:r>
      <w:r w:rsidRPr="00DA4E77">
        <w:t>et</w:t>
      </w:r>
      <w:r w:rsidR="00276CCE">
        <w:t xml:space="preserve">, </w:t>
      </w:r>
      <w:r w:rsidRPr="00DA4E77">
        <w:t>selon leur caractère</w:t>
      </w:r>
      <w:r w:rsidR="00276CCE">
        <w:t xml:space="preserve">, </w:t>
      </w:r>
      <w:r w:rsidRPr="00DA4E77">
        <w:t>éclatent de rire ou s</w:t>
      </w:r>
      <w:r w:rsidR="00276CCE">
        <w:t>’</w:t>
      </w:r>
      <w:r w:rsidRPr="00DA4E77">
        <w:t>indignent majestueusement</w:t>
      </w:r>
      <w:r w:rsidR="00276CCE">
        <w:t>.</w:t>
      </w:r>
    </w:p>
    <w:p w14:paraId="6C2F03DB" w14:textId="77777777" w:rsidR="00276CCE" w:rsidRDefault="00276CCE" w:rsidP="002A4158">
      <w:r>
        <w:t>— </w:t>
      </w:r>
      <w:r w:rsidR="002A4158" w:rsidRPr="00DA4E77">
        <w:t>Ah</w:t>
      </w:r>
      <w:r>
        <w:t xml:space="preserve"> ! </w:t>
      </w:r>
      <w:r w:rsidR="002A4158" w:rsidRPr="00DA4E77">
        <w:t>quelle plaisanterie</w:t>
      </w:r>
      <w:r>
        <w:t> !</w:t>
      </w:r>
    </w:p>
    <w:p w14:paraId="29ADACDF" w14:textId="77777777" w:rsidR="00276CCE" w:rsidRDefault="00276CCE" w:rsidP="002A4158">
      <w:r>
        <w:t>— </w:t>
      </w:r>
      <w:r w:rsidR="002A4158" w:rsidRPr="00DA4E77">
        <w:t>Le Sphinx ne le permettra pas</w:t>
      </w:r>
      <w:r>
        <w:t> !</w:t>
      </w:r>
    </w:p>
    <w:p w14:paraId="1AE88559" w14:textId="77777777" w:rsidR="00276CCE" w:rsidRDefault="002A4158" w:rsidP="002A4158">
      <w:r w:rsidRPr="00DA4E77">
        <w:t>Mais d</w:t>
      </w:r>
      <w:r w:rsidR="00276CCE">
        <w:t>’</w:t>
      </w:r>
      <w:r w:rsidRPr="00DA4E77">
        <w:t>autres citadins effrayés</w:t>
      </w:r>
      <w:r w:rsidR="00276CCE">
        <w:t xml:space="preserve">, </w:t>
      </w:r>
      <w:r w:rsidRPr="00DA4E77">
        <w:t>dont le groupe s</w:t>
      </w:r>
      <w:r w:rsidR="00276CCE">
        <w:t>’</w:t>
      </w:r>
      <w:r w:rsidRPr="00DA4E77">
        <w:t>accroît d</w:t>
      </w:r>
      <w:r w:rsidR="00276CCE">
        <w:t>’</w:t>
      </w:r>
      <w:r w:rsidRPr="00DA4E77">
        <w:t>heure en heure</w:t>
      </w:r>
      <w:r w:rsidR="00276CCE">
        <w:t xml:space="preserve">, </w:t>
      </w:r>
      <w:r w:rsidRPr="00DA4E77">
        <w:t>se racontent l</w:t>
      </w:r>
      <w:r w:rsidR="00276CCE">
        <w:t>’</w:t>
      </w:r>
      <w:r w:rsidRPr="00DA4E77">
        <w:t>un à l</w:t>
      </w:r>
      <w:r w:rsidR="00276CCE">
        <w:t>’</w:t>
      </w:r>
      <w:r w:rsidRPr="00DA4E77">
        <w:t>autre</w:t>
      </w:r>
      <w:r w:rsidR="00276CCE">
        <w:t xml:space="preserve">, </w:t>
      </w:r>
      <w:r w:rsidRPr="00DA4E77">
        <w:t>en mots chargés d</w:t>
      </w:r>
      <w:r w:rsidR="00276CCE">
        <w:t>’</w:t>
      </w:r>
      <w:r w:rsidRPr="00DA4E77">
        <w:t>épouvante</w:t>
      </w:r>
      <w:r w:rsidR="00276CCE">
        <w:t xml:space="preserve">, </w:t>
      </w:r>
      <w:r w:rsidRPr="00DA4E77">
        <w:t>les dangers qui vont tomber sur eux</w:t>
      </w:r>
      <w:r w:rsidR="00276CCE">
        <w:t>.</w:t>
      </w:r>
    </w:p>
    <w:p w14:paraId="5A3C4064" w14:textId="77777777" w:rsidR="00276CCE" w:rsidRDefault="002A4158" w:rsidP="002A4158">
      <w:r w:rsidRPr="00DA4E77">
        <w:t>Les femmes</w:t>
      </w:r>
      <w:r w:rsidR="00276CCE">
        <w:t xml:space="preserve">, </w:t>
      </w:r>
      <w:r w:rsidRPr="00DA4E77">
        <w:t>maintenant</w:t>
      </w:r>
      <w:r w:rsidR="00276CCE">
        <w:t xml:space="preserve">, </w:t>
      </w:r>
      <w:r w:rsidRPr="00DA4E77">
        <w:t>viennent se joindre à la cohue grossissante</w:t>
      </w:r>
      <w:r w:rsidR="00276CCE">
        <w:t xml:space="preserve">, </w:t>
      </w:r>
      <w:r w:rsidRPr="00DA4E77">
        <w:t>et leurs appels stridents</w:t>
      </w:r>
      <w:r w:rsidR="00276CCE">
        <w:t xml:space="preserve">, </w:t>
      </w:r>
      <w:r w:rsidRPr="00DA4E77">
        <w:t>leurs courses éperdues achèvent de répandre dans la ville la confusion des désastres publics</w:t>
      </w:r>
      <w:r w:rsidR="00276CCE">
        <w:t>.</w:t>
      </w:r>
    </w:p>
    <w:p w14:paraId="2C9BC91C" w14:textId="77777777" w:rsidR="00276CCE" w:rsidRDefault="002A4158" w:rsidP="002A4158">
      <w:r w:rsidRPr="00DA4E77">
        <w:lastRenderedPageBreak/>
        <w:t>Celles qui ont des maris</w:t>
      </w:r>
      <w:r w:rsidR="00276CCE">
        <w:t xml:space="preserve">, </w:t>
      </w:r>
      <w:r w:rsidRPr="00DA4E77">
        <w:t>des pères</w:t>
      </w:r>
      <w:r w:rsidR="00276CCE">
        <w:t xml:space="preserve">, </w:t>
      </w:r>
      <w:r w:rsidRPr="00DA4E77">
        <w:t>des enfants et des frères se cramponnent aux bras des mâles qui résistent</w:t>
      </w:r>
      <w:r w:rsidR="00276CCE">
        <w:t xml:space="preserve">, </w:t>
      </w:r>
      <w:r w:rsidRPr="00DA4E77">
        <w:t>et des scènes violentes engagées subitement font çà et là</w:t>
      </w:r>
      <w:r w:rsidR="00276CCE">
        <w:t xml:space="preserve">, </w:t>
      </w:r>
      <w:r w:rsidRPr="00DA4E77">
        <w:t>dans les rues e</w:t>
      </w:r>
      <w:r w:rsidRPr="00DA4E77">
        <w:t>n</w:t>
      </w:r>
      <w:r w:rsidRPr="00DA4E77">
        <w:t>combrées</w:t>
      </w:r>
      <w:r w:rsidR="00276CCE">
        <w:t xml:space="preserve">, </w:t>
      </w:r>
      <w:r w:rsidRPr="00DA4E77">
        <w:t>surgir des obstacles autour desquels tourne et se br</w:t>
      </w:r>
      <w:r w:rsidRPr="00DA4E77">
        <w:t>i</w:t>
      </w:r>
      <w:r w:rsidRPr="00DA4E77">
        <w:t>se la foule en remous</w:t>
      </w:r>
      <w:r w:rsidR="00276CCE">
        <w:t>.</w:t>
      </w:r>
    </w:p>
    <w:p w14:paraId="7829D85B" w14:textId="77777777" w:rsidR="00276CCE" w:rsidRDefault="002A4158" w:rsidP="002A4158">
      <w:r w:rsidRPr="00DA4E77">
        <w:t>D</w:t>
      </w:r>
      <w:r w:rsidR="00276CCE">
        <w:t>’</w:t>
      </w:r>
      <w:r w:rsidRPr="00DA4E77">
        <w:t>autres femmes</w:t>
      </w:r>
      <w:r w:rsidR="00276CCE">
        <w:t xml:space="preserve">, </w:t>
      </w:r>
      <w:r w:rsidRPr="00DA4E77">
        <w:t>seules</w:t>
      </w:r>
      <w:r w:rsidR="00276CCE">
        <w:t xml:space="preserve">, </w:t>
      </w:r>
      <w:r w:rsidRPr="00DA4E77">
        <w:t>délaissées à présent</w:t>
      </w:r>
      <w:r w:rsidR="00276CCE">
        <w:t xml:space="preserve">, </w:t>
      </w:r>
      <w:r w:rsidRPr="00DA4E77">
        <w:t>se jettent vainement au-devant des hommes qui courent</w:t>
      </w:r>
      <w:r w:rsidR="00276CCE">
        <w:t xml:space="preserve">. </w:t>
      </w:r>
      <w:r w:rsidRPr="00DA4E77">
        <w:t>Dans les riches quartiers du palais de l</w:t>
      </w:r>
      <w:r w:rsidR="00276CCE">
        <w:t>’</w:t>
      </w:r>
      <w:r w:rsidRPr="00DA4E77">
        <w:t>Or</w:t>
      </w:r>
      <w:r w:rsidR="00276CCE">
        <w:t xml:space="preserve">, </w:t>
      </w:r>
      <w:r w:rsidRPr="00DA4E77">
        <w:t>où brillent</w:t>
      </w:r>
      <w:r w:rsidR="00276CCE">
        <w:t xml:space="preserve">, </w:t>
      </w:r>
      <w:r w:rsidRPr="00DA4E77">
        <w:t>sous les fleurs</w:t>
      </w:r>
      <w:r w:rsidR="00276CCE">
        <w:t xml:space="preserve">, </w:t>
      </w:r>
      <w:r w:rsidRPr="00DA4E77">
        <w:t>les ma</w:t>
      </w:r>
      <w:r w:rsidRPr="00DA4E77">
        <w:t>i</w:t>
      </w:r>
      <w:r w:rsidRPr="00DA4E77">
        <w:t>sons blanches des courtisanes</w:t>
      </w:r>
      <w:r w:rsidR="00276CCE">
        <w:t xml:space="preserve">, </w:t>
      </w:r>
      <w:r w:rsidRPr="00DA4E77">
        <w:t>on voit errer</w:t>
      </w:r>
      <w:r w:rsidR="00276CCE">
        <w:t xml:space="preserve">, </w:t>
      </w:r>
      <w:r w:rsidRPr="00DA4E77">
        <w:t>demi-nues</w:t>
      </w:r>
      <w:r w:rsidR="00276CCE">
        <w:t xml:space="preserve">, </w:t>
      </w:r>
      <w:r w:rsidRPr="00DA4E77">
        <w:t>des femmes</w:t>
      </w:r>
      <w:r w:rsidR="00276CCE">
        <w:t xml:space="preserve">, </w:t>
      </w:r>
      <w:r w:rsidRPr="00DA4E77">
        <w:t>cheveux au vent</w:t>
      </w:r>
      <w:r w:rsidR="00276CCE">
        <w:t xml:space="preserve">, </w:t>
      </w:r>
      <w:r w:rsidRPr="00DA4E77">
        <w:t>qui n</w:t>
      </w:r>
      <w:r w:rsidR="00276CCE">
        <w:t>’</w:t>
      </w:r>
      <w:r w:rsidRPr="00DA4E77">
        <w:t>ont même pas pris le temps de revêtir les vêtements du matin</w:t>
      </w:r>
      <w:r w:rsidR="00276CCE">
        <w:t xml:space="preserve">. </w:t>
      </w:r>
      <w:r w:rsidRPr="00DA4E77">
        <w:t>Et ces femmes</w:t>
      </w:r>
      <w:r w:rsidR="00276CCE">
        <w:t xml:space="preserve">, </w:t>
      </w:r>
      <w:r w:rsidRPr="00DA4E77">
        <w:t>dont la seule présence faisait se pâmer</w:t>
      </w:r>
      <w:r w:rsidR="00276CCE">
        <w:t xml:space="preserve">, </w:t>
      </w:r>
      <w:r w:rsidRPr="00DA4E77">
        <w:t>hier encore</w:t>
      </w:r>
      <w:r w:rsidR="00276CCE">
        <w:t xml:space="preserve">, </w:t>
      </w:r>
      <w:r w:rsidRPr="00DA4E77">
        <w:t>tous les hommes jaloux d</w:t>
      </w:r>
      <w:r w:rsidR="00276CCE">
        <w:t>’</w:t>
      </w:r>
      <w:r w:rsidRPr="00DA4E77">
        <w:t>obtenir leurs sourires</w:t>
      </w:r>
      <w:r w:rsidR="00276CCE">
        <w:t xml:space="preserve"> ; </w:t>
      </w:r>
      <w:r w:rsidRPr="00DA4E77">
        <w:t>ces femmes pour lesquelles on répa</w:t>
      </w:r>
      <w:r w:rsidRPr="00DA4E77">
        <w:t>n</w:t>
      </w:r>
      <w:r w:rsidRPr="00DA4E77">
        <w:t>dait à flots l</w:t>
      </w:r>
      <w:r w:rsidR="00276CCE">
        <w:t>’</w:t>
      </w:r>
      <w:r w:rsidRPr="00DA4E77">
        <w:t>or et les pierreries</w:t>
      </w:r>
      <w:r w:rsidR="00276CCE">
        <w:t xml:space="preserve">, </w:t>
      </w:r>
      <w:r w:rsidRPr="00DA4E77">
        <w:t>les voici qui s</w:t>
      </w:r>
      <w:r w:rsidR="00276CCE">
        <w:t>’</w:t>
      </w:r>
      <w:r w:rsidRPr="00DA4E77">
        <w:t>offrent</w:t>
      </w:r>
      <w:r w:rsidR="00276CCE">
        <w:t xml:space="preserve">, </w:t>
      </w:r>
      <w:r w:rsidRPr="00DA4E77">
        <w:t>éplorées</w:t>
      </w:r>
      <w:r w:rsidR="00276CCE">
        <w:t xml:space="preserve">, </w:t>
      </w:r>
      <w:r w:rsidRPr="00DA4E77">
        <w:t>à tout venant</w:t>
      </w:r>
      <w:r w:rsidR="00276CCE">
        <w:t xml:space="preserve">. </w:t>
      </w:r>
      <w:r w:rsidRPr="00DA4E77">
        <w:t>Des maisons resplendissantes de marbre</w:t>
      </w:r>
      <w:r w:rsidR="00276CCE">
        <w:t xml:space="preserve">, </w:t>
      </w:r>
      <w:r w:rsidRPr="00DA4E77">
        <w:t>au fond desquelles dorment des trésors gardés jalousement et convoités par la foule envieuse</w:t>
      </w:r>
      <w:r w:rsidR="00276CCE">
        <w:t xml:space="preserve">, </w:t>
      </w:r>
      <w:r w:rsidRPr="00DA4E77">
        <w:t>laissent</w:t>
      </w:r>
      <w:r w:rsidR="00276CCE">
        <w:t xml:space="preserve">, </w:t>
      </w:r>
      <w:r w:rsidRPr="00DA4E77">
        <w:t>à cette heure</w:t>
      </w:r>
      <w:r w:rsidR="00276CCE">
        <w:t xml:space="preserve">, </w:t>
      </w:r>
      <w:r w:rsidRPr="00DA4E77">
        <w:t>leurs portes gra</w:t>
      </w:r>
      <w:r w:rsidRPr="00DA4E77">
        <w:t>n</w:t>
      </w:r>
      <w:r w:rsidRPr="00DA4E77">
        <w:t>des ouvertes d</w:t>
      </w:r>
      <w:r w:rsidR="00276CCE">
        <w:t>’</w:t>
      </w:r>
      <w:r w:rsidRPr="00DA4E77">
        <w:t>où la vigilance s</w:t>
      </w:r>
      <w:r w:rsidR="00276CCE">
        <w:t>’</w:t>
      </w:r>
      <w:r w:rsidRPr="00DA4E77">
        <w:t>est retirée</w:t>
      </w:r>
      <w:r w:rsidR="00276CCE">
        <w:t xml:space="preserve">. </w:t>
      </w:r>
      <w:r w:rsidRPr="00DA4E77">
        <w:t>Et la tourbe du pe</w:t>
      </w:r>
      <w:r w:rsidRPr="00DA4E77">
        <w:t>u</w:t>
      </w:r>
      <w:r w:rsidRPr="00DA4E77">
        <w:t>ple passe et repasse sans même les voir</w:t>
      </w:r>
      <w:r w:rsidR="00276CCE">
        <w:t>.</w:t>
      </w:r>
    </w:p>
    <w:p w14:paraId="4A3ACE43" w14:textId="77777777" w:rsidR="00276CCE" w:rsidRDefault="002A4158" w:rsidP="002A4158">
      <w:r w:rsidRPr="00DA4E77">
        <w:t>Beauté des femmes</w:t>
      </w:r>
      <w:r w:rsidR="00276CCE">
        <w:t xml:space="preserve">, </w:t>
      </w:r>
      <w:r w:rsidRPr="00DA4E77">
        <w:t>splendeur de la richesse</w:t>
      </w:r>
      <w:r w:rsidR="00276CCE">
        <w:t xml:space="preserve">, </w:t>
      </w:r>
      <w:r w:rsidRPr="00DA4E77">
        <w:t>dignité du rang</w:t>
      </w:r>
      <w:r w:rsidR="00276CCE">
        <w:t xml:space="preserve">, </w:t>
      </w:r>
      <w:r w:rsidRPr="00DA4E77">
        <w:t>volupté</w:t>
      </w:r>
      <w:r w:rsidR="00276CCE">
        <w:t xml:space="preserve">, </w:t>
      </w:r>
      <w:r w:rsidRPr="00DA4E77">
        <w:t>or et orgueil</w:t>
      </w:r>
      <w:r w:rsidR="00276CCE">
        <w:t xml:space="preserve">, </w:t>
      </w:r>
      <w:r w:rsidRPr="00DA4E77">
        <w:t>toutes les passions qui</w:t>
      </w:r>
      <w:r w:rsidR="00276CCE">
        <w:t xml:space="preserve">, </w:t>
      </w:r>
      <w:r w:rsidRPr="00DA4E77">
        <w:t>hier</w:t>
      </w:r>
      <w:r w:rsidR="00276CCE">
        <w:t xml:space="preserve">, </w:t>
      </w:r>
      <w:r w:rsidRPr="00DA4E77">
        <w:t>an</w:t>
      </w:r>
      <w:r w:rsidRPr="00DA4E77">
        <w:t>i</w:t>
      </w:r>
      <w:r w:rsidRPr="00DA4E77">
        <w:t>maient la vie des Atlantes</w:t>
      </w:r>
      <w:r w:rsidR="00276CCE">
        <w:t xml:space="preserve">, </w:t>
      </w:r>
      <w:r w:rsidRPr="00DA4E77">
        <w:t>tout est oublié</w:t>
      </w:r>
      <w:r w:rsidR="00276CCE">
        <w:t xml:space="preserve">, </w:t>
      </w:r>
      <w:r w:rsidRPr="00DA4E77">
        <w:t>tout est renié</w:t>
      </w:r>
      <w:r w:rsidR="00276CCE">
        <w:t xml:space="preserve">, </w:t>
      </w:r>
      <w:r w:rsidRPr="00DA4E77">
        <w:t>tout est néant</w:t>
      </w:r>
      <w:r w:rsidR="00276CCE">
        <w:t xml:space="preserve">. </w:t>
      </w:r>
      <w:r w:rsidRPr="00DA4E77">
        <w:t>Il n</w:t>
      </w:r>
      <w:r w:rsidR="00276CCE">
        <w:t>’</w:t>
      </w:r>
      <w:r w:rsidRPr="00DA4E77">
        <w:t>y a plus qu</w:t>
      </w:r>
      <w:r w:rsidR="00276CCE">
        <w:t>’</w:t>
      </w:r>
      <w:r w:rsidRPr="00DA4E77">
        <w:t>un souffle dans toutes les âmes</w:t>
      </w:r>
      <w:r w:rsidR="00276CCE">
        <w:t xml:space="preserve">, </w:t>
      </w:r>
      <w:r w:rsidRPr="00DA4E77">
        <w:t>qu</w:t>
      </w:r>
      <w:r w:rsidR="00276CCE">
        <w:t>’</w:t>
      </w:r>
      <w:r w:rsidRPr="00DA4E77">
        <w:t>un in</w:t>
      </w:r>
      <w:r w:rsidRPr="00DA4E77">
        <w:t>s</w:t>
      </w:r>
      <w:r w:rsidRPr="00DA4E77">
        <w:t>tinct dans tous les cœurs</w:t>
      </w:r>
      <w:r w:rsidR="00276CCE">
        <w:t xml:space="preserve">, </w:t>
      </w:r>
      <w:r w:rsidRPr="00DA4E77">
        <w:t>plus qu</w:t>
      </w:r>
      <w:r w:rsidR="00276CCE">
        <w:t>’</w:t>
      </w:r>
      <w:r w:rsidRPr="00DA4E77">
        <w:t>un frisson dans toutes les chairs</w:t>
      </w:r>
      <w:r w:rsidR="00276CCE">
        <w:t xml:space="preserve"> : </w:t>
      </w:r>
      <w:r w:rsidRPr="00DA4E77">
        <w:t>la peur</w:t>
      </w:r>
      <w:r w:rsidR="00276CCE">
        <w:t xml:space="preserve"> ! </w:t>
      </w:r>
      <w:r w:rsidRPr="00DA4E77">
        <w:t>la peur</w:t>
      </w:r>
      <w:r w:rsidR="00276CCE">
        <w:t xml:space="preserve"> ! </w:t>
      </w:r>
      <w:r w:rsidRPr="00DA4E77">
        <w:t>partout la peur</w:t>
      </w:r>
      <w:r w:rsidR="00276CCE">
        <w:t> !</w:t>
      </w:r>
    </w:p>
    <w:p w14:paraId="3EBD2E85" w14:textId="77777777" w:rsidR="00276CCE" w:rsidRDefault="002A4158" w:rsidP="002A4158">
      <w:r w:rsidRPr="00DA4E77">
        <w:t>Matrones et courtisanes</w:t>
      </w:r>
      <w:r w:rsidR="00276CCE">
        <w:t xml:space="preserve">, </w:t>
      </w:r>
      <w:r w:rsidRPr="00DA4E77">
        <w:t>patriciennes et servantes</w:t>
      </w:r>
      <w:r w:rsidR="00276CCE">
        <w:t xml:space="preserve">, </w:t>
      </w:r>
      <w:r w:rsidRPr="00DA4E77">
        <w:t>port</w:t>
      </w:r>
      <w:r w:rsidRPr="00DA4E77">
        <w:t>e</w:t>
      </w:r>
      <w:r w:rsidRPr="00DA4E77">
        <w:t>faix et marchands</w:t>
      </w:r>
      <w:r w:rsidR="00276CCE">
        <w:t xml:space="preserve">, </w:t>
      </w:r>
      <w:r w:rsidRPr="00DA4E77">
        <w:t>Apôtres du Soleil et balayeurs</w:t>
      </w:r>
      <w:r w:rsidR="00276CCE">
        <w:t xml:space="preserve">, </w:t>
      </w:r>
      <w:r w:rsidRPr="00DA4E77">
        <w:t>valets de t</w:t>
      </w:r>
      <w:r w:rsidRPr="00DA4E77">
        <w:t>a</w:t>
      </w:r>
      <w:r w:rsidRPr="00DA4E77">
        <w:t>vernes et maîtres de l</w:t>
      </w:r>
      <w:r w:rsidR="00276CCE">
        <w:t>’</w:t>
      </w:r>
      <w:r w:rsidRPr="00DA4E77">
        <w:t>Or</w:t>
      </w:r>
      <w:r w:rsidR="00276CCE">
        <w:t xml:space="preserve">, </w:t>
      </w:r>
      <w:r w:rsidRPr="00DA4E77">
        <w:t>tous s</w:t>
      </w:r>
      <w:r w:rsidR="00276CCE">
        <w:t>’</w:t>
      </w:r>
      <w:r w:rsidRPr="00DA4E77">
        <w:t>en vont en désordre</w:t>
      </w:r>
      <w:r w:rsidR="00276CCE">
        <w:t xml:space="preserve">, </w:t>
      </w:r>
      <w:r w:rsidRPr="00DA4E77">
        <w:t>à travers les vastes avenues trop petites</w:t>
      </w:r>
      <w:r w:rsidR="00276CCE">
        <w:t xml:space="preserve">, </w:t>
      </w:r>
      <w:r w:rsidRPr="00DA4E77">
        <w:t>comme on voit fuir pêle-mêle</w:t>
      </w:r>
      <w:r w:rsidR="00276CCE">
        <w:t xml:space="preserve">, </w:t>
      </w:r>
      <w:r w:rsidRPr="00DA4E77">
        <w:t>à travers la forêt incendiées par l</w:t>
      </w:r>
      <w:r w:rsidR="00276CCE">
        <w:t>’</w:t>
      </w:r>
      <w:r w:rsidRPr="00DA4E77">
        <w:t>orage</w:t>
      </w:r>
      <w:r w:rsidR="00276CCE">
        <w:t xml:space="preserve">, </w:t>
      </w:r>
      <w:r w:rsidRPr="00DA4E77">
        <w:t>les gazelles</w:t>
      </w:r>
      <w:r w:rsidR="00276CCE">
        <w:t xml:space="preserve">, </w:t>
      </w:r>
      <w:r w:rsidRPr="00DA4E77">
        <w:t xml:space="preserve">les </w:t>
      </w:r>
      <w:r w:rsidRPr="00DA4E77">
        <w:lastRenderedPageBreak/>
        <w:t>tigres</w:t>
      </w:r>
      <w:r w:rsidR="00276CCE">
        <w:t xml:space="preserve">, </w:t>
      </w:r>
      <w:r w:rsidRPr="00DA4E77">
        <w:t>les zèbres</w:t>
      </w:r>
      <w:r w:rsidR="00276CCE">
        <w:t xml:space="preserve">, </w:t>
      </w:r>
      <w:r w:rsidRPr="00DA4E77">
        <w:t>les serpents et les lions</w:t>
      </w:r>
      <w:r w:rsidR="00276CCE">
        <w:t xml:space="preserve">. </w:t>
      </w:r>
      <w:r w:rsidRPr="00DA4E77">
        <w:t>Où vont-ils</w:t>
      </w:r>
      <w:r w:rsidR="00276CCE">
        <w:t xml:space="preserve"> ? </w:t>
      </w:r>
      <w:r w:rsidRPr="00DA4E77">
        <w:t>Ils vont</w:t>
      </w:r>
      <w:r w:rsidR="00276CCE">
        <w:t xml:space="preserve">, </w:t>
      </w:r>
      <w:r w:rsidRPr="00DA4E77">
        <w:t>devant eux</w:t>
      </w:r>
      <w:r w:rsidR="00276CCE">
        <w:t xml:space="preserve">, </w:t>
      </w:r>
      <w:r w:rsidRPr="00DA4E77">
        <w:t>sans savoir où</w:t>
      </w:r>
      <w:r w:rsidR="00276CCE">
        <w:t xml:space="preserve">, </w:t>
      </w:r>
      <w:r w:rsidRPr="00DA4E77">
        <w:t>au hasard</w:t>
      </w:r>
      <w:r w:rsidR="00276CCE">
        <w:t xml:space="preserve">, </w:t>
      </w:r>
      <w:r w:rsidRPr="00DA4E77">
        <w:t>loin de l</w:t>
      </w:r>
      <w:r w:rsidR="00276CCE">
        <w:t>’</w:t>
      </w:r>
      <w:r w:rsidRPr="00DA4E77">
        <w:t>endroit où ils ont passé la nuit</w:t>
      </w:r>
      <w:r w:rsidR="00276CCE">
        <w:t xml:space="preserve">, </w:t>
      </w:r>
      <w:r w:rsidRPr="00DA4E77">
        <w:t>ailleurs</w:t>
      </w:r>
      <w:r w:rsidR="00276CCE">
        <w:t xml:space="preserve"> ! </w:t>
      </w:r>
      <w:r w:rsidRPr="00DA4E77">
        <w:t>Là où il n</w:t>
      </w:r>
      <w:r w:rsidR="00276CCE">
        <w:t>’</w:t>
      </w:r>
      <w:r w:rsidRPr="00DA4E77">
        <w:t>y aura pas de danger</w:t>
      </w:r>
      <w:r w:rsidR="00276CCE">
        <w:t xml:space="preserve">. </w:t>
      </w:r>
      <w:r w:rsidRPr="00DA4E77">
        <w:t>Ceux des coll</w:t>
      </w:r>
      <w:r w:rsidRPr="00DA4E77">
        <w:t>i</w:t>
      </w:r>
      <w:r w:rsidRPr="00DA4E77">
        <w:t>nes s</w:t>
      </w:r>
      <w:r w:rsidR="00276CCE">
        <w:t>’</w:t>
      </w:r>
      <w:r w:rsidRPr="00DA4E77">
        <w:t>enfoncent vers la mer</w:t>
      </w:r>
      <w:r w:rsidR="00276CCE">
        <w:t xml:space="preserve"> ; </w:t>
      </w:r>
      <w:r w:rsidRPr="00DA4E77">
        <w:t>ceux de la mer se hissent vers les collines</w:t>
      </w:r>
      <w:r w:rsidR="00276CCE">
        <w:t xml:space="preserve">. </w:t>
      </w:r>
      <w:r w:rsidRPr="00DA4E77">
        <w:t>Et les fleuves humains se croisent et se mêlent</w:t>
      </w:r>
      <w:r w:rsidR="00276CCE">
        <w:t xml:space="preserve">, </w:t>
      </w:r>
      <w:r w:rsidRPr="00DA4E77">
        <w:t>se r</w:t>
      </w:r>
      <w:r w:rsidRPr="00DA4E77">
        <w:t>e</w:t>
      </w:r>
      <w:r w:rsidRPr="00DA4E77">
        <w:t>poussent et s</w:t>
      </w:r>
      <w:r w:rsidR="00276CCE">
        <w:t>’</w:t>
      </w:r>
      <w:r w:rsidRPr="00DA4E77">
        <w:t>entraînent</w:t>
      </w:r>
      <w:r w:rsidR="00276CCE">
        <w:t xml:space="preserve">, </w:t>
      </w:r>
      <w:r w:rsidRPr="00DA4E77">
        <w:t>et</w:t>
      </w:r>
      <w:r w:rsidR="00276CCE">
        <w:t xml:space="preserve">, </w:t>
      </w:r>
      <w:r w:rsidRPr="00DA4E77">
        <w:t>dans les millions de clameurs s</w:t>
      </w:r>
      <w:r w:rsidRPr="00DA4E77">
        <w:t>i</w:t>
      </w:r>
      <w:r w:rsidRPr="00DA4E77">
        <w:t>multanées</w:t>
      </w:r>
      <w:r w:rsidR="00276CCE">
        <w:t xml:space="preserve">, </w:t>
      </w:r>
      <w:r w:rsidRPr="00DA4E77">
        <w:t>nul ne s</w:t>
      </w:r>
      <w:r w:rsidR="00276CCE">
        <w:t>’</w:t>
      </w:r>
      <w:r w:rsidRPr="00DA4E77">
        <w:t>entend</w:t>
      </w:r>
      <w:r w:rsidR="00276CCE">
        <w:t xml:space="preserve">, </w:t>
      </w:r>
      <w:r w:rsidRPr="00DA4E77">
        <w:t>nul ne se comprend</w:t>
      </w:r>
      <w:r w:rsidR="00276CCE">
        <w:t xml:space="preserve">. </w:t>
      </w:r>
      <w:r w:rsidRPr="00DA4E77">
        <w:t>Parfois des amis d</w:t>
      </w:r>
      <w:r w:rsidR="00276CCE">
        <w:t>’</w:t>
      </w:r>
      <w:r w:rsidRPr="00DA4E77">
        <w:t>hier</w:t>
      </w:r>
      <w:r w:rsidR="00276CCE">
        <w:t xml:space="preserve">, </w:t>
      </w:r>
      <w:r w:rsidRPr="00DA4E77">
        <w:t>des frères et des parents se rencontrent dans la c</w:t>
      </w:r>
      <w:r w:rsidRPr="00DA4E77">
        <w:t>o</w:t>
      </w:r>
      <w:r w:rsidRPr="00DA4E77">
        <w:t>hue et ils se demandent des nouvelles</w:t>
      </w:r>
      <w:r w:rsidR="00276CCE">
        <w:t xml:space="preserve">. </w:t>
      </w:r>
      <w:r w:rsidRPr="00DA4E77">
        <w:t>Alors</w:t>
      </w:r>
      <w:r w:rsidR="00276CCE">
        <w:t xml:space="preserve">, </w:t>
      </w:r>
      <w:r w:rsidRPr="00DA4E77">
        <w:t>les interpellés</w:t>
      </w:r>
      <w:r w:rsidR="00276CCE">
        <w:t xml:space="preserve">, </w:t>
      </w:r>
      <w:r w:rsidRPr="00DA4E77">
        <w:t>qui ne savent rien</w:t>
      </w:r>
      <w:r w:rsidR="00276CCE">
        <w:t xml:space="preserve">, </w:t>
      </w:r>
      <w:r w:rsidRPr="00DA4E77">
        <w:t>parlent</w:t>
      </w:r>
      <w:r w:rsidR="00276CCE">
        <w:t xml:space="preserve">, </w:t>
      </w:r>
      <w:r w:rsidRPr="00DA4E77">
        <w:t>en courant</w:t>
      </w:r>
      <w:r w:rsidR="00276CCE">
        <w:t xml:space="preserve">, </w:t>
      </w:r>
      <w:r w:rsidRPr="00DA4E77">
        <w:t>de massacres et d</w:t>
      </w:r>
      <w:r w:rsidR="00276CCE">
        <w:t>’</w:t>
      </w:r>
      <w:r w:rsidRPr="00DA4E77">
        <w:t>incendies</w:t>
      </w:r>
      <w:r w:rsidR="00276CCE">
        <w:t xml:space="preserve">, </w:t>
      </w:r>
      <w:r w:rsidRPr="00DA4E77">
        <w:t>d</w:t>
      </w:r>
      <w:r w:rsidR="00276CCE">
        <w:t>’</w:t>
      </w:r>
      <w:r w:rsidRPr="00DA4E77">
        <w:t>invasions par l</w:t>
      </w:r>
      <w:r w:rsidR="00276CCE">
        <w:t>’</w:t>
      </w:r>
      <w:r w:rsidRPr="00DA4E77">
        <w:t>occident s</w:t>
      </w:r>
      <w:r w:rsidR="00276CCE">
        <w:t>’</w:t>
      </w:r>
      <w:r w:rsidRPr="00DA4E77">
        <w:t>ils vont vers l</w:t>
      </w:r>
      <w:r w:rsidR="00276CCE">
        <w:t>’</w:t>
      </w:r>
      <w:r w:rsidRPr="00DA4E77">
        <w:t>orient</w:t>
      </w:r>
      <w:r w:rsidR="00276CCE">
        <w:t xml:space="preserve">, </w:t>
      </w:r>
      <w:r w:rsidRPr="00DA4E77">
        <w:t>par l</w:t>
      </w:r>
      <w:r w:rsidR="00276CCE">
        <w:t>’</w:t>
      </w:r>
      <w:r w:rsidRPr="00DA4E77">
        <w:t>orient s</w:t>
      </w:r>
      <w:r w:rsidR="00276CCE">
        <w:t>’</w:t>
      </w:r>
      <w:r w:rsidRPr="00DA4E77">
        <w:t>ils vont vers l</w:t>
      </w:r>
      <w:r w:rsidR="00276CCE">
        <w:t>’</w:t>
      </w:r>
      <w:r w:rsidRPr="00DA4E77">
        <w:t>occident</w:t>
      </w:r>
      <w:r w:rsidR="00276CCE">
        <w:t>.</w:t>
      </w:r>
    </w:p>
    <w:p w14:paraId="1050770E" w14:textId="77777777" w:rsidR="00276CCE" w:rsidRDefault="002A4158" w:rsidP="002A4158">
      <w:r w:rsidRPr="00DA4E77">
        <w:t>Pourtant</w:t>
      </w:r>
      <w:r w:rsidR="00276CCE">
        <w:t xml:space="preserve">, </w:t>
      </w:r>
      <w:r w:rsidRPr="00DA4E77">
        <w:t>peu à peu</w:t>
      </w:r>
      <w:r w:rsidR="00276CCE">
        <w:t xml:space="preserve">, </w:t>
      </w:r>
      <w:r w:rsidRPr="00DA4E77">
        <w:t>une rumeur plus précise circule</w:t>
      </w:r>
      <w:r w:rsidR="00276CCE">
        <w:t xml:space="preserve">. </w:t>
      </w:r>
      <w:r w:rsidRPr="00DA4E77">
        <w:t>Ceux qui montent vers les terrasses</w:t>
      </w:r>
      <w:r w:rsidR="00276CCE">
        <w:t xml:space="preserve">, </w:t>
      </w:r>
      <w:r w:rsidRPr="00DA4E77">
        <w:t>fatigués de croiser sans cesse des groupes qui roulent vers la mer</w:t>
      </w:r>
      <w:r w:rsidR="00276CCE">
        <w:t xml:space="preserve">, </w:t>
      </w:r>
      <w:r w:rsidRPr="00DA4E77">
        <w:t>leur crient</w:t>
      </w:r>
      <w:r w:rsidR="00276CCE">
        <w:t> :</w:t>
      </w:r>
    </w:p>
    <w:p w14:paraId="23655EE1" w14:textId="77777777" w:rsidR="00276CCE" w:rsidRDefault="00276CCE" w:rsidP="002A4158">
      <w:r>
        <w:t>— </w:t>
      </w:r>
      <w:r w:rsidR="002A4158" w:rsidRPr="00DA4E77">
        <w:t>Qu</w:t>
      </w:r>
      <w:r>
        <w:t>’</w:t>
      </w:r>
      <w:r w:rsidR="002A4158" w:rsidRPr="00DA4E77">
        <w:t>allez-vous chercher vers les ports</w:t>
      </w:r>
      <w:r>
        <w:t xml:space="preserve"> ? </w:t>
      </w:r>
      <w:r w:rsidR="002A4158" w:rsidRPr="00DA4E77">
        <w:t>vous savez bien qu</w:t>
      </w:r>
      <w:r>
        <w:t>’</w:t>
      </w:r>
      <w:r w:rsidR="002A4158" w:rsidRPr="00DA4E77">
        <w:t>il n</w:t>
      </w:r>
      <w:r>
        <w:t>’</w:t>
      </w:r>
      <w:r w:rsidR="002A4158" w:rsidRPr="00DA4E77">
        <w:t>y a plus de vaisseaux dans la rade</w:t>
      </w:r>
      <w:r>
        <w:t> ?</w:t>
      </w:r>
    </w:p>
    <w:p w14:paraId="274B7D8B" w14:textId="77777777" w:rsidR="00276CCE" w:rsidRDefault="00276CCE" w:rsidP="002A4158">
      <w:r>
        <w:t>— </w:t>
      </w:r>
      <w:r w:rsidR="002A4158" w:rsidRPr="00DA4E77">
        <w:t>Mais que faire donc</w:t>
      </w:r>
      <w:r>
        <w:t xml:space="preserve"> ? </w:t>
      </w:r>
      <w:r w:rsidR="002A4158" w:rsidRPr="00DA4E77">
        <w:t>répliquent les fuyards qui desce</w:t>
      </w:r>
      <w:r w:rsidR="002A4158" w:rsidRPr="00DA4E77">
        <w:t>n</w:t>
      </w:r>
      <w:r w:rsidR="002A4158" w:rsidRPr="00DA4E77">
        <w:t>dent</w:t>
      </w:r>
      <w:r>
        <w:t xml:space="preserve">. </w:t>
      </w:r>
      <w:r w:rsidR="002A4158" w:rsidRPr="00DA4E77">
        <w:t>On dit que les esclaves noirs vont nous envahir par terre</w:t>
      </w:r>
      <w:r>
        <w:t> ?</w:t>
      </w:r>
    </w:p>
    <w:p w14:paraId="4C3A03A0" w14:textId="77777777" w:rsidR="00276CCE" w:rsidRDefault="002A4158" w:rsidP="002A4158">
      <w:r w:rsidRPr="00DA4E77">
        <w:t>Et les remous recommencent</w:t>
      </w:r>
      <w:r w:rsidR="00276CCE">
        <w:t xml:space="preserve">, </w:t>
      </w:r>
      <w:r w:rsidRPr="00DA4E77">
        <w:t>tumultueux et indécis</w:t>
      </w:r>
      <w:r w:rsidR="00276CCE">
        <w:t xml:space="preserve">. </w:t>
      </w:r>
      <w:r w:rsidRPr="00DA4E77">
        <w:t>Une clameur s</w:t>
      </w:r>
      <w:r w:rsidR="00276CCE">
        <w:t>’</w:t>
      </w:r>
      <w:r w:rsidRPr="00DA4E77">
        <w:t>élève bientôt</w:t>
      </w:r>
      <w:r w:rsidR="00276CCE">
        <w:t> :</w:t>
      </w:r>
    </w:p>
    <w:p w14:paraId="5D1A4FB3" w14:textId="77777777" w:rsidR="00276CCE" w:rsidRDefault="00276CCE" w:rsidP="002A4158">
      <w:r>
        <w:t>— </w:t>
      </w:r>
      <w:r w:rsidR="002A4158" w:rsidRPr="00DA4E77">
        <w:t>À la Terrasse Sainte</w:t>
      </w:r>
      <w:r>
        <w:t> !</w:t>
      </w:r>
    </w:p>
    <w:p w14:paraId="5328F8AC" w14:textId="77777777" w:rsidR="00276CCE" w:rsidRDefault="002A4158" w:rsidP="002A4158">
      <w:r w:rsidRPr="00DA4E77">
        <w:t>Et l</w:t>
      </w:r>
      <w:r w:rsidR="00276CCE">
        <w:t>’</w:t>
      </w:r>
      <w:r w:rsidRPr="00DA4E77">
        <w:t>on entend se répercuter</w:t>
      </w:r>
      <w:r w:rsidR="00276CCE">
        <w:t xml:space="preserve">, </w:t>
      </w:r>
      <w:r w:rsidRPr="00DA4E77">
        <w:t>dans la Cité entière</w:t>
      </w:r>
      <w:r w:rsidR="00276CCE">
        <w:t xml:space="preserve">, </w:t>
      </w:r>
      <w:r w:rsidRPr="00DA4E77">
        <w:t>ce cri unique</w:t>
      </w:r>
      <w:r w:rsidR="00276CCE">
        <w:t xml:space="preserve">, </w:t>
      </w:r>
      <w:r w:rsidRPr="00DA4E77">
        <w:t>formidable</w:t>
      </w:r>
      <w:r w:rsidR="00276CCE">
        <w:t> :</w:t>
      </w:r>
    </w:p>
    <w:p w14:paraId="48BC1BF3" w14:textId="77777777" w:rsidR="00276CCE" w:rsidRDefault="00276CCE" w:rsidP="002A4158">
      <w:r>
        <w:t>— </w:t>
      </w:r>
      <w:r w:rsidR="002A4158" w:rsidRPr="00DA4E77">
        <w:t>À la Terrasse Sainte</w:t>
      </w:r>
      <w:r>
        <w:t> !</w:t>
      </w:r>
    </w:p>
    <w:p w14:paraId="6DAF0C0F" w14:textId="77777777" w:rsidR="00276CCE" w:rsidRDefault="00276CCE" w:rsidP="002A4158">
      <w:r>
        <w:t>— </w:t>
      </w:r>
      <w:r w:rsidR="002A4158" w:rsidRPr="00DA4E77">
        <w:t>Oui</w:t>
      </w:r>
      <w:r>
        <w:t xml:space="preserve">, </w:t>
      </w:r>
      <w:r w:rsidR="002A4158" w:rsidRPr="00DA4E77">
        <w:t>oui</w:t>
      </w:r>
      <w:r>
        <w:t xml:space="preserve">, </w:t>
      </w:r>
      <w:r w:rsidR="002A4158" w:rsidRPr="00DA4E77">
        <w:t>affirment les femmes rassurées</w:t>
      </w:r>
      <w:r>
        <w:t xml:space="preserve">, </w:t>
      </w:r>
      <w:proofErr w:type="spellStart"/>
      <w:r w:rsidR="002A4158" w:rsidRPr="00DA4E77">
        <w:t>allons nous</w:t>
      </w:r>
      <w:proofErr w:type="spellEnd"/>
      <w:r w:rsidR="002A4158" w:rsidRPr="00DA4E77">
        <w:t xml:space="preserve"> abriter sous les ailes du Sphinx</w:t>
      </w:r>
      <w:r>
        <w:t> !</w:t>
      </w:r>
    </w:p>
    <w:p w14:paraId="7E0ECD2D" w14:textId="77777777" w:rsidR="00276CCE" w:rsidRDefault="00276CCE" w:rsidP="002A4158">
      <w:r>
        <w:lastRenderedPageBreak/>
        <w:t>— </w:t>
      </w:r>
      <w:r w:rsidR="002A4158" w:rsidRPr="00DA4E77">
        <w:t>Gloire au Sphinx</w:t>
      </w:r>
      <w:r>
        <w:t xml:space="preserve"> ! </w:t>
      </w:r>
      <w:r w:rsidR="002A4158" w:rsidRPr="00DA4E77">
        <w:t>Gloire au Sphinx</w:t>
      </w:r>
      <w:r>
        <w:t> !</w:t>
      </w:r>
    </w:p>
    <w:p w14:paraId="36D38C7E" w14:textId="77777777" w:rsidR="00276CCE" w:rsidRDefault="00276CCE" w:rsidP="002A4158">
      <w:r>
        <w:t>— </w:t>
      </w:r>
      <w:r w:rsidR="002A4158" w:rsidRPr="00DA4E77">
        <w:t>Sphinx invisible</w:t>
      </w:r>
      <w:r>
        <w:t xml:space="preserve">, </w:t>
      </w:r>
      <w:r w:rsidR="002A4158" w:rsidRPr="00DA4E77">
        <w:t>aie pitié de ton peuple</w:t>
      </w:r>
      <w:r>
        <w:t> !</w:t>
      </w:r>
    </w:p>
    <w:p w14:paraId="5721F364" w14:textId="77777777" w:rsidR="00276CCE" w:rsidRDefault="002A4158" w:rsidP="002A4158">
      <w:r w:rsidRPr="00DA4E77">
        <w:t>Et</w:t>
      </w:r>
      <w:r w:rsidR="00276CCE">
        <w:t xml:space="preserve">, </w:t>
      </w:r>
      <w:r w:rsidRPr="00DA4E77">
        <w:t>reprenant vigueur pour leur course</w:t>
      </w:r>
      <w:r w:rsidR="00276CCE">
        <w:t xml:space="preserve">, </w:t>
      </w:r>
      <w:r w:rsidRPr="00DA4E77">
        <w:t>hommes et fe</w:t>
      </w:r>
      <w:r w:rsidRPr="00DA4E77">
        <w:t>m</w:t>
      </w:r>
      <w:r w:rsidRPr="00DA4E77">
        <w:t>mes</w:t>
      </w:r>
      <w:r w:rsidR="00276CCE">
        <w:t xml:space="preserve">, </w:t>
      </w:r>
      <w:r w:rsidRPr="00DA4E77">
        <w:t>par le chemin le plus rapide</w:t>
      </w:r>
      <w:r w:rsidR="00276CCE">
        <w:t xml:space="preserve">, </w:t>
      </w:r>
      <w:r w:rsidRPr="00DA4E77">
        <w:t>se précipitent vers l</w:t>
      </w:r>
      <w:r w:rsidR="00276CCE">
        <w:t>’</w:t>
      </w:r>
      <w:r w:rsidRPr="00DA4E77">
        <w:t>esplanade située devant le Palais de l</w:t>
      </w:r>
      <w:r w:rsidR="00276CCE">
        <w:t>’</w:t>
      </w:r>
      <w:r w:rsidRPr="00DA4E77">
        <w:t>Empire</w:t>
      </w:r>
      <w:r w:rsidR="00276CCE">
        <w:t>.</w:t>
      </w:r>
    </w:p>
    <w:p w14:paraId="5EC8F7DC" w14:textId="77777777" w:rsidR="00276CCE" w:rsidRDefault="002A4158" w:rsidP="002A4158">
      <w:r w:rsidRPr="00DA4E77">
        <w:t>Au commencement</w:t>
      </w:r>
      <w:r w:rsidR="00276CCE">
        <w:t xml:space="preserve">, </w:t>
      </w:r>
      <w:r w:rsidRPr="00DA4E77">
        <w:t>par toutes les rues</w:t>
      </w:r>
      <w:r w:rsidR="00276CCE">
        <w:t xml:space="preserve">, </w:t>
      </w:r>
      <w:r w:rsidRPr="00DA4E77">
        <w:t>le peuple s</w:t>
      </w:r>
      <w:r w:rsidR="00276CCE">
        <w:t>’</w:t>
      </w:r>
      <w:r w:rsidRPr="00DA4E77">
        <w:t>écoule d</w:t>
      </w:r>
      <w:r w:rsidR="00276CCE">
        <w:t>’</w:t>
      </w:r>
      <w:r w:rsidRPr="00DA4E77">
        <w:t>un pas égal</w:t>
      </w:r>
      <w:r w:rsidR="00276CCE">
        <w:t xml:space="preserve">, </w:t>
      </w:r>
      <w:r w:rsidRPr="00DA4E77">
        <w:t>sans heurt ni trouble</w:t>
      </w:r>
      <w:r w:rsidR="00276CCE">
        <w:t xml:space="preserve">, </w:t>
      </w:r>
      <w:r w:rsidRPr="00DA4E77">
        <w:t>comme un fleuve aux v</w:t>
      </w:r>
      <w:r w:rsidRPr="00DA4E77">
        <w:t>a</w:t>
      </w:r>
      <w:r w:rsidRPr="00DA4E77">
        <w:t>gues pressées mais régulières</w:t>
      </w:r>
      <w:r w:rsidR="00276CCE">
        <w:t xml:space="preserve">, </w:t>
      </w:r>
      <w:r w:rsidRPr="00DA4E77">
        <w:t>roulant entre deux rives maje</w:t>
      </w:r>
      <w:r w:rsidRPr="00DA4E77">
        <w:t>s</w:t>
      </w:r>
      <w:r w:rsidRPr="00DA4E77">
        <w:t>tueuses</w:t>
      </w:r>
      <w:r w:rsidR="00276CCE">
        <w:t>.</w:t>
      </w:r>
    </w:p>
    <w:p w14:paraId="5B10E57A" w14:textId="77777777" w:rsidR="00276CCE" w:rsidRDefault="002A4158" w:rsidP="002A4158">
      <w:r w:rsidRPr="00DA4E77">
        <w:t>Cependant</w:t>
      </w:r>
      <w:r w:rsidR="00276CCE">
        <w:t xml:space="preserve">, </w:t>
      </w:r>
      <w:r w:rsidRPr="00DA4E77">
        <w:t>à mesure qu</w:t>
      </w:r>
      <w:r w:rsidR="00276CCE">
        <w:t>’</w:t>
      </w:r>
      <w:r w:rsidRPr="00DA4E77">
        <w:t>on avance vers la place de l</w:t>
      </w:r>
      <w:r w:rsidR="00276CCE">
        <w:t>’</w:t>
      </w:r>
      <w:r w:rsidRPr="00DA4E77">
        <w:t>Empire</w:t>
      </w:r>
      <w:r w:rsidR="00276CCE">
        <w:t xml:space="preserve">, </w:t>
      </w:r>
      <w:r w:rsidRPr="00DA4E77">
        <w:t>les larges avenues se rejoignent toutes en confluents tumultueux</w:t>
      </w:r>
      <w:r w:rsidR="00276CCE">
        <w:t xml:space="preserve"> ; </w:t>
      </w:r>
      <w:r w:rsidRPr="00DA4E77">
        <w:t>l</w:t>
      </w:r>
      <w:r w:rsidR="00276CCE">
        <w:t>’</w:t>
      </w:r>
      <w:r w:rsidRPr="00DA4E77">
        <w:t>espace se resserre et le flot de la foule augmente sans répit</w:t>
      </w:r>
      <w:r w:rsidR="00276CCE">
        <w:t xml:space="preserve">, </w:t>
      </w:r>
      <w:r w:rsidRPr="00DA4E77">
        <w:t>sous un tourbillon de poussière aveuglante</w:t>
      </w:r>
      <w:r w:rsidR="00276CCE">
        <w:t>.</w:t>
      </w:r>
    </w:p>
    <w:p w14:paraId="6980D507" w14:textId="77777777" w:rsidR="00276CCE" w:rsidRDefault="002A4158" w:rsidP="002A4158">
      <w:r w:rsidRPr="00DA4E77">
        <w:t>Alors les conflits</w:t>
      </w:r>
      <w:r w:rsidR="00276CCE">
        <w:t xml:space="preserve">, </w:t>
      </w:r>
      <w:r w:rsidRPr="00DA4E77">
        <w:t>les heurts</w:t>
      </w:r>
      <w:r w:rsidR="00276CCE">
        <w:t xml:space="preserve">, </w:t>
      </w:r>
      <w:r w:rsidRPr="00DA4E77">
        <w:t>les cris</w:t>
      </w:r>
      <w:r w:rsidR="00276CCE">
        <w:t xml:space="preserve">, </w:t>
      </w:r>
      <w:r w:rsidRPr="00DA4E77">
        <w:t>les appels recomme</w:t>
      </w:r>
      <w:r w:rsidRPr="00DA4E77">
        <w:t>n</w:t>
      </w:r>
      <w:r w:rsidRPr="00DA4E77">
        <w:t>cent</w:t>
      </w:r>
      <w:r w:rsidR="00276CCE">
        <w:t xml:space="preserve">. </w:t>
      </w:r>
      <w:r w:rsidRPr="00DA4E77">
        <w:t>Aux croisements des rues</w:t>
      </w:r>
      <w:r w:rsidR="00276CCE">
        <w:t xml:space="preserve">, </w:t>
      </w:r>
      <w:r w:rsidRPr="00DA4E77">
        <w:t>les deux fleuves se disputent à qui passera le premier</w:t>
      </w:r>
      <w:r w:rsidR="00276CCE">
        <w:t xml:space="preserve">, </w:t>
      </w:r>
      <w:r w:rsidRPr="00DA4E77">
        <w:t>et tant pis pour les faibles</w:t>
      </w:r>
      <w:r w:rsidR="00276CCE">
        <w:t xml:space="preserve"> ! </w:t>
      </w:r>
      <w:r w:rsidRPr="00DA4E77">
        <w:t>les forts l</w:t>
      </w:r>
      <w:r w:rsidR="00276CCE">
        <w:t>’</w:t>
      </w:r>
      <w:r w:rsidRPr="00DA4E77">
        <w:t>emportent à coups de poing</w:t>
      </w:r>
      <w:r w:rsidR="00276CCE">
        <w:t xml:space="preserve">. </w:t>
      </w:r>
      <w:r w:rsidRPr="00DA4E77">
        <w:t>Des enfants</w:t>
      </w:r>
      <w:r w:rsidR="00276CCE">
        <w:t xml:space="preserve">, </w:t>
      </w:r>
      <w:r w:rsidRPr="00DA4E77">
        <w:t>broyés dans la foule</w:t>
      </w:r>
      <w:r w:rsidR="00276CCE">
        <w:t xml:space="preserve">, </w:t>
      </w:r>
      <w:r w:rsidRPr="00DA4E77">
        <w:t>poussent des cris de mort qu</w:t>
      </w:r>
      <w:r w:rsidR="00276CCE">
        <w:t>’</w:t>
      </w:r>
      <w:r w:rsidRPr="00DA4E77">
        <w:t>étouffent les pas de la tourbe e</w:t>
      </w:r>
      <w:r w:rsidRPr="00DA4E77">
        <w:t>n</w:t>
      </w:r>
      <w:r w:rsidRPr="00DA4E77">
        <w:t>traînée</w:t>
      </w:r>
      <w:r w:rsidR="00276CCE">
        <w:t xml:space="preserve">. </w:t>
      </w:r>
      <w:r w:rsidRPr="00DA4E77">
        <w:t>Des femmes écrasées entre deux courants de populace déchirent l</w:t>
      </w:r>
      <w:r w:rsidR="00276CCE">
        <w:t>’</w:t>
      </w:r>
      <w:r w:rsidRPr="00DA4E77">
        <w:t>air de leurs glapissements</w:t>
      </w:r>
      <w:r w:rsidR="00276CCE">
        <w:t xml:space="preserve">. </w:t>
      </w:r>
      <w:r w:rsidRPr="00DA4E77">
        <w:t>Des pères et des maris s</w:t>
      </w:r>
      <w:r w:rsidR="00276CCE">
        <w:t>’</w:t>
      </w:r>
      <w:r w:rsidRPr="00DA4E77">
        <w:t>élancent pour les défendre</w:t>
      </w:r>
      <w:r w:rsidR="00276CCE">
        <w:t xml:space="preserve"> ; </w:t>
      </w:r>
      <w:r w:rsidRPr="00DA4E77">
        <w:t>mais les indifférents continuent à avancer</w:t>
      </w:r>
      <w:r w:rsidR="00276CCE">
        <w:t xml:space="preserve">, </w:t>
      </w:r>
      <w:r w:rsidRPr="00DA4E77">
        <w:t>sans s</w:t>
      </w:r>
      <w:r w:rsidR="00276CCE">
        <w:t>’</w:t>
      </w:r>
      <w:r w:rsidRPr="00DA4E77">
        <w:t>attarder à des pitiés inutiles</w:t>
      </w:r>
      <w:r w:rsidR="00276CCE">
        <w:t xml:space="preserve">, </w:t>
      </w:r>
      <w:r w:rsidRPr="00DA4E77">
        <w:t>et peu à peu les c</w:t>
      </w:r>
      <w:r w:rsidRPr="00DA4E77">
        <w:t>a</w:t>
      </w:r>
      <w:r w:rsidRPr="00DA4E77">
        <w:t>davres s</w:t>
      </w:r>
      <w:r w:rsidR="00276CCE">
        <w:t>’</w:t>
      </w:r>
      <w:r w:rsidRPr="00DA4E77">
        <w:t>accumulent dans les carrefours</w:t>
      </w:r>
      <w:r w:rsidR="00276CCE">
        <w:t xml:space="preserve">. </w:t>
      </w:r>
      <w:r w:rsidRPr="00DA4E77">
        <w:t>Alors</w:t>
      </w:r>
      <w:r w:rsidR="00276CCE">
        <w:t xml:space="preserve">, </w:t>
      </w:r>
      <w:r w:rsidRPr="00DA4E77">
        <w:t>comme si la mort appelait la mort</w:t>
      </w:r>
      <w:r w:rsidR="00276CCE">
        <w:t xml:space="preserve">, </w:t>
      </w:r>
      <w:r w:rsidRPr="00DA4E77">
        <w:t>voici que les fleuves humains se déve</w:t>
      </w:r>
      <w:r w:rsidRPr="00DA4E77">
        <w:t>r</w:t>
      </w:r>
      <w:r w:rsidRPr="00DA4E77">
        <w:t>sent les uns sur les autres</w:t>
      </w:r>
      <w:r w:rsidR="00276CCE">
        <w:t xml:space="preserve"> ; </w:t>
      </w:r>
      <w:r w:rsidRPr="00DA4E77">
        <w:t>des poings furieux s</w:t>
      </w:r>
      <w:r w:rsidR="00276CCE">
        <w:t>’</w:t>
      </w:r>
      <w:r w:rsidRPr="00DA4E77">
        <w:t>abattent sur des faces sanglantes</w:t>
      </w:r>
      <w:r w:rsidR="00276CCE">
        <w:t xml:space="preserve">, </w:t>
      </w:r>
      <w:r w:rsidRPr="00DA4E77">
        <w:t>des mains serrent des gorges inconnues</w:t>
      </w:r>
      <w:r w:rsidR="00276CCE">
        <w:t xml:space="preserve">, </w:t>
      </w:r>
      <w:r w:rsidRPr="00DA4E77">
        <w:t>des couteaux s</w:t>
      </w:r>
      <w:r w:rsidR="00276CCE">
        <w:t>’</w:t>
      </w:r>
      <w:r w:rsidRPr="00DA4E77">
        <w:t>enfoncent dans des entrailles</w:t>
      </w:r>
      <w:r w:rsidR="00276CCE">
        <w:t xml:space="preserve"> ; </w:t>
      </w:r>
      <w:r w:rsidRPr="00DA4E77">
        <w:t>des pieds écrasent des chairs meurtries</w:t>
      </w:r>
      <w:r w:rsidR="00276CCE">
        <w:t xml:space="preserve">. </w:t>
      </w:r>
      <w:r w:rsidRPr="00DA4E77">
        <w:t>Et</w:t>
      </w:r>
      <w:r w:rsidR="00276CCE">
        <w:t xml:space="preserve">, </w:t>
      </w:r>
      <w:r w:rsidRPr="00DA4E77">
        <w:t>sur les belles places ombragées où les jets d</w:t>
      </w:r>
      <w:r w:rsidR="00276CCE">
        <w:t>’</w:t>
      </w:r>
      <w:r w:rsidRPr="00DA4E77">
        <w:t>eau murmurent dans les fontaines</w:t>
      </w:r>
      <w:r w:rsidR="00276CCE">
        <w:t xml:space="preserve">, </w:t>
      </w:r>
      <w:r w:rsidRPr="00DA4E77">
        <w:t xml:space="preserve">sur les bords des avenues où ruissellent les </w:t>
      </w:r>
      <w:r w:rsidRPr="00DA4E77">
        <w:lastRenderedPageBreak/>
        <w:t>cascades des collines</w:t>
      </w:r>
      <w:r w:rsidR="00276CCE">
        <w:t xml:space="preserve">, </w:t>
      </w:r>
      <w:r w:rsidRPr="00DA4E77">
        <w:t>le sang se mêle à l</w:t>
      </w:r>
      <w:r w:rsidR="00276CCE">
        <w:t>’</w:t>
      </w:r>
      <w:r w:rsidRPr="00DA4E77">
        <w:t>eau souillée</w:t>
      </w:r>
      <w:r w:rsidR="00276CCE">
        <w:t xml:space="preserve"> ; </w:t>
      </w:r>
      <w:r w:rsidRPr="00DA4E77">
        <w:t>et l</w:t>
      </w:r>
      <w:r w:rsidR="00276CCE">
        <w:t>’</w:t>
      </w:r>
      <w:r w:rsidRPr="00DA4E77">
        <w:t>eau</w:t>
      </w:r>
      <w:r w:rsidR="00276CCE">
        <w:t xml:space="preserve">, </w:t>
      </w:r>
      <w:r w:rsidRPr="00DA4E77">
        <w:t>entravée dans son cours par les tas de morts et de blessés</w:t>
      </w:r>
      <w:r w:rsidR="00276CCE">
        <w:t xml:space="preserve">, </w:t>
      </w:r>
      <w:r w:rsidRPr="00DA4E77">
        <w:t>se répand à travers les chaussées en flaques de boue rouge et noire</w:t>
      </w:r>
      <w:r w:rsidR="00276CCE">
        <w:t>.</w:t>
      </w:r>
    </w:p>
    <w:p w14:paraId="62DE90C8" w14:textId="77777777" w:rsidR="00276CCE" w:rsidRDefault="00276CCE" w:rsidP="002A4158">
      <w:r>
        <w:t>— </w:t>
      </w:r>
      <w:r w:rsidR="002A4158" w:rsidRPr="00DA4E77">
        <w:t>Avancez</w:t>
      </w:r>
      <w:r>
        <w:t xml:space="preserve"> ! </w:t>
      </w:r>
      <w:r w:rsidR="002A4158" w:rsidRPr="00DA4E77">
        <w:t>avancez donc</w:t>
      </w:r>
      <w:r>
        <w:t xml:space="preserve"> ! </w:t>
      </w:r>
      <w:r w:rsidR="002A4158" w:rsidRPr="00DA4E77">
        <w:t>hurlent les derniers venus</w:t>
      </w:r>
      <w:r>
        <w:t xml:space="preserve">, </w:t>
      </w:r>
      <w:r w:rsidR="002A4158" w:rsidRPr="00DA4E77">
        <w:t>re</w:t>
      </w:r>
      <w:r w:rsidR="002A4158" w:rsidRPr="00DA4E77">
        <w:t>n</w:t>
      </w:r>
      <w:r w:rsidR="002A4158" w:rsidRPr="00DA4E77">
        <w:t>dus furieux par la résistance</w:t>
      </w:r>
      <w:r>
        <w:t xml:space="preserve">. </w:t>
      </w:r>
      <w:r w:rsidR="002A4158" w:rsidRPr="00DA4E77">
        <w:t>Nous n</w:t>
      </w:r>
      <w:r>
        <w:t>’</w:t>
      </w:r>
      <w:r w:rsidR="002A4158" w:rsidRPr="00DA4E77">
        <w:t>arriverons jamais à la place de l</w:t>
      </w:r>
      <w:r>
        <w:t>’</w:t>
      </w:r>
      <w:r w:rsidR="002A4158" w:rsidRPr="00DA4E77">
        <w:t>Empire</w:t>
      </w:r>
      <w:r>
        <w:t>.</w:t>
      </w:r>
    </w:p>
    <w:p w14:paraId="39364DCA" w14:textId="77777777" w:rsidR="00276CCE" w:rsidRDefault="00276CCE" w:rsidP="002A4158">
      <w:r>
        <w:t>— </w:t>
      </w:r>
      <w:r w:rsidR="002A4158" w:rsidRPr="00DA4E77">
        <w:t>Reculez</w:t>
      </w:r>
      <w:r>
        <w:t xml:space="preserve"> ! </w:t>
      </w:r>
      <w:r w:rsidR="002A4158" w:rsidRPr="00DA4E77">
        <w:t>Reculez</w:t>
      </w:r>
      <w:r>
        <w:t xml:space="preserve"> ! </w:t>
      </w:r>
      <w:r w:rsidR="002A4158" w:rsidRPr="00DA4E77">
        <w:t>par pitié</w:t>
      </w:r>
      <w:r>
        <w:t xml:space="preserve"> ! </w:t>
      </w:r>
      <w:r w:rsidR="002A4158" w:rsidRPr="00DA4E77">
        <w:t>vocifèrent ceux qui st</w:t>
      </w:r>
      <w:r w:rsidR="002A4158" w:rsidRPr="00DA4E77">
        <w:t>a</w:t>
      </w:r>
      <w:r w:rsidR="002A4158" w:rsidRPr="00DA4E77">
        <w:t>gnent au milieu</w:t>
      </w:r>
      <w:r>
        <w:t xml:space="preserve">. </w:t>
      </w:r>
      <w:r w:rsidR="002A4158" w:rsidRPr="00DA4E77">
        <w:t>La place de l</w:t>
      </w:r>
      <w:r>
        <w:t>’</w:t>
      </w:r>
      <w:r w:rsidR="002A4158" w:rsidRPr="00DA4E77">
        <w:t>Empire regorge de monde</w:t>
      </w:r>
      <w:r>
        <w:t>.</w:t>
      </w:r>
    </w:p>
    <w:p w14:paraId="526B3BB1" w14:textId="77777777" w:rsidR="00276CCE" w:rsidRDefault="00276CCE" w:rsidP="002A4158">
      <w:r>
        <w:t>— </w:t>
      </w:r>
      <w:r w:rsidR="002A4158" w:rsidRPr="00DA4E77">
        <w:t>Fuyez vers la mer</w:t>
      </w:r>
      <w:r>
        <w:t xml:space="preserve">, </w:t>
      </w:r>
      <w:r w:rsidR="002A4158" w:rsidRPr="00DA4E77">
        <w:t>il y aura peut-être un refuge dans quelque île</w:t>
      </w:r>
      <w:r>
        <w:t xml:space="preserve"> ; </w:t>
      </w:r>
      <w:r w:rsidR="002A4158" w:rsidRPr="00DA4E77">
        <w:t>ici</w:t>
      </w:r>
      <w:r>
        <w:t xml:space="preserve">, </w:t>
      </w:r>
      <w:r w:rsidR="002A4158" w:rsidRPr="00DA4E77">
        <w:t>tout effort est vain</w:t>
      </w:r>
      <w:r>
        <w:t> !</w:t>
      </w:r>
    </w:p>
    <w:p w14:paraId="3A1ABED1" w14:textId="77777777" w:rsidR="00276CCE" w:rsidRDefault="00276CCE" w:rsidP="002A4158">
      <w:r>
        <w:t>— </w:t>
      </w:r>
      <w:r w:rsidR="002A4158" w:rsidRPr="00DA4E77">
        <w:t>Vain ou non</w:t>
      </w:r>
      <w:r>
        <w:t xml:space="preserve">, </w:t>
      </w:r>
      <w:r w:rsidR="002A4158" w:rsidRPr="00DA4E77">
        <w:t>que vous importe</w:t>
      </w:r>
      <w:r>
        <w:t xml:space="preserve"> ! </w:t>
      </w:r>
      <w:r w:rsidR="002A4158" w:rsidRPr="00DA4E77">
        <w:t>Nous voulons voler sous les ailes du Sphinx</w:t>
      </w:r>
      <w:r>
        <w:t> !</w:t>
      </w:r>
    </w:p>
    <w:p w14:paraId="24002A5D" w14:textId="77777777" w:rsidR="00276CCE" w:rsidRDefault="002A4158" w:rsidP="002A4158">
      <w:r w:rsidRPr="00DA4E77">
        <w:t>Et les derniers groupes arrivés se jettent contre les préc</w:t>
      </w:r>
      <w:r w:rsidRPr="00DA4E77">
        <w:t>é</w:t>
      </w:r>
      <w:r w:rsidRPr="00DA4E77">
        <w:t>dents avec une vigueur qui briserait des pierres</w:t>
      </w:r>
      <w:r w:rsidR="00276CCE">
        <w:t xml:space="preserve">. </w:t>
      </w:r>
      <w:r w:rsidRPr="00DA4E77">
        <w:t>Mais ils ne r</w:t>
      </w:r>
      <w:r w:rsidRPr="00DA4E77">
        <w:t>é</w:t>
      </w:r>
      <w:r w:rsidRPr="00DA4E77">
        <w:t>ussissent qu</w:t>
      </w:r>
      <w:r w:rsidR="00276CCE">
        <w:t>’</w:t>
      </w:r>
      <w:r w:rsidRPr="00DA4E77">
        <w:t>à provoquer çà et là quelques nouveaux étouff</w:t>
      </w:r>
      <w:r w:rsidRPr="00DA4E77">
        <w:t>e</w:t>
      </w:r>
      <w:r w:rsidRPr="00DA4E77">
        <w:t>ments de vieillards et de femmes</w:t>
      </w:r>
      <w:r w:rsidR="00276CCE">
        <w:t xml:space="preserve">, </w:t>
      </w:r>
      <w:r w:rsidRPr="00DA4E77">
        <w:t>la masse humaine devient impénétrable</w:t>
      </w:r>
      <w:r w:rsidR="00276CCE">
        <w:t xml:space="preserve">. </w:t>
      </w:r>
      <w:r w:rsidRPr="00DA4E77">
        <w:t>Tout Atlantis se suspend en grappes pressées contre les flancs de la colline du Sphinx</w:t>
      </w:r>
      <w:r w:rsidR="00276CCE">
        <w:t xml:space="preserve">. </w:t>
      </w:r>
      <w:r w:rsidRPr="00DA4E77">
        <w:t>Et cette foule énorme</w:t>
      </w:r>
      <w:r w:rsidR="00276CCE">
        <w:t xml:space="preserve">, </w:t>
      </w:r>
      <w:r w:rsidRPr="00DA4E77">
        <w:t>accumulée contre elle-même</w:t>
      </w:r>
      <w:r w:rsidR="00276CCE">
        <w:t xml:space="preserve">, </w:t>
      </w:r>
      <w:r w:rsidRPr="00DA4E77">
        <w:t>immobilisée par sa propre hâte aux croisements des avenues</w:t>
      </w:r>
      <w:r w:rsidR="00276CCE">
        <w:t xml:space="preserve">, </w:t>
      </w:r>
      <w:r w:rsidRPr="00DA4E77">
        <w:t>ressemble</w:t>
      </w:r>
      <w:r w:rsidR="00276CCE">
        <w:t xml:space="preserve">, </w:t>
      </w:r>
      <w:r w:rsidRPr="00DA4E77">
        <w:t>du haut de la Terrasse Sacrée</w:t>
      </w:r>
      <w:r w:rsidR="00276CCE">
        <w:t xml:space="preserve">, </w:t>
      </w:r>
      <w:r w:rsidRPr="00DA4E77">
        <w:t>à une monstrueuse pieuvre chassée de la mer</w:t>
      </w:r>
      <w:r w:rsidR="00276CCE">
        <w:t xml:space="preserve">, </w:t>
      </w:r>
      <w:r w:rsidRPr="00DA4E77">
        <w:t>tendant vers le Sphinx muet ses tentacules impuissants</w:t>
      </w:r>
      <w:r w:rsidR="00276CCE">
        <w:t xml:space="preserve">, </w:t>
      </w:r>
      <w:r w:rsidRPr="00DA4E77">
        <w:t>et dont la te</w:t>
      </w:r>
      <w:r w:rsidRPr="00DA4E77">
        <w:t>r</w:t>
      </w:r>
      <w:r w:rsidRPr="00DA4E77">
        <w:t>reur retentirait par des millions de voix désespérées</w:t>
      </w:r>
      <w:r w:rsidR="00276CCE">
        <w:t>…</w:t>
      </w:r>
    </w:p>
    <w:p w14:paraId="482820AD" w14:textId="77777777" w:rsidR="00276CCE" w:rsidRDefault="00276CCE" w:rsidP="00276CCE">
      <w:pPr>
        <w:pStyle w:val="Titre2"/>
        <w:rPr>
          <w:i/>
        </w:rPr>
      </w:pPr>
      <w:bookmarkStart w:id="54" w:name="_Toc194842040"/>
      <w:r w:rsidRPr="00DA4E77">
        <w:lastRenderedPageBreak/>
        <w:t>Scène</w:t>
      </w:r>
      <w:r>
        <w:t> </w:t>
      </w:r>
      <w:r w:rsidRPr="00DA4E77">
        <w:t>XI</w:t>
      </w:r>
      <w:r>
        <w:t xml:space="preserve">. – </w:t>
      </w:r>
      <w:r w:rsidR="002A4158" w:rsidRPr="00DA4E77">
        <w:rPr>
          <w:i/>
        </w:rPr>
        <w:t>La place de l</w:t>
      </w:r>
      <w:r>
        <w:rPr>
          <w:i/>
        </w:rPr>
        <w:t>’</w:t>
      </w:r>
      <w:r w:rsidR="002A4158" w:rsidRPr="00DA4E77">
        <w:rPr>
          <w:i/>
        </w:rPr>
        <w:t>Empire</w:t>
      </w:r>
      <w:r>
        <w:rPr>
          <w:i/>
        </w:rPr>
        <w:t>.</w:t>
      </w:r>
      <w:bookmarkEnd w:id="54"/>
    </w:p>
    <w:p w14:paraId="63A7DE3E" w14:textId="77777777" w:rsidR="00276CCE" w:rsidRDefault="002A4158" w:rsidP="002A4158">
      <w:proofErr w:type="spellStart"/>
      <w:r w:rsidRPr="00DA4E77">
        <w:t>Knephao</w:t>
      </w:r>
      <w:proofErr w:type="spellEnd"/>
      <w:r w:rsidR="00276CCE">
        <w:t xml:space="preserve">, </w:t>
      </w:r>
      <w:r w:rsidRPr="00DA4E77">
        <w:t>cependant</w:t>
      </w:r>
      <w:r w:rsidR="00276CCE">
        <w:t xml:space="preserve">, </w:t>
      </w:r>
      <w:r w:rsidRPr="00DA4E77">
        <w:t>a entendu les clameurs de la foule et a vu monter vers lui cette lourde masse</w:t>
      </w:r>
      <w:r w:rsidR="00276CCE">
        <w:t xml:space="preserve">. </w:t>
      </w:r>
      <w:r w:rsidRPr="00DA4E77">
        <w:t>Pour ne pas repousser les citadins</w:t>
      </w:r>
      <w:r w:rsidR="00276CCE">
        <w:t xml:space="preserve">, </w:t>
      </w:r>
      <w:r w:rsidRPr="00DA4E77">
        <w:t>ni subir leur invasion dans le Palais</w:t>
      </w:r>
      <w:r w:rsidR="00276CCE">
        <w:t xml:space="preserve">, </w:t>
      </w:r>
      <w:r w:rsidRPr="00DA4E77">
        <w:t>le chef des guerriers a fait tendre d</w:t>
      </w:r>
      <w:r w:rsidR="00276CCE">
        <w:t>’</w:t>
      </w:r>
      <w:r w:rsidRPr="00DA4E77">
        <w:t>un bout à l</w:t>
      </w:r>
      <w:r w:rsidR="00276CCE">
        <w:t>’</w:t>
      </w:r>
      <w:r w:rsidRPr="00DA4E77">
        <w:t>autre de la place</w:t>
      </w:r>
      <w:r w:rsidR="00276CCE">
        <w:t xml:space="preserve">, </w:t>
      </w:r>
      <w:r w:rsidRPr="00DA4E77">
        <w:t>surtout d</w:t>
      </w:r>
      <w:r w:rsidRPr="00DA4E77">
        <w:t>e</w:t>
      </w:r>
      <w:r w:rsidRPr="00DA4E77">
        <w:t>vant la Grille d</w:t>
      </w:r>
      <w:r w:rsidR="00276CCE">
        <w:t>’</w:t>
      </w:r>
      <w:r w:rsidRPr="00DA4E77">
        <w:t>Or</w:t>
      </w:r>
      <w:r w:rsidR="00276CCE">
        <w:t xml:space="preserve">, </w:t>
      </w:r>
      <w:r w:rsidRPr="00DA4E77">
        <w:t>d</w:t>
      </w:r>
      <w:r w:rsidR="00276CCE">
        <w:t>’</w:t>
      </w:r>
      <w:r w:rsidRPr="00DA4E77">
        <w:t>énormes chaînes de fer pesant</w:t>
      </w:r>
      <w:r w:rsidR="00276CCE">
        <w:t xml:space="preserve">, </w:t>
      </w:r>
      <w:r w:rsidRPr="00DA4E77">
        <w:t>superp</w:t>
      </w:r>
      <w:r w:rsidRPr="00DA4E77">
        <w:t>o</w:t>
      </w:r>
      <w:r w:rsidRPr="00DA4E77">
        <w:t>sées</w:t>
      </w:r>
      <w:r w:rsidR="00276CCE">
        <w:t xml:space="preserve">, </w:t>
      </w:r>
      <w:r w:rsidRPr="00DA4E77">
        <w:t>et contre lesquelles les foules les plus profondes pourraient se ruer en vain</w:t>
      </w:r>
      <w:r w:rsidR="00276CCE">
        <w:t>.</w:t>
      </w:r>
    </w:p>
    <w:p w14:paraId="0CC3915B" w14:textId="77777777" w:rsidR="00276CCE" w:rsidRDefault="002A4158" w:rsidP="002A4158">
      <w:r w:rsidRPr="00DA4E77">
        <w:t>Par cette précaution</w:t>
      </w:r>
      <w:r w:rsidR="00276CCE">
        <w:t xml:space="preserve">, </w:t>
      </w:r>
      <w:r w:rsidRPr="00DA4E77">
        <w:t>un assez grand espace restera libre devant le palais où lui-même et ses soldats pourront évoluer tout à leur aise</w:t>
      </w:r>
      <w:r w:rsidR="00276CCE">
        <w:t xml:space="preserve">, </w:t>
      </w:r>
      <w:r w:rsidRPr="00DA4E77">
        <w:t>sans écraser des hommes et des femmes aux déplacements de leurs chevaux</w:t>
      </w:r>
      <w:r w:rsidR="00276CCE">
        <w:t>.</w:t>
      </w:r>
    </w:p>
    <w:p w14:paraId="72C5B3CD" w14:textId="77777777" w:rsidR="00276CCE" w:rsidRDefault="002A4158" w:rsidP="002A4158">
      <w:r w:rsidRPr="00DA4E77">
        <w:t>Ensuite</w:t>
      </w:r>
      <w:r w:rsidR="00276CCE">
        <w:t xml:space="preserve">, </w:t>
      </w:r>
      <w:proofErr w:type="spellStart"/>
      <w:r w:rsidRPr="00DA4E77">
        <w:t>Knephao</w:t>
      </w:r>
      <w:proofErr w:type="spellEnd"/>
      <w:r w:rsidRPr="00DA4E77">
        <w:t xml:space="preserve"> fait aligner</w:t>
      </w:r>
      <w:r w:rsidR="00276CCE">
        <w:t xml:space="preserve">, </w:t>
      </w:r>
      <w:r w:rsidRPr="00DA4E77">
        <w:t>à quelque distance derrière les chaînes</w:t>
      </w:r>
      <w:r w:rsidR="00276CCE">
        <w:t xml:space="preserve">, </w:t>
      </w:r>
      <w:r w:rsidRPr="00DA4E77">
        <w:t>des rangs serrés de cavaliers armés de longues la</w:t>
      </w:r>
      <w:r w:rsidRPr="00DA4E77">
        <w:t>n</w:t>
      </w:r>
      <w:r w:rsidRPr="00DA4E77">
        <w:t>ces</w:t>
      </w:r>
      <w:r w:rsidR="00276CCE">
        <w:t xml:space="preserve">, </w:t>
      </w:r>
      <w:r w:rsidRPr="00DA4E77">
        <w:t>cuirassés de bronze</w:t>
      </w:r>
      <w:r w:rsidR="00276CCE">
        <w:t xml:space="preserve">, </w:t>
      </w:r>
      <w:r w:rsidRPr="00DA4E77">
        <w:t>casqués d</w:t>
      </w:r>
      <w:r w:rsidR="00276CCE">
        <w:t>’</w:t>
      </w:r>
      <w:r w:rsidRPr="00DA4E77">
        <w:t>acier</w:t>
      </w:r>
      <w:r w:rsidR="00276CCE">
        <w:t xml:space="preserve">. </w:t>
      </w:r>
      <w:r w:rsidRPr="00DA4E77">
        <w:t>Puis</w:t>
      </w:r>
      <w:r w:rsidR="00276CCE">
        <w:t xml:space="preserve">, </w:t>
      </w:r>
      <w:r w:rsidRPr="00DA4E77">
        <w:t>se mettant d</w:t>
      </w:r>
      <w:r w:rsidRPr="00DA4E77">
        <w:t>e</w:t>
      </w:r>
      <w:r w:rsidRPr="00DA4E77">
        <w:t>vant eux</w:t>
      </w:r>
      <w:r w:rsidR="00276CCE">
        <w:t xml:space="preserve">, </w:t>
      </w:r>
      <w:r w:rsidRPr="00DA4E77">
        <w:t>glaive au fourreau</w:t>
      </w:r>
      <w:r w:rsidR="00276CCE">
        <w:t xml:space="preserve">, </w:t>
      </w:r>
      <w:r w:rsidRPr="00DA4E77">
        <w:t>les mains libres</w:t>
      </w:r>
      <w:r w:rsidR="00276CCE">
        <w:t xml:space="preserve">, </w:t>
      </w:r>
      <w:r w:rsidRPr="00DA4E77">
        <w:t>la visière levée</w:t>
      </w:r>
      <w:r w:rsidR="00276CCE">
        <w:t xml:space="preserve">, </w:t>
      </w:r>
      <w:r w:rsidRPr="00DA4E77">
        <w:t>il attend les événements</w:t>
      </w:r>
      <w:r w:rsidR="00276CCE">
        <w:t>.</w:t>
      </w:r>
    </w:p>
    <w:p w14:paraId="15773015" w14:textId="77777777" w:rsidR="00276CCE" w:rsidRDefault="00276CCE" w:rsidP="002A4158">
      <w:r>
        <w:t>— </w:t>
      </w:r>
      <w:r w:rsidR="002A4158" w:rsidRPr="00DA4E77">
        <w:t>Mes enfants</w:t>
      </w:r>
      <w:r>
        <w:t xml:space="preserve">, </w:t>
      </w:r>
      <w:r w:rsidR="002A4158" w:rsidRPr="00DA4E77">
        <w:t>dit-il en se retournant vers ses soldats et leur parlant sur un ton ému et fraternel qu</w:t>
      </w:r>
      <w:r>
        <w:t>’</w:t>
      </w:r>
      <w:r w:rsidR="002A4158" w:rsidRPr="00DA4E77">
        <w:t>ils n</w:t>
      </w:r>
      <w:r>
        <w:t>’</w:t>
      </w:r>
      <w:r w:rsidR="002A4158" w:rsidRPr="00DA4E77">
        <w:t>ont connu qu</w:t>
      </w:r>
      <w:r>
        <w:t>’</w:t>
      </w:r>
      <w:r w:rsidR="002A4158" w:rsidRPr="00DA4E77">
        <w:t>au matin des grandes batailles</w:t>
      </w:r>
      <w:r>
        <w:t xml:space="preserve"> ; </w:t>
      </w:r>
      <w:r w:rsidR="002A4158" w:rsidRPr="00DA4E77">
        <w:t>mes enfants</w:t>
      </w:r>
      <w:r>
        <w:t xml:space="preserve">, </w:t>
      </w:r>
      <w:r w:rsidR="002A4158" w:rsidRPr="00DA4E77">
        <w:t>la journée d</w:t>
      </w:r>
      <w:r>
        <w:t>’</w:t>
      </w:r>
      <w:r w:rsidR="002A4158" w:rsidRPr="00DA4E77">
        <w:t>aujourd</w:t>
      </w:r>
      <w:r>
        <w:t>’</w:t>
      </w:r>
      <w:r w:rsidR="002A4158" w:rsidRPr="00DA4E77">
        <w:t>hui sera peut-être grave et sanglante</w:t>
      </w:r>
      <w:r>
        <w:t xml:space="preserve">. </w:t>
      </w:r>
      <w:r w:rsidR="002A4158" w:rsidRPr="00DA4E77">
        <w:t>Je compte sur vous comme j</w:t>
      </w:r>
      <w:r>
        <w:t>’</w:t>
      </w:r>
      <w:r w:rsidR="002A4158" w:rsidRPr="00DA4E77">
        <w:t>y ai toujours compté</w:t>
      </w:r>
      <w:r>
        <w:t xml:space="preserve">. </w:t>
      </w:r>
      <w:r w:rsidR="002A4158" w:rsidRPr="00DA4E77">
        <w:t>Mais j</w:t>
      </w:r>
      <w:r>
        <w:t>’</w:t>
      </w:r>
      <w:r w:rsidR="002A4158" w:rsidRPr="00DA4E77">
        <w:t>attends de votre p</w:t>
      </w:r>
      <w:r w:rsidR="002A4158" w:rsidRPr="00DA4E77">
        <w:t>a</w:t>
      </w:r>
      <w:r w:rsidR="002A4158" w:rsidRPr="00DA4E77">
        <w:t>tience plus encore que de votre courage</w:t>
      </w:r>
      <w:r>
        <w:t xml:space="preserve">. </w:t>
      </w:r>
      <w:r w:rsidR="002A4158" w:rsidRPr="00DA4E77">
        <w:t>Quoi que fasse et dise ce peuple</w:t>
      </w:r>
      <w:r>
        <w:t xml:space="preserve">, </w:t>
      </w:r>
      <w:r w:rsidR="002A4158" w:rsidRPr="00DA4E77">
        <w:t>ne frappez pas sur lui</w:t>
      </w:r>
      <w:r>
        <w:t xml:space="preserve">, </w:t>
      </w:r>
      <w:r w:rsidR="002A4158" w:rsidRPr="00DA4E77">
        <w:t>à moins que je ne l</w:t>
      </w:r>
      <w:r>
        <w:t>’</w:t>
      </w:r>
      <w:r w:rsidR="002A4158" w:rsidRPr="00DA4E77">
        <w:t>ordonne</w:t>
      </w:r>
      <w:r>
        <w:t xml:space="preserve">. </w:t>
      </w:r>
      <w:r w:rsidR="002A4158" w:rsidRPr="00DA4E77">
        <w:t>Ce soir</w:t>
      </w:r>
      <w:r>
        <w:t xml:space="preserve">, </w:t>
      </w:r>
      <w:r w:rsidR="002A4158" w:rsidRPr="00DA4E77">
        <w:t>sans doute</w:t>
      </w:r>
      <w:r>
        <w:t xml:space="preserve">, </w:t>
      </w:r>
      <w:r w:rsidR="002A4158" w:rsidRPr="00DA4E77">
        <w:t>vous aurez à manifester votre vaillance d</w:t>
      </w:r>
      <w:r w:rsidR="002A4158" w:rsidRPr="00DA4E77">
        <w:t>e</w:t>
      </w:r>
      <w:r w:rsidR="002A4158" w:rsidRPr="00DA4E77">
        <w:t>vant les rebelles qui vont venir</w:t>
      </w:r>
      <w:r>
        <w:t>.</w:t>
      </w:r>
    </w:p>
    <w:p w14:paraId="74357528" w14:textId="77777777" w:rsidR="00276CCE" w:rsidRDefault="002A4158" w:rsidP="002A4158">
      <w:r w:rsidRPr="00DA4E77">
        <w:t>Les soldats écoutent respectueusement</w:t>
      </w:r>
      <w:r w:rsidR="00276CCE">
        <w:t xml:space="preserve">, </w:t>
      </w:r>
      <w:r w:rsidRPr="00DA4E77">
        <w:t>puis murmurent entre eux</w:t>
      </w:r>
      <w:r w:rsidR="00276CCE">
        <w:t> :</w:t>
      </w:r>
    </w:p>
    <w:p w14:paraId="42AD0603" w14:textId="77777777" w:rsidR="00276CCE" w:rsidRDefault="00276CCE" w:rsidP="002A4158">
      <w:r>
        <w:lastRenderedPageBreak/>
        <w:t>— </w:t>
      </w:r>
      <w:r w:rsidR="002A4158" w:rsidRPr="00DA4E77">
        <w:t>Qu</w:t>
      </w:r>
      <w:r>
        <w:t>’</w:t>
      </w:r>
      <w:r w:rsidR="002A4158" w:rsidRPr="00DA4E77">
        <w:t>a donc notre beau chef</w:t>
      </w:r>
      <w:r>
        <w:t xml:space="preserve">, </w:t>
      </w:r>
      <w:r w:rsidR="002A4158" w:rsidRPr="00DA4E77">
        <w:t>qu</w:t>
      </w:r>
      <w:r>
        <w:t>’</w:t>
      </w:r>
      <w:r w:rsidR="002A4158" w:rsidRPr="00DA4E77">
        <w:t xml:space="preserve">il devient éloquent comme </w:t>
      </w:r>
      <w:proofErr w:type="spellStart"/>
      <w:r w:rsidR="002A4158" w:rsidRPr="00DA4E77">
        <w:t>Hellas</w:t>
      </w:r>
      <w:proofErr w:type="spellEnd"/>
      <w:r w:rsidR="002A4158" w:rsidRPr="00DA4E77">
        <w:t xml:space="preserve"> lui-même</w:t>
      </w:r>
      <w:r>
        <w:t> ?</w:t>
      </w:r>
    </w:p>
    <w:p w14:paraId="7A9A625C" w14:textId="77777777" w:rsidR="00276CCE" w:rsidRDefault="00276CCE" w:rsidP="002A4158">
      <w:r>
        <w:t>— </w:t>
      </w:r>
      <w:r w:rsidR="002A4158" w:rsidRPr="00DA4E77">
        <w:t>Il faut croire que la journée sera chaude</w:t>
      </w:r>
      <w:r>
        <w:t> !</w:t>
      </w:r>
    </w:p>
    <w:p w14:paraId="4A802BC7" w14:textId="77777777" w:rsidR="00276CCE" w:rsidRDefault="002A4158" w:rsidP="002A4158">
      <w:r w:rsidRPr="00DA4E77">
        <w:t>Et les hommes</w:t>
      </w:r>
      <w:r w:rsidR="00276CCE">
        <w:t xml:space="preserve">, </w:t>
      </w:r>
      <w:r w:rsidRPr="00DA4E77">
        <w:t>d</w:t>
      </w:r>
      <w:r w:rsidR="00276CCE">
        <w:t>’</w:t>
      </w:r>
      <w:r w:rsidRPr="00DA4E77">
        <w:t>instinct</w:t>
      </w:r>
      <w:r w:rsidR="00276CCE">
        <w:t xml:space="preserve">, </w:t>
      </w:r>
      <w:r w:rsidRPr="00DA4E77">
        <w:t>se campent sur leur selle</w:t>
      </w:r>
      <w:r w:rsidR="00276CCE">
        <w:t xml:space="preserve">, </w:t>
      </w:r>
      <w:r w:rsidRPr="00DA4E77">
        <w:t>la la</w:t>
      </w:r>
      <w:r w:rsidRPr="00DA4E77">
        <w:t>n</w:t>
      </w:r>
      <w:r w:rsidRPr="00DA4E77">
        <w:t>ce en arrêt</w:t>
      </w:r>
      <w:r w:rsidR="00276CCE">
        <w:t>.</w:t>
      </w:r>
    </w:p>
    <w:p w14:paraId="03C5BA28" w14:textId="77777777" w:rsidR="00276CCE" w:rsidRDefault="00276CCE" w:rsidP="002A4158">
      <w:r>
        <w:t>— </w:t>
      </w:r>
      <w:r w:rsidR="002A4158" w:rsidRPr="00DA4E77">
        <w:t>Du calme</w:t>
      </w:r>
      <w:r>
        <w:t xml:space="preserve"> ! </w:t>
      </w:r>
      <w:r w:rsidR="002A4158" w:rsidRPr="00DA4E77">
        <w:t>du calme</w:t>
      </w:r>
      <w:r>
        <w:t xml:space="preserve"> ! </w:t>
      </w:r>
      <w:r w:rsidR="002A4158" w:rsidRPr="00DA4E77">
        <w:t xml:space="preserve">ordonne </w:t>
      </w:r>
      <w:proofErr w:type="spellStart"/>
      <w:r w:rsidR="002A4158" w:rsidRPr="00DA4E77">
        <w:t>Knephao</w:t>
      </w:r>
      <w:proofErr w:type="spellEnd"/>
      <w:r>
        <w:t>.</w:t>
      </w:r>
    </w:p>
    <w:p w14:paraId="6BBB4A94" w14:textId="77777777" w:rsidR="00276CCE" w:rsidRDefault="002A4158" w:rsidP="002A4158">
      <w:r w:rsidRPr="00DA4E77">
        <w:t>Et</w:t>
      </w:r>
      <w:r w:rsidR="00276CCE">
        <w:t xml:space="preserve">, </w:t>
      </w:r>
      <w:r w:rsidRPr="00DA4E77">
        <w:t>faisant relever les piques</w:t>
      </w:r>
      <w:r w:rsidR="00276CCE">
        <w:t xml:space="preserve">, </w:t>
      </w:r>
      <w:r w:rsidRPr="00DA4E77">
        <w:t>il s</w:t>
      </w:r>
      <w:r w:rsidR="00276CCE">
        <w:t>’</w:t>
      </w:r>
      <w:r w:rsidRPr="00DA4E77">
        <w:t>avance</w:t>
      </w:r>
      <w:r w:rsidR="00276CCE">
        <w:t xml:space="preserve">, </w:t>
      </w:r>
      <w:r w:rsidRPr="00DA4E77">
        <w:t>au beau milieu de la place</w:t>
      </w:r>
      <w:r w:rsidR="00276CCE">
        <w:t xml:space="preserve">, </w:t>
      </w:r>
      <w:r w:rsidRPr="00DA4E77">
        <w:t>devant la populace qui débouche en courant</w:t>
      </w:r>
      <w:r w:rsidR="00276CCE">
        <w:t>.</w:t>
      </w:r>
    </w:p>
    <w:p w14:paraId="41C689DF" w14:textId="77777777" w:rsidR="00276CCE" w:rsidRDefault="002A4158" w:rsidP="002A4158">
      <w:r w:rsidRPr="00DA4E77">
        <w:t>Les premiers rangs du peuple</w:t>
      </w:r>
      <w:r w:rsidR="00276CCE">
        <w:t xml:space="preserve">, </w:t>
      </w:r>
      <w:r w:rsidRPr="00DA4E77">
        <w:t>empressés et bruyants</w:t>
      </w:r>
      <w:r w:rsidR="00276CCE">
        <w:t xml:space="preserve">, </w:t>
      </w:r>
      <w:r w:rsidRPr="00DA4E77">
        <w:t>viennent se pousser contre les chaînes tendues</w:t>
      </w:r>
      <w:r w:rsidR="00276CCE">
        <w:t xml:space="preserve">, </w:t>
      </w:r>
      <w:r w:rsidRPr="00DA4E77">
        <w:t>et très rapid</w:t>
      </w:r>
      <w:r w:rsidRPr="00DA4E77">
        <w:t>e</w:t>
      </w:r>
      <w:r w:rsidRPr="00DA4E77">
        <w:t>ment</w:t>
      </w:r>
      <w:r w:rsidR="00276CCE">
        <w:t xml:space="preserve">, </w:t>
      </w:r>
      <w:r w:rsidRPr="00DA4E77">
        <w:t>par couches successives</w:t>
      </w:r>
      <w:r w:rsidR="00276CCE">
        <w:t xml:space="preserve">, </w:t>
      </w:r>
      <w:r w:rsidRPr="00DA4E77">
        <w:t>comme des vagues qui se pétr</w:t>
      </w:r>
      <w:r w:rsidRPr="00DA4E77">
        <w:t>i</w:t>
      </w:r>
      <w:r w:rsidRPr="00DA4E77">
        <w:t>fieraient tout à coup et resteraient figées contre la falaise</w:t>
      </w:r>
      <w:r w:rsidR="00276CCE">
        <w:t xml:space="preserve">, </w:t>
      </w:r>
      <w:r w:rsidRPr="00DA4E77">
        <w:t>les ondes mouvantes de la foule s</w:t>
      </w:r>
      <w:r w:rsidR="00276CCE">
        <w:t>’</w:t>
      </w:r>
      <w:r w:rsidRPr="00DA4E77">
        <w:t>arrêtent devant les soldats</w:t>
      </w:r>
      <w:r w:rsidR="00276CCE">
        <w:t>.</w:t>
      </w:r>
    </w:p>
    <w:p w14:paraId="49095722" w14:textId="77777777" w:rsidR="00276CCE" w:rsidRDefault="002A4158" w:rsidP="002A4158">
      <w:r w:rsidRPr="00DA4E77">
        <w:t>Les femmes aux vêtements en désordre</w:t>
      </w:r>
      <w:r w:rsidR="00276CCE">
        <w:t xml:space="preserve">, </w:t>
      </w:r>
      <w:r w:rsidRPr="00DA4E77">
        <w:t>la face suante</w:t>
      </w:r>
      <w:r w:rsidR="00276CCE">
        <w:t xml:space="preserve">, </w:t>
      </w:r>
      <w:r w:rsidRPr="00DA4E77">
        <w:t>sont plus agitées encore que les hommes</w:t>
      </w:r>
      <w:r w:rsidR="00276CCE">
        <w:t xml:space="preserve">, </w:t>
      </w:r>
      <w:r w:rsidRPr="00DA4E77">
        <w:t>et toute cette multitude i</w:t>
      </w:r>
      <w:r w:rsidRPr="00DA4E77">
        <w:t>n</w:t>
      </w:r>
      <w:r w:rsidRPr="00DA4E77">
        <w:t>vective et supplie</w:t>
      </w:r>
      <w:r w:rsidR="00276CCE">
        <w:t xml:space="preserve">, </w:t>
      </w:r>
      <w:r w:rsidRPr="00DA4E77">
        <w:t>simultanément et tour à tour</w:t>
      </w:r>
      <w:r w:rsidR="00276CCE">
        <w:t xml:space="preserve">, </w:t>
      </w:r>
      <w:r w:rsidRPr="00DA4E77">
        <w:t xml:space="preserve">tantôt </w:t>
      </w:r>
      <w:proofErr w:type="spellStart"/>
      <w:r w:rsidRPr="00DA4E77">
        <w:t>Kn</w:t>
      </w:r>
      <w:r w:rsidRPr="00DA4E77">
        <w:t>e</w:t>
      </w:r>
      <w:r w:rsidRPr="00DA4E77">
        <w:t>phao</w:t>
      </w:r>
      <w:proofErr w:type="spellEnd"/>
      <w:r w:rsidR="00276CCE">
        <w:t xml:space="preserve">, </w:t>
      </w:r>
      <w:r w:rsidRPr="00DA4E77">
        <w:t>tantôt les autres Égyptiens</w:t>
      </w:r>
      <w:r w:rsidR="00276CCE">
        <w:t>.</w:t>
      </w:r>
    </w:p>
    <w:p w14:paraId="41829D8F" w14:textId="77777777" w:rsidR="00276CCE" w:rsidRDefault="00276CCE" w:rsidP="002A4158">
      <w:r>
        <w:t>— </w:t>
      </w:r>
      <w:r w:rsidR="002A4158" w:rsidRPr="00DA4E77">
        <w:t>Beau chef</w:t>
      </w:r>
      <w:r>
        <w:t xml:space="preserve">, </w:t>
      </w:r>
      <w:r w:rsidR="002A4158" w:rsidRPr="00DA4E77">
        <w:t>laisse-nous passer</w:t>
      </w:r>
      <w:r>
        <w:t xml:space="preserve"> ! </w:t>
      </w:r>
      <w:r w:rsidR="002A4158" w:rsidRPr="00DA4E77">
        <w:t>Nous voulons aller prier le Sphinx</w:t>
      </w:r>
      <w:r>
        <w:t> !</w:t>
      </w:r>
    </w:p>
    <w:p w14:paraId="0D152D44" w14:textId="77777777" w:rsidR="00276CCE" w:rsidRDefault="00276CCE" w:rsidP="002A4158">
      <w:r>
        <w:t>— </w:t>
      </w:r>
      <w:proofErr w:type="spellStart"/>
      <w:r w:rsidR="002A4158" w:rsidRPr="00DA4E77">
        <w:t>Knephao</w:t>
      </w:r>
      <w:proofErr w:type="spellEnd"/>
      <w:r>
        <w:t xml:space="preserve">, </w:t>
      </w:r>
      <w:r w:rsidR="002A4158" w:rsidRPr="00DA4E77">
        <w:t>beau guerrier</w:t>
      </w:r>
      <w:r>
        <w:t xml:space="preserve">, </w:t>
      </w:r>
      <w:r w:rsidR="002A4158" w:rsidRPr="00DA4E77">
        <w:t>nous t</w:t>
      </w:r>
      <w:r>
        <w:t>’</w:t>
      </w:r>
      <w:r w:rsidR="002A4158" w:rsidRPr="00DA4E77">
        <w:t>aimons bien</w:t>
      </w:r>
      <w:r>
        <w:t xml:space="preserve"> ! </w:t>
      </w:r>
      <w:r w:rsidR="002A4158" w:rsidRPr="00DA4E77">
        <w:t>Protège-nous</w:t>
      </w:r>
      <w:r>
        <w:t> !</w:t>
      </w:r>
    </w:p>
    <w:p w14:paraId="53EA95D0" w14:textId="77777777" w:rsidR="00276CCE" w:rsidRDefault="00276CCE" w:rsidP="002A4158">
      <w:r>
        <w:t>— </w:t>
      </w:r>
      <w:r w:rsidR="002A4158" w:rsidRPr="00DA4E77">
        <w:t>Soldats</w:t>
      </w:r>
      <w:r>
        <w:t xml:space="preserve"> ! </w:t>
      </w:r>
      <w:r w:rsidR="002A4158" w:rsidRPr="00DA4E77">
        <w:t>Venez chercher nos enfants</w:t>
      </w:r>
      <w:r>
        <w:t xml:space="preserve">. </w:t>
      </w:r>
      <w:r w:rsidR="002A4158" w:rsidRPr="00DA4E77">
        <w:t>Vous serez nos sauveurs</w:t>
      </w:r>
      <w:r>
        <w:t> !</w:t>
      </w:r>
    </w:p>
    <w:p w14:paraId="414197F8" w14:textId="77777777" w:rsidR="00276CCE" w:rsidRDefault="002A4158" w:rsidP="002A4158">
      <w:r w:rsidRPr="00DA4E77">
        <w:t>Les Égyptiens</w:t>
      </w:r>
      <w:r w:rsidR="00276CCE">
        <w:t xml:space="preserve">, </w:t>
      </w:r>
      <w:r w:rsidRPr="00DA4E77">
        <w:t>silencieux</w:t>
      </w:r>
      <w:r w:rsidR="00276CCE">
        <w:t xml:space="preserve">, </w:t>
      </w:r>
      <w:r w:rsidRPr="00DA4E77">
        <w:t>immobiles</w:t>
      </w:r>
      <w:r w:rsidR="00276CCE">
        <w:t xml:space="preserve">, </w:t>
      </w:r>
      <w:r w:rsidRPr="00DA4E77">
        <w:t>pris à la fois de d</w:t>
      </w:r>
      <w:r w:rsidRPr="00DA4E77">
        <w:t>é</w:t>
      </w:r>
      <w:r w:rsidRPr="00DA4E77">
        <w:t>goût et de pitié</w:t>
      </w:r>
      <w:r w:rsidR="00276CCE">
        <w:t xml:space="preserve">, </w:t>
      </w:r>
      <w:r w:rsidRPr="00DA4E77">
        <w:t>regardent se tendre vers eux toutes ces faces tuméfiées de peur</w:t>
      </w:r>
      <w:r w:rsidR="00276CCE">
        <w:t>.</w:t>
      </w:r>
    </w:p>
    <w:p w14:paraId="38A900F0" w14:textId="77777777" w:rsidR="00276CCE" w:rsidRDefault="00276CCE" w:rsidP="002A4158">
      <w:r>
        <w:t>— </w:t>
      </w:r>
      <w:r w:rsidR="002A4158" w:rsidRPr="00DA4E77">
        <w:t>Tu es bon</w:t>
      </w:r>
      <w:r>
        <w:t xml:space="preserve">, </w:t>
      </w:r>
      <w:proofErr w:type="spellStart"/>
      <w:r w:rsidR="002A4158" w:rsidRPr="00DA4E77">
        <w:t>Knephao</w:t>
      </w:r>
      <w:proofErr w:type="spellEnd"/>
      <w:r>
        <w:t xml:space="preserve">. </w:t>
      </w:r>
      <w:r w:rsidR="002A4158" w:rsidRPr="00DA4E77">
        <w:t>Sauve-nous</w:t>
      </w:r>
      <w:r>
        <w:t xml:space="preserve"> ! </w:t>
      </w:r>
      <w:r w:rsidR="002A4158" w:rsidRPr="00DA4E77">
        <w:t>Délivre-nous</w:t>
      </w:r>
      <w:r>
        <w:t> !</w:t>
      </w:r>
    </w:p>
    <w:p w14:paraId="7E2D17F1" w14:textId="77777777" w:rsidR="00276CCE" w:rsidRDefault="00276CCE" w:rsidP="002A4158">
      <w:r>
        <w:lastRenderedPageBreak/>
        <w:t>— </w:t>
      </w:r>
      <w:r w:rsidR="002A4158" w:rsidRPr="00DA4E77">
        <w:t>De quoi</w:t>
      </w:r>
      <w:r>
        <w:t xml:space="preserve"> ? </w:t>
      </w:r>
      <w:r w:rsidR="002A4158" w:rsidRPr="00DA4E77">
        <w:t>gronde le géant</w:t>
      </w:r>
      <w:r>
        <w:t xml:space="preserve">, </w:t>
      </w:r>
      <w:r w:rsidR="002A4158" w:rsidRPr="00DA4E77">
        <w:t>énervé</w:t>
      </w:r>
      <w:r>
        <w:t>.</w:t>
      </w:r>
    </w:p>
    <w:p w14:paraId="4A977719" w14:textId="77777777" w:rsidR="00276CCE" w:rsidRDefault="00276CCE" w:rsidP="002A4158">
      <w:r>
        <w:t>— </w:t>
      </w:r>
      <w:r w:rsidR="002A4158" w:rsidRPr="00DA4E77">
        <w:t>De la mort</w:t>
      </w:r>
      <w:r>
        <w:t> !</w:t>
      </w:r>
    </w:p>
    <w:p w14:paraId="15636154" w14:textId="77777777" w:rsidR="00276CCE" w:rsidRDefault="00276CCE" w:rsidP="002A4158">
      <w:r>
        <w:t>— </w:t>
      </w:r>
      <w:r w:rsidR="002A4158" w:rsidRPr="00DA4E77">
        <w:t>La mort</w:t>
      </w:r>
      <w:r>
        <w:t xml:space="preserve"> ? </w:t>
      </w:r>
      <w:r w:rsidR="002A4158" w:rsidRPr="00DA4E77">
        <w:t>Pauvres gens</w:t>
      </w:r>
      <w:r>
        <w:t xml:space="preserve">, </w:t>
      </w:r>
      <w:r w:rsidR="002A4158" w:rsidRPr="00DA4E77">
        <w:t>vous la portez en vous</w:t>
      </w:r>
      <w:r>
        <w:t xml:space="preserve">, </w:t>
      </w:r>
      <w:r w:rsidR="002A4158" w:rsidRPr="00DA4E77">
        <w:t>comme nous-mêmes</w:t>
      </w:r>
      <w:r>
        <w:t xml:space="preserve"> ! </w:t>
      </w:r>
      <w:r w:rsidR="002A4158" w:rsidRPr="00DA4E77">
        <w:t>Il faut bien que tout le monde meure</w:t>
      </w:r>
      <w:r>
        <w:t> !</w:t>
      </w:r>
    </w:p>
    <w:p w14:paraId="3F9CD043" w14:textId="77777777" w:rsidR="00276CCE" w:rsidRDefault="00276CCE" w:rsidP="002A4158">
      <w:r>
        <w:t>— </w:t>
      </w:r>
      <w:r w:rsidR="002A4158" w:rsidRPr="00DA4E77">
        <w:t>Méchant soldat</w:t>
      </w:r>
      <w:r>
        <w:t xml:space="preserve">, </w:t>
      </w:r>
      <w:r w:rsidR="002A4158" w:rsidRPr="00DA4E77">
        <w:t>tu te moques</w:t>
      </w:r>
      <w:r>
        <w:t xml:space="preserve"> ? </w:t>
      </w:r>
      <w:r w:rsidR="002A4158" w:rsidRPr="00DA4E77">
        <w:t>braille un marchand</w:t>
      </w:r>
      <w:r>
        <w:t xml:space="preserve">. </w:t>
      </w:r>
      <w:r w:rsidR="002A4158" w:rsidRPr="00DA4E77">
        <w:t>Tôt ou tard</w:t>
      </w:r>
      <w:r>
        <w:t xml:space="preserve">, </w:t>
      </w:r>
      <w:r w:rsidR="002A4158" w:rsidRPr="00DA4E77">
        <w:t>soit</w:t>
      </w:r>
      <w:r>
        <w:t xml:space="preserve"> ! </w:t>
      </w:r>
      <w:r w:rsidR="002A4158" w:rsidRPr="00DA4E77">
        <w:t>Mais aujourd</w:t>
      </w:r>
      <w:r>
        <w:t>’</w:t>
      </w:r>
      <w:r w:rsidR="002A4158" w:rsidRPr="00DA4E77">
        <w:t>hui</w:t>
      </w:r>
      <w:r>
        <w:t xml:space="preserve">, </w:t>
      </w:r>
      <w:r w:rsidR="002A4158" w:rsidRPr="00DA4E77">
        <w:t>non</w:t>
      </w:r>
      <w:r>
        <w:t xml:space="preserve"> ! </w:t>
      </w:r>
      <w:r w:rsidR="002A4158" w:rsidRPr="00DA4E77">
        <w:t>nous ne voulons pas mo</w:t>
      </w:r>
      <w:r w:rsidR="002A4158" w:rsidRPr="00DA4E77">
        <w:t>u</w:t>
      </w:r>
      <w:r w:rsidR="002A4158" w:rsidRPr="00DA4E77">
        <w:t>rir aujourd</w:t>
      </w:r>
      <w:r>
        <w:t>’</w:t>
      </w:r>
      <w:r w:rsidR="002A4158" w:rsidRPr="00DA4E77">
        <w:t>hui</w:t>
      </w:r>
      <w:r>
        <w:t> !</w:t>
      </w:r>
    </w:p>
    <w:p w14:paraId="3E06103D" w14:textId="77777777" w:rsidR="00276CCE" w:rsidRDefault="00276CCE" w:rsidP="002A4158">
      <w:r>
        <w:t>— </w:t>
      </w:r>
      <w:r w:rsidR="002A4158" w:rsidRPr="00DA4E77">
        <w:t>Et qui vous dit que vous allez mourir</w:t>
      </w:r>
      <w:r>
        <w:t> ?</w:t>
      </w:r>
    </w:p>
    <w:p w14:paraId="53255E1A" w14:textId="77777777" w:rsidR="00276CCE" w:rsidRDefault="00276CCE" w:rsidP="002A4158">
      <w:r>
        <w:t>— </w:t>
      </w:r>
      <w:proofErr w:type="spellStart"/>
      <w:r w:rsidR="002A4158" w:rsidRPr="00DA4E77">
        <w:t>Knephao</w:t>
      </w:r>
      <w:proofErr w:type="spellEnd"/>
      <w:r>
        <w:t xml:space="preserve">, </w:t>
      </w:r>
      <w:r w:rsidR="002A4158" w:rsidRPr="00DA4E77">
        <w:t>tu ne sais donc pas qu</w:t>
      </w:r>
      <w:r>
        <w:t>’</w:t>
      </w:r>
      <w:r w:rsidR="002A4158" w:rsidRPr="00DA4E77">
        <w:t>ils vont envahir la Cité</w:t>
      </w:r>
      <w:r>
        <w:t> ?</w:t>
      </w:r>
    </w:p>
    <w:p w14:paraId="6D7D709A" w14:textId="77777777" w:rsidR="00276CCE" w:rsidRDefault="00276CCE" w:rsidP="002A4158">
      <w:r>
        <w:t>— </w:t>
      </w:r>
      <w:r w:rsidR="002A4158" w:rsidRPr="00DA4E77">
        <w:t>Ils</w:t>
      </w:r>
      <w:r>
        <w:t xml:space="preserve"> ? </w:t>
      </w:r>
      <w:r w:rsidR="002A4158" w:rsidRPr="00DA4E77">
        <w:t>Qui</w:t>
      </w:r>
      <w:r>
        <w:t> ?</w:t>
      </w:r>
    </w:p>
    <w:p w14:paraId="74670227" w14:textId="77777777" w:rsidR="00276CCE" w:rsidRDefault="00276CCE" w:rsidP="002A4158">
      <w:r>
        <w:t>— </w:t>
      </w:r>
      <w:r w:rsidR="002A4158" w:rsidRPr="00DA4E77">
        <w:t>Le sais-je</w:t>
      </w:r>
      <w:r>
        <w:t xml:space="preserve">, </w:t>
      </w:r>
      <w:r w:rsidR="002A4158" w:rsidRPr="00DA4E77">
        <w:t>moi</w:t>
      </w:r>
      <w:r>
        <w:t xml:space="preserve"> ? </w:t>
      </w:r>
      <w:r w:rsidR="002A4158" w:rsidRPr="00DA4E77">
        <w:t>Les Aztèques</w:t>
      </w:r>
      <w:r>
        <w:t xml:space="preserve"> ? </w:t>
      </w:r>
      <w:r w:rsidR="002A4158" w:rsidRPr="00DA4E77">
        <w:t>Les Nubiens</w:t>
      </w:r>
      <w:r>
        <w:t xml:space="preserve"> ! </w:t>
      </w:r>
      <w:r w:rsidR="002A4158" w:rsidRPr="00DA4E77">
        <w:t>Les Lig</w:t>
      </w:r>
      <w:r w:rsidR="002A4158" w:rsidRPr="00DA4E77">
        <w:t>u</w:t>
      </w:r>
      <w:r w:rsidR="002A4158" w:rsidRPr="00DA4E77">
        <w:t>res</w:t>
      </w:r>
      <w:r>
        <w:t xml:space="preserve"> ! </w:t>
      </w:r>
      <w:r w:rsidR="002A4158" w:rsidRPr="00DA4E77">
        <w:t>Les Armoricains</w:t>
      </w:r>
      <w:r>
        <w:t xml:space="preserve"> ! </w:t>
      </w:r>
      <w:r w:rsidR="002A4158" w:rsidRPr="00DA4E77">
        <w:t>Tous ces misérables que nos maîtres ont amenés dans Atlantis</w:t>
      </w:r>
      <w:r>
        <w:t>.</w:t>
      </w:r>
    </w:p>
    <w:p w14:paraId="2C3E87FE" w14:textId="77777777" w:rsidR="00276CCE" w:rsidRDefault="00276CCE" w:rsidP="002A4158">
      <w:r>
        <w:t>— </w:t>
      </w:r>
      <w:r w:rsidR="002A4158" w:rsidRPr="00DA4E77">
        <w:t>Il fallait bien les amener</w:t>
      </w:r>
      <w:r>
        <w:t xml:space="preserve">, </w:t>
      </w:r>
      <w:r w:rsidR="002A4158" w:rsidRPr="00DA4E77">
        <w:t>puisque vous ne voulez ni r</w:t>
      </w:r>
      <w:r w:rsidR="002A4158" w:rsidRPr="00DA4E77">
        <w:t>a</w:t>
      </w:r>
      <w:r w:rsidR="002A4158" w:rsidRPr="00DA4E77">
        <w:t>mer ni travailler vous-mêmes</w:t>
      </w:r>
      <w:r>
        <w:t xml:space="preserve"> ! </w:t>
      </w:r>
      <w:r w:rsidR="002A4158" w:rsidRPr="00DA4E77">
        <w:t xml:space="preserve">réplique </w:t>
      </w:r>
      <w:proofErr w:type="spellStart"/>
      <w:r w:rsidR="002A4158" w:rsidRPr="00DA4E77">
        <w:t>Knephao</w:t>
      </w:r>
      <w:proofErr w:type="spellEnd"/>
      <w:r>
        <w:t xml:space="preserve">, </w:t>
      </w:r>
      <w:r w:rsidR="002A4158" w:rsidRPr="00DA4E77">
        <w:t>méprisant</w:t>
      </w:r>
      <w:r>
        <w:t>.</w:t>
      </w:r>
    </w:p>
    <w:p w14:paraId="2B51483C" w14:textId="77777777" w:rsidR="00276CCE" w:rsidRDefault="002A4158" w:rsidP="002A4158">
      <w:r w:rsidRPr="00DA4E77">
        <w:t>Alors</w:t>
      </w:r>
      <w:r w:rsidR="00276CCE">
        <w:t xml:space="preserve">, </w:t>
      </w:r>
      <w:r w:rsidRPr="00DA4E77">
        <w:t>de toutes parts</w:t>
      </w:r>
      <w:r w:rsidR="00276CCE">
        <w:t xml:space="preserve">, </w:t>
      </w:r>
      <w:r w:rsidRPr="00DA4E77">
        <w:t>les cris retentissent</w:t>
      </w:r>
      <w:r w:rsidR="00276CCE">
        <w:t> :</w:t>
      </w:r>
    </w:p>
    <w:p w14:paraId="6A34C1B3" w14:textId="77777777" w:rsidR="00276CCE" w:rsidRDefault="00276CCE" w:rsidP="002A4158">
      <w:r>
        <w:t>— </w:t>
      </w:r>
      <w:r w:rsidR="002A4158" w:rsidRPr="00DA4E77">
        <w:t>Ils vont venir</w:t>
      </w:r>
      <w:r>
        <w:t xml:space="preserve"> ! </w:t>
      </w:r>
      <w:r w:rsidR="002A4158" w:rsidRPr="00DA4E77">
        <w:t>Ils vont nous envahir</w:t>
      </w:r>
      <w:r>
        <w:t xml:space="preserve"> ! </w:t>
      </w:r>
      <w:r w:rsidR="002A4158" w:rsidRPr="00DA4E77">
        <w:t>Réfugions-nous dans le Palais</w:t>
      </w:r>
      <w:r>
        <w:t>.</w:t>
      </w:r>
    </w:p>
    <w:p w14:paraId="33697FE7" w14:textId="77777777" w:rsidR="00276CCE" w:rsidRDefault="00276CCE" w:rsidP="002A4158">
      <w:r>
        <w:t>— </w:t>
      </w:r>
      <w:r w:rsidR="002A4158" w:rsidRPr="00DA4E77">
        <w:t>Au Palais</w:t>
      </w:r>
      <w:r>
        <w:t xml:space="preserve"> ! </w:t>
      </w:r>
      <w:r w:rsidR="002A4158" w:rsidRPr="00DA4E77">
        <w:t>Au Palais</w:t>
      </w:r>
      <w:r>
        <w:t> !</w:t>
      </w:r>
    </w:p>
    <w:p w14:paraId="09E607ED" w14:textId="77777777" w:rsidR="00276CCE" w:rsidRDefault="00276CCE" w:rsidP="002A4158">
      <w:r>
        <w:t>— </w:t>
      </w:r>
      <w:r w:rsidR="002A4158" w:rsidRPr="00DA4E77">
        <w:t xml:space="preserve">Tuons </w:t>
      </w:r>
      <w:proofErr w:type="spellStart"/>
      <w:r w:rsidR="002A4158" w:rsidRPr="00DA4E77">
        <w:t>Knephao</w:t>
      </w:r>
      <w:proofErr w:type="spellEnd"/>
      <w:r>
        <w:t> !</w:t>
      </w:r>
    </w:p>
    <w:p w14:paraId="769447B1" w14:textId="77777777" w:rsidR="00276CCE" w:rsidRDefault="002A4158" w:rsidP="002A4158">
      <w:r w:rsidRPr="00DA4E77">
        <w:t>Alors</w:t>
      </w:r>
      <w:r w:rsidR="00276CCE">
        <w:t xml:space="preserve">, </w:t>
      </w:r>
      <w:r w:rsidRPr="00DA4E77">
        <w:t>tranquillement</w:t>
      </w:r>
      <w:r w:rsidR="00276CCE">
        <w:t xml:space="preserve">, </w:t>
      </w:r>
      <w:r w:rsidRPr="00DA4E77">
        <w:t>se tournant vers ses hommes</w:t>
      </w:r>
      <w:r w:rsidR="00276CCE">
        <w:t> :</w:t>
      </w:r>
    </w:p>
    <w:p w14:paraId="5F8A7263" w14:textId="77777777" w:rsidR="00276CCE" w:rsidRDefault="00276CCE" w:rsidP="002A4158">
      <w:r>
        <w:t>— </w:t>
      </w:r>
      <w:r w:rsidR="002A4158" w:rsidRPr="00DA4E77">
        <w:t>Lance en arrêt</w:t>
      </w:r>
      <w:r>
        <w:t xml:space="preserve"> ! </w:t>
      </w:r>
      <w:r w:rsidR="002A4158" w:rsidRPr="00DA4E77">
        <w:t>ordonne-t-il</w:t>
      </w:r>
      <w:r>
        <w:t>.</w:t>
      </w:r>
    </w:p>
    <w:p w14:paraId="5C4D74C0" w14:textId="77777777" w:rsidR="00276CCE" w:rsidRDefault="002A4158" w:rsidP="002A4158">
      <w:r w:rsidRPr="00DA4E77">
        <w:t>Et devant cette seconde barrière plus redoutable que les chaînes de fer</w:t>
      </w:r>
      <w:r w:rsidR="00276CCE">
        <w:t xml:space="preserve">, </w:t>
      </w:r>
      <w:r w:rsidRPr="00DA4E77">
        <w:t>les audacieux reculent</w:t>
      </w:r>
      <w:r w:rsidR="00276CCE">
        <w:t>.</w:t>
      </w:r>
    </w:p>
    <w:p w14:paraId="5D21C911" w14:textId="77777777" w:rsidR="00276CCE" w:rsidRDefault="002A4158" w:rsidP="002A4158">
      <w:r w:rsidRPr="00DA4E77">
        <w:lastRenderedPageBreak/>
        <w:t>Le colosse</w:t>
      </w:r>
      <w:r w:rsidR="00276CCE">
        <w:t xml:space="preserve">, </w:t>
      </w:r>
      <w:r w:rsidRPr="00DA4E77">
        <w:t>s</w:t>
      </w:r>
      <w:r w:rsidR="00276CCE">
        <w:t>’</w:t>
      </w:r>
      <w:r w:rsidRPr="00DA4E77">
        <w:t>avançant à portée de bras des premiers cit</w:t>
      </w:r>
      <w:r w:rsidRPr="00DA4E77">
        <w:t>a</w:t>
      </w:r>
      <w:r w:rsidRPr="00DA4E77">
        <w:t>dins</w:t>
      </w:r>
      <w:r w:rsidR="00276CCE">
        <w:t xml:space="preserve">, </w:t>
      </w:r>
      <w:r w:rsidRPr="00DA4E77">
        <w:t>s</w:t>
      </w:r>
      <w:r w:rsidR="00276CCE">
        <w:t>’</w:t>
      </w:r>
      <w:r w:rsidRPr="00DA4E77">
        <w:t>adresse au peuple</w:t>
      </w:r>
      <w:r w:rsidR="00276CCE">
        <w:t> :</w:t>
      </w:r>
    </w:p>
    <w:p w14:paraId="40DAA872" w14:textId="77777777" w:rsidR="00276CCE" w:rsidRDefault="00276CCE" w:rsidP="002A4158">
      <w:r>
        <w:t>— </w:t>
      </w:r>
      <w:r w:rsidR="002A4158" w:rsidRPr="00DA4E77">
        <w:t>Tuez-moi donc</w:t>
      </w:r>
      <w:r>
        <w:t xml:space="preserve">, </w:t>
      </w:r>
      <w:r w:rsidR="002A4158" w:rsidRPr="00DA4E77">
        <w:t>mais une fois mort</w:t>
      </w:r>
      <w:r>
        <w:t xml:space="preserve">, </w:t>
      </w:r>
      <w:r w:rsidR="002A4158" w:rsidRPr="00DA4E77">
        <w:t>je ne réponds plus de mes propres soldats furieux</w:t>
      </w:r>
      <w:r>
        <w:t xml:space="preserve">, </w:t>
      </w:r>
      <w:r w:rsidR="002A4158" w:rsidRPr="00DA4E77">
        <w:t>et je ne sais qui prendra votre d</w:t>
      </w:r>
      <w:r w:rsidR="002A4158" w:rsidRPr="00DA4E77">
        <w:t>é</w:t>
      </w:r>
      <w:r w:rsidR="002A4158" w:rsidRPr="00DA4E77">
        <w:t>fense</w:t>
      </w:r>
      <w:r>
        <w:t>.</w:t>
      </w:r>
    </w:p>
    <w:p w14:paraId="15D06530" w14:textId="77777777" w:rsidR="00276CCE" w:rsidRDefault="00276CCE" w:rsidP="002A4158">
      <w:r>
        <w:t>— </w:t>
      </w:r>
      <w:r w:rsidR="002A4158" w:rsidRPr="00DA4E77">
        <w:t>Non</w:t>
      </w:r>
      <w:r>
        <w:t xml:space="preserve"> ! </w:t>
      </w:r>
      <w:r w:rsidR="002A4158" w:rsidRPr="00DA4E77">
        <w:t>Non</w:t>
      </w:r>
      <w:r>
        <w:t xml:space="preserve"> ! </w:t>
      </w:r>
      <w:r w:rsidR="002A4158" w:rsidRPr="00DA4E77">
        <w:t>clame la foule affolée</w:t>
      </w:r>
      <w:r>
        <w:t xml:space="preserve">, </w:t>
      </w:r>
      <w:r w:rsidR="002A4158" w:rsidRPr="00DA4E77">
        <w:t>ne le tuez pas</w:t>
      </w:r>
      <w:r>
        <w:t xml:space="preserve"> ! </w:t>
      </w:r>
      <w:r w:rsidR="002A4158" w:rsidRPr="00DA4E77">
        <w:t>Il reste notre unique soutien</w:t>
      </w:r>
      <w:r>
        <w:t> !</w:t>
      </w:r>
    </w:p>
    <w:p w14:paraId="3D5AADB2" w14:textId="77777777" w:rsidR="00276CCE" w:rsidRDefault="00276CCE" w:rsidP="002A4158">
      <w:r>
        <w:t>— </w:t>
      </w:r>
      <w:r w:rsidR="002A4158" w:rsidRPr="00DA4E77">
        <w:t>Soit donc</w:t>
      </w:r>
      <w:r>
        <w:t xml:space="preserve"> ! </w:t>
      </w:r>
      <w:r w:rsidR="002A4158" w:rsidRPr="00DA4E77">
        <w:t>Mais laissez-moi vous sauver</w:t>
      </w:r>
      <w:r>
        <w:t xml:space="preserve">. </w:t>
      </w:r>
      <w:r w:rsidR="002A4158" w:rsidRPr="00DA4E77">
        <w:t>Ou mieux e</w:t>
      </w:r>
      <w:r w:rsidR="002A4158" w:rsidRPr="00DA4E77">
        <w:t>n</w:t>
      </w:r>
      <w:r w:rsidR="002A4158" w:rsidRPr="00DA4E77">
        <w:t>core</w:t>
      </w:r>
      <w:r>
        <w:t xml:space="preserve">, </w:t>
      </w:r>
      <w:r w:rsidR="002A4158" w:rsidRPr="00DA4E77">
        <w:t>sauvez-vous vous-mêmes</w:t>
      </w:r>
      <w:r>
        <w:t>.</w:t>
      </w:r>
    </w:p>
    <w:p w14:paraId="05B83BA5" w14:textId="77777777" w:rsidR="00276CCE" w:rsidRDefault="00276CCE" w:rsidP="002A4158">
      <w:r>
        <w:t>— </w:t>
      </w:r>
      <w:r w:rsidR="002A4158" w:rsidRPr="00DA4E77">
        <w:t>Comment cela</w:t>
      </w:r>
      <w:r>
        <w:t xml:space="preserve"> ? </w:t>
      </w:r>
      <w:r w:rsidR="002A4158" w:rsidRPr="00DA4E77">
        <w:t>s</w:t>
      </w:r>
      <w:r>
        <w:t>’</w:t>
      </w:r>
      <w:r w:rsidR="002A4158" w:rsidRPr="00DA4E77">
        <w:t>enquiert un gros marchand aux épa</w:t>
      </w:r>
      <w:r w:rsidR="002A4158" w:rsidRPr="00DA4E77">
        <w:t>u</w:t>
      </w:r>
      <w:r w:rsidR="002A4158" w:rsidRPr="00DA4E77">
        <w:t>les trapues</w:t>
      </w:r>
      <w:r>
        <w:t xml:space="preserve">, </w:t>
      </w:r>
      <w:r w:rsidR="002A4158" w:rsidRPr="00DA4E77">
        <w:t>qui semble guider la foule</w:t>
      </w:r>
      <w:r>
        <w:t>.</w:t>
      </w:r>
    </w:p>
    <w:p w14:paraId="0C4104BC" w14:textId="77777777" w:rsidR="00276CCE" w:rsidRDefault="00276CCE" w:rsidP="002A4158">
      <w:r>
        <w:t>— </w:t>
      </w:r>
      <w:r w:rsidR="002A4158" w:rsidRPr="00DA4E77">
        <w:t>Tout simplement en vous défendant de vos propres mains</w:t>
      </w:r>
      <w:r>
        <w:t>.</w:t>
      </w:r>
    </w:p>
    <w:p w14:paraId="27E68488" w14:textId="77777777" w:rsidR="00276CCE" w:rsidRDefault="00276CCE" w:rsidP="002A4158">
      <w:r>
        <w:t>— </w:t>
      </w:r>
      <w:r w:rsidR="002A4158" w:rsidRPr="00DA4E77">
        <w:t>Nous battre</w:t>
      </w:r>
      <w:r>
        <w:t xml:space="preserve"> ? </w:t>
      </w:r>
      <w:r w:rsidR="002A4158" w:rsidRPr="00DA4E77">
        <w:t>Nous battre comme des soldats</w:t>
      </w:r>
      <w:r>
        <w:t xml:space="preserve">, </w:t>
      </w:r>
      <w:r w:rsidR="002A4158" w:rsidRPr="00DA4E77">
        <w:t>nous</w:t>
      </w:r>
      <w:r>
        <w:t xml:space="preserve">, </w:t>
      </w:r>
      <w:r w:rsidR="002A4158" w:rsidRPr="00DA4E77">
        <w:t>cit</w:t>
      </w:r>
      <w:r w:rsidR="002A4158" w:rsidRPr="00DA4E77">
        <w:t>a</w:t>
      </w:r>
      <w:r w:rsidR="002A4158" w:rsidRPr="00DA4E77">
        <w:t>dins de la Cité du Sphinx</w:t>
      </w:r>
      <w:r>
        <w:t> ?</w:t>
      </w:r>
    </w:p>
    <w:p w14:paraId="609C40C0" w14:textId="77777777" w:rsidR="00276CCE" w:rsidRDefault="002A4158" w:rsidP="002A4158">
      <w:r w:rsidRPr="00DA4E77">
        <w:t>Et le marchand</w:t>
      </w:r>
      <w:r w:rsidR="00276CCE">
        <w:t xml:space="preserve">, </w:t>
      </w:r>
      <w:r w:rsidRPr="00DA4E77">
        <w:t>furieux</w:t>
      </w:r>
      <w:r w:rsidR="00276CCE">
        <w:t xml:space="preserve">, </w:t>
      </w:r>
      <w:r w:rsidRPr="00DA4E77">
        <w:t>reprend</w:t>
      </w:r>
      <w:r w:rsidR="00276CCE">
        <w:t> :</w:t>
      </w:r>
    </w:p>
    <w:p w14:paraId="21C6BC1C" w14:textId="77777777" w:rsidR="00276CCE" w:rsidRDefault="00276CCE" w:rsidP="002A4158">
      <w:r>
        <w:t>— </w:t>
      </w:r>
      <w:r w:rsidR="002A4158" w:rsidRPr="00DA4E77">
        <w:t>C</w:t>
      </w:r>
      <w:r>
        <w:t>’</w:t>
      </w:r>
      <w:r w:rsidR="002A4158" w:rsidRPr="00DA4E77">
        <w:t>est bien la peine d</w:t>
      </w:r>
      <w:r>
        <w:t>’</w:t>
      </w:r>
      <w:r w:rsidR="002A4158" w:rsidRPr="00DA4E77">
        <w:t>avoir un collège d</w:t>
      </w:r>
      <w:r>
        <w:t>’</w:t>
      </w:r>
      <w:r w:rsidR="002A4158" w:rsidRPr="00DA4E77">
        <w:t>initiés</w:t>
      </w:r>
      <w:r>
        <w:t xml:space="preserve">, </w:t>
      </w:r>
      <w:r w:rsidR="002A4158" w:rsidRPr="00DA4E77">
        <w:t>d</w:t>
      </w:r>
      <w:r>
        <w:t>’</w:t>
      </w:r>
      <w:r w:rsidR="002A4158" w:rsidRPr="00DA4E77">
        <w:t>entretenir à grands frais des savants et de respecter les hiér</w:t>
      </w:r>
      <w:r w:rsidR="002A4158" w:rsidRPr="00DA4E77">
        <w:t>o</w:t>
      </w:r>
      <w:r w:rsidR="002A4158" w:rsidRPr="00DA4E77">
        <w:t>phantes de la Terrasse Sainte</w:t>
      </w:r>
      <w:r>
        <w:t xml:space="preserve">, </w:t>
      </w:r>
      <w:r w:rsidR="002A4158" w:rsidRPr="00DA4E77">
        <w:t>si on ne peut trouver le moyen d</w:t>
      </w:r>
      <w:r>
        <w:t>’</w:t>
      </w:r>
      <w:r w:rsidR="002A4158" w:rsidRPr="00DA4E77">
        <w:t>anéantir tous nos ennemis sans que nous ayons à nous soui</w:t>
      </w:r>
      <w:r w:rsidR="002A4158" w:rsidRPr="00DA4E77">
        <w:t>l</w:t>
      </w:r>
      <w:r w:rsidR="002A4158" w:rsidRPr="00DA4E77">
        <w:t>ler dans le sang des impurs</w:t>
      </w:r>
      <w:r>
        <w:t> !</w:t>
      </w:r>
    </w:p>
    <w:p w14:paraId="75CBAB93" w14:textId="77777777" w:rsidR="00276CCE" w:rsidRDefault="00276CCE" w:rsidP="002A4158">
      <w:r>
        <w:t>— </w:t>
      </w:r>
      <w:r w:rsidR="002A4158" w:rsidRPr="00DA4E77">
        <w:t>Et pour accomplir cette besogne de tuerie sans danger</w:t>
      </w:r>
      <w:r>
        <w:t xml:space="preserve">, </w:t>
      </w:r>
      <w:r w:rsidR="002A4158" w:rsidRPr="00DA4E77">
        <w:t>vous venez prier le Dieu inconnu</w:t>
      </w:r>
      <w:r>
        <w:t> ?</w:t>
      </w:r>
    </w:p>
    <w:p w14:paraId="1857E256" w14:textId="77777777" w:rsidR="00276CCE" w:rsidRDefault="00276CCE" w:rsidP="002A4158">
      <w:r>
        <w:t>— </w:t>
      </w:r>
      <w:r w:rsidR="002A4158" w:rsidRPr="00DA4E77">
        <w:t>Oui</w:t>
      </w:r>
      <w:r>
        <w:t xml:space="preserve">, </w:t>
      </w:r>
      <w:r w:rsidR="002A4158" w:rsidRPr="00DA4E77">
        <w:t>oui</w:t>
      </w:r>
      <w:r>
        <w:t xml:space="preserve">, </w:t>
      </w:r>
      <w:proofErr w:type="spellStart"/>
      <w:r w:rsidR="002A4158" w:rsidRPr="00DA4E77">
        <w:t>Knephao</w:t>
      </w:r>
      <w:proofErr w:type="spellEnd"/>
      <w:r>
        <w:t xml:space="preserve"> ! </w:t>
      </w:r>
      <w:r w:rsidR="002A4158" w:rsidRPr="00DA4E77">
        <w:t>Tu l</w:t>
      </w:r>
      <w:r>
        <w:t>’</w:t>
      </w:r>
      <w:r w:rsidR="002A4158" w:rsidRPr="00DA4E77">
        <w:t>as dit</w:t>
      </w:r>
      <w:r>
        <w:t> !</w:t>
      </w:r>
    </w:p>
    <w:p w14:paraId="5CD4718A" w14:textId="77777777" w:rsidR="00276CCE" w:rsidRDefault="00276CCE" w:rsidP="002A4158">
      <w:r>
        <w:t>— </w:t>
      </w:r>
      <w:r w:rsidR="002A4158" w:rsidRPr="00DA4E77">
        <w:t>Tu nous as bien compris</w:t>
      </w:r>
      <w:r>
        <w:t>.</w:t>
      </w:r>
    </w:p>
    <w:p w14:paraId="7CA083BA" w14:textId="77777777" w:rsidR="00276CCE" w:rsidRDefault="00276CCE" w:rsidP="002A4158">
      <w:r>
        <w:t>— </w:t>
      </w:r>
      <w:r w:rsidR="002A4158" w:rsidRPr="00DA4E77">
        <w:t>Nous voulons un miracle</w:t>
      </w:r>
      <w:r>
        <w:t> !</w:t>
      </w:r>
    </w:p>
    <w:p w14:paraId="1E7D027A" w14:textId="77777777" w:rsidR="00276CCE" w:rsidRDefault="00276CCE" w:rsidP="002A4158">
      <w:r>
        <w:lastRenderedPageBreak/>
        <w:t>— </w:t>
      </w:r>
      <w:r w:rsidR="002A4158" w:rsidRPr="00DA4E77">
        <w:t>On nous l</w:t>
      </w:r>
      <w:r>
        <w:t>’</w:t>
      </w:r>
      <w:r w:rsidR="002A4158" w:rsidRPr="00DA4E77">
        <w:t>a toujours promis</w:t>
      </w:r>
      <w:r>
        <w:t> !</w:t>
      </w:r>
    </w:p>
    <w:p w14:paraId="4996AA87" w14:textId="77777777" w:rsidR="00276CCE" w:rsidRDefault="00276CCE" w:rsidP="002A4158">
      <w:r>
        <w:t>— </w:t>
      </w:r>
      <w:r w:rsidR="002A4158" w:rsidRPr="00DA4E77">
        <w:t>Que le Sphinx ouvre enfin ses ailes</w:t>
      </w:r>
      <w:r>
        <w:t> !</w:t>
      </w:r>
    </w:p>
    <w:p w14:paraId="3903C1BF" w14:textId="77777777" w:rsidR="00276CCE" w:rsidRDefault="00276CCE" w:rsidP="002A4158">
      <w:r>
        <w:t>— </w:t>
      </w:r>
      <w:r w:rsidR="002A4158" w:rsidRPr="00DA4E77">
        <w:t>Et qu</w:t>
      </w:r>
      <w:r>
        <w:t>’</w:t>
      </w:r>
      <w:r w:rsidR="002A4158" w:rsidRPr="00DA4E77">
        <w:t>il fasse périr nos lâches ennemis</w:t>
      </w:r>
      <w:r>
        <w:t> !</w:t>
      </w:r>
    </w:p>
    <w:p w14:paraId="298920E0" w14:textId="77777777" w:rsidR="00276CCE" w:rsidRDefault="00276CCE" w:rsidP="002A4158">
      <w:r>
        <w:t>— </w:t>
      </w:r>
      <w:r w:rsidR="002A4158" w:rsidRPr="00DA4E77">
        <w:t>Lâches</w:t>
      </w:r>
      <w:r>
        <w:t xml:space="preserve">, </w:t>
      </w:r>
      <w:r w:rsidR="002A4158" w:rsidRPr="00DA4E77">
        <w:t>vous-mêmes</w:t>
      </w:r>
      <w:r>
        <w:t xml:space="preserve"> ! </w:t>
      </w:r>
      <w:r w:rsidR="002A4158" w:rsidRPr="00DA4E77">
        <w:t xml:space="preserve">rugit </w:t>
      </w:r>
      <w:proofErr w:type="spellStart"/>
      <w:r w:rsidR="002A4158" w:rsidRPr="00DA4E77">
        <w:t>Knephao</w:t>
      </w:r>
      <w:proofErr w:type="spellEnd"/>
      <w:r>
        <w:t xml:space="preserve">, </w:t>
      </w:r>
      <w:r w:rsidR="002A4158" w:rsidRPr="00DA4E77">
        <w:t>exaspéré</w:t>
      </w:r>
      <w:r>
        <w:t xml:space="preserve">. </w:t>
      </w:r>
      <w:r w:rsidR="002A4158" w:rsidRPr="00DA4E77">
        <w:t>Eh bien</w:t>
      </w:r>
      <w:r>
        <w:t xml:space="preserve"> ! </w:t>
      </w:r>
      <w:r w:rsidR="002A4158" w:rsidRPr="00DA4E77">
        <w:t>qu</w:t>
      </w:r>
      <w:r>
        <w:t>’</w:t>
      </w:r>
      <w:r w:rsidR="002A4158" w:rsidRPr="00DA4E77">
        <w:t>ils viennent donc</w:t>
      </w:r>
      <w:r>
        <w:t xml:space="preserve">, </w:t>
      </w:r>
      <w:r w:rsidR="002A4158" w:rsidRPr="00DA4E77">
        <w:t>les Barbares</w:t>
      </w:r>
      <w:r>
        <w:t xml:space="preserve">, </w:t>
      </w:r>
      <w:r w:rsidR="002A4158" w:rsidRPr="00DA4E77">
        <w:t>qu</w:t>
      </w:r>
      <w:r>
        <w:t>’</w:t>
      </w:r>
      <w:r w:rsidR="002A4158" w:rsidRPr="00DA4E77">
        <w:t>ils entrent donc dans la Cité folle</w:t>
      </w:r>
      <w:r>
        <w:t xml:space="preserve">, </w:t>
      </w:r>
      <w:r w:rsidR="002A4158" w:rsidRPr="00DA4E77">
        <w:t>et qu</w:t>
      </w:r>
      <w:r>
        <w:t>’</w:t>
      </w:r>
      <w:r w:rsidR="002A4158" w:rsidRPr="00DA4E77">
        <w:t>ils la régénèrent</w:t>
      </w:r>
      <w:r>
        <w:t xml:space="preserve">, </w:t>
      </w:r>
      <w:r w:rsidR="002A4158" w:rsidRPr="00DA4E77">
        <w:t>puisqu</w:t>
      </w:r>
      <w:r>
        <w:t>’</w:t>
      </w:r>
      <w:r w:rsidR="002A4158" w:rsidRPr="00DA4E77">
        <w:t>un seul d</w:t>
      </w:r>
      <w:r>
        <w:t>’</w:t>
      </w:r>
      <w:r w:rsidR="002A4158" w:rsidRPr="00DA4E77">
        <w:t>entre eux vaut mille d</w:t>
      </w:r>
      <w:r>
        <w:t>’</w:t>
      </w:r>
      <w:r w:rsidR="002A4158" w:rsidRPr="00DA4E77">
        <w:t>entre vous</w:t>
      </w:r>
      <w:r>
        <w:t> !</w:t>
      </w:r>
    </w:p>
    <w:p w14:paraId="12EB2A89" w14:textId="77777777" w:rsidR="00276CCE" w:rsidRDefault="00276CCE" w:rsidP="002A4158">
      <w:r>
        <w:t>— </w:t>
      </w:r>
      <w:r w:rsidR="002A4158" w:rsidRPr="00DA4E77">
        <w:t>Grossier soldat</w:t>
      </w:r>
      <w:r>
        <w:t xml:space="preserve"> ! </w:t>
      </w:r>
      <w:r w:rsidR="002A4158" w:rsidRPr="00DA4E77">
        <w:t>Brute</w:t>
      </w:r>
      <w:r>
        <w:t> !</w:t>
      </w:r>
    </w:p>
    <w:p w14:paraId="31FB5DCB" w14:textId="77777777" w:rsidR="00276CCE" w:rsidRDefault="00276CCE" w:rsidP="002A4158">
      <w:r>
        <w:t>— </w:t>
      </w:r>
      <w:r w:rsidR="002A4158" w:rsidRPr="00DA4E77">
        <w:t>Bâtard de la race rouge</w:t>
      </w:r>
      <w:r>
        <w:t> !</w:t>
      </w:r>
    </w:p>
    <w:p w14:paraId="1BE4B93E" w14:textId="77777777" w:rsidR="00276CCE" w:rsidRDefault="00276CCE" w:rsidP="002A4158">
      <w:r>
        <w:t>— </w:t>
      </w:r>
      <w:r w:rsidR="002A4158" w:rsidRPr="00DA4E77">
        <w:t>Les Atlantes doivent vivre et les Égyptiens mourir pour eux</w:t>
      </w:r>
      <w:r>
        <w:t> !</w:t>
      </w:r>
    </w:p>
    <w:p w14:paraId="03385286" w14:textId="77777777" w:rsidR="00276CCE" w:rsidRDefault="00276CCE" w:rsidP="002A4158">
      <w:r>
        <w:t>— </w:t>
      </w:r>
      <w:r w:rsidR="002A4158" w:rsidRPr="00DA4E77">
        <w:t>Tuez-le</w:t>
      </w:r>
      <w:r>
        <w:t xml:space="preserve"> ! </w:t>
      </w:r>
      <w:r w:rsidR="002A4158" w:rsidRPr="00DA4E77">
        <w:t>Tuez-le</w:t>
      </w:r>
      <w:r>
        <w:t xml:space="preserve"> ! </w:t>
      </w:r>
      <w:r w:rsidR="002A4158" w:rsidRPr="00DA4E77">
        <w:t>répètent des voix parties du milieu de la foule</w:t>
      </w:r>
      <w:r>
        <w:t>.</w:t>
      </w:r>
    </w:p>
    <w:p w14:paraId="1F25A66C" w14:textId="77777777" w:rsidR="00276CCE" w:rsidRDefault="00276CCE" w:rsidP="002A4158">
      <w:r>
        <w:t>— </w:t>
      </w:r>
      <w:r w:rsidR="002A4158" w:rsidRPr="00DA4E77">
        <w:t>Soldats</w:t>
      </w:r>
      <w:r>
        <w:t xml:space="preserve">, </w:t>
      </w:r>
      <w:r w:rsidR="002A4158" w:rsidRPr="00DA4E77">
        <w:t xml:space="preserve">articule </w:t>
      </w:r>
      <w:proofErr w:type="spellStart"/>
      <w:r w:rsidR="002A4158" w:rsidRPr="00DA4E77">
        <w:t>Knephao</w:t>
      </w:r>
      <w:proofErr w:type="spellEnd"/>
      <w:r>
        <w:t xml:space="preserve">, </w:t>
      </w:r>
      <w:r w:rsidR="002A4158" w:rsidRPr="00DA4E77">
        <w:t>en avant</w:t>
      </w:r>
      <w:r>
        <w:t xml:space="preserve">, </w:t>
      </w:r>
      <w:r w:rsidR="002A4158" w:rsidRPr="00DA4E77">
        <w:t>lance tendue</w:t>
      </w:r>
      <w:r>
        <w:t> !</w:t>
      </w:r>
    </w:p>
    <w:p w14:paraId="592FBDB3" w14:textId="77777777" w:rsidR="00276CCE" w:rsidRDefault="002A4158" w:rsidP="002A4158">
      <w:r w:rsidRPr="00DA4E77">
        <w:t>Mais à peine ce mouvement est-il commencé que d</w:t>
      </w:r>
      <w:r w:rsidR="00276CCE">
        <w:t>’</w:t>
      </w:r>
      <w:r w:rsidRPr="00DA4E77">
        <w:t>un ge</w:t>
      </w:r>
      <w:r w:rsidRPr="00DA4E77">
        <w:t>s</w:t>
      </w:r>
      <w:r w:rsidRPr="00DA4E77">
        <w:t>te le chef l</w:t>
      </w:r>
      <w:r w:rsidR="00276CCE">
        <w:t>’</w:t>
      </w:r>
      <w:r w:rsidRPr="00DA4E77">
        <w:t>arrête</w:t>
      </w:r>
      <w:r w:rsidR="00276CCE">
        <w:t xml:space="preserve">. </w:t>
      </w:r>
      <w:r w:rsidRPr="00DA4E77">
        <w:t>Il a voulu seulement effrayer les malheureux Atlantes</w:t>
      </w:r>
      <w:r w:rsidR="00276CCE">
        <w:t xml:space="preserve">. </w:t>
      </w:r>
      <w:r w:rsidRPr="00DA4E77">
        <w:t>Et</w:t>
      </w:r>
      <w:r w:rsidR="00276CCE">
        <w:t xml:space="preserve">, </w:t>
      </w:r>
      <w:r w:rsidRPr="00DA4E77">
        <w:t>en effet</w:t>
      </w:r>
      <w:r w:rsidR="00276CCE">
        <w:t xml:space="preserve">, </w:t>
      </w:r>
      <w:r w:rsidRPr="00DA4E77">
        <w:t>ceux qui menaçaient le plus fort se rec</w:t>
      </w:r>
      <w:r w:rsidRPr="00DA4E77">
        <w:t>u</w:t>
      </w:r>
      <w:r w:rsidRPr="00DA4E77">
        <w:t>lent et se perdent dans la masse</w:t>
      </w:r>
      <w:r w:rsidR="00276CCE">
        <w:t xml:space="preserve">, </w:t>
      </w:r>
      <w:r w:rsidRPr="00DA4E77">
        <w:t>laissant un nouveau rang d</w:t>
      </w:r>
      <w:r w:rsidR="00276CCE">
        <w:t>’</w:t>
      </w:r>
      <w:r w:rsidRPr="00DA4E77">
        <w:t>Atlantes se placer contre les chaînes de fer</w:t>
      </w:r>
      <w:r w:rsidR="00276CCE">
        <w:t>.</w:t>
      </w:r>
    </w:p>
    <w:p w14:paraId="27A4E5FA" w14:textId="77777777" w:rsidR="00276CCE" w:rsidRDefault="002A4158" w:rsidP="002A4158">
      <w:r w:rsidRPr="00DA4E77">
        <w:t>Une immense pitié vient secouer le cœur du géant devant cette foule qui</w:t>
      </w:r>
      <w:r w:rsidR="00276CCE">
        <w:t xml:space="preserve">, </w:t>
      </w:r>
      <w:r w:rsidRPr="00DA4E77">
        <w:t>d</w:t>
      </w:r>
      <w:r w:rsidR="00276CCE">
        <w:t>’</w:t>
      </w:r>
      <w:r w:rsidRPr="00DA4E77">
        <w:t>elle-même</w:t>
      </w:r>
      <w:r w:rsidR="00276CCE">
        <w:t xml:space="preserve">, </w:t>
      </w:r>
      <w:r w:rsidRPr="00DA4E77">
        <w:t>par sa faiblesse incurable</w:t>
      </w:r>
      <w:r w:rsidR="00276CCE">
        <w:t xml:space="preserve">, </w:t>
      </w:r>
      <w:r w:rsidRPr="00DA4E77">
        <w:t>semble s</w:t>
      </w:r>
      <w:r w:rsidR="00276CCE">
        <w:t>’</w:t>
      </w:r>
      <w:r w:rsidRPr="00DA4E77">
        <w:t>engloutir dans l</w:t>
      </w:r>
      <w:r w:rsidR="00276CCE">
        <w:t>’</w:t>
      </w:r>
      <w:r w:rsidRPr="00DA4E77">
        <w:t>ignominie et dans le néant du prochain</w:t>
      </w:r>
      <w:r w:rsidR="00276CCE">
        <w:t>.</w:t>
      </w:r>
    </w:p>
    <w:p w14:paraId="287214A2" w14:textId="77777777" w:rsidR="00276CCE" w:rsidRDefault="002A4158" w:rsidP="002A4158">
      <w:r w:rsidRPr="00DA4E77">
        <w:t>Et très doucement</w:t>
      </w:r>
      <w:r w:rsidR="00276CCE">
        <w:t xml:space="preserve">, </w:t>
      </w:r>
      <w:r w:rsidRPr="00DA4E77">
        <w:t>d</w:t>
      </w:r>
      <w:r w:rsidR="00276CCE">
        <w:t>’</w:t>
      </w:r>
      <w:r w:rsidRPr="00DA4E77">
        <w:t>une voix presque tremblante</w:t>
      </w:r>
      <w:r w:rsidR="00276CCE">
        <w:t> :</w:t>
      </w:r>
    </w:p>
    <w:p w14:paraId="60AE2C7D" w14:textId="77777777" w:rsidR="00276CCE" w:rsidRDefault="00276CCE" w:rsidP="002A4158">
      <w:r>
        <w:t>— </w:t>
      </w:r>
      <w:r w:rsidR="002A4158" w:rsidRPr="00DA4E77">
        <w:t>Allons</w:t>
      </w:r>
      <w:r>
        <w:t xml:space="preserve"> ! </w:t>
      </w:r>
      <w:r w:rsidR="002A4158" w:rsidRPr="00DA4E77">
        <w:t>n</w:t>
      </w:r>
      <w:r>
        <w:t>’</w:t>
      </w:r>
      <w:r w:rsidR="002A4158" w:rsidRPr="00DA4E77">
        <w:t>ayez pas peur</w:t>
      </w:r>
      <w:r>
        <w:t xml:space="preserve">, </w:t>
      </w:r>
      <w:r w:rsidR="002A4158" w:rsidRPr="00DA4E77">
        <w:t>mes soldats ne vous tueront pas</w:t>
      </w:r>
      <w:r>
        <w:t xml:space="preserve">. </w:t>
      </w:r>
      <w:r w:rsidR="002A4158" w:rsidRPr="00DA4E77">
        <w:t>Les autres y suffiront</w:t>
      </w:r>
      <w:r>
        <w:t xml:space="preserve">, </w:t>
      </w:r>
      <w:r w:rsidR="002A4158" w:rsidRPr="00DA4E77">
        <w:t>et vous-mêmes</w:t>
      </w:r>
      <w:r>
        <w:t xml:space="preserve">. </w:t>
      </w:r>
      <w:r w:rsidR="002A4158" w:rsidRPr="00DA4E77">
        <w:t>Il n</w:t>
      </w:r>
      <w:r>
        <w:t>’</w:t>
      </w:r>
      <w:r w:rsidR="002A4158" w:rsidRPr="00DA4E77">
        <w:t xml:space="preserve">est pas </w:t>
      </w:r>
      <w:r w:rsidR="002A4158" w:rsidRPr="00DA4E77">
        <w:lastRenderedPageBreak/>
        <w:t>possible que sur les milliers d</w:t>
      </w:r>
      <w:r>
        <w:t>’</w:t>
      </w:r>
      <w:r w:rsidR="002A4158" w:rsidRPr="00DA4E77">
        <w:t>hommes valides qui se ruent contre nous</w:t>
      </w:r>
      <w:r>
        <w:t xml:space="preserve">, </w:t>
      </w:r>
      <w:r w:rsidR="002A4158" w:rsidRPr="00DA4E77">
        <w:t>il ne se trouve pas des vaillants</w:t>
      </w:r>
      <w:r>
        <w:t xml:space="preserve">. </w:t>
      </w:r>
      <w:r w:rsidR="002A4158" w:rsidRPr="00DA4E77">
        <w:t>Je les encadrerai de mes plus braves Égyptiens</w:t>
      </w:r>
      <w:r>
        <w:t xml:space="preserve">, </w:t>
      </w:r>
      <w:r w:rsidR="002A4158" w:rsidRPr="00DA4E77">
        <w:t>et</w:t>
      </w:r>
      <w:r>
        <w:t xml:space="preserve">, </w:t>
      </w:r>
      <w:r w:rsidR="002A4158" w:rsidRPr="00DA4E77">
        <w:t>si inexpérimentés soient-ils</w:t>
      </w:r>
      <w:r>
        <w:t xml:space="preserve">, </w:t>
      </w:r>
      <w:r w:rsidR="002A4158" w:rsidRPr="00DA4E77">
        <w:t>ces nouveaux venus pourront chasser tous les ennemis</w:t>
      </w:r>
      <w:r>
        <w:t>.</w:t>
      </w:r>
    </w:p>
    <w:p w14:paraId="7B513A3E" w14:textId="77777777" w:rsidR="00276CCE" w:rsidRDefault="002A4158" w:rsidP="002A4158">
      <w:r w:rsidRPr="00DA4E77">
        <w:t>Ayant dit ces mots</w:t>
      </w:r>
      <w:r w:rsidR="00276CCE">
        <w:t xml:space="preserve">, </w:t>
      </w:r>
      <w:r w:rsidRPr="00DA4E77">
        <w:t>il court à cheval le long des chaînes</w:t>
      </w:r>
      <w:r w:rsidR="00276CCE">
        <w:t xml:space="preserve">, </w:t>
      </w:r>
      <w:r w:rsidRPr="00DA4E77">
        <w:t>et s</w:t>
      </w:r>
      <w:r w:rsidR="00276CCE">
        <w:t>’</w:t>
      </w:r>
      <w:r w:rsidRPr="00DA4E77">
        <w:t>adressant à la foule</w:t>
      </w:r>
      <w:r w:rsidR="00276CCE">
        <w:t> :</w:t>
      </w:r>
    </w:p>
    <w:p w14:paraId="51D61D51" w14:textId="77777777" w:rsidR="00276CCE" w:rsidRDefault="00276CCE" w:rsidP="002A4158">
      <w:r>
        <w:t>— </w:t>
      </w:r>
      <w:r w:rsidR="002A4158" w:rsidRPr="00DA4E77">
        <w:t>Allons</w:t>
      </w:r>
      <w:r>
        <w:t xml:space="preserve">, </w:t>
      </w:r>
      <w:r w:rsidR="002A4158" w:rsidRPr="00DA4E77">
        <w:t>qui vient à moi</w:t>
      </w:r>
      <w:r>
        <w:t xml:space="preserve"> ? </w:t>
      </w:r>
      <w:r w:rsidR="002A4158" w:rsidRPr="00DA4E77">
        <w:t>Quelques jeunes hommes robu</w:t>
      </w:r>
      <w:r w:rsidR="002A4158" w:rsidRPr="00DA4E77">
        <w:t>s</w:t>
      </w:r>
      <w:r w:rsidR="002A4158" w:rsidRPr="00DA4E77">
        <w:t>tes</w:t>
      </w:r>
      <w:r>
        <w:t> !</w:t>
      </w:r>
    </w:p>
    <w:p w14:paraId="213BA4FF" w14:textId="77777777" w:rsidR="00276CCE" w:rsidRDefault="002A4158" w:rsidP="002A4158">
      <w:r w:rsidRPr="00DA4E77">
        <w:t>Un murmure surpris parcourt les rangs</w:t>
      </w:r>
      <w:r w:rsidR="00276CCE">
        <w:t xml:space="preserve">. </w:t>
      </w:r>
      <w:r w:rsidRPr="00DA4E77">
        <w:t>Personne ne s</w:t>
      </w:r>
      <w:r w:rsidR="00276CCE">
        <w:t>’</w:t>
      </w:r>
      <w:r w:rsidRPr="00DA4E77">
        <w:t>avance</w:t>
      </w:r>
      <w:r w:rsidR="00276CCE">
        <w:t>.</w:t>
      </w:r>
    </w:p>
    <w:p w14:paraId="0A478CC6" w14:textId="77777777" w:rsidR="00276CCE" w:rsidRDefault="002A4158" w:rsidP="002A4158">
      <w:r w:rsidRPr="00DA4E77">
        <w:t>Pourtant</w:t>
      </w:r>
      <w:r w:rsidR="00276CCE">
        <w:t xml:space="preserve">, </w:t>
      </w:r>
      <w:r w:rsidRPr="00DA4E77">
        <w:t>çà et là</w:t>
      </w:r>
      <w:r w:rsidR="00276CCE">
        <w:t xml:space="preserve">, </w:t>
      </w:r>
      <w:r w:rsidRPr="00DA4E77">
        <w:t>on voit des jeunes gens hésiter</w:t>
      </w:r>
      <w:r w:rsidR="00276CCE">
        <w:t xml:space="preserve">. </w:t>
      </w:r>
      <w:r w:rsidRPr="00DA4E77">
        <w:t>Alors</w:t>
      </w:r>
      <w:r w:rsidR="00276CCE">
        <w:t xml:space="preserve">, </w:t>
      </w:r>
      <w:r w:rsidRPr="00DA4E77">
        <w:t>avisant au premier rang deux beaux adolescents qu</w:t>
      </w:r>
      <w:r w:rsidR="00276CCE">
        <w:t>’</w:t>
      </w:r>
      <w:r w:rsidRPr="00DA4E77">
        <w:t>à leur tun</w:t>
      </w:r>
      <w:r w:rsidRPr="00DA4E77">
        <w:t>i</w:t>
      </w:r>
      <w:r w:rsidRPr="00DA4E77">
        <w:t>que on reconnaît pour des citadins riches</w:t>
      </w:r>
      <w:r w:rsidR="00276CCE">
        <w:t> :</w:t>
      </w:r>
    </w:p>
    <w:p w14:paraId="1F5431BA" w14:textId="77777777" w:rsidR="00276CCE" w:rsidRDefault="00276CCE" w:rsidP="002A4158">
      <w:r>
        <w:t>— </w:t>
      </w:r>
      <w:r w:rsidR="002A4158" w:rsidRPr="00DA4E77">
        <w:t>Vous deux</w:t>
      </w:r>
      <w:r>
        <w:t xml:space="preserve">, </w:t>
      </w:r>
      <w:r w:rsidR="002A4158" w:rsidRPr="00DA4E77">
        <w:t>là</w:t>
      </w:r>
      <w:r>
        <w:t xml:space="preserve">, </w:t>
      </w:r>
      <w:r w:rsidR="002A4158" w:rsidRPr="00DA4E77">
        <w:t xml:space="preserve">insiste </w:t>
      </w:r>
      <w:proofErr w:type="spellStart"/>
      <w:r w:rsidR="002A4158" w:rsidRPr="00DA4E77">
        <w:t>Knephao</w:t>
      </w:r>
      <w:proofErr w:type="spellEnd"/>
      <w:r>
        <w:t xml:space="preserve">, </w:t>
      </w:r>
      <w:r w:rsidR="002A4158" w:rsidRPr="00DA4E77">
        <w:t>je vois bien à vos regards que vous brûlez de manifester votre âme vaillante</w:t>
      </w:r>
      <w:r>
        <w:t xml:space="preserve">. </w:t>
      </w:r>
      <w:r w:rsidR="002A4158" w:rsidRPr="00DA4E77">
        <w:t>Allons</w:t>
      </w:r>
      <w:r>
        <w:t xml:space="preserve">, </w:t>
      </w:r>
      <w:r w:rsidR="002A4158" w:rsidRPr="00DA4E77">
        <w:t>do</w:t>
      </w:r>
      <w:r w:rsidR="002A4158" w:rsidRPr="00DA4E77">
        <w:t>n</w:t>
      </w:r>
      <w:r w:rsidR="002A4158" w:rsidRPr="00DA4E77">
        <w:t>nez l</w:t>
      </w:r>
      <w:r>
        <w:t>’</w:t>
      </w:r>
      <w:r w:rsidR="002A4158" w:rsidRPr="00DA4E77">
        <w:t>exemple</w:t>
      </w:r>
      <w:r>
        <w:t>.</w:t>
      </w:r>
    </w:p>
    <w:p w14:paraId="51AE5DF5" w14:textId="77777777" w:rsidR="00276CCE" w:rsidRDefault="002A4158" w:rsidP="002A4158">
      <w:r w:rsidRPr="00DA4E77">
        <w:t>Les deux jeunes hommes se regardent</w:t>
      </w:r>
      <w:r w:rsidR="00276CCE">
        <w:t xml:space="preserve">, </w:t>
      </w:r>
      <w:r w:rsidRPr="00DA4E77">
        <w:t>tergiversent</w:t>
      </w:r>
      <w:r w:rsidR="00276CCE">
        <w:t xml:space="preserve">, </w:t>
      </w:r>
      <w:r w:rsidRPr="00DA4E77">
        <w:t>vont sans doute escalader les chaînes</w:t>
      </w:r>
      <w:r w:rsidR="00276CCE">
        <w:t xml:space="preserve">, </w:t>
      </w:r>
      <w:r w:rsidRPr="00DA4E77">
        <w:t>quand</w:t>
      </w:r>
      <w:r w:rsidR="00276CCE">
        <w:t xml:space="preserve">, </w:t>
      </w:r>
      <w:r w:rsidRPr="00DA4E77">
        <w:t>furieuse</w:t>
      </w:r>
      <w:r w:rsidR="00276CCE">
        <w:t xml:space="preserve">, </w:t>
      </w:r>
      <w:r w:rsidRPr="00DA4E77">
        <w:t>le teint en feu</w:t>
      </w:r>
      <w:r w:rsidR="00276CCE">
        <w:t xml:space="preserve">, </w:t>
      </w:r>
      <w:r w:rsidRPr="00DA4E77">
        <w:t>les cheveux plaqués sur la sueur du front</w:t>
      </w:r>
      <w:r w:rsidR="00276CCE">
        <w:t xml:space="preserve">, </w:t>
      </w:r>
      <w:r w:rsidRPr="00DA4E77">
        <w:t>une femme accourt</w:t>
      </w:r>
      <w:r w:rsidR="00276CCE">
        <w:t xml:space="preserve">, </w:t>
      </w:r>
      <w:r w:rsidRPr="00DA4E77">
        <w:t>la mère</w:t>
      </w:r>
      <w:r w:rsidR="00276CCE">
        <w:t>.</w:t>
      </w:r>
    </w:p>
    <w:p w14:paraId="1923EDDD" w14:textId="77777777" w:rsidR="00276CCE" w:rsidRDefault="00276CCE" w:rsidP="002A4158">
      <w:r>
        <w:t>— </w:t>
      </w:r>
      <w:r w:rsidR="002A4158" w:rsidRPr="00DA4E77">
        <w:t>Miséricorde</w:t>
      </w:r>
      <w:r>
        <w:t xml:space="preserve"> ! </w:t>
      </w:r>
      <w:r w:rsidR="002A4158" w:rsidRPr="00DA4E77">
        <w:t>glapit-elle</w:t>
      </w:r>
      <w:r>
        <w:t xml:space="preserve">. </w:t>
      </w:r>
      <w:r w:rsidR="002A4158" w:rsidRPr="00DA4E77">
        <w:t>On me prend mes enfants</w:t>
      </w:r>
      <w:r>
        <w:t xml:space="preserve">, </w:t>
      </w:r>
      <w:r w:rsidR="002A4158" w:rsidRPr="00DA4E77">
        <w:t>ma chair</w:t>
      </w:r>
      <w:r>
        <w:t xml:space="preserve">, </w:t>
      </w:r>
      <w:r w:rsidR="002A4158" w:rsidRPr="00DA4E77">
        <w:t>ma vie</w:t>
      </w:r>
      <w:r>
        <w:t xml:space="preserve"> ! </w:t>
      </w:r>
      <w:r w:rsidR="002A4158" w:rsidRPr="00DA4E77">
        <w:t>Mes enfants</w:t>
      </w:r>
      <w:r>
        <w:t xml:space="preserve"> ! </w:t>
      </w:r>
      <w:r w:rsidR="002A4158" w:rsidRPr="00DA4E77">
        <w:t>mes beaux enfants</w:t>
      </w:r>
      <w:r>
        <w:t xml:space="preserve"> ! </w:t>
      </w:r>
      <w:r w:rsidR="002A4158" w:rsidRPr="00DA4E77">
        <w:t>Tu veux qu</w:t>
      </w:r>
      <w:r>
        <w:t>’</w:t>
      </w:r>
      <w:r w:rsidR="002A4158" w:rsidRPr="00DA4E77">
        <w:t>ils aillent risquer la mort comme de vils pourceaux d</w:t>
      </w:r>
      <w:r>
        <w:t>’</w:t>
      </w:r>
      <w:r w:rsidR="002A4158" w:rsidRPr="00DA4E77">
        <w:t>Égypte</w:t>
      </w:r>
      <w:r>
        <w:t xml:space="preserve"> ? </w:t>
      </w:r>
      <w:r w:rsidR="002A4158" w:rsidRPr="00DA4E77">
        <w:t>À bas la guerre</w:t>
      </w:r>
      <w:r>
        <w:t xml:space="preserve"> ! </w:t>
      </w:r>
      <w:r w:rsidR="002A4158" w:rsidRPr="00DA4E77">
        <w:t>À bas les batailles</w:t>
      </w:r>
      <w:r>
        <w:t xml:space="preserve"> ! </w:t>
      </w:r>
      <w:r w:rsidR="002A4158" w:rsidRPr="00DA4E77">
        <w:t>On a promis aux femmes d</w:t>
      </w:r>
      <w:r>
        <w:t>’</w:t>
      </w:r>
      <w:r w:rsidR="002A4158" w:rsidRPr="00DA4E77">
        <w:t>Atlantis que jamais leurs fils ne risqueraient rien</w:t>
      </w:r>
      <w:r>
        <w:t xml:space="preserve">. </w:t>
      </w:r>
      <w:r w:rsidR="002A4158" w:rsidRPr="00DA4E77">
        <w:t>Et ce sont les miens que tu veux enlever pour aller pourrir sur des cha</w:t>
      </w:r>
      <w:r w:rsidR="002A4158" w:rsidRPr="00DA4E77">
        <w:t>r</w:t>
      </w:r>
      <w:r w:rsidR="002A4158" w:rsidRPr="00DA4E77">
        <w:t>niers immondes</w:t>
      </w:r>
      <w:r>
        <w:t xml:space="preserve"> ? </w:t>
      </w:r>
      <w:r w:rsidR="002A4158" w:rsidRPr="00DA4E77">
        <w:t>Ah</w:t>
      </w:r>
      <w:r>
        <w:t xml:space="preserve"> ! </w:t>
      </w:r>
      <w:r w:rsidR="002A4158" w:rsidRPr="00DA4E77">
        <w:t>que m</w:t>
      </w:r>
      <w:r>
        <w:t>’</w:t>
      </w:r>
      <w:r w:rsidR="002A4158" w:rsidRPr="00DA4E77">
        <w:t>importent à moi vos querelles et vos histoires de conquête</w:t>
      </w:r>
      <w:r>
        <w:t xml:space="preserve"> ! </w:t>
      </w:r>
      <w:r w:rsidR="002A4158" w:rsidRPr="00DA4E77">
        <w:t>Je suis une mère</w:t>
      </w:r>
      <w:r>
        <w:t xml:space="preserve">. </w:t>
      </w:r>
      <w:r w:rsidR="002A4158" w:rsidRPr="00DA4E77">
        <w:lastRenderedPageBreak/>
        <w:t>Je ne veux pas que mes fils meurent</w:t>
      </w:r>
      <w:r>
        <w:t xml:space="preserve"> ! </w:t>
      </w:r>
      <w:r w:rsidR="002A4158" w:rsidRPr="00DA4E77">
        <w:t>Prends-en deux autres</w:t>
      </w:r>
      <w:r>
        <w:t xml:space="preserve"> ! </w:t>
      </w:r>
      <w:r w:rsidR="002A4158" w:rsidRPr="00DA4E77">
        <w:t>Il y a des pauvres qui te suivront par amour de l</w:t>
      </w:r>
      <w:r>
        <w:t>’</w:t>
      </w:r>
      <w:r w:rsidR="002A4158" w:rsidRPr="00DA4E77">
        <w:t>or</w:t>
      </w:r>
      <w:r>
        <w:t> !</w:t>
      </w:r>
    </w:p>
    <w:p w14:paraId="61C32151" w14:textId="77777777" w:rsidR="00276CCE" w:rsidRDefault="002A4158" w:rsidP="002A4158">
      <w:r w:rsidRPr="00DA4E77">
        <w:t>Avisant non loin d</w:t>
      </w:r>
      <w:r w:rsidR="00276CCE">
        <w:t>’</w:t>
      </w:r>
      <w:r w:rsidRPr="00DA4E77">
        <w:t>elle</w:t>
      </w:r>
      <w:r w:rsidR="00276CCE">
        <w:t xml:space="preserve">, </w:t>
      </w:r>
      <w:r w:rsidRPr="00DA4E77">
        <w:t>deux jeunes hommes de la classe v</w:t>
      </w:r>
      <w:r w:rsidRPr="00DA4E77">
        <w:t>i</w:t>
      </w:r>
      <w:r w:rsidRPr="00DA4E77">
        <w:t>le</w:t>
      </w:r>
      <w:r w:rsidR="00276CCE">
        <w:t xml:space="preserve">, </w:t>
      </w:r>
      <w:r w:rsidRPr="00DA4E77">
        <w:t>mêlés de sang rouge et blanc</w:t>
      </w:r>
      <w:r w:rsidR="00276CCE">
        <w:t xml:space="preserve">, </w:t>
      </w:r>
      <w:r w:rsidRPr="00DA4E77">
        <w:t>elle les invective</w:t>
      </w:r>
      <w:r w:rsidR="00276CCE">
        <w:t> :</w:t>
      </w:r>
    </w:p>
    <w:p w14:paraId="19EBCD23" w14:textId="77777777" w:rsidR="00276CCE" w:rsidRDefault="00276CCE" w:rsidP="002A4158">
      <w:r>
        <w:t>— </w:t>
      </w:r>
      <w:r w:rsidR="002A4158" w:rsidRPr="00DA4E77">
        <w:t>Et ceux-là</w:t>
      </w:r>
      <w:r>
        <w:t xml:space="preserve">, </w:t>
      </w:r>
      <w:r w:rsidR="002A4158" w:rsidRPr="00DA4E77">
        <w:t>ne peuvent-ils pas se battre pour les nôtres</w:t>
      </w:r>
      <w:r>
        <w:t> ?</w:t>
      </w:r>
    </w:p>
    <w:p w14:paraId="7DD9CA48" w14:textId="77777777" w:rsidR="00276CCE" w:rsidRDefault="00276CCE" w:rsidP="002A4158">
      <w:r>
        <w:t>— </w:t>
      </w:r>
      <w:r w:rsidR="002A4158" w:rsidRPr="00DA4E77">
        <w:t>Vraiment</w:t>
      </w:r>
      <w:r>
        <w:t xml:space="preserve"> ! </w:t>
      </w:r>
      <w:r w:rsidR="002A4158" w:rsidRPr="00DA4E77">
        <w:t>braille une autre femme qui apparaît</w:t>
      </w:r>
      <w:r>
        <w:t xml:space="preserve">, </w:t>
      </w:r>
      <w:r w:rsidR="002A4158" w:rsidRPr="00DA4E77">
        <w:t>sordide</w:t>
      </w:r>
      <w:r>
        <w:t xml:space="preserve">, </w:t>
      </w:r>
      <w:r w:rsidR="002A4158" w:rsidRPr="00DA4E77">
        <w:t>la figure sale</w:t>
      </w:r>
      <w:r>
        <w:t xml:space="preserve">, </w:t>
      </w:r>
      <w:r w:rsidR="002A4158" w:rsidRPr="00DA4E77">
        <w:t>la bouche édentée</w:t>
      </w:r>
      <w:r>
        <w:t xml:space="preserve"> ; </w:t>
      </w:r>
      <w:r w:rsidR="002A4158" w:rsidRPr="00DA4E77">
        <w:t>vraiment</w:t>
      </w:r>
      <w:r>
        <w:t xml:space="preserve">, </w:t>
      </w:r>
      <w:r w:rsidR="002A4158" w:rsidRPr="00DA4E77">
        <w:t>mes fils iraient mourir pour les tiens</w:t>
      </w:r>
      <w:r>
        <w:t> ?</w:t>
      </w:r>
    </w:p>
    <w:p w14:paraId="47F138CB" w14:textId="77777777" w:rsidR="00276CCE" w:rsidRDefault="00276CCE" w:rsidP="002A4158">
      <w:r>
        <w:t>— </w:t>
      </w:r>
      <w:r w:rsidR="002A4158" w:rsidRPr="00DA4E77">
        <w:t>Et de quel droit vivraient-ils</w:t>
      </w:r>
      <w:r>
        <w:t xml:space="preserve">, </w:t>
      </w:r>
      <w:r w:rsidR="002A4158" w:rsidRPr="00DA4E77">
        <w:t>vieille mégère</w:t>
      </w:r>
      <w:r>
        <w:t xml:space="preserve">, </w:t>
      </w:r>
      <w:r w:rsidR="002A4158" w:rsidRPr="00DA4E77">
        <w:t>puisqu</w:t>
      </w:r>
      <w:r>
        <w:t>’</w:t>
      </w:r>
      <w:r w:rsidR="002A4158" w:rsidRPr="00DA4E77">
        <w:t>ils ne sont pas de pure race rouge</w:t>
      </w:r>
      <w:r>
        <w:t> ?</w:t>
      </w:r>
    </w:p>
    <w:p w14:paraId="4168EE92" w14:textId="77777777" w:rsidR="00276CCE" w:rsidRDefault="00276CCE" w:rsidP="002A4158">
      <w:r>
        <w:t>— </w:t>
      </w:r>
      <w:r w:rsidR="002A4158" w:rsidRPr="00DA4E77">
        <w:t>Du droit que ma chair</w:t>
      </w:r>
      <w:r>
        <w:t xml:space="preserve">, </w:t>
      </w:r>
      <w:r w:rsidR="002A4158" w:rsidRPr="00DA4E77">
        <w:t>pas plus que la tienne</w:t>
      </w:r>
      <w:r>
        <w:t xml:space="preserve">, </w:t>
      </w:r>
      <w:r w:rsidR="002A4158" w:rsidRPr="00DA4E77">
        <w:t>n</w:t>
      </w:r>
      <w:r>
        <w:t>’</w:t>
      </w:r>
      <w:r w:rsidR="002A4158" w:rsidRPr="00DA4E77">
        <w:t>est faite pour le charnier</w:t>
      </w:r>
      <w:r>
        <w:t>.</w:t>
      </w:r>
    </w:p>
    <w:p w14:paraId="00AF79E0" w14:textId="77777777" w:rsidR="00276CCE" w:rsidRDefault="00276CCE" w:rsidP="002A4158">
      <w:r>
        <w:t>— </w:t>
      </w:r>
      <w:r w:rsidR="002A4158" w:rsidRPr="00DA4E77">
        <w:t>Elle en a déjà l</w:t>
      </w:r>
      <w:r>
        <w:t>’</w:t>
      </w:r>
      <w:r w:rsidR="002A4158" w:rsidRPr="00DA4E77">
        <w:t>odeur</w:t>
      </w:r>
      <w:r>
        <w:t xml:space="preserve">, </w:t>
      </w:r>
      <w:r w:rsidR="002A4158" w:rsidRPr="00DA4E77">
        <w:t>en tous les cas</w:t>
      </w:r>
      <w:r>
        <w:t>.</w:t>
      </w:r>
    </w:p>
    <w:p w14:paraId="35EA34F9" w14:textId="77777777" w:rsidR="00276CCE" w:rsidRDefault="00276CCE" w:rsidP="002A4158">
      <w:r>
        <w:t>— </w:t>
      </w:r>
      <w:r w:rsidR="002A4158" w:rsidRPr="00DA4E77">
        <w:t>Ordure</w:t>
      </w:r>
      <w:r>
        <w:t xml:space="preserve"> ! </w:t>
      </w:r>
      <w:r w:rsidR="002A4158" w:rsidRPr="00DA4E77">
        <w:t>voleuse</w:t>
      </w:r>
      <w:r>
        <w:t xml:space="preserve"> ! </w:t>
      </w:r>
      <w:r w:rsidR="002A4158" w:rsidRPr="00DA4E77">
        <w:t>mangeuse de pauvres</w:t>
      </w:r>
      <w:r>
        <w:t xml:space="preserve">. </w:t>
      </w:r>
      <w:r w:rsidR="002A4158" w:rsidRPr="00DA4E77">
        <w:t>Tiens</w:t>
      </w:r>
      <w:r>
        <w:t> !</w:t>
      </w:r>
    </w:p>
    <w:p w14:paraId="770DF434" w14:textId="77777777" w:rsidR="00276CCE" w:rsidRDefault="002A4158" w:rsidP="002A4158">
      <w:r w:rsidRPr="00DA4E77">
        <w:t>Et la vieille pauvresse</w:t>
      </w:r>
      <w:r w:rsidR="00276CCE">
        <w:t xml:space="preserve">, </w:t>
      </w:r>
      <w:r w:rsidRPr="00DA4E77">
        <w:t>sautant sur la riche</w:t>
      </w:r>
      <w:r w:rsidR="00276CCE">
        <w:t xml:space="preserve">, </w:t>
      </w:r>
      <w:r w:rsidRPr="00DA4E77">
        <w:t>la prend à la gorge</w:t>
      </w:r>
      <w:r w:rsidR="00276CCE">
        <w:t xml:space="preserve">, </w:t>
      </w:r>
      <w:r w:rsidRPr="00DA4E77">
        <w:t>et un combat s</w:t>
      </w:r>
      <w:r w:rsidR="00276CCE">
        <w:t>’</w:t>
      </w:r>
      <w:r w:rsidRPr="00DA4E77">
        <w:t>engage</w:t>
      </w:r>
      <w:r w:rsidR="00276CCE">
        <w:t xml:space="preserve">. </w:t>
      </w:r>
      <w:r w:rsidRPr="00DA4E77">
        <w:t>Les fils alors foncent sur leurs mères pour les séparer</w:t>
      </w:r>
      <w:r w:rsidR="00276CCE">
        <w:t xml:space="preserve">. </w:t>
      </w:r>
      <w:r w:rsidRPr="00DA4E77">
        <w:t>Ils se heurtent les uns contre les autres</w:t>
      </w:r>
      <w:r w:rsidR="00276CCE">
        <w:t xml:space="preserve">. </w:t>
      </w:r>
      <w:r w:rsidRPr="00DA4E77">
        <w:t>Les voisins interviennent</w:t>
      </w:r>
      <w:r w:rsidR="00276CCE">
        <w:t xml:space="preserve">. </w:t>
      </w:r>
      <w:r w:rsidRPr="00DA4E77">
        <w:t>La mêlée va devenir générale</w:t>
      </w:r>
      <w:r w:rsidR="00276CCE">
        <w:t xml:space="preserve">, </w:t>
      </w:r>
      <w:r w:rsidRPr="00DA4E77">
        <w:t>quand</w:t>
      </w:r>
      <w:r w:rsidR="00276CCE">
        <w:t xml:space="preserve">, </w:t>
      </w:r>
      <w:r w:rsidRPr="00DA4E77">
        <w:t>du fond de la place</w:t>
      </w:r>
      <w:r w:rsidR="00276CCE">
        <w:t xml:space="preserve">, </w:t>
      </w:r>
      <w:r w:rsidRPr="00DA4E77">
        <w:t>on crie</w:t>
      </w:r>
      <w:r w:rsidR="00276CCE">
        <w:t> :</w:t>
      </w:r>
    </w:p>
    <w:p w14:paraId="5769250A" w14:textId="77777777" w:rsidR="00276CCE" w:rsidRDefault="00276CCE" w:rsidP="002A4158">
      <w:r>
        <w:t>— </w:t>
      </w:r>
      <w:proofErr w:type="spellStart"/>
      <w:r w:rsidR="002A4158" w:rsidRPr="00DA4E77">
        <w:t>Oréus</w:t>
      </w:r>
      <w:proofErr w:type="spellEnd"/>
      <w:r>
        <w:t xml:space="preserve"> ! </w:t>
      </w:r>
      <w:proofErr w:type="spellStart"/>
      <w:r w:rsidR="002A4158" w:rsidRPr="00DA4E77">
        <w:t>Oréus</w:t>
      </w:r>
      <w:proofErr w:type="spellEnd"/>
      <w:r>
        <w:t> !</w:t>
      </w:r>
    </w:p>
    <w:p w14:paraId="6DA992C8" w14:textId="77777777" w:rsidR="00276CCE" w:rsidRDefault="002A4158" w:rsidP="002A4158">
      <w:r w:rsidRPr="00DA4E77">
        <w:t xml:space="preserve">On vient de voir </w:t>
      </w:r>
      <w:proofErr w:type="spellStart"/>
      <w:r w:rsidRPr="00DA4E77">
        <w:t>Oréus</w:t>
      </w:r>
      <w:proofErr w:type="spellEnd"/>
      <w:r w:rsidR="00276CCE">
        <w:t xml:space="preserve">, </w:t>
      </w:r>
      <w:r w:rsidRPr="00DA4E77">
        <w:t>en effet</w:t>
      </w:r>
      <w:r w:rsidR="00276CCE">
        <w:t xml:space="preserve">, </w:t>
      </w:r>
      <w:r w:rsidRPr="00DA4E77">
        <w:t>apparaître sur le parapet de la Terrasse Sainte</w:t>
      </w:r>
      <w:r w:rsidR="00276CCE">
        <w:t>.</w:t>
      </w:r>
    </w:p>
    <w:p w14:paraId="115F9C81" w14:textId="77777777" w:rsidR="00276CCE" w:rsidRDefault="002A4158" w:rsidP="002A4158">
      <w:r w:rsidRPr="00DA4E77">
        <w:t>À ces mots magiques</w:t>
      </w:r>
      <w:r w:rsidR="00276CCE">
        <w:t xml:space="preserve">, </w:t>
      </w:r>
      <w:r w:rsidRPr="00DA4E77">
        <w:t>les combattants se séparent</w:t>
      </w:r>
      <w:r w:rsidR="00276CCE">
        <w:t xml:space="preserve">. </w:t>
      </w:r>
      <w:r w:rsidRPr="00DA4E77">
        <w:t>Tous les yeux sont tournés vers la terrasse</w:t>
      </w:r>
      <w:r w:rsidR="00276CCE">
        <w:t>.</w:t>
      </w:r>
    </w:p>
    <w:p w14:paraId="53FC6CDB" w14:textId="77777777" w:rsidR="00276CCE" w:rsidRDefault="00276CCE" w:rsidP="002A4158">
      <w:r>
        <w:lastRenderedPageBreak/>
        <w:t>— </w:t>
      </w:r>
      <w:proofErr w:type="spellStart"/>
      <w:r w:rsidR="002A4158" w:rsidRPr="00DA4E77">
        <w:t>Oréus</w:t>
      </w:r>
      <w:proofErr w:type="spellEnd"/>
      <w:r>
        <w:t xml:space="preserve"> ! </w:t>
      </w:r>
      <w:r w:rsidR="002A4158" w:rsidRPr="00DA4E77">
        <w:t>hurle un marchand</w:t>
      </w:r>
      <w:r>
        <w:t xml:space="preserve">. </w:t>
      </w:r>
      <w:r w:rsidR="002A4158" w:rsidRPr="00DA4E77">
        <w:t>Mais alors</w:t>
      </w:r>
      <w:r>
        <w:t xml:space="preserve">, </w:t>
      </w:r>
      <w:r w:rsidR="002A4158" w:rsidRPr="00DA4E77">
        <w:t xml:space="preserve">si </w:t>
      </w:r>
      <w:proofErr w:type="spellStart"/>
      <w:r w:rsidR="002A4158" w:rsidRPr="00DA4E77">
        <w:t>Oréus</w:t>
      </w:r>
      <w:proofErr w:type="spellEnd"/>
      <w:r w:rsidR="002A4158" w:rsidRPr="00DA4E77">
        <w:t xml:space="preserve"> se mo</w:t>
      </w:r>
      <w:r w:rsidR="002A4158" w:rsidRPr="00DA4E77">
        <w:t>n</w:t>
      </w:r>
      <w:r w:rsidR="002A4158" w:rsidRPr="00DA4E77">
        <w:t>tre</w:t>
      </w:r>
      <w:r>
        <w:t xml:space="preserve">, </w:t>
      </w:r>
      <w:r w:rsidR="002A4158" w:rsidRPr="00DA4E77">
        <w:t>il va faire le miracle</w:t>
      </w:r>
      <w:r>
        <w:t>.</w:t>
      </w:r>
    </w:p>
    <w:p w14:paraId="248BD403" w14:textId="77777777" w:rsidR="00276CCE" w:rsidRDefault="00276CCE" w:rsidP="002A4158">
      <w:r>
        <w:t>— </w:t>
      </w:r>
      <w:r w:rsidR="002A4158" w:rsidRPr="00DA4E77">
        <w:t>Sauvés</w:t>
      </w:r>
      <w:r>
        <w:t xml:space="preserve"> ! </w:t>
      </w:r>
      <w:r w:rsidR="002A4158" w:rsidRPr="00DA4E77">
        <w:t>Nous voilà sauvés</w:t>
      </w:r>
      <w:r>
        <w:t xml:space="preserve"> ! </w:t>
      </w:r>
      <w:r w:rsidR="002A4158" w:rsidRPr="00DA4E77">
        <w:t>crie la foule délirant de joie</w:t>
      </w:r>
      <w:r>
        <w:t xml:space="preserve">. </w:t>
      </w:r>
      <w:r w:rsidR="002A4158" w:rsidRPr="00DA4E77">
        <w:t>Sauvés sans bataille</w:t>
      </w:r>
      <w:r>
        <w:t> !</w:t>
      </w:r>
    </w:p>
    <w:p w14:paraId="7D6A5C5E" w14:textId="77777777" w:rsidR="00276CCE" w:rsidRDefault="002A4158" w:rsidP="002A4158">
      <w:r w:rsidRPr="00DA4E77">
        <w:t xml:space="preserve">Alors </w:t>
      </w:r>
      <w:proofErr w:type="spellStart"/>
      <w:r w:rsidRPr="00DA4E77">
        <w:t>Knephao</w:t>
      </w:r>
      <w:proofErr w:type="spellEnd"/>
      <w:r w:rsidR="00276CCE">
        <w:t xml:space="preserve">, </w:t>
      </w:r>
      <w:r w:rsidRPr="00DA4E77">
        <w:t>pris d</w:t>
      </w:r>
      <w:r w:rsidR="00276CCE">
        <w:t>’</w:t>
      </w:r>
      <w:r w:rsidRPr="00DA4E77">
        <w:t>une pitié méprisante</w:t>
      </w:r>
      <w:r w:rsidR="00276CCE">
        <w:t> :</w:t>
      </w:r>
    </w:p>
    <w:p w14:paraId="1BF6E49F" w14:textId="77777777" w:rsidR="00276CCE" w:rsidRDefault="00276CCE" w:rsidP="002A4158">
      <w:r>
        <w:t>— </w:t>
      </w:r>
      <w:r w:rsidR="002A4158" w:rsidRPr="00DA4E77">
        <w:t>Atlantes</w:t>
      </w:r>
      <w:r>
        <w:t xml:space="preserve">, </w:t>
      </w:r>
      <w:r w:rsidR="002A4158" w:rsidRPr="00DA4E77">
        <w:t>attendez un instant</w:t>
      </w:r>
      <w:r>
        <w:t xml:space="preserve">. </w:t>
      </w:r>
      <w:r w:rsidR="002A4158" w:rsidRPr="00DA4E77">
        <w:t xml:space="preserve">Je vais consulter </w:t>
      </w:r>
      <w:proofErr w:type="spellStart"/>
      <w:r w:rsidR="002A4158" w:rsidRPr="00DA4E77">
        <w:t>Oréus</w:t>
      </w:r>
      <w:proofErr w:type="spellEnd"/>
      <w:r w:rsidR="002A4158" w:rsidRPr="00DA4E77">
        <w:t xml:space="preserve"> dont la voix peut communiquer avec la mienne de la terrasse au Palais</w:t>
      </w:r>
      <w:r>
        <w:t>.</w:t>
      </w:r>
    </w:p>
    <w:p w14:paraId="39DA0D1C" w14:textId="77777777" w:rsidR="00276CCE" w:rsidRDefault="00276CCE" w:rsidP="002A4158">
      <w:r>
        <w:t>— </w:t>
      </w:r>
      <w:r w:rsidR="002A4158" w:rsidRPr="00DA4E77">
        <w:t>Oui</w:t>
      </w:r>
      <w:r>
        <w:t xml:space="preserve"> ! </w:t>
      </w:r>
      <w:r w:rsidR="002A4158" w:rsidRPr="00DA4E77">
        <w:t>oui</w:t>
      </w:r>
      <w:r>
        <w:t xml:space="preserve"> ! </w:t>
      </w:r>
      <w:r w:rsidR="002A4158" w:rsidRPr="00DA4E77">
        <w:t>qu</w:t>
      </w:r>
      <w:r>
        <w:t>’</w:t>
      </w:r>
      <w:r w:rsidR="002A4158" w:rsidRPr="00DA4E77">
        <w:t>il nous dise l</w:t>
      </w:r>
      <w:r>
        <w:t>’</w:t>
      </w:r>
      <w:r w:rsidR="002A4158" w:rsidRPr="00DA4E77">
        <w:t>avenir</w:t>
      </w:r>
      <w:r>
        <w:t xml:space="preserve"> ; </w:t>
      </w:r>
      <w:r w:rsidR="002A4158" w:rsidRPr="00DA4E77">
        <w:t>qu</w:t>
      </w:r>
      <w:r>
        <w:t>’</w:t>
      </w:r>
      <w:r w:rsidR="002A4158" w:rsidRPr="00DA4E77">
        <w:t>il nous rassure</w:t>
      </w:r>
      <w:r>
        <w:t> !</w:t>
      </w:r>
    </w:p>
    <w:p w14:paraId="120A9ED1" w14:textId="77777777" w:rsidR="00276CCE" w:rsidRDefault="002A4158" w:rsidP="002A4158">
      <w:proofErr w:type="spellStart"/>
      <w:r w:rsidRPr="00DA4E77">
        <w:t>Knephao</w:t>
      </w:r>
      <w:proofErr w:type="spellEnd"/>
      <w:r w:rsidR="00276CCE">
        <w:t xml:space="preserve">, </w:t>
      </w:r>
      <w:r w:rsidRPr="00DA4E77">
        <w:t>alors</w:t>
      </w:r>
      <w:r w:rsidR="00276CCE">
        <w:t xml:space="preserve">, </w:t>
      </w:r>
      <w:r w:rsidRPr="00DA4E77">
        <w:t>laissant ses soldats défendre les chaînes</w:t>
      </w:r>
      <w:r w:rsidR="00276CCE">
        <w:t xml:space="preserve">, </w:t>
      </w:r>
      <w:r w:rsidRPr="00DA4E77">
        <w:t>se rend au Palais et bientôt en revient</w:t>
      </w:r>
      <w:r w:rsidR="00276CCE">
        <w:t xml:space="preserve">, </w:t>
      </w:r>
      <w:r w:rsidRPr="00DA4E77">
        <w:t>anxieusement attendu par la multitude</w:t>
      </w:r>
      <w:r w:rsidR="00276CCE">
        <w:t>.</w:t>
      </w:r>
    </w:p>
    <w:p w14:paraId="68BF7E77" w14:textId="77777777" w:rsidR="00276CCE" w:rsidRDefault="00276CCE" w:rsidP="002A4158">
      <w:r>
        <w:t>— </w:t>
      </w:r>
      <w:r w:rsidR="002A4158" w:rsidRPr="00DA4E77">
        <w:t>Partez d</w:t>
      </w:r>
      <w:r>
        <w:t>’</w:t>
      </w:r>
      <w:r w:rsidR="002A4158" w:rsidRPr="00DA4E77">
        <w:t>ici</w:t>
      </w:r>
      <w:r>
        <w:t xml:space="preserve">, </w:t>
      </w:r>
      <w:r w:rsidR="002A4158" w:rsidRPr="00DA4E77">
        <w:t>Atlantes</w:t>
      </w:r>
      <w:r>
        <w:t xml:space="preserve"> ! </w:t>
      </w:r>
      <w:proofErr w:type="spellStart"/>
      <w:r w:rsidR="002A4158" w:rsidRPr="00DA4E77">
        <w:t>Oréus</w:t>
      </w:r>
      <w:proofErr w:type="spellEnd"/>
      <w:r w:rsidR="002A4158" w:rsidRPr="00DA4E77">
        <w:t xml:space="preserve"> assure que vous ne risquez rien</w:t>
      </w:r>
      <w:r>
        <w:t xml:space="preserve"> ! </w:t>
      </w:r>
      <w:r w:rsidR="002A4158" w:rsidRPr="00DA4E77">
        <w:t>Mais il faut que vous rentriez immédiatement dans vos demeures</w:t>
      </w:r>
      <w:r>
        <w:t xml:space="preserve">. </w:t>
      </w:r>
      <w:r w:rsidR="002A4158" w:rsidRPr="00DA4E77">
        <w:t>Mes soldats veilleront sur la sécurité de vos rues</w:t>
      </w:r>
      <w:r>
        <w:t>.</w:t>
      </w:r>
    </w:p>
    <w:p w14:paraId="23E54155" w14:textId="77777777" w:rsidR="00276CCE" w:rsidRDefault="00276CCE" w:rsidP="002A4158">
      <w:r>
        <w:t>— </w:t>
      </w:r>
      <w:r w:rsidR="002A4158" w:rsidRPr="00DA4E77">
        <w:t xml:space="preserve">Et </w:t>
      </w:r>
      <w:proofErr w:type="spellStart"/>
      <w:r w:rsidR="002A4158" w:rsidRPr="00DA4E77">
        <w:t>Oréus</w:t>
      </w:r>
      <w:proofErr w:type="spellEnd"/>
      <w:r>
        <w:t xml:space="preserve">, </w:t>
      </w:r>
      <w:r w:rsidR="002A4158" w:rsidRPr="00DA4E77">
        <w:t>que fera-t-il</w:t>
      </w:r>
      <w:r>
        <w:t> ?</w:t>
      </w:r>
    </w:p>
    <w:p w14:paraId="2D5BFB09" w14:textId="77777777" w:rsidR="00276CCE" w:rsidRDefault="00276CCE" w:rsidP="002A4158">
      <w:r>
        <w:t>— </w:t>
      </w:r>
      <w:r w:rsidR="002A4158" w:rsidRPr="00DA4E77">
        <w:t>Il brûlera</w:t>
      </w:r>
      <w:r>
        <w:t xml:space="preserve">, </w:t>
      </w:r>
      <w:r w:rsidR="002A4158" w:rsidRPr="00DA4E77">
        <w:t>de haut</w:t>
      </w:r>
      <w:r>
        <w:t xml:space="preserve">, </w:t>
      </w:r>
      <w:r w:rsidR="002A4158" w:rsidRPr="00DA4E77">
        <w:t>tous les vaisseaux barbares</w:t>
      </w:r>
      <w:r>
        <w:t xml:space="preserve"> ! </w:t>
      </w:r>
      <w:r w:rsidR="002A4158" w:rsidRPr="00DA4E77">
        <w:t>Mais que personne ne reste hors de chez soi</w:t>
      </w:r>
      <w:r>
        <w:t xml:space="preserve"> ! </w:t>
      </w:r>
      <w:r w:rsidR="002A4158" w:rsidRPr="00DA4E77">
        <w:t>Il courrait le risque de p</w:t>
      </w:r>
      <w:r w:rsidR="002A4158" w:rsidRPr="00DA4E77">
        <w:t>é</w:t>
      </w:r>
      <w:r w:rsidR="002A4158" w:rsidRPr="00DA4E77">
        <w:t>rir</w:t>
      </w:r>
      <w:r>
        <w:t> !</w:t>
      </w:r>
    </w:p>
    <w:p w14:paraId="54A065DC" w14:textId="77777777" w:rsidR="00276CCE" w:rsidRDefault="00276CCE" w:rsidP="002A4158">
      <w:r>
        <w:t>— </w:t>
      </w:r>
      <w:r w:rsidR="002A4158" w:rsidRPr="00DA4E77">
        <w:t>Gloire</w:t>
      </w:r>
      <w:r>
        <w:t xml:space="preserve"> ! </w:t>
      </w:r>
      <w:r w:rsidR="002A4158" w:rsidRPr="00DA4E77">
        <w:t>Gloire</w:t>
      </w:r>
      <w:r>
        <w:t xml:space="preserve"> ! </w:t>
      </w:r>
      <w:r w:rsidR="002A4158" w:rsidRPr="00DA4E77">
        <w:t>Vive le Sphinx</w:t>
      </w:r>
      <w:r>
        <w:t> !</w:t>
      </w:r>
    </w:p>
    <w:p w14:paraId="030F9994" w14:textId="77777777" w:rsidR="00276CCE" w:rsidRDefault="002A4158" w:rsidP="002A4158">
      <w:r w:rsidRPr="00DA4E77">
        <w:t>Et cette foule</w:t>
      </w:r>
      <w:r w:rsidR="00276CCE">
        <w:t xml:space="preserve">, </w:t>
      </w:r>
      <w:r w:rsidRPr="00DA4E77">
        <w:t>aussi follement qu</w:t>
      </w:r>
      <w:r w:rsidR="00276CCE">
        <w:t>’</w:t>
      </w:r>
      <w:r w:rsidRPr="00DA4E77">
        <w:t>elle est venue</w:t>
      </w:r>
      <w:r w:rsidR="00276CCE">
        <w:t xml:space="preserve">, </w:t>
      </w:r>
      <w:r w:rsidRPr="00DA4E77">
        <w:t>se retire en désordre</w:t>
      </w:r>
      <w:r w:rsidR="00276CCE">
        <w:t xml:space="preserve">, </w:t>
      </w:r>
      <w:r w:rsidRPr="00DA4E77">
        <w:t>se jetant dans les avenues et s</w:t>
      </w:r>
      <w:r w:rsidR="00276CCE">
        <w:t>’</w:t>
      </w:r>
      <w:r w:rsidRPr="00DA4E77">
        <w:t>étouffant aux carr</w:t>
      </w:r>
      <w:r w:rsidRPr="00DA4E77">
        <w:t>e</w:t>
      </w:r>
      <w:r w:rsidRPr="00DA4E77">
        <w:t>fours</w:t>
      </w:r>
      <w:r w:rsidR="00276CCE">
        <w:t xml:space="preserve">. </w:t>
      </w:r>
      <w:proofErr w:type="spellStart"/>
      <w:r w:rsidRPr="00DA4E77">
        <w:t>Knephao</w:t>
      </w:r>
      <w:proofErr w:type="spellEnd"/>
      <w:r w:rsidR="00276CCE">
        <w:t xml:space="preserve">, </w:t>
      </w:r>
      <w:r w:rsidRPr="00DA4E77">
        <w:t>honteux d</w:t>
      </w:r>
      <w:r w:rsidR="00276CCE">
        <w:t>’</w:t>
      </w:r>
      <w:r w:rsidRPr="00DA4E77">
        <w:t>avoir eu besoin de recourir à la s</w:t>
      </w:r>
      <w:r w:rsidRPr="00DA4E77">
        <w:t>u</w:t>
      </w:r>
      <w:r w:rsidRPr="00DA4E77">
        <w:t>percherie pour débarrasser la place d</w:t>
      </w:r>
      <w:r w:rsidR="00276CCE">
        <w:t>’</w:t>
      </w:r>
      <w:r w:rsidRPr="00DA4E77">
        <w:t>un peuple imbécile</w:t>
      </w:r>
      <w:r w:rsidR="00276CCE">
        <w:t xml:space="preserve">, </w:t>
      </w:r>
      <w:r w:rsidRPr="00DA4E77">
        <w:t>loin de se réjouir de sa réussite</w:t>
      </w:r>
      <w:r w:rsidR="00276CCE">
        <w:t xml:space="preserve">, </w:t>
      </w:r>
      <w:r w:rsidRPr="00DA4E77">
        <w:t>se retourne et dissimule son ém</w:t>
      </w:r>
      <w:r w:rsidRPr="00DA4E77">
        <w:t>o</w:t>
      </w:r>
      <w:r w:rsidRPr="00DA4E77">
        <w:t>tion à ses soldats</w:t>
      </w:r>
      <w:r w:rsidR="00276CCE">
        <w:t xml:space="preserve">. </w:t>
      </w:r>
      <w:r w:rsidRPr="00DA4E77">
        <w:t>Ces derniers</w:t>
      </w:r>
      <w:r w:rsidR="00276CCE">
        <w:t xml:space="preserve">, </w:t>
      </w:r>
      <w:r w:rsidRPr="00DA4E77">
        <w:t>alors</w:t>
      </w:r>
      <w:r w:rsidR="00276CCE">
        <w:t xml:space="preserve">, </w:t>
      </w:r>
      <w:r w:rsidRPr="00DA4E77">
        <w:t xml:space="preserve">enlevant les </w:t>
      </w:r>
      <w:r w:rsidRPr="00DA4E77">
        <w:lastRenderedPageBreak/>
        <w:t>chaînes</w:t>
      </w:r>
      <w:r w:rsidR="00276CCE">
        <w:t xml:space="preserve">, </w:t>
      </w:r>
      <w:r w:rsidRPr="00DA4E77">
        <w:t>se séparent en deux cohortes</w:t>
      </w:r>
      <w:r w:rsidR="00276CCE">
        <w:t xml:space="preserve"> : </w:t>
      </w:r>
      <w:r w:rsidRPr="00DA4E77">
        <w:t>l</w:t>
      </w:r>
      <w:r w:rsidR="00276CCE">
        <w:t>’</w:t>
      </w:r>
      <w:r w:rsidRPr="00DA4E77">
        <w:t xml:space="preserve">une qui garde le Palais avec </w:t>
      </w:r>
      <w:proofErr w:type="spellStart"/>
      <w:r w:rsidRPr="00DA4E77">
        <w:t>Kn</w:t>
      </w:r>
      <w:r w:rsidRPr="00DA4E77">
        <w:t>e</w:t>
      </w:r>
      <w:r w:rsidRPr="00DA4E77">
        <w:t>phao</w:t>
      </w:r>
      <w:proofErr w:type="spellEnd"/>
      <w:r w:rsidR="00276CCE">
        <w:t xml:space="preserve">, </w:t>
      </w:r>
      <w:r w:rsidRPr="00DA4E77">
        <w:t>l</w:t>
      </w:r>
      <w:r w:rsidR="00276CCE">
        <w:t>’</w:t>
      </w:r>
      <w:r w:rsidRPr="00DA4E77">
        <w:t>autre qui se disperse à travers la ville</w:t>
      </w:r>
      <w:r w:rsidR="00276CCE">
        <w:t>.</w:t>
      </w:r>
    </w:p>
    <w:p w14:paraId="383924BB" w14:textId="77777777" w:rsidR="00276CCE" w:rsidRDefault="002A4158" w:rsidP="002A4158">
      <w:r w:rsidRPr="00DA4E77">
        <w:t>Une profonde tristesse embrume l</w:t>
      </w:r>
      <w:r w:rsidR="00276CCE">
        <w:t>’</w:t>
      </w:r>
      <w:r w:rsidRPr="00DA4E77">
        <w:t>esprit de ces hommes</w:t>
      </w:r>
      <w:r w:rsidR="00276CCE">
        <w:t xml:space="preserve">, </w:t>
      </w:r>
      <w:r w:rsidRPr="00DA4E77">
        <w:t>d</w:t>
      </w:r>
      <w:r w:rsidR="00276CCE">
        <w:t>’</w:t>
      </w:r>
      <w:r w:rsidRPr="00DA4E77">
        <w:t>ordinaire si ardents au danger</w:t>
      </w:r>
      <w:r w:rsidR="00276CCE">
        <w:t xml:space="preserve">. </w:t>
      </w:r>
      <w:r w:rsidRPr="00DA4E77">
        <w:t>Leur cœur se soulève d</w:t>
      </w:r>
      <w:r w:rsidR="00276CCE">
        <w:t>’</w:t>
      </w:r>
      <w:r w:rsidRPr="00DA4E77">
        <w:t>un lourd dégoût pour le peuple qu</w:t>
      </w:r>
      <w:r w:rsidR="00276CCE">
        <w:t>’</w:t>
      </w:r>
      <w:r w:rsidRPr="00DA4E77">
        <w:t>ils vont défendre</w:t>
      </w:r>
      <w:r w:rsidR="00276CCE">
        <w:t xml:space="preserve">. </w:t>
      </w:r>
      <w:r w:rsidRPr="00DA4E77">
        <w:t>Et</w:t>
      </w:r>
      <w:r w:rsidR="00276CCE">
        <w:t xml:space="preserve">, </w:t>
      </w:r>
      <w:r w:rsidRPr="00DA4E77">
        <w:t>dans les rues qu</w:t>
      </w:r>
      <w:r w:rsidR="00276CCE">
        <w:t>’</w:t>
      </w:r>
      <w:r w:rsidRPr="00DA4E77">
        <w:t>ils traversent</w:t>
      </w:r>
      <w:r w:rsidR="00276CCE">
        <w:t xml:space="preserve">, </w:t>
      </w:r>
      <w:r w:rsidRPr="00DA4E77">
        <w:t>dans les carrefours où ils se postent et d</w:t>
      </w:r>
      <w:r w:rsidR="00276CCE">
        <w:t>’</w:t>
      </w:r>
      <w:r w:rsidRPr="00DA4E77">
        <w:t>où la cohue se retire peu à peu</w:t>
      </w:r>
      <w:r w:rsidR="00276CCE">
        <w:t xml:space="preserve">, </w:t>
      </w:r>
      <w:r w:rsidRPr="00DA4E77">
        <w:t>une odeur de pourriture et de mort les trouble d</w:t>
      </w:r>
      <w:r w:rsidR="00276CCE">
        <w:t>’</w:t>
      </w:r>
      <w:r w:rsidRPr="00DA4E77">
        <w:t>une ignoble nausée</w:t>
      </w:r>
      <w:r w:rsidR="00276CCE">
        <w:t xml:space="preserve">. </w:t>
      </w:r>
      <w:r w:rsidRPr="00DA4E77">
        <w:t>Car la Cité entière</w:t>
      </w:r>
      <w:r w:rsidR="00276CCE">
        <w:t xml:space="preserve">, </w:t>
      </w:r>
      <w:r w:rsidRPr="00DA4E77">
        <w:t>su</w:t>
      </w:r>
      <w:r w:rsidRPr="00DA4E77">
        <w:t>r</w:t>
      </w:r>
      <w:r w:rsidRPr="00DA4E77">
        <w:t>tout autour de la Montagne Sainte</w:t>
      </w:r>
      <w:r w:rsidR="00276CCE">
        <w:t xml:space="preserve">, </w:t>
      </w:r>
      <w:r w:rsidRPr="00DA4E77">
        <w:t>n</w:t>
      </w:r>
      <w:r w:rsidR="00276CCE">
        <w:t>’</w:t>
      </w:r>
      <w:r w:rsidRPr="00DA4E77">
        <w:t>offre qu</w:t>
      </w:r>
      <w:r w:rsidR="00276CCE">
        <w:t>’</w:t>
      </w:r>
      <w:r w:rsidRPr="00DA4E77">
        <w:t>un misérable et douloureux charnier</w:t>
      </w:r>
      <w:r w:rsidR="00276CCE">
        <w:t xml:space="preserve">. </w:t>
      </w:r>
      <w:r w:rsidRPr="00DA4E77">
        <w:t>Et les soldats d</w:t>
      </w:r>
      <w:r w:rsidR="00276CCE">
        <w:t>’</w:t>
      </w:r>
      <w:r w:rsidRPr="00DA4E77">
        <w:t>Égypte</w:t>
      </w:r>
      <w:r w:rsidR="00276CCE">
        <w:t xml:space="preserve">, </w:t>
      </w:r>
      <w:r w:rsidRPr="00DA4E77">
        <w:t>silencieux</w:t>
      </w:r>
      <w:r w:rsidR="00276CCE">
        <w:t xml:space="preserve">, </w:t>
      </w:r>
      <w:r w:rsidRPr="00DA4E77">
        <w:t>reno</w:t>
      </w:r>
      <w:r w:rsidRPr="00DA4E77">
        <w:t>n</w:t>
      </w:r>
      <w:r w:rsidRPr="00DA4E77">
        <w:t>cent à compter sous leurs pas les milliers et les milliers d</w:t>
      </w:r>
      <w:r w:rsidR="00276CCE">
        <w:t>’</w:t>
      </w:r>
      <w:r w:rsidRPr="00DA4E77">
        <w:t>Atlantes</w:t>
      </w:r>
      <w:r w:rsidR="00276CCE">
        <w:t xml:space="preserve">, </w:t>
      </w:r>
      <w:r w:rsidRPr="00DA4E77">
        <w:t>aux faces crispées</w:t>
      </w:r>
      <w:r w:rsidR="00276CCE">
        <w:t xml:space="preserve">, </w:t>
      </w:r>
      <w:r w:rsidRPr="00DA4E77">
        <w:t>aux bouches ouvertes</w:t>
      </w:r>
      <w:r w:rsidR="00276CCE">
        <w:t xml:space="preserve">, </w:t>
      </w:r>
      <w:r w:rsidRPr="00DA4E77">
        <w:t>aux yeux exorbités d</w:t>
      </w:r>
      <w:r w:rsidR="00276CCE">
        <w:t>’</w:t>
      </w:r>
      <w:r w:rsidRPr="00DA4E77">
        <w:t>effroi</w:t>
      </w:r>
      <w:r w:rsidR="00276CCE">
        <w:t xml:space="preserve">, </w:t>
      </w:r>
      <w:r w:rsidRPr="00DA4E77">
        <w:t>qui dorment à jamais couchés dans le sang et dans la boue</w:t>
      </w:r>
      <w:r w:rsidR="00276CCE">
        <w:t xml:space="preserve">, </w:t>
      </w:r>
      <w:r w:rsidRPr="00DA4E77">
        <w:t>et qui</w:t>
      </w:r>
      <w:r w:rsidR="00276CCE">
        <w:t xml:space="preserve">, </w:t>
      </w:r>
      <w:r w:rsidRPr="00DA4E77">
        <w:t>sous la poussée de leur lâcheté formidable</w:t>
      </w:r>
      <w:r w:rsidR="00276CCE">
        <w:t xml:space="preserve">, </w:t>
      </w:r>
      <w:r w:rsidRPr="00DA4E77">
        <w:t>se sont</w:t>
      </w:r>
      <w:r w:rsidR="00276CCE">
        <w:t xml:space="preserve">, </w:t>
      </w:r>
      <w:r w:rsidRPr="00DA4E77">
        <w:t>en des mêlées obscures</w:t>
      </w:r>
      <w:r w:rsidR="00276CCE">
        <w:t xml:space="preserve">, </w:t>
      </w:r>
      <w:r w:rsidRPr="00DA4E77">
        <w:t>entre-tués par crainte de mo</w:t>
      </w:r>
      <w:r w:rsidRPr="00DA4E77">
        <w:t>u</w:t>
      </w:r>
      <w:r w:rsidRPr="00DA4E77">
        <w:t>rir</w:t>
      </w:r>
      <w:r w:rsidR="00276CCE">
        <w:t> !</w:t>
      </w:r>
    </w:p>
    <w:p w14:paraId="1CEA4350" w14:textId="77777777" w:rsidR="00276CCE" w:rsidRDefault="00276CCE" w:rsidP="00276CCE">
      <w:pPr>
        <w:pStyle w:val="Titre2"/>
        <w:rPr>
          <w:i/>
        </w:rPr>
      </w:pPr>
      <w:bookmarkStart w:id="55" w:name="_Toc194842041"/>
      <w:r w:rsidRPr="00DA4E77">
        <w:lastRenderedPageBreak/>
        <w:t>Scène</w:t>
      </w:r>
      <w:r>
        <w:t> </w:t>
      </w:r>
      <w:r w:rsidRPr="00DA4E77">
        <w:t>XII</w:t>
      </w:r>
      <w:r>
        <w:t xml:space="preserve">. – </w:t>
      </w:r>
      <w:r w:rsidR="002A4158" w:rsidRPr="00DA4E77">
        <w:rPr>
          <w:i/>
        </w:rPr>
        <w:t>Le miroir ardent</w:t>
      </w:r>
      <w:r>
        <w:rPr>
          <w:i/>
        </w:rPr>
        <w:t>.</w:t>
      </w:r>
      <w:bookmarkEnd w:id="55"/>
    </w:p>
    <w:p w14:paraId="45595FDE" w14:textId="77777777" w:rsidR="00276CCE" w:rsidRDefault="002A4158" w:rsidP="002A4158">
      <w:proofErr w:type="spellStart"/>
      <w:r w:rsidRPr="00DA4E77">
        <w:t>Knephao</w:t>
      </w:r>
      <w:proofErr w:type="spellEnd"/>
      <w:r w:rsidR="00276CCE">
        <w:t xml:space="preserve">, </w:t>
      </w:r>
      <w:r w:rsidRPr="00DA4E77">
        <w:t>dans sa dédaigneuse et miséricordieuse supe</w:t>
      </w:r>
      <w:r w:rsidRPr="00DA4E77">
        <w:t>r</w:t>
      </w:r>
      <w:r w:rsidRPr="00DA4E77">
        <w:t>cherie</w:t>
      </w:r>
      <w:r w:rsidR="00276CCE">
        <w:t xml:space="preserve">, </w:t>
      </w:r>
      <w:r w:rsidRPr="00DA4E77">
        <w:t>ne s</w:t>
      </w:r>
      <w:r w:rsidR="00276CCE">
        <w:t>’</w:t>
      </w:r>
      <w:r w:rsidRPr="00DA4E77">
        <w:t>est pourtant pas trompé en annonçant à la tourbe d</w:t>
      </w:r>
      <w:r w:rsidR="00276CCE">
        <w:t>’</w:t>
      </w:r>
      <w:r w:rsidRPr="00DA4E77">
        <w:t>Atlantis qu</w:t>
      </w:r>
      <w:r w:rsidR="00276CCE">
        <w:t>’</w:t>
      </w:r>
      <w:proofErr w:type="spellStart"/>
      <w:r w:rsidRPr="00DA4E77">
        <w:t>Oréus</w:t>
      </w:r>
      <w:proofErr w:type="spellEnd"/>
      <w:r w:rsidR="00276CCE">
        <w:t xml:space="preserve">, </w:t>
      </w:r>
      <w:r w:rsidRPr="00DA4E77">
        <w:t>du haut de la Terrasse Sainte</w:t>
      </w:r>
      <w:r w:rsidR="00276CCE">
        <w:t xml:space="preserve">, </w:t>
      </w:r>
      <w:r w:rsidRPr="00DA4E77">
        <w:t>allait brûler les vaisseaux barbares</w:t>
      </w:r>
      <w:r w:rsidR="00276CCE">
        <w:t xml:space="preserve">. </w:t>
      </w:r>
      <w:r w:rsidRPr="00DA4E77">
        <w:t>Et les Atlantes l</w:t>
      </w:r>
      <w:r w:rsidR="00276CCE">
        <w:t>’</w:t>
      </w:r>
      <w:r w:rsidRPr="00DA4E77">
        <w:t>ont cru sans effort</w:t>
      </w:r>
      <w:r w:rsidR="00276CCE">
        <w:t xml:space="preserve">, </w:t>
      </w:r>
      <w:r w:rsidRPr="00DA4E77">
        <w:t>parce qu</w:t>
      </w:r>
      <w:r w:rsidR="00276CCE">
        <w:t>’</w:t>
      </w:r>
      <w:r w:rsidRPr="00DA4E77">
        <w:t>en effet</w:t>
      </w:r>
      <w:r w:rsidR="00276CCE">
        <w:t xml:space="preserve">, </w:t>
      </w:r>
      <w:r w:rsidRPr="00DA4E77">
        <w:t>il existe une légende populaire répandue dans la Cité des Eaux</w:t>
      </w:r>
      <w:r w:rsidR="00276CCE">
        <w:t xml:space="preserve">, </w:t>
      </w:r>
      <w:r w:rsidRPr="00DA4E77">
        <w:t>à savoir que l</w:t>
      </w:r>
      <w:r w:rsidR="00276CCE">
        <w:t>’</w:t>
      </w:r>
      <w:r w:rsidRPr="00DA4E77">
        <w:t>on peut enflammer les flottes les plus nombreuses et les réduire à néant avant même qu</w:t>
      </w:r>
      <w:r w:rsidR="00276CCE">
        <w:t>’</w:t>
      </w:r>
      <w:r w:rsidRPr="00DA4E77">
        <w:t>elles aient pu s</w:t>
      </w:r>
      <w:r w:rsidR="00276CCE">
        <w:t>’</w:t>
      </w:r>
      <w:r w:rsidRPr="00DA4E77">
        <w:t>approcher du cercle lointain des Îles</w:t>
      </w:r>
      <w:r w:rsidR="00276CCE">
        <w:t xml:space="preserve">. </w:t>
      </w:r>
      <w:r w:rsidRPr="00DA4E77">
        <w:t>On raconte qu</w:t>
      </w:r>
      <w:r w:rsidR="00276CCE">
        <w:t>’</w:t>
      </w:r>
      <w:r w:rsidRPr="00DA4E77">
        <w:t>Osiris anéantit jadis une coalition d</w:t>
      </w:r>
      <w:r w:rsidR="00276CCE">
        <w:t>’</w:t>
      </w:r>
      <w:r w:rsidRPr="00DA4E77">
        <w:t xml:space="preserve">Aztèques et de </w:t>
      </w:r>
      <w:proofErr w:type="spellStart"/>
      <w:r w:rsidRPr="00DA4E77">
        <w:t>Guantchos</w:t>
      </w:r>
      <w:proofErr w:type="spellEnd"/>
      <w:r w:rsidR="00276CCE">
        <w:t xml:space="preserve"> ; </w:t>
      </w:r>
      <w:r w:rsidRPr="00DA4E77">
        <w:t>aussi</w:t>
      </w:r>
      <w:r w:rsidR="00276CCE">
        <w:t xml:space="preserve">, </w:t>
      </w:r>
      <w:r w:rsidRPr="00DA4E77">
        <w:t>depuis ce temps</w:t>
      </w:r>
      <w:r w:rsidR="00276CCE">
        <w:t xml:space="preserve">, </w:t>
      </w:r>
      <w:r w:rsidRPr="00DA4E77">
        <w:t>jamais envahisseurs n</w:t>
      </w:r>
      <w:r w:rsidR="00276CCE">
        <w:t>’</w:t>
      </w:r>
      <w:r w:rsidRPr="00DA4E77">
        <w:t>osèrent se risquer dans la mer environnante</w:t>
      </w:r>
      <w:r w:rsidR="00276CCE">
        <w:t>.</w:t>
      </w:r>
    </w:p>
    <w:p w14:paraId="2480349E" w14:textId="77777777" w:rsidR="00276CCE" w:rsidRDefault="002A4158" w:rsidP="002A4158">
      <w:r w:rsidRPr="00DA4E77">
        <w:t xml:space="preserve">Seul </w:t>
      </w:r>
      <w:proofErr w:type="spellStart"/>
      <w:r w:rsidRPr="00DA4E77">
        <w:t>Oréus</w:t>
      </w:r>
      <w:proofErr w:type="spellEnd"/>
      <w:r w:rsidR="00276CCE">
        <w:t xml:space="preserve">, </w:t>
      </w:r>
      <w:r w:rsidRPr="00DA4E77">
        <w:t>dépositaire des secrets antiques</w:t>
      </w:r>
      <w:r w:rsidR="00276CCE">
        <w:t xml:space="preserve">, </w:t>
      </w:r>
      <w:r w:rsidRPr="00DA4E77">
        <w:t>connaît e</w:t>
      </w:r>
      <w:r w:rsidRPr="00DA4E77">
        <w:t>n</w:t>
      </w:r>
      <w:r w:rsidRPr="00DA4E77">
        <w:t>core l</w:t>
      </w:r>
      <w:r w:rsidR="00276CCE">
        <w:t>’</w:t>
      </w:r>
      <w:r w:rsidRPr="00DA4E77">
        <w:t>art de manier les redoutables miroirs et les puissantes lenti</w:t>
      </w:r>
      <w:r w:rsidRPr="00DA4E77">
        <w:t>l</w:t>
      </w:r>
      <w:r w:rsidRPr="00DA4E77">
        <w:t>les convergentes</w:t>
      </w:r>
      <w:r w:rsidR="00276CCE">
        <w:t>.</w:t>
      </w:r>
    </w:p>
    <w:p w14:paraId="79980CB3" w14:textId="77777777" w:rsidR="00276CCE" w:rsidRDefault="002A4158" w:rsidP="002A4158">
      <w:r w:rsidRPr="00DA4E77">
        <w:t>Et à cette heure suprême</w:t>
      </w:r>
      <w:r w:rsidR="00276CCE">
        <w:t xml:space="preserve">, </w:t>
      </w:r>
      <w:r w:rsidRPr="00DA4E77">
        <w:t>sentant le danger qui menace la ville</w:t>
      </w:r>
      <w:r w:rsidR="00276CCE">
        <w:t xml:space="preserve">, </w:t>
      </w:r>
      <w:r w:rsidRPr="00DA4E77">
        <w:t>sachant quelles armes terribles portent dans leurs vai</w:t>
      </w:r>
      <w:r w:rsidRPr="00DA4E77">
        <w:t>s</w:t>
      </w:r>
      <w:r w:rsidRPr="00DA4E77">
        <w:t>seaux les ennemis d</w:t>
      </w:r>
      <w:r w:rsidR="00276CCE">
        <w:t>’</w:t>
      </w:r>
      <w:proofErr w:type="spellStart"/>
      <w:r w:rsidRPr="00DA4E77">
        <w:t>Hellas</w:t>
      </w:r>
      <w:proofErr w:type="spellEnd"/>
      <w:r w:rsidR="00276CCE">
        <w:t xml:space="preserve">, </w:t>
      </w:r>
      <w:r w:rsidRPr="00DA4E77">
        <w:t>il n</w:t>
      </w:r>
      <w:r w:rsidR="00276CCE">
        <w:t>’</w:t>
      </w:r>
      <w:r w:rsidRPr="00DA4E77">
        <w:t>hésite pas à tenter de nouveau l</w:t>
      </w:r>
      <w:r w:rsidR="00276CCE">
        <w:t>’</w:t>
      </w:r>
      <w:r w:rsidRPr="00DA4E77">
        <w:t>expérience d</w:t>
      </w:r>
      <w:r w:rsidR="00276CCE">
        <w:t>’</w:t>
      </w:r>
      <w:r w:rsidRPr="00DA4E77">
        <w:t>Osiris</w:t>
      </w:r>
      <w:r w:rsidR="00276CCE">
        <w:t>.</w:t>
      </w:r>
    </w:p>
    <w:p w14:paraId="0BA1A446" w14:textId="77777777" w:rsidR="00276CCE" w:rsidRDefault="002A4158" w:rsidP="002A4158">
      <w:r w:rsidRPr="00DA4E77">
        <w:t>Contre le parapet qui domine la ville et la mer</w:t>
      </w:r>
      <w:r w:rsidR="00276CCE">
        <w:t xml:space="preserve">, </w:t>
      </w:r>
      <w:r w:rsidRPr="00DA4E77">
        <w:t>et d</w:t>
      </w:r>
      <w:r w:rsidR="00276CCE">
        <w:t>’</w:t>
      </w:r>
      <w:r w:rsidRPr="00DA4E77">
        <w:t>où l</w:t>
      </w:r>
      <w:r w:rsidR="00276CCE">
        <w:t>’</w:t>
      </w:r>
      <w:r w:rsidRPr="00DA4E77">
        <w:t>on voit</w:t>
      </w:r>
      <w:r w:rsidR="00276CCE">
        <w:t xml:space="preserve">, </w:t>
      </w:r>
      <w:r w:rsidRPr="00DA4E77">
        <w:t>au loin</w:t>
      </w:r>
      <w:r w:rsidR="00276CCE">
        <w:t xml:space="preserve">, </w:t>
      </w:r>
      <w:r w:rsidRPr="00DA4E77">
        <w:t>onduler sur les flots les lents vaisseaux d</w:t>
      </w:r>
      <w:r w:rsidR="00276CCE">
        <w:t>’</w:t>
      </w:r>
      <w:proofErr w:type="spellStart"/>
      <w:r w:rsidRPr="00DA4E77">
        <w:t>Hellas</w:t>
      </w:r>
      <w:proofErr w:type="spellEnd"/>
      <w:r w:rsidR="00276CCE">
        <w:t xml:space="preserve">, </w:t>
      </w:r>
      <w:proofErr w:type="spellStart"/>
      <w:r w:rsidRPr="00DA4E77">
        <w:t>Oréus</w:t>
      </w:r>
      <w:proofErr w:type="spellEnd"/>
      <w:r w:rsidRPr="00DA4E77">
        <w:t xml:space="preserve"> fait dresser par les jeunes hiérophantes un solide éch</w:t>
      </w:r>
      <w:r w:rsidRPr="00DA4E77">
        <w:t>a</w:t>
      </w:r>
      <w:r w:rsidRPr="00DA4E77">
        <w:t>faudage de fer et de bois</w:t>
      </w:r>
      <w:r w:rsidR="00276CCE">
        <w:t>.</w:t>
      </w:r>
    </w:p>
    <w:p w14:paraId="3A6E8AC9" w14:textId="77777777" w:rsidR="00276CCE" w:rsidRDefault="002A4158" w:rsidP="002A4158">
      <w:r w:rsidRPr="00DA4E77">
        <w:t>Au sommet de cet échafaudage</w:t>
      </w:r>
      <w:r w:rsidR="00276CCE">
        <w:t xml:space="preserve">, </w:t>
      </w:r>
      <w:r w:rsidRPr="00DA4E77">
        <w:t>on installe tout un système de charnières mobiles</w:t>
      </w:r>
      <w:r w:rsidR="00276CCE">
        <w:t xml:space="preserve"> ; </w:t>
      </w:r>
      <w:r w:rsidRPr="00DA4E77">
        <w:t>et</w:t>
      </w:r>
      <w:r w:rsidR="00276CCE">
        <w:t xml:space="preserve">, </w:t>
      </w:r>
      <w:r w:rsidRPr="00DA4E77">
        <w:t>sur ces charnières que des ressorts font tourner à volonté</w:t>
      </w:r>
      <w:r w:rsidR="00276CCE">
        <w:t xml:space="preserve">, </w:t>
      </w:r>
      <w:r w:rsidRPr="00DA4E77">
        <w:t>on place les miroirs concaves de verre très épais</w:t>
      </w:r>
      <w:r w:rsidR="00276CCE">
        <w:t xml:space="preserve">. </w:t>
      </w:r>
      <w:r w:rsidRPr="00DA4E77">
        <w:t>Grâce à un jeu de lentilles placées sur des axes pe</w:t>
      </w:r>
      <w:r w:rsidRPr="00DA4E77">
        <w:t>n</w:t>
      </w:r>
      <w:r w:rsidRPr="00DA4E77">
        <w:t>dants</w:t>
      </w:r>
      <w:r w:rsidR="00276CCE">
        <w:t xml:space="preserve">, </w:t>
      </w:r>
      <w:r w:rsidRPr="00DA4E77">
        <w:t>on peut projeter à une grande distance</w:t>
      </w:r>
      <w:r w:rsidR="00276CCE">
        <w:t xml:space="preserve">, </w:t>
      </w:r>
      <w:r w:rsidRPr="00DA4E77">
        <w:t>avec une surpr</w:t>
      </w:r>
      <w:r w:rsidRPr="00DA4E77">
        <w:t>e</w:t>
      </w:r>
      <w:r w:rsidRPr="00DA4E77">
        <w:t>nante précision</w:t>
      </w:r>
      <w:r w:rsidR="00276CCE">
        <w:t xml:space="preserve">, </w:t>
      </w:r>
      <w:r w:rsidRPr="00DA4E77">
        <w:t>un foyer de chaleur</w:t>
      </w:r>
      <w:r w:rsidR="00276CCE">
        <w:t xml:space="preserve">, </w:t>
      </w:r>
      <w:r w:rsidRPr="00DA4E77">
        <w:t xml:space="preserve">et susciter au </w:t>
      </w:r>
      <w:r w:rsidRPr="00DA4E77">
        <w:lastRenderedPageBreak/>
        <w:t>loin de bru</w:t>
      </w:r>
      <w:r w:rsidRPr="00DA4E77">
        <w:t>s</w:t>
      </w:r>
      <w:r w:rsidRPr="00DA4E77">
        <w:t>ques incendies</w:t>
      </w:r>
      <w:r w:rsidR="00276CCE">
        <w:t xml:space="preserve">. </w:t>
      </w:r>
      <w:r w:rsidRPr="00DA4E77">
        <w:t>Telle est la fameuse invention d</w:t>
      </w:r>
      <w:r w:rsidR="00276CCE">
        <w:t>’</w:t>
      </w:r>
      <w:r w:rsidRPr="00DA4E77">
        <w:t>Osiris qu</w:t>
      </w:r>
      <w:r w:rsidR="00276CCE">
        <w:t>’</w:t>
      </w:r>
      <w:proofErr w:type="spellStart"/>
      <w:r w:rsidRPr="00DA4E77">
        <w:t>Oréus</w:t>
      </w:r>
      <w:proofErr w:type="spellEnd"/>
      <w:r w:rsidR="00276CCE">
        <w:t xml:space="preserve">, </w:t>
      </w:r>
      <w:r w:rsidRPr="00DA4E77">
        <w:t>savant dans la science des lignes et des nombres</w:t>
      </w:r>
      <w:r w:rsidR="00276CCE">
        <w:t xml:space="preserve">, </w:t>
      </w:r>
      <w:r w:rsidRPr="00DA4E77">
        <w:t>connaît seul aujourd</w:t>
      </w:r>
      <w:r w:rsidR="00276CCE">
        <w:t>’</w:t>
      </w:r>
      <w:r w:rsidRPr="00DA4E77">
        <w:t>hui</w:t>
      </w:r>
      <w:r w:rsidR="00276CCE">
        <w:t xml:space="preserve">. </w:t>
      </w:r>
      <w:r w:rsidRPr="00DA4E77">
        <w:t>Il faut</w:t>
      </w:r>
      <w:r w:rsidR="00276CCE">
        <w:t xml:space="preserve">, </w:t>
      </w:r>
      <w:r w:rsidRPr="00DA4E77">
        <w:t>en effet</w:t>
      </w:r>
      <w:r w:rsidR="00276CCE">
        <w:t xml:space="preserve">, </w:t>
      </w:r>
      <w:r w:rsidRPr="00DA4E77">
        <w:t>pour mouvoir sans danger un a</w:t>
      </w:r>
      <w:r w:rsidRPr="00DA4E77">
        <w:t>p</w:t>
      </w:r>
      <w:r w:rsidRPr="00DA4E77">
        <w:t>pareil aussi délicat et aussi redoutable</w:t>
      </w:r>
      <w:r w:rsidR="00276CCE">
        <w:t xml:space="preserve">, </w:t>
      </w:r>
      <w:r w:rsidRPr="00DA4E77">
        <w:t>une grande sûreté de main et une absolue infaillibilité de calcul</w:t>
      </w:r>
      <w:r w:rsidR="00276CCE">
        <w:t xml:space="preserve">. </w:t>
      </w:r>
      <w:r w:rsidRPr="00DA4E77">
        <w:t>Une simple erreur d</w:t>
      </w:r>
      <w:r w:rsidR="00276CCE">
        <w:t>’</w:t>
      </w:r>
      <w:r w:rsidRPr="00DA4E77">
        <w:t>angle</w:t>
      </w:r>
      <w:r w:rsidR="00276CCE">
        <w:t xml:space="preserve">, </w:t>
      </w:r>
      <w:r w:rsidRPr="00DA4E77">
        <w:t>et le feu qu</w:t>
      </w:r>
      <w:r w:rsidR="00276CCE">
        <w:t>’</w:t>
      </w:r>
      <w:r w:rsidRPr="00DA4E77">
        <w:t>on projette au loin peut aller porter des r</w:t>
      </w:r>
      <w:r w:rsidRPr="00DA4E77">
        <w:t>a</w:t>
      </w:r>
      <w:r w:rsidRPr="00DA4E77">
        <w:t>vages dans les lieux qu</w:t>
      </w:r>
      <w:r w:rsidR="00276CCE">
        <w:t>’</w:t>
      </w:r>
      <w:r w:rsidRPr="00DA4E77">
        <w:t>on veut garantir</w:t>
      </w:r>
      <w:r w:rsidR="00276CCE">
        <w:t>.</w:t>
      </w:r>
    </w:p>
    <w:p w14:paraId="4DD8D4FF" w14:textId="77777777" w:rsidR="00276CCE" w:rsidRDefault="002A4158" w:rsidP="002A4158">
      <w:r w:rsidRPr="00DA4E77">
        <w:t>Presque tous les hiérophantes</w:t>
      </w:r>
      <w:r w:rsidR="00276CCE">
        <w:t xml:space="preserve">, </w:t>
      </w:r>
      <w:r w:rsidRPr="00DA4E77">
        <w:t>tenant à leurs yeux des ve</w:t>
      </w:r>
      <w:r w:rsidRPr="00DA4E77">
        <w:t>r</w:t>
      </w:r>
      <w:r w:rsidRPr="00DA4E77">
        <w:t>res grossissants</w:t>
      </w:r>
      <w:r w:rsidR="00276CCE">
        <w:t xml:space="preserve">, </w:t>
      </w:r>
      <w:r w:rsidRPr="00DA4E77">
        <w:t>ont les regards tournés vers la haute mer</w:t>
      </w:r>
      <w:r w:rsidR="00276CCE">
        <w:t>.</w:t>
      </w:r>
    </w:p>
    <w:p w14:paraId="73BC9C3C" w14:textId="77777777" w:rsidR="00276CCE" w:rsidRDefault="00276CCE" w:rsidP="002A4158">
      <w:r>
        <w:t>— </w:t>
      </w:r>
      <w:r w:rsidR="002A4158" w:rsidRPr="00DA4E77">
        <w:t>Que vois-tu au loin</w:t>
      </w:r>
      <w:r>
        <w:t xml:space="preserve"> ? </w:t>
      </w:r>
      <w:r w:rsidR="002A4158" w:rsidRPr="00DA4E77">
        <w:t xml:space="preserve">demande </w:t>
      </w:r>
      <w:proofErr w:type="spellStart"/>
      <w:r w:rsidR="002A4158" w:rsidRPr="00DA4E77">
        <w:t>Oréus</w:t>
      </w:r>
      <w:proofErr w:type="spellEnd"/>
      <w:r w:rsidR="002A4158" w:rsidRPr="00DA4E77">
        <w:t xml:space="preserve"> à un jeune né</w:t>
      </w:r>
      <w:r w:rsidR="002A4158" w:rsidRPr="00DA4E77">
        <w:t>o</w:t>
      </w:r>
      <w:r w:rsidR="002A4158" w:rsidRPr="00DA4E77">
        <w:t>phyte qui suit avec zèle tous ses mouvements</w:t>
      </w:r>
      <w:r>
        <w:t xml:space="preserve">. </w:t>
      </w:r>
      <w:r w:rsidR="002A4158" w:rsidRPr="00DA4E77">
        <w:t>La flotte d</w:t>
      </w:r>
      <w:r>
        <w:t>’</w:t>
      </w:r>
      <w:proofErr w:type="spellStart"/>
      <w:r w:rsidR="002A4158" w:rsidRPr="00DA4E77">
        <w:t>Hellas</w:t>
      </w:r>
      <w:proofErr w:type="spellEnd"/>
      <w:r w:rsidR="002A4158" w:rsidRPr="00DA4E77">
        <w:t xml:space="preserve"> se rapproche-t-elle de l</w:t>
      </w:r>
      <w:r>
        <w:t>’</w:t>
      </w:r>
      <w:r w:rsidR="002A4158" w:rsidRPr="00DA4E77">
        <w:t>Île de Fer</w:t>
      </w:r>
      <w:r>
        <w:t> ?</w:t>
      </w:r>
    </w:p>
    <w:p w14:paraId="37B8B70E" w14:textId="77777777" w:rsidR="00276CCE" w:rsidRDefault="00276CCE" w:rsidP="002A4158">
      <w:r>
        <w:t>— </w:t>
      </w:r>
      <w:r w:rsidR="002A4158" w:rsidRPr="00DA4E77">
        <w:t>Elle quitte à peine l</w:t>
      </w:r>
      <w:r>
        <w:t>’</w:t>
      </w:r>
      <w:r w:rsidR="002A4158" w:rsidRPr="00DA4E77">
        <w:t>Île de Pourpre</w:t>
      </w:r>
      <w:r>
        <w:t xml:space="preserve">, </w:t>
      </w:r>
      <w:r w:rsidR="002A4158" w:rsidRPr="00DA4E77">
        <w:t>maître</w:t>
      </w:r>
      <w:r>
        <w:t> !</w:t>
      </w:r>
    </w:p>
    <w:p w14:paraId="4FE38C50" w14:textId="77777777" w:rsidR="00276CCE" w:rsidRDefault="00276CCE" w:rsidP="002A4158">
      <w:r>
        <w:t>— </w:t>
      </w:r>
      <w:r w:rsidR="002A4158" w:rsidRPr="00DA4E77">
        <w:t>Bien</w:t>
      </w:r>
      <w:r>
        <w:t xml:space="preserve">. </w:t>
      </w:r>
      <w:r w:rsidR="002A4158" w:rsidRPr="00DA4E77">
        <w:t>Et la flotte ennemie apparaît-elle déjà</w:t>
      </w:r>
      <w:r>
        <w:t> ?</w:t>
      </w:r>
    </w:p>
    <w:p w14:paraId="4EB07D15" w14:textId="77777777" w:rsidR="00276CCE" w:rsidRDefault="00276CCE" w:rsidP="002A4158">
      <w:r>
        <w:t>— </w:t>
      </w:r>
      <w:r w:rsidR="002A4158" w:rsidRPr="00DA4E77">
        <w:t>Non</w:t>
      </w:r>
      <w:r>
        <w:t xml:space="preserve">, </w:t>
      </w:r>
      <w:r w:rsidR="002A4158" w:rsidRPr="00DA4E77">
        <w:t>maître</w:t>
      </w:r>
      <w:r>
        <w:t xml:space="preserve"> ! </w:t>
      </w:r>
      <w:r w:rsidR="002A4158" w:rsidRPr="00DA4E77">
        <w:t>Elle reste encore cachée derrière l</w:t>
      </w:r>
      <w:r>
        <w:t>’</w:t>
      </w:r>
      <w:r w:rsidR="002A4158" w:rsidRPr="00DA4E77">
        <w:t>Île de Fer</w:t>
      </w:r>
      <w:r>
        <w:t>.</w:t>
      </w:r>
    </w:p>
    <w:p w14:paraId="26FFBCA4" w14:textId="77777777" w:rsidR="00276CCE" w:rsidRDefault="00276CCE" w:rsidP="002A4158">
      <w:r>
        <w:t>— </w:t>
      </w:r>
      <w:r w:rsidR="002A4158" w:rsidRPr="00DA4E77">
        <w:t>Alors</w:t>
      </w:r>
      <w:r>
        <w:t xml:space="preserve">, </w:t>
      </w:r>
      <w:r w:rsidR="002A4158" w:rsidRPr="00DA4E77">
        <w:t>nous avons un peu de temps devant nous</w:t>
      </w:r>
      <w:r>
        <w:t xml:space="preserve">. </w:t>
      </w:r>
      <w:r w:rsidR="002A4158" w:rsidRPr="00DA4E77">
        <w:t>Prions</w:t>
      </w:r>
      <w:r>
        <w:t>.</w:t>
      </w:r>
    </w:p>
    <w:p w14:paraId="315E2A63" w14:textId="77777777" w:rsidR="00276CCE" w:rsidRDefault="002A4158" w:rsidP="002A4158">
      <w:r w:rsidRPr="00DA4E77">
        <w:t>Puis</w:t>
      </w:r>
      <w:r w:rsidR="00276CCE">
        <w:t xml:space="preserve">, </w:t>
      </w:r>
      <w:r w:rsidRPr="00DA4E77">
        <w:t xml:space="preserve">se tournant vers </w:t>
      </w:r>
      <w:proofErr w:type="spellStart"/>
      <w:r w:rsidRPr="00DA4E77">
        <w:t>Thébao</w:t>
      </w:r>
      <w:proofErr w:type="spellEnd"/>
      <w:r w:rsidR="00276CCE">
        <w:t> :</w:t>
      </w:r>
    </w:p>
    <w:p w14:paraId="2D5EE66F" w14:textId="77777777" w:rsidR="00276CCE" w:rsidRDefault="00276CCE" w:rsidP="002A4158">
      <w:r>
        <w:t>— </w:t>
      </w:r>
      <w:r w:rsidR="002A4158" w:rsidRPr="00DA4E77">
        <w:t>La jeune Ligure qui m</w:t>
      </w:r>
      <w:r>
        <w:t>’</w:t>
      </w:r>
      <w:r w:rsidR="002A4158" w:rsidRPr="00DA4E77">
        <w:t xml:space="preserve">a suivi </w:t>
      </w:r>
      <w:proofErr w:type="spellStart"/>
      <w:r w:rsidR="002A4158" w:rsidRPr="00DA4E77">
        <w:t>dort-elle</w:t>
      </w:r>
      <w:proofErr w:type="spellEnd"/>
      <w:r w:rsidR="002A4158" w:rsidRPr="00DA4E77">
        <w:t xml:space="preserve"> encore</w:t>
      </w:r>
      <w:r>
        <w:t xml:space="preserve"> ? </w:t>
      </w:r>
      <w:r w:rsidR="002A4158" w:rsidRPr="00DA4E77">
        <w:t>Qu</w:t>
      </w:r>
      <w:r>
        <w:t>’</w:t>
      </w:r>
      <w:r w:rsidR="002A4158" w:rsidRPr="00DA4E77">
        <w:t>on veuille bien l</w:t>
      </w:r>
      <w:r>
        <w:t>’</w:t>
      </w:r>
      <w:r w:rsidR="002A4158" w:rsidRPr="00DA4E77">
        <w:t>éveiller et l</w:t>
      </w:r>
      <w:r>
        <w:t>’</w:t>
      </w:r>
      <w:r w:rsidR="002A4158" w:rsidRPr="00DA4E77">
        <w:t>amener auprès de moi</w:t>
      </w:r>
      <w:r>
        <w:t> !</w:t>
      </w:r>
    </w:p>
    <w:p w14:paraId="1B0F46A3" w14:textId="77777777" w:rsidR="00276CCE" w:rsidRDefault="002A4158" w:rsidP="002A4158">
      <w:proofErr w:type="spellStart"/>
      <w:r w:rsidRPr="00DA4E77">
        <w:t>Glania</w:t>
      </w:r>
      <w:proofErr w:type="spellEnd"/>
      <w:r w:rsidRPr="00DA4E77">
        <w:t xml:space="preserve"> arrive bientôt</w:t>
      </w:r>
      <w:r w:rsidR="00276CCE">
        <w:t xml:space="preserve">, </w:t>
      </w:r>
      <w:r w:rsidRPr="00DA4E77">
        <w:t>ravie</w:t>
      </w:r>
      <w:r w:rsidR="00276CCE">
        <w:t xml:space="preserve">, </w:t>
      </w:r>
      <w:r w:rsidRPr="00DA4E77">
        <w:t>émerveillée</w:t>
      </w:r>
      <w:r w:rsidR="00276CCE">
        <w:t>.</w:t>
      </w:r>
    </w:p>
    <w:p w14:paraId="39DF102C" w14:textId="77777777" w:rsidR="00276CCE" w:rsidRDefault="00276CCE" w:rsidP="002A4158">
      <w:r>
        <w:t>— </w:t>
      </w:r>
      <w:r w:rsidR="002A4158" w:rsidRPr="00DA4E77">
        <w:t>Ah</w:t>
      </w:r>
      <w:r>
        <w:t xml:space="preserve"> ! </w:t>
      </w:r>
      <w:r w:rsidR="002A4158" w:rsidRPr="00DA4E77">
        <w:t>grand maître</w:t>
      </w:r>
      <w:r>
        <w:t xml:space="preserve"> ! </w:t>
      </w:r>
      <w:r w:rsidR="002A4158" w:rsidRPr="00DA4E77">
        <w:t>que les dieux sont bons</w:t>
      </w:r>
      <w:r>
        <w:t xml:space="preserve"> ! </w:t>
      </w:r>
      <w:r w:rsidR="002A4158" w:rsidRPr="00DA4E77">
        <w:t>Ils t</w:t>
      </w:r>
      <w:r>
        <w:t>’</w:t>
      </w:r>
      <w:r w:rsidR="002A4158" w:rsidRPr="00DA4E77">
        <w:t>ont rendu la vue</w:t>
      </w:r>
      <w:r>
        <w:t xml:space="preserve"> ! </w:t>
      </w:r>
      <w:r w:rsidR="002A4158" w:rsidRPr="00DA4E77">
        <w:t>Bénissons le Sphinx</w:t>
      </w:r>
      <w:r>
        <w:t> !</w:t>
      </w:r>
    </w:p>
    <w:p w14:paraId="61E4F99C" w14:textId="77777777" w:rsidR="00276CCE" w:rsidRDefault="00276CCE" w:rsidP="002A4158">
      <w:r>
        <w:t>— </w:t>
      </w:r>
      <w:r w:rsidR="002A4158" w:rsidRPr="00DA4E77">
        <w:t>Oui</w:t>
      </w:r>
      <w:r>
        <w:t xml:space="preserve">, </w:t>
      </w:r>
      <w:r w:rsidR="002A4158" w:rsidRPr="00DA4E77">
        <w:t>ma fille</w:t>
      </w:r>
      <w:r>
        <w:t xml:space="preserve">, </w:t>
      </w:r>
      <w:r w:rsidR="002A4158" w:rsidRPr="00DA4E77">
        <w:t>bénissons-le</w:t>
      </w:r>
      <w:r>
        <w:t xml:space="preserve"> ; </w:t>
      </w:r>
      <w:r w:rsidR="002A4158" w:rsidRPr="00DA4E77">
        <w:t>et</w:t>
      </w:r>
      <w:r>
        <w:t xml:space="preserve">, </w:t>
      </w:r>
      <w:r w:rsidR="002A4158" w:rsidRPr="00DA4E77">
        <w:t>bien qu</w:t>
      </w:r>
      <w:r>
        <w:t>’</w:t>
      </w:r>
      <w:r w:rsidR="002A4158" w:rsidRPr="00DA4E77">
        <w:t>il ne soit pas le dieu de tes pères</w:t>
      </w:r>
      <w:r>
        <w:t xml:space="preserve">, </w:t>
      </w:r>
      <w:r w:rsidR="002A4158" w:rsidRPr="00DA4E77">
        <w:t>agenouille-toi pour l</w:t>
      </w:r>
      <w:r>
        <w:t>’</w:t>
      </w:r>
      <w:r w:rsidR="002A4158" w:rsidRPr="00DA4E77">
        <w:t>invoquer avec nous</w:t>
      </w:r>
      <w:r>
        <w:t>.</w:t>
      </w:r>
    </w:p>
    <w:p w14:paraId="089E9976" w14:textId="77777777" w:rsidR="00276CCE" w:rsidRDefault="002A4158" w:rsidP="002A4158">
      <w:r w:rsidRPr="00DA4E77">
        <w:lastRenderedPageBreak/>
        <w:t>Et</w:t>
      </w:r>
      <w:r w:rsidR="00276CCE">
        <w:t xml:space="preserve">, </w:t>
      </w:r>
      <w:r w:rsidRPr="00DA4E77">
        <w:t>faisant signe aux hiérophantes de courber leur front dans la poussière</w:t>
      </w:r>
      <w:r w:rsidR="00276CCE">
        <w:t xml:space="preserve">, </w:t>
      </w:r>
      <w:proofErr w:type="spellStart"/>
      <w:r w:rsidRPr="00DA4E77">
        <w:t>Oréus</w:t>
      </w:r>
      <w:proofErr w:type="spellEnd"/>
      <w:r w:rsidRPr="00DA4E77">
        <w:t xml:space="preserve"> se laisse tomber à genoux sur la pr</w:t>
      </w:r>
      <w:r w:rsidRPr="00DA4E77">
        <w:t>e</w:t>
      </w:r>
      <w:r w:rsidRPr="00DA4E77">
        <w:t>mière marche qui monte au Sphinx de bronze</w:t>
      </w:r>
      <w:r w:rsidR="00276CCE">
        <w:t xml:space="preserve">, </w:t>
      </w:r>
      <w:r w:rsidRPr="00DA4E77">
        <w:t xml:space="preserve">ayant </w:t>
      </w:r>
      <w:proofErr w:type="spellStart"/>
      <w:r w:rsidRPr="00DA4E77">
        <w:t>Thébao</w:t>
      </w:r>
      <w:proofErr w:type="spellEnd"/>
      <w:r w:rsidRPr="00DA4E77">
        <w:t xml:space="preserve"> à sa droite</w:t>
      </w:r>
      <w:r w:rsidR="00276CCE">
        <w:t xml:space="preserve">, </w:t>
      </w:r>
      <w:proofErr w:type="spellStart"/>
      <w:r w:rsidRPr="00DA4E77">
        <w:t>Glania</w:t>
      </w:r>
      <w:proofErr w:type="spellEnd"/>
      <w:r w:rsidRPr="00DA4E77">
        <w:t xml:space="preserve"> à sa gauche</w:t>
      </w:r>
      <w:r w:rsidR="00276CCE">
        <w:t xml:space="preserve">, </w:t>
      </w:r>
      <w:r w:rsidRPr="00DA4E77">
        <w:t>tous les prêtres assemblés et sile</w:t>
      </w:r>
      <w:r w:rsidRPr="00DA4E77">
        <w:t>n</w:t>
      </w:r>
      <w:r w:rsidRPr="00DA4E77">
        <w:t>cieux derrière eux</w:t>
      </w:r>
      <w:r w:rsidR="00276CCE">
        <w:t xml:space="preserve">. </w:t>
      </w:r>
      <w:r w:rsidRPr="00DA4E77">
        <w:t>Un seul hiérophante est resté contre le par</w:t>
      </w:r>
      <w:r w:rsidRPr="00DA4E77">
        <w:t>a</w:t>
      </w:r>
      <w:r w:rsidRPr="00DA4E77">
        <w:t>pet de la terrasse à surveiller la vaste mer</w:t>
      </w:r>
      <w:r w:rsidR="00276CCE">
        <w:t>.</w:t>
      </w:r>
    </w:p>
    <w:p w14:paraId="7C33053B" w14:textId="77777777" w:rsidR="00276CCE" w:rsidRDefault="002A4158" w:rsidP="002A4158">
      <w:r w:rsidRPr="00DA4E77">
        <w:t>Alors</w:t>
      </w:r>
      <w:r w:rsidR="00276CCE">
        <w:t xml:space="preserve">, </w:t>
      </w:r>
      <w:proofErr w:type="spellStart"/>
      <w:r w:rsidRPr="00DA4E77">
        <w:t>Oréus</w:t>
      </w:r>
      <w:proofErr w:type="spellEnd"/>
      <w:r w:rsidR="00276CCE">
        <w:t> :</w:t>
      </w:r>
    </w:p>
    <w:p w14:paraId="1720852C" w14:textId="77777777" w:rsidR="00276CCE" w:rsidRDefault="00276CCE" w:rsidP="002A4158">
      <w:r>
        <w:t>— </w:t>
      </w:r>
      <w:r w:rsidR="002A4158" w:rsidRPr="00DA4E77">
        <w:t>Feu incréé</w:t>
      </w:r>
      <w:r>
        <w:t xml:space="preserve">, </w:t>
      </w:r>
      <w:r w:rsidR="002A4158" w:rsidRPr="00DA4E77">
        <w:t>jadis tu protégeas Osiris</w:t>
      </w:r>
      <w:r>
        <w:t xml:space="preserve"> ; </w:t>
      </w:r>
      <w:r w:rsidR="002A4158" w:rsidRPr="00DA4E77">
        <w:t>veuille protéger e</w:t>
      </w:r>
      <w:r w:rsidR="002A4158" w:rsidRPr="00DA4E77">
        <w:t>n</w:t>
      </w:r>
      <w:r w:rsidR="002A4158" w:rsidRPr="00DA4E77">
        <w:t>core son indigne disciple</w:t>
      </w:r>
      <w:r>
        <w:t xml:space="preserve"> ; </w:t>
      </w:r>
      <w:r w:rsidR="002A4158" w:rsidRPr="00DA4E77">
        <w:t>tu sais</w:t>
      </w:r>
      <w:r>
        <w:t xml:space="preserve">, </w:t>
      </w:r>
      <w:r w:rsidR="002A4158" w:rsidRPr="00DA4E77">
        <w:t>mieux que moi-même</w:t>
      </w:r>
      <w:r>
        <w:t xml:space="preserve">, </w:t>
      </w:r>
      <w:r w:rsidR="002A4158" w:rsidRPr="00DA4E77">
        <w:t>de quel cœur humble et soumis à tes ordres j</w:t>
      </w:r>
      <w:r>
        <w:t>’</w:t>
      </w:r>
      <w:r w:rsidR="002A4158" w:rsidRPr="00DA4E77">
        <w:t>ose employer les a</w:t>
      </w:r>
      <w:r w:rsidR="002A4158" w:rsidRPr="00DA4E77">
        <w:t>r</w:t>
      </w:r>
      <w:r w:rsidR="002A4158" w:rsidRPr="00DA4E77">
        <w:t>mes des dieux</w:t>
      </w:r>
      <w:r>
        <w:t>.</w:t>
      </w:r>
    </w:p>
    <w:p w14:paraId="362CB352" w14:textId="77777777" w:rsidR="00276CCE" w:rsidRDefault="00276CCE" w:rsidP="002A4158">
      <w:r>
        <w:t>— </w:t>
      </w:r>
      <w:r w:rsidR="002A4158" w:rsidRPr="00DA4E77">
        <w:t>Dieu inconnu</w:t>
      </w:r>
      <w:r>
        <w:t xml:space="preserve">, </w:t>
      </w:r>
      <w:r w:rsidR="002A4158" w:rsidRPr="00DA4E77">
        <w:t>viens à nous</w:t>
      </w:r>
      <w:r>
        <w:t xml:space="preserve"> ! </w:t>
      </w:r>
      <w:r w:rsidR="002A4158" w:rsidRPr="00DA4E77">
        <w:t>s</w:t>
      </w:r>
      <w:r>
        <w:t>’</w:t>
      </w:r>
      <w:r w:rsidR="002A4158" w:rsidRPr="00DA4E77">
        <w:t>écrient ensemble les hi</w:t>
      </w:r>
      <w:r w:rsidR="002A4158" w:rsidRPr="00DA4E77">
        <w:t>é</w:t>
      </w:r>
      <w:r w:rsidR="002A4158" w:rsidRPr="00DA4E77">
        <w:t>rophantes</w:t>
      </w:r>
      <w:r>
        <w:t>.</w:t>
      </w:r>
    </w:p>
    <w:p w14:paraId="44F49172" w14:textId="77777777" w:rsidR="00276CCE" w:rsidRDefault="002A4158" w:rsidP="002A4158">
      <w:r w:rsidRPr="00DA4E77">
        <w:t>Et il se fait un court silence pendant lequel montent les prières mentales</w:t>
      </w:r>
      <w:r w:rsidR="00276CCE">
        <w:t>.</w:t>
      </w:r>
    </w:p>
    <w:p w14:paraId="46FC4CE0" w14:textId="77777777" w:rsidR="00276CCE" w:rsidRDefault="002A4158" w:rsidP="002A4158">
      <w:proofErr w:type="spellStart"/>
      <w:r w:rsidRPr="00DA4E77">
        <w:t>Oréus</w:t>
      </w:r>
      <w:proofErr w:type="spellEnd"/>
      <w:r w:rsidRPr="00DA4E77">
        <w:t xml:space="preserve"> lentement relève le front et tout à coup frémit</w:t>
      </w:r>
      <w:r w:rsidR="00276CCE">
        <w:t xml:space="preserve">. </w:t>
      </w:r>
      <w:r w:rsidRPr="00DA4E77">
        <w:t>Comme une ironique réponse du Sphinx</w:t>
      </w:r>
      <w:r w:rsidR="00276CCE">
        <w:t xml:space="preserve">, </w:t>
      </w:r>
      <w:r w:rsidRPr="00DA4E77">
        <w:t>voici qu</w:t>
      </w:r>
      <w:r w:rsidR="00276CCE">
        <w:t>’</w:t>
      </w:r>
      <w:r w:rsidRPr="00DA4E77">
        <w:t>apparaît d</w:t>
      </w:r>
      <w:r w:rsidRPr="00DA4E77">
        <w:t>e</w:t>
      </w:r>
      <w:r w:rsidRPr="00DA4E77">
        <w:t>vant ses yeux l</w:t>
      </w:r>
      <w:r w:rsidR="00276CCE">
        <w:t>’</w:t>
      </w:r>
      <w:r w:rsidRPr="00DA4E77">
        <w:t>inscription du piédestal</w:t>
      </w:r>
      <w:r w:rsidR="00276CCE">
        <w:t> :</w:t>
      </w:r>
    </w:p>
    <w:p w14:paraId="10BD350A" w14:textId="77777777" w:rsidR="00276CCE" w:rsidRDefault="002A4158" w:rsidP="002A4158">
      <w:pPr>
        <w:pStyle w:val="NormalRetraitGauche2XIndent0"/>
        <w:spacing w:before="0" w:after="0"/>
        <w:rPr>
          <w:i/>
        </w:rPr>
      </w:pPr>
      <w:r w:rsidRPr="006F7A39">
        <w:rPr>
          <w:i/>
        </w:rPr>
        <w:t>Tu ne seras plus homme</w:t>
      </w:r>
      <w:r w:rsidR="00276CCE">
        <w:rPr>
          <w:i/>
        </w:rPr>
        <w:t>.</w:t>
      </w:r>
    </w:p>
    <w:p w14:paraId="69EB6E4F" w14:textId="77777777" w:rsidR="00276CCE" w:rsidRDefault="002A4158" w:rsidP="002A4158">
      <w:pPr>
        <w:pStyle w:val="NormalRetraitGauche2XIndent0"/>
        <w:spacing w:before="0" w:after="0"/>
        <w:rPr>
          <w:i/>
        </w:rPr>
      </w:pPr>
      <w:r w:rsidRPr="006F7A39">
        <w:rPr>
          <w:i/>
        </w:rPr>
        <w:t>Tu ne seras pas dieu</w:t>
      </w:r>
      <w:r w:rsidR="00276CCE">
        <w:rPr>
          <w:i/>
        </w:rPr>
        <w:t>.</w:t>
      </w:r>
    </w:p>
    <w:p w14:paraId="2B59B603" w14:textId="77777777" w:rsidR="00276CCE" w:rsidRDefault="002A4158" w:rsidP="002A4158">
      <w:r w:rsidRPr="00DA4E77">
        <w:t>Et le vieillard</w:t>
      </w:r>
      <w:r w:rsidR="00276CCE">
        <w:t xml:space="preserve">, </w:t>
      </w:r>
      <w:r w:rsidRPr="00DA4E77">
        <w:t>se courbant vers la terre</w:t>
      </w:r>
      <w:r w:rsidR="00276CCE">
        <w:t xml:space="preserve">, </w:t>
      </w:r>
      <w:r w:rsidRPr="00DA4E77">
        <w:t>reprend à haute voix sa prière interrompue</w:t>
      </w:r>
      <w:r w:rsidR="00276CCE">
        <w:t> :</w:t>
      </w:r>
    </w:p>
    <w:p w14:paraId="72A2F19A" w14:textId="77777777" w:rsidR="00276CCE" w:rsidRDefault="00276CCE" w:rsidP="002A4158">
      <w:r>
        <w:t>— </w:t>
      </w:r>
      <w:r w:rsidR="002A4158" w:rsidRPr="00DA4E77">
        <w:t>Aie pitié de nous</w:t>
      </w:r>
      <w:r>
        <w:t xml:space="preserve">, </w:t>
      </w:r>
      <w:r w:rsidR="002A4158" w:rsidRPr="00DA4E77">
        <w:t>Lumière ardente de l</w:t>
      </w:r>
      <w:r>
        <w:t>’</w:t>
      </w:r>
      <w:r w:rsidR="002A4158" w:rsidRPr="00DA4E77">
        <w:t>éther</w:t>
      </w:r>
      <w:r>
        <w:t xml:space="preserve"> ! </w:t>
      </w:r>
      <w:r w:rsidR="002A4158" w:rsidRPr="00DA4E77">
        <w:t>Qui de nous</w:t>
      </w:r>
      <w:r>
        <w:t xml:space="preserve">, </w:t>
      </w:r>
      <w:r w:rsidR="002A4158" w:rsidRPr="00DA4E77">
        <w:t>en effet</w:t>
      </w:r>
      <w:r>
        <w:t xml:space="preserve">, </w:t>
      </w:r>
      <w:r w:rsidR="002A4158" w:rsidRPr="00DA4E77">
        <w:t>songerait à devenir plus qu</w:t>
      </w:r>
      <w:r>
        <w:t>’</w:t>
      </w:r>
      <w:r w:rsidR="002A4158" w:rsidRPr="00DA4E77">
        <w:t>un homme</w:t>
      </w:r>
      <w:r>
        <w:t xml:space="preserve"> ? </w:t>
      </w:r>
      <w:r w:rsidR="002A4158" w:rsidRPr="00DA4E77">
        <w:t>Si</w:t>
      </w:r>
      <w:r>
        <w:t xml:space="preserve">, </w:t>
      </w:r>
      <w:r w:rsidR="002A4158" w:rsidRPr="00DA4E77">
        <w:t>comme nous l</w:t>
      </w:r>
      <w:r>
        <w:t>’</w:t>
      </w:r>
      <w:r w:rsidR="002A4158" w:rsidRPr="00DA4E77">
        <w:t>ont enseigné nos pères</w:t>
      </w:r>
      <w:r>
        <w:t xml:space="preserve">, </w:t>
      </w:r>
      <w:r w:rsidR="002A4158" w:rsidRPr="00DA4E77">
        <w:t>l</w:t>
      </w:r>
      <w:r>
        <w:t>’</w:t>
      </w:r>
      <w:r w:rsidR="002A4158" w:rsidRPr="00DA4E77">
        <w:t>humanité fut la plus chère de tes créations</w:t>
      </w:r>
      <w:r>
        <w:t xml:space="preserve">, </w:t>
      </w:r>
      <w:r w:rsidR="002A4158" w:rsidRPr="00DA4E77">
        <w:t>accorde</w:t>
      </w:r>
      <w:r>
        <w:t xml:space="preserve">, </w:t>
      </w:r>
      <w:r w:rsidR="002A4158" w:rsidRPr="00DA4E77">
        <w:t>ô Dieu</w:t>
      </w:r>
      <w:r>
        <w:t xml:space="preserve">, </w:t>
      </w:r>
      <w:r w:rsidR="002A4158" w:rsidRPr="00DA4E77">
        <w:t>accorde à cette human</w:t>
      </w:r>
      <w:r w:rsidR="002A4158" w:rsidRPr="00DA4E77">
        <w:t>i</w:t>
      </w:r>
      <w:r w:rsidR="002A4158" w:rsidRPr="00DA4E77">
        <w:t>té de ne pas mourir tout entière et de survivre éternellement dans cette beauté suprême qui s</w:t>
      </w:r>
      <w:r>
        <w:t>’</w:t>
      </w:r>
      <w:r w:rsidR="002A4158" w:rsidRPr="00DA4E77">
        <w:t>épanouit sous la forme des C</w:t>
      </w:r>
      <w:r w:rsidR="002A4158" w:rsidRPr="00DA4E77">
        <w:t>i</w:t>
      </w:r>
      <w:r w:rsidR="002A4158" w:rsidRPr="00DA4E77">
        <w:t>tés harmonieuses</w:t>
      </w:r>
      <w:r>
        <w:t xml:space="preserve"> ; </w:t>
      </w:r>
      <w:r w:rsidR="002A4158" w:rsidRPr="00DA4E77">
        <w:t>veuille qu</w:t>
      </w:r>
      <w:r>
        <w:t>’</w:t>
      </w:r>
      <w:r w:rsidR="002A4158" w:rsidRPr="00DA4E77">
        <w:t xml:space="preserve">Atlantis défende les plus </w:t>
      </w:r>
      <w:r w:rsidR="002A4158" w:rsidRPr="00DA4E77">
        <w:lastRenderedPageBreak/>
        <w:t>hautes de ses œuvres contre les passions les plus basses de ses enfants perdus</w:t>
      </w:r>
      <w:r>
        <w:t> !</w:t>
      </w:r>
    </w:p>
    <w:p w14:paraId="6D86919F" w14:textId="77777777" w:rsidR="00276CCE" w:rsidRDefault="002A4158" w:rsidP="002A4158">
      <w:r w:rsidRPr="00DA4E77">
        <w:t>Et le vieillard baise les marches de l</w:t>
      </w:r>
      <w:r w:rsidR="00276CCE">
        <w:t>’</w:t>
      </w:r>
      <w:r w:rsidRPr="00DA4E77">
        <w:t>escalier secret</w:t>
      </w:r>
      <w:r w:rsidR="00276CCE">
        <w:t>.</w:t>
      </w:r>
    </w:p>
    <w:p w14:paraId="71DF0069" w14:textId="77777777" w:rsidR="00276CCE" w:rsidRDefault="002A4158" w:rsidP="002A4158">
      <w:r w:rsidRPr="00DA4E77">
        <w:t>Et les hiérophantes font entendre leurs prières rythmiques</w:t>
      </w:r>
      <w:r w:rsidR="00276CCE">
        <w:t>.</w:t>
      </w:r>
    </w:p>
    <w:p w14:paraId="42951F26" w14:textId="77777777" w:rsidR="00276CCE" w:rsidRDefault="002A4158" w:rsidP="002A4158">
      <w:r w:rsidRPr="00DA4E77">
        <w:t>Alors</w:t>
      </w:r>
      <w:r w:rsidR="00276CCE">
        <w:t xml:space="preserve">, </w:t>
      </w:r>
      <w:proofErr w:type="spellStart"/>
      <w:r w:rsidRPr="00DA4E77">
        <w:t>Oréus</w:t>
      </w:r>
      <w:proofErr w:type="spellEnd"/>
      <w:r w:rsidRPr="00DA4E77">
        <w:t xml:space="preserve"> regarde le piédestal du Sphinx</w:t>
      </w:r>
      <w:r w:rsidR="00276CCE">
        <w:t xml:space="preserve">, </w:t>
      </w:r>
      <w:r w:rsidRPr="00DA4E77">
        <w:t>et</w:t>
      </w:r>
      <w:r w:rsidR="00276CCE">
        <w:t xml:space="preserve">, </w:t>
      </w:r>
      <w:r w:rsidRPr="00DA4E77">
        <w:t>cette fois</w:t>
      </w:r>
      <w:r w:rsidR="00276CCE">
        <w:t xml:space="preserve">, </w:t>
      </w:r>
      <w:r w:rsidRPr="00DA4E77">
        <w:t>éclate l</w:t>
      </w:r>
      <w:r w:rsidR="00276CCE">
        <w:t>’</w:t>
      </w:r>
      <w:r w:rsidRPr="00DA4E77">
        <w:t>inscription suivante</w:t>
      </w:r>
      <w:r w:rsidR="00276CCE">
        <w:t> :</w:t>
      </w:r>
    </w:p>
    <w:p w14:paraId="257A6D55" w14:textId="131FB5FB" w:rsidR="002A4158" w:rsidRPr="006F7A39" w:rsidRDefault="002A4158" w:rsidP="002A4158">
      <w:pPr>
        <w:pStyle w:val="NormalRetraitGauche2XIndent0"/>
        <w:spacing w:before="0" w:after="0"/>
        <w:rPr>
          <w:i/>
        </w:rPr>
      </w:pPr>
      <w:r w:rsidRPr="006F7A39">
        <w:rPr>
          <w:i/>
        </w:rPr>
        <w:t>Tu tournes toi-même</w:t>
      </w:r>
    </w:p>
    <w:p w14:paraId="2E82A3E3" w14:textId="77777777" w:rsidR="00276CCE" w:rsidRDefault="002A4158" w:rsidP="002A4158">
      <w:pPr>
        <w:pStyle w:val="NormalRetraitGauche2XIndent0"/>
        <w:spacing w:before="0" w:after="0"/>
        <w:rPr>
          <w:i/>
        </w:rPr>
      </w:pPr>
      <w:r w:rsidRPr="006F7A39">
        <w:rPr>
          <w:i/>
        </w:rPr>
        <w:t>La roue du destin</w:t>
      </w:r>
      <w:r w:rsidR="00276CCE">
        <w:rPr>
          <w:i/>
        </w:rPr>
        <w:t> !</w:t>
      </w:r>
    </w:p>
    <w:p w14:paraId="00DD06F7" w14:textId="77777777" w:rsidR="00276CCE" w:rsidRDefault="002A4158" w:rsidP="002A4158">
      <w:r w:rsidRPr="00DA4E77">
        <w:t>Une angoisse profonde serre le cœur du vieillard</w:t>
      </w:r>
      <w:r w:rsidR="00276CCE">
        <w:t xml:space="preserve">. </w:t>
      </w:r>
      <w:r w:rsidRPr="00DA4E77">
        <w:t>Lui si calme</w:t>
      </w:r>
      <w:r w:rsidR="00276CCE">
        <w:t xml:space="preserve">, </w:t>
      </w:r>
      <w:r w:rsidRPr="00DA4E77">
        <w:t>d</w:t>
      </w:r>
      <w:r w:rsidR="00276CCE">
        <w:t>’</w:t>
      </w:r>
      <w:r w:rsidRPr="00DA4E77">
        <w:t>ordinaire</w:t>
      </w:r>
      <w:r w:rsidR="00276CCE">
        <w:t xml:space="preserve">, </w:t>
      </w:r>
      <w:r w:rsidRPr="00DA4E77">
        <w:t>devant les nécessités du sort</w:t>
      </w:r>
      <w:r w:rsidR="00276CCE">
        <w:t xml:space="preserve">, </w:t>
      </w:r>
      <w:r w:rsidRPr="00DA4E77">
        <w:t>il se sent pris de terreur</w:t>
      </w:r>
      <w:r w:rsidR="00276CCE">
        <w:t xml:space="preserve">. </w:t>
      </w:r>
      <w:r w:rsidRPr="00DA4E77">
        <w:t>Il hésite à agir</w:t>
      </w:r>
      <w:r w:rsidR="00276CCE">
        <w:t xml:space="preserve">, </w:t>
      </w:r>
      <w:r w:rsidRPr="00DA4E77">
        <w:t>mais voici que le hiérophante resté en vigie jette à haute voix</w:t>
      </w:r>
      <w:r w:rsidR="00276CCE">
        <w:t> :</w:t>
      </w:r>
    </w:p>
    <w:p w14:paraId="316B7DC2" w14:textId="77777777" w:rsidR="00276CCE" w:rsidRDefault="00276CCE" w:rsidP="002A4158">
      <w:r>
        <w:t>— </w:t>
      </w:r>
      <w:r w:rsidR="002A4158" w:rsidRPr="00DA4E77">
        <w:t>La flotte barbare</w:t>
      </w:r>
      <w:r>
        <w:t xml:space="preserve"> ! </w:t>
      </w:r>
      <w:r w:rsidR="002A4158" w:rsidRPr="00DA4E77">
        <w:t>La flotte ennemie</w:t>
      </w:r>
      <w:r>
        <w:t xml:space="preserve"> ! </w:t>
      </w:r>
      <w:r w:rsidR="002A4158" w:rsidRPr="00DA4E77">
        <w:t>Comme elle semble forte</w:t>
      </w:r>
      <w:r>
        <w:t> !…</w:t>
      </w:r>
    </w:p>
    <w:p w14:paraId="1AE21A71" w14:textId="77777777" w:rsidR="00276CCE" w:rsidRDefault="00276CCE" w:rsidP="002A4158">
      <w:r>
        <w:t>— </w:t>
      </w:r>
      <w:r w:rsidR="002A4158" w:rsidRPr="00DA4E77">
        <w:t>La flotte</w:t>
      </w:r>
      <w:r>
        <w:t xml:space="preserve"> ? </w:t>
      </w:r>
      <w:r w:rsidR="002A4158" w:rsidRPr="00DA4E77">
        <w:t>s</w:t>
      </w:r>
      <w:r>
        <w:t>’</w:t>
      </w:r>
      <w:r w:rsidR="002A4158" w:rsidRPr="00DA4E77">
        <w:t xml:space="preserve">écrie </w:t>
      </w:r>
      <w:proofErr w:type="spellStart"/>
      <w:r w:rsidR="002A4158" w:rsidRPr="00DA4E77">
        <w:t>Glania</w:t>
      </w:r>
      <w:proofErr w:type="spellEnd"/>
      <w:r>
        <w:t xml:space="preserve">, </w:t>
      </w:r>
      <w:r w:rsidR="002A4158" w:rsidRPr="00DA4E77">
        <w:t>la flotte ennemie d</w:t>
      </w:r>
      <w:r>
        <w:t>’</w:t>
      </w:r>
      <w:proofErr w:type="spellStart"/>
      <w:r w:rsidR="002A4158" w:rsidRPr="00DA4E77">
        <w:t>Hellas</w:t>
      </w:r>
      <w:proofErr w:type="spellEnd"/>
      <w:r>
        <w:t> ?</w:t>
      </w:r>
    </w:p>
    <w:p w14:paraId="4AA92534" w14:textId="77777777" w:rsidR="00276CCE" w:rsidRDefault="002A4158" w:rsidP="002A4158">
      <w:r w:rsidRPr="00DA4E77">
        <w:t>Et elle se précipite vers le parapet</w:t>
      </w:r>
      <w:r w:rsidR="00276CCE">
        <w:t>.</w:t>
      </w:r>
    </w:p>
    <w:p w14:paraId="1E97DC28" w14:textId="77777777" w:rsidR="00276CCE" w:rsidRDefault="002A4158" w:rsidP="002A4158">
      <w:r w:rsidRPr="00DA4E77">
        <w:t>Les hiérophantes eux-mêmes</w:t>
      </w:r>
      <w:r w:rsidR="00276CCE">
        <w:t xml:space="preserve">, </w:t>
      </w:r>
      <w:r w:rsidRPr="00DA4E77">
        <w:t xml:space="preserve">malgré leur respect pour </w:t>
      </w:r>
      <w:proofErr w:type="spellStart"/>
      <w:r w:rsidRPr="00DA4E77">
        <w:t>Oréus</w:t>
      </w:r>
      <w:proofErr w:type="spellEnd"/>
      <w:r w:rsidRPr="00DA4E77">
        <w:t xml:space="preserve"> en prière</w:t>
      </w:r>
      <w:r w:rsidR="00276CCE">
        <w:t xml:space="preserve">, </w:t>
      </w:r>
      <w:r w:rsidRPr="00DA4E77">
        <w:t>s</w:t>
      </w:r>
      <w:r w:rsidR="00276CCE">
        <w:t>’</w:t>
      </w:r>
      <w:r w:rsidRPr="00DA4E77">
        <w:t>agitent sourdement autour de lui</w:t>
      </w:r>
      <w:r w:rsidR="00276CCE">
        <w:t xml:space="preserve">. </w:t>
      </w:r>
      <w:r w:rsidRPr="00DA4E77">
        <w:t>Le vieillard</w:t>
      </w:r>
      <w:r w:rsidR="00276CCE">
        <w:t xml:space="preserve">, </w:t>
      </w:r>
      <w:r w:rsidRPr="00DA4E77">
        <w:t>à son tour</w:t>
      </w:r>
      <w:r w:rsidR="00276CCE">
        <w:t xml:space="preserve">, </w:t>
      </w:r>
      <w:r w:rsidRPr="00DA4E77">
        <w:t>se relève brusquement</w:t>
      </w:r>
      <w:r w:rsidR="00276CCE">
        <w:t xml:space="preserve">, </w:t>
      </w:r>
      <w:r w:rsidRPr="00DA4E77">
        <w:t>et d</w:t>
      </w:r>
      <w:r w:rsidR="00276CCE">
        <w:t>’</w:t>
      </w:r>
      <w:r w:rsidRPr="00DA4E77">
        <w:t>une voix ferme</w:t>
      </w:r>
      <w:r w:rsidR="00276CCE">
        <w:t> :</w:t>
      </w:r>
    </w:p>
    <w:p w14:paraId="7FF6ACDC" w14:textId="77777777" w:rsidR="00276CCE" w:rsidRDefault="00276CCE" w:rsidP="002A4158">
      <w:r>
        <w:t>— </w:t>
      </w:r>
      <w:r w:rsidR="002A4158" w:rsidRPr="00DA4E77">
        <w:t>Soit</w:t>
      </w:r>
      <w:r>
        <w:t xml:space="preserve"> ! </w:t>
      </w:r>
      <w:r w:rsidR="002A4158" w:rsidRPr="00DA4E77">
        <w:t>que le destin s</w:t>
      </w:r>
      <w:r>
        <w:t>’</w:t>
      </w:r>
      <w:r w:rsidR="002A4158" w:rsidRPr="00DA4E77">
        <w:t>accomplisse</w:t>
      </w:r>
      <w:r>
        <w:t> !</w:t>
      </w:r>
    </w:p>
    <w:p w14:paraId="3401E69E" w14:textId="77777777" w:rsidR="00276CCE" w:rsidRDefault="002A4158" w:rsidP="002A4158">
      <w:r w:rsidRPr="00DA4E77">
        <w:t>Puis</w:t>
      </w:r>
      <w:r w:rsidR="00276CCE">
        <w:t xml:space="preserve">, </w:t>
      </w:r>
      <w:r w:rsidRPr="00DA4E77">
        <w:t>se retournant vers les hiérophantes</w:t>
      </w:r>
      <w:r w:rsidR="00276CCE">
        <w:t xml:space="preserve">, </w:t>
      </w:r>
      <w:r w:rsidRPr="00DA4E77">
        <w:t>il donne d</w:t>
      </w:r>
      <w:r w:rsidR="00276CCE">
        <w:t>’</w:t>
      </w:r>
      <w:r w:rsidRPr="00DA4E77">
        <w:t>une voix décisive des commandements brefs</w:t>
      </w:r>
      <w:r w:rsidR="00276CCE">
        <w:t>.</w:t>
      </w:r>
    </w:p>
    <w:p w14:paraId="3A4EAFB8" w14:textId="77777777" w:rsidR="00276CCE" w:rsidRDefault="00276CCE" w:rsidP="002A4158">
      <w:r>
        <w:t>— </w:t>
      </w:r>
      <w:r w:rsidR="002A4158" w:rsidRPr="00DA4E77">
        <w:t>Mes enfants</w:t>
      </w:r>
      <w:r>
        <w:t xml:space="preserve">, </w:t>
      </w:r>
      <w:r w:rsidR="002A4158" w:rsidRPr="00DA4E77">
        <w:t>vous allez vous tenir près du Temple</w:t>
      </w:r>
      <w:r>
        <w:t xml:space="preserve">, </w:t>
      </w:r>
      <w:r w:rsidR="002A4158" w:rsidRPr="00DA4E77">
        <w:t>vous sur l</w:t>
      </w:r>
      <w:r>
        <w:t>’</w:t>
      </w:r>
      <w:r w:rsidR="002A4158" w:rsidRPr="00DA4E77">
        <w:t>escalier du Sphinx</w:t>
      </w:r>
      <w:r>
        <w:t xml:space="preserve">, </w:t>
      </w:r>
      <w:r w:rsidR="002A4158" w:rsidRPr="00DA4E77">
        <w:t>vous là-bas</w:t>
      </w:r>
      <w:r>
        <w:t xml:space="preserve">, </w:t>
      </w:r>
      <w:r w:rsidR="002A4158" w:rsidRPr="00DA4E77">
        <w:t>contre les obélisques de marbre rouge</w:t>
      </w:r>
      <w:r>
        <w:t xml:space="preserve"> ; </w:t>
      </w:r>
      <w:r w:rsidR="002A4158" w:rsidRPr="00DA4E77">
        <w:t>et tous</w:t>
      </w:r>
      <w:r>
        <w:t xml:space="preserve">, </w:t>
      </w:r>
      <w:r w:rsidR="002A4158" w:rsidRPr="00DA4E77">
        <w:t xml:space="preserve">vous serez prêts à obéir au </w:t>
      </w:r>
      <w:r w:rsidR="002A4158" w:rsidRPr="00DA4E77">
        <w:lastRenderedPageBreak/>
        <w:t>moindre s</w:t>
      </w:r>
      <w:r w:rsidR="002A4158" w:rsidRPr="00DA4E77">
        <w:t>i</w:t>
      </w:r>
      <w:r w:rsidR="002A4158" w:rsidRPr="00DA4E77">
        <w:t>gnal</w:t>
      </w:r>
      <w:r>
        <w:t xml:space="preserve">. </w:t>
      </w:r>
      <w:r w:rsidR="002A4158" w:rsidRPr="00DA4E77">
        <w:t>Les autres</w:t>
      </w:r>
      <w:r>
        <w:t xml:space="preserve">, </w:t>
      </w:r>
      <w:r w:rsidR="002A4158" w:rsidRPr="00DA4E77">
        <w:t>vous resterez derrière moi</w:t>
      </w:r>
      <w:r>
        <w:t xml:space="preserve">, </w:t>
      </w:r>
      <w:r w:rsidR="002A4158" w:rsidRPr="00DA4E77">
        <w:t>attendant mes o</w:t>
      </w:r>
      <w:r w:rsidR="002A4158" w:rsidRPr="00DA4E77">
        <w:t>r</w:t>
      </w:r>
      <w:r w:rsidR="002A4158" w:rsidRPr="00DA4E77">
        <w:t>dres</w:t>
      </w:r>
      <w:r>
        <w:t xml:space="preserve">. </w:t>
      </w:r>
      <w:r w:rsidR="002A4158" w:rsidRPr="00DA4E77">
        <w:t>Que personne ne s</w:t>
      </w:r>
      <w:r>
        <w:t>’</w:t>
      </w:r>
      <w:r w:rsidR="002A4158" w:rsidRPr="00DA4E77">
        <w:t>avance au-devant du miroir ardent</w:t>
      </w:r>
      <w:r>
        <w:t xml:space="preserve">. </w:t>
      </w:r>
      <w:r w:rsidR="002A4158" w:rsidRPr="00DA4E77">
        <w:t>Il mourrait consommé comme paille</w:t>
      </w:r>
      <w:r>
        <w:t xml:space="preserve">. </w:t>
      </w:r>
      <w:proofErr w:type="spellStart"/>
      <w:r w:rsidR="002A4158" w:rsidRPr="00DA4E77">
        <w:t>Glania</w:t>
      </w:r>
      <w:proofErr w:type="spellEnd"/>
      <w:r>
        <w:t xml:space="preserve">, </w:t>
      </w:r>
      <w:r w:rsidR="002A4158" w:rsidRPr="00DA4E77">
        <w:t>tu vas rejoindre la plus puissante des longues-vues</w:t>
      </w:r>
      <w:r>
        <w:t xml:space="preserve">, </w:t>
      </w:r>
      <w:r w:rsidR="002A4158" w:rsidRPr="00DA4E77">
        <w:t>et tu m</w:t>
      </w:r>
      <w:r>
        <w:t>’</w:t>
      </w:r>
      <w:r w:rsidR="002A4158" w:rsidRPr="00DA4E77">
        <w:t>indiqueras le mouv</w:t>
      </w:r>
      <w:r w:rsidR="002A4158" w:rsidRPr="00DA4E77">
        <w:t>e</w:t>
      </w:r>
      <w:r w:rsidR="002A4158" w:rsidRPr="00DA4E77">
        <w:t>ment de la flotte d</w:t>
      </w:r>
      <w:r>
        <w:t>’</w:t>
      </w:r>
      <w:proofErr w:type="spellStart"/>
      <w:r w:rsidR="002A4158" w:rsidRPr="00DA4E77">
        <w:t>Hellas</w:t>
      </w:r>
      <w:proofErr w:type="spellEnd"/>
      <w:r>
        <w:t xml:space="preserve"> ; </w:t>
      </w:r>
      <w:r w:rsidR="002A4158" w:rsidRPr="00DA4E77">
        <w:t>tu connais mieux que personne les matelots</w:t>
      </w:r>
      <w:r>
        <w:t xml:space="preserve">. </w:t>
      </w:r>
      <w:r w:rsidR="002A4158" w:rsidRPr="00DA4E77">
        <w:t>Les deux flottes sont-elles en présence</w:t>
      </w:r>
      <w:r>
        <w:t> ?</w:t>
      </w:r>
    </w:p>
    <w:p w14:paraId="694E88F1" w14:textId="77777777" w:rsidR="00276CCE" w:rsidRDefault="00276CCE" w:rsidP="002A4158">
      <w:r>
        <w:t>— </w:t>
      </w:r>
      <w:r w:rsidR="002A4158" w:rsidRPr="00DA4E77">
        <w:t>Pas encore</w:t>
      </w:r>
      <w:r>
        <w:t xml:space="preserve">, </w:t>
      </w:r>
      <w:r w:rsidR="002A4158" w:rsidRPr="00DA4E77">
        <w:t>maître</w:t>
      </w:r>
      <w:r>
        <w:t xml:space="preserve">, </w:t>
      </w:r>
      <w:r w:rsidR="002A4158" w:rsidRPr="00DA4E77">
        <w:t>répond la jeune fille placée sur les marches du Temple</w:t>
      </w:r>
      <w:r>
        <w:t xml:space="preserve">, </w:t>
      </w:r>
      <w:r w:rsidR="002A4158" w:rsidRPr="00DA4E77">
        <w:t>tandis que deux robustes hiérophantes l</w:t>
      </w:r>
      <w:r>
        <w:t>’</w:t>
      </w:r>
      <w:r w:rsidR="002A4158" w:rsidRPr="00DA4E77">
        <w:t>aident à manier la lourde lunette aux verres énormes</w:t>
      </w:r>
      <w:r>
        <w:t>.</w:t>
      </w:r>
    </w:p>
    <w:p w14:paraId="64FEAA33" w14:textId="77777777" w:rsidR="00276CCE" w:rsidRDefault="002A4158" w:rsidP="002A4158">
      <w:r w:rsidRPr="00DA4E77">
        <w:t xml:space="preserve">Mais </w:t>
      </w:r>
      <w:proofErr w:type="spellStart"/>
      <w:r w:rsidRPr="00DA4E77">
        <w:t>Glania</w:t>
      </w:r>
      <w:proofErr w:type="spellEnd"/>
      <w:r w:rsidRPr="00DA4E77">
        <w:t xml:space="preserve"> subitement s</w:t>
      </w:r>
      <w:r w:rsidR="00276CCE">
        <w:t>’</w:t>
      </w:r>
      <w:r w:rsidRPr="00DA4E77">
        <w:t>écrie</w:t>
      </w:r>
      <w:r w:rsidR="00276CCE">
        <w:t> :</w:t>
      </w:r>
    </w:p>
    <w:p w14:paraId="26173563" w14:textId="77777777" w:rsidR="00276CCE" w:rsidRDefault="00276CCE" w:rsidP="002A4158">
      <w:r>
        <w:t>— </w:t>
      </w:r>
      <w:r w:rsidR="002A4158" w:rsidRPr="00DA4E77">
        <w:t>Oh</w:t>
      </w:r>
      <w:r>
        <w:t xml:space="preserve"> ! </w:t>
      </w:r>
      <w:r w:rsidR="002A4158" w:rsidRPr="00DA4E77">
        <w:t xml:space="preserve">pauvre </w:t>
      </w:r>
      <w:proofErr w:type="spellStart"/>
      <w:r w:rsidR="002A4158" w:rsidRPr="00DA4E77">
        <w:t>Hellas</w:t>
      </w:r>
      <w:proofErr w:type="spellEnd"/>
      <w:r>
        <w:t xml:space="preserve"> ! </w:t>
      </w:r>
      <w:r w:rsidR="002A4158" w:rsidRPr="00DA4E77">
        <w:t>que pourra-t-il avec ses lents et rares vaisseaux contre l</w:t>
      </w:r>
      <w:r>
        <w:t>’</w:t>
      </w:r>
      <w:r w:rsidR="002A4158" w:rsidRPr="00DA4E77">
        <w:t>habile et innombrable troupeau de navires a</w:t>
      </w:r>
      <w:r w:rsidR="002A4158" w:rsidRPr="00DA4E77">
        <w:t>z</w:t>
      </w:r>
      <w:r w:rsidR="002A4158" w:rsidRPr="00DA4E77">
        <w:t>tèques</w:t>
      </w:r>
      <w:r>
        <w:t> ?</w:t>
      </w:r>
    </w:p>
    <w:p w14:paraId="20581C84" w14:textId="77777777" w:rsidR="00276CCE" w:rsidRDefault="002A4158" w:rsidP="002A4158">
      <w:r w:rsidRPr="00DA4E77">
        <w:t>En effet</w:t>
      </w:r>
      <w:r w:rsidR="00276CCE">
        <w:t xml:space="preserve">, </w:t>
      </w:r>
      <w:r w:rsidRPr="00DA4E77">
        <w:t>même à l</w:t>
      </w:r>
      <w:r w:rsidR="00276CCE">
        <w:t>’</w:t>
      </w:r>
      <w:r w:rsidRPr="00DA4E77">
        <w:t>œil nu</w:t>
      </w:r>
      <w:r w:rsidR="00276CCE">
        <w:t xml:space="preserve">, </w:t>
      </w:r>
      <w:r w:rsidRPr="00DA4E77">
        <w:t>on peut voir que la flotte d</w:t>
      </w:r>
      <w:r w:rsidR="00276CCE">
        <w:t>’</w:t>
      </w:r>
      <w:proofErr w:type="spellStart"/>
      <w:r w:rsidRPr="00DA4E77">
        <w:t>Hellas</w:t>
      </w:r>
      <w:proofErr w:type="spellEnd"/>
      <w:r w:rsidRPr="00DA4E77">
        <w:t xml:space="preserve"> est bien inférieure à la flotte aztèque</w:t>
      </w:r>
      <w:r w:rsidR="00276CCE">
        <w:t xml:space="preserve">. </w:t>
      </w:r>
      <w:r w:rsidRPr="00DA4E77">
        <w:t>Disposés sur plusieurs rangs</w:t>
      </w:r>
      <w:r w:rsidR="00276CCE">
        <w:t xml:space="preserve">, </w:t>
      </w:r>
      <w:r w:rsidRPr="00DA4E77">
        <w:t>les bâtiments ennemis</w:t>
      </w:r>
      <w:r w:rsidR="00276CCE">
        <w:t xml:space="preserve">, </w:t>
      </w:r>
      <w:r w:rsidRPr="00DA4E77">
        <w:t>précédés des barques des esclaves noirs</w:t>
      </w:r>
      <w:r w:rsidR="00276CCE">
        <w:t xml:space="preserve">, </w:t>
      </w:r>
      <w:r w:rsidRPr="00DA4E77">
        <w:t>évoluent entre l</w:t>
      </w:r>
      <w:r w:rsidR="00276CCE">
        <w:t>’</w:t>
      </w:r>
      <w:r w:rsidRPr="00DA4E77">
        <w:t>Île de Fer et l</w:t>
      </w:r>
      <w:r w:rsidR="00276CCE">
        <w:t>’</w:t>
      </w:r>
      <w:r w:rsidRPr="00DA4E77">
        <w:t>Île de Pourpre</w:t>
      </w:r>
      <w:r w:rsidR="00276CCE">
        <w:t xml:space="preserve">, </w:t>
      </w:r>
      <w:r w:rsidRPr="00DA4E77">
        <w:t>et leur groupement s</w:t>
      </w:r>
      <w:r w:rsidR="00276CCE">
        <w:t>’</w:t>
      </w:r>
      <w:r w:rsidRPr="00DA4E77">
        <w:t>avance</w:t>
      </w:r>
      <w:r w:rsidR="00276CCE">
        <w:t xml:space="preserve">, </w:t>
      </w:r>
      <w:r w:rsidRPr="00DA4E77">
        <w:t>régulier et menaçant</w:t>
      </w:r>
      <w:r w:rsidR="00276CCE">
        <w:t xml:space="preserve">, </w:t>
      </w:r>
      <w:r w:rsidRPr="00DA4E77">
        <w:t>vers la cohorte d</w:t>
      </w:r>
      <w:r w:rsidRPr="00DA4E77">
        <w:t>é</w:t>
      </w:r>
      <w:r w:rsidRPr="00DA4E77">
        <w:t>sordonnée et éparpillée des bateaux recrutés par les Ligures</w:t>
      </w:r>
      <w:r w:rsidR="00276CCE">
        <w:t>.</w:t>
      </w:r>
    </w:p>
    <w:p w14:paraId="22CE818B" w14:textId="77777777" w:rsidR="00276CCE" w:rsidRDefault="00276CCE" w:rsidP="002A4158">
      <w:r>
        <w:t>— </w:t>
      </w:r>
      <w:r w:rsidR="002A4158" w:rsidRPr="00DA4E77">
        <w:t xml:space="preserve">Et </w:t>
      </w:r>
      <w:proofErr w:type="spellStart"/>
      <w:r w:rsidR="002A4158" w:rsidRPr="00DA4E77">
        <w:t>Hellas</w:t>
      </w:r>
      <w:proofErr w:type="spellEnd"/>
      <w:r>
        <w:t xml:space="preserve"> ? </w:t>
      </w:r>
      <w:r w:rsidR="002A4158" w:rsidRPr="00DA4E77">
        <w:t>Voici son vaisseau qui s</w:t>
      </w:r>
      <w:r>
        <w:t>’</w:t>
      </w:r>
      <w:r w:rsidR="002A4158" w:rsidRPr="00DA4E77">
        <w:t>avance</w:t>
      </w:r>
      <w:r>
        <w:t xml:space="preserve">, </w:t>
      </w:r>
      <w:r w:rsidR="002A4158" w:rsidRPr="00DA4E77">
        <w:t>seul</w:t>
      </w:r>
      <w:r>
        <w:t xml:space="preserve">, </w:t>
      </w:r>
      <w:r w:rsidR="002A4158" w:rsidRPr="00DA4E77">
        <w:t>bien en avant du reste de la flotte</w:t>
      </w:r>
      <w:r>
        <w:t xml:space="preserve">. </w:t>
      </w:r>
      <w:r w:rsidR="002A4158" w:rsidRPr="00DA4E77">
        <w:t>Je le reconnais à la large tenture de pourpre qui traîne dans l</w:t>
      </w:r>
      <w:r>
        <w:t>’</w:t>
      </w:r>
      <w:r w:rsidR="002A4158" w:rsidRPr="00DA4E77">
        <w:t>eau</w:t>
      </w:r>
      <w:r>
        <w:t xml:space="preserve">, </w:t>
      </w:r>
      <w:r w:rsidR="002A4158" w:rsidRPr="00DA4E77">
        <w:t>à la poupe</w:t>
      </w:r>
      <w:r>
        <w:t xml:space="preserve">. </w:t>
      </w:r>
      <w:proofErr w:type="spellStart"/>
      <w:r w:rsidR="002A4158" w:rsidRPr="00DA4E77">
        <w:t>Hellas</w:t>
      </w:r>
      <w:proofErr w:type="spellEnd"/>
      <w:r w:rsidR="002A4158" w:rsidRPr="00DA4E77">
        <w:t xml:space="preserve"> lui-même se tient</w:t>
      </w:r>
      <w:r>
        <w:t xml:space="preserve">, </w:t>
      </w:r>
      <w:r w:rsidR="002A4158" w:rsidRPr="00DA4E77">
        <w:t>armé</w:t>
      </w:r>
      <w:r>
        <w:t xml:space="preserve">, </w:t>
      </w:r>
      <w:r w:rsidR="002A4158" w:rsidRPr="00DA4E77">
        <w:t>impassible</w:t>
      </w:r>
      <w:r>
        <w:t xml:space="preserve">, </w:t>
      </w:r>
      <w:r w:rsidR="002A4158" w:rsidRPr="00DA4E77">
        <w:t>à la proue</w:t>
      </w:r>
      <w:r>
        <w:t> !</w:t>
      </w:r>
    </w:p>
    <w:p w14:paraId="7A17E720" w14:textId="77777777" w:rsidR="00276CCE" w:rsidRDefault="00276CCE" w:rsidP="002A4158">
      <w:r>
        <w:t>— </w:t>
      </w:r>
      <w:r w:rsidR="002A4158" w:rsidRPr="00DA4E77">
        <w:t>En tête</w:t>
      </w:r>
      <w:r>
        <w:t xml:space="preserve"> ! </w:t>
      </w:r>
      <w:r w:rsidR="002A4158" w:rsidRPr="00DA4E77">
        <w:t>À l</w:t>
      </w:r>
      <w:r>
        <w:t>’</w:t>
      </w:r>
      <w:r w:rsidR="002A4158" w:rsidRPr="00DA4E77">
        <w:t>avant des autres</w:t>
      </w:r>
      <w:r>
        <w:t xml:space="preserve"> ! </w:t>
      </w:r>
      <w:r w:rsidR="002A4158" w:rsidRPr="00DA4E77">
        <w:t>Le fou</w:t>
      </w:r>
      <w:r>
        <w:t xml:space="preserve"> ! </w:t>
      </w:r>
      <w:r w:rsidR="002A4158" w:rsidRPr="00DA4E77">
        <w:t>Le malheureux</w:t>
      </w:r>
      <w:r>
        <w:t xml:space="preserve"> ! </w:t>
      </w:r>
      <w:r w:rsidR="002A4158" w:rsidRPr="00DA4E77">
        <w:t>Il va lutter par le feu quand le guette le feu implacable</w:t>
      </w:r>
      <w:r>
        <w:t xml:space="preserve"> ! </w:t>
      </w:r>
      <w:r w:rsidR="002A4158" w:rsidRPr="00DA4E77">
        <w:t>Sauvons-le</w:t>
      </w:r>
      <w:r>
        <w:t xml:space="preserve"> ! </w:t>
      </w:r>
      <w:r w:rsidR="002A4158" w:rsidRPr="00DA4E77">
        <w:t>Sauvons-le</w:t>
      </w:r>
      <w:r>
        <w:t> !</w:t>
      </w:r>
    </w:p>
    <w:p w14:paraId="6D5D140F" w14:textId="77777777" w:rsidR="00276CCE" w:rsidRDefault="002A4158" w:rsidP="002A4158">
      <w:r w:rsidRPr="00DA4E77">
        <w:t>Puis</w:t>
      </w:r>
      <w:r w:rsidR="00276CCE">
        <w:t xml:space="preserve">, </w:t>
      </w:r>
      <w:r w:rsidRPr="00DA4E77">
        <w:t>s</w:t>
      </w:r>
      <w:r w:rsidR="00276CCE">
        <w:t>’</w:t>
      </w:r>
      <w:r w:rsidRPr="00DA4E77">
        <w:t xml:space="preserve">adressant à </w:t>
      </w:r>
      <w:proofErr w:type="spellStart"/>
      <w:r w:rsidRPr="00DA4E77">
        <w:t>Glania</w:t>
      </w:r>
      <w:proofErr w:type="spellEnd"/>
      <w:r w:rsidR="00276CCE">
        <w:t> :</w:t>
      </w:r>
    </w:p>
    <w:p w14:paraId="30171DA4" w14:textId="77777777" w:rsidR="00276CCE" w:rsidRDefault="00276CCE" w:rsidP="002A4158">
      <w:r>
        <w:lastRenderedPageBreak/>
        <w:t>— </w:t>
      </w:r>
      <w:r w:rsidR="002A4158" w:rsidRPr="00DA4E77">
        <w:t>Et dans la flotte aztèque</w:t>
      </w:r>
      <w:r>
        <w:t xml:space="preserve"> ? </w:t>
      </w:r>
      <w:r w:rsidR="002A4158" w:rsidRPr="00DA4E77">
        <w:t>Qui dirige le combat</w:t>
      </w:r>
      <w:r>
        <w:t> ?</w:t>
      </w:r>
    </w:p>
    <w:p w14:paraId="7A4FE59A" w14:textId="77777777" w:rsidR="00276CCE" w:rsidRDefault="00276CCE" w:rsidP="002A4158">
      <w:r>
        <w:t>— </w:t>
      </w:r>
      <w:r w:rsidR="002A4158" w:rsidRPr="00DA4E77">
        <w:t>Ils sont trop loin encore</w:t>
      </w:r>
      <w:r>
        <w:t xml:space="preserve">, </w:t>
      </w:r>
      <w:r w:rsidR="002A4158" w:rsidRPr="00DA4E77">
        <w:t>maître</w:t>
      </w:r>
      <w:r>
        <w:t xml:space="preserve">, </w:t>
      </w:r>
      <w:r w:rsidR="002A4158" w:rsidRPr="00DA4E77">
        <w:t>et d</w:t>
      </w:r>
      <w:r>
        <w:t>’</w:t>
      </w:r>
      <w:r w:rsidR="002A4158" w:rsidRPr="00DA4E77">
        <w:t>ailleurs je n</w:t>
      </w:r>
      <w:r>
        <w:t>’</w:t>
      </w:r>
      <w:r w:rsidR="002A4158" w:rsidRPr="00DA4E77">
        <w:t>y connais personne</w:t>
      </w:r>
      <w:r>
        <w:t xml:space="preserve">, </w:t>
      </w:r>
      <w:r w:rsidR="002A4158" w:rsidRPr="00DA4E77">
        <w:t xml:space="preserve">sauf </w:t>
      </w:r>
      <w:proofErr w:type="spellStart"/>
      <w:r w:rsidR="002A4158" w:rsidRPr="00DA4E77">
        <w:t>Melléna</w:t>
      </w:r>
      <w:proofErr w:type="spellEnd"/>
      <w:r>
        <w:t>.</w:t>
      </w:r>
    </w:p>
    <w:p w14:paraId="3103164A" w14:textId="77777777" w:rsidR="00276CCE" w:rsidRDefault="002A4158" w:rsidP="002A4158">
      <w:r w:rsidRPr="00DA4E77">
        <w:t>Et comme nul hiérophante n</w:t>
      </w:r>
      <w:r w:rsidR="00276CCE">
        <w:t>’</w:t>
      </w:r>
      <w:r w:rsidRPr="00DA4E77">
        <w:t>est capable de reconnaître les chefs de la flotte aztèque</w:t>
      </w:r>
      <w:r w:rsidR="00276CCE">
        <w:t xml:space="preserve">, </w:t>
      </w:r>
      <w:proofErr w:type="spellStart"/>
      <w:r w:rsidRPr="00DA4E77">
        <w:t>Thébao</w:t>
      </w:r>
      <w:proofErr w:type="spellEnd"/>
      <w:r w:rsidRPr="00DA4E77">
        <w:t xml:space="preserve"> propose</w:t>
      </w:r>
      <w:r w:rsidR="00276CCE">
        <w:t> :</w:t>
      </w:r>
    </w:p>
    <w:p w14:paraId="2C47AAD7" w14:textId="77777777" w:rsidR="00276CCE" w:rsidRDefault="00276CCE" w:rsidP="002A4158">
      <w:r>
        <w:t>— </w:t>
      </w:r>
      <w:r w:rsidR="002A4158" w:rsidRPr="00DA4E77">
        <w:t>Mon maître</w:t>
      </w:r>
      <w:r>
        <w:t xml:space="preserve">, </w:t>
      </w:r>
      <w:r w:rsidR="002A4158" w:rsidRPr="00DA4E77">
        <w:t>nous avons dans un cachot du Temple un prisonnier qui pourrait te renseigner peut-être</w:t>
      </w:r>
      <w:r>
        <w:t xml:space="preserve">. </w:t>
      </w:r>
      <w:r w:rsidR="002A4158" w:rsidRPr="00DA4E77">
        <w:t>Il s</w:t>
      </w:r>
      <w:r>
        <w:t>’</w:t>
      </w:r>
      <w:r w:rsidR="002A4158" w:rsidRPr="00DA4E77">
        <w:t xml:space="preserve">appelle </w:t>
      </w:r>
      <w:proofErr w:type="spellStart"/>
      <w:r w:rsidR="002A4158" w:rsidRPr="00DA4E77">
        <w:t>Be</w:t>
      </w:r>
      <w:r w:rsidR="002A4158" w:rsidRPr="00DA4E77">
        <w:t>l</w:t>
      </w:r>
      <w:r w:rsidR="002A4158" w:rsidRPr="00DA4E77">
        <w:t>kis</w:t>
      </w:r>
      <w:proofErr w:type="spellEnd"/>
      <w:r>
        <w:t>.</w:t>
      </w:r>
    </w:p>
    <w:p w14:paraId="299B4D9A" w14:textId="77777777" w:rsidR="00276CCE" w:rsidRDefault="00276CCE" w:rsidP="002A4158">
      <w:r>
        <w:t>— </w:t>
      </w:r>
      <w:r w:rsidR="002A4158" w:rsidRPr="00DA4E77">
        <w:t>Qu</w:t>
      </w:r>
      <w:r>
        <w:t>’</w:t>
      </w:r>
      <w:r w:rsidR="002A4158" w:rsidRPr="00DA4E77">
        <w:t>on l</w:t>
      </w:r>
      <w:r>
        <w:t>’</w:t>
      </w:r>
      <w:r w:rsidR="002A4158" w:rsidRPr="00DA4E77">
        <w:t>amène</w:t>
      </w:r>
      <w:r>
        <w:t> !</w:t>
      </w:r>
    </w:p>
    <w:p w14:paraId="1076B27B" w14:textId="77777777" w:rsidR="00276CCE" w:rsidRDefault="002A4158" w:rsidP="002A4158">
      <w:proofErr w:type="spellStart"/>
      <w:r w:rsidRPr="00DA4E77">
        <w:t>Belkis</w:t>
      </w:r>
      <w:proofErr w:type="spellEnd"/>
      <w:r w:rsidR="00276CCE">
        <w:t xml:space="preserve">, </w:t>
      </w:r>
      <w:r w:rsidRPr="00DA4E77">
        <w:t>qu</w:t>
      </w:r>
      <w:r w:rsidR="00276CCE">
        <w:t>’</w:t>
      </w:r>
      <w:r w:rsidRPr="00DA4E77">
        <w:t>on va chercher</w:t>
      </w:r>
      <w:r w:rsidR="00276CCE">
        <w:t xml:space="preserve">, </w:t>
      </w:r>
      <w:r w:rsidRPr="00DA4E77">
        <w:t>se précipite tremblant et soumis aux pieds d</w:t>
      </w:r>
      <w:r w:rsidR="00276CCE">
        <w:t>’</w:t>
      </w:r>
      <w:proofErr w:type="spellStart"/>
      <w:r w:rsidRPr="00DA4E77">
        <w:t>Oréus</w:t>
      </w:r>
      <w:proofErr w:type="spellEnd"/>
      <w:r w:rsidR="00276CCE">
        <w:t xml:space="preserve">, </w:t>
      </w:r>
      <w:r w:rsidRPr="00DA4E77">
        <w:t>dont il baise le manteau</w:t>
      </w:r>
      <w:r w:rsidR="00276CCE">
        <w:t>.</w:t>
      </w:r>
    </w:p>
    <w:p w14:paraId="7379D680" w14:textId="77777777" w:rsidR="00276CCE" w:rsidRDefault="00276CCE" w:rsidP="002A4158">
      <w:r>
        <w:t>— </w:t>
      </w:r>
      <w:r w:rsidR="002A4158" w:rsidRPr="00DA4E77">
        <w:t xml:space="preserve">Grand </w:t>
      </w:r>
      <w:proofErr w:type="spellStart"/>
      <w:r w:rsidR="002A4158" w:rsidRPr="00DA4E77">
        <w:t>Oréus</w:t>
      </w:r>
      <w:proofErr w:type="spellEnd"/>
      <w:r>
        <w:t xml:space="preserve"> ! </w:t>
      </w:r>
      <w:r w:rsidR="002A4158" w:rsidRPr="00DA4E77">
        <w:t>Le maître des maîtres</w:t>
      </w:r>
      <w:r>
        <w:t xml:space="preserve"> ! </w:t>
      </w:r>
      <w:r w:rsidR="002A4158" w:rsidRPr="00DA4E77">
        <w:t>Toi ici</w:t>
      </w:r>
      <w:r>
        <w:t> ?</w:t>
      </w:r>
    </w:p>
    <w:p w14:paraId="02793C8E" w14:textId="77777777" w:rsidR="00276CCE" w:rsidRDefault="00276CCE" w:rsidP="002A4158">
      <w:r>
        <w:t>— </w:t>
      </w:r>
      <w:r w:rsidR="002A4158" w:rsidRPr="00DA4E77">
        <w:t>Relève-toi</w:t>
      </w:r>
      <w:r>
        <w:t xml:space="preserve">, </w:t>
      </w:r>
      <w:proofErr w:type="spellStart"/>
      <w:r w:rsidR="002A4158" w:rsidRPr="00DA4E77">
        <w:t>Belkis</w:t>
      </w:r>
      <w:proofErr w:type="spellEnd"/>
      <w:r>
        <w:t xml:space="preserve"> ; </w:t>
      </w:r>
      <w:r w:rsidR="002A4158" w:rsidRPr="00DA4E77">
        <w:t>voici ce que tu vas faire</w:t>
      </w:r>
      <w:r>
        <w:t xml:space="preserve">. </w:t>
      </w:r>
      <w:r w:rsidR="002A4158" w:rsidRPr="00DA4E77">
        <w:t>Et si tu me trompes</w:t>
      </w:r>
      <w:r>
        <w:t>…</w:t>
      </w:r>
    </w:p>
    <w:p w14:paraId="38959D72" w14:textId="77777777" w:rsidR="00276CCE" w:rsidRDefault="00276CCE" w:rsidP="002A4158">
      <w:r>
        <w:t>— </w:t>
      </w:r>
      <w:r w:rsidR="002A4158" w:rsidRPr="00DA4E77">
        <w:t>Moi</w:t>
      </w:r>
      <w:r>
        <w:t xml:space="preserve">, </w:t>
      </w:r>
      <w:r w:rsidR="002A4158" w:rsidRPr="00DA4E77">
        <w:t>te tromper</w:t>
      </w:r>
      <w:r>
        <w:t xml:space="preserve"> ? </w:t>
      </w:r>
      <w:r w:rsidR="002A4158" w:rsidRPr="00DA4E77">
        <w:t>Je jure</w:t>
      </w:r>
      <w:r>
        <w:t>…</w:t>
      </w:r>
    </w:p>
    <w:p w14:paraId="685C17D1" w14:textId="77777777" w:rsidR="00276CCE" w:rsidRDefault="00276CCE" w:rsidP="002A4158">
      <w:r>
        <w:t>— </w:t>
      </w:r>
      <w:r w:rsidR="002A4158" w:rsidRPr="00DA4E77">
        <w:t>Trêve de serments</w:t>
      </w:r>
      <w:r>
        <w:t xml:space="preserve">. </w:t>
      </w:r>
      <w:r w:rsidR="002A4158" w:rsidRPr="00DA4E77">
        <w:t>Obéis</w:t>
      </w:r>
      <w:r>
        <w:t xml:space="preserve">, </w:t>
      </w:r>
      <w:r w:rsidR="002A4158" w:rsidRPr="00DA4E77">
        <w:t>voilà tout</w:t>
      </w:r>
      <w:r>
        <w:t xml:space="preserve">, </w:t>
      </w:r>
      <w:r w:rsidR="002A4158" w:rsidRPr="00DA4E77">
        <w:t>pour ton propre s</w:t>
      </w:r>
      <w:r w:rsidR="002A4158" w:rsidRPr="00DA4E77">
        <w:t>a</w:t>
      </w:r>
      <w:r w:rsidR="002A4158" w:rsidRPr="00DA4E77">
        <w:t>lut</w:t>
      </w:r>
      <w:r>
        <w:t xml:space="preserve">. </w:t>
      </w:r>
      <w:r w:rsidR="002A4158" w:rsidRPr="00DA4E77">
        <w:t>Tu vas prendre une lunette</w:t>
      </w:r>
      <w:r>
        <w:t xml:space="preserve">. </w:t>
      </w:r>
      <w:r w:rsidR="002A4158" w:rsidRPr="00DA4E77">
        <w:t>Tu vas suivre les mouvements de la flotte aztèque</w:t>
      </w:r>
      <w:r>
        <w:t xml:space="preserve">, </w:t>
      </w:r>
      <w:r w:rsidR="002A4158" w:rsidRPr="00DA4E77">
        <w:t>et tu me diras</w:t>
      </w:r>
      <w:r>
        <w:t xml:space="preserve">, </w:t>
      </w:r>
      <w:r w:rsidR="002A4158" w:rsidRPr="00DA4E77">
        <w:t>dès que tu pourras reconna</w:t>
      </w:r>
      <w:r w:rsidR="002A4158" w:rsidRPr="00DA4E77">
        <w:t>î</w:t>
      </w:r>
      <w:r w:rsidR="002A4158" w:rsidRPr="00DA4E77">
        <w:t>tre quelqu</w:t>
      </w:r>
      <w:r>
        <w:t>’</w:t>
      </w:r>
      <w:r w:rsidR="002A4158" w:rsidRPr="00DA4E77">
        <w:t>un</w:t>
      </w:r>
      <w:r>
        <w:t xml:space="preserve">, </w:t>
      </w:r>
      <w:r w:rsidR="002A4158" w:rsidRPr="00DA4E77">
        <w:t>où se trouvent les principaux chefs</w:t>
      </w:r>
      <w:r>
        <w:t>.</w:t>
      </w:r>
    </w:p>
    <w:p w14:paraId="24C31B1C" w14:textId="77777777" w:rsidR="00276CCE" w:rsidRDefault="00276CCE" w:rsidP="002A4158">
      <w:r>
        <w:t>— </w:t>
      </w:r>
      <w:r w:rsidR="002A4158" w:rsidRPr="00DA4E77">
        <w:t>Tout ce que tu voudras</w:t>
      </w:r>
      <w:r>
        <w:t xml:space="preserve">, </w:t>
      </w:r>
      <w:r w:rsidR="002A4158" w:rsidRPr="00DA4E77">
        <w:t>maître des maîtres</w:t>
      </w:r>
      <w:r>
        <w:t xml:space="preserve">. </w:t>
      </w:r>
      <w:r w:rsidR="002A4158" w:rsidRPr="00DA4E77">
        <w:t>Je hais ces hommes qui m</w:t>
      </w:r>
      <w:r>
        <w:t>’</w:t>
      </w:r>
      <w:r w:rsidR="002A4158" w:rsidRPr="00DA4E77">
        <w:t>ont induit en erreur</w:t>
      </w:r>
      <w:r>
        <w:t xml:space="preserve">. </w:t>
      </w:r>
      <w:r w:rsidR="002A4158" w:rsidRPr="00DA4E77">
        <w:t>Et si je mens</w:t>
      </w:r>
      <w:r>
        <w:t xml:space="preserve">, </w:t>
      </w:r>
      <w:r w:rsidR="002A4158" w:rsidRPr="00DA4E77">
        <w:t>je veux</w:t>
      </w:r>
      <w:r>
        <w:t>…</w:t>
      </w:r>
    </w:p>
    <w:p w14:paraId="036B27AF" w14:textId="77777777" w:rsidR="00276CCE" w:rsidRDefault="00276CCE" w:rsidP="002A4158">
      <w:r>
        <w:t>— </w:t>
      </w:r>
      <w:r w:rsidR="002A4158" w:rsidRPr="00DA4E77">
        <w:t>Si tu mens</w:t>
      </w:r>
      <w:r>
        <w:t xml:space="preserve">, </w:t>
      </w:r>
      <w:r w:rsidR="002A4158" w:rsidRPr="00DA4E77">
        <w:t>tu mourras avec nous</w:t>
      </w:r>
      <w:r>
        <w:t xml:space="preserve"> ! </w:t>
      </w:r>
      <w:r w:rsidR="002A4158" w:rsidRPr="00DA4E77">
        <w:t>D</w:t>
      </w:r>
      <w:r>
        <w:t>’</w:t>
      </w:r>
      <w:r w:rsidR="002A4158" w:rsidRPr="00DA4E77">
        <w:t>ailleurs</w:t>
      </w:r>
      <w:r>
        <w:t xml:space="preserve">, </w:t>
      </w:r>
      <w:r w:rsidR="002A4158" w:rsidRPr="00DA4E77">
        <w:t>deux hi</w:t>
      </w:r>
      <w:r w:rsidR="002A4158" w:rsidRPr="00DA4E77">
        <w:t>é</w:t>
      </w:r>
      <w:r w:rsidR="002A4158" w:rsidRPr="00DA4E77">
        <w:t>rophantes robustes vont rester près de toi pour te garder et deux autres</w:t>
      </w:r>
      <w:r>
        <w:t xml:space="preserve">, </w:t>
      </w:r>
      <w:r w:rsidR="002A4158" w:rsidRPr="00DA4E77">
        <w:t>munis de longues-vues</w:t>
      </w:r>
      <w:r>
        <w:t xml:space="preserve">, </w:t>
      </w:r>
      <w:r w:rsidR="002A4158" w:rsidRPr="00DA4E77">
        <w:t>suivront avec toi les mouv</w:t>
      </w:r>
      <w:r w:rsidR="002A4158" w:rsidRPr="00DA4E77">
        <w:t>e</w:t>
      </w:r>
      <w:r w:rsidR="002A4158" w:rsidRPr="00DA4E77">
        <w:t>ments des ennemis</w:t>
      </w:r>
      <w:r>
        <w:t xml:space="preserve">. </w:t>
      </w:r>
      <w:r w:rsidR="002A4158" w:rsidRPr="00DA4E77">
        <w:t>Qui conduit la flotte aztèque</w:t>
      </w:r>
      <w:r>
        <w:t> ?</w:t>
      </w:r>
    </w:p>
    <w:p w14:paraId="209B9B6F" w14:textId="77777777" w:rsidR="00276CCE" w:rsidRDefault="00276CCE" w:rsidP="002A4158">
      <w:r>
        <w:lastRenderedPageBreak/>
        <w:t>— </w:t>
      </w:r>
      <w:r w:rsidR="002A4158" w:rsidRPr="00DA4E77">
        <w:t>Attends</w:t>
      </w:r>
      <w:r>
        <w:t xml:space="preserve">. </w:t>
      </w:r>
      <w:r w:rsidR="002A4158" w:rsidRPr="00DA4E77">
        <w:t>Je ne vois pas encore</w:t>
      </w:r>
      <w:r>
        <w:t xml:space="preserve">. </w:t>
      </w:r>
      <w:r w:rsidR="002A4158" w:rsidRPr="00DA4E77">
        <w:t>Ils commencent à peine à marcher en avant de l</w:t>
      </w:r>
      <w:r>
        <w:t>’</w:t>
      </w:r>
      <w:r w:rsidR="002A4158" w:rsidRPr="00DA4E77">
        <w:t>Île de Fer</w:t>
      </w:r>
      <w:r>
        <w:t xml:space="preserve">. </w:t>
      </w:r>
      <w:r w:rsidR="002A4158" w:rsidRPr="00DA4E77">
        <w:t>Ce n</w:t>
      </w:r>
      <w:r>
        <w:t>’</w:t>
      </w:r>
      <w:r w:rsidR="002A4158" w:rsidRPr="00DA4E77">
        <w:t xml:space="preserve">est ni le vaisseau de </w:t>
      </w:r>
      <w:proofErr w:type="spellStart"/>
      <w:r w:rsidR="002A4158" w:rsidRPr="00DA4E77">
        <w:t>Me</w:t>
      </w:r>
      <w:r w:rsidR="002A4158" w:rsidRPr="00DA4E77">
        <w:t>l</w:t>
      </w:r>
      <w:r w:rsidR="002A4158" w:rsidRPr="00DA4E77">
        <w:t>léna</w:t>
      </w:r>
      <w:proofErr w:type="spellEnd"/>
      <w:r w:rsidR="002A4158" w:rsidRPr="00DA4E77">
        <w:t xml:space="preserve"> et de </w:t>
      </w:r>
      <w:proofErr w:type="spellStart"/>
      <w:r w:rsidR="002A4158" w:rsidRPr="00DA4E77">
        <w:t>Guitché</w:t>
      </w:r>
      <w:proofErr w:type="spellEnd"/>
      <w:r>
        <w:t xml:space="preserve">, </w:t>
      </w:r>
      <w:r w:rsidR="002A4158" w:rsidRPr="00DA4E77">
        <w:t xml:space="preserve">ni celui de </w:t>
      </w:r>
      <w:proofErr w:type="spellStart"/>
      <w:r w:rsidR="002A4158" w:rsidRPr="00DA4E77">
        <w:t>Moussor</w:t>
      </w:r>
      <w:proofErr w:type="spellEnd"/>
      <w:r>
        <w:t xml:space="preserve">, </w:t>
      </w:r>
      <w:r w:rsidR="002A4158" w:rsidRPr="00DA4E77">
        <w:t>ni celui du chef aztèque</w:t>
      </w:r>
      <w:r>
        <w:t xml:space="preserve">. </w:t>
      </w:r>
      <w:r w:rsidR="002A4158" w:rsidRPr="00DA4E77">
        <w:t>On dirait une barque pontée montée par des Noirs</w:t>
      </w:r>
      <w:r>
        <w:t xml:space="preserve">. </w:t>
      </w:r>
      <w:r w:rsidR="002A4158" w:rsidRPr="00DA4E77">
        <w:t>Ah</w:t>
      </w:r>
      <w:r>
        <w:t xml:space="preserve"> ! </w:t>
      </w:r>
      <w:r w:rsidR="002A4158" w:rsidRPr="00DA4E77">
        <w:t>je vois</w:t>
      </w:r>
      <w:r>
        <w:t xml:space="preserve">, </w:t>
      </w:r>
      <w:r w:rsidR="002A4158" w:rsidRPr="00DA4E77">
        <w:t>je vois</w:t>
      </w:r>
      <w:r>
        <w:t xml:space="preserve">… </w:t>
      </w:r>
      <w:proofErr w:type="spellStart"/>
      <w:r w:rsidR="002A4158" w:rsidRPr="00DA4E77">
        <w:t>Timou</w:t>
      </w:r>
      <w:proofErr w:type="spellEnd"/>
      <w:r>
        <w:t>.</w:t>
      </w:r>
    </w:p>
    <w:p w14:paraId="7479AB30" w14:textId="77777777" w:rsidR="00276CCE" w:rsidRDefault="00276CCE" w:rsidP="002A4158">
      <w:r>
        <w:t>— </w:t>
      </w:r>
      <w:proofErr w:type="spellStart"/>
      <w:r w:rsidR="002A4158" w:rsidRPr="00DA4E77">
        <w:t>Timou</w:t>
      </w:r>
      <w:proofErr w:type="spellEnd"/>
      <w:r>
        <w:t xml:space="preserve"> ? </w:t>
      </w:r>
      <w:r w:rsidR="002A4158" w:rsidRPr="00DA4E77">
        <w:t>Es-tu bien sûr</w:t>
      </w:r>
      <w:r>
        <w:t> ?</w:t>
      </w:r>
    </w:p>
    <w:p w14:paraId="4A990B92" w14:textId="77777777" w:rsidR="00276CCE" w:rsidRDefault="00276CCE" w:rsidP="002A4158">
      <w:r>
        <w:t>— </w:t>
      </w:r>
      <w:r w:rsidR="002A4158" w:rsidRPr="00DA4E77">
        <w:t>Lui-même</w:t>
      </w:r>
      <w:r>
        <w:t xml:space="preserve"> ! </w:t>
      </w:r>
      <w:r w:rsidR="002A4158" w:rsidRPr="00DA4E77">
        <w:t>interrompt un hiérophante</w:t>
      </w:r>
      <w:r>
        <w:t xml:space="preserve">. </w:t>
      </w:r>
      <w:r w:rsidR="002A4158" w:rsidRPr="00DA4E77">
        <w:t>Je le reconnais à la proue</w:t>
      </w:r>
      <w:r>
        <w:t xml:space="preserve">, </w:t>
      </w:r>
      <w:r w:rsidR="002A4158" w:rsidRPr="00DA4E77">
        <w:t>seul devant tous</w:t>
      </w:r>
      <w:r>
        <w:t>.</w:t>
      </w:r>
    </w:p>
    <w:p w14:paraId="60AB55B0" w14:textId="77777777" w:rsidR="00276CCE" w:rsidRDefault="00276CCE" w:rsidP="002A4158">
      <w:r>
        <w:t>— </w:t>
      </w:r>
      <w:r w:rsidR="002A4158" w:rsidRPr="00DA4E77">
        <w:t>Alors</w:t>
      </w:r>
      <w:r>
        <w:t xml:space="preserve">, </w:t>
      </w:r>
      <w:r w:rsidR="002A4158" w:rsidRPr="00DA4E77">
        <w:t>n</w:t>
      </w:r>
      <w:r>
        <w:t>’</w:t>
      </w:r>
      <w:r w:rsidR="002A4158" w:rsidRPr="00DA4E77">
        <w:t>hésitons plus</w:t>
      </w:r>
      <w:r>
        <w:t xml:space="preserve"> ! </w:t>
      </w:r>
      <w:r w:rsidR="002A4158" w:rsidRPr="00DA4E77">
        <w:t xml:space="preserve">déclare </w:t>
      </w:r>
      <w:proofErr w:type="spellStart"/>
      <w:r w:rsidR="002A4158" w:rsidRPr="00DA4E77">
        <w:t>Oréus</w:t>
      </w:r>
      <w:proofErr w:type="spellEnd"/>
      <w:r>
        <w:t>.</w:t>
      </w:r>
    </w:p>
    <w:p w14:paraId="1C0A003E" w14:textId="77777777" w:rsidR="00276CCE" w:rsidRDefault="002A4158" w:rsidP="002A4158">
      <w:r w:rsidRPr="00DA4E77">
        <w:t>Et se tournant vers les hiérophantes</w:t>
      </w:r>
      <w:r w:rsidR="00276CCE">
        <w:t> :</w:t>
      </w:r>
    </w:p>
    <w:p w14:paraId="1B41DB8E" w14:textId="77777777" w:rsidR="00276CCE" w:rsidRDefault="00276CCE" w:rsidP="002A4158">
      <w:r>
        <w:t>— </w:t>
      </w:r>
      <w:r w:rsidR="002A4158" w:rsidRPr="00DA4E77">
        <w:t>Quoi qu</w:t>
      </w:r>
      <w:r>
        <w:t>’</w:t>
      </w:r>
      <w:r w:rsidR="002A4158" w:rsidRPr="00DA4E77">
        <w:t>il advienne</w:t>
      </w:r>
      <w:r>
        <w:t xml:space="preserve">, </w:t>
      </w:r>
      <w:r w:rsidR="002A4158" w:rsidRPr="00DA4E77">
        <w:t>n</w:t>
      </w:r>
      <w:r>
        <w:t>’</w:t>
      </w:r>
      <w:r w:rsidR="002A4158" w:rsidRPr="00DA4E77">
        <w:t>avancez pas jusqu</w:t>
      </w:r>
      <w:r>
        <w:t>’</w:t>
      </w:r>
      <w:r w:rsidR="002A4158" w:rsidRPr="00DA4E77">
        <w:t>au parapet</w:t>
      </w:r>
      <w:r>
        <w:t xml:space="preserve">. </w:t>
      </w:r>
      <w:r w:rsidR="002A4158" w:rsidRPr="00DA4E77">
        <w:t>Et toi</w:t>
      </w:r>
      <w:r>
        <w:t xml:space="preserve">, </w:t>
      </w:r>
      <w:proofErr w:type="spellStart"/>
      <w:r w:rsidR="002A4158" w:rsidRPr="00DA4E77">
        <w:t>Glania</w:t>
      </w:r>
      <w:proofErr w:type="spellEnd"/>
      <w:r>
        <w:t xml:space="preserve">, </w:t>
      </w:r>
      <w:r w:rsidR="002A4158" w:rsidRPr="00DA4E77">
        <w:t>ne bouge pas de ta place</w:t>
      </w:r>
      <w:r>
        <w:t xml:space="preserve">. </w:t>
      </w:r>
      <w:r w:rsidR="002A4158" w:rsidRPr="00DA4E77">
        <w:t>Mettez vos mains sur vos yeux pour éviter le premier éblouissement</w:t>
      </w:r>
      <w:r>
        <w:t>.</w:t>
      </w:r>
    </w:p>
    <w:p w14:paraId="6D43CB84" w14:textId="77777777" w:rsidR="00276CCE" w:rsidRDefault="002A4158" w:rsidP="002A4158">
      <w:r w:rsidRPr="00DA4E77">
        <w:t>Et lui-même recouvre sa face d</w:t>
      </w:r>
      <w:r w:rsidR="00276CCE">
        <w:t>’</w:t>
      </w:r>
      <w:r w:rsidRPr="00DA4E77">
        <w:t>un voile noir</w:t>
      </w:r>
      <w:r w:rsidR="00276CCE">
        <w:t xml:space="preserve">, </w:t>
      </w:r>
      <w:r w:rsidRPr="00DA4E77">
        <w:t>dans lequel sont pratiquées deux ouvertures avec des verres sombres</w:t>
      </w:r>
      <w:r w:rsidR="00276CCE">
        <w:t xml:space="preserve">. </w:t>
      </w:r>
      <w:r w:rsidRPr="00DA4E77">
        <w:t>Ainsi garanti contre l</w:t>
      </w:r>
      <w:r w:rsidR="00276CCE">
        <w:t>’</w:t>
      </w:r>
      <w:r w:rsidRPr="00DA4E77">
        <w:t>éclat trop vif de la lumière</w:t>
      </w:r>
      <w:r w:rsidR="00276CCE">
        <w:t xml:space="preserve">, </w:t>
      </w:r>
      <w:proofErr w:type="spellStart"/>
      <w:r w:rsidRPr="00DA4E77">
        <w:t>Oréus</w:t>
      </w:r>
      <w:proofErr w:type="spellEnd"/>
      <w:r w:rsidRPr="00DA4E77">
        <w:t xml:space="preserve"> enlève do</w:t>
      </w:r>
      <w:r w:rsidRPr="00DA4E77">
        <w:t>u</w:t>
      </w:r>
      <w:r w:rsidRPr="00DA4E77">
        <w:t>cement la gaine qui recouvre le miroir ardent</w:t>
      </w:r>
      <w:r w:rsidR="00276CCE">
        <w:t xml:space="preserve">, </w:t>
      </w:r>
      <w:r w:rsidRPr="00DA4E77">
        <w:t>et voici que</w:t>
      </w:r>
      <w:r w:rsidR="00276CCE">
        <w:t xml:space="preserve">, </w:t>
      </w:r>
      <w:r w:rsidRPr="00DA4E77">
        <w:t>tout à coup</w:t>
      </w:r>
      <w:r w:rsidR="00276CCE">
        <w:t xml:space="preserve">, </w:t>
      </w:r>
      <w:r w:rsidRPr="00DA4E77">
        <w:t>une lumière intense</w:t>
      </w:r>
      <w:r w:rsidR="00276CCE">
        <w:t xml:space="preserve">, </w:t>
      </w:r>
      <w:r w:rsidRPr="00DA4E77">
        <w:t>prodigieuse</w:t>
      </w:r>
      <w:r w:rsidR="00276CCE">
        <w:t xml:space="preserve">, </w:t>
      </w:r>
      <w:r w:rsidRPr="00DA4E77">
        <w:t>aveuglante</w:t>
      </w:r>
      <w:r w:rsidR="00276CCE">
        <w:t xml:space="preserve">, </w:t>
      </w:r>
      <w:r w:rsidRPr="00DA4E77">
        <w:t>remplit l</w:t>
      </w:r>
      <w:r w:rsidR="00276CCE">
        <w:t>’</w:t>
      </w:r>
      <w:r w:rsidRPr="00DA4E77">
        <w:t>espace en face de la Colline Sainte</w:t>
      </w:r>
      <w:r w:rsidR="00276CCE">
        <w:t xml:space="preserve">. </w:t>
      </w:r>
      <w:r w:rsidRPr="00DA4E77">
        <w:t>Habilement</w:t>
      </w:r>
      <w:r w:rsidR="00276CCE">
        <w:t xml:space="preserve">, </w:t>
      </w:r>
      <w:proofErr w:type="spellStart"/>
      <w:r w:rsidRPr="00DA4E77">
        <w:t>Oréus</w:t>
      </w:r>
      <w:proofErr w:type="spellEnd"/>
      <w:r w:rsidRPr="00DA4E77">
        <w:t xml:space="preserve"> fait manœuvrer les lentilles</w:t>
      </w:r>
      <w:r w:rsidR="00276CCE">
        <w:t xml:space="preserve">, </w:t>
      </w:r>
      <w:r w:rsidRPr="00DA4E77">
        <w:t>et bientôt tous les foyers épars vont se condenser en un seul qui</w:t>
      </w:r>
      <w:r w:rsidR="00276CCE">
        <w:t xml:space="preserve">, </w:t>
      </w:r>
      <w:r w:rsidRPr="00DA4E77">
        <w:t>projeté vers la mer</w:t>
      </w:r>
      <w:r w:rsidR="00276CCE">
        <w:t xml:space="preserve">, </w:t>
      </w:r>
      <w:r w:rsidRPr="00DA4E77">
        <w:t>ressemble à un glaive de flamme d</w:t>
      </w:r>
      <w:r w:rsidR="00276CCE">
        <w:t>’</w:t>
      </w:r>
      <w:r w:rsidRPr="00DA4E77">
        <w:t>une longueur infinie</w:t>
      </w:r>
      <w:r w:rsidR="00276CCE">
        <w:t>.</w:t>
      </w:r>
    </w:p>
    <w:p w14:paraId="1C3E43E4" w14:textId="77777777" w:rsidR="00276CCE" w:rsidRDefault="002A4158" w:rsidP="002A4158">
      <w:r w:rsidRPr="00DA4E77">
        <w:t>La projection du miroir ardent</w:t>
      </w:r>
      <w:r w:rsidR="00276CCE">
        <w:t xml:space="preserve">, </w:t>
      </w:r>
      <w:r w:rsidRPr="00DA4E77">
        <w:t>d</w:t>
      </w:r>
      <w:r w:rsidR="00276CCE">
        <w:t>’</w:t>
      </w:r>
      <w:r w:rsidRPr="00DA4E77">
        <w:t>abord dirigée en plein ciel</w:t>
      </w:r>
      <w:r w:rsidR="00276CCE">
        <w:t xml:space="preserve">, </w:t>
      </w:r>
      <w:r w:rsidRPr="00DA4E77">
        <w:t>descend vers la mer</w:t>
      </w:r>
      <w:r w:rsidR="00276CCE">
        <w:t xml:space="preserve">, </w:t>
      </w:r>
      <w:r w:rsidRPr="00DA4E77">
        <w:t>et</w:t>
      </w:r>
      <w:r w:rsidR="00276CCE">
        <w:t xml:space="preserve">, </w:t>
      </w:r>
      <w:r w:rsidRPr="00DA4E77">
        <w:t xml:space="preserve">comme si </w:t>
      </w:r>
      <w:proofErr w:type="spellStart"/>
      <w:r w:rsidRPr="00DA4E77">
        <w:t>Oréus</w:t>
      </w:r>
      <w:proofErr w:type="spellEnd"/>
      <w:r w:rsidRPr="00DA4E77">
        <w:t xml:space="preserve"> voulait essayer la puissance du feu sur un corps inanimé</w:t>
      </w:r>
      <w:r w:rsidR="00276CCE">
        <w:t xml:space="preserve">, </w:t>
      </w:r>
      <w:r w:rsidRPr="00DA4E77">
        <w:t>il dirige le foyer vers l</w:t>
      </w:r>
      <w:r w:rsidR="00276CCE">
        <w:t>’</w:t>
      </w:r>
      <w:r w:rsidRPr="00DA4E77">
        <w:t>Île de Fer toute couverte à son sommet de forêts épaisses</w:t>
      </w:r>
      <w:r w:rsidR="00276CCE">
        <w:t xml:space="preserve">. </w:t>
      </w:r>
      <w:r w:rsidRPr="00DA4E77">
        <w:t>Un i</w:t>
      </w:r>
      <w:r w:rsidRPr="00DA4E77">
        <w:t>n</w:t>
      </w:r>
      <w:r w:rsidRPr="00DA4E77">
        <w:t>cendie soudain illumine l</w:t>
      </w:r>
      <w:r w:rsidR="00276CCE">
        <w:t>’</w:t>
      </w:r>
      <w:r w:rsidRPr="00DA4E77">
        <w:t>horizon</w:t>
      </w:r>
      <w:r w:rsidR="00276CCE">
        <w:t xml:space="preserve">, </w:t>
      </w:r>
      <w:r w:rsidRPr="00DA4E77">
        <w:t>et une fumée noire s</w:t>
      </w:r>
      <w:r w:rsidR="00276CCE">
        <w:t>’</w:t>
      </w:r>
      <w:r w:rsidRPr="00DA4E77">
        <w:t>élève dans l</w:t>
      </w:r>
      <w:r w:rsidR="00276CCE">
        <w:t>’</w:t>
      </w:r>
      <w:r w:rsidRPr="00DA4E77">
        <w:t>azur</w:t>
      </w:r>
      <w:r w:rsidR="00276CCE">
        <w:t>.</w:t>
      </w:r>
    </w:p>
    <w:p w14:paraId="10DA299B" w14:textId="77777777" w:rsidR="00276CCE" w:rsidRDefault="00276CCE" w:rsidP="002A4158">
      <w:r>
        <w:lastRenderedPageBreak/>
        <w:t>— </w:t>
      </w:r>
      <w:r w:rsidR="002A4158" w:rsidRPr="00DA4E77">
        <w:t>Père des hommes</w:t>
      </w:r>
      <w:r>
        <w:t xml:space="preserve">, </w:t>
      </w:r>
      <w:r w:rsidR="002A4158" w:rsidRPr="00DA4E77">
        <w:t>Seigneur de la terre</w:t>
      </w:r>
      <w:r>
        <w:t xml:space="preserve">, </w:t>
      </w:r>
      <w:r w:rsidR="002A4158" w:rsidRPr="00DA4E77">
        <w:t>Dieu protecteur de notre vie</w:t>
      </w:r>
      <w:r>
        <w:t xml:space="preserve">, </w:t>
      </w:r>
      <w:r w:rsidR="002A4158" w:rsidRPr="00DA4E77">
        <w:t>pardonne-moi de répandre la mort</w:t>
      </w:r>
      <w:r>
        <w:t xml:space="preserve">, </w:t>
      </w:r>
      <w:r w:rsidR="002A4158" w:rsidRPr="00DA4E77">
        <w:t xml:space="preserve">murmure </w:t>
      </w:r>
      <w:proofErr w:type="spellStart"/>
      <w:r w:rsidR="002A4158" w:rsidRPr="00DA4E77">
        <w:t>Oréus</w:t>
      </w:r>
      <w:proofErr w:type="spellEnd"/>
      <w:r>
        <w:t xml:space="preserve">, </w:t>
      </w:r>
      <w:r w:rsidR="002A4158" w:rsidRPr="00DA4E77">
        <w:t>et si j</w:t>
      </w:r>
      <w:r>
        <w:t>’</w:t>
      </w:r>
      <w:r w:rsidR="002A4158" w:rsidRPr="00DA4E77">
        <w:t>ai tort</w:t>
      </w:r>
      <w:r>
        <w:t xml:space="preserve">, </w:t>
      </w:r>
      <w:r w:rsidR="002A4158" w:rsidRPr="00DA4E77">
        <w:t>que je sois foudroyé</w:t>
      </w:r>
      <w:r>
        <w:t> !</w:t>
      </w:r>
    </w:p>
    <w:p w14:paraId="31A43BC9" w14:textId="77777777" w:rsidR="00276CCE" w:rsidRDefault="002A4158" w:rsidP="002A4158">
      <w:r w:rsidRPr="00DA4E77">
        <w:t>Et dirigeant lentement le foyer du miroir vers la mer</w:t>
      </w:r>
      <w:r w:rsidR="00276CCE">
        <w:t xml:space="preserve">, </w:t>
      </w:r>
      <w:r w:rsidRPr="00DA4E77">
        <w:t>il met à feu quelques vaisseaux des derniers rangs de la flotte barbare</w:t>
      </w:r>
      <w:r w:rsidR="00276CCE">
        <w:t xml:space="preserve">, </w:t>
      </w:r>
      <w:r w:rsidRPr="00DA4E77">
        <w:t>dans le but d</w:t>
      </w:r>
      <w:r w:rsidR="00276CCE">
        <w:t>’</w:t>
      </w:r>
      <w:r w:rsidRPr="00DA4E77">
        <w:t>effrayer les ennemis</w:t>
      </w:r>
      <w:r w:rsidR="00276CCE">
        <w:t xml:space="preserve">, </w:t>
      </w:r>
      <w:r w:rsidRPr="00DA4E77">
        <w:t>et il attend le premier résu</w:t>
      </w:r>
      <w:r w:rsidRPr="00DA4E77">
        <w:t>l</w:t>
      </w:r>
      <w:r w:rsidRPr="00DA4E77">
        <w:t>tat de son attaque</w:t>
      </w:r>
      <w:r w:rsidR="00276CCE">
        <w:t>.</w:t>
      </w:r>
    </w:p>
    <w:p w14:paraId="4031EF84" w14:textId="77777777" w:rsidR="00276CCE" w:rsidRDefault="00276CCE" w:rsidP="00276CCE">
      <w:pPr>
        <w:pStyle w:val="Titre2"/>
        <w:rPr>
          <w:i/>
        </w:rPr>
      </w:pPr>
      <w:bookmarkStart w:id="56" w:name="_Toc194842042"/>
      <w:r w:rsidRPr="00DA4E77">
        <w:lastRenderedPageBreak/>
        <w:t>Scène</w:t>
      </w:r>
      <w:r>
        <w:t> </w:t>
      </w:r>
      <w:r w:rsidRPr="00DA4E77">
        <w:t>XIII</w:t>
      </w:r>
      <w:r>
        <w:t xml:space="preserve">. – </w:t>
      </w:r>
      <w:r w:rsidR="002A4158" w:rsidRPr="00DA4E77">
        <w:rPr>
          <w:i/>
        </w:rPr>
        <w:t>La mer en feu</w:t>
      </w:r>
      <w:r>
        <w:rPr>
          <w:i/>
        </w:rPr>
        <w:t>.</w:t>
      </w:r>
      <w:bookmarkEnd w:id="56"/>
    </w:p>
    <w:p w14:paraId="63D57E71" w14:textId="77777777" w:rsidR="00276CCE" w:rsidRDefault="002A4158" w:rsidP="002A4158">
      <w:r w:rsidRPr="00DA4E77">
        <w:t>Résultat imprévu</w:t>
      </w:r>
      <w:r w:rsidR="00276CCE">
        <w:t xml:space="preserve">, </w:t>
      </w:r>
      <w:r w:rsidRPr="00DA4E77">
        <w:t>hélas</w:t>
      </w:r>
      <w:r w:rsidR="00276CCE">
        <w:t xml:space="preserve"> ! </w:t>
      </w:r>
      <w:r w:rsidRPr="00DA4E77">
        <w:t>et peu conforme aux désirs d</w:t>
      </w:r>
      <w:r w:rsidR="00276CCE">
        <w:t>’</w:t>
      </w:r>
      <w:proofErr w:type="spellStart"/>
      <w:r w:rsidRPr="00DA4E77">
        <w:t>Oréus</w:t>
      </w:r>
      <w:proofErr w:type="spellEnd"/>
      <w:r w:rsidR="00276CCE">
        <w:t xml:space="preserve">. </w:t>
      </w:r>
      <w:r w:rsidRPr="00DA4E77">
        <w:t>D</w:t>
      </w:r>
      <w:r w:rsidR="00276CCE">
        <w:t>’</w:t>
      </w:r>
      <w:r w:rsidRPr="00DA4E77">
        <w:t>abord</w:t>
      </w:r>
      <w:r w:rsidR="00276CCE">
        <w:t xml:space="preserve">, </w:t>
      </w:r>
      <w:r w:rsidRPr="00DA4E77">
        <w:t>autour de lui</w:t>
      </w:r>
      <w:r w:rsidR="00276CCE">
        <w:t xml:space="preserve">, </w:t>
      </w:r>
      <w:r w:rsidRPr="00DA4E77">
        <w:t>un affolement sans mesure</w:t>
      </w:r>
      <w:r w:rsidR="00276CCE">
        <w:t xml:space="preserve">. </w:t>
      </w:r>
      <w:r w:rsidRPr="00DA4E77">
        <w:t>Quand il se retourne</w:t>
      </w:r>
      <w:r w:rsidR="00276CCE">
        <w:t xml:space="preserve">, </w:t>
      </w:r>
      <w:r w:rsidRPr="00DA4E77">
        <w:t>il ne voit que groupes éperdus courant en tous les sens sur la terrasse</w:t>
      </w:r>
      <w:r w:rsidR="00276CCE">
        <w:t xml:space="preserve">. </w:t>
      </w:r>
      <w:r w:rsidRPr="00DA4E77">
        <w:t xml:space="preserve">Seul </w:t>
      </w:r>
      <w:proofErr w:type="spellStart"/>
      <w:r w:rsidRPr="00DA4E77">
        <w:t>Thébao</w:t>
      </w:r>
      <w:proofErr w:type="spellEnd"/>
      <w:r w:rsidRPr="00DA4E77">
        <w:t xml:space="preserve"> essaie de ramener les prêtres éblouis et terrifiés</w:t>
      </w:r>
      <w:r w:rsidR="00276CCE">
        <w:t xml:space="preserve"> ; </w:t>
      </w:r>
      <w:r w:rsidRPr="00DA4E77">
        <w:t xml:space="preserve">seule </w:t>
      </w:r>
      <w:proofErr w:type="spellStart"/>
      <w:r w:rsidRPr="00DA4E77">
        <w:t>Glania</w:t>
      </w:r>
      <w:proofErr w:type="spellEnd"/>
      <w:r w:rsidR="00276CCE">
        <w:t xml:space="preserve">, </w:t>
      </w:r>
      <w:r w:rsidRPr="00DA4E77">
        <w:t>comme cramponnée à sa longue-vue</w:t>
      </w:r>
      <w:r w:rsidR="00276CCE">
        <w:t xml:space="preserve">, </w:t>
      </w:r>
      <w:r w:rsidRPr="00DA4E77">
        <w:t>ne quitte pas des yeux la mer resplendissante</w:t>
      </w:r>
      <w:r w:rsidR="00276CCE">
        <w:t xml:space="preserve">. </w:t>
      </w:r>
      <w:r w:rsidRPr="00DA4E77">
        <w:t>L</w:t>
      </w:r>
      <w:r w:rsidR="00276CCE">
        <w:t>’</w:t>
      </w:r>
      <w:r w:rsidRPr="00DA4E77">
        <w:t>héroïque vieillard ne peut contenir les mouvements de sa c</w:t>
      </w:r>
      <w:r w:rsidRPr="00DA4E77">
        <w:t>o</w:t>
      </w:r>
      <w:r w:rsidRPr="00DA4E77">
        <w:t>lère</w:t>
      </w:r>
      <w:r w:rsidR="00276CCE">
        <w:t xml:space="preserve">. </w:t>
      </w:r>
      <w:r w:rsidRPr="00DA4E77">
        <w:t>Il invective en mots violents les jeunes hommes épouva</w:t>
      </w:r>
      <w:r w:rsidRPr="00DA4E77">
        <w:t>n</w:t>
      </w:r>
      <w:r w:rsidRPr="00DA4E77">
        <w:t>tés</w:t>
      </w:r>
      <w:r w:rsidR="00276CCE">
        <w:t> :</w:t>
      </w:r>
    </w:p>
    <w:p w14:paraId="6650503A" w14:textId="77777777" w:rsidR="00276CCE" w:rsidRDefault="00276CCE" w:rsidP="002A4158">
      <w:r>
        <w:t>— </w:t>
      </w:r>
      <w:r w:rsidR="002A4158" w:rsidRPr="00DA4E77">
        <w:t>Vraiment</w:t>
      </w:r>
      <w:r>
        <w:t xml:space="preserve">, </w:t>
      </w:r>
      <w:r w:rsidR="002A4158" w:rsidRPr="00DA4E77">
        <w:t>serviteurs du Sphinx</w:t>
      </w:r>
      <w:r>
        <w:t xml:space="preserve">, </w:t>
      </w:r>
      <w:r w:rsidR="002A4158" w:rsidRPr="00DA4E77">
        <w:t>pontifes du Soleil</w:t>
      </w:r>
      <w:r>
        <w:t xml:space="preserve">, </w:t>
      </w:r>
      <w:r w:rsidR="002A4158" w:rsidRPr="00DA4E77">
        <w:t>voici que vous mourez d</w:t>
      </w:r>
      <w:r>
        <w:t>’</w:t>
      </w:r>
      <w:r w:rsidR="002A4158" w:rsidRPr="00DA4E77">
        <w:t>effroi devant l</w:t>
      </w:r>
      <w:r>
        <w:t>’</w:t>
      </w:r>
      <w:r w:rsidR="002A4158" w:rsidRPr="00DA4E77">
        <w:t>éclat de la lumière</w:t>
      </w:r>
      <w:r>
        <w:t> ?</w:t>
      </w:r>
    </w:p>
    <w:p w14:paraId="779D2BC9" w14:textId="77777777" w:rsidR="00276CCE" w:rsidRDefault="00276CCE" w:rsidP="002A4158">
      <w:r>
        <w:t>— </w:t>
      </w:r>
      <w:r w:rsidR="002A4158" w:rsidRPr="00DA4E77">
        <w:t>Maître</w:t>
      </w:r>
      <w:r>
        <w:t xml:space="preserve">, </w:t>
      </w:r>
      <w:r w:rsidR="002A4158" w:rsidRPr="00DA4E77">
        <w:t>pardonne-nous</w:t>
      </w:r>
      <w:r>
        <w:t xml:space="preserve">, </w:t>
      </w:r>
      <w:r w:rsidR="002A4158" w:rsidRPr="00DA4E77">
        <w:t>demande</w:t>
      </w:r>
      <w:r>
        <w:t xml:space="preserve">, </w:t>
      </w:r>
      <w:r w:rsidR="002A4158" w:rsidRPr="00DA4E77">
        <w:t>en s</w:t>
      </w:r>
      <w:r>
        <w:t>’</w:t>
      </w:r>
      <w:r w:rsidR="002A4158" w:rsidRPr="00DA4E77">
        <w:t>approchant</w:t>
      </w:r>
      <w:r>
        <w:t xml:space="preserve">, </w:t>
      </w:r>
      <w:r w:rsidR="002A4158" w:rsidRPr="00DA4E77">
        <w:t>un des plus jeunes hiérophantes</w:t>
      </w:r>
      <w:r>
        <w:t xml:space="preserve">. </w:t>
      </w:r>
      <w:r w:rsidR="002A4158" w:rsidRPr="00DA4E77">
        <w:t>Il nous a semblé</w:t>
      </w:r>
      <w:r>
        <w:t xml:space="preserve">, </w:t>
      </w:r>
      <w:r w:rsidR="002A4158" w:rsidRPr="00DA4E77">
        <w:t>tout à coup</w:t>
      </w:r>
      <w:r>
        <w:t xml:space="preserve">, </w:t>
      </w:r>
      <w:r w:rsidR="002A4158" w:rsidRPr="00DA4E77">
        <w:t>que le soleil venait de s</w:t>
      </w:r>
      <w:r>
        <w:t>’</w:t>
      </w:r>
      <w:r w:rsidR="002A4158" w:rsidRPr="00DA4E77">
        <w:t>abattre devant nos yeux</w:t>
      </w:r>
      <w:r>
        <w:t>.</w:t>
      </w:r>
    </w:p>
    <w:p w14:paraId="6482F04A" w14:textId="77777777" w:rsidR="00276CCE" w:rsidRDefault="00276CCE" w:rsidP="002A4158">
      <w:r>
        <w:t>— </w:t>
      </w:r>
      <w:r w:rsidR="002A4158" w:rsidRPr="00DA4E77">
        <w:t xml:space="preserve">Mais </w:t>
      </w:r>
      <w:proofErr w:type="spellStart"/>
      <w:r w:rsidR="002A4158" w:rsidRPr="00DA4E77">
        <w:t>Belkis</w:t>
      </w:r>
      <w:proofErr w:type="spellEnd"/>
      <w:r>
        <w:t xml:space="preserve"> ? </w:t>
      </w:r>
      <w:r w:rsidR="002A4158" w:rsidRPr="00DA4E77">
        <w:t>s</w:t>
      </w:r>
      <w:r>
        <w:t>’</w:t>
      </w:r>
      <w:r w:rsidR="002A4158" w:rsidRPr="00DA4E77">
        <w:t xml:space="preserve">informe </w:t>
      </w:r>
      <w:proofErr w:type="spellStart"/>
      <w:r w:rsidR="002A4158" w:rsidRPr="00DA4E77">
        <w:t>Thébao</w:t>
      </w:r>
      <w:proofErr w:type="spellEnd"/>
      <w:r>
        <w:t>.</w:t>
      </w:r>
    </w:p>
    <w:p w14:paraId="272E42BC" w14:textId="77777777" w:rsidR="00276CCE" w:rsidRDefault="002A4158" w:rsidP="002A4158">
      <w:proofErr w:type="spellStart"/>
      <w:r w:rsidRPr="00DA4E77">
        <w:t>Belkis</w:t>
      </w:r>
      <w:proofErr w:type="spellEnd"/>
      <w:r w:rsidR="00276CCE">
        <w:t xml:space="preserve">, </w:t>
      </w:r>
      <w:r w:rsidRPr="00DA4E77">
        <w:t>en effet</w:t>
      </w:r>
      <w:r w:rsidR="00276CCE">
        <w:t xml:space="preserve">, </w:t>
      </w:r>
      <w:r w:rsidRPr="00DA4E77">
        <w:t>reste introuvable</w:t>
      </w:r>
      <w:r w:rsidR="00276CCE">
        <w:t xml:space="preserve"> ; </w:t>
      </w:r>
      <w:r w:rsidRPr="00DA4E77">
        <w:t>et on pense que</w:t>
      </w:r>
      <w:r w:rsidR="00276CCE">
        <w:t xml:space="preserve">, </w:t>
      </w:r>
      <w:r w:rsidRPr="00DA4E77">
        <w:t>dans le tumulte général</w:t>
      </w:r>
      <w:r w:rsidR="00276CCE">
        <w:t xml:space="preserve">, </w:t>
      </w:r>
      <w:r w:rsidRPr="00DA4E77">
        <w:t>il est allé se terrer en quelque coin caché de la Terrasse Sainte</w:t>
      </w:r>
      <w:r w:rsidR="00276CCE">
        <w:t>.</w:t>
      </w:r>
    </w:p>
    <w:p w14:paraId="336E23FD" w14:textId="77777777" w:rsidR="00276CCE" w:rsidRDefault="00276CCE" w:rsidP="002A4158">
      <w:r>
        <w:t>— </w:t>
      </w:r>
      <w:r w:rsidR="002A4158" w:rsidRPr="00DA4E77">
        <w:t>Bah</w:t>
      </w:r>
      <w:r>
        <w:t xml:space="preserve"> ! </w:t>
      </w:r>
      <w:r w:rsidR="002A4158" w:rsidRPr="00DA4E77">
        <w:t>laissons-le</w:t>
      </w:r>
      <w:r>
        <w:t xml:space="preserve">, </w:t>
      </w:r>
      <w:r w:rsidR="002A4158" w:rsidRPr="00DA4E77">
        <w:t xml:space="preserve">fait </w:t>
      </w:r>
      <w:proofErr w:type="spellStart"/>
      <w:r w:rsidR="002A4158" w:rsidRPr="00DA4E77">
        <w:t>Oréus</w:t>
      </w:r>
      <w:proofErr w:type="spellEnd"/>
      <w:r>
        <w:t xml:space="preserve">, </w:t>
      </w:r>
      <w:r w:rsidR="002A4158" w:rsidRPr="00DA4E77">
        <w:t>impatienté</w:t>
      </w:r>
      <w:r>
        <w:t xml:space="preserve">. </w:t>
      </w:r>
      <w:r w:rsidR="002A4158" w:rsidRPr="00DA4E77">
        <w:t>Que deux hiér</w:t>
      </w:r>
      <w:r w:rsidR="002A4158" w:rsidRPr="00DA4E77">
        <w:t>o</w:t>
      </w:r>
      <w:r w:rsidR="002A4158" w:rsidRPr="00DA4E77">
        <w:t>phantes s</w:t>
      </w:r>
      <w:r>
        <w:t>’</w:t>
      </w:r>
      <w:r w:rsidR="002A4158" w:rsidRPr="00DA4E77">
        <w:t>attachent à rechercher ses traces</w:t>
      </w:r>
      <w:r>
        <w:t xml:space="preserve">. </w:t>
      </w:r>
      <w:r w:rsidR="002A4158" w:rsidRPr="00DA4E77">
        <w:t>Pour nous</w:t>
      </w:r>
      <w:r>
        <w:t xml:space="preserve">, </w:t>
      </w:r>
      <w:r w:rsidR="002A4158" w:rsidRPr="00DA4E77">
        <w:t>il y a des ennemis plus terribles à surveiller</w:t>
      </w:r>
      <w:r>
        <w:t>.</w:t>
      </w:r>
    </w:p>
    <w:p w14:paraId="52FF9361" w14:textId="77777777" w:rsidR="00276CCE" w:rsidRDefault="002A4158" w:rsidP="002A4158">
      <w:r w:rsidRPr="00DA4E77">
        <w:t>Soudain</w:t>
      </w:r>
      <w:r w:rsidR="00276CCE">
        <w:t xml:space="preserve">, </w:t>
      </w:r>
      <w:proofErr w:type="spellStart"/>
      <w:r w:rsidRPr="00DA4E77">
        <w:t>Glania</w:t>
      </w:r>
      <w:proofErr w:type="spellEnd"/>
      <w:r w:rsidR="00276CCE">
        <w:t> :</w:t>
      </w:r>
    </w:p>
    <w:p w14:paraId="0D6481BE" w14:textId="77777777" w:rsidR="00276CCE" w:rsidRDefault="00276CCE" w:rsidP="002A4158">
      <w:r>
        <w:t>— </w:t>
      </w:r>
      <w:r w:rsidR="002A4158" w:rsidRPr="00DA4E77">
        <w:t>Maître</w:t>
      </w:r>
      <w:r>
        <w:t xml:space="preserve"> ! </w:t>
      </w:r>
      <w:r w:rsidR="002A4158" w:rsidRPr="00DA4E77">
        <w:t>maître</w:t>
      </w:r>
      <w:r>
        <w:t xml:space="preserve"> ! </w:t>
      </w:r>
      <w:r w:rsidR="002A4158" w:rsidRPr="00DA4E77">
        <w:t>c</w:t>
      </w:r>
      <w:r>
        <w:t>’</w:t>
      </w:r>
      <w:r w:rsidR="002A4158" w:rsidRPr="00DA4E77">
        <w:t>est affreux</w:t>
      </w:r>
      <w:r>
        <w:t xml:space="preserve"> ! </w:t>
      </w:r>
      <w:r w:rsidR="002A4158" w:rsidRPr="00DA4E77">
        <w:t>Ils s</w:t>
      </w:r>
      <w:r>
        <w:t>’</w:t>
      </w:r>
      <w:r w:rsidR="002A4158" w:rsidRPr="00DA4E77">
        <w:t>enfuient</w:t>
      </w:r>
      <w:r>
        <w:t> !</w:t>
      </w:r>
    </w:p>
    <w:p w14:paraId="0A0B78F6" w14:textId="77777777" w:rsidR="00276CCE" w:rsidRDefault="00276CCE" w:rsidP="002A4158">
      <w:r>
        <w:t>— </w:t>
      </w:r>
      <w:r w:rsidR="002A4158" w:rsidRPr="00DA4E77">
        <w:t>Qui donc</w:t>
      </w:r>
      <w:r>
        <w:t xml:space="preserve"> ? </w:t>
      </w:r>
      <w:r w:rsidR="002A4158" w:rsidRPr="00DA4E77">
        <w:t>s</w:t>
      </w:r>
      <w:r>
        <w:t>’</w:t>
      </w:r>
      <w:r w:rsidR="002A4158" w:rsidRPr="00DA4E77">
        <w:t xml:space="preserve">écrie </w:t>
      </w:r>
      <w:proofErr w:type="spellStart"/>
      <w:r w:rsidR="002A4158" w:rsidRPr="00DA4E77">
        <w:t>Oréus</w:t>
      </w:r>
      <w:proofErr w:type="spellEnd"/>
      <w:r>
        <w:t>.</w:t>
      </w:r>
    </w:p>
    <w:p w14:paraId="3C977C14" w14:textId="77777777" w:rsidR="00276CCE" w:rsidRDefault="00276CCE" w:rsidP="002A4158">
      <w:r>
        <w:t>— </w:t>
      </w:r>
      <w:r w:rsidR="002A4158" w:rsidRPr="00DA4E77">
        <w:t>Tous</w:t>
      </w:r>
      <w:r>
        <w:t xml:space="preserve"> ! </w:t>
      </w:r>
      <w:r w:rsidR="002A4158" w:rsidRPr="00DA4E77">
        <w:t>Tous</w:t>
      </w:r>
      <w:r>
        <w:t> !</w:t>
      </w:r>
    </w:p>
    <w:p w14:paraId="35ADA3B1" w14:textId="77777777" w:rsidR="00276CCE" w:rsidRDefault="002A4158" w:rsidP="002A4158">
      <w:r w:rsidRPr="00DA4E77">
        <w:lastRenderedPageBreak/>
        <w:t>Les matelots d</w:t>
      </w:r>
      <w:r w:rsidR="00276CCE">
        <w:t>’</w:t>
      </w:r>
      <w:proofErr w:type="spellStart"/>
      <w:r w:rsidRPr="00DA4E77">
        <w:t>Hellas</w:t>
      </w:r>
      <w:proofErr w:type="spellEnd"/>
      <w:r w:rsidR="00276CCE">
        <w:t xml:space="preserve">, </w:t>
      </w:r>
      <w:r w:rsidRPr="00DA4E77">
        <w:t>en effet</w:t>
      </w:r>
      <w:r w:rsidR="00276CCE">
        <w:t xml:space="preserve">, </w:t>
      </w:r>
      <w:r w:rsidRPr="00DA4E77">
        <w:t>Ligures</w:t>
      </w:r>
      <w:r w:rsidR="00276CCE">
        <w:t xml:space="preserve">, </w:t>
      </w:r>
      <w:r w:rsidRPr="00DA4E77">
        <w:t>Gaëls</w:t>
      </w:r>
      <w:r w:rsidR="00276CCE">
        <w:t xml:space="preserve">, </w:t>
      </w:r>
      <w:r w:rsidRPr="00DA4E77">
        <w:t>Ibères ou métis tous braves et dévoués au chef</w:t>
      </w:r>
      <w:r w:rsidR="00276CCE">
        <w:t xml:space="preserve">, </w:t>
      </w:r>
      <w:r w:rsidRPr="00DA4E77">
        <w:t>mais ignorants et superst</w:t>
      </w:r>
      <w:r w:rsidRPr="00DA4E77">
        <w:t>i</w:t>
      </w:r>
      <w:r w:rsidRPr="00DA4E77">
        <w:t>tieux</w:t>
      </w:r>
      <w:r w:rsidR="00276CCE">
        <w:t xml:space="preserve">, </w:t>
      </w:r>
      <w:r w:rsidRPr="00DA4E77">
        <w:t>ont cru voir le soleil lui-même flamboyer sous les propres ailes du Sphinx</w:t>
      </w:r>
      <w:r w:rsidR="00276CCE">
        <w:t xml:space="preserve">. </w:t>
      </w:r>
      <w:r w:rsidRPr="00DA4E77">
        <w:t>Alors</w:t>
      </w:r>
      <w:r w:rsidR="00276CCE">
        <w:t xml:space="preserve">, </w:t>
      </w:r>
      <w:r w:rsidRPr="00DA4E77">
        <w:t>épouvantés</w:t>
      </w:r>
      <w:r w:rsidR="00276CCE">
        <w:t xml:space="preserve">, </w:t>
      </w:r>
      <w:r w:rsidRPr="00DA4E77">
        <w:t>déconcertés</w:t>
      </w:r>
      <w:r w:rsidR="00276CCE">
        <w:t xml:space="preserve">, </w:t>
      </w:r>
      <w:r w:rsidRPr="00DA4E77">
        <w:t>ils ont</w:t>
      </w:r>
      <w:r w:rsidR="00276CCE">
        <w:t xml:space="preserve">, </w:t>
      </w:r>
      <w:r w:rsidRPr="00DA4E77">
        <w:t>d</w:t>
      </w:r>
      <w:r w:rsidR="00276CCE">
        <w:t>’</w:t>
      </w:r>
      <w:r w:rsidRPr="00DA4E77">
        <w:t>un geste spontané</w:t>
      </w:r>
      <w:r w:rsidR="00276CCE">
        <w:t xml:space="preserve">, </w:t>
      </w:r>
      <w:r w:rsidRPr="00DA4E77">
        <w:t>tourné leurs voiles vers Atlantis</w:t>
      </w:r>
      <w:r w:rsidR="00276CCE">
        <w:t xml:space="preserve">, </w:t>
      </w:r>
      <w:r w:rsidRPr="00DA4E77">
        <w:t>et</w:t>
      </w:r>
      <w:r w:rsidR="00276CCE">
        <w:t xml:space="preserve">, </w:t>
      </w:r>
      <w:r w:rsidRPr="00DA4E77">
        <w:t>maintenant</w:t>
      </w:r>
      <w:r w:rsidR="00276CCE">
        <w:t xml:space="preserve">, </w:t>
      </w:r>
      <w:r w:rsidRPr="00DA4E77">
        <w:t>d</w:t>
      </w:r>
      <w:r w:rsidR="00276CCE">
        <w:t>’</w:t>
      </w:r>
      <w:r w:rsidRPr="00DA4E77">
        <w:t>une course éperdue</w:t>
      </w:r>
      <w:r w:rsidR="00276CCE">
        <w:t xml:space="preserve">, </w:t>
      </w:r>
      <w:r w:rsidRPr="00DA4E77">
        <w:t>ils voguent sur les flots battus de rames</w:t>
      </w:r>
      <w:r w:rsidR="00276CCE">
        <w:t>.</w:t>
      </w:r>
    </w:p>
    <w:p w14:paraId="42076BE0" w14:textId="77777777" w:rsidR="00276CCE" w:rsidRDefault="002A4158" w:rsidP="002A4158">
      <w:r w:rsidRPr="00DA4E77">
        <w:t>De leur côté</w:t>
      </w:r>
      <w:r w:rsidR="00276CCE">
        <w:t xml:space="preserve">, </w:t>
      </w:r>
      <w:r w:rsidRPr="00DA4E77">
        <w:t>les vaisseaux aztèques et les barques des Noirs se dispersent en désordre vers la haute mer</w:t>
      </w:r>
      <w:r w:rsidR="00276CCE">
        <w:t xml:space="preserve">, </w:t>
      </w:r>
      <w:r w:rsidRPr="00DA4E77">
        <w:t xml:space="preserve">et </w:t>
      </w:r>
      <w:proofErr w:type="spellStart"/>
      <w:r w:rsidRPr="00DA4E77">
        <w:t>Oréus</w:t>
      </w:r>
      <w:proofErr w:type="spellEnd"/>
      <w:r w:rsidR="00276CCE">
        <w:t xml:space="preserve">, </w:t>
      </w:r>
      <w:r w:rsidRPr="00DA4E77">
        <w:t>qui maintient toujours le rayon solaire dirigé vers le ciel</w:t>
      </w:r>
      <w:r w:rsidR="00276CCE">
        <w:t xml:space="preserve">, </w:t>
      </w:r>
      <w:r w:rsidRPr="00DA4E77">
        <w:t>se réjouit de voir</w:t>
      </w:r>
      <w:r w:rsidR="00276CCE">
        <w:t xml:space="preserve">, </w:t>
      </w:r>
      <w:r w:rsidRPr="00DA4E77">
        <w:t>à travers les trous de son masque</w:t>
      </w:r>
      <w:r w:rsidR="00276CCE">
        <w:t xml:space="preserve">, </w:t>
      </w:r>
      <w:r w:rsidRPr="00DA4E77">
        <w:t>les deux flottes sép</w:t>
      </w:r>
      <w:r w:rsidRPr="00DA4E77">
        <w:t>a</w:t>
      </w:r>
      <w:r w:rsidRPr="00DA4E77">
        <w:t>rées s</w:t>
      </w:r>
      <w:r w:rsidR="00276CCE">
        <w:t>’</w:t>
      </w:r>
      <w:r w:rsidRPr="00DA4E77">
        <w:t>enfuir en sens divers</w:t>
      </w:r>
      <w:r w:rsidR="00276CCE">
        <w:t>.</w:t>
      </w:r>
    </w:p>
    <w:p w14:paraId="03DA0659" w14:textId="77777777" w:rsidR="00276CCE" w:rsidRDefault="002A4158" w:rsidP="002A4158">
      <w:r w:rsidRPr="00DA4E77">
        <w:t>Pourtant</w:t>
      </w:r>
      <w:r w:rsidR="00276CCE">
        <w:t xml:space="preserve">, </w:t>
      </w:r>
      <w:r w:rsidRPr="00DA4E77">
        <w:t>est-il possible qu</w:t>
      </w:r>
      <w:r w:rsidR="00276CCE">
        <w:t>’</w:t>
      </w:r>
      <w:proofErr w:type="spellStart"/>
      <w:r w:rsidRPr="00DA4E77">
        <w:t>Hellas</w:t>
      </w:r>
      <w:proofErr w:type="spellEnd"/>
      <w:r w:rsidRPr="00DA4E77">
        <w:t xml:space="preserve"> ait fui</w:t>
      </w:r>
      <w:r w:rsidR="00276CCE">
        <w:t xml:space="preserve">, </w:t>
      </w:r>
      <w:r w:rsidRPr="00DA4E77">
        <w:t>lui aussi</w:t>
      </w:r>
      <w:r w:rsidR="00276CCE">
        <w:t xml:space="preserve"> ? </w:t>
      </w:r>
      <w:proofErr w:type="spellStart"/>
      <w:r w:rsidRPr="00DA4E77">
        <w:t>Oréus</w:t>
      </w:r>
      <w:proofErr w:type="spellEnd"/>
      <w:r w:rsidRPr="00DA4E77">
        <w:t xml:space="preserve"> ne peut le croire</w:t>
      </w:r>
      <w:r w:rsidR="00276CCE">
        <w:t xml:space="preserve">, </w:t>
      </w:r>
      <w:r w:rsidRPr="00DA4E77">
        <w:t>et</w:t>
      </w:r>
      <w:r w:rsidR="00276CCE">
        <w:t xml:space="preserve">, </w:t>
      </w:r>
      <w:r w:rsidRPr="00DA4E77">
        <w:t>prenant en main une des lunettes aba</w:t>
      </w:r>
      <w:r w:rsidRPr="00DA4E77">
        <w:t>n</w:t>
      </w:r>
      <w:r w:rsidRPr="00DA4E77">
        <w:t>données par les hiérophantes</w:t>
      </w:r>
      <w:r w:rsidR="00276CCE">
        <w:t xml:space="preserve">, </w:t>
      </w:r>
      <w:r w:rsidRPr="00DA4E77">
        <w:t>de ses yeux encore clairvoyants</w:t>
      </w:r>
      <w:r w:rsidR="00276CCE">
        <w:t xml:space="preserve">, </w:t>
      </w:r>
      <w:r w:rsidRPr="00DA4E77">
        <w:t>il fouille la mer vers l</w:t>
      </w:r>
      <w:r w:rsidR="00276CCE">
        <w:t>’</w:t>
      </w:r>
      <w:r w:rsidRPr="00DA4E77">
        <w:t>Île de Pourpre</w:t>
      </w:r>
      <w:r w:rsidR="00276CCE">
        <w:t xml:space="preserve">. </w:t>
      </w:r>
      <w:r w:rsidRPr="00DA4E77">
        <w:t>Il voit deux vaisseaux</w:t>
      </w:r>
      <w:r w:rsidR="00276CCE">
        <w:t xml:space="preserve">, </w:t>
      </w:r>
      <w:r w:rsidRPr="00DA4E77">
        <w:t>deux seuls</w:t>
      </w:r>
      <w:r w:rsidR="00276CCE">
        <w:t xml:space="preserve">, </w:t>
      </w:r>
      <w:r w:rsidRPr="00DA4E77">
        <w:t>qui se précipitent l</w:t>
      </w:r>
      <w:r w:rsidR="00276CCE">
        <w:t>’</w:t>
      </w:r>
      <w:r w:rsidRPr="00DA4E77">
        <w:t>un contre l</w:t>
      </w:r>
      <w:r w:rsidR="00276CCE">
        <w:t>’</w:t>
      </w:r>
      <w:r w:rsidRPr="00DA4E77">
        <w:t>autre avec une fougue p</w:t>
      </w:r>
      <w:r w:rsidRPr="00DA4E77">
        <w:t>a</w:t>
      </w:r>
      <w:r w:rsidRPr="00DA4E77">
        <w:t>reille</w:t>
      </w:r>
      <w:r w:rsidR="00276CCE">
        <w:t>.</w:t>
      </w:r>
    </w:p>
    <w:p w14:paraId="4896863B" w14:textId="77777777" w:rsidR="00276CCE" w:rsidRDefault="00276CCE" w:rsidP="002A4158">
      <w:r>
        <w:t>— </w:t>
      </w:r>
      <w:proofErr w:type="spellStart"/>
      <w:r w:rsidR="002A4158" w:rsidRPr="00DA4E77">
        <w:t>Glania</w:t>
      </w:r>
      <w:proofErr w:type="spellEnd"/>
      <w:r>
        <w:t xml:space="preserve">, </w:t>
      </w:r>
      <w:r w:rsidR="002A4158" w:rsidRPr="00DA4E77">
        <w:t>mon enfant</w:t>
      </w:r>
      <w:r>
        <w:t xml:space="preserve">, </w:t>
      </w:r>
      <w:r w:rsidR="002A4158" w:rsidRPr="00DA4E77">
        <w:t>dis-moi vite quels sont ces deux n</w:t>
      </w:r>
      <w:r w:rsidR="002A4158" w:rsidRPr="00DA4E77">
        <w:t>a</w:t>
      </w:r>
      <w:r w:rsidR="002A4158" w:rsidRPr="00DA4E77">
        <w:t>vires qui s</w:t>
      </w:r>
      <w:r>
        <w:t>’</w:t>
      </w:r>
      <w:r w:rsidR="002A4158" w:rsidRPr="00DA4E77">
        <w:t>en vont l</w:t>
      </w:r>
      <w:r>
        <w:t>’</w:t>
      </w:r>
      <w:r w:rsidR="002A4158" w:rsidRPr="00DA4E77">
        <w:t>un vers l</w:t>
      </w:r>
      <w:r>
        <w:t>’</w:t>
      </w:r>
      <w:r w:rsidR="002A4158" w:rsidRPr="00DA4E77">
        <w:t>autre</w:t>
      </w:r>
      <w:r>
        <w:t xml:space="preserve">, </w:t>
      </w:r>
      <w:r w:rsidR="002A4158" w:rsidRPr="00DA4E77">
        <w:t>les voiles ouvertes</w:t>
      </w:r>
      <w:r>
        <w:t>.</w:t>
      </w:r>
    </w:p>
    <w:p w14:paraId="45333CE4" w14:textId="77777777" w:rsidR="00276CCE" w:rsidRDefault="00276CCE" w:rsidP="002A4158">
      <w:r>
        <w:t>— </w:t>
      </w:r>
      <w:r w:rsidR="002A4158" w:rsidRPr="00DA4E77">
        <w:t>Ah</w:t>
      </w:r>
      <w:r>
        <w:t xml:space="preserve"> ! </w:t>
      </w:r>
      <w:r w:rsidR="002A4158" w:rsidRPr="00DA4E77">
        <w:t>maître</w:t>
      </w:r>
      <w:r>
        <w:t xml:space="preserve">, </w:t>
      </w:r>
      <w:r w:rsidR="002A4158" w:rsidRPr="00DA4E77">
        <w:t>quel superbe combat</w:t>
      </w:r>
      <w:r>
        <w:t xml:space="preserve"> ! </w:t>
      </w:r>
      <w:r w:rsidR="002A4158" w:rsidRPr="00DA4E77">
        <w:t>Il vaincra</w:t>
      </w:r>
      <w:r>
        <w:t xml:space="preserve">, </w:t>
      </w:r>
      <w:r w:rsidR="002A4158" w:rsidRPr="00DA4E77">
        <w:t>sûrement</w:t>
      </w:r>
      <w:r>
        <w:t>.</w:t>
      </w:r>
    </w:p>
    <w:p w14:paraId="647B2938" w14:textId="77777777" w:rsidR="00276CCE" w:rsidRDefault="00276CCE" w:rsidP="002A4158">
      <w:r>
        <w:t>— </w:t>
      </w:r>
      <w:r w:rsidR="002A4158" w:rsidRPr="00DA4E77">
        <w:t>Mais qui donc</w:t>
      </w:r>
      <w:r>
        <w:t xml:space="preserve">, </w:t>
      </w:r>
      <w:r w:rsidR="002A4158" w:rsidRPr="00DA4E77">
        <w:t>ma fille</w:t>
      </w:r>
      <w:r>
        <w:t> ?</w:t>
      </w:r>
    </w:p>
    <w:p w14:paraId="054A6D78" w14:textId="77777777" w:rsidR="00276CCE" w:rsidRDefault="00276CCE" w:rsidP="002A4158">
      <w:r>
        <w:t>— </w:t>
      </w:r>
      <w:proofErr w:type="spellStart"/>
      <w:r w:rsidR="002A4158" w:rsidRPr="00DA4E77">
        <w:t>Hellas</w:t>
      </w:r>
      <w:proofErr w:type="spellEnd"/>
      <w:r>
        <w:t xml:space="preserve">, </w:t>
      </w:r>
      <w:r w:rsidR="002A4158" w:rsidRPr="00DA4E77">
        <w:t>certes</w:t>
      </w:r>
      <w:r>
        <w:t xml:space="preserve"> ! </w:t>
      </w:r>
      <w:r w:rsidR="002A4158" w:rsidRPr="00DA4E77">
        <w:t>Ne reconnais-tu pas la pourpre de son navire</w:t>
      </w:r>
      <w:r>
        <w:t> ?</w:t>
      </w:r>
    </w:p>
    <w:p w14:paraId="71315F89" w14:textId="77777777" w:rsidR="00276CCE" w:rsidRDefault="00276CCE" w:rsidP="002A4158">
      <w:r>
        <w:t>— </w:t>
      </w:r>
      <w:proofErr w:type="spellStart"/>
      <w:r w:rsidR="002A4158" w:rsidRPr="00DA4E77">
        <w:t>Hellas</w:t>
      </w:r>
      <w:proofErr w:type="spellEnd"/>
      <w:r>
        <w:t xml:space="preserve"> ? </w:t>
      </w:r>
      <w:r w:rsidR="002A4158" w:rsidRPr="00DA4E77">
        <w:t>Je m</w:t>
      </w:r>
      <w:r>
        <w:t>’</w:t>
      </w:r>
      <w:r w:rsidR="002A4158" w:rsidRPr="00DA4E77">
        <w:t>en doutais</w:t>
      </w:r>
      <w:r>
        <w:t xml:space="preserve">. </w:t>
      </w:r>
      <w:r w:rsidR="002A4158" w:rsidRPr="00DA4E77">
        <w:t>Et l</w:t>
      </w:r>
      <w:r>
        <w:t>’</w:t>
      </w:r>
      <w:r w:rsidR="002A4158" w:rsidRPr="00DA4E77">
        <w:t>autre</w:t>
      </w:r>
      <w:r>
        <w:t xml:space="preserve">, </w:t>
      </w:r>
      <w:r w:rsidR="002A4158" w:rsidRPr="00DA4E77">
        <w:t>le chef du vaisseau ennemi</w:t>
      </w:r>
      <w:r>
        <w:t> ?</w:t>
      </w:r>
    </w:p>
    <w:p w14:paraId="213767E6" w14:textId="77777777" w:rsidR="00276CCE" w:rsidRDefault="00276CCE" w:rsidP="002A4158">
      <w:r>
        <w:t>— </w:t>
      </w:r>
      <w:r w:rsidR="002A4158" w:rsidRPr="00DA4E77">
        <w:t>L</w:t>
      </w:r>
      <w:r>
        <w:t>’</w:t>
      </w:r>
      <w:r w:rsidR="002A4158" w:rsidRPr="00DA4E77">
        <w:t>autre</w:t>
      </w:r>
      <w:r>
        <w:t xml:space="preserve">, </w:t>
      </w:r>
      <w:r w:rsidR="002A4158" w:rsidRPr="00DA4E77">
        <w:t>c</w:t>
      </w:r>
      <w:r>
        <w:t>’</w:t>
      </w:r>
      <w:r w:rsidR="002A4158" w:rsidRPr="00DA4E77">
        <w:t xml:space="preserve">est le Noir </w:t>
      </w:r>
      <w:proofErr w:type="spellStart"/>
      <w:r w:rsidR="002A4158" w:rsidRPr="00DA4E77">
        <w:t>Timou</w:t>
      </w:r>
      <w:proofErr w:type="spellEnd"/>
      <w:r>
        <w:t> !</w:t>
      </w:r>
    </w:p>
    <w:p w14:paraId="54D1EC64" w14:textId="77777777" w:rsidR="00276CCE" w:rsidRDefault="00276CCE" w:rsidP="002A4158">
      <w:r>
        <w:lastRenderedPageBreak/>
        <w:t>— </w:t>
      </w:r>
      <w:proofErr w:type="spellStart"/>
      <w:r w:rsidR="002A4158" w:rsidRPr="00DA4E77">
        <w:t>Timou</w:t>
      </w:r>
      <w:proofErr w:type="spellEnd"/>
      <w:r>
        <w:t xml:space="preserve"> ? </w:t>
      </w:r>
      <w:r w:rsidR="002A4158" w:rsidRPr="00DA4E77">
        <w:t>Ah</w:t>
      </w:r>
      <w:r>
        <w:t xml:space="preserve"> ! </w:t>
      </w:r>
      <w:r w:rsidR="002A4158" w:rsidRPr="00DA4E77">
        <w:t>misère</w:t>
      </w:r>
      <w:r>
        <w:t xml:space="preserve"> ! </w:t>
      </w:r>
      <w:proofErr w:type="spellStart"/>
      <w:r w:rsidR="002A4158" w:rsidRPr="00DA4E77">
        <w:t>Hellas</w:t>
      </w:r>
      <w:proofErr w:type="spellEnd"/>
      <w:r w:rsidR="002A4158" w:rsidRPr="00DA4E77">
        <w:t xml:space="preserve"> va périr</w:t>
      </w:r>
      <w:r>
        <w:t> !</w:t>
      </w:r>
    </w:p>
    <w:p w14:paraId="3DE2AEB7" w14:textId="77777777" w:rsidR="00276CCE" w:rsidRDefault="002A4158" w:rsidP="002A4158">
      <w:r w:rsidRPr="00DA4E77">
        <w:t>Et sans délibérer</w:t>
      </w:r>
      <w:r w:rsidR="00276CCE">
        <w:t xml:space="preserve">, </w:t>
      </w:r>
      <w:proofErr w:type="spellStart"/>
      <w:r w:rsidRPr="00DA4E77">
        <w:t>Oréus</w:t>
      </w:r>
      <w:proofErr w:type="spellEnd"/>
      <w:r w:rsidRPr="00DA4E77">
        <w:t xml:space="preserve"> s</w:t>
      </w:r>
      <w:r w:rsidR="00276CCE">
        <w:t>’</w:t>
      </w:r>
      <w:r w:rsidRPr="00DA4E77">
        <w:t>apprête à faire jouer le miroir a</w:t>
      </w:r>
      <w:r w:rsidRPr="00DA4E77">
        <w:t>r</w:t>
      </w:r>
      <w:r w:rsidRPr="00DA4E77">
        <w:t xml:space="preserve">dent et à projeter les glaives de feu contre le vaisseau de </w:t>
      </w:r>
      <w:proofErr w:type="spellStart"/>
      <w:r w:rsidRPr="00DA4E77">
        <w:t>Timou</w:t>
      </w:r>
      <w:proofErr w:type="spellEnd"/>
      <w:r w:rsidR="00276CCE">
        <w:t>.</w:t>
      </w:r>
    </w:p>
    <w:p w14:paraId="37893C36" w14:textId="77777777" w:rsidR="00276CCE" w:rsidRDefault="00276CCE" w:rsidP="002A4158">
      <w:r>
        <w:t>— </w:t>
      </w:r>
      <w:r w:rsidR="002A4158" w:rsidRPr="00DA4E77">
        <w:t>Maître</w:t>
      </w:r>
      <w:r>
        <w:t xml:space="preserve"> ! </w:t>
      </w:r>
      <w:r w:rsidR="002A4158" w:rsidRPr="00DA4E77">
        <w:t>arrête</w:t>
      </w:r>
      <w:r>
        <w:t xml:space="preserve"> ! </w:t>
      </w:r>
      <w:r w:rsidR="002A4158" w:rsidRPr="00DA4E77">
        <w:t>Que vas-tu faire</w:t>
      </w:r>
      <w:r>
        <w:t xml:space="preserve"> ? </w:t>
      </w:r>
      <w:r w:rsidR="002A4158" w:rsidRPr="00DA4E77">
        <w:t xml:space="preserve">implore </w:t>
      </w:r>
      <w:proofErr w:type="spellStart"/>
      <w:r w:rsidR="002A4158" w:rsidRPr="00DA4E77">
        <w:t>Glania</w:t>
      </w:r>
      <w:proofErr w:type="spellEnd"/>
      <w:r>
        <w:t xml:space="preserve">. </w:t>
      </w:r>
      <w:r w:rsidR="002A4158" w:rsidRPr="00DA4E77">
        <w:t>Ne vois-tu pas les deux navires dans la même ligne</w:t>
      </w:r>
      <w:r>
        <w:t xml:space="preserve"> ? </w:t>
      </w:r>
      <w:r w:rsidR="002A4158" w:rsidRPr="00DA4E77">
        <w:t>En brûlant l</w:t>
      </w:r>
      <w:r>
        <w:t>’</w:t>
      </w:r>
      <w:r w:rsidR="002A4158" w:rsidRPr="00DA4E77">
        <w:t>un</w:t>
      </w:r>
      <w:r>
        <w:t xml:space="preserve">, </w:t>
      </w:r>
      <w:r w:rsidR="002A4158" w:rsidRPr="00DA4E77">
        <w:t>tu brûleras l</w:t>
      </w:r>
      <w:r>
        <w:t>’</w:t>
      </w:r>
      <w:r w:rsidR="002A4158" w:rsidRPr="00DA4E77">
        <w:t>autre</w:t>
      </w:r>
      <w:r>
        <w:t> !</w:t>
      </w:r>
    </w:p>
    <w:p w14:paraId="3B7DFAD8" w14:textId="77777777" w:rsidR="00276CCE" w:rsidRDefault="00276CCE" w:rsidP="002A4158">
      <w:r>
        <w:t>— </w:t>
      </w:r>
      <w:r w:rsidR="002A4158" w:rsidRPr="00DA4E77">
        <w:t>Ah</w:t>
      </w:r>
      <w:r>
        <w:t xml:space="preserve"> ! </w:t>
      </w:r>
      <w:r w:rsidR="002A4158" w:rsidRPr="00DA4E77">
        <w:t xml:space="preserve">malheureux </w:t>
      </w:r>
      <w:proofErr w:type="spellStart"/>
      <w:r w:rsidR="002A4158" w:rsidRPr="00DA4E77">
        <w:t>Hellas</w:t>
      </w:r>
      <w:proofErr w:type="spellEnd"/>
      <w:r>
        <w:t xml:space="preserve">, </w:t>
      </w:r>
      <w:r w:rsidR="002A4158" w:rsidRPr="00DA4E77">
        <w:t xml:space="preserve">gémit </w:t>
      </w:r>
      <w:proofErr w:type="spellStart"/>
      <w:r w:rsidR="002A4158" w:rsidRPr="00DA4E77">
        <w:t>Oréus</w:t>
      </w:r>
      <w:proofErr w:type="spellEnd"/>
      <w:r>
        <w:t xml:space="preserve">. </w:t>
      </w:r>
      <w:r w:rsidR="002A4158" w:rsidRPr="00DA4E77">
        <w:t>C</w:t>
      </w:r>
      <w:r>
        <w:t>’</w:t>
      </w:r>
      <w:r w:rsidR="002A4158" w:rsidRPr="00DA4E77">
        <w:t>est moi qui t</w:t>
      </w:r>
      <w:r>
        <w:t>’</w:t>
      </w:r>
      <w:r w:rsidR="002A4158" w:rsidRPr="00DA4E77">
        <w:t>ai tué</w:t>
      </w:r>
      <w:r>
        <w:t> !</w:t>
      </w:r>
    </w:p>
    <w:p w14:paraId="6C4901C7" w14:textId="77777777" w:rsidR="00276CCE" w:rsidRDefault="002A4158" w:rsidP="002A4158">
      <w:r w:rsidRPr="00DA4E77">
        <w:t>Et renversant vers le sol le miroir désormais inutile</w:t>
      </w:r>
      <w:r w:rsidR="00276CCE">
        <w:t xml:space="preserve">, </w:t>
      </w:r>
      <w:r w:rsidRPr="00DA4E77">
        <w:t>il r</w:t>
      </w:r>
      <w:r w:rsidRPr="00DA4E77">
        <w:t>e</w:t>
      </w:r>
      <w:r w:rsidRPr="00DA4E77">
        <w:t>nonce à faire mouvoir le foyer ardent</w:t>
      </w:r>
      <w:r w:rsidR="00276CCE">
        <w:t xml:space="preserve">. </w:t>
      </w:r>
      <w:r w:rsidRPr="00DA4E77">
        <w:t>Puis</w:t>
      </w:r>
      <w:r w:rsidR="00276CCE">
        <w:t xml:space="preserve">, </w:t>
      </w:r>
      <w:r w:rsidRPr="00DA4E77">
        <w:t>enlevant le masque noir qu</w:t>
      </w:r>
      <w:r w:rsidR="00276CCE">
        <w:t>’</w:t>
      </w:r>
      <w:r w:rsidRPr="00DA4E77">
        <w:t>il a placé sur son visage</w:t>
      </w:r>
      <w:r w:rsidR="00276CCE">
        <w:t xml:space="preserve">, </w:t>
      </w:r>
      <w:r w:rsidRPr="00DA4E77">
        <w:t>il s</w:t>
      </w:r>
      <w:r w:rsidR="00276CCE">
        <w:t>’</w:t>
      </w:r>
      <w:r w:rsidRPr="00DA4E77">
        <w:t>approche du parapet et</w:t>
      </w:r>
      <w:r w:rsidR="00276CCE">
        <w:t xml:space="preserve">, </w:t>
      </w:r>
      <w:r w:rsidRPr="00DA4E77">
        <w:t>a</w:t>
      </w:r>
      <w:r w:rsidRPr="00DA4E77">
        <w:t>n</w:t>
      </w:r>
      <w:r w:rsidRPr="00DA4E77">
        <w:t>xieux</w:t>
      </w:r>
      <w:r w:rsidR="00276CCE">
        <w:t xml:space="preserve">, </w:t>
      </w:r>
      <w:r w:rsidRPr="00DA4E77">
        <w:t>suit de loin le combat qu</w:t>
      </w:r>
      <w:r w:rsidR="00276CCE">
        <w:t>’</w:t>
      </w:r>
      <w:r w:rsidRPr="00DA4E77">
        <w:t>il ne peut empêcher</w:t>
      </w:r>
      <w:r w:rsidR="00276CCE">
        <w:t>.</w:t>
      </w:r>
    </w:p>
    <w:p w14:paraId="7BA75262" w14:textId="77777777" w:rsidR="00276CCE" w:rsidRDefault="00276CCE" w:rsidP="002A4158">
      <w:r>
        <w:t>— </w:t>
      </w:r>
      <w:r w:rsidR="002A4158" w:rsidRPr="00DA4E77">
        <w:t>Misérable</w:t>
      </w:r>
      <w:r>
        <w:t xml:space="preserve"> ! </w:t>
      </w:r>
      <w:r w:rsidR="002A4158" w:rsidRPr="00DA4E77">
        <w:t>dit-il</w:t>
      </w:r>
      <w:r>
        <w:t xml:space="preserve">. </w:t>
      </w:r>
      <w:r w:rsidR="002A4158" w:rsidRPr="00DA4E77">
        <w:t>Misérable que je suis</w:t>
      </w:r>
      <w:r>
        <w:t xml:space="preserve"> ! </w:t>
      </w:r>
      <w:r w:rsidR="002A4158" w:rsidRPr="00DA4E77">
        <w:t>À quoi m</w:t>
      </w:r>
      <w:r>
        <w:t>’</w:t>
      </w:r>
      <w:r w:rsidR="002A4158" w:rsidRPr="00DA4E77">
        <w:t>a servi de jouer avec les forces célestes</w:t>
      </w:r>
      <w:r>
        <w:t xml:space="preserve"> ? </w:t>
      </w:r>
      <w:r w:rsidR="002A4158" w:rsidRPr="00DA4E77">
        <w:t>J</w:t>
      </w:r>
      <w:r>
        <w:t>’</w:t>
      </w:r>
      <w:r w:rsidR="002A4158" w:rsidRPr="00DA4E77">
        <w:t>ai précipité la roue du de</w:t>
      </w:r>
      <w:r w:rsidR="002A4158" w:rsidRPr="00DA4E77">
        <w:t>s</w:t>
      </w:r>
      <w:r w:rsidR="002A4158" w:rsidRPr="00DA4E77">
        <w:t>tin</w:t>
      </w:r>
      <w:r>
        <w:t> !</w:t>
      </w:r>
    </w:p>
    <w:p w14:paraId="5DF7F02B" w14:textId="77777777" w:rsidR="00276CCE" w:rsidRDefault="00276CCE" w:rsidP="002A4158">
      <w:r>
        <w:t>— </w:t>
      </w:r>
      <w:r w:rsidR="002A4158" w:rsidRPr="00DA4E77">
        <w:t>Courage</w:t>
      </w:r>
      <w:r>
        <w:t xml:space="preserve">, </w:t>
      </w:r>
      <w:r w:rsidR="002A4158" w:rsidRPr="00DA4E77">
        <w:t>maître</w:t>
      </w:r>
      <w:r>
        <w:t xml:space="preserve">, </w:t>
      </w:r>
      <w:r w:rsidR="002A4158" w:rsidRPr="00DA4E77">
        <w:t>courage</w:t>
      </w:r>
      <w:r>
        <w:t xml:space="preserve"> ! </w:t>
      </w:r>
      <w:r w:rsidR="002A4158" w:rsidRPr="00DA4E77">
        <w:t xml:space="preserve">dit </w:t>
      </w:r>
      <w:proofErr w:type="spellStart"/>
      <w:r w:rsidR="002A4158" w:rsidRPr="00DA4E77">
        <w:t>Glania</w:t>
      </w:r>
      <w:proofErr w:type="spellEnd"/>
      <w:r w:rsidR="002A4158" w:rsidRPr="00DA4E77">
        <w:t xml:space="preserve"> qui s</w:t>
      </w:r>
      <w:r>
        <w:t>’</w:t>
      </w:r>
      <w:r w:rsidR="002A4158" w:rsidRPr="00DA4E77">
        <w:t>approche à son tour</w:t>
      </w:r>
      <w:r>
        <w:t xml:space="preserve">. </w:t>
      </w:r>
      <w:r w:rsidR="002A4158" w:rsidRPr="00DA4E77">
        <w:t xml:space="preserve">Vois comme </w:t>
      </w:r>
      <w:proofErr w:type="spellStart"/>
      <w:r w:rsidR="002A4158" w:rsidRPr="00DA4E77">
        <w:t>Hellas</w:t>
      </w:r>
      <w:proofErr w:type="spellEnd"/>
      <w:r w:rsidR="002A4158" w:rsidRPr="00DA4E77">
        <w:t xml:space="preserve"> l</w:t>
      </w:r>
      <w:r>
        <w:t>’</w:t>
      </w:r>
      <w:r w:rsidR="002A4158" w:rsidRPr="00DA4E77">
        <w:t>emporte</w:t>
      </w:r>
      <w:r>
        <w:t xml:space="preserve"> : </w:t>
      </w:r>
      <w:r w:rsidR="002A4158" w:rsidRPr="00DA4E77">
        <w:t xml:space="preserve">le vaisseau de </w:t>
      </w:r>
      <w:proofErr w:type="spellStart"/>
      <w:r w:rsidR="002A4158" w:rsidRPr="00DA4E77">
        <w:t>Timou</w:t>
      </w:r>
      <w:proofErr w:type="spellEnd"/>
      <w:r w:rsidR="002A4158" w:rsidRPr="00DA4E77">
        <w:t xml:space="preserve"> s</w:t>
      </w:r>
      <w:r>
        <w:t>’</w:t>
      </w:r>
      <w:r w:rsidR="002A4158" w:rsidRPr="00DA4E77">
        <w:t>enfuit déjà</w:t>
      </w:r>
      <w:r>
        <w:t>…</w:t>
      </w:r>
    </w:p>
    <w:p w14:paraId="33A23E15" w14:textId="77777777" w:rsidR="00276CCE" w:rsidRDefault="00276CCE" w:rsidP="002A4158">
      <w:r>
        <w:t>— </w:t>
      </w:r>
      <w:r w:rsidR="002A4158" w:rsidRPr="00DA4E77">
        <w:t>Ah</w:t>
      </w:r>
      <w:r>
        <w:t xml:space="preserve"> ! </w:t>
      </w:r>
      <w:r w:rsidR="002A4158" w:rsidRPr="00DA4E77">
        <w:t>pauvre enfant</w:t>
      </w:r>
      <w:r>
        <w:t xml:space="preserve"> ! </w:t>
      </w:r>
      <w:r w:rsidR="002A4158" w:rsidRPr="00DA4E77">
        <w:t>regarde</w:t>
      </w:r>
      <w:r>
        <w:t>…</w:t>
      </w:r>
    </w:p>
    <w:p w14:paraId="60FD2047" w14:textId="77777777" w:rsidR="00276CCE" w:rsidRDefault="00276CCE" w:rsidP="002A4158">
      <w:r>
        <w:t>— </w:t>
      </w:r>
      <w:r w:rsidR="002A4158" w:rsidRPr="00DA4E77">
        <w:t>Grands dieux</w:t>
      </w:r>
      <w:r>
        <w:t xml:space="preserve"> ! </w:t>
      </w:r>
      <w:r w:rsidR="002A4158" w:rsidRPr="00DA4E77">
        <w:t>qu</w:t>
      </w:r>
      <w:r>
        <w:t>’</w:t>
      </w:r>
      <w:r w:rsidR="002A4158" w:rsidRPr="00DA4E77">
        <w:t>arrive-t-il</w:t>
      </w:r>
      <w:r>
        <w:t xml:space="preserve"> ? </w:t>
      </w:r>
      <w:r w:rsidR="002A4158" w:rsidRPr="00DA4E77">
        <w:t>Des flammes volent sur les eaux</w:t>
      </w:r>
      <w:r>
        <w:t>…</w:t>
      </w:r>
    </w:p>
    <w:p w14:paraId="57FE117C" w14:textId="77777777" w:rsidR="00276CCE" w:rsidRDefault="00276CCE" w:rsidP="002A4158">
      <w:r>
        <w:t>— </w:t>
      </w:r>
      <w:r w:rsidR="002A4158" w:rsidRPr="00DA4E77">
        <w:t>En vérité</w:t>
      </w:r>
      <w:r>
        <w:t xml:space="preserve">, </w:t>
      </w:r>
      <w:r w:rsidR="002A4158" w:rsidRPr="00DA4E77">
        <w:t>s</w:t>
      </w:r>
      <w:r>
        <w:t>’</w:t>
      </w:r>
      <w:r w:rsidR="002A4158" w:rsidRPr="00DA4E77">
        <w:t>écrient les hiérophantes</w:t>
      </w:r>
      <w:r>
        <w:t xml:space="preserve">, </w:t>
      </w:r>
      <w:r w:rsidR="002A4158" w:rsidRPr="00DA4E77">
        <w:t>on dirait que les v</w:t>
      </w:r>
      <w:r w:rsidR="002A4158" w:rsidRPr="00DA4E77">
        <w:t>a</w:t>
      </w:r>
      <w:r w:rsidR="002A4158" w:rsidRPr="00DA4E77">
        <w:t>gues brûlent</w:t>
      </w:r>
      <w:r>
        <w:t>…</w:t>
      </w:r>
    </w:p>
    <w:p w14:paraId="7BCD38E7" w14:textId="77777777" w:rsidR="00276CCE" w:rsidRDefault="00276CCE" w:rsidP="002A4158">
      <w:r>
        <w:t>— </w:t>
      </w:r>
      <w:r w:rsidR="002A4158" w:rsidRPr="00DA4E77">
        <w:t>Le feu liquide</w:t>
      </w:r>
      <w:r>
        <w:t xml:space="preserve"> ! </w:t>
      </w:r>
      <w:r w:rsidR="002A4158" w:rsidRPr="00DA4E77">
        <w:t xml:space="preserve">fait </w:t>
      </w:r>
      <w:proofErr w:type="spellStart"/>
      <w:r w:rsidR="002A4158" w:rsidRPr="00DA4E77">
        <w:t>Thébao</w:t>
      </w:r>
      <w:proofErr w:type="spellEnd"/>
      <w:r>
        <w:t xml:space="preserve">. </w:t>
      </w:r>
      <w:r w:rsidR="002A4158" w:rsidRPr="00DA4E77">
        <w:t>Ô Sphinx protecteur</w:t>
      </w:r>
      <w:r>
        <w:t xml:space="preserve">, </w:t>
      </w:r>
      <w:r w:rsidR="002A4158" w:rsidRPr="00DA4E77">
        <w:t xml:space="preserve">sauve </w:t>
      </w:r>
      <w:proofErr w:type="spellStart"/>
      <w:r w:rsidR="002A4158" w:rsidRPr="00DA4E77">
        <w:t>Hellas</w:t>
      </w:r>
      <w:proofErr w:type="spellEnd"/>
      <w:r>
        <w:t xml:space="preserve">, </w:t>
      </w:r>
      <w:r w:rsidR="002A4158" w:rsidRPr="00DA4E77">
        <w:t>sauve-nous</w:t>
      </w:r>
      <w:r>
        <w:t xml:space="preserve"> ! </w:t>
      </w:r>
      <w:r w:rsidR="002A4158" w:rsidRPr="00DA4E77">
        <w:t>Le feu liquide embrase la mer</w:t>
      </w:r>
      <w:r>
        <w:t> !</w:t>
      </w:r>
    </w:p>
    <w:p w14:paraId="0CBAC475" w14:textId="77777777" w:rsidR="00276CCE" w:rsidRDefault="00276CCE" w:rsidP="002A4158">
      <w:r>
        <w:lastRenderedPageBreak/>
        <w:t>— </w:t>
      </w:r>
      <w:r w:rsidR="002A4158" w:rsidRPr="00DA4E77">
        <w:t>Le feu liquide</w:t>
      </w:r>
      <w:r>
        <w:t xml:space="preserve"> ! </w:t>
      </w:r>
      <w:r w:rsidR="002A4158" w:rsidRPr="00DA4E77">
        <w:t xml:space="preserve">répète </w:t>
      </w:r>
      <w:proofErr w:type="spellStart"/>
      <w:r w:rsidR="002A4158" w:rsidRPr="00DA4E77">
        <w:t>Oréus</w:t>
      </w:r>
      <w:proofErr w:type="spellEnd"/>
      <w:r>
        <w:t xml:space="preserve">. </w:t>
      </w:r>
      <w:r w:rsidR="002A4158" w:rsidRPr="00DA4E77">
        <w:t>Toute ma science est vaine</w:t>
      </w:r>
      <w:r>
        <w:t xml:space="preserve">. </w:t>
      </w:r>
      <w:r w:rsidR="002A4158" w:rsidRPr="00DA4E77">
        <w:t>Tout est vain</w:t>
      </w:r>
      <w:r>
        <w:t xml:space="preserve">. </w:t>
      </w:r>
      <w:r w:rsidR="002A4158" w:rsidRPr="00DA4E77">
        <w:t>La roue du destin a tourné</w:t>
      </w:r>
      <w:r>
        <w:t>.</w:t>
      </w:r>
    </w:p>
    <w:p w14:paraId="11B1C60E" w14:textId="77777777" w:rsidR="00276CCE" w:rsidRDefault="002A4158" w:rsidP="002A4158">
      <w:r w:rsidRPr="00DA4E77">
        <w:t xml:space="preserve">Un grand silence plane sur </w:t>
      </w:r>
      <w:smartTag w:uri="urn:schemas-microsoft-com:office:smarttags" w:element="PersonName">
        <w:smartTagPr>
          <w:attr w:name="ProductID" w:val="la Terrasse Sainte"/>
        </w:smartTagPr>
        <w:r w:rsidRPr="00DA4E77">
          <w:t>la Terrasse Sainte</w:t>
        </w:r>
      </w:smartTag>
      <w:r w:rsidRPr="00DA4E77">
        <w:t xml:space="preserve"> où nul ne bouge</w:t>
      </w:r>
      <w:r w:rsidR="00276CCE">
        <w:t xml:space="preserve">, </w:t>
      </w:r>
      <w:r w:rsidRPr="00DA4E77">
        <w:t>où tous les regards semblent cramponnés à l</w:t>
      </w:r>
      <w:r w:rsidR="00276CCE">
        <w:t>’</w:t>
      </w:r>
      <w:r w:rsidRPr="00DA4E77">
        <w:t>horizon</w:t>
      </w:r>
      <w:r w:rsidR="00276CCE">
        <w:t>.</w:t>
      </w:r>
    </w:p>
    <w:p w14:paraId="7EF1BEF7" w14:textId="77777777" w:rsidR="00276CCE" w:rsidRDefault="002A4158" w:rsidP="002A4158">
      <w:r w:rsidRPr="00DA4E77">
        <w:t>Là-bas</w:t>
      </w:r>
      <w:r w:rsidR="00276CCE">
        <w:t xml:space="preserve">, </w:t>
      </w:r>
      <w:r w:rsidRPr="00DA4E77">
        <w:t>un drame splendide et tragique se joue entre le ciel radieux et la mer plus lumineuse encore</w:t>
      </w:r>
      <w:r w:rsidR="00276CCE">
        <w:t xml:space="preserve">. </w:t>
      </w:r>
      <w:r w:rsidRPr="00DA4E77">
        <w:t>Un vaisseau resté seul se débat au milieu d</w:t>
      </w:r>
      <w:r w:rsidR="00276CCE">
        <w:t>’</w:t>
      </w:r>
      <w:r w:rsidRPr="00DA4E77">
        <w:t>une nappe rouge</w:t>
      </w:r>
      <w:r w:rsidR="00276CCE">
        <w:t xml:space="preserve">. </w:t>
      </w:r>
      <w:r w:rsidRPr="00DA4E77">
        <w:t>On dirait que la mer a changé d</w:t>
      </w:r>
      <w:r w:rsidR="00276CCE">
        <w:t>’</w:t>
      </w:r>
      <w:r w:rsidRPr="00DA4E77">
        <w:t>élément</w:t>
      </w:r>
      <w:r w:rsidR="00276CCE">
        <w:t xml:space="preserve">, </w:t>
      </w:r>
      <w:r w:rsidRPr="00DA4E77">
        <w:t>et qu</w:t>
      </w:r>
      <w:r w:rsidR="00276CCE">
        <w:t>’</w:t>
      </w:r>
      <w:r w:rsidRPr="00DA4E77">
        <w:t>elle ondule en vagues de feu</w:t>
      </w:r>
      <w:r w:rsidR="00276CCE">
        <w:t xml:space="preserve">. </w:t>
      </w:r>
      <w:r w:rsidRPr="00DA4E77">
        <w:t xml:space="preserve">Au loin on voit fuir à toutes rames la grande barque de </w:t>
      </w:r>
      <w:proofErr w:type="spellStart"/>
      <w:r w:rsidRPr="00DA4E77">
        <w:t>Timou</w:t>
      </w:r>
      <w:proofErr w:type="spellEnd"/>
      <w:r w:rsidR="00276CCE">
        <w:t xml:space="preserve">. </w:t>
      </w:r>
      <w:r w:rsidRPr="00DA4E77">
        <w:t>Et debout</w:t>
      </w:r>
      <w:r w:rsidR="00276CCE">
        <w:t xml:space="preserve">, </w:t>
      </w:r>
      <w:r w:rsidRPr="00DA4E77">
        <w:t>à la poupe</w:t>
      </w:r>
      <w:r w:rsidR="00276CCE">
        <w:t xml:space="preserve">, </w:t>
      </w:r>
      <w:r w:rsidRPr="00DA4E77">
        <w:t>le chef des Noirs</w:t>
      </w:r>
      <w:r w:rsidR="00276CCE">
        <w:t xml:space="preserve">, </w:t>
      </w:r>
      <w:r w:rsidRPr="00DA4E77">
        <w:t>tout fier d</w:t>
      </w:r>
      <w:r w:rsidR="00276CCE">
        <w:t>’</w:t>
      </w:r>
      <w:r w:rsidRPr="00DA4E77">
        <w:t>avoir mené à bonne fin son projet</w:t>
      </w:r>
      <w:r w:rsidR="00276CCE">
        <w:t xml:space="preserve">, </w:t>
      </w:r>
      <w:r w:rsidRPr="00DA4E77">
        <w:t>contemple les efforts inutiles d</w:t>
      </w:r>
      <w:r w:rsidR="00276CCE">
        <w:t>’</w:t>
      </w:r>
      <w:proofErr w:type="spellStart"/>
      <w:r w:rsidRPr="00DA4E77">
        <w:t>Hellas</w:t>
      </w:r>
      <w:proofErr w:type="spellEnd"/>
      <w:r w:rsidR="00276CCE">
        <w:t xml:space="preserve">, </w:t>
      </w:r>
      <w:r w:rsidRPr="00DA4E77">
        <w:t>environné d</w:t>
      </w:r>
      <w:r w:rsidR="00276CCE">
        <w:t>’</w:t>
      </w:r>
      <w:r w:rsidRPr="00DA4E77">
        <w:t>une houle flamboyante</w:t>
      </w:r>
      <w:r w:rsidR="00276CCE">
        <w:t>.</w:t>
      </w:r>
    </w:p>
    <w:p w14:paraId="4EAB758A" w14:textId="77777777" w:rsidR="00276CCE" w:rsidRDefault="002A4158" w:rsidP="002A4158">
      <w:r w:rsidRPr="00DA4E77">
        <w:t>Les matelots du navire monté par le Prince se jettent aff</w:t>
      </w:r>
      <w:r w:rsidRPr="00DA4E77">
        <w:t>o</w:t>
      </w:r>
      <w:r w:rsidRPr="00DA4E77">
        <w:t>lés dans la mer</w:t>
      </w:r>
      <w:r w:rsidR="00276CCE">
        <w:t xml:space="preserve">, </w:t>
      </w:r>
      <w:r w:rsidRPr="00DA4E77">
        <w:t>et vont périr brûlés et noyés en d</w:t>
      </w:r>
      <w:r w:rsidR="00276CCE">
        <w:t>’</w:t>
      </w:r>
      <w:r w:rsidRPr="00DA4E77">
        <w:t>effroyables tortures</w:t>
      </w:r>
      <w:r w:rsidR="00276CCE">
        <w:t xml:space="preserve">. </w:t>
      </w:r>
      <w:r w:rsidRPr="00DA4E77">
        <w:t xml:space="preserve">Bientôt le seul </w:t>
      </w:r>
      <w:proofErr w:type="spellStart"/>
      <w:r w:rsidRPr="00DA4E77">
        <w:t>Hellas</w:t>
      </w:r>
      <w:proofErr w:type="spellEnd"/>
      <w:r w:rsidRPr="00DA4E77">
        <w:t xml:space="preserve"> reste à son bord</w:t>
      </w:r>
      <w:r w:rsidR="00276CCE">
        <w:t xml:space="preserve">. </w:t>
      </w:r>
      <w:r w:rsidRPr="00DA4E77">
        <w:t>Et</w:t>
      </w:r>
      <w:r w:rsidR="00276CCE">
        <w:t xml:space="preserve">, </w:t>
      </w:r>
      <w:r w:rsidRPr="00DA4E77">
        <w:t>calme</w:t>
      </w:r>
      <w:r w:rsidR="00276CCE">
        <w:t xml:space="preserve">, </w:t>
      </w:r>
      <w:r w:rsidRPr="00DA4E77">
        <w:t>droit</w:t>
      </w:r>
      <w:r w:rsidR="00276CCE">
        <w:t xml:space="preserve">, </w:t>
      </w:r>
      <w:r w:rsidRPr="00DA4E77">
        <w:t>les bras appuyés sur le gouvernail</w:t>
      </w:r>
      <w:r w:rsidR="00276CCE">
        <w:t xml:space="preserve">, </w:t>
      </w:r>
      <w:r w:rsidRPr="00DA4E77">
        <w:t>face à la ville</w:t>
      </w:r>
      <w:r w:rsidR="00276CCE">
        <w:t xml:space="preserve">, </w:t>
      </w:r>
      <w:r w:rsidRPr="00DA4E77">
        <w:t>il attend la fin</w:t>
      </w:r>
      <w:r w:rsidR="00276CCE">
        <w:t xml:space="preserve">. </w:t>
      </w:r>
      <w:r w:rsidRPr="00DA4E77">
        <w:t>Le vaisseau est vite atteint par les langues de feu</w:t>
      </w:r>
      <w:r w:rsidR="00276CCE">
        <w:t xml:space="preserve">. </w:t>
      </w:r>
      <w:r w:rsidRPr="00DA4E77">
        <w:t>La proue commence à flamber</w:t>
      </w:r>
      <w:r w:rsidR="00276CCE">
        <w:t xml:space="preserve">. </w:t>
      </w:r>
      <w:r w:rsidRPr="00DA4E77">
        <w:t>La poupe surnage encore un instant</w:t>
      </w:r>
      <w:r w:rsidR="00276CCE">
        <w:t xml:space="preserve">, </w:t>
      </w:r>
      <w:r w:rsidRPr="00DA4E77">
        <w:t>mais menace de s</w:t>
      </w:r>
      <w:r w:rsidR="00276CCE">
        <w:t>’</w:t>
      </w:r>
      <w:r w:rsidRPr="00DA4E77">
        <w:t>effondrer</w:t>
      </w:r>
      <w:r w:rsidR="00276CCE">
        <w:t xml:space="preserve">. </w:t>
      </w:r>
      <w:proofErr w:type="spellStart"/>
      <w:r w:rsidRPr="00DA4E77">
        <w:t>Hellas</w:t>
      </w:r>
      <w:proofErr w:type="spellEnd"/>
      <w:r w:rsidR="00276CCE">
        <w:t xml:space="preserve">, </w:t>
      </w:r>
      <w:r w:rsidRPr="00DA4E77">
        <w:t>debout</w:t>
      </w:r>
      <w:r w:rsidR="00276CCE">
        <w:t xml:space="preserve">, </w:t>
      </w:r>
      <w:r w:rsidRPr="00DA4E77">
        <w:t>apparaît immense dans les flammes splendides qui l</w:t>
      </w:r>
      <w:r w:rsidR="00276CCE">
        <w:t>’</w:t>
      </w:r>
      <w:r w:rsidRPr="00DA4E77">
        <w:t>environnent</w:t>
      </w:r>
      <w:r w:rsidR="00276CCE">
        <w:t xml:space="preserve">. </w:t>
      </w:r>
      <w:r w:rsidRPr="00DA4E77">
        <w:t>Sur la terrasse</w:t>
      </w:r>
      <w:r w:rsidR="00276CCE">
        <w:t xml:space="preserve">, </w:t>
      </w:r>
      <w:r w:rsidRPr="00DA4E77">
        <w:t>on e</w:t>
      </w:r>
      <w:r w:rsidRPr="00DA4E77">
        <w:t>n</w:t>
      </w:r>
      <w:r w:rsidRPr="00DA4E77">
        <w:t>tend des sanglots secouer les poitrines</w:t>
      </w:r>
      <w:r w:rsidR="00276CCE">
        <w:t>.</w:t>
      </w:r>
    </w:p>
    <w:p w14:paraId="1419B943" w14:textId="77777777" w:rsidR="00276CCE" w:rsidRDefault="002A4158" w:rsidP="002A4158">
      <w:proofErr w:type="spellStart"/>
      <w:r w:rsidRPr="00DA4E77">
        <w:t>Oréus</w:t>
      </w:r>
      <w:proofErr w:type="spellEnd"/>
      <w:r w:rsidR="00276CCE">
        <w:t xml:space="preserve">, </w:t>
      </w:r>
      <w:r w:rsidRPr="00DA4E77">
        <w:t>impuissant et écrasé sous le destin</w:t>
      </w:r>
      <w:r w:rsidR="00276CCE">
        <w:t xml:space="preserve">, </w:t>
      </w:r>
      <w:r w:rsidRPr="00DA4E77">
        <w:t>courbe la tête et se soumet aux dieux</w:t>
      </w:r>
      <w:r w:rsidR="00276CCE">
        <w:t xml:space="preserve">. </w:t>
      </w:r>
      <w:r w:rsidRPr="00DA4E77">
        <w:t>Déjà sa vue faiblit et il sent que le jour va mourir pour lui</w:t>
      </w:r>
      <w:r w:rsidR="00276CCE">
        <w:t xml:space="preserve">. </w:t>
      </w:r>
      <w:proofErr w:type="spellStart"/>
      <w:r w:rsidRPr="00DA4E77">
        <w:t>Glania</w:t>
      </w:r>
      <w:proofErr w:type="spellEnd"/>
      <w:r w:rsidRPr="00DA4E77">
        <w:t xml:space="preserve"> tord ses bras frêles dans un geste éploré</w:t>
      </w:r>
      <w:r w:rsidR="00276CCE">
        <w:t xml:space="preserve">, </w:t>
      </w:r>
      <w:r w:rsidRPr="00DA4E77">
        <w:t>quand un hiérophante</w:t>
      </w:r>
      <w:r w:rsidR="00276CCE">
        <w:t xml:space="preserve">, </w:t>
      </w:r>
      <w:r w:rsidRPr="00DA4E77">
        <w:t>monté au-dessus de la tête du Sphinx d</w:t>
      </w:r>
      <w:r w:rsidR="00276CCE">
        <w:t>’</w:t>
      </w:r>
      <w:r w:rsidRPr="00DA4E77">
        <w:t>où son regard embrasse l</w:t>
      </w:r>
      <w:r w:rsidR="00276CCE">
        <w:t>’</w:t>
      </w:r>
      <w:r w:rsidRPr="00DA4E77">
        <w:t>horizon entier</w:t>
      </w:r>
      <w:r w:rsidR="00276CCE">
        <w:t xml:space="preserve">, </w:t>
      </w:r>
      <w:r w:rsidRPr="00DA4E77">
        <w:t>s</w:t>
      </w:r>
      <w:r w:rsidR="00276CCE">
        <w:t>’</w:t>
      </w:r>
      <w:r w:rsidRPr="00DA4E77">
        <w:t>écrie d</w:t>
      </w:r>
      <w:r w:rsidR="00276CCE">
        <w:t>’</w:t>
      </w:r>
      <w:r w:rsidRPr="00DA4E77">
        <w:t>une voix rendue surhumaine par la surprise</w:t>
      </w:r>
      <w:r w:rsidR="00276CCE">
        <w:t> :</w:t>
      </w:r>
    </w:p>
    <w:p w14:paraId="227748BE" w14:textId="77777777" w:rsidR="00276CCE" w:rsidRDefault="00276CCE" w:rsidP="002A4158">
      <w:r>
        <w:t>— </w:t>
      </w:r>
      <w:r w:rsidR="002A4158" w:rsidRPr="00DA4E77">
        <w:t>Un dieu</w:t>
      </w:r>
      <w:r>
        <w:t xml:space="preserve"> ? </w:t>
      </w:r>
      <w:r w:rsidR="002A4158" w:rsidRPr="00DA4E77">
        <w:t>Voici venir un dieu au secours d</w:t>
      </w:r>
      <w:r>
        <w:t>’</w:t>
      </w:r>
      <w:proofErr w:type="spellStart"/>
      <w:r w:rsidR="002A4158" w:rsidRPr="00DA4E77">
        <w:t>Hellas</w:t>
      </w:r>
      <w:proofErr w:type="spellEnd"/>
      <w:r>
        <w:t> !</w:t>
      </w:r>
    </w:p>
    <w:p w14:paraId="6F918B78" w14:textId="77777777" w:rsidR="00276CCE" w:rsidRDefault="00276CCE" w:rsidP="002A4158">
      <w:r>
        <w:t>— </w:t>
      </w:r>
      <w:r w:rsidR="002A4158" w:rsidRPr="00DA4E77">
        <w:t>Un dieu</w:t>
      </w:r>
      <w:r>
        <w:t xml:space="preserve">, </w:t>
      </w:r>
      <w:r w:rsidR="002A4158" w:rsidRPr="00DA4E77">
        <w:t>en effet</w:t>
      </w:r>
      <w:r>
        <w:t xml:space="preserve"> ! </w:t>
      </w:r>
      <w:r w:rsidR="002A4158" w:rsidRPr="00DA4E77">
        <w:t>On dirait un dieu</w:t>
      </w:r>
      <w:r>
        <w:t xml:space="preserve"> ! </w:t>
      </w:r>
      <w:r w:rsidR="002A4158" w:rsidRPr="00DA4E77">
        <w:t>répètent les hiér</w:t>
      </w:r>
      <w:r w:rsidR="002A4158" w:rsidRPr="00DA4E77">
        <w:t>o</w:t>
      </w:r>
      <w:r w:rsidR="002A4158" w:rsidRPr="00DA4E77">
        <w:t>phantes accourus</w:t>
      </w:r>
      <w:r>
        <w:t>.</w:t>
      </w:r>
    </w:p>
    <w:p w14:paraId="4D88B8D4" w14:textId="77777777" w:rsidR="00276CCE" w:rsidRDefault="00276CCE" w:rsidP="002A4158">
      <w:r>
        <w:lastRenderedPageBreak/>
        <w:t>— </w:t>
      </w:r>
      <w:r w:rsidR="002A4158" w:rsidRPr="00DA4E77">
        <w:t>Joie</w:t>
      </w:r>
      <w:r>
        <w:t xml:space="preserve"> ! </w:t>
      </w:r>
      <w:r w:rsidR="002A4158" w:rsidRPr="00DA4E77">
        <w:t>joie</w:t>
      </w:r>
      <w:r>
        <w:t xml:space="preserve"> ! </w:t>
      </w:r>
      <w:r w:rsidR="002A4158" w:rsidRPr="00DA4E77">
        <w:t xml:space="preserve">exulte </w:t>
      </w:r>
      <w:proofErr w:type="spellStart"/>
      <w:r w:rsidR="002A4158" w:rsidRPr="00DA4E77">
        <w:t>Glania</w:t>
      </w:r>
      <w:proofErr w:type="spellEnd"/>
      <w:r>
        <w:t xml:space="preserve">. </w:t>
      </w:r>
      <w:r w:rsidR="002A4158" w:rsidRPr="00DA4E77">
        <w:t>Regarde</w:t>
      </w:r>
      <w:r>
        <w:t xml:space="preserve">, </w:t>
      </w:r>
      <w:r w:rsidR="002A4158" w:rsidRPr="00DA4E77">
        <w:t>maître</w:t>
      </w:r>
      <w:r>
        <w:t xml:space="preserve"> ! </w:t>
      </w:r>
      <w:r w:rsidR="002A4158" w:rsidRPr="00DA4E77">
        <w:t>Un oiseau g</w:t>
      </w:r>
      <w:r w:rsidR="002A4158" w:rsidRPr="00DA4E77">
        <w:t>i</w:t>
      </w:r>
      <w:r w:rsidR="002A4158" w:rsidRPr="00DA4E77">
        <w:t>gantesque semble surgir du fond du ciel</w:t>
      </w:r>
      <w:r>
        <w:t xml:space="preserve">. </w:t>
      </w:r>
      <w:r w:rsidR="002A4158" w:rsidRPr="00DA4E77">
        <w:t>Il va vers le vaisseau du Prince</w:t>
      </w:r>
      <w:r>
        <w:t xml:space="preserve">. </w:t>
      </w:r>
      <w:r w:rsidR="002A4158" w:rsidRPr="00DA4E77">
        <w:t>Il vole</w:t>
      </w:r>
      <w:r>
        <w:t xml:space="preserve">. </w:t>
      </w:r>
      <w:r w:rsidR="002A4158" w:rsidRPr="00DA4E77">
        <w:t>Il dévore l</w:t>
      </w:r>
      <w:r>
        <w:t>’</w:t>
      </w:r>
      <w:r w:rsidR="002A4158" w:rsidRPr="00DA4E77">
        <w:t>azur</w:t>
      </w:r>
      <w:r>
        <w:t xml:space="preserve">. </w:t>
      </w:r>
      <w:r w:rsidR="002A4158" w:rsidRPr="00DA4E77">
        <w:t>Il s</w:t>
      </w:r>
      <w:r>
        <w:t>’</w:t>
      </w:r>
      <w:r w:rsidR="002A4158" w:rsidRPr="00DA4E77">
        <w:t>arrête</w:t>
      </w:r>
      <w:r>
        <w:t xml:space="preserve">. </w:t>
      </w:r>
      <w:r w:rsidR="002A4158" w:rsidRPr="00DA4E77">
        <w:t>Il descend</w:t>
      </w:r>
      <w:r>
        <w:t xml:space="preserve">. </w:t>
      </w:r>
      <w:proofErr w:type="spellStart"/>
      <w:r w:rsidR="002A4158" w:rsidRPr="00DA4E77">
        <w:t>Hellas</w:t>
      </w:r>
      <w:proofErr w:type="spellEnd"/>
      <w:r w:rsidR="002A4158" w:rsidRPr="00DA4E77">
        <w:t xml:space="preserve"> va être sauvé</w:t>
      </w:r>
      <w:r>
        <w:t> !</w:t>
      </w:r>
    </w:p>
    <w:p w14:paraId="329A1AA3" w14:textId="77777777" w:rsidR="00276CCE" w:rsidRDefault="002A4158" w:rsidP="002A4158">
      <w:r w:rsidRPr="00DA4E77">
        <w:t xml:space="preserve">Mais </w:t>
      </w:r>
      <w:proofErr w:type="spellStart"/>
      <w:r w:rsidRPr="00DA4E77">
        <w:t>Oréus</w:t>
      </w:r>
      <w:proofErr w:type="spellEnd"/>
      <w:r w:rsidRPr="00DA4E77">
        <w:t xml:space="preserve"> regarde en vain</w:t>
      </w:r>
      <w:r w:rsidR="00276CCE">
        <w:t xml:space="preserve">. </w:t>
      </w:r>
      <w:r w:rsidRPr="00DA4E77">
        <w:t>Il ne voit plus rien</w:t>
      </w:r>
      <w:r w:rsidR="00276CCE">
        <w:t xml:space="preserve">. </w:t>
      </w:r>
      <w:r w:rsidRPr="00DA4E77">
        <w:t>Des larmes à flots ont jailli de ses paupières</w:t>
      </w:r>
      <w:r w:rsidR="00276CCE">
        <w:t xml:space="preserve">, </w:t>
      </w:r>
      <w:r w:rsidRPr="00DA4E77">
        <w:t>et comme si leur source so</w:t>
      </w:r>
      <w:r w:rsidRPr="00DA4E77">
        <w:t>u</w:t>
      </w:r>
      <w:r w:rsidRPr="00DA4E77">
        <w:t>daine avait éteint les derniers reflets de toute lumière</w:t>
      </w:r>
      <w:r w:rsidR="00276CCE">
        <w:t xml:space="preserve">, </w:t>
      </w:r>
      <w:r w:rsidRPr="00DA4E77">
        <w:t>le viei</w:t>
      </w:r>
      <w:r w:rsidRPr="00DA4E77">
        <w:t>l</w:t>
      </w:r>
      <w:r w:rsidRPr="00DA4E77">
        <w:t>lard sent tomber à jamais l</w:t>
      </w:r>
      <w:r w:rsidR="00276CCE">
        <w:t>’</w:t>
      </w:r>
      <w:r w:rsidRPr="00DA4E77">
        <w:t>effet du remède qui</w:t>
      </w:r>
      <w:r w:rsidR="00276CCE">
        <w:t xml:space="preserve">, </w:t>
      </w:r>
      <w:r w:rsidRPr="00DA4E77">
        <w:t>pour un jour</w:t>
      </w:r>
      <w:r w:rsidR="00276CCE">
        <w:t xml:space="preserve">, </w:t>
      </w:r>
      <w:r w:rsidRPr="00DA4E77">
        <w:t>avait rendu la force à ses yeux blessés</w:t>
      </w:r>
      <w:r w:rsidR="00276CCE">
        <w:t xml:space="preserve">. </w:t>
      </w:r>
      <w:r w:rsidRPr="00DA4E77">
        <w:t>C</w:t>
      </w:r>
      <w:r w:rsidR="00276CCE">
        <w:t>’</w:t>
      </w:r>
      <w:r w:rsidRPr="00DA4E77">
        <w:t>est fini</w:t>
      </w:r>
      <w:r w:rsidR="00276CCE">
        <w:t xml:space="preserve">. </w:t>
      </w:r>
      <w:r w:rsidRPr="00DA4E77">
        <w:t>Mais aux cris poussés par les hiérophantes et aux accents de joie que fait r</w:t>
      </w:r>
      <w:r w:rsidRPr="00DA4E77">
        <w:t>e</w:t>
      </w:r>
      <w:r w:rsidRPr="00DA4E77">
        <w:t>tentir la jeune Ligure</w:t>
      </w:r>
      <w:r w:rsidR="00276CCE">
        <w:t xml:space="preserve">, </w:t>
      </w:r>
      <w:r w:rsidRPr="00DA4E77">
        <w:t>il reconnaît son œuvre et sait que l</w:t>
      </w:r>
      <w:r w:rsidR="00276CCE">
        <w:t>’</w:t>
      </w:r>
      <w:r w:rsidRPr="00DA4E77">
        <w:rPr>
          <w:bCs/>
          <w:i/>
          <w:iCs/>
        </w:rPr>
        <w:t>Alérion</w:t>
      </w:r>
      <w:r w:rsidRPr="00DA4E77">
        <w:t xml:space="preserve"> vient d</w:t>
      </w:r>
      <w:r w:rsidR="00276CCE">
        <w:t>’</w:t>
      </w:r>
      <w:r w:rsidRPr="00DA4E77">
        <w:t>accourir vers le vaisseau d</w:t>
      </w:r>
      <w:r w:rsidR="00276CCE">
        <w:t>’</w:t>
      </w:r>
      <w:proofErr w:type="spellStart"/>
      <w:r w:rsidRPr="00DA4E77">
        <w:t>Hellas</w:t>
      </w:r>
      <w:proofErr w:type="spellEnd"/>
      <w:r w:rsidR="00276CCE">
        <w:t>.</w:t>
      </w:r>
    </w:p>
    <w:p w14:paraId="6382A037" w14:textId="77777777" w:rsidR="00276CCE" w:rsidRDefault="002A4158" w:rsidP="002A4158">
      <w:r w:rsidRPr="00DA4E77">
        <w:t>Et le grand aveugle à l</w:t>
      </w:r>
      <w:r w:rsidR="00276CCE">
        <w:t>’</w:t>
      </w:r>
      <w:r w:rsidRPr="00DA4E77">
        <w:t>âme voyante</w:t>
      </w:r>
      <w:r w:rsidR="00276CCE">
        <w:t xml:space="preserve">, </w:t>
      </w:r>
      <w:r w:rsidRPr="00DA4E77">
        <w:t>tendant vers le ciel ses bras inutiles</w:t>
      </w:r>
      <w:r w:rsidR="00276CCE">
        <w:t xml:space="preserve">, </w:t>
      </w:r>
      <w:r w:rsidRPr="00DA4E77">
        <w:t>supplie les dieux de sauver ses enfants</w:t>
      </w:r>
      <w:r w:rsidR="00276CCE">
        <w:t xml:space="preserve">, </w:t>
      </w:r>
      <w:r w:rsidRPr="00DA4E77">
        <w:t>de pa</w:t>
      </w:r>
      <w:r w:rsidRPr="00DA4E77">
        <w:t>r</w:t>
      </w:r>
      <w:r w:rsidRPr="00DA4E77">
        <w:t>donner aux foules obscures</w:t>
      </w:r>
      <w:r w:rsidR="00276CCE">
        <w:t xml:space="preserve">, </w:t>
      </w:r>
      <w:r w:rsidRPr="00DA4E77">
        <w:t>et d</w:t>
      </w:r>
      <w:r w:rsidR="00276CCE">
        <w:t>’</w:t>
      </w:r>
      <w:r w:rsidRPr="00DA4E77">
        <w:t>attirer sur sa seule tête coup</w:t>
      </w:r>
      <w:r w:rsidRPr="00DA4E77">
        <w:t>a</w:t>
      </w:r>
      <w:r w:rsidRPr="00DA4E77">
        <w:t>ble tous les malheurs qu</w:t>
      </w:r>
      <w:r w:rsidR="00276CCE">
        <w:t>’</w:t>
      </w:r>
      <w:r w:rsidRPr="00DA4E77">
        <w:t>il sent rôder confusément dans l</w:t>
      </w:r>
      <w:r w:rsidR="00276CCE">
        <w:t>’</w:t>
      </w:r>
      <w:r w:rsidRPr="00DA4E77">
        <w:t>atmosphère environnante</w:t>
      </w:r>
      <w:r w:rsidR="00276CCE">
        <w:t xml:space="preserve">, </w:t>
      </w:r>
      <w:r w:rsidRPr="00DA4E77">
        <w:t>chargée pour lui d</w:t>
      </w:r>
      <w:r w:rsidR="00276CCE">
        <w:t>’</w:t>
      </w:r>
      <w:r w:rsidRPr="00DA4E77">
        <w:t>une éternelle nuit</w:t>
      </w:r>
      <w:r w:rsidR="00276CCE">
        <w:t>.</w:t>
      </w:r>
    </w:p>
    <w:p w14:paraId="246821DB" w14:textId="77777777" w:rsidR="00276CCE" w:rsidRDefault="00276CCE" w:rsidP="00276CCE">
      <w:pPr>
        <w:pStyle w:val="Titre2"/>
        <w:rPr>
          <w:i/>
        </w:rPr>
      </w:pPr>
      <w:bookmarkStart w:id="57" w:name="_Toc194842043"/>
      <w:r w:rsidRPr="00DA4E77">
        <w:lastRenderedPageBreak/>
        <w:t>Scène</w:t>
      </w:r>
      <w:r>
        <w:t> </w:t>
      </w:r>
      <w:r w:rsidRPr="00DA4E77">
        <w:t>XIV</w:t>
      </w:r>
      <w:r>
        <w:t xml:space="preserve">. – </w:t>
      </w:r>
      <w:r w:rsidR="002A4158" w:rsidRPr="00DA4E77">
        <w:rPr>
          <w:i/>
        </w:rPr>
        <w:t>Les ailes du Sphinx</w:t>
      </w:r>
      <w:r>
        <w:rPr>
          <w:i/>
        </w:rPr>
        <w:t>.</w:t>
      </w:r>
      <w:bookmarkEnd w:id="57"/>
    </w:p>
    <w:p w14:paraId="56FD852F" w14:textId="77777777" w:rsidR="00276CCE" w:rsidRDefault="002A4158" w:rsidP="002A4158">
      <w:proofErr w:type="spellStart"/>
      <w:r w:rsidRPr="00DA4E77">
        <w:t>Oréa</w:t>
      </w:r>
      <w:proofErr w:type="spellEnd"/>
      <w:r w:rsidR="00276CCE">
        <w:t xml:space="preserve">, </w:t>
      </w:r>
      <w:r w:rsidRPr="00DA4E77">
        <w:t>depuis son retour dans l</w:t>
      </w:r>
      <w:r w:rsidR="00276CCE">
        <w:t>’</w:t>
      </w:r>
      <w:r w:rsidRPr="00DA4E77">
        <w:t>Île Verte</w:t>
      </w:r>
      <w:r w:rsidR="00276CCE">
        <w:t xml:space="preserve">, </w:t>
      </w:r>
      <w:r w:rsidRPr="00DA4E77">
        <w:t>veillait sur la mer immense où s</w:t>
      </w:r>
      <w:r w:rsidR="00276CCE">
        <w:t>’</w:t>
      </w:r>
      <w:r w:rsidRPr="00DA4E77">
        <w:t>avançaient avec lenteur les vaisseaux d</w:t>
      </w:r>
      <w:r w:rsidR="00276CCE">
        <w:t>’</w:t>
      </w:r>
      <w:proofErr w:type="spellStart"/>
      <w:r w:rsidRPr="00DA4E77">
        <w:t>Hellas</w:t>
      </w:r>
      <w:proofErr w:type="spellEnd"/>
      <w:r w:rsidR="00276CCE">
        <w:t xml:space="preserve">. </w:t>
      </w:r>
      <w:r w:rsidRPr="00DA4E77">
        <w:t>E</w:t>
      </w:r>
      <w:r w:rsidRPr="00DA4E77">
        <w:t>l</w:t>
      </w:r>
      <w:r w:rsidRPr="00DA4E77">
        <w:t>le attendait anxieusement la rencontre des deux flottes</w:t>
      </w:r>
      <w:r w:rsidR="00276CCE">
        <w:t xml:space="preserve">. </w:t>
      </w:r>
      <w:r w:rsidRPr="00DA4E77">
        <w:t>L</w:t>
      </w:r>
      <w:r w:rsidR="00276CCE">
        <w:t>’</w:t>
      </w:r>
      <w:r w:rsidRPr="00DA4E77">
        <w:rPr>
          <w:bCs/>
          <w:i/>
          <w:iCs/>
        </w:rPr>
        <w:t>Alérion</w:t>
      </w:r>
      <w:r w:rsidR="00276CCE">
        <w:rPr>
          <w:bCs/>
          <w:i/>
          <w:iCs/>
        </w:rPr>
        <w:t xml:space="preserve">, </w:t>
      </w:r>
      <w:r w:rsidRPr="00DA4E77">
        <w:t>les ailes grandes ouvertes</w:t>
      </w:r>
      <w:r w:rsidR="00276CCE">
        <w:t xml:space="preserve">, </w:t>
      </w:r>
      <w:r w:rsidRPr="00DA4E77">
        <w:t>planait au-dessus de l</w:t>
      </w:r>
      <w:r w:rsidR="00276CCE">
        <w:t>’</w:t>
      </w:r>
      <w:r w:rsidRPr="00DA4E77">
        <w:t>île</w:t>
      </w:r>
      <w:r w:rsidR="00276CCE">
        <w:t xml:space="preserve">. </w:t>
      </w:r>
      <w:r w:rsidRPr="00DA4E77">
        <w:t>Dans la nacelle s</w:t>
      </w:r>
      <w:r w:rsidR="00276CCE">
        <w:t>’</w:t>
      </w:r>
      <w:r w:rsidRPr="00DA4E77">
        <w:t>accumulaient tous les trésors d</w:t>
      </w:r>
      <w:r w:rsidR="00276CCE">
        <w:t>’</w:t>
      </w:r>
      <w:proofErr w:type="spellStart"/>
      <w:r w:rsidRPr="00DA4E77">
        <w:t>Oréus</w:t>
      </w:r>
      <w:proofErr w:type="spellEnd"/>
      <w:r w:rsidR="00276CCE">
        <w:t xml:space="preserve">, </w:t>
      </w:r>
      <w:r w:rsidRPr="00DA4E77">
        <w:t>et</w:t>
      </w:r>
      <w:r w:rsidR="00276CCE">
        <w:t xml:space="preserve">, </w:t>
      </w:r>
      <w:r w:rsidRPr="00DA4E77">
        <w:t>dev</w:t>
      </w:r>
      <w:r w:rsidRPr="00DA4E77">
        <w:t>i</w:t>
      </w:r>
      <w:r w:rsidRPr="00DA4E77">
        <w:t>nant sans doute qu</w:t>
      </w:r>
      <w:r w:rsidR="00276CCE">
        <w:t>’</w:t>
      </w:r>
      <w:proofErr w:type="spellStart"/>
      <w:r w:rsidRPr="00DA4E77">
        <w:t>Hellas</w:t>
      </w:r>
      <w:proofErr w:type="spellEnd"/>
      <w:r w:rsidRPr="00DA4E77">
        <w:t xml:space="preserve"> aurait à se défendre contre des e</w:t>
      </w:r>
      <w:r w:rsidRPr="00DA4E77">
        <w:t>n</w:t>
      </w:r>
      <w:r w:rsidRPr="00DA4E77">
        <w:t>nemis inconnus</w:t>
      </w:r>
      <w:r w:rsidR="00276CCE">
        <w:t xml:space="preserve">, </w:t>
      </w:r>
      <w:proofErr w:type="spellStart"/>
      <w:r w:rsidRPr="00DA4E77">
        <w:t>Oréa</w:t>
      </w:r>
      <w:proofErr w:type="spellEnd"/>
      <w:r w:rsidRPr="00DA4E77">
        <w:t xml:space="preserve"> n</w:t>
      </w:r>
      <w:r w:rsidR="00276CCE">
        <w:t>’</w:t>
      </w:r>
      <w:r w:rsidRPr="00DA4E77">
        <w:t>avait pas enfoui les engins mystérieux signalés par son père</w:t>
      </w:r>
      <w:r w:rsidR="00276CCE">
        <w:t>.</w:t>
      </w:r>
    </w:p>
    <w:p w14:paraId="18AB41BE" w14:textId="77777777" w:rsidR="00276CCE" w:rsidRDefault="002A4158" w:rsidP="002A4158">
      <w:r w:rsidRPr="00DA4E77">
        <w:t>Or</w:t>
      </w:r>
      <w:r w:rsidR="00276CCE">
        <w:t xml:space="preserve">, </w:t>
      </w:r>
      <w:r w:rsidRPr="00DA4E77">
        <w:t>elle a vu les deux flottes se précipiter l</w:t>
      </w:r>
      <w:r w:rsidR="00276CCE">
        <w:t>’</w:t>
      </w:r>
      <w:r w:rsidRPr="00DA4E77">
        <w:t>une contre l</w:t>
      </w:r>
      <w:r w:rsidR="00276CCE">
        <w:t>’</w:t>
      </w:r>
      <w:r w:rsidRPr="00DA4E77">
        <w:t>autre</w:t>
      </w:r>
      <w:r w:rsidR="00276CCE">
        <w:t xml:space="preserve">, </w:t>
      </w:r>
      <w:r w:rsidRPr="00DA4E77">
        <w:t>et</w:t>
      </w:r>
      <w:r w:rsidR="00276CCE">
        <w:t xml:space="preserve">, </w:t>
      </w:r>
      <w:r w:rsidRPr="00DA4E77">
        <w:t>considérant l</w:t>
      </w:r>
      <w:r w:rsidR="00276CCE">
        <w:t>’</w:t>
      </w:r>
      <w:r w:rsidRPr="00DA4E77">
        <w:t>écrasante supériorité des ennemis</w:t>
      </w:r>
      <w:r w:rsidR="00276CCE">
        <w:t xml:space="preserve">, </w:t>
      </w:r>
      <w:r w:rsidRPr="00DA4E77">
        <w:t>elle se préparait à bondir en quelques coups d</w:t>
      </w:r>
      <w:r w:rsidR="00276CCE">
        <w:t>’</w:t>
      </w:r>
      <w:r w:rsidRPr="00DA4E77">
        <w:t xml:space="preserve">ailes vers </w:t>
      </w:r>
      <w:proofErr w:type="spellStart"/>
      <w:r w:rsidRPr="00DA4E77">
        <w:t>Hellas</w:t>
      </w:r>
      <w:proofErr w:type="spellEnd"/>
      <w:r w:rsidRPr="00DA4E77">
        <w:t xml:space="preserve"> m</w:t>
      </w:r>
      <w:r w:rsidRPr="00DA4E77">
        <w:t>e</w:t>
      </w:r>
      <w:r w:rsidRPr="00DA4E77">
        <w:t>nacé</w:t>
      </w:r>
      <w:r w:rsidR="00276CCE">
        <w:t xml:space="preserve">, </w:t>
      </w:r>
      <w:r w:rsidRPr="00DA4E77">
        <w:t>quand le miroir ardent a jeté ses rayons</w:t>
      </w:r>
      <w:r w:rsidR="00276CCE">
        <w:t>.</w:t>
      </w:r>
    </w:p>
    <w:p w14:paraId="643ACC36" w14:textId="77777777" w:rsidR="00276CCE" w:rsidRDefault="00276CCE" w:rsidP="002A4158">
      <w:r>
        <w:t>— </w:t>
      </w:r>
      <w:proofErr w:type="spellStart"/>
      <w:r w:rsidR="002A4158" w:rsidRPr="00DA4E77">
        <w:t>Hellas</w:t>
      </w:r>
      <w:proofErr w:type="spellEnd"/>
      <w:r w:rsidR="002A4158" w:rsidRPr="00DA4E77">
        <w:t xml:space="preserve"> est sauvé</w:t>
      </w:r>
      <w:r>
        <w:t xml:space="preserve"> ! </w:t>
      </w:r>
      <w:r w:rsidR="002A4158" w:rsidRPr="00DA4E77">
        <w:t>Mon père veille</w:t>
      </w:r>
      <w:r>
        <w:t> !</w:t>
      </w:r>
    </w:p>
    <w:p w14:paraId="5DC1821A" w14:textId="77777777" w:rsidR="00276CCE" w:rsidRDefault="002A4158" w:rsidP="002A4158">
      <w:r w:rsidRPr="00DA4E77">
        <w:t>Mais</w:t>
      </w:r>
      <w:r w:rsidR="00276CCE">
        <w:t xml:space="preserve">, </w:t>
      </w:r>
      <w:r w:rsidRPr="00DA4E77">
        <w:t>presque aussitôt</w:t>
      </w:r>
      <w:r w:rsidR="00276CCE">
        <w:t xml:space="preserve">, </w:t>
      </w:r>
      <w:r w:rsidRPr="00DA4E77">
        <w:t>elle voit la rencontre rapide des deux vaisseaux et le feu liquide qui vient de se répandre sur les vagues</w:t>
      </w:r>
      <w:r w:rsidR="00276CCE">
        <w:t xml:space="preserve">. </w:t>
      </w:r>
      <w:r w:rsidRPr="00DA4E77">
        <w:t>Et</w:t>
      </w:r>
      <w:r w:rsidR="00276CCE">
        <w:t xml:space="preserve">, </w:t>
      </w:r>
      <w:r w:rsidRPr="00DA4E77">
        <w:t>sans jeter même un regard d</w:t>
      </w:r>
      <w:r w:rsidR="00276CCE">
        <w:t>’</w:t>
      </w:r>
      <w:r w:rsidRPr="00DA4E77">
        <w:t>adieu à l</w:t>
      </w:r>
      <w:r w:rsidR="00276CCE">
        <w:t>’</w:t>
      </w:r>
      <w:r w:rsidRPr="00DA4E77">
        <w:t>Île Verte</w:t>
      </w:r>
      <w:r w:rsidR="00276CCE">
        <w:t xml:space="preserve">, </w:t>
      </w:r>
      <w:proofErr w:type="spellStart"/>
      <w:r w:rsidRPr="00DA4E77">
        <w:t>Oréa</w:t>
      </w:r>
      <w:proofErr w:type="spellEnd"/>
      <w:r w:rsidRPr="00DA4E77">
        <w:t xml:space="preserve"> met en mouvement les puissants ressorts qui font mouvoir les ailes du monstre et le voici planant entre deux azurs</w:t>
      </w:r>
      <w:r w:rsidR="00276CCE">
        <w:t xml:space="preserve">. </w:t>
      </w:r>
      <w:r w:rsidRPr="00DA4E77">
        <w:t xml:space="preserve">Il dirige son vol vers </w:t>
      </w:r>
      <w:proofErr w:type="spellStart"/>
      <w:r w:rsidRPr="00DA4E77">
        <w:t>Hellas</w:t>
      </w:r>
      <w:proofErr w:type="spellEnd"/>
      <w:r w:rsidR="00276CCE">
        <w:t xml:space="preserve">, </w:t>
      </w:r>
      <w:r w:rsidRPr="00DA4E77">
        <w:t>passe près d</w:t>
      </w:r>
      <w:r w:rsidR="00276CCE">
        <w:t>’</w:t>
      </w:r>
      <w:r w:rsidRPr="00DA4E77">
        <w:t>Atlantis</w:t>
      </w:r>
      <w:r w:rsidR="00276CCE">
        <w:t xml:space="preserve">, </w:t>
      </w:r>
      <w:r w:rsidRPr="00DA4E77">
        <w:t>jette à peine une o</w:t>
      </w:r>
      <w:r w:rsidRPr="00DA4E77">
        <w:t>m</w:t>
      </w:r>
      <w:r w:rsidRPr="00DA4E77">
        <w:t>bre rapide sur l</w:t>
      </w:r>
      <w:r w:rsidR="00276CCE">
        <w:t>’</w:t>
      </w:r>
      <w:r w:rsidRPr="00DA4E77">
        <w:t>Île de Pourpre</w:t>
      </w:r>
      <w:r w:rsidR="00276CCE">
        <w:t xml:space="preserve">, </w:t>
      </w:r>
      <w:r w:rsidRPr="00DA4E77">
        <w:t>et</w:t>
      </w:r>
      <w:r w:rsidR="00276CCE">
        <w:t xml:space="preserve">, </w:t>
      </w:r>
      <w:r w:rsidRPr="00DA4E77">
        <w:t>devant toute la ville bouleve</w:t>
      </w:r>
      <w:r w:rsidRPr="00DA4E77">
        <w:t>r</w:t>
      </w:r>
      <w:r w:rsidRPr="00DA4E77">
        <w:t>sée d</w:t>
      </w:r>
      <w:r w:rsidR="00276CCE">
        <w:t>’</w:t>
      </w:r>
      <w:r w:rsidRPr="00DA4E77">
        <w:t>étonnement</w:t>
      </w:r>
      <w:r w:rsidR="00276CCE">
        <w:t xml:space="preserve">, </w:t>
      </w:r>
      <w:r w:rsidRPr="00DA4E77">
        <w:t>fait une brusque halte au-dessus d</w:t>
      </w:r>
      <w:r w:rsidR="00276CCE">
        <w:t>’</w:t>
      </w:r>
      <w:proofErr w:type="spellStart"/>
      <w:r w:rsidRPr="00DA4E77">
        <w:t>Hellas</w:t>
      </w:r>
      <w:proofErr w:type="spellEnd"/>
      <w:r w:rsidR="00276CCE">
        <w:t xml:space="preserve">. </w:t>
      </w:r>
      <w:r w:rsidRPr="00DA4E77">
        <w:t>L</w:t>
      </w:r>
      <w:r w:rsidR="00276CCE">
        <w:t>’</w:t>
      </w:r>
      <w:r w:rsidRPr="00DA4E77">
        <w:rPr>
          <w:bCs/>
          <w:i/>
          <w:iCs/>
        </w:rPr>
        <w:t>Alérion</w:t>
      </w:r>
      <w:r w:rsidRPr="00DA4E77">
        <w:t xml:space="preserve"> s</w:t>
      </w:r>
      <w:r w:rsidR="00276CCE">
        <w:t>’</w:t>
      </w:r>
      <w:r w:rsidRPr="00DA4E77">
        <w:t>incline</w:t>
      </w:r>
      <w:r w:rsidR="00276CCE">
        <w:t xml:space="preserve"> : </w:t>
      </w:r>
      <w:proofErr w:type="spellStart"/>
      <w:r w:rsidRPr="00DA4E77">
        <w:t>Oréa</w:t>
      </w:r>
      <w:proofErr w:type="spellEnd"/>
      <w:r w:rsidRPr="00DA4E77">
        <w:t xml:space="preserve"> jette une corde</w:t>
      </w:r>
      <w:r w:rsidR="00276CCE">
        <w:t xml:space="preserve"> ; </w:t>
      </w:r>
      <w:proofErr w:type="spellStart"/>
      <w:r w:rsidRPr="00DA4E77">
        <w:t>Hellas</w:t>
      </w:r>
      <w:proofErr w:type="spellEnd"/>
      <w:r w:rsidRPr="00DA4E77">
        <w:t xml:space="preserve"> tend les bras</w:t>
      </w:r>
      <w:r w:rsidR="00276CCE">
        <w:t>…</w:t>
      </w:r>
    </w:p>
    <w:p w14:paraId="691641A6" w14:textId="77777777" w:rsidR="00276CCE" w:rsidRDefault="002A4158" w:rsidP="002A4158">
      <w:r w:rsidRPr="00DA4E77">
        <w:t>Il n</w:t>
      </w:r>
      <w:r w:rsidR="00276CCE">
        <w:t>’</w:t>
      </w:r>
      <w:r w:rsidRPr="00DA4E77">
        <w:t>est que temps</w:t>
      </w:r>
      <w:r w:rsidR="00276CCE">
        <w:t xml:space="preserve"> ! </w:t>
      </w:r>
      <w:r w:rsidRPr="00DA4E77">
        <w:t>Les flammes</w:t>
      </w:r>
      <w:r w:rsidR="00276CCE">
        <w:t xml:space="preserve">, </w:t>
      </w:r>
      <w:r w:rsidRPr="00DA4E77">
        <w:t>déjà</w:t>
      </w:r>
      <w:r w:rsidR="00276CCE">
        <w:t xml:space="preserve">, </w:t>
      </w:r>
      <w:r w:rsidRPr="00DA4E77">
        <w:t>tourbillonnent a</w:t>
      </w:r>
      <w:r w:rsidRPr="00DA4E77">
        <w:t>u</w:t>
      </w:r>
      <w:r w:rsidRPr="00DA4E77">
        <w:t>tour du héros</w:t>
      </w:r>
      <w:r w:rsidR="00276CCE">
        <w:t xml:space="preserve">, </w:t>
      </w:r>
      <w:r w:rsidRPr="00DA4E77">
        <w:t>et la poupe s</w:t>
      </w:r>
      <w:r w:rsidR="00276CCE">
        <w:t>’</w:t>
      </w:r>
      <w:r w:rsidRPr="00DA4E77">
        <w:t>enfonce dans les eaux rutilantes</w:t>
      </w:r>
      <w:r w:rsidR="00276CCE">
        <w:t>.</w:t>
      </w:r>
    </w:p>
    <w:p w14:paraId="03CFD5FA" w14:textId="77777777" w:rsidR="00276CCE" w:rsidRDefault="002A4158" w:rsidP="002A4158">
      <w:proofErr w:type="spellStart"/>
      <w:r w:rsidRPr="00DA4E77">
        <w:t>Hellas</w:t>
      </w:r>
      <w:proofErr w:type="spellEnd"/>
      <w:r w:rsidR="00276CCE">
        <w:t xml:space="preserve">, </w:t>
      </w:r>
      <w:r w:rsidRPr="00DA4E77">
        <w:t>épuisé par l</w:t>
      </w:r>
      <w:r w:rsidR="00276CCE">
        <w:t>’</w:t>
      </w:r>
      <w:r w:rsidRPr="00DA4E77">
        <w:t>effort</w:t>
      </w:r>
      <w:r w:rsidR="00276CCE">
        <w:t xml:space="preserve">, </w:t>
      </w:r>
      <w:r w:rsidRPr="00DA4E77">
        <w:t>terrassé par l</w:t>
      </w:r>
      <w:r w:rsidR="00276CCE">
        <w:t>’</w:t>
      </w:r>
      <w:r w:rsidRPr="00DA4E77">
        <w:t>épreuve</w:t>
      </w:r>
      <w:r w:rsidR="00276CCE">
        <w:t xml:space="preserve">, </w:t>
      </w:r>
      <w:r w:rsidRPr="00DA4E77">
        <w:t>ne rési</w:t>
      </w:r>
      <w:r w:rsidRPr="00DA4E77">
        <w:t>s</w:t>
      </w:r>
      <w:r w:rsidRPr="00DA4E77">
        <w:t>tant pas à l</w:t>
      </w:r>
      <w:r w:rsidR="00276CCE">
        <w:t>’</w:t>
      </w:r>
      <w:r w:rsidRPr="00DA4E77">
        <w:t>émotion du salut</w:t>
      </w:r>
      <w:r w:rsidR="00276CCE">
        <w:t xml:space="preserve">, </w:t>
      </w:r>
      <w:r w:rsidRPr="00DA4E77">
        <w:t xml:space="preserve">lui qui restait immobile et calme </w:t>
      </w:r>
      <w:r w:rsidRPr="00DA4E77">
        <w:lastRenderedPageBreak/>
        <w:t>devant la mort inévitable</w:t>
      </w:r>
      <w:r w:rsidR="00276CCE">
        <w:t xml:space="preserve">, </w:t>
      </w:r>
      <w:r w:rsidRPr="00DA4E77">
        <w:t>s</w:t>
      </w:r>
      <w:r w:rsidR="00276CCE">
        <w:t>’</w:t>
      </w:r>
      <w:r w:rsidRPr="00DA4E77">
        <w:t>écroule maintenant sans force et sans volonté</w:t>
      </w:r>
      <w:r w:rsidR="00276CCE">
        <w:t xml:space="preserve">, </w:t>
      </w:r>
      <w:r w:rsidRPr="00DA4E77">
        <w:t>la tête tournoyante</w:t>
      </w:r>
      <w:r w:rsidR="00276CCE">
        <w:t xml:space="preserve">, </w:t>
      </w:r>
      <w:r w:rsidRPr="00DA4E77">
        <w:t>le cœur démonté</w:t>
      </w:r>
      <w:r w:rsidR="00276CCE">
        <w:t xml:space="preserve">, </w:t>
      </w:r>
      <w:r w:rsidRPr="00DA4E77">
        <w:t>et</w:t>
      </w:r>
      <w:r w:rsidR="00276CCE">
        <w:t xml:space="preserve">, </w:t>
      </w:r>
      <w:r w:rsidRPr="00DA4E77">
        <w:t>ento</w:t>
      </w:r>
      <w:r w:rsidRPr="00DA4E77">
        <w:t>u</w:t>
      </w:r>
      <w:r w:rsidRPr="00DA4E77">
        <w:t>rant les genoux d</w:t>
      </w:r>
      <w:r w:rsidR="00276CCE">
        <w:t>’</w:t>
      </w:r>
      <w:proofErr w:type="spellStart"/>
      <w:r w:rsidRPr="00DA4E77">
        <w:t>Oréa</w:t>
      </w:r>
      <w:proofErr w:type="spellEnd"/>
      <w:r w:rsidR="00276CCE">
        <w:t> :</w:t>
      </w:r>
    </w:p>
    <w:p w14:paraId="45DA8CDA" w14:textId="77777777" w:rsidR="00276CCE" w:rsidRDefault="00276CCE" w:rsidP="002A4158">
      <w:r>
        <w:t>— </w:t>
      </w:r>
      <w:r w:rsidR="002A4158" w:rsidRPr="00DA4E77">
        <w:t>Ma sœur</w:t>
      </w:r>
      <w:r>
        <w:t xml:space="preserve">, </w:t>
      </w:r>
      <w:r w:rsidR="002A4158" w:rsidRPr="00DA4E77">
        <w:t>ma sœur</w:t>
      </w:r>
      <w:r>
        <w:t xml:space="preserve">, </w:t>
      </w:r>
      <w:r w:rsidR="002A4158" w:rsidRPr="00DA4E77">
        <w:t>tout n</w:t>
      </w:r>
      <w:r>
        <w:t>’</w:t>
      </w:r>
      <w:r w:rsidR="002A4158" w:rsidRPr="00DA4E77">
        <w:t>est donc pas fini</w:t>
      </w:r>
      <w:r>
        <w:t> ?</w:t>
      </w:r>
    </w:p>
    <w:p w14:paraId="6493CD8F" w14:textId="77777777" w:rsidR="00276CCE" w:rsidRDefault="002A4158" w:rsidP="002A4158">
      <w:r w:rsidRPr="00DA4E77">
        <w:t>Et</w:t>
      </w:r>
      <w:r w:rsidR="00276CCE">
        <w:t xml:space="preserve">, </w:t>
      </w:r>
      <w:r w:rsidRPr="00DA4E77">
        <w:t>sur ces mots</w:t>
      </w:r>
      <w:r w:rsidR="00276CCE">
        <w:t xml:space="preserve">, </w:t>
      </w:r>
      <w:r w:rsidRPr="00DA4E77">
        <w:t>il lâche l</w:t>
      </w:r>
      <w:r w:rsidR="00276CCE">
        <w:t>’</w:t>
      </w:r>
      <w:r w:rsidRPr="00DA4E77">
        <w:t>étreinte</w:t>
      </w:r>
      <w:r w:rsidR="00276CCE">
        <w:t xml:space="preserve">, </w:t>
      </w:r>
      <w:r w:rsidRPr="00DA4E77">
        <w:t>ses yeux se ferment et il retombe</w:t>
      </w:r>
      <w:r w:rsidR="00276CCE">
        <w:t xml:space="preserve">, </w:t>
      </w:r>
      <w:r w:rsidRPr="00DA4E77">
        <w:t>inerte</w:t>
      </w:r>
      <w:r w:rsidR="00276CCE">
        <w:t xml:space="preserve">, </w:t>
      </w:r>
      <w:r w:rsidRPr="00DA4E77">
        <w:t>au fond de la nacelle</w:t>
      </w:r>
      <w:r w:rsidR="00276CCE">
        <w:t>…</w:t>
      </w:r>
    </w:p>
    <w:p w14:paraId="1700D1E2" w14:textId="77777777" w:rsidR="00276CCE" w:rsidRDefault="00276CCE" w:rsidP="002A4158">
      <w:r>
        <w:t>— </w:t>
      </w:r>
      <w:r w:rsidR="002A4158" w:rsidRPr="00DA4E77">
        <w:t>Mort</w:t>
      </w:r>
      <w:r>
        <w:t xml:space="preserve"> ! </w:t>
      </w:r>
      <w:r w:rsidR="002A4158" w:rsidRPr="00DA4E77">
        <w:t>Mort</w:t>
      </w:r>
      <w:r>
        <w:t xml:space="preserve"> ! </w:t>
      </w:r>
      <w:r w:rsidR="002A4158" w:rsidRPr="00DA4E77">
        <w:t xml:space="preserve">râle </w:t>
      </w:r>
      <w:proofErr w:type="spellStart"/>
      <w:r w:rsidR="002A4158" w:rsidRPr="00DA4E77">
        <w:t>Oréa</w:t>
      </w:r>
      <w:proofErr w:type="spellEnd"/>
      <w:r w:rsidR="002A4158" w:rsidRPr="00DA4E77">
        <w:t xml:space="preserve"> épouvantée</w:t>
      </w:r>
      <w:r>
        <w:t>.</w:t>
      </w:r>
    </w:p>
    <w:p w14:paraId="017E57A9" w14:textId="77777777" w:rsidR="00276CCE" w:rsidRDefault="002A4158" w:rsidP="002A4158">
      <w:r w:rsidRPr="00DA4E77">
        <w:t>Et</w:t>
      </w:r>
      <w:r w:rsidR="00276CCE">
        <w:t xml:space="preserve">, </w:t>
      </w:r>
      <w:r w:rsidRPr="00DA4E77">
        <w:t>retournant de toute la force de ses bras le corps inanimé du héros</w:t>
      </w:r>
      <w:r w:rsidR="00276CCE">
        <w:t xml:space="preserve">, </w:t>
      </w:r>
      <w:r w:rsidRPr="00DA4E77">
        <w:t>elle aperçoit sur la joue et le bras gauche d</w:t>
      </w:r>
      <w:r w:rsidR="00276CCE">
        <w:t>’</w:t>
      </w:r>
      <w:r w:rsidRPr="00DA4E77">
        <w:t>horribles blessures causées par le feu</w:t>
      </w:r>
      <w:r w:rsidR="00276CCE">
        <w:t xml:space="preserve">. </w:t>
      </w:r>
      <w:r w:rsidRPr="00DA4E77">
        <w:t>Alors</w:t>
      </w:r>
      <w:r w:rsidR="00276CCE">
        <w:t xml:space="preserve">, </w:t>
      </w:r>
      <w:r w:rsidRPr="00DA4E77">
        <w:t>faisant aller l</w:t>
      </w:r>
      <w:r w:rsidR="00276CCE">
        <w:t>’</w:t>
      </w:r>
      <w:r w:rsidRPr="00DA4E77">
        <w:t>oiseau géant dans la direction qu</w:t>
      </w:r>
      <w:r w:rsidR="00276CCE">
        <w:t>’</w:t>
      </w:r>
      <w:r w:rsidRPr="00DA4E77">
        <w:t>elle a déjà imprimée</w:t>
      </w:r>
      <w:r w:rsidR="00276CCE">
        <w:t xml:space="preserve">, </w:t>
      </w:r>
      <w:r w:rsidRPr="00DA4E77">
        <w:t>sans s</w:t>
      </w:r>
      <w:r w:rsidR="00276CCE">
        <w:t>’</w:t>
      </w:r>
      <w:r w:rsidRPr="00DA4E77">
        <w:t>inquiéter s</w:t>
      </w:r>
      <w:r w:rsidR="00276CCE">
        <w:t>’</w:t>
      </w:r>
      <w:r w:rsidRPr="00DA4E77">
        <w:t>il vole vers l</w:t>
      </w:r>
      <w:r w:rsidR="00276CCE">
        <w:t>’</w:t>
      </w:r>
      <w:r w:rsidRPr="00DA4E77">
        <w:t>occident ou l</w:t>
      </w:r>
      <w:r w:rsidR="00276CCE">
        <w:t>’</w:t>
      </w:r>
      <w:r w:rsidRPr="00DA4E77">
        <w:t>orient</w:t>
      </w:r>
      <w:r w:rsidR="00276CCE">
        <w:t xml:space="preserve">, </w:t>
      </w:r>
      <w:r w:rsidRPr="00DA4E77">
        <w:t>ou si même il tournoie sur place</w:t>
      </w:r>
      <w:r w:rsidR="00276CCE">
        <w:t xml:space="preserve">, </w:t>
      </w:r>
      <w:r w:rsidRPr="00DA4E77">
        <w:t xml:space="preserve">elle prend dans le fond de la nacelle un remède souverain dont </w:t>
      </w:r>
      <w:proofErr w:type="spellStart"/>
      <w:r w:rsidRPr="00DA4E77">
        <w:t>Oréus</w:t>
      </w:r>
      <w:proofErr w:type="spellEnd"/>
      <w:r w:rsidRPr="00DA4E77">
        <w:t xml:space="preserve"> lui a souvent montré les merveilleux effets</w:t>
      </w:r>
      <w:r w:rsidR="00276CCE">
        <w:t xml:space="preserve">, </w:t>
      </w:r>
      <w:r w:rsidRPr="00DA4E77">
        <w:t>et le distille amoureusement sur le visage bien-aimé qui peu à peu se r</w:t>
      </w:r>
      <w:r w:rsidRPr="00DA4E77">
        <w:t>a</w:t>
      </w:r>
      <w:r w:rsidRPr="00DA4E77">
        <w:t>nime</w:t>
      </w:r>
      <w:r w:rsidR="00276CCE">
        <w:t>.</w:t>
      </w:r>
    </w:p>
    <w:p w14:paraId="78163C45" w14:textId="77777777" w:rsidR="00276CCE" w:rsidRDefault="002A4158" w:rsidP="002A4158">
      <w:r w:rsidRPr="00DA4E77">
        <w:t>Les Atlantes</w:t>
      </w:r>
      <w:r w:rsidR="00276CCE">
        <w:t xml:space="preserve">, </w:t>
      </w:r>
      <w:r w:rsidRPr="00DA4E77">
        <w:t>cependant</w:t>
      </w:r>
      <w:r w:rsidR="00276CCE">
        <w:t xml:space="preserve">, </w:t>
      </w:r>
      <w:r w:rsidRPr="00DA4E77">
        <w:t>sortis de leurs demeures</w:t>
      </w:r>
      <w:r w:rsidR="00276CCE">
        <w:t xml:space="preserve">, </w:t>
      </w:r>
      <w:r w:rsidRPr="00DA4E77">
        <w:t xml:space="preserve">malgré les conseils que leur donnait naguère </w:t>
      </w:r>
      <w:proofErr w:type="spellStart"/>
      <w:r w:rsidRPr="00DA4E77">
        <w:t>Knephao</w:t>
      </w:r>
      <w:proofErr w:type="spellEnd"/>
      <w:r w:rsidR="00276CCE">
        <w:t xml:space="preserve">, </w:t>
      </w:r>
      <w:r w:rsidRPr="00DA4E77">
        <w:t>grouillent</w:t>
      </w:r>
      <w:r w:rsidR="00276CCE">
        <w:t xml:space="preserve">, </w:t>
      </w:r>
      <w:r w:rsidRPr="00DA4E77">
        <w:t>par groupes compacts</w:t>
      </w:r>
      <w:r w:rsidR="00276CCE">
        <w:t xml:space="preserve"> ; </w:t>
      </w:r>
      <w:r w:rsidRPr="00DA4E77">
        <w:t>les uns descendent jusqu</w:t>
      </w:r>
      <w:r w:rsidR="00276CCE">
        <w:t>’</w:t>
      </w:r>
      <w:r w:rsidRPr="00DA4E77">
        <w:t>à la mer</w:t>
      </w:r>
      <w:r w:rsidR="00276CCE">
        <w:t xml:space="preserve">, </w:t>
      </w:r>
      <w:r w:rsidRPr="00DA4E77">
        <w:t>les autres montent sur les hautes places d</w:t>
      </w:r>
      <w:r w:rsidR="00276CCE">
        <w:t>’</w:t>
      </w:r>
      <w:r w:rsidRPr="00DA4E77">
        <w:t>où la vue domine le large</w:t>
      </w:r>
      <w:r w:rsidR="00276CCE">
        <w:t>.</w:t>
      </w:r>
    </w:p>
    <w:p w14:paraId="5DFE2543" w14:textId="77777777" w:rsidR="00276CCE" w:rsidRDefault="002A4158" w:rsidP="002A4158">
      <w:r w:rsidRPr="00DA4E77">
        <w:t>Quand apparaît l</w:t>
      </w:r>
      <w:r w:rsidR="00276CCE">
        <w:t>’</w:t>
      </w:r>
      <w:r w:rsidRPr="00DA4E77">
        <w:rPr>
          <w:bCs/>
          <w:i/>
          <w:iCs/>
        </w:rPr>
        <w:t>Alérion</w:t>
      </w:r>
      <w:r w:rsidR="00276CCE">
        <w:rPr>
          <w:bCs/>
          <w:i/>
          <w:iCs/>
        </w:rPr>
        <w:t xml:space="preserve">, </w:t>
      </w:r>
      <w:r w:rsidRPr="00DA4E77">
        <w:t>dans tout Atlantis jaillit un cri qui monte jusqu</w:t>
      </w:r>
      <w:r w:rsidR="00276CCE">
        <w:t>’</w:t>
      </w:r>
      <w:r w:rsidRPr="00DA4E77">
        <w:t>au ciel en une rafale d</w:t>
      </w:r>
      <w:r w:rsidR="00276CCE">
        <w:t>’</w:t>
      </w:r>
      <w:r w:rsidRPr="00DA4E77">
        <w:t>allégresse</w:t>
      </w:r>
      <w:r w:rsidR="00276CCE">
        <w:t> :</w:t>
      </w:r>
    </w:p>
    <w:p w14:paraId="63601D21" w14:textId="77777777" w:rsidR="00276CCE" w:rsidRDefault="00276CCE" w:rsidP="002A4158">
      <w:r>
        <w:t>— </w:t>
      </w:r>
      <w:r w:rsidR="002A4158" w:rsidRPr="00DA4E77">
        <w:t>Sauvés</w:t>
      </w:r>
      <w:r>
        <w:t xml:space="preserve"> ! </w:t>
      </w:r>
      <w:r w:rsidR="002A4158" w:rsidRPr="00DA4E77">
        <w:t>Nous savions bien que nous serions sauvés</w:t>
      </w:r>
      <w:r>
        <w:t> !</w:t>
      </w:r>
    </w:p>
    <w:p w14:paraId="34B34E88" w14:textId="77777777" w:rsidR="00276CCE" w:rsidRDefault="002A4158" w:rsidP="002A4158">
      <w:r w:rsidRPr="00DA4E77">
        <w:t>Ils suivent tous</w:t>
      </w:r>
      <w:r w:rsidR="00276CCE">
        <w:t xml:space="preserve">, </w:t>
      </w:r>
      <w:proofErr w:type="spellStart"/>
      <w:r w:rsidRPr="00DA4E77">
        <w:t>exultants</w:t>
      </w:r>
      <w:proofErr w:type="spellEnd"/>
      <w:r w:rsidRPr="00DA4E77">
        <w:t xml:space="preserve"> ou anxieux</w:t>
      </w:r>
      <w:r w:rsidR="00276CCE">
        <w:t xml:space="preserve">, </w:t>
      </w:r>
      <w:r w:rsidRPr="00DA4E77">
        <w:t>les mouvements du dramatique sauvetage</w:t>
      </w:r>
      <w:r w:rsidR="00276CCE">
        <w:t>.</w:t>
      </w:r>
    </w:p>
    <w:p w14:paraId="57A7F6CD" w14:textId="77777777" w:rsidR="00276CCE" w:rsidRDefault="00276CCE" w:rsidP="002A4158">
      <w:r>
        <w:t>— </w:t>
      </w:r>
      <w:r w:rsidR="002A4158" w:rsidRPr="00DA4E77">
        <w:t>Mais qu</w:t>
      </w:r>
      <w:r>
        <w:t>’</w:t>
      </w:r>
      <w:r w:rsidR="002A4158" w:rsidRPr="00DA4E77">
        <w:t>arrive-t-il</w:t>
      </w:r>
      <w:r>
        <w:t xml:space="preserve"> ? </w:t>
      </w:r>
      <w:proofErr w:type="spellStart"/>
      <w:r w:rsidR="002A4158" w:rsidRPr="00DA4E77">
        <w:t>Hellas</w:t>
      </w:r>
      <w:proofErr w:type="spellEnd"/>
      <w:r w:rsidR="002A4158" w:rsidRPr="00DA4E77">
        <w:t xml:space="preserve"> fuit</w:t>
      </w:r>
      <w:r>
        <w:t xml:space="preserve"> ! </w:t>
      </w:r>
      <w:r w:rsidR="002A4158" w:rsidRPr="00DA4E77">
        <w:t>Il nous abandonne</w:t>
      </w:r>
      <w:r>
        <w:t> !</w:t>
      </w:r>
    </w:p>
    <w:p w14:paraId="4F1CBE7A" w14:textId="77777777" w:rsidR="00276CCE" w:rsidRDefault="00276CCE" w:rsidP="002A4158">
      <w:r>
        <w:lastRenderedPageBreak/>
        <w:t>— </w:t>
      </w:r>
      <w:r w:rsidR="002A4158" w:rsidRPr="00DA4E77">
        <w:t>Il quitte Atlantis</w:t>
      </w:r>
      <w:r>
        <w:t> !</w:t>
      </w:r>
    </w:p>
    <w:p w14:paraId="2AF80D92" w14:textId="77777777" w:rsidR="00276CCE" w:rsidRDefault="00276CCE" w:rsidP="002A4158">
      <w:r>
        <w:t>— </w:t>
      </w:r>
      <w:proofErr w:type="spellStart"/>
      <w:r w:rsidR="002A4158" w:rsidRPr="00DA4E77">
        <w:t>Hellas</w:t>
      </w:r>
      <w:proofErr w:type="spellEnd"/>
      <w:r w:rsidR="002A4158" w:rsidRPr="00DA4E77">
        <w:t xml:space="preserve"> refuse de se battre et de mourir pour nous</w:t>
      </w:r>
      <w:r>
        <w:t>.</w:t>
      </w:r>
    </w:p>
    <w:p w14:paraId="2C98B4E2" w14:textId="77777777" w:rsidR="00276CCE" w:rsidRDefault="00276CCE" w:rsidP="002A4158">
      <w:r>
        <w:t>— </w:t>
      </w:r>
      <w:r w:rsidR="002A4158" w:rsidRPr="00DA4E77">
        <w:t>Lâche</w:t>
      </w:r>
      <w:r>
        <w:t xml:space="preserve"> ! </w:t>
      </w:r>
      <w:r w:rsidR="002A4158" w:rsidRPr="00DA4E77">
        <w:t>Lâche</w:t>
      </w:r>
      <w:r>
        <w:t> !</w:t>
      </w:r>
    </w:p>
    <w:p w14:paraId="72FAEDD0" w14:textId="77777777" w:rsidR="00276CCE" w:rsidRDefault="002A4158" w:rsidP="002A4158">
      <w:r w:rsidRPr="00DA4E77">
        <w:t>Et des milliers de poings se tendent vers le ciel</w:t>
      </w:r>
      <w:r w:rsidR="00276CCE">
        <w:t xml:space="preserve">. </w:t>
      </w:r>
      <w:r w:rsidRPr="00DA4E77">
        <w:t>Là-bas</w:t>
      </w:r>
      <w:r w:rsidR="00276CCE">
        <w:t xml:space="preserve">, </w:t>
      </w:r>
      <w:r w:rsidRPr="00DA4E77">
        <w:t>comme une immense flèche lancée par quelque dieu invisible</w:t>
      </w:r>
      <w:r w:rsidR="00276CCE">
        <w:t xml:space="preserve">, </w:t>
      </w:r>
      <w:r w:rsidRPr="00DA4E77">
        <w:t>l</w:t>
      </w:r>
      <w:r w:rsidR="00276CCE">
        <w:t>’</w:t>
      </w:r>
      <w:r w:rsidRPr="00DA4E77">
        <w:rPr>
          <w:bCs/>
          <w:i/>
          <w:iCs/>
        </w:rPr>
        <w:t>Alérion</w:t>
      </w:r>
      <w:r w:rsidR="00276CCE">
        <w:rPr>
          <w:bCs/>
          <w:i/>
          <w:iCs/>
        </w:rPr>
        <w:t xml:space="preserve">, </w:t>
      </w:r>
      <w:r w:rsidRPr="00DA4E77">
        <w:t>les ailes ouvertes</w:t>
      </w:r>
      <w:r w:rsidR="00276CCE">
        <w:t xml:space="preserve">, </w:t>
      </w:r>
      <w:r w:rsidRPr="00DA4E77">
        <w:t>s</w:t>
      </w:r>
      <w:r w:rsidR="00276CCE">
        <w:t>’</w:t>
      </w:r>
      <w:r w:rsidRPr="00DA4E77">
        <w:t>enfonce dans l</w:t>
      </w:r>
      <w:r w:rsidR="00276CCE">
        <w:t>’</w:t>
      </w:r>
      <w:r w:rsidRPr="00DA4E77">
        <w:t>azur illimité</w:t>
      </w:r>
      <w:r w:rsidR="00276CCE">
        <w:t xml:space="preserve">. </w:t>
      </w:r>
      <w:r w:rsidRPr="00DA4E77">
        <w:t>La c</w:t>
      </w:r>
      <w:r w:rsidRPr="00DA4E77">
        <w:t>o</w:t>
      </w:r>
      <w:r w:rsidRPr="00DA4E77">
        <w:t>lère soulève tous les cœurs indignés</w:t>
      </w:r>
      <w:r w:rsidR="00276CCE">
        <w:t xml:space="preserve">. </w:t>
      </w:r>
      <w:proofErr w:type="spellStart"/>
      <w:r w:rsidRPr="00DA4E77">
        <w:t>Knephao</w:t>
      </w:r>
      <w:proofErr w:type="spellEnd"/>
      <w:r w:rsidR="00276CCE">
        <w:t xml:space="preserve">, </w:t>
      </w:r>
      <w:r w:rsidRPr="00DA4E77">
        <w:t>sur la place de l</w:t>
      </w:r>
      <w:r w:rsidR="00276CCE">
        <w:t>’</w:t>
      </w:r>
      <w:r w:rsidRPr="00DA4E77">
        <w:t>Empire</w:t>
      </w:r>
      <w:r w:rsidR="00276CCE">
        <w:t xml:space="preserve">, </w:t>
      </w:r>
      <w:r w:rsidRPr="00DA4E77">
        <w:t>voit venir à lui des citadins graves qui apprécient en termes sévères la conduite d</w:t>
      </w:r>
      <w:r w:rsidR="00276CCE">
        <w:t>’</w:t>
      </w:r>
      <w:proofErr w:type="spellStart"/>
      <w:r w:rsidRPr="00DA4E77">
        <w:t>Hellas</w:t>
      </w:r>
      <w:proofErr w:type="spellEnd"/>
      <w:r w:rsidR="00276CCE">
        <w:t>.</w:t>
      </w:r>
    </w:p>
    <w:p w14:paraId="60D78481" w14:textId="77777777" w:rsidR="00276CCE" w:rsidRDefault="00276CCE" w:rsidP="002A4158">
      <w:r>
        <w:t>— </w:t>
      </w:r>
      <w:r w:rsidR="002A4158" w:rsidRPr="00DA4E77">
        <w:t>Comprends-tu cela</w:t>
      </w:r>
      <w:r>
        <w:t xml:space="preserve">, </w:t>
      </w:r>
      <w:proofErr w:type="spellStart"/>
      <w:r w:rsidR="002A4158" w:rsidRPr="00DA4E77">
        <w:t>Knephao</w:t>
      </w:r>
      <w:proofErr w:type="spellEnd"/>
      <w:r>
        <w:t xml:space="preserve"> ? </w:t>
      </w:r>
      <w:r w:rsidR="002A4158" w:rsidRPr="00DA4E77">
        <w:t>Fuir devant le danger</w:t>
      </w:r>
      <w:r>
        <w:t xml:space="preserve">, </w:t>
      </w:r>
      <w:r w:rsidR="002A4158" w:rsidRPr="00DA4E77">
        <w:t>lui</w:t>
      </w:r>
      <w:r>
        <w:t xml:space="preserve">, </w:t>
      </w:r>
      <w:r w:rsidR="002A4158" w:rsidRPr="00DA4E77">
        <w:t>notre Prince</w:t>
      </w:r>
      <w:r>
        <w:t> ?</w:t>
      </w:r>
    </w:p>
    <w:p w14:paraId="6087ABD8" w14:textId="77777777" w:rsidR="00276CCE" w:rsidRDefault="002A4158" w:rsidP="002A4158">
      <w:r w:rsidRPr="00DA4E77">
        <w:t xml:space="preserve">Mais </w:t>
      </w:r>
      <w:proofErr w:type="spellStart"/>
      <w:r w:rsidRPr="00DA4E77">
        <w:t>Knephao</w:t>
      </w:r>
      <w:proofErr w:type="spellEnd"/>
      <w:r w:rsidRPr="00DA4E77">
        <w:t xml:space="preserve"> ne répond rien</w:t>
      </w:r>
      <w:r w:rsidR="00276CCE">
        <w:t xml:space="preserve">. </w:t>
      </w:r>
      <w:r w:rsidRPr="00DA4E77">
        <w:t>Il ne songe même pas à r</w:t>
      </w:r>
      <w:r w:rsidRPr="00DA4E77">
        <w:t>e</w:t>
      </w:r>
      <w:r w:rsidRPr="00DA4E77">
        <w:t>pousser loin de lui ces hommes qui</w:t>
      </w:r>
      <w:r w:rsidR="00276CCE">
        <w:t xml:space="preserve">, </w:t>
      </w:r>
      <w:r w:rsidRPr="00DA4E77">
        <w:t>tout à l</w:t>
      </w:r>
      <w:r w:rsidR="00276CCE">
        <w:t>’</w:t>
      </w:r>
      <w:r w:rsidRPr="00DA4E77">
        <w:t>heure</w:t>
      </w:r>
      <w:r w:rsidR="00276CCE">
        <w:t xml:space="preserve">, </w:t>
      </w:r>
      <w:r w:rsidRPr="00DA4E77">
        <w:t>s</w:t>
      </w:r>
      <w:r w:rsidR="00276CCE">
        <w:t>’</w:t>
      </w:r>
      <w:r w:rsidRPr="00DA4E77">
        <w:t>affolaient en désordre</w:t>
      </w:r>
      <w:r w:rsidR="00276CCE">
        <w:t xml:space="preserve">, </w:t>
      </w:r>
      <w:r w:rsidRPr="00DA4E77">
        <w:t>et qui</w:t>
      </w:r>
      <w:r w:rsidR="00276CCE">
        <w:t xml:space="preserve">, </w:t>
      </w:r>
      <w:r w:rsidRPr="00DA4E77">
        <w:t>maintenant</w:t>
      </w:r>
      <w:r w:rsidR="00276CCE">
        <w:t xml:space="preserve">, </w:t>
      </w:r>
      <w:r w:rsidRPr="00DA4E77">
        <w:t>jugent de haut les actes d</w:t>
      </w:r>
      <w:r w:rsidR="00276CCE">
        <w:t>’</w:t>
      </w:r>
      <w:r w:rsidRPr="00DA4E77">
        <w:t>autrui</w:t>
      </w:r>
      <w:r w:rsidR="00276CCE">
        <w:t xml:space="preserve">. </w:t>
      </w:r>
      <w:r w:rsidRPr="00DA4E77">
        <w:t>Il regarde aussi l</w:t>
      </w:r>
      <w:r w:rsidR="00276CCE">
        <w:t>’</w:t>
      </w:r>
      <w:r w:rsidRPr="00DA4E77">
        <w:t>horizon bleu où s</w:t>
      </w:r>
      <w:r w:rsidR="00276CCE">
        <w:t>’</w:t>
      </w:r>
      <w:r w:rsidRPr="00DA4E77">
        <w:t>éloigne une tache noire et mouvante</w:t>
      </w:r>
      <w:r w:rsidR="00276CCE">
        <w:t xml:space="preserve">. </w:t>
      </w:r>
      <w:r w:rsidRPr="00DA4E77">
        <w:t>Et la lèvre blêmie</w:t>
      </w:r>
      <w:r w:rsidR="00276CCE">
        <w:t xml:space="preserve">, </w:t>
      </w:r>
      <w:r w:rsidRPr="00DA4E77">
        <w:t>les yeux grands ouverts</w:t>
      </w:r>
      <w:r w:rsidR="00276CCE">
        <w:t xml:space="preserve">, </w:t>
      </w:r>
      <w:r w:rsidRPr="00DA4E77">
        <w:t>la tête penchée</w:t>
      </w:r>
      <w:r w:rsidR="00276CCE">
        <w:t xml:space="preserve">, </w:t>
      </w:r>
      <w:r w:rsidRPr="00DA4E77">
        <w:t>il n</w:t>
      </w:r>
      <w:r w:rsidR="00276CCE">
        <w:t>’</w:t>
      </w:r>
      <w:r w:rsidRPr="00DA4E77">
        <w:t>entend rien que le tumulte de son propre cœur</w:t>
      </w:r>
      <w:r w:rsidR="00276CCE">
        <w:t xml:space="preserve">, </w:t>
      </w:r>
      <w:r w:rsidRPr="00DA4E77">
        <w:t>et reste muet devant l</w:t>
      </w:r>
      <w:r w:rsidR="00276CCE">
        <w:t>’</w:t>
      </w:r>
      <w:r w:rsidRPr="00DA4E77">
        <w:t>impossible</w:t>
      </w:r>
      <w:r w:rsidR="00276CCE">
        <w:t>…</w:t>
      </w:r>
    </w:p>
    <w:p w14:paraId="39D6A0A8" w14:textId="77777777" w:rsidR="00276CCE" w:rsidRDefault="002A4158" w:rsidP="002A4158">
      <w:r w:rsidRPr="00DA4E77">
        <w:t>Comment</w:t>
      </w:r>
      <w:r w:rsidR="00276CCE">
        <w:t xml:space="preserve"> ! </w:t>
      </w:r>
      <w:proofErr w:type="spellStart"/>
      <w:r w:rsidRPr="00DA4E77">
        <w:t>Hellas</w:t>
      </w:r>
      <w:proofErr w:type="spellEnd"/>
      <w:r w:rsidR="00276CCE">
        <w:t xml:space="preserve">, </w:t>
      </w:r>
      <w:r w:rsidRPr="00DA4E77">
        <w:t>arraché à la mort</w:t>
      </w:r>
      <w:r w:rsidR="00276CCE">
        <w:t xml:space="preserve">, </w:t>
      </w:r>
      <w:r w:rsidRPr="00DA4E77">
        <w:t>se sauve loin de la vi</w:t>
      </w:r>
      <w:r w:rsidRPr="00DA4E77">
        <w:t>l</w:t>
      </w:r>
      <w:r w:rsidRPr="00DA4E77">
        <w:t>le</w:t>
      </w:r>
      <w:r w:rsidR="00276CCE">
        <w:t xml:space="preserve"> ? </w:t>
      </w:r>
      <w:proofErr w:type="spellStart"/>
      <w:r w:rsidRPr="00DA4E77">
        <w:t>Hellas</w:t>
      </w:r>
      <w:proofErr w:type="spellEnd"/>
      <w:r w:rsidRPr="00DA4E77">
        <w:t xml:space="preserve"> et </w:t>
      </w:r>
      <w:proofErr w:type="spellStart"/>
      <w:r w:rsidRPr="00DA4E77">
        <w:t>Oréa</w:t>
      </w:r>
      <w:proofErr w:type="spellEnd"/>
      <w:r w:rsidRPr="00DA4E77">
        <w:t xml:space="preserve"> volent là-bas</w:t>
      </w:r>
      <w:r w:rsidR="00276CCE">
        <w:t xml:space="preserve">, </w:t>
      </w:r>
      <w:r w:rsidRPr="00DA4E77">
        <w:t>vers les pays nouveaux</w:t>
      </w:r>
      <w:r w:rsidR="00276CCE">
        <w:t xml:space="preserve"> ? </w:t>
      </w:r>
      <w:r w:rsidRPr="00DA4E77">
        <w:t>Non</w:t>
      </w:r>
      <w:r w:rsidR="00276CCE">
        <w:t xml:space="preserve">, </w:t>
      </w:r>
      <w:proofErr w:type="spellStart"/>
      <w:r w:rsidRPr="00DA4E77">
        <w:t>Knephao</w:t>
      </w:r>
      <w:proofErr w:type="spellEnd"/>
      <w:r w:rsidRPr="00DA4E77">
        <w:t xml:space="preserve"> ne peut le croire</w:t>
      </w:r>
      <w:r w:rsidR="00276CCE">
        <w:t xml:space="preserve">, </w:t>
      </w:r>
      <w:r w:rsidRPr="00DA4E77">
        <w:t>il rêve</w:t>
      </w:r>
      <w:r w:rsidR="00276CCE">
        <w:t xml:space="preserve"> ! </w:t>
      </w:r>
      <w:r w:rsidRPr="00DA4E77">
        <w:t>Et pourtant</w:t>
      </w:r>
      <w:r w:rsidR="00276CCE">
        <w:t xml:space="preserve">, </w:t>
      </w:r>
      <w:r w:rsidRPr="00DA4E77">
        <w:t>voici la foule qui s</w:t>
      </w:r>
      <w:r w:rsidR="00276CCE">
        <w:t>’</w:t>
      </w:r>
      <w:r w:rsidRPr="00DA4E77">
        <w:t>avance</w:t>
      </w:r>
      <w:r w:rsidR="00276CCE">
        <w:t xml:space="preserve">, </w:t>
      </w:r>
      <w:r w:rsidRPr="00DA4E77">
        <w:t>les poings tendus vers les fuyards</w:t>
      </w:r>
      <w:r w:rsidR="00276CCE">
        <w:t xml:space="preserve">. </w:t>
      </w:r>
      <w:r w:rsidRPr="00DA4E77">
        <w:t>Ils s</w:t>
      </w:r>
      <w:r w:rsidR="00276CCE">
        <w:t>’</w:t>
      </w:r>
      <w:r w:rsidRPr="00DA4E77">
        <w:t>évadent</w:t>
      </w:r>
      <w:r w:rsidR="00276CCE">
        <w:t xml:space="preserve">, </w:t>
      </w:r>
      <w:r w:rsidRPr="00DA4E77">
        <w:t>eux</w:t>
      </w:r>
      <w:r w:rsidR="00276CCE">
        <w:t xml:space="preserve">, </w:t>
      </w:r>
      <w:r w:rsidRPr="00DA4E77">
        <w:t>abandonnant la lutte</w:t>
      </w:r>
      <w:r w:rsidR="00276CCE">
        <w:t xml:space="preserve">. </w:t>
      </w:r>
      <w:r w:rsidRPr="00DA4E77">
        <w:t>Ils ont donc oublié la Cité et ses périls</w:t>
      </w:r>
      <w:r w:rsidR="00276CCE">
        <w:t xml:space="preserve"> ? </w:t>
      </w:r>
      <w:r w:rsidRPr="00DA4E77">
        <w:t>Ils s</w:t>
      </w:r>
      <w:r w:rsidR="00276CCE">
        <w:t>’</w:t>
      </w:r>
      <w:r w:rsidRPr="00DA4E77">
        <w:t>aiment</w:t>
      </w:r>
      <w:r w:rsidR="00276CCE">
        <w:t xml:space="preserve">, </w:t>
      </w:r>
      <w:r w:rsidRPr="00DA4E77">
        <w:t>sans doute</w:t>
      </w:r>
      <w:r w:rsidR="00276CCE">
        <w:t xml:space="preserve">, </w:t>
      </w:r>
      <w:r w:rsidRPr="00DA4E77">
        <w:t>et ils ont mis leur amour au-dessus de leur devoir</w:t>
      </w:r>
      <w:r w:rsidR="00276CCE">
        <w:t xml:space="preserve">. </w:t>
      </w:r>
      <w:r w:rsidRPr="00DA4E77">
        <w:t>Oui</w:t>
      </w:r>
      <w:r w:rsidR="00276CCE">
        <w:t xml:space="preserve"> ! </w:t>
      </w:r>
      <w:r w:rsidRPr="00DA4E77">
        <w:t>Oui</w:t>
      </w:r>
      <w:r w:rsidR="00276CCE">
        <w:t xml:space="preserve"> ! </w:t>
      </w:r>
      <w:r w:rsidRPr="00DA4E77">
        <w:t>cela seul peut expliquer leur fuite</w:t>
      </w:r>
      <w:r w:rsidR="00276CCE">
        <w:t> !</w:t>
      </w:r>
    </w:p>
    <w:p w14:paraId="58FC3C66" w14:textId="77777777" w:rsidR="00276CCE" w:rsidRDefault="002A4158" w:rsidP="002A4158">
      <w:r w:rsidRPr="00DA4E77">
        <w:t xml:space="preserve">Et une irrésistible colère gonfle le cœur de </w:t>
      </w:r>
      <w:proofErr w:type="spellStart"/>
      <w:r w:rsidRPr="00DA4E77">
        <w:t>Knephao</w:t>
      </w:r>
      <w:proofErr w:type="spellEnd"/>
      <w:r w:rsidR="00276CCE">
        <w:t xml:space="preserve">. </w:t>
      </w:r>
      <w:r w:rsidRPr="00DA4E77">
        <w:t>La foule a beau crier autour de lui</w:t>
      </w:r>
      <w:r w:rsidR="00276CCE">
        <w:t xml:space="preserve">, </w:t>
      </w:r>
      <w:r w:rsidRPr="00DA4E77">
        <w:t>les poings ont beau se tendre</w:t>
      </w:r>
      <w:r w:rsidR="00276CCE">
        <w:t xml:space="preserve">, </w:t>
      </w:r>
      <w:r w:rsidRPr="00DA4E77">
        <w:t>il reste immobile</w:t>
      </w:r>
      <w:r w:rsidR="00276CCE">
        <w:t xml:space="preserve">, </w:t>
      </w:r>
      <w:r w:rsidRPr="00DA4E77">
        <w:t>silencieux</w:t>
      </w:r>
      <w:r w:rsidR="00276CCE">
        <w:t xml:space="preserve">, </w:t>
      </w:r>
      <w:r w:rsidRPr="00DA4E77">
        <w:t>inaccessible aux clameurs</w:t>
      </w:r>
      <w:r w:rsidR="00276CCE">
        <w:t xml:space="preserve">, </w:t>
      </w:r>
      <w:r w:rsidRPr="00DA4E77">
        <w:t xml:space="preserve">car </w:t>
      </w:r>
      <w:r w:rsidRPr="00DA4E77">
        <w:lastRenderedPageBreak/>
        <w:t>toutes les fureurs du peuple n</w:t>
      </w:r>
      <w:r w:rsidR="00276CCE">
        <w:t>’</w:t>
      </w:r>
      <w:r w:rsidRPr="00DA4E77">
        <w:t>égalent pas celles qui hurlent en lui et qu</w:t>
      </w:r>
      <w:r w:rsidR="00276CCE">
        <w:t>’</w:t>
      </w:r>
      <w:r w:rsidRPr="00DA4E77">
        <w:t>il s</w:t>
      </w:r>
      <w:r w:rsidR="00276CCE">
        <w:t>’</w:t>
      </w:r>
      <w:r w:rsidRPr="00DA4E77">
        <w:t>efforce de ne pas entendre</w:t>
      </w:r>
      <w:r w:rsidR="00276CCE">
        <w:t>…</w:t>
      </w:r>
    </w:p>
    <w:p w14:paraId="7FDB2A0B" w14:textId="77777777" w:rsidR="00276CCE" w:rsidRDefault="002A4158" w:rsidP="002A4158">
      <w:r w:rsidRPr="00DA4E77">
        <w:t>Mais il est une douleur aussi profonde</w:t>
      </w:r>
      <w:r w:rsidR="00276CCE">
        <w:t xml:space="preserve">, </w:t>
      </w:r>
      <w:r w:rsidRPr="00DA4E77">
        <w:t>quoique moins f</w:t>
      </w:r>
      <w:r w:rsidRPr="00DA4E77">
        <w:t>a</w:t>
      </w:r>
      <w:r w:rsidRPr="00DA4E77">
        <w:t>rouche</w:t>
      </w:r>
      <w:r w:rsidR="00276CCE">
        <w:t xml:space="preserve"> : </w:t>
      </w:r>
      <w:r w:rsidRPr="00DA4E77">
        <w:t xml:space="preserve">celle de </w:t>
      </w:r>
      <w:proofErr w:type="spellStart"/>
      <w:r w:rsidRPr="00DA4E77">
        <w:t>Glania</w:t>
      </w:r>
      <w:proofErr w:type="spellEnd"/>
      <w:r w:rsidR="00276CCE">
        <w:t xml:space="preserve">, </w:t>
      </w:r>
      <w:r w:rsidRPr="00DA4E77">
        <w:t>là-haut</w:t>
      </w:r>
      <w:r w:rsidR="00276CCE">
        <w:t xml:space="preserve">, </w:t>
      </w:r>
      <w:r w:rsidRPr="00DA4E77">
        <w:t>sur la Terrasse Sainte</w:t>
      </w:r>
      <w:r w:rsidR="00276CCE">
        <w:t>.</w:t>
      </w:r>
    </w:p>
    <w:p w14:paraId="23B6378D" w14:textId="77777777" w:rsidR="00276CCE" w:rsidRDefault="00276CCE" w:rsidP="002A4158">
      <w:r>
        <w:t>— </w:t>
      </w:r>
      <w:r w:rsidR="002A4158" w:rsidRPr="00DA4E77">
        <w:t>Maître</w:t>
      </w:r>
      <w:r>
        <w:t xml:space="preserve">, </w:t>
      </w:r>
      <w:r w:rsidR="002A4158" w:rsidRPr="00DA4E77">
        <w:t>mon bien-aimé maître</w:t>
      </w:r>
      <w:r>
        <w:t xml:space="preserve"> ! </w:t>
      </w:r>
      <w:r w:rsidR="002A4158" w:rsidRPr="00DA4E77">
        <w:t>gémit-elle en voyant l</w:t>
      </w:r>
      <w:r>
        <w:t>’</w:t>
      </w:r>
      <w:r w:rsidR="002A4158" w:rsidRPr="00DA4E77">
        <w:rPr>
          <w:bCs/>
          <w:i/>
          <w:iCs/>
        </w:rPr>
        <w:t xml:space="preserve">Alérion </w:t>
      </w:r>
      <w:r w:rsidR="002A4158" w:rsidRPr="00DA4E77">
        <w:t>s</w:t>
      </w:r>
      <w:r>
        <w:t>’</w:t>
      </w:r>
      <w:r w:rsidR="002A4158" w:rsidRPr="00DA4E77">
        <w:t>éloigner</w:t>
      </w:r>
      <w:r>
        <w:t xml:space="preserve">. </w:t>
      </w:r>
      <w:r w:rsidR="002A4158" w:rsidRPr="00DA4E77">
        <w:t>Maître</w:t>
      </w:r>
      <w:r>
        <w:t xml:space="preserve">, </w:t>
      </w:r>
      <w:r w:rsidR="002A4158" w:rsidRPr="00DA4E77">
        <w:t>ils s</w:t>
      </w:r>
      <w:r>
        <w:t>’</w:t>
      </w:r>
      <w:r w:rsidR="002A4158" w:rsidRPr="00DA4E77">
        <w:t>en vont</w:t>
      </w:r>
      <w:r>
        <w:t xml:space="preserve"> ! </w:t>
      </w:r>
      <w:r w:rsidR="002A4158" w:rsidRPr="00DA4E77">
        <w:t>Tes enfants s</w:t>
      </w:r>
      <w:r>
        <w:t>’</w:t>
      </w:r>
      <w:r w:rsidR="002A4158" w:rsidRPr="00DA4E77">
        <w:t>en vont</w:t>
      </w:r>
      <w:r>
        <w:t> !</w:t>
      </w:r>
    </w:p>
    <w:p w14:paraId="18F15109" w14:textId="77777777" w:rsidR="00276CCE" w:rsidRDefault="00276CCE" w:rsidP="002A4158">
      <w:r>
        <w:t>— </w:t>
      </w:r>
      <w:r w:rsidR="002A4158" w:rsidRPr="00DA4E77">
        <w:t>Mes enfants</w:t>
      </w:r>
      <w:r>
        <w:t xml:space="preserve">, </w:t>
      </w:r>
      <w:r w:rsidR="002A4158" w:rsidRPr="00DA4E77">
        <w:t>dis-tu</w:t>
      </w:r>
      <w:r>
        <w:t xml:space="preserve"> ? </w:t>
      </w:r>
      <w:proofErr w:type="spellStart"/>
      <w:r w:rsidR="002A4158" w:rsidRPr="00DA4E77">
        <w:t>Oréa</w:t>
      </w:r>
      <w:proofErr w:type="spellEnd"/>
      <w:r w:rsidR="002A4158" w:rsidRPr="00DA4E77">
        <w:t xml:space="preserve"> et </w:t>
      </w:r>
      <w:proofErr w:type="spellStart"/>
      <w:r w:rsidR="002A4158" w:rsidRPr="00DA4E77">
        <w:t>Hellas</w:t>
      </w:r>
      <w:proofErr w:type="spellEnd"/>
      <w:r>
        <w:t xml:space="preserve"> ? </w:t>
      </w:r>
      <w:r w:rsidR="002A4158" w:rsidRPr="00DA4E77">
        <w:t>Que font-ils</w:t>
      </w:r>
      <w:r>
        <w:t xml:space="preserve"> ? </w:t>
      </w:r>
      <w:r w:rsidR="002A4158" w:rsidRPr="00DA4E77">
        <w:t>Où vont-ils</w:t>
      </w:r>
      <w:r>
        <w:t> ?</w:t>
      </w:r>
    </w:p>
    <w:p w14:paraId="3190CEB9" w14:textId="77777777" w:rsidR="00276CCE" w:rsidRDefault="002A4158" w:rsidP="002A4158">
      <w:r w:rsidRPr="00DA4E77">
        <w:t>Et la main du vieillard presse fiévreusement la petite main de la jeune Ligure</w:t>
      </w:r>
      <w:r w:rsidR="00276CCE">
        <w:t>.</w:t>
      </w:r>
    </w:p>
    <w:p w14:paraId="0479B69F" w14:textId="77777777" w:rsidR="00276CCE" w:rsidRDefault="00276CCE" w:rsidP="002A4158">
      <w:r>
        <w:t>— </w:t>
      </w:r>
      <w:r w:rsidR="002A4158" w:rsidRPr="00DA4E77">
        <w:t>Maître</w:t>
      </w:r>
      <w:r>
        <w:t xml:space="preserve"> ! </w:t>
      </w:r>
      <w:r w:rsidR="002A4158" w:rsidRPr="00DA4E77">
        <w:t>maître</w:t>
      </w:r>
      <w:r>
        <w:t xml:space="preserve">, </w:t>
      </w:r>
      <w:r w:rsidR="002A4158" w:rsidRPr="00DA4E77">
        <w:t>ils s</w:t>
      </w:r>
      <w:r>
        <w:t>’</w:t>
      </w:r>
      <w:r w:rsidR="002A4158" w:rsidRPr="00DA4E77">
        <w:t>en vont</w:t>
      </w:r>
      <w:r>
        <w:t xml:space="preserve"> ! </w:t>
      </w:r>
      <w:r w:rsidR="002A4158" w:rsidRPr="00DA4E77">
        <w:t>Ils s</w:t>
      </w:r>
      <w:r>
        <w:t>’</w:t>
      </w:r>
      <w:r w:rsidR="002A4158" w:rsidRPr="00DA4E77">
        <w:t>en vont là-bas</w:t>
      </w:r>
      <w:r>
        <w:t xml:space="preserve">, </w:t>
      </w:r>
      <w:r w:rsidR="002A4158" w:rsidRPr="00DA4E77">
        <w:t>vers l</w:t>
      </w:r>
      <w:r>
        <w:t>’</w:t>
      </w:r>
      <w:r w:rsidR="002A4158" w:rsidRPr="00DA4E77">
        <w:t>orient</w:t>
      </w:r>
      <w:r>
        <w:t xml:space="preserve">, </w:t>
      </w:r>
      <w:r w:rsidR="002A4158" w:rsidRPr="00DA4E77">
        <w:t>du côté des continents verdoyants</w:t>
      </w:r>
      <w:r>
        <w:t xml:space="preserve">, </w:t>
      </w:r>
      <w:r w:rsidR="002A4158" w:rsidRPr="00DA4E77">
        <w:t>vers le pays de mes frères</w:t>
      </w:r>
      <w:r>
        <w:t xml:space="preserve">, </w:t>
      </w:r>
      <w:r w:rsidR="002A4158" w:rsidRPr="00DA4E77">
        <w:t>où nous devions aller ensemble</w:t>
      </w:r>
      <w:r>
        <w:t xml:space="preserve">, </w:t>
      </w:r>
      <w:r w:rsidR="002A4158" w:rsidRPr="00DA4E77">
        <w:t>et où ils partent seuls</w:t>
      </w:r>
      <w:r>
        <w:t xml:space="preserve">, </w:t>
      </w:r>
      <w:r w:rsidR="002A4158" w:rsidRPr="00DA4E77">
        <w:t>m</w:t>
      </w:r>
      <w:r>
        <w:t>’</w:t>
      </w:r>
      <w:r w:rsidR="002A4158" w:rsidRPr="00DA4E77">
        <w:t>oubliant à jamais</w:t>
      </w:r>
      <w:r>
        <w:t> !</w:t>
      </w:r>
    </w:p>
    <w:p w14:paraId="0A75BC4E" w14:textId="77777777" w:rsidR="00276CCE" w:rsidRDefault="00276CCE" w:rsidP="002A4158">
      <w:r>
        <w:t>— </w:t>
      </w:r>
      <w:r w:rsidR="002A4158" w:rsidRPr="00DA4E77">
        <w:t>Et moi aussi</w:t>
      </w:r>
      <w:r>
        <w:t xml:space="preserve">, </w:t>
      </w:r>
      <w:r w:rsidR="002A4158" w:rsidRPr="00DA4E77">
        <w:t>ma fille</w:t>
      </w:r>
      <w:r>
        <w:t xml:space="preserve">, </w:t>
      </w:r>
      <w:r w:rsidR="002A4158" w:rsidRPr="00DA4E77">
        <w:t>ils m</w:t>
      </w:r>
      <w:r>
        <w:t>’</w:t>
      </w:r>
      <w:r w:rsidR="002A4158" w:rsidRPr="00DA4E77">
        <w:t>oublient</w:t>
      </w:r>
      <w:r>
        <w:t xml:space="preserve">, </w:t>
      </w:r>
      <w:r w:rsidR="002A4158" w:rsidRPr="00DA4E77">
        <w:t>tu le vois</w:t>
      </w:r>
      <w:r>
        <w:t>…</w:t>
      </w:r>
    </w:p>
    <w:p w14:paraId="76EE1C21" w14:textId="77777777" w:rsidR="00276CCE" w:rsidRDefault="002A4158" w:rsidP="002A4158">
      <w:r w:rsidRPr="00DA4E77">
        <w:t>Et les paroles d</w:t>
      </w:r>
      <w:r w:rsidR="00276CCE">
        <w:t>’</w:t>
      </w:r>
      <w:proofErr w:type="spellStart"/>
      <w:r w:rsidRPr="00DA4E77">
        <w:t>Oréus</w:t>
      </w:r>
      <w:proofErr w:type="spellEnd"/>
      <w:r w:rsidRPr="00DA4E77">
        <w:t xml:space="preserve"> expirent sur ses lèvres</w:t>
      </w:r>
      <w:r w:rsidR="00276CCE">
        <w:t xml:space="preserve">. </w:t>
      </w:r>
      <w:r w:rsidRPr="00DA4E77">
        <w:t>Il ne veut pas montrer sa peine</w:t>
      </w:r>
      <w:r w:rsidR="00276CCE">
        <w:t xml:space="preserve">. </w:t>
      </w:r>
      <w:r w:rsidRPr="00DA4E77">
        <w:t>Et puis</w:t>
      </w:r>
      <w:r w:rsidR="00276CCE">
        <w:t xml:space="preserve">, </w:t>
      </w:r>
      <w:r w:rsidRPr="00DA4E77">
        <w:t>il ne doit pas avoir de peine</w:t>
      </w:r>
      <w:r w:rsidR="00276CCE">
        <w:t xml:space="preserve">. </w:t>
      </w:r>
      <w:r w:rsidRPr="00DA4E77">
        <w:t>Les dieux eux-mêmes ne viennent-ils pas d</w:t>
      </w:r>
      <w:r w:rsidR="00276CCE">
        <w:t>’</w:t>
      </w:r>
      <w:r w:rsidRPr="00DA4E77">
        <w:t>exaucer sa prière</w:t>
      </w:r>
      <w:r w:rsidR="00276CCE">
        <w:t xml:space="preserve"> ? </w:t>
      </w:r>
      <w:r w:rsidRPr="00DA4E77">
        <w:t>N</w:t>
      </w:r>
      <w:r w:rsidR="00276CCE">
        <w:t>’</w:t>
      </w:r>
      <w:r w:rsidRPr="00DA4E77">
        <w:t>a-t-il pas demandé qu</w:t>
      </w:r>
      <w:r w:rsidR="00276CCE">
        <w:t>’</w:t>
      </w:r>
      <w:r w:rsidRPr="00DA4E77">
        <w:t>Atlantis fût sauvée</w:t>
      </w:r>
      <w:r w:rsidR="00276CCE">
        <w:t xml:space="preserve"> ? </w:t>
      </w:r>
      <w:r w:rsidRPr="00DA4E77">
        <w:t>Or</w:t>
      </w:r>
      <w:r w:rsidR="00276CCE">
        <w:t xml:space="preserve">, </w:t>
      </w:r>
      <w:r w:rsidRPr="00DA4E77">
        <w:t>l</w:t>
      </w:r>
      <w:r w:rsidR="00276CCE">
        <w:t>’</w:t>
      </w:r>
      <w:r w:rsidRPr="00DA4E77">
        <w:rPr>
          <w:bCs/>
          <w:i/>
          <w:iCs/>
        </w:rPr>
        <w:t>Alérion</w:t>
      </w:r>
      <w:r w:rsidRPr="00DA4E77">
        <w:t xml:space="preserve"> peut d</w:t>
      </w:r>
      <w:r w:rsidRPr="00DA4E77">
        <w:t>e</w:t>
      </w:r>
      <w:r w:rsidRPr="00DA4E77">
        <w:t>venir pour elle le plus grave péril</w:t>
      </w:r>
      <w:r w:rsidR="00276CCE">
        <w:t xml:space="preserve">. </w:t>
      </w:r>
      <w:r w:rsidRPr="00DA4E77">
        <w:t>Qu</w:t>
      </w:r>
      <w:r w:rsidR="00276CCE">
        <w:t>’</w:t>
      </w:r>
      <w:r w:rsidRPr="00DA4E77">
        <w:t>il parte donc vers des cieux nouveaux</w:t>
      </w:r>
      <w:r w:rsidR="00276CCE">
        <w:t xml:space="preserve"> ! </w:t>
      </w:r>
      <w:r w:rsidRPr="00DA4E77">
        <w:t>Qu</w:t>
      </w:r>
      <w:r w:rsidR="00276CCE">
        <w:t>’</w:t>
      </w:r>
      <w:proofErr w:type="spellStart"/>
      <w:r w:rsidRPr="00DA4E77">
        <w:t>Hellas</w:t>
      </w:r>
      <w:proofErr w:type="spellEnd"/>
      <w:r w:rsidRPr="00DA4E77">
        <w:t xml:space="preserve"> et </w:t>
      </w:r>
      <w:proofErr w:type="spellStart"/>
      <w:r w:rsidRPr="00DA4E77">
        <w:t>Oréa</w:t>
      </w:r>
      <w:proofErr w:type="spellEnd"/>
      <w:r w:rsidR="00276CCE">
        <w:t xml:space="preserve">, </w:t>
      </w:r>
      <w:r w:rsidRPr="00DA4E77">
        <w:t>puissants de jeunesse</w:t>
      </w:r>
      <w:r w:rsidR="00276CCE">
        <w:t xml:space="preserve">, </w:t>
      </w:r>
      <w:r w:rsidRPr="00DA4E77">
        <w:t>ai</w:t>
      </w:r>
      <w:r w:rsidRPr="00DA4E77">
        <w:t>l</w:t>
      </w:r>
      <w:r w:rsidRPr="00DA4E77">
        <w:t>lent</w:t>
      </w:r>
      <w:r w:rsidR="00276CCE">
        <w:t xml:space="preserve">, </w:t>
      </w:r>
      <w:r w:rsidRPr="00DA4E77">
        <w:t>en des terres riches</w:t>
      </w:r>
      <w:r w:rsidR="00276CCE">
        <w:t xml:space="preserve">, </w:t>
      </w:r>
      <w:r w:rsidRPr="00DA4E77">
        <w:t>fonder de nouveaux empires et lai</w:t>
      </w:r>
      <w:r w:rsidRPr="00DA4E77">
        <w:t>s</w:t>
      </w:r>
      <w:r w:rsidRPr="00DA4E77">
        <w:t>sent l</w:t>
      </w:r>
      <w:r w:rsidR="00276CCE">
        <w:t>’</w:t>
      </w:r>
      <w:r w:rsidRPr="00DA4E77">
        <w:t>inutile vieillesse s</w:t>
      </w:r>
      <w:r w:rsidR="00276CCE">
        <w:t>’</w:t>
      </w:r>
      <w:r w:rsidRPr="00DA4E77">
        <w:t>achever dans Atlantis agonisante</w:t>
      </w:r>
      <w:r w:rsidR="00276CCE">
        <w:t xml:space="preserve"> ! </w:t>
      </w:r>
      <w:r w:rsidRPr="00DA4E77">
        <w:t>Ainsi le veulent</w:t>
      </w:r>
      <w:r w:rsidR="00276CCE">
        <w:t xml:space="preserve">, </w:t>
      </w:r>
      <w:r w:rsidRPr="00DA4E77">
        <w:t>assurément</w:t>
      </w:r>
      <w:r w:rsidR="00276CCE">
        <w:t xml:space="preserve">, </w:t>
      </w:r>
      <w:r w:rsidRPr="00DA4E77">
        <w:t>les destins</w:t>
      </w:r>
      <w:r w:rsidR="00276CCE">
        <w:t>.</w:t>
      </w:r>
    </w:p>
    <w:p w14:paraId="29675816" w14:textId="77777777" w:rsidR="00276CCE" w:rsidRDefault="002A4158" w:rsidP="002A4158">
      <w:r w:rsidRPr="00DA4E77">
        <w:t xml:space="preserve">Mais un sanglot mal étouffé interrompt </w:t>
      </w:r>
      <w:proofErr w:type="spellStart"/>
      <w:r w:rsidRPr="00DA4E77">
        <w:t>Oréus</w:t>
      </w:r>
      <w:proofErr w:type="spellEnd"/>
      <w:r w:rsidRPr="00DA4E77">
        <w:t xml:space="preserve"> dans sa m</w:t>
      </w:r>
      <w:r w:rsidRPr="00DA4E77">
        <w:t>é</w:t>
      </w:r>
      <w:r w:rsidRPr="00DA4E77">
        <w:t>ditation silencieuse</w:t>
      </w:r>
      <w:r w:rsidR="00276CCE">
        <w:t>.</w:t>
      </w:r>
    </w:p>
    <w:p w14:paraId="4762D711" w14:textId="77777777" w:rsidR="00276CCE" w:rsidRDefault="00276CCE" w:rsidP="002A4158">
      <w:r>
        <w:lastRenderedPageBreak/>
        <w:t>— </w:t>
      </w:r>
      <w:r w:rsidR="002A4158" w:rsidRPr="00DA4E77">
        <w:t>Ne pleure pas</w:t>
      </w:r>
      <w:r>
        <w:t xml:space="preserve">, </w:t>
      </w:r>
      <w:r w:rsidR="002A4158" w:rsidRPr="00DA4E77">
        <w:t>ma fille</w:t>
      </w:r>
      <w:r>
        <w:t xml:space="preserve">, </w:t>
      </w:r>
      <w:r w:rsidR="002A4158" w:rsidRPr="00DA4E77">
        <w:t xml:space="preserve">ce ne sont pas </w:t>
      </w:r>
      <w:proofErr w:type="spellStart"/>
      <w:r w:rsidR="002A4158" w:rsidRPr="00DA4E77">
        <w:t>Oréa</w:t>
      </w:r>
      <w:proofErr w:type="spellEnd"/>
      <w:r w:rsidR="002A4158" w:rsidRPr="00DA4E77">
        <w:t xml:space="preserve"> et </w:t>
      </w:r>
      <w:proofErr w:type="spellStart"/>
      <w:r w:rsidR="002A4158" w:rsidRPr="00DA4E77">
        <w:t>Hellas</w:t>
      </w:r>
      <w:proofErr w:type="spellEnd"/>
      <w:r w:rsidR="002A4158" w:rsidRPr="00DA4E77">
        <w:t xml:space="preserve"> qui s</w:t>
      </w:r>
      <w:r>
        <w:t>’</w:t>
      </w:r>
      <w:r w:rsidR="002A4158" w:rsidRPr="00DA4E77">
        <w:t>en vont</w:t>
      </w:r>
      <w:r>
        <w:t xml:space="preserve"> : </w:t>
      </w:r>
      <w:r w:rsidR="002A4158" w:rsidRPr="00DA4E77">
        <w:t>ce sont les dieux qui les emportent</w:t>
      </w:r>
      <w:r>
        <w:t>.</w:t>
      </w:r>
    </w:p>
    <w:p w14:paraId="256A5BC9" w14:textId="77777777" w:rsidR="00276CCE" w:rsidRDefault="00276CCE" w:rsidP="002A4158">
      <w:r>
        <w:t>— </w:t>
      </w:r>
      <w:r w:rsidR="002A4158" w:rsidRPr="00DA4E77">
        <w:t>Oh</w:t>
      </w:r>
      <w:r>
        <w:t xml:space="preserve"> ! </w:t>
      </w:r>
      <w:r w:rsidR="002A4158" w:rsidRPr="00DA4E77">
        <w:t>maître</w:t>
      </w:r>
      <w:r>
        <w:t xml:space="preserve">, </w:t>
      </w:r>
      <w:r w:rsidR="002A4158" w:rsidRPr="00DA4E77">
        <w:t>pardonne-moi si ma douleur t</w:t>
      </w:r>
      <w:r>
        <w:t>’</w:t>
      </w:r>
      <w:r w:rsidR="002A4158" w:rsidRPr="00DA4E77">
        <w:t>a offensé</w:t>
      </w:r>
      <w:r>
        <w:t xml:space="preserve">. </w:t>
      </w:r>
      <w:r w:rsidR="002A4158" w:rsidRPr="00DA4E77">
        <w:t>Mais eux</w:t>
      </w:r>
      <w:r>
        <w:t xml:space="preserve">, </w:t>
      </w:r>
      <w:r w:rsidR="002A4158" w:rsidRPr="00DA4E77">
        <w:t>je les aimais tant</w:t>
      </w:r>
      <w:r>
        <w:t xml:space="preserve"> ! </w:t>
      </w:r>
      <w:r w:rsidR="002A4158" w:rsidRPr="00DA4E77">
        <w:t>Mon frère et ma sœur d</w:t>
      </w:r>
      <w:r>
        <w:t>’</w:t>
      </w:r>
      <w:r w:rsidR="002A4158" w:rsidRPr="00DA4E77">
        <w:t>élection</w:t>
      </w:r>
      <w:r>
        <w:t xml:space="preserve"> ! </w:t>
      </w:r>
      <w:r w:rsidR="002A4158" w:rsidRPr="00DA4E77">
        <w:t>Les âmes qui suivaient mon âme</w:t>
      </w:r>
      <w:r>
        <w:t xml:space="preserve"> ! </w:t>
      </w:r>
      <w:r w:rsidR="002A4158" w:rsidRPr="00DA4E77">
        <w:t>Ils m</w:t>
      </w:r>
      <w:r>
        <w:t>’</w:t>
      </w:r>
      <w:r w:rsidR="002A4158" w:rsidRPr="00DA4E77">
        <w:t>ont trompée</w:t>
      </w:r>
      <w:r>
        <w:t xml:space="preserve"> ! </w:t>
      </w:r>
      <w:r w:rsidR="002A4158" w:rsidRPr="00DA4E77">
        <w:t>Ils d</w:t>
      </w:r>
      <w:r w:rsidR="002A4158" w:rsidRPr="00DA4E77">
        <w:t>e</w:t>
      </w:r>
      <w:r w:rsidR="002A4158" w:rsidRPr="00DA4E77">
        <w:t>vaient m</w:t>
      </w:r>
      <w:r>
        <w:t>’</w:t>
      </w:r>
      <w:r w:rsidR="002A4158" w:rsidRPr="00DA4E77">
        <w:t>emporter avec eux vers l</w:t>
      </w:r>
      <w:r>
        <w:t>’</w:t>
      </w:r>
      <w:r w:rsidR="002A4158" w:rsidRPr="00DA4E77">
        <w:t>enchantement de mes rivages ligures</w:t>
      </w:r>
      <w:r>
        <w:t> !</w:t>
      </w:r>
    </w:p>
    <w:p w14:paraId="215C41DC" w14:textId="77777777" w:rsidR="00276CCE" w:rsidRDefault="002A4158" w:rsidP="002A4158">
      <w:r w:rsidRPr="00DA4E77">
        <w:t>Et</w:t>
      </w:r>
      <w:r w:rsidR="00276CCE">
        <w:t xml:space="preserve">, </w:t>
      </w:r>
      <w:r w:rsidRPr="00DA4E77">
        <w:t>laissant tomber son corps frêle sur ses genoux tre</w:t>
      </w:r>
      <w:r w:rsidRPr="00DA4E77">
        <w:t>m</w:t>
      </w:r>
      <w:r w:rsidRPr="00DA4E77">
        <w:t>blants</w:t>
      </w:r>
      <w:r w:rsidR="00276CCE">
        <w:t xml:space="preserve">, </w:t>
      </w:r>
      <w:proofErr w:type="spellStart"/>
      <w:r w:rsidRPr="00DA4E77">
        <w:t>Glania</w:t>
      </w:r>
      <w:proofErr w:type="spellEnd"/>
      <w:r w:rsidRPr="00DA4E77">
        <w:t xml:space="preserve"> plonge son visage inondé de larmes dans les mains paternelles du vieillard</w:t>
      </w:r>
      <w:r w:rsidR="00276CCE">
        <w:t xml:space="preserve">, </w:t>
      </w:r>
      <w:r w:rsidRPr="00DA4E77">
        <w:t>qui</w:t>
      </w:r>
      <w:r w:rsidR="00276CCE">
        <w:t xml:space="preserve">, </w:t>
      </w:r>
      <w:r w:rsidRPr="00DA4E77">
        <w:t>impuissant à consoler la jeune fille</w:t>
      </w:r>
      <w:r w:rsidR="00276CCE">
        <w:t xml:space="preserve">, </w:t>
      </w:r>
      <w:r w:rsidRPr="00DA4E77">
        <w:t>s</w:t>
      </w:r>
      <w:r w:rsidR="00276CCE">
        <w:t>’</w:t>
      </w:r>
      <w:r w:rsidRPr="00DA4E77">
        <w:t>incline doucement vers elle</w:t>
      </w:r>
      <w:r w:rsidR="00276CCE">
        <w:t xml:space="preserve">, </w:t>
      </w:r>
      <w:r w:rsidRPr="00DA4E77">
        <w:t>et lui murmure</w:t>
      </w:r>
      <w:r w:rsidR="00276CCE">
        <w:t xml:space="preserve">, </w:t>
      </w:r>
      <w:r w:rsidRPr="00DA4E77">
        <w:t>co</w:t>
      </w:r>
      <w:r w:rsidRPr="00DA4E77">
        <w:t>m</w:t>
      </w:r>
      <w:r w:rsidRPr="00DA4E77">
        <w:t>me à une enfant malade</w:t>
      </w:r>
      <w:r w:rsidR="00276CCE">
        <w:t xml:space="preserve">, </w:t>
      </w:r>
      <w:r w:rsidRPr="00DA4E77">
        <w:t>des mots vides et berceurs</w:t>
      </w:r>
      <w:r w:rsidR="00276CCE">
        <w:t>…</w:t>
      </w:r>
    </w:p>
    <w:p w14:paraId="4215172E" w14:textId="7C4FEDA1" w:rsidR="006F7A39" w:rsidRDefault="006F7A39" w:rsidP="002A4158"/>
    <w:p w14:paraId="11DF9BEF" w14:textId="77777777" w:rsidR="00276CCE" w:rsidRDefault="002A4158" w:rsidP="002A4158">
      <w:r w:rsidRPr="00DA4E77">
        <w:t>Cependant</w:t>
      </w:r>
      <w:r w:rsidR="00276CCE">
        <w:t xml:space="preserve">, </w:t>
      </w:r>
      <w:r w:rsidRPr="00DA4E77">
        <w:t>de la ville</w:t>
      </w:r>
      <w:r w:rsidR="00276CCE">
        <w:t xml:space="preserve">, </w:t>
      </w:r>
      <w:r w:rsidRPr="00DA4E77">
        <w:t>une clameur éclate et grandit</w:t>
      </w:r>
      <w:r w:rsidR="00276CCE">
        <w:t xml:space="preserve">. </w:t>
      </w:r>
      <w:r w:rsidRPr="00DA4E77">
        <w:t>Sur la place de l</w:t>
      </w:r>
      <w:r w:rsidR="00276CCE">
        <w:t>’</w:t>
      </w:r>
      <w:r w:rsidRPr="00DA4E77">
        <w:t>Empire</w:t>
      </w:r>
      <w:r w:rsidR="00276CCE">
        <w:t xml:space="preserve">, </w:t>
      </w:r>
      <w:r w:rsidRPr="00DA4E77">
        <w:t>un tumulte de trompettes appelle les soldats aux armes</w:t>
      </w:r>
      <w:r w:rsidR="00276CCE">
        <w:t xml:space="preserve">. </w:t>
      </w:r>
      <w:r w:rsidRPr="00DA4E77">
        <w:t>Autour d</w:t>
      </w:r>
      <w:r w:rsidR="00276CCE">
        <w:t>’</w:t>
      </w:r>
      <w:proofErr w:type="spellStart"/>
      <w:r w:rsidRPr="00DA4E77">
        <w:t>Oréus</w:t>
      </w:r>
      <w:proofErr w:type="spellEnd"/>
      <w:r w:rsidR="00276CCE">
        <w:t xml:space="preserve">, </w:t>
      </w:r>
      <w:r w:rsidRPr="00DA4E77">
        <w:t>sur la Terrasse Sainte</w:t>
      </w:r>
      <w:r w:rsidR="00276CCE">
        <w:t xml:space="preserve">, </w:t>
      </w:r>
      <w:r w:rsidRPr="00DA4E77">
        <w:t>les hiér</w:t>
      </w:r>
      <w:r w:rsidRPr="00DA4E77">
        <w:t>o</w:t>
      </w:r>
      <w:r w:rsidRPr="00DA4E77">
        <w:t>phantes se précipitent vers le parapet</w:t>
      </w:r>
      <w:r w:rsidR="00276CCE">
        <w:t> :</w:t>
      </w:r>
    </w:p>
    <w:p w14:paraId="70F71229" w14:textId="77777777" w:rsidR="00276CCE" w:rsidRDefault="00276CCE" w:rsidP="002A4158">
      <w:r>
        <w:t>— </w:t>
      </w:r>
      <w:r w:rsidR="002A4158" w:rsidRPr="00DA4E77">
        <w:t>La flotte barbare</w:t>
      </w:r>
      <w:r>
        <w:t> !</w:t>
      </w:r>
    </w:p>
    <w:p w14:paraId="5017EBD9" w14:textId="77777777" w:rsidR="00276CCE" w:rsidRDefault="00276CCE" w:rsidP="002A4158">
      <w:r>
        <w:t>— </w:t>
      </w:r>
      <w:r w:rsidR="002A4158" w:rsidRPr="00DA4E77">
        <w:t>Voici la flotte qui retourne contre nous</w:t>
      </w:r>
      <w:r>
        <w:t> !</w:t>
      </w:r>
    </w:p>
    <w:p w14:paraId="15E22C69" w14:textId="77777777" w:rsidR="00276CCE" w:rsidRDefault="002A4158" w:rsidP="002A4158">
      <w:proofErr w:type="spellStart"/>
      <w:r w:rsidRPr="00DA4E77">
        <w:t>Oréus</w:t>
      </w:r>
      <w:proofErr w:type="spellEnd"/>
      <w:r w:rsidR="00276CCE">
        <w:t xml:space="preserve">, </w:t>
      </w:r>
      <w:r w:rsidRPr="00DA4E77">
        <w:t>à ces mots</w:t>
      </w:r>
      <w:r w:rsidR="00276CCE">
        <w:t xml:space="preserve">, </w:t>
      </w:r>
      <w:r w:rsidRPr="00DA4E77">
        <w:t>se redresse</w:t>
      </w:r>
      <w:r w:rsidR="00276CCE">
        <w:t xml:space="preserve">, </w:t>
      </w:r>
      <w:r w:rsidRPr="00DA4E77">
        <w:t xml:space="preserve">et </w:t>
      </w:r>
      <w:proofErr w:type="spellStart"/>
      <w:r w:rsidRPr="00DA4E77">
        <w:t>Glania</w:t>
      </w:r>
      <w:proofErr w:type="spellEnd"/>
      <w:r w:rsidRPr="00DA4E77">
        <w:t xml:space="preserve"> aussi</w:t>
      </w:r>
      <w:r w:rsidR="00276CCE">
        <w:t xml:space="preserve">, </w:t>
      </w:r>
      <w:r w:rsidRPr="00DA4E77">
        <w:t>malgré ses larmes</w:t>
      </w:r>
      <w:r w:rsidR="00276CCE">
        <w:t> :</w:t>
      </w:r>
    </w:p>
    <w:p w14:paraId="2BEF0E52" w14:textId="77777777" w:rsidR="00276CCE" w:rsidRDefault="00276CCE" w:rsidP="002A4158">
      <w:r>
        <w:t>— </w:t>
      </w:r>
      <w:r w:rsidR="002A4158" w:rsidRPr="00DA4E77">
        <w:t>La flotte</w:t>
      </w:r>
      <w:r>
        <w:t xml:space="preserve">, </w:t>
      </w:r>
      <w:r w:rsidR="002A4158" w:rsidRPr="00DA4E77">
        <w:t>maître</w:t>
      </w:r>
      <w:r>
        <w:t xml:space="preserve">, </w:t>
      </w:r>
      <w:r w:rsidR="002A4158" w:rsidRPr="00DA4E77">
        <w:t xml:space="preserve">voici la flotte de </w:t>
      </w:r>
      <w:proofErr w:type="spellStart"/>
      <w:r w:rsidR="002A4158" w:rsidRPr="00DA4E77">
        <w:t>Melléna</w:t>
      </w:r>
      <w:proofErr w:type="spellEnd"/>
      <w:r>
        <w:t xml:space="preserve"> ! </w:t>
      </w:r>
      <w:r w:rsidR="002A4158" w:rsidRPr="00DA4E77">
        <w:t>Elle peut v</w:t>
      </w:r>
      <w:r w:rsidR="002A4158" w:rsidRPr="00DA4E77">
        <w:t>e</w:t>
      </w:r>
      <w:r w:rsidR="002A4158" w:rsidRPr="00DA4E77">
        <w:t>nir et vaincre</w:t>
      </w:r>
      <w:r>
        <w:t xml:space="preserve">, </w:t>
      </w:r>
      <w:r w:rsidR="002A4158" w:rsidRPr="00DA4E77">
        <w:t>maintenant</w:t>
      </w:r>
      <w:r>
        <w:t xml:space="preserve"> ! </w:t>
      </w:r>
      <w:proofErr w:type="spellStart"/>
      <w:r w:rsidR="002A4158" w:rsidRPr="00DA4E77">
        <w:t>Hellas</w:t>
      </w:r>
      <w:proofErr w:type="spellEnd"/>
      <w:r w:rsidR="002A4158" w:rsidRPr="00DA4E77">
        <w:t xml:space="preserve"> n</w:t>
      </w:r>
      <w:r>
        <w:t>’</w:t>
      </w:r>
      <w:r w:rsidR="002A4158" w:rsidRPr="00DA4E77">
        <w:t>est plus là pour nous d</w:t>
      </w:r>
      <w:r w:rsidR="002A4158" w:rsidRPr="00DA4E77">
        <w:t>é</w:t>
      </w:r>
      <w:r w:rsidR="002A4158" w:rsidRPr="00DA4E77">
        <w:t>fendre</w:t>
      </w:r>
      <w:r>
        <w:t xml:space="preserve">, </w:t>
      </w:r>
      <w:r w:rsidR="002A4158" w:rsidRPr="00DA4E77">
        <w:t>et ses bateaux sont dispersés</w:t>
      </w:r>
      <w:r>
        <w:t>.</w:t>
      </w:r>
    </w:p>
    <w:p w14:paraId="1A502062" w14:textId="77777777" w:rsidR="00276CCE" w:rsidRDefault="002A4158" w:rsidP="002A4158">
      <w:r w:rsidRPr="00DA4E77">
        <w:t>Du fond de la Cité</w:t>
      </w:r>
      <w:r w:rsidR="00276CCE">
        <w:t xml:space="preserve">, </w:t>
      </w:r>
      <w:r w:rsidRPr="00DA4E77">
        <w:t>on entend monter aussi cet appel d</w:t>
      </w:r>
      <w:r w:rsidRPr="00DA4E77">
        <w:t>é</w:t>
      </w:r>
      <w:r w:rsidRPr="00DA4E77">
        <w:t>sespéré de la foule</w:t>
      </w:r>
      <w:r w:rsidR="00276CCE">
        <w:t> :</w:t>
      </w:r>
    </w:p>
    <w:p w14:paraId="34DF0C35" w14:textId="77777777" w:rsidR="00276CCE" w:rsidRDefault="00276CCE" w:rsidP="002A4158">
      <w:r>
        <w:t>— </w:t>
      </w:r>
      <w:proofErr w:type="spellStart"/>
      <w:r w:rsidR="002A4158" w:rsidRPr="00DA4E77">
        <w:t>Oréus</w:t>
      </w:r>
      <w:proofErr w:type="spellEnd"/>
      <w:r>
        <w:t xml:space="preserve"> ! </w:t>
      </w:r>
      <w:proofErr w:type="spellStart"/>
      <w:r w:rsidR="002A4158" w:rsidRPr="00DA4E77">
        <w:t>Oréus</w:t>
      </w:r>
      <w:proofErr w:type="spellEnd"/>
      <w:r>
        <w:t xml:space="preserve"> ! </w:t>
      </w:r>
      <w:r w:rsidR="002A4158" w:rsidRPr="00DA4E77">
        <w:t>jette ton feu sur les maudits</w:t>
      </w:r>
      <w:r>
        <w:t> !</w:t>
      </w:r>
    </w:p>
    <w:p w14:paraId="280D944D" w14:textId="77777777" w:rsidR="00276CCE" w:rsidRDefault="002A4158" w:rsidP="002A4158">
      <w:r w:rsidRPr="00DA4E77">
        <w:lastRenderedPageBreak/>
        <w:t>Mais le vieillard demeure immobile</w:t>
      </w:r>
      <w:r w:rsidR="00276CCE">
        <w:t xml:space="preserve">. </w:t>
      </w:r>
      <w:r w:rsidRPr="00DA4E77">
        <w:t>Pas un pleur dans ses yeux</w:t>
      </w:r>
      <w:r w:rsidR="00276CCE">
        <w:t xml:space="preserve">. </w:t>
      </w:r>
      <w:r w:rsidRPr="00DA4E77">
        <w:t>Pas un mouvement dans tout son corps</w:t>
      </w:r>
      <w:r w:rsidR="00276CCE">
        <w:t xml:space="preserve">. </w:t>
      </w:r>
      <w:r w:rsidRPr="00DA4E77">
        <w:t>Pas un trembl</w:t>
      </w:r>
      <w:r w:rsidRPr="00DA4E77">
        <w:t>e</w:t>
      </w:r>
      <w:r w:rsidRPr="00DA4E77">
        <w:t>ment sur ses lèvres</w:t>
      </w:r>
      <w:r w:rsidR="00276CCE">
        <w:t xml:space="preserve">. </w:t>
      </w:r>
      <w:r w:rsidRPr="00DA4E77">
        <w:t>La roue du destin tourne maintenant dans un tourbillon de vertige</w:t>
      </w:r>
      <w:r w:rsidR="00276CCE">
        <w:t xml:space="preserve">, </w:t>
      </w:r>
      <w:r w:rsidRPr="00DA4E77">
        <w:t>et ne voyant plus rien</w:t>
      </w:r>
      <w:r w:rsidR="00276CCE">
        <w:t xml:space="preserve">, </w:t>
      </w:r>
      <w:r w:rsidRPr="00DA4E77">
        <w:t>il entend venir l</w:t>
      </w:r>
      <w:r w:rsidR="00276CCE">
        <w:t>’</w:t>
      </w:r>
      <w:r w:rsidRPr="00DA4E77">
        <w:t>inéluctable</w:t>
      </w:r>
      <w:r w:rsidR="00276CCE">
        <w:t>.</w:t>
      </w:r>
    </w:p>
    <w:p w14:paraId="74B8BE7A" w14:textId="77777777" w:rsidR="00276CCE" w:rsidRDefault="00276CCE" w:rsidP="002A4158">
      <w:r>
        <w:t>— </w:t>
      </w:r>
      <w:r w:rsidR="002A4158" w:rsidRPr="00DA4E77">
        <w:t>Maître</w:t>
      </w:r>
      <w:r>
        <w:t xml:space="preserve"> ! </w:t>
      </w:r>
      <w:r w:rsidR="002A4158" w:rsidRPr="00DA4E77">
        <w:t>maître</w:t>
      </w:r>
      <w:r>
        <w:t xml:space="preserve"> ! </w:t>
      </w:r>
      <w:r w:rsidR="002A4158" w:rsidRPr="00DA4E77">
        <w:t>sauve-nous</w:t>
      </w:r>
      <w:r>
        <w:t xml:space="preserve"> ! </w:t>
      </w:r>
      <w:r w:rsidR="002A4158" w:rsidRPr="00DA4E77">
        <w:t>supplient les hiérophantes</w:t>
      </w:r>
      <w:r>
        <w:t>.</w:t>
      </w:r>
    </w:p>
    <w:p w14:paraId="626D9FDC" w14:textId="77777777" w:rsidR="00276CCE" w:rsidRDefault="00276CCE" w:rsidP="002A4158">
      <w:r>
        <w:t>— </w:t>
      </w:r>
      <w:r w:rsidR="002A4158" w:rsidRPr="00DA4E77">
        <w:t>Impossible</w:t>
      </w:r>
      <w:r>
        <w:t xml:space="preserve"> ! </w:t>
      </w:r>
      <w:r w:rsidR="002A4158" w:rsidRPr="00DA4E77">
        <w:t xml:space="preserve">répond </w:t>
      </w:r>
      <w:proofErr w:type="spellStart"/>
      <w:r w:rsidR="002A4158" w:rsidRPr="00DA4E77">
        <w:t>Oréus</w:t>
      </w:r>
      <w:proofErr w:type="spellEnd"/>
      <w:r>
        <w:t xml:space="preserve">. </w:t>
      </w:r>
      <w:r w:rsidR="002A4158" w:rsidRPr="00DA4E77">
        <w:t>Si j</w:t>
      </w:r>
      <w:r>
        <w:t>’</w:t>
      </w:r>
      <w:r w:rsidR="002A4158" w:rsidRPr="00DA4E77">
        <w:t>ai pu mesurer les heures écoulées</w:t>
      </w:r>
      <w:r>
        <w:t xml:space="preserve">, </w:t>
      </w:r>
      <w:r w:rsidR="002A4158" w:rsidRPr="00DA4E77">
        <w:t>le soleil doit marcher vers son déclin</w:t>
      </w:r>
      <w:r>
        <w:t xml:space="preserve">. </w:t>
      </w:r>
      <w:r w:rsidR="002A4158" w:rsidRPr="00DA4E77">
        <w:t>Les miroirs a</w:t>
      </w:r>
      <w:r w:rsidR="002A4158" w:rsidRPr="00DA4E77">
        <w:t>r</w:t>
      </w:r>
      <w:r w:rsidR="002A4158" w:rsidRPr="00DA4E77">
        <w:t>dents ne renverraient que des flammes mortes</w:t>
      </w:r>
      <w:r>
        <w:t xml:space="preserve">. </w:t>
      </w:r>
      <w:r w:rsidR="002A4158" w:rsidRPr="00DA4E77">
        <w:t>Il n</w:t>
      </w:r>
      <w:r>
        <w:t>’</w:t>
      </w:r>
      <w:r w:rsidR="002A4158" w:rsidRPr="00DA4E77">
        <w:t>est plus de salut que dans le courage et la patience des Atlantes</w:t>
      </w:r>
      <w:r>
        <w:t>.</w:t>
      </w:r>
    </w:p>
    <w:p w14:paraId="22C4E66C" w14:textId="77777777" w:rsidR="00276CCE" w:rsidRDefault="00276CCE" w:rsidP="002A4158">
      <w:r>
        <w:t>— </w:t>
      </w:r>
      <w:r w:rsidR="002A4158" w:rsidRPr="00DA4E77">
        <w:t>Quelle misère</w:t>
      </w:r>
      <w:r>
        <w:t xml:space="preserve"> ! </w:t>
      </w:r>
      <w:r w:rsidR="002A4158" w:rsidRPr="00DA4E77">
        <w:t xml:space="preserve">murmure </w:t>
      </w:r>
      <w:proofErr w:type="spellStart"/>
      <w:r w:rsidR="002A4158" w:rsidRPr="00DA4E77">
        <w:t>Thébao</w:t>
      </w:r>
      <w:proofErr w:type="spellEnd"/>
      <w:r>
        <w:t>.</w:t>
      </w:r>
    </w:p>
    <w:p w14:paraId="068C9A45" w14:textId="77777777" w:rsidR="00276CCE" w:rsidRDefault="00276CCE" w:rsidP="002A4158">
      <w:r>
        <w:t>— </w:t>
      </w:r>
      <w:r w:rsidR="002A4158" w:rsidRPr="00DA4E77">
        <w:t>Quelle misère</w:t>
      </w:r>
      <w:r>
        <w:t xml:space="preserve"> ! </w:t>
      </w:r>
      <w:r w:rsidR="002A4158" w:rsidRPr="00DA4E77">
        <w:t xml:space="preserve">répète </w:t>
      </w:r>
      <w:proofErr w:type="spellStart"/>
      <w:r w:rsidR="002A4158" w:rsidRPr="00DA4E77">
        <w:t>Oréus</w:t>
      </w:r>
      <w:proofErr w:type="spellEnd"/>
      <w:r>
        <w:t>.</w:t>
      </w:r>
    </w:p>
    <w:p w14:paraId="371BA645" w14:textId="77777777" w:rsidR="00276CCE" w:rsidRDefault="002A4158" w:rsidP="002A4158">
      <w:r w:rsidRPr="00DA4E77">
        <w:t xml:space="preserve">Et se penchant vers </w:t>
      </w:r>
      <w:proofErr w:type="spellStart"/>
      <w:r w:rsidRPr="00DA4E77">
        <w:t>Glania</w:t>
      </w:r>
      <w:proofErr w:type="spellEnd"/>
      <w:r w:rsidRPr="00DA4E77">
        <w:t xml:space="preserve"> qui regarde</w:t>
      </w:r>
      <w:r w:rsidR="00276CCE">
        <w:t xml:space="preserve">, </w:t>
      </w:r>
      <w:r w:rsidRPr="00DA4E77">
        <w:t>au fond du ciel</w:t>
      </w:r>
      <w:r w:rsidR="00276CCE">
        <w:t xml:space="preserve">, </w:t>
      </w:r>
      <w:r w:rsidRPr="00DA4E77">
        <w:t>un point noir</w:t>
      </w:r>
      <w:r w:rsidR="00276CCE">
        <w:t xml:space="preserve">, </w:t>
      </w:r>
      <w:r w:rsidRPr="00DA4E77">
        <w:t>le vieillard la console</w:t>
      </w:r>
      <w:r w:rsidR="00276CCE">
        <w:t> :</w:t>
      </w:r>
    </w:p>
    <w:p w14:paraId="6C9A94F8" w14:textId="77777777" w:rsidR="00276CCE" w:rsidRDefault="00276CCE" w:rsidP="002A4158">
      <w:r>
        <w:t>— </w:t>
      </w:r>
      <w:r w:rsidR="002A4158" w:rsidRPr="00DA4E77">
        <w:t>Mon enfant</w:t>
      </w:r>
      <w:r>
        <w:t xml:space="preserve">, </w:t>
      </w:r>
      <w:r w:rsidR="002A4158" w:rsidRPr="00DA4E77">
        <w:t>ne pleure plus</w:t>
      </w:r>
      <w:r>
        <w:t xml:space="preserve">, </w:t>
      </w:r>
      <w:r w:rsidR="002A4158" w:rsidRPr="00DA4E77">
        <w:t>réconforte ton cœur</w:t>
      </w:r>
      <w:r>
        <w:t xml:space="preserve"> ; </w:t>
      </w:r>
      <w:r w:rsidR="002A4158" w:rsidRPr="00DA4E77">
        <w:t>d</w:t>
      </w:r>
      <w:r w:rsidR="002A4158" w:rsidRPr="00DA4E77">
        <w:t>e</w:t>
      </w:r>
      <w:r w:rsidR="002A4158" w:rsidRPr="00DA4E77">
        <w:t>main</w:t>
      </w:r>
      <w:r>
        <w:t xml:space="preserve">, </w:t>
      </w:r>
      <w:r w:rsidR="002A4158" w:rsidRPr="00DA4E77">
        <w:t>nous partirons peut-être</w:t>
      </w:r>
      <w:r>
        <w:t xml:space="preserve">, </w:t>
      </w:r>
      <w:r w:rsidR="002A4158" w:rsidRPr="00DA4E77">
        <w:t>et nous irons là-bas</w:t>
      </w:r>
      <w:r>
        <w:t xml:space="preserve">, </w:t>
      </w:r>
      <w:r w:rsidR="002A4158" w:rsidRPr="00DA4E77">
        <w:t>vers ton pays ligure</w:t>
      </w:r>
      <w:r>
        <w:t>.</w:t>
      </w:r>
    </w:p>
    <w:p w14:paraId="3A83E128" w14:textId="77777777" w:rsidR="00276CCE" w:rsidRDefault="002A4158" w:rsidP="002A4158">
      <w:r w:rsidRPr="00DA4E77">
        <w:t>Pendant ce temps</w:t>
      </w:r>
      <w:r w:rsidR="00276CCE">
        <w:t xml:space="preserve">, </w:t>
      </w:r>
      <w:r w:rsidRPr="00DA4E77">
        <w:t>à toutes voiles</w:t>
      </w:r>
      <w:r w:rsidR="00276CCE">
        <w:t xml:space="preserve">, </w:t>
      </w:r>
      <w:r w:rsidRPr="00DA4E77">
        <w:t>aussi tranquilles qu</w:t>
      </w:r>
      <w:r w:rsidR="00276CCE">
        <w:t>’</w:t>
      </w:r>
      <w:r w:rsidRPr="00DA4E77">
        <w:t>en un jour de fête</w:t>
      </w:r>
      <w:r w:rsidR="00276CCE">
        <w:t xml:space="preserve">, </w:t>
      </w:r>
      <w:r w:rsidRPr="00DA4E77">
        <w:t>les bâtiments aztèques semblent tenir toute la largeur de la mer</w:t>
      </w:r>
      <w:r w:rsidR="00276CCE">
        <w:t xml:space="preserve">. </w:t>
      </w:r>
      <w:r w:rsidRPr="00DA4E77">
        <w:t>En tête</w:t>
      </w:r>
      <w:r w:rsidR="00276CCE">
        <w:t xml:space="preserve">, </w:t>
      </w:r>
      <w:r w:rsidRPr="00DA4E77">
        <w:t xml:space="preserve">voguent la galère de </w:t>
      </w:r>
      <w:proofErr w:type="spellStart"/>
      <w:r w:rsidRPr="00DA4E77">
        <w:t>Timou</w:t>
      </w:r>
      <w:proofErr w:type="spellEnd"/>
      <w:r w:rsidRPr="00DA4E77">
        <w:t xml:space="preserve"> et le vai</w:t>
      </w:r>
      <w:r w:rsidRPr="00DA4E77">
        <w:t>s</w:t>
      </w:r>
      <w:r w:rsidRPr="00DA4E77">
        <w:t xml:space="preserve">seau de </w:t>
      </w:r>
      <w:proofErr w:type="spellStart"/>
      <w:r w:rsidRPr="00DA4E77">
        <w:t>Melléna</w:t>
      </w:r>
      <w:proofErr w:type="spellEnd"/>
      <w:r w:rsidR="00276CCE">
        <w:t xml:space="preserve">. </w:t>
      </w:r>
      <w:r w:rsidRPr="00DA4E77">
        <w:t>Les exploits du Noir lui ont valu de partager avec elle la conduite de l</w:t>
      </w:r>
      <w:r w:rsidR="00276CCE">
        <w:t>’</w:t>
      </w:r>
      <w:r w:rsidRPr="00DA4E77">
        <w:t>entreprise</w:t>
      </w:r>
      <w:r w:rsidR="00276CCE">
        <w:t xml:space="preserve">. </w:t>
      </w:r>
      <w:r w:rsidRPr="00DA4E77">
        <w:t>Tout gonflé de sa victoire</w:t>
      </w:r>
      <w:r w:rsidR="00276CCE">
        <w:t xml:space="preserve">, </w:t>
      </w:r>
      <w:r w:rsidRPr="00DA4E77">
        <w:t>il se tient debout à la proue de sa nef légère</w:t>
      </w:r>
      <w:r w:rsidR="00276CCE">
        <w:t>.</w:t>
      </w:r>
    </w:p>
    <w:p w14:paraId="69DA6416" w14:textId="77777777" w:rsidR="00276CCE" w:rsidRDefault="00276CCE" w:rsidP="002A4158">
      <w:r>
        <w:t>— </w:t>
      </w:r>
      <w:r w:rsidR="002A4158" w:rsidRPr="00DA4E77">
        <w:t>Eh bien</w:t>
      </w:r>
      <w:r>
        <w:t xml:space="preserve">, </w:t>
      </w:r>
      <w:r w:rsidR="002A4158" w:rsidRPr="00DA4E77">
        <w:t xml:space="preserve">crie-t-il à </w:t>
      </w:r>
      <w:proofErr w:type="spellStart"/>
      <w:r w:rsidR="002A4158" w:rsidRPr="00DA4E77">
        <w:t>Melléna</w:t>
      </w:r>
      <w:proofErr w:type="spellEnd"/>
      <w:r>
        <w:t xml:space="preserve">, </w:t>
      </w:r>
      <w:r w:rsidR="002A4158" w:rsidRPr="00DA4E77">
        <w:t>dont le navire s</w:t>
      </w:r>
      <w:r>
        <w:t>’</w:t>
      </w:r>
      <w:r w:rsidR="002A4158" w:rsidRPr="00DA4E77">
        <w:t>approche du sien</w:t>
      </w:r>
      <w:r>
        <w:t xml:space="preserve">, </w:t>
      </w:r>
      <w:r w:rsidR="002A4158" w:rsidRPr="00DA4E77">
        <w:t>eh bien</w:t>
      </w:r>
      <w:r>
        <w:t xml:space="preserve">, </w:t>
      </w:r>
      <w:r w:rsidR="002A4158" w:rsidRPr="00DA4E77">
        <w:t>n</w:t>
      </w:r>
      <w:r>
        <w:t>’</w:t>
      </w:r>
      <w:r w:rsidR="002A4158" w:rsidRPr="00DA4E77">
        <w:t>avais-je pas raison de t</w:t>
      </w:r>
      <w:r>
        <w:t>’</w:t>
      </w:r>
      <w:r w:rsidR="002A4158" w:rsidRPr="00DA4E77">
        <w:t>assurer que nous ne trouverions pas de résistance</w:t>
      </w:r>
      <w:r>
        <w:t xml:space="preserve"> ? </w:t>
      </w:r>
      <w:r w:rsidR="002A4158" w:rsidRPr="00DA4E77">
        <w:t>Regarde</w:t>
      </w:r>
      <w:r>
        <w:t xml:space="preserve">, </w:t>
      </w:r>
      <w:r w:rsidR="002A4158" w:rsidRPr="00DA4E77">
        <w:t>la mer est vide et le ciel aussi</w:t>
      </w:r>
      <w:r>
        <w:t> !</w:t>
      </w:r>
    </w:p>
    <w:p w14:paraId="4D6C88AA" w14:textId="77777777" w:rsidR="00276CCE" w:rsidRDefault="002A4158" w:rsidP="002A4158">
      <w:proofErr w:type="spellStart"/>
      <w:r w:rsidRPr="00DA4E77">
        <w:lastRenderedPageBreak/>
        <w:t>Melléna</w:t>
      </w:r>
      <w:proofErr w:type="spellEnd"/>
      <w:r w:rsidR="00276CCE">
        <w:t xml:space="preserve">, </w:t>
      </w:r>
      <w:r w:rsidRPr="00DA4E77">
        <w:t>en effet</w:t>
      </w:r>
      <w:r w:rsidR="00276CCE">
        <w:t xml:space="preserve">, </w:t>
      </w:r>
      <w:r w:rsidRPr="00DA4E77">
        <w:t>avait frémi</w:t>
      </w:r>
      <w:r w:rsidR="00276CCE">
        <w:t xml:space="preserve">, </w:t>
      </w:r>
      <w:r w:rsidRPr="00DA4E77">
        <w:t>en apercevant l</w:t>
      </w:r>
      <w:r w:rsidR="00276CCE">
        <w:t>’</w:t>
      </w:r>
      <w:r w:rsidRPr="00DA4E77">
        <w:rPr>
          <w:bCs/>
          <w:i/>
          <w:iCs/>
        </w:rPr>
        <w:t>Alérion</w:t>
      </w:r>
      <w:r w:rsidR="00276CCE">
        <w:rPr>
          <w:bCs/>
          <w:i/>
          <w:iCs/>
        </w:rPr>
        <w:t xml:space="preserve">. </w:t>
      </w:r>
      <w:r w:rsidRPr="00DA4E77">
        <w:t>Mais en voyant disparaître peu à peu le géant de l</w:t>
      </w:r>
      <w:r w:rsidR="00276CCE">
        <w:t>’</w:t>
      </w:r>
      <w:r w:rsidRPr="00DA4E77">
        <w:t>espace</w:t>
      </w:r>
      <w:r w:rsidR="00276CCE">
        <w:t xml:space="preserve">, </w:t>
      </w:r>
      <w:r w:rsidRPr="00DA4E77">
        <w:t>elle et ses amis ont repris espoir</w:t>
      </w:r>
      <w:r w:rsidR="00276CCE">
        <w:t>.</w:t>
      </w:r>
    </w:p>
    <w:p w14:paraId="0E8D0564" w14:textId="77777777" w:rsidR="00276CCE" w:rsidRDefault="002A4158" w:rsidP="002A4158">
      <w:r w:rsidRPr="00DA4E77">
        <w:t>Dans Atlantis</w:t>
      </w:r>
      <w:r w:rsidR="00276CCE">
        <w:t xml:space="preserve">, </w:t>
      </w:r>
      <w:r w:rsidRPr="00DA4E77">
        <w:t>là-bas</w:t>
      </w:r>
      <w:r w:rsidR="00276CCE">
        <w:t xml:space="preserve">, </w:t>
      </w:r>
      <w:r w:rsidRPr="00DA4E77">
        <w:t>la foule grouille et gronde hors des demeures</w:t>
      </w:r>
      <w:r w:rsidR="00276CCE">
        <w:t xml:space="preserve">. </w:t>
      </w:r>
      <w:r w:rsidRPr="00DA4E77">
        <w:t>La ruée recommence vers le Palais de l</w:t>
      </w:r>
      <w:r w:rsidR="00276CCE">
        <w:t>’</w:t>
      </w:r>
      <w:r w:rsidRPr="00DA4E77">
        <w:t>Empire</w:t>
      </w:r>
      <w:r w:rsidR="00276CCE">
        <w:t xml:space="preserve">. </w:t>
      </w:r>
      <w:proofErr w:type="spellStart"/>
      <w:r w:rsidRPr="00DA4E77">
        <w:t>Kn</w:t>
      </w:r>
      <w:r w:rsidRPr="00DA4E77">
        <w:t>e</w:t>
      </w:r>
      <w:r w:rsidRPr="00DA4E77">
        <w:t>phao</w:t>
      </w:r>
      <w:proofErr w:type="spellEnd"/>
      <w:r w:rsidR="00276CCE">
        <w:t xml:space="preserve">, </w:t>
      </w:r>
      <w:r w:rsidRPr="00DA4E77">
        <w:t>malgré tout</w:t>
      </w:r>
      <w:r w:rsidR="00276CCE">
        <w:t xml:space="preserve">, </w:t>
      </w:r>
      <w:r w:rsidRPr="00DA4E77">
        <w:t>s</w:t>
      </w:r>
      <w:r w:rsidR="00276CCE">
        <w:t>’</w:t>
      </w:r>
      <w:r w:rsidRPr="00DA4E77">
        <w:t>apprête à tenir ferme</w:t>
      </w:r>
      <w:r w:rsidR="00276CCE">
        <w:t xml:space="preserve">. </w:t>
      </w:r>
      <w:proofErr w:type="spellStart"/>
      <w:r w:rsidRPr="00DA4E77">
        <w:t>Oréus</w:t>
      </w:r>
      <w:proofErr w:type="spellEnd"/>
      <w:r w:rsidR="00276CCE">
        <w:t xml:space="preserve">, </w:t>
      </w:r>
      <w:r w:rsidRPr="00DA4E77">
        <w:t xml:space="preserve">que </w:t>
      </w:r>
      <w:proofErr w:type="spellStart"/>
      <w:r w:rsidRPr="00DA4E77">
        <w:t>Glania</w:t>
      </w:r>
      <w:proofErr w:type="spellEnd"/>
      <w:r w:rsidRPr="00DA4E77">
        <w:t xml:space="preserve"> est venue rejoindre</w:t>
      </w:r>
      <w:r w:rsidR="00276CCE">
        <w:t xml:space="preserve">, </w:t>
      </w:r>
      <w:r w:rsidRPr="00DA4E77">
        <w:t>s</w:t>
      </w:r>
      <w:r w:rsidR="00276CCE">
        <w:t>’</w:t>
      </w:r>
      <w:r w:rsidRPr="00DA4E77">
        <w:t>informe seconde par seconde des événements accomplis</w:t>
      </w:r>
      <w:r w:rsidR="00276CCE">
        <w:t xml:space="preserve">, </w:t>
      </w:r>
      <w:r w:rsidRPr="00DA4E77">
        <w:t>quand soudain la jeune fille</w:t>
      </w:r>
      <w:r w:rsidR="00276CCE">
        <w:t xml:space="preserve">, </w:t>
      </w:r>
      <w:r w:rsidRPr="00DA4E77">
        <w:t>dont les regards foui</w:t>
      </w:r>
      <w:r w:rsidRPr="00DA4E77">
        <w:t>l</w:t>
      </w:r>
      <w:r w:rsidRPr="00DA4E77">
        <w:t>lent toujours le ciel impassible</w:t>
      </w:r>
      <w:r w:rsidR="00276CCE">
        <w:t xml:space="preserve">, </w:t>
      </w:r>
      <w:r w:rsidRPr="00DA4E77">
        <w:t>laisse éclater ces mots</w:t>
      </w:r>
      <w:r w:rsidR="00276CCE">
        <w:t> :</w:t>
      </w:r>
    </w:p>
    <w:p w14:paraId="54DD6DA9" w14:textId="77777777" w:rsidR="00276CCE" w:rsidRDefault="00276CCE" w:rsidP="002A4158">
      <w:r>
        <w:t>— </w:t>
      </w:r>
      <w:r w:rsidR="002A4158" w:rsidRPr="00DA4E77">
        <w:t>Les voilà</w:t>
      </w:r>
      <w:r>
        <w:t xml:space="preserve"> ! </w:t>
      </w:r>
      <w:r w:rsidR="002A4158" w:rsidRPr="00DA4E77">
        <w:t>Ils reviennent</w:t>
      </w:r>
      <w:r>
        <w:t> !</w:t>
      </w:r>
    </w:p>
    <w:p w14:paraId="148D9416" w14:textId="77777777" w:rsidR="00276CCE" w:rsidRDefault="00276CCE" w:rsidP="002A4158">
      <w:r>
        <w:t>— </w:t>
      </w:r>
      <w:r w:rsidR="002A4158" w:rsidRPr="00DA4E77">
        <w:t>Qui donc</w:t>
      </w:r>
      <w:r>
        <w:t xml:space="preserve"> ? </w:t>
      </w:r>
      <w:r w:rsidR="002A4158" w:rsidRPr="00DA4E77">
        <w:t>Les Barbares</w:t>
      </w:r>
      <w:r>
        <w:t> ?</w:t>
      </w:r>
    </w:p>
    <w:p w14:paraId="68BC3BA8" w14:textId="77777777" w:rsidR="00276CCE" w:rsidRDefault="00276CCE" w:rsidP="002A4158">
      <w:r>
        <w:t>— </w:t>
      </w:r>
      <w:r w:rsidR="002A4158" w:rsidRPr="00DA4E77">
        <w:t>Ils reviennent</w:t>
      </w:r>
      <w:r>
        <w:t xml:space="preserve"> ! </w:t>
      </w:r>
      <w:r w:rsidR="002A4158" w:rsidRPr="00DA4E77">
        <w:t>Je les vois</w:t>
      </w:r>
      <w:r>
        <w:t xml:space="preserve"> ! </w:t>
      </w:r>
      <w:r w:rsidR="002A4158" w:rsidRPr="00DA4E77">
        <w:t>Tes enfants</w:t>
      </w:r>
      <w:r>
        <w:t xml:space="preserve"> ! </w:t>
      </w:r>
      <w:proofErr w:type="spellStart"/>
      <w:r w:rsidR="002A4158" w:rsidRPr="00DA4E77">
        <w:t>Oréa</w:t>
      </w:r>
      <w:proofErr w:type="spellEnd"/>
      <w:r w:rsidR="002A4158" w:rsidRPr="00DA4E77">
        <w:t xml:space="preserve"> et </w:t>
      </w:r>
      <w:proofErr w:type="spellStart"/>
      <w:r w:rsidR="002A4158" w:rsidRPr="00DA4E77">
        <w:t>Hellas</w:t>
      </w:r>
      <w:proofErr w:type="spellEnd"/>
      <w:r>
        <w:t> !</w:t>
      </w:r>
    </w:p>
    <w:p w14:paraId="56B72C9D" w14:textId="77777777" w:rsidR="00276CCE" w:rsidRDefault="00276CCE" w:rsidP="002A4158">
      <w:r>
        <w:t>— </w:t>
      </w:r>
      <w:r w:rsidR="002A4158" w:rsidRPr="00DA4E77">
        <w:t>Que dis-tu</w:t>
      </w:r>
      <w:r>
        <w:t xml:space="preserve"> ? </w:t>
      </w:r>
      <w:r w:rsidR="002A4158" w:rsidRPr="00DA4E77">
        <w:t>fait le vieillard se soulevant d</w:t>
      </w:r>
      <w:r>
        <w:t>’</w:t>
      </w:r>
      <w:r w:rsidR="002A4158" w:rsidRPr="00DA4E77">
        <w:t>un bond</w:t>
      </w:r>
      <w:r>
        <w:t>.</w:t>
      </w:r>
    </w:p>
    <w:p w14:paraId="01D91BBA" w14:textId="77777777" w:rsidR="00276CCE" w:rsidRDefault="00276CCE" w:rsidP="002A4158">
      <w:r>
        <w:t>— </w:t>
      </w:r>
      <w:r w:rsidR="002A4158" w:rsidRPr="00DA4E77">
        <w:t>Cette petite est affolée par son désir</w:t>
      </w:r>
      <w:r>
        <w:t xml:space="preserve">, </w:t>
      </w:r>
      <w:r w:rsidR="002A4158" w:rsidRPr="00DA4E77">
        <w:t xml:space="preserve">murmure </w:t>
      </w:r>
      <w:proofErr w:type="spellStart"/>
      <w:r w:rsidR="002A4158" w:rsidRPr="00DA4E77">
        <w:t>Thébao</w:t>
      </w:r>
      <w:proofErr w:type="spellEnd"/>
      <w:r w:rsidR="002A4158" w:rsidRPr="00DA4E77">
        <w:t xml:space="preserve"> qui vient de s</w:t>
      </w:r>
      <w:r>
        <w:t>’</w:t>
      </w:r>
      <w:r w:rsidR="002A4158" w:rsidRPr="00DA4E77">
        <w:t>approcher</w:t>
      </w:r>
      <w:r>
        <w:t xml:space="preserve">. </w:t>
      </w:r>
      <w:r w:rsidR="002A4158" w:rsidRPr="00DA4E77">
        <w:t>Le ciel est vide</w:t>
      </w:r>
      <w:r>
        <w:t xml:space="preserve">, </w:t>
      </w:r>
      <w:r w:rsidR="002A4158" w:rsidRPr="00DA4E77">
        <w:t>hélas</w:t>
      </w:r>
      <w:r>
        <w:t> !</w:t>
      </w:r>
    </w:p>
    <w:p w14:paraId="5D3A581B" w14:textId="77777777" w:rsidR="00276CCE" w:rsidRDefault="00276CCE" w:rsidP="002A4158">
      <w:r>
        <w:t>— </w:t>
      </w:r>
      <w:r w:rsidR="002A4158" w:rsidRPr="00DA4E77">
        <w:t>Non</w:t>
      </w:r>
      <w:r>
        <w:t xml:space="preserve"> ! </w:t>
      </w:r>
      <w:r w:rsidR="002A4158" w:rsidRPr="00DA4E77">
        <w:t>non</w:t>
      </w:r>
      <w:r>
        <w:t xml:space="preserve"> ! </w:t>
      </w:r>
      <w:r w:rsidR="002A4158" w:rsidRPr="00DA4E77">
        <w:t xml:space="preserve">affirme </w:t>
      </w:r>
      <w:proofErr w:type="spellStart"/>
      <w:r w:rsidR="002A4158" w:rsidRPr="00DA4E77">
        <w:t>Glania</w:t>
      </w:r>
      <w:proofErr w:type="spellEnd"/>
      <w:r>
        <w:t xml:space="preserve">. </w:t>
      </w:r>
      <w:r w:rsidR="002A4158" w:rsidRPr="00DA4E77">
        <w:t>Le ciel n</w:t>
      </w:r>
      <w:r>
        <w:t>’</w:t>
      </w:r>
      <w:r w:rsidR="002A4158" w:rsidRPr="00DA4E77">
        <w:t>est pas vide</w:t>
      </w:r>
      <w:r>
        <w:t xml:space="preserve">. </w:t>
      </w:r>
      <w:r w:rsidR="002A4158" w:rsidRPr="00DA4E77">
        <w:t>Vois-tu ces ailes qui battent dans l</w:t>
      </w:r>
      <w:r>
        <w:t>’</w:t>
      </w:r>
      <w:r w:rsidR="002A4158" w:rsidRPr="00DA4E77">
        <w:t>azur</w:t>
      </w:r>
      <w:r>
        <w:t xml:space="preserve">, </w:t>
      </w:r>
      <w:r w:rsidR="002A4158" w:rsidRPr="00DA4E77">
        <w:t>là-bas</w:t>
      </w:r>
      <w:r>
        <w:t xml:space="preserve">, </w:t>
      </w:r>
      <w:r w:rsidR="002A4158" w:rsidRPr="00DA4E77">
        <w:t>là-bas</w:t>
      </w:r>
      <w:r>
        <w:t> ?</w:t>
      </w:r>
    </w:p>
    <w:p w14:paraId="615E1260" w14:textId="77777777" w:rsidR="00276CCE" w:rsidRDefault="00276CCE" w:rsidP="002A4158">
      <w:r>
        <w:t>— </w:t>
      </w:r>
      <w:r w:rsidR="002A4158" w:rsidRPr="00DA4E77">
        <w:t>J</w:t>
      </w:r>
      <w:r>
        <w:t>’</w:t>
      </w:r>
      <w:r w:rsidR="002A4158" w:rsidRPr="00DA4E77">
        <w:t>aperçois à peine un point noir</w:t>
      </w:r>
      <w:r>
        <w:t xml:space="preserve">, </w:t>
      </w:r>
      <w:r w:rsidR="002A4158" w:rsidRPr="00DA4E77">
        <w:t>pareil à une hirondelle perdue</w:t>
      </w:r>
      <w:r>
        <w:t>…</w:t>
      </w:r>
    </w:p>
    <w:p w14:paraId="53B0A56D" w14:textId="77777777" w:rsidR="00276CCE" w:rsidRDefault="00276CCE" w:rsidP="002A4158">
      <w:r>
        <w:t>— </w:t>
      </w:r>
      <w:r w:rsidR="002A4158" w:rsidRPr="00DA4E77">
        <w:t>Il grossit</w:t>
      </w:r>
      <w:r>
        <w:t xml:space="preserve">, </w:t>
      </w:r>
      <w:r w:rsidR="002A4158" w:rsidRPr="00DA4E77">
        <w:t>il vient</w:t>
      </w:r>
      <w:r>
        <w:t xml:space="preserve">, </w:t>
      </w:r>
      <w:r w:rsidR="002A4158" w:rsidRPr="00DA4E77">
        <w:t>il accourt</w:t>
      </w:r>
      <w:r>
        <w:t xml:space="preserve"> : </w:t>
      </w:r>
      <w:r w:rsidR="002A4158" w:rsidRPr="00DA4E77">
        <w:t>c</w:t>
      </w:r>
      <w:r>
        <w:t>’</w:t>
      </w:r>
      <w:r w:rsidR="002A4158" w:rsidRPr="00DA4E77">
        <w:t>est l</w:t>
      </w:r>
      <w:r>
        <w:t>’</w:t>
      </w:r>
      <w:r w:rsidR="002A4158" w:rsidRPr="00DA4E77">
        <w:rPr>
          <w:bCs/>
          <w:i/>
          <w:iCs/>
        </w:rPr>
        <w:t>Alérion</w:t>
      </w:r>
      <w:r>
        <w:t> !</w:t>
      </w:r>
    </w:p>
    <w:p w14:paraId="068A1F77" w14:textId="77777777" w:rsidR="00276CCE" w:rsidRDefault="002A4158" w:rsidP="002A4158">
      <w:r w:rsidRPr="00DA4E77">
        <w:t xml:space="preserve">La voix de </w:t>
      </w:r>
      <w:proofErr w:type="spellStart"/>
      <w:r w:rsidRPr="00DA4E77">
        <w:t>Glania</w:t>
      </w:r>
      <w:proofErr w:type="spellEnd"/>
      <w:r w:rsidRPr="00DA4E77">
        <w:t xml:space="preserve"> est si éclatante que quelques hiéropha</w:t>
      </w:r>
      <w:r w:rsidRPr="00DA4E77">
        <w:t>n</w:t>
      </w:r>
      <w:r w:rsidRPr="00DA4E77">
        <w:t>tes s</w:t>
      </w:r>
      <w:r w:rsidR="00276CCE">
        <w:t>’</w:t>
      </w:r>
      <w:r w:rsidRPr="00DA4E77">
        <w:t>approchent</w:t>
      </w:r>
      <w:r w:rsidR="00276CCE">
        <w:t xml:space="preserve">, </w:t>
      </w:r>
      <w:r w:rsidRPr="00DA4E77">
        <w:t>munis de longues-vues</w:t>
      </w:r>
      <w:r w:rsidR="00276CCE">
        <w:t>.</w:t>
      </w:r>
    </w:p>
    <w:p w14:paraId="37B987F7" w14:textId="77777777" w:rsidR="00276CCE" w:rsidRDefault="00276CCE" w:rsidP="002A4158">
      <w:r>
        <w:t>— </w:t>
      </w:r>
      <w:r w:rsidR="002A4158" w:rsidRPr="00DA4E77">
        <w:t>C</w:t>
      </w:r>
      <w:r>
        <w:t>’</w:t>
      </w:r>
      <w:r w:rsidR="002A4158" w:rsidRPr="00DA4E77">
        <w:t>est vrai</w:t>
      </w:r>
      <w:r>
        <w:t xml:space="preserve"> ! </w:t>
      </w:r>
      <w:r w:rsidR="002A4158" w:rsidRPr="00DA4E77">
        <w:t>s</w:t>
      </w:r>
      <w:r>
        <w:t>’</w:t>
      </w:r>
      <w:r w:rsidR="002A4158" w:rsidRPr="00DA4E77">
        <w:t>écrie un jeune prêtre</w:t>
      </w:r>
      <w:r>
        <w:t xml:space="preserve">. </w:t>
      </w:r>
      <w:r w:rsidR="002A4158" w:rsidRPr="00DA4E77">
        <w:t>Cette fille barbare a des yeux d</w:t>
      </w:r>
      <w:r>
        <w:t>’</w:t>
      </w:r>
      <w:r w:rsidR="002A4158" w:rsidRPr="00DA4E77">
        <w:t>aiglon</w:t>
      </w:r>
      <w:r>
        <w:t xml:space="preserve">. </w:t>
      </w:r>
      <w:r w:rsidR="002A4158" w:rsidRPr="00DA4E77">
        <w:t>Elle a deviné l</w:t>
      </w:r>
      <w:r>
        <w:t>’</w:t>
      </w:r>
      <w:r w:rsidR="002A4158" w:rsidRPr="00DA4E77">
        <w:t>invisible</w:t>
      </w:r>
      <w:r>
        <w:t xml:space="preserve">. </w:t>
      </w:r>
      <w:r w:rsidR="002A4158" w:rsidRPr="00DA4E77">
        <w:t>À l</w:t>
      </w:r>
      <w:r>
        <w:t>’</w:t>
      </w:r>
      <w:r w:rsidR="002A4158" w:rsidRPr="00DA4E77">
        <w:t xml:space="preserve">aide de ma </w:t>
      </w:r>
      <w:r w:rsidR="002A4158" w:rsidRPr="00DA4E77">
        <w:lastRenderedPageBreak/>
        <w:t>l</w:t>
      </w:r>
      <w:r w:rsidR="002A4158" w:rsidRPr="00DA4E77">
        <w:t>u</w:t>
      </w:r>
      <w:r w:rsidR="002A4158" w:rsidRPr="00DA4E77">
        <w:t>nette</w:t>
      </w:r>
      <w:r>
        <w:t xml:space="preserve">, </w:t>
      </w:r>
      <w:r w:rsidR="002A4158" w:rsidRPr="00DA4E77">
        <w:t>j</w:t>
      </w:r>
      <w:r>
        <w:t>’</w:t>
      </w:r>
      <w:r w:rsidR="002A4158" w:rsidRPr="00DA4E77">
        <w:t>entrevois à peine un oiseau géant qui grandit de coup d</w:t>
      </w:r>
      <w:r>
        <w:t>’</w:t>
      </w:r>
      <w:r w:rsidR="002A4158" w:rsidRPr="00DA4E77">
        <w:t>aile en coup d</w:t>
      </w:r>
      <w:r>
        <w:t>’</w:t>
      </w:r>
      <w:r w:rsidR="002A4158" w:rsidRPr="00DA4E77">
        <w:t>aile</w:t>
      </w:r>
      <w:r>
        <w:t>.</w:t>
      </w:r>
    </w:p>
    <w:p w14:paraId="52BD993B" w14:textId="77777777" w:rsidR="00276CCE" w:rsidRDefault="00276CCE" w:rsidP="002A4158">
      <w:r>
        <w:t>— </w:t>
      </w:r>
      <w:r w:rsidR="002A4158" w:rsidRPr="00DA4E77">
        <w:t>Tu entends</w:t>
      </w:r>
      <w:r>
        <w:t xml:space="preserve">, </w:t>
      </w:r>
      <w:r w:rsidR="002A4158" w:rsidRPr="00DA4E77">
        <w:t>maître</w:t>
      </w:r>
      <w:r>
        <w:t xml:space="preserve"> ? </w:t>
      </w:r>
      <w:r w:rsidR="002A4158" w:rsidRPr="00DA4E77">
        <w:t>Je savais bien que je ne pouvais pas me tromper</w:t>
      </w:r>
      <w:r>
        <w:t>.</w:t>
      </w:r>
    </w:p>
    <w:p w14:paraId="7589E587" w14:textId="77777777" w:rsidR="00276CCE" w:rsidRDefault="00276CCE" w:rsidP="00276CCE">
      <w:pPr>
        <w:pStyle w:val="Titre2"/>
        <w:rPr>
          <w:i/>
        </w:rPr>
      </w:pPr>
      <w:bookmarkStart w:id="58" w:name="_Toc194842044"/>
      <w:r w:rsidRPr="00DA4E77">
        <w:lastRenderedPageBreak/>
        <w:t>Scène</w:t>
      </w:r>
      <w:r>
        <w:t> </w:t>
      </w:r>
      <w:r w:rsidRPr="00DA4E77">
        <w:t>XV</w:t>
      </w:r>
      <w:r>
        <w:t xml:space="preserve">. – </w:t>
      </w:r>
      <w:r w:rsidR="002A4158" w:rsidRPr="00DA4E77">
        <w:rPr>
          <w:i/>
        </w:rPr>
        <w:t>La colère d</w:t>
      </w:r>
      <w:r>
        <w:rPr>
          <w:i/>
        </w:rPr>
        <w:t>’</w:t>
      </w:r>
      <w:proofErr w:type="spellStart"/>
      <w:r w:rsidR="002A4158" w:rsidRPr="00DA4E77">
        <w:rPr>
          <w:i/>
        </w:rPr>
        <w:t>Hellas</w:t>
      </w:r>
      <w:proofErr w:type="spellEnd"/>
      <w:r>
        <w:rPr>
          <w:i/>
        </w:rPr>
        <w:t>.</w:t>
      </w:r>
      <w:bookmarkEnd w:id="58"/>
    </w:p>
    <w:p w14:paraId="556913D8" w14:textId="77777777" w:rsidR="00276CCE" w:rsidRDefault="002A4158" w:rsidP="002A4158">
      <w:r w:rsidRPr="00DA4E77">
        <w:t>Dans l</w:t>
      </w:r>
      <w:r w:rsidR="00276CCE">
        <w:t>’</w:t>
      </w:r>
      <w:r w:rsidRPr="00DA4E77">
        <w:rPr>
          <w:bCs/>
          <w:i/>
          <w:iCs/>
        </w:rPr>
        <w:t>Alérion</w:t>
      </w:r>
      <w:r w:rsidR="00276CCE">
        <w:rPr>
          <w:bCs/>
          <w:i/>
          <w:iCs/>
        </w:rPr>
        <w:t xml:space="preserve">, </w:t>
      </w:r>
      <w:r w:rsidRPr="00DA4E77">
        <w:t>en effet</w:t>
      </w:r>
      <w:r w:rsidR="00276CCE">
        <w:t xml:space="preserve">, </w:t>
      </w:r>
      <w:r w:rsidRPr="00DA4E77">
        <w:t>dès le sauvetage d</w:t>
      </w:r>
      <w:r w:rsidR="00276CCE">
        <w:t>’</w:t>
      </w:r>
      <w:proofErr w:type="spellStart"/>
      <w:r w:rsidRPr="00DA4E77">
        <w:t>Hellas</w:t>
      </w:r>
      <w:proofErr w:type="spellEnd"/>
      <w:r w:rsidR="00276CCE">
        <w:t xml:space="preserve">, </w:t>
      </w:r>
      <w:proofErr w:type="spellStart"/>
      <w:r w:rsidRPr="00DA4E77">
        <w:t>Oréa</w:t>
      </w:r>
      <w:proofErr w:type="spellEnd"/>
      <w:r w:rsidR="00276CCE">
        <w:t xml:space="preserve">, </w:t>
      </w:r>
      <w:r w:rsidRPr="00DA4E77">
        <w:t>bouleversée par le danger de mort qu</w:t>
      </w:r>
      <w:r w:rsidR="00276CCE">
        <w:t>’</w:t>
      </w:r>
      <w:r w:rsidRPr="00DA4E77">
        <w:t>elle croyait pressentir sur le front pâle du héros</w:t>
      </w:r>
      <w:r w:rsidR="00276CCE">
        <w:t xml:space="preserve">, </w:t>
      </w:r>
      <w:r w:rsidRPr="00DA4E77">
        <w:t>ne songeait plus ni à l</w:t>
      </w:r>
      <w:r w:rsidR="00276CCE">
        <w:t>’</w:t>
      </w:r>
      <w:r w:rsidRPr="00DA4E77">
        <w:t>Empire</w:t>
      </w:r>
      <w:r w:rsidR="00276CCE">
        <w:t xml:space="preserve">, </w:t>
      </w:r>
      <w:r w:rsidRPr="00DA4E77">
        <w:t>ni même à son père</w:t>
      </w:r>
      <w:r w:rsidR="00276CCE">
        <w:t xml:space="preserve">, </w:t>
      </w:r>
      <w:r w:rsidRPr="00DA4E77">
        <w:t>et</w:t>
      </w:r>
      <w:r w:rsidR="00276CCE">
        <w:t xml:space="preserve">, </w:t>
      </w:r>
      <w:r w:rsidRPr="00DA4E77">
        <w:t>tandis que le remède versé par elle opérait peu à peu</w:t>
      </w:r>
      <w:r w:rsidR="00276CCE">
        <w:t xml:space="preserve">, </w:t>
      </w:r>
      <w:r w:rsidRPr="00DA4E77">
        <w:t>elle volait à toutes ailes vers l</w:t>
      </w:r>
      <w:r w:rsidR="00276CCE">
        <w:t>’</w:t>
      </w:r>
      <w:r w:rsidRPr="00DA4E77">
        <w:t>Orient voisin</w:t>
      </w:r>
      <w:r w:rsidR="00276CCE">
        <w:t xml:space="preserve">, </w:t>
      </w:r>
      <w:r w:rsidRPr="00DA4E77">
        <w:t>où</w:t>
      </w:r>
      <w:r w:rsidR="00276CCE">
        <w:t xml:space="preserve">, </w:t>
      </w:r>
      <w:r w:rsidRPr="00DA4E77">
        <w:t>loin des troubles de la ville folle</w:t>
      </w:r>
      <w:r w:rsidR="00276CCE">
        <w:t xml:space="preserve">, </w:t>
      </w:r>
      <w:r w:rsidRPr="00DA4E77">
        <w:t>elle pouvait soigner librement son bien-aimé rappelé à la vie</w:t>
      </w:r>
      <w:r w:rsidR="00276CCE">
        <w:t>.</w:t>
      </w:r>
    </w:p>
    <w:p w14:paraId="7F239977" w14:textId="77777777" w:rsidR="00276CCE" w:rsidRDefault="00276CCE" w:rsidP="002A4158">
      <w:r>
        <w:t xml:space="preserve">… </w:t>
      </w:r>
      <w:r w:rsidR="002A4158" w:rsidRPr="00DA4E77">
        <w:t>Cependant</w:t>
      </w:r>
      <w:r>
        <w:t xml:space="preserve">, </w:t>
      </w:r>
      <w:r w:rsidR="002A4158" w:rsidRPr="00DA4E77">
        <w:t>lentement</w:t>
      </w:r>
      <w:r>
        <w:t xml:space="preserve">, </w:t>
      </w:r>
      <w:proofErr w:type="spellStart"/>
      <w:r w:rsidR="002A4158" w:rsidRPr="00DA4E77">
        <w:t>Hellas</w:t>
      </w:r>
      <w:proofErr w:type="spellEnd"/>
      <w:r w:rsidR="002A4158" w:rsidRPr="00DA4E77">
        <w:t xml:space="preserve"> se réveille</w:t>
      </w:r>
      <w:r>
        <w:t xml:space="preserve">. </w:t>
      </w:r>
      <w:r w:rsidR="002A4158" w:rsidRPr="00DA4E77">
        <w:t>Et il jette un premier cri de béatitude instinctive</w:t>
      </w:r>
      <w:r>
        <w:t> :</w:t>
      </w:r>
    </w:p>
    <w:p w14:paraId="49196A0B" w14:textId="77777777" w:rsidR="00276CCE" w:rsidRDefault="00276CCE" w:rsidP="002A4158">
      <w:r>
        <w:t>— </w:t>
      </w:r>
      <w:proofErr w:type="spellStart"/>
      <w:r w:rsidR="002A4158" w:rsidRPr="00DA4E77">
        <w:t>Oréa</w:t>
      </w:r>
      <w:proofErr w:type="spellEnd"/>
      <w:r>
        <w:t xml:space="preserve">, </w:t>
      </w:r>
      <w:r w:rsidR="002A4158" w:rsidRPr="00DA4E77">
        <w:t>nous voici donc</w:t>
      </w:r>
      <w:r>
        <w:t xml:space="preserve"> ! </w:t>
      </w:r>
      <w:r w:rsidR="002A4158" w:rsidRPr="00DA4E77">
        <w:t>Nous vivons</w:t>
      </w:r>
      <w:r>
        <w:t xml:space="preserve"> ! </w:t>
      </w:r>
      <w:r w:rsidR="002A4158" w:rsidRPr="00DA4E77">
        <w:t>Et je te sens près de moi</w:t>
      </w:r>
      <w:r>
        <w:t> !</w:t>
      </w:r>
    </w:p>
    <w:p w14:paraId="526D7857" w14:textId="77777777" w:rsidR="00276CCE" w:rsidRDefault="002A4158" w:rsidP="002A4158">
      <w:r w:rsidRPr="00DA4E77">
        <w:t>Puis soudain</w:t>
      </w:r>
      <w:r w:rsidR="00276CCE">
        <w:t xml:space="preserve">, </w:t>
      </w:r>
      <w:r w:rsidRPr="00DA4E77">
        <w:t>comme soulevé malgré lui</w:t>
      </w:r>
      <w:r w:rsidR="00276CCE">
        <w:t xml:space="preserve">, </w:t>
      </w:r>
      <w:r w:rsidRPr="00DA4E77">
        <w:t>le héros se dresse</w:t>
      </w:r>
      <w:r w:rsidR="00276CCE">
        <w:t xml:space="preserve">, </w:t>
      </w:r>
      <w:r w:rsidRPr="00DA4E77">
        <w:t>regarde l</w:t>
      </w:r>
      <w:r w:rsidR="00276CCE">
        <w:t>’</w:t>
      </w:r>
      <w:r w:rsidRPr="00DA4E77">
        <w:t>espace et s</w:t>
      </w:r>
      <w:r w:rsidR="00276CCE">
        <w:t>’</w:t>
      </w:r>
      <w:r w:rsidRPr="00DA4E77">
        <w:t>écrie</w:t>
      </w:r>
      <w:r w:rsidR="00276CCE">
        <w:t> :</w:t>
      </w:r>
    </w:p>
    <w:p w14:paraId="5BF95F23" w14:textId="77777777" w:rsidR="00276CCE" w:rsidRDefault="00276CCE" w:rsidP="002A4158">
      <w:r>
        <w:t>— </w:t>
      </w:r>
      <w:r w:rsidR="002A4158" w:rsidRPr="00DA4E77">
        <w:t>Que faisons-nous</w:t>
      </w:r>
      <w:r>
        <w:t xml:space="preserve"> ? </w:t>
      </w:r>
      <w:r w:rsidR="002A4158" w:rsidRPr="00DA4E77">
        <w:t>Que devient Atlantis</w:t>
      </w:r>
      <w:r>
        <w:t> ?</w:t>
      </w:r>
    </w:p>
    <w:p w14:paraId="561EC6A2" w14:textId="77777777" w:rsidR="00276CCE" w:rsidRDefault="00276CCE" w:rsidP="002A4158">
      <w:r>
        <w:t>— </w:t>
      </w:r>
      <w:r w:rsidR="002A4158" w:rsidRPr="00DA4E77">
        <w:t>Atlantis chante là-bas</w:t>
      </w:r>
      <w:r>
        <w:t xml:space="preserve">, </w:t>
      </w:r>
      <w:r w:rsidR="002A4158" w:rsidRPr="00DA4E77">
        <w:t>mon bien-aimé</w:t>
      </w:r>
      <w:r>
        <w:t xml:space="preserve">, </w:t>
      </w:r>
      <w:r w:rsidR="002A4158" w:rsidRPr="00DA4E77">
        <w:t>dans la paix du couchant radieux</w:t>
      </w:r>
      <w:r>
        <w:t> !</w:t>
      </w:r>
    </w:p>
    <w:p w14:paraId="0B11AA19" w14:textId="77777777" w:rsidR="00276CCE" w:rsidRDefault="00276CCE" w:rsidP="002A4158">
      <w:r>
        <w:t>— </w:t>
      </w:r>
      <w:r w:rsidR="002A4158" w:rsidRPr="00DA4E77">
        <w:t>Là-bas</w:t>
      </w:r>
      <w:r>
        <w:t xml:space="preserve"> ? </w:t>
      </w:r>
      <w:r w:rsidR="002A4158" w:rsidRPr="00DA4E77">
        <w:t>Mais alors</w:t>
      </w:r>
      <w:r>
        <w:t xml:space="preserve">, </w:t>
      </w:r>
      <w:r w:rsidR="002A4158" w:rsidRPr="00DA4E77">
        <w:t>nous fuyons</w:t>
      </w:r>
      <w:r>
        <w:t> ?</w:t>
      </w:r>
    </w:p>
    <w:p w14:paraId="710F3323" w14:textId="77777777" w:rsidR="00276CCE" w:rsidRDefault="002A4158" w:rsidP="002A4158">
      <w:r w:rsidRPr="00DA4E77">
        <w:t xml:space="preserve">Et comme </w:t>
      </w:r>
      <w:proofErr w:type="spellStart"/>
      <w:r w:rsidRPr="00DA4E77">
        <w:t>Oréa</w:t>
      </w:r>
      <w:proofErr w:type="spellEnd"/>
      <w:r w:rsidRPr="00DA4E77">
        <w:t xml:space="preserve"> se tait</w:t>
      </w:r>
      <w:r w:rsidR="00276CCE">
        <w:t> :</w:t>
      </w:r>
    </w:p>
    <w:p w14:paraId="2FE86223" w14:textId="77777777" w:rsidR="00276CCE" w:rsidRDefault="00276CCE" w:rsidP="002A4158">
      <w:r>
        <w:t>— </w:t>
      </w:r>
      <w:r w:rsidR="002A4158" w:rsidRPr="00DA4E77">
        <w:t>Nous fuyons</w:t>
      </w:r>
      <w:r>
        <w:t xml:space="preserve"> ! </w:t>
      </w:r>
      <w:r w:rsidR="002A4158" w:rsidRPr="00DA4E77">
        <w:t xml:space="preserve">répète </w:t>
      </w:r>
      <w:proofErr w:type="spellStart"/>
      <w:r w:rsidR="002A4158" w:rsidRPr="00DA4E77">
        <w:t>Hellas</w:t>
      </w:r>
      <w:proofErr w:type="spellEnd"/>
      <w:r>
        <w:t xml:space="preserve">. </w:t>
      </w:r>
      <w:r w:rsidR="002A4158" w:rsidRPr="00DA4E77">
        <w:t>La fille d</w:t>
      </w:r>
      <w:r>
        <w:t>’</w:t>
      </w:r>
      <w:proofErr w:type="spellStart"/>
      <w:r w:rsidR="002A4158" w:rsidRPr="00DA4E77">
        <w:t>Oréus</w:t>
      </w:r>
      <w:proofErr w:type="spellEnd"/>
      <w:r w:rsidR="002A4158" w:rsidRPr="00DA4E77">
        <w:t xml:space="preserve"> et le Prince de l</w:t>
      </w:r>
      <w:r>
        <w:t>’</w:t>
      </w:r>
      <w:r w:rsidR="002A4158" w:rsidRPr="00DA4E77">
        <w:t>Empire fuient</w:t>
      </w:r>
      <w:r>
        <w:t> !</w:t>
      </w:r>
    </w:p>
    <w:p w14:paraId="6B1C8E61" w14:textId="77777777" w:rsidR="00276CCE" w:rsidRDefault="002A4158" w:rsidP="002A4158">
      <w:r w:rsidRPr="00DA4E77">
        <w:t>À ces mots</w:t>
      </w:r>
      <w:r w:rsidR="00276CCE">
        <w:t xml:space="preserve">, </w:t>
      </w:r>
      <w:proofErr w:type="spellStart"/>
      <w:r w:rsidRPr="00DA4E77">
        <w:t>Oréa</w:t>
      </w:r>
      <w:proofErr w:type="spellEnd"/>
      <w:r w:rsidR="00276CCE">
        <w:t xml:space="preserve">, </w:t>
      </w:r>
      <w:r w:rsidRPr="00DA4E77">
        <w:t>éperdue</w:t>
      </w:r>
      <w:r w:rsidR="00276CCE">
        <w:t xml:space="preserve">, </w:t>
      </w:r>
      <w:r w:rsidRPr="00DA4E77">
        <w:t>tombe subitement du rêve dans lequel elle volait</w:t>
      </w:r>
      <w:r w:rsidR="00276CCE">
        <w:t xml:space="preserve">, </w:t>
      </w:r>
      <w:r w:rsidRPr="00DA4E77">
        <w:t>et des larmes viennent obscurcir ses yeux</w:t>
      </w:r>
      <w:r w:rsidR="00276CCE">
        <w:t>.</w:t>
      </w:r>
    </w:p>
    <w:p w14:paraId="2643C28D" w14:textId="77777777" w:rsidR="00276CCE" w:rsidRDefault="00276CCE" w:rsidP="002A4158">
      <w:r>
        <w:t>— </w:t>
      </w:r>
      <w:r w:rsidR="002A4158" w:rsidRPr="00DA4E77">
        <w:t>Oh</w:t>
      </w:r>
      <w:r>
        <w:t xml:space="preserve"> ! </w:t>
      </w:r>
      <w:r w:rsidR="002A4158" w:rsidRPr="00DA4E77">
        <w:t>pardonne</w:t>
      </w:r>
      <w:r>
        <w:t xml:space="preserve">, </w:t>
      </w:r>
      <w:r w:rsidR="002A4158" w:rsidRPr="00DA4E77">
        <w:t>implore-t-elle</w:t>
      </w:r>
      <w:r>
        <w:t xml:space="preserve">, </w:t>
      </w:r>
      <w:r w:rsidR="002A4158" w:rsidRPr="00DA4E77">
        <w:t>éclatant en sanglots</w:t>
      </w:r>
      <w:r>
        <w:t xml:space="preserve">. </w:t>
      </w:r>
      <w:r w:rsidR="002A4158" w:rsidRPr="00DA4E77">
        <w:t>Pa</w:t>
      </w:r>
      <w:r w:rsidR="002A4158" w:rsidRPr="00DA4E77">
        <w:t>r</w:t>
      </w:r>
      <w:r w:rsidR="002A4158" w:rsidRPr="00DA4E77">
        <w:t>donne-moi</w:t>
      </w:r>
      <w:r>
        <w:t xml:space="preserve">, </w:t>
      </w:r>
      <w:r w:rsidR="002A4158" w:rsidRPr="00DA4E77">
        <w:t>mon bien-aimé</w:t>
      </w:r>
      <w:r>
        <w:t xml:space="preserve">, </w:t>
      </w:r>
      <w:r w:rsidR="002A4158" w:rsidRPr="00DA4E77">
        <w:t>je t</w:t>
      </w:r>
      <w:r>
        <w:t>’</w:t>
      </w:r>
      <w:r w:rsidR="002A4158" w:rsidRPr="00DA4E77">
        <w:t>aimais tant que j</w:t>
      </w:r>
      <w:r>
        <w:t>’</w:t>
      </w:r>
      <w:r w:rsidR="002A4158" w:rsidRPr="00DA4E77">
        <w:t xml:space="preserve">étais sur </w:t>
      </w:r>
      <w:r w:rsidR="002A4158" w:rsidRPr="00DA4E77">
        <w:lastRenderedPageBreak/>
        <w:t>le point de devenir ingrate et lâche</w:t>
      </w:r>
      <w:r>
        <w:t xml:space="preserve">. </w:t>
      </w:r>
      <w:r w:rsidR="002A4158" w:rsidRPr="00DA4E77">
        <w:t>Revenons mourir avec Atla</w:t>
      </w:r>
      <w:r w:rsidR="002A4158" w:rsidRPr="00DA4E77">
        <w:t>n</w:t>
      </w:r>
      <w:r w:rsidR="002A4158" w:rsidRPr="00DA4E77">
        <w:t>tis</w:t>
      </w:r>
      <w:r>
        <w:t> !</w:t>
      </w:r>
    </w:p>
    <w:p w14:paraId="4F422D90" w14:textId="77777777" w:rsidR="00276CCE" w:rsidRDefault="00276CCE" w:rsidP="002A4158">
      <w:r>
        <w:t>— </w:t>
      </w:r>
      <w:r w:rsidR="002A4158" w:rsidRPr="00DA4E77">
        <w:t>Mourir</w:t>
      </w:r>
      <w:r>
        <w:t xml:space="preserve"> ? </w:t>
      </w:r>
      <w:r w:rsidR="002A4158" w:rsidRPr="00DA4E77">
        <w:t>Certes</w:t>
      </w:r>
      <w:r>
        <w:t xml:space="preserve">, </w:t>
      </w:r>
      <w:r w:rsidR="002A4158" w:rsidRPr="00DA4E77">
        <w:t>la mort ne m</w:t>
      </w:r>
      <w:r>
        <w:t>’</w:t>
      </w:r>
      <w:r w:rsidR="002A4158" w:rsidRPr="00DA4E77">
        <w:t>épouvante pas</w:t>
      </w:r>
      <w:r>
        <w:t xml:space="preserve"> ! </w:t>
      </w:r>
      <w:r w:rsidR="002A4158" w:rsidRPr="00DA4E77">
        <w:t>Mais lai</w:t>
      </w:r>
      <w:r w:rsidR="002A4158" w:rsidRPr="00DA4E77">
        <w:t>s</w:t>
      </w:r>
      <w:r w:rsidR="002A4158" w:rsidRPr="00DA4E77">
        <w:t>sons aux faibles l</w:t>
      </w:r>
      <w:r>
        <w:t>’</w:t>
      </w:r>
      <w:r w:rsidR="002A4158" w:rsidRPr="00DA4E77">
        <w:t>idée de la fin</w:t>
      </w:r>
      <w:r>
        <w:t xml:space="preserve">. </w:t>
      </w:r>
      <w:r w:rsidR="002A4158" w:rsidRPr="00DA4E77">
        <w:t>Nous</w:t>
      </w:r>
      <w:r>
        <w:t xml:space="preserve">, </w:t>
      </w:r>
      <w:r w:rsidR="002A4158" w:rsidRPr="00DA4E77">
        <w:t>c</w:t>
      </w:r>
      <w:r>
        <w:t>’</w:t>
      </w:r>
      <w:r w:rsidR="002A4158" w:rsidRPr="00DA4E77">
        <w:t>est la vie</w:t>
      </w:r>
      <w:r>
        <w:t xml:space="preserve">, </w:t>
      </w:r>
      <w:r w:rsidR="002A4158" w:rsidRPr="00DA4E77">
        <w:t>que nous a</w:t>
      </w:r>
      <w:r w:rsidR="002A4158" w:rsidRPr="00DA4E77">
        <w:t>l</w:t>
      </w:r>
      <w:r w:rsidR="002A4158" w:rsidRPr="00DA4E77">
        <w:t>lons rapporter à la Cité-Reine</w:t>
      </w:r>
      <w:r>
        <w:t xml:space="preserve">. </w:t>
      </w:r>
      <w:r w:rsidR="002A4158" w:rsidRPr="00DA4E77">
        <w:t>Nous allons à jamais la délivrer de ses ennemis</w:t>
      </w:r>
      <w:r>
        <w:t xml:space="preserve">. </w:t>
      </w:r>
      <w:r w:rsidR="002A4158" w:rsidRPr="00DA4E77">
        <w:t>À ceux qui ont osé répandre sur l</w:t>
      </w:r>
      <w:r>
        <w:t>’</w:t>
      </w:r>
      <w:r w:rsidR="002A4158" w:rsidRPr="00DA4E77">
        <w:t>eau le feu qui dévore sans lutte</w:t>
      </w:r>
      <w:r>
        <w:t xml:space="preserve">, </w:t>
      </w:r>
      <w:r w:rsidR="002A4158" w:rsidRPr="00DA4E77">
        <w:t>nous devons jeter les forces secrètes dont nous disposons</w:t>
      </w:r>
      <w:r>
        <w:t xml:space="preserve"> : </w:t>
      </w:r>
      <w:r w:rsidR="002A4158" w:rsidRPr="00DA4E77">
        <w:t>je détruirai</w:t>
      </w:r>
      <w:r>
        <w:t xml:space="preserve">, </w:t>
      </w:r>
      <w:r w:rsidR="002A4158" w:rsidRPr="00DA4E77">
        <w:t>en quelques heures</w:t>
      </w:r>
      <w:r>
        <w:t xml:space="preserve">, </w:t>
      </w:r>
      <w:r w:rsidR="002A4158" w:rsidRPr="00DA4E77">
        <w:t>la flotte azt</w:t>
      </w:r>
      <w:r w:rsidR="002A4158" w:rsidRPr="00DA4E77">
        <w:t>è</w:t>
      </w:r>
      <w:r w:rsidR="002A4158" w:rsidRPr="00DA4E77">
        <w:t>que</w:t>
      </w:r>
      <w:r>
        <w:t xml:space="preserve">. </w:t>
      </w:r>
      <w:r w:rsidR="002A4158" w:rsidRPr="00DA4E77">
        <w:t>As-tu gardé les rouleaux d</w:t>
      </w:r>
      <w:r>
        <w:t>’</w:t>
      </w:r>
      <w:r w:rsidR="002A4158" w:rsidRPr="00DA4E77">
        <w:t>air solide</w:t>
      </w:r>
      <w:r>
        <w:t> ?</w:t>
      </w:r>
    </w:p>
    <w:p w14:paraId="3EF3F3DD" w14:textId="77777777" w:rsidR="00276CCE" w:rsidRDefault="00276CCE" w:rsidP="002A4158">
      <w:r>
        <w:t>— </w:t>
      </w:r>
      <w:r w:rsidR="002A4158" w:rsidRPr="00DA4E77">
        <w:t>Je ne sais pas</w:t>
      </w:r>
      <w:r>
        <w:t xml:space="preserve">… </w:t>
      </w:r>
      <w:r w:rsidR="002A4158" w:rsidRPr="00DA4E77">
        <w:t xml:space="preserve">balbutie </w:t>
      </w:r>
      <w:proofErr w:type="spellStart"/>
      <w:r w:rsidR="002A4158" w:rsidRPr="00DA4E77">
        <w:t>Oréa</w:t>
      </w:r>
      <w:proofErr w:type="spellEnd"/>
      <w:r>
        <w:t xml:space="preserve">. </w:t>
      </w:r>
      <w:r w:rsidR="002A4158" w:rsidRPr="00DA4E77">
        <w:t>Que veux-tu faire de ces objets effrayants</w:t>
      </w:r>
      <w:r>
        <w:t xml:space="preserve"> ? </w:t>
      </w:r>
      <w:r w:rsidR="002A4158" w:rsidRPr="00DA4E77">
        <w:t>Mon père lui-même en a peur</w:t>
      </w:r>
      <w:r>
        <w:t> !</w:t>
      </w:r>
    </w:p>
    <w:p w14:paraId="20327B12" w14:textId="77777777" w:rsidR="00276CCE" w:rsidRDefault="00276CCE" w:rsidP="002A4158">
      <w:r>
        <w:t>— </w:t>
      </w:r>
      <w:r w:rsidR="002A4158" w:rsidRPr="00DA4E77">
        <w:t>Rien ne peut plus inspirer la peur à qui vient de voir la mer elle-même l</w:t>
      </w:r>
      <w:r>
        <w:t>’</w:t>
      </w:r>
      <w:r w:rsidR="002A4158" w:rsidRPr="00DA4E77">
        <w:t>envelopper de flammes</w:t>
      </w:r>
      <w:r>
        <w:t xml:space="preserve">. </w:t>
      </w:r>
      <w:r w:rsidR="002A4158" w:rsidRPr="00DA4E77">
        <w:t>Oui ou non</w:t>
      </w:r>
      <w:r>
        <w:t xml:space="preserve">, </w:t>
      </w:r>
      <w:r w:rsidR="002A4158" w:rsidRPr="00DA4E77">
        <w:t>as-tu po</w:t>
      </w:r>
      <w:r w:rsidR="002A4158" w:rsidRPr="00DA4E77">
        <w:t>r</w:t>
      </w:r>
      <w:r w:rsidR="002A4158" w:rsidRPr="00DA4E77">
        <w:t>té ces engins</w:t>
      </w:r>
      <w:r>
        <w:t> ?</w:t>
      </w:r>
    </w:p>
    <w:p w14:paraId="0B859D42" w14:textId="77777777" w:rsidR="00276CCE" w:rsidRDefault="00276CCE" w:rsidP="002A4158">
      <w:r>
        <w:t>— </w:t>
      </w:r>
      <w:r w:rsidR="002A4158" w:rsidRPr="00DA4E77">
        <w:t>Oui</w:t>
      </w:r>
      <w:r>
        <w:t xml:space="preserve">, </w:t>
      </w:r>
      <w:proofErr w:type="spellStart"/>
      <w:r w:rsidR="002A4158" w:rsidRPr="00DA4E77">
        <w:t>Hellas</w:t>
      </w:r>
      <w:proofErr w:type="spellEnd"/>
      <w:r>
        <w:t> !</w:t>
      </w:r>
    </w:p>
    <w:p w14:paraId="1E74CC00" w14:textId="77777777" w:rsidR="00276CCE" w:rsidRDefault="00276CCE" w:rsidP="002A4158">
      <w:r>
        <w:t>— </w:t>
      </w:r>
      <w:r w:rsidR="002A4158" w:rsidRPr="00DA4E77">
        <w:t>Eh bien</w:t>
      </w:r>
      <w:r>
        <w:t xml:space="preserve">, </w:t>
      </w:r>
      <w:r w:rsidR="002A4158" w:rsidRPr="00DA4E77">
        <w:t>si tu es vraiment ma compagne</w:t>
      </w:r>
      <w:r>
        <w:t xml:space="preserve">, </w:t>
      </w:r>
      <w:r w:rsidR="002A4158" w:rsidRPr="00DA4E77">
        <w:t>nous allons</w:t>
      </w:r>
      <w:r>
        <w:t xml:space="preserve">, </w:t>
      </w:r>
      <w:r w:rsidR="002A4158" w:rsidRPr="00DA4E77">
        <w:t>tout de suite</w:t>
      </w:r>
      <w:r>
        <w:t xml:space="preserve">, </w:t>
      </w:r>
      <w:r w:rsidR="002A4158" w:rsidRPr="00DA4E77">
        <w:t>bondir à l</w:t>
      </w:r>
      <w:r>
        <w:t>’</w:t>
      </w:r>
      <w:r w:rsidR="002A4158" w:rsidRPr="00DA4E77">
        <w:t>attaque de la flotte ennemie</w:t>
      </w:r>
      <w:r>
        <w:t xml:space="preserve">. </w:t>
      </w:r>
      <w:r w:rsidR="002A4158" w:rsidRPr="00DA4E77">
        <w:t>Sinon</w:t>
      </w:r>
      <w:r>
        <w:t xml:space="preserve">, </w:t>
      </w:r>
      <w:r w:rsidR="002A4158" w:rsidRPr="00DA4E77">
        <w:t>par le Dieu Inconnu</w:t>
      </w:r>
      <w:r>
        <w:t xml:space="preserve">, </w:t>
      </w:r>
      <w:r w:rsidR="002A4158" w:rsidRPr="00DA4E77">
        <w:t>je me jette à l</w:t>
      </w:r>
      <w:r>
        <w:t>’</w:t>
      </w:r>
      <w:r w:rsidR="002A4158" w:rsidRPr="00DA4E77">
        <w:t>instant même dans cette mer</w:t>
      </w:r>
      <w:r>
        <w:t xml:space="preserve">, </w:t>
      </w:r>
      <w:r w:rsidR="002A4158" w:rsidRPr="00DA4E77">
        <w:t>où tu ne veux pas que j</w:t>
      </w:r>
      <w:r>
        <w:t>’</w:t>
      </w:r>
      <w:r w:rsidR="002A4158" w:rsidRPr="00DA4E77">
        <w:t>engloutisse les Barbares</w:t>
      </w:r>
      <w:r>
        <w:t>.</w:t>
      </w:r>
    </w:p>
    <w:p w14:paraId="2A0E67F3" w14:textId="77777777" w:rsidR="00276CCE" w:rsidRDefault="00276CCE" w:rsidP="002A4158">
      <w:r>
        <w:t>— </w:t>
      </w:r>
      <w:r w:rsidR="002A4158" w:rsidRPr="00DA4E77">
        <w:t>Oh</w:t>
      </w:r>
      <w:r>
        <w:t xml:space="preserve"> ! </w:t>
      </w:r>
      <w:proofErr w:type="spellStart"/>
      <w:r w:rsidR="002A4158" w:rsidRPr="00DA4E77">
        <w:t>Hellas</w:t>
      </w:r>
      <w:proofErr w:type="spellEnd"/>
      <w:r>
        <w:t xml:space="preserve"> ! </w:t>
      </w:r>
      <w:r w:rsidR="002A4158" w:rsidRPr="00DA4E77">
        <w:t>Promets-moi seulement que si la flotte e</w:t>
      </w:r>
      <w:r w:rsidR="002A4158" w:rsidRPr="00DA4E77">
        <w:t>n</w:t>
      </w:r>
      <w:r w:rsidR="002A4158" w:rsidRPr="00DA4E77">
        <w:t>nemie a renoncé à la lutte</w:t>
      </w:r>
      <w:r>
        <w:t xml:space="preserve">, </w:t>
      </w:r>
      <w:r w:rsidR="002A4158" w:rsidRPr="00DA4E77">
        <w:t>tu ne tenteras pas de soulever la mer</w:t>
      </w:r>
      <w:r>
        <w:t> !</w:t>
      </w:r>
    </w:p>
    <w:p w14:paraId="4B40E7E5" w14:textId="77777777" w:rsidR="00276CCE" w:rsidRDefault="00276CCE" w:rsidP="002A4158">
      <w:r>
        <w:t>— </w:t>
      </w:r>
      <w:r w:rsidR="002A4158" w:rsidRPr="00DA4E77">
        <w:t>Soit</w:t>
      </w:r>
      <w:r>
        <w:t xml:space="preserve"> ! </w:t>
      </w:r>
      <w:r w:rsidR="002A4158" w:rsidRPr="00DA4E77">
        <w:t>mais faisons vite</w:t>
      </w:r>
      <w:r>
        <w:t xml:space="preserve"> ! </w:t>
      </w:r>
      <w:r w:rsidR="002A4158" w:rsidRPr="00DA4E77">
        <w:t>J</w:t>
      </w:r>
      <w:r>
        <w:t>’</w:t>
      </w:r>
      <w:r w:rsidR="002A4158" w:rsidRPr="00DA4E77">
        <w:t>ai hâte qu</w:t>
      </w:r>
      <w:r>
        <w:t>’</w:t>
      </w:r>
      <w:r w:rsidR="002A4158" w:rsidRPr="00DA4E77">
        <w:t>Atlantis nous voie revenir et ne suppose pas que nous ayons fui</w:t>
      </w:r>
      <w:r>
        <w:t> !</w:t>
      </w:r>
    </w:p>
    <w:p w14:paraId="5404CEBC" w14:textId="77777777" w:rsidR="00276CCE" w:rsidRDefault="002A4158" w:rsidP="002A4158">
      <w:r w:rsidRPr="00DA4E77">
        <w:t>Et l</w:t>
      </w:r>
      <w:r w:rsidR="00276CCE">
        <w:t>’</w:t>
      </w:r>
      <w:r w:rsidRPr="00DA4E77">
        <w:rPr>
          <w:bCs/>
          <w:i/>
          <w:iCs/>
        </w:rPr>
        <w:t>Alérion</w:t>
      </w:r>
      <w:r w:rsidR="00276CCE">
        <w:rPr>
          <w:bCs/>
          <w:i/>
          <w:iCs/>
        </w:rPr>
        <w:t xml:space="preserve">, </w:t>
      </w:r>
      <w:r w:rsidRPr="00DA4E77">
        <w:t>accomplissant en plein ciel une vaste courbe</w:t>
      </w:r>
      <w:r w:rsidR="00276CCE">
        <w:t xml:space="preserve">, </w:t>
      </w:r>
      <w:r w:rsidRPr="00DA4E77">
        <w:t>reprend vers l</w:t>
      </w:r>
      <w:r w:rsidR="00276CCE">
        <w:t>’</w:t>
      </w:r>
      <w:r w:rsidRPr="00DA4E77">
        <w:t>occident sa courbe vertigineuse</w:t>
      </w:r>
      <w:r w:rsidR="00276CCE">
        <w:t>.</w:t>
      </w:r>
    </w:p>
    <w:p w14:paraId="463776B2" w14:textId="77777777" w:rsidR="00276CCE" w:rsidRDefault="002A4158" w:rsidP="002A4158">
      <w:r w:rsidRPr="00DA4E77">
        <w:t>Il n</w:t>
      </w:r>
      <w:r w:rsidR="00276CCE">
        <w:t>’</w:t>
      </w:r>
      <w:r w:rsidRPr="00DA4E77">
        <w:t>est que temps</w:t>
      </w:r>
      <w:r w:rsidR="00276CCE">
        <w:t xml:space="preserve">. </w:t>
      </w:r>
      <w:r w:rsidRPr="00DA4E77">
        <w:t>Déjà le feu liquide entoure l</w:t>
      </w:r>
      <w:r w:rsidR="00276CCE">
        <w:t>’</w:t>
      </w:r>
      <w:r w:rsidRPr="00DA4E77">
        <w:t>Île de Pou</w:t>
      </w:r>
      <w:r w:rsidRPr="00DA4E77">
        <w:t>r</w:t>
      </w:r>
      <w:r w:rsidRPr="00DA4E77">
        <w:t>pre</w:t>
      </w:r>
      <w:r w:rsidR="00276CCE">
        <w:t xml:space="preserve">. </w:t>
      </w:r>
      <w:r w:rsidRPr="00DA4E77">
        <w:t xml:space="preserve">Les artistes affolés se terrent dans les grottes ou se </w:t>
      </w:r>
      <w:r w:rsidRPr="00DA4E77">
        <w:lastRenderedPageBreak/>
        <w:t>cachent au fond des palais</w:t>
      </w:r>
      <w:r w:rsidR="00276CCE">
        <w:t xml:space="preserve">. </w:t>
      </w:r>
      <w:proofErr w:type="spellStart"/>
      <w:r w:rsidRPr="00DA4E77">
        <w:t>Hermos</w:t>
      </w:r>
      <w:proofErr w:type="spellEnd"/>
      <w:r w:rsidRPr="00DA4E77">
        <w:t xml:space="preserve"> lui-même se voit forcé de reculer jusqu</w:t>
      </w:r>
      <w:r w:rsidR="00276CCE">
        <w:t>’</w:t>
      </w:r>
      <w:r w:rsidRPr="00DA4E77">
        <w:t>au centre de l</w:t>
      </w:r>
      <w:r w:rsidR="00276CCE">
        <w:t>’</w:t>
      </w:r>
      <w:r w:rsidRPr="00DA4E77">
        <w:t xml:space="preserve">île et </w:t>
      </w:r>
      <w:proofErr w:type="spellStart"/>
      <w:r w:rsidRPr="00DA4E77">
        <w:t>Xanthès</w:t>
      </w:r>
      <w:proofErr w:type="spellEnd"/>
      <w:r w:rsidR="00276CCE">
        <w:t xml:space="preserve">, </w:t>
      </w:r>
      <w:r w:rsidRPr="00DA4E77">
        <w:t>maintenant intrépide</w:t>
      </w:r>
      <w:r w:rsidR="00276CCE">
        <w:t xml:space="preserve">, </w:t>
      </w:r>
      <w:r w:rsidRPr="00DA4E77">
        <w:t>m</w:t>
      </w:r>
      <w:r w:rsidRPr="00DA4E77">
        <w:t>e</w:t>
      </w:r>
      <w:r w:rsidRPr="00DA4E77">
        <w:t>nace de ses engins les Barbares qui s</w:t>
      </w:r>
      <w:r w:rsidR="00276CCE">
        <w:t>’</w:t>
      </w:r>
      <w:r w:rsidRPr="00DA4E77">
        <w:t>éloignent en pleine mer</w:t>
      </w:r>
      <w:r w:rsidR="00276CCE">
        <w:t>.</w:t>
      </w:r>
    </w:p>
    <w:p w14:paraId="758AA934" w14:textId="77777777" w:rsidR="00276CCE" w:rsidRDefault="002A4158" w:rsidP="002A4158">
      <w:r w:rsidRPr="00DA4E77">
        <w:t>Près d</w:t>
      </w:r>
      <w:r w:rsidR="00276CCE">
        <w:t>’</w:t>
      </w:r>
      <w:r w:rsidRPr="00DA4E77">
        <w:t>Atlantis s</w:t>
      </w:r>
      <w:r w:rsidR="00276CCE">
        <w:t>’</w:t>
      </w:r>
      <w:r w:rsidRPr="00DA4E77">
        <w:t>approchent</w:t>
      </w:r>
      <w:r w:rsidR="00276CCE">
        <w:t xml:space="preserve">, </w:t>
      </w:r>
      <w:r w:rsidRPr="00DA4E77">
        <w:t>en masse</w:t>
      </w:r>
      <w:r w:rsidR="00276CCE">
        <w:t xml:space="preserve">, </w:t>
      </w:r>
      <w:r w:rsidRPr="00DA4E77">
        <w:t>les menaçants vai</w:t>
      </w:r>
      <w:r w:rsidRPr="00DA4E77">
        <w:t>s</w:t>
      </w:r>
      <w:r w:rsidRPr="00DA4E77">
        <w:t>seaux des Noirs</w:t>
      </w:r>
      <w:r w:rsidR="00276CCE">
        <w:t xml:space="preserve">. </w:t>
      </w:r>
      <w:r w:rsidRPr="00DA4E77">
        <w:t xml:space="preserve">On voit </w:t>
      </w:r>
      <w:proofErr w:type="spellStart"/>
      <w:r w:rsidRPr="00DA4E77">
        <w:t>Timou</w:t>
      </w:r>
      <w:proofErr w:type="spellEnd"/>
      <w:r w:rsidR="00276CCE">
        <w:t xml:space="preserve">, </w:t>
      </w:r>
      <w:r w:rsidRPr="00DA4E77">
        <w:t>joyeusement féroce</w:t>
      </w:r>
      <w:r w:rsidR="00276CCE">
        <w:t xml:space="preserve">, </w:t>
      </w:r>
      <w:r w:rsidRPr="00DA4E77">
        <w:t>dressé sur la proue de sa nef</w:t>
      </w:r>
      <w:r w:rsidR="00276CCE">
        <w:t xml:space="preserve">, </w:t>
      </w:r>
      <w:r w:rsidRPr="00DA4E77">
        <w:t>tendre vers la Cité ses bras menaçants</w:t>
      </w:r>
      <w:r w:rsidR="00276CCE">
        <w:t xml:space="preserve">. </w:t>
      </w:r>
      <w:r w:rsidRPr="00DA4E77">
        <w:t>La cohue du peuple se rue au hasard</w:t>
      </w:r>
      <w:r w:rsidR="00276CCE">
        <w:t xml:space="preserve"> ; </w:t>
      </w:r>
      <w:r w:rsidRPr="00DA4E77">
        <w:t>la terreur suscite des bla</w:t>
      </w:r>
      <w:r w:rsidRPr="00DA4E77">
        <w:t>s</w:t>
      </w:r>
      <w:r w:rsidRPr="00DA4E77">
        <w:t>phèmes</w:t>
      </w:r>
      <w:r w:rsidR="00276CCE">
        <w:t xml:space="preserve">, </w:t>
      </w:r>
      <w:r w:rsidRPr="00DA4E77">
        <w:t>on nie les dieux</w:t>
      </w:r>
      <w:r w:rsidR="00276CCE">
        <w:t xml:space="preserve">, </w:t>
      </w:r>
      <w:r w:rsidRPr="00DA4E77">
        <w:t>on les injurie même</w:t>
      </w:r>
      <w:r w:rsidR="00276CCE">
        <w:t xml:space="preserve">, </w:t>
      </w:r>
      <w:r w:rsidRPr="00DA4E77">
        <w:t xml:space="preserve">quand le cri poussé par </w:t>
      </w:r>
      <w:proofErr w:type="spellStart"/>
      <w:r w:rsidRPr="00DA4E77">
        <w:t>Glania</w:t>
      </w:r>
      <w:proofErr w:type="spellEnd"/>
      <w:r w:rsidRPr="00DA4E77">
        <w:t xml:space="preserve"> se répète de colline en colline</w:t>
      </w:r>
      <w:r w:rsidR="00276CCE">
        <w:t> :</w:t>
      </w:r>
    </w:p>
    <w:p w14:paraId="450DF55E" w14:textId="77777777" w:rsidR="00276CCE" w:rsidRDefault="00276CCE" w:rsidP="002A4158">
      <w:r>
        <w:t>— </w:t>
      </w:r>
      <w:proofErr w:type="spellStart"/>
      <w:r w:rsidR="002A4158" w:rsidRPr="00DA4E77">
        <w:t>Hellas</w:t>
      </w:r>
      <w:proofErr w:type="spellEnd"/>
      <w:r w:rsidR="002A4158" w:rsidRPr="00DA4E77">
        <w:t xml:space="preserve"> revient</w:t>
      </w:r>
      <w:r>
        <w:t> !</w:t>
      </w:r>
    </w:p>
    <w:p w14:paraId="7DAFEF6C" w14:textId="638A2082" w:rsidR="002A4158" w:rsidRPr="00DA4E77" w:rsidRDefault="002A4158" w:rsidP="002A4158"/>
    <w:p w14:paraId="41802BC9" w14:textId="77777777" w:rsidR="00276CCE" w:rsidRDefault="002A4158" w:rsidP="002A4158">
      <w:r w:rsidRPr="00DA4E77">
        <w:t>Cette fois</w:t>
      </w:r>
      <w:r w:rsidR="00276CCE">
        <w:t xml:space="preserve">, </w:t>
      </w:r>
      <w:r w:rsidRPr="00DA4E77">
        <w:t>la joie de la foule s</w:t>
      </w:r>
      <w:r w:rsidR="00276CCE">
        <w:t>’</w:t>
      </w:r>
      <w:r w:rsidRPr="00DA4E77">
        <w:t>exalte en délire</w:t>
      </w:r>
      <w:r w:rsidR="00276CCE">
        <w:t>.</w:t>
      </w:r>
    </w:p>
    <w:p w14:paraId="7B76960D" w14:textId="77777777" w:rsidR="00276CCE" w:rsidRDefault="00276CCE" w:rsidP="002A4158">
      <w:r>
        <w:t>— </w:t>
      </w:r>
      <w:r w:rsidR="002A4158" w:rsidRPr="00DA4E77">
        <w:t xml:space="preserve">Le glorieux </w:t>
      </w:r>
      <w:proofErr w:type="spellStart"/>
      <w:r w:rsidR="002A4158" w:rsidRPr="00DA4E77">
        <w:t>Hellas</w:t>
      </w:r>
      <w:proofErr w:type="spellEnd"/>
      <w:r>
        <w:t xml:space="preserve"> ! </w:t>
      </w:r>
      <w:r w:rsidR="002A4158" w:rsidRPr="00DA4E77">
        <w:t>Le vrai héros d</w:t>
      </w:r>
      <w:r>
        <w:t>’</w:t>
      </w:r>
      <w:r w:rsidR="002A4158" w:rsidRPr="00DA4E77">
        <w:t>Atlantis</w:t>
      </w:r>
      <w:r>
        <w:t xml:space="preserve"> ! </w:t>
      </w:r>
      <w:r w:rsidR="002A4158" w:rsidRPr="00DA4E77">
        <w:t>Nous s</w:t>
      </w:r>
      <w:r w:rsidR="002A4158" w:rsidRPr="00DA4E77">
        <w:t>a</w:t>
      </w:r>
      <w:r w:rsidR="002A4158" w:rsidRPr="00DA4E77">
        <w:t>vions bien qu</w:t>
      </w:r>
      <w:r>
        <w:t>’</w:t>
      </w:r>
      <w:r w:rsidR="002A4158" w:rsidRPr="00DA4E77">
        <w:t>il allait retourner vers nous</w:t>
      </w:r>
      <w:r>
        <w:t> !</w:t>
      </w:r>
    </w:p>
    <w:p w14:paraId="0B78A779" w14:textId="77777777" w:rsidR="00276CCE" w:rsidRDefault="00276CCE" w:rsidP="002A4158">
      <w:r>
        <w:t>— </w:t>
      </w:r>
      <w:r w:rsidR="002A4158" w:rsidRPr="00DA4E77">
        <w:t>Viens</w:t>
      </w:r>
      <w:r>
        <w:t xml:space="preserve"> ! </w:t>
      </w:r>
      <w:r w:rsidR="002A4158" w:rsidRPr="00DA4E77">
        <w:t>Viens</w:t>
      </w:r>
      <w:r>
        <w:t xml:space="preserve"> ! </w:t>
      </w:r>
      <w:proofErr w:type="spellStart"/>
      <w:r w:rsidR="002A4158" w:rsidRPr="00DA4E77">
        <w:t>Hellas</w:t>
      </w:r>
      <w:proofErr w:type="spellEnd"/>
      <w:r>
        <w:t xml:space="preserve"> ! </w:t>
      </w:r>
      <w:r w:rsidR="002A4158" w:rsidRPr="00DA4E77">
        <w:t>Viens écraser la flotte barbare</w:t>
      </w:r>
      <w:r>
        <w:t xml:space="preserve"> ! </w:t>
      </w:r>
      <w:r w:rsidR="002A4158" w:rsidRPr="00DA4E77">
        <w:t>Viens nous rendre la paix et la joie</w:t>
      </w:r>
      <w:r>
        <w:t> !</w:t>
      </w:r>
    </w:p>
    <w:p w14:paraId="37878D67" w14:textId="77777777" w:rsidR="00276CCE" w:rsidRDefault="002A4158" w:rsidP="002A4158">
      <w:r w:rsidRPr="00DA4E77">
        <w:t>Et de toutes parts</w:t>
      </w:r>
      <w:r w:rsidR="00276CCE">
        <w:t xml:space="preserve">, </w:t>
      </w:r>
      <w:r w:rsidRPr="00DA4E77">
        <w:t>s</w:t>
      </w:r>
      <w:r w:rsidR="00276CCE">
        <w:t>’</w:t>
      </w:r>
      <w:r w:rsidRPr="00DA4E77">
        <w:t>envolent vers l</w:t>
      </w:r>
      <w:r w:rsidR="00276CCE">
        <w:t>’</w:t>
      </w:r>
      <w:r w:rsidRPr="00DA4E77">
        <w:rPr>
          <w:bCs/>
          <w:i/>
          <w:iCs/>
        </w:rPr>
        <w:t>Alérion</w:t>
      </w:r>
      <w:r w:rsidRPr="00DA4E77">
        <w:t xml:space="preserve"> des paroles qui se perdent dans l</w:t>
      </w:r>
      <w:r w:rsidR="00276CCE">
        <w:t>’</w:t>
      </w:r>
      <w:r w:rsidRPr="00DA4E77">
        <w:t>azur</w:t>
      </w:r>
      <w:r w:rsidR="00276CCE">
        <w:t xml:space="preserve">. </w:t>
      </w:r>
      <w:r w:rsidRPr="00DA4E77">
        <w:t>Ceux-là même qui</w:t>
      </w:r>
      <w:r w:rsidR="00276CCE">
        <w:t xml:space="preserve">, </w:t>
      </w:r>
      <w:r w:rsidRPr="00DA4E77">
        <w:t>tout à l</w:t>
      </w:r>
      <w:r w:rsidR="00276CCE">
        <w:t>’</w:t>
      </w:r>
      <w:r w:rsidRPr="00DA4E77">
        <w:t>heure</w:t>
      </w:r>
      <w:r w:rsidR="00276CCE">
        <w:t xml:space="preserve">, </w:t>
      </w:r>
      <w:r w:rsidRPr="00DA4E77">
        <w:t>pou</w:t>
      </w:r>
      <w:r w:rsidRPr="00DA4E77">
        <w:t>s</w:t>
      </w:r>
      <w:r w:rsidRPr="00DA4E77">
        <w:t>saient vers le monstre fuyant des cris injurieux</w:t>
      </w:r>
      <w:r w:rsidR="00276CCE">
        <w:t xml:space="preserve">, </w:t>
      </w:r>
      <w:r w:rsidRPr="00DA4E77">
        <w:t>les voici</w:t>
      </w:r>
      <w:r w:rsidR="00276CCE">
        <w:t xml:space="preserve">, </w:t>
      </w:r>
      <w:r w:rsidRPr="00DA4E77">
        <w:t>mai</w:t>
      </w:r>
      <w:r w:rsidRPr="00DA4E77">
        <w:t>n</w:t>
      </w:r>
      <w:r w:rsidRPr="00DA4E77">
        <w:t>tenant</w:t>
      </w:r>
      <w:r w:rsidR="00276CCE">
        <w:t xml:space="preserve">, </w:t>
      </w:r>
      <w:r w:rsidRPr="00DA4E77">
        <w:t>accablant de leurs insultes ceux qui n</w:t>
      </w:r>
      <w:r w:rsidR="00276CCE">
        <w:t>’</w:t>
      </w:r>
      <w:r w:rsidRPr="00DA4E77">
        <w:t>acclament pas a</w:t>
      </w:r>
      <w:r w:rsidRPr="00DA4E77">
        <w:t>s</w:t>
      </w:r>
      <w:r w:rsidRPr="00DA4E77">
        <w:t>sez le Prince des Apôtres</w:t>
      </w:r>
      <w:r w:rsidR="00276CCE">
        <w:t>.</w:t>
      </w:r>
    </w:p>
    <w:p w14:paraId="03E8701D" w14:textId="77777777" w:rsidR="00276CCE" w:rsidRDefault="002A4158" w:rsidP="002A4158">
      <w:proofErr w:type="spellStart"/>
      <w:r w:rsidRPr="00DA4E77">
        <w:t>Knephao</w:t>
      </w:r>
      <w:proofErr w:type="spellEnd"/>
      <w:r w:rsidR="00276CCE">
        <w:t xml:space="preserve">, </w:t>
      </w:r>
      <w:r w:rsidRPr="00DA4E77">
        <w:t>sur le seuil du Palais de l</w:t>
      </w:r>
      <w:r w:rsidR="00276CCE">
        <w:t>’</w:t>
      </w:r>
      <w:r w:rsidRPr="00DA4E77">
        <w:t>Empire</w:t>
      </w:r>
      <w:r w:rsidR="00276CCE">
        <w:t xml:space="preserve">, </w:t>
      </w:r>
      <w:r w:rsidRPr="00DA4E77">
        <w:t>ne cherche plus à contenir son bonheur</w:t>
      </w:r>
      <w:r w:rsidR="00276CCE">
        <w:t xml:space="preserve"> ; </w:t>
      </w:r>
      <w:r w:rsidRPr="00DA4E77">
        <w:t>et le chef des soldats d</w:t>
      </w:r>
      <w:r w:rsidR="00276CCE">
        <w:t>’</w:t>
      </w:r>
      <w:r w:rsidRPr="00DA4E77">
        <w:t>Égypte</w:t>
      </w:r>
      <w:r w:rsidR="00276CCE">
        <w:t xml:space="preserve">, </w:t>
      </w:r>
      <w:r w:rsidRPr="00DA4E77">
        <w:t>d</w:t>
      </w:r>
      <w:r w:rsidR="00276CCE">
        <w:t>’</w:t>
      </w:r>
      <w:r w:rsidRPr="00DA4E77">
        <w:t>ordinaire impassible et silencieux</w:t>
      </w:r>
      <w:r w:rsidR="00276CCE">
        <w:t xml:space="preserve">, </w:t>
      </w:r>
      <w:r w:rsidRPr="00DA4E77">
        <w:t>fait caracoler son cheval et se prend à bavarder avec des inconnus qui passent devant le P</w:t>
      </w:r>
      <w:r w:rsidRPr="00DA4E77">
        <w:t>a</w:t>
      </w:r>
      <w:r w:rsidRPr="00DA4E77">
        <w:t>lais</w:t>
      </w:r>
      <w:r w:rsidR="00276CCE">
        <w:t xml:space="preserve">. </w:t>
      </w:r>
      <w:r w:rsidRPr="00DA4E77">
        <w:t>La flotte ennemie</w:t>
      </w:r>
      <w:r w:rsidR="00276CCE">
        <w:t xml:space="preserve">, </w:t>
      </w:r>
      <w:r w:rsidRPr="00DA4E77">
        <w:t>aussitôt</w:t>
      </w:r>
      <w:r w:rsidR="00276CCE">
        <w:t xml:space="preserve">, </w:t>
      </w:r>
      <w:r w:rsidRPr="00DA4E77">
        <w:t>se débande</w:t>
      </w:r>
      <w:r w:rsidR="00276CCE">
        <w:t xml:space="preserve">. </w:t>
      </w:r>
      <w:proofErr w:type="spellStart"/>
      <w:r w:rsidRPr="00DA4E77">
        <w:t>Melléna</w:t>
      </w:r>
      <w:proofErr w:type="spellEnd"/>
      <w:r w:rsidRPr="00DA4E77">
        <w:t xml:space="preserve"> et </w:t>
      </w:r>
      <w:proofErr w:type="spellStart"/>
      <w:r w:rsidRPr="00DA4E77">
        <w:t>Guitché</w:t>
      </w:r>
      <w:proofErr w:type="spellEnd"/>
      <w:r w:rsidRPr="00DA4E77">
        <w:t xml:space="preserve"> gagnent à force de rames la haute mer</w:t>
      </w:r>
      <w:r w:rsidR="00276CCE">
        <w:t xml:space="preserve">, </w:t>
      </w:r>
      <w:r w:rsidRPr="00DA4E77">
        <w:t>où l</w:t>
      </w:r>
      <w:r w:rsidR="00276CCE">
        <w:t>’</w:t>
      </w:r>
      <w:r w:rsidRPr="00DA4E77">
        <w:t>on voit se heurter des nefs</w:t>
      </w:r>
      <w:r w:rsidR="00276CCE">
        <w:t xml:space="preserve">, </w:t>
      </w:r>
      <w:r w:rsidRPr="00DA4E77">
        <w:t>dans la hâte qu</w:t>
      </w:r>
      <w:r w:rsidR="00276CCE">
        <w:t>’</w:t>
      </w:r>
      <w:r w:rsidRPr="00DA4E77">
        <w:t>inspire la terreur</w:t>
      </w:r>
      <w:r w:rsidR="00276CCE">
        <w:t xml:space="preserve">. </w:t>
      </w:r>
      <w:r w:rsidRPr="00DA4E77">
        <w:lastRenderedPageBreak/>
        <w:t>Quelques vaisseaux</w:t>
      </w:r>
      <w:r w:rsidR="00276CCE">
        <w:t xml:space="preserve">, </w:t>
      </w:r>
      <w:r w:rsidRPr="00DA4E77">
        <w:t>en passant près de l</w:t>
      </w:r>
      <w:r w:rsidR="00276CCE">
        <w:t>’</w:t>
      </w:r>
      <w:r w:rsidRPr="00DA4E77">
        <w:t>Île de Pourpre</w:t>
      </w:r>
      <w:r w:rsidR="00276CCE">
        <w:t xml:space="preserve">, </w:t>
      </w:r>
      <w:r w:rsidRPr="00DA4E77">
        <w:t>se jettent eux-mêmes dans les eaux incendiées par l</w:t>
      </w:r>
      <w:r w:rsidR="00276CCE">
        <w:t>’</w:t>
      </w:r>
      <w:r w:rsidRPr="00DA4E77">
        <w:t xml:space="preserve">artifice de </w:t>
      </w:r>
      <w:proofErr w:type="spellStart"/>
      <w:r w:rsidRPr="00DA4E77">
        <w:t>Timou</w:t>
      </w:r>
      <w:proofErr w:type="spellEnd"/>
      <w:r w:rsidR="00276CCE">
        <w:t xml:space="preserve">, </w:t>
      </w:r>
      <w:r w:rsidRPr="00DA4E77">
        <w:t>et disparaissent dans les flammes mouvantes</w:t>
      </w:r>
      <w:r w:rsidR="00276CCE">
        <w:t>…</w:t>
      </w:r>
    </w:p>
    <w:p w14:paraId="33EEB3FF" w14:textId="77777777" w:rsidR="00276CCE" w:rsidRDefault="002A4158" w:rsidP="002A4158">
      <w:r w:rsidRPr="00DA4E77">
        <w:t>Sur la Terrasse Sainte</w:t>
      </w:r>
      <w:r w:rsidR="00276CCE">
        <w:t xml:space="preserve">, </w:t>
      </w:r>
      <w:r w:rsidRPr="00DA4E77">
        <w:t>les trompettes du Soleil font ente</w:t>
      </w:r>
      <w:r w:rsidRPr="00DA4E77">
        <w:t>n</w:t>
      </w:r>
      <w:r w:rsidRPr="00DA4E77">
        <w:t>dre une fanfare d</w:t>
      </w:r>
      <w:r w:rsidR="00276CCE">
        <w:t>’</w:t>
      </w:r>
      <w:r w:rsidRPr="00DA4E77">
        <w:t>allégresse</w:t>
      </w:r>
      <w:r w:rsidR="00276CCE">
        <w:t xml:space="preserve">, </w:t>
      </w:r>
      <w:r w:rsidRPr="00DA4E77">
        <w:t>afin de saluer la venue d</w:t>
      </w:r>
      <w:r w:rsidR="00276CCE">
        <w:t>’</w:t>
      </w:r>
      <w:proofErr w:type="spellStart"/>
      <w:r w:rsidRPr="00DA4E77">
        <w:t>Hellas</w:t>
      </w:r>
      <w:proofErr w:type="spellEnd"/>
      <w:r w:rsidRPr="00DA4E77">
        <w:t xml:space="preserve"> et la déroute des rebelles</w:t>
      </w:r>
      <w:r w:rsidR="00276CCE">
        <w:t xml:space="preserve">. </w:t>
      </w:r>
      <w:r w:rsidRPr="00DA4E77">
        <w:t>De temps à autre</w:t>
      </w:r>
      <w:r w:rsidR="00276CCE">
        <w:t xml:space="preserve">, </w:t>
      </w:r>
      <w:r w:rsidRPr="00DA4E77">
        <w:t>les trompettes se ta</w:t>
      </w:r>
      <w:r w:rsidRPr="00DA4E77">
        <w:t>i</w:t>
      </w:r>
      <w:r w:rsidRPr="00DA4E77">
        <w:t xml:space="preserve">sent pour laisser à </w:t>
      </w:r>
      <w:proofErr w:type="spellStart"/>
      <w:r w:rsidRPr="00DA4E77">
        <w:t>Glania</w:t>
      </w:r>
      <w:proofErr w:type="spellEnd"/>
      <w:r w:rsidRPr="00DA4E77">
        <w:t xml:space="preserve"> le bonheur de chanter un hymne en s</w:t>
      </w:r>
      <w:r w:rsidR="00276CCE">
        <w:t>’</w:t>
      </w:r>
      <w:r w:rsidRPr="00DA4E77">
        <w:t>accompagnant de la cithare</w:t>
      </w:r>
      <w:r w:rsidR="00276CCE">
        <w:t xml:space="preserve"> ; </w:t>
      </w:r>
      <w:r w:rsidRPr="00DA4E77">
        <w:t>et les hiérophantes mêlent leurs voix graves à la voix ailée de la jeune Ligure</w:t>
      </w:r>
      <w:r w:rsidR="00276CCE">
        <w:t xml:space="preserve">. </w:t>
      </w:r>
      <w:r w:rsidRPr="00DA4E77">
        <w:t>Tout est raviss</w:t>
      </w:r>
      <w:r w:rsidRPr="00DA4E77">
        <w:t>e</w:t>
      </w:r>
      <w:r w:rsidRPr="00DA4E77">
        <w:t>ment</w:t>
      </w:r>
      <w:r w:rsidR="00276CCE">
        <w:t xml:space="preserve">, </w:t>
      </w:r>
      <w:r w:rsidRPr="00DA4E77">
        <w:t>tout est chanson</w:t>
      </w:r>
      <w:r w:rsidR="00276CCE">
        <w:t xml:space="preserve">, </w:t>
      </w:r>
      <w:r w:rsidRPr="00DA4E77">
        <w:t>tout est lumière en Atlantis</w:t>
      </w:r>
      <w:r w:rsidR="00276CCE">
        <w:t xml:space="preserve">. </w:t>
      </w:r>
      <w:r w:rsidRPr="00DA4E77">
        <w:t>Là-bas</w:t>
      </w:r>
      <w:r w:rsidR="00276CCE">
        <w:t xml:space="preserve">, </w:t>
      </w:r>
      <w:r w:rsidRPr="00DA4E77">
        <w:t>à l</w:t>
      </w:r>
      <w:r w:rsidR="00276CCE">
        <w:t>’</w:t>
      </w:r>
      <w:r w:rsidRPr="00DA4E77">
        <w:t>occident</w:t>
      </w:r>
      <w:r w:rsidR="00276CCE">
        <w:t xml:space="preserve">, </w:t>
      </w:r>
      <w:r w:rsidRPr="00DA4E77">
        <w:t>le soleil qui descend vers la mer semble envelopper les flots de sa pourpre radieuse</w:t>
      </w:r>
      <w:r w:rsidR="00276CCE">
        <w:t xml:space="preserve">. </w:t>
      </w:r>
      <w:r w:rsidRPr="00DA4E77">
        <w:t>Pas un nuage n</w:t>
      </w:r>
      <w:r w:rsidR="00276CCE">
        <w:t>’</w:t>
      </w:r>
      <w:r w:rsidRPr="00DA4E77">
        <w:t>ose jeter l</w:t>
      </w:r>
      <w:r w:rsidR="00276CCE">
        <w:t>’</w:t>
      </w:r>
      <w:r w:rsidRPr="00DA4E77">
        <w:t>augure d</w:t>
      </w:r>
      <w:r w:rsidR="00276CCE">
        <w:t>’</w:t>
      </w:r>
      <w:r w:rsidRPr="00DA4E77">
        <w:t>une tempête</w:t>
      </w:r>
      <w:r w:rsidR="00276CCE">
        <w:t xml:space="preserve">. </w:t>
      </w:r>
      <w:r w:rsidRPr="00DA4E77">
        <w:t>La terre et le ciel paraissent s</w:t>
      </w:r>
      <w:r w:rsidR="00276CCE">
        <w:t>’</w:t>
      </w:r>
      <w:r w:rsidRPr="00DA4E77">
        <w:t>unir pour fêter la délivrance maintenant certaine de la Cité</w:t>
      </w:r>
      <w:r w:rsidR="00276CCE">
        <w:t>.</w:t>
      </w:r>
    </w:p>
    <w:p w14:paraId="1CBD6A98" w14:textId="77777777" w:rsidR="00276CCE" w:rsidRDefault="002A4158" w:rsidP="002A4158">
      <w:r w:rsidRPr="00DA4E77">
        <w:t>Seul</w:t>
      </w:r>
      <w:r w:rsidR="00276CCE">
        <w:t xml:space="preserve">, </w:t>
      </w:r>
      <w:r w:rsidRPr="00DA4E77">
        <w:t>appuyé contre les flancs du Sphinx</w:t>
      </w:r>
      <w:r w:rsidR="00276CCE">
        <w:t xml:space="preserve">, </w:t>
      </w:r>
      <w:r w:rsidRPr="00DA4E77">
        <w:t>ne voyant rien</w:t>
      </w:r>
      <w:r w:rsidR="00276CCE">
        <w:t xml:space="preserve">, </w:t>
      </w:r>
      <w:r w:rsidRPr="00DA4E77">
        <w:t>devinant tout</w:t>
      </w:r>
      <w:r w:rsidR="00276CCE">
        <w:t xml:space="preserve">, </w:t>
      </w:r>
      <w:r w:rsidRPr="00DA4E77">
        <w:t>silencieux dans cet universel tumulte</w:t>
      </w:r>
      <w:r w:rsidR="00276CCE">
        <w:t xml:space="preserve">, </w:t>
      </w:r>
      <w:r w:rsidRPr="00DA4E77">
        <w:t xml:space="preserve">le grand aveugle </w:t>
      </w:r>
      <w:proofErr w:type="spellStart"/>
      <w:r w:rsidRPr="00DA4E77">
        <w:t>Oréus</w:t>
      </w:r>
      <w:proofErr w:type="spellEnd"/>
      <w:r w:rsidRPr="00DA4E77">
        <w:t xml:space="preserve"> prie tout bas le Dieu inconnu et pleure dans son cœur sur le destin de l</w:t>
      </w:r>
      <w:r w:rsidR="00276CCE">
        <w:t>’</w:t>
      </w:r>
      <w:r w:rsidRPr="00DA4E77">
        <w:t>Empire</w:t>
      </w:r>
      <w:r w:rsidR="00276CCE">
        <w:t>.</w:t>
      </w:r>
    </w:p>
    <w:p w14:paraId="140C4B5E" w14:textId="677C0AF6" w:rsidR="006F7A39" w:rsidRDefault="006F7A39" w:rsidP="002A4158"/>
    <w:p w14:paraId="38B6AF1F" w14:textId="77777777" w:rsidR="00276CCE" w:rsidRDefault="002A4158" w:rsidP="002A4158">
      <w:proofErr w:type="spellStart"/>
      <w:r w:rsidRPr="00DA4E77">
        <w:t>Hellas</w:t>
      </w:r>
      <w:proofErr w:type="spellEnd"/>
      <w:r w:rsidRPr="00DA4E77">
        <w:t xml:space="preserve"> cependant vient d</w:t>
      </w:r>
      <w:r w:rsidR="00276CCE">
        <w:t>’</w:t>
      </w:r>
      <w:r w:rsidRPr="00DA4E77">
        <w:t>arriver au-dessus de la flotte</w:t>
      </w:r>
      <w:r w:rsidR="00276CCE">
        <w:t xml:space="preserve">. </w:t>
      </w:r>
      <w:r w:rsidRPr="00DA4E77">
        <w:t>Du haut de la nacelle d</w:t>
      </w:r>
      <w:r w:rsidR="00276CCE">
        <w:t>’</w:t>
      </w:r>
      <w:r w:rsidRPr="00DA4E77">
        <w:t>où sa vue embrasse tout l</w:t>
      </w:r>
      <w:r w:rsidR="00276CCE">
        <w:t>’</w:t>
      </w:r>
      <w:r w:rsidRPr="00DA4E77">
        <w:t>horizon</w:t>
      </w:r>
      <w:r w:rsidR="00276CCE">
        <w:t xml:space="preserve">, </w:t>
      </w:r>
      <w:r w:rsidRPr="00DA4E77">
        <w:t>le Prince des Apôtres évalue en un seul regard le danger qu</w:t>
      </w:r>
      <w:r w:rsidR="00276CCE">
        <w:t>’</w:t>
      </w:r>
      <w:r w:rsidRPr="00DA4E77">
        <w:t>a couru l</w:t>
      </w:r>
      <w:r w:rsidR="00276CCE">
        <w:t>’</w:t>
      </w:r>
      <w:r w:rsidRPr="00DA4E77">
        <w:t>Empire</w:t>
      </w:r>
      <w:r w:rsidR="00276CCE">
        <w:t>.</w:t>
      </w:r>
    </w:p>
    <w:p w14:paraId="00B1A394" w14:textId="77777777" w:rsidR="00276CCE" w:rsidRDefault="00276CCE" w:rsidP="002A4158">
      <w:r>
        <w:t>— </w:t>
      </w:r>
      <w:r w:rsidR="002A4158" w:rsidRPr="00DA4E77">
        <w:t>Voici l</w:t>
      </w:r>
      <w:r>
        <w:t>’</w:t>
      </w:r>
      <w:r w:rsidR="002A4158" w:rsidRPr="00DA4E77">
        <w:t>heure</w:t>
      </w:r>
      <w:r>
        <w:t xml:space="preserve"> ! </w:t>
      </w:r>
      <w:r w:rsidR="002A4158" w:rsidRPr="00DA4E77">
        <w:t xml:space="preserve">dit </w:t>
      </w:r>
      <w:proofErr w:type="spellStart"/>
      <w:r w:rsidR="002A4158" w:rsidRPr="00DA4E77">
        <w:t>Hellas</w:t>
      </w:r>
      <w:proofErr w:type="spellEnd"/>
      <w:r w:rsidR="002A4158" w:rsidRPr="00DA4E77">
        <w:t xml:space="preserve"> à </w:t>
      </w:r>
      <w:proofErr w:type="spellStart"/>
      <w:r w:rsidR="002A4158" w:rsidRPr="00DA4E77">
        <w:t>Oréa</w:t>
      </w:r>
      <w:proofErr w:type="spellEnd"/>
      <w:r>
        <w:t xml:space="preserve">. </w:t>
      </w:r>
      <w:r w:rsidR="002A4158" w:rsidRPr="00DA4E77">
        <w:t>Laisse l</w:t>
      </w:r>
      <w:r>
        <w:t>’</w:t>
      </w:r>
      <w:r w:rsidR="002A4158" w:rsidRPr="00DA4E77">
        <w:rPr>
          <w:bCs/>
          <w:i/>
          <w:iCs/>
        </w:rPr>
        <w:t>Alérion</w:t>
      </w:r>
      <w:r w:rsidR="002A4158" w:rsidRPr="00DA4E77">
        <w:t xml:space="preserve"> planer doucement sur la flotte ennemie</w:t>
      </w:r>
      <w:r>
        <w:t>.</w:t>
      </w:r>
    </w:p>
    <w:p w14:paraId="7222F241" w14:textId="77777777" w:rsidR="00276CCE" w:rsidRDefault="00276CCE" w:rsidP="002A4158">
      <w:r>
        <w:t>— </w:t>
      </w:r>
      <w:r w:rsidR="002A4158" w:rsidRPr="00DA4E77">
        <w:t>Encore un instant</w:t>
      </w:r>
      <w:r>
        <w:t xml:space="preserve">, </w:t>
      </w:r>
      <w:r w:rsidR="002A4158" w:rsidRPr="00DA4E77">
        <w:t>mon aimé</w:t>
      </w:r>
      <w:r>
        <w:t xml:space="preserve">, </w:t>
      </w:r>
      <w:r w:rsidR="002A4158" w:rsidRPr="00DA4E77">
        <w:t>encore une minute d</w:t>
      </w:r>
      <w:r>
        <w:t>’</w:t>
      </w:r>
      <w:r w:rsidR="002A4158" w:rsidRPr="00DA4E77">
        <w:t>attente</w:t>
      </w:r>
      <w:r>
        <w:t xml:space="preserve"> ! </w:t>
      </w:r>
      <w:r w:rsidR="002A4158" w:rsidRPr="00DA4E77">
        <w:t>Songe au mal que peut déchaîner la force incomme</w:t>
      </w:r>
      <w:r w:rsidR="002A4158" w:rsidRPr="00DA4E77">
        <w:t>n</w:t>
      </w:r>
      <w:r w:rsidR="002A4158" w:rsidRPr="00DA4E77">
        <w:t>surable de nos engins</w:t>
      </w:r>
      <w:r>
        <w:t>.</w:t>
      </w:r>
    </w:p>
    <w:p w14:paraId="48B9A424" w14:textId="77777777" w:rsidR="00276CCE" w:rsidRDefault="00276CCE" w:rsidP="002A4158">
      <w:r>
        <w:lastRenderedPageBreak/>
        <w:t>— </w:t>
      </w:r>
      <w:r w:rsidR="002A4158" w:rsidRPr="00DA4E77">
        <w:t>Attendre</w:t>
      </w:r>
      <w:r>
        <w:t xml:space="preserve"> ! </w:t>
      </w:r>
      <w:r w:rsidR="002A4158" w:rsidRPr="00DA4E77">
        <w:t>toujours attendre</w:t>
      </w:r>
      <w:r>
        <w:t xml:space="preserve"> ! </w:t>
      </w:r>
      <w:r w:rsidR="002A4158" w:rsidRPr="00DA4E77">
        <w:t xml:space="preserve">Regarde </w:t>
      </w:r>
      <w:proofErr w:type="spellStart"/>
      <w:r w:rsidR="002A4158" w:rsidRPr="00DA4E77">
        <w:t>Timou</w:t>
      </w:r>
      <w:proofErr w:type="spellEnd"/>
      <w:r w:rsidR="002A4158" w:rsidRPr="00DA4E77">
        <w:t xml:space="preserve"> et ses Noirs qui se hâtent vers la Cité</w:t>
      </w:r>
      <w:r>
        <w:t xml:space="preserve">. </w:t>
      </w:r>
      <w:r w:rsidR="002A4158" w:rsidRPr="00DA4E77">
        <w:t>Une fois dans la ville</w:t>
      </w:r>
      <w:r>
        <w:t xml:space="preserve">, </w:t>
      </w:r>
      <w:r w:rsidR="002A4158" w:rsidRPr="00DA4E77">
        <w:t>ils seront à l</w:t>
      </w:r>
      <w:r>
        <w:t>’</w:t>
      </w:r>
      <w:r w:rsidR="002A4158" w:rsidRPr="00DA4E77">
        <w:t>abri de nos coups</w:t>
      </w:r>
      <w:r>
        <w:t xml:space="preserve">, </w:t>
      </w:r>
      <w:r w:rsidR="002A4158" w:rsidRPr="00DA4E77">
        <w:t>et pour les frapper</w:t>
      </w:r>
      <w:r>
        <w:t xml:space="preserve">, </w:t>
      </w:r>
      <w:r w:rsidR="002A4158" w:rsidRPr="00DA4E77">
        <w:t>nous devrons frapper les Atlantes</w:t>
      </w:r>
      <w:r>
        <w:t xml:space="preserve">. </w:t>
      </w:r>
      <w:r w:rsidR="002A4158" w:rsidRPr="00DA4E77">
        <w:t>Donne-moi l</w:t>
      </w:r>
      <w:r>
        <w:t>’</w:t>
      </w:r>
      <w:r w:rsidR="002A4158" w:rsidRPr="00DA4E77">
        <w:t>un des rouleaux où ton père a conde</w:t>
      </w:r>
      <w:r w:rsidR="002A4158" w:rsidRPr="00DA4E77">
        <w:t>n</w:t>
      </w:r>
      <w:r w:rsidR="002A4158" w:rsidRPr="00DA4E77">
        <w:t>sé les forces de l</w:t>
      </w:r>
      <w:r>
        <w:t>’</w:t>
      </w:r>
      <w:r w:rsidR="002A4158" w:rsidRPr="00DA4E77">
        <w:t>air</w:t>
      </w:r>
      <w:r>
        <w:t>.</w:t>
      </w:r>
    </w:p>
    <w:p w14:paraId="29DD32EA" w14:textId="77777777" w:rsidR="00276CCE" w:rsidRDefault="002A4158" w:rsidP="002A4158">
      <w:r w:rsidRPr="00DA4E77">
        <w:t xml:space="preserve">Et </w:t>
      </w:r>
      <w:proofErr w:type="spellStart"/>
      <w:r w:rsidRPr="00DA4E77">
        <w:t>Hellas</w:t>
      </w:r>
      <w:proofErr w:type="spellEnd"/>
      <w:r w:rsidRPr="00DA4E77">
        <w:t xml:space="preserve"> lance cet ordre d</w:t>
      </w:r>
      <w:r w:rsidR="00276CCE">
        <w:t>’</w:t>
      </w:r>
      <w:r w:rsidRPr="00DA4E77">
        <w:t>un ton si énergique qu</w:t>
      </w:r>
      <w:r w:rsidR="00276CCE">
        <w:t>’</w:t>
      </w:r>
      <w:proofErr w:type="spellStart"/>
      <w:r w:rsidRPr="00DA4E77">
        <w:t>Oréa</w:t>
      </w:r>
      <w:proofErr w:type="spellEnd"/>
      <w:r w:rsidR="00276CCE">
        <w:t xml:space="preserve">, </w:t>
      </w:r>
      <w:r w:rsidRPr="00DA4E77">
        <w:t>sans volonté pour résister</w:t>
      </w:r>
      <w:r w:rsidR="00276CCE">
        <w:t xml:space="preserve">, </w:t>
      </w:r>
      <w:r w:rsidRPr="00DA4E77">
        <w:t>tend au jeune homme un des tubes demandés</w:t>
      </w:r>
      <w:r w:rsidR="00276CCE">
        <w:t>.</w:t>
      </w:r>
    </w:p>
    <w:p w14:paraId="12384265" w14:textId="77777777" w:rsidR="00276CCE" w:rsidRDefault="00276CCE" w:rsidP="002A4158">
      <w:r>
        <w:t>— </w:t>
      </w:r>
      <w:r w:rsidR="002A4158" w:rsidRPr="00DA4E77">
        <w:t>Pardonne-moi</w:t>
      </w:r>
      <w:r>
        <w:t xml:space="preserve">, </w:t>
      </w:r>
      <w:r w:rsidR="002A4158" w:rsidRPr="00DA4E77">
        <w:t>mon père</w:t>
      </w:r>
      <w:r>
        <w:t xml:space="preserve"> ; </w:t>
      </w:r>
      <w:r w:rsidR="002A4158" w:rsidRPr="00DA4E77">
        <w:t xml:space="preserve">puisse </w:t>
      </w:r>
      <w:proofErr w:type="spellStart"/>
      <w:r w:rsidR="002A4158" w:rsidRPr="00DA4E77">
        <w:t>Hellas</w:t>
      </w:r>
      <w:proofErr w:type="spellEnd"/>
      <w:r w:rsidR="002A4158" w:rsidRPr="00DA4E77">
        <w:t xml:space="preserve"> sauver a</w:t>
      </w:r>
      <w:r w:rsidR="002A4158" w:rsidRPr="00DA4E77">
        <w:t>u</w:t>
      </w:r>
      <w:r w:rsidR="002A4158" w:rsidRPr="00DA4E77">
        <w:t>jourd</w:t>
      </w:r>
      <w:r>
        <w:t>’</w:t>
      </w:r>
      <w:r w:rsidR="002A4158" w:rsidRPr="00DA4E77">
        <w:t>hui la ville</w:t>
      </w:r>
      <w:r>
        <w:t xml:space="preserve">, </w:t>
      </w:r>
      <w:r w:rsidR="002A4158" w:rsidRPr="00DA4E77">
        <w:t>et ne la perdre jamais</w:t>
      </w:r>
      <w:r>
        <w:t> !</w:t>
      </w:r>
    </w:p>
    <w:p w14:paraId="2DF60F79" w14:textId="77777777" w:rsidR="00276CCE" w:rsidRDefault="002A4158" w:rsidP="002A4158">
      <w:r w:rsidRPr="00DA4E77">
        <w:t xml:space="preserve">Mais </w:t>
      </w:r>
      <w:proofErr w:type="spellStart"/>
      <w:r w:rsidRPr="00DA4E77">
        <w:t>Hellas</w:t>
      </w:r>
      <w:proofErr w:type="spellEnd"/>
      <w:r w:rsidR="00276CCE">
        <w:t xml:space="preserve">, </w:t>
      </w:r>
      <w:r w:rsidRPr="00DA4E77">
        <w:t>lui</w:t>
      </w:r>
      <w:r w:rsidR="00276CCE">
        <w:t xml:space="preserve">, </w:t>
      </w:r>
      <w:r w:rsidRPr="00DA4E77">
        <w:t>debout dans la nacelle</w:t>
      </w:r>
      <w:r w:rsidR="00276CCE">
        <w:t xml:space="preserve">, </w:t>
      </w:r>
      <w:r w:rsidRPr="00DA4E77">
        <w:t>tenant en main le mystérieux secret d</w:t>
      </w:r>
      <w:r w:rsidR="00276CCE">
        <w:t>’</w:t>
      </w:r>
      <w:r w:rsidRPr="00DA4E77">
        <w:t>où va tomber la mort des méchants et le s</w:t>
      </w:r>
      <w:r w:rsidRPr="00DA4E77">
        <w:t>a</w:t>
      </w:r>
      <w:r w:rsidRPr="00DA4E77">
        <w:t>lut des bons</w:t>
      </w:r>
      <w:r w:rsidR="00276CCE">
        <w:t xml:space="preserve">, </w:t>
      </w:r>
      <w:r w:rsidRPr="00DA4E77">
        <w:t>regarde sans trembler la ville où le Sphinx re</w:t>
      </w:r>
      <w:r w:rsidRPr="00DA4E77">
        <w:t>s</w:t>
      </w:r>
      <w:r w:rsidRPr="00DA4E77">
        <w:t>plendit aux reflets du couchant</w:t>
      </w:r>
      <w:r w:rsidR="00276CCE">
        <w:t xml:space="preserve">, </w:t>
      </w:r>
      <w:r w:rsidRPr="00DA4E77">
        <w:t>puis se penche sur les flots</w:t>
      </w:r>
      <w:r w:rsidR="00276CCE">
        <w:t xml:space="preserve">, </w:t>
      </w:r>
      <w:r w:rsidRPr="00DA4E77">
        <w:t>et</w:t>
      </w:r>
      <w:r w:rsidR="00276CCE">
        <w:t xml:space="preserve">, </w:t>
      </w:r>
      <w:r w:rsidRPr="00DA4E77">
        <w:t>d</w:t>
      </w:r>
      <w:r w:rsidR="00276CCE">
        <w:t>’</w:t>
      </w:r>
      <w:r w:rsidRPr="00DA4E77">
        <w:t>une voix nette</w:t>
      </w:r>
      <w:r w:rsidR="00276CCE">
        <w:t> :</w:t>
      </w:r>
    </w:p>
    <w:p w14:paraId="7A89AC9A" w14:textId="77777777" w:rsidR="00276CCE" w:rsidRDefault="00276CCE" w:rsidP="002A4158">
      <w:r>
        <w:t>— </w:t>
      </w:r>
      <w:r w:rsidR="002A4158" w:rsidRPr="00DA4E77">
        <w:t>Pour l</w:t>
      </w:r>
      <w:r>
        <w:t>’</w:t>
      </w:r>
      <w:r w:rsidR="002A4158" w:rsidRPr="00DA4E77">
        <w:t>Empire du Soleil</w:t>
      </w:r>
      <w:r>
        <w:t xml:space="preserve"> ! </w:t>
      </w:r>
      <w:r w:rsidR="002A4158" w:rsidRPr="00DA4E77">
        <w:t>Pour la civilisation menacée</w:t>
      </w:r>
      <w:r>
        <w:t xml:space="preserve"> ! </w:t>
      </w:r>
      <w:r w:rsidR="002A4158" w:rsidRPr="00DA4E77">
        <w:t>Pour l</w:t>
      </w:r>
      <w:r>
        <w:t>’</w:t>
      </w:r>
      <w:r w:rsidR="002A4158" w:rsidRPr="00DA4E77">
        <w:t>avenir du monde</w:t>
      </w:r>
      <w:r>
        <w:t> !</w:t>
      </w:r>
    </w:p>
    <w:p w14:paraId="0167A5E7" w14:textId="77777777" w:rsidR="00276CCE" w:rsidRDefault="002A4158" w:rsidP="002A4158">
      <w:r w:rsidRPr="00DA4E77">
        <w:t>Et il jette violemment un premier tube métallique qui va tomber dans la mer</w:t>
      </w:r>
      <w:r w:rsidR="00276CCE">
        <w:t xml:space="preserve">, </w:t>
      </w:r>
      <w:r w:rsidRPr="00DA4E77">
        <w:t xml:space="preserve">non loin du vaisseau de </w:t>
      </w:r>
      <w:proofErr w:type="spellStart"/>
      <w:r w:rsidRPr="00DA4E77">
        <w:t>Timou</w:t>
      </w:r>
      <w:proofErr w:type="spellEnd"/>
      <w:r w:rsidR="00276CCE">
        <w:t>.</w:t>
      </w:r>
    </w:p>
    <w:p w14:paraId="39D7A1A2" w14:textId="77777777" w:rsidR="00276CCE" w:rsidRDefault="002A4158" w:rsidP="002A4158">
      <w:r w:rsidRPr="00DA4E77">
        <w:t>Un silence grandiose semble répandu sur la Cité</w:t>
      </w:r>
      <w:r w:rsidR="00276CCE">
        <w:t xml:space="preserve">. </w:t>
      </w:r>
      <w:r w:rsidRPr="00DA4E77">
        <w:t>Des mi</w:t>
      </w:r>
      <w:r w:rsidRPr="00DA4E77">
        <w:t>l</w:t>
      </w:r>
      <w:r w:rsidRPr="00DA4E77">
        <w:t>liers de poitrines retiennent à la fois leur souffle</w:t>
      </w:r>
      <w:r w:rsidR="00276CCE">
        <w:t xml:space="preserve">. </w:t>
      </w:r>
      <w:r w:rsidRPr="00DA4E77">
        <w:t>On n</w:t>
      </w:r>
      <w:r w:rsidR="00276CCE">
        <w:t>’</w:t>
      </w:r>
      <w:r w:rsidRPr="00DA4E77">
        <w:t>entend plus qu</w:t>
      </w:r>
      <w:r w:rsidR="00276CCE">
        <w:t>’</w:t>
      </w:r>
      <w:r w:rsidRPr="00DA4E77">
        <w:t>un bruit de rames sur la mer et quelques clameurs aff</w:t>
      </w:r>
      <w:r w:rsidRPr="00DA4E77">
        <w:t>o</w:t>
      </w:r>
      <w:r w:rsidRPr="00DA4E77">
        <w:t>lées des matelots</w:t>
      </w:r>
      <w:r w:rsidR="00276CCE">
        <w:t xml:space="preserve">. </w:t>
      </w:r>
      <w:r w:rsidRPr="00DA4E77">
        <w:t>Que va-t-il se passer</w:t>
      </w:r>
      <w:r w:rsidR="00276CCE">
        <w:t xml:space="preserve"> ? </w:t>
      </w:r>
      <w:r w:rsidRPr="00DA4E77">
        <w:t>Rien</w:t>
      </w:r>
      <w:r w:rsidR="00276CCE">
        <w:t xml:space="preserve">. </w:t>
      </w:r>
      <w:r w:rsidRPr="00DA4E77">
        <w:t>La mer a avalé l</w:t>
      </w:r>
      <w:r w:rsidR="00276CCE">
        <w:t>’</w:t>
      </w:r>
      <w:r w:rsidRPr="00DA4E77">
        <w:t>engin menaçant et continue son roulis paisible</w:t>
      </w:r>
      <w:r w:rsidR="00276CCE">
        <w:t xml:space="preserve">. </w:t>
      </w:r>
      <w:proofErr w:type="spellStart"/>
      <w:r w:rsidRPr="00DA4E77">
        <w:t>Oréa</w:t>
      </w:r>
      <w:proofErr w:type="spellEnd"/>
      <w:r w:rsidRPr="00DA4E77">
        <w:t xml:space="preserve"> respire</w:t>
      </w:r>
      <w:r w:rsidR="00276CCE">
        <w:t>.</w:t>
      </w:r>
    </w:p>
    <w:p w14:paraId="373EE964" w14:textId="77777777" w:rsidR="00276CCE" w:rsidRDefault="002A4158" w:rsidP="002A4158">
      <w:proofErr w:type="spellStart"/>
      <w:r w:rsidRPr="00DA4E77">
        <w:t>Hellas</w:t>
      </w:r>
      <w:proofErr w:type="spellEnd"/>
      <w:r w:rsidRPr="00DA4E77">
        <w:t xml:space="preserve"> en reste bouleversé d</w:t>
      </w:r>
      <w:r w:rsidR="00276CCE">
        <w:t>’</w:t>
      </w:r>
      <w:r w:rsidRPr="00DA4E77">
        <w:t>étonnement</w:t>
      </w:r>
      <w:r w:rsidR="00276CCE">
        <w:t>.</w:t>
      </w:r>
    </w:p>
    <w:p w14:paraId="3FA8AEEE" w14:textId="77777777" w:rsidR="00276CCE" w:rsidRDefault="002A4158" w:rsidP="002A4158">
      <w:proofErr w:type="spellStart"/>
      <w:r w:rsidRPr="00DA4E77">
        <w:t>Timou</w:t>
      </w:r>
      <w:proofErr w:type="spellEnd"/>
      <w:r w:rsidR="00276CCE">
        <w:t xml:space="preserve">, </w:t>
      </w:r>
      <w:r w:rsidRPr="00DA4E77">
        <w:t>joyeux</w:t>
      </w:r>
      <w:r w:rsidR="00276CCE">
        <w:t xml:space="preserve">, </w:t>
      </w:r>
      <w:r w:rsidRPr="00DA4E77">
        <w:t>presse ses vaisseaux vers la terre</w:t>
      </w:r>
      <w:r w:rsidR="00276CCE">
        <w:t xml:space="preserve">. </w:t>
      </w:r>
      <w:r w:rsidRPr="00DA4E77">
        <w:t>Déjà quelques autres nefs virent de bord et reviennent à l</w:t>
      </w:r>
      <w:r w:rsidR="00276CCE">
        <w:t>’</w:t>
      </w:r>
      <w:r w:rsidRPr="00DA4E77">
        <w:t>assaut</w:t>
      </w:r>
      <w:r w:rsidR="00276CCE">
        <w:t xml:space="preserve">. </w:t>
      </w:r>
      <w:r w:rsidRPr="00DA4E77">
        <w:t>Le secret d</w:t>
      </w:r>
      <w:r w:rsidR="00276CCE">
        <w:t>’</w:t>
      </w:r>
      <w:proofErr w:type="spellStart"/>
      <w:r w:rsidRPr="00DA4E77">
        <w:t>Oréus</w:t>
      </w:r>
      <w:proofErr w:type="spellEnd"/>
      <w:r w:rsidRPr="00DA4E77">
        <w:t xml:space="preserve"> serait-il donc un leurre</w:t>
      </w:r>
      <w:r w:rsidR="00276CCE">
        <w:t> ?</w:t>
      </w:r>
    </w:p>
    <w:p w14:paraId="065660B7" w14:textId="77777777" w:rsidR="00276CCE" w:rsidRDefault="002A4158" w:rsidP="002A4158">
      <w:r w:rsidRPr="00DA4E77">
        <w:lastRenderedPageBreak/>
        <w:t>Furieux</w:t>
      </w:r>
      <w:r w:rsidR="00276CCE">
        <w:t xml:space="preserve">, </w:t>
      </w:r>
      <w:r w:rsidRPr="00DA4E77">
        <w:t>alors</w:t>
      </w:r>
      <w:r w:rsidR="00276CCE">
        <w:t xml:space="preserve">, </w:t>
      </w:r>
      <w:proofErr w:type="spellStart"/>
      <w:r w:rsidRPr="00DA4E77">
        <w:t>Hellas</w:t>
      </w:r>
      <w:proofErr w:type="spellEnd"/>
      <w:r w:rsidRPr="00DA4E77">
        <w:t xml:space="preserve"> prend lui-même plusieurs rouleaux</w:t>
      </w:r>
      <w:r w:rsidR="00276CCE">
        <w:t xml:space="preserve">. </w:t>
      </w:r>
      <w:r w:rsidRPr="00DA4E77">
        <w:t>Et</w:t>
      </w:r>
      <w:r w:rsidR="00276CCE">
        <w:t xml:space="preserve">, </w:t>
      </w:r>
      <w:r w:rsidRPr="00DA4E77">
        <w:t>avec rage</w:t>
      </w:r>
      <w:r w:rsidR="00276CCE">
        <w:t xml:space="preserve">, </w:t>
      </w:r>
      <w:r w:rsidRPr="00DA4E77">
        <w:t>il les jette à droite</w:t>
      </w:r>
      <w:r w:rsidR="00276CCE">
        <w:t xml:space="preserve">, </w:t>
      </w:r>
      <w:r w:rsidRPr="00DA4E77">
        <w:t>à gauche</w:t>
      </w:r>
      <w:r w:rsidR="00276CCE">
        <w:t xml:space="preserve">, </w:t>
      </w:r>
      <w:r w:rsidRPr="00DA4E77">
        <w:t>tantôt vers les vai</w:t>
      </w:r>
      <w:r w:rsidRPr="00DA4E77">
        <w:t>s</w:t>
      </w:r>
      <w:r w:rsidRPr="00DA4E77">
        <w:t>seaux qui s</w:t>
      </w:r>
      <w:r w:rsidR="00276CCE">
        <w:t>’</w:t>
      </w:r>
      <w:r w:rsidRPr="00DA4E77">
        <w:t>avancent contre Atlantis</w:t>
      </w:r>
      <w:r w:rsidR="00276CCE">
        <w:t xml:space="preserve">, </w:t>
      </w:r>
      <w:r w:rsidRPr="00DA4E77">
        <w:t>tantôt vers ceux qui fuient en pleine mer</w:t>
      </w:r>
      <w:r w:rsidR="00276CCE">
        <w:t xml:space="preserve">. </w:t>
      </w:r>
      <w:proofErr w:type="spellStart"/>
      <w:r w:rsidRPr="00DA4E77">
        <w:t>Oréa</w:t>
      </w:r>
      <w:proofErr w:type="spellEnd"/>
      <w:r w:rsidR="00276CCE">
        <w:t xml:space="preserve">, </w:t>
      </w:r>
      <w:r w:rsidRPr="00DA4E77">
        <w:t>épouvantée par la colère d</w:t>
      </w:r>
      <w:r w:rsidR="00276CCE">
        <w:t>’</w:t>
      </w:r>
      <w:proofErr w:type="spellStart"/>
      <w:r w:rsidRPr="00DA4E77">
        <w:t>Hellas</w:t>
      </w:r>
      <w:proofErr w:type="spellEnd"/>
      <w:r w:rsidR="00276CCE">
        <w:t xml:space="preserve">, </w:t>
      </w:r>
      <w:r w:rsidRPr="00DA4E77">
        <w:t>enlève l</w:t>
      </w:r>
      <w:r w:rsidR="00276CCE">
        <w:t>’</w:t>
      </w:r>
      <w:r w:rsidRPr="00DA4E77">
        <w:rPr>
          <w:bCs/>
          <w:i/>
          <w:iCs/>
        </w:rPr>
        <w:t>Alérion</w:t>
      </w:r>
      <w:r w:rsidRPr="00DA4E77">
        <w:t xml:space="preserve"> et s</w:t>
      </w:r>
      <w:r w:rsidR="00276CCE">
        <w:t>’</w:t>
      </w:r>
      <w:r w:rsidRPr="00DA4E77">
        <w:t>apprête de nouveau à gagner le large</w:t>
      </w:r>
      <w:r w:rsidR="00276CCE">
        <w:t>.</w:t>
      </w:r>
    </w:p>
    <w:p w14:paraId="4D7A5B61" w14:textId="77777777" w:rsidR="00276CCE" w:rsidRDefault="002A4158" w:rsidP="002A4158">
      <w:r w:rsidRPr="00DA4E77">
        <w:t>Mais le jeune homme</w:t>
      </w:r>
      <w:r w:rsidR="00276CCE">
        <w:t xml:space="preserve">, </w:t>
      </w:r>
      <w:r w:rsidRPr="00DA4E77">
        <w:t>effrayant</w:t>
      </w:r>
      <w:r w:rsidR="00276CCE">
        <w:t xml:space="preserve">, </w:t>
      </w:r>
      <w:r w:rsidRPr="00DA4E77">
        <w:t>ne s</w:t>
      </w:r>
      <w:r w:rsidR="00276CCE">
        <w:t>’</w:t>
      </w:r>
      <w:r w:rsidRPr="00DA4E77">
        <w:t>arrête pas</w:t>
      </w:r>
      <w:r w:rsidR="00276CCE">
        <w:t xml:space="preserve">, </w:t>
      </w:r>
      <w:r w:rsidRPr="00DA4E77">
        <w:t>et de haut</w:t>
      </w:r>
      <w:r w:rsidR="00276CCE">
        <w:t xml:space="preserve">, </w:t>
      </w:r>
      <w:r w:rsidRPr="00DA4E77">
        <w:t>sans mesurer ses coups</w:t>
      </w:r>
      <w:r w:rsidR="00276CCE">
        <w:t xml:space="preserve">, </w:t>
      </w:r>
      <w:r w:rsidRPr="00DA4E77">
        <w:t>disperse contre la flotte tous les engins que sa main peut saisir</w:t>
      </w:r>
      <w:r w:rsidR="00276CCE">
        <w:t>.</w:t>
      </w:r>
    </w:p>
    <w:p w14:paraId="16901CF0" w14:textId="77777777" w:rsidR="00276CCE" w:rsidRDefault="00276CCE" w:rsidP="002A4158">
      <w:r>
        <w:t>— </w:t>
      </w:r>
      <w:r w:rsidR="002A4158" w:rsidRPr="00DA4E77">
        <w:t>Ah</w:t>
      </w:r>
      <w:r>
        <w:t xml:space="preserve"> ! </w:t>
      </w:r>
      <w:r w:rsidR="002A4158" w:rsidRPr="00DA4E77">
        <w:t>maudite race révoltée</w:t>
      </w:r>
      <w:r>
        <w:t xml:space="preserve">, </w:t>
      </w:r>
      <w:r w:rsidR="002A4158" w:rsidRPr="00DA4E77">
        <w:t>hommes méchants ou lâches</w:t>
      </w:r>
      <w:r>
        <w:t xml:space="preserve">, </w:t>
      </w:r>
      <w:r w:rsidR="002A4158" w:rsidRPr="00DA4E77">
        <w:t>humanité sordide</w:t>
      </w:r>
      <w:r>
        <w:t xml:space="preserve"> ! </w:t>
      </w:r>
      <w:r w:rsidR="002A4158" w:rsidRPr="00DA4E77">
        <w:t>mourez donc</w:t>
      </w:r>
      <w:r>
        <w:t> !</w:t>
      </w:r>
    </w:p>
    <w:p w14:paraId="3543C509" w14:textId="77777777" w:rsidR="00276CCE" w:rsidRDefault="002A4158" w:rsidP="002A4158">
      <w:r w:rsidRPr="00DA4E77">
        <w:t>Soudain</w:t>
      </w:r>
      <w:r w:rsidR="00276CCE">
        <w:t xml:space="preserve">, </w:t>
      </w:r>
      <w:r w:rsidRPr="00DA4E77">
        <w:t xml:space="preserve">du côté de </w:t>
      </w:r>
      <w:proofErr w:type="spellStart"/>
      <w:r w:rsidRPr="00DA4E77">
        <w:t>Timou</w:t>
      </w:r>
      <w:proofErr w:type="spellEnd"/>
      <w:r w:rsidR="00276CCE">
        <w:t xml:space="preserve">, </w:t>
      </w:r>
      <w:r w:rsidRPr="00DA4E77">
        <w:t>entre l</w:t>
      </w:r>
      <w:r w:rsidR="00276CCE">
        <w:t>’</w:t>
      </w:r>
      <w:r w:rsidRPr="00DA4E77">
        <w:t>Île de Pourpre et la presqu</w:t>
      </w:r>
      <w:r w:rsidR="00276CCE">
        <w:t>’</w:t>
      </w:r>
      <w:r w:rsidRPr="00DA4E77">
        <w:t>île de la Pointe-Verte</w:t>
      </w:r>
      <w:r w:rsidR="00276CCE">
        <w:t xml:space="preserve">, </w:t>
      </w:r>
      <w:r w:rsidRPr="00DA4E77">
        <w:t>une immense colonne d</w:t>
      </w:r>
      <w:r w:rsidR="00276CCE">
        <w:t>’</w:t>
      </w:r>
      <w:r w:rsidRPr="00DA4E77">
        <w:t>eau mo</w:t>
      </w:r>
      <w:r w:rsidRPr="00DA4E77">
        <w:t>n</w:t>
      </w:r>
      <w:r w:rsidRPr="00DA4E77">
        <w:t>te du sein des vagues</w:t>
      </w:r>
      <w:r w:rsidR="00276CCE">
        <w:t xml:space="preserve">, </w:t>
      </w:r>
      <w:r w:rsidRPr="00DA4E77">
        <w:t>pareille à la gerbe épanouie d</w:t>
      </w:r>
      <w:r w:rsidR="00276CCE">
        <w:t>’</w:t>
      </w:r>
      <w:r w:rsidRPr="00DA4E77">
        <w:t>un volcan en éruption</w:t>
      </w:r>
      <w:r w:rsidR="00276CCE">
        <w:t xml:space="preserve">. </w:t>
      </w:r>
      <w:r w:rsidRPr="00DA4E77">
        <w:t>Elle s</w:t>
      </w:r>
      <w:r w:rsidR="00276CCE">
        <w:t>’</w:t>
      </w:r>
      <w:r w:rsidRPr="00DA4E77">
        <w:t>élève lentement à une hauteur prodigieuse et retombe avec fracas sur quelques vaisseaux qu</w:t>
      </w:r>
      <w:r w:rsidR="00276CCE">
        <w:t>’</w:t>
      </w:r>
      <w:r w:rsidRPr="00DA4E77">
        <w:t>elle engloutit</w:t>
      </w:r>
      <w:r w:rsidR="00276CCE">
        <w:t>.</w:t>
      </w:r>
    </w:p>
    <w:p w14:paraId="5CA0E3D0" w14:textId="77777777" w:rsidR="00276CCE" w:rsidRDefault="00276CCE" w:rsidP="002A4158">
      <w:r>
        <w:t>— </w:t>
      </w:r>
      <w:r w:rsidR="002A4158" w:rsidRPr="00DA4E77">
        <w:t>Gloire</w:t>
      </w:r>
      <w:r>
        <w:t xml:space="preserve"> ! </w:t>
      </w:r>
      <w:r w:rsidR="002A4158" w:rsidRPr="00DA4E77">
        <w:t>Gloire</w:t>
      </w:r>
      <w:r>
        <w:t xml:space="preserve"> ! </w:t>
      </w:r>
      <w:r w:rsidR="002A4158" w:rsidRPr="00DA4E77">
        <w:t>clament à toute voix les Atlantes éme</w:t>
      </w:r>
      <w:r w:rsidR="002A4158" w:rsidRPr="00DA4E77">
        <w:t>r</w:t>
      </w:r>
      <w:r w:rsidR="002A4158" w:rsidRPr="00DA4E77">
        <w:t>veillés</w:t>
      </w:r>
      <w:r>
        <w:t xml:space="preserve">. </w:t>
      </w:r>
      <w:r w:rsidR="002A4158" w:rsidRPr="00DA4E77">
        <w:t>Gloire à toi</w:t>
      </w:r>
      <w:r>
        <w:t xml:space="preserve">, </w:t>
      </w:r>
      <w:proofErr w:type="spellStart"/>
      <w:r w:rsidR="002A4158" w:rsidRPr="00DA4E77">
        <w:t>Hellas</w:t>
      </w:r>
      <w:proofErr w:type="spellEnd"/>
      <w:r>
        <w:t> !</w:t>
      </w:r>
    </w:p>
    <w:p w14:paraId="64B26B34" w14:textId="77777777" w:rsidR="00276CCE" w:rsidRDefault="00276CCE" w:rsidP="002A4158">
      <w:r>
        <w:t>— </w:t>
      </w:r>
      <w:r w:rsidR="002A4158" w:rsidRPr="00DA4E77">
        <w:t>Gloire à toi</w:t>
      </w:r>
      <w:r>
        <w:t xml:space="preserve">, </w:t>
      </w:r>
      <w:r w:rsidR="002A4158" w:rsidRPr="00DA4E77">
        <w:t>chéri des dieux</w:t>
      </w:r>
      <w:r>
        <w:t xml:space="preserve"> ! </w:t>
      </w:r>
      <w:r w:rsidR="002A4158" w:rsidRPr="00DA4E77">
        <w:t>demi-dieu toi-même</w:t>
      </w:r>
      <w:r>
        <w:t> !</w:t>
      </w:r>
    </w:p>
    <w:p w14:paraId="24EF36BD" w14:textId="77777777" w:rsidR="00276CCE" w:rsidRDefault="002A4158" w:rsidP="002A4158">
      <w:r w:rsidRPr="00DA4E77">
        <w:t>Et</w:t>
      </w:r>
      <w:r w:rsidR="00276CCE">
        <w:t xml:space="preserve">, </w:t>
      </w:r>
      <w:r w:rsidRPr="00DA4E77">
        <w:t>sur la Terrasse Sainte</w:t>
      </w:r>
      <w:r w:rsidR="00276CCE">
        <w:t xml:space="preserve">, </w:t>
      </w:r>
      <w:r w:rsidRPr="00DA4E77">
        <w:t>des fanfares éclatent</w:t>
      </w:r>
      <w:r w:rsidR="00276CCE">
        <w:t>.</w:t>
      </w:r>
    </w:p>
    <w:p w14:paraId="77E53DD8" w14:textId="77777777" w:rsidR="00276CCE" w:rsidRDefault="00276CCE" w:rsidP="002A4158">
      <w:r>
        <w:t>— </w:t>
      </w:r>
      <w:r w:rsidR="002A4158" w:rsidRPr="00DA4E77">
        <w:t>Silence</w:t>
      </w:r>
      <w:r>
        <w:t xml:space="preserve"> ! </w:t>
      </w:r>
      <w:r w:rsidR="002A4158" w:rsidRPr="00DA4E77">
        <w:t>Silence</w:t>
      </w:r>
      <w:r>
        <w:t xml:space="preserve"> ! </w:t>
      </w:r>
      <w:r w:rsidR="002A4158" w:rsidRPr="00DA4E77">
        <w:t xml:space="preserve">crie </w:t>
      </w:r>
      <w:proofErr w:type="spellStart"/>
      <w:r w:rsidR="002A4158" w:rsidRPr="00DA4E77">
        <w:t>Oréus</w:t>
      </w:r>
      <w:proofErr w:type="spellEnd"/>
      <w:r w:rsidR="002A4158" w:rsidRPr="00DA4E77">
        <w:t xml:space="preserve"> d</w:t>
      </w:r>
      <w:r>
        <w:t>’</w:t>
      </w:r>
      <w:r w:rsidR="002A4158" w:rsidRPr="00DA4E77">
        <w:t>une voix surhumaine</w:t>
      </w:r>
      <w:r>
        <w:t>.</w:t>
      </w:r>
    </w:p>
    <w:p w14:paraId="1A7924C9" w14:textId="77777777" w:rsidR="00276CCE" w:rsidRDefault="002A4158" w:rsidP="002A4158">
      <w:r w:rsidRPr="00DA4E77">
        <w:t>Et le grand aveugle</w:t>
      </w:r>
      <w:r w:rsidR="00276CCE">
        <w:t xml:space="preserve">, </w:t>
      </w:r>
      <w:r w:rsidRPr="00DA4E77">
        <w:t>se dressant contre la poitrine du Sphinx</w:t>
      </w:r>
      <w:r w:rsidR="00276CCE">
        <w:t xml:space="preserve">, </w:t>
      </w:r>
      <w:r w:rsidRPr="00DA4E77">
        <w:t>arrête brusquement les manifestations de joie auxque</w:t>
      </w:r>
      <w:r w:rsidRPr="00DA4E77">
        <w:t>l</w:t>
      </w:r>
      <w:r w:rsidRPr="00DA4E77">
        <w:t>les vont se livrer les hiérophantes</w:t>
      </w:r>
      <w:r w:rsidR="00276CCE">
        <w:t>.</w:t>
      </w:r>
    </w:p>
    <w:p w14:paraId="6C2EE96A" w14:textId="77777777" w:rsidR="00276CCE" w:rsidRDefault="00276CCE" w:rsidP="002A4158">
      <w:r>
        <w:t>— </w:t>
      </w:r>
      <w:r w:rsidR="002A4158" w:rsidRPr="00DA4E77">
        <w:t>À genoux</w:t>
      </w:r>
      <w:r>
        <w:t xml:space="preserve">, </w:t>
      </w:r>
      <w:r w:rsidR="002A4158" w:rsidRPr="00DA4E77">
        <w:t>tous</w:t>
      </w:r>
      <w:r>
        <w:t xml:space="preserve">, </w:t>
      </w:r>
      <w:r w:rsidR="002A4158" w:rsidRPr="00DA4E77">
        <w:t>ordonne-t-il</w:t>
      </w:r>
      <w:r>
        <w:t xml:space="preserve">. </w:t>
      </w:r>
      <w:r w:rsidR="002A4158" w:rsidRPr="00DA4E77">
        <w:t>À genoux devant l</w:t>
      </w:r>
      <w:r>
        <w:t>’</w:t>
      </w:r>
      <w:r w:rsidR="002A4158" w:rsidRPr="00DA4E77">
        <w:t>invisible</w:t>
      </w:r>
      <w:r>
        <w:t xml:space="preserve"> ! </w:t>
      </w:r>
      <w:r w:rsidR="002A4158" w:rsidRPr="00DA4E77">
        <w:t>L</w:t>
      </w:r>
      <w:r>
        <w:t>’</w:t>
      </w:r>
      <w:r w:rsidR="002A4158" w:rsidRPr="00DA4E77">
        <w:t>heure suprême sonne</w:t>
      </w:r>
      <w:r>
        <w:t xml:space="preserve"> ! </w:t>
      </w:r>
      <w:r w:rsidR="002A4158" w:rsidRPr="00DA4E77">
        <w:t>Prions pour ceux qui</w:t>
      </w:r>
      <w:r>
        <w:t xml:space="preserve">, </w:t>
      </w:r>
      <w:r w:rsidR="002A4158" w:rsidRPr="00DA4E77">
        <w:t>en réclamant un salut miraculeux</w:t>
      </w:r>
      <w:r>
        <w:t xml:space="preserve">, </w:t>
      </w:r>
      <w:r w:rsidR="002A4158" w:rsidRPr="00DA4E77">
        <w:t xml:space="preserve">ont attiré la mort sur tout </w:t>
      </w:r>
      <w:r w:rsidR="002A4158" w:rsidRPr="00DA4E77">
        <w:lastRenderedPageBreak/>
        <w:t>l</w:t>
      </w:r>
      <w:r>
        <w:t>’</w:t>
      </w:r>
      <w:r w:rsidR="002A4158" w:rsidRPr="00DA4E77">
        <w:t>Empire</w:t>
      </w:r>
      <w:r>
        <w:t xml:space="preserve"> ! </w:t>
      </w:r>
      <w:r w:rsidR="002A4158" w:rsidRPr="00DA4E77">
        <w:t>Atlantis elle-même vient d</w:t>
      </w:r>
      <w:r>
        <w:t>’</w:t>
      </w:r>
      <w:r w:rsidR="002A4158" w:rsidRPr="00DA4E77">
        <w:t>appeler son destin par des millions de voix</w:t>
      </w:r>
      <w:r>
        <w:t>.</w:t>
      </w:r>
    </w:p>
    <w:p w14:paraId="269393BC" w14:textId="77777777" w:rsidR="00276CCE" w:rsidRDefault="002A4158" w:rsidP="002A4158">
      <w:r w:rsidRPr="00DA4E77">
        <w:t>Et la tête du vieillard aveugle</w:t>
      </w:r>
      <w:r w:rsidR="00276CCE">
        <w:t xml:space="preserve">, </w:t>
      </w:r>
      <w:r w:rsidRPr="00DA4E77">
        <w:t>qu</w:t>
      </w:r>
      <w:r w:rsidR="00276CCE">
        <w:t>’</w:t>
      </w:r>
      <w:r w:rsidRPr="00DA4E77">
        <w:t>illumine le soleil co</w:t>
      </w:r>
      <w:r w:rsidRPr="00DA4E77">
        <w:t>u</w:t>
      </w:r>
      <w:r w:rsidRPr="00DA4E77">
        <w:t>chant</w:t>
      </w:r>
      <w:r w:rsidR="00276CCE">
        <w:t xml:space="preserve">, </w:t>
      </w:r>
      <w:r w:rsidRPr="00DA4E77">
        <w:t>apparaît aux hiérophantes si terrible et si transfigurée que tous</w:t>
      </w:r>
      <w:r w:rsidR="00276CCE">
        <w:t xml:space="preserve">, </w:t>
      </w:r>
      <w:r w:rsidRPr="00DA4E77">
        <w:t>sans comprendre</w:t>
      </w:r>
      <w:r w:rsidR="00276CCE">
        <w:t xml:space="preserve">, </w:t>
      </w:r>
      <w:r w:rsidRPr="00DA4E77">
        <w:t>sans chercher à comprendre</w:t>
      </w:r>
      <w:r w:rsidR="00276CCE">
        <w:t xml:space="preserve">, </w:t>
      </w:r>
      <w:r w:rsidRPr="00DA4E77">
        <w:t>to</w:t>
      </w:r>
      <w:r w:rsidRPr="00DA4E77">
        <w:t>m</w:t>
      </w:r>
      <w:r w:rsidRPr="00DA4E77">
        <w:t>bent à genoux et sentent leur cœur défaillir</w:t>
      </w:r>
      <w:r w:rsidR="00276CCE">
        <w:t>.</w:t>
      </w:r>
    </w:p>
    <w:p w14:paraId="3457FC69" w14:textId="77777777" w:rsidR="00276CCE" w:rsidRDefault="00276CCE" w:rsidP="00276CCE">
      <w:pPr>
        <w:pStyle w:val="Titre2"/>
        <w:rPr>
          <w:i/>
        </w:rPr>
      </w:pPr>
      <w:bookmarkStart w:id="59" w:name="_Toc194842045"/>
      <w:r w:rsidRPr="00DA4E77">
        <w:lastRenderedPageBreak/>
        <w:t>Scène</w:t>
      </w:r>
      <w:r>
        <w:t> </w:t>
      </w:r>
      <w:r w:rsidRPr="00DA4E77">
        <w:t>XVI</w:t>
      </w:r>
      <w:r>
        <w:t xml:space="preserve">. – </w:t>
      </w:r>
      <w:r w:rsidR="002A4158" w:rsidRPr="00DA4E77">
        <w:rPr>
          <w:i/>
        </w:rPr>
        <w:t>La colère des eaux</w:t>
      </w:r>
      <w:r>
        <w:rPr>
          <w:i/>
        </w:rPr>
        <w:t>.</w:t>
      </w:r>
      <w:bookmarkEnd w:id="59"/>
    </w:p>
    <w:p w14:paraId="4318E623" w14:textId="77777777" w:rsidR="00276CCE" w:rsidRDefault="002A4158" w:rsidP="002A4158">
      <w:r w:rsidRPr="00DA4E77">
        <w:t>Et la nuit s</w:t>
      </w:r>
      <w:r w:rsidR="00276CCE">
        <w:t>’</w:t>
      </w:r>
      <w:r w:rsidRPr="00DA4E77">
        <w:t>amasse</w:t>
      </w:r>
      <w:r w:rsidR="00276CCE">
        <w:t xml:space="preserve">, </w:t>
      </w:r>
      <w:r w:rsidRPr="00DA4E77">
        <w:t>rapide</w:t>
      </w:r>
      <w:r w:rsidR="00276CCE">
        <w:t xml:space="preserve">, </w:t>
      </w:r>
      <w:r w:rsidRPr="00DA4E77">
        <w:t>lugubre</w:t>
      </w:r>
      <w:r w:rsidR="00276CCE">
        <w:t xml:space="preserve">, </w:t>
      </w:r>
      <w:r w:rsidRPr="00DA4E77">
        <w:t>sans crépuscule ave</w:t>
      </w:r>
      <w:r w:rsidRPr="00DA4E77">
        <w:t>r</w:t>
      </w:r>
      <w:r w:rsidRPr="00DA4E77">
        <w:t>tisseur</w:t>
      </w:r>
      <w:r w:rsidR="00276CCE">
        <w:t>.</w:t>
      </w:r>
    </w:p>
    <w:p w14:paraId="47ED864C" w14:textId="77777777" w:rsidR="00276CCE" w:rsidRDefault="002A4158" w:rsidP="002A4158">
      <w:r w:rsidRPr="00DA4E77">
        <w:t>Tout d</w:t>
      </w:r>
      <w:r w:rsidR="00276CCE">
        <w:t>’</w:t>
      </w:r>
      <w:r w:rsidRPr="00DA4E77">
        <w:t>abord</w:t>
      </w:r>
      <w:r w:rsidR="00276CCE">
        <w:t xml:space="preserve">, </w:t>
      </w:r>
      <w:r w:rsidRPr="00DA4E77">
        <w:t>les Atlantes poussent des cris de triomphe</w:t>
      </w:r>
      <w:r w:rsidR="00276CCE">
        <w:t xml:space="preserve">. </w:t>
      </w:r>
      <w:r w:rsidRPr="00DA4E77">
        <w:t>Ils savent bien que leur ville n</w:t>
      </w:r>
      <w:r w:rsidR="00276CCE">
        <w:t>’</w:t>
      </w:r>
      <w:r w:rsidRPr="00DA4E77">
        <w:t>a rien à craindre et que les dieux inconnus la protègent</w:t>
      </w:r>
      <w:r w:rsidR="00276CCE">
        <w:t xml:space="preserve">, </w:t>
      </w:r>
      <w:r w:rsidRPr="00DA4E77">
        <w:t>ainsi qu</w:t>
      </w:r>
      <w:r w:rsidR="00276CCE">
        <w:t>’</w:t>
      </w:r>
      <w:r w:rsidRPr="00DA4E77">
        <w:t>ils viennent de le prouver par l</w:t>
      </w:r>
      <w:r w:rsidR="00276CCE">
        <w:t>’</w:t>
      </w:r>
      <w:r w:rsidRPr="00DA4E77">
        <w:t>intervention d</w:t>
      </w:r>
      <w:r w:rsidR="00276CCE">
        <w:t>’</w:t>
      </w:r>
      <w:proofErr w:type="spellStart"/>
      <w:r w:rsidRPr="00DA4E77">
        <w:t>Hellas</w:t>
      </w:r>
      <w:proofErr w:type="spellEnd"/>
      <w:r w:rsidR="00276CCE">
        <w:t xml:space="preserve">. </w:t>
      </w:r>
      <w:r w:rsidRPr="00DA4E77">
        <w:t>Aux lueurs de la pénombre confuse</w:t>
      </w:r>
      <w:r w:rsidR="00276CCE">
        <w:t xml:space="preserve">, </w:t>
      </w:r>
      <w:r w:rsidRPr="00DA4E77">
        <w:t>ils contemplent le tournoiement vertigineux des eaux où les lourds navires des Aztèques sont soulevés et emportés pareils à des plumes de mouettes dans l</w:t>
      </w:r>
      <w:r w:rsidR="00276CCE">
        <w:t>’</w:t>
      </w:r>
      <w:r w:rsidRPr="00DA4E77">
        <w:t>écume des flots</w:t>
      </w:r>
      <w:r w:rsidR="00276CCE">
        <w:t>.</w:t>
      </w:r>
    </w:p>
    <w:p w14:paraId="5A133BB5" w14:textId="77777777" w:rsidR="00276CCE" w:rsidRDefault="00276CCE" w:rsidP="002A4158">
      <w:r>
        <w:t>— </w:t>
      </w:r>
      <w:r w:rsidR="002A4158" w:rsidRPr="00DA4E77">
        <w:t>Assez</w:t>
      </w:r>
      <w:r>
        <w:t xml:space="preserve"> ! </w:t>
      </w:r>
      <w:proofErr w:type="spellStart"/>
      <w:r w:rsidR="002A4158" w:rsidRPr="00DA4E77">
        <w:t>Hellas</w:t>
      </w:r>
      <w:proofErr w:type="spellEnd"/>
      <w:r>
        <w:t xml:space="preserve"> ! </w:t>
      </w:r>
      <w:r w:rsidR="002A4158" w:rsidRPr="00DA4E77">
        <w:t>crie un riche marchand</w:t>
      </w:r>
      <w:r>
        <w:t xml:space="preserve"> ; </w:t>
      </w:r>
      <w:r w:rsidR="002A4158" w:rsidRPr="00DA4E77">
        <w:t>assez</w:t>
      </w:r>
      <w:r>
        <w:t xml:space="preserve"> ! </w:t>
      </w:r>
      <w:r w:rsidR="002A4158" w:rsidRPr="00DA4E77">
        <w:t>Tu les as suffisamment châtiés</w:t>
      </w:r>
      <w:r>
        <w:t xml:space="preserve"> ; </w:t>
      </w:r>
      <w:r w:rsidR="002A4158" w:rsidRPr="00DA4E77">
        <w:t>maintenant</w:t>
      </w:r>
      <w:r>
        <w:t xml:space="preserve">, </w:t>
      </w:r>
      <w:r w:rsidR="002A4158" w:rsidRPr="00DA4E77">
        <w:t>laisse la mer se reposer et viens assister à la fête d</w:t>
      </w:r>
      <w:r>
        <w:t>’</w:t>
      </w:r>
      <w:r w:rsidR="002A4158" w:rsidRPr="00DA4E77">
        <w:t>Atlantis</w:t>
      </w:r>
      <w:r>
        <w:t> !</w:t>
      </w:r>
    </w:p>
    <w:p w14:paraId="5C18B4EB" w14:textId="77777777" w:rsidR="00276CCE" w:rsidRDefault="00276CCE" w:rsidP="002A4158">
      <w:r>
        <w:t>— </w:t>
      </w:r>
      <w:r w:rsidR="002A4158" w:rsidRPr="00DA4E77">
        <w:t>Regarde</w:t>
      </w:r>
      <w:r>
        <w:t xml:space="preserve">, </w:t>
      </w:r>
      <w:r w:rsidR="002A4158" w:rsidRPr="00DA4E77">
        <w:t>dit un voisin</w:t>
      </w:r>
      <w:r>
        <w:t xml:space="preserve">, </w:t>
      </w:r>
      <w:r w:rsidR="002A4158" w:rsidRPr="00DA4E77">
        <w:t>l</w:t>
      </w:r>
      <w:r>
        <w:t>’</w:t>
      </w:r>
      <w:r w:rsidR="002A4158" w:rsidRPr="00DA4E77">
        <w:t>eau semble planer au-dessus du vent</w:t>
      </w:r>
      <w:r>
        <w:t>.</w:t>
      </w:r>
    </w:p>
    <w:p w14:paraId="79068B82" w14:textId="77777777" w:rsidR="00276CCE" w:rsidRDefault="002A4158" w:rsidP="002A4158">
      <w:r w:rsidRPr="00DA4E77">
        <w:t>En effet</w:t>
      </w:r>
      <w:r w:rsidR="00276CCE">
        <w:t xml:space="preserve">, </w:t>
      </w:r>
      <w:r w:rsidRPr="00DA4E77">
        <w:t>les eaux sont peu à peu retombées dans l</w:t>
      </w:r>
      <w:r w:rsidR="00276CCE">
        <w:t>’</w:t>
      </w:r>
      <w:r w:rsidRPr="00DA4E77">
        <w:t>Océan</w:t>
      </w:r>
      <w:r w:rsidR="00276CCE">
        <w:t xml:space="preserve">, </w:t>
      </w:r>
      <w:r w:rsidRPr="00DA4E77">
        <w:t>maintenant agité sur toute sa surface</w:t>
      </w:r>
      <w:r w:rsidR="00276CCE">
        <w:t xml:space="preserve">, </w:t>
      </w:r>
      <w:r w:rsidRPr="00DA4E77">
        <w:t>et où flottent au hasard des débris de vaisseaux et des barques éperdues</w:t>
      </w:r>
      <w:r w:rsidR="00276CCE">
        <w:t xml:space="preserve">. </w:t>
      </w:r>
      <w:r w:rsidRPr="00DA4E77">
        <w:t>L</w:t>
      </w:r>
      <w:r w:rsidR="00276CCE">
        <w:t>’</w:t>
      </w:r>
      <w:r w:rsidRPr="00DA4E77">
        <w:t>atmosphère s</w:t>
      </w:r>
      <w:r w:rsidR="00276CCE">
        <w:t>’</w:t>
      </w:r>
      <w:r w:rsidRPr="00DA4E77">
        <w:t>est un peu éclaircie</w:t>
      </w:r>
      <w:r w:rsidR="00276CCE">
        <w:t xml:space="preserve">, </w:t>
      </w:r>
      <w:r w:rsidRPr="00DA4E77">
        <w:t>et</w:t>
      </w:r>
      <w:r w:rsidR="00276CCE">
        <w:t xml:space="preserve">, </w:t>
      </w:r>
      <w:r w:rsidRPr="00DA4E77">
        <w:t>dans la mourante clarté du jour qui s</w:t>
      </w:r>
      <w:r w:rsidR="00276CCE">
        <w:t>’</w:t>
      </w:r>
      <w:r w:rsidRPr="00DA4E77">
        <w:t>éteint</w:t>
      </w:r>
      <w:r w:rsidR="00276CCE">
        <w:t xml:space="preserve">, </w:t>
      </w:r>
      <w:r w:rsidRPr="00DA4E77">
        <w:t>on aperçoit à l</w:t>
      </w:r>
      <w:r w:rsidR="00276CCE">
        <w:t>’</w:t>
      </w:r>
      <w:r w:rsidRPr="00DA4E77">
        <w:t>horizon</w:t>
      </w:r>
      <w:r w:rsidR="00276CCE">
        <w:t xml:space="preserve">, </w:t>
      </w:r>
      <w:r w:rsidRPr="00DA4E77">
        <w:t>l</w:t>
      </w:r>
      <w:r w:rsidR="00276CCE">
        <w:t>’</w:t>
      </w:r>
      <w:r w:rsidRPr="00DA4E77">
        <w:rPr>
          <w:bCs/>
          <w:i/>
          <w:iCs/>
        </w:rPr>
        <w:t>Alérion</w:t>
      </w:r>
      <w:r w:rsidRPr="00DA4E77">
        <w:t xml:space="preserve"> immobile et haut dans le ciel</w:t>
      </w:r>
      <w:r w:rsidR="00276CCE">
        <w:t xml:space="preserve">. </w:t>
      </w:r>
      <w:r w:rsidRPr="00DA4E77">
        <w:t>Mais des nuages bas montent de tous côtés et bientôt l</w:t>
      </w:r>
      <w:r w:rsidR="00276CCE">
        <w:t>’</w:t>
      </w:r>
      <w:r w:rsidRPr="00DA4E77">
        <w:t>oiseau géant disparaît définitivement aux yeux des Atlantes</w:t>
      </w:r>
      <w:r w:rsidR="00276CCE">
        <w:t xml:space="preserve">. </w:t>
      </w:r>
      <w:r w:rsidRPr="00DA4E77">
        <w:t>Alors</w:t>
      </w:r>
      <w:r w:rsidR="00276CCE">
        <w:t xml:space="preserve">, </w:t>
      </w:r>
      <w:r w:rsidRPr="00DA4E77">
        <w:t>il leur semble qu</w:t>
      </w:r>
      <w:r w:rsidR="00276CCE">
        <w:t>’</w:t>
      </w:r>
      <w:r w:rsidRPr="00DA4E77">
        <w:t>avec la forme visible de leur protecteur miraculeux</w:t>
      </w:r>
      <w:r w:rsidR="00276CCE">
        <w:t xml:space="preserve">, </w:t>
      </w:r>
      <w:r w:rsidRPr="00DA4E77">
        <w:t>ils voient se disperser leur propre confiance</w:t>
      </w:r>
      <w:r w:rsidR="00276CCE">
        <w:t xml:space="preserve">, </w:t>
      </w:r>
      <w:r w:rsidRPr="00DA4E77">
        <w:t>et sans échanger leurs craintes soudaines</w:t>
      </w:r>
      <w:r w:rsidR="00276CCE">
        <w:t xml:space="preserve">, </w:t>
      </w:r>
      <w:r w:rsidRPr="00DA4E77">
        <w:t>sans rien dire</w:t>
      </w:r>
      <w:r w:rsidR="00276CCE">
        <w:t xml:space="preserve">, </w:t>
      </w:r>
      <w:r w:rsidRPr="00DA4E77">
        <w:t>sans bouger même</w:t>
      </w:r>
      <w:r w:rsidR="00276CCE">
        <w:t xml:space="preserve">, </w:t>
      </w:r>
      <w:r w:rsidRPr="00DA4E77">
        <w:t>dans le calme lourd qui pèse sur la ville</w:t>
      </w:r>
      <w:r w:rsidR="00276CCE">
        <w:t xml:space="preserve">, </w:t>
      </w:r>
      <w:r w:rsidRPr="00DA4E77">
        <w:t>tous les Atlantes s</w:t>
      </w:r>
      <w:r w:rsidR="00276CCE">
        <w:t>’</w:t>
      </w:r>
      <w:r w:rsidRPr="00DA4E77">
        <w:t>effarent d</w:t>
      </w:r>
      <w:r w:rsidR="00276CCE">
        <w:t>’</w:t>
      </w:r>
      <w:r w:rsidRPr="00DA4E77">
        <w:t>une terreur inexpliquée</w:t>
      </w:r>
      <w:r w:rsidR="00276CCE">
        <w:t xml:space="preserve">. </w:t>
      </w:r>
      <w:r w:rsidRPr="00DA4E77">
        <w:t>Peu à peu</w:t>
      </w:r>
      <w:r w:rsidR="00276CCE">
        <w:t xml:space="preserve">, </w:t>
      </w:r>
      <w:r w:rsidRPr="00DA4E77">
        <w:t>le vent se lève sur la mer</w:t>
      </w:r>
      <w:r w:rsidR="00276CCE">
        <w:t xml:space="preserve">, </w:t>
      </w:r>
      <w:r w:rsidRPr="00DA4E77">
        <w:t>il souffle sur la terre</w:t>
      </w:r>
      <w:r w:rsidR="00276CCE">
        <w:t xml:space="preserve">, </w:t>
      </w:r>
      <w:r w:rsidRPr="00DA4E77">
        <w:lastRenderedPageBreak/>
        <w:t>secoue les arbres des avenues</w:t>
      </w:r>
      <w:r w:rsidR="00276CCE">
        <w:t xml:space="preserve">, </w:t>
      </w:r>
      <w:r w:rsidRPr="00DA4E77">
        <w:t>fait tourner la poussière en spirale et hulule à travers les portes</w:t>
      </w:r>
      <w:r w:rsidR="00276CCE">
        <w:t>.</w:t>
      </w:r>
    </w:p>
    <w:p w14:paraId="549B45FD" w14:textId="77777777" w:rsidR="00276CCE" w:rsidRDefault="00276CCE" w:rsidP="002A4158">
      <w:r>
        <w:t>— </w:t>
      </w:r>
      <w:r w:rsidR="002A4158" w:rsidRPr="00DA4E77">
        <w:t>Pitié</w:t>
      </w:r>
      <w:r>
        <w:t xml:space="preserve"> ! </w:t>
      </w:r>
      <w:r w:rsidR="002A4158" w:rsidRPr="00DA4E77">
        <w:t>pitié</w:t>
      </w:r>
      <w:r>
        <w:t xml:space="preserve"> ! </w:t>
      </w:r>
      <w:r w:rsidR="002A4158" w:rsidRPr="00DA4E77">
        <w:t>gémissent des femmes en tendant les bras au hasard vers le ciel</w:t>
      </w:r>
      <w:r>
        <w:t>.</w:t>
      </w:r>
    </w:p>
    <w:p w14:paraId="1035BDA0" w14:textId="77777777" w:rsidR="00276CCE" w:rsidRDefault="00276CCE" w:rsidP="002A4158">
      <w:r>
        <w:t>— </w:t>
      </w:r>
      <w:r w:rsidR="002A4158" w:rsidRPr="00DA4E77">
        <w:t>Réfugions-nous dans les temples</w:t>
      </w:r>
      <w:r>
        <w:t xml:space="preserve"> ! </w:t>
      </w:r>
      <w:r w:rsidR="002A4158" w:rsidRPr="00DA4E77">
        <w:t>proposent les uns</w:t>
      </w:r>
      <w:r>
        <w:t>.</w:t>
      </w:r>
    </w:p>
    <w:p w14:paraId="51CE0FE7" w14:textId="77777777" w:rsidR="00276CCE" w:rsidRDefault="00276CCE" w:rsidP="002A4158">
      <w:r>
        <w:t>— </w:t>
      </w:r>
      <w:r w:rsidR="002A4158" w:rsidRPr="00DA4E77">
        <w:t>Dans nos maisons</w:t>
      </w:r>
      <w:r>
        <w:t xml:space="preserve"> ! </w:t>
      </w:r>
      <w:r w:rsidR="002A4158" w:rsidRPr="00DA4E77">
        <w:t>répliquent les autres</w:t>
      </w:r>
      <w:r>
        <w:t>.</w:t>
      </w:r>
    </w:p>
    <w:p w14:paraId="150E5938" w14:textId="77777777" w:rsidR="00276CCE" w:rsidRDefault="002A4158" w:rsidP="002A4158">
      <w:r w:rsidRPr="00DA4E77">
        <w:t>Mais voici que du fond des maisons</w:t>
      </w:r>
      <w:r w:rsidR="00276CCE">
        <w:t xml:space="preserve">, </w:t>
      </w:r>
      <w:r w:rsidRPr="00DA4E77">
        <w:t>dans les écuries</w:t>
      </w:r>
      <w:r w:rsidR="00276CCE">
        <w:t xml:space="preserve">, </w:t>
      </w:r>
      <w:r w:rsidRPr="00DA4E77">
        <w:t>dans les étables</w:t>
      </w:r>
      <w:r w:rsidR="00276CCE">
        <w:t xml:space="preserve">, </w:t>
      </w:r>
      <w:r w:rsidRPr="00DA4E77">
        <w:t>des aboiements plaintifs</w:t>
      </w:r>
      <w:r w:rsidR="00276CCE">
        <w:t xml:space="preserve">, </w:t>
      </w:r>
      <w:r w:rsidRPr="00DA4E77">
        <w:t>des hennissements prolo</w:t>
      </w:r>
      <w:r w:rsidRPr="00DA4E77">
        <w:t>n</w:t>
      </w:r>
      <w:r w:rsidRPr="00DA4E77">
        <w:t>gés se font entendre</w:t>
      </w:r>
      <w:r w:rsidR="00276CCE">
        <w:t xml:space="preserve">. </w:t>
      </w:r>
      <w:r w:rsidRPr="00DA4E77">
        <w:t>Des animaux</w:t>
      </w:r>
      <w:r w:rsidR="00276CCE">
        <w:t xml:space="preserve">, </w:t>
      </w:r>
      <w:r w:rsidRPr="00DA4E77">
        <w:t>ayant brisé leurs liens</w:t>
      </w:r>
      <w:r w:rsidR="00276CCE">
        <w:t xml:space="preserve">, </w:t>
      </w:r>
      <w:r w:rsidRPr="00DA4E77">
        <w:t>se précipitent en renversant tout devant eux</w:t>
      </w:r>
      <w:r w:rsidR="00276CCE">
        <w:t xml:space="preserve">, </w:t>
      </w:r>
      <w:r w:rsidRPr="00DA4E77">
        <w:t>le long des rues où l</w:t>
      </w:r>
      <w:r w:rsidR="00276CCE">
        <w:t>’</w:t>
      </w:r>
      <w:r w:rsidRPr="00DA4E77">
        <w:t>ouragan fait rage</w:t>
      </w:r>
      <w:r w:rsidR="00276CCE">
        <w:t>.</w:t>
      </w:r>
    </w:p>
    <w:p w14:paraId="1BA2B5AB" w14:textId="77777777" w:rsidR="00276CCE" w:rsidRDefault="002A4158" w:rsidP="002A4158">
      <w:r w:rsidRPr="00DA4E77">
        <w:t xml:space="preserve">Autour du grand cirque bâti par </w:t>
      </w:r>
      <w:proofErr w:type="spellStart"/>
      <w:r w:rsidRPr="00DA4E77">
        <w:t>Barkas</w:t>
      </w:r>
      <w:proofErr w:type="spellEnd"/>
      <w:r w:rsidR="00276CCE">
        <w:t xml:space="preserve">, </w:t>
      </w:r>
      <w:r w:rsidRPr="00DA4E77">
        <w:t>les lions et les ta</w:t>
      </w:r>
      <w:r w:rsidRPr="00DA4E77">
        <w:t>u</w:t>
      </w:r>
      <w:r w:rsidRPr="00DA4E77">
        <w:t>reaux mêlés s</w:t>
      </w:r>
      <w:r w:rsidR="00276CCE">
        <w:t>’</w:t>
      </w:r>
      <w:r w:rsidRPr="00DA4E77">
        <w:t>échappent en désordre</w:t>
      </w:r>
      <w:r w:rsidR="00276CCE">
        <w:t xml:space="preserve">, </w:t>
      </w:r>
      <w:r w:rsidRPr="00DA4E77">
        <w:t>remplissant l</w:t>
      </w:r>
      <w:r w:rsidR="00276CCE">
        <w:t>’</w:t>
      </w:r>
      <w:r w:rsidRPr="00DA4E77">
        <w:t>air de leurs beuglements et de leurs rugissements effrayés qui multiplient la terreur environnante</w:t>
      </w:r>
      <w:r w:rsidR="00276CCE">
        <w:t>.</w:t>
      </w:r>
    </w:p>
    <w:p w14:paraId="085DE541" w14:textId="77777777" w:rsidR="00276CCE" w:rsidRDefault="002A4158" w:rsidP="002A4158">
      <w:r w:rsidRPr="00DA4E77">
        <w:t>Là-haut</w:t>
      </w:r>
      <w:r w:rsidR="00276CCE">
        <w:t xml:space="preserve">, </w:t>
      </w:r>
      <w:r w:rsidRPr="00DA4E77">
        <w:t>sur la place de l</w:t>
      </w:r>
      <w:r w:rsidR="00276CCE">
        <w:t>’</w:t>
      </w:r>
      <w:r w:rsidRPr="00DA4E77">
        <w:t>Empire</w:t>
      </w:r>
      <w:r w:rsidR="00276CCE">
        <w:t xml:space="preserve">, </w:t>
      </w:r>
      <w:r w:rsidRPr="00DA4E77">
        <w:t>les montures des Égy</w:t>
      </w:r>
      <w:r w:rsidRPr="00DA4E77">
        <w:t>p</w:t>
      </w:r>
      <w:r w:rsidRPr="00DA4E77">
        <w:t>tiens</w:t>
      </w:r>
      <w:r w:rsidR="00276CCE">
        <w:t xml:space="preserve">, </w:t>
      </w:r>
      <w:r w:rsidRPr="00DA4E77">
        <w:t>toutes sellées et toutes harnachées</w:t>
      </w:r>
      <w:r w:rsidR="00276CCE">
        <w:t xml:space="preserve">, </w:t>
      </w:r>
      <w:r w:rsidRPr="00DA4E77">
        <w:t>tendent vers leurs c</w:t>
      </w:r>
      <w:r w:rsidRPr="00DA4E77">
        <w:t>a</w:t>
      </w:r>
      <w:r w:rsidRPr="00DA4E77">
        <w:t>valiers des naseaux suppliants</w:t>
      </w:r>
      <w:r w:rsidR="00276CCE">
        <w:t xml:space="preserve"> ; </w:t>
      </w:r>
      <w:r w:rsidRPr="00DA4E77">
        <w:t>puis</w:t>
      </w:r>
      <w:r w:rsidR="00276CCE">
        <w:t xml:space="preserve">, </w:t>
      </w:r>
      <w:r w:rsidRPr="00DA4E77">
        <w:t>comme si elles sentaient passer sur elles d</w:t>
      </w:r>
      <w:r w:rsidR="00276CCE">
        <w:t>’</w:t>
      </w:r>
      <w:r w:rsidRPr="00DA4E77">
        <w:t>invisibles fouets</w:t>
      </w:r>
      <w:r w:rsidR="00276CCE">
        <w:t xml:space="preserve">, </w:t>
      </w:r>
      <w:r w:rsidRPr="00DA4E77">
        <w:t>les belles bêtes se cabrent et ruent</w:t>
      </w:r>
      <w:r w:rsidR="00276CCE">
        <w:t xml:space="preserve"> ; </w:t>
      </w:r>
      <w:r w:rsidRPr="00DA4E77">
        <w:t>et les Égyptiens</w:t>
      </w:r>
      <w:r w:rsidR="00276CCE">
        <w:t xml:space="preserve">, </w:t>
      </w:r>
      <w:r w:rsidRPr="00DA4E77">
        <w:t>impuissants</w:t>
      </w:r>
      <w:r w:rsidR="00276CCE">
        <w:t xml:space="preserve">, </w:t>
      </w:r>
      <w:r w:rsidRPr="00DA4E77">
        <w:t>voient s</w:t>
      </w:r>
      <w:r w:rsidR="00276CCE">
        <w:t>’</w:t>
      </w:r>
      <w:r w:rsidRPr="00DA4E77">
        <w:t>enfuir de tous c</w:t>
      </w:r>
      <w:r w:rsidRPr="00DA4E77">
        <w:t>ô</w:t>
      </w:r>
      <w:r w:rsidRPr="00DA4E77">
        <w:t>tés une cavalerie vertigineuse</w:t>
      </w:r>
      <w:r w:rsidR="00276CCE">
        <w:t xml:space="preserve">, </w:t>
      </w:r>
      <w:r w:rsidRPr="00DA4E77">
        <w:t>crinière au vent</w:t>
      </w:r>
      <w:r w:rsidR="00276CCE">
        <w:t xml:space="preserve">, </w:t>
      </w:r>
      <w:r w:rsidRPr="00DA4E77">
        <w:t>tête libre</w:t>
      </w:r>
      <w:r w:rsidR="00276CCE">
        <w:t xml:space="preserve">, </w:t>
      </w:r>
      <w:r w:rsidRPr="00DA4E77">
        <w:t>yeux hagards</w:t>
      </w:r>
      <w:r w:rsidR="00276CCE">
        <w:t>.</w:t>
      </w:r>
    </w:p>
    <w:p w14:paraId="0628D9A2" w14:textId="77777777" w:rsidR="00276CCE" w:rsidRDefault="00276CCE" w:rsidP="002A4158">
      <w:r>
        <w:t>— </w:t>
      </w:r>
      <w:r w:rsidR="002A4158" w:rsidRPr="00DA4E77">
        <w:t>Désastre</w:t>
      </w:r>
      <w:r>
        <w:t xml:space="preserve"> ! </w:t>
      </w:r>
      <w:r w:rsidR="002A4158" w:rsidRPr="00DA4E77">
        <w:t xml:space="preserve">clame un lieutenant de </w:t>
      </w:r>
      <w:proofErr w:type="spellStart"/>
      <w:r w:rsidR="002A4158" w:rsidRPr="00DA4E77">
        <w:t>Knephao</w:t>
      </w:r>
      <w:proofErr w:type="spellEnd"/>
      <w:r>
        <w:t xml:space="preserve"> ; </w:t>
      </w:r>
      <w:r w:rsidR="002A4158" w:rsidRPr="00DA4E77">
        <w:t>quand les animaux ont peur</w:t>
      </w:r>
      <w:r>
        <w:t xml:space="preserve">, </w:t>
      </w:r>
      <w:r w:rsidR="002A4158" w:rsidRPr="00DA4E77">
        <w:t xml:space="preserve">ce </w:t>
      </w:r>
      <w:proofErr w:type="gramStart"/>
      <w:r w:rsidR="002A4158" w:rsidRPr="00DA4E77">
        <w:t>n</w:t>
      </w:r>
      <w:r>
        <w:t>’</w:t>
      </w:r>
      <w:r w:rsidR="002A4158" w:rsidRPr="00DA4E77">
        <w:t>est</w:t>
      </w:r>
      <w:proofErr w:type="gramEnd"/>
      <w:r w:rsidR="002A4158" w:rsidRPr="00DA4E77">
        <w:t xml:space="preserve"> pas des hommes</w:t>
      </w:r>
      <w:r>
        <w:t xml:space="preserve">, </w:t>
      </w:r>
      <w:proofErr w:type="gramStart"/>
      <w:r w:rsidR="002A4158" w:rsidRPr="00DA4E77">
        <w:t>c</w:t>
      </w:r>
      <w:r>
        <w:t>’</w:t>
      </w:r>
      <w:r w:rsidR="002A4158" w:rsidRPr="00DA4E77">
        <w:t>est</w:t>
      </w:r>
      <w:proofErr w:type="gramEnd"/>
      <w:r w:rsidR="002A4158" w:rsidRPr="00DA4E77">
        <w:t xml:space="preserve"> des éléments</w:t>
      </w:r>
      <w:r>
        <w:t>.</w:t>
      </w:r>
    </w:p>
    <w:p w14:paraId="5BDA04F1" w14:textId="77777777" w:rsidR="00276CCE" w:rsidRDefault="002A4158" w:rsidP="002A4158">
      <w:r w:rsidRPr="00DA4E77">
        <w:t>Comme il achève ces mots</w:t>
      </w:r>
      <w:r w:rsidR="00276CCE">
        <w:t xml:space="preserve">, </w:t>
      </w:r>
      <w:r w:rsidRPr="00DA4E77">
        <w:t>une secousse subite fait tre</w:t>
      </w:r>
      <w:r w:rsidRPr="00DA4E77">
        <w:t>m</w:t>
      </w:r>
      <w:r w:rsidRPr="00DA4E77">
        <w:t>bler légèrement la terre sous ses pas</w:t>
      </w:r>
      <w:r w:rsidR="00276CCE">
        <w:t xml:space="preserve"> ; </w:t>
      </w:r>
      <w:r w:rsidRPr="00DA4E77">
        <w:t>il n</w:t>
      </w:r>
      <w:r w:rsidR="00276CCE">
        <w:t>’</w:t>
      </w:r>
      <w:r w:rsidRPr="00DA4E77">
        <w:t>a que le temps de se retenir à un des mâts plantés sur la place</w:t>
      </w:r>
      <w:r w:rsidR="00276CCE">
        <w:t xml:space="preserve">, </w:t>
      </w:r>
      <w:r w:rsidRPr="00DA4E77">
        <w:t>et quelques soldats sont renversés le long du sol</w:t>
      </w:r>
      <w:r w:rsidR="00276CCE">
        <w:t>.</w:t>
      </w:r>
    </w:p>
    <w:p w14:paraId="52A1CB1E" w14:textId="77777777" w:rsidR="00276CCE" w:rsidRDefault="00276CCE" w:rsidP="002A4158">
      <w:r>
        <w:lastRenderedPageBreak/>
        <w:t>— </w:t>
      </w:r>
      <w:r w:rsidR="002A4158" w:rsidRPr="00DA4E77">
        <w:t>Courage</w:t>
      </w:r>
      <w:r>
        <w:t xml:space="preserve"> ! </w:t>
      </w:r>
      <w:r w:rsidR="002A4158" w:rsidRPr="00DA4E77">
        <w:t xml:space="preserve">ordonne </w:t>
      </w:r>
      <w:proofErr w:type="spellStart"/>
      <w:r w:rsidR="002A4158" w:rsidRPr="00DA4E77">
        <w:t>Knephao</w:t>
      </w:r>
      <w:proofErr w:type="spellEnd"/>
      <w:r>
        <w:t xml:space="preserve">. </w:t>
      </w:r>
      <w:r w:rsidR="002A4158" w:rsidRPr="00DA4E77">
        <w:t>Nous n</w:t>
      </w:r>
      <w:r>
        <w:t>’</w:t>
      </w:r>
      <w:r w:rsidR="002A4158" w:rsidRPr="00DA4E77">
        <w:t>avons pas crié grâce devant les hommes</w:t>
      </w:r>
      <w:r>
        <w:t xml:space="preserve">, </w:t>
      </w:r>
      <w:r w:rsidR="002A4158" w:rsidRPr="00DA4E77">
        <w:t>ne faiblissons pas devant des forces ave</w:t>
      </w:r>
      <w:r w:rsidR="002A4158" w:rsidRPr="00DA4E77">
        <w:t>u</w:t>
      </w:r>
      <w:r w:rsidR="002A4158" w:rsidRPr="00DA4E77">
        <w:t>gles</w:t>
      </w:r>
      <w:r>
        <w:t>.</w:t>
      </w:r>
    </w:p>
    <w:p w14:paraId="4B8789AD" w14:textId="77777777" w:rsidR="00276CCE" w:rsidRDefault="002A4158" w:rsidP="002A4158">
      <w:r w:rsidRPr="00DA4E77">
        <w:t>Et les Égyptiens</w:t>
      </w:r>
      <w:r w:rsidR="00276CCE">
        <w:t xml:space="preserve">, </w:t>
      </w:r>
      <w:r w:rsidRPr="00DA4E77">
        <w:t>en silence</w:t>
      </w:r>
      <w:r w:rsidR="00276CCE">
        <w:t xml:space="preserve">, </w:t>
      </w:r>
      <w:r w:rsidRPr="00DA4E77">
        <w:t>vont se ranger sous le péristyle du Palais</w:t>
      </w:r>
      <w:r w:rsidR="00276CCE">
        <w:t>.</w:t>
      </w:r>
    </w:p>
    <w:p w14:paraId="51894A12" w14:textId="77777777" w:rsidR="00276CCE" w:rsidRDefault="00276CCE" w:rsidP="002A4158">
      <w:r>
        <w:t>— </w:t>
      </w:r>
      <w:r w:rsidR="002A4158" w:rsidRPr="00DA4E77">
        <w:t>Gare à la trombe</w:t>
      </w:r>
      <w:r>
        <w:t xml:space="preserve"> ! </w:t>
      </w:r>
      <w:r w:rsidR="002A4158" w:rsidRPr="00DA4E77">
        <w:t>objecte l</w:t>
      </w:r>
      <w:r>
        <w:t>’</w:t>
      </w:r>
      <w:r w:rsidR="002A4158" w:rsidRPr="00DA4E77">
        <w:t>un d</w:t>
      </w:r>
      <w:r>
        <w:t>’</w:t>
      </w:r>
      <w:r w:rsidR="002A4158" w:rsidRPr="00DA4E77">
        <w:t>eux qui a longtemps n</w:t>
      </w:r>
      <w:r w:rsidR="002A4158" w:rsidRPr="00DA4E77">
        <w:t>a</w:t>
      </w:r>
      <w:r w:rsidR="002A4158" w:rsidRPr="00DA4E77">
        <w:t>vigué sur les mers lointaines</w:t>
      </w:r>
      <w:r>
        <w:t>.</w:t>
      </w:r>
    </w:p>
    <w:p w14:paraId="54D3D276" w14:textId="77777777" w:rsidR="00276CCE" w:rsidRDefault="00276CCE" w:rsidP="002A4158">
      <w:r>
        <w:t>— </w:t>
      </w:r>
      <w:r w:rsidR="002A4158" w:rsidRPr="00DA4E77">
        <w:t>Voici un nuage qui fond sur nous</w:t>
      </w:r>
      <w:r>
        <w:t xml:space="preserve"> ! </w:t>
      </w:r>
      <w:r w:rsidR="002A4158" w:rsidRPr="00DA4E77">
        <w:t>fait un autre</w:t>
      </w:r>
      <w:r>
        <w:t>.</w:t>
      </w:r>
    </w:p>
    <w:p w14:paraId="29616910" w14:textId="77777777" w:rsidR="00276CCE" w:rsidRDefault="00276CCE" w:rsidP="002A4158">
      <w:r>
        <w:t>— </w:t>
      </w:r>
      <w:r w:rsidR="002A4158" w:rsidRPr="00DA4E77">
        <w:t>Pas un nuage</w:t>
      </w:r>
      <w:r>
        <w:t xml:space="preserve">, </w:t>
      </w:r>
      <w:r w:rsidR="002A4158" w:rsidRPr="00DA4E77">
        <w:t xml:space="preserve">observe </w:t>
      </w:r>
      <w:proofErr w:type="spellStart"/>
      <w:r w:rsidR="002A4158" w:rsidRPr="00DA4E77">
        <w:t>Knephao</w:t>
      </w:r>
      <w:proofErr w:type="spellEnd"/>
      <w:r>
        <w:t xml:space="preserve">, </w:t>
      </w:r>
      <w:r w:rsidR="002A4158" w:rsidRPr="00DA4E77">
        <w:t>mais un vol de mouettes et d</w:t>
      </w:r>
      <w:r>
        <w:t>’</w:t>
      </w:r>
      <w:r w:rsidR="002A4158" w:rsidRPr="00DA4E77">
        <w:t>albatros</w:t>
      </w:r>
      <w:r>
        <w:t>.</w:t>
      </w:r>
    </w:p>
    <w:p w14:paraId="70833DED" w14:textId="77777777" w:rsidR="00276CCE" w:rsidRDefault="002A4158" w:rsidP="002A4158">
      <w:r w:rsidRPr="00DA4E77">
        <w:t>En effet</w:t>
      </w:r>
      <w:r w:rsidR="00276CCE">
        <w:t xml:space="preserve">, </w:t>
      </w:r>
      <w:r w:rsidRPr="00DA4E77">
        <w:t>par-dessus la tête des Égyptiens</w:t>
      </w:r>
      <w:r w:rsidR="00276CCE">
        <w:t xml:space="preserve">, </w:t>
      </w:r>
      <w:r w:rsidRPr="00DA4E77">
        <w:t>un troupeau confus</w:t>
      </w:r>
      <w:r w:rsidR="00276CCE">
        <w:t xml:space="preserve">, </w:t>
      </w:r>
      <w:r w:rsidRPr="00DA4E77">
        <w:t>contenant des oiseaux de toutes envergures</w:t>
      </w:r>
      <w:r w:rsidR="00276CCE">
        <w:t xml:space="preserve">, </w:t>
      </w:r>
      <w:r w:rsidRPr="00DA4E77">
        <w:t>passe avec un bruit puissant d</w:t>
      </w:r>
      <w:r w:rsidR="00276CCE">
        <w:t>’</w:t>
      </w:r>
      <w:r w:rsidRPr="00DA4E77">
        <w:t>ailes agitées</w:t>
      </w:r>
      <w:r w:rsidR="00276CCE">
        <w:t xml:space="preserve">, </w:t>
      </w:r>
      <w:r w:rsidRPr="00DA4E77">
        <w:t>et il va s</w:t>
      </w:r>
      <w:r w:rsidR="00276CCE">
        <w:t>’</w:t>
      </w:r>
      <w:r w:rsidRPr="00DA4E77">
        <w:t>abattre en désordre sur la Terrasse Sainte</w:t>
      </w:r>
      <w:r w:rsidR="00276CCE">
        <w:t xml:space="preserve">, </w:t>
      </w:r>
      <w:r w:rsidRPr="00DA4E77">
        <w:t>autour du Sphinx</w:t>
      </w:r>
      <w:r w:rsidR="00276CCE">
        <w:t xml:space="preserve">, </w:t>
      </w:r>
      <w:r w:rsidRPr="00DA4E77">
        <w:t>et</w:t>
      </w:r>
      <w:r w:rsidR="00276CCE">
        <w:t xml:space="preserve">, </w:t>
      </w:r>
      <w:r w:rsidRPr="00DA4E77">
        <w:t>plus loin encore</w:t>
      </w:r>
      <w:r w:rsidR="00276CCE">
        <w:t xml:space="preserve">, </w:t>
      </w:r>
      <w:r w:rsidRPr="00DA4E77">
        <w:t>le long du lac artificiel dont les ondes</w:t>
      </w:r>
      <w:r w:rsidR="00276CCE">
        <w:t xml:space="preserve">, </w:t>
      </w:r>
      <w:r w:rsidRPr="00DA4E77">
        <w:t>toujours limpides</w:t>
      </w:r>
      <w:r w:rsidR="00276CCE">
        <w:t xml:space="preserve">, </w:t>
      </w:r>
      <w:r w:rsidRPr="00DA4E77">
        <w:t>se go</w:t>
      </w:r>
      <w:r w:rsidRPr="00DA4E77">
        <w:t>n</w:t>
      </w:r>
      <w:r w:rsidRPr="00DA4E77">
        <w:t>flent maintenant comme les flots d</w:t>
      </w:r>
      <w:r w:rsidR="00276CCE">
        <w:t>’</w:t>
      </w:r>
      <w:r w:rsidRPr="00DA4E77">
        <w:t>une mer</w:t>
      </w:r>
      <w:r w:rsidR="00276CCE">
        <w:t>.</w:t>
      </w:r>
    </w:p>
    <w:p w14:paraId="6B140F5C" w14:textId="77777777" w:rsidR="00276CCE" w:rsidRDefault="00276CCE" w:rsidP="002A4158">
      <w:r>
        <w:t>— </w:t>
      </w:r>
      <w:proofErr w:type="spellStart"/>
      <w:r w:rsidR="002A4158" w:rsidRPr="00DA4E77">
        <w:t>Glania</w:t>
      </w:r>
      <w:proofErr w:type="spellEnd"/>
      <w:r>
        <w:t xml:space="preserve">, </w:t>
      </w:r>
      <w:r w:rsidR="002A4158" w:rsidRPr="00DA4E77">
        <w:t xml:space="preserve">commente </w:t>
      </w:r>
      <w:proofErr w:type="spellStart"/>
      <w:r w:rsidR="002A4158" w:rsidRPr="00DA4E77">
        <w:t>Oréus</w:t>
      </w:r>
      <w:proofErr w:type="spellEnd"/>
      <w:r>
        <w:t xml:space="preserve">, </w:t>
      </w:r>
      <w:r w:rsidR="002A4158" w:rsidRPr="00DA4E77">
        <w:t>tu n</w:t>
      </w:r>
      <w:r>
        <w:t>’</w:t>
      </w:r>
      <w:r w:rsidR="002A4158" w:rsidRPr="00DA4E77">
        <w:t>as plus rien à faire près de moi</w:t>
      </w:r>
      <w:r>
        <w:t xml:space="preserve">. </w:t>
      </w:r>
      <w:r w:rsidR="002A4158" w:rsidRPr="00DA4E77">
        <w:t>Mon heure est marquée</w:t>
      </w:r>
      <w:r>
        <w:t xml:space="preserve">. </w:t>
      </w:r>
      <w:r w:rsidR="002A4158" w:rsidRPr="00DA4E77">
        <w:t>J</w:t>
      </w:r>
      <w:r>
        <w:t>’</w:t>
      </w:r>
      <w:r w:rsidR="002A4158" w:rsidRPr="00DA4E77">
        <w:t>expierai les crimes de ma scie</w:t>
      </w:r>
      <w:r w:rsidR="002A4158" w:rsidRPr="00DA4E77">
        <w:t>n</w:t>
      </w:r>
      <w:r w:rsidR="002A4158" w:rsidRPr="00DA4E77">
        <w:t>ce parmi les gémissements miséricordieux de ces bêtes</w:t>
      </w:r>
      <w:r>
        <w:t xml:space="preserve">, </w:t>
      </w:r>
      <w:r w:rsidR="002A4158" w:rsidRPr="00DA4E77">
        <w:t>et</w:t>
      </w:r>
      <w:r>
        <w:t xml:space="preserve">, </w:t>
      </w:r>
      <w:r w:rsidR="002A4158" w:rsidRPr="00DA4E77">
        <w:t>selon leurs plaintes et leurs bruits d</w:t>
      </w:r>
      <w:r>
        <w:t>’</w:t>
      </w:r>
      <w:r w:rsidR="002A4158" w:rsidRPr="00DA4E77">
        <w:t>ailes</w:t>
      </w:r>
      <w:r>
        <w:t xml:space="preserve">, </w:t>
      </w:r>
      <w:r w:rsidR="002A4158" w:rsidRPr="00DA4E77">
        <w:t>je suivrai les péripéties du cataclysme que j</w:t>
      </w:r>
      <w:r>
        <w:t>’</w:t>
      </w:r>
      <w:r w:rsidR="002A4158" w:rsidRPr="00DA4E77">
        <w:t>ai déchaîné</w:t>
      </w:r>
      <w:r>
        <w:t xml:space="preserve">. </w:t>
      </w:r>
      <w:r w:rsidR="002A4158" w:rsidRPr="00DA4E77">
        <w:t>Mais toi</w:t>
      </w:r>
      <w:r>
        <w:t xml:space="preserve">, </w:t>
      </w:r>
      <w:r w:rsidR="002A4158" w:rsidRPr="00DA4E77">
        <w:t xml:space="preserve">va rejoindre </w:t>
      </w:r>
      <w:proofErr w:type="spellStart"/>
      <w:r w:rsidR="002A4158" w:rsidRPr="00DA4E77">
        <w:t>Knephao</w:t>
      </w:r>
      <w:proofErr w:type="spellEnd"/>
      <w:r w:rsidR="002A4158" w:rsidRPr="00DA4E77">
        <w:t xml:space="preserve"> dont la force te préservera peut-être</w:t>
      </w:r>
      <w:r>
        <w:t xml:space="preserve">. </w:t>
      </w:r>
      <w:r w:rsidR="002A4158" w:rsidRPr="00DA4E77">
        <w:t>Laisse-moi mourir dans le tourbillon des choses vengeresses</w:t>
      </w:r>
      <w:r>
        <w:t>.</w:t>
      </w:r>
    </w:p>
    <w:p w14:paraId="7C83862B" w14:textId="77777777" w:rsidR="00276CCE" w:rsidRDefault="00276CCE" w:rsidP="002A4158">
      <w:r>
        <w:t>— </w:t>
      </w:r>
      <w:r w:rsidR="002A4158" w:rsidRPr="00DA4E77">
        <w:t>Ô mon maître</w:t>
      </w:r>
      <w:r>
        <w:t xml:space="preserve">, </w:t>
      </w:r>
      <w:r w:rsidR="002A4158" w:rsidRPr="00DA4E77">
        <w:t>mon père</w:t>
      </w:r>
      <w:r>
        <w:t xml:space="preserve">, </w:t>
      </w:r>
      <w:r w:rsidR="002A4158" w:rsidRPr="00DA4E77">
        <w:t>si nous devons mourir</w:t>
      </w:r>
      <w:r>
        <w:t xml:space="preserve">, </w:t>
      </w:r>
      <w:r w:rsidR="002A4158" w:rsidRPr="00DA4E77">
        <w:t>que je meure sur ton cœur</w:t>
      </w:r>
      <w:r>
        <w:t xml:space="preserve">. </w:t>
      </w:r>
      <w:r w:rsidR="002A4158" w:rsidRPr="00DA4E77">
        <w:t>Mais</w:t>
      </w:r>
      <w:r>
        <w:t xml:space="preserve">, </w:t>
      </w:r>
      <w:proofErr w:type="spellStart"/>
      <w:r w:rsidR="002A4158" w:rsidRPr="00DA4E77">
        <w:t>Oréa</w:t>
      </w:r>
      <w:proofErr w:type="spellEnd"/>
      <w:r>
        <w:t xml:space="preserve">, </w:t>
      </w:r>
      <w:proofErr w:type="spellStart"/>
      <w:r w:rsidR="002A4158" w:rsidRPr="00DA4E77">
        <w:t>Hellas</w:t>
      </w:r>
      <w:proofErr w:type="spellEnd"/>
      <w:r>
        <w:t xml:space="preserve">, </w:t>
      </w:r>
      <w:r w:rsidR="002A4158" w:rsidRPr="00DA4E77">
        <w:t>peuvent-ils se sauver mieux que nous</w:t>
      </w:r>
      <w:r>
        <w:t> ?</w:t>
      </w:r>
    </w:p>
    <w:p w14:paraId="29128BF9" w14:textId="77777777" w:rsidR="00276CCE" w:rsidRDefault="00276CCE" w:rsidP="002A4158">
      <w:r>
        <w:t>— </w:t>
      </w:r>
      <w:r w:rsidR="002A4158" w:rsidRPr="00DA4E77">
        <w:t>Si l</w:t>
      </w:r>
      <w:r>
        <w:t>’</w:t>
      </w:r>
      <w:r w:rsidR="002A4158" w:rsidRPr="00DA4E77">
        <w:rPr>
          <w:bCs/>
          <w:i/>
          <w:iCs/>
        </w:rPr>
        <w:t>Alérion</w:t>
      </w:r>
      <w:r w:rsidR="002A4158" w:rsidRPr="00DA4E77">
        <w:t xml:space="preserve"> a franchi la zone des nuages soulevés</w:t>
      </w:r>
      <w:r>
        <w:t xml:space="preserve">, </w:t>
      </w:r>
      <w:r w:rsidR="002A4158" w:rsidRPr="00DA4E77">
        <w:t>il n</w:t>
      </w:r>
      <w:r>
        <w:t>’</w:t>
      </w:r>
      <w:r w:rsidR="002A4158" w:rsidRPr="00DA4E77">
        <w:t>a rien à craindre</w:t>
      </w:r>
      <w:r>
        <w:t xml:space="preserve">. </w:t>
      </w:r>
      <w:r w:rsidR="002A4158" w:rsidRPr="00DA4E77">
        <w:t>Mais eux</w:t>
      </w:r>
      <w:r>
        <w:t xml:space="preserve">… </w:t>
      </w:r>
      <w:r w:rsidR="002A4158" w:rsidRPr="00DA4E77">
        <w:t>ah</w:t>
      </w:r>
      <w:r>
        <w:t xml:space="preserve"> ! </w:t>
      </w:r>
      <w:r w:rsidR="002A4158" w:rsidRPr="00DA4E77">
        <w:t>que je les plains</w:t>
      </w:r>
      <w:r>
        <w:t xml:space="preserve"> ! </w:t>
      </w:r>
      <w:r w:rsidR="002A4158" w:rsidRPr="00DA4E77">
        <w:t>Inertes</w:t>
      </w:r>
      <w:r>
        <w:t xml:space="preserve">, </w:t>
      </w:r>
      <w:r w:rsidR="002A4158" w:rsidRPr="00DA4E77">
        <w:t>ils verront de haut la destruction de la ville</w:t>
      </w:r>
      <w:r>
        <w:t xml:space="preserve">, </w:t>
      </w:r>
      <w:r w:rsidR="002A4158" w:rsidRPr="00DA4E77">
        <w:t>et</w:t>
      </w:r>
      <w:r>
        <w:t xml:space="preserve">, </w:t>
      </w:r>
      <w:r w:rsidR="002A4158" w:rsidRPr="00DA4E77">
        <w:t xml:space="preserve">avec leurs </w:t>
      </w:r>
      <w:r w:rsidR="002A4158" w:rsidRPr="00DA4E77">
        <w:lastRenderedPageBreak/>
        <w:t>remords</w:t>
      </w:r>
      <w:r>
        <w:t xml:space="preserve">, </w:t>
      </w:r>
      <w:r w:rsidR="002A4158" w:rsidRPr="00DA4E77">
        <w:t>ils éprouveront l</w:t>
      </w:r>
      <w:r>
        <w:t>’</w:t>
      </w:r>
      <w:r w:rsidR="002A4158" w:rsidRPr="00DA4E77">
        <w:t>impuissance de nous sauver désormais</w:t>
      </w:r>
      <w:r>
        <w:t xml:space="preserve">. </w:t>
      </w:r>
      <w:r w:rsidR="002A4158" w:rsidRPr="00DA4E77">
        <w:t>Car je sais trop</w:t>
      </w:r>
      <w:r>
        <w:t xml:space="preserve">, </w:t>
      </w:r>
      <w:r w:rsidR="002A4158" w:rsidRPr="00DA4E77">
        <w:t>ô dieux de la terre</w:t>
      </w:r>
      <w:r>
        <w:t xml:space="preserve">, </w:t>
      </w:r>
      <w:r w:rsidR="002A4158" w:rsidRPr="00DA4E77">
        <w:t>quels secrets j</w:t>
      </w:r>
      <w:r>
        <w:t>’</w:t>
      </w:r>
      <w:r w:rsidR="002A4158" w:rsidRPr="00DA4E77">
        <w:t>ai ravis à vos jalo</w:t>
      </w:r>
      <w:r w:rsidR="002A4158" w:rsidRPr="00DA4E77">
        <w:t>u</w:t>
      </w:r>
      <w:r w:rsidR="002A4158" w:rsidRPr="00DA4E77">
        <w:t>ses cavernes</w:t>
      </w:r>
      <w:r>
        <w:t xml:space="preserve">, </w:t>
      </w:r>
      <w:r w:rsidR="002A4158" w:rsidRPr="00DA4E77">
        <w:t xml:space="preserve">et quelle force </w:t>
      </w:r>
      <w:proofErr w:type="spellStart"/>
      <w:r w:rsidR="002A4158" w:rsidRPr="00DA4E77">
        <w:t>Hellas</w:t>
      </w:r>
      <w:proofErr w:type="spellEnd"/>
      <w:r w:rsidR="002A4158" w:rsidRPr="00DA4E77">
        <w:t xml:space="preserve"> vient de soulever dans l</w:t>
      </w:r>
      <w:r>
        <w:t>’</w:t>
      </w:r>
      <w:r w:rsidR="002A4158" w:rsidRPr="00DA4E77">
        <w:t>abîme rageur de la mer en révolte</w:t>
      </w:r>
      <w:r>
        <w:t> !</w:t>
      </w:r>
    </w:p>
    <w:p w14:paraId="11519617" w14:textId="77777777" w:rsidR="00276CCE" w:rsidRDefault="002A4158" w:rsidP="002A4158">
      <w:r w:rsidRPr="00DA4E77">
        <w:t>À peine a-t-il achevé ces mots qu</w:t>
      </w:r>
      <w:r w:rsidR="00276CCE">
        <w:t>’</w:t>
      </w:r>
      <w:r w:rsidRPr="00DA4E77">
        <w:t>un grand vent</w:t>
      </w:r>
      <w:r w:rsidR="00276CCE">
        <w:t xml:space="preserve">, </w:t>
      </w:r>
      <w:r w:rsidRPr="00DA4E77">
        <w:t>de no</w:t>
      </w:r>
      <w:r w:rsidRPr="00DA4E77">
        <w:t>u</w:t>
      </w:r>
      <w:r w:rsidRPr="00DA4E77">
        <w:t>veau</w:t>
      </w:r>
      <w:r w:rsidR="00276CCE">
        <w:t xml:space="preserve">, </w:t>
      </w:r>
      <w:r w:rsidRPr="00DA4E77">
        <w:t>enveloppe la Cité de toutes parts</w:t>
      </w:r>
      <w:r w:rsidR="00276CCE">
        <w:t xml:space="preserve">, </w:t>
      </w:r>
      <w:r w:rsidRPr="00DA4E77">
        <w:t>arrachant les toitures des temples</w:t>
      </w:r>
      <w:r w:rsidR="00276CCE">
        <w:t xml:space="preserve">, </w:t>
      </w:r>
      <w:r w:rsidRPr="00DA4E77">
        <w:t>déracinant les arbres</w:t>
      </w:r>
      <w:r w:rsidR="00276CCE">
        <w:t xml:space="preserve">, </w:t>
      </w:r>
      <w:r w:rsidRPr="00DA4E77">
        <w:t>faisant trembler les ailes géantes du Sphinx</w:t>
      </w:r>
      <w:r w:rsidR="00276CCE">
        <w:t>.</w:t>
      </w:r>
    </w:p>
    <w:p w14:paraId="14D08E7E" w14:textId="77777777" w:rsidR="00276CCE" w:rsidRDefault="002A4158" w:rsidP="002A4158">
      <w:r w:rsidRPr="00DA4E77">
        <w:t>Et du fond de la mer</w:t>
      </w:r>
      <w:r w:rsidR="00276CCE">
        <w:t xml:space="preserve">, </w:t>
      </w:r>
      <w:r w:rsidRPr="00DA4E77">
        <w:t>de l</w:t>
      </w:r>
      <w:r w:rsidR="00276CCE">
        <w:t>’</w:t>
      </w:r>
      <w:r w:rsidRPr="00DA4E77">
        <w:t xml:space="preserve">endroit même où </w:t>
      </w:r>
      <w:proofErr w:type="spellStart"/>
      <w:r w:rsidRPr="00DA4E77">
        <w:t>Hellas</w:t>
      </w:r>
      <w:proofErr w:type="spellEnd"/>
      <w:r w:rsidRPr="00DA4E77">
        <w:t xml:space="preserve"> a jeté</w:t>
      </w:r>
      <w:r w:rsidR="00276CCE">
        <w:t xml:space="preserve">, </w:t>
      </w:r>
      <w:r w:rsidRPr="00DA4E77">
        <w:t>dans sa rage</w:t>
      </w:r>
      <w:r w:rsidR="00276CCE">
        <w:t xml:space="preserve">, </w:t>
      </w:r>
      <w:r w:rsidRPr="00DA4E77">
        <w:t>tout ce qui restait des rouleaux d</w:t>
      </w:r>
      <w:r w:rsidR="00276CCE">
        <w:t>’</w:t>
      </w:r>
      <w:r w:rsidRPr="00DA4E77">
        <w:t>air solide</w:t>
      </w:r>
      <w:r w:rsidR="00276CCE">
        <w:t xml:space="preserve">, </w:t>
      </w:r>
      <w:r w:rsidRPr="00DA4E77">
        <w:t>une montagne d</w:t>
      </w:r>
      <w:r w:rsidR="00276CCE">
        <w:t>’</w:t>
      </w:r>
      <w:r w:rsidRPr="00DA4E77">
        <w:t>eau se lève</w:t>
      </w:r>
      <w:r w:rsidR="00276CCE">
        <w:t xml:space="preserve">, </w:t>
      </w:r>
      <w:r w:rsidRPr="00DA4E77">
        <w:t>si haute</w:t>
      </w:r>
      <w:r w:rsidR="00276CCE">
        <w:t xml:space="preserve">, </w:t>
      </w:r>
      <w:r w:rsidRPr="00DA4E77">
        <w:t>si large</w:t>
      </w:r>
      <w:r w:rsidR="00276CCE">
        <w:t xml:space="preserve">, </w:t>
      </w:r>
      <w:r w:rsidRPr="00DA4E77">
        <w:t>que l</w:t>
      </w:r>
      <w:r w:rsidR="00276CCE">
        <w:t>’</w:t>
      </w:r>
      <w:r w:rsidRPr="00DA4E77">
        <w:t>horizon semble fermé jusqu</w:t>
      </w:r>
      <w:r w:rsidR="00276CCE">
        <w:t>’</w:t>
      </w:r>
      <w:r w:rsidRPr="00DA4E77">
        <w:t>au ciel</w:t>
      </w:r>
      <w:r w:rsidR="00276CCE">
        <w:t xml:space="preserve">. </w:t>
      </w:r>
      <w:r w:rsidRPr="00DA4E77">
        <w:t>La montagne liquide</w:t>
      </w:r>
      <w:r w:rsidR="00276CCE">
        <w:t xml:space="preserve">, </w:t>
      </w:r>
      <w:r w:rsidRPr="00DA4E77">
        <w:t>avec un bruit horrible</w:t>
      </w:r>
      <w:r w:rsidR="00276CCE">
        <w:t xml:space="preserve">, </w:t>
      </w:r>
      <w:r w:rsidRPr="00DA4E77">
        <w:t>s</w:t>
      </w:r>
      <w:r w:rsidR="00276CCE">
        <w:t>’</w:t>
      </w:r>
      <w:r w:rsidRPr="00DA4E77">
        <w:t>avance poussée par la force de l</w:t>
      </w:r>
      <w:r w:rsidR="00276CCE">
        <w:t>’</w:t>
      </w:r>
      <w:r w:rsidRPr="00DA4E77">
        <w:t>air déplacé</w:t>
      </w:r>
      <w:r w:rsidR="00276CCE">
        <w:t xml:space="preserve"> ; </w:t>
      </w:r>
      <w:r w:rsidRPr="00DA4E77">
        <w:t>elle marche d</w:t>
      </w:r>
      <w:r w:rsidR="00276CCE">
        <w:t>’</w:t>
      </w:r>
      <w:r w:rsidRPr="00DA4E77">
        <w:t>un seul mouvement vers la ville</w:t>
      </w:r>
      <w:r w:rsidR="00276CCE">
        <w:t xml:space="preserve">, </w:t>
      </w:r>
      <w:r w:rsidRPr="00DA4E77">
        <w:t>et</w:t>
      </w:r>
      <w:r w:rsidR="00276CCE">
        <w:t xml:space="preserve">, </w:t>
      </w:r>
      <w:r w:rsidRPr="00DA4E77">
        <w:t>brusquement</w:t>
      </w:r>
      <w:r w:rsidR="00276CCE">
        <w:t xml:space="preserve">, </w:t>
      </w:r>
      <w:r w:rsidRPr="00DA4E77">
        <w:t>de haut en bas</w:t>
      </w:r>
      <w:r w:rsidR="00276CCE">
        <w:t xml:space="preserve">, </w:t>
      </w:r>
      <w:r w:rsidRPr="00DA4E77">
        <w:t>s</w:t>
      </w:r>
      <w:r w:rsidR="00276CCE">
        <w:t>’</w:t>
      </w:r>
      <w:r w:rsidRPr="00DA4E77">
        <w:t>écroule et s</w:t>
      </w:r>
      <w:r w:rsidR="00276CCE">
        <w:t>’</w:t>
      </w:r>
      <w:r w:rsidRPr="00DA4E77">
        <w:t>abat sur les coupoles d</w:t>
      </w:r>
      <w:r w:rsidR="00276CCE">
        <w:t>’</w:t>
      </w:r>
      <w:r w:rsidRPr="00DA4E77">
        <w:t>Atlantis</w:t>
      </w:r>
      <w:r w:rsidR="00276CCE">
        <w:t xml:space="preserve">, </w:t>
      </w:r>
      <w:r w:rsidRPr="00DA4E77">
        <w:t>où les habitants éperdus</w:t>
      </w:r>
      <w:r w:rsidR="00276CCE">
        <w:t xml:space="preserve">, </w:t>
      </w:r>
      <w:r w:rsidRPr="00DA4E77">
        <w:t>ne voyant rien</w:t>
      </w:r>
      <w:r w:rsidR="00276CCE">
        <w:t xml:space="preserve">, </w:t>
      </w:r>
      <w:r w:rsidRPr="00DA4E77">
        <w:t>entendant tout</w:t>
      </w:r>
      <w:r w:rsidR="00276CCE">
        <w:t xml:space="preserve">, </w:t>
      </w:r>
      <w:r w:rsidRPr="00DA4E77">
        <w:t>se sentant écrasés sous des forces inconnues</w:t>
      </w:r>
      <w:r w:rsidR="00276CCE">
        <w:t xml:space="preserve">, </w:t>
      </w:r>
      <w:r w:rsidRPr="00DA4E77">
        <w:t>croient que le ciel vient de s</w:t>
      </w:r>
      <w:r w:rsidR="00276CCE">
        <w:t>’</w:t>
      </w:r>
      <w:r w:rsidRPr="00DA4E77">
        <w:t>ouvrir</w:t>
      </w:r>
      <w:r w:rsidR="00276CCE">
        <w:t>.</w:t>
      </w:r>
    </w:p>
    <w:p w14:paraId="6A62667B" w14:textId="77777777" w:rsidR="00276CCE" w:rsidRDefault="002A4158" w:rsidP="002A4158">
      <w:r w:rsidRPr="00DA4E77">
        <w:t>Alors</w:t>
      </w:r>
      <w:r w:rsidR="00276CCE">
        <w:t xml:space="preserve">, </w:t>
      </w:r>
      <w:r w:rsidRPr="00DA4E77">
        <w:t>les uns s</w:t>
      </w:r>
      <w:r w:rsidR="00276CCE">
        <w:t>’</w:t>
      </w:r>
      <w:r w:rsidRPr="00DA4E77">
        <w:t>enfuient dans le fond le plus obscur des maisons</w:t>
      </w:r>
      <w:r w:rsidR="00276CCE">
        <w:t xml:space="preserve">, </w:t>
      </w:r>
      <w:r w:rsidRPr="00DA4E77">
        <w:t>et les maisons s</w:t>
      </w:r>
      <w:r w:rsidR="00276CCE">
        <w:t>’</w:t>
      </w:r>
      <w:r w:rsidRPr="00DA4E77">
        <w:t>effondrent sur eux</w:t>
      </w:r>
      <w:r w:rsidR="00276CCE">
        <w:t xml:space="preserve"> ; </w:t>
      </w:r>
      <w:r w:rsidRPr="00DA4E77">
        <w:t>d</w:t>
      </w:r>
      <w:r w:rsidR="00276CCE">
        <w:t>’</w:t>
      </w:r>
      <w:r w:rsidRPr="00DA4E77">
        <w:t>autres vont prier dans les temples déjà remplis de voix gémissantes</w:t>
      </w:r>
      <w:r w:rsidR="00276CCE">
        <w:t xml:space="preserve">, </w:t>
      </w:r>
      <w:r w:rsidRPr="00DA4E77">
        <w:t>et les temples</w:t>
      </w:r>
      <w:r w:rsidR="00276CCE">
        <w:t xml:space="preserve">, </w:t>
      </w:r>
      <w:r w:rsidRPr="00DA4E77">
        <w:t>secoués de la base au sommet</w:t>
      </w:r>
      <w:r w:rsidR="00276CCE">
        <w:t xml:space="preserve">, </w:t>
      </w:r>
      <w:r w:rsidRPr="00DA4E77">
        <w:t>se fendent sur toute leur hauteur et ensevelissent les suppliants sous le poids des voûtes abattues</w:t>
      </w:r>
      <w:r w:rsidR="00276CCE">
        <w:t xml:space="preserve"> ; </w:t>
      </w:r>
      <w:r w:rsidRPr="00DA4E77">
        <w:t>d</w:t>
      </w:r>
      <w:r w:rsidR="00276CCE">
        <w:t>’</w:t>
      </w:r>
      <w:r w:rsidRPr="00DA4E77">
        <w:t>autres errent à travers les rues</w:t>
      </w:r>
      <w:r w:rsidR="00276CCE">
        <w:t xml:space="preserve">, </w:t>
      </w:r>
      <w:r w:rsidRPr="00DA4E77">
        <w:t>et</w:t>
      </w:r>
      <w:r w:rsidR="00276CCE">
        <w:t xml:space="preserve">, </w:t>
      </w:r>
      <w:r w:rsidRPr="00DA4E77">
        <w:t>s</w:t>
      </w:r>
      <w:r w:rsidR="00276CCE">
        <w:t>’</w:t>
      </w:r>
      <w:r w:rsidRPr="00DA4E77">
        <w:t>accrochant aux aspérités des monuments</w:t>
      </w:r>
      <w:r w:rsidR="00276CCE">
        <w:t xml:space="preserve">, </w:t>
      </w:r>
      <w:r w:rsidRPr="00DA4E77">
        <w:t>essaient de grimper sur les toitures</w:t>
      </w:r>
      <w:r w:rsidR="00276CCE">
        <w:t xml:space="preserve">, </w:t>
      </w:r>
      <w:r w:rsidRPr="00DA4E77">
        <w:t>mais ils sont entraînés par la chute des murailles ou emportés par l</w:t>
      </w:r>
      <w:r w:rsidR="00276CCE">
        <w:t>’</w:t>
      </w:r>
      <w:r w:rsidRPr="00DA4E77">
        <w:t>ouragan qui déferle à travers les ruelles ravagées où l</w:t>
      </w:r>
      <w:r w:rsidR="00276CCE">
        <w:t>’</w:t>
      </w:r>
      <w:r w:rsidRPr="00DA4E77">
        <w:t>onde ruisselle en torrents</w:t>
      </w:r>
      <w:r w:rsidR="00276CCE">
        <w:t>.</w:t>
      </w:r>
    </w:p>
    <w:p w14:paraId="6353469B" w14:textId="77777777" w:rsidR="00276CCE" w:rsidRDefault="002A4158" w:rsidP="002A4158">
      <w:r w:rsidRPr="00DA4E77">
        <w:t>Une nouvelle montagne de flots envahit la ville</w:t>
      </w:r>
      <w:r w:rsidR="00276CCE">
        <w:t xml:space="preserve"> ; </w:t>
      </w:r>
      <w:r w:rsidRPr="00DA4E77">
        <w:t>une autre</w:t>
      </w:r>
      <w:r w:rsidR="00276CCE">
        <w:t xml:space="preserve">, </w:t>
      </w:r>
      <w:r w:rsidRPr="00DA4E77">
        <w:t>puis une autre encore</w:t>
      </w:r>
      <w:r w:rsidR="00276CCE">
        <w:t xml:space="preserve">. </w:t>
      </w:r>
      <w:r w:rsidRPr="00DA4E77">
        <w:t>L</w:t>
      </w:r>
      <w:r w:rsidR="00276CCE">
        <w:t>’</w:t>
      </w:r>
      <w:r w:rsidRPr="00DA4E77">
        <w:t>eau soulevée en trombes avance</w:t>
      </w:r>
      <w:r w:rsidR="00276CCE">
        <w:t xml:space="preserve">, </w:t>
      </w:r>
      <w:r w:rsidRPr="00DA4E77">
        <w:t>r</w:t>
      </w:r>
      <w:r w:rsidRPr="00DA4E77">
        <w:t>e</w:t>
      </w:r>
      <w:r w:rsidRPr="00DA4E77">
        <w:t>cule</w:t>
      </w:r>
      <w:r w:rsidR="00276CCE">
        <w:t xml:space="preserve">, </w:t>
      </w:r>
      <w:r w:rsidRPr="00DA4E77">
        <w:t>monte</w:t>
      </w:r>
      <w:r w:rsidR="00276CCE">
        <w:t xml:space="preserve">, </w:t>
      </w:r>
      <w:r w:rsidRPr="00DA4E77">
        <w:t>descend</w:t>
      </w:r>
      <w:r w:rsidR="00276CCE">
        <w:t xml:space="preserve">, </w:t>
      </w:r>
      <w:r w:rsidRPr="00DA4E77">
        <w:t>se redresse</w:t>
      </w:r>
      <w:r w:rsidR="00276CCE">
        <w:t xml:space="preserve">, </w:t>
      </w:r>
      <w:r w:rsidRPr="00DA4E77">
        <w:t xml:space="preserve">tourne et </w:t>
      </w:r>
      <w:r w:rsidRPr="00DA4E77">
        <w:lastRenderedPageBreak/>
        <w:t>retourne</w:t>
      </w:r>
      <w:r w:rsidR="00276CCE">
        <w:t xml:space="preserve">, </w:t>
      </w:r>
      <w:r w:rsidRPr="00DA4E77">
        <w:t>pareille à un monstre exaspéré</w:t>
      </w:r>
      <w:r w:rsidR="00276CCE">
        <w:t xml:space="preserve">, </w:t>
      </w:r>
      <w:r w:rsidRPr="00DA4E77">
        <w:t>qui</w:t>
      </w:r>
      <w:r w:rsidR="00276CCE">
        <w:t xml:space="preserve">, </w:t>
      </w:r>
      <w:r w:rsidRPr="00DA4E77">
        <w:t>ayant frappé l</w:t>
      </w:r>
      <w:r w:rsidR="00276CCE">
        <w:t>’</w:t>
      </w:r>
      <w:r w:rsidRPr="00DA4E77">
        <w:t>ennemi</w:t>
      </w:r>
      <w:r w:rsidR="00276CCE">
        <w:t xml:space="preserve">, </w:t>
      </w:r>
      <w:r w:rsidRPr="00DA4E77">
        <w:t>reprend des forces en se repliant sur lui-même</w:t>
      </w:r>
      <w:r w:rsidR="00276CCE">
        <w:t>.</w:t>
      </w:r>
    </w:p>
    <w:p w14:paraId="04D3AADC" w14:textId="77777777" w:rsidR="00276CCE" w:rsidRDefault="002A4158" w:rsidP="002A4158">
      <w:r w:rsidRPr="00DA4E77">
        <w:t>Les sous-sols d</w:t>
      </w:r>
      <w:r w:rsidR="00276CCE">
        <w:t>’</w:t>
      </w:r>
      <w:r w:rsidRPr="00DA4E77">
        <w:t>Atlantis</w:t>
      </w:r>
      <w:r w:rsidR="00276CCE">
        <w:t xml:space="preserve">, </w:t>
      </w:r>
      <w:r w:rsidRPr="00DA4E77">
        <w:t>creusés jusqu</w:t>
      </w:r>
      <w:r w:rsidR="00276CCE">
        <w:t>’</w:t>
      </w:r>
      <w:r w:rsidRPr="00DA4E77">
        <w:t>au-dessous de la mer</w:t>
      </w:r>
      <w:r w:rsidR="00276CCE">
        <w:t xml:space="preserve">, </w:t>
      </w:r>
      <w:r w:rsidRPr="00DA4E77">
        <w:t>se remplissent de flots mouvants qui</w:t>
      </w:r>
      <w:r w:rsidR="00276CCE">
        <w:t xml:space="preserve">, </w:t>
      </w:r>
      <w:r w:rsidRPr="00DA4E77">
        <w:t>rencontrant les vo</w:t>
      </w:r>
      <w:r w:rsidRPr="00DA4E77">
        <w:t>û</w:t>
      </w:r>
      <w:r w:rsidRPr="00DA4E77">
        <w:t>tes des caves et des souterrains</w:t>
      </w:r>
      <w:r w:rsidR="00276CCE">
        <w:t xml:space="preserve">, </w:t>
      </w:r>
      <w:r w:rsidRPr="00DA4E77">
        <w:t>giclent par des crevasses d</w:t>
      </w:r>
      <w:r w:rsidR="00276CCE">
        <w:t>’</w:t>
      </w:r>
      <w:r w:rsidRPr="00DA4E77">
        <w:t>où jaillissent soudain des vapeurs sulfureuses</w:t>
      </w:r>
      <w:r w:rsidR="00276CCE">
        <w:t xml:space="preserve">. </w:t>
      </w:r>
      <w:r w:rsidRPr="00DA4E77">
        <w:t>Partout la terre tremble</w:t>
      </w:r>
      <w:r w:rsidR="00276CCE">
        <w:t xml:space="preserve"> ; </w:t>
      </w:r>
      <w:r w:rsidRPr="00DA4E77">
        <w:t>la grande ville s</w:t>
      </w:r>
      <w:r w:rsidR="00276CCE">
        <w:t>’</w:t>
      </w:r>
      <w:r w:rsidRPr="00DA4E77">
        <w:t>ouvre par mille blessures</w:t>
      </w:r>
      <w:r w:rsidR="00276CCE">
        <w:t xml:space="preserve"> ; </w:t>
      </w:r>
      <w:r w:rsidRPr="00DA4E77">
        <w:t>enfin</w:t>
      </w:r>
      <w:r w:rsidR="00276CCE">
        <w:t xml:space="preserve">, </w:t>
      </w:r>
      <w:r w:rsidRPr="00DA4E77">
        <w:t>s</w:t>
      </w:r>
      <w:r w:rsidRPr="00DA4E77">
        <w:t>u</w:t>
      </w:r>
      <w:r w:rsidRPr="00DA4E77">
        <w:t>prême coup porté par la mer en furie</w:t>
      </w:r>
      <w:r w:rsidR="00276CCE">
        <w:t xml:space="preserve">, </w:t>
      </w:r>
      <w:r w:rsidRPr="00DA4E77">
        <w:t>voici que le lit jadis co</w:t>
      </w:r>
      <w:r w:rsidRPr="00DA4E77">
        <w:t>m</w:t>
      </w:r>
      <w:r w:rsidRPr="00DA4E77">
        <w:t xml:space="preserve">blé du fleuve </w:t>
      </w:r>
      <w:proofErr w:type="spellStart"/>
      <w:r w:rsidRPr="00DA4E77">
        <w:t>Gadire</w:t>
      </w:r>
      <w:proofErr w:type="spellEnd"/>
      <w:r w:rsidRPr="00DA4E77">
        <w:t xml:space="preserve"> se gonfle d</w:t>
      </w:r>
      <w:r w:rsidR="00276CCE">
        <w:t>’</w:t>
      </w:r>
      <w:r w:rsidRPr="00DA4E77">
        <w:t>une eau bourbeuse</w:t>
      </w:r>
      <w:r w:rsidR="00276CCE">
        <w:t xml:space="preserve"> ; </w:t>
      </w:r>
      <w:r w:rsidRPr="00DA4E77">
        <w:t>le vieux fleuve ranimé fend dans toute sa largeur la couche de pierre qui l</w:t>
      </w:r>
      <w:r w:rsidR="00276CCE">
        <w:t>’</w:t>
      </w:r>
      <w:r w:rsidRPr="00DA4E77">
        <w:t>enserre et soulève les palais dont on l</w:t>
      </w:r>
      <w:r w:rsidR="00276CCE">
        <w:t>’</w:t>
      </w:r>
      <w:r w:rsidRPr="00DA4E77">
        <w:t>a recouvert</w:t>
      </w:r>
      <w:r w:rsidR="00276CCE">
        <w:t>.</w:t>
      </w:r>
    </w:p>
    <w:p w14:paraId="2404938B" w14:textId="77777777" w:rsidR="00276CCE" w:rsidRDefault="002A4158" w:rsidP="002A4158">
      <w:r w:rsidRPr="00DA4E77">
        <w:t>Cette fois</w:t>
      </w:r>
      <w:r w:rsidR="00276CCE">
        <w:t xml:space="preserve">, </w:t>
      </w:r>
      <w:r w:rsidRPr="00DA4E77">
        <w:t>la ville frémit</w:t>
      </w:r>
      <w:r w:rsidR="00276CCE">
        <w:t xml:space="preserve">, </w:t>
      </w:r>
      <w:r w:rsidRPr="00DA4E77">
        <w:t>jusqu</w:t>
      </w:r>
      <w:r w:rsidR="00276CCE">
        <w:t>’</w:t>
      </w:r>
      <w:r w:rsidRPr="00DA4E77">
        <w:t>à la Montagne Sainte</w:t>
      </w:r>
      <w:r w:rsidR="00276CCE">
        <w:t xml:space="preserve"> ; </w:t>
      </w:r>
      <w:proofErr w:type="spellStart"/>
      <w:r w:rsidRPr="00DA4E77">
        <w:t>Oréus</w:t>
      </w:r>
      <w:proofErr w:type="spellEnd"/>
      <w:r w:rsidRPr="00DA4E77">
        <w:t xml:space="preserve"> et </w:t>
      </w:r>
      <w:proofErr w:type="spellStart"/>
      <w:r w:rsidRPr="00DA4E77">
        <w:t>Glania</w:t>
      </w:r>
      <w:proofErr w:type="spellEnd"/>
      <w:r w:rsidRPr="00DA4E77">
        <w:t xml:space="preserve"> se réfugient aux flancs du Sphinx</w:t>
      </w:r>
      <w:r w:rsidR="00276CCE">
        <w:t xml:space="preserve">. </w:t>
      </w:r>
      <w:proofErr w:type="spellStart"/>
      <w:r w:rsidRPr="00DA4E77">
        <w:t>Thébao</w:t>
      </w:r>
      <w:proofErr w:type="spellEnd"/>
      <w:r w:rsidR="00276CCE">
        <w:t xml:space="preserve">, </w:t>
      </w:r>
      <w:r w:rsidRPr="00DA4E77">
        <w:t>qui vient les rejoindre</w:t>
      </w:r>
      <w:r w:rsidR="00276CCE">
        <w:t xml:space="preserve">, </w:t>
      </w:r>
      <w:r w:rsidRPr="00DA4E77">
        <w:t>n</w:t>
      </w:r>
      <w:r w:rsidR="00276CCE">
        <w:t>’</w:t>
      </w:r>
      <w:r w:rsidRPr="00DA4E77">
        <w:t>a que le temps de se garer entre les deux jambes repliées du monstre</w:t>
      </w:r>
      <w:r w:rsidR="00276CCE">
        <w:t xml:space="preserve">, </w:t>
      </w:r>
      <w:r w:rsidRPr="00DA4E77">
        <w:t>où vient jaillir l</w:t>
      </w:r>
      <w:r w:rsidR="00276CCE">
        <w:t>’</w:t>
      </w:r>
      <w:r w:rsidRPr="00DA4E77">
        <w:t>eau écumante e</w:t>
      </w:r>
      <w:r w:rsidRPr="00DA4E77">
        <w:t>m</w:t>
      </w:r>
      <w:r w:rsidRPr="00DA4E77">
        <w:t>portée par le vent jusqu</w:t>
      </w:r>
      <w:r w:rsidR="00276CCE">
        <w:t>’</w:t>
      </w:r>
      <w:r w:rsidRPr="00DA4E77">
        <w:t>aux pieds de l</w:t>
      </w:r>
      <w:r w:rsidR="00276CCE">
        <w:t>’</w:t>
      </w:r>
      <w:r w:rsidRPr="00DA4E77">
        <w:t>idole muette</w:t>
      </w:r>
      <w:r w:rsidR="00276CCE">
        <w:t xml:space="preserve">. </w:t>
      </w:r>
      <w:r w:rsidRPr="00DA4E77">
        <w:t>Mais de la place de l</w:t>
      </w:r>
      <w:r w:rsidR="00276CCE">
        <w:t>’</w:t>
      </w:r>
      <w:r w:rsidRPr="00DA4E77">
        <w:t>Empire une rumeur aussi houleuse que celle des flots en fureur monte et remplit l</w:t>
      </w:r>
      <w:r w:rsidR="00276CCE">
        <w:t>’</w:t>
      </w:r>
      <w:r w:rsidRPr="00DA4E77">
        <w:t>espace</w:t>
      </w:r>
      <w:r w:rsidR="00276CCE">
        <w:t xml:space="preserve">. </w:t>
      </w:r>
      <w:r w:rsidRPr="00DA4E77">
        <w:t>Tout ce qui reste d</w:t>
      </w:r>
      <w:r w:rsidR="00276CCE">
        <w:t>’</w:t>
      </w:r>
      <w:r w:rsidRPr="00DA4E77">
        <w:t xml:space="preserve">Atlantes valides veut se réfugier dans le Palais et se précipite en hurlant vers </w:t>
      </w:r>
      <w:proofErr w:type="spellStart"/>
      <w:r w:rsidRPr="00DA4E77">
        <w:t>Knephao</w:t>
      </w:r>
      <w:proofErr w:type="spellEnd"/>
      <w:r w:rsidRPr="00DA4E77">
        <w:t xml:space="preserve"> qu</w:t>
      </w:r>
      <w:r w:rsidR="00276CCE">
        <w:t>’</w:t>
      </w:r>
      <w:r w:rsidRPr="00DA4E77">
        <w:t>on implore</w:t>
      </w:r>
      <w:r w:rsidR="00276CCE">
        <w:t xml:space="preserve">. </w:t>
      </w:r>
      <w:r w:rsidRPr="00DA4E77">
        <w:t>Les soldats</w:t>
      </w:r>
      <w:r w:rsidR="00276CCE">
        <w:t xml:space="preserve">, </w:t>
      </w:r>
      <w:r w:rsidRPr="00DA4E77">
        <w:t>courageux jusqu</w:t>
      </w:r>
      <w:r w:rsidR="00276CCE">
        <w:t>’</w:t>
      </w:r>
      <w:r w:rsidRPr="00DA4E77">
        <w:t>au bout</w:t>
      </w:r>
      <w:r w:rsidR="00276CCE">
        <w:t xml:space="preserve">, </w:t>
      </w:r>
      <w:r w:rsidRPr="00DA4E77">
        <w:t>inébranlables devant les éléments furibonds</w:t>
      </w:r>
      <w:r w:rsidR="00276CCE">
        <w:t xml:space="preserve">, </w:t>
      </w:r>
      <w:r w:rsidRPr="00DA4E77">
        <w:t>ont allumé des torches qu</w:t>
      </w:r>
      <w:r w:rsidR="00276CCE">
        <w:t>’</w:t>
      </w:r>
      <w:r w:rsidRPr="00DA4E77">
        <w:t>ils tiennent à la main</w:t>
      </w:r>
      <w:r w:rsidR="00276CCE">
        <w:t xml:space="preserve">, </w:t>
      </w:r>
      <w:r w:rsidRPr="00DA4E77">
        <w:t>et</w:t>
      </w:r>
      <w:r w:rsidR="00276CCE">
        <w:t xml:space="preserve">, </w:t>
      </w:r>
      <w:r w:rsidRPr="00DA4E77">
        <w:t>alignés sous le péristyle du Palais</w:t>
      </w:r>
      <w:r w:rsidR="00276CCE">
        <w:t xml:space="preserve">, </w:t>
      </w:r>
      <w:r w:rsidRPr="00DA4E77">
        <w:t>surpris encore par les secousses de la terre tre</w:t>
      </w:r>
      <w:r w:rsidRPr="00DA4E77">
        <w:t>m</w:t>
      </w:r>
      <w:r w:rsidRPr="00DA4E77">
        <w:t>blante</w:t>
      </w:r>
      <w:r w:rsidR="00276CCE">
        <w:t xml:space="preserve">, </w:t>
      </w:r>
      <w:r w:rsidRPr="00DA4E77">
        <w:t>ils regardent venir à eux cette rafale humaine</w:t>
      </w:r>
      <w:r w:rsidR="00276CCE">
        <w:t xml:space="preserve">, </w:t>
      </w:r>
      <w:r w:rsidRPr="00DA4E77">
        <w:t>plus aveugle et plus inconsciente encore que les vagues en folie</w:t>
      </w:r>
      <w:r w:rsidR="00276CCE">
        <w:t>.</w:t>
      </w:r>
    </w:p>
    <w:p w14:paraId="47E9FCB6" w14:textId="77777777" w:rsidR="00276CCE" w:rsidRDefault="00276CCE" w:rsidP="002A4158">
      <w:r>
        <w:t>— </w:t>
      </w:r>
      <w:r w:rsidR="002A4158" w:rsidRPr="00DA4E77">
        <w:t>Grand chef</w:t>
      </w:r>
      <w:r>
        <w:t xml:space="preserve">, </w:t>
      </w:r>
      <w:r w:rsidR="002A4158" w:rsidRPr="00DA4E77">
        <w:t>demandent les hommes</w:t>
      </w:r>
      <w:r>
        <w:t xml:space="preserve">, </w:t>
      </w:r>
      <w:r w:rsidR="002A4158" w:rsidRPr="00DA4E77">
        <w:t>faut-il lutter encore contre ces forcenés</w:t>
      </w:r>
      <w:r>
        <w:t> ?</w:t>
      </w:r>
    </w:p>
    <w:p w14:paraId="285DD974" w14:textId="77777777" w:rsidR="00276CCE" w:rsidRDefault="00276CCE" w:rsidP="002A4158">
      <w:r>
        <w:t>— </w:t>
      </w:r>
      <w:r w:rsidR="002A4158" w:rsidRPr="00DA4E77">
        <w:t>À quoi bon</w:t>
      </w:r>
      <w:r>
        <w:t xml:space="preserve"> ? </w:t>
      </w:r>
      <w:r w:rsidR="002A4158" w:rsidRPr="00DA4E77">
        <w:t>dit le géant en haussant les épaules</w:t>
      </w:r>
      <w:r>
        <w:t xml:space="preserve">. </w:t>
      </w:r>
      <w:r w:rsidR="002A4158" w:rsidRPr="00DA4E77">
        <w:t>Te</w:t>
      </w:r>
      <w:r w:rsidR="002A4158" w:rsidRPr="00DA4E77">
        <w:t>m</w:t>
      </w:r>
      <w:r w:rsidR="002A4158" w:rsidRPr="00DA4E77">
        <w:t>pête des flots</w:t>
      </w:r>
      <w:r>
        <w:t xml:space="preserve">, </w:t>
      </w:r>
      <w:r w:rsidR="002A4158" w:rsidRPr="00DA4E77">
        <w:t>tempête des hommes</w:t>
      </w:r>
      <w:r>
        <w:t xml:space="preserve"> ; </w:t>
      </w:r>
      <w:r w:rsidR="002A4158" w:rsidRPr="00DA4E77">
        <w:t>tout désormais tournoie</w:t>
      </w:r>
      <w:r>
        <w:t xml:space="preserve">, </w:t>
      </w:r>
      <w:r w:rsidR="002A4158" w:rsidRPr="00DA4E77">
        <w:t>et tout va finir</w:t>
      </w:r>
      <w:r>
        <w:t> !</w:t>
      </w:r>
    </w:p>
    <w:p w14:paraId="4F1175B0" w14:textId="77777777" w:rsidR="00276CCE" w:rsidRDefault="002A4158" w:rsidP="002A4158">
      <w:r w:rsidRPr="00DA4E77">
        <w:lastRenderedPageBreak/>
        <w:t>Mais le colosse</w:t>
      </w:r>
      <w:r w:rsidR="00276CCE">
        <w:t xml:space="preserve">, </w:t>
      </w:r>
      <w:r w:rsidRPr="00DA4E77">
        <w:t>malgré son calme</w:t>
      </w:r>
      <w:r w:rsidR="00276CCE">
        <w:t xml:space="preserve">, </w:t>
      </w:r>
      <w:r w:rsidRPr="00DA4E77">
        <w:t>n</w:t>
      </w:r>
      <w:r w:rsidR="00276CCE">
        <w:t>’</w:t>
      </w:r>
      <w:r w:rsidRPr="00DA4E77">
        <w:t>a pu mesurer lui-même la puissance de l</w:t>
      </w:r>
      <w:r w:rsidR="00276CCE">
        <w:t>’</w:t>
      </w:r>
      <w:r w:rsidRPr="00DA4E77">
        <w:t>humanité ruée en désordre</w:t>
      </w:r>
      <w:r w:rsidR="00276CCE">
        <w:t xml:space="preserve"> ; </w:t>
      </w:r>
      <w:r w:rsidRPr="00DA4E77">
        <w:t>la marée humaine poussée par une rafale de terreur s</w:t>
      </w:r>
      <w:r w:rsidR="00276CCE">
        <w:t>’</w:t>
      </w:r>
      <w:r w:rsidRPr="00DA4E77">
        <w:t>anime d</w:t>
      </w:r>
      <w:r w:rsidR="00276CCE">
        <w:t>’</w:t>
      </w:r>
      <w:r w:rsidRPr="00DA4E77">
        <w:t>une pui</w:t>
      </w:r>
      <w:r w:rsidRPr="00DA4E77">
        <w:t>s</w:t>
      </w:r>
      <w:r w:rsidRPr="00DA4E77">
        <w:t>sance irrésistible</w:t>
      </w:r>
      <w:r w:rsidR="00276CCE">
        <w:t xml:space="preserve">. </w:t>
      </w:r>
      <w:r w:rsidRPr="00DA4E77">
        <w:t>Les torches s</w:t>
      </w:r>
      <w:r w:rsidR="00276CCE">
        <w:t>’</w:t>
      </w:r>
      <w:r w:rsidRPr="00DA4E77">
        <w:t xml:space="preserve">éteignent et </w:t>
      </w:r>
      <w:proofErr w:type="spellStart"/>
      <w:r w:rsidRPr="00DA4E77">
        <w:t>Knephao</w:t>
      </w:r>
      <w:proofErr w:type="spellEnd"/>
      <w:r w:rsidR="00276CCE">
        <w:t xml:space="preserve">, </w:t>
      </w:r>
      <w:r w:rsidRPr="00DA4E77">
        <w:t>roulé dans l</w:t>
      </w:r>
      <w:r w:rsidR="00276CCE">
        <w:t>’</w:t>
      </w:r>
      <w:r w:rsidRPr="00DA4E77">
        <w:t>ouragan populaire</w:t>
      </w:r>
      <w:r w:rsidR="00276CCE">
        <w:t xml:space="preserve">, </w:t>
      </w:r>
      <w:r w:rsidRPr="00DA4E77">
        <w:t>se trouve bientôt perdu dans une ob</w:t>
      </w:r>
      <w:r w:rsidRPr="00DA4E77">
        <w:t>s</w:t>
      </w:r>
      <w:r w:rsidRPr="00DA4E77">
        <w:t>curité tellement complète qu</w:t>
      </w:r>
      <w:r w:rsidR="00276CCE">
        <w:t>’</w:t>
      </w:r>
      <w:r w:rsidRPr="00DA4E77">
        <w:t>il ne sait même plus à quel endroit du Palais il a été porté</w:t>
      </w:r>
      <w:r w:rsidR="00276CCE">
        <w:t xml:space="preserve">. </w:t>
      </w:r>
      <w:r w:rsidRPr="00DA4E77">
        <w:t>Ébranlé par la secousse</w:t>
      </w:r>
      <w:r w:rsidR="00276CCE">
        <w:t xml:space="preserve">, </w:t>
      </w:r>
      <w:r w:rsidRPr="00DA4E77">
        <w:t>il s</w:t>
      </w:r>
      <w:r w:rsidR="00276CCE">
        <w:t>’</w:t>
      </w:r>
      <w:r w:rsidRPr="00DA4E77">
        <w:t>appuie contre le mur</w:t>
      </w:r>
      <w:r w:rsidR="00276CCE">
        <w:t xml:space="preserve">, </w:t>
      </w:r>
      <w:r w:rsidRPr="00DA4E77">
        <w:t>et jette un cri de surprise</w:t>
      </w:r>
      <w:r w:rsidR="00276CCE">
        <w:t xml:space="preserve">. </w:t>
      </w:r>
      <w:r w:rsidRPr="00DA4E77">
        <w:t>Il a été entraîné ju</w:t>
      </w:r>
      <w:r w:rsidRPr="00DA4E77">
        <w:t>s</w:t>
      </w:r>
      <w:r w:rsidRPr="00DA4E77">
        <w:t>qu</w:t>
      </w:r>
      <w:r w:rsidR="00276CCE">
        <w:t>’</w:t>
      </w:r>
      <w:r w:rsidRPr="00DA4E77">
        <w:t>aux cryptes secrètes du Palais</w:t>
      </w:r>
      <w:r w:rsidR="00276CCE">
        <w:t xml:space="preserve">. </w:t>
      </w:r>
      <w:r w:rsidRPr="00DA4E77">
        <w:t>Il reconnaît</w:t>
      </w:r>
      <w:r w:rsidR="00276CCE">
        <w:t xml:space="preserve">, </w:t>
      </w:r>
      <w:r w:rsidRPr="00DA4E77">
        <w:t>au toucher</w:t>
      </w:r>
      <w:r w:rsidR="00276CCE">
        <w:t xml:space="preserve">, </w:t>
      </w:r>
      <w:r w:rsidRPr="00DA4E77">
        <w:t>les statues des Apôtres morts</w:t>
      </w:r>
      <w:r w:rsidR="00276CCE">
        <w:t xml:space="preserve">. </w:t>
      </w:r>
      <w:r w:rsidRPr="00DA4E77">
        <w:t>Et seul</w:t>
      </w:r>
      <w:r w:rsidR="00276CCE">
        <w:t xml:space="preserve">, </w:t>
      </w:r>
      <w:r w:rsidRPr="00DA4E77">
        <w:t>maintenant</w:t>
      </w:r>
      <w:r w:rsidR="00276CCE">
        <w:t xml:space="preserve">, </w:t>
      </w:r>
      <w:r w:rsidRPr="00DA4E77">
        <w:t>séparé de ses soldats</w:t>
      </w:r>
      <w:r w:rsidR="00276CCE">
        <w:t xml:space="preserve">, </w:t>
      </w:r>
      <w:r w:rsidRPr="00DA4E77">
        <w:t>impuissant à regagner la place où tout est ravagé</w:t>
      </w:r>
      <w:r w:rsidR="00276CCE">
        <w:t xml:space="preserve">, </w:t>
      </w:r>
      <w:r w:rsidRPr="00DA4E77">
        <w:t>il n</w:t>
      </w:r>
      <w:r w:rsidR="00276CCE">
        <w:t>’</w:t>
      </w:r>
      <w:r w:rsidRPr="00DA4E77">
        <w:t>a plus qu</w:t>
      </w:r>
      <w:r w:rsidR="00276CCE">
        <w:t>’</w:t>
      </w:r>
      <w:r w:rsidRPr="00DA4E77">
        <w:t>à mourir dans cette souterraine solitude</w:t>
      </w:r>
      <w:r w:rsidR="00276CCE">
        <w:t>.</w:t>
      </w:r>
    </w:p>
    <w:p w14:paraId="1109D288" w14:textId="77777777" w:rsidR="00276CCE" w:rsidRDefault="00276CCE" w:rsidP="002A4158">
      <w:r>
        <w:t>— </w:t>
      </w:r>
      <w:r w:rsidR="002A4158" w:rsidRPr="00DA4E77">
        <w:t>Mourir</w:t>
      </w:r>
      <w:r>
        <w:t xml:space="preserve"> ? </w:t>
      </w:r>
      <w:r w:rsidR="002A4158" w:rsidRPr="00DA4E77">
        <w:t>dit-il</w:t>
      </w:r>
      <w:r>
        <w:t xml:space="preserve">. </w:t>
      </w:r>
      <w:r w:rsidR="002A4158" w:rsidRPr="00DA4E77">
        <w:t>Soit</w:t>
      </w:r>
      <w:r>
        <w:t xml:space="preserve"> ! </w:t>
      </w:r>
      <w:r w:rsidR="002A4158" w:rsidRPr="00DA4E77">
        <w:t xml:space="preserve">mais essayons de mourir près de </w:t>
      </w:r>
      <w:proofErr w:type="spellStart"/>
      <w:r w:rsidR="002A4158" w:rsidRPr="00DA4E77">
        <w:t>Glania</w:t>
      </w:r>
      <w:proofErr w:type="spellEnd"/>
      <w:r w:rsidR="002A4158" w:rsidRPr="00DA4E77">
        <w:t xml:space="preserve"> et d</w:t>
      </w:r>
      <w:r>
        <w:t>’</w:t>
      </w:r>
      <w:proofErr w:type="spellStart"/>
      <w:r w:rsidR="002A4158" w:rsidRPr="00DA4E77">
        <w:t>Oréus</w:t>
      </w:r>
      <w:proofErr w:type="spellEnd"/>
      <w:r>
        <w:t xml:space="preserve">, </w:t>
      </w:r>
      <w:r w:rsidR="002A4158" w:rsidRPr="00DA4E77">
        <w:t>aux pieds du Sphinx</w:t>
      </w:r>
      <w:r>
        <w:t xml:space="preserve">, </w:t>
      </w:r>
      <w:r w:rsidR="002A4158" w:rsidRPr="00DA4E77">
        <w:t>près des êtres que j</w:t>
      </w:r>
      <w:r>
        <w:t>’</w:t>
      </w:r>
      <w:r w:rsidR="002A4158" w:rsidRPr="00DA4E77">
        <w:t>aime</w:t>
      </w:r>
      <w:r>
        <w:t> !</w:t>
      </w:r>
    </w:p>
    <w:p w14:paraId="311B310C" w14:textId="77777777" w:rsidR="00276CCE" w:rsidRDefault="002A4158" w:rsidP="002A4158">
      <w:r w:rsidRPr="00DA4E77">
        <w:t>Et</w:t>
      </w:r>
      <w:r w:rsidR="00276CCE">
        <w:t xml:space="preserve">, </w:t>
      </w:r>
      <w:r w:rsidRPr="00DA4E77">
        <w:t>à tâtons</w:t>
      </w:r>
      <w:r w:rsidR="00276CCE">
        <w:t xml:space="preserve">, </w:t>
      </w:r>
      <w:r w:rsidRPr="00DA4E77">
        <w:t>il se glisse à travers les cryptes que sa main explore et reconnaît</w:t>
      </w:r>
      <w:r w:rsidR="00276CCE">
        <w:t xml:space="preserve"> ; </w:t>
      </w:r>
      <w:r w:rsidRPr="00DA4E77">
        <w:t>il arrive à l</w:t>
      </w:r>
      <w:r w:rsidR="00276CCE">
        <w:t>’</w:t>
      </w:r>
      <w:r w:rsidRPr="00DA4E77">
        <w:t>entrée secrète de la Colline Sainte</w:t>
      </w:r>
      <w:r w:rsidR="00276CCE">
        <w:t xml:space="preserve"> ; </w:t>
      </w:r>
      <w:r w:rsidRPr="00DA4E77">
        <w:t>monté jusqu</w:t>
      </w:r>
      <w:r w:rsidR="00276CCE">
        <w:t>’</w:t>
      </w:r>
      <w:r w:rsidRPr="00DA4E77">
        <w:t>au Temple</w:t>
      </w:r>
      <w:r w:rsidR="00276CCE">
        <w:t xml:space="preserve">, </w:t>
      </w:r>
      <w:r w:rsidRPr="00DA4E77">
        <w:t>il se guide en suivant les st</w:t>
      </w:r>
      <w:r w:rsidRPr="00DA4E77">
        <w:t>a</w:t>
      </w:r>
      <w:r w:rsidRPr="00DA4E77">
        <w:t>tues des héros</w:t>
      </w:r>
      <w:r w:rsidR="00276CCE">
        <w:t xml:space="preserve">, </w:t>
      </w:r>
      <w:r w:rsidRPr="00DA4E77">
        <w:t>et il ouvre déjà le grand portail donnant sur la terrasse</w:t>
      </w:r>
      <w:r w:rsidR="00276CCE">
        <w:t xml:space="preserve">, </w:t>
      </w:r>
      <w:r w:rsidRPr="00DA4E77">
        <w:t>quand son pied</w:t>
      </w:r>
      <w:r w:rsidR="00276CCE">
        <w:t xml:space="preserve">, </w:t>
      </w:r>
      <w:r w:rsidRPr="00DA4E77">
        <w:t>rencontrant un corps humain étendu à terre</w:t>
      </w:r>
      <w:r w:rsidR="00276CCE">
        <w:t xml:space="preserve">, </w:t>
      </w:r>
      <w:r w:rsidRPr="00DA4E77">
        <w:t>trébuche</w:t>
      </w:r>
      <w:r w:rsidR="00276CCE">
        <w:t xml:space="preserve">. </w:t>
      </w:r>
      <w:r w:rsidRPr="00DA4E77">
        <w:t>Il se baisse</w:t>
      </w:r>
      <w:r w:rsidR="00276CCE">
        <w:t xml:space="preserve">. </w:t>
      </w:r>
      <w:r w:rsidRPr="00DA4E77">
        <w:t>Il touche un homme qui gît le long du mur</w:t>
      </w:r>
      <w:r w:rsidR="00276CCE">
        <w:t xml:space="preserve">. </w:t>
      </w:r>
      <w:r w:rsidRPr="00DA4E77">
        <w:t>Cet homme remue</w:t>
      </w:r>
      <w:r w:rsidR="00276CCE">
        <w:t xml:space="preserve"> ; </w:t>
      </w:r>
      <w:r w:rsidRPr="00DA4E77">
        <w:t>il geint</w:t>
      </w:r>
      <w:r w:rsidR="00276CCE">
        <w:t xml:space="preserve"> ; </w:t>
      </w:r>
      <w:r w:rsidRPr="00DA4E77">
        <w:t>il soupire</w:t>
      </w:r>
      <w:r w:rsidR="00276CCE">
        <w:t xml:space="preserve">. </w:t>
      </w:r>
      <w:r w:rsidRPr="00DA4E77">
        <w:t>Le géant le s</w:t>
      </w:r>
      <w:r w:rsidRPr="00DA4E77">
        <w:t>e</w:t>
      </w:r>
      <w:r w:rsidRPr="00DA4E77">
        <w:t>coue et l</w:t>
      </w:r>
      <w:r w:rsidR="00276CCE">
        <w:t>’</w:t>
      </w:r>
      <w:r w:rsidRPr="00DA4E77">
        <w:t>enlève dans ses bras</w:t>
      </w:r>
      <w:r w:rsidR="00276CCE">
        <w:t xml:space="preserve">, </w:t>
      </w:r>
      <w:r w:rsidRPr="00DA4E77">
        <w:t>quand</w:t>
      </w:r>
      <w:r w:rsidR="00276CCE">
        <w:t xml:space="preserve">, </w:t>
      </w:r>
      <w:r w:rsidRPr="00DA4E77">
        <w:t>derrière lui</w:t>
      </w:r>
      <w:r w:rsidR="00276CCE">
        <w:t xml:space="preserve">, </w:t>
      </w:r>
      <w:r w:rsidRPr="00DA4E77">
        <w:t>brusquement</w:t>
      </w:r>
      <w:r w:rsidR="00276CCE">
        <w:t xml:space="preserve">, </w:t>
      </w:r>
      <w:r w:rsidRPr="00DA4E77">
        <w:t>jaillit dans les airs un tourbillon de feu et de fumée</w:t>
      </w:r>
      <w:r w:rsidR="00276CCE">
        <w:t xml:space="preserve">, </w:t>
      </w:r>
      <w:r w:rsidRPr="00DA4E77">
        <w:t>et</w:t>
      </w:r>
      <w:r w:rsidR="00276CCE">
        <w:t xml:space="preserve">, </w:t>
      </w:r>
      <w:r w:rsidRPr="00DA4E77">
        <w:t>avec un bruit d</w:t>
      </w:r>
      <w:r w:rsidR="00276CCE">
        <w:t>’</w:t>
      </w:r>
      <w:r w:rsidRPr="00DA4E77">
        <w:t>explosion</w:t>
      </w:r>
      <w:r w:rsidR="00276CCE">
        <w:t xml:space="preserve">, </w:t>
      </w:r>
      <w:r w:rsidRPr="00DA4E77">
        <w:t>le Temple saute vers le ciel où vient d</w:t>
      </w:r>
      <w:r w:rsidR="00276CCE">
        <w:t>’</w:t>
      </w:r>
      <w:r w:rsidRPr="00DA4E77">
        <w:t>éclater un orage splendide</w:t>
      </w:r>
      <w:r w:rsidR="00276CCE">
        <w:t xml:space="preserve">, </w:t>
      </w:r>
      <w:r w:rsidRPr="00DA4E77">
        <w:t>traversé de tonnerres et d</w:t>
      </w:r>
      <w:r w:rsidR="00276CCE">
        <w:t>’</w:t>
      </w:r>
      <w:r w:rsidRPr="00DA4E77">
        <w:t>éclairs</w:t>
      </w:r>
      <w:r w:rsidR="00276CCE">
        <w:t>.</w:t>
      </w:r>
    </w:p>
    <w:p w14:paraId="33D98A1B" w14:textId="77777777" w:rsidR="00276CCE" w:rsidRDefault="00276CCE" w:rsidP="00276CCE">
      <w:pPr>
        <w:pStyle w:val="Titre2"/>
        <w:rPr>
          <w:i/>
        </w:rPr>
      </w:pPr>
      <w:bookmarkStart w:id="60" w:name="_Toc194842046"/>
      <w:r w:rsidRPr="00DA4E77">
        <w:lastRenderedPageBreak/>
        <w:t>Scène</w:t>
      </w:r>
      <w:r>
        <w:t> </w:t>
      </w:r>
      <w:r w:rsidRPr="00DA4E77">
        <w:t>XVII</w:t>
      </w:r>
      <w:r>
        <w:t xml:space="preserve">. – </w:t>
      </w:r>
      <w:r w:rsidR="002A4158" w:rsidRPr="00DA4E77">
        <w:rPr>
          <w:i/>
        </w:rPr>
        <w:t>La colère du ciel</w:t>
      </w:r>
      <w:r>
        <w:rPr>
          <w:i/>
        </w:rPr>
        <w:t>.</w:t>
      </w:r>
      <w:bookmarkEnd w:id="60"/>
    </w:p>
    <w:p w14:paraId="3A15B00B" w14:textId="77777777" w:rsidR="00276CCE" w:rsidRDefault="002A4158" w:rsidP="002A4158">
      <w:proofErr w:type="spellStart"/>
      <w:r w:rsidRPr="00DA4E77">
        <w:t>Knephao</w:t>
      </w:r>
      <w:proofErr w:type="spellEnd"/>
      <w:r w:rsidRPr="00DA4E77">
        <w:t xml:space="preserve"> n</w:t>
      </w:r>
      <w:r w:rsidR="00276CCE">
        <w:t>’</w:t>
      </w:r>
      <w:r w:rsidRPr="00DA4E77">
        <w:t>a que le temps de sauter au bas de l</w:t>
      </w:r>
      <w:r w:rsidR="00276CCE">
        <w:t>’</w:t>
      </w:r>
      <w:r w:rsidRPr="00DA4E77">
        <w:t>escalier où il tombe à terre avec son fardeau humain</w:t>
      </w:r>
      <w:r w:rsidR="00276CCE">
        <w:t xml:space="preserve">. </w:t>
      </w:r>
      <w:r w:rsidRPr="00DA4E77">
        <w:t>Sur la terrasse que l</w:t>
      </w:r>
      <w:r w:rsidR="00276CCE">
        <w:t>’</w:t>
      </w:r>
      <w:r w:rsidRPr="00DA4E77">
        <w:t>explosion a illuminée soudain et que les éclairs maintenant remplissent de lueurs éblouissantes</w:t>
      </w:r>
      <w:r w:rsidR="00276CCE">
        <w:t xml:space="preserve">, </w:t>
      </w:r>
      <w:r w:rsidRPr="00DA4E77">
        <w:t>il voit les hiérophantes</w:t>
      </w:r>
      <w:r w:rsidR="00276CCE">
        <w:t xml:space="preserve">, </w:t>
      </w:r>
      <w:r w:rsidRPr="00DA4E77">
        <w:t>sans force et sans vertu</w:t>
      </w:r>
      <w:r w:rsidR="00276CCE">
        <w:t xml:space="preserve">, </w:t>
      </w:r>
      <w:r w:rsidRPr="00DA4E77">
        <w:t>s</w:t>
      </w:r>
      <w:r w:rsidR="00276CCE">
        <w:t>’</w:t>
      </w:r>
      <w:r w:rsidRPr="00DA4E77">
        <w:t>enfuir vers le Palais où ils entrent en désordre</w:t>
      </w:r>
      <w:r w:rsidR="00276CCE">
        <w:t xml:space="preserve">, </w:t>
      </w:r>
      <w:r w:rsidRPr="00DA4E77">
        <w:t>criant</w:t>
      </w:r>
      <w:r w:rsidR="00276CCE">
        <w:t> :</w:t>
      </w:r>
    </w:p>
    <w:p w14:paraId="05AC661F" w14:textId="77777777" w:rsidR="00276CCE" w:rsidRDefault="00276CCE" w:rsidP="002A4158">
      <w:r>
        <w:t>— </w:t>
      </w:r>
      <w:r w:rsidR="002A4158" w:rsidRPr="00DA4E77">
        <w:t>Le Dieu nous brûle</w:t>
      </w:r>
      <w:r>
        <w:t xml:space="preserve"> ! </w:t>
      </w:r>
      <w:r w:rsidR="002A4158" w:rsidRPr="00DA4E77">
        <w:t>Le Dieu nous dévore</w:t>
      </w:r>
      <w:r>
        <w:t> !</w:t>
      </w:r>
    </w:p>
    <w:p w14:paraId="5BCB1454" w14:textId="77777777" w:rsidR="00276CCE" w:rsidRDefault="002A4158" w:rsidP="002A4158">
      <w:r w:rsidRPr="00DA4E77">
        <w:t>Alors le géant se relève et songe à considérer l</w:t>
      </w:r>
      <w:r w:rsidR="00276CCE">
        <w:t>’</w:t>
      </w:r>
      <w:r w:rsidRPr="00DA4E77">
        <w:t>homme qu</w:t>
      </w:r>
      <w:r w:rsidR="00276CCE">
        <w:t>’</w:t>
      </w:r>
      <w:r w:rsidRPr="00DA4E77">
        <w:t>il a sauvé du Temple où il allait infailliblement périr</w:t>
      </w:r>
      <w:r w:rsidR="00276CCE">
        <w:t>.</w:t>
      </w:r>
    </w:p>
    <w:p w14:paraId="26909456" w14:textId="77777777" w:rsidR="00276CCE" w:rsidRDefault="00276CCE" w:rsidP="002A4158">
      <w:r>
        <w:t>— </w:t>
      </w:r>
      <w:proofErr w:type="spellStart"/>
      <w:r w:rsidR="002A4158" w:rsidRPr="00DA4E77">
        <w:t>Belkis</w:t>
      </w:r>
      <w:proofErr w:type="spellEnd"/>
      <w:r>
        <w:t xml:space="preserve"> ! </w:t>
      </w:r>
      <w:r w:rsidR="002A4158" w:rsidRPr="00DA4E77">
        <w:t>s</w:t>
      </w:r>
      <w:r>
        <w:t>’</w:t>
      </w:r>
      <w:r w:rsidR="002A4158" w:rsidRPr="00DA4E77">
        <w:t>écrie-t-il</w:t>
      </w:r>
      <w:r>
        <w:t>.</w:t>
      </w:r>
    </w:p>
    <w:p w14:paraId="326E8046" w14:textId="77777777" w:rsidR="00276CCE" w:rsidRDefault="00276CCE" w:rsidP="002A4158">
      <w:r>
        <w:t>— </w:t>
      </w:r>
      <w:proofErr w:type="spellStart"/>
      <w:r w:rsidR="002A4158" w:rsidRPr="00DA4E77">
        <w:t>Belkis</w:t>
      </w:r>
      <w:proofErr w:type="spellEnd"/>
      <w:r>
        <w:t xml:space="preserve"> ! </w:t>
      </w:r>
      <w:r w:rsidR="002A4158" w:rsidRPr="00DA4E77">
        <w:t>répond la voix d</w:t>
      </w:r>
      <w:r>
        <w:t>’</w:t>
      </w:r>
      <w:proofErr w:type="spellStart"/>
      <w:r w:rsidR="002A4158" w:rsidRPr="00DA4E77">
        <w:t>Oréus</w:t>
      </w:r>
      <w:proofErr w:type="spellEnd"/>
      <w:r w:rsidR="002A4158" w:rsidRPr="00DA4E77">
        <w:t xml:space="preserve"> lui-même</w:t>
      </w:r>
      <w:r>
        <w:t>.</w:t>
      </w:r>
    </w:p>
    <w:p w14:paraId="13EFA413" w14:textId="77777777" w:rsidR="00276CCE" w:rsidRDefault="002A4158" w:rsidP="002A4158">
      <w:r w:rsidRPr="00DA4E77">
        <w:t>Et dans l</w:t>
      </w:r>
      <w:r w:rsidR="00276CCE">
        <w:t>’</w:t>
      </w:r>
      <w:r w:rsidRPr="00DA4E77">
        <w:t>obscurité revenue</w:t>
      </w:r>
      <w:r w:rsidR="00276CCE">
        <w:t xml:space="preserve">, </w:t>
      </w:r>
      <w:r w:rsidRPr="00DA4E77">
        <w:t>entre deux éclairs</w:t>
      </w:r>
      <w:r w:rsidR="00276CCE">
        <w:t xml:space="preserve">, </w:t>
      </w:r>
      <w:proofErr w:type="spellStart"/>
      <w:r w:rsidRPr="00DA4E77">
        <w:t>Knephao</w:t>
      </w:r>
      <w:proofErr w:type="spellEnd"/>
      <w:r w:rsidR="00276CCE">
        <w:t xml:space="preserve">, </w:t>
      </w:r>
      <w:r w:rsidRPr="00DA4E77">
        <w:t xml:space="preserve">traînant </w:t>
      </w:r>
      <w:proofErr w:type="spellStart"/>
      <w:r w:rsidRPr="00DA4E77">
        <w:t>Belkis</w:t>
      </w:r>
      <w:proofErr w:type="spellEnd"/>
      <w:r w:rsidRPr="00DA4E77">
        <w:t xml:space="preserve"> tremblant de terreur</w:t>
      </w:r>
      <w:r w:rsidR="00276CCE">
        <w:t xml:space="preserve">, </w:t>
      </w:r>
      <w:r w:rsidRPr="00DA4E77">
        <w:t>marche à tâtons jusqu</w:t>
      </w:r>
      <w:r w:rsidR="00276CCE">
        <w:t>’</w:t>
      </w:r>
      <w:r w:rsidRPr="00DA4E77">
        <w:t>aux pieds du Sphinx où un éclair lui montre le vieillard</w:t>
      </w:r>
      <w:r w:rsidR="00276CCE">
        <w:t xml:space="preserve">, </w:t>
      </w:r>
      <w:r w:rsidRPr="00DA4E77">
        <w:t>la jeune L</w:t>
      </w:r>
      <w:r w:rsidRPr="00DA4E77">
        <w:t>i</w:t>
      </w:r>
      <w:r w:rsidRPr="00DA4E77">
        <w:t>gure et le chef des hiérophantes abrités sous l</w:t>
      </w:r>
      <w:r w:rsidR="00276CCE">
        <w:t>’</w:t>
      </w:r>
      <w:r w:rsidRPr="00DA4E77">
        <w:t>aile de l</w:t>
      </w:r>
      <w:r w:rsidR="00276CCE">
        <w:t>’</w:t>
      </w:r>
      <w:r w:rsidRPr="00DA4E77">
        <w:t>idole</w:t>
      </w:r>
      <w:r w:rsidR="00276CCE">
        <w:t>.</w:t>
      </w:r>
    </w:p>
    <w:p w14:paraId="2CDF0542" w14:textId="77777777" w:rsidR="00276CCE" w:rsidRDefault="00276CCE" w:rsidP="002A4158">
      <w:r>
        <w:t>— </w:t>
      </w:r>
      <w:proofErr w:type="spellStart"/>
      <w:r w:rsidR="002A4158" w:rsidRPr="00DA4E77">
        <w:t>Knephao</w:t>
      </w:r>
      <w:proofErr w:type="spellEnd"/>
      <w:r>
        <w:t xml:space="preserve"> ! </w:t>
      </w:r>
      <w:r w:rsidR="002A4158" w:rsidRPr="00DA4E77">
        <w:t xml:space="preserve">Voici </w:t>
      </w:r>
      <w:proofErr w:type="spellStart"/>
      <w:r w:rsidR="002A4158" w:rsidRPr="00DA4E77">
        <w:t>Knephao</w:t>
      </w:r>
      <w:proofErr w:type="spellEnd"/>
      <w:r>
        <w:t xml:space="preserve"> ! </w:t>
      </w:r>
      <w:r w:rsidR="002A4158" w:rsidRPr="00DA4E77">
        <w:t>maître</w:t>
      </w:r>
      <w:r>
        <w:t xml:space="preserve"> ! </w:t>
      </w:r>
      <w:r w:rsidR="002A4158" w:rsidRPr="00DA4E77">
        <w:t>Il vient mourir près de nous</w:t>
      </w:r>
      <w:r>
        <w:t> !</w:t>
      </w:r>
    </w:p>
    <w:p w14:paraId="6CE75503" w14:textId="77777777" w:rsidR="00276CCE" w:rsidRDefault="00276CCE" w:rsidP="002A4158">
      <w:r>
        <w:t>— </w:t>
      </w:r>
      <w:proofErr w:type="spellStart"/>
      <w:r w:rsidR="002A4158" w:rsidRPr="00DA4E77">
        <w:t>Glania</w:t>
      </w:r>
      <w:proofErr w:type="spellEnd"/>
      <w:r>
        <w:t xml:space="preserve">, </w:t>
      </w:r>
      <w:proofErr w:type="spellStart"/>
      <w:r w:rsidR="002A4158" w:rsidRPr="00DA4E77">
        <w:t>Thébao</w:t>
      </w:r>
      <w:proofErr w:type="spellEnd"/>
      <w:r>
        <w:t xml:space="preserve">, </w:t>
      </w:r>
      <w:proofErr w:type="spellStart"/>
      <w:r w:rsidR="002A4158" w:rsidRPr="00DA4E77">
        <w:t>Oréus</w:t>
      </w:r>
      <w:proofErr w:type="spellEnd"/>
      <w:r>
        <w:t xml:space="preserve">, </w:t>
      </w:r>
      <w:r w:rsidR="002A4158" w:rsidRPr="00DA4E77">
        <w:t>je vous salue</w:t>
      </w:r>
      <w:r>
        <w:t xml:space="preserve">. </w:t>
      </w:r>
      <w:r w:rsidR="002A4158" w:rsidRPr="00DA4E77">
        <w:t>Que notre dernière heure soit celle de pauvres mortels qui</w:t>
      </w:r>
      <w:r>
        <w:t xml:space="preserve">, </w:t>
      </w:r>
      <w:r w:rsidR="002A4158" w:rsidRPr="00DA4E77">
        <w:t>n</w:t>
      </w:r>
      <w:r>
        <w:t>’</w:t>
      </w:r>
      <w:r w:rsidR="002A4158" w:rsidRPr="00DA4E77">
        <w:t>ayant rien à se repr</w:t>
      </w:r>
      <w:r w:rsidR="002A4158" w:rsidRPr="00DA4E77">
        <w:t>o</w:t>
      </w:r>
      <w:r w:rsidR="002A4158" w:rsidRPr="00DA4E77">
        <w:t>cher en cette vie</w:t>
      </w:r>
      <w:r>
        <w:t xml:space="preserve">, </w:t>
      </w:r>
      <w:r w:rsidR="002A4158" w:rsidRPr="00DA4E77">
        <w:t>attendent sans peur le jugement de l</w:t>
      </w:r>
      <w:r>
        <w:t>’</w:t>
      </w:r>
      <w:r w:rsidR="002A4158" w:rsidRPr="00DA4E77">
        <w:t>invisible</w:t>
      </w:r>
      <w:r>
        <w:t>.</w:t>
      </w:r>
    </w:p>
    <w:p w14:paraId="2310F9B3" w14:textId="77777777" w:rsidR="00276CCE" w:rsidRDefault="00276CCE" w:rsidP="002A4158">
      <w:r>
        <w:t>— </w:t>
      </w:r>
      <w:r w:rsidR="002A4158" w:rsidRPr="00DA4E77">
        <w:t>Admirable héros</w:t>
      </w:r>
      <w:r>
        <w:t xml:space="preserve"> ! </w:t>
      </w:r>
      <w:r w:rsidR="002A4158" w:rsidRPr="00DA4E77">
        <w:t xml:space="preserve">fait </w:t>
      </w:r>
      <w:proofErr w:type="spellStart"/>
      <w:r w:rsidR="002A4158" w:rsidRPr="00DA4E77">
        <w:t>Oréus</w:t>
      </w:r>
      <w:proofErr w:type="spellEnd"/>
      <w:r>
        <w:t xml:space="preserve">. </w:t>
      </w:r>
      <w:r w:rsidR="002A4158" w:rsidRPr="00DA4E77">
        <w:t xml:space="preserve">Parle pour toi et pour </w:t>
      </w:r>
      <w:proofErr w:type="spellStart"/>
      <w:r w:rsidR="002A4158" w:rsidRPr="00DA4E77">
        <w:t>Th</w:t>
      </w:r>
      <w:r w:rsidR="002A4158" w:rsidRPr="00DA4E77">
        <w:t>é</w:t>
      </w:r>
      <w:r w:rsidR="002A4158" w:rsidRPr="00DA4E77">
        <w:t>bao</w:t>
      </w:r>
      <w:proofErr w:type="spellEnd"/>
      <w:r>
        <w:t xml:space="preserve">, </w:t>
      </w:r>
      <w:r w:rsidR="002A4158" w:rsidRPr="00DA4E77">
        <w:t>et pour cette chère enfant barbare</w:t>
      </w:r>
      <w:r>
        <w:t xml:space="preserve">. </w:t>
      </w:r>
      <w:r w:rsidR="002A4158" w:rsidRPr="00DA4E77">
        <w:t>Mais moi</w:t>
      </w:r>
      <w:r>
        <w:t xml:space="preserve">, </w:t>
      </w:r>
      <w:r w:rsidR="002A4158" w:rsidRPr="00DA4E77">
        <w:t>mon ami</w:t>
      </w:r>
      <w:r>
        <w:t xml:space="preserve">, </w:t>
      </w:r>
      <w:r w:rsidR="002A4158" w:rsidRPr="00DA4E77">
        <w:t>d</w:t>
      </w:r>
      <w:r w:rsidR="002A4158" w:rsidRPr="00DA4E77">
        <w:t>e</w:t>
      </w:r>
      <w:r w:rsidR="002A4158" w:rsidRPr="00DA4E77">
        <w:t>vant le Dieu inconnu et sévère</w:t>
      </w:r>
      <w:r>
        <w:t xml:space="preserve">, </w:t>
      </w:r>
      <w:r w:rsidR="002A4158" w:rsidRPr="00DA4E77">
        <w:t>je m</w:t>
      </w:r>
      <w:r>
        <w:t>’</w:t>
      </w:r>
      <w:r w:rsidR="002A4158" w:rsidRPr="00DA4E77">
        <w:t>en irai maudit et repentant</w:t>
      </w:r>
      <w:r>
        <w:t xml:space="preserve">, </w:t>
      </w:r>
      <w:r w:rsidR="002A4158" w:rsidRPr="00DA4E77">
        <w:t>responsable du mal qui fond sur Atlantis</w:t>
      </w:r>
      <w:r>
        <w:t>.</w:t>
      </w:r>
    </w:p>
    <w:p w14:paraId="327653C4" w14:textId="77777777" w:rsidR="00276CCE" w:rsidRDefault="00276CCE" w:rsidP="002A4158">
      <w:r>
        <w:lastRenderedPageBreak/>
        <w:t>— </w:t>
      </w:r>
      <w:r w:rsidR="002A4158" w:rsidRPr="00DA4E77">
        <w:t>Toi</w:t>
      </w:r>
      <w:r>
        <w:t xml:space="preserve">, </w:t>
      </w:r>
      <w:r w:rsidR="002A4158" w:rsidRPr="00DA4E77">
        <w:t>le plus noble de la race rouge</w:t>
      </w:r>
      <w:r>
        <w:t> ?</w:t>
      </w:r>
    </w:p>
    <w:p w14:paraId="22B37292" w14:textId="77777777" w:rsidR="00276CCE" w:rsidRDefault="00276CCE" w:rsidP="002A4158">
      <w:r>
        <w:t>— </w:t>
      </w:r>
      <w:r w:rsidR="002A4158" w:rsidRPr="00DA4E77">
        <w:t>Et le plus orgueilleux</w:t>
      </w:r>
      <w:r>
        <w:t xml:space="preserve">, </w:t>
      </w:r>
      <w:r w:rsidR="002A4158" w:rsidRPr="00DA4E77">
        <w:t>peut-être</w:t>
      </w:r>
      <w:r>
        <w:t xml:space="preserve">, </w:t>
      </w:r>
      <w:r w:rsidR="002A4158" w:rsidRPr="00DA4E77">
        <w:t>puisque je n</w:t>
      </w:r>
      <w:r>
        <w:t>’</w:t>
      </w:r>
      <w:r w:rsidR="002A4158" w:rsidRPr="00DA4E77">
        <w:t>ai pas voulu briser les infernales découvertes de mon génie</w:t>
      </w:r>
      <w:r>
        <w:t> !</w:t>
      </w:r>
    </w:p>
    <w:p w14:paraId="629F9524" w14:textId="77777777" w:rsidR="00276CCE" w:rsidRDefault="00276CCE" w:rsidP="002A4158">
      <w:r>
        <w:t>— </w:t>
      </w:r>
      <w:r w:rsidR="002A4158" w:rsidRPr="00DA4E77">
        <w:t>Rassure-toi</w:t>
      </w:r>
      <w:r>
        <w:t xml:space="preserve">, </w:t>
      </w:r>
      <w:r w:rsidR="002A4158" w:rsidRPr="00DA4E77">
        <w:t>maître</w:t>
      </w:r>
      <w:r>
        <w:t xml:space="preserve">, </w:t>
      </w:r>
      <w:r w:rsidR="002A4158" w:rsidRPr="00DA4E77">
        <w:t>j</w:t>
      </w:r>
      <w:r>
        <w:t>’</w:t>
      </w:r>
      <w:r w:rsidR="002A4158" w:rsidRPr="00DA4E77">
        <w:t>ai vu</w:t>
      </w:r>
      <w:r>
        <w:t xml:space="preserve">, </w:t>
      </w:r>
      <w:r w:rsidR="002A4158" w:rsidRPr="00DA4E77">
        <w:t>dans ce néfaste jour</w:t>
      </w:r>
      <w:r>
        <w:t xml:space="preserve">, </w:t>
      </w:r>
      <w:r w:rsidR="002A4158" w:rsidRPr="00DA4E77">
        <w:t>s</w:t>
      </w:r>
      <w:r>
        <w:t>’</w:t>
      </w:r>
      <w:r w:rsidR="002A4158" w:rsidRPr="00DA4E77">
        <w:t>ouvrir devant moi l</w:t>
      </w:r>
      <w:r>
        <w:t>’</w:t>
      </w:r>
      <w:r w:rsidR="002A4158" w:rsidRPr="00DA4E77">
        <w:t>âme épouvantable d</w:t>
      </w:r>
      <w:r>
        <w:t>’</w:t>
      </w:r>
      <w:r w:rsidR="002A4158" w:rsidRPr="00DA4E77">
        <w:t>Atlantis</w:t>
      </w:r>
      <w:r>
        <w:t xml:space="preserve">, </w:t>
      </w:r>
      <w:r w:rsidR="002A4158" w:rsidRPr="00DA4E77">
        <w:t>et je sais maintenant qu</w:t>
      </w:r>
      <w:r>
        <w:t>’</w:t>
      </w:r>
      <w:r w:rsidR="002A4158" w:rsidRPr="00DA4E77">
        <w:t>elle devait mourir</w:t>
      </w:r>
      <w:r>
        <w:t> !</w:t>
      </w:r>
    </w:p>
    <w:p w14:paraId="11EFA4EF" w14:textId="77777777" w:rsidR="00276CCE" w:rsidRDefault="00276CCE" w:rsidP="002A4158">
      <w:r>
        <w:t>— </w:t>
      </w:r>
      <w:r w:rsidR="002A4158" w:rsidRPr="00DA4E77">
        <w:t>Je devais achever la ville</w:t>
      </w:r>
      <w:r>
        <w:t xml:space="preserve">, </w:t>
      </w:r>
      <w:r w:rsidR="002A4158" w:rsidRPr="00DA4E77">
        <w:t>et non l</w:t>
      </w:r>
      <w:r>
        <w:t>’</w:t>
      </w:r>
      <w:r w:rsidR="002A4158" w:rsidRPr="00DA4E77">
        <w:t>achever</w:t>
      </w:r>
      <w:r>
        <w:t xml:space="preserve"> ! </w:t>
      </w:r>
      <w:r w:rsidR="002A4158" w:rsidRPr="00DA4E77">
        <w:t>Nous avons tourné la roue du destin</w:t>
      </w:r>
      <w:r>
        <w:t xml:space="preserve">. </w:t>
      </w:r>
      <w:r w:rsidR="002A4158" w:rsidRPr="00DA4E77">
        <w:t>À notre tour</w:t>
      </w:r>
      <w:r>
        <w:t xml:space="preserve">, </w:t>
      </w:r>
      <w:r w:rsidR="002A4158" w:rsidRPr="00DA4E77">
        <w:t>que cette roue nous écr</w:t>
      </w:r>
      <w:r w:rsidR="002A4158" w:rsidRPr="00DA4E77">
        <w:t>a</w:t>
      </w:r>
      <w:r w:rsidR="002A4158" w:rsidRPr="00DA4E77">
        <w:t>se</w:t>
      </w:r>
      <w:r>
        <w:t> !</w:t>
      </w:r>
    </w:p>
    <w:p w14:paraId="0D01EE58" w14:textId="77777777" w:rsidR="00276CCE" w:rsidRDefault="002A4158" w:rsidP="002A4158">
      <w:r w:rsidRPr="00DA4E77">
        <w:t>Un éclair jaillit à l</w:t>
      </w:r>
      <w:r w:rsidR="00276CCE">
        <w:t>’</w:t>
      </w:r>
      <w:r w:rsidRPr="00DA4E77">
        <w:t>instant même</w:t>
      </w:r>
      <w:r w:rsidR="00276CCE">
        <w:t xml:space="preserve">, </w:t>
      </w:r>
      <w:r w:rsidRPr="00DA4E77">
        <w:t>un autre éclair le suit</w:t>
      </w:r>
      <w:r w:rsidR="00276CCE">
        <w:t xml:space="preserve">, </w:t>
      </w:r>
      <w:r w:rsidRPr="00DA4E77">
        <w:t>un roulement de tonnerre éclate dans le ciel</w:t>
      </w:r>
      <w:r w:rsidR="00276CCE">
        <w:t xml:space="preserve">, </w:t>
      </w:r>
      <w:r w:rsidRPr="00DA4E77">
        <w:t>pareil à un fracas d</w:t>
      </w:r>
      <w:r w:rsidR="00276CCE">
        <w:t>’</w:t>
      </w:r>
      <w:r w:rsidRPr="00DA4E77">
        <w:t>astres entrechoqués</w:t>
      </w:r>
      <w:r w:rsidR="00276CCE">
        <w:t xml:space="preserve">, </w:t>
      </w:r>
      <w:r w:rsidRPr="00DA4E77">
        <w:t>et un bruit d</w:t>
      </w:r>
      <w:r w:rsidR="00276CCE">
        <w:t>’</w:t>
      </w:r>
      <w:r w:rsidRPr="00DA4E77">
        <w:t>écroulement se fait ente</w:t>
      </w:r>
      <w:r w:rsidRPr="00DA4E77">
        <w:t>n</w:t>
      </w:r>
      <w:r w:rsidRPr="00DA4E77">
        <w:t>dre derrière le Sphinx</w:t>
      </w:r>
      <w:r w:rsidR="00276CCE">
        <w:t>.</w:t>
      </w:r>
    </w:p>
    <w:p w14:paraId="03CCB56C" w14:textId="77777777" w:rsidR="00276CCE" w:rsidRDefault="00276CCE" w:rsidP="002A4158">
      <w:r>
        <w:t>— </w:t>
      </w:r>
      <w:r w:rsidR="002A4158" w:rsidRPr="00DA4E77">
        <w:t>Les obélisques</w:t>
      </w:r>
      <w:r>
        <w:t xml:space="preserve"> ! </w:t>
      </w:r>
      <w:r w:rsidR="002A4158" w:rsidRPr="00DA4E77">
        <w:t xml:space="preserve">explique </w:t>
      </w:r>
      <w:proofErr w:type="spellStart"/>
      <w:r w:rsidR="002A4158" w:rsidRPr="00DA4E77">
        <w:t>Thébao</w:t>
      </w:r>
      <w:proofErr w:type="spellEnd"/>
      <w:r>
        <w:t xml:space="preserve">, </w:t>
      </w:r>
      <w:r w:rsidR="002A4158" w:rsidRPr="00DA4E77">
        <w:t>les obélisques où v</w:t>
      </w:r>
      <w:r w:rsidR="002A4158" w:rsidRPr="00DA4E77">
        <w:t>e</w:t>
      </w:r>
      <w:r w:rsidR="002A4158" w:rsidRPr="00DA4E77">
        <w:t>naient prendre source tous les fluides lumineux de la cité no</w:t>
      </w:r>
      <w:r w:rsidR="002A4158" w:rsidRPr="00DA4E77">
        <w:t>c</w:t>
      </w:r>
      <w:r w:rsidR="002A4158" w:rsidRPr="00DA4E77">
        <w:t>turne</w:t>
      </w:r>
      <w:r>
        <w:t xml:space="preserve">. </w:t>
      </w:r>
      <w:r w:rsidR="002A4158" w:rsidRPr="00DA4E77">
        <w:t>Le palais des prêtres ne va pas tarder à sauter</w:t>
      </w:r>
      <w:r>
        <w:t xml:space="preserve">. </w:t>
      </w:r>
      <w:r w:rsidR="002A4158" w:rsidRPr="00DA4E77">
        <w:t>Ah</w:t>
      </w:r>
      <w:r>
        <w:t xml:space="preserve"> ! </w:t>
      </w:r>
      <w:r w:rsidR="002A4158" w:rsidRPr="00DA4E77">
        <w:t>mes pauvres néophytes</w:t>
      </w:r>
      <w:r>
        <w:t xml:space="preserve">, </w:t>
      </w:r>
      <w:r w:rsidR="002A4158" w:rsidRPr="00DA4E77">
        <w:t>mes pauvres enfants</w:t>
      </w:r>
      <w:r>
        <w:t> !</w:t>
      </w:r>
    </w:p>
    <w:p w14:paraId="65CCB774" w14:textId="77777777" w:rsidR="00276CCE" w:rsidRDefault="00276CCE" w:rsidP="002A4158">
      <w:r>
        <w:t>— </w:t>
      </w:r>
      <w:r w:rsidR="002A4158" w:rsidRPr="00DA4E77">
        <w:t>On pourrait les sauver encore</w:t>
      </w:r>
      <w:r>
        <w:t xml:space="preserve"> ! </w:t>
      </w:r>
      <w:r w:rsidR="002A4158" w:rsidRPr="00DA4E77">
        <w:t xml:space="preserve">conseille </w:t>
      </w:r>
      <w:proofErr w:type="spellStart"/>
      <w:r w:rsidR="002A4158" w:rsidRPr="00DA4E77">
        <w:t>Oréus</w:t>
      </w:r>
      <w:proofErr w:type="spellEnd"/>
      <w:r>
        <w:t xml:space="preserve">. </w:t>
      </w:r>
      <w:r w:rsidR="002A4158" w:rsidRPr="00DA4E77">
        <w:t>Il suff</w:t>
      </w:r>
      <w:r w:rsidR="002A4158" w:rsidRPr="00DA4E77">
        <w:t>i</w:t>
      </w:r>
      <w:r w:rsidR="002A4158" w:rsidRPr="00DA4E77">
        <w:t>rait d</w:t>
      </w:r>
      <w:r>
        <w:t>’</w:t>
      </w:r>
      <w:r w:rsidR="002A4158" w:rsidRPr="00DA4E77">
        <w:t>ouvrir le courant fluidique</w:t>
      </w:r>
      <w:r>
        <w:t xml:space="preserve">. </w:t>
      </w:r>
      <w:r w:rsidR="002A4158" w:rsidRPr="00DA4E77">
        <w:t>La force lumineuse</w:t>
      </w:r>
      <w:r>
        <w:t xml:space="preserve">, </w:t>
      </w:r>
      <w:r w:rsidR="002A4158" w:rsidRPr="00DA4E77">
        <w:t>au lieu d</w:t>
      </w:r>
      <w:r>
        <w:t>’</w:t>
      </w:r>
      <w:r w:rsidR="002A4158" w:rsidRPr="00DA4E77">
        <w:t>éclater en incendie</w:t>
      </w:r>
      <w:r>
        <w:t xml:space="preserve">, </w:t>
      </w:r>
      <w:r w:rsidR="002A4158" w:rsidRPr="00DA4E77">
        <w:t>irait se perdre dans la Cité et dans les eaux</w:t>
      </w:r>
      <w:r>
        <w:t>.</w:t>
      </w:r>
    </w:p>
    <w:p w14:paraId="0CD7A093" w14:textId="77777777" w:rsidR="00276CCE" w:rsidRDefault="00276CCE" w:rsidP="002A4158">
      <w:r>
        <w:t>— </w:t>
      </w:r>
      <w:r w:rsidR="002A4158" w:rsidRPr="00DA4E77">
        <w:t>Mais</w:t>
      </w:r>
      <w:r>
        <w:t xml:space="preserve">, </w:t>
      </w:r>
      <w:r w:rsidR="002A4158" w:rsidRPr="00DA4E77">
        <w:t>en vérité</w:t>
      </w:r>
      <w:r>
        <w:t xml:space="preserve">, </w:t>
      </w:r>
      <w:r w:rsidR="002A4158" w:rsidRPr="00DA4E77">
        <w:t>pourquoi mes prêtres ont-ils fermé le foyer central</w:t>
      </w:r>
      <w:r>
        <w:t> ?</w:t>
      </w:r>
    </w:p>
    <w:p w14:paraId="439889A3" w14:textId="77777777" w:rsidR="00276CCE" w:rsidRDefault="00276CCE" w:rsidP="002A4158">
      <w:r>
        <w:t>— </w:t>
      </w:r>
      <w:proofErr w:type="spellStart"/>
      <w:r w:rsidR="002A4158" w:rsidRPr="00DA4E77">
        <w:t>Belkis</w:t>
      </w:r>
      <w:proofErr w:type="spellEnd"/>
      <w:r>
        <w:t xml:space="preserve"> ! </w:t>
      </w:r>
      <w:r w:rsidR="002A4158" w:rsidRPr="00DA4E77">
        <w:t>Nous l</w:t>
      </w:r>
      <w:r>
        <w:t>’</w:t>
      </w:r>
      <w:r w:rsidR="002A4158" w:rsidRPr="00DA4E77">
        <w:t>avions oublié</w:t>
      </w:r>
      <w:r>
        <w:t xml:space="preserve"> ! </w:t>
      </w:r>
      <w:r w:rsidR="002A4158" w:rsidRPr="00DA4E77">
        <w:t xml:space="preserve">fait </w:t>
      </w:r>
      <w:proofErr w:type="spellStart"/>
      <w:r w:rsidR="002A4158" w:rsidRPr="00DA4E77">
        <w:t>Oréus</w:t>
      </w:r>
      <w:proofErr w:type="spellEnd"/>
      <w:r>
        <w:t>.</w:t>
      </w:r>
    </w:p>
    <w:p w14:paraId="65ECD3B0" w14:textId="77777777" w:rsidR="00276CCE" w:rsidRDefault="002A4158" w:rsidP="002A4158">
      <w:r w:rsidRPr="00DA4E77">
        <w:t xml:space="preserve">Mais </w:t>
      </w:r>
      <w:proofErr w:type="spellStart"/>
      <w:r w:rsidRPr="00DA4E77">
        <w:t>Belkis</w:t>
      </w:r>
      <w:proofErr w:type="spellEnd"/>
      <w:r w:rsidRPr="00DA4E77">
        <w:t xml:space="preserve"> ne bouge pas</w:t>
      </w:r>
      <w:r w:rsidR="00276CCE">
        <w:t xml:space="preserve">. </w:t>
      </w:r>
      <w:r w:rsidRPr="00DA4E77">
        <w:t>Couché sur une marche de l</w:t>
      </w:r>
      <w:r w:rsidR="00276CCE">
        <w:t>’</w:t>
      </w:r>
      <w:r w:rsidRPr="00DA4E77">
        <w:t>escalier</w:t>
      </w:r>
      <w:r w:rsidR="00276CCE">
        <w:t xml:space="preserve">, </w:t>
      </w:r>
      <w:r w:rsidRPr="00DA4E77">
        <w:t>il tremble comme un chien soumis</w:t>
      </w:r>
      <w:r w:rsidR="00276CCE">
        <w:t>.</w:t>
      </w:r>
    </w:p>
    <w:p w14:paraId="1ACC1399" w14:textId="77777777" w:rsidR="00276CCE" w:rsidRDefault="002A4158" w:rsidP="002A4158">
      <w:proofErr w:type="spellStart"/>
      <w:r w:rsidRPr="00DA4E77">
        <w:lastRenderedPageBreak/>
        <w:t>Knephao</w:t>
      </w:r>
      <w:proofErr w:type="spellEnd"/>
      <w:r w:rsidRPr="00DA4E77">
        <w:t xml:space="preserve"> le prend par la nuque</w:t>
      </w:r>
      <w:r w:rsidR="00276CCE">
        <w:t xml:space="preserve">, </w:t>
      </w:r>
      <w:r w:rsidRPr="00DA4E77">
        <w:t>le relève</w:t>
      </w:r>
      <w:r w:rsidR="00276CCE">
        <w:t xml:space="preserve">, </w:t>
      </w:r>
      <w:r w:rsidRPr="00DA4E77">
        <w:t xml:space="preserve">le place face à </w:t>
      </w:r>
      <w:proofErr w:type="spellStart"/>
      <w:r w:rsidRPr="00DA4E77">
        <w:t>Thébao</w:t>
      </w:r>
      <w:proofErr w:type="spellEnd"/>
      <w:r w:rsidR="00276CCE">
        <w:t xml:space="preserve">, </w:t>
      </w:r>
      <w:r w:rsidRPr="00DA4E77">
        <w:t>et la lueur de l</w:t>
      </w:r>
      <w:r w:rsidR="00276CCE">
        <w:t>’</w:t>
      </w:r>
      <w:r w:rsidRPr="00DA4E77">
        <w:t>incendie qui monte éclaire le visage a</w:t>
      </w:r>
      <w:r w:rsidRPr="00DA4E77">
        <w:t>f</w:t>
      </w:r>
      <w:r w:rsidRPr="00DA4E77">
        <w:t>freux de l</w:t>
      </w:r>
      <w:r w:rsidR="00276CCE">
        <w:t>’</w:t>
      </w:r>
      <w:r w:rsidRPr="00DA4E77">
        <w:t>Atlante</w:t>
      </w:r>
      <w:r w:rsidR="00276CCE">
        <w:t>.</w:t>
      </w:r>
    </w:p>
    <w:p w14:paraId="26D44353" w14:textId="77777777" w:rsidR="00276CCE" w:rsidRDefault="00276CCE" w:rsidP="002A4158">
      <w:r>
        <w:t>— </w:t>
      </w:r>
      <w:r w:rsidR="002A4158" w:rsidRPr="00DA4E77">
        <w:t>Allons</w:t>
      </w:r>
      <w:r>
        <w:t xml:space="preserve">, </w:t>
      </w:r>
      <w:r w:rsidR="002A4158" w:rsidRPr="00DA4E77">
        <w:t>parle</w:t>
      </w:r>
      <w:r>
        <w:t xml:space="preserve"> ! </w:t>
      </w:r>
      <w:r w:rsidR="002A4158" w:rsidRPr="00DA4E77">
        <w:t>ordonne le géant</w:t>
      </w:r>
      <w:r>
        <w:t xml:space="preserve">. </w:t>
      </w:r>
      <w:r w:rsidR="002A4158" w:rsidRPr="00DA4E77">
        <w:t>Voici ton heure dernière</w:t>
      </w:r>
      <w:r>
        <w:t xml:space="preserve">. </w:t>
      </w:r>
      <w:r w:rsidR="002A4158" w:rsidRPr="00DA4E77">
        <w:t>La nôtre aussi</w:t>
      </w:r>
      <w:r>
        <w:t xml:space="preserve">. </w:t>
      </w:r>
      <w:r w:rsidR="002A4158" w:rsidRPr="00DA4E77">
        <w:t>Tu auras</w:t>
      </w:r>
      <w:r>
        <w:t xml:space="preserve">, </w:t>
      </w:r>
      <w:r w:rsidR="002A4158" w:rsidRPr="00DA4E77">
        <w:t>du moins</w:t>
      </w:r>
      <w:r>
        <w:t xml:space="preserve">, </w:t>
      </w:r>
      <w:r w:rsidR="002A4158" w:rsidRPr="00DA4E77">
        <w:t>la consolation de mourir avec nous</w:t>
      </w:r>
      <w:r>
        <w:t>.</w:t>
      </w:r>
    </w:p>
    <w:p w14:paraId="5F52F03E" w14:textId="77777777" w:rsidR="00276CCE" w:rsidRDefault="002A4158" w:rsidP="002A4158">
      <w:proofErr w:type="spellStart"/>
      <w:r w:rsidRPr="00DA4E77">
        <w:t>Belkis</w:t>
      </w:r>
      <w:proofErr w:type="spellEnd"/>
      <w:r w:rsidRPr="00DA4E77">
        <w:t xml:space="preserve"> ne dit rien</w:t>
      </w:r>
      <w:r w:rsidR="00276CCE">
        <w:t xml:space="preserve">. </w:t>
      </w:r>
      <w:r w:rsidRPr="00DA4E77">
        <w:t>Il se contente d</w:t>
      </w:r>
      <w:r w:rsidR="00276CCE">
        <w:t>’</w:t>
      </w:r>
      <w:r w:rsidRPr="00DA4E77">
        <w:t>ouvrir une bouche i</w:t>
      </w:r>
      <w:r w:rsidRPr="00DA4E77">
        <w:t>m</w:t>
      </w:r>
      <w:r w:rsidRPr="00DA4E77">
        <w:t>monde</w:t>
      </w:r>
      <w:r w:rsidR="00276CCE">
        <w:t xml:space="preserve"> ; </w:t>
      </w:r>
      <w:r w:rsidRPr="00DA4E77">
        <w:t>ses yeux semblent arrachés de leurs orbites</w:t>
      </w:r>
      <w:r w:rsidR="00276CCE">
        <w:t xml:space="preserve">, </w:t>
      </w:r>
      <w:r w:rsidRPr="00DA4E77">
        <w:t>un rictus de terreur balafre chacune de ses joues</w:t>
      </w:r>
      <w:r w:rsidR="00276CCE">
        <w:t>.</w:t>
      </w:r>
    </w:p>
    <w:p w14:paraId="615BA7F8" w14:textId="77777777" w:rsidR="00276CCE" w:rsidRDefault="00276CCE" w:rsidP="002A4158">
      <w:r>
        <w:t>— </w:t>
      </w:r>
      <w:r w:rsidR="002A4158" w:rsidRPr="00DA4E77">
        <w:t>Dis-nous ce que tu as fait de la clef volée par toi</w:t>
      </w:r>
      <w:r>
        <w:t> !</w:t>
      </w:r>
    </w:p>
    <w:p w14:paraId="1FE8F7A6" w14:textId="77777777" w:rsidR="00276CCE" w:rsidRDefault="00276CCE" w:rsidP="002A4158">
      <w:r>
        <w:t>— </w:t>
      </w:r>
      <w:proofErr w:type="spellStart"/>
      <w:r w:rsidR="002A4158" w:rsidRPr="00DA4E77">
        <w:t>Baa</w:t>
      </w:r>
      <w:proofErr w:type="spellEnd"/>
      <w:r w:rsidR="002A4158" w:rsidRPr="00DA4E77">
        <w:t>-a-a</w:t>
      </w:r>
      <w:r>
        <w:t xml:space="preserve">… </w:t>
      </w:r>
      <w:r w:rsidR="002A4158" w:rsidRPr="00DA4E77">
        <w:t xml:space="preserve">brame </w:t>
      </w:r>
      <w:proofErr w:type="spellStart"/>
      <w:r w:rsidR="002A4158" w:rsidRPr="00DA4E77">
        <w:t>Belkis</w:t>
      </w:r>
      <w:proofErr w:type="spellEnd"/>
      <w:r w:rsidR="002A4158" w:rsidRPr="00DA4E77">
        <w:t xml:space="preserve"> qui essaie d</w:t>
      </w:r>
      <w:r>
        <w:t>’</w:t>
      </w:r>
      <w:r w:rsidR="002A4158" w:rsidRPr="00DA4E77">
        <w:t>articuler un son</w:t>
      </w:r>
      <w:r>
        <w:t xml:space="preserve">, </w:t>
      </w:r>
      <w:r w:rsidR="002A4158" w:rsidRPr="00DA4E77">
        <w:t>mais dont la voix reste stupide et inerte</w:t>
      </w:r>
      <w:r>
        <w:t>.</w:t>
      </w:r>
    </w:p>
    <w:p w14:paraId="64F2F1C5" w14:textId="77777777" w:rsidR="00276CCE" w:rsidRDefault="00276CCE" w:rsidP="002A4158">
      <w:r>
        <w:t>— </w:t>
      </w:r>
      <w:r w:rsidR="002A4158" w:rsidRPr="00DA4E77">
        <w:t>Le malheureux</w:t>
      </w:r>
      <w:r>
        <w:t xml:space="preserve"> ! </w:t>
      </w:r>
      <w:r w:rsidR="002A4158" w:rsidRPr="00DA4E77">
        <w:t xml:space="preserve">fait </w:t>
      </w:r>
      <w:proofErr w:type="spellStart"/>
      <w:r w:rsidR="002A4158" w:rsidRPr="00DA4E77">
        <w:t>Oréus</w:t>
      </w:r>
      <w:proofErr w:type="spellEnd"/>
      <w:r>
        <w:t xml:space="preserve"> ; </w:t>
      </w:r>
      <w:r w:rsidR="002A4158" w:rsidRPr="00DA4E77">
        <w:t>il est devenu fou</w:t>
      </w:r>
      <w:r>
        <w:t> !</w:t>
      </w:r>
    </w:p>
    <w:p w14:paraId="3318CE81" w14:textId="77777777" w:rsidR="00276CCE" w:rsidRDefault="00276CCE" w:rsidP="002A4158">
      <w:r>
        <w:t>— </w:t>
      </w:r>
      <w:r w:rsidR="002A4158" w:rsidRPr="00DA4E77">
        <w:t>La clef</w:t>
      </w:r>
      <w:r>
        <w:t xml:space="preserve"> ! </w:t>
      </w:r>
      <w:r w:rsidR="002A4158" w:rsidRPr="00DA4E77">
        <w:t>la clef</w:t>
      </w:r>
      <w:r>
        <w:t xml:space="preserve"> ! </w:t>
      </w:r>
      <w:r w:rsidR="002A4158" w:rsidRPr="00DA4E77">
        <w:t xml:space="preserve">insiste </w:t>
      </w:r>
      <w:proofErr w:type="spellStart"/>
      <w:r w:rsidR="002A4158" w:rsidRPr="00DA4E77">
        <w:t>Thébao</w:t>
      </w:r>
      <w:proofErr w:type="spellEnd"/>
      <w:r w:rsidR="002A4158" w:rsidRPr="00DA4E77">
        <w:t xml:space="preserve"> avec autorité</w:t>
      </w:r>
      <w:r>
        <w:t xml:space="preserve">. </w:t>
      </w:r>
      <w:r w:rsidR="002A4158" w:rsidRPr="00DA4E77">
        <w:t>Fais un ge</w:t>
      </w:r>
      <w:r w:rsidR="002A4158" w:rsidRPr="00DA4E77">
        <w:t>s</w:t>
      </w:r>
      <w:r w:rsidR="002A4158" w:rsidRPr="00DA4E77">
        <w:t>te</w:t>
      </w:r>
      <w:r>
        <w:t xml:space="preserve">, </w:t>
      </w:r>
      <w:r w:rsidR="002A4158" w:rsidRPr="00DA4E77">
        <w:t>du moins</w:t>
      </w:r>
      <w:r>
        <w:t xml:space="preserve">, </w:t>
      </w:r>
      <w:r w:rsidR="002A4158" w:rsidRPr="00DA4E77">
        <w:t>si tu ne peux parler</w:t>
      </w:r>
      <w:r>
        <w:t>.</w:t>
      </w:r>
    </w:p>
    <w:p w14:paraId="5ADADA7A" w14:textId="77777777" w:rsidR="00276CCE" w:rsidRDefault="002A4158" w:rsidP="002A4158">
      <w:r w:rsidRPr="00DA4E77">
        <w:t>Mais l</w:t>
      </w:r>
      <w:r w:rsidR="00276CCE">
        <w:t>’</w:t>
      </w:r>
      <w:r w:rsidRPr="00DA4E77">
        <w:t>Atlante ahuri agite ses bras</w:t>
      </w:r>
      <w:r w:rsidR="00276CCE">
        <w:t xml:space="preserve">, </w:t>
      </w:r>
      <w:r w:rsidRPr="00DA4E77">
        <w:t>les lève vers le ciel</w:t>
      </w:r>
      <w:r w:rsidR="00276CCE">
        <w:t xml:space="preserve">, </w:t>
      </w:r>
      <w:r w:rsidRPr="00DA4E77">
        <w:t>r</w:t>
      </w:r>
      <w:r w:rsidRPr="00DA4E77">
        <w:t>e</w:t>
      </w:r>
      <w:r w:rsidRPr="00DA4E77">
        <w:t>garde avec des yeux sanglants les hommes qui lui parlent</w:t>
      </w:r>
      <w:r w:rsidR="00276CCE">
        <w:t xml:space="preserve">, </w:t>
      </w:r>
      <w:r w:rsidRPr="00DA4E77">
        <w:t>puis</w:t>
      </w:r>
      <w:r w:rsidR="00276CCE">
        <w:t xml:space="preserve">, </w:t>
      </w:r>
      <w:r w:rsidRPr="00DA4E77">
        <w:t>se laissant tomber à terre</w:t>
      </w:r>
      <w:r w:rsidR="00276CCE">
        <w:t xml:space="preserve">, </w:t>
      </w:r>
      <w:r w:rsidRPr="00DA4E77">
        <w:t>se roule en pleurant et en criant</w:t>
      </w:r>
      <w:r w:rsidR="00276CCE">
        <w:t> :</w:t>
      </w:r>
    </w:p>
    <w:p w14:paraId="27968822" w14:textId="77777777" w:rsidR="00276CCE" w:rsidRDefault="00276CCE" w:rsidP="002A4158">
      <w:r>
        <w:t>— </w:t>
      </w:r>
      <w:r w:rsidR="002A4158" w:rsidRPr="00DA4E77">
        <w:t>Ba-a-a</w:t>
      </w:r>
      <w:r>
        <w:t>…</w:t>
      </w:r>
    </w:p>
    <w:p w14:paraId="44E8177B" w14:textId="77777777" w:rsidR="00276CCE" w:rsidRDefault="00276CCE" w:rsidP="002A4158">
      <w:r>
        <w:t>— </w:t>
      </w:r>
      <w:r w:rsidR="002A4158" w:rsidRPr="00DA4E77">
        <w:t>Rejetons cette loque</w:t>
      </w:r>
      <w:r>
        <w:t xml:space="preserve"> ! </w:t>
      </w:r>
      <w:r w:rsidR="002A4158" w:rsidRPr="00DA4E77">
        <w:t xml:space="preserve">dit </w:t>
      </w:r>
      <w:proofErr w:type="spellStart"/>
      <w:r w:rsidR="002A4158" w:rsidRPr="00DA4E77">
        <w:t>Knephao</w:t>
      </w:r>
      <w:proofErr w:type="spellEnd"/>
      <w:r>
        <w:t>.</w:t>
      </w:r>
    </w:p>
    <w:p w14:paraId="356BE879" w14:textId="77777777" w:rsidR="00276CCE" w:rsidRDefault="002A4158" w:rsidP="002A4158">
      <w:r w:rsidRPr="00DA4E77">
        <w:t>Et il repousse du pied le corps sanglotant qui va rouler au pied de l</w:t>
      </w:r>
      <w:r w:rsidR="00276CCE">
        <w:t>’</w:t>
      </w:r>
      <w:r w:rsidRPr="00DA4E77">
        <w:t>escalier du Sphinx</w:t>
      </w:r>
      <w:r w:rsidR="00276CCE">
        <w:t>.</w:t>
      </w:r>
    </w:p>
    <w:p w14:paraId="43FD2BC8" w14:textId="77777777" w:rsidR="00276CCE" w:rsidRDefault="00276CCE" w:rsidP="002A4158">
      <w:r>
        <w:t>— </w:t>
      </w:r>
      <w:r w:rsidR="002A4158" w:rsidRPr="00DA4E77">
        <w:t>Pauvre homme</w:t>
      </w:r>
      <w:r>
        <w:t xml:space="preserve"> ! </w:t>
      </w:r>
      <w:r w:rsidR="002A4158" w:rsidRPr="00DA4E77">
        <w:t xml:space="preserve">conclut </w:t>
      </w:r>
      <w:proofErr w:type="spellStart"/>
      <w:r w:rsidR="002A4158" w:rsidRPr="00DA4E77">
        <w:t>Oréus</w:t>
      </w:r>
      <w:proofErr w:type="spellEnd"/>
      <w:r>
        <w:t xml:space="preserve">, </w:t>
      </w:r>
      <w:r w:rsidR="002A4158" w:rsidRPr="00DA4E77">
        <w:t>pauvre symbole de sa r</w:t>
      </w:r>
      <w:r w:rsidR="002A4158" w:rsidRPr="00DA4E77">
        <w:t>a</w:t>
      </w:r>
      <w:r w:rsidR="002A4158" w:rsidRPr="00DA4E77">
        <w:t>ce</w:t>
      </w:r>
      <w:r>
        <w:t xml:space="preserve"> ! </w:t>
      </w:r>
      <w:r w:rsidR="002A4158" w:rsidRPr="00DA4E77">
        <w:t>Ils se croyaient capables de diriger le monde</w:t>
      </w:r>
      <w:r>
        <w:t xml:space="preserve">, </w:t>
      </w:r>
      <w:r w:rsidR="002A4158" w:rsidRPr="00DA4E77">
        <w:t>et ils meurent de peur devant leurs propres gestes accomplis</w:t>
      </w:r>
      <w:r>
        <w:t> !</w:t>
      </w:r>
    </w:p>
    <w:p w14:paraId="31A8461B" w14:textId="77777777" w:rsidR="00276CCE" w:rsidRDefault="002A4158" w:rsidP="002A4158">
      <w:r w:rsidRPr="00DA4E77">
        <w:lastRenderedPageBreak/>
        <w:t>Une gerbe d</w:t>
      </w:r>
      <w:r w:rsidR="00276CCE">
        <w:t>’</w:t>
      </w:r>
      <w:r w:rsidRPr="00DA4E77">
        <w:t>éclairs se déploie alors dans le ciel</w:t>
      </w:r>
      <w:r w:rsidR="00276CCE">
        <w:t xml:space="preserve"> : </w:t>
      </w:r>
      <w:r w:rsidRPr="00DA4E77">
        <w:t>l</w:t>
      </w:r>
      <w:r w:rsidR="00276CCE">
        <w:t>’</w:t>
      </w:r>
      <w:r w:rsidRPr="00DA4E77">
        <w:t>un d</w:t>
      </w:r>
      <w:r w:rsidR="00276CCE">
        <w:t>’</w:t>
      </w:r>
      <w:r w:rsidRPr="00DA4E77">
        <w:t>eux tombe sur la pyramide rouge élevée derrière le Sphinx</w:t>
      </w:r>
      <w:r w:rsidR="00276CCE">
        <w:t xml:space="preserve">, </w:t>
      </w:r>
      <w:r w:rsidRPr="00DA4E77">
        <w:t>et</w:t>
      </w:r>
      <w:r w:rsidR="00276CCE">
        <w:t xml:space="preserve">, </w:t>
      </w:r>
      <w:r w:rsidRPr="00DA4E77">
        <w:t>cette fois</w:t>
      </w:r>
      <w:r w:rsidR="00276CCE">
        <w:t xml:space="preserve">, </w:t>
      </w:r>
      <w:r w:rsidRPr="00DA4E77">
        <w:t>le palais des initiés</w:t>
      </w:r>
      <w:r w:rsidR="00276CCE">
        <w:t xml:space="preserve">, </w:t>
      </w:r>
      <w:r w:rsidRPr="00DA4E77">
        <w:t>où sont conservées toutes les mervei</w:t>
      </w:r>
      <w:r w:rsidRPr="00DA4E77">
        <w:t>l</w:t>
      </w:r>
      <w:r w:rsidRPr="00DA4E77">
        <w:t>les de la science atlante</w:t>
      </w:r>
      <w:r w:rsidR="00276CCE">
        <w:t xml:space="preserve">, </w:t>
      </w:r>
      <w:r w:rsidRPr="00DA4E77">
        <w:t>saute en jetant une immense gerbe de feu</w:t>
      </w:r>
      <w:r w:rsidR="00276CCE">
        <w:t>.</w:t>
      </w:r>
    </w:p>
    <w:p w14:paraId="64FCDA02" w14:textId="77777777" w:rsidR="00276CCE" w:rsidRDefault="00276CCE" w:rsidP="002A4158">
      <w:r>
        <w:t>— </w:t>
      </w:r>
      <w:r w:rsidR="002A4158" w:rsidRPr="00DA4E77">
        <w:t>À notre tour</w:t>
      </w:r>
      <w:r>
        <w:t xml:space="preserve">, </w:t>
      </w:r>
      <w:r w:rsidR="002A4158" w:rsidRPr="00DA4E77">
        <w:t>maintenant</w:t>
      </w:r>
      <w:r>
        <w:t xml:space="preserve"> ! </w:t>
      </w:r>
      <w:r w:rsidR="002A4158" w:rsidRPr="00DA4E77">
        <w:t>s</w:t>
      </w:r>
      <w:r>
        <w:t>’</w:t>
      </w:r>
      <w:r w:rsidR="002A4158" w:rsidRPr="00DA4E77">
        <w:t xml:space="preserve">exclame </w:t>
      </w:r>
      <w:proofErr w:type="spellStart"/>
      <w:r w:rsidR="002A4158" w:rsidRPr="00DA4E77">
        <w:t>Knephao</w:t>
      </w:r>
      <w:proofErr w:type="spellEnd"/>
      <w:r>
        <w:t>.</w:t>
      </w:r>
    </w:p>
    <w:p w14:paraId="04E60C39" w14:textId="77777777" w:rsidR="00276CCE" w:rsidRDefault="00276CCE" w:rsidP="002A4158">
      <w:r>
        <w:t>— </w:t>
      </w:r>
      <w:r w:rsidR="002A4158" w:rsidRPr="00DA4E77">
        <w:t>Maître</w:t>
      </w:r>
      <w:r>
        <w:t xml:space="preserve">, </w:t>
      </w:r>
      <w:r w:rsidR="002A4158" w:rsidRPr="00DA4E77">
        <w:t>maître</w:t>
      </w:r>
      <w:r>
        <w:t xml:space="preserve">, </w:t>
      </w:r>
      <w:r w:rsidR="002A4158" w:rsidRPr="00DA4E77">
        <w:t xml:space="preserve">soupire </w:t>
      </w:r>
      <w:proofErr w:type="spellStart"/>
      <w:r w:rsidR="002A4158" w:rsidRPr="00DA4E77">
        <w:t>Glania</w:t>
      </w:r>
      <w:proofErr w:type="spellEnd"/>
      <w:r>
        <w:t xml:space="preserve">, </w:t>
      </w:r>
      <w:r w:rsidR="002A4158" w:rsidRPr="00DA4E77">
        <w:t>donne-moi ta main</w:t>
      </w:r>
      <w:r>
        <w:t xml:space="preserve">. </w:t>
      </w:r>
      <w:r w:rsidR="002A4158" w:rsidRPr="00DA4E77">
        <w:t>Et toi</w:t>
      </w:r>
      <w:r>
        <w:t xml:space="preserve">, </w:t>
      </w:r>
      <w:proofErr w:type="spellStart"/>
      <w:r w:rsidR="002A4158" w:rsidRPr="00DA4E77">
        <w:t>Knephao</w:t>
      </w:r>
      <w:proofErr w:type="spellEnd"/>
      <w:r>
        <w:t xml:space="preserve">, </w:t>
      </w:r>
      <w:r w:rsidR="002A4158" w:rsidRPr="00DA4E77">
        <w:t>rapproche-toi</w:t>
      </w:r>
      <w:r>
        <w:t xml:space="preserve">. </w:t>
      </w:r>
      <w:r w:rsidR="002A4158" w:rsidRPr="00DA4E77">
        <w:t>Et toi</w:t>
      </w:r>
      <w:r>
        <w:t xml:space="preserve">, </w:t>
      </w:r>
      <w:proofErr w:type="spellStart"/>
      <w:r w:rsidR="002A4158" w:rsidRPr="00DA4E77">
        <w:t>Thébao</w:t>
      </w:r>
      <w:proofErr w:type="spellEnd"/>
      <w:r>
        <w:t xml:space="preserve">, </w:t>
      </w:r>
      <w:r w:rsidR="002A4158" w:rsidRPr="00DA4E77">
        <w:t>viens contre nous</w:t>
      </w:r>
      <w:r>
        <w:t xml:space="preserve">, </w:t>
      </w:r>
      <w:proofErr w:type="gramStart"/>
      <w:r w:rsidR="002A4158" w:rsidRPr="00DA4E77">
        <w:t>j</w:t>
      </w:r>
      <w:r>
        <w:t>’</w:t>
      </w:r>
      <w:r w:rsidR="002A4158" w:rsidRPr="00DA4E77">
        <w:t>ai peur du</w:t>
      </w:r>
      <w:proofErr w:type="gramEnd"/>
      <w:r w:rsidR="002A4158" w:rsidRPr="00DA4E77">
        <w:t xml:space="preserve"> ciel qui s</w:t>
      </w:r>
      <w:r>
        <w:t>’</w:t>
      </w:r>
      <w:r w:rsidR="002A4158" w:rsidRPr="00DA4E77">
        <w:t>ouvre</w:t>
      </w:r>
      <w:r>
        <w:t>.</w:t>
      </w:r>
    </w:p>
    <w:p w14:paraId="3E97366F" w14:textId="77777777" w:rsidR="00276CCE" w:rsidRDefault="00276CCE" w:rsidP="002A4158">
      <w:r>
        <w:t>— </w:t>
      </w:r>
      <w:r w:rsidR="002A4158" w:rsidRPr="00DA4E77">
        <w:t>Mes pauvres amis</w:t>
      </w:r>
      <w:r>
        <w:t xml:space="preserve"> ! </w:t>
      </w:r>
      <w:r w:rsidR="002A4158" w:rsidRPr="00DA4E77">
        <w:t xml:space="preserve">prononce </w:t>
      </w:r>
      <w:proofErr w:type="spellStart"/>
      <w:r w:rsidR="002A4158" w:rsidRPr="00DA4E77">
        <w:t>Oréus</w:t>
      </w:r>
      <w:proofErr w:type="spellEnd"/>
      <w:r>
        <w:t xml:space="preserve">, </w:t>
      </w:r>
      <w:r w:rsidR="002A4158" w:rsidRPr="00DA4E77">
        <w:t>nous sommes sans doute à cette heure les derniers survivants</w:t>
      </w:r>
      <w:r>
        <w:t>.</w:t>
      </w:r>
    </w:p>
    <w:p w14:paraId="6597DCA3" w14:textId="77777777" w:rsidR="00276CCE" w:rsidRDefault="00276CCE" w:rsidP="002A4158">
      <w:r>
        <w:t>— </w:t>
      </w:r>
      <w:r w:rsidR="002A4158" w:rsidRPr="00DA4E77">
        <w:t>Prions les dieux</w:t>
      </w:r>
      <w:r>
        <w:t xml:space="preserve"> ! </w:t>
      </w:r>
      <w:r w:rsidR="002A4158" w:rsidRPr="00DA4E77">
        <w:t xml:space="preserve">enjoint </w:t>
      </w:r>
      <w:proofErr w:type="spellStart"/>
      <w:r w:rsidR="002A4158" w:rsidRPr="00DA4E77">
        <w:t>Thébao</w:t>
      </w:r>
      <w:proofErr w:type="spellEnd"/>
      <w:r>
        <w:t>.</w:t>
      </w:r>
    </w:p>
    <w:p w14:paraId="07F358EE" w14:textId="77777777" w:rsidR="00276CCE" w:rsidRDefault="002A4158" w:rsidP="002A4158">
      <w:r w:rsidRPr="00DA4E77">
        <w:t>Et</w:t>
      </w:r>
      <w:r w:rsidR="00276CCE">
        <w:t xml:space="preserve">, </w:t>
      </w:r>
      <w:r w:rsidRPr="00DA4E77">
        <w:t>rapprochés l</w:t>
      </w:r>
      <w:r w:rsidR="00276CCE">
        <w:t>’</w:t>
      </w:r>
      <w:r w:rsidRPr="00DA4E77">
        <w:t>un de l</w:t>
      </w:r>
      <w:r w:rsidR="00276CCE">
        <w:t>’</w:t>
      </w:r>
      <w:r w:rsidRPr="00DA4E77">
        <w:t>autre</w:t>
      </w:r>
      <w:r w:rsidR="00276CCE">
        <w:t xml:space="preserve">, </w:t>
      </w:r>
      <w:r w:rsidRPr="00DA4E77">
        <w:t>maintenus contre l</w:t>
      </w:r>
      <w:r w:rsidR="00276CCE">
        <w:t>’</w:t>
      </w:r>
      <w:r w:rsidRPr="00DA4E77">
        <w:t xml:space="preserve">aile tremblante du Sphinx par la vigueur de </w:t>
      </w:r>
      <w:proofErr w:type="spellStart"/>
      <w:r w:rsidRPr="00DA4E77">
        <w:t>Knephao</w:t>
      </w:r>
      <w:proofErr w:type="spellEnd"/>
      <w:r w:rsidR="00276CCE">
        <w:t xml:space="preserve">, </w:t>
      </w:r>
      <w:r w:rsidRPr="00DA4E77">
        <w:t>tous les qu</w:t>
      </w:r>
      <w:r w:rsidRPr="00DA4E77">
        <w:t>a</w:t>
      </w:r>
      <w:r w:rsidRPr="00DA4E77">
        <w:t>tre murmurent un hymne au Dieu inconnu</w:t>
      </w:r>
      <w:r w:rsidR="00276CCE">
        <w:t>.</w:t>
      </w:r>
    </w:p>
    <w:p w14:paraId="39AF51CE" w14:textId="77777777" w:rsidR="00276CCE" w:rsidRDefault="00276CCE" w:rsidP="002A4158">
      <w:r>
        <w:t>— </w:t>
      </w:r>
      <w:r w:rsidR="002A4158" w:rsidRPr="00DA4E77">
        <w:t>La flamme</w:t>
      </w:r>
      <w:r>
        <w:t xml:space="preserve"> ! </w:t>
      </w:r>
      <w:r w:rsidR="002A4158" w:rsidRPr="00DA4E77">
        <w:t>s</w:t>
      </w:r>
      <w:r>
        <w:t>’</w:t>
      </w:r>
      <w:r w:rsidR="002A4158" w:rsidRPr="00DA4E77">
        <w:t xml:space="preserve">écrie </w:t>
      </w:r>
      <w:proofErr w:type="spellStart"/>
      <w:r w:rsidR="002A4158" w:rsidRPr="00DA4E77">
        <w:t>Glania</w:t>
      </w:r>
      <w:proofErr w:type="spellEnd"/>
      <w:r>
        <w:t xml:space="preserve">. </w:t>
      </w:r>
      <w:r w:rsidR="002A4158" w:rsidRPr="00DA4E77">
        <w:t>La flamme gagne la terrasse</w:t>
      </w:r>
      <w:r>
        <w:t> !</w:t>
      </w:r>
    </w:p>
    <w:p w14:paraId="1FD7AF01" w14:textId="77777777" w:rsidR="00276CCE" w:rsidRDefault="00276CCE" w:rsidP="002A4158">
      <w:r>
        <w:t>— </w:t>
      </w:r>
      <w:r w:rsidR="002A4158" w:rsidRPr="00DA4E77">
        <w:t>Que la flamme nous brûle et nous purifie</w:t>
      </w:r>
      <w:r>
        <w:t xml:space="preserve"> ! </w:t>
      </w:r>
      <w:r w:rsidR="002A4158" w:rsidRPr="00DA4E77">
        <w:t xml:space="preserve">répond </w:t>
      </w:r>
      <w:proofErr w:type="spellStart"/>
      <w:r w:rsidR="002A4158" w:rsidRPr="00DA4E77">
        <w:t>Oréus</w:t>
      </w:r>
      <w:proofErr w:type="spellEnd"/>
      <w:r>
        <w:t xml:space="preserve">. </w:t>
      </w:r>
      <w:r w:rsidR="002A4158" w:rsidRPr="00DA4E77">
        <w:t>Cette mort vaut mieux que l</w:t>
      </w:r>
      <w:r>
        <w:t>’</w:t>
      </w:r>
      <w:r w:rsidR="002A4158" w:rsidRPr="00DA4E77">
        <w:t>engloutissement dans les eaux souillées</w:t>
      </w:r>
      <w:r>
        <w:t>.</w:t>
      </w:r>
    </w:p>
    <w:p w14:paraId="27CF60CB" w14:textId="77777777" w:rsidR="00276CCE" w:rsidRDefault="002A4158" w:rsidP="002A4158">
      <w:r w:rsidRPr="00DA4E77">
        <w:t>Le feu</w:t>
      </w:r>
      <w:r w:rsidR="00276CCE">
        <w:t xml:space="preserve">, </w:t>
      </w:r>
      <w:r w:rsidRPr="00DA4E77">
        <w:t>en effet</w:t>
      </w:r>
      <w:r w:rsidR="00276CCE">
        <w:t xml:space="preserve">, </w:t>
      </w:r>
      <w:r w:rsidRPr="00DA4E77">
        <w:t>enveloppe maintenant tout ce qui reste de la ville</w:t>
      </w:r>
      <w:r w:rsidR="00276CCE">
        <w:t xml:space="preserve">. </w:t>
      </w:r>
      <w:r w:rsidRPr="00DA4E77">
        <w:t>Chaque éclair qui jaillit embrase une coupole restée d</w:t>
      </w:r>
      <w:r w:rsidRPr="00DA4E77">
        <w:t>e</w:t>
      </w:r>
      <w:r w:rsidRPr="00DA4E77">
        <w:t>bout sur une colline</w:t>
      </w:r>
      <w:r w:rsidR="00276CCE">
        <w:t xml:space="preserve">. </w:t>
      </w:r>
      <w:r w:rsidRPr="00DA4E77">
        <w:t>Le ciel jette du feu et la terre en vomit</w:t>
      </w:r>
      <w:r w:rsidR="00276CCE">
        <w:t xml:space="preserve">. </w:t>
      </w:r>
      <w:r w:rsidRPr="00DA4E77">
        <w:t>Car</w:t>
      </w:r>
      <w:r w:rsidR="00276CCE">
        <w:t xml:space="preserve">, </w:t>
      </w:r>
      <w:r w:rsidRPr="00DA4E77">
        <w:t>au loin</w:t>
      </w:r>
      <w:r w:rsidR="00276CCE">
        <w:t xml:space="preserve">, </w:t>
      </w:r>
      <w:r w:rsidRPr="00DA4E77">
        <w:t>bien loin</w:t>
      </w:r>
      <w:r w:rsidR="00276CCE">
        <w:t xml:space="preserve">, </w:t>
      </w:r>
      <w:r w:rsidRPr="00DA4E77">
        <w:t>sur tout l</w:t>
      </w:r>
      <w:r w:rsidR="00276CCE">
        <w:t>’</w:t>
      </w:r>
      <w:r w:rsidRPr="00DA4E77">
        <w:t>archipel de l</w:t>
      </w:r>
      <w:r w:rsidR="00276CCE">
        <w:t>’</w:t>
      </w:r>
      <w:r w:rsidRPr="00DA4E77">
        <w:t>Empire rouge</w:t>
      </w:r>
      <w:r w:rsidR="00276CCE">
        <w:t xml:space="preserve">, </w:t>
      </w:r>
      <w:r w:rsidRPr="00DA4E77">
        <w:t>quelques montagnes viennent de se rouvrir</w:t>
      </w:r>
      <w:r w:rsidR="00276CCE">
        <w:t xml:space="preserve">, </w:t>
      </w:r>
      <w:r w:rsidRPr="00DA4E77">
        <w:t>et sous l</w:t>
      </w:r>
      <w:r w:rsidR="00276CCE">
        <w:t>’</w:t>
      </w:r>
      <w:r w:rsidRPr="00DA4E77">
        <w:t>assaut de la mer</w:t>
      </w:r>
      <w:r w:rsidR="00276CCE">
        <w:t xml:space="preserve">, </w:t>
      </w:r>
      <w:r w:rsidRPr="00DA4E77">
        <w:t>sous la secousse de la terre</w:t>
      </w:r>
      <w:r w:rsidR="00276CCE">
        <w:t xml:space="preserve">, </w:t>
      </w:r>
      <w:r w:rsidRPr="00DA4E77">
        <w:t>les vieux volcans éteints ont ranimé leurs foyers et crachent la vapeur par des cratères aux bouches rutilantes</w:t>
      </w:r>
      <w:r w:rsidR="00276CCE">
        <w:t xml:space="preserve">. </w:t>
      </w:r>
      <w:r w:rsidRPr="00DA4E77">
        <w:t>Toutes les forces de la nature</w:t>
      </w:r>
      <w:r w:rsidR="00276CCE">
        <w:t xml:space="preserve">, </w:t>
      </w:r>
      <w:r w:rsidRPr="00DA4E77">
        <w:t>tous les fluides de l</w:t>
      </w:r>
      <w:r w:rsidR="00276CCE">
        <w:t>’</w:t>
      </w:r>
      <w:r w:rsidRPr="00DA4E77">
        <w:t>air</w:t>
      </w:r>
      <w:r w:rsidR="00276CCE">
        <w:t xml:space="preserve">, </w:t>
      </w:r>
      <w:r w:rsidRPr="00DA4E77">
        <w:t>toutes les puissances du feu</w:t>
      </w:r>
      <w:r w:rsidR="00276CCE">
        <w:t xml:space="preserve">, </w:t>
      </w:r>
      <w:r w:rsidRPr="00DA4E77">
        <w:lastRenderedPageBreak/>
        <w:t>éveillés et exaltés par l</w:t>
      </w:r>
      <w:r w:rsidR="00276CCE">
        <w:t>’</w:t>
      </w:r>
      <w:r w:rsidRPr="00DA4E77">
        <w:t>orgueilleuse provocation des hommes</w:t>
      </w:r>
      <w:r w:rsidR="00276CCE">
        <w:t xml:space="preserve">, </w:t>
      </w:r>
      <w:r w:rsidRPr="00DA4E77">
        <w:t>s</w:t>
      </w:r>
      <w:r w:rsidR="00276CCE">
        <w:t>’</w:t>
      </w:r>
      <w:r w:rsidRPr="00DA4E77">
        <w:t>unissent</w:t>
      </w:r>
      <w:r w:rsidR="00276CCE">
        <w:t xml:space="preserve">, </w:t>
      </w:r>
      <w:r w:rsidRPr="00DA4E77">
        <w:t>on dirait</w:t>
      </w:r>
      <w:r w:rsidR="00276CCE">
        <w:t xml:space="preserve">, </w:t>
      </w:r>
      <w:r w:rsidRPr="00DA4E77">
        <w:t>dans un accord universel</w:t>
      </w:r>
      <w:r w:rsidR="00276CCE">
        <w:t xml:space="preserve">, </w:t>
      </w:r>
      <w:r w:rsidRPr="00DA4E77">
        <w:t>pour effacer de la planète la trace même de l</w:t>
      </w:r>
      <w:r w:rsidR="00276CCE">
        <w:t>’</w:t>
      </w:r>
      <w:r w:rsidRPr="00DA4E77">
        <w:t>Atlantide détestée</w:t>
      </w:r>
      <w:r w:rsidR="00276CCE">
        <w:t xml:space="preserve">. </w:t>
      </w:r>
      <w:r w:rsidRPr="00DA4E77">
        <w:t>Déjà la fumée qui monte de la terrasse étouffe et ave</w:t>
      </w:r>
      <w:r w:rsidRPr="00DA4E77">
        <w:t>u</w:t>
      </w:r>
      <w:r w:rsidRPr="00DA4E77">
        <w:t>gle les quatre survivants</w:t>
      </w:r>
      <w:r w:rsidR="00276CCE">
        <w:t xml:space="preserve"> ; </w:t>
      </w:r>
      <w:r w:rsidRPr="00DA4E77">
        <w:t xml:space="preserve">déjà </w:t>
      </w:r>
      <w:proofErr w:type="spellStart"/>
      <w:r w:rsidRPr="00DA4E77">
        <w:t>Glania</w:t>
      </w:r>
      <w:proofErr w:type="spellEnd"/>
      <w:r w:rsidRPr="00DA4E77">
        <w:t xml:space="preserve"> cache sa tête dans le sein d</w:t>
      </w:r>
      <w:r w:rsidR="00276CCE">
        <w:t>’</w:t>
      </w:r>
      <w:proofErr w:type="spellStart"/>
      <w:r w:rsidRPr="00DA4E77">
        <w:t>Oréus</w:t>
      </w:r>
      <w:proofErr w:type="spellEnd"/>
      <w:r w:rsidR="00276CCE">
        <w:t xml:space="preserve"> ; </w:t>
      </w:r>
      <w:r w:rsidRPr="00DA4E77">
        <w:t xml:space="preserve">déjà </w:t>
      </w:r>
      <w:proofErr w:type="spellStart"/>
      <w:r w:rsidRPr="00DA4E77">
        <w:t>Thébao</w:t>
      </w:r>
      <w:proofErr w:type="spellEnd"/>
      <w:r w:rsidRPr="00DA4E77">
        <w:t xml:space="preserve"> ferme ses yeux devant l</w:t>
      </w:r>
      <w:r w:rsidR="00276CCE">
        <w:t>’</w:t>
      </w:r>
      <w:r w:rsidRPr="00DA4E77">
        <w:t>invisible qui s</w:t>
      </w:r>
      <w:r w:rsidR="00276CCE">
        <w:t>’</w:t>
      </w:r>
      <w:r w:rsidRPr="00DA4E77">
        <w:t>approche</w:t>
      </w:r>
      <w:r w:rsidR="00276CCE">
        <w:t xml:space="preserve">, </w:t>
      </w:r>
      <w:r w:rsidRPr="00DA4E77">
        <w:t>quand</w:t>
      </w:r>
      <w:r w:rsidR="00276CCE">
        <w:t xml:space="preserve">, </w:t>
      </w:r>
      <w:r w:rsidRPr="00DA4E77">
        <w:t>derrière la terrasse</w:t>
      </w:r>
      <w:r w:rsidR="00276CCE">
        <w:t xml:space="preserve">, </w:t>
      </w:r>
      <w:r w:rsidRPr="00DA4E77">
        <w:t>un craquement sourd et prolongé se fait entendre</w:t>
      </w:r>
      <w:r w:rsidR="00276CCE">
        <w:t xml:space="preserve">. </w:t>
      </w:r>
      <w:r w:rsidRPr="00DA4E77">
        <w:t>La terrasse s</w:t>
      </w:r>
      <w:r w:rsidR="00276CCE">
        <w:t>’</w:t>
      </w:r>
      <w:r w:rsidRPr="00DA4E77">
        <w:t>ébranle violemment</w:t>
      </w:r>
      <w:r w:rsidR="00276CCE">
        <w:t xml:space="preserve">. </w:t>
      </w:r>
      <w:r w:rsidRPr="00DA4E77">
        <w:t>Il semble aux condamnés qu</w:t>
      </w:r>
      <w:r w:rsidR="00276CCE">
        <w:t>’</w:t>
      </w:r>
      <w:r w:rsidRPr="00DA4E77">
        <w:t>ils vont s</w:t>
      </w:r>
      <w:r w:rsidR="00276CCE">
        <w:t>’</w:t>
      </w:r>
      <w:r w:rsidRPr="00DA4E77">
        <w:t>enfoncer dans la terre o</w:t>
      </w:r>
      <w:r w:rsidRPr="00DA4E77">
        <w:t>u</w:t>
      </w:r>
      <w:r w:rsidRPr="00DA4E77">
        <w:t>verte</w:t>
      </w:r>
      <w:r w:rsidR="00276CCE">
        <w:t xml:space="preserve"> ; </w:t>
      </w:r>
      <w:r w:rsidRPr="00DA4E77">
        <w:t>ils se pressent à genoux</w:t>
      </w:r>
      <w:r w:rsidR="00276CCE">
        <w:t xml:space="preserve">, </w:t>
      </w:r>
      <w:r w:rsidRPr="00DA4E77">
        <w:t>l</w:t>
      </w:r>
      <w:r w:rsidR="00276CCE">
        <w:t>’</w:t>
      </w:r>
      <w:r w:rsidRPr="00DA4E77">
        <w:t>un contre l</w:t>
      </w:r>
      <w:r w:rsidR="00276CCE">
        <w:t>’</w:t>
      </w:r>
      <w:r w:rsidRPr="00DA4E77">
        <w:t>autre</w:t>
      </w:r>
      <w:r w:rsidR="00276CCE">
        <w:t xml:space="preserve">. </w:t>
      </w:r>
      <w:r w:rsidRPr="00DA4E77">
        <w:t xml:space="preserve">Seul </w:t>
      </w:r>
      <w:proofErr w:type="spellStart"/>
      <w:r w:rsidRPr="00DA4E77">
        <w:t>Thébao</w:t>
      </w:r>
      <w:proofErr w:type="spellEnd"/>
      <w:r w:rsidR="00276CCE">
        <w:t xml:space="preserve">, </w:t>
      </w:r>
      <w:r w:rsidRPr="00DA4E77">
        <w:t>resté debout</w:t>
      </w:r>
      <w:r w:rsidR="00276CCE">
        <w:t xml:space="preserve">, </w:t>
      </w:r>
      <w:r w:rsidRPr="00DA4E77">
        <w:t>ose risquer un regard sur le désordre qui l</w:t>
      </w:r>
      <w:r w:rsidR="00276CCE">
        <w:t>’</w:t>
      </w:r>
      <w:r w:rsidRPr="00DA4E77">
        <w:t>entoure</w:t>
      </w:r>
      <w:r w:rsidR="00276CCE">
        <w:t xml:space="preserve">, </w:t>
      </w:r>
      <w:r w:rsidRPr="00DA4E77">
        <w:t>et s</w:t>
      </w:r>
      <w:r w:rsidR="00276CCE">
        <w:t>’</w:t>
      </w:r>
      <w:r w:rsidRPr="00DA4E77">
        <w:t>écrie</w:t>
      </w:r>
      <w:r w:rsidR="00276CCE">
        <w:t> :</w:t>
      </w:r>
    </w:p>
    <w:p w14:paraId="5D92EDCA" w14:textId="77777777" w:rsidR="00276CCE" w:rsidRDefault="00276CCE" w:rsidP="002A4158">
      <w:r>
        <w:t>— </w:t>
      </w:r>
      <w:r w:rsidR="002A4158" w:rsidRPr="00DA4E77">
        <w:t>Le lac</w:t>
      </w:r>
      <w:r>
        <w:t xml:space="preserve"> ! </w:t>
      </w:r>
      <w:r w:rsidR="002A4158" w:rsidRPr="00DA4E77">
        <w:t>Le lac artificiel</w:t>
      </w:r>
      <w:r>
        <w:t xml:space="preserve"> ! </w:t>
      </w:r>
      <w:r w:rsidR="002A4158" w:rsidRPr="00DA4E77">
        <w:t>Il vient de briser ses digues</w:t>
      </w:r>
      <w:r>
        <w:t> !</w:t>
      </w:r>
    </w:p>
    <w:p w14:paraId="26DC5B4B" w14:textId="77777777" w:rsidR="00276CCE" w:rsidRDefault="002A4158" w:rsidP="002A4158">
      <w:r w:rsidRPr="00DA4E77">
        <w:t>Le beau lac qui domine toute l</w:t>
      </w:r>
      <w:r w:rsidR="00276CCE">
        <w:t>’</w:t>
      </w:r>
      <w:r w:rsidRPr="00DA4E77">
        <w:t>île</w:t>
      </w:r>
      <w:r w:rsidR="00276CCE">
        <w:t xml:space="preserve">, </w:t>
      </w:r>
      <w:r w:rsidRPr="00DA4E77">
        <w:t>le lac immense et me</w:t>
      </w:r>
      <w:r w:rsidRPr="00DA4E77">
        <w:t>r</w:t>
      </w:r>
      <w:r w:rsidRPr="00DA4E77">
        <w:t>veilleux pour lequel des machines prodigieuses transportent les eaux de tous les fleuves</w:t>
      </w:r>
      <w:r w:rsidR="00276CCE">
        <w:t xml:space="preserve"> ; </w:t>
      </w:r>
      <w:r w:rsidRPr="00DA4E77">
        <w:t>le lac enfermé en de hautes murailles pour lesquelles des montagnes entières furent remuées</w:t>
      </w:r>
      <w:r w:rsidR="00276CCE">
        <w:t xml:space="preserve"> ; </w:t>
      </w:r>
      <w:r w:rsidRPr="00DA4E77">
        <w:t>le lac</w:t>
      </w:r>
      <w:r w:rsidR="00276CCE">
        <w:t xml:space="preserve">, </w:t>
      </w:r>
      <w:r w:rsidRPr="00DA4E77">
        <w:t>à qui les fils d</w:t>
      </w:r>
      <w:r w:rsidR="00276CCE">
        <w:t>’</w:t>
      </w:r>
      <w:r w:rsidRPr="00DA4E77">
        <w:t>Atlantis avaient promis une durée éternelle</w:t>
      </w:r>
      <w:r w:rsidR="00276CCE">
        <w:t xml:space="preserve">, </w:t>
      </w:r>
      <w:r w:rsidRPr="00DA4E77">
        <w:t>voici que</w:t>
      </w:r>
      <w:r w:rsidR="00276CCE">
        <w:t xml:space="preserve">, </w:t>
      </w:r>
      <w:r w:rsidRPr="00DA4E77">
        <w:t>disloqué par l</w:t>
      </w:r>
      <w:r w:rsidR="00276CCE">
        <w:t>’</w:t>
      </w:r>
      <w:r w:rsidRPr="00DA4E77">
        <w:t>agitation de la terre et secoué par l</w:t>
      </w:r>
      <w:r w:rsidR="00276CCE">
        <w:t>’</w:t>
      </w:r>
      <w:r w:rsidRPr="00DA4E77">
        <w:t>orage du ciel</w:t>
      </w:r>
      <w:r w:rsidR="00276CCE">
        <w:t xml:space="preserve">, </w:t>
      </w:r>
      <w:r w:rsidRPr="00DA4E77">
        <w:t>il vient de briser son enceinte jadis inébranlable et maint</w:t>
      </w:r>
      <w:r w:rsidRPr="00DA4E77">
        <w:t>e</w:t>
      </w:r>
      <w:r w:rsidRPr="00DA4E77">
        <w:t>nant il se répand de toutes parts dans la plaine et sur la Cité</w:t>
      </w:r>
      <w:r w:rsidR="00276CCE">
        <w:t xml:space="preserve">. </w:t>
      </w:r>
      <w:r w:rsidRPr="00DA4E77">
        <w:t>Ses vagues pressées</w:t>
      </w:r>
      <w:r w:rsidR="00276CCE">
        <w:t xml:space="preserve">, </w:t>
      </w:r>
      <w:r w:rsidRPr="00DA4E77">
        <w:t>roulant l</w:t>
      </w:r>
      <w:r w:rsidR="00276CCE">
        <w:t>’</w:t>
      </w:r>
      <w:r w:rsidRPr="00DA4E77">
        <w:t>une sur l</w:t>
      </w:r>
      <w:r w:rsidR="00276CCE">
        <w:t>’</w:t>
      </w:r>
      <w:r w:rsidRPr="00DA4E77">
        <w:t>autre</w:t>
      </w:r>
      <w:r w:rsidR="00276CCE">
        <w:t xml:space="preserve">, </w:t>
      </w:r>
      <w:r w:rsidRPr="00DA4E77">
        <w:t>semblent avoir hâte de rejoindre l</w:t>
      </w:r>
      <w:r w:rsidR="00276CCE">
        <w:t>’</w:t>
      </w:r>
      <w:r w:rsidRPr="00DA4E77">
        <w:t>océan paternel</w:t>
      </w:r>
      <w:r w:rsidR="00276CCE">
        <w:t xml:space="preserve">, </w:t>
      </w:r>
      <w:r w:rsidRPr="00DA4E77">
        <w:t>et elles emportent sur leur pa</w:t>
      </w:r>
      <w:r w:rsidRPr="00DA4E77">
        <w:t>s</w:t>
      </w:r>
      <w:r w:rsidRPr="00DA4E77">
        <w:t>sage tout ce qui émerge encore au-dessus des flots</w:t>
      </w:r>
      <w:r w:rsidR="00276CCE">
        <w:t>.</w:t>
      </w:r>
    </w:p>
    <w:p w14:paraId="1887A40E" w14:textId="77777777" w:rsidR="00276CCE" w:rsidRDefault="00276CCE" w:rsidP="002A4158">
      <w:r>
        <w:t>— </w:t>
      </w:r>
      <w:r w:rsidR="002A4158" w:rsidRPr="00DA4E77">
        <w:t>Résignons-nous</w:t>
      </w:r>
      <w:r>
        <w:t xml:space="preserve"> ! </w:t>
      </w:r>
      <w:r w:rsidR="002A4158" w:rsidRPr="00DA4E77">
        <w:t xml:space="preserve">exhorte </w:t>
      </w:r>
      <w:proofErr w:type="spellStart"/>
      <w:r w:rsidR="002A4158" w:rsidRPr="00DA4E77">
        <w:t>Oréus</w:t>
      </w:r>
      <w:proofErr w:type="spellEnd"/>
      <w:r>
        <w:t xml:space="preserve">. </w:t>
      </w:r>
      <w:r w:rsidR="002A4158" w:rsidRPr="00DA4E77">
        <w:t>Nous n</w:t>
      </w:r>
      <w:r>
        <w:t>’</w:t>
      </w:r>
      <w:r w:rsidR="002A4158" w:rsidRPr="00DA4E77">
        <w:t>aurons même pas la beauté de mourir dans les flammes</w:t>
      </w:r>
      <w:r>
        <w:t xml:space="preserve">. </w:t>
      </w:r>
      <w:r w:rsidR="002A4158" w:rsidRPr="00DA4E77">
        <w:t>Que l</w:t>
      </w:r>
      <w:r>
        <w:t>’</w:t>
      </w:r>
      <w:r w:rsidR="002A4158" w:rsidRPr="00DA4E77">
        <w:t>eau soit notre tombe</w:t>
      </w:r>
      <w:r>
        <w:t xml:space="preserve">, </w:t>
      </w:r>
      <w:r w:rsidR="002A4158" w:rsidRPr="00DA4E77">
        <w:t>comme pour tous nos frères</w:t>
      </w:r>
      <w:r>
        <w:t xml:space="preserve"> ! </w:t>
      </w:r>
      <w:r w:rsidR="002A4158" w:rsidRPr="00DA4E77">
        <w:t>Adieu</w:t>
      </w:r>
      <w:r>
        <w:t xml:space="preserve">, </w:t>
      </w:r>
      <w:r w:rsidR="002A4158" w:rsidRPr="00DA4E77">
        <w:t>Empire du Soleil</w:t>
      </w:r>
      <w:r>
        <w:t xml:space="preserve"> ! </w:t>
      </w:r>
      <w:r w:rsidR="002A4158" w:rsidRPr="00DA4E77">
        <w:t>Adieu</w:t>
      </w:r>
      <w:r>
        <w:t xml:space="preserve">, </w:t>
      </w:r>
      <w:r w:rsidR="002A4158" w:rsidRPr="00DA4E77">
        <w:t>Cité malheureuse</w:t>
      </w:r>
      <w:r>
        <w:t xml:space="preserve"> ! </w:t>
      </w:r>
      <w:r w:rsidR="002A4158" w:rsidRPr="00DA4E77">
        <w:t>Adieu</w:t>
      </w:r>
      <w:r>
        <w:t xml:space="preserve">, </w:t>
      </w:r>
      <w:r w:rsidR="002A4158" w:rsidRPr="00DA4E77">
        <w:t>Atlantis</w:t>
      </w:r>
      <w:r>
        <w:t> !</w:t>
      </w:r>
    </w:p>
    <w:p w14:paraId="6361515D" w14:textId="77777777" w:rsidR="00276CCE" w:rsidRDefault="002A4158" w:rsidP="002A4158">
      <w:r w:rsidRPr="00DA4E77">
        <w:t>À ce moment</w:t>
      </w:r>
      <w:r w:rsidR="00276CCE">
        <w:t xml:space="preserve">, </w:t>
      </w:r>
      <w:r w:rsidRPr="00DA4E77">
        <w:t>le Sphinx entouré de flammes est frappé par une chute d</w:t>
      </w:r>
      <w:r w:rsidR="00276CCE">
        <w:t>’</w:t>
      </w:r>
      <w:r w:rsidRPr="00DA4E77">
        <w:t>eau rapide où s</w:t>
      </w:r>
      <w:r w:rsidR="00276CCE">
        <w:t>’</w:t>
      </w:r>
      <w:r w:rsidRPr="00DA4E77">
        <w:t>éteint toute trace de feu</w:t>
      </w:r>
      <w:r w:rsidR="00276CCE">
        <w:t>.</w:t>
      </w:r>
    </w:p>
    <w:p w14:paraId="3F750C92" w14:textId="77777777" w:rsidR="00276CCE" w:rsidRDefault="002A4158" w:rsidP="002A4158">
      <w:r w:rsidRPr="00DA4E77">
        <w:lastRenderedPageBreak/>
        <w:t>L</w:t>
      </w:r>
      <w:r w:rsidR="00276CCE">
        <w:t>’</w:t>
      </w:r>
      <w:r w:rsidRPr="00DA4E77">
        <w:t>idole de bronze ne bronche même pas</w:t>
      </w:r>
      <w:r w:rsidR="00276CCE">
        <w:t xml:space="preserve">. </w:t>
      </w:r>
      <w:proofErr w:type="spellStart"/>
      <w:r w:rsidRPr="00DA4E77">
        <w:t>Glania</w:t>
      </w:r>
      <w:proofErr w:type="spellEnd"/>
      <w:r w:rsidRPr="00DA4E77">
        <w:t xml:space="preserve"> s</w:t>
      </w:r>
      <w:r w:rsidR="00276CCE">
        <w:t>’</w:t>
      </w:r>
      <w:r w:rsidRPr="00DA4E77">
        <w:t>accroche au bras d</w:t>
      </w:r>
      <w:r w:rsidR="00276CCE">
        <w:t>’</w:t>
      </w:r>
      <w:proofErr w:type="spellStart"/>
      <w:r w:rsidRPr="00DA4E77">
        <w:t>Oréus</w:t>
      </w:r>
      <w:proofErr w:type="spellEnd"/>
      <w:r w:rsidR="00276CCE">
        <w:t xml:space="preserve">. </w:t>
      </w:r>
      <w:proofErr w:type="spellStart"/>
      <w:r w:rsidRPr="00DA4E77">
        <w:t>Thébao</w:t>
      </w:r>
      <w:proofErr w:type="spellEnd"/>
      <w:r w:rsidRPr="00DA4E77">
        <w:t xml:space="preserve"> se réfugie contre son maître</w:t>
      </w:r>
      <w:r w:rsidR="00276CCE">
        <w:t xml:space="preserve">, </w:t>
      </w:r>
      <w:r w:rsidRPr="00DA4E77">
        <w:t>et le géant</w:t>
      </w:r>
      <w:r w:rsidR="00276CCE">
        <w:t xml:space="preserve">, </w:t>
      </w:r>
      <w:r w:rsidRPr="00DA4E77">
        <w:t>dans un effort désespéré</w:t>
      </w:r>
      <w:r w:rsidR="00276CCE">
        <w:t xml:space="preserve">, </w:t>
      </w:r>
      <w:r w:rsidRPr="00DA4E77">
        <w:t>embrassant d</w:t>
      </w:r>
      <w:r w:rsidR="00276CCE">
        <w:t>’</w:t>
      </w:r>
      <w:r w:rsidRPr="00DA4E77">
        <w:t>une part ses trois compagnons</w:t>
      </w:r>
      <w:r w:rsidR="00276CCE">
        <w:t xml:space="preserve">, </w:t>
      </w:r>
      <w:r w:rsidRPr="00DA4E77">
        <w:t>se cramponne d</w:t>
      </w:r>
      <w:r w:rsidR="00276CCE">
        <w:t>’</w:t>
      </w:r>
      <w:r w:rsidRPr="00DA4E77">
        <w:t>une main robuste aux griffes de l</w:t>
      </w:r>
      <w:r w:rsidR="00276CCE">
        <w:t>’</w:t>
      </w:r>
      <w:r w:rsidRPr="00DA4E77">
        <w:t>idole afin que</w:t>
      </w:r>
      <w:r w:rsidR="00276CCE">
        <w:t xml:space="preserve">, </w:t>
      </w:r>
      <w:r w:rsidRPr="00DA4E77">
        <w:t>jusque dans la mort</w:t>
      </w:r>
      <w:r w:rsidR="00276CCE">
        <w:t xml:space="preserve">, </w:t>
      </w:r>
      <w:r w:rsidRPr="00DA4E77">
        <w:t>la violence des eaux ne s</w:t>
      </w:r>
      <w:r w:rsidRPr="00DA4E77">
        <w:t>é</w:t>
      </w:r>
      <w:r w:rsidRPr="00DA4E77">
        <w:t>pare pas ceux qui se sont aimés sur terre</w:t>
      </w:r>
      <w:r w:rsidR="00276CCE">
        <w:t>.</w:t>
      </w:r>
    </w:p>
    <w:p w14:paraId="4D811A8D" w14:textId="77777777" w:rsidR="00276CCE" w:rsidRDefault="00276CCE" w:rsidP="002A4158">
      <w:r>
        <w:t>— </w:t>
      </w:r>
      <w:r w:rsidR="002A4158" w:rsidRPr="00DA4E77">
        <w:t>Adieu tout</w:t>
      </w:r>
      <w:r>
        <w:t xml:space="preserve"> ! </w:t>
      </w:r>
      <w:r w:rsidR="002A4158" w:rsidRPr="00DA4E77">
        <w:t xml:space="preserve">fait </w:t>
      </w:r>
      <w:proofErr w:type="spellStart"/>
      <w:r w:rsidR="002A4158" w:rsidRPr="00DA4E77">
        <w:t>Knephao</w:t>
      </w:r>
      <w:proofErr w:type="spellEnd"/>
      <w:r>
        <w:t>.</w:t>
      </w:r>
    </w:p>
    <w:p w14:paraId="119217FD" w14:textId="77777777" w:rsidR="00276CCE" w:rsidRDefault="00276CCE" w:rsidP="002A4158">
      <w:r>
        <w:t>— </w:t>
      </w:r>
      <w:r w:rsidR="002A4158" w:rsidRPr="00DA4E77">
        <w:t>Courage</w:t>
      </w:r>
      <w:r>
        <w:t xml:space="preserve"> ! </w:t>
      </w:r>
      <w:r w:rsidR="002A4158" w:rsidRPr="00DA4E77">
        <w:t xml:space="preserve">murmure encore </w:t>
      </w:r>
      <w:proofErr w:type="spellStart"/>
      <w:r w:rsidR="002A4158" w:rsidRPr="00DA4E77">
        <w:t>Oréus</w:t>
      </w:r>
      <w:proofErr w:type="spellEnd"/>
      <w:r>
        <w:t>.</w:t>
      </w:r>
    </w:p>
    <w:p w14:paraId="50BDB127" w14:textId="77777777" w:rsidR="00276CCE" w:rsidRDefault="002A4158" w:rsidP="002A4158">
      <w:r w:rsidRPr="00DA4E77">
        <w:t>Mais le mot</w:t>
      </w:r>
      <w:r w:rsidR="00276CCE">
        <w:t xml:space="preserve">, </w:t>
      </w:r>
      <w:r w:rsidRPr="00DA4E77">
        <w:t>inachevé</w:t>
      </w:r>
      <w:r w:rsidR="00276CCE">
        <w:t xml:space="preserve">, </w:t>
      </w:r>
      <w:r w:rsidRPr="00DA4E77">
        <w:t>s</w:t>
      </w:r>
      <w:r w:rsidR="00276CCE">
        <w:t>’</w:t>
      </w:r>
      <w:r w:rsidRPr="00DA4E77">
        <w:t>arrête dans sa gorge</w:t>
      </w:r>
      <w:r w:rsidR="00276CCE">
        <w:t xml:space="preserve">. </w:t>
      </w:r>
      <w:r w:rsidRPr="00DA4E77">
        <w:t>Une vague nouvelle</w:t>
      </w:r>
      <w:r w:rsidR="00276CCE">
        <w:t xml:space="preserve">, </w:t>
      </w:r>
      <w:r w:rsidRPr="00DA4E77">
        <w:t>lancée par le lac débordant de son lit</w:t>
      </w:r>
      <w:r w:rsidR="00276CCE">
        <w:t xml:space="preserve">, </w:t>
      </w:r>
      <w:r w:rsidRPr="00DA4E77">
        <w:t>s</w:t>
      </w:r>
      <w:r w:rsidR="00276CCE">
        <w:t>’</w:t>
      </w:r>
      <w:r w:rsidRPr="00DA4E77">
        <w:t>étale et s</w:t>
      </w:r>
      <w:r w:rsidR="00276CCE">
        <w:t>’</w:t>
      </w:r>
      <w:r w:rsidRPr="00DA4E77">
        <w:t>amplifie en une large courbe projetée au-delà du Sphinx</w:t>
      </w:r>
      <w:r w:rsidR="00276CCE">
        <w:t xml:space="preserve"> ; </w:t>
      </w:r>
      <w:r w:rsidRPr="00DA4E77">
        <w:t>et ses quatre derniers adorateurs</w:t>
      </w:r>
      <w:r w:rsidR="00276CCE">
        <w:t xml:space="preserve">, </w:t>
      </w:r>
      <w:r w:rsidRPr="00DA4E77">
        <w:t>agrippés aux flancs du Dieu muet</w:t>
      </w:r>
      <w:r w:rsidR="00276CCE">
        <w:t xml:space="preserve">, </w:t>
      </w:r>
      <w:r w:rsidRPr="00DA4E77">
        <w:t>aveuglés par le feu</w:t>
      </w:r>
      <w:r w:rsidR="00276CCE">
        <w:t xml:space="preserve">, </w:t>
      </w:r>
      <w:r w:rsidRPr="00DA4E77">
        <w:t>assourdis par les eaux</w:t>
      </w:r>
      <w:r w:rsidR="00276CCE">
        <w:t xml:space="preserve">, </w:t>
      </w:r>
      <w:r w:rsidRPr="00DA4E77">
        <w:t>las de lutter contre l</w:t>
      </w:r>
      <w:r w:rsidR="00276CCE">
        <w:t>’</w:t>
      </w:r>
      <w:r w:rsidRPr="00DA4E77">
        <w:t>insurmontable</w:t>
      </w:r>
      <w:r w:rsidR="00276CCE">
        <w:t xml:space="preserve">, </w:t>
      </w:r>
      <w:r w:rsidRPr="00DA4E77">
        <w:t>s</w:t>
      </w:r>
      <w:r w:rsidR="00276CCE">
        <w:t>’</w:t>
      </w:r>
      <w:r w:rsidRPr="00DA4E77">
        <w:t>abandonnent enfin à l</w:t>
      </w:r>
      <w:r w:rsidR="00276CCE">
        <w:t>’</w:t>
      </w:r>
      <w:r w:rsidRPr="00DA4E77">
        <w:t>anxiété vertig</w:t>
      </w:r>
      <w:r w:rsidRPr="00DA4E77">
        <w:t>i</w:t>
      </w:r>
      <w:r w:rsidRPr="00DA4E77">
        <w:t>neuse de se sentir</w:t>
      </w:r>
      <w:r w:rsidR="00276CCE">
        <w:t xml:space="preserve">, </w:t>
      </w:r>
      <w:r w:rsidRPr="00DA4E77">
        <w:t>bientôt</w:t>
      </w:r>
      <w:r w:rsidR="00276CCE">
        <w:t xml:space="preserve">, </w:t>
      </w:r>
      <w:r w:rsidRPr="00DA4E77">
        <w:t>emportés sans défense dans la s</w:t>
      </w:r>
      <w:r w:rsidRPr="00DA4E77">
        <w:t>u</w:t>
      </w:r>
      <w:r w:rsidRPr="00DA4E77">
        <w:t>prême cataracte du grand soir</w:t>
      </w:r>
      <w:r w:rsidR="00276CCE">
        <w:t>.</w:t>
      </w:r>
    </w:p>
    <w:p w14:paraId="60CA0513" w14:textId="2CAF00C8" w:rsidR="00276CCE" w:rsidRDefault="002A4158" w:rsidP="00276CCE">
      <w:pPr>
        <w:pStyle w:val="Titre1"/>
      </w:pPr>
      <w:bookmarkStart w:id="61" w:name="_Toc194842047"/>
      <w:r w:rsidRPr="00DA4E77">
        <w:lastRenderedPageBreak/>
        <w:t>CINQUIÈME JOURNÉE</w:t>
      </w:r>
      <w:r w:rsidRPr="00DA4E77">
        <w:br/>
      </w:r>
      <w:r w:rsidRPr="00DA4E77">
        <w:br/>
        <w:t>LA FÊTE DE L</w:t>
      </w:r>
      <w:r w:rsidR="00276CCE">
        <w:t>’</w:t>
      </w:r>
      <w:r w:rsidRPr="00DA4E77">
        <w:t>ORIENT</w:t>
      </w:r>
      <w:bookmarkEnd w:id="61"/>
    </w:p>
    <w:p w14:paraId="665281A7" w14:textId="77777777" w:rsidR="00276CCE" w:rsidRDefault="00276CCE" w:rsidP="002A4158">
      <w:pPr>
        <w:pStyle w:val="NormalRetraitGauche4XIndent0"/>
        <w:spacing w:before="0" w:after="0"/>
        <w:rPr>
          <w:bCs/>
          <w:i/>
          <w:iCs/>
        </w:rPr>
      </w:pPr>
      <w:r>
        <w:t>— </w:t>
      </w:r>
      <w:r w:rsidR="002A4158" w:rsidRPr="006F7A39">
        <w:rPr>
          <w:bCs/>
          <w:i/>
          <w:iCs/>
        </w:rPr>
        <w:t>Il faut bien que tout le monde meure</w:t>
      </w:r>
      <w:r>
        <w:rPr>
          <w:bCs/>
          <w:i/>
          <w:iCs/>
        </w:rPr>
        <w:t>…</w:t>
      </w:r>
    </w:p>
    <w:p w14:paraId="1B513A69" w14:textId="77777777" w:rsidR="00276CCE" w:rsidRDefault="00276CCE" w:rsidP="002A4158">
      <w:pPr>
        <w:pStyle w:val="NormalRetraitGauche4XIndent0"/>
        <w:spacing w:before="0" w:after="0"/>
        <w:rPr>
          <w:bCs/>
          <w:i/>
          <w:iCs/>
        </w:rPr>
      </w:pPr>
      <w:r>
        <w:rPr>
          <w:bCs/>
          <w:i/>
          <w:iCs/>
        </w:rPr>
        <w:t>— </w:t>
      </w:r>
      <w:r w:rsidR="002A4158" w:rsidRPr="006F7A39">
        <w:rPr>
          <w:bCs/>
          <w:i/>
          <w:iCs/>
        </w:rPr>
        <w:t>Même les mondes</w:t>
      </w:r>
      <w:r>
        <w:rPr>
          <w:bCs/>
          <w:i/>
          <w:iCs/>
        </w:rPr>
        <w:t>…</w:t>
      </w:r>
    </w:p>
    <w:p w14:paraId="60D89C69" w14:textId="77777777" w:rsidR="00276CCE" w:rsidRDefault="00276CCE" w:rsidP="002A4158">
      <w:pPr>
        <w:pStyle w:val="NormalRetraitGauche4XIndent0"/>
        <w:spacing w:before="0" w:after="0"/>
        <w:rPr>
          <w:bCs/>
          <w:i/>
          <w:iCs/>
        </w:rPr>
      </w:pPr>
      <w:r>
        <w:rPr>
          <w:bCs/>
          <w:i/>
          <w:iCs/>
        </w:rPr>
        <w:t>— </w:t>
      </w:r>
      <w:r w:rsidR="002A4158" w:rsidRPr="006F7A39">
        <w:rPr>
          <w:bCs/>
          <w:i/>
          <w:iCs/>
        </w:rPr>
        <w:t>Un monde meurt</w:t>
      </w:r>
      <w:r>
        <w:rPr>
          <w:bCs/>
          <w:i/>
          <w:iCs/>
        </w:rPr>
        <w:t xml:space="preserve"> ; </w:t>
      </w:r>
      <w:r w:rsidR="002A4158" w:rsidRPr="006F7A39">
        <w:rPr>
          <w:bCs/>
          <w:i/>
          <w:iCs/>
        </w:rPr>
        <w:t>un monde naît</w:t>
      </w:r>
      <w:r>
        <w:rPr>
          <w:bCs/>
          <w:i/>
          <w:iCs/>
        </w:rPr>
        <w:t>.</w:t>
      </w:r>
    </w:p>
    <w:p w14:paraId="0E471753" w14:textId="77777777" w:rsidR="00276CCE" w:rsidRDefault="00276CCE" w:rsidP="002A4158">
      <w:pPr>
        <w:pStyle w:val="NormalRetraitGauche4XIndent0"/>
        <w:spacing w:before="0" w:after="0"/>
        <w:rPr>
          <w:bCs/>
          <w:i/>
          <w:iCs/>
        </w:rPr>
      </w:pPr>
      <w:r>
        <w:rPr>
          <w:bCs/>
          <w:i/>
          <w:iCs/>
        </w:rPr>
        <w:t>— </w:t>
      </w:r>
      <w:r w:rsidR="002A4158" w:rsidRPr="006F7A39">
        <w:rPr>
          <w:bCs/>
          <w:i/>
          <w:iCs/>
        </w:rPr>
        <w:t>Et tout recommence</w:t>
      </w:r>
      <w:r>
        <w:rPr>
          <w:bCs/>
          <w:i/>
          <w:iCs/>
        </w:rPr>
        <w:t>.</w:t>
      </w:r>
    </w:p>
    <w:p w14:paraId="34F460E6" w14:textId="77777777" w:rsidR="00276CCE" w:rsidRDefault="00276CCE" w:rsidP="00276CCE">
      <w:pPr>
        <w:pStyle w:val="Titre2"/>
        <w:rPr>
          <w:i/>
        </w:rPr>
      </w:pPr>
      <w:bookmarkStart w:id="62" w:name="_Toc194842048"/>
      <w:r w:rsidRPr="00DA4E77">
        <w:lastRenderedPageBreak/>
        <w:t>Scène</w:t>
      </w:r>
      <w:r>
        <w:t> </w:t>
      </w:r>
      <w:r w:rsidRPr="00DA4E77">
        <w:t>I</w:t>
      </w:r>
      <w:r>
        <w:t xml:space="preserve">. – </w:t>
      </w:r>
      <w:r w:rsidR="002A4158" w:rsidRPr="00DA4E77">
        <w:rPr>
          <w:i/>
        </w:rPr>
        <w:t>Dans l</w:t>
      </w:r>
      <w:r>
        <w:rPr>
          <w:i/>
        </w:rPr>
        <w:t>’</w:t>
      </w:r>
      <w:r w:rsidR="002A4158" w:rsidRPr="00DA4E77">
        <w:rPr>
          <w:i/>
        </w:rPr>
        <w:t>Île de Pourpre</w:t>
      </w:r>
      <w:r>
        <w:rPr>
          <w:i/>
        </w:rPr>
        <w:t>.</w:t>
      </w:r>
      <w:bookmarkEnd w:id="62"/>
    </w:p>
    <w:p w14:paraId="1C96A975" w14:textId="77777777" w:rsidR="00276CCE" w:rsidRDefault="002A4158" w:rsidP="002A4158">
      <w:r w:rsidRPr="00DA4E77">
        <w:t>Une aube lente hésite à l</w:t>
      </w:r>
      <w:r w:rsidR="00276CCE">
        <w:t>’</w:t>
      </w:r>
      <w:r w:rsidRPr="00DA4E77">
        <w:t>horizon</w:t>
      </w:r>
      <w:r w:rsidR="00276CCE">
        <w:t xml:space="preserve">. </w:t>
      </w:r>
      <w:r w:rsidRPr="00DA4E77">
        <w:t>Autour de la clarté nai</w:t>
      </w:r>
      <w:r w:rsidRPr="00DA4E77">
        <w:t>s</w:t>
      </w:r>
      <w:r w:rsidRPr="00DA4E77">
        <w:t>sante s</w:t>
      </w:r>
      <w:r w:rsidR="00276CCE">
        <w:t>’</w:t>
      </w:r>
      <w:r w:rsidRPr="00DA4E77">
        <w:t>étend dans le ciel une nappe laiteuse et grisâtre</w:t>
      </w:r>
      <w:r w:rsidR="00276CCE">
        <w:t xml:space="preserve">, </w:t>
      </w:r>
      <w:r w:rsidRPr="00DA4E77">
        <w:t>tandis que des nuages s</w:t>
      </w:r>
      <w:r w:rsidR="00276CCE">
        <w:t>’</w:t>
      </w:r>
      <w:r w:rsidRPr="00DA4E77">
        <w:t>enflent vers le sud</w:t>
      </w:r>
      <w:r w:rsidR="00276CCE">
        <w:t xml:space="preserve">. </w:t>
      </w:r>
      <w:r w:rsidRPr="00DA4E77">
        <w:t>La mer</w:t>
      </w:r>
      <w:r w:rsidR="00276CCE">
        <w:t xml:space="preserve">, </w:t>
      </w:r>
      <w:r w:rsidRPr="00DA4E77">
        <w:t>bouillonnante e</w:t>
      </w:r>
      <w:r w:rsidRPr="00DA4E77">
        <w:t>n</w:t>
      </w:r>
      <w:r w:rsidRPr="00DA4E77">
        <w:t>core de sa récente fureur</w:t>
      </w:r>
      <w:r w:rsidR="00276CCE">
        <w:t xml:space="preserve">, </w:t>
      </w:r>
      <w:r w:rsidRPr="00DA4E77">
        <w:t>se lève parfois en vagues gonflées puis retombe en grondant</w:t>
      </w:r>
      <w:r w:rsidR="00276CCE">
        <w:t>.</w:t>
      </w:r>
    </w:p>
    <w:p w14:paraId="37A8FBB7" w14:textId="77777777" w:rsidR="00276CCE" w:rsidRDefault="00276CCE" w:rsidP="002A4158">
      <w:r>
        <w:t>— </w:t>
      </w:r>
      <w:r w:rsidR="002A4158" w:rsidRPr="00DA4E77">
        <w:t>Le jour</w:t>
      </w:r>
      <w:r>
        <w:t xml:space="preserve"> ! </w:t>
      </w:r>
      <w:r w:rsidR="002A4158" w:rsidRPr="00DA4E77">
        <w:t>Le jour</w:t>
      </w:r>
      <w:r>
        <w:t xml:space="preserve"> ! </w:t>
      </w:r>
      <w:r w:rsidR="002A4158" w:rsidRPr="00DA4E77">
        <w:t>s</w:t>
      </w:r>
      <w:r>
        <w:t>’</w:t>
      </w:r>
      <w:r w:rsidR="002A4158" w:rsidRPr="00DA4E77">
        <w:t xml:space="preserve">écrie </w:t>
      </w:r>
      <w:proofErr w:type="spellStart"/>
      <w:r w:rsidR="002A4158" w:rsidRPr="00DA4E77">
        <w:t>Xanthès</w:t>
      </w:r>
      <w:proofErr w:type="spellEnd"/>
      <w:r w:rsidR="002A4158" w:rsidRPr="00DA4E77">
        <w:t xml:space="preserve"> en bondissant d</w:t>
      </w:r>
      <w:r>
        <w:t>’</w:t>
      </w:r>
      <w:r w:rsidR="002A4158" w:rsidRPr="00DA4E77">
        <w:t>allégresse</w:t>
      </w:r>
      <w:r>
        <w:t>.</w:t>
      </w:r>
    </w:p>
    <w:p w14:paraId="2D9ED683" w14:textId="77777777" w:rsidR="00276CCE" w:rsidRDefault="00276CCE" w:rsidP="002A4158">
      <w:r>
        <w:t>— </w:t>
      </w:r>
      <w:r w:rsidR="002A4158" w:rsidRPr="00DA4E77">
        <w:t>La vie renaît</w:t>
      </w:r>
      <w:r>
        <w:t xml:space="preserve"> ! </w:t>
      </w:r>
      <w:r w:rsidR="002A4158" w:rsidRPr="00DA4E77">
        <w:t>La nature continue</w:t>
      </w:r>
      <w:r>
        <w:t xml:space="preserve"> ! </w:t>
      </w:r>
      <w:r w:rsidR="002A4158" w:rsidRPr="00DA4E77">
        <w:t xml:space="preserve">ajoute </w:t>
      </w:r>
      <w:proofErr w:type="spellStart"/>
      <w:r w:rsidR="002A4158" w:rsidRPr="00DA4E77">
        <w:t>Asmonia</w:t>
      </w:r>
      <w:proofErr w:type="spellEnd"/>
      <w:r>
        <w:t>.</w:t>
      </w:r>
    </w:p>
    <w:p w14:paraId="0824FF88" w14:textId="77777777" w:rsidR="00276CCE" w:rsidRDefault="00276CCE" w:rsidP="002A4158">
      <w:r>
        <w:t>— </w:t>
      </w:r>
      <w:r w:rsidR="002A4158" w:rsidRPr="00DA4E77">
        <w:t>Chantons un hymne</w:t>
      </w:r>
      <w:r>
        <w:t xml:space="preserve"> ! </w:t>
      </w:r>
      <w:r w:rsidR="002A4158" w:rsidRPr="00DA4E77">
        <w:t xml:space="preserve">fait </w:t>
      </w:r>
      <w:proofErr w:type="spellStart"/>
      <w:r w:rsidR="002A4158" w:rsidRPr="00DA4E77">
        <w:t>Xanthès</w:t>
      </w:r>
      <w:proofErr w:type="spellEnd"/>
      <w:r>
        <w:t xml:space="preserve">. </w:t>
      </w:r>
      <w:r w:rsidR="002A4158" w:rsidRPr="00DA4E77">
        <w:t>Chantons un hymne au jour que nous n</w:t>
      </w:r>
      <w:r>
        <w:t>’</w:t>
      </w:r>
      <w:r w:rsidR="002A4158" w:rsidRPr="00DA4E77">
        <w:t>espérions plus</w:t>
      </w:r>
      <w:r>
        <w:t> !</w:t>
      </w:r>
    </w:p>
    <w:p w14:paraId="57D5CF9D" w14:textId="77777777" w:rsidR="00276CCE" w:rsidRDefault="00276CCE" w:rsidP="002A4158">
      <w:r>
        <w:t>— </w:t>
      </w:r>
      <w:r w:rsidR="002A4158" w:rsidRPr="00DA4E77">
        <w:t>Nous avons bien failli ne pas le revoir</w:t>
      </w:r>
      <w:r>
        <w:t xml:space="preserve">, </w:t>
      </w:r>
      <w:r w:rsidR="002A4158" w:rsidRPr="00DA4E77">
        <w:t xml:space="preserve">fait </w:t>
      </w:r>
      <w:proofErr w:type="spellStart"/>
      <w:r w:rsidR="002A4158" w:rsidRPr="00DA4E77">
        <w:t>Thamoussi</w:t>
      </w:r>
      <w:proofErr w:type="spellEnd"/>
      <w:r>
        <w:t xml:space="preserve">. </w:t>
      </w:r>
      <w:r w:rsidR="002A4158" w:rsidRPr="00DA4E77">
        <w:t>Sans l</w:t>
      </w:r>
      <w:r>
        <w:t>’</w:t>
      </w:r>
      <w:r w:rsidR="002A4158" w:rsidRPr="00DA4E77">
        <w:t>énergie d</w:t>
      </w:r>
      <w:r>
        <w:t>’</w:t>
      </w:r>
      <w:proofErr w:type="spellStart"/>
      <w:r w:rsidR="002A4158" w:rsidRPr="00DA4E77">
        <w:t>Hermos</w:t>
      </w:r>
      <w:proofErr w:type="spellEnd"/>
      <w:r>
        <w:t xml:space="preserve">, </w:t>
      </w:r>
      <w:r w:rsidR="002A4158" w:rsidRPr="00DA4E77">
        <w:t>nous étions engloutis dans notre p</w:t>
      </w:r>
      <w:r w:rsidR="002A4158" w:rsidRPr="00DA4E77">
        <w:t>a</w:t>
      </w:r>
      <w:r w:rsidR="002A4158" w:rsidRPr="00DA4E77">
        <w:t>lais</w:t>
      </w:r>
      <w:r>
        <w:t> !</w:t>
      </w:r>
    </w:p>
    <w:p w14:paraId="21D02D99" w14:textId="77777777" w:rsidR="00276CCE" w:rsidRDefault="00276CCE" w:rsidP="002A4158">
      <w:r>
        <w:t>— </w:t>
      </w:r>
      <w:r w:rsidR="002A4158" w:rsidRPr="00DA4E77">
        <w:t>Pauvre palais de marbre et d</w:t>
      </w:r>
      <w:r>
        <w:t>’</w:t>
      </w:r>
      <w:r w:rsidR="002A4158" w:rsidRPr="00DA4E77">
        <w:t>or</w:t>
      </w:r>
      <w:r>
        <w:t xml:space="preserve">, </w:t>
      </w:r>
      <w:r w:rsidR="002A4158" w:rsidRPr="00DA4E77">
        <w:t>dont les terrasses dom</w:t>
      </w:r>
      <w:r w:rsidR="002A4158" w:rsidRPr="00DA4E77">
        <w:t>i</w:t>
      </w:r>
      <w:r w:rsidR="002A4158" w:rsidRPr="00DA4E77">
        <w:t>naient le plus bel horizon créé par les hommes</w:t>
      </w:r>
      <w:r>
        <w:t xml:space="preserve"> ! </w:t>
      </w:r>
      <w:r w:rsidR="002A4158" w:rsidRPr="00DA4E77">
        <w:t>Ah</w:t>
      </w:r>
      <w:r>
        <w:t xml:space="preserve"> ! </w:t>
      </w:r>
      <w:r w:rsidR="002A4158" w:rsidRPr="00DA4E77">
        <w:t>que la mer méchante l</w:t>
      </w:r>
      <w:r>
        <w:t>’</w:t>
      </w:r>
      <w:r w:rsidR="002A4158" w:rsidRPr="00DA4E77">
        <w:t>a vite détruit</w:t>
      </w:r>
      <w:r>
        <w:t> !</w:t>
      </w:r>
    </w:p>
    <w:p w14:paraId="139E0B96" w14:textId="77777777" w:rsidR="00276CCE" w:rsidRDefault="00276CCE" w:rsidP="002A4158">
      <w:r>
        <w:t>— </w:t>
      </w:r>
      <w:r w:rsidR="002A4158" w:rsidRPr="00DA4E77">
        <w:t>Bah</w:t>
      </w:r>
      <w:r>
        <w:t xml:space="preserve"> ! </w:t>
      </w:r>
      <w:r w:rsidR="002A4158" w:rsidRPr="00DA4E77">
        <w:t>Atlantis est assez riche</w:t>
      </w:r>
      <w:r>
        <w:t xml:space="preserve">, </w:t>
      </w:r>
      <w:r w:rsidR="002A4158" w:rsidRPr="00DA4E77">
        <w:t xml:space="preserve">glapit </w:t>
      </w:r>
      <w:proofErr w:type="spellStart"/>
      <w:r w:rsidR="002A4158" w:rsidRPr="00DA4E77">
        <w:t>Olbios</w:t>
      </w:r>
      <w:proofErr w:type="spellEnd"/>
      <w:r>
        <w:t xml:space="preserve">, </w:t>
      </w:r>
      <w:r w:rsidR="002A4158" w:rsidRPr="00DA4E77">
        <w:t>pour réparer les torts des vagues capricieuses</w:t>
      </w:r>
      <w:r>
        <w:t>.</w:t>
      </w:r>
    </w:p>
    <w:p w14:paraId="7C60DACB" w14:textId="77777777" w:rsidR="00276CCE" w:rsidRDefault="00276CCE" w:rsidP="002A4158">
      <w:r>
        <w:t>— </w:t>
      </w:r>
      <w:r w:rsidR="002A4158" w:rsidRPr="00DA4E77">
        <w:t xml:space="preserve">Mais où se trouve </w:t>
      </w:r>
      <w:proofErr w:type="spellStart"/>
      <w:r w:rsidR="002A4158" w:rsidRPr="00DA4E77">
        <w:t>Hermos</w:t>
      </w:r>
      <w:proofErr w:type="spellEnd"/>
      <w:r>
        <w:t xml:space="preserve"> ? </w:t>
      </w:r>
      <w:r w:rsidR="002A4158" w:rsidRPr="00DA4E77">
        <w:t xml:space="preserve">demande </w:t>
      </w:r>
      <w:proofErr w:type="spellStart"/>
      <w:r w:rsidR="002A4158" w:rsidRPr="00DA4E77">
        <w:t>Xanthès</w:t>
      </w:r>
      <w:proofErr w:type="spellEnd"/>
      <w:r>
        <w:t xml:space="preserve">, </w:t>
      </w:r>
      <w:r w:rsidR="002A4158" w:rsidRPr="00DA4E77">
        <w:t>lui qui</w:t>
      </w:r>
      <w:r>
        <w:t xml:space="preserve">, </w:t>
      </w:r>
      <w:r w:rsidR="002A4158" w:rsidRPr="00DA4E77">
        <w:t>de force</w:t>
      </w:r>
      <w:r>
        <w:t xml:space="preserve">, </w:t>
      </w:r>
      <w:r w:rsidR="002A4158" w:rsidRPr="00DA4E77">
        <w:t>au moment où la mer hurlait autour de l</w:t>
      </w:r>
      <w:r>
        <w:t>’</w:t>
      </w:r>
      <w:r w:rsidR="002A4158" w:rsidRPr="00DA4E77">
        <w:t>île</w:t>
      </w:r>
      <w:r>
        <w:t xml:space="preserve">, </w:t>
      </w:r>
      <w:r w:rsidR="002A4158" w:rsidRPr="00DA4E77">
        <w:t>nous a menés au sommet de la colline</w:t>
      </w:r>
      <w:r>
        <w:t xml:space="preserve">, </w:t>
      </w:r>
      <w:r w:rsidR="002A4158" w:rsidRPr="00DA4E77">
        <w:t>lui qui nous a sauvés</w:t>
      </w:r>
      <w:r>
        <w:t xml:space="preserve">, </w:t>
      </w:r>
      <w:r w:rsidR="002A4158" w:rsidRPr="00DA4E77">
        <w:t>où est-il</w:t>
      </w:r>
      <w:r>
        <w:t xml:space="preserve"> ? </w:t>
      </w:r>
      <w:r w:rsidR="002A4158" w:rsidRPr="00DA4E77">
        <w:t>Je veux que nul autre avant moi n</w:t>
      </w:r>
      <w:r>
        <w:t>’</w:t>
      </w:r>
      <w:r w:rsidR="002A4158" w:rsidRPr="00DA4E77">
        <w:t>aille lui dire combien nous l</w:t>
      </w:r>
      <w:r>
        <w:t>’</w:t>
      </w:r>
      <w:r w:rsidR="002A4158" w:rsidRPr="00DA4E77">
        <w:t>aimons</w:t>
      </w:r>
      <w:r>
        <w:t> !</w:t>
      </w:r>
    </w:p>
    <w:p w14:paraId="3A6909F0" w14:textId="77777777" w:rsidR="00276CCE" w:rsidRDefault="002A4158" w:rsidP="002A4158">
      <w:r w:rsidRPr="00DA4E77">
        <w:t>Et sans prendre garde aux grognements d</w:t>
      </w:r>
      <w:r w:rsidR="00276CCE">
        <w:t>’</w:t>
      </w:r>
      <w:proofErr w:type="spellStart"/>
      <w:r w:rsidRPr="00DA4E77">
        <w:t>Olbios</w:t>
      </w:r>
      <w:proofErr w:type="spellEnd"/>
      <w:r w:rsidR="00276CCE">
        <w:t xml:space="preserve">, </w:t>
      </w:r>
      <w:r w:rsidRPr="00DA4E77">
        <w:t>qui pr</w:t>
      </w:r>
      <w:r w:rsidRPr="00DA4E77">
        <w:t>o</w:t>
      </w:r>
      <w:r w:rsidRPr="00DA4E77">
        <w:t>teste</w:t>
      </w:r>
      <w:r w:rsidR="00276CCE">
        <w:t xml:space="preserve">, </w:t>
      </w:r>
      <w:r w:rsidRPr="00DA4E77">
        <w:t xml:space="preserve">il cherche de tous côtés son ami </w:t>
      </w:r>
      <w:proofErr w:type="spellStart"/>
      <w:r w:rsidRPr="00DA4E77">
        <w:t>Hermos</w:t>
      </w:r>
      <w:proofErr w:type="spellEnd"/>
      <w:r w:rsidR="00276CCE">
        <w:t>.</w:t>
      </w:r>
    </w:p>
    <w:p w14:paraId="5B5FAB88" w14:textId="77777777" w:rsidR="00276CCE" w:rsidRDefault="002A4158" w:rsidP="002A4158">
      <w:r w:rsidRPr="00DA4E77">
        <w:lastRenderedPageBreak/>
        <w:t>Les artistes de l</w:t>
      </w:r>
      <w:r w:rsidR="00276CCE">
        <w:t>’</w:t>
      </w:r>
      <w:r w:rsidRPr="00DA4E77">
        <w:t>Île de Pourpre</w:t>
      </w:r>
      <w:r w:rsidR="00276CCE">
        <w:t xml:space="preserve">, </w:t>
      </w:r>
      <w:r w:rsidRPr="00DA4E77">
        <w:t>cependant</w:t>
      </w:r>
      <w:r w:rsidR="00276CCE">
        <w:t xml:space="preserve">, </w:t>
      </w:r>
      <w:r w:rsidRPr="00DA4E77">
        <w:t>ravis de revoir la clarté du jour</w:t>
      </w:r>
      <w:r w:rsidR="00276CCE">
        <w:t xml:space="preserve">, </w:t>
      </w:r>
      <w:r w:rsidRPr="00DA4E77">
        <w:t>sortent peu à peu de la caverne où ils ont passé la nuit</w:t>
      </w:r>
      <w:r w:rsidR="00276CCE">
        <w:t xml:space="preserve">, </w:t>
      </w:r>
      <w:r w:rsidRPr="00DA4E77">
        <w:t>sur le mont qui domine toute l</w:t>
      </w:r>
      <w:r w:rsidR="00276CCE">
        <w:t>’</w:t>
      </w:r>
      <w:r w:rsidRPr="00DA4E77">
        <w:t>île</w:t>
      </w:r>
      <w:r w:rsidR="00276CCE">
        <w:t xml:space="preserve">. </w:t>
      </w:r>
      <w:r w:rsidRPr="00DA4E77">
        <w:t>C</w:t>
      </w:r>
      <w:r w:rsidR="00276CCE">
        <w:t>’</w:t>
      </w:r>
      <w:r w:rsidRPr="00DA4E77">
        <w:t>est là qu</w:t>
      </w:r>
      <w:r w:rsidR="00276CCE">
        <w:t>’</w:t>
      </w:r>
      <w:proofErr w:type="spellStart"/>
      <w:r w:rsidRPr="00DA4E77">
        <w:t>Hermos</w:t>
      </w:r>
      <w:proofErr w:type="spellEnd"/>
      <w:r w:rsidRPr="00DA4E77">
        <w:t xml:space="preserve"> les a conduits au moment où se déchaînait la tempête</w:t>
      </w:r>
      <w:r w:rsidR="00276CCE">
        <w:t xml:space="preserve">. </w:t>
      </w:r>
      <w:r w:rsidRPr="00DA4E77">
        <w:t>Et maint</w:t>
      </w:r>
      <w:r w:rsidRPr="00DA4E77">
        <w:t>e</w:t>
      </w:r>
      <w:r w:rsidRPr="00DA4E77">
        <w:t>nant</w:t>
      </w:r>
      <w:r w:rsidR="00276CCE">
        <w:t xml:space="preserve">, </w:t>
      </w:r>
      <w:r w:rsidRPr="00DA4E77">
        <w:t>las d</w:t>
      </w:r>
      <w:r w:rsidR="00276CCE">
        <w:t>’</w:t>
      </w:r>
      <w:r w:rsidRPr="00DA4E77">
        <w:t>une nuit d</w:t>
      </w:r>
      <w:r w:rsidR="00276CCE">
        <w:t>’</w:t>
      </w:r>
      <w:r w:rsidRPr="00DA4E77">
        <w:t>angoisse</w:t>
      </w:r>
      <w:r w:rsidR="00276CCE">
        <w:t xml:space="preserve">, </w:t>
      </w:r>
      <w:r w:rsidRPr="00DA4E77">
        <w:t>tremblants encore dans leurs v</w:t>
      </w:r>
      <w:r w:rsidRPr="00DA4E77">
        <w:t>ê</w:t>
      </w:r>
      <w:r w:rsidRPr="00DA4E77">
        <w:t>tements mouillés</w:t>
      </w:r>
      <w:r w:rsidR="00276CCE">
        <w:t xml:space="preserve">, </w:t>
      </w:r>
      <w:r w:rsidRPr="00DA4E77">
        <w:t>ils viennent attendre le lever de l</w:t>
      </w:r>
      <w:r w:rsidR="00276CCE">
        <w:t>’</w:t>
      </w:r>
      <w:r w:rsidRPr="00DA4E77">
        <w:t>astre</w:t>
      </w:r>
      <w:r w:rsidR="00276CCE">
        <w:t xml:space="preserve">, </w:t>
      </w:r>
      <w:r w:rsidRPr="00DA4E77">
        <w:t>sép</w:t>
      </w:r>
      <w:r w:rsidRPr="00DA4E77">
        <w:t>a</w:t>
      </w:r>
      <w:r w:rsidRPr="00DA4E77">
        <w:t>rés d</w:t>
      </w:r>
      <w:r w:rsidR="00276CCE">
        <w:t>’</w:t>
      </w:r>
      <w:r w:rsidRPr="00DA4E77">
        <w:t>Atlantis par la colline de porphyre</w:t>
      </w:r>
      <w:r w:rsidR="00276CCE">
        <w:t xml:space="preserve">. </w:t>
      </w:r>
      <w:r w:rsidRPr="00DA4E77">
        <w:t>La joie de renaître</w:t>
      </w:r>
      <w:r w:rsidR="00276CCE">
        <w:t xml:space="preserve">, </w:t>
      </w:r>
      <w:r w:rsidRPr="00DA4E77">
        <w:t>l</w:t>
      </w:r>
      <w:r w:rsidR="00276CCE">
        <w:t>’</w:t>
      </w:r>
      <w:r w:rsidRPr="00DA4E77">
        <w:t>ivresse de sentir s</w:t>
      </w:r>
      <w:r w:rsidR="00276CCE">
        <w:t>’</w:t>
      </w:r>
      <w:r w:rsidRPr="00DA4E77">
        <w:t>évaporer la terreur de la mort universelle dont ils ont frémi dans l</w:t>
      </w:r>
      <w:r w:rsidR="00276CCE">
        <w:t>’</w:t>
      </w:r>
      <w:r w:rsidRPr="00DA4E77">
        <w:t>obscurité traversée d</w:t>
      </w:r>
      <w:r w:rsidR="00276CCE">
        <w:t>’</w:t>
      </w:r>
      <w:r w:rsidRPr="00DA4E77">
        <w:t>éclairs et de c</w:t>
      </w:r>
      <w:r w:rsidRPr="00DA4E77">
        <w:t>y</w:t>
      </w:r>
      <w:r w:rsidRPr="00DA4E77">
        <w:t>clones</w:t>
      </w:r>
      <w:r w:rsidR="00276CCE">
        <w:t xml:space="preserve">, </w:t>
      </w:r>
      <w:r w:rsidRPr="00DA4E77">
        <w:t>la surprise de contempler encore le ciel même terne et couvert de nuages</w:t>
      </w:r>
      <w:r w:rsidR="00276CCE">
        <w:t xml:space="preserve">, </w:t>
      </w:r>
      <w:r w:rsidRPr="00DA4E77">
        <w:t>tout ce grand rejaillissement de vie leur fait oublier les tourments de la peur et les injures des éléments fo</w:t>
      </w:r>
      <w:r w:rsidRPr="00DA4E77">
        <w:t>r</w:t>
      </w:r>
      <w:r w:rsidRPr="00DA4E77">
        <w:t>cenés</w:t>
      </w:r>
      <w:r w:rsidR="00276CCE">
        <w:t xml:space="preserve"> ; </w:t>
      </w:r>
      <w:r w:rsidRPr="00DA4E77">
        <w:t>et</w:t>
      </w:r>
      <w:r w:rsidR="00276CCE">
        <w:t xml:space="preserve">, </w:t>
      </w:r>
      <w:r w:rsidRPr="00DA4E77">
        <w:t>malgré les fatigues</w:t>
      </w:r>
      <w:r w:rsidR="00276CCE">
        <w:t xml:space="preserve">, </w:t>
      </w:r>
      <w:r w:rsidRPr="00DA4E77">
        <w:t>malgré les ravages de leur cher palais</w:t>
      </w:r>
      <w:r w:rsidR="00276CCE">
        <w:t xml:space="preserve">, </w:t>
      </w:r>
      <w:r w:rsidRPr="00DA4E77">
        <w:t>ils chantent les premières strophes d</w:t>
      </w:r>
      <w:r w:rsidR="00276CCE">
        <w:t>’</w:t>
      </w:r>
      <w:r w:rsidRPr="00DA4E77">
        <w:t>un hymne au soleil</w:t>
      </w:r>
      <w:r w:rsidR="00276CCE">
        <w:t>.</w:t>
      </w:r>
    </w:p>
    <w:p w14:paraId="5A078BE4" w14:textId="77777777" w:rsidR="00276CCE" w:rsidRDefault="002A4158" w:rsidP="002A4158">
      <w:r w:rsidRPr="00DA4E77">
        <w:t>Mais à peine ont-ils commencé qu</w:t>
      </w:r>
      <w:r w:rsidR="00276CCE">
        <w:t>’</w:t>
      </w:r>
      <w:r w:rsidRPr="00DA4E77">
        <w:t>une voix oppressée to</w:t>
      </w:r>
      <w:r w:rsidRPr="00DA4E77">
        <w:t>m</w:t>
      </w:r>
      <w:r w:rsidRPr="00DA4E77">
        <w:t>be de la colline</w:t>
      </w:r>
      <w:r w:rsidR="00276CCE">
        <w:t> :</w:t>
      </w:r>
    </w:p>
    <w:p w14:paraId="70EA42CD" w14:textId="77777777" w:rsidR="00276CCE" w:rsidRDefault="00276CCE" w:rsidP="002A4158">
      <w:r>
        <w:t>— </w:t>
      </w:r>
      <w:r w:rsidR="002A4158" w:rsidRPr="00DA4E77">
        <w:t>Malheureux</w:t>
      </w:r>
      <w:r>
        <w:t xml:space="preserve"> ! </w:t>
      </w:r>
      <w:r w:rsidR="002A4158" w:rsidRPr="00DA4E77">
        <w:t xml:space="preserve">dit </w:t>
      </w:r>
      <w:proofErr w:type="spellStart"/>
      <w:r w:rsidR="002A4158" w:rsidRPr="00DA4E77">
        <w:t>Hermos</w:t>
      </w:r>
      <w:proofErr w:type="spellEnd"/>
      <w:r>
        <w:t xml:space="preserve"> ; </w:t>
      </w:r>
      <w:r w:rsidR="002A4158" w:rsidRPr="00DA4E77">
        <w:t>ne chantez pas</w:t>
      </w:r>
      <w:r>
        <w:t xml:space="preserve"> ! </w:t>
      </w:r>
      <w:r w:rsidR="002A4158" w:rsidRPr="00DA4E77">
        <w:t>Silence</w:t>
      </w:r>
      <w:r>
        <w:t xml:space="preserve"> ! </w:t>
      </w:r>
      <w:r w:rsidR="002A4158" w:rsidRPr="00DA4E77">
        <w:t>S</w:t>
      </w:r>
      <w:r w:rsidR="002A4158" w:rsidRPr="00DA4E77">
        <w:t>i</w:t>
      </w:r>
      <w:r w:rsidR="002A4158" w:rsidRPr="00DA4E77">
        <w:t>lence</w:t>
      </w:r>
      <w:r>
        <w:t xml:space="preserve"> ! </w:t>
      </w:r>
      <w:r w:rsidR="002A4158" w:rsidRPr="00DA4E77">
        <w:t>Priez plutôt</w:t>
      </w:r>
      <w:r>
        <w:t xml:space="preserve">, </w:t>
      </w:r>
      <w:r w:rsidR="002A4158" w:rsidRPr="00DA4E77">
        <w:t>priez tout bas</w:t>
      </w:r>
      <w:r>
        <w:t xml:space="preserve">, </w:t>
      </w:r>
      <w:r w:rsidR="002A4158" w:rsidRPr="00DA4E77">
        <w:t>priez pour des milliers de morts</w:t>
      </w:r>
      <w:r>
        <w:t xml:space="preserve">, </w:t>
      </w:r>
      <w:r w:rsidR="002A4158" w:rsidRPr="00DA4E77">
        <w:t>nos frères</w:t>
      </w:r>
      <w:r>
        <w:t> !</w:t>
      </w:r>
    </w:p>
    <w:p w14:paraId="4C519303" w14:textId="77777777" w:rsidR="00276CCE" w:rsidRDefault="002A4158" w:rsidP="002A4158">
      <w:r w:rsidRPr="00DA4E77">
        <w:t>Ce mot de mort multiplié par un chiffre énorme passe sur la tête des artistes aussi farouche que le vent de la récente nuit</w:t>
      </w:r>
      <w:r w:rsidR="00276CCE">
        <w:t>.</w:t>
      </w:r>
    </w:p>
    <w:p w14:paraId="3D33885D" w14:textId="77777777" w:rsidR="00276CCE" w:rsidRDefault="00276CCE" w:rsidP="002A4158">
      <w:r>
        <w:t>— </w:t>
      </w:r>
      <w:r w:rsidR="002A4158" w:rsidRPr="00DA4E77">
        <w:t>Qu</w:t>
      </w:r>
      <w:r>
        <w:t>’</w:t>
      </w:r>
      <w:r w:rsidR="002A4158" w:rsidRPr="00DA4E77">
        <w:t>y a-t-il encore</w:t>
      </w:r>
      <w:r>
        <w:t xml:space="preserve"> ? </w:t>
      </w:r>
      <w:r w:rsidR="002A4158" w:rsidRPr="00DA4E77">
        <w:t xml:space="preserve">demande </w:t>
      </w:r>
      <w:proofErr w:type="spellStart"/>
      <w:r w:rsidR="002A4158" w:rsidRPr="00DA4E77">
        <w:t>Palmoussos</w:t>
      </w:r>
      <w:proofErr w:type="spellEnd"/>
      <w:r>
        <w:t>.</w:t>
      </w:r>
    </w:p>
    <w:p w14:paraId="7D296917" w14:textId="77777777" w:rsidR="00276CCE" w:rsidRDefault="002A4158" w:rsidP="002A4158">
      <w:r w:rsidRPr="00DA4E77">
        <w:t xml:space="preserve">Et </w:t>
      </w:r>
      <w:proofErr w:type="spellStart"/>
      <w:r w:rsidRPr="00DA4E77">
        <w:t>Olbios</w:t>
      </w:r>
      <w:proofErr w:type="spellEnd"/>
      <w:r w:rsidR="00276CCE">
        <w:t xml:space="preserve">, </w:t>
      </w:r>
      <w:r w:rsidRPr="00DA4E77">
        <w:t>redevenu tremblant</w:t>
      </w:r>
      <w:r w:rsidR="00276CCE">
        <w:t xml:space="preserve">, </w:t>
      </w:r>
      <w:r w:rsidRPr="00DA4E77">
        <w:t xml:space="preserve">supplie </w:t>
      </w:r>
      <w:proofErr w:type="spellStart"/>
      <w:r w:rsidRPr="00DA4E77">
        <w:t>Xanthès</w:t>
      </w:r>
      <w:proofErr w:type="spellEnd"/>
      <w:r w:rsidRPr="00DA4E77">
        <w:t xml:space="preserve"> d</w:t>
      </w:r>
      <w:r w:rsidR="00276CCE">
        <w:t>’</w:t>
      </w:r>
      <w:r w:rsidRPr="00DA4E77">
        <w:t xml:space="preserve">aller chercher </w:t>
      </w:r>
      <w:proofErr w:type="spellStart"/>
      <w:r w:rsidRPr="00DA4E77">
        <w:t>Hermos</w:t>
      </w:r>
      <w:proofErr w:type="spellEnd"/>
      <w:r w:rsidRPr="00DA4E77">
        <w:t xml:space="preserve"> et </w:t>
      </w:r>
      <w:proofErr w:type="spellStart"/>
      <w:r w:rsidRPr="00DA4E77">
        <w:t>Amonou</w:t>
      </w:r>
      <w:proofErr w:type="spellEnd"/>
      <w:r w:rsidR="00276CCE">
        <w:t>.</w:t>
      </w:r>
    </w:p>
    <w:p w14:paraId="0D52BA41" w14:textId="77777777" w:rsidR="00276CCE" w:rsidRDefault="002A4158" w:rsidP="002A4158">
      <w:r w:rsidRPr="00DA4E77">
        <w:t>Les voici</w:t>
      </w:r>
      <w:r w:rsidR="00276CCE">
        <w:t xml:space="preserve">, </w:t>
      </w:r>
      <w:r w:rsidRPr="00DA4E77">
        <w:t>d</w:t>
      </w:r>
      <w:r w:rsidR="00276CCE">
        <w:t>’</w:t>
      </w:r>
      <w:r w:rsidRPr="00DA4E77">
        <w:t>ailleurs</w:t>
      </w:r>
      <w:r w:rsidR="00276CCE">
        <w:t xml:space="preserve">, </w:t>
      </w:r>
      <w:r w:rsidRPr="00DA4E77">
        <w:t>qui apparaissent devant la caverne</w:t>
      </w:r>
      <w:r w:rsidR="00276CCE">
        <w:t xml:space="preserve">, </w:t>
      </w:r>
      <w:r w:rsidRPr="00DA4E77">
        <w:t>les yeux élargis par l</w:t>
      </w:r>
      <w:r w:rsidR="00276CCE">
        <w:t>’</w:t>
      </w:r>
      <w:r w:rsidRPr="00DA4E77">
        <w:t>épouvante</w:t>
      </w:r>
      <w:r w:rsidR="00276CCE">
        <w:t xml:space="preserve">, </w:t>
      </w:r>
      <w:r w:rsidRPr="00DA4E77">
        <w:t>les gestes saccadés</w:t>
      </w:r>
      <w:r w:rsidR="00276CCE">
        <w:t xml:space="preserve">, </w:t>
      </w:r>
      <w:r w:rsidRPr="00DA4E77">
        <w:t>la gorge rauque de sanglots qui montent</w:t>
      </w:r>
      <w:r w:rsidR="00276CCE">
        <w:t xml:space="preserve">. </w:t>
      </w:r>
      <w:proofErr w:type="spellStart"/>
      <w:r w:rsidRPr="00DA4E77">
        <w:t>Hermos</w:t>
      </w:r>
      <w:proofErr w:type="spellEnd"/>
      <w:r w:rsidRPr="00DA4E77">
        <w:t xml:space="preserve"> se jette dans les bras de </w:t>
      </w:r>
      <w:proofErr w:type="spellStart"/>
      <w:r w:rsidRPr="00DA4E77">
        <w:t>Xa</w:t>
      </w:r>
      <w:r w:rsidRPr="00DA4E77">
        <w:t>n</w:t>
      </w:r>
      <w:r w:rsidRPr="00DA4E77">
        <w:t>thès</w:t>
      </w:r>
      <w:proofErr w:type="spellEnd"/>
      <w:r w:rsidRPr="00DA4E77">
        <w:t xml:space="preserve"> en balbutiant</w:t>
      </w:r>
      <w:r w:rsidR="00276CCE">
        <w:t> :</w:t>
      </w:r>
    </w:p>
    <w:p w14:paraId="1873E1D0" w14:textId="77777777" w:rsidR="00276CCE" w:rsidRDefault="00276CCE" w:rsidP="002A4158">
      <w:r>
        <w:lastRenderedPageBreak/>
        <w:t>— </w:t>
      </w:r>
      <w:r w:rsidR="002A4158" w:rsidRPr="00DA4E77">
        <w:t>Oh</w:t>
      </w:r>
      <w:r>
        <w:t xml:space="preserve"> ! </w:t>
      </w:r>
      <w:r w:rsidR="002A4158" w:rsidRPr="00DA4E77">
        <w:t>mon frère</w:t>
      </w:r>
      <w:r>
        <w:t xml:space="preserve"> ! </w:t>
      </w:r>
      <w:r w:rsidR="002A4158" w:rsidRPr="00DA4E77">
        <w:t>mon frère</w:t>
      </w:r>
      <w:r>
        <w:t> !</w:t>
      </w:r>
    </w:p>
    <w:p w14:paraId="1C6D5A97" w14:textId="77777777" w:rsidR="00276CCE" w:rsidRDefault="002A4158" w:rsidP="002A4158">
      <w:r w:rsidRPr="00DA4E77">
        <w:t xml:space="preserve">Et </w:t>
      </w:r>
      <w:proofErr w:type="spellStart"/>
      <w:r w:rsidRPr="00DA4E77">
        <w:t>Amonou</w:t>
      </w:r>
      <w:proofErr w:type="spellEnd"/>
      <w:r w:rsidR="00276CCE">
        <w:t xml:space="preserve">, </w:t>
      </w:r>
      <w:r w:rsidRPr="00DA4E77">
        <w:t>dans le silence général</w:t>
      </w:r>
      <w:r w:rsidR="00276CCE">
        <w:t xml:space="preserve">, </w:t>
      </w:r>
      <w:r w:rsidRPr="00DA4E77">
        <w:t>laisse tomber ces mots</w:t>
      </w:r>
      <w:r w:rsidR="00276CCE">
        <w:t> :</w:t>
      </w:r>
    </w:p>
    <w:p w14:paraId="6CEAAC0D" w14:textId="77777777" w:rsidR="00276CCE" w:rsidRDefault="00276CCE" w:rsidP="002A4158">
      <w:r>
        <w:t>— </w:t>
      </w:r>
      <w:r w:rsidR="002A4158" w:rsidRPr="00DA4E77">
        <w:t>Atlantis n</w:t>
      </w:r>
      <w:r>
        <w:t>’</w:t>
      </w:r>
      <w:r w:rsidR="002A4158" w:rsidRPr="00DA4E77">
        <w:t>est plus</w:t>
      </w:r>
      <w:r>
        <w:t> !</w:t>
      </w:r>
    </w:p>
    <w:p w14:paraId="3F153F4C" w14:textId="77777777" w:rsidR="00276CCE" w:rsidRDefault="00276CCE" w:rsidP="002A4158">
      <w:r>
        <w:t>— </w:t>
      </w:r>
      <w:r w:rsidR="002A4158" w:rsidRPr="00DA4E77">
        <w:t>Venez</w:t>
      </w:r>
      <w:r>
        <w:t xml:space="preserve">, </w:t>
      </w:r>
      <w:r w:rsidR="002A4158" w:rsidRPr="00DA4E77">
        <w:t>venez</w:t>
      </w:r>
      <w:r>
        <w:t xml:space="preserve"> ! </w:t>
      </w:r>
      <w:r w:rsidR="002A4158" w:rsidRPr="00DA4E77">
        <w:t xml:space="preserve">fait </w:t>
      </w:r>
      <w:proofErr w:type="spellStart"/>
      <w:r w:rsidR="002A4158" w:rsidRPr="00DA4E77">
        <w:t>Hermos</w:t>
      </w:r>
      <w:proofErr w:type="spellEnd"/>
      <w:r w:rsidR="002A4158" w:rsidRPr="00DA4E77">
        <w:t xml:space="preserve"> en se levant et en refoulant sa douleur</w:t>
      </w:r>
      <w:r>
        <w:t xml:space="preserve">. </w:t>
      </w:r>
      <w:r w:rsidR="002A4158" w:rsidRPr="00DA4E77">
        <w:t>Venez voir notre pauvre mère</w:t>
      </w:r>
      <w:r>
        <w:t> !</w:t>
      </w:r>
    </w:p>
    <w:p w14:paraId="455F569D" w14:textId="77777777" w:rsidR="00276CCE" w:rsidRDefault="002A4158" w:rsidP="002A4158">
      <w:r w:rsidRPr="00DA4E77">
        <w:t>Alors</w:t>
      </w:r>
      <w:r w:rsidR="00276CCE">
        <w:t xml:space="preserve">, </w:t>
      </w:r>
      <w:r w:rsidRPr="00DA4E77">
        <w:t xml:space="preserve">les uns courant derrière </w:t>
      </w:r>
      <w:proofErr w:type="spellStart"/>
      <w:r w:rsidRPr="00DA4E77">
        <w:t>Amonou</w:t>
      </w:r>
      <w:proofErr w:type="spellEnd"/>
      <w:r w:rsidR="00276CCE">
        <w:t xml:space="preserve">, </w:t>
      </w:r>
      <w:r w:rsidRPr="00DA4E77">
        <w:t>à travers les se</w:t>
      </w:r>
      <w:r w:rsidRPr="00DA4E77">
        <w:t>n</w:t>
      </w:r>
      <w:r w:rsidRPr="00DA4E77">
        <w:t>tiers</w:t>
      </w:r>
      <w:r w:rsidR="00276CCE">
        <w:t xml:space="preserve"> ; </w:t>
      </w:r>
      <w:r w:rsidRPr="00DA4E77">
        <w:t>les autres</w:t>
      </w:r>
      <w:r w:rsidR="00276CCE">
        <w:t xml:space="preserve">, </w:t>
      </w:r>
      <w:r w:rsidRPr="00DA4E77">
        <w:t>plus impatients</w:t>
      </w:r>
      <w:r w:rsidR="00276CCE">
        <w:t xml:space="preserve">, </w:t>
      </w:r>
      <w:r w:rsidRPr="00DA4E77">
        <w:t>escaladant le roc abrupt</w:t>
      </w:r>
      <w:r w:rsidR="00276CCE">
        <w:t xml:space="preserve">, </w:t>
      </w:r>
      <w:r w:rsidRPr="00DA4E77">
        <w:t>tous se précipitent vers le flanc méridional de la colline</w:t>
      </w:r>
      <w:r w:rsidR="00276CCE">
        <w:t xml:space="preserve">, </w:t>
      </w:r>
      <w:r w:rsidRPr="00DA4E77">
        <w:t>d</w:t>
      </w:r>
      <w:r w:rsidR="00276CCE">
        <w:t>’</w:t>
      </w:r>
      <w:r w:rsidRPr="00DA4E77">
        <w:t>où la vue domine la chère Cité</w:t>
      </w:r>
      <w:r w:rsidR="00276CCE">
        <w:t>.</w:t>
      </w:r>
    </w:p>
    <w:p w14:paraId="637937F9" w14:textId="77777777" w:rsidR="00276CCE" w:rsidRDefault="002A4158" w:rsidP="002A4158">
      <w:r w:rsidRPr="00DA4E77">
        <w:t>Hélas</w:t>
      </w:r>
      <w:r w:rsidR="00276CCE">
        <w:t xml:space="preserve"> ! </w:t>
      </w:r>
      <w:r w:rsidRPr="00DA4E77">
        <w:t>Cité immense</w:t>
      </w:r>
      <w:r w:rsidR="00276CCE">
        <w:t xml:space="preserve">, </w:t>
      </w:r>
      <w:r w:rsidRPr="00DA4E77">
        <w:t>Cité jadis éternelle</w:t>
      </w:r>
      <w:r w:rsidR="00276CCE">
        <w:t xml:space="preserve">, </w:t>
      </w:r>
      <w:r w:rsidRPr="00DA4E77">
        <w:t>Cité qui</w:t>
      </w:r>
      <w:r w:rsidR="00276CCE">
        <w:t xml:space="preserve">, </w:t>
      </w:r>
      <w:r w:rsidRPr="00DA4E77">
        <w:t>hier e</w:t>
      </w:r>
      <w:r w:rsidRPr="00DA4E77">
        <w:t>n</w:t>
      </w:r>
      <w:r w:rsidRPr="00DA4E77">
        <w:t>core</w:t>
      </w:r>
      <w:r w:rsidR="00276CCE">
        <w:t xml:space="preserve">, </w:t>
      </w:r>
      <w:r w:rsidRPr="00DA4E77">
        <w:t>couvrait l</w:t>
      </w:r>
      <w:r w:rsidR="00276CCE">
        <w:t>’</w:t>
      </w:r>
      <w:r w:rsidRPr="00DA4E77">
        <w:t>horizon de ses coupoles resplendissantes</w:t>
      </w:r>
      <w:r w:rsidR="00276CCE">
        <w:t xml:space="preserve">, </w:t>
      </w:r>
      <w:r w:rsidRPr="00DA4E77">
        <w:t>quel écroulement</w:t>
      </w:r>
      <w:r w:rsidR="00276CCE">
        <w:t> !</w:t>
      </w:r>
    </w:p>
    <w:p w14:paraId="1400707C" w14:textId="77777777" w:rsidR="00276CCE" w:rsidRDefault="002A4158" w:rsidP="002A4158">
      <w:proofErr w:type="spellStart"/>
      <w:r w:rsidRPr="00DA4E77">
        <w:t>Xanthès</w:t>
      </w:r>
      <w:proofErr w:type="spellEnd"/>
      <w:r w:rsidRPr="00DA4E77">
        <w:t xml:space="preserve"> et ses compagnons</w:t>
      </w:r>
      <w:r w:rsidR="00276CCE">
        <w:t xml:space="preserve">, </w:t>
      </w:r>
      <w:r w:rsidRPr="00DA4E77">
        <w:t>muets</w:t>
      </w:r>
      <w:r w:rsidR="00276CCE">
        <w:t xml:space="preserve">, </w:t>
      </w:r>
      <w:r w:rsidRPr="00DA4E77">
        <w:t>immobiles</w:t>
      </w:r>
      <w:r w:rsidR="00276CCE">
        <w:t xml:space="preserve">, </w:t>
      </w:r>
      <w:r w:rsidRPr="00DA4E77">
        <w:t>regardent et n</w:t>
      </w:r>
      <w:r w:rsidR="00276CCE">
        <w:t>’</w:t>
      </w:r>
      <w:r w:rsidRPr="00DA4E77">
        <w:t>osent voir</w:t>
      </w:r>
      <w:r w:rsidR="00276CCE">
        <w:t xml:space="preserve">. </w:t>
      </w:r>
      <w:r w:rsidRPr="00DA4E77">
        <w:t>Leurs yeux fixes se refusent à refléter le spect</w:t>
      </w:r>
      <w:r w:rsidRPr="00DA4E77">
        <w:t>a</w:t>
      </w:r>
      <w:r w:rsidRPr="00DA4E77">
        <w:t>cle qui se déroule</w:t>
      </w:r>
      <w:r w:rsidR="00276CCE">
        <w:t xml:space="preserve"> ; </w:t>
      </w:r>
      <w:r w:rsidRPr="00DA4E77">
        <w:t>leurs mains inertes pendent contre leurs flancs</w:t>
      </w:r>
      <w:r w:rsidR="00276CCE">
        <w:t xml:space="preserve"> ; </w:t>
      </w:r>
      <w:r w:rsidRPr="00DA4E77">
        <w:t>leurs cheveux seuls frémissent en désordre</w:t>
      </w:r>
      <w:r w:rsidR="00276CCE">
        <w:t xml:space="preserve">, </w:t>
      </w:r>
      <w:r w:rsidRPr="00DA4E77">
        <w:t>abandonnés à la brise de mer</w:t>
      </w:r>
      <w:r w:rsidR="00276CCE">
        <w:t xml:space="preserve">. </w:t>
      </w:r>
      <w:proofErr w:type="spellStart"/>
      <w:r w:rsidRPr="00DA4E77">
        <w:t>Asmonia</w:t>
      </w:r>
      <w:proofErr w:type="spellEnd"/>
      <w:r w:rsidRPr="00DA4E77">
        <w:t xml:space="preserve"> pousse un cri et tombe à genoux</w:t>
      </w:r>
      <w:r w:rsidR="00276CCE">
        <w:t xml:space="preserve"> ; </w:t>
      </w:r>
      <w:r w:rsidRPr="00DA4E77">
        <w:t>les autres femmes cachent leur front dans leurs mains et gémi</w:t>
      </w:r>
      <w:r w:rsidRPr="00DA4E77">
        <w:t>s</w:t>
      </w:r>
      <w:r w:rsidRPr="00DA4E77">
        <w:t>sent</w:t>
      </w:r>
      <w:r w:rsidR="00276CCE">
        <w:t xml:space="preserve"> ; </w:t>
      </w:r>
      <w:r w:rsidRPr="00DA4E77">
        <w:t>et ce même appel</w:t>
      </w:r>
      <w:r w:rsidR="00276CCE">
        <w:t xml:space="preserve">, </w:t>
      </w:r>
      <w:r w:rsidRPr="00DA4E77">
        <w:t>sans plus</w:t>
      </w:r>
      <w:r w:rsidR="00276CCE">
        <w:t xml:space="preserve">, </w:t>
      </w:r>
      <w:r w:rsidRPr="00DA4E77">
        <w:t>jaillit de toutes les poitrines</w:t>
      </w:r>
      <w:r w:rsidR="00276CCE">
        <w:t> :</w:t>
      </w:r>
    </w:p>
    <w:p w14:paraId="32F0AA70" w14:textId="77777777" w:rsidR="00276CCE" w:rsidRDefault="00276CCE" w:rsidP="002A4158">
      <w:r>
        <w:t>— </w:t>
      </w:r>
      <w:r w:rsidR="002A4158" w:rsidRPr="00DA4E77">
        <w:t>Atlantis</w:t>
      </w:r>
      <w:r>
        <w:t xml:space="preserve"> ! </w:t>
      </w:r>
      <w:r w:rsidR="002A4158" w:rsidRPr="00DA4E77">
        <w:t>Atlantis</w:t>
      </w:r>
      <w:r>
        <w:t> !</w:t>
      </w:r>
    </w:p>
    <w:p w14:paraId="5A380571" w14:textId="77777777" w:rsidR="00276CCE" w:rsidRDefault="00276CCE" w:rsidP="002A4158">
      <w:r>
        <w:t>— </w:t>
      </w:r>
      <w:r w:rsidR="002A4158" w:rsidRPr="00DA4E77">
        <w:t>Allons</w:t>
      </w:r>
      <w:r>
        <w:t xml:space="preserve">, </w:t>
      </w:r>
      <w:r w:rsidR="002A4158" w:rsidRPr="00DA4E77">
        <w:t>mes frères</w:t>
      </w:r>
      <w:r>
        <w:t xml:space="preserve">, </w:t>
      </w:r>
      <w:r w:rsidR="002A4158" w:rsidRPr="00DA4E77">
        <w:t xml:space="preserve">dit </w:t>
      </w:r>
      <w:proofErr w:type="spellStart"/>
      <w:r w:rsidR="002A4158" w:rsidRPr="00DA4E77">
        <w:t>Hermos</w:t>
      </w:r>
      <w:proofErr w:type="spellEnd"/>
      <w:r>
        <w:t xml:space="preserve">, </w:t>
      </w:r>
      <w:r w:rsidR="002A4158" w:rsidRPr="00DA4E77">
        <w:t>prions et pleurons</w:t>
      </w:r>
      <w:r>
        <w:t xml:space="preserve">, </w:t>
      </w:r>
      <w:r w:rsidR="002A4158" w:rsidRPr="00DA4E77">
        <w:t>et puis relevons-nous</w:t>
      </w:r>
      <w:r>
        <w:t xml:space="preserve">, </w:t>
      </w:r>
      <w:r w:rsidR="002A4158" w:rsidRPr="00DA4E77">
        <w:t>et essayons de vivre</w:t>
      </w:r>
      <w:r>
        <w:t> !</w:t>
      </w:r>
    </w:p>
    <w:p w14:paraId="5037B0A7" w14:textId="77777777" w:rsidR="00276CCE" w:rsidRDefault="002A4158" w:rsidP="002A4158">
      <w:r w:rsidRPr="00DA4E77">
        <w:t>Mais les autres n</w:t>
      </w:r>
      <w:r w:rsidR="00276CCE">
        <w:t>’</w:t>
      </w:r>
      <w:r w:rsidRPr="00DA4E77">
        <w:t>entendent rien</w:t>
      </w:r>
      <w:r w:rsidR="00276CCE">
        <w:t xml:space="preserve">, </w:t>
      </w:r>
      <w:r w:rsidRPr="00DA4E77">
        <w:t>ne répondent rien</w:t>
      </w:r>
      <w:r w:rsidR="00276CCE">
        <w:t xml:space="preserve">. </w:t>
      </w:r>
      <w:proofErr w:type="spellStart"/>
      <w:r w:rsidRPr="00DA4E77">
        <w:t>Xa</w:t>
      </w:r>
      <w:r w:rsidRPr="00DA4E77">
        <w:t>n</w:t>
      </w:r>
      <w:r w:rsidRPr="00DA4E77">
        <w:t>thès</w:t>
      </w:r>
      <w:proofErr w:type="spellEnd"/>
      <w:r w:rsidRPr="00DA4E77">
        <w:t xml:space="preserve"> reste anéanti</w:t>
      </w:r>
      <w:r w:rsidR="00276CCE">
        <w:t xml:space="preserve"> ; </w:t>
      </w:r>
      <w:proofErr w:type="spellStart"/>
      <w:r w:rsidRPr="00DA4E77">
        <w:t>Amonou</w:t>
      </w:r>
      <w:proofErr w:type="spellEnd"/>
      <w:r w:rsidRPr="00DA4E77">
        <w:t xml:space="preserve"> lui-même</w:t>
      </w:r>
      <w:r w:rsidR="00276CCE">
        <w:t xml:space="preserve">, </w:t>
      </w:r>
      <w:r w:rsidRPr="00DA4E77">
        <w:t>son jeune courage te</w:t>
      </w:r>
      <w:r w:rsidRPr="00DA4E77">
        <w:t>r</w:t>
      </w:r>
      <w:r w:rsidRPr="00DA4E77">
        <w:t>rassé</w:t>
      </w:r>
      <w:r w:rsidR="00276CCE">
        <w:t xml:space="preserve">, </w:t>
      </w:r>
      <w:r w:rsidRPr="00DA4E77">
        <w:t>n</w:t>
      </w:r>
      <w:r w:rsidR="00276CCE">
        <w:t>’</w:t>
      </w:r>
      <w:r w:rsidRPr="00DA4E77">
        <w:t xml:space="preserve">a plus la force de seconder </w:t>
      </w:r>
      <w:proofErr w:type="spellStart"/>
      <w:r w:rsidRPr="00DA4E77">
        <w:t>Hermos</w:t>
      </w:r>
      <w:proofErr w:type="spellEnd"/>
      <w:r w:rsidR="00276CCE">
        <w:t xml:space="preserve">, </w:t>
      </w:r>
      <w:r w:rsidRPr="00DA4E77">
        <w:t>et</w:t>
      </w:r>
      <w:r w:rsidR="00276CCE">
        <w:t xml:space="preserve">, </w:t>
      </w:r>
      <w:r w:rsidRPr="00DA4E77">
        <w:t>avec les autres</w:t>
      </w:r>
      <w:r w:rsidR="00276CCE">
        <w:t xml:space="preserve">, </w:t>
      </w:r>
      <w:r w:rsidRPr="00DA4E77">
        <w:t>murmure en pleurant</w:t>
      </w:r>
      <w:r w:rsidR="00276CCE">
        <w:t> :</w:t>
      </w:r>
    </w:p>
    <w:p w14:paraId="7E16F08D" w14:textId="77777777" w:rsidR="00276CCE" w:rsidRDefault="00276CCE" w:rsidP="002A4158">
      <w:r>
        <w:lastRenderedPageBreak/>
        <w:t>— </w:t>
      </w:r>
      <w:r w:rsidR="002A4158" w:rsidRPr="00DA4E77">
        <w:t>Atlantis</w:t>
      </w:r>
      <w:r>
        <w:t xml:space="preserve"> ! </w:t>
      </w:r>
      <w:r w:rsidR="002A4158" w:rsidRPr="00DA4E77">
        <w:t>Atlantis</w:t>
      </w:r>
      <w:r>
        <w:t> !</w:t>
      </w:r>
    </w:p>
    <w:p w14:paraId="6C2B9120" w14:textId="77777777" w:rsidR="00276CCE" w:rsidRDefault="00276CCE" w:rsidP="00276CCE">
      <w:pPr>
        <w:pStyle w:val="Titre2"/>
        <w:rPr>
          <w:i/>
        </w:rPr>
      </w:pPr>
      <w:bookmarkStart w:id="63" w:name="_Toc194842049"/>
      <w:r w:rsidRPr="00DA4E77">
        <w:lastRenderedPageBreak/>
        <w:t>Scène</w:t>
      </w:r>
      <w:r>
        <w:t> </w:t>
      </w:r>
      <w:r w:rsidRPr="00DA4E77">
        <w:t>II</w:t>
      </w:r>
      <w:r>
        <w:t xml:space="preserve">. – </w:t>
      </w:r>
      <w:r w:rsidR="002A4158" w:rsidRPr="00DA4E77">
        <w:rPr>
          <w:i/>
        </w:rPr>
        <w:t>Les restes d</w:t>
      </w:r>
      <w:r>
        <w:rPr>
          <w:i/>
        </w:rPr>
        <w:t>’</w:t>
      </w:r>
      <w:r w:rsidR="002A4158" w:rsidRPr="00DA4E77">
        <w:rPr>
          <w:i/>
        </w:rPr>
        <w:t>Atlantis</w:t>
      </w:r>
      <w:r>
        <w:rPr>
          <w:i/>
        </w:rPr>
        <w:t>.</w:t>
      </w:r>
      <w:bookmarkEnd w:id="63"/>
    </w:p>
    <w:p w14:paraId="597AAC0B" w14:textId="77777777" w:rsidR="00276CCE" w:rsidRDefault="002A4158" w:rsidP="002A4158">
      <w:r w:rsidRPr="00DA4E77">
        <w:t>Atlantis</w:t>
      </w:r>
      <w:r w:rsidR="00276CCE">
        <w:t xml:space="preserve">, </w:t>
      </w:r>
      <w:r w:rsidRPr="00DA4E77">
        <w:t>en effet</w:t>
      </w:r>
      <w:r w:rsidR="00276CCE">
        <w:t xml:space="preserve">, </w:t>
      </w:r>
      <w:r w:rsidRPr="00DA4E77">
        <w:t>n</w:t>
      </w:r>
      <w:r w:rsidR="00276CCE">
        <w:t>’</w:t>
      </w:r>
      <w:r w:rsidRPr="00DA4E77">
        <w:t>apparaît plus qu</w:t>
      </w:r>
      <w:r w:rsidR="00276CCE">
        <w:t>’</w:t>
      </w:r>
      <w:r w:rsidRPr="00DA4E77">
        <w:t>une immense nécr</w:t>
      </w:r>
      <w:r w:rsidRPr="00DA4E77">
        <w:t>o</w:t>
      </w:r>
      <w:r w:rsidRPr="00DA4E77">
        <w:t>pole flottante</w:t>
      </w:r>
      <w:r w:rsidR="00276CCE">
        <w:t xml:space="preserve">. </w:t>
      </w:r>
      <w:r w:rsidRPr="00DA4E77">
        <w:t>Sur la largeur de l</w:t>
      </w:r>
      <w:r w:rsidR="00276CCE">
        <w:t>’</w:t>
      </w:r>
      <w:r w:rsidRPr="00DA4E77">
        <w:t>horizon</w:t>
      </w:r>
      <w:r w:rsidR="00276CCE">
        <w:t xml:space="preserve">, </w:t>
      </w:r>
      <w:r w:rsidRPr="00DA4E77">
        <w:t>les yeux ne voient que débris balancés par les flots</w:t>
      </w:r>
      <w:r w:rsidR="00276CCE">
        <w:t xml:space="preserve">, </w:t>
      </w:r>
      <w:r w:rsidRPr="00DA4E77">
        <w:t>et</w:t>
      </w:r>
      <w:r w:rsidR="00276CCE">
        <w:t xml:space="preserve">, </w:t>
      </w:r>
      <w:r w:rsidRPr="00DA4E77">
        <w:t>de toutes parts</w:t>
      </w:r>
      <w:r w:rsidR="00276CCE">
        <w:t xml:space="preserve">, </w:t>
      </w:r>
      <w:r w:rsidRPr="00DA4E77">
        <w:t>des troupeaux de cadavres que les vagues entrechoquent en les emmêlant d</w:t>
      </w:r>
      <w:r w:rsidR="00276CCE">
        <w:t>’</w:t>
      </w:r>
      <w:r w:rsidRPr="00DA4E77">
        <w:t>écumes sinistres</w:t>
      </w:r>
      <w:r w:rsidR="00276CCE">
        <w:t>.</w:t>
      </w:r>
    </w:p>
    <w:p w14:paraId="3EBD19B7" w14:textId="77777777" w:rsidR="00276CCE" w:rsidRDefault="002A4158" w:rsidP="002A4158">
      <w:r w:rsidRPr="00DA4E77">
        <w:t>Seule de toute la Cité</w:t>
      </w:r>
      <w:r w:rsidR="00276CCE">
        <w:t xml:space="preserve">, </w:t>
      </w:r>
      <w:r w:rsidRPr="00DA4E77">
        <w:t>s</w:t>
      </w:r>
      <w:r w:rsidR="00276CCE">
        <w:t>’</w:t>
      </w:r>
      <w:r w:rsidRPr="00DA4E77">
        <w:t>élève la Colline Sainte</w:t>
      </w:r>
      <w:r w:rsidR="00276CCE">
        <w:t xml:space="preserve">, </w:t>
      </w:r>
      <w:r w:rsidRPr="00DA4E77">
        <w:t>mais si r</w:t>
      </w:r>
      <w:r w:rsidRPr="00DA4E77">
        <w:t>a</w:t>
      </w:r>
      <w:r w:rsidRPr="00DA4E77">
        <w:t>vagée qu</w:t>
      </w:r>
      <w:r w:rsidR="00276CCE">
        <w:t>’</w:t>
      </w:r>
      <w:r w:rsidRPr="00DA4E77">
        <w:t>elle ressemble à quelque monument symbolique laissé par les éléments en fureur sur le châtiment de l</w:t>
      </w:r>
      <w:r w:rsidR="00276CCE">
        <w:t>’</w:t>
      </w:r>
      <w:r w:rsidRPr="00DA4E77">
        <w:t>orgueilleux E</w:t>
      </w:r>
      <w:r w:rsidRPr="00DA4E77">
        <w:t>m</w:t>
      </w:r>
      <w:r w:rsidRPr="00DA4E77">
        <w:t>pire</w:t>
      </w:r>
      <w:r w:rsidR="00276CCE">
        <w:t xml:space="preserve">. </w:t>
      </w:r>
      <w:r w:rsidRPr="00DA4E77">
        <w:t>Les colonnes des temples sont tordues</w:t>
      </w:r>
      <w:r w:rsidR="00276CCE">
        <w:t xml:space="preserve">, </w:t>
      </w:r>
      <w:r w:rsidRPr="00DA4E77">
        <w:t>le Palais est ouvert par les explosions</w:t>
      </w:r>
      <w:r w:rsidR="00276CCE">
        <w:t xml:space="preserve">, </w:t>
      </w:r>
      <w:r w:rsidRPr="00DA4E77">
        <w:t>et le Sphinx</w:t>
      </w:r>
      <w:r w:rsidR="00276CCE">
        <w:t xml:space="preserve">, </w:t>
      </w:r>
      <w:r w:rsidRPr="00DA4E77">
        <w:t>penché sur le flanc gauche</w:t>
      </w:r>
      <w:r w:rsidR="00276CCE">
        <w:t xml:space="preserve">, </w:t>
      </w:r>
      <w:r w:rsidRPr="00DA4E77">
        <w:t>semble battre de l</w:t>
      </w:r>
      <w:r w:rsidR="00276CCE">
        <w:t>’</w:t>
      </w:r>
      <w:r w:rsidRPr="00DA4E77">
        <w:t>aile sous le vent qui souffle</w:t>
      </w:r>
      <w:r w:rsidR="00276CCE">
        <w:t>.</w:t>
      </w:r>
    </w:p>
    <w:p w14:paraId="75012D81" w14:textId="77777777" w:rsidR="00276CCE" w:rsidRDefault="00276CCE" w:rsidP="002A4158">
      <w:r>
        <w:t>— </w:t>
      </w:r>
      <w:r w:rsidR="002A4158" w:rsidRPr="00DA4E77">
        <w:t>Toi qui nous protégeas jadis</w:t>
      </w:r>
      <w:r>
        <w:t xml:space="preserve">, </w:t>
      </w:r>
      <w:r w:rsidR="002A4158" w:rsidRPr="00DA4E77">
        <w:t>symbole de notre force et de notre gloire</w:t>
      </w:r>
      <w:r>
        <w:t xml:space="preserve">, </w:t>
      </w:r>
      <w:r w:rsidR="002A4158" w:rsidRPr="00DA4E77">
        <w:t>s</w:t>
      </w:r>
      <w:r>
        <w:t>’</w:t>
      </w:r>
      <w:r w:rsidR="002A4158" w:rsidRPr="00DA4E77">
        <w:t xml:space="preserve">écrie </w:t>
      </w:r>
      <w:proofErr w:type="spellStart"/>
      <w:r w:rsidR="002A4158" w:rsidRPr="00DA4E77">
        <w:t>Hermos</w:t>
      </w:r>
      <w:proofErr w:type="spellEnd"/>
      <w:r>
        <w:t xml:space="preserve">, </w:t>
      </w:r>
      <w:r w:rsidR="002A4158" w:rsidRPr="00DA4E77">
        <w:t>ô Sphinx radieux</w:t>
      </w:r>
      <w:r>
        <w:t xml:space="preserve">, </w:t>
      </w:r>
      <w:r w:rsidR="002A4158" w:rsidRPr="00DA4E77">
        <w:t>te voici donc vaincu par les forces obscures de la matière</w:t>
      </w:r>
      <w:r>
        <w:t> !</w:t>
      </w:r>
    </w:p>
    <w:p w14:paraId="12270D33" w14:textId="77777777" w:rsidR="00276CCE" w:rsidRDefault="00276CCE" w:rsidP="002A4158">
      <w:r>
        <w:t>— </w:t>
      </w:r>
      <w:r w:rsidR="002A4158" w:rsidRPr="00DA4E77">
        <w:t>Ô Sphinx</w:t>
      </w:r>
      <w:r>
        <w:t xml:space="preserve"> ! </w:t>
      </w:r>
      <w:r w:rsidR="002A4158" w:rsidRPr="00DA4E77">
        <w:t xml:space="preserve">continue </w:t>
      </w:r>
      <w:proofErr w:type="spellStart"/>
      <w:r w:rsidR="002A4158" w:rsidRPr="00DA4E77">
        <w:t>Xanthès</w:t>
      </w:r>
      <w:proofErr w:type="spellEnd"/>
      <w:r>
        <w:t xml:space="preserve">, </w:t>
      </w:r>
      <w:r w:rsidR="002A4158" w:rsidRPr="00DA4E77">
        <w:t>qu</w:t>
      </w:r>
      <w:r>
        <w:t>’</w:t>
      </w:r>
      <w:r w:rsidR="002A4158" w:rsidRPr="00DA4E77">
        <w:t>as-tu fait de ta divinité</w:t>
      </w:r>
      <w:r>
        <w:t> ?</w:t>
      </w:r>
    </w:p>
    <w:p w14:paraId="421E9E5E" w14:textId="77777777" w:rsidR="00276CCE" w:rsidRDefault="00276CCE" w:rsidP="002A4158">
      <w:r>
        <w:t>— </w:t>
      </w:r>
      <w:r w:rsidR="002A4158" w:rsidRPr="00DA4E77">
        <w:t>Ô Empire</w:t>
      </w:r>
      <w:r>
        <w:t xml:space="preserve"> ! </w:t>
      </w:r>
      <w:r w:rsidR="002A4158" w:rsidRPr="00DA4E77">
        <w:t xml:space="preserve">dit </w:t>
      </w:r>
      <w:proofErr w:type="spellStart"/>
      <w:r w:rsidR="002A4158" w:rsidRPr="00DA4E77">
        <w:t>Amonou</w:t>
      </w:r>
      <w:proofErr w:type="spellEnd"/>
      <w:r>
        <w:t xml:space="preserve">, </w:t>
      </w:r>
      <w:r w:rsidR="002A4158" w:rsidRPr="00DA4E77">
        <w:t>qu</w:t>
      </w:r>
      <w:r>
        <w:t>’</w:t>
      </w:r>
      <w:r w:rsidR="002A4158" w:rsidRPr="00DA4E77">
        <w:t>as-tu fait de ta gloire</w:t>
      </w:r>
      <w:r>
        <w:t> ?</w:t>
      </w:r>
    </w:p>
    <w:p w14:paraId="5967E51E" w14:textId="77777777" w:rsidR="00276CCE" w:rsidRDefault="00276CCE" w:rsidP="002A4158">
      <w:r>
        <w:t>— </w:t>
      </w:r>
      <w:r w:rsidR="002A4158" w:rsidRPr="00DA4E77">
        <w:t>Ô Atlantis</w:t>
      </w:r>
      <w:r>
        <w:t xml:space="preserve">, </w:t>
      </w:r>
      <w:r w:rsidR="002A4158" w:rsidRPr="00DA4E77">
        <w:t>qu</w:t>
      </w:r>
      <w:r>
        <w:t>’</w:t>
      </w:r>
      <w:r w:rsidR="002A4158" w:rsidRPr="00DA4E77">
        <w:t>as-tu fait de ton corps</w:t>
      </w:r>
      <w:r>
        <w:t> ?</w:t>
      </w:r>
    </w:p>
    <w:p w14:paraId="459CE429" w14:textId="77777777" w:rsidR="00276CCE" w:rsidRDefault="002A4158" w:rsidP="002A4158">
      <w:r w:rsidRPr="00DA4E77">
        <w:t>Et</w:t>
      </w:r>
      <w:r w:rsidR="00276CCE">
        <w:t xml:space="preserve">, </w:t>
      </w:r>
      <w:r w:rsidRPr="00DA4E77">
        <w:t>ce disant</w:t>
      </w:r>
      <w:r w:rsidR="00276CCE">
        <w:t xml:space="preserve">, </w:t>
      </w:r>
      <w:proofErr w:type="spellStart"/>
      <w:r w:rsidRPr="00DA4E77">
        <w:t>Asmonia</w:t>
      </w:r>
      <w:proofErr w:type="spellEnd"/>
      <w:r w:rsidR="00276CCE">
        <w:t xml:space="preserve">, </w:t>
      </w:r>
      <w:r w:rsidRPr="00DA4E77">
        <w:t>d</w:t>
      </w:r>
      <w:r w:rsidR="00276CCE">
        <w:t>’</w:t>
      </w:r>
      <w:r w:rsidRPr="00DA4E77">
        <w:t>un large geste des deux mains</w:t>
      </w:r>
      <w:r w:rsidR="00276CCE">
        <w:t xml:space="preserve">, </w:t>
      </w:r>
      <w:r w:rsidRPr="00DA4E77">
        <w:t>montre</w:t>
      </w:r>
      <w:r w:rsidR="00276CCE">
        <w:t xml:space="preserve">, </w:t>
      </w:r>
      <w:r w:rsidRPr="00DA4E77">
        <w:t>sur la mer</w:t>
      </w:r>
      <w:r w:rsidR="00276CCE">
        <w:t xml:space="preserve">, </w:t>
      </w:r>
      <w:r w:rsidRPr="00DA4E77">
        <w:t>les débris épars de la ville</w:t>
      </w:r>
      <w:r w:rsidR="00276CCE">
        <w:t xml:space="preserve">, </w:t>
      </w:r>
      <w:r w:rsidRPr="00DA4E77">
        <w:t>entremêlés et flottants comme la chevelure d</w:t>
      </w:r>
      <w:r w:rsidR="00276CCE">
        <w:t>’</w:t>
      </w:r>
      <w:r w:rsidRPr="00DA4E77">
        <w:t>une gigantesque noyée</w:t>
      </w:r>
      <w:r w:rsidR="00276CCE">
        <w:t>.</w:t>
      </w:r>
    </w:p>
    <w:p w14:paraId="59803367" w14:textId="77777777" w:rsidR="00276CCE" w:rsidRDefault="002A4158" w:rsidP="002A4158">
      <w:r w:rsidRPr="00DA4E77">
        <w:t xml:space="preserve">Mais </w:t>
      </w:r>
      <w:proofErr w:type="spellStart"/>
      <w:r w:rsidRPr="00DA4E77">
        <w:t>Thamoussi</w:t>
      </w:r>
      <w:proofErr w:type="spellEnd"/>
      <w:r w:rsidR="00276CCE">
        <w:t xml:space="preserve">, </w:t>
      </w:r>
      <w:r w:rsidRPr="00DA4E77">
        <w:t>resté silencieux</w:t>
      </w:r>
      <w:r w:rsidR="00276CCE">
        <w:t xml:space="preserve">, </w:t>
      </w:r>
      <w:r w:rsidRPr="00DA4E77">
        <w:t>s</w:t>
      </w:r>
      <w:r w:rsidR="00276CCE">
        <w:t>’</w:t>
      </w:r>
      <w:r w:rsidRPr="00DA4E77">
        <w:t>agite</w:t>
      </w:r>
      <w:r w:rsidR="00276CCE">
        <w:t xml:space="preserve">, </w:t>
      </w:r>
      <w:r w:rsidRPr="00DA4E77">
        <w:t>et d</w:t>
      </w:r>
      <w:r w:rsidR="00276CCE">
        <w:t>’</w:t>
      </w:r>
      <w:r w:rsidRPr="00DA4E77">
        <w:t>une voix l</w:t>
      </w:r>
      <w:r w:rsidRPr="00DA4E77">
        <w:t>a</w:t>
      </w:r>
      <w:r w:rsidRPr="00DA4E77">
        <w:t>mentable</w:t>
      </w:r>
      <w:r w:rsidR="00276CCE">
        <w:t> :</w:t>
      </w:r>
    </w:p>
    <w:p w14:paraId="23ACB5AC" w14:textId="77777777" w:rsidR="00276CCE" w:rsidRDefault="00276CCE" w:rsidP="002A4158">
      <w:r>
        <w:t>— </w:t>
      </w:r>
      <w:r w:rsidR="002A4158" w:rsidRPr="00DA4E77">
        <w:t>Et nos pères</w:t>
      </w:r>
      <w:r>
        <w:t xml:space="preserve"> ?… </w:t>
      </w:r>
      <w:r w:rsidR="002A4158" w:rsidRPr="00DA4E77">
        <w:t>Et nos frères</w:t>
      </w:r>
      <w:r>
        <w:t> ?</w:t>
      </w:r>
    </w:p>
    <w:p w14:paraId="3E23181E" w14:textId="77777777" w:rsidR="00276CCE" w:rsidRDefault="00276CCE" w:rsidP="002A4158">
      <w:r>
        <w:t>— </w:t>
      </w:r>
      <w:r w:rsidR="002A4158" w:rsidRPr="00DA4E77">
        <w:t>Et nos mères</w:t>
      </w:r>
      <w:r>
        <w:t xml:space="preserve"> ? </w:t>
      </w:r>
      <w:r w:rsidR="002A4158" w:rsidRPr="00DA4E77">
        <w:t xml:space="preserve">dit </w:t>
      </w:r>
      <w:proofErr w:type="spellStart"/>
      <w:r w:rsidR="002A4158" w:rsidRPr="00DA4E77">
        <w:t>Xanthès</w:t>
      </w:r>
      <w:proofErr w:type="spellEnd"/>
      <w:r>
        <w:t>.</w:t>
      </w:r>
    </w:p>
    <w:p w14:paraId="1B5C3066" w14:textId="77777777" w:rsidR="00276CCE" w:rsidRDefault="00276CCE" w:rsidP="002A4158">
      <w:r>
        <w:lastRenderedPageBreak/>
        <w:t>— </w:t>
      </w:r>
      <w:r w:rsidR="002A4158" w:rsidRPr="00DA4E77">
        <w:t>Et tous ceux que nous aimions</w:t>
      </w:r>
      <w:r>
        <w:t xml:space="preserve"> ? </w:t>
      </w:r>
      <w:r w:rsidR="002A4158" w:rsidRPr="00DA4E77">
        <w:t xml:space="preserve">ajoute </w:t>
      </w:r>
      <w:proofErr w:type="spellStart"/>
      <w:r w:rsidR="002A4158" w:rsidRPr="00DA4E77">
        <w:t>Amonou</w:t>
      </w:r>
      <w:proofErr w:type="spellEnd"/>
      <w:r>
        <w:t>.</w:t>
      </w:r>
    </w:p>
    <w:p w14:paraId="783D3B4A" w14:textId="77777777" w:rsidR="00276CCE" w:rsidRDefault="00276CCE" w:rsidP="002A4158">
      <w:r>
        <w:t>— </w:t>
      </w:r>
      <w:r w:rsidR="002A4158" w:rsidRPr="00DA4E77">
        <w:t>Dieux inconnus</w:t>
      </w:r>
      <w:r>
        <w:t xml:space="preserve">, </w:t>
      </w:r>
      <w:r w:rsidR="002A4158" w:rsidRPr="00DA4E77">
        <w:t>ayez pitié de leurs âmes</w:t>
      </w:r>
      <w:r>
        <w:t> !</w:t>
      </w:r>
    </w:p>
    <w:p w14:paraId="254A896E" w14:textId="77777777" w:rsidR="00276CCE" w:rsidRDefault="002A4158" w:rsidP="002A4158">
      <w:r w:rsidRPr="00DA4E77">
        <w:t>Et</w:t>
      </w:r>
      <w:r w:rsidR="00276CCE">
        <w:t xml:space="preserve">, </w:t>
      </w:r>
      <w:r w:rsidRPr="00DA4E77">
        <w:t>pareil à une psalmodie mortuaire</w:t>
      </w:r>
      <w:r w:rsidR="00276CCE">
        <w:t xml:space="preserve">, </w:t>
      </w:r>
      <w:r w:rsidRPr="00DA4E77">
        <w:t>toute la troupe l</w:t>
      </w:r>
      <w:r w:rsidRPr="00DA4E77">
        <w:t>a</w:t>
      </w:r>
      <w:r w:rsidRPr="00DA4E77">
        <w:t>mentable se prend à répéter</w:t>
      </w:r>
      <w:r w:rsidR="00276CCE">
        <w:t xml:space="preserve">, </w:t>
      </w:r>
      <w:r w:rsidRPr="00DA4E77">
        <w:t>dans un tremblement de sanglots</w:t>
      </w:r>
      <w:r w:rsidR="00276CCE">
        <w:t> :</w:t>
      </w:r>
    </w:p>
    <w:p w14:paraId="54D41F60" w14:textId="77777777" w:rsidR="00276CCE" w:rsidRDefault="00276CCE" w:rsidP="002A4158">
      <w:r>
        <w:t>— </w:t>
      </w:r>
      <w:r w:rsidR="002A4158" w:rsidRPr="00DA4E77">
        <w:t>Atlantis</w:t>
      </w:r>
      <w:r>
        <w:t xml:space="preserve"> ! </w:t>
      </w:r>
      <w:r w:rsidR="002A4158" w:rsidRPr="00DA4E77">
        <w:t>Atlantis</w:t>
      </w:r>
      <w:r>
        <w:t> !</w:t>
      </w:r>
    </w:p>
    <w:p w14:paraId="59441489" w14:textId="77777777" w:rsidR="00276CCE" w:rsidRDefault="002A4158" w:rsidP="002A4158">
      <w:r w:rsidRPr="00DA4E77">
        <w:t xml:space="preserve">Cependant </w:t>
      </w:r>
      <w:proofErr w:type="spellStart"/>
      <w:r w:rsidRPr="00DA4E77">
        <w:t>Hermos</w:t>
      </w:r>
      <w:proofErr w:type="spellEnd"/>
      <w:r w:rsidRPr="00DA4E77">
        <w:t xml:space="preserve"> va de groupe en groupe</w:t>
      </w:r>
      <w:r w:rsidR="00276CCE">
        <w:t xml:space="preserve"> ; </w:t>
      </w:r>
      <w:r w:rsidRPr="00DA4E77">
        <w:t>il prend la main des hommes</w:t>
      </w:r>
      <w:r w:rsidR="00276CCE">
        <w:t xml:space="preserve">, </w:t>
      </w:r>
      <w:r w:rsidRPr="00DA4E77">
        <w:t>il réconforte les femmes</w:t>
      </w:r>
      <w:r w:rsidR="00276CCE">
        <w:t xml:space="preserve">, </w:t>
      </w:r>
      <w:r w:rsidRPr="00DA4E77">
        <w:t>il relève les jeunes filles abattues</w:t>
      </w:r>
      <w:r w:rsidR="00276CCE">
        <w:t> :</w:t>
      </w:r>
    </w:p>
    <w:p w14:paraId="2F77C821" w14:textId="77777777" w:rsidR="00276CCE" w:rsidRDefault="00276CCE" w:rsidP="002A4158">
      <w:r>
        <w:t>— </w:t>
      </w:r>
      <w:r w:rsidR="002A4158" w:rsidRPr="00DA4E77">
        <w:t>Courage</w:t>
      </w:r>
      <w:r>
        <w:t xml:space="preserve"> ! </w:t>
      </w:r>
      <w:r w:rsidR="002A4158" w:rsidRPr="00DA4E77">
        <w:t>Si les dieux nous ont laissés vivants</w:t>
      </w:r>
      <w:r>
        <w:t xml:space="preserve">, </w:t>
      </w:r>
      <w:r w:rsidR="002A4158" w:rsidRPr="00DA4E77">
        <w:t>c</w:t>
      </w:r>
      <w:r>
        <w:t>’</w:t>
      </w:r>
      <w:r w:rsidR="002A4158" w:rsidRPr="00DA4E77">
        <w:t>est pour nous imposer une douleur plus haute</w:t>
      </w:r>
      <w:r>
        <w:t xml:space="preserve">. </w:t>
      </w:r>
      <w:r w:rsidR="002A4158" w:rsidRPr="00DA4E77">
        <w:t>Heureux les morts qui ne voient pas flotter sur les eaux les innombrables corps de leurs frères</w:t>
      </w:r>
      <w:r>
        <w:t xml:space="preserve"> ! </w:t>
      </w:r>
      <w:r w:rsidR="002A4158" w:rsidRPr="00DA4E77">
        <w:t>Mais nous</w:t>
      </w:r>
      <w:r>
        <w:t xml:space="preserve">, </w:t>
      </w:r>
      <w:r w:rsidR="002A4158" w:rsidRPr="00DA4E77">
        <w:t>puisque la vie nous garde</w:t>
      </w:r>
      <w:r>
        <w:t xml:space="preserve">, </w:t>
      </w:r>
      <w:r w:rsidR="002A4158" w:rsidRPr="00DA4E77">
        <w:t>sachons subir tout ce qui nous reste d</w:t>
      </w:r>
      <w:r>
        <w:t>’</w:t>
      </w:r>
      <w:r w:rsidR="002A4158" w:rsidRPr="00DA4E77">
        <w:t>épreuves</w:t>
      </w:r>
      <w:r>
        <w:t xml:space="preserve">, </w:t>
      </w:r>
      <w:r w:rsidR="002A4158" w:rsidRPr="00DA4E77">
        <w:t>et courbons nos fronts</w:t>
      </w:r>
      <w:r>
        <w:t xml:space="preserve">, </w:t>
      </w:r>
      <w:r w:rsidR="002A4158" w:rsidRPr="00DA4E77">
        <w:t>jadis trop superbes</w:t>
      </w:r>
      <w:r>
        <w:t xml:space="preserve">, </w:t>
      </w:r>
      <w:r w:rsidR="002A4158" w:rsidRPr="00DA4E77">
        <w:t>devant la majesté terrible du Destin</w:t>
      </w:r>
      <w:r>
        <w:t> !</w:t>
      </w:r>
    </w:p>
    <w:p w14:paraId="0042C026" w14:textId="77777777" w:rsidR="00276CCE" w:rsidRDefault="00276CCE" w:rsidP="002A4158">
      <w:r>
        <w:t>— </w:t>
      </w:r>
      <w:r w:rsidR="002A4158" w:rsidRPr="00DA4E77">
        <w:t>Prions</w:t>
      </w:r>
      <w:r>
        <w:t xml:space="preserve"> ! </w:t>
      </w:r>
      <w:r w:rsidR="002A4158" w:rsidRPr="00DA4E77">
        <w:t>Prions</w:t>
      </w:r>
      <w:r>
        <w:t xml:space="preserve"> ! </w:t>
      </w:r>
      <w:r w:rsidR="002A4158" w:rsidRPr="00DA4E77">
        <w:t xml:space="preserve">répond </w:t>
      </w:r>
      <w:proofErr w:type="spellStart"/>
      <w:r w:rsidR="002A4158" w:rsidRPr="00DA4E77">
        <w:t>Xanthès</w:t>
      </w:r>
      <w:proofErr w:type="spellEnd"/>
      <w:r>
        <w:t>.</w:t>
      </w:r>
    </w:p>
    <w:p w14:paraId="68182AE3" w14:textId="77777777" w:rsidR="00276CCE" w:rsidRDefault="00276CCE" w:rsidP="002A4158">
      <w:r>
        <w:t>— </w:t>
      </w:r>
      <w:r w:rsidR="002A4158" w:rsidRPr="00DA4E77">
        <w:t>Prions</w:t>
      </w:r>
      <w:r>
        <w:t xml:space="preserve"> ! </w:t>
      </w:r>
      <w:r w:rsidR="002A4158" w:rsidRPr="00DA4E77">
        <w:t>répètent les assistants</w:t>
      </w:r>
      <w:r>
        <w:t>.</w:t>
      </w:r>
    </w:p>
    <w:p w14:paraId="5C60D037" w14:textId="77777777" w:rsidR="00276CCE" w:rsidRDefault="002A4158" w:rsidP="002A4158">
      <w:r w:rsidRPr="00DA4E77">
        <w:t>Et tombant à genoux sur les flancs pierreux de la colline</w:t>
      </w:r>
      <w:r w:rsidR="00276CCE">
        <w:t xml:space="preserve">, </w:t>
      </w:r>
      <w:r w:rsidRPr="00DA4E77">
        <w:t>s</w:t>
      </w:r>
      <w:r w:rsidR="00276CCE">
        <w:t>’</w:t>
      </w:r>
      <w:r w:rsidRPr="00DA4E77">
        <w:t>accrochant des mains aux anfractuosités du granit</w:t>
      </w:r>
      <w:r w:rsidR="00276CCE">
        <w:t xml:space="preserve">, </w:t>
      </w:r>
      <w:r w:rsidRPr="00DA4E77">
        <w:t>les artistes atlantes cherchent dans leur mémoire les mots oubliés des pri</w:t>
      </w:r>
      <w:r w:rsidRPr="00DA4E77">
        <w:t>è</w:t>
      </w:r>
      <w:r w:rsidRPr="00DA4E77">
        <w:t>res enfantines</w:t>
      </w:r>
      <w:r w:rsidR="00276CCE">
        <w:t xml:space="preserve">, </w:t>
      </w:r>
      <w:r w:rsidRPr="00DA4E77">
        <w:t>et tendent leurs mains suppliantes vers le ciel où</w:t>
      </w:r>
      <w:r w:rsidR="00276CCE">
        <w:t xml:space="preserve">, </w:t>
      </w:r>
      <w:r w:rsidRPr="00DA4E77">
        <w:t>derrière les nuages</w:t>
      </w:r>
      <w:r w:rsidR="00276CCE">
        <w:t xml:space="preserve">, </w:t>
      </w:r>
      <w:r w:rsidRPr="00DA4E77">
        <w:t>se devine la présence du soleil</w:t>
      </w:r>
      <w:r w:rsidR="00276CCE">
        <w:t>.</w:t>
      </w:r>
    </w:p>
    <w:p w14:paraId="48738231" w14:textId="77777777" w:rsidR="00276CCE" w:rsidRDefault="00276CCE" w:rsidP="002A4158">
      <w:r>
        <w:t>— </w:t>
      </w:r>
      <w:r w:rsidR="002A4158" w:rsidRPr="00DA4E77">
        <w:t>Venez</w:t>
      </w:r>
      <w:r>
        <w:t xml:space="preserve">, </w:t>
      </w:r>
      <w:r w:rsidR="002A4158" w:rsidRPr="00DA4E77">
        <w:t>les hommes</w:t>
      </w:r>
      <w:r>
        <w:t xml:space="preserve">, </w:t>
      </w:r>
      <w:r w:rsidR="002A4158" w:rsidRPr="00DA4E77">
        <w:t xml:space="preserve">dit </w:t>
      </w:r>
      <w:proofErr w:type="spellStart"/>
      <w:r w:rsidR="002A4158" w:rsidRPr="00DA4E77">
        <w:t>Hermos</w:t>
      </w:r>
      <w:proofErr w:type="spellEnd"/>
      <w:r>
        <w:t xml:space="preserve">, </w:t>
      </w:r>
      <w:r w:rsidR="002A4158" w:rsidRPr="00DA4E77">
        <w:t>laissons pleurer nos sœurs trop éprouvées</w:t>
      </w:r>
      <w:r>
        <w:t xml:space="preserve">, </w:t>
      </w:r>
      <w:r w:rsidR="002A4158" w:rsidRPr="00DA4E77">
        <w:t>et nous</w:t>
      </w:r>
      <w:r>
        <w:t xml:space="preserve">, </w:t>
      </w:r>
      <w:r w:rsidR="002A4158" w:rsidRPr="00DA4E77">
        <w:t>allons chercher le long des côtes quelque barque qui nous conduira vers d</w:t>
      </w:r>
      <w:r>
        <w:t>’</w:t>
      </w:r>
      <w:r w:rsidR="002A4158" w:rsidRPr="00DA4E77">
        <w:t>autres bords</w:t>
      </w:r>
      <w:r>
        <w:t>.</w:t>
      </w:r>
    </w:p>
    <w:p w14:paraId="18BCC0A2" w14:textId="77777777" w:rsidR="00276CCE" w:rsidRDefault="002A4158" w:rsidP="002A4158">
      <w:r w:rsidRPr="00DA4E77">
        <w:lastRenderedPageBreak/>
        <w:t>Et le poète</w:t>
      </w:r>
      <w:r w:rsidR="00276CCE">
        <w:t xml:space="preserve">, </w:t>
      </w:r>
      <w:r w:rsidRPr="00DA4E77">
        <w:t>faisant signe à ses compagnons de le suivre</w:t>
      </w:r>
      <w:r w:rsidR="00276CCE">
        <w:t xml:space="preserve">, </w:t>
      </w:r>
      <w:r w:rsidRPr="00DA4E77">
        <w:t>s</w:t>
      </w:r>
      <w:r w:rsidR="00276CCE">
        <w:t>’</w:t>
      </w:r>
      <w:r w:rsidRPr="00DA4E77">
        <w:t>apprête à descendre vers la mer</w:t>
      </w:r>
      <w:r w:rsidR="00276CCE">
        <w:t>.</w:t>
      </w:r>
    </w:p>
    <w:p w14:paraId="7A7A3B7A" w14:textId="77777777" w:rsidR="00276CCE" w:rsidRDefault="00276CCE" w:rsidP="002A4158">
      <w:r>
        <w:t>— </w:t>
      </w:r>
      <w:r w:rsidR="002A4158" w:rsidRPr="00DA4E77">
        <w:t>Grâce</w:t>
      </w:r>
      <w:r>
        <w:t xml:space="preserve"> ! </w:t>
      </w:r>
      <w:r w:rsidR="002A4158" w:rsidRPr="00DA4E77">
        <w:t>Grâce</w:t>
      </w:r>
      <w:r>
        <w:t xml:space="preserve"> ! </w:t>
      </w:r>
      <w:r w:rsidR="002A4158" w:rsidRPr="00DA4E77">
        <w:t>pitié</w:t>
      </w:r>
      <w:r>
        <w:t xml:space="preserve"> ! </w:t>
      </w:r>
      <w:r w:rsidR="002A4158" w:rsidRPr="00DA4E77">
        <w:t>disent les femmes</w:t>
      </w:r>
      <w:r>
        <w:t xml:space="preserve">, </w:t>
      </w:r>
      <w:r w:rsidR="002A4158" w:rsidRPr="00DA4E77">
        <w:t>s</w:t>
      </w:r>
      <w:r>
        <w:t>’</w:t>
      </w:r>
      <w:r w:rsidR="002A4158" w:rsidRPr="00DA4E77">
        <w:t>agitant à leur tour</w:t>
      </w:r>
      <w:r>
        <w:t xml:space="preserve">. </w:t>
      </w:r>
      <w:r w:rsidR="002A4158" w:rsidRPr="00DA4E77">
        <w:t>Ne nous laissez pas seules</w:t>
      </w:r>
      <w:r>
        <w:t xml:space="preserve"> ! </w:t>
      </w:r>
      <w:r w:rsidR="002A4158" w:rsidRPr="00DA4E77">
        <w:t>Qui sait ce que la mer en cou</w:t>
      </w:r>
      <w:r w:rsidR="002A4158" w:rsidRPr="00DA4E77">
        <w:t>r</w:t>
      </w:r>
      <w:r w:rsidR="002A4158" w:rsidRPr="00DA4E77">
        <w:t>roux nous réserve encore</w:t>
      </w:r>
      <w:r>
        <w:t xml:space="preserve"> ? </w:t>
      </w:r>
      <w:r w:rsidR="002A4158" w:rsidRPr="00DA4E77">
        <w:t>Emmenez-nous</w:t>
      </w:r>
      <w:r>
        <w:t> !</w:t>
      </w:r>
    </w:p>
    <w:p w14:paraId="07115D4B" w14:textId="77777777" w:rsidR="00276CCE" w:rsidRDefault="002A4158" w:rsidP="002A4158">
      <w:r w:rsidRPr="00DA4E77">
        <w:t>Voici donc que</w:t>
      </w:r>
      <w:r w:rsidR="00276CCE">
        <w:t xml:space="preserve">, </w:t>
      </w:r>
      <w:r w:rsidRPr="00DA4E77">
        <w:t>reprenant courage</w:t>
      </w:r>
      <w:r w:rsidR="00276CCE">
        <w:t xml:space="preserve">, </w:t>
      </w:r>
      <w:r w:rsidRPr="00DA4E77">
        <w:t>tout le groupe</w:t>
      </w:r>
      <w:r w:rsidR="00276CCE">
        <w:t xml:space="preserve">, </w:t>
      </w:r>
      <w:r w:rsidRPr="00DA4E77">
        <w:t>hommes et femmes</w:t>
      </w:r>
      <w:r w:rsidR="00276CCE">
        <w:t xml:space="preserve">, </w:t>
      </w:r>
      <w:r w:rsidRPr="00DA4E77">
        <w:t>descend lentement vers la mer par des sentiers gli</w:t>
      </w:r>
      <w:r w:rsidRPr="00DA4E77">
        <w:t>s</w:t>
      </w:r>
      <w:r w:rsidRPr="00DA4E77">
        <w:t xml:space="preserve">sants quand </w:t>
      </w:r>
      <w:proofErr w:type="spellStart"/>
      <w:r w:rsidRPr="00DA4E77">
        <w:t>Xanthès</w:t>
      </w:r>
      <w:proofErr w:type="spellEnd"/>
      <w:r w:rsidRPr="00DA4E77">
        <w:t xml:space="preserve"> s</w:t>
      </w:r>
      <w:r w:rsidR="00276CCE">
        <w:t>’</w:t>
      </w:r>
      <w:r w:rsidRPr="00DA4E77">
        <w:t>arrête et dit</w:t>
      </w:r>
      <w:r w:rsidR="00276CCE">
        <w:t> :</w:t>
      </w:r>
    </w:p>
    <w:p w14:paraId="403BF199" w14:textId="77777777" w:rsidR="00276CCE" w:rsidRDefault="00276CCE" w:rsidP="002A4158">
      <w:r>
        <w:t>— </w:t>
      </w:r>
      <w:proofErr w:type="spellStart"/>
      <w:r w:rsidR="002A4158" w:rsidRPr="00DA4E77">
        <w:t>Hermos</w:t>
      </w:r>
      <w:proofErr w:type="spellEnd"/>
      <w:r>
        <w:t xml:space="preserve">, </w:t>
      </w:r>
      <w:r w:rsidR="002A4158" w:rsidRPr="00DA4E77">
        <w:t>regarde</w:t>
      </w:r>
      <w:r>
        <w:t xml:space="preserve"> ! </w:t>
      </w:r>
      <w:r w:rsidR="002A4158" w:rsidRPr="00DA4E77">
        <w:t>Regardez tous</w:t>
      </w:r>
      <w:r>
        <w:t xml:space="preserve">, </w:t>
      </w:r>
      <w:r w:rsidR="002A4158" w:rsidRPr="00DA4E77">
        <w:t>il me semble qu</w:t>
      </w:r>
      <w:r>
        <w:t>’</w:t>
      </w:r>
      <w:r w:rsidR="002A4158" w:rsidRPr="00DA4E77">
        <w:t>on s</w:t>
      </w:r>
      <w:r>
        <w:t>’</w:t>
      </w:r>
      <w:r w:rsidR="002A4158" w:rsidRPr="00DA4E77">
        <w:t>agite sur la Terrasse Sainte</w:t>
      </w:r>
      <w:r>
        <w:t>.</w:t>
      </w:r>
    </w:p>
    <w:p w14:paraId="43F1786F" w14:textId="77777777" w:rsidR="00276CCE" w:rsidRDefault="00276CCE" w:rsidP="002A4158">
      <w:r>
        <w:t>— </w:t>
      </w:r>
      <w:r w:rsidR="002A4158" w:rsidRPr="00DA4E77">
        <w:t>Tu dis vrai</w:t>
      </w:r>
      <w:r>
        <w:t xml:space="preserve">, </w:t>
      </w:r>
      <w:proofErr w:type="spellStart"/>
      <w:r w:rsidR="002A4158" w:rsidRPr="00DA4E77">
        <w:t>Xanthès</w:t>
      </w:r>
      <w:proofErr w:type="spellEnd"/>
      <w:r>
        <w:t xml:space="preserve"> ; </w:t>
      </w:r>
      <w:r w:rsidR="002A4158" w:rsidRPr="00DA4E77">
        <w:t>on dirait</w:t>
      </w:r>
      <w:r>
        <w:t xml:space="preserve">, </w:t>
      </w:r>
      <w:r w:rsidR="002A4158" w:rsidRPr="00DA4E77">
        <w:t>en effet</w:t>
      </w:r>
      <w:r>
        <w:t xml:space="preserve">, </w:t>
      </w:r>
      <w:r w:rsidR="002A4158" w:rsidRPr="00DA4E77">
        <w:t>que le Sphinx se remue et que ses ailes se relèvent</w:t>
      </w:r>
      <w:r>
        <w:t>.</w:t>
      </w:r>
    </w:p>
    <w:p w14:paraId="7C93F317" w14:textId="77777777" w:rsidR="00276CCE" w:rsidRDefault="00276CCE" w:rsidP="002A4158">
      <w:r>
        <w:t>— </w:t>
      </w:r>
      <w:r w:rsidR="002A4158" w:rsidRPr="00DA4E77">
        <w:t>Un miracle des dieux</w:t>
      </w:r>
      <w:r>
        <w:t> ?</w:t>
      </w:r>
    </w:p>
    <w:p w14:paraId="35AFF61E" w14:textId="77777777" w:rsidR="00276CCE" w:rsidRDefault="00276CCE" w:rsidP="002A4158">
      <w:r>
        <w:t>— </w:t>
      </w:r>
      <w:r w:rsidR="002A4158" w:rsidRPr="00DA4E77">
        <w:t>Un effort suprême des hommes</w:t>
      </w:r>
      <w:r>
        <w:t> ?</w:t>
      </w:r>
    </w:p>
    <w:p w14:paraId="1C356EE1" w14:textId="77777777" w:rsidR="00276CCE" w:rsidRDefault="00276CCE" w:rsidP="002A4158">
      <w:r>
        <w:t>— </w:t>
      </w:r>
      <w:r w:rsidR="002A4158" w:rsidRPr="00DA4E77">
        <w:t>Des vivants</w:t>
      </w:r>
      <w:r>
        <w:t xml:space="preserve"> ! </w:t>
      </w:r>
      <w:r w:rsidR="002A4158" w:rsidRPr="00DA4E77">
        <w:t xml:space="preserve">fait </w:t>
      </w:r>
      <w:proofErr w:type="spellStart"/>
      <w:r w:rsidR="002A4158" w:rsidRPr="00DA4E77">
        <w:t>Asmonia</w:t>
      </w:r>
      <w:proofErr w:type="spellEnd"/>
      <w:r>
        <w:t xml:space="preserve">. </w:t>
      </w:r>
      <w:r w:rsidR="002A4158" w:rsidRPr="00DA4E77">
        <w:t>Mais quels vivants</w:t>
      </w:r>
      <w:r>
        <w:t> ?</w:t>
      </w:r>
    </w:p>
    <w:p w14:paraId="0B5611A0" w14:textId="77777777" w:rsidR="00276CCE" w:rsidRDefault="00276CCE" w:rsidP="002A4158">
      <w:r>
        <w:t>— </w:t>
      </w:r>
      <w:r w:rsidR="002A4158" w:rsidRPr="00DA4E77">
        <w:t xml:space="preserve">Peut-être </w:t>
      </w:r>
      <w:proofErr w:type="spellStart"/>
      <w:r w:rsidR="002A4158" w:rsidRPr="00DA4E77">
        <w:t>Oréus</w:t>
      </w:r>
      <w:proofErr w:type="spellEnd"/>
      <w:r>
        <w:t xml:space="preserve">, </w:t>
      </w:r>
      <w:r w:rsidR="002A4158" w:rsidRPr="00DA4E77">
        <w:t xml:space="preserve">dit </w:t>
      </w:r>
      <w:proofErr w:type="spellStart"/>
      <w:r w:rsidR="002A4158" w:rsidRPr="00DA4E77">
        <w:t>Hermos</w:t>
      </w:r>
      <w:proofErr w:type="spellEnd"/>
      <w:r w:rsidR="002A4158" w:rsidRPr="00DA4E77">
        <w:t xml:space="preserve"> à l</w:t>
      </w:r>
      <w:r>
        <w:t>’</w:t>
      </w:r>
      <w:r w:rsidR="002A4158" w:rsidRPr="00DA4E77">
        <w:t>oreille d</w:t>
      </w:r>
      <w:r>
        <w:t>’</w:t>
      </w:r>
      <w:proofErr w:type="spellStart"/>
      <w:r w:rsidR="002A4158" w:rsidRPr="00DA4E77">
        <w:t>Amonou</w:t>
      </w:r>
      <w:proofErr w:type="spellEnd"/>
      <w:r>
        <w:t>.</w:t>
      </w:r>
    </w:p>
    <w:p w14:paraId="0C5B940E" w14:textId="77777777" w:rsidR="00276CCE" w:rsidRDefault="00276CCE" w:rsidP="002A4158">
      <w:r>
        <w:t>— </w:t>
      </w:r>
      <w:r w:rsidR="002A4158" w:rsidRPr="00DA4E77">
        <w:t xml:space="preserve">Ou </w:t>
      </w:r>
      <w:proofErr w:type="spellStart"/>
      <w:r w:rsidR="002A4158" w:rsidRPr="00DA4E77">
        <w:t>Knephao</w:t>
      </w:r>
      <w:proofErr w:type="spellEnd"/>
      <w:r>
        <w:t xml:space="preserve">, </w:t>
      </w:r>
      <w:r w:rsidR="002A4158" w:rsidRPr="00DA4E77">
        <w:t xml:space="preserve">ajoute </w:t>
      </w:r>
      <w:proofErr w:type="spellStart"/>
      <w:r w:rsidR="002A4158" w:rsidRPr="00DA4E77">
        <w:t>Xanthès</w:t>
      </w:r>
      <w:proofErr w:type="spellEnd"/>
      <w:r>
        <w:t>.</w:t>
      </w:r>
    </w:p>
    <w:p w14:paraId="608AD83D" w14:textId="77777777" w:rsidR="00276CCE" w:rsidRDefault="002A4158" w:rsidP="002A4158">
      <w:r w:rsidRPr="00DA4E77">
        <w:t xml:space="preserve">Et </w:t>
      </w:r>
      <w:proofErr w:type="spellStart"/>
      <w:r w:rsidRPr="00DA4E77">
        <w:t>Amonou</w:t>
      </w:r>
      <w:proofErr w:type="spellEnd"/>
      <w:r w:rsidR="00276CCE">
        <w:t xml:space="preserve">, </w:t>
      </w:r>
      <w:r w:rsidRPr="00DA4E77">
        <w:t>tout ému</w:t>
      </w:r>
      <w:r w:rsidR="00276CCE">
        <w:t xml:space="preserve">, </w:t>
      </w:r>
      <w:r w:rsidRPr="00DA4E77">
        <w:t>murmure</w:t>
      </w:r>
      <w:r w:rsidR="00276CCE">
        <w:t> :</w:t>
      </w:r>
    </w:p>
    <w:p w14:paraId="2DD79D0D" w14:textId="77777777" w:rsidR="00276CCE" w:rsidRDefault="00276CCE" w:rsidP="002A4158">
      <w:r>
        <w:t>— </w:t>
      </w:r>
      <w:r w:rsidR="002A4158" w:rsidRPr="00DA4E77">
        <w:t xml:space="preserve">Pauvre petite </w:t>
      </w:r>
      <w:proofErr w:type="spellStart"/>
      <w:r w:rsidR="002A4158" w:rsidRPr="00DA4E77">
        <w:t>Glania</w:t>
      </w:r>
      <w:proofErr w:type="spellEnd"/>
      <w:r>
        <w:t xml:space="preserve">, </w:t>
      </w:r>
      <w:r w:rsidR="002A4158" w:rsidRPr="00DA4E77">
        <w:t>qu</w:t>
      </w:r>
      <w:r>
        <w:t>’</w:t>
      </w:r>
      <w:r w:rsidR="002A4158" w:rsidRPr="00DA4E77">
        <w:t>a-t-elle fait dans cette tou</w:t>
      </w:r>
      <w:r w:rsidR="002A4158" w:rsidRPr="00DA4E77">
        <w:t>r</w:t>
      </w:r>
      <w:r w:rsidR="002A4158" w:rsidRPr="00DA4E77">
        <w:t>mente</w:t>
      </w:r>
      <w:r>
        <w:t> ?</w:t>
      </w:r>
    </w:p>
    <w:p w14:paraId="6F3AA6CC" w14:textId="77777777" w:rsidR="00276CCE" w:rsidRDefault="002A4158" w:rsidP="002A4158">
      <w:r w:rsidRPr="00DA4E77">
        <w:t>Chacun alors</w:t>
      </w:r>
      <w:r w:rsidR="00276CCE">
        <w:t xml:space="preserve">, </w:t>
      </w:r>
      <w:r w:rsidRPr="00DA4E77">
        <w:t>dans le fond de son âme</w:t>
      </w:r>
      <w:r w:rsidR="00276CCE">
        <w:t xml:space="preserve">, </w:t>
      </w:r>
      <w:r w:rsidRPr="00DA4E77">
        <w:t>se résigne au destin de la Cité s</w:t>
      </w:r>
      <w:r w:rsidR="00276CCE">
        <w:t>’</w:t>
      </w:r>
      <w:r w:rsidRPr="00DA4E77">
        <w:t>il lui reste</w:t>
      </w:r>
      <w:r w:rsidR="00276CCE">
        <w:t xml:space="preserve">, </w:t>
      </w:r>
      <w:r w:rsidRPr="00DA4E77">
        <w:t>du moins</w:t>
      </w:r>
      <w:r w:rsidR="00276CCE">
        <w:t xml:space="preserve">, </w:t>
      </w:r>
      <w:r w:rsidRPr="00DA4E77">
        <w:t>quelque espoir de retrouver un être cher</w:t>
      </w:r>
      <w:r w:rsidR="00276CCE">
        <w:t>.</w:t>
      </w:r>
    </w:p>
    <w:p w14:paraId="69D4D59B" w14:textId="77777777" w:rsidR="00276CCE" w:rsidRDefault="002A4158" w:rsidP="002A4158">
      <w:r w:rsidRPr="00DA4E77">
        <w:t>Et dans les yeux</w:t>
      </w:r>
      <w:r w:rsidR="00276CCE">
        <w:t xml:space="preserve">, </w:t>
      </w:r>
      <w:r w:rsidRPr="00DA4E77">
        <w:t>naguère éteints</w:t>
      </w:r>
      <w:r w:rsidR="00276CCE">
        <w:t xml:space="preserve">, </w:t>
      </w:r>
      <w:r w:rsidRPr="00DA4E77">
        <w:t>la lumière grise du jour se reflète maintenant et brille et parfois sourit</w:t>
      </w:r>
      <w:r w:rsidR="00276CCE">
        <w:t xml:space="preserve">. </w:t>
      </w:r>
      <w:r w:rsidRPr="00DA4E77">
        <w:t>Assemblés l</w:t>
      </w:r>
      <w:r w:rsidR="00276CCE">
        <w:t>’</w:t>
      </w:r>
      <w:r w:rsidRPr="00DA4E77">
        <w:t>un près de l</w:t>
      </w:r>
      <w:r w:rsidR="00276CCE">
        <w:t>’</w:t>
      </w:r>
      <w:r w:rsidRPr="00DA4E77">
        <w:t>autre</w:t>
      </w:r>
      <w:r w:rsidR="00276CCE">
        <w:t xml:space="preserve">, </w:t>
      </w:r>
      <w:r w:rsidRPr="00DA4E77">
        <w:t xml:space="preserve">sur un plateau assez large situé à quelques </w:t>
      </w:r>
      <w:r w:rsidRPr="00DA4E77">
        <w:lastRenderedPageBreak/>
        <w:t>bra</w:t>
      </w:r>
      <w:r w:rsidRPr="00DA4E77">
        <w:t>s</w:t>
      </w:r>
      <w:r w:rsidRPr="00DA4E77">
        <w:t>ses au-dessus de la mer</w:t>
      </w:r>
      <w:r w:rsidR="00276CCE">
        <w:t xml:space="preserve">, </w:t>
      </w:r>
      <w:r w:rsidRPr="00DA4E77">
        <w:t>et d</w:t>
      </w:r>
      <w:r w:rsidR="00276CCE">
        <w:t>’</w:t>
      </w:r>
      <w:r w:rsidRPr="00DA4E77">
        <w:t>où la vue domine l</w:t>
      </w:r>
      <w:r w:rsidR="00276CCE">
        <w:t>’</w:t>
      </w:r>
      <w:r w:rsidRPr="00DA4E77">
        <w:t>horizon vers le sud</w:t>
      </w:r>
      <w:r w:rsidR="00276CCE">
        <w:t xml:space="preserve">, </w:t>
      </w:r>
      <w:r w:rsidRPr="00DA4E77">
        <w:t>les derniers Atlantes suivent</w:t>
      </w:r>
      <w:r w:rsidR="00276CCE">
        <w:t xml:space="preserve">, </w:t>
      </w:r>
      <w:r w:rsidRPr="00DA4E77">
        <w:t>en palpitant d</w:t>
      </w:r>
      <w:r w:rsidR="00276CCE">
        <w:t>’</w:t>
      </w:r>
      <w:r w:rsidRPr="00DA4E77">
        <w:t>émoi</w:t>
      </w:r>
      <w:r w:rsidR="00276CCE">
        <w:t xml:space="preserve">, </w:t>
      </w:r>
      <w:r w:rsidRPr="00DA4E77">
        <w:t>les mo</w:t>
      </w:r>
      <w:r w:rsidRPr="00DA4E77">
        <w:t>u</w:t>
      </w:r>
      <w:r w:rsidRPr="00DA4E77">
        <w:t>vements observés sur la Terrasse Sainte</w:t>
      </w:r>
      <w:r w:rsidR="00276CCE">
        <w:t>.</w:t>
      </w:r>
    </w:p>
    <w:p w14:paraId="78C98A38" w14:textId="77777777" w:rsidR="00276CCE" w:rsidRDefault="00276CCE" w:rsidP="002A4158">
      <w:r>
        <w:t>— </w:t>
      </w:r>
      <w:r w:rsidR="002A4158" w:rsidRPr="00DA4E77">
        <w:t>Non</w:t>
      </w:r>
      <w:r>
        <w:t xml:space="preserve">, </w:t>
      </w:r>
      <w:r w:rsidR="002A4158" w:rsidRPr="00DA4E77">
        <w:t>ce n</w:t>
      </w:r>
      <w:r>
        <w:t>’</w:t>
      </w:r>
      <w:r w:rsidR="002A4158" w:rsidRPr="00DA4E77">
        <w:t>est pas le Sphinx</w:t>
      </w:r>
      <w:r>
        <w:t xml:space="preserve">, </w:t>
      </w:r>
      <w:r w:rsidR="002A4158" w:rsidRPr="00DA4E77">
        <w:t xml:space="preserve">déclare </w:t>
      </w:r>
      <w:proofErr w:type="spellStart"/>
      <w:r w:rsidR="002A4158" w:rsidRPr="00DA4E77">
        <w:t>Amonou</w:t>
      </w:r>
      <w:proofErr w:type="spellEnd"/>
      <w:r>
        <w:t xml:space="preserve">. </w:t>
      </w:r>
      <w:r w:rsidR="002A4158" w:rsidRPr="00DA4E77">
        <w:t>Mais un grand oiseau noir qui bat des ailes</w:t>
      </w:r>
      <w:r>
        <w:t>.</w:t>
      </w:r>
    </w:p>
    <w:p w14:paraId="36E9CE81" w14:textId="77777777" w:rsidR="00276CCE" w:rsidRDefault="00276CCE" w:rsidP="002A4158">
      <w:r>
        <w:t>— </w:t>
      </w:r>
      <w:r w:rsidR="002A4158" w:rsidRPr="00DA4E77">
        <w:t>L</w:t>
      </w:r>
      <w:r>
        <w:rPr>
          <w:bCs/>
          <w:i/>
          <w:iCs/>
        </w:rPr>
        <w:t>’</w:t>
      </w:r>
      <w:r w:rsidR="002A4158" w:rsidRPr="00DA4E77">
        <w:rPr>
          <w:bCs/>
          <w:i/>
          <w:iCs/>
        </w:rPr>
        <w:t>Alérion</w:t>
      </w:r>
      <w:r w:rsidR="002A4158" w:rsidRPr="00DA4E77">
        <w:t xml:space="preserve"> lui-même</w:t>
      </w:r>
      <w:r>
        <w:t xml:space="preserve"> ! </w:t>
      </w:r>
      <w:r w:rsidR="002A4158" w:rsidRPr="00DA4E77">
        <w:t xml:space="preserve">ajoute </w:t>
      </w:r>
      <w:proofErr w:type="spellStart"/>
      <w:r w:rsidR="002A4158" w:rsidRPr="00DA4E77">
        <w:t>Hermos</w:t>
      </w:r>
      <w:proofErr w:type="spellEnd"/>
      <w:r>
        <w:t xml:space="preserve">, </w:t>
      </w:r>
      <w:r w:rsidR="002A4158" w:rsidRPr="00DA4E77">
        <w:t>tout agité</w:t>
      </w:r>
      <w:r>
        <w:t>.</w:t>
      </w:r>
    </w:p>
    <w:p w14:paraId="29525F32" w14:textId="77777777" w:rsidR="00276CCE" w:rsidRDefault="00276CCE" w:rsidP="002A4158">
      <w:r>
        <w:t>— </w:t>
      </w:r>
      <w:r w:rsidR="002A4158" w:rsidRPr="00DA4E77">
        <w:t>L</w:t>
      </w:r>
      <w:r>
        <w:t>’</w:t>
      </w:r>
      <w:r w:rsidR="002A4158" w:rsidRPr="00DA4E77">
        <w:rPr>
          <w:bCs/>
          <w:i/>
          <w:iCs/>
        </w:rPr>
        <w:t>Alérion</w:t>
      </w:r>
      <w:r w:rsidR="002A4158" w:rsidRPr="00DA4E77">
        <w:t xml:space="preserve"> sur la Terrasse Sainte</w:t>
      </w:r>
      <w:r>
        <w:t xml:space="preserve"> ? </w:t>
      </w:r>
      <w:r w:rsidR="002A4158" w:rsidRPr="00DA4E77">
        <w:t>Comment s</w:t>
      </w:r>
      <w:r>
        <w:t>’</w:t>
      </w:r>
      <w:r w:rsidR="002A4158" w:rsidRPr="00DA4E77">
        <w:t>y trouve-t-il</w:t>
      </w:r>
      <w:r>
        <w:t> ?</w:t>
      </w:r>
    </w:p>
    <w:p w14:paraId="141DA2EA" w14:textId="77777777" w:rsidR="00276CCE" w:rsidRDefault="00276CCE" w:rsidP="002A4158">
      <w:r>
        <w:t>— </w:t>
      </w:r>
      <w:r w:rsidR="002A4158" w:rsidRPr="00DA4E77">
        <w:t>Je l</w:t>
      </w:r>
      <w:r>
        <w:t>’</w:t>
      </w:r>
      <w:r w:rsidR="002A4158" w:rsidRPr="00DA4E77">
        <w:t>ignore</w:t>
      </w:r>
      <w:r>
        <w:t xml:space="preserve">. </w:t>
      </w:r>
      <w:r w:rsidR="002A4158" w:rsidRPr="00DA4E77">
        <w:t>Mais c</w:t>
      </w:r>
      <w:r>
        <w:t>’</w:t>
      </w:r>
      <w:r w:rsidR="002A4158" w:rsidRPr="00DA4E77">
        <w:t>est bien l</w:t>
      </w:r>
      <w:r>
        <w:t>’</w:t>
      </w:r>
      <w:r w:rsidR="002A4158" w:rsidRPr="00DA4E77">
        <w:rPr>
          <w:bCs/>
          <w:i/>
          <w:iCs/>
        </w:rPr>
        <w:t>Alérion</w:t>
      </w:r>
      <w:r>
        <w:rPr>
          <w:bCs/>
          <w:i/>
          <w:iCs/>
        </w:rPr>
        <w:t xml:space="preserve">. </w:t>
      </w:r>
      <w:r w:rsidR="002A4158" w:rsidRPr="00DA4E77">
        <w:t>Aucune autre m</w:t>
      </w:r>
      <w:r w:rsidR="002A4158" w:rsidRPr="00DA4E77">
        <w:t>a</w:t>
      </w:r>
      <w:r w:rsidR="002A4158" w:rsidRPr="00DA4E77">
        <w:t>chine de ce genre n</w:t>
      </w:r>
      <w:r>
        <w:t>’</w:t>
      </w:r>
      <w:r w:rsidR="002A4158" w:rsidRPr="00DA4E77">
        <w:t>existe</w:t>
      </w:r>
      <w:r>
        <w:t xml:space="preserve">, </w:t>
      </w:r>
      <w:r w:rsidR="002A4158" w:rsidRPr="00DA4E77">
        <w:t>que je sache</w:t>
      </w:r>
      <w:r>
        <w:t xml:space="preserve">. </w:t>
      </w:r>
      <w:r w:rsidR="002A4158" w:rsidRPr="00DA4E77">
        <w:t>Regardez</w:t>
      </w:r>
      <w:r>
        <w:t xml:space="preserve"> ! </w:t>
      </w:r>
      <w:r w:rsidR="002A4158" w:rsidRPr="00DA4E77">
        <w:t>Les ailes ba</w:t>
      </w:r>
      <w:r w:rsidR="002A4158" w:rsidRPr="00DA4E77">
        <w:t>t</w:t>
      </w:r>
      <w:r w:rsidR="002A4158" w:rsidRPr="00DA4E77">
        <w:t>tent en cadence</w:t>
      </w:r>
      <w:r>
        <w:t xml:space="preserve">. </w:t>
      </w:r>
      <w:r w:rsidR="002A4158" w:rsidRPr="00DA4E77">
        <w:t>Il se soulève</w:t>
      </w:r>
      <w:r>
        <w:t xml:space="preserve">. </w:t>
      </w:r>
      <w:r w:rsidR="002A4158" w:rsidRPr="00DA4E77">
        <w:t>Il plane</w:t>
      </w:r>
      <w:r>
        <w:t xml:space="preserve">. </w:t>
      </w:r>
      <w:r w:rsidR="002A4158" w:rsidRPr="00DA4E77">
        <w:t>Le voici qui monte le</w:t>
      </w:r>
      <w:r w:rsidR="002A4158" w:rsidRPr="00DA4E77">
        <w:t>n</w:t>
      </w:r>
      <w:r w:rsidR="002A4158" w:rsidRPr="00DA4E77">
        <w:t>tement et qui semble tournoyer au-dessus du lac vide</w:t>
      </w:r>
      <w:r>
        <w:t xml:space="preserve">. </w:t>
      </w:r>
      <w:r w:rsidR="002A4158" w:rsidRPr="00DA4E77">
        <w:t>Où va-t-il</w:t>
      </w:r>
      <w:r>
        <w:t> ?</w:t>
      </w:r>
    </w:p>
    <w:p w14:paraId="209A3CBE" w14:textId="77777777" w:rsidR="00276CCE" w:rsidRDefault="00276CCE" w:rsidP="002A4158">
      <w:r>
        <w:t>— </w:t>
      </w:r>
      <w:r w:rsidR="002A4158" w:rsidRPr="00DA4E77">
        <w:t>Fatalité</w:t>
      </w:r>
      <w:r>
        <w:t xml:space="preserve"> ! </w:t>
      </w:r>
      <w:r w:rsidR="002A4158" w:rsidRPr="00DA4E77">
        <w:t>il s</w:t>
      </w:r>
      <w:r>
        <w:t>’</w:t>
      </w:r>
      <w:r w:rsidR="002A4158" w:rsidRPr="00DA4E77">
        <w:t>en va</w:t>
      </w:r>
      <w:r>
        <w:t> !</w:t>
      </w:r>
    </w:p>
    <w:p w14:paraId="51C86F3F" w14:textId="77777777" w:rsidR="00276CCE" w:rsidRDefault="00276CCE" w:rsidP="002A4158">
      <w:r>
        <w:t>— </w:t>
      </w:r>
      <w:r w:rsidR="002A4158" w:rsidRPr="00DA4E77">
        <w:t>Il ne nous voit pas</w:t>
      </w:r>
      <w:r>
        <w:t> !</w:t>
      </w:r>
    </w:p>
    <w:p w14:paraId="45DFB417" w14:textId="77777777" w:rsidR="00276CCE" w:rsidRDefault="00276CCE" w:rsidP="002A4158">
      <w:r>
        <w:t>— </w:t>
      </w:r>
      <w:r w:rsidR="002A4158" w:rsidRPr="00DA4E77">
        <w:t>Regardez</w:t>
      </w:r>
      <w:r>
        <w:t xml:space="preserve"> ! </w:t>
      </w:r>
      <w:r w:rsidR="002A4158" w:rsidRPr="00DA4E77">
        <w:t>il tourne vers le sud</w:t>
      </w:r>
      <w:r>
        <w:t> !</w:t>
      </w:r>
    </w:p>
    <w:p w14:paraId="2D880C0D" w14:textId="77777777" w:rsidR="00276CCE" w:rsidRDefault="00276CCE" w:rsidP="002A4158">
      <w:r>
        <w:t>— </w:t>
      </w:r>
      <w:r w:rsidR="002A4158" w:rsidRPr="00DA4E77">
        <w:t>Ne désespérez pas</w:t>
      </w:r>
      <w:r>
        <w:t xml:space="preserve">, </w:t>
      </w:r>
      <w:r w:rsidR="002A4158" w:rsidRPr="00DA4E77">
        <w:t xml:space="preserve">reprend </w:t>
      </w:r>
      <w:proofErr w:type="spellStart"/>
      <w:r w:rsidR="002A4158" w:rsidRPr="00DA4E77">
        <w:t>Hermos</w:t>
      </w:r>
      <w:proofErr w:type="spellEnd"/>
      <w:r>
        <w:t xml:space="preserve">. </w:t>
      </w:r>
      <w:r w:rsidR="002A4158" w:rsidRPr="00DA4E77">
        <w:t>Un dernier effort</w:t>
      </w:r>
      <w:r>
        <w:t xml:space="preserve"> ! </w:t>
      </w:r>
      <w:r w:rsidR="002A4158" w:rsidRPr="00DA4E77">
        <w:t>Courage</w:t>
      </w:r>
      <w:r>
        <w:t xml:space="preserve"> ! </w:t>
      </w:r>
      <w:r w:rsidR="002A4158" w:rsidRPr="00DA4E77">
        <w:t>Faisons des signaux</w:t>
      </w:r>
      <w:r>
        <w:t xml:space="preserve">. </w:t>
      </w:r>
      <w:r w:rsidR="002A4158" w:rsidRPr="00DA4E77">
        <w:t>Soyons pareils aux naufragés en pleine mer qui voient au loin passer une voile</w:t>
      </w:r>
      <w:r>
        <w:t> !</w:t>
      </w:r>
    </w:p>
    <w:p w14:paraId="43E5AB9A" w14:textId="77777777" w:rsidR="00276CCE" w:rsidRDefault="002A4158" w:rsidP="002A4158">
      <w:r w:rsidRPr="00DA4E77">
        <w:t>Et donnant l</w:t>
      </w:r>
      <w:r w:rsidR="00276CCE">
        <w:t>’</w:t>
      </w:r>
      <w:r w:rsidRPr="00DA4E77">
        <w:t>exemple</w:t>
      </w:r>
      <w:r w:rsidR="00276CCE">
        <w:t xml:space="preserve">, </w:t>
      </w:r>
      <w:r w:rsidRPr="00DA4E77">
        <w:t>il enlève sa tunique</w:t>
      </w:r>
      <w:r w:rsidR="00276CCE">
        <w:t xml:space="preserve">, </w:t>
      </w:r>
      <w:r w:rsidRPr="00DA4E77">
        <w:t>naguère rouge</w:t>
      </w:r>
      <w:r w:rsidR="00276CCE">
        <w:t xml:space="preserve">, </w:t>
      </w:r>
      <w:r w:rsidRPr="00DA4E77">
        <w:t>et</w:t>
      </w:r>
      <w:r w:rsidR="00276CCE">
        <w:t xml:space="preserve">, </w:t>
      </w:r>
      <w:r w:rsidRPr="00DA4E77">
        <w:t>au bout d</w:t>
      </w:r>
      <w:r w:rsidR="00276CCE">
        <w:t>’</w:t>
      </w:r>
      <w:r w:rsidRPr="00DA4E77">
        <w:t>un bâton ramassé par terre</w:t>
      </w:r>
      <w:r w:rsidR="00276CCE">
        <w:t xml:space="preserve">, </w:t>
      </w:r>
      <w:r w:rsidRPr="00DA4E77">
        <w:t>l</w:t>
      </w:r>
      <w:r w:rsidR="00276CCE">
        <w:t>’</w:t>
      </w:r>
      <w:r w:rsidRPr="00DA4E77">
        <w:t>agite en l</w:t>
      </w:r>
      <w:r w:rsidR="00276CCE">
        <w:t>’</w:t>
      </w:r>
      <w:r w:rsidRPr="00DA4E77">
        <w:t>air en criant à tue-tête</w:t>
      </w:r>
      <w:r w:rsidR="00276CCE">
        <w:t> :</w:t>
      </w:r>
    </w:p>
    <w:p w14:paraId="3D99C7FB"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w:t>
      </w:r>
    </w:p>
    <w:p w14:paraId="56B868BE"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répètent les autres</w:t>
      </w:r>
      <w:r>
        <w:t xml:space="preserve">, </w:t>
      </w:r>
      <w:r w:rsidR="002A4158" w:rsidRPr="00DA4E77">
        <w:t>brandissant à leur tour des branches et des lambeaux</w:t>
      </w:r>
      <w:r>
        <w:t>.</w:t>
      </w:r>
    </w:p>
    <w:p w14:paraId="6EF141D3" w14:textId="77777777" w:rsidR="00276CCE" w:rsidRDefault="002A4158" w:rsidP="002A4158">
      <w:r w:rsidRPr="00DA4E77">
        <w:lastRenderedPageBreak/>
        <w:t>Les passagers de l</w:t>
      </w:r>
      <w:r w:rsidR="00276CCE">
        <w:t>’</w:t>
      </w:r>
      <w:r w:rsidRPr="00DA4E77">
        <w:rPr>
          <w:bCs/>
          <w:i/>
          <w:iCs/>
        </w:rPr>
        <w:t>Alérion</w:t>
      </w:r>
      <w:r w:rsidRPr="00DA4E77">
        <w:t xml:space="preserve"> ont-ils vu ou deviné</w:t>
      </w:r>
      <w:r w:rsidR="00276CCE">
        <w:t xml:space="preserve"> ? </w:t>
      </w:r>
      <w:r w:rsidRPr="00DA4E77">
        <w:t>Ou bien</w:t>
      </w:r>
      <w:r w:rsidR="00276CCE">
        <w:t xml:space="preserve">, </w:t>
      </w:r>
      <w:r w:rsidRPr="00DA4E77">
        <w:t>plutôt</w:t>
      </w:r>
      <w:r w:rsidR="00276CCE">
        <w:t xml:space="preserve">, </w:t>
      </w:r>
      <w:r w:rsidRPr="00DA4E77">
        <w:t>après avoir pris le large</w:t>
      </w:r>
      <w:r w:rsidR="00276CCE">
        <w:t xml:space="preserve">, </w:t>
      </w:r>
      <w:r w:rsidRPr="00DA4E77">
        <w:t>retournent-ils d</w:t>
      </w:r>
      <w:r w:rsidR="00276CCE">
        <w:t>’</w:t>
      </w:r>
      <w:r w:rsidRPr="00DA4E77">
        <w:t>eux-mêmes vers le nord</w:t>
      </w:r>
      <w:r w:rsidR="00276CCE">
        <w:t xml:space="preserve"> ? </w:t>
      </w:r>
      <w:r w:rsidRPr="00DA4E77">
        <w:t>Les survivants tremblent d</w:t>
      </w:r>
      <w:r w:rsidR="00276CCE">
        <w:t>’</w:t>
      </w:r>
      <w:r w:rsidRPr="00DA4E77">
        <w:t>émoi</w:t>
      </w:r>
      <w:r w:rsidR="00276CCE">
        <w:t xml:space="preserve">, </w:t>
      </w:r>
      <w:r w:rsidRPr="00DA4E77">
        <w:t>voyant peu à peu l</w:t>
      </w:r>
      <w:r w:rsidR="00276CCE">
        <w:t>’</w:t>
      </w:r>
      <w:r w:rsidRPr="00DA4E77">
        <w:rPr>
          <w:bCs/>
          <w:i/>
          <w:iCs/>
        </w:rPr>
        <w:t xml:space="preserve">Alérion </w:t>
      </w:r>
      <w:r w:rsidRPr="00DA4E77">
        <w:t>accomplir une vaste ellipse et diriger sa proue aérienne vers l</w:t>
      </w:r>
      <w:r w:rsidR="00276CCE">
        <w:t>’</w:t>
      </w:r>
      <w:r w:rsidRPr="00DA4E77">
        <w:t>Île de Pourpre</w:t>
      </w:r>
      <w:r w:rsidR="00276CCE">
        <w:t>.</w:t>
      </w:r>
    </w:p>
    <w:p w14:paraId="50939A10" w14:textId="77777777" w:rsidR="00276CCE" w:rsidRDefault="00276CCE" w:rsidP="002A4158">
      <w:r>
        <w:t>— </w:t>
      </w:r>
      <w:r w:rsidR="002A4158" w:rsidRPr="00DA4E77">
        <w:t>Les voici</w:t>
      </w:r>
      <w:r>
        <w:t xml:space="preserve"> ! </w:t>
      </w:r>
      <w:r w:rsidR="002A4158" w:rsidRPr="00DA4E77">
        <w:t>s</w:t>
      </w:r>
      <w:r>
        <w:t>’</w:t>
      </w:r>
      <w:r w:rsidR="002A4158" w:rsidRPr="00DA4E77">
        <w:t xml:space="preserve">écrie </w:t>
      </w:r>
      <w:proofErr w:type="spellStart"/>
      <w:r w:rsidR="002A4158" w:rsidRPr="00DA4E77">
        <w:t>Asmonia</w:t>
      </w:r>
      <w:proofErr w:type="spellEnd"/>
      <w:r w:rsidR="002A4158" w:rsidRPr="00DA4E77">
        <w:t xml:space="preserve"> délirante</w:t>
      </w:r>
      <w:r>
        <w:t>.</w:t>
      </w:r>
    </w:p>
    <w:p w14:paraId="59291C9A" w14:textId="77777777" w:rsidR="00276CCE" w:rsidRDefault="00276CCE" w:rsidP="002A4158">
      <w:r>
        <w:t>— </w:t>
      </w:r>
      <w:r w:rsidR="002A4158" w:rsidRPr="00DA4E77">
        <w:t>Joie</w:t>
      </w:r>
      <w:r>
        <w:t xml:space="preserve"> ! </w:t>
      </w:r>
      <w:r w:rsidR="002A4158" w:rsidRPr="00DA4E77">
        <w:t>Joie</w:t>
      </w:r>
      <w:r>
        <w:t xml:space="preserve"> ! </w:t>
      </w:r>
      <w:r w:rsidR="002A4158" w:rsidRPr="00DA4E77">
        <w:t xml:space="preserve">clame </w:t>
      </w:r>
      <w:proofErr w:type="spellStart"/>
      <w:r w:rsidR="002A4158" w:rsidRPr="00DA4E77">
        <w:t>Olbios</w:t>
      </w:r>
      <w:proofErr w:type="spellEnd"/>
      <w:r>
        <w:t xml:space="preserve">, </w:t>
      </w:r>
      <w:r w:rsidR="002A4158" w:rsidRPr="00DA4E77">
        <w:t>hors de lui</w:t>
      </w:r>
      <w:r>
        <w:t>.</w:t>
      </w:r>
    </w:p>
    <w:p w14:paraId="0C365BBD" w14:textId="77777777" w:rsidR="00276CCE" w:rsidRDefault="00276CCE" w:rsidP="002A4158">
      <w:r>
        <w:t>— </w:t>
      </w:r>
      <w:r w:rsidR="002A4158" w:rsidRPr="00DA4E77">
        <w:t>Je le savais bien</w:t>
      </w:r>
      <w:r>
        <w:t xml:space="preserve"> ! </w:t>
      </w:r>
      <w:r w:rsidR="002A4158" w:rsidRPr="00DA4E77">
        <w:t xml:space="preserve">soupire </w:t>
      </w:r>
      <w:proofErr w:type="spellStart"/>
      <w:r w:rsidR="002A4158" w:rsidRPr="00DA4E77">
        <w:t>Amonou</w:t>
      </w:r>
      <w:proofErr w:type="spellEnd"/>
      <w:r>
        <w:t>.</w:t>
      </w:r>
    </w:p>
    <w:p w14:paraId="2B18E424" w14:textId="77777777" w:rsidR="00276CCE" w:rsidRDefault="002A4158" w:rsidP="002A4158">
      <w:r w:rsidRPr="00DA4E77">
        <w:t>Et tous</w:t>
      </w:r>
      <w:r w:rsidR="00276CCE">
        <w:t xml:space="preserve">, </w:t>
      </w:r>
      <w:r w:rsidRPr="00DA4E77">
        <w:t>et toutes</w:t>
      </w:r>
      <w:r w:rsidR="00276CCE">
        <w:t xml:space="preserve">, </w:t>
      </w:r>
      <w:r w:rsidRPr="00DA4E77">
        <w:t>éperdus d</w:t>
      </w:r>
      <w:r w:rsidR="00276CCE">
        <w:t>’</w:t>
      </w:r>
      <w:r w:rsidRPr="00DA4E77">
        <w:t>espoir</w:t>
      </w:r>
      <w:r w:rsidR="00276CCE">
        <w:t xml:space="preserve">, </w:t>
      </w:r>
      <w:r w:rsidRPr="00DA4E77">
        <w:t>se jettent dans les bras les uns des autres</w:t>
      </w:r>
      <w:r w:rsidR="00276CCE">
        <w:t>.</w:t>
      </w:r>
    </w:p>
    <w:p w14:paraId="76628FE1" w14:textId="77777777" w:rsidR="00276CCE" w:rsidRDefault="00276CCE" w:rsidP="002A4158">
      <w:r>
        <w:t>— </w:t>
      </w:r>
      <w:r w:rsidR="002A4158" w:rsidRPr="00DA4E77">
        <w:t>Accourez vite</w:t>
      </w:r>
      <w:r>
        <w:t xml:space="preserve"> ! </w:t>
      </w:r>
      <w:r w:rsidR="002A4158" w:rsidRPr="00DA4E77">
        <w:t xml:space="preserve">appelle </w:t>
      </w:r>
      <w:proofErr w:type="spellStart"/>
      <w:r w:rsidR="002A4158" w:rsidRPr="00DA4E77">
        <w:t>Asmonia</w:t>
      </w:r>
      <w:proofErr w:type="spellEnd"/>
      <w:r w:rsidR="002A4158" w:rsidRPr="00DA4E77">
        <w:t xml:space="preserve"> qui déjà s</w:t>
      </w:r>
      <w:r>
        <w:t>’</w:t>
      </w:r>
      <w:r w:rsidR="002A4158" w:rsidRPr="00DA4E77">
        <w:t>élance vers l</w:t>
      </w:r>
      <w:r>
        <w:t>’</w:t>
      </w:r>
      <w:r w:rsidR="002A4158" w:rsidRPr="00DA4E77">
        <w:t>ouest de l</w:t>
      </w:r>
      <w:r>
        <w:t>’</w:t>
      </w:r>
      <w:r w:rsidR="002A4158" w:rsidRPr="00DA4E77">
        <w:t>île</w:t>
      </w:r>
      <w:r>
        <w:t xml:space="preserve">. </w:t>
      </w:r>
      <w:r w:rsidR="002A4158" w:rsidRPr="00DA4E77">
        <w:t>Vite</w:t>
      </w:r>
      <w:r>
        <w:t xml:space="preserve"> ! </w:t>
      </w:r>
      <w:r w:rsidR="002A4158" w:rsidRPr="00DA4E77">
        <w:t>Ils vont certainement débarquer sur la grande grève</w:t>
      </w:r>
      <w:r>
        <w:t xml:space="preserve">, </w:t>
      </w:r>
      <w:r w:rsidR="002A4158" w:rsidRPr="00DA4E77">
        <w:t>le seul point où l</w:t>
      </w:r>
      <w:r>
        <w:t>’</w:t>
      </w:r>
      <w:r w:rsidR="002A4158" w:rsidRPr="00DA4E77">
        <w:rPr>
          <w:bCs/>
          <w:i/>
          <w:iCs/>
        </w:rPr>
        <w:t>Alérion</w:t>
      </w:r>
      <w:r w:rsidR="002A4158" w:rsidRPr="00DA4E77">
        <w:t xml:space="preserve"> puisse atterrir sans da</w:t>
      </w:r>
      <w:r w:rsidR="002A4158" w:rsidRPr="00DA4E77">
        <w:t>n</w:t>
      </w:r>
      <w:r w:rsidR="002A4158" w:rsidRPr="00DA4E77">
        <w:t>ger</w:t>
      </w:r>
      <w:r>
        <w:t>.</w:t>
      </w:r>
    </w:p>
    <w:p w14:paraId="51F834EB" w14:textId="77777777" w:rsidR="00276CCE" w:rsidRDefault="002A4158" w:rsidP="002A4158">
      <w:r w:rsidRPr="00DA4E77">
        <w:t>Les artistes</w:t>
      </w:r>
      <w:r w:rsidR="00276CCE">
        <w:t xml:space="preserve">, </w:t>
      </w:r>
      <w:r w:rsidRPr="00DA4E77">
        <w:t>en effet</w:t>
      </w:r>
      <w:r w:rsidR="00276CCE">
        <w:t xml:space="preserve">, </w:t>
      </w:r>
      <w:r w:rsidRPr="00DA4E77">
        <w:t>se trouvent tous en ce moment sur la partie haute et rocheuse de l</w:t>
      </w:r>
      <w:r w:rsidR="00276CCE">
        <w:t>’</w:t>
      </w:r>
      <w:r w:rsidRPr="00DA4E77">
        <w:t>île où l</w:t>
      </w:r>
      <w:r w:rsidR="00276CCE">
        <w:t>’</w:t>
      </w:r>
      <w:r w:rsidRPr="00DA4E77">
        <w:rPr>
          <w:bCs/>
          <w:i/>
          <w:iCs/>
        </w:rPr>
        <w:t>Alérion</w:t>
      </w:r>
      <w:r w:rsidRPr="00DA4E77">
        <w:t xml:space="preserve"> ne pourrait aborder</w:t>
      </w:r>
      <w:r w:rsidR="00276CCE">
        <w:t xml:space="preserve">. </w:t>
      </w:r>
      <w:r w:rsidRPr="00DA4E77">
        <w:t>Mais là-bas</w:t>
      </w:r>
      <w:r w:rsidR="00276CCE">
        <w:t xml:space="preserve">, </w:t>
      </w:r>
      <w:r w:rsidRPr="00DA4E77">
        <w:t>vers l</w:t>
      </w:r>
      <w:r w:rsidR="00276CCE">
        <w:t>’</w:t>
      </w:r>
      <w:r w:rsidRPr="00DA4E77">
        <w:t>est</w:t>
      </w:r>
      <w:r w:rsidR="00276CCE">
        <w:t xml:space="preserve">, </w:t>
      </w:r>
      <w:r w:rsidRPr="00DA4E77">
        <w:t>ils revoient la vaste plage au sable d</w:t>
      </w:r>
      <w:r w:rsidR="00276CCE">
        <w:t>’</w:t>
      </w:r>
      <w:r w:rsidRPr="00DA4E77">
        <w:t>or</w:t>
      </w:r>
      <w:r w:rsidR="00276CCE">
        <w:t xml:space="preserve">, </w:t>
      </w:r>
      <w:r w:rsidRPr="00DA4E77">
        <w:t>où naguère encore</w:t>
      </w:r>
      <w:r w:rsidR="00276CCE">
        <w:t xml:space="preserve">, </w:t>
      </w:r>
      <w:r w:rsidRPr="00DA4E77">
        <w:t>ceux de l</w:t>
      </w:r>
      <w:r w:rsidR="00276CCE">
        <w:t>’</w:t>
      </w:r>
      <w:r w:rsidRPr="00DA4E77">
        <w:t>Île de Pourpre et les plus riches de la ville allaient prendre les bains de mer</w:t>
      </w:r>
      <w:r w:rsidR="00276CCE">
        <w:t xml:space="preserve">. </w:t>
      </w:r>
      <w:r w:rsidRPr="00DA4E77">
        <w:t>La plage</w:t>
      </w:r>
      <w:r w:rsidR="00276CCE">
        <w:t xml:space="preserve">, </w:t>
      </w:r>
      <w:r w:rsidRPr="00DA4E77">
        <w:t>cette nuit</w:t>
      </w:r>
      <w:r w:rsidR="00276CCE">
        <w:t xml:space="preserve">, </w:t>
      </w:r>
      <w:r w:rsidRPr="00DA4E77">
        <w:t>a été recouverte et balayée par les flots</w:t>
      </w:r>
      <w:r w:rsidR="00276CCE">
        <w:t xml:space="preserve">. </w:t>
      </w:r>
      <w:r w:rsidRPr="00DA4E77">
        <w:t>Les survivants</w:t>
      </w:r>
      <w:r w:rsidR="00276CCE">
        <w:t xml:space="preserve">, </w:t>
      </w:r>
      <w:r w:rsidRPr="00DA4E77">
        <w:t>au risque de se blesser sur les rochers</w:t>
      </w:r>
      <w:r w:rsidR="00276CCE">
        <w:t xml:space="preserve">, </w:t>
      </w:r>
      <w:r w:rsidRPr="00DA4E77">
        <w:t>dévalent en toute hâte</w:t>
      </w:r>
      <w:r w:rsidR="00276CCE">
        <w:t xml:space="preserve">, </w:t>
      </w:r>
      <w:r w:rsidRPr="00DA4E77">
        <w:t>espérant arriver à temps pour assister à la descente de l</w:t>
      </w:r>
      <w:r w:rsidR="00276CCE">
        <w:t>’</w:t>
      </w:r>
      <w:r w:rsidRPr="00DA4E77">
        <w:rPr>
          <w:bCs/>
          <w:i/>
          <w:iCs/>
        </w:rPr>
        <w:t>Alérion</w:t>
      </w:r>
      <w:r w:rsidR="00276CCE">
        <w:rPr>
          <w:bCs/>
          <w:i/>
          <w:iCs/>
        </w:rPr>
        <w:t xml:space="preserve">. </w:t>
      </w:r>
      <w:r w:rsidRPr="00DA4E77">
        <w:t>Mais le grand oiseau</w:t>
      </w:r>
      <w:r w:rsidR="00276CCE">
        <w:t xml:space="preserve">, </w:t>
      </w:r>
      <w:r w:rsidRPr="00DA4E77">
        <w:t>plus rapide qu</w:t>
      </w:r>
      <w:r w:rsidR="00276CCE">
        <w:t>’</w:t>
      </w:r>
      <w:r w:rsidRPr="00DA4E77">
        <w:t>eux</w:t>
      </w:r>
      <w:r w:rsidR="00276CCE">
        <w:t xml:space="preserve">, </w:t>
      </w:r>
      <w:r w:rsidRPr="00DA4E77">
        <w:t>va tout droit vers le rivage</w:t>
      </w:r>
      <w:r w:rsidR="00276CCE">
        <w:t xml:space="preserve">, </w:t>
      </w:r>
      <w:r w:rsidRPr="00DA4E77">
        <w:t>et</w:t>
      </w:r>
      <w:r w:rsidR="00276CCE">
        <w:t xml:space="preserve">, </w:t>
      </w:r>
      <w:r w:rsidRPr="00DA4E77">
        <w:t>après un harmonieux vol en arc de cercle</w:t>
      </w:r>
      <w:r w:rsidR="00276CCE">
        <w:t xml:space="preserve">, </w:t>
      </w:r>
      <w:r w:rsidRPr="00DA4E77">
        <w:t>se pose lentement sur le sable</w:t>
      </w:r>
      <w:r w:rsidR="00276CCE">
        <w:t xml:space="preserve">. </w:t>
      </w:r>
      <w:r w:rsidRPr="00DA4E77">
        <w:t>Les artistes ont beau courir et sauter de roc en roche</w:t>
      </w:r>
      <w:r w:rsidR="00276CCE">
        <w:t xml:space="preserve">, </w:t>
      </w:r>
      <w:r w:rsidRPr="00DA4E77">
        <w:t>ils n</w:t>
      </w:r>
      <w:r w:rsidR="00276CCE">
        <w:t>’</w:t>
      </w:r>
      <w:r w:rsidRPr="00DA4E77">
        <w:t>ont que le temps de voir descendre l</w:t>
      </w:r>
      <w:r w:rsidR="00276CCE">
        <w:t>’</w:t>
      </w:r>
      <w:r w:rsidRPr="00DA4E77">
        <w:rPr>
          <w:bCs/>
          <w:i/>
          <w:iCs/>
        </w:rPr>
        <w:t>Alérion</w:t>
      </w:r>
      <w:r w:rsidRPr="00DA4E77">
        <w:t xml:space="preserve"> au repos</w:t>
      </w:r>
      <w:r w:rsidR="00276CCE">
        <w:t xml:space="preserve">, </w:t>
      </w:r>
      <w:r w:rsidRPr="00DA4E77">
        <w:t>trois passagers qui s</w:t>
      </w:r>
      <w:r w:rsidR="00276CCE">
        <w:t>’</w:t>
      </w:r>
      <w:r w:rsidRPr="00DA4E77">
        <w:t>avancent lentement vers eux</w:t>
      </w:r>
      <w:r w:rsidR="00276CCE">
        <w:t xml:space="preserve">, </w:t>
      </w:r>
      <w:r w:rsidRPr="00DA4E77">
        <w:t>tandis qu</w:t>
      </w:r>
      <w:r w:rsidR="00276CCE">
        <w:t>’</w:t>
      </w:r>
      <w:r w:rsidRPr="00DA4E77">
        <w:t>un qu</w:t>
      </w:r>
      <w:r w:rsidRPr="00DA4E77">
        <w:t>a</w:t>
      </w:r>
      <w:r w:rsidRPr="00DA4E77">
        <w:t>trième</w:t>
      </w:r>
      <w:r w:rsidR="00276CCE">
        <w:t xml:space="preserve">, </w:t>
      </w:r>
      <w:r w:rsidRPr="00DA4E77">
        <w:t xml:space="preserve">grand comme </w:t>
      </w:r>
      <w:proofErr w:type="spellStart"/>
      <w:r w:rsidRPr="00DA4E77">
        <w:t>Knephao</w:t>
      </w:r>
      <w:proofErr w:type="spellEnd"/>
      <w:r w:rsidR="00276CCE">
        <w:t xml:space="preserve">, </w:t>
      </w:r>
      <w:r w:rsidRPr="00DA4E77">
        <w:t>semble s</w:t>
      </w:r>
      <w:r w:rsidR="00276CCE">
        <w:t>’</w:t>
      </w:r>
      <w:r w:rsidRPr="00DA4E77">
        <w:t>entretenir avec des êtres restés invisibles dans la nacelle</w:t>
      </w:r>
      <w:r w:rsidR="00276CCE">
        <w:t xml:space="preserve">. </w:t>
      </w:r>
      <w:r w:rsidRPr="00DA4E77">
        <w:t>Les vêtements de ceux qui s</w:t>
      </w:r>
      <w:r w:rsidR="00276CCE">
        <w:t>’</w:t>
      </w:r>
      <w:r w:rsidRPr="00DA4E77">
        <w:t xml:space="preserve">approchent sont </w:t>
      </w:r>
      <w:r w:rsidRPr="00DA4E77">
        <w:lastRenderedPageBreak/>
        <w:t>tellement déchirés</w:t>
      </w:r>
      <w:r w:rsidR="00276CCE">
        <w:t xml:space="preserve">, </w:t>
      </w:r>
      <w:r w:rsidRPr="00DA4E77">
        <w:t>les cheveux si en désordre que</w:t>
      </w:r>
      <w:r w:rsidR="00276CCE">
        <w:t xml:space="preserve">, </w:t>
      </w:r>
      <w:r w:rsidRPr="00DA4E77">
        <w:t>tout d</w:t>
      </w:r>
      <w:r w:rsidR="00276CCE">
        <w:t>’</w:t>
      </w:r>
      <w:r w:rsidRPr="00DA4E77">
        <w:t>abord</w:t>
      </w:r>
      <w:r w:rsidR="00276CCE">
        <w:t xml:space="preserve">, </w:t>
      </w:r>
      <w:r w:rsidRPr="00DA4E77">
        <w:t>les survivants de l</w:t>
      </w:r>
      <w:r w:rsidR="00276CCE">
        <w:t>’</w:t>
      </w:r>
      <w:r w:rsidRPr="00DA4E77">
        <w:t>Île de Pourpre ne reco</w:t>
      </w:r>
      <w:r w:rsidRPr="00DA4E77">
        <w:t>n</w:t>
      </w:r>
      <w:r w:rsidRPr="00DA4E77">
        <w:t>naissent personne</w:t>
      </w:r>
      <w:r w:rsidR="00276CCE">
        <w:t xml:space="preserve">. </w:t>
      </w:r>
      <w:r w:rsidRPr="00DA4E77">
        <w:t>Il leur paraît</w:t>
      </w:r>
      <w:r w:rsidR="00276CCE">
        <w:t xml:space="preserve">, </w:t>
      </w:r>
      <w:r w:rsidRPr="00DA4E77">
        <w:t>pourtant</w:t>
      </w:r>
      <w:r w:rsidR="00276CCE">
        <w:t xml:space="preserve">, </w:t>
      </w:r>
      <w:r w:rsidRPr="00DA4E77">
        <w:t>que l</w:t>
      </w:r>
      <w:r w:rsidR="00276CCE">
        <w:t>’</w:t>
      </w:r>
      <w:r w:rsidRPr="00DA4E77">
        <w:t>un d</w:t>
      </w:r>
      <w:r w:rsidR="00276CCE">
        <w:t>’</w:t>
      </w:r>
      <w:r w:rsidRPr="00DA4E77">
        <w:t>eux</w:t>
      </w:r>
      <w:r w:rsidR="00276CCE">
        <w:t xml:space="preserve">, </w:t>
      </w:r>
      <w:r w:rsidRPr="00DA4E77">
        <w:t>celui du milieu</w:t>
      </w:r>
      <w:r w:rsidR="00276CCE">
        <w:t xml:space="preserve">, </w:t>
      </w:r>
      <w:r w:rsidRPr="00DA4E77">
        <w:t>de haute taille</w:t>
      </w:r>
      <w:r w:rsidR="00276CCE">
        <w:t xml:space="preserve">, </w:t>
      </w:r>
      <w:r w:rsidRPr="00DA4E77">
        <w:t>marche à grand-peine</w:t>
      </w:r>
      <w:r w:rsidR="00276CCE">
        <w:t xml:space="preserve">, </w:t>
      </w:r>
      <w:r w:rsidRPr="00DA4E77">
        <w:t>soutenu par les deux autres</w:t>
      </w:r>
      <w:r w:rsidR="00276CCE">
        <w:t xml:space="preserve">, </w:t>
      </w:r>
      <w:r w:rsidRPr="00DA4E77">
        <w:t>l</w:t>
      </w:r>
      <w:r w:rsidR="00276CCE">
        <w:t>’</w:t>
      </w:r>
      <w:r w:rsidRPr="00DA4E77">
        <w:t>un tout petit</w:t>
      </w:r>
      <w:r w:rsidR="00276CCE">
        <w:t xml:space="preserve">, </w:t>
      </w:r>
      <w:r w:rsidRPr="00DA4E77">
        <w:t>tout mince</w:t>
      </w:r>
      <w:r w:rsidR="00276CCE">
        <w:t xml:space="preserve">. </w:t>
      </w:r>
      <w:r w:rsidRPr="00DA4E77">
        <w:t>Un enfant</w:t>
      </w:r>
      <w:r w:rsidR="00276CCE">
        <w:t xml:space="preserve"> ? </w:t>
      </w:r>
      <w:r w:rsidRPr="00DA4E77">
        <w:t>Une femme</w:t>
      </w:r>
      <w:r w:rsidR="00276CCE">
        <w:t> ?</w:t>
      </w:r>
    </w:p>
    <w:p w14:paraId="2A0A687C" w14:textId="77777777" w:rsidR="00276CCE" w:rsidRDefault="00276CCE" w:rsidP="00276CCE">
      <w:pPr>
        <w:pStyle w:val="Titre2"/>
        <w:rPr>
          <w:i/>
        </w:rPr>
      </w:pPr>
      <w:bookmarkStart w:id="64" w:name="_Toc194842050"/>
      <w:r w:rsidRPr="00DA4E77">
        <w:lastRenderedPageBreak/>
        <w:t>Scène</w:t>
      </w:r>
      <w:r>
        <w:t> </w:t>
      </w:r>
      <w:r w:rsidRPr="00DA4E77">
        <w:t>III</w:t>
      </w:r>
      <w:r>
        <w:t xml:space="preserve">. – </w:t>
      </w:r>
      <w:r w:rsidR="002A4158" w:rsidRPr="00DA4E77">
        <w:rPr>
          <w:i/>
        </w:rPr>
        <w:t>L</w:t>
      </w:r>
      <w:r>
        <w:rPr>
          <w:i/>
        </w:rPr>
        <w:t>’</w:t>
      </w:r>
      <w:r w:rsidR="002A4158" w:rsidRPr="00DA4E77">
        <w:rPr>
          <w:iCs w:val="0"/>
        </w:rPr>
        <w:t>Alérion</w:t>
      </w:r>
      <w:r w:rsidR="002A4158" w:rsidRPr="00DA4E77">
        <w:rPr>
          <w:i/>
        </w:rPr>
        <w:t xml:space="preserve"> sauveur</w:t>
      </w:r>
      <w:r>
        <w:rPr>
          <w:i/>
        </w:rPr>
        <w:t>.</w:t>
      </w:r>
      <w:bookmarkEnd w:id="64"/>
    </w:p>
    <w:p w14:paraId="66BC6CD6" w14:textId="77777777" w:rsidR="00276CCE" w:rsidRDefault="002A4158" w:rsidP="002A4158">
      <w:r w:rsidRPr="00DA4E77">
        <w:t>Mais un cri s</w:t>
      </w:r>
      <w:r w:rsidR="00276CCE">
        <w:t>’</w:t>
      </w:r>
      <w:r w:rsidRPr="00DA4E77">
        <w:t>élève</w:t>
      </w:r>
      <w:r w:rsidR="00276CCE">
        <w:t> :</w:t>
      </w:r>
    </w:p>
    <w:p w14:paraId="01EEAF2E" w14:textId="77777777" w:rsidR="00276CCE" w:rsidRDefault="00276CCE" w:rsidP="002A4158">
      <w:r>
        <w:t>— </w:t>
      </w:r>
      <w:proofErr w:type="spellStart"/>
      <w:r w:rsidR="002A4158" w:rsidRPr="00DA4E77">
        <w:t>Glania</w:t>
      </w:r>
      <w:proofErr w:type="spellEnd"/>
      <w:r>
        <w:t> !</w:t>
      </w:r>
    </w:p>
    <w:p w14:paraId="26B2DE3C" w14:textId="77777777" w:rsidR="00276CCE" w:rsidRDefault="002A4158" w:rsidP="002A4158">
      <w:r w:rsidRPr="00DA4E77">
        <w:t>La jeune fille ainsi interpellée met un doigt devant ses l</w:t>
      </w:r>
      <w:r w:rsidRPr="00DA4E77">
        <w:t>è</w:t>
      </w:r>
      <w:r w:rsidRPr="00DA4E77">
        <w:t>vres</w:t>
      </w:r>
      <w:r w:rsidR="00276CCE">
        <w:t xml:space="preserve">, </w:t>
      </w:r>
      <w:r w:rsidRPr="00DA4E77">
        <w:t>pour demander le silence</w:t>
      </w:r>
      <w:r w:rsidR="00276CCE">
        <w:t xml:space="preserve"> ; </w:t>
      </w:r>
      <w:r w:rsidRPr="00DA4E77">
        <w:t>puis</w:t>
      </w:r>
      <w:r w:rsidR="00276CCE">
        <w:t xml:space="preserve">, </w:t>
      </w:r>
      <w:r w:rsidRPr="00DA4E77">
        <w:t>de la main</w:t>
      </w:r>
      <w:r w:rsidR="00276CCE">
        <w:t xml:space="preserve">, </w:t>
      </w:r>
      <w:r w:rsidRPr="00DA4E77">
        <w:t>fait signe aux artistes de s</w:t>
      </w:r>
      <w:r w:rsidR="00276CCE">
        <w:t>’</w:t>
      </w:r>
      <w:r w:rsidRPr="00DA4E77">
        <w:t>arrêter</w:t>
      </w:r>
      <w:r w:rsidR="00276CCE">
        <w:t>.</w:t>
      </w:r>
    </w:p>
    <w:p w14:paraId="3EAE71EB" w14:textId="77777777" w:rsidR="00276CCE" w:rsidRDefault="00276CCE" w:rsidP="002A4158">
      <w:r>
        <w:t>— </w:t>
      </w:r>
      <w:r w:rsidR="002A4158" w:rsidRPr="00DA4E77">
        <w:t>Par le Sphinx</w:t>
      </w:r>
      <w:r>
        <w:t xml:space="preserve"> ! </w:t>
      </w:r>
      <w:r w:rsidR="002A4158" w:rsidRPr="00DA4E77">
        <w:t xml:space="preserve">dit </w:t>
      </w:r>
      <w:proofErr w:type="spellStart"/>
      <w:r w:rsidR="002A4158" w:rsidRPr="00DA4E77">
        <w:t>Xanthès</w:t>
      </w:r>
      <w:proofErr w:type="spellEnd"/>
      <w:r>
        <w:t xml:space="preserve">. </w:t>
      </w:r>
      <w:r w:rsidR="002A4158" w:rsidRPr="00DA4E77">
        <w:t>Celui qu</w:t>
      </w:r>
      <w:r>
        <w:t>’</w:t>
      </w:r>
      <w:r w:rsidR="002A4158" w:rsidRPr="00DA4E77">
        <w:t>on soutient est aveugle</w:t>
      </w:r>
      <w:r>
        <w:t xml:space="preserve">. </w:t>
      </w:r>
      <w:r w:rsidR="002A4158" w:rsidRPr="00DA4E77">
        <w:t>Ses yeux sont couverts d</w:t>
      </w:r>
      <w:r>
        <w:t>’</w:t>
      </w:r>
      <w:r w:rsidR="002A4158" w:rsidRPr="00DA4E77">
        <w:t>un bandeau noir</w:t>
      </w:r>
      <w:r>
        <w:t>.</w:t>
      </w:r>
    </w:p>
    <w:p w14:paraId="6CE235E2" w14:textId="77777777" w:rsidR="00276CCE" w:rsidRDefault="00276CCE" w:rsidP="002A4158">
      <w:r>
        <w:t>— </w:t>
      </w:r>
      <w:proofErr w:type="spellStart"/>
      <w:r w:rsidR="002A4158" w:rsidRPr="00DA4E77">
        <w:t>Oréus</w:t>
      </w:r>
      <w:proofErr w:type="spellEnd"/>
      <w:r>
        <w:t xml:space="preserve"> ! </w:t>
      </w:r>
      <w:r w:rsidR="002A4158" w:rsidRPr="00DA4E77">
        <w:t>s</w:t>
      </w:r>
      <w:r>
        <w:t>’</w:t>
      </w:r>
      <w:r w:rsidR="002A4158" w:rsidRPr="00DA4E77">
        <w:t xml:space="preserve">exclame </w:t>
      </w:r>
      <w:proofErr w:type="spellStart"/>
      <w:r w:rsidR="002A4158" w:rsidRPr="00DA4E77">
        <w:t>Asmonia</w:t>
      </w:r>
      <w:proofErr w:type="spellEnd"/>
      <w:r>
        <w:t xml:space="preserve">, </w:t>
      </w:r>
      <w:r w:rsidR="002A4158" w:rsidRPr="00DA4E77">
        <w:t>qui</w:t>
      </w:r>
      <w:r>
        <w:t xml:space="preserve">, </w:t>
      </w:r>
      <w:r w:rsidR="002A4158" w:rsidRPr="00DA4E77">
        <w:t>emportée par son élan</w:t>
      </w:r>
      <w:r>
        <w:t xml:space="preserve">, </w:t>
      </w:r>
      <w:r w:rsidR="002A4158" w:rsidRPr="00DA4E77">
        <w:t>s</w:t>
      </w:r>
      <w:r>
        <w:t>’</w:t>
      </w:r>
      <w:r w:rsidR="002A4158" w:rsidRPr="00DA4E77">
        <w:t>avance hors du groupe</w:t>
      </w:r>
      <w:r>
        <w:t>.</w:t>
      </w:r>
    </w:p>
    <w:p w14:paraId="76BF0876" w14:textId="77777777" w:rsidR="00276CCE" w:rsidRDefault="002A4158" w:rsidP="002A4158">
      <w:r w:rsidRPr="00DA4E77">
        <w:t xml:space="preserve">Mais </w:t>
      </w:r>
      <w:proofErr w:type="spellStart"/>
      <w:r w:rsidRPr="00DA4E77">
        <w:t>Hermos</w:t>
      </w:r>
      <w:proofErr w:type="spellEnd"/>
      <w:r w:rsidRPr="00DA4E77">
        <w:t xml:space="preserve"> la retient</w:t>
      </w:r>
      <w:r w:rsidR="00276CCE">
        <w:t xml:space="preserve">, </w:t>
      </w:r>
      <w:r w:rsidRPr="00DA4E77">
        <w:t>et</w:t>
      </w:r>
      <w:r w:rsidR="00276CCE">
        <w:t xml:space="preserve">, </w:t>
      </w:r>
      <w:r w:rsidRPr="00DA4E77">
        <w:t>à voix basse</w:t>
      </w:r>
      <w:r w:rsidR="00276CCE">
        <w:t> :</w:t>
      </w:r>
    </w:p>
    <w:p w14:paraId="3E3A14B3" w14:textId="77777777" w:rsidR="00276CCE" w:rsidRDefault="00276CCE" w:rsidP="002A4158">
      <w:r>
        <w:t>— </w:t>
      </w:r>
      <w:r w:rsidR="002A4158" w:rsidRPr="00DA4E77">
        <w:t>Oui</w:t>
      </w:r>
      <w:r>
        <w:t xml:space="preserve">, </w:t>
      </w:r>
      <w:r w:rsidR="002A4158" w:rsidRPr="00DA4E77">
        <w:t>mes amis</w:t>
      </w:r>
      <w:r>
        <w:t xml:space="preserve">, </w:t>
      </w:r>
      <w:r w:rsidR="002A4158" w:rsidRPr="00DA4E77">
        <w:t>c</w:t>
      </w:r>
      <w:r>
        <w:t>’</w:t>
      </w:r>
      <w:r w:rsidR="002A4158" w:rsidRPr="00DA4E77">
        <w:t xml:space="preserve">est </w:t>
      </w:r>
      <w:proofErr w:type="spellStart"/>
      <w:r w:rsidR="002A4158" w:rsidRPr="00DA4E77">
        <w:t>Oréus</w:t>
      </w:r>
      <w:proofErr w:type="spellEnd"/>
      <w:r>
        <w:t xml:space="preserve">. </w:t>
      </w:r>
      <w:r w:rsidR="002A4158" w:rsidRPr="00DA4E77">
        <w:t>Mais ne le troublons pas par nos cris et nos plaintes</w:t>
      </w:r>
      <w:r>
        <w:t xml:space="preserve">. </w:t>
      </w:r>
      <w:r w:rsidR="002A4158" w:rsidRPr="00DA4E77">
        <w:t>La lumière qu</w:t>
      </w:r>
      <w:r>
        <w:t>’</w:t>
      </w:r>
      <w:r w:rsidR="002A4158" w:rsidRPr="00DA4E77">
        <w:t>il a répandue hier a éteint ses yeux</w:t>
      </w:r>
      <w:r>
        <w:t>.</w:t>
      </w:r>
    </w:p>
    <w:p w14:paraId="04ED6148" w14:textId="77777777" w:rsidR="00276CCE" w:rsidRDefault="002A4158" w:rsidP="002A4158">
      <w:r w:rsidRPr="00DA4E77">
        <w:t>Et</w:t>
      </w:r>
      <w:r w:rsidR="00276CCE">
        <w:t xml:space="preserve">, </w:t>
      </w:r>
      <w:r w:rsidRPr="00DA4E77">
        <w:t>en quelques mots</w:t>
      </w:r>
      <w:r w:rsidR="00276CCE">
        <w:t xml:space="preserve">, </w:t>
      </w:r>
      <w:r w:rsidRPr="00DA4E77">
        <w:t>tout bas</w:t>
      </w:r>
      <w:r w:rsidR="00276CCE">
        <w:t xml:space="preserve">, </w:t>
      </w:r>
      <w:r w:rsidRPr="00DA4E77">
        <w:t xml:space="preserve">il raconte comment </w:t>
      </w:r>
      <w:proofErr w:type="spellStart"/>
      <w:r w:rsidRPr="00DA4E77">
        <w:t>Oréus</w:t>
      </w:r>
      <w:proofErr w:type="spellEnd"/>
      <w:r w:rsidRPr="00DA4E77">
        <w:t xml:space="preserve"> devint aveugle</w:t>
      </w:r>
      <w:r w:rsidR="00276CCE">
        <w:t xml:space="preserve">. </w:t>
      </w:r>
      <w:r w:rsidRPr="00DA4E77">
        <w:t>Tous s</w:t>
      </w:r>
      <w:r w:rsidR="00276CCE">
        <w:t>’</w:t>
      </w:r>
      <w:r w:rsidRPr="00DA4E77">
        <w:t>arrêtent et se taisent</w:t>
      </w:r>
      <w:r w:rsidR="00276CCE">
        <w:t xml:space="preserve">, </w:t>
      </w:r>
      <w:r w:rsidRPr="00DA4E77">
        <w:t>pleins de pitié</w:t>
      </w:r>
      <w:r w:rsidR="00276CCE">
        <w:t xml:space="preserve">, </w:t>
      </w:r>
      <w:r w:rsidRPr="00DA4E77">
        <w:t>d</w:t>
      </w:r>
      <w:r w:rsidR="00276CCE">
        <w:t>’</w:t>
      </w:r>
      <w:r w:rsidRPr="00DA4E77">
        <w:t>angoisse et d</w:t>
      </w:r>
      <w:r w:rsidR="00276CCE">
        <w:t>’</w:t>
      </w:r>
      <w:r w:rsidRPr="00DA4E77">
        <w:t>admiration à la fois</w:t>
      </w:r>
      <w:r w:rsidR="00276CCE">
        <w:t>.</w:t>
      </w:r>
    </w:p>
    <w:p w14:paraId="6C1197D7" w14:textId="77777777" w:rsidR="00276CCE" w:rsidRDefault="00276CCE" w:rsidP="002A4158">
      <w:r>
        <w:t>— </w:t>
      </w:r>
      <w:proofErr w:type="spellStart"/>
      <w:r w:rsidR="002A4158" w:rsidRPr="00DA4E77">
        <w:t>Oréus</w:t>
      </w:r>
      <w:proofErr w:type="spellEnd"/>
      <w:r>
        <w:t> !</w:t>
      </w:r>
    </w:p>
    <w:p w14:paraId="306E2C08" w14:textId="77777777" w:rsidR="00276CCE" w:rsidRDefault="002A4158" w:rsidP="002A4158">
      <w:r w:rsidRPr="00DA4E77">
        <w:t>Maintenant tous le reconnaissent à sa taille élevée</w:t>
      </w:r>
      <w:r w:rsidR="00276CCE">
        <w:t xml:space="preserve">, </w:t>
      </w:r>
      <w:r w:rsidRPr="00DA4E77">
        <w:t>à ses cheveux d</w:t>
      </w:r>
      <w:r w:rsidR="00276CCE">
        <w:t>’</w:t>
      </w:r>
      <w:r w:rsidRPr="00DA4E77">
        <w:t>argent</w:t>
      </w:r>
      <w:r w:rsidR="00276CCE">
        <w:t xml:space="preserve">, </w:t>
      </w:r>
      <w:r w:rsidRPr="00DA4E77">
        <w:t>à sa longue barbe</w:t>
      </w:r>
      <w:r w:rsidR="00276CCE">
        <w:t xml:space="preserve">. </w:t>
      </w:r>
      <w:r w:rsidRPr="00DA4E77">
        <w:t>Tous reconnaissent égal</w:t>
      </w:r>
      <w:r w:rsidRPr="00DA4E77">
        <w:t>e</w:t>
      </w:r>
      <w:r w:rsidRPr="00DA4E77">
        <w:t xml:space="preserve">ment </w:t>
      </w:r>
      <w:proofErr w:type="spellStart"/>
      <w:r w:rsidRPr="00DA4E77">
        <w:t>Thébao</w:t>
      </w:r>
      <w:proofErr w:type="spellEnd"/>
      <w:r w:rsidR="00276CCE">
        <w:t xml:space="preserve">. </w:t>
      </w:r>
      <w:r w:rsidRPr="00DA4E77">
        <w:t xml:space="preserve">Et </w:t>
      </w:r>
      <w:proofErr w:type="spellStart"/>
      <w:r w:rsidRPr="00DA4E77">
        <w:t>Thamoussi</w:t>
      </w:r>
      <w:proofErr w:type="spellEnd"/>
      <w:r w:rsidR="00276CCE">
        <w:t xml:space="preserve">, </w:t>
      </w:r>
      <w:r w:rsidRPr="00DA4E77">
        <w:t>son contemporain et ami d</w:t>
      </w:r>
      <w:r w:rsidR="00276CCE">
        <w:t>’</w:t>
      </w:r>
      <w:r w:rsidRPr="00DA4E77">
        <w:t>enfance</w:t>
      </w:r>
      <w:r w:rsidR="00276CCE">
        <w:t xml:space="preserve">, </w:t>
      </w:r>
      <w:r w:rsidRPr="00DA4E77">
        <w:t xml:space="preserve">lui envoie de loin un salut fraternel auquel </w:t>
      </w:r>
      <w:proofErr w:type="spellStart"/>
      <w:r w:rsidRPr="00DA4E77">
        <w:t>Thébao</w:t>
      </w:r>
      <w:proofErr w:type="spellEnd"/>
      <w:r w:rsidRPr="00DA4E77">
        <w:t xml:space="preserve"> répond de sa main restée libre</w:t>
      </w:r>
      <w:r w:rsidR="00276CCE">
        <w:t xml:space="preserve">. </w:t>
      </w:r>
      <w:r w:rsidRPr="00DA4E77">
        <w:t>Mais tandis que presque tous les assistants demeurent effarés et stupides devant l</w:t>
      </w:r>
      <w:r w:rsidR="00276CCE">
        <w:t>’</w:t>
      </w:r>
      <w:r w:rsidRPr="00DA4E77">
        <w:t>infortune de celui qu</w:t>
      </w:r>
      <w:r w:rsidR="00276CCE">
        <w:t>’</w:t>
      </w:r>
      <w:r w:rsidRPr="00DA4E77">
        <w:t>ils regardent comme un demi-dieu</w:t>
      </w:r>
      <w:r w:rsidR="00276CCE">
        <w:t xml:space="preserve">, </w:t>
      </w:r>
      <w:r w:rsidRPr="00DA4E77">
        <w:t>quatre d</w:t>
      </w:r>
      <w:r w:rsidR="00276CCE">
        <w:t>’</w:t>
      </w:r>
      <w:r w:rsidRPr="00DA4E77">
        <w:t xml:space="preserve">entre </w:t>
      </w:r>
      <w:r w:rsidRPr="00DA4E77">
        <w:lastRenderedPageBreak/>
        <w:t>eux s</w:t>
      </w:r>
      <w:r w:rsidR="00276CCE">
        <w:t>’</w:t>
      </w:r>
      <w:r w:rsidRPr="00DA4E77">
        <w:t>écartent et reviennent portant avec effort une grosse pierre qu</w:t>
      </w:r>
      <w:r w:rsidR="00276CCE">
        <w:t>’</w:t>
      </w:r>
      <w:r w:rsidRPr="00DA4E77">
        <w:t>ils déposent aux pieds d</w:t>
      </w:r>
      <w:r w:rsidR="00276CCE">
        <w:t>’</w:t>
      </w:r>
      <w:proofErr w:type="spellStart"/>
      <w:r w:rsidRPr="00DA4E77">
        <w:t>Oréus</w:t>
      </w:r>
      <w:proofErr w:type="spellEnd"/>
      <w:r w:rsidR="00276CCE">
        <w:t>.</w:t>
      </w:r>
    </w:p>
    <w:p w14:paraId="32E37D45" w14:textId="77777777" w:rsidR="00276CCE" w:rsidRDefault="00276CCE" w:rsidP="002A4158">
      <w:r>
        <w:t>— </w:t>
      </w:r>
      <w:r w:rsidR="002A4158" w:rsidRPr="00DA4E77">
        <w:t>Merci</w:t>
      </w:r>
      <w:r>
        <w:t xml:space="preserve">, </w:t>
      </w:r>
      <w:proofErr w:type="spellStart"/>
      <w:r w:rsidR="002A4158" w:rsidRPr="00DA4E77">
        <w:t>Hermos</w:t>
      </w:r>
      <w:proofErr w:type="spellEnd"/>
      <w:r>
        <w:t xml:space="preserve"> ! </w:t>
      </w:r>
      <w:r w:rsidR="002A4158" w:rsidRPr="00DA4E77">
        <w:t xml:space="preserve">soupire </w:t>
      </w:r>
      <w:proofErr w:type="spellStart"/>
      <w:r w:rsidR="002A4158" w:rsidRPr="00DA4E77">
        <w:t>Oréus</w:t>
      </w:r>
      <w:proofErr w:type="spellEnd"/>
      <w:r w:rsidR="002A4158" w:rsidRPr="00DA4E77">
        <w:t xml:space="preserve"> qui a reconnu l</w:t>
      </w:r>
      <w:r>
        <w:t>’</w:t>
      </w:r>
      <w:r w:rsidR="002A4158" w:rsidRPr="00DA4E77">
        <w:t>un d</w:t>
      </w:r>
      <w:r>
        <w:t>’</w:t>
      </w:r>
      <w:r w:rsidR="002A4158" w:rsidRPr="00DA4E77">
        <w:t>eux à la voix</w:t>
      </w:r>
      <w:r>
        <w:t xml:space="preserve">. </w:t>
      </w:r>
      <w:r w:rsidR="002A4158" w:rsidRPr="00DA4E77">
        <w:t>Et merci</w:t>
      </w:r>
      <w:r>
        <w:t xml:space="preserve">, </w:t>
      </w:r>
      <w:r w:rsidR="002A4158" w:rsidRPr="00DA4E77">
        <w:t>vous tous</w:t>
      </w:r>
      <w:r>
        <w:t xml:space="preserve">, </w:t>
      </w:r>
      <w:r w:rsidR="002A4158" w:rsidRPr="00DA4E77">
        <w:t>mes pauvres enfants</w:t>
      </w:r>
      <w:r>
        <w:t> !</w:t>
      </w:r>
    </w:p>
    <w:p w14:paraId="0F03E68F" w14:textId="77777777" w:rsidR="00276CCE" w:rsidRDefault="002A4158" w:rsidP="002A4158">
      <w:r w:rsidRPr="00DA4E77">
        <w:t>Et ces mots prononcés par lui disent tant de choses</w:t>
      </w:r>
      <w:r w:rsidR="00276CCE">
        <w:t xml:space="preserve">, </w:t>
      </w:r>
      <w:r w:rsidRPr="00DA4E77">
        <w:t>que des sanglots seuls répondent et qu</w:t>
      </w:r>
      <w:r w:rsidR="00276CCE">
        <w:t>’</w:t>
      </w:r>
      <w:proofErr w:type="spellStart"/>
      <w:r w:rsidRPr="00DA4E77">
        <w:t>Oréus</w:t>
      </w:r>
      <w:proofErr w:type="spellEnd"/>
      <w:r w:rsidRPr="00DA4E77">
        <w:t xml:space="preserve"> lui-même laisse to</w:t>
      </w:r>
      <w:r w:rsidRPr="00DA4E77">
        <w:t>m</w:t>
      </w:r>
      <w:r w:rsidRPr="00DA4E77">
        <w:t>ber son front dans ses deux mains</w:t>
      </w:r>
      <w:r w:rsidR="00276CCE">
        <w:t xml:space="preserve">. </w:t>
      </w:r>
      <w:r w:rsidRPr="00DA4E77">
        <w:t>Mais il relève la tête</w:t>
      </w:r>
      <w:r w:rsidR="00276CCE">
        <w:t xml:space="preserve">, </w:t>
      </w:r>
      <w:r w:rsidRPr="00DA4E77">
        <w:t>la s</w:t>
      </w:r>
      <w:r w:rsidRPr="00DA4E77">
        <w:t>e</w:t>
      </w:r>
      <w:r w:rsidRPr="00DA4E77">
        <w:t>coue et d</w:t>
      </w:r>
      <w:r w:rsidR="00276CCE">
        <w:t>’</w:t>
      </w:r>
      <w:r w:rsidRPr="00DA4E77">
        <w:t>un accent redevenu ferme</w:t>
      </w:r>
      <w:r w:rsidR="00276CCE">
        <w:t> :</w:t>
      </w:r>
    </w:p>
    <w:p w14:paraId="4E352406" w14:textId="77777777" w:rsidR="00276CCE" w:rsidRDefault="00276CCE" w:rsidP="002A4158">
      <w:r>
        <w:t>— </w:t>
      </w:r>
      <w:r w:rsidR="002A4158" w:rsidRPr="00DA4E77">
        <w:t>Allons</w:t>
      </w:r>
      <w:r>
        <w:t xml:space="preserve">, </w:t>
      </w:r>
      <w:r w:rsidR="002A4158" w:rsidRPr="00DA4E77">
        <w:t>mes amis</w:t>
      </w:r>
      <w:r>
        <w:t xml:space="preserve">, </w:t>
      </w:r>
      <w:r w:rsidR="002A4158" w:rsidRPr="00DA4E77">
        <w:t>mes filles</w:t>
      </w:r>
      <w:r>
        <w:t xml:space="preserve">, </w:t>
      </w:r>
      <w:r w:rsidR="002A4158" w:rsidRPr="00DA4E77">
        <w:t>assez de pleurs</w:t>
      </w:r>
      <w:r>
        <w:t xml:space="preserve">. </w:t>
      </w:r>
      <w:r w:rsidR="002A4158" w:rsidRPr="00DA4E77">
        <w:t>Ce que je pourrais vous dire</w:t>
      </w:r>
      <w:r>
        <w:t xml:space="preserve">, </w:t>
      </w:r>
      <w:r w:rsidR="002A4158" w:rsidRPr="00DA4E77">
        <w:t>vous l</w:t>
      </w:r>
      <w:r>
        <w:t>’</w:t>
      </w:r>
      <w:r w:rsidR="002A4158" w:rsidRPr="00DA4E77">
        <w:t>avez déjà dit et redit depuis cette nuit</w:t>
      </w:r>
      <w:r>
        <w:t xml:space="preserve">, </w:t>
      </w:r>
      <w:r w:rsidR="002A4158" w:rsidRPr="00DA4E77">
        <w:t>depuis hier</w:t>
      </w:r>
      <w:r>
        <w:t xml:space="preserve">, </w:t>
      </w:r>
      <w:r w:rsidR="002A4158" w:rsidRPr="00DA4E77">
        <w:t>depuis le grand soir de notre chère ville</w:t>
      </w:r>
      <w:r>
        <w:t xml:space="preserve"> ! </w:t>
      </w:r>
      <w:r w:rsidR="002A4158" w:rsidRPr="00DA4E77">
        <w:t>Ce grand soir annoncé par le prophète mystérieux et que nulle aurore ne doit dissiper</w:t>
      </w:r>
      <w:r>
        <w:t> !</w:t>
      </w:r>
    </w:p>
    <w:p w14:paraId="7BCAB39A" w14:textId="77777777" w:rsidR="00276CCE" w:rsidRDefault="00276CCE" w:rsidP="002A4158">
      <w:r>
        <w:t>— </w:t>
      </w:r>
      <w:r w:rsidR="002A4158" w:rsidRPr="00DA4E77">
        <w:t>L</w:t>
      </w:r>
      <w:r>
        <w:t>’</w:t>
      </w:r>
      <w:r w:rsidR="002A4158" w:rsidRPr="00DA4E77">
        <w:t>aurore reviendra</w:t>
      </w:r>
      <w:r>
        <w:t xml:space="preserve">, </w:t>
      </w:r>
      <w:r w:rsidR="002A4158" w:rsidRPr="00DA4E77">
        <w:t xml:space="preserve">fait </w:t>
      </w:r>
      <w:proofErr w:type="spellStart"/>
      <w:r w:rsidR="002A4158" w:rsidRPr="00DA4E77">
        <w:t>Xanthès</w:t>
      </w:r>
      <w:proofErr w:type="spellEnd"/>
      <w:r>
        <w:t xml:space="preserve">. </w:t>
      </w:r>
      <w:r w:rsidR="002A4158" w:rsidRPr="00DA4E77">
        <w:t>On pressent le soleil derrière les nuages</w:t>
      </w:r>
      <w:r>
        <w:t>.</w:t>
      </w:r>
    </w:p>
    <w:p w14:paraId="368D5CE6" w14:textId="77777777" w:rsidR="00276CCE" w:rsidRDefault="00276CCE" w:rsidP="002A4158">
      <w:r>
        <w:t>— </w:t>
      </w:r>
      <w:r w:rsidR="002A4158" w:rsidRPr="00DA4E77">
        <w:t>Pour combien d</w:t>
      </w:r>
      <w:r>
        <w:t>’</w:t>
      </w:r>
      <w:r w:rsidR="002A4158" w:rsidRPr="00DA4E77">
        <w:t>Atlantes</w:t>
      </w:r>
      <w:r>
        <w:t xml:space="preserve"> ? </w:t>
      </w:r>
      <w:r w:rsidR="002A4158" w:rsidRPr="00DA4E77">
        <w:t xml:space="preserve">reprend </w:t>
      </w:r>
      <w:proofErr w:type="spellStart"/>
      <w:r w:rsidR="002A4158" w:rsidRPr="00DA4E77">
        <w:t>Oréus</w:t>
      </w:r>
      <w:proofErr w:type="spellEnd"/>
      <w:r>
        <w:t xml:space="preserve">. </w:t>
      </w:r>
      <w:r w:rsidR="002A4158" w:rsidRPr="00DA4E77">
        <w:t>Cent</w:t>
      </w:r>
      <w:r>
        <w:t xml:space="preserve"> ? </w:t>
      </w:r>
      <w:r w:rsidR="002A4158" w:rsidRPr="00DA4E77">
        <w:t>Deux cents</w:t>
      </w:r>
      <w:r>
        <w:t xml:space="preserve"> ? </w:t>
      </w:r>
      <w:r w:rsidR="002A4158" w:rsidRPr="00DA4E77">
        <w:t>Mille</w:t>
      </w:r>
      <w:r>
        <w:t xml:space="preserve">, </w:t>
      </w:r>
      <w:r w:rsidR="002A4158" w:rsidRPr="00DA4E77">
        <w:t>même</w:t>
      </w:r>
      <w:r>
        <w:t xml:space="preserve"> ? </w:t>
      </w:r>
      <w:r w:rsidR="002A4158" w:rsidRPr="00DA4E77">
        <w:t>Et les autres</w:t>
      </w:r>
      <w:r>
        <w:t xml:space="preserve">, </w:t>
      </w:r>
      <w:r w:rsidR="002A4158" w:rsidRPr="00DA4E77">
        <w:t>les millions et millions d</w:t>
      </w:r>
      <w:r>
        <w:t>’</w:t>
      </w:r>
      <w:r w:rsidR="002A4158" w:rsidRPr="00DA4E77">
        <w:t>autres</w:t>
      </w:r>
      <w:r>
        <w:t xml:space="preserve"> ? </w:t>
      </w:r>
      <w:r w:rsidR="002A4158" w:rsidRPr="00DA4E77">
        <w:t>Quand la reverront-ils</w:t>
      </w:r>
      <w:r>
        <w:t xml:space="preserve"> ? </w:t>
      </w:r>
      <w:r w:rsidR="002A4158" w:rsidRPr="00DA4E77">
        <w:t>Où la reverront-ils</w:t>
      </w:r>
      <w:r>
        <w:t> ?</w:t>
      </w:r>
    </w:p>
    <w:p w14:paraId="55DFCD03" w14:textId="77777777" w:rsidR="00276CCE" w:rsidRDefault="00276CCE" w:rsidP="002A4158">
      <w:r>
        <w:t>— </w:t>
      </w:r>
      <w:r w:rsidR="002A4158" w:rsidRPr="00DA4E77">
        <w:t>Tous morts</w:t>
      </w:r>
      <w:r>
        <w:t xml:space="preserve">, </w:t>
      </w:r>
      <w:r w:rsidR="002A4158" w:rsidRPr="00DA4E77">
        <w:t>n</w:t>
      </w:r>
      <w:r>
        <w:t>’</w:t>
      </w:r>
      <w:r w:rsidR="002A4158" w:rsidRPr="00DA4E77">
        <w:t>est-ce pas</w:t>
      </w:r>
      <w:r>
        <w:t xml:space="preserve"> ? </w:t>
      </w:r>
      <w:r w:rsidR="002A4158" w:rsidRPr="00DA4E77">
        <w:t>Tous engloutis</w:t>
      </w:r>
      <w:r>
        <w:t xml:space="preserve"> ? </w:t>
      </w:r>
      <w:r w:rsidR="002A4158" w:rsidRPr="00DA4E77">
        <w:t xml:space="preserve">demande </w:t>
      </w:r>
      <w:proofErr w:type="spellStart"/>
      <w:r w:rsidR="002A4158" w:rsidRPr="00DA4E77">
        <w:t>Asmonia</w:t>
      </w:r>
      <w:proofErr w:type="spellEnd"/>
      <w:r>
        <w:t>.</w:t>
      </w:r>
    </w:p>
    <w:p w14:paraId="0249EE0B" w14:textId="77777777" w:rsidR="00276CCE" w:rsidRDefault="00276CCE" w:rsidP="002A4158">
      <w:r>
        <w:t>— </w:t>
      </w:r>
      <w:r w:rsidR="002A4158" w:rsidRPr="00DA4E77">
        <w:t>Oui</w:t>
      </w:r>
      <w:r>
        <w:t xml:space="preserve">, </w:t>
      </w:r>
      <w:r w:rsidR="002A4158" w:rsidRPr="00DA4E77">
        <w:t>tous</w:t>
      </w:r>
      <w:r>
        <w:t xml:space="preserve">, </w:t>
      </w:r>
      <w:r w:rsidR="002A4158" w:rsidRPr="00DA4E77">
        <w:t xml:space="preserve">répond </w:t>
      </w:r>
      <w:proofErr w:type="spellStart"/>
      <w:r w:rsidR="002A4158" w:rsidRPr="00DA4E77">
        <w:t>Thébao</w:t>
      </w:r>
      <w:proofErr w:type="spellEnd"/>
      <w:r>
        <w:t xml:space="preserve">, </w:t>
      </w:r>
      <w:r w:rsidR="002A4158" w:rsidRPr="00DA4E77">
        <w:t>tandis qu</w:t>
      </w:r>
      <w:r>
        <w:t>’</w:t>
      </w:r>
      <w:proofErr w:type="spellStart"/>
      <w:r w:rsidR="002A4158" w:rsidRPr="00DA4E77">
        <w:t>Oréus</w:t>
      </w:r>
      <w:proofErr w:type="spellEnd"/>
      <w:r w:rsidR="002A4158" w:rsidRPr="00DA4E77">
        <w:t xml:space="preserve"> accablé a</w:t>
      </w:r>
      <w:r w:rsidR="002A4158" w:rsidRPr="00DA4E77">
        <w:t>p</w:t>
      </w:r>
      <w:r w:rsidR="002A4158" w:rsidRPr="00DA4E77">
        <w:t>puie sa tête sur l</w:t>
      </w:r>
      <w:r>
        <w:t>’</w:t>
      </w:r>
      <w:r w:rsidR="002A4158" w:rsidRPr="00DA4E77">
        <w:t xml:space="preserve">épaule de </w:t>
      </w:r>
      <w:proofErr w:type="spellStart"/>
      <w:r w:rsidR="002A4158" w:rsidRPr="00DA4E77">
        <w:t>Glania</w:t>
      </w:r>
      <w:proofErr w:type="spellEnd"/>
      <w:r>
        <w:t xml:space="preserve">, </w:t>
      </w:r>
      <w:r w:rsidR="002A4158" w:rsidRPr="00DA4E77">
        <w:t>et que tous les autres se ta</w:t>
      </w:r>
      <w:r w:rsidR="002A4158" w:rsidRPr="00DA4E77">
        <w:t>i</w:t>
      </w:r>
      <w:r w:rsidR="002A4158" w:rsidRPr="00DA4E77">
        <w:t>sent</w:t>
      </w:r>
      <w:r>
        <w:t xml:space="preserve">, </w:t>
      </w:r>
      <w:r w:rsidR="002A4158" w:rsidRPr="00DA4E77">
        <w:t>angoissés</w:t>
      </w:r>
      <w:r>
        <w:t>.</w:t>
      </w:r>
    </w:p>
    <w:p w14:paraId="01CED7D6" w14:textId="77777777" w:rsidR="00276CCE" w:rsidRDefault="00276CCE" w:rsidP="002A4158">
      <w:r>
        <w:t>— </w:t>
      </w:r>
      <w:r w:rsidR="002A4158" w:rsidRPr="00DA4E77">
        <w:t>Il nous semblait</w:t>
      </w:r>
      <w:r>
        <w:t xml:space="preserve">, </w:t>
      </w:r>
      <w:r w:rsidR="002A4158" w:rsidRPr="00DA4E77">
        <w:t>cette nuit</w:t>
      </w:r>
      <w:r>
        <w:t xml:space="preserve">, </w:t>
      </w:r>
      <w:r w:rsidR="002A4158" w:rsidRPr="00DA4E77">
        <w:t>ajoute le pontife</w:t>
      </w:r>
      <w:r>
        <w:t xml:space="preserve">, </w:t>
      </w:r>
      <w:r w:rsidR="002A4158" w:rsidRPr="00DA4E77">
        <w:t>pendant que nous tremblions d</w:t>
      </w:r>
      <w:r>
        <w:t>’</w:t>
      </w:r>
      <w:r w:rsidR="002A4158" w:rsidRPr="00DA4E77">
        <w:t>horreur accrochés au Sphinx</w:t>
      </w:r>
      <w:r>
        <w:t xml:space="preserve">, </w:t>
      </w:r>
      <w:r w:rsidR="002A4158" w:rsidRPr="00DA4E77">
        <w:t>il nous semblait que des millions d</w:t>
      </w:r>
      <w:r>
        <w:t>’</w:t>
      </w:r>
      <w:r w:rsidR="002A4158" w:rsidRPr="00DA4E77">
        <w:t>agonisants hurlaient au-dessous de nous</w:t>
      </w:r>
      <w:r>
        <w:t xml:space="preserve">, </w:t>
      </w:r>
      <w:r w:rsidR="002A4158" w:rsidRPr="00DA4E77">
        <w:t>appelant au secours</w:t>
      </w:r>
      <w:r>
        <w:t xml:space="preserve"> ; </w:t>
      </w:r>
      <w:r w:rsidR="002A4158" w:rsidRPr="00DA4E77">
        <w:t>et nous-mêmes</w:t>
      </w:r>
      <w:r>
        <w:t xml:space="preserve">, </w:t>
      </w:r>
      <w:r w:rsidR="002A4158" w:rsidRPr="00DA4E77">
        <w:t>comment ne les avons-nous pas rejoints dans l</w:t>
      </w:r>
      <w:r>
        <w:t>’</w:t>
      </w:r>
      <w:r w:rsidR="002A4158" w:rsidRPr="00DA4E77">
        <w:t>abîme</w:t>
      </w:r>
      <w:r>
        <w:t xml:space="preserve"> ? </w:t>
      </w:r>
      <w:r w:rsidR="002A4158" w:rsidRPr="00DA4E77">
        <w:t>Miracle ou hasard</w:t>
      </w:r>
      <w:r>
        <w:t xml:space="preserve"> ? </w:t>
      </w:r>
      <w:r w:rsidR="002A4158" w:rsidRPr="00DA4E77">
        <w:t>Je ne sais</w:t>
      </w:r>
      <w:r>
        <w:t>.</w:t>
      </w:r>
    </w:p>
    <w:p w14:paraId="28009E4C" w14:textId="77777777" w:rsidR="00276CCE" w:rsidRDefault="00276CCE" w:rsidP="002A4158">
      <w:r>
        <w:lastRenderedPageBreak/>
        <w:t>— </w:t>
      </w:r>
      <w:r w:rsidR="002A4158" w:rsidRPr="00DA4E77">
        <w:t>Miracle</w:t>
      </w:r>
      <w:r>
        <w:t xml:space="preserve">, </w:t>
      </w:r>
      <w:r w:rsidR="002A4158" w:rsidRPr="00DA4E77">
        <w:t>en effet</w:t>
      </w:r>
      <w:r>
        <w:t xml:space="preserve">, </w:t>
      </w:r>
      <w:r w:rsidR="002A4158" w:rsidRPr="00DA4E77">
        <w:t xml:space="preserve">interrompt </w:t>
      </w:r>
      <w:proofErr w:type="spellStart"/>
      <w:r w:rsidR="002A4158" w:rsidRPr="00DA4E77">
        <w:t>Xanthès</w:t>
      </w:r>
      <w:proofErr w:type="spellEnd"/>
      <w:r>
        <w:t xml:space="preserve">, </w:t>
      </w:r>
      <w:r w:rsidR="002A4158" w:rsidRPr="00DA4E77">
        <w:t>d</w:t>
      </w:r>
      <w:r>
        <w:t>’</w:t>
      </w:r>
      <w:r w:rsidR="002A4158" w:rsidRPr="00DA4E77">
        <w:t>avoir échappé au lac qui s</w:t>
      </w:r>
      <w:r>
        <w:t>’</w:t>
      </w:r>
      <w:r w:rsidR="002A4158" w:rsidRPr="00DA4E77">
        <w:t>ouvrait au-dessus de vous</w:t>
      </w:r>
      <w:r>
        <w:t> !</w:t>
      </w:r>
    </w:p>
    <w:p w14:paraId="4808A7E2" w14:textId="77777777" w:rsidR="00276CCE" w:rsidRDefault="00276CCE" w:rsidP="002A4158">
      <w:r>
        <w:t>— </w:t>
      </w:r>
      <w:r w:rsidR="002A4158" w:rsidRPr="00DA4E77">
        <w:t>Il s</w:t>
      </w:r>
      <w:r>
        <w:t>’</w:t>
      </w:r>
      <w:r w:rsidR="002A4158" w:rsidRPr="00DA4E77">
        <w:t>est surtout ouvert du côté de la plaine et vers les bas quartiers de la ville</w:t>
      </w:r>
      <w:r>
        <w:t xml:space="preserve">. </w:t>
      </w:r>
      <w:r w:rsidR="002A4158" w:rsidRPr="00DA4E77">
        <w:t>Après une menace de quelques minutes</w:t>
      </w:r>
      <w:r>
        <w:t xml:space="preserve">, </w:t>
      </w:r>
      <w:r w:rsidR="002A4158" w:rsidRPr="00DA4E77">
        <w:t>la terrasse est restée épargnée</w:t>
      </w:r>
      <w:r>
        <w:t xml:space="preserve">. </w:t>
      </w:r>
      <w:r w:rsidR="002A4158" w:rsidRPr="00DA4E77">
        <w:t>Abrités sous les ailes du Sphinx</w:t>
      </w:r>
      <w:r>
        <w:t xml:space="preserve">, </w:t>
      </w:r>
      <w:r w:rsidR="002A4158" w:rsidRPr="00DA4E77">
        <w:t>a</w:t>
      </w:r>
      <w:r w:rsidR="002A4158" w:rsidRPr="00DA4E77">
        <w:t>t</w:t>
      </w:r>
      <w:r w:rsidR="002A4158" w:rsidRPr="00DA4E77">
        <w:t>tendant la mort d</w:t>
      </w:r>
      <w:r>
        <w:t>’</w:t>
      </w:r>
      <w:r w:rsidR="002A4158" w:rsidRPr="00DA4E77">
        <w:t>instant en instant</w:t>
      </w:r>
      <w:r>
        <w:t xml:space="preserve">, </w:t>
      </w:r>
      <w:r w:rsidR="002A4158" w:rsidRPr="00DA4E77">
        <w:t>nous avons prié jusqu</w:t>
      </w:r>
      <w:r>
        <w:t>’</w:t>
      </w:r>
      <w:r w:rsidR="002A4158" w:rsidRPr="00DA4E77">
        <w:t>au premier frisson de l</w:t>
      </w:r>
      <w:r>
        <w:t>’</w:t>
      </w:r>
      <w:r w:rsidR="002A4158" w:rsidRPr="00DA4E77">
        <w:t>aube</w:t>
      </w:r>
      <w:r>
        <w:t xml:space="preserve">, </w:t>
      </w:r>
      <w:r w:rsidR="002A4158" w:rsidRPr="00DA4E77">
        <w:t>écoutant d</w:t>
      </w:r>
      <w:r>
        <w:t>’</w:t>
      </w:r>
      <w:r w:rsidR="002A4158" w:rsidRPr="00DA4E77">
        <w:t>heure en heure la mer qui se calmait et les mourants qui se taisaient</w:t>
      </w:r>
      <w:r>
        <w:t xml:space="preserve">… </w:t>
      </w:r>
      <w:r w:rsidR="002A4158" w:rsidRPr="00DA4E77">
        <w:t>Enfin un bruit étrange a roulé sur nos têtes</w:t>
      </w:r>
      <w:r>
        <w:t xml:space="preserve">. </w:t>
      </w:r>
      <w:r w:rsidR="002A4158" w:rsidRPr="00DA4E77">
        <w:t>La fin de tout</w:t>
      </w:r>
      <w:r>
        <w:t xml:space="preserve"> ? </w:t>
      </w:r>
      <w:r w:rsidR="002A4158" w:rsidRPr="00DA4E77">
        <w:t>La suprême ve</w:t>
      </w:r>
      <w:r w:rsidR="002A4158" w:rsidRPr="00DA4E77">
        <w:t>n</w:t>
      </w:r>
      <w:r w:rsidR="002A4158" w:rsidRPr="00DA4E77">
        <w:t>geance</w:t>
      </w:r>
      <w:r>
        <w:t xml:space="preserve"> ? </w:t>
      </w:r>
      <w:r w:rsidR="002A4158" w:rsidRPr="00DA4E77">
        <w:t>Le dieu exterminateur</w:t>
      </w:r>
      <w:r>
        <w:t xml:space="preserve"> ? </w:t>
      </w:r>
      <w:r w:rsidR="002A4158" w:rsidRPr="00DA4E77">
        <w:t>Oh</w:t>
      </w:r>
      <w:r>
        <w:t xml:space="preserve"> ! </w:t>
      </w:r>
      <w:r w:rsidR="002A4158" w:rsidRPr="00DA4E77">
        <w:t>surprise</w:t>
      </w:r>
      <w:r>
        <w:t xml:space="preserve">, </w:t>
      </w:r>
      <w:r w:rsidR="002A4158" w:rsidRPr="00DA4E77">
        <w:t>l</w:t>
      </w:r>
      <w:r>
        <w:t>’</w:t>
      </w:r>
      <w:r w:rsidR="002A4158" w:rsidRPr="00DA4E77">
        <w:rPr>
          <w:bCs/>
          <w:i/>
          <w:iCs/>
        </w:rPr>
        <w:t>Alérion</w:t>
      </w:r>
      <w:r w:rsidR="002A4158" w:rsidRPr="00DA4E77">
        <w:t xml:space="preserve"> lui-même</w:t>
      </w:r>
      <w:r>
        <w:t>.</w:t>
      </w:r>
    </w:p>
    <w:p w14:paraId="77D66D49" w14:textId="77777777" w:rsidR="00276CCE" w:rsidRDefault="00276CCE" w:rsidP="002A4158">
      <w:r>
        <w:t>— </w:t>
      </w:r>
      <w:r w:rsidR="002A4158" w:rsidRPr="00DA4E77">
        <w:t>C</w:t>
      </w:r>
      <w:r>
        <w:t>’</w:t>
      </w:r>
      <w:r w:rsidR="002A4158" w:rsidRPr="00DA4E77">
        <w:t>est moi</w:t>
      </w:r>
      <w:r>
        <w:t xml:space="preserve">, </w:t>
      </w:r>
      <w:r w:rsidR="002A4158" w:rsidRPr="00DA4E77">
        <w:t>c</w:t>
      </w:r>
      <w:r>
        <w:t>’</w:t>
      </w:r>
      <w:r w:rsidR="002A4158" w:rsidRPr="00DA4E77">
        <w:t>est moi</w:t>
      </w:r>
      <w:r>
        <w:t xml:space="preserve">, </w:t>
      </w:r>
      <w:r w:rsidR="002A4158" w:rsidRPr="00DA4E77">
        <w:t xml:space="preserve">dit </w:t>
      </w:r>
      <w:proofErr w:type="spellStart"/>
      <w:r w:rsidR="002A4158" w:rsidRPr="00DA4E77">
        <w:t>Glania</w:t>
      </w:r>
      <w:proofErr w:type="spellEnd"/>
      <w:r>
        <w:t xml:space="preserve">, </w:t>
      </w:r>
      <w:r w:rsidR="002A4158" w:rsidRPr="00DA4E77">
        <w:t>qui l</w:t>
      </w:r>
      <w:r>
        <w:t>’</w:t>
      </w:r>
      <w:r w:rsidR="002A4158" w:rsidRPr="00DA4E77">
        <w:t>ai vu la première</w:t>
      </w:r>
      <w:r>
        <w:t> !</w:t>
      </w:r>
    </w:p>
    <w:p w14:paraId="214E836C" w14:textId="0F1D7321" w:rsidR="00276CCE" w:rsidRDefault="00276CCE" w:rsidP="002A4158">
      <w:r>
        <w:t>— </w:t>
      </w:r>
      <w:r w:rsidR="002A4158" w:rsidRPr="00DA4E77">
        <w:t>Cette enfant sublime a des yeux de sauvage</w:t>
      </w:r>
      <w:r>
        <w:t xml:space="preserve">, </w:t>
      </w:r>
      <w:r w:rsidR="002A4158" w:rsidRPr="00DA4E77">
        <w:t xml:space="preserve">murmure </w:t>
      </w:r>
      <w:proofErr w:type="spellStart"/>
      <w:r w:rsidR="002A4158" w:rsidRPr="00DA4E77">
        <w:t>Oréus</w:t>
      </w:r>
      <w:proofErr w:type="spellEnd"/>
      <w:r>
        <w:t xml:space="preserve"> ; </w:t>
      </w:r>
      <w:r w:rsidR="002A4158" w:rsidRPr="00DA4E77">
        <w:t>avant même que j</w:t>
      </w:r>
      <w:r>
        <w:t>’</w:t>
      </w:r>
      <w:r w:rsidR="002A4158" w:rsidRPr="00DA4E77">
        <w:t>aie reconnu le bruit de ma propre m</w:t>
      </w:r>
      <w:r w:rsidR="002A4158" w:rsidRPr="00DA4E77">
        <w:t>a</w:t>
      </w:r>
      <w:r w:rsidR="002A4158" w:rsidRPr="00DA4E77">
        <w:t>chine</w:t>
      </w:r>
      <w:r>
        <w:t xml:space="preserve">, </w:t>
      </w:r>
      <w:r w:rsidR="002A4158" w:rsidRPr="00DA4E77">
        <w:t>elle a crié</w:t>
      </w:r>
      <w:r>
        <w:t> : « </w:t>
      </w:r>
      <w:proofErr w:type="spellStart"/>
      <w:r w:rsidR="002A4158" w:rsidRPr="00DA4E77">
        <w:t>Hellas</w:t>
      </w:r>
      <w:proofErr w:type="spellEnd"/>
      <w:r>
        <w:t xml:space="preserve"> ! </w:t>
      </w:r>
      <w:proofErr w:type="spellStart"/>
      <w:r w:rsidR="002A4158" w:rsidRPr="00DA4E77">
        <w:t>Hellas</w:t>
      </w:r>
      <w:proofErr w:type="spellEnd"/>
      <w:r>
        <w:t> ! »</w:t>
      </w:r>
    </w:p>
    <w:p w14:paraId="38131E2E" w14:textId="77777777" w:rsidR="00276CCE" w:rsidRDefault="00276CCE" w:rsidP="002A4158">
      <w:r>
        <w:t>— </w:t>
      </w:r>
      <w:r w:rsidR="002A4158" w:rsidRPr="00DA4E77">
        <w:t xml:space="preserve">Et </w:t>
      </w:r>
      <w:proofErr w:type="spellStart"/>
      <w:r w:rsidR="002A4158" w:rsidRPr="00DA4E77">
        <w:t>Hellas</w:t>
      </w:r>
      <w:proofErr w:type="spellEnd"/>
      <w:r w:rsidR="002A4158" w:rsidRPr="00DA4E77">
        <w:t xml:space="preserve"> souffrait tellement de corps et d</w:t>
      </w:r>
      <w:r>
        <w:t>’</w:t>
      </w:r>
      <w:r w:rsidR="002A4158" w:rsidRPr="00DA4E77">
        <w:t>âme</w:t>
      </w:r>
      <w:r>
        <w:t xml:space="preserve">, </w:t>
      </w:r>
      <w:r w:rsidR="002A4158" w:rsidRPr="00DA4E77">
        <w:t xml:space="preserve">ajoute </w:t>
      </w:r>
      <w:proofErr w:type="spellStart"/>
      <w:r w:rsidR="002A4158" w:rsidRPr="00DA4E77">
        <w:t>Glania</w:t>
      </w:r>
      <w:proofErr w:type="spellEnd"/>
      <w:r>
        <w:t xml:space="preserve">, </w:t>
      </w:r>
      <w:r w:rsidR="002A4158" w:rsidRPr="00DA4E77">
        <w:t>qu</w:t>
      </w:r>
      <w:r>
        <w:t>’</w:t>
      </w:r>
      <w:r w:rsidR="002A4158" w:rsidRPr="00DA4E77">
        <w:t>il voulait</w:t>
      </w:r>
      <w:r>
        <w:t xml:space="preserve">, </w:t>
      </w:r>
      <w:r w:rsidR="002A4158" w:rsidRPr="00DA4E77">
        <w:t>par-dessus la nacelle</w:t>
      </w:r>
      <w:r>
        <w:t xml:space="preserve">, </w:t>
      </w:r>
      <w:r w:rsidR="002A4158" w:rsidRPr="00DA4E77">
        <w:t>se précipiter sur la ville morte</w:t>
      </w:r>
      <w:r>
        <w:t>.</w:t>
      </w:r>
    </w:p>
    <w:p w14:paraId="659947AB" w14:textId="77777777" w:rsidR="00276CCE" w:rsidRDefault="00276CCE" w:rsidP="002A4158">
      <w:r>
        <w:t>— </w:t>
      </w:r>
      <w:r w:rsidR="002A4158" w:rsidRPr="00DA4E77">
        <w:t xml:space="preserve">Mais </w:t>
      </w:r>
      <w:proofErr w:type="spellStart"/>
      <w:r w:rsidR="002A4158" w:rsidRPr="00DA4E77">
        <w:t>Knephao</w:t>
      </w:r>
      <w:proofErr w:type="spellEnd"/>
      <w:r w:rsidR="002A4158" w:rsidRPr="00DA4E77">
        <w:t xml:space="preserve"> et moi nous l</w:t>
      </w:r>
      <w:r>
        <w:t>’</w:t>
      </w:r>
      <w:r w:rsidR="002A4158" w:rsidRPr="00DA4E77">
        <w:t>avons retenu</w:t>
      </w:r>
      <w:r>
        <w:t xml:space="preserve">, </w:t>
      </w:r>
      <w:r w:rsidR="002A4158" w:rsidRPr="00DA4E77">
        <w:t xml:space="preserve">continue </w:t>
      </w:r>
      <w:proofErr w:type="spellStart"/>
      <w:r w:rsidR="002A4158" w:rsidRPr="00DA4E77">
        <w:t>Th</w:t>
      </w:r>
      <w:r w:rsidR="002A4158" w:rsidRPr="00DA4E77">
        <w:t>é</w:t>
      </w:r>
      <w:r w:rsidR="002A4158" w:rsidRPr="00DA4E77">
        <w:t>bao</w:t>
      </w:r>
      <w:proofErr w:type="spellEnd"/>
      <w:r>
        <w:t xml:space="preserve">, </w:t>
      </w:r>
      <w:r w:rsidR="002A4158" w:rsidRPr="00DA4E77">
        <w:t>tandis qu</w:t>
      </w:r>
      <w:r>
        <w:t>’</w:t>
      </w:r>
      <w:proofErr w:type="spellStart"/>
      <w:r w:rsidR="002A4158" w:rsidRPr="00DA4E77">
        <w:t>Oréus</w:t>
      </w:r>
      <w:proofErr w:type="spellEnd"/>
      <w:r w:rsidR="002A4158" w:rsidRPr="00DA4E77">
        <w:t xml:space="preserve"> lui ordonnait de vivre</w:t>
      </w:r>
      <w:r>
        <w:t xml:space="preserve">, </w:t>
      </w:r>
      <w:r w:rsidR="002A4158" w:rsidRPr="00DA4E77">
        <w:t>qu</w:t>
      </w:r>
      <w:r>
        <w:t>’</w:t>
      </w:r>
      <w:proofErr w:type="spellStart"/>
      <w:r w:rsidR="002A4158" w:rsidRPr="00DA4E77">
        <w:t>Oréa</w:t>
      </w:r>
      <w:proofErr w:type="spellEnd"/>
      <w:r w:rsidR="002A4158" w:rsidRPr="00DA4E77">
        <w:t xml:space="preserve"> le suppliait et que </w:t>
      </w:r>
      <w:proofErr w:type="spellStart"/>
      <w:r w:rsidR="002A4158" w:rsidRPr="00DA4E77">
        <w:t>Glania</w:t>
      </w:r>
      <w:proofErr w:type="spellEnd"/>
      <w:r w:rsidR="002A4158" w:rsidRPr="00DA4E77">
        <w:t xml:space="preserve"> espérait toujours</w:t>
      </w:r>
      <w:r>
        <w:t xml:space="preserve"> ; </w:t>
      </w:r>
      <w:r w:rsidR="002A4158" w:rsidRPr="00DA4E77">
        <w:t>et elle avait raison d</w:t>
      </w:r>
      <w:r>
        <w:t>’</w:t>
      </w:r>
      <w:r w:rsidR="002A4158" w:rsidRPr="00DA4E77">
        <w:t>espérer</w:t>
      </w:r>
      <w:r>
        <w:t xml:space="preserve">. </w:t>
      </w:r>
      <w:r w:rsidR="002A4158" w:rsidRPr="00DA4E77">
        <w:t>Quelques instants après</w:t>
      </w:r>
      <w:r>
        <w:t xml:space="preserve">, </w:t>
      </w:r>
      <w:proofErr w:type="spellStart"/>
      <w:r w:rsidR="002A4158" w:rsidRPr="00DA4E77">
        <w:t>Hellas</w:t>
      </w:r>
      <w:proofErr w:type="spellEnd"/>
      <w:r w:rsidR="002A4158" w:rsidRPr="00DA4E77">
        <w:t xml:space="preserve"> nous guidant lui-même</w:t>
      </w:r>
      <w:r>
        <w:t xml:space="preserve">, </w:t>
      </w:r>
      <w:r w:rsidR="002A4158" w:rsidRPr="00DA4E77">
        <w:t>nous avons pris le vol</w:t>
      </w:r>
      <w:r>
        <w:t xml:space="preserve">, </w:t>
      </w:r>
      <w:r w:rsidR="002A4158" w:rsidRPr="00DA4E77">
        <w:t>à tout hasard</w:t>
      </w:r>
      <w:r>
        <w:t xml:space="preserve">, </w:t>
      </w:r>
      <w:r w:rsidR="002A4158" w:rsidRPr="00DA4E77">
        <w:t>vers le sud et nous serions partis vers l</w:t>
      </w:r>
      <w:r>
        <w:t>’</w:t>
      </w:r>
      <w:r w:rsidR="002A4158" w:rsidRPr="00DA4E77">
        <w:t>Ibérie</w:t>
      </w:r>
      <w:r>
        <w:t xml:space="preserve">, </w:t>
      </w:r>
      <w:r w:rsidR="002A4158" w:rsidRPr="00DA4E77">
        <w:t xml:space="preserve">si </w:t>
      </w:r>
      <w:proofErr w:type="spellStart"/>
      <w:r w:rsidR="002A4158" w:rsidRPr="00DA4E77">
        <w:t>Glania</w:t>
      </w:r>
      <w:proofErr w:type="spellEnd"/>
      <w:r>
        <w:t xml:space="preserve">, </w:t>
      </w:r>
      <w:r w:rsidR="002A4158" w:rsidRPr="00DA4E77">
        <w:t>aux yeux de mouette</w:t>
      </w:r>
      <w:r>
        <w:t xml:space="preserve">, </w:t>
      </w:r>
      <w:r w:rsidR="002A4158" w:rsidRPr="00DA4E77">
        <w:t>n</w:t>
      </w:r>
      <w:r>
        <w:t>’</w:t>
      </w:r>
      <w:r w:rsidR="002A4158" w:rsidRPr="00DA4E77">
        <w:t>avait vu des êtres humains s</w:t>
      </w:r>
      <w:r>
        <w:t>’</w:t>
      </w:r>
      <w:r w:rsidR="002A4158" w:rsidRPr="00DA4E77">
        <w:t>agiter sur l</w:t>
      </w:r>
      <w:r>
        <w:t>’</w:t>
      </w:r>
      <w:r w:rsidR="002A4158" w:rsidRPr="00DA4E77">
        <w:t>Île de Pourpre</w:t>
      </w:r>
      <w:r>
        <w:t>.</w:t>
      </w:r>
    </w:p>
    <w:p w14:paraId="1988B924" w14:textId="77777777" w:rsidR="00276CCE" w:rsidRDefault="00276CCE" w:rsidP="002A4158">
      <w:r>
        <w:t>— </w:t>
      </w:r>
      <w:proofErr w:type="spellStart"/>
      <w:r w:rsidR="002A4158" w:rsidRPr="00DA4E77">
        <w:t>Glania</w:t>
      </w:r>
      <w:proofErr w:type="spellEnd"/>
      <w:r>
        <w:t xml:space="preserve"> ! </w:t>
      </w:r>
      <w:proofErr w:type="spellStart"/>
      <w:r w:rsidR="002A4158" w:rsidRPr="00DA4E77">
        <w:t>Glania</w:t>
      </w:r>
      <w:proofErr w:type="spellEnd"/>
      <w:r>
        <w:t xml:space="preserve"> ! </w:t>
      </w:r>
      <w:r w:rsidR="002A4158" w:rsidRPr="00DA4E77">
        <w:t>s</w:t>
      </w:r>
      <w:r>
        <w:t>’</w:t>
      </w:r>
      <w:r w:rsidR="002A4158" w:rsidRPr="00DA4E77">
        <w:t xml:space="preserve">écrie </w:t>
      </w:r>
      <w:proofErr w:type="spellStart"/>
      <w:r w:rsidR="002A4158" w:rsidRPr="00DA4E77">
        <w:t>Amonou</w:t>
      </w:r>
      <w:proofErr w:type="spellEnd"/>
      <w:r>
        <w:t xml:space="preserve">, </w:t>
      </w:r>
      <w:r w:rsidR="002A4158" w:rsidRPr="00DA4E77">
        <w:t>c</w:t>
      </w:r>
      <w:r>
        <w:t>’</w:t>
      </w:r>
      <w:r w:rsidR="002A4158" w:rsidRPr="00DA4E77">
        <w:t>est donc à toi que nous devons la vie</w:t>
      </w:r>
      <w:r>
        <w:t>.</w:t>
      </w:r>
    </w:p>
    <w:p w14:paraId="2541461A" w14:textId="77777777" w:rsidR="00276CCE" w:rsidRDefault="00276CCE" w:rsidP="002A4158">
      <w:r>
        <w:lastRenderedPageBreak/>
        <w:t>— </w:t>
      </w:r>
      <w:r w:rsidR="002A4158" w:rsidRPr="00DA4E77">
        <w:t>Alors</w:t>
      </w:r>
      <w:r>
        <w:t xml:space="preserve">, </w:t>
      </w:r>
      <w:r w:rsidR="002A4158" w:rsidRPr="00DA4E77">
        <w:t xml:space="preserve">achève </w:t>
      </w:r>
      <w:proofErr w:type="spellStart"/>
      <w:r w:rsidR="002A4158" w:rsidRPr="00DA4E77">
        <w:t>Thébao</w:t>
      </w:r>
      <w:proofErr w:type="spellEnd"/>
      <w:r>
        <w:t xml:space="preserve">, </w:t>
      </w:r>
      <w:r w:rsidR="002A4158" w:rsidRPr="00DA4E77">
        <w:t>l</w:t>
      </w:r>
      <w:r>
        <w:t>’</w:t>
      </w:r>
      <w:r w:rsidR="002A4158" w:rsidRPr="00DA4E77">
        <w:rPr>
          <w:bCs/>
          <w:i/>
          <w:iCs/>
        </w:rPr>
        <w:t>Alérion</w:t>
      </w:r>
      <w:r w:rsidR="002A4158" w:rsidRPr="00DA4E77">
        <w:t xml:space="preserve"> a viré vers le nord et nous avons repassé par-dessus la pauvre ville</w:t>
      </w:r>
      <w:r>
        <w:t xml:space="preserve">. </w:t>
      </w:r>
      <w:r w:rsidR="002A4158" w:rsidRPr="00DA4E77">
        <w:t>Effroyable</w:t>
      </w:r>
      <w:r>
        <w:t xml:space="preserve"> ! </w:t>
      </w:r>
      <w:r w:rsidR="002A4158" w:rsidRPr="00DA4E77">
        <w:t>Effroy</w:t>
      </w:r>
      <w:r w:rsidR="002A4158" w:rsidRPr="00DA4E77">
        <w:t>a</w:t>
      </w:r>
      <w:r w:rsidR="002A4158" w:rsidRPr="00DA4E77">
        <w:t>ble</w:t>
      </w:r>
      <w:r>
        <w:t xml:space="preserve"> ! </w:t>
      </w:r>
      <w:r w:rsidR="002A4158" w:rsidRPr="00DA4E77">
        <w:t>Pas une maison restée debout</w:t>
      </w:r>
      <w:r>
        <w:t xml:space="preserve">, </w:t>
      </w:r>
      <w:r w:rsidR="002A4158" w:rsidRPr="00DA4E77">
        <w:t>tous les bas quartiers e</w:t>
      </w:r>
      <w:r w:rsidR="002A4158" w:rsidRPr="00DA4E77">
        <w:t>n</w:t>
      </w:r>
      <w:r w:rsidR="002A4158" w:rsidRPr="00DA4E77">
        <w:t>gloutis</w:t>
      </w:r>
      <w:r>
        <w:t xml:space="preserve">, </w:t>
      </w:r>
      <w:r w:rsidR="002A4158" w:rsidRPr="00DA4E77">
        <w:t>toutes les presqu</w:t>
      </w:r>
      <w:r>
        <w:t>’</w:t>
      </w:r>
      <w:r w:rsidR="002A4158" w:rsidRPr="00DA4E77">
        <w:t>îles noyées</w:t>
      </w:r>
      <w:r>
        <w:t xml:space="preserve"> ; </w:t>
      </w:r>
      <w:r w:rsidR="002A4158" w:rsidRPr="00DA4E77">
        <w:t>pas un être humain nulle part</w:t>
      </w:r>
      <w:r>
        <w:t xml:space="preserve"> ; </w:t>
      </w:r>
      <w:r w:rsidR="002A4158" w:rsidRPr="00DA4E77">
        <w:t>pas un cri</w:t>
      </w:r>
      <w:r>
        <w:t xml:space="preserve">, </w:t>
      </w:r>
      <w:r w:rsidR="002A4158" w:rsidRPr="00DA4E77">
        <w:t>pas un mouvement</w:t>
      </w:r>
      <w:r>
        <w:t xml:space="preserve">, </w:t>
      </w:r>
      <w:r w:rsidR="002A4158" w:rsidRPr="00DA4E77">
        <w:t>et là-bas</w:t>
      </w:r>
      <w:r>
        <w:t xml:space="preserve">, </w:t>
      </w:r>
      <w:r w:rsidR="002A4158" w:rsidRPr="00DA4E77">
        <w:t>vers le sud</w:t>
      </w:r>
      <w:r>
        <w:t xml:space="preserve">, </w:t>
      </w:r>
      <w:r w:rsidR="002A4158" w:rsidRPr="00DA4E77">
        <w:t>les volcans qui se rallument</w:t>
      </w:r>
      <w:r>
        <w:t xml:space="preserve">… </w:t>
      </w:r>
      <w:r w:rsidR="002A4158" w:rsidRPr="00DA4E77">
        <w:t>Atlantis est morte</w:t>
      </w:r>
      <w:r>
        <w:t xml:space="preserve"> ! </w:t>
      </w:r>
      <w:r w:rsidR="002A4158" w:rsidRPr="00DA4E77">
        <w:t>Atlantis est mo</w:t>
      </w:r>
      <w:r w:rsidR="002A4158" w:rsidRPr="00DA4E77">
        <w:t>r</w:t>
      </w:r>
      <w:r w:rsidR="002A4158" w:rsidRPr="00DA4E77">
        <w:t>te</w:t>
      </w:r>
      <w:r>
        <w:t xml:space="preserve"> ! </w:t>
      </w:r>
      <w:r w:rsidR="002A4158" w:rsidRPr="00DA4E77">
        <w:t>Atlantis est morte</w:t>
      </w:r>
      <w:r>
        <w:t> !</w:t>
      </w:r>
    </w:p>
    <w:p w14:paraId="16D42270" w14:textId="77777777" w:rsidR="00276CCE" w:rsidRDefault="002A4158" w:rsidP="002A4158">
      <w:r w:rsidRPr="00DA4E77">
        <w:t>Un silence coupé de sanglots suit les paroles du hiér</w:t>
      </w:r>
      <w:r w:rsidRPr="00DA4E77">
        <w:t>o</w:t>
      </w:r>
      <w:r w:rsidRPr="00DA4E77">
        <w:t>phante</w:t>
      </w:r>
      <w:r w:rsidR="00276CCE">
        <w:t xml:space="preserve">, </w:t>
      </w:r>
      <w:r w:rsidRPr="00DA4E77">
        <w:t>mais du fond de la nacelle une voix s</w:t>
      </w:r>
      <w:r w:rsidR="00276CCE">
        <w:t>’</w:t>
      </w:r>
      <w:r w:rsidRPr="00DA4E77">
        <w:t>élève et l</w:t>
      </w:r>
      <w:r w:rsidR="00276CCE">
        <w:t>’</w:t>
      </w:r>
      <w:r w:rsidRPr="00DA4E77">
        <w:t>on voit app</w:t>
      </w:r>
      <w:r w:rsidRPr="00DA4E77">
        <w:t>a</w:t>
      </w:r>
      <w:r w:rsidRPr="00DA4E77">
        <w:t>raître une tête blessée</w:t>
      </w:r>
      <w:r w:rsidR="00276CCE">
        <w:t> :</w:t>
      </w:r>
    </w:p>
    <w:p w14:paraId="3CDF9AAC" w14:textId="77777777" w:rsidR="00276CCE" w:rsidRDefault="00276CCE" w:rsidP="002A4158">
      <w:r>
        <w:t>— </w:t>
      </w:r>
      <w:r w:rsidR="002A4158" w:rsidRPr="00DA4E77">
        <w:t>Non</w:t>
      </w:r>
      <w:r>
        <w:t xml:space="preserve"> ! </w:t>
      </w:r>
      <w:r w:rsidR="002A4158" w:rsidRPr="00DA4E77">
        <w:t>non</w:t>
      </w:r>
      <w:r>
        <w:t xml:space="preserve"> ! </w:t>
      </w:r>
      <w:r w:rsidR="002A4158" w:rsidRPr="00DA4E77">
        <w:t>Atlantis ne peut pas mourir</w:t>
      </w:r>
      <w:r>
        <w:t xml:space="preserve"> ! </w:t>
      </w:r>
      <w:r w:rsidR="002A4158" w:rsidRPr="00DA4E77">
        <w:t>Ses murailles sont anéanties</w:t>
      </w:r>
      <w:r>
        <w:t xml:space="preserve">. </w:t>
      </w:r>
      <w:r w:rsidR="002A4158" w:rsidRPr="00DA4E77">
        <w:t>Ses palais et ses temples engloutis</w:t>
      </w:r>
      <w:r>
        <w:t xml:space="preserve">, </w:t>
      </w:r>
      <w:r w:rsidR="002A4158" w:rsidRPr="00DA4E77">
        <w:t>presque tous ses habitants roulent sous les ondes et l</w:t>
      </w:r>
      <w:r>
        <w:t>’</w:t>
      </w:r>
      <w:r w:rsidR="002A4158" w:rsidRPr="00DA4E77">
        <w:t>île va disparaître</w:t>
      </w:r>
      <w:r>
        <w:t xml:space="preserve">. </w:t>
      </w:r>
      <w:r w:rsidR="002A4158" w:rsidRPr="00DA4E77">
        <w:t>Mais son âme vit encore</w:t>
      </w:r>
      <w:r>
        <w:t xml:space="preserve"> ; </w:t>
      </w:r>
      <w:r w:rsidR="002A4158" w:rsidRPr="00DA4E77">
        <w:t>son âme vit en toi</w:t>
      </w:r>
      <w:r>
        <w:t xml:space="preserve">, </w:t>
      </w:r>
      <w:proofErr w:type="spellStart"/>
      <w:r w:rsidR="002A4158" w:rsidRPr="00DA4E77">
        <w:t>Hermos</w:t>
      </w:r>
      <w:proofErr w:type="spellEnd"/>
      <w:r>
        <w:t xml:space="preserve"> ; </w:t>
      </w:r>
      <w:r w:rsidR="002A4158" w:rsidRPr="00DA4E77">
        <w:t xml:space="preserve">elle vit en </w:t>
      </w:r>
      <w:proofErr w:type="spellStart"/>
      <w:r w:rsidR="002A4158" w:rsidRPr="00DA4E77">
        <w:t>Xa</w:t>
      </w:r>
      <w:r w:rsidR="002A4158" w:rsidRPr="00DA4E77">
        <w:t>n</w:t>
      </w:r>
      <w:r w:rsidR="002A4158" w:rsidRPr="00DA4E77">
        <w:t>thès</w:t>
      </w:r>
      <w:proofErr w:type="spellEnd"/>
      <w:r>
        <w:t xml:space="preserve">, </w:t>
      </w:r>
      <w:r w:rsidR="002A4158" w:rsidRPr="00DA4E77">
        <w:t>elle vit en nous tous</w:t>
      </w:r>
      <w:r>
        <w:t xml:space="preserve">, </w:t>
      </w:r>
      <w:r w:rsidR="002A4158" w:rsidRPr="00DA4E77">
        <w:t>elle vit</w:t>
      </w:r>
      <w:r>
        <w:t xml:space="preserve">, </w:t>
      </w:r>
      <w:r w:rsidR="002A4158" w:rsidRPr="00DA4E77">
        <w:t>surtout</w:t>
      </w:r>
      <w:r>
        <w:t xml:space="preserve">, </w:t>
      </w:r>
      <w:r w:rsidR="002A4158" w:rsidRPr="00DA4E77">
        <w:t xml:space="preserve">dans notre grand </w:t>
      </w:r>
      <w:proofErr w:type="spellStart"/>
      <w:r w:rsidR="002A4158" w:rsidRPr="00DA4E77">
        <w:t>Oréus</w:t>
      </w:r>
      <w:proofErr w:type="spellEnd"/>
      <w:r>
        <w:t xml:space="preserve">. </w:t>
      </w:r>
      <w:r w:rsidR="002A4158" w:rsidRPr="00DA4E77">
        <w:t>Elle vit dans les trésors accumulés au fond de cette n</w:t>
      </w:r>
      <w:r w:rsidR="002A4158" w:rsidRPr="00DA4E77">
        <w:t>a</w:t>
      </w:r>
      <w:r w:rsidR="002A4158" w:rsidRPr="00DA4E77">
        <w:t>celle</w:t>
      </w:r>
      <w:r>
        <w:t xml:space="preserve">, </w:t>
      </w:r>
      <w:r w:rsidR="002A4158" w:rsidRPr="00DA4E77">
        <w:t>et qui porteront aux nouveaux peuples le souffle éternel d</w:t>
      </w:r>
      <w:r>
        <w:t>’</w:t>
      </w:r>
      <w:r w:rsidR="002A4158" w:rsidRPr="00DA4E77">
        <w:t>Atlantis</w:t>
      </w:r>
      <w:r>
        <w:t xml:space="preserve">. </w:t>
      </w:r>
      <w:r w:rsidR="002A4158" w:rsidRPr="00DA4E77">
        <w:t>Ici</w:t>
      </w:r>
      <w:r>
        <w:t xml:space="preserve">, </w:t>
      </w:r>
      <w:r w:rsidR="002A4158" w:rsidRPr="00DA4E77">
        <w:t>dans ce navire aérien</w:t>
      </w:r>
      <w:r>
        <w:t xml:space="preserve">, </w:t>
      </w:r>
      <w:r w:rsidR="002A4158" w:rsidRPr="00DA4E77">
        <w:t xml:space="preserve">le clairvoyant </w:t>
      </w:r>
      <w:proofErr w:type="spellStart"/>
      <w:r w:rsidR="002A4158" w:rsidRPr="00DA4E77">
        <w:t>Oréus</w:t>
      </w:r>
      <w:proofErr w:type="spellEnd"/>
      <w:r w:rsidR="002A4158" w:rsidRPr="00DA4E77">
        <w:t xml:space="preserve"> avait amassé les plus beaux des ouvrages de l</w:t>
      </w:r>
      <w:r>
        <w:t>’</w:t>
      </w:r>
      <w:r w:rsidR="002A4158" w:rsidRPr="00DA4E77">
        <w:t>esprit</w:t>
      </w:r>
      <w:r>
        <w:t xml:space="preserve">, </w:t>
      </w:r>
      <w:r w:rsidR="002A4158" w:rsidRPr="00DA4E77">
        <w:t>les formules de nos sciences</w:t>
      </w:r>
      <w:r>
        <w:t xml:space="preserve">, </w:t>
      </w:r>
      <w:r w:rsidR="002A4158" w:rsidRPr="00DA4E77">
        <w:t>les trouvailles de notre génie</w:t>
      </w:r>
      <w:r>
        <w:t xml:space="preserve">. </w:t>
      </w:r>
      <w:r w:rsidR="002A4158" w:rsidRPr="00DA4E77">
        <w:t>C</w:t>
      </w:r>
      <w:r>
        <w:t>’</w:t>
      </w:r>
      <w:r w:rsidR="002A4158" w:rsidRPr="00DA4E77">
        <w:t>est cela même qui représente Atlantis</w:t>
      </w:r>
      <w:r>
        <w:t xml:space="preserve"> ; </w:t>
      </w:r>
      <w:r w:rsidR="002A4158" w:rsidRPr="00DA4E77">
        <w:t>tout le reste n</w:t>
      </w:r>
      <w:r>
        <w:t>’</w:t>
      </w:r>
      <w:r w:rsidR="002A4158" w:rsidRPr="00DA4E77">
        <w:t>était que pierres stériles</w:t>
      </w:r>
      <w:r>
        <w:t xml:space="preserve">. </w:t>
      </w:r>
      <w:r w:rsidR="002A4158" w:rsidRPr="00DA4E77">
        <w:t>Et cela</w:t>
      </w:r>
      <w:r>
        <w:t xml:space="preserve">, </w:t>
      </w:r>
      <w:r w:rsidR="002A4158" w:rsidRPr="00DA4E77">
        <w:t>mes amis</w:t>
      </w:r>
      <w:r>
        <w:t xml:space="preserve">, </w:t>
      </w:r>
      <w:r w:rsidR="002A4158" w:rsidRPr="00DA4E77">
        <w:t>nous en ferons bientôt la nourriture spirituelle du nouveau monde</w:t>
      </w:r>
      <w:r>
        <w:t xml:space="preserve">. </w:t>
      </w:r>
      <w:r w:rsidR="002A4158" w:rsidRPr="00DA4E77">
        <w:t>Vous le voulez</w:t>
      </w:r>
      <w:r>
        <w:t xml:space="preserve">, </w:t>
      </w:r>
      <w:r w:rsidR="002A4158" w:rsidRPr="00DA4E77">
        <w:t>n</w:t>
      </w:r>
      <w:r>
        <w:t>’</w:t>
      </w:r>
      <w:r w:rsidR="002A4158" w:rsidRPr="00DA4E77">
        <w:t>est-ce pas</w:t>
      </w:r>
      <w:r>
        <w:t> ?</w:t>
      </w:r>
    </w:p>
    <w:p w14:paraId="78D5DAD3" w14:textId="77777777" w:rsidR="00276CCE" w:rsidRDefault="002A4158" w:rsidP="002A4158">
      <w:r w:rsidRPr="00DA4E77">
        <w:t>De toutes les poitrines</w:t>
      </w:r>
      <w:r w:rsidR="00276CCE">
        <w:t xml:space="preserve">, </w:t>
      </w:r>
      <w:r w:rsidRPr="00DA4E77">
        <w:t>un cri seul s</w:t>
      </w:r>
      <w:r w:rsidR="00276CCE">
        <w:t>’</w:t>
      </w:r>
      <w:r w:rsidRPr="00DA4E77">
        <w:t>échappe</w:t>
      </w:r>
      <w:r w:rsidR="00276CCE">
        <w:t> :</w:t>
      </w:r>
    </w:p>
    <w:p w14:paraId="7E8697C6" w14:textId="77777777" w:rsidR="00276CCE" w:rsidRDefault="00276CCE" w:rsidP="002A4158">
      <w:r>
        <w:t>— </w:t>
      </w:r>
      <w:proofErr w:type="spellStart"/>
      <w:r w:rsidR="002A4158" w:rsidRPr="00DA4E77">
        <w:t>Hellas</w:t>
      </w:r>
      <w:proofErr w:type="spellEnd"/>
      <w:r>
        <w:t xml:space="preserve"> ! </w:t>
      </w:r>
      <w:proofErr w:type="spellStart"/>
      <w:r w:rsidR="002A4158" w:rsidRPr="00DA4E77">
        <w:t>Hellas</w:t>
      </w:r>
      <w:proofErr w:type="spellEnd"/>
      <w:r>
        <w:t xml:space="preserve"> ! </w:t>
      </w:r>
      <w:r w:rsidR="002A4158" w:rsidRPr="00DA4E77">
        <w:t>Nous le voulons</w:t>
      </w:r>
      <w:r>
        <w:t xml:space="preserve"> ! </w:t>
      </w:r>
      <w:r w:rsidR="002A4158" w:rsidRPr="00DA4E77">
        <w:t>redeviens notre ma</w:t>
      </w:r>
      <w:r w:rsidR="002A4158" w:rsidRPr="00DA4E77">
        <w:t>î</w:t>
      </w:r>
      <w:r w:rsidR="002A4158" w:rsidRPr="00DA4E77">
        <w:t>tre</w:t>
      </w:r>
      <w:r>
        <w:t> !</w:t>
      </w:r>
    </w:p>
    <w:p w14:paraId="2A2B7897" w14:textId="77777777" w:rsidR="00276CCE" w:rsidRDefault="00276CCE" w:rsidP="002A4158">
      <w:r>
        <w:t>— </w:t>
      </w:r>
      <w:r w:rsidR="002A4158" w:rsidRPr="00DA4E77">
        <w:t>Mes amis</w:t>
      </w:r>
      <w:r>
        <w:t xml:space="preserve">, </w:t>
      </w:r>
      <w:r w:rsidR="002A4158" w:rsidRPr="00DA4E77">
        <w:t>mes frères</w:t>
      </w:r>
      <w:r>
        <w:t xml:space="preserve">, </w:t>
      </w:r>
      <w:r w:rsidR="002A4158" w:rsidRPr="00DA4E77">
        <w:t>mes victimes d</w:t>
      </w:r>
      <w:r>
        <w:t>’</w:t>
      </w:r>
      <w:r w:rsidR="002A4158" w:rsidRPr="00DA4E77">
        <w:t>hier</w:t>
      </w:r>
      <w:r>
        <w:t xml:space="preserve">, </w:t>
      </w:r>
      <w:r w:rsidR="002A4158" w:rsidRPr="00DA4E77">
        <w:t>vous avez le droit de me haïr et voici que vous me pardonnez</w:t>
      </w:r>
      <w:r>
        <w:t> !</w:t>
      </w:r>
    </w:p>
    <w:p w14:paraId="742B4780" w14:textId="77777777" w:rsidR="00276CCE" w:rsidRDefault="00276CCE" w:rsidP="002A4158">
      <w:r>
        <w:lastRenderedPageBreak/>
        <w:t>— </w:t>
      </w:r>
      <w:r w:rsidR="002A4158" w:rsidRPr="00DA4E77">
        <w:t>Nous</w:t>
      </w:r>
      <w:r>
        <w:t xml:space="preserve">, </w:t>
      </w:r>
      <w:r w:rsidR="002A4158" w:rsidRPr="00DA4E77">
        <w:t>te haïr</w:t>
      </w:r>
      <w:r>
        <w:t xml:space="preserve"> ! </w:t>
      </w:r>
      <w:r w:rsidR="002A4158" w:rsidRPr="00DA4E77">
        <w:t>s</w:t>
      </w:r>
      <w:r>
        <w:t>’</w:t>
      </w:r>
      <w:r w:rsidR="002A4158" w:rsidRPr="00DA4E77">
        <w:t xml:space="preserve">écrie </w:t>
      </w:r>
      <w:proofErr w:type="spellStart"/>
      <w:r w:rsidR="002A4158" w:rsidRPr="00DA4E77">
        <w:t>Xanthès</w:t>
      </w:r>
      <w:proofErr w:type="spellEnd"/>
      <w:r>
        <w:t xml:space="preserve">. </w:t>
      </w:r>
      <w:r w:rsidR="002A4158" w:rsidRPr="00DA4E77">
        <w:t>Qui pourrait te haïr</w:t>
      </w:r>
      <w:r>
        <w:t xml:space="preserve">, </w:t>
      </w:r>
      <w:proofErr w:type="spellStart"/>
      <w:r w:rsidR="002A4158" w:rsidRPr="00DA4E77">
        <w:t>He</w:t>
      </w:r>
      <w:r w:rsidR="002A4158" w:rsidRPr="00DA4E77">
        <w:t>l</w:t>
      </w:r>
      <w:r w:rsidR="002A4158" w:rsidRPr="00DA4E77">
        <w:t>las</w:t>
      </w:r>
      <w:proofErr w:type="spellEnd"/>
      <w:r>
        <w:t> ?</w:t>
      </w:r>
    </w:p>
    <w:p w14:paraId="5E5D2835" w14:textId="77777777" w:rsidR="00276CCE" w:rsidRDefault="00276CCE" w:rsidP="002A4158">
      <w:r>
        <w:t>— </w:t>
      </w:r>
      <w:r w:rsidR="002A4158" w:rsidRPr="00DA4E77">
        <w:t>Nous ne voyons pas en toi</w:t>
      </w:r>
      <w:r>
        <w:t xml:space="preserve">, </w:t>
      </w:r>
      <w:r w:rsidR="002A4158" w:rsidRPr="00DA4E77">
        <w:t xml:space="preserve">insinue </w:t>
      </w:r>
      <w:proofErr w:type="spellStart"/>
      <w:r w:rsidR="002A4158" w:rsidRPr="00DA4E77">
        <w:t>Olbios</w:t>
      </w:r>
      <w:proofErr w:type="spellEnd"/>
      <w:r>
        <w:t xml:space="preserve">, </w:t>
      </w:r>
      <w:r w:rsidR="002A4158" w:rsidRPr="00DA4E77">
        <w:t>celui qui a tué Atlantis</w:t>
      </w:r>
      <w:r>
        <w:t xml:space="preserve">, </w:t>
      </w:r>
      <w:r w:rsidR="002A4158" w:rsidRPr="00DA4E77">
        <w:t>mais celui qui doit nous sauver</w:t>
      </w:r>
      <w:r>
        <w:t>.</w:t>
      </w:r>
    </w:p>
    <w:p w14:paraId="41C4FF57" w14:textId="77777777" w:rsidR="00276CCE" w:rsidRDefault="002A4158" w:rsidP="002A4158">
      <w:r w:rsidRPr="00DA4E77">
        <w:t>Quelques murmures</w:t>
      </w:r>
      <w:r w:rsidR="00276CCE">
        <w:t>…</w:t>
      </w:r>
    </w:p>
    <w:p w14:paraId="228AD98B" w14:textId="77777777" w:rsidR="00276CCE" w:rsidRDefault="00276CCE" w:rsidP="002A4158">
      <w:r>
        <w:t>— </w:t>
      </w:r>
      <w:proofErr w:type="spellStart"/>
      <w:r w:rsidR="002A4158" w:rsidRPr="00DA4E77">
        <w:t>Hellas</w:t>
      </w:r>
      <w:proofErr w:type="spellEnd"/>
      <w:r w:rsidR="002A4158" w:rsidRPr="00DA4E77">
        <w:t xml:space="preserve"> n</w:t>
      </w:r>
      <w:r>
        <w:t>’</w:t>
      </w:r>
      <w:r w:rsidR="002A4158" w:rsidRPr="00DA4E77">
        <w:t>a pas tué Atlantis</w:t>
      </w:r>
      <w:r>
        <w:t xml:space="preserve">, </w:t>
      </w:r>
      <w:r w:rsidR="002A4158" w:rsidRPr="00DA4E77">
        <w:t xml:space="preserve">tranche </w:t>
      </w:r>
      <w:proofErr w:type="spellStart"/>
      <w:r w:rsidR="002A4158" w:rsidRPr="00DA4E77">
        <w:t>Amonou</w:t>
      </w:r>
      <w:proofErr w:type="spellEnd"/>
      <w:r>
        <w:t xml:space="preserve">, </w:t>
      </w:r>
      <w:r w:rsidR="002A4158" w:rsidRPr="00DA4E77">
        <w:t>Atlantis a voulu se tuer elle-même</w:t>
      </w:r>
      <w:r>
        <w:t>.</w:t>
      </w:r>
    </w:p>
    <w:p w14:paraId="7941A703" w14:textId="77777777" w:rsidR="00276CCE" w:rsidRDefault="00276CCE" w:rsidP="002A4158">
      <w:r>
        <w:t>— </w:t>
      </w:r>
      <w:r w:rsidR="002A4158" w:rsidRPr="00DA4E77">
        <w:t>Nous fûmes tous coupables</w:t>
      </w:r>
      <w:r>
        <w:t xml:space="preserve">, </w:t>
      </w:r>
      <w:r w:rsidR="002A4158" w:rsidRPr="00DA4E77">
        <w:t xml:space="preserve">ajoute </w:t>
      </w:r>
      <w:proofErr w:type="spellStart"/>
      <w:r w:rsidR="002A4158" w:rsidRPr="00DA4E77">
        <w:t>Hermos</w:t>
      </w:r>
      <w:proofErr w:type="spellEnd"/>
      <w:r>
        <w:t>.</w:t>
      </w:r>
    </w:p>
    <w:p w14:paraId="3459CF9E" w14:textId="77777777" w:rsidR="00276CCE" w:rsidRDefault="00276CCE" w:rsidP="002A4158">
      <w:r>
        <w:t>— </w:t>
      </w:r>
      <w:r w:rsidR="002A4158" w:rsidRPr="00DA4E77">
        <w:t>Et tu restes toujours Prince de l</w:t>
      </w:r>
      <w:r>
        <w:t>’</w:t>
      </w:r>
      <w:r w:rsidR="002A4158" w:rsidRPr="00DA4E77">
        <w:t>Empire</w:t>
      </w:r>
      <w:r>
        <w:t xml:space="preserve"> ! </w:t>
      </w:r>
      <w:r w:rsidR="002A4158" w:rsidRPr="00DA4E77">
        <w:t xml:space="preserve">interrompt </w:t>
      </w:r>
      <w:proofErr w:type="spellStart"/>
      <w:r w:rsidR="002A4158" w:rsidRPr="00DA4E77">
        <w:t>A</w:t>
      </w:r>
      <w:r w:rsidR="002A4158" w:rsidRPr="00DA4E77">
        <w:t>s</w:t>
      </w:r>
      <w:r w:rsidR="002A4158" w:rsidRPr="00DA4E77">
        <w:t>monia</w:t>
      </w:r>
      <w:proofErr w:type="spellEnd"/>
      <w:r>
        <w:t xml:space="preserve"> ; </w:t>
      </w:r>
      <w:r w:rsidR="002A4158" w:rsidRPr="00DA4E77">
        <w:t>or l</w:t>
      </w:r>
      <w:r>
        <w:t>’</w:t>
      </w:r>
      <w:r w:rsidR="002A4158" w:rsidRPr="00DA4E77">
        <w:t>Empire ne peut mourir entièrement</w:t>
      </w:r>
      <w:r>
        <w:t>.</w:t>
      </w:r>
    </w:p>
    <w:p w14:paraId="3A574361" w14:textId="77777777" w:rsidR="00276CCE" w:rsidRDefault="00276CCE" w:rsidP="002A4158">
      <w:r>
        <w:t>— </w:t>
      </w:r>
      <w:r w:rsidR="002A4158" w:rsidRPr="00DA4E77">
        <w:t>Empire ou non</w:t>
      </w:r>
      <w:r>
        <w:t xml:space="preserve">, </w:t>
      </w:r>
      <w:r w:rsidR="002A4158" w:rsidRPr="00DA4E77">
        <w:t>Atlantis vit en nous</w:t>
      </w:r>
      <w:r>
        <w:t xml:space="preserve">. </w:t>
      </w:r>
      <w:r w:rsidR="002A4158" w:rsidRPr="00DA4E77">
        <w:t>Et puisque vous voulez que je commande encore</w:t>
      </w:r>
      <w:r>
        <w:t xml:space="preserve">, </w:t>
      </w:r>
      <w:r w:rsidR="002A4158" w:rsidRPr="00DA4E77">
        <w:t>eh bien</w:t>
      </w:r>
      <w:r>
        <w:t xml:space="preserve"> ! </w:t>
      </w:r>
      <w:r w:rsidR="002A4158" w:rsidRPr="00DA4E77">
        <w:t>pour la dernière fois</w:t>
      </w:r>
      <w:r>
        <w:t xml:space="preserve">, </w:t>
      </w:r>
      <w:r w:rsidR="002A4158" w:rsidRPr="00DA4E77">
        <w:t>je vais vous donner des ordres</w:t>
      </w:r>
      <w:r>
        <w:t xml:space="preserve">. </w:t>
      </w:r>
      <w:r w:rsidR="002A4158" w:rsidRPr="00DA4E77">
        <w:t>Il faut</w:t>
      </w:r>
      <w:r>
        <w:t xml:space="preserve">, </w:t>
      </w:r>
      <w:r w:rsidR="002A4158" w:rsidRPr="00DA4E77">
        <w:t>n</w:t>
      </w:r>
      <w:r>
        <w:t>’</w:t>
      </w:r>
      <w:r w:rsidR="002A4158" w:rsidRPr="00DA4E77">
        <w:t>est-ce pas</w:t>
      </w:r>
      <w:r>
        <w:t xml:space="preserve">, </w:t>
      </w:r>
      <w:r w:rsidR="002A4158" w:rsidRPr="00DA4E77">
        <w:t>partir d</w:t>
      </w:r>
      <w:r>
        <w:t>’</w:t>
      </w:r>
      <w:r w:rsidR="002A4158" w:rsidRPr="00DA4E77">
        <w:t>ici</w:t>
      </w:r>
      <w:r>
        <w:t> ?</w:t>
      </w:r>
    </w:p>
    <w:p w14:paraId="3BF1AB79" w14:textId="77777777" w:rsidR="00276CCE" w:rsidRDefault="00276CCE" w:rsidP="002A4158">
      <w:r>
        <w:t>— </w:t>
      </w:r>
      <w:r w:rsidR="002A4158" w:rsidRPr="00DA4E77">
        <w:t>Ce soir</w:t>
      </w:r>
      <w:r>
        <w:t xml:space="preserve">, </w:t>
      </w:r>
      <w:r w:rsidR="002A4158" w:rsidRPr="00DA4E77">
        <w:t>si possible</w:t>
      </w:r>
      <w:r>
        <w:t>.</w:t>
      </w:r>
    </w:p>
    <w:p w14:paraId="201FD09C" w14:textId="77777777" w:rsidR="00276CCE" w:rsidRDefault="00276CCE" w:rsidP="002A4158">
      <w:r>
        <w:t>— </w:t>
      </w:r>
      <w:r w:rsidR="002A4158" w:rsidRPr="00DA4E77">
        <w:t>Ce soir</w:t>
      </w:r>
      <w:r>
        <w:t xml:space="preserve">, </w:t>
      </w:r>
      <w:r w:rsidR="002A4158" w:rsidRPr="00DA4E77">
        <w:t>peu probable</w:t>
      </w:r>
      <w:r>
        <w:t xml:space="preserve">. </w:t>
      </w:r>
      <w:r w:rsidR="002A4158" w:rsidRPr="00DA4E77">
        <w:t>Demain</w:t>
      </w:r>
      <w:r>
        <w:t xml:space="preserve">, </w:t>
      </w:r>
      <w:r w:rsidR="002A4158" w:rsidRPr="00DA4E77">
        <w:t>peut-être</w:t>
      </w:r>
      <w:r>
        <w:t xml:space="preserve">, </w:t>
      </w:r>
      <w:r w:rsidR="002A4158" w:rsidRPr="00DA4E77">
        <w:t>ou dans deux jours au plus tard</w:t>
      </w:r>
      <w:r>
        <w:t xml:space="preserve">. </w:t>
      </w:r>
      <w:r w:rsidR="002A4158" w:rsidRPr="00DA4E77">
        <w:t>Cela dépend de votre travail</w:t>
      </w:r>
      <w:r>
        <w:t xml:space="preserve">. </w:t>
      </w:r>
      <w:r w:rsidR="002A4158" w:rsidRPr="00DA4E77">
        <w:t>Trouver des barques</w:t>
      </w:r>
      <w:r>
        <w:t xml:space="preserve">, </w:t>
      </w:r>
      <w:r w:rsidR="002A4158" w:rsidRPr="00DA4E77">
        <w:t>impossible</w:t>
      </w:r>
      <w:r>
        <w:t xml:space="preserve"> ! </w:t>
      </w:r>
      <w:r w:rsidR="002A4158" w:rsidRPr="00DA4E77">
        <w:t>Toutes brisées</w:t>
      </w:r>
      <w:r>
        <w:t xml:space="preserve">. </w:t>
      </w:r>
      <w:r w:rsidR="002A4158" w:rsidRPr="00DA4E77">
        <w:t>Mais les débris rôdent</w:t>
      </w:r>
      <w:r>
        <w:t xml:space="preserve">, </w:t>
      </w:r>
      <w:r w:rsidR="002A4158" w:rsidRPr="00DA4E77">
        <w:t>peut-être</w:t>
      </w:r>
      <w:r>
        <w:t xml:space="preserve">, </w:t>
      </w:r>
      <w:r w:rsidR="002A4158" w:rsidRPr="00DA4E77">
        <w:t>autour du port</w:t>
      </w:r>
      <w:r>
        <w:t xml:space="preserve">. </w:t>
      </w:r>
      <w:r w:rsidR="002A4158" w:rsidRPr="00DA4E77">
        <w:t>Alors</w:t>
      </w:r>
      <w:r>
        <w:t xml:space="preserve">, </w:t>
      </w:r>
      <w:r w:rsidR="002A4158" w:rsidRPr="00DA4E77">
        <w:t>toi</w:t>
      </w:r>
      <w:r>
        <w:t xml:space="preserve">, </w:t>
      </w:r>
      <w:proofErr w:type="spellStart"/>
      <w:r w:rsidR="002A4158" w:rsidRPr="00DA4E77">
        <w:t>Amonou</w:t>
      </w:r>
      <w:proofErr w:type="spellEnd"/>
      <w:r>
        <w:t xml:space="preserve">, </w:t>
      </w:r>
      <w:r w:rsidR="002A4158" w:rsidRPr="00DA4E77">
        <w:t>prenant sous ta direction les plus jeunes et les plus alertes</w:t>
      </w:r>
      <w:r>
        <w:t xml:space="preserve">, </w:t>
      </w:r>
      <w:r w:rsidR="002A4158" w:rsidRPr="00DA4E77">
        <w:t>tu vas aller sur les bords de la mer</w:t>
      </w:r>
      <w:r>
        <w:t xml:space="preserve">, </w:t>
      </w:r>
      <w:r w:rsidR="002A4158" w:rsidRPr="00DA4E77">
        <w:t>du côté du sud</w:t>
      </w:r>
      <w:r>
        <w:t xml:space="preserve">, </w:t>
      </w:r>
      <w:r w:rsidR="002A4158" w:rsidRPr="00DA4E77">
        <w:t>et tu tenteras de ramasser to</w:t>
      </w:r>
      <w:r w:rsidR="002A4158" w:rsidRPr="00DA4E77">
        <w:t>u</w:t>
      </w:r>
      <w:r w:rsidR="002A4158" w:rsidRPr="00DA4E77">
        <w:t>tes les planches flottantes et toutes les carcasses naufragées</w:t>
      </w:r>
      <w:r>
        <w:t xml:space="preserve">. </w:t>
      </w:r>
      <w:r w:rsidR="002A4158" w:rsidRPr="00DA4E77">
        <w:t>Toi</w:t>
      </w:r>
      <w:r>
        <w:t xml:space="preserve">, </w:t>
      </w:r>
      <w:proofErr w:type="spellStart"/>
      <w:r w:rsidR="002A4158" w:rsidRPr="00DA4E77">
        <w:t>Xanthès</w:t>
      </w:r>
      <w:proofErr w:type="spellEnd"/>
      <w:r>
        <w:t xml:space="preserve">, </w:t>
      </w:r>
      <w:r w:rsidR="002A4158" w:rsidRPr="00DA4E77">
        <w:t>et toi</w:t>
      </w:r>
      <w:r>
        <w:t xml:space="preserve">, </w:t>
      </w:r>
      <w:proofErr w:type="spellStart"/>
      <w:r w:rsidR="002A4158" w:rsidRPr="00DA4E77">
        <w:t>Hermos</w:t>
      </w:r>
      <w:proofErr w:type="spellEnd"/>
      <w:r>
        <w:t xml:space="preserve">, </w:t>
      </w:r>
      <w:r w:rsidR="002A4158" w:rsidRPr="00DA4E77">
        <w:t>prenez avec vous tout ce qu</w:t>
      </w:r>
      <w:r>
        <w:t>’</w:t>
      </w:r>
      <w:r w:rsidR="002A4158" w:rsidRPr="00DA4E77">
        <w:t>il reste d</w:t>
      </w:r>
      <w:r>
        <w:t>’</w:t>
      </w:r>
      <w:r w:rsidR="002A4158" w:rsidRPr="00DA4E77">
        <w:t>artistes mâles</w:t>
      </w:r>
      <w:r>
        <w:t xml:space="preserve">, </w:t>
      </w:r>
      <w:r w:rsidR="002A4158" w:rsidRPr="00DA4E77">
        <w:t>et allez là-bas</w:t>
      </w:r>
      <w:r>
        <w:t xml:space="preserve">, </w:t>
      </w:r>
      <w:r w:rsidR="002A4158" w:rsidRPr="00DA4E77">
        <w:t>dans le palais en ruines</w:t>
      </w:r>
      <w:r>
        <w:t xml:space="preserve">, </w:t>
      </w:r>
      <w:r w:rsidR="002A4158" w:rsidRPr="00DA4E77">
        <w:t>d</w:t>
      </w:r>
      <w:r>
        <w:t>’</w:t>
      </w:r>
      <w:r w:rsidR="002A4158" w:rsidRPr="00DA4E77">
        <w:t>où vous relèverez les poutres encore solides et les charpentes e</w:t>
      </w:r>
      <w:r w:rsidR="002A4158" w:rsidRPr="00DA4E77">
        <w:t>n</w:t>
      </w:r>
      <w:r w:rsidR="002A4158" w:rsidRPr="00DA4E77">
        <w:t>core lisses</w:t>
      </w:r>
      <w:r>
        <w:t xml:space="preserve">. </w:t>
      </w:r>
      <w:r w:rsidR="002A4158" w:rsidRPr="00DA4E77">
        <w:t>Et vous remiserez tout cela sur l</w:t>
      </w:r>
      <w:r>
        <w:t>’</w:t>
      </w:r>
      <w:r w:rsidR="002A4158" w:rsidRPr="00DA4E77">
        <w:t>ancienne esplanade à côté de la mer</w:t>
      </w:r>
      <w:r>
        <w:t xml:space="preserve">, </w:t>
      </w:r>
      <w:r w:rsidR="002A4158" w:rsidRPr="00DA4E77">
        <w:t>où nous bâtirons un radeau pour nous tous</w:t>
      </w:r>
      <w:r>
        <w:t xml:space="preserve">. </w:t>
      </w:r>
      <w:r w:rsidR="002A4158" w:rsidRPr="00DA4E77">
        <w:t>Quant aux femmes</w:t>
      </w:r>
      <w:r>
        <w:t xml:space="preserve">, </w:t>
      </w:r>
      <w:r w:rsidR="002A4158" w:rsidRPr="00DA4E77">
        <w:t>elles iront vers le promontoire rocheux du nord-ouest</w:t>
      </w:r>
      <w:r>
        <w:t xml:space="preserve">, </w:t>
      </w:r>
      <w:r w:rsidR="002A4158" w:rsidRPr="00DA4E77">
        <w:t xml:space="preserve">conduites par la jeune </w:t>
      </w:r>
      <w:proofErr w:type="spellStart"/>
      <w:r w:rsidR="002A4158" w:rsidRPr="00DA4E77">
        <w:lastRenderedPageBreak/>
        <w:t>Glania</w:t>
      </w:r>
      <w:proofErr w:type="spellEnd"/>
      <w:r>
        <w:t xml:space="preserve">, </w:t>
      </w:r>
      <w:r w:rsidR="002A4158" w:rsidRPr="00DA4E77">
        <w:t>et elles chercheront des coquillages</w:t>
      </w:r>
      <w:r>
        <w:t xml:space="preserve">, </w:t>
      </w:r>
      <w:r w:rsidR="002A4158" w:rsidRPr="00DA4E77">
        <w:t>des fruits de mer</w:t>
      </w:r>
      <w:r>
        <w:t xml:space="preserve">, </w:t>
      </w:r>
      <w:r w:rsidR="002A4158" w:rsidRPr="00DA4E77">
        <w:t>des poissons</w:t>
      </w:r>
      <w:r>
        <w:t xml:space="preserve">, </w:t>
      </w:r>
      <w:r w:rsidR="002A4158" w:rsidRPr="00DA4E77">
        <w:t>de telle sorte que pendant quelques jours nous ne mourrons pas tout à fait de faim</w:t>
      </w:r>
      <w:r>
        <w:t>.</w:t>
      </w:r>
    </w:p>
    <w:p w14:paraId="3BA9A9B2" w14:textId="77777777" w:rsidR="00276CCE" w:rsidRDefault="00276CCE" w:rsidP="002A4158">
      <w:r>
        <w:t>— </w:t>
      </w:r>
      <w:r w:rsidR="002A4158" w:rsidRPr="00DA4E77">
        <w:t>Tout est bien ordonné</w:t>
      </w:r>
      <w:r>
        <w:t xml:space="preserve">, </w:t>
      </w:r>
      <w:proofErr w:type="spellStart"/>
      <w:r w:rsidR="002A4158" w:rsidRPr="00DA4E77">
        <w:t>Hellas</w:t>
      </w:r>
      <w:proofErr w:type="spellEnd"/>
      <w:r>
        <w:t xml:space="preserve"> ! </w:t>
      </w:r>
      <w:r w:rsidR="002A4158" w:rsidRPr="00DA4E77">
        <w:t xml:space="preserve">interrompt </w:t>
      </w:r>
      <w:proofErr w:type="spellStart"/>
      <w:r w:rsidR="002A4158" w:rsidRPr="00DA4E77">
        <w:t>Olbios</w:t>
      </w:r>
      <w:proofErr w:type="spellEnd"/>
      <w:r>
        <w:t xml:space="preserve">. </w:t>
      </w:r>
      <w:r w:rsidR="002A4158" w:rsidRPr="00DA4E77">
        <w:t>Mais après</w:t>
      </w:r>
      <w:r>
        <w:t xml:space="preserve"> ? </w:t>
      </w:r>
      <w:r w:rsidR="002A4158" w:rsidRPr="00DA4E77">
        <w:t>Où irons-nous avec le radeau</w:t>
      </w:r>
      <w:r>
        <w:t> ?</w:t>
      </w:r>
    </w:p>
    <w:p w14:paraId="07210820" w14:textId="77777777" w:rsidR="00276CCE" w:rsidRDefault="00276CCE" w:rsidP="002A4158">
      <w:r>
        <w:t>— </w:t>
      </w:r>
      <w:r w:rsidR="002A4158" w:rsidRPr="00DA4E77">
        <w:t>Vers l</w:t>
      </w:r>
      <w:r>
        <w:t>’</w:t>
      </w:r>
      <w:r w:rsidR="002A4158" w:rsidRPr="00DA4E77">
        <w:t>orient</w:t>
      </w:r>
      <w:r>
        <w:t>.</w:t>
      </w:r>
    </w:p>
    <w:p w14:paraId="7DEC18CD" w14:textId="77777777" w:rsidR="00276CCE" w:rsidRDefault="00276CCE" w:rsidP="002A4158">
      <w:r>
        <w:t>— </w:t>
      </w:r>
      <w:r w:rsidR="002A4158" w:rsidRPr="00DA4E77">
        <w:t>Sans voile et sans gouvernail</w:t>
      </w:r>
      <w:r>
        <w:t> ?</w:t>
      </w:r>
    </w:p>
    <w:p w14:paraId="0CE51DC9" w14:textId="77777777" w:rsidR="00276CCE" w:rsidRDefault="00276CCE" w:rsidP="002A4158">
      <w:r>
        <w:t>— </w:t>
      </w:r>
      <w:r w:rsidR="002A4158" w:rsidRPr="00DA4E77">
        <w:t>Et l</w:t>
      </w:r>
      <w:r>
        <w:t>’</w:t>
      </w:r>
      <w:r w:rsidR="002A4158" w:rsidRPr="00DA4E77">
        <w:rPr>
          <w:bCs/>
          <w:i/>
          <w:iCs/>
        </w:rPr>
        <w:t>Alérion</w:t>
      </w:r>
      <w:r>
        <w:t> ?</w:t>
      </w:r>
    </w:p>
    <w:p w14:paraId="3F54BB3B" w14:textId="77777777" w:rsidR="00276CCE" w:rsidRDefault="00276CCE" w:rsidP="002A4158">
      <w:r>
        <w:t>— </w:t>
      </w:r>
      <w:r w:rsidR="002A4158" w:rsidRPr="00DA4E77">
        <w:t>Que veux-tu dire</w:t>
      </w:r>
      <w:r>
        <w:t> ?</w:t>
      </w:r>
    </w:p>
    <w:p w14:paraId="7528225E" w14:textId="77777777" w:rsidR="00276CCE" w:rsidRDefault="002A4158" w:rsidP="002A4158">
      <w:r w:rsidRPr="00DA4E77">
        <w:t>Et tandis que tous écoutent</w:t>
      </w:r>
      <w:r w:rsidR="00276CCE">
        <w:t xml:space="preserve">, </w:t>
      </w:r>
      <w:r w:rsidRPr="00DA4E77">
        <w:t>anxieux</w:t>
      </w:r>
      <w:r w:rsidR="00276CCE">
        <w:t xml:space="preserve">, </w:t>
      </w:r>
      <w:proofErr w:type="spellStart"/>
      <w:r w:rsidRPr="00DA4E77">
        <w:t>Hellas</w:t>
      </w:r>
      <w:proofErr w:type="spellEnd"/>
      <w:r w:rsidR="00276CCE">
        <w:t xml:space="preserve">, </w:t>
      </w:r>
      <w:r w:rsidRPr="00DA4E77">
        <w:t>qui s</w:t>
      </w:r>
      <w:r w:rsidR="00276CCE">
        <w:t>’</w:t>
      </w:r>
      <w:r w:rsidRPr="00DA4E77">
        <w:t>appuie contre la nacelle</w:t>
      </w:r>
      <w:r w:rsidR="00276CCE">
        <w:t xml:space="preserve">, </w:t>
      </w:r>
      <w:r w:rsidRPr="00DA4E77">
        <w:t>s</w:t>
      </w:r>
      <w:r w:rsidR="00276CCE">
        <w:t>’</w:t>
      </w:r>
      <w:r w:rsidRPr="00DA4E77">
        <w:t xml:space="preserve">adresse à </w:t>
      </w:r>
      <w:proofErr w:type="spellStart"/>
      <w:r w:rsidRPr="00DA4E77">
        <w:t>Oréus</w:t>
      </w:r>
      <w:proofErr w:type="spellEnd"/>
      <w:r w:rsidR="00276CCE">
        <w:t> :</w:t>
      </w:r>
    </w:p>
    <w:p w14:paraId="1EEDFB43" w14:textId="77777777" w:rsidR="00276CCE" w:rsidRDefault="00276CCE" w:rsidP="00276CCE">
      <w:pPr>
        <w:pStyle w:val="Titre2"/>
      </w:pPr>
      <w:bookmarkStart w:id="65" w:name="_Toc194842051"/>
      <w:r w:rsidRPr="00DA4E77">
        <w:lastRenderedPageBreak/>
        <w:t>Scène</w:t>
      </w:r>
      <w:r>
        <w:t> </w:t>
      </w:r>
      <w:r w:rsidRPr="00DA4E77">
        <w:t>IV</w:t>
      </w:r>
      <w:r>
        <w:t xml:space="preserve">. </w:t>
      </w:r>
      <w:r>
        <w:rPr>
          <w:i/>
        </w:rPr>
        <w:t xml:space="preserve">– </w:t>
      </w:r>
      <w:r w:rsidR="002A4158" w:rsidRPr="00DA4E77">
        <w:rPr>
          <w:i/>
        </w:rPr>
        <w:t>Autour de</w:t>
      </w:r>
      <w:r w:rsidR="002A4158" w:rsidRPr="00DA4E77">
        <w:t xml:space="preserve"> </w:t>
      </w:r>
      <w:r w:rsidR="002A4158" w:rsidRPr="00DA4E77">
        <w:rPr>
          <w:i/>
        </w:rPr>
        <w:t>l</w:t>
      </w:r>
      <w:r>
        <w:t>’</w:t>
      </w:r>
      <w:r w:rsidR="002A4158" w:rsidRPr="00DA4E77">
        <w:t>Alérion</w:t>
      </w:r>
      <w:r>
        <w:t>.</w:t>
      </w:r>
      <w:bookmarkEnd w:id="65"/>
    </w:p>
    <w:p w14:paraId="125B22F7" w14:textId="77777777" w:rsidR="00276CCE" w:rsidRDefault="00276CCE" w:rsidP="002A4158">
      <w:r>
        <w:t>— </w:t>
      </w:r>
      <w:proofErr w:type="spellStart"/>
      <w:r w:rsidR="002A4158" w:rsidRPr="00DA4E77">
        <w:t>Oréus</w:t>
      </w:r>
      <w:proofErr w:type="spellEnd"/>
      <w:r>
        <w:t xml:space="preserve">, </w:t>
      </w:r>
      <w:r w:rsidR="002A4158" w:rsidRPr="00DA4E77">
        <w:t>notre maître</w:t>
      </w:r>
      <w:r>
        <w:t xml:space="preserve">, </w:t>
      </w:r>
      <w:r w:rsidR="002A4158" w:rsidRPr="00DA4E77">
        <w:t xml:space="preserve">crois-tu que ton </w:t>
      </w:r>
      <w:r w:rsidR="002A4158" w:rsidRPr="00DA4E77">
        <w:rPr>
          <w:bCs/>
          <w:i/>
          <w:iCs/>
        </w:rPr>
        <w:t>Alérion</w:t>
      </w:r>
      <w:r w:rsidR="002A4158" w:rsidRPr="00DA4E77">
        <w:t xml:space="preserve"> puisse</w:t>
      </w:r>
      <w:r>
        <w:t xml:space="preserve">, </w:t>
      </w:r>
      <w:r w:rsidR="002A4158" w:rsidRPr="00DA4E77">
        <w:t>de haut</w:t>
      </w:r>
      <w:r>
        <w:t xml:space="preserve">, </w:t>
      </w:r>
      <w:r w:rsidR="002A4158" w:rsidRPr="00DA4E77">
        <w:t>lentement</w:t>
      </w:r>
      <w:r>
        <w:t xml:space="preserve">, </w:t>
      </w:r>
      <w:r w:rsidR="002A4158" w:rsidRPr="00DA4E77">
        <w:t>avec son long câble</w:t>
      </w:r>
      <w:r>
        <w:t xml:space="preserve">, </w:t>
      </w:r>
      <w:r w:rsidR="002A4158" w:rsidRPr="00DA4E77">
        <w:t>remorquer le radeau qui nous transportera</w:t>
      </w:r>
      <w:r>
        <w:t> ?</w:t>
      </w:r>
    </w:p>
    <w:p w14:paraId="6BB3FE68" w14:textId="77777777" w:rsidR="00276CCE" w:rsidRDefault="00276CCE" w:rsidP="002A4158">
      <w:r>
        <w:t>— </w:t>
      </w:r>
      <w:r w:rsidR="002A4158" w:rsidRPr="00DA4E77">
        <w:t>Un peu hardi</w:t>
      </w:r>
      <w:r>
        <w:t xml:space="preserve">, </w:t>
      </w:r>
      <w:r w:rsidR="002A4158" w:rsidRPr="00DA4E77">
        <w:t xml:space="preserve">fait </w:t>
      </w:r>
      <w:proofErr w:type="spellStart"/>
      <w:r w:rsidR="002A4158" w:rsidRPr="00DA4E77">
        <w:t>Oréus</w:t>
      </w:r>
      <w:proofErr w:type="spellEnd"/>
      <w:r>
        <w:t xml:space="preserve">, </w:t>
      </w:r>
      <w:r w:rsidR="002A4158" w:rsidRPr="00DA4E77">
        <w:t>mais non impossible</w:t>
      </w:r>
      <w:r>
        <w:t xml:space="preserve"> ! </w:t>
      </w:r>
      <w:r w:rsidR="002A4158" w:rsidRPr="00DA4E77">
        <w:t>Combien de survivants</w:t>
      </w:r>
      <w:r>
        <w:t xml:space="preserve">, </w:t>
      </w:r>
      <w:r w:rsidR="002A4158" w:rsidRPr="00DA4E77">
        <w:t>à peu près</w:t>
      </w:r>
      <w:r>
        <w:t> ?</w:t>
      </w:r>
    </w:p>
    <w:p w14:paraId="27A7E301" w14:textId="77777777" w:rsidR="00276CCE" w:rsidRDefault="00276CCE" w:rsidP="002A4158">
      <w:r>
        <w:t>— </w:t>
      </w:r>
      <w:r w:rsidR="002A4158" w:rsidRPr="00DA4E77">
        <w:t>Moins de deux cents</w:t>
      </w:r>
      <w:r>
        <w:t xml:space="preserve">, </w:t>
      </w:r>
      <w:r w:rsidR="002A4158" w:rsidRPr="00DA4E77">
        <w:t xml:space="preserve">déclare </w:t>
      </w:r>
      <w:proofErr w:type="spellStart"/>
      <w:r w:rsidR="002A4158" w:rsidRPr="00DA4E77">
        <w:t>Xanthès</w:t>
      </w:r>
      <w:proofErr w:type="spellEnd"/>
      <w:r>
        <w:t>.</w:t>
      </w:r>
    </w:p>
    <w:p w14:paraId="4A05D350" w14:textId="77777777" w:rsidR="00276CCE" w:rsidRDefault="00276CCE" w:rsidP="002A4158">
      <w:r>
        <w:t>— </w:t>
      </w:r>
      <w:r w:rsidR="002A4158" w:rsidRPr="00DA4E77">
        <w:t>Alors</w:t>
      </w:r>
      <w:r>
        <w:t xml:space="preserve">, </w:t>
      </w:r>
      <w:r w:rsidR="002A4158" w:rsidRPr="00DA4E77">
        <w:t>vous pouvez tenter</w:t>
      </w:r>
      <w:r>
        <w:t>.</w:t>
      </w:r>
    </w:p>
    <w:p w14:paraId="791F71EF" w14:textId="77777777" w:rsidR="00276CCE" w:rsidRDefault="00276CCE" w:rsidP="002A4158">
      <w:r>
        <w:t>— </w:t>
      </w:r>
      <w:r w:rsidR="002A4158" w:rsidRPr="00DA4E77">
        <w:t>Plus de deux cents</w:t>
      </w:r>
      <w:r>
        <w:t xml:space="preserve">, </w:t>
      </w:r>
      <w:r w:rsidR="002A4158" w:rsidRPr="00DA4E77">
        <w:t xml:space="preserve">dit </w:t>
      </w:r>
      <w:proofErr w:type="spellStart"/>
      <w:r w:rsidR="002A4158" w:rsidRPr="00DA4E77">
        <w:t>Glania</w:t>
      </w:r>
      <w:proofErr w:type="spellEnd"/>
      <w:r w:rsidR="002A4158" w:rsidRPr="00DA4E77">
        <w:t xml:space="preserve"> de sa voix douce</w:t>
      </w:r>
      <w:r>
        <w:t xml:space="preserve">. </w:t>
      </w:r>
      <w:r w:rsidR="002A4158" w:rsidRPr="00DA4E77">
        <w:t>Nous n</w:t>
      </w:r>
      <w:r>
        <w:t>’</w:t>
      </w:r>
      <w:r w:rsidR="002A4158" w:rsidRPr="00DA4E77">
        <w:t>avons pas compté les autres</w:t>
      </w:r>
      <w:r>
        <w:t>.</w:t>
      </w:r>
    </w:p>
    <w:p w14:paraId="5A2BC171" w14:textId="77777777" w:rsidR="00276CCE" w:rsidRDefault="00276CCE" w:rsidP="002A4158">
      <w:r>
        <w:t>— </w:t>
      </w:r>
      <w:r w:rsidR="002A4158" w:rsidRPr="00DA4E77">
        <w:t>Quels autres</w:t>
      </w:r>
      <w:r>
        <w:t xml:space="preserve"> ? </w:t>
      </w:r>
      <w:r w:rsidR="002A4158" w:rsidRPr="00DA4E77">
        <w:t xml:space="preserve">demande </w:t>
      </w:r>
      <w:proofErr w:type="spellStart"/>
      <w:r w:rsidR="002A4158" w:rsidRPr="00DA4E77">
        <w:t>Olbios</w:t>
      </w:r>
      <w:proofErr w:type="spellEnd"/>
      <w:r w:rsidR="002A4158" w:rsidRPr="00DA4E77">
        <w:t xml:space="preserve"> inquiet</w:t>
      </w:r>
      <w:r>
        <w:t xml:space="preserve">. </w:t>
      </w:r>
      <w:r w:rsidR="002A4158" w:rsidRPr="00DA4E77">
        <w:t>Les soldats égy</w:t>
      </w:r>
      <w:r w:rsidR="002A4158" w:rsidRPr="00DA4E77">
        <w:t>p</w:t>
      </w:r>
      <w:r w:rsidR="002A4158" w:rsidRPr="00DA4E77">
        <w:t>tiens venus hier à notre défense</w:t>
      </w:r>
      <w:r>
        <w:t> ?</w:t>
      </w:r>
    </w:p>
    <w:p w14:paraId="7E2B5816" w14:textId="77777777" w:rsidR="00276CCE" w:rsidRDefault="00276CCE" w:rsidP="002A4158">
      <w:r>
        <w:t>— </w:t>
      </w:r>
      <w:r w:rsidR="002A4158" w:rsidRPr="00DA4E77">
        <w:t>Tous morts</w:t>
      </w:r>
      <w:r>
        <w:t xml:space="preserve"> ! </w:t>
      </w:r>
      <w:r w:rsidR="002A4158" w:rsidRPr="00DA4E77">
        <w:t xml:space="preserve">réplique </w:t>
      </w:r>
      <w:proofErr w:type="spellStart"/>
      <w:r w:rsidR="002A4158" w:rsidRPr="00DA4E77">
        <w:t>Hermos</w:t>
      </w:r>
      <w:proofErr w:type="spellEnd"/>
      <w:r>
        <w:t xml:space="preserve">. </w:t>
      </w:r>
      <w:r w:rsidR="002A4158" w:rsidRPr="00DA4E77">
        <w:t>Pas un n</w:t>
      </w:r>
      <w:r>
        <w:t>’</w:t>
      </w:r>
      <w:r w:rsidR="002A4158" w:rsidRPr="00DA4E77">
        <w:t>a voulu s</w:t>
      </w:r>
      <w:r>
        <w:t>’</w:t>
      </w:r>
      <w:r w:rsidR="002A4158" w:rsidRPr="00DA4E77">
        <w:t>enfuir sur les collines</w:t>
      </w:r>
      <w:r>
        <w:t xml:space="preserve">, </w:t>
      </w:r>
      <w:r w:rsidR="002A4158" w:rsidRPr="00DA4E77">
        <w:t>malgré les fureurs de la mer</w:t>
      </w:r>
      <w:r>
        <w:t xml:space="preserve">. </w:t>
      </w:r>
      <w:r w:rsidR="002A4158" w:rsidRPr="00DA4E77">
        <w:t>Tous sont morts au poste même qu</w:t>
      </w:r>
      <w:r>
        <w:t>’</w:t>
      </w:r>
      <w:proofErr w:type="spellStart"/>
      <w:r w:rsidR="002A4158" w:rsidRPr="00DA4E77">
        <w:t>Hellas</w:t>
      </w:r>
      <w:proofErr w:type="spellEnd"/>
      <w:r w:rsidR="002A4158" w:rsidRPr="00DA4E77">
        <w:t xml:space="preserve"> leur avait assigné</w:t>
      </w:r>
      <w:r>
        <w:t>.</w:t>
      </w:r>
    </w:p>
    <w:p w14:paraId="111D3CF3" w14:textId="77777777" w:rsidR="00276CCE" w:rsidRDefault="00276CCE" w:rsidP="002A4158">
      <w:r>
        <w:t>— </w:t>
      </w:r>
      <w:r w:rsidR="002A4158" w:rsidRPr="00DA4E77">
        <w:t xml:space="preserve">Les soldats de </w:t>
      </w:r>
      <w:proofErr w:type="spellStart"/>
      <w:r w:rsidR="002A4158" w:rsidRPr="00DA4E77">
        <w:t>Knephao</w:t>
      </w:r>
      <w:proofErr w:type="spellEnd"/>
      <w:r w:rsidR="002A4158" w:rsidRPr="00DA4E77">
        <w:t xml:space="preserve"> ne quittent jamais leur poste</w:t>
      </w:r>
      <w:r>
        <w:t xml:space="preserve">, </w:t>
      </w:r>
      <w:r w:rsidR="002A4158" w:rsidRPr="00DA4E77">
        <w:t>a</w:t>
      </w:r>
      <w:r w:rsidR="002A4158" w:rsidRPr="00DA4E77">
        <w:t>f</w:t>
      </w:r>
      <w:r w:rsidR="002A4158" w:rsidRPr="00DA4E77">
        <w:t xml:space="preserve">firme </w:t>
      </w:r>
      <w:proofErr w:type="spellStart"/>
      <w:r w:rsidR="002A4158" w:rsidRPr="00DA4E77">
        <w:t>Hellas</w:t>
      </w:r>
      <w:proofErr w:type="spellEnd"/>
      <w:r>
        <w:t>.</w:t>
      </w:r>
    </w:p>
    <w:p w14:paraId="100AFD3A" w14:textId="77777777" w:rsidR="00276CCE" w:rsidRDefault="00276CCE" w:rsidP="002A4158">
      <w:r>
        <w:t>— </w:t>
      </w:r>
      <w:r w:rsidR="002A4158" w:rsidRPr="00DA4E77">
        <w:t>Les pauvres gens</w:t>
      </w:r>
      <w:r>
        <w:t> !</w:t>
      </w:r>
    </w:p>
    <w:p w14:paraId="19480D17" w14:textId="77777777" w:rsidR="00276CCE" w:rsidRDefault="00276CCE" w:rsidP="002A4158">
      <w:r>
        <w:t>— </w:t>
      </w:r>
      <w:r w:rsidR="002A4158" w:rsidRPr="00DA4E77">
        <w:t>Les braves gens</w:t>
      </w:r>
      <w:r>
        <w:t> !</w:t>
      </w:r>
    </w:p>
    <w:p w14:paraId="17A455A9" w14:textId="77777777" w:rsidR="00276CCE" w:rsidRDefault="00276CCE" w:rsidP="002A4158">
      <w:r>
        <w:t>— </w:t>
      </w:r>
      <w:r w:rsidR="002A4158" w:rsidRPr="00DA4E77">
        <w:t>Alors quels autres</w:t>
      </w:r>
      <w:r>
        <w:t xml:space="preserve"> ? </w:t>
      </w:r>
      <w:r w:rsidR="002A4158" w:rsidRPr="00DA4E77">
        <w:t xml:space="preserve">insiste </w:t>
      </w:r>
      <w:proofErr w:type="spellStart"/>
      <w:r w:rsidR="002A4158" w:rsidRPr="00DA4E77">
        <w:t>Olbios</w:t>
      </w:r>
      <w:proofErr w:type="spellEnd"/>
      <w:r>
        <w:t>.</w:t>
      </w:r>
    </w:p>
    <w:p w14:paraId="6C4DD4CD" w14:textId="77777777" w:rsidR="00276CCE" w:rsidRDefault="00276CCE" w:rsidP="002A4158">
      <w:r>
        <w:t>— </w:t>
      </w:r>
      <w:r w:rsidR="002A4158" w:rsidRPr="00DA4E77">
        <w:t>Je les ai vus</w:t>
      </w:r>
      <w:r>
        <w:t xml:space="preserve">, </w:t>
      </w:r>
      <w:r w:rsidR="002A4158" w:rsidRPr="00DA4E77">
        <w:t>du haut de l</w:t>
      </w:r>
      <w:r>
        <w:t>’</w:t>
      </w:r>
      <w:r w:rsidR="002A4158" w:rsidRPr="00DA4E77">
        <w:rPr>
          <w:bCs/>
          <w:i/>
          <w:iCs/>
        </w:rPr>
        <w:t>Alérion</w:t>
      </w:r>
      <w:r>
        <w:rPr>
          <w:bCs/>
          <w:i/>
          <w:iCs/>
        </w:rPr>
        <w:t xml:space="preserve">, </w:t>
      </w:r>
      <w:r w:rsidR="002A4158" w:rsidRPr="00DA4E77">
        <w:t xml:space="preserve">reprend </w:t>
      </w:r>
      <w:proofErr w:type="spellStart"/>
      <w:r w:rsidR="002A4158" w:rsidRPr="00DA4E77">
        <w:t>Glania</w:t>
      </w:r>
      <w:proofErr w:type="spellEnd"/>
      <w:r>
        <w:t xml:space="preserve">, </w:t>
      </w:r>
      <w:r w:rsidR="002A4158" w:rsidRPr="00DA4E77">
        <w:t xml:space="preserve">et </w:t>
      </w:r>
      <w:proofErr w:type="spellStart"/>
      <w:r w:rsidR="002A4158" w:rsidRPr="00DA4E77">
        <w:t>Thébao</w:t>
      </w:r>
      <w:proofErr w:type="spellEnd"/>
      <w:r w:rsidR="002A4158" w:rsidRPr="00DA4E77">
        <w:t xml:space="preserve"> aussi</w:t>
      </w:r>
      <w:r>
        <w:t xml:space="preserve">, </w:t>
      </w:r>
      <w:r w:rsidR="002A4158" w:rsidRPr="00DA4E77">
        <w:t xml:space="preserve">et aussi </w:t>
      </w:r>
      <w:proofErr w:type="spellStart"/>
      <w:r w:rsidR="002A4158" w:rsidRPr="00DA4E77">
        <w:t>Knephao</w:t>
      </w:r>
      <w:proofErr w:type="spellEnd"/>
      <w:r>
        <w:t>.</w:t>
      </w:r>
    </w:p>
    <w:p w14:paraId="1DF8B8A3" w14:textId="77777777" w:rsidR="00276CCE" w:rsidRDefault="00276CCE" w:rsidP="002A4158">
      <w:r>
        <w:t>— </w:t>
      </w:r>
      <w:r w:rsidR="002A4158" w:rsidRPr="00DA4E77">
        <w:t>Exact</w:t>
      </w:r>
      <w:r>
        <w:t xml:space="preserve"> ! </w:t>
      </w:r>
      <w:r w:rsidR="002A4158" w:rsidRPr="00DA4E77">
        <w:t xml:space="preserve">affirme </w:t>
      </w:r>
      <w:proofErr w:type="spellStart"/>
      <w:r w:rsidR="002A4158" w:rsidRPr="00DA4E77">
        <w:t>Thébao</w:t>
      </w:r>
      <w:proofErr w:type="spellEnd"/>
      <w:r>
        <w:t>.</w:t>
      </w:r>
    </w:p>
    <w:p w14:paraId="6CE3002F" w14:textId="77777777" w:rsidR="00276CCE" w:rsidRDefault="00276CCE" w:rsidP="002A4158">
      <w:r>
        <w:lastRenderedPageBreak/>
        <w:t>— </w:t>
      </w:r>
      <w:r w:rsidR="002A4158" w:rsidRPr="00DA4E77">
        <w:t>Là-bas</w:t>
      </w:r>
      <w:r>
        <w:t xml:space="preserve">, </w:t>
      </w:r>
      <w:r w:rsidR="002A4158" w:rsidRPr="00DA4E77">
        <w:t>du côté de la colline du nord</w:t>
      </w:r>
      <w:r>
        <w:t xml:space="preserve">, </w:t>
      </w:r>
      <w:r w:rsidR="002A4158" w:rsidRPr="00DA4E77">
        <w:t>ils semblaient de</w:t>
      </w:r>
      <w:r w:rsidR="002A4158" w:rsidRPr="00DA4E77">
        <w:t>s</w:t>
      </w:r>
      <w:r w:rsidR="002A4158" w:rsidRPr="00DA4E77">
        <w:t>cendre lentement à travers les rochers</w:t>
      </w:r>
      <w:r>
        <w:t>.</w:t>
      </w:r>
    </w:p>
    <w:p w14:paraId="7E8A67FD" w14:textId="77777777" w:rsidR="00276CCE" w:rsidRDefault="00276CCE" w:rsidP="002A4158">
      <w:r>
        <w:t>— </w:t>
      </w:r>
      <w:r w:rsidR="002A4158" w:rsidRPr="00DA4E77">
        <w:t>Et combien</w:t>
      </w:r>
      <w:r>
        <w:t> ?</w:t>
      </w:r>
    </w:p>
    <w:p w14:paraId="6E359D84" w14:textId="77777777" w:rsidR="00276CCE" w:rsidRDefault="00276CCE" w:rsidP="002A4158">
      <w:r>
        <w:t>— </w:t>
      </w:r>
      <w:r w:rsidR="002A4158" w:rsidRPr="00DA4E77">
        <w:t>On ne peut juger de loin</w:t>
      </w:r>
      <w:r>
        <w:t xml:space="preserve">, </w:t>
      </w:r>
      <w:r w:rsidR="002A4158" w:rsidRPr="00DA4E77">
        <w:t xml:space="preserve">reprend </w:t>
      </w:r>
      <w:proofErr w:type="spellStart"/>
      <w:r w:rsidR="002A4158" w:rsidRPr="00DA4E77">
        <w:t>Thébao</w:t>
      </w:r>
      <w:proofErr w:type="spellEnd"/>
      <w:r>
        <w:t xml:space="preserve">. </w:t>
      </w:r>
      <w:r w:rsidR="002A4158" w:rsidRPr="00DA4E77">
        <w:t>Un groupe a</w:t>
      </w:r>
      <w:r w:rsidR="002A4158" w:rsidRPr="00DA4E77">
        <w:t>s</w:t>
      </w:r>
      <w:r w:rsidR="002A4158" w:rsidRPr="00DA4E77">
        <w:t>sez compact</w:t>
      </w:r>
      <w:r>
        <w:t xml:space="preserve">. </w:t>
      </w:r>
      <w:r w:rsidR="002A4158" w:rsidRPr="00DA4E77">
        <w:t>Mettons une centaine</w:t>
      </w:r>
      <w:r>
        <w:t xml:space="preserve"> : </w:t>
      </w:r>
      <w:r w:rsidR="002A4158" w:rsidRPr="00DA4E77">
        <w:t>pas plus</w:t>
      </w:r>
      <w:r>
        <w:t> !</w:t>
      </w:r>
    </w:p>
    <w:p w14:paraId="12DAE6CC" w14:textId="77777777" w:rsidR="00276CCE" w:rsidRDefault="00276CCE" w:rsidP="002A4158">
      <w:r>
        <w:t>— </w:t>
      </w:r>
      <w:r w:rsidR="002A4158" w:rsidRPr="00DA4E77">
        <w:t>Une centaine</w:t>
      </w:r>
      <w:r>
        <w:t xml:space="preserve"> ? </w:t>
      </w:r>
      <w:r w:rsidR="002A4158" w:rsidRPr="00DA4E77">
        <w:t xml:space="preserve">gémit </w:t>
      </w:r>
      <w:proofErr w:type="spellStart"/>
      <w:r w:rsidR="002A4158" w:rsidRPr="00DA4E77">
        <w:t>Olbios</w:t>
      </w:r>
      <w:proofErr w:type="spellEnd"/>
      <w:r>
        <w:t xml:space="preserve">. </w:t>
      </w:r>
      <w:r w:rsidR="002A4158" w:rsidRPr="00DA4E77">
        <w:t>C</w:t>
      </w:r>
      <w:r>
        <w:t>’</w:t>
      </w:r>
      <w:r w:rsidR="002A4158" w:rsidRPr="00DA4E77">
        <w:t>est épouvantable</w:t>
      </w:r>
      <w:r>
        <w:t xml:space="preserve"> ! </w:t>
      </w:r>
      <w:r w:rsidR="002A4158" w:rsidRPr="00DA4E77">
        <w:t>Dép</w:t>
      </w:r>
      <w:r w:rsidR="002A4158" w:rsidRPr="00DA4E77">
        <w:t>ê</w:t>
      </w:r>
      <w:r w:rsidR="002A4158" w:rsidRPr="00DA4E77">
        <w:t>chons-nous</w:t>
      </w:r>
      <w:r>
        <w:t xml:space="preserve">, </w:t>
      </w:r>
      <w:r w:rsidR="002A4158" w:rsidRPr="00DA4E77">
        <w:t>alors</w:t>
      </w:r>
      <w:r>
        <w:t xml:space="preserve">. </w:t>
      </w:r>
      <w:r w:rsidR="002A4158" w:rsidRPr="00DA4E77">
        <w:t>Partons avant qu</w:t>
      </w:r>
      <w:r>
        <w:t>’</w:t>
      </w:r>
      <w:r w:rsidR="002A4158" w:rsidRPr="00DA4E77">
        <w:t>ils n</w:t>
      </w:r>
      <w:r>
        <w:t>’</w:t>
      </w:r>
      <w:r w:rsidR="002A4158" w:rsidRPr="00DA4E77">
        <w:t>arrivent</w:t>
      </w:r>
      <w:r>
        <w:t>.</w:t>
      </w:r>
    </w:p>
    <w:p w14:paraId="6AE2865C" w14:textId="77777777" w:rsidR="00276CCE" w:rsidRDefault="002A4158" w:rsidP="002A4158">
      <w:r w:rsidRPr="00DA4E77">
        <w:t>Un cri de réprobation s</w:t>
      </w:r>
      <w:r w:rsidR="00276CCE">
        <w:t>’</w:t>
      </w:r>
      <w:r w:rsidRPr="00DA4E77">
        <w:t>élève</w:t>
      </w:r>
      <w:r w:rsidR="00276CCE">
        <w:t xml:space="preserve">, </w:t>
      </w:r>
      <w:r w:rsidRPr="00DA4E77">
        <w:t>unanime</w:t>
      </w:r>
      <w:r w:rsidR="00276CCE">
        <w:t>.</w:t>
      </w:r>
    </w:p>
    <w:p w14:paraId="0CCA718E" w14:textId="77777777" w:rsidR="00276CCE" w:rsidRDefault="00276CCE" w:rsidP="002A4158">
      <w:r>
        <w:t>— </w:t>
      </w:r>
      <w:r w:rsidR="002A4158" w:rsidRPr="00DA4E77">
        <w:t>Mais si le radeau n</w:t>
      </w:r>
      <w:r>
        <w:t>’</w:t>
      </w:r>
      <w:r w:rsidR="002A4158" w:rsidRPr="00DA4E77">
        <w:t>est pas assez grand</w:t>
      </w:r>
      <w:r>
        <w:t xml:space="preserve">, </w:t>
      </w:r>
      <w:r w:rsidR="002A4158" w:rsidRPr="00DA4E77">
        <w:t xml:space="preserve">interrompt </w:t>
      </w:r>
      <w:proofErr w:type="spellStart"/>
      <w:r w:rsidR="002A4158" w:rsidRPr="00DA4E77">
        <w:t>Oréus</w:t>
      </w:r>
      <w:proofErr w:type="spellEnd"/>
      <w:r>
        <w:t xml:space="preserve">, </w:t>
      </w:r>
      <w:r w:rsidR="002A4158" w:rsidRPr="00DA4E77">
        <w:t>on pourra faire deux voyages</w:t>
      </w:r>
      <w:r>
        <w:t xml:space="preserve">. </w:t>
      </w:r>
      <w:r w:rsidR="002A4158" w:rsidRPr="00DA4E77">
        <w:t>On tirera au sort les deux groupes</w:t>
      </w:r>
      <w:r>
        <w:t xml:space="preserve">. </w:t>
      </w:r>
      <w:r w:rsidR="002A4158" w:rsidRPr="00DA4E77">
        <w:t>Je resterai ici avec le second</w:t>
      </w:r>
      <w:r>
        <w:t>.</w:t>
      </w:r>
    </w:p>
    <w:p w14:paraId="4ED898B4" w14:textId="77777777" w:rsidR="00276CCE" w:rsidRDefault="00276CCE" w:rsidP="002A4158">
      <w:r>
        <w:t>— </w:t>
      </w:r>
      <w:r w:rsidR="002A4158" w:rsidRPr="00DA4E77">
        <w:t>Pour le deuxième voyage</w:t>
      </w:r>
      <w:r>
        <w:t xml:space="preserve">, </w:t>
      </w:r>
      <w:r w:rsidR="002A4158" w:rsidRPr="00DA4E77">
        <w:t>pas besoin du radeau</w:t>
      </w:r>
      <w:r>
        <w:t xml:space="preserve">, </w:t>
      </w:r>
      <w:r w:rsidR="002A4158" w:rsidRPr="00DA4E77">
        <w:t xml:space="preserve">fait </w:t>
      </w:r>
      <w:proofErr w:type="spellStart"/>
      <w:r w:rsidR="002A4158" w:rsidRPr="00DA4E77">
        <w:t>He</w:t>
      </w:r>
      <w:r w:rsidR="002A4158" w:rsidRPr="00DA4E77">
        <w:t>l</w:t>
      </w:r>
      <w:r w:rsidR="002A4158" w:rsidRPr="00DA4E77">
        <w:t>las</w:t>
      </w:r>
      <w:proofErr w:type="spellEnd"/>
      <w:r>
        <w:t xml:space="preserve">. </w:t>
      </w:r>
      <w:r w:rsidR="002A4158" w:rsidRPr="00DA4E77">
        <w:t>J</w:t>
      </w:r>
      <w:r>
        <w:t>’</w:t>
      </w:r>
      <w:r w:rsidR="002A4158" w:rsidRPr="00DA4E77">
        <w:t>ai l</w:t>
      </w:r>
      <w:r>
        <w:t>’</w:t>
      </w:r>
      <w:r w:rsidR="002A4158" w:rsidRPr="00DA4E77">
        <w:t>intention de vous conduire à l</w:t>
      </w:r>
      <w:r>
        <w:t>’</w:t>
      </w:r>
      <w:r w:rsidR="002A4158" w:rsidRPr="00DA4E77">
        <w:t>embouchure du fleuve Adour</w:t>
      </w:r>
      <w:r>
        <w:t xml:space="preserve">, </w:t>
      </w:r>
      <w:r w:rsidR="002A4158" w:rsidRPr="00DA4E77">
        <w:t xml:space="preserve">chez les peuples de </w:t>
      </w:r>
      <w:proofErr w:type="spellStart"/>
      <w:r w:rsidR="002A4158" w:rsidRPr="00DA4E77">
        <w:t>Basconie</w:t>
      </w:r>
      <w:proofErr w:type="spellEnd"/>
      <w:r w:rsidR="002A4158" w:rsidRPr="00DA4E77">
        <w:t xml:space="preserve"> et de Biscaye que je connais bien</w:t>
      </w:r>
      <w:r>
        <w:t xml:space="preserve">, </w:t>
      </w:r>
      <w:r w:rsidR="002A4158" w:rsidRPr="00DA4E77">
        <w:t xml:space="preserve">et </w:t>
      </w:r>
      <w:proofErr w:type="spellStart"/>
      <w:r w:rsidR="002A4158" w:rsidRPr="00DA4E77">
        <w:t>Knephao</w:t>
      </w:r>
      <w:proofErr w:type="spellEnd"/>
      <w:r w:rsidR="002A4158" w:rsidRPr="00DA4E77">
        <w:t xml:space="preserve"> les a traités si généreusement qu</w:t>
      </w:r>
      <w:r>
        <w:t>’</w:t>
      </w:r>
      <w:r w:rsidR="002A4158" w:rsidRPr="00DA4E77">
        <w:t>ils devinrent ses amis</w:t>
      </w:r>
      <w:r>
        <w:t xml:space="preserve">. </w:t>
      </w:r>
      <w:r w:rsidR="002A4158" w:rsidRPr="00DA4E77">
        <w:t>J</w:t>
      </w:r>
      <w:r>
        <w:t>’</w:t>
      </w:r>
      <w:r w:rsidR="002A4158" w:rsidRPr="00DA4E77">
        <w:t xml:space="preserve">irai trouver le fameux </w:t>
      </w:r>
      <w:proofErr w:type="spellStart"/>
      <w:r w:rsidR="002A4158" w:rsidRPr="00DA4E77">
        <w:t>Gaouran</w:t>
      </w:r>
      <w:proofErr w:type="spellEnd"/>
      <w:r>
        <w:t xml:space="preserve">, </w:t>
      </w:r>
      <w:r w:rsidR="002A4158" w:rsidRPr="00DA4E77">
        <w:t>véritable roi de ces contrées</w:t>
      </w:r>
      <w:r>
        <w:t xml:space="preserve">, </w:t>
      </w:r>
      <w:r w:rsidR="002A4158" w:rsidRPr="00DA4E77">
        <w:t>roi par son influence et l</w:t>
      </w:r>
      <w:r>
        <w:t>’</w:t>
      </w:r>
      <w:r w:rsidR="002A4158" w:rsidRPr="00DA4E77">
        <w:t>amour qu</w:t>
      </w:r>
      <w:r>
        <w:t>’</w:t>
      </w:r>
      <w:r w:rsidR="002A4158" w:rsidRPr="00DA4E77">
        <w:t>on a pour lui</w:t>
      </w:r>
      <w:r>
        <w:t xml:space="preserve">. </w:t>
      </w:r>
      <w:r w:rsidR="002A4158" w:rsidRPr="00DA4E77">
        <w:t>Un peu rude</w:t>
      </w:r>
      <w:r>
        <w:t xml:space="preserve">, </w:t>
      </w:r>
      <w:r w:rsidR="002A4158" w:rsidRPr="00DA4E77">
        <w:t>un peu vif en paroles</w:t>
      </w:r>
      <w:r>
        <w:t xml:space="preserve">, </w:t>
      </w:r>
      <w:r w:rsidR="002A4158" w:rsidRPr="00DA4E77">
        <w:t>mais d</w:t>
      </w:r>
      <w:r>
        <w:t>’</w:t>
      </w:r>
      <w:r w:rsidR="002A4158" w:rsidRPr="00DA4E77">
        <w:t>un cœur sans détour</w:t>
      </w:r>
      <w:r>
        <w:t xml:space="preserve">. </w:t>
      </w:r>
      <w:r w:rsidR="002A4158" w:rsidRPr="00DA4E77">
        <w:t>Il n</w:t>
      </w:r>
      <w:r>
        <w:t>’</w:t>
      </w:r>
      <w:r w:rsidR="002A4158" w:rsidRPr="00DA4E77">
        <w:t>aimait pas Atlantis</w:t>
      </w:r>
      <w:r>
        <w:t xml:space="preserve">. </w:t>
      </w:r>
      <w:r w:rsidR="002A4158" w:rsidRPr="00DA4E77">
        <w:t>Il l</w:t>
      </w:r>
      <w:r>
        <w:t>’</w:t>
      </w:r>
      <w:r w:rsidR="002A4158" w:rsidRPr="00DA4E77">
        <w:t>a combattue loyalement</w:t>
      </w:r>
      <w:r>
        <w:t xml:space="preserve">. </w:t>
      </w:r>
      <w:r w:rsidR="002A4158" w:rsidRPr="00DA4E77">
        <w:t>Mais</w:t>
      </w:r>
      <w:r>
        <w:t xml:space="preserve">, </w:t>
      </w:r>
      <w:r w:rsidR="002A4158" w:rsidRPr="00DA4E77">
        <w:t>la paix faite</w:t>
      </w:r>
      <w:r>
        <w:t xml:space="preserve">, </w:t>
      </w:r>
      <w:r w:rsidR="002A4158" w:rsidRPr="00DA4E77">
        <w:t xml:space="preserve">il a embrassé </w:t>
      </w:r>
      <w:proofErr w:type="spellStart"/>
      <w:r w:rsidR="002A4158" w:rsidRPr="00DA4E77">
        <w:t>Knephao</w:t>
      </w:r>
      <w:proofErr w:type="spellEnd"/>
      <w:r w:rsidR="002A4158" w:rsidRPr="00DA4E77">
        <w:t xml:space="preserve"> sur le champ de bataille</w:t>
      </w:r>
      <w:r>
        <w:t xml:space="preserve"> : </w:t>
      </w:r>
      <w:r w:rsidR="002A4158" w:rsidRPr="00DA4E77">
        <w:t>il nous donnera tout ce dont nous aurons besoin</w:t>
      </w:r>
      <w:r>
        <w:t xml:space="preserve">. </w:t>
      </w:r>
      <w:r w:rsidR="002A4158" w:rsidRPr="00DA4E77">
        <w:t>Je réponds de lui</w:t>
      </w:r>
      <w:r>
        <w:t>.</w:t>
      </w:r>
    </w:p>
    <w:p w14:paraId="19C7CC60" w14:textId="77777777" w:rsidR="00276CCE" w:rsidRDefault="00276CCE" w:rsidP="002A4158">
      <w:r>
        <w:t>— </w:t>
      </w:r>
      <w:r w:rsidR="002A4158" w:rsidRPr="00DA4E77">
        <w:t>J</w:t>
      </w:r>
      <w:r>
        <w:t>’</w:t>
      </w:r>
      <w:r w:rsidR="002A4158" w:rsidRPr="00DA4E77">
        <w:t>en réponds aussi</w:t>
      </w:r>
      <w:r>
        <w:t xml:space="preserve"> ! </w:t>
      </w:r>
      <w:r w:rsidR="002A4158" w:rsidRPr="00DA4E77">
        <w:t xml:space="preserve">affirme </w:t>
      </w:r>
      <w:proofErr w:type="spellStart"/>
      <w:r w:rsidR="002A4158" w:rsidRPr="00DA4E77">
        <w:t>Knephao</w:t>
      </w:r>
      <w:proofErr w:type="spellEnd"/>
      <w:r>
        <w:t>.</w:t>
      </w:r>
    </w:p>
    <w:p w14:paraId="6FC1350F" w14:textId="77777777" w:rsidR="00276CCE" w:rsidRDefault="00276CCE" w:rsidP="002A4158">
      <w:r>
        <w:t>— </w:t>
      </w:r>
      <w:r w:rsidR="002A4158" w:rsidRPr="00DA4E77">
        <w:t xml:space="preserve">Vous savez que les Biscayens et les </w:t>
      </w:r>
      <w:proofErr w:type="spellStart"/>
      <w:r w:rsidR="002A4158" w:rsidRPr="00DA4E77">
        <w:t>Basconiens</w:t>
      </w:r>
      <w:proofErr w:type="spellEnd"/>
      <w:r w:rsidR="002A4158" w:rsidRPr="00DA4E77">
        <w:t xml:space="preserve"> sont les plus grands navigateurs du monde</w:t>
      </w:r>
      <w:r>
        <w:t xml:space="preserve">, </w:t>
      </w:r>
      <w:r w:rsidR="002A4158" w:rsidRPr="00DA4E77">
        <w:t>et</w:t>
      </w:r>
      <w:r>
        <w:t xml:space="preserve">, </w:t>
      </w:r>
      <w:r w:rsidR="002A4158" w:rsidRPr="00DA4E77">
        <w:t>lui</w:t>
      </w:r>
      <w:r>
        <w:t xml:space="preserve">, </w:t>
      </w:r>
      <w:r w:rsidR="002A4158" w:rsidRPr="00DA4E77">
        <w:t>le meilleur navig</w:t>
      </w:r>
      <w:r w:rsidR="002A4158" w:rsidRPr="00DA4E77">
        <w:t>a</w:t>
      </w:r>
      <w:r w:rsidR="002A4158" w:rsidRPr="00DA4E77">
        <w:t xml:space="preserve">teur de la </w:t>
      </w:r>
      <w:proofErr w:type="spellStart"/>
      <w:r w:rsidR="002A4158" w:rsidRPr="00DA4E77">
        <w:t>Basconie</w:t>
      </w:r>
      <w:proofErr w:type="spellEnd"/>
      <w:r>
        <w:t xml:space="preserve"> : </w:t>
      </w:r>
      <w:r w:rsidR="002A4158" w:rsidRPr="00DA4E77">
        <w:t>il a déjà parcouru tout l</w:t>
      </w:r>
      <w:r>
        <w:t>’</w:t>
      </w:r>
      <w:r w:rsidR="002A4158" w:rsidRPr="00DA4E77">
        <w:t>univers</w:t>
      </w:r>
      <w:r>
        <w:t>.</w:t>
      </w:r>
    </w:p>
    <w:p w14:paraId="1EEC0EDE" w14:textId="77777777" w:rsidR="00276CCE" w:rsidRDefault="00276CCE" w:rsidP="002A4158">
      <w:r>
        <w:lastRenderedPageBreak/>
        <w:t>— </w:t>
      </w:r>
      <w:r w:rsidR="002A4158" w:rsidRPr="00DA4E77">
        <w:t>Il devait même venir aujourd</w:t>
      </w:r>
      <w:r>
        <w:t>’</w:t>
      </w:r>
      <w:r w:rsidR="002A4158" w:rsidRPr="00DA4E77">
        <w:t>hui pour la fête de l</w:t>
      </w:r>
      <w:r>
        <w:t>’</w:t>
      </w:r>
      <w:r w:rsidR="002A4158" w:rsidRPr="00DA4E77">
        <w:t>Orient</w:t>
      </w:r>
      <w:r>
        <w:t xml:space="preserve">, </w:t>
      </w:r>
      <w:r w:rsidR="002A4158" w:rsidRPr="00DA4E77">
        <w:t xml:space="preserve">interrompt </w:t>
      </w:r>
      <w:proofErr w:type="spellStart"/>
      <w:r w:rsidR="002A4158" w:rsidRPr="00DA4E77">
        <w:t>Hermos</w:t>
      </w:r>
      <w:proofErr w:type="spellEnd"/>
      <w:r>
        <w:t xml:space="preserve">. </w:t>
      </w:r>
      <w:r w:rsidR="002A4158" w:rsidRPr="00DA4E77">
        <w:t>La tourmente de cette nuit a dû l</w:t>
      </w:r>
      <w:r>
        <w:t>’</w:t>
      </w:r>
      <w:r w:rsidR="002A4158" w:rsidRPr="00DA4E77">
        <w:t>en emp</w:t>
      </w:r>
      <w:r w:rsidR="002A4158" w:rsidRPr="00DA4E77">
        <w:t>ê</w:t>
      </w:r>
      <w:r w:rsidR="002A4158" w:rsidRPr="00DA4E77">
        <w:t>cher et lui faire rebrousser chemin</w:t>
      </w:r>
      <w:r>
        <w:t>.</w:t>
      </w:r>
    </w:p>
    <w:p w14:paraId="4CE2D790" w14:textId="77777777" w:rsidR="00276CCE" w:rsidRDefault="00276CCE" w:rsidP="002A4158">
      <w:r>
        <w:t>— </w:t>
      </w:r>
      <w:r w:rsidR="002A4158" w:rsidRPr="00DA4E77">
        <w:t>Pourvu qu</w:t>
      </w:r>
      <w:r>
        <w:t>’</w:t>
      </w:r>
      <w:r w:rsidR="002A4158" w:rsidRPr="00DA4E77">
        <w:t>elle ne l</w:t>
      </w:r>
      <w:r>
        <w:t>’</w:t>
      </w:r>
      <w:r w:rsidR="002A4158" w:rsidRPr="00DA4E77">
        <w:t>ait pas englouti</w:t>
      </w:r>
      <w:r>
        <w:t xml:space="preserve"> ! </w:t>
      </w:r>
      <w:r w:rsidR="002A4158" w:rsidRPr="00DA4E77">
        <w:t xml:space="preserve">murmure </w:t>
      </w:r>
      <w:proofErr w:type="spellStart"/>
      <w:r w:rsidR="002A4158" w:rsidRPr="00DA4E77">
        <w:t>Asmonia</w:t>
      </w:r>
      <w:proofErr w:type="spellEnd"/>
      <w:r>
        <w:t>.</w:t>
      </w:r>
    </w:p>
    <w:p w14:paraId="55CF2B88" w14:textId="77777777" w:rsidR="00276CCE" w:rsidRDefault="00276CCE" w:rsidP="002A4158">
      <w:r>
        <w:t>— </w:t>
      </w:r>
      <w:r w:rsidR="002A4158" w:rsidRPr="00DA4E77">
        <w:t xml:space="preserve">Aucune tempête ne peut engloutir </w:t>
      </w:r>
      <w:proofErr w:type="spellStart"/>
      <w:r w:rsidR="002A4158" w:rsidRPr="00DA4E77">
        <w:t>Gaouran</w:t>
      </w:r>
      <w:proofErr w:type="spellEnd"/>
      <w:r>
        <w:t xml:space="preserve"> ! </w:t>
      </w:r>
      <w:r w:rsidR="002A4158" w:rsidRPr="00DA4E77">
        <w:t xml:space="preserve">affirme tranquillement </w:t>
      </w:r>
      <w:proofErr w:type="spellStart"/>
      <w:r w:rsidR="002A4158" w:rsidRPr="00DA4E77">
        <w:t>Knephao</w:t>
      </w:r>
      <w:proofErr w:type="spellEnd"/>
      <w:r>
        <w:t>.</w:t>
      </w:r>
    </w:p>
    <w:p w14:paraId="5020E8B7" w14:textId="77777777" w:rsidR="00276CCE" w:rsidRDefault="00276CCE" w:rsidP="002A4158">
      <w:r>
        <w:t>— </w:t>
      </w:r>
      <w:r w:rsidR="002A4158" w:rsidRPr="00DA4E77">
        <w:t>En tous les cas</w:t>
      </w:r>
      <w:r>
        <w:t xml:space="preserve">, </w:t>
      </w:r>
      <w:r w:rsidR="002A4158" w:rsidRPr="00DA4E77">
        <w:t xml:space="preserve">grogne </w:t>
      </w:r>
      <w:proofErr w:type="spellStart"/>
      <w:r w:rsidR="002A4158" w:rsidRPr="00DA4E77">
        <w:t>Olbios</w:t>
      </w:r>
      <w:proofErr w:type="spellEnd"/>
      <w:r>
        <w:t xml:space="preserve">, </w:t>
      </w:r>
      <w:r w:rsidR="002A4158" w:rsidRPr="00DA4E77">
        <w:t>nous restons dans l</w:t>
      </w:r>
      <w:r>
        <w:t>’</w:t>
      </w:r>
      <w:r w:rsidR="002A4158" w:rsidRPr="00DA4E77">
        <w:t>incertitude</w:t>
      </w:r>
      <w:r>
        <w:t>.</w:t>
      </w:r>
    </w:p>
    <w:p w14:paraId="4386EB92" w14:textId="77777777" w:rsidR="00276CCE" w:rsidRDefault="00276CCE" w:rsidP="002A4158">
      <w:r>
        <w:t>— </w:t>
      </w:r>
      <w:r w:rsidR="002A4158" w:rsidRPr="00DA4E77">
        <w:t>Même si</w:t>
      </w:r>
      <w:r>
        <w:t xml:space="preserve">, </w:t>
      </w:r>
      <w:r w:rsidR="002A4158" w:rsidRPr="00DA4E77">
        <w:t>par malheur</w:t>
      </w:r>
      <w:r>
        <w:t xml:space="preserve">, </w:t>
      </w:r>
      <w:proofErr w:type="spellStart"/>
      <w:r w:rsidR="002A4158" w:rsidRPr="00DA4E77">
        <w:t>Gaouran</w:t>
      </w:r>
      <w:proofErr w:type="spellEnd"/>
      <w:r w:rsidR="002A4158" w:rsidRPr="00DA4E77">
        <w:t xml:space="preserve"> ne vivait plus</w:t>
      </w:r>
      <w:r>
        <w:t xml:space="preserve">, </w:t>
      </w:r>
      <w:r w:rsidR="002A4158" w:rsidRPr="00DA4E77">
        <w:t xml:space="preserve">je réponds quand même des autres </w:t>
      </w:r>
      <w:proofErr w:type="spellStart"/>
      <w:r w:rsidR="002A4158" w:rsidRPr="00DA4E77">
        <w:t>Basconiens</w:t>
      </w:r>
      <w:proofErr w:type="spellEnd"/>
      <w:r>
        <w:t xml:space="preserve">, </w:t>
      </w:r>
      <w:r w:rsidR="002A4158" w:rsidRPr="00DA4E77">
        <w:t xml:space="preserve">intervient </w:t>
      </w:r>
      <w:proofErr w:type="spellStart"/>
      <w:r w:rsidR="002A4158" w:rsidRPr="00DA4E77">
        <w:t>Hermos</w:t>
      </w:r>
      <w:proofErr w:type="spellEnd"/>
      <w:r>
        <w:t xml:space="preserve">. </w:t>
      </w:r>
      <w:r w:rsidR="002A4158" w:rsidRPr="00DA4E77">
        <w:t>Je les connais mieux encore qu</w:t>
      </w:r>
      <w:r>
        <w:t>’</w:t>
      </w:r>
      <w:proofErr w:type="spellStart"/>
      <w:r w:rsidR="002A4158" w:rsidRPr="00DA4E77">
        <w:t>Hellas</w:t>
      </w:r>
      <w:proofErr w:type="spellEnd"/>
      <w:r>
        <w:t xml:space="preserve">. </w:t>
      </w:r>
      <w:r w:rsidR="002A4158" w:rsidRPr="00DA4E77">
        <w:t>J</w:t>
      </w:r>
      <w:r>
        <w:t>’</w:t>
      </w:r>
      <w:r w:rsidR="002A4158" w:rsidRPr="00DA4E77">
        <w:t xml:space="preserve">ai vécu de longs mois dans le golfe de </w:t>
      </w:r>
      <w:proofErr w:type="spellStart"/>
      <w:r w:rsidR="002A4158" w:rsidRPr="00DA4E77">
        <w:t>Cibour</w:t>
      </w:r>
      <w:proofErr w:type="spellEnd"/>
      <w:r>
        <w:t xml:space="preserve"> : </w:t>
      </w:r>
      <w:r w:rsidR="002A4158" w:rsidRPr="00DA4E77">
        <w:t>ce sont les vivants les plus généreux du monde</w:t>
      </w:r>
      <w:r>
        <w:t xml:space="preserve">. </w:t>
      </w:r>
      <w:r w:rsidR="002A4158" w:rsidRPr="00DA4E77">
        <w:t>J</w:t>
      </w:r>
      <w:r>
        <w:t>’</w:t>
      </w:r>
      <w:r w:rsidR="002A4158" w:rsidRPr="00DA4E77">
        <w:t xml:space="preserve">y ai connu </w:t>
      </w:r>
      <w:proofErr w:type="spellStart"/>
      <w:r w:rsidR="002A4158" w:rsidRPr="00DA4E77">
        <w:t>Xambo</w:t>
      </w:r>
      <w:proofErr w:type="spellEnd"/>
      <w:r>
        <w:t xml:space="preserve">, </w:t>
      </w:r>
      <w:proofErr w:type="spellStart"/>
      <w:r w:rsidR="002A4158" w:rsidRPr="00DA4E77">
        <w:t>Buxo</w:t>
      </w:r>
      <w:proofErr w:type="spellEnd"/>
      <w:r>
        <w:t xml:space="preserve">, </w:t>
      </w:r>
      <w:proofErr w:type="spellStart"/>
      <w:r w:rsidR="002A4158" w:rsidRPr="00DA4E77">
        <w:t>Markis</w:t>
      </w:r>
      <w:proofErr w:type="spellEnd"/>
      <w:r w:rsidR="002A4158" w:rsidRPr="00DA4E77">
        <w:t xml:space="preserve"> et tous les lieutenants de </w:t>
      </w:r>
      <w:proofErr w:type="spellStart"/>
      <w:r w:rsidR="002A4158" w:rsidRPr="00DA4E77">
        <w:t>Gaouran</w:t>
      </w:r>
      <w:proofErr w:type="spellEnd"/>
      <w:r w:rsidR="002A4158" w:rsidRPr="00DA4E77">
        <w:t xml:space="preserve"> et les marins d</w:t>
      </w:r>
      <w:r>
        <w:t>’</w:t>
      </w:r>
      <w:r w:rsidR="002A4158" w:rsidRPr="00DA4E77">
        <w:t xml:space="preserve">Hossegor et les pêcheurs de </w:t>
      </w:r>
      <w:proofErr w:type="spellStart"/>
      <w:r w:rsidR="002A4158" w:rsidRPr="00DA4E77">
        <w:t>Biarris</w:t>
      </w:r>
      <w:proofErr w:type="spellEnd"/>
      <w:r>
        <w:t xml:space="preserve">, </w:t>
      </w:r>
      <w:r w:rsidR="002A4158" w:rsidRPr="00DA4E77">
        <w:t>et les viticulteurs de Nogaro</w:t>
      </w:r>
      <w:r>
        <w:t xml:space="preserve">, </w:t>
      </w:r>
      <w:r w:rsidR="002A4158" w:rsidRPr="00DA4E77">
        <w:t>et je jure qu</w:t>
      </w:r>
      <w:r>
        <w:t>’</w:t>
      </w:r>
      <w:r w:rsidR="002A4158" w:rsidRPr="00DA4E77">
        <w:t>aucun d</w:t>
      </w:r>
      <w:r>
        <w:t>’</w:t>
      </w:r>
      <w:r w:rsidR="002A4158" w:rsidRPr="00DA4E77">
        <w:t>eux ne refuserait de sauver des Atlantes</w:t>
      </w:r>
      <w:r>
        <w:t>.</w:t>
      </w:r>
    </w:p>
    <w:p w14:paraId="1109DE9E" w14:textId="77777777" w:rsidR="00276CCE" w:rsidRDefault="00276CCE" w:rsidP="002A4158">
      <w:r>
        <w:t>— </w:t>
      </w:r>
      <w:r w:rsidR="002A4158" w:rsidRPr="00DA4E77">
        <w:t>Courage donc</w:t>
      </w:r>
      <w:r>
        <w:t xml:space="preserve">, </w:t>
      </w:r>
      <w:proofErr w:type="spellStart"/>
      <w:r w:rsidR="002A4158" w:rsidRPr="00DA4E77">
        <w:t>Olbios</w:t>
      </w:r>
      <w:proofErr w:type="spellEnd"/>
      <w:r>
        <w:t xml:space="preserve"> ! </w:t>
      </w:r>
      <w:r w:rsidR="002A4158" w:rsidRPr="00DA4E77">
        <w:t xml:space="preserve">fait </w:t>
      </w:r>
      <w:proofErr w:type="spellStart"/>
      <w:r w:rsidR="002A4158" w:rsidRPr="00DA4E77">
        <w:t>Hellas</w:t>
      </w:r>
      <w:proofErr w:type="spellEnd"/>
      <w:r>
        <w:t xml:space="preserve">. </w:t>
      </w:r>
      <w:r w:rsidR="002A4158" w:rsidRPr="00DA4E77">
        <w:t>Allez</w:t>
      </w:r>
      <w:r>
        <w:t xml:space="preserve">, </w:t>
      </w:r>
      <w:r w:rsidR="002A4158" w:rsidRPr="00DA4E77">
        <w:t>mes amis</w:t>
      </w:r>
      <w:r>
        <w:t xml:space="preserve">, </w:t>
      </w:r>
      <w:r w:rsidR="002A4158" w:rsidRPr="00DA4E77">
        <w:t>che</w:t>
      </w:r>
      <w:r w:rsidR="002A4158" w:rsidRPr="00DA4E77">
        <w:t>r</w:t>
      </w:r>
      <w:r w:rsidR="002A4158" w:rsidRPr="00DA4E77">
        <w:t>cher les matériaux de notre radeau sauveur</w:t>
      </w:r>
      <w:r>
        <w:t xml:space="preserve">, </w:t>
      </w:r>
      <w:r w:rsidR="002A4158" w:rsidRPr="00DA4E77">
        <w:t>et vous</w:t>
      </w:r>
      <w:r>
        <w:t xml:space="preserve">, </w:t>
      </w:r>
      <w:r w:rsidR="002A4158" w:rsidRPr="00DA4E77">
        <w:t>mes amies</w:t>
      </w:r>
      <w:r>
        <w:t xml:space="preserve">, </w:t>
      </w:r>
      <w:r w:rsidR="002A4158" w:rsidRPr="00DA4E77">
        <w:t>notre pauvre nourriture</w:t>
      </w:r>
      <w:r>
        <w:t xml:space="preserve">. </w:t>
      </w:r>
      <w:r w:rsidR="002A4158" w:rsidRPr="00DA4E77">
        <w:t>Mais</w:t>
      </w:r>
      <w:r>
        <w:t xml:space="preserve">, </w:t>
      </w:r>
      <w:r w:rsidR="002A4158" w:rsidRPr="00DA4E77">
        <w:t>en attendant</w:t>
      </w:r>
      <w:r>
        <w:t xml:space="preserve">, </w:t>
      </w:r>
      <w:r w:rsidR="002A4158" w:rsidRPr="00DA4E77">
        <w:t>vous m</w:t>
      </w:r>
      <w:r>
        <w:t>’</w:t>
      </w:r>
      <w:r w:rsidR="002A4158" w:rsidRPr="00DA4E77">
        <w:t>aiderez à descendre</w:t>
      </w:r>
      <w:r>
        <w:t xml:space="preserve">, </w:t>
      </w:r>
      <w:r w:rsidR="002A4158" w:rsidRPr="00DA4E77">
        <w:t>ainsi qu</w:t>
      </w:r>
      <w:r>
        <w:t>’</w:t>
      </w:r>
      <w:proofErr w:type="spellStart"/>
      <w:r w:rsidR="002A4158" w:rsidRPr="00DA4E77">
        <w:t>Oréa</w:t>
      </w:r>
      <w:proofErr w:type="spellEnd"/>
      <w:r>
        <w:t xml:space="preserve">, </w:t>
      </w:r>
      <w:r w:rsidR="002A4158" w:rsidRPr="00DA4E77">
        <w:t>et nous resterons auprès d</w:t>
      </w:r>
      <w:r>
        <w:t>’</w:t>
      </w:r>
      <w:proofErr w:type="spellStart"/>
      <w:r w:rsidR="002A4158" w:rsidRPr="00DA4E77">
        <w:t>Oréus</w:t>
      </w:r>
      <w:proofErr w:type="spellEnd"/>
      <w:r>
        <w:t xml:space="preserve">, </w:t>
      </w:r>
      <w:r w:rsidR="002A4158" w:rsidRPr="00DA4E77">
        <w:t>car je me sens encore trop faible pour me joindre à vous</w:t>
      </w:r>
      <w:r>
        <w:t>.</w:t>
      </w:r>
    </w:p>
    <w:p w14:paraId="27C68282" w14:textId="77777777" w:rsidR="00276CCE" w:rsidRDefault="00276CCE" w:rsidP="002A4158">
      <w:r>
        <w:t>— </w:t>
      </w:r>
      <w:r w:rsidR="002A4158" w:rsidRPr="00DA4E77">
        <w:t>Qu</w:t>
      </w:r>
      <w:r>
        <w:t>’</w:t>
      </w:r>
      <w:r w:rsidR="002A4158" w:rsidRPr="00DA4E77">
        <w:t xml:space="preserve">a donc </w:t>
      </w:r>
      <w:proofErr w:type="spellStart"/>
      <w:r w:rsidR="002A4158" w:rsidRPr="00DA4E77">
        <w:t>Hellas</w:t>
      </w:r>
      <w:proofErr w:type="spellEnd"/>
      <w:r>
        <w:t xml:space="preserve"> ? </w:t>
      </w:r>
      <w:r w:rsidR="002A4158" w:rsidRPr="00DA4E77">
        <w:t>s</w:t>
      </w:r>
      <w:r>
        <w:t>’</w:t>
      </w:r>
      <w:r w:rsidR="002A4158" w:rsidRPr="00DA4E77">
        <w:t xml:space="preserve">informe tout bas </w:t>
      </w:r>
      <w:proofErr w:type="spellStart"/>
      <w:r w:rsidR="002A4158" w:rsidRPr="00DA4E77">
        <w:t>Asmonia</w:t>
      </w:r>
      <w:proofErr w:type="spellEnd"/>
      <w:r w:rsidR="002A4158" w:rsidRPr="00DA4E77">
        <w:t xml:space="preserve"> à </w:t>
      </w:r>
      <w:proofErr w:type="spellStart"/>
      <w:r w:rsidR="002A4158" w:rsidRPr="00DA4E77">
        <w:t>Glania</w:t>
      </w:r>
      <w:proofErr w:type="spellEnd"/>
      <w:r>
        <w:t>.</w:t>
      </w:r>
    </w:p>
    <w:p w14:paraId="0654129B" w14:textId="77777777" w:rsidR="00276CCE" w:rsidRDefault="00276CCE" w:rsidP="002A4158">
      <w:r>
        <w:t>— </w:t>
      </w:r>
      <w:r w:rsidR="002A4158" w:rsidRPr="00DA4E77">
        <w:t>Ah</w:t>
      </w:r>
      <w:r>
        <w:t xml:space="preserve"> ! </w:t>
      </w:r>
      <w:r w:rsidR="002A4158" w:rsidRPr="00DA4E77">
        <w:t>le malheureux</w:t>
      </w:r>
      <w:r>
        <w:t xml:space="preserve"> ! </w:t>
      </w:r>
      <w:r w:rsidR="002A4158" w:rsidRPr="00DA4E77">
        <w:t>il a failli mourir dans sa lutte à tr</w:t>
      </w:r>
      <w:r w:rsidR="002A4158" w:rsidRPr="00DA4E77">
        <w:t>a</w:t>
      </w:r>
      <w:r w:rsidR="002A4158" w:rsidRPr="00DA4E77">
        <w:t>vers les flammes</w:t>
      </w:r>
      <w:r>
        <w:t xml:space="preserve">. </w:t>
      </w:r>
      <w:r w:rsidR="002A4158" w:rsidRPr="00DA4E77">
        <w:t>Il porte sur tout le côté gauche et sur la face une large brûlure dont il a souffert atrocement</w:t>
      </w:r>
      <w:r>
        <w:t xml:space="preserve">. </w:t>
      </w:r>
      <w:r w:rsidR="002A4158" w:rsidRPr="00DA4E77">
        <w:t>C</w:t>
      </w:r>
      <w:r>
        <w:t>’</w:t>
      </w:r>
      <w:r w:rsidR="002A4158" w:rsidRPr="00DA4E77">
        <w:t>est par un m</w:t>
      </w:r>
      <w:r w:rsidR="002A4158" w:rsidRPr="00DA4E77">
        <w:t>i</w:t>
      </w:r>
      <w:r w:rsidR="002A4158" w:rsidRPr="00DA4E77">
        <w:t>racle d</w:t>
      </w:r>
      <w:r>
        <w:t>’</w:t>
      </w:r>
      <w:r w:rsidR="002A4158" w:rsidRPr="00DA4E77">
        <w:t>énergie qu</w:t>
      </w:r>
      <w:r>
        <w:t>’</w:t>
      </w:r>
      <w:r w:rsidR="002A4158" w:rsidRPr="00DA4E77">
        <w:t xml:space="preserve">il a pu lutter et agir dans la soirée </w:t>
      </w:r>
      <w:r w:rsidR="002A4158" w:rsidRPr="00DA4E77">
        <w:lastRenderedPageBreak/>
        <w:t>d</w:t>
      </w:r>
      <w:r>
        <w:t>’</w:t>
      </w:r>
      <w:r w:rsidR="002A4158" w:rsidRPr="00DA4E77">
        <w:t>hier</w:t>
      </w:r>
      <w:r>
        <w:t xml:space="preserve">. </w:t>
      </w:r>
      <w:proofErr w:type="spellStart"/>
      <w:r w:rsidR="002A4158" w:rsidRPr="00DA4E77">
        <w:t>Oréus</w:t>
      </w:r>
      <w:proofErr w:type="spellEnd"/>
      <w:r>
        <w:t xml:space="preserve">, </w:t>
      </w:r>
      <w:r w:rsidR="002A4158" w:rsidRPr="00DA4E77">
        <w:t>ce matin</w:t>
      </w:r>
      <w:r>
        <w:t xml:space="preserve">, </w:t>
      </w:r>
      <w:r w:rsidR="002A4158" w:rsidRPr="00DA4E77">
        <w:t>a merveilleusement cautérisé ses plaies par un remède souverain caché au fond de la nacelle</w:t>
      </w:r>
      <w:r>
        <w:t>.</w:t>
      </w:r>
    </w:p>
    <w:p w14:paraId="00F7FF60" w14:textId="05897B83" w:rsidR="002A4158" w:rsidRPr="00DA4E77" w:rsidRDefault="002A4158" w:rsidP="002A4158"/>
    <w:p w14:paraId="43D78A03" w14:textId="77777777" w:rsidR="00276CCE" w:rsidRDefault="002A4158" w:rsidP="002A4158">
      <w:r w:rsidRPr="00DA4E77">
        <w:t>Cependant</w:t>
      </w:r>
      <w:r w:rsidR="00276CCE">
        <w:t xml:space="preserve">, </w:t>
      </w:r>
      <w:r w:rsidRPr="00DA4E77">
        <w:t>sans plus attendre</w:t>
      </w:r>
      <w:r w:rsidR="00276CCE">
        <w:t xml:space="preserve">, </w:t>
      </w:r>
      <w:proofErr w:type="spellStart"/>
      <w:r w:rsidRPr="00DA4E77">
        <w:t>Xanthès</w:t>
      </w:r>
      <w:proofErr w:type="spellEnd"/>
      <w:r w:rsidR="00276CCE">
        <w:t xml:space="preserve">, </w:t>
      </w:r>
      <w:proofErr w:type="spellStart"/>
      <w:r w:rsidRPr="00DA4E77">
        <w:t>Hermos</w:t>
      </w:r>
      <w:proofErr w:type="spellEnd"/>
      <w:r w:rsidR="00276CCE">
        <w:t xml:space="preserve">, </w:t>
      </w:r>
      <w:proofErr w:type="spellStart"/>
      <w:r w:rsidRPr="00DA4E77">
        <w:t>Amonou</w:t>
      </w:r>
      <w:proofErr w:type="spellEnd"/>
      <w:r w:rsidRPr="00DA4E77">
        <w:t xml:space="preserve"> vont vers l</w:t>
      </w:r>
      <w:r w:rsidR="00276CCE">
        <w:t>’</w:t>
      </w:r>
      <w:r w:rsidRPr="00DA4E77">
        <w:rPr>
          <w:bCs/>
          <w:i/>
          <w:iCs/>
        </w:rPr>
        <w:t>Alérion</w:t>
      </w:r>
      <w:r w:rsidR="00276CCE">
        <w:rPr>
          <w:bCs/>
          <w:i/>
          <w:iCs/>
        </w:rPr>
        <w:t xml:space="preserve">, </w:t>
      </w:r>
      <w:r w:rsidRPr="00DA4E77">
        <w:t>duquel</w:t>
      </w:r>
      <w:r w:rsidR="00276CCE">
        <w:t xml:space="preserve">, </w:t>
      </w:r>
      <w:r w:rsidRPr="00DA4E77">
        <w:t>par un mouvement de curiosité irr</w:t>
      </w:r>
      <w:r w:rsidRPr="00DA4E77">
        <w:t>é</w:t>
      </w:r>
      <w:r w:rsidRPr="00DA4E77">
        <w:t>sistible</w:t>
      </w:r>
      <w:r w:rsidR="00276CCE">
        <w:t xml:space="preserve">, </w:t>
      </w:r>
      <w:r w:rsidRPr="00DA4E77">
        <w:t>se rapprochent tous les autres</w:t>
      </w:r>
      <w:r w:rsidR="00276CCE">
        <w:t xml:space="preserve">, </w:t>
      </w:r>
      <w:r w:rsidRPr="00DA4E77">
        <w:t>sans oser se mêler au groupe des familiers</w:t>
      </w:r>
      <w:r w:rsidR="00276CCE">
        <w:t xml:space="preserve">. </w:t>
      </w:r>
      <w:proofErr w:type="spellStart"/>
      <w:r w:rsidRPr="00DA4E77">
        <w:t>Knephao</w:t>
      </w:r>
      <w:proofErr w:type="spellEnd"/>
      <w:r w:rsidR="00276CCE">
        <w:t xml:space="preserve">, </w:t>
      </w:r>
      <w:r w:rsidRPr="00DA4E77">
        <w:t>qui les voit venir</w:t>
      </w:r>
      <w:r w:rsidR="00276CCE">
        <w:t xml:space="preserve">, </w:t>
      </w:r>
      <w:r w:rsidRPr="00DA4E77">
        <w:t>s</w:t>
      </w:r>
      <w:r w:rsidR="00276CCE">
        <w:t>’</w:t>
      </w:r>
      <w:r w:rsidRPr="00DA4E77">
        <w:t xml:space="preserve">avance vers ses amis </w:t>
      </w:r>
      <w:proofErr w:type="spellStart"/>
      <w:r w:rsidRPr="00DA4E77">
        <w:t>Hermos</w:t>
      </w:r>
      <w:proofErr w:type="spellEnd"/>
      <w:r w:rsidRPr="00DA4E77">
        <w:t xml:space="preserve"> et </w:t>
      </w:r>
      <w:proofErr w:type="spellStart"/>
      <w:r w:rsidRPr="00DA4E77">
        <w:t>Amonou</w:t>
      </w:r>
      <w:proofErr w:type="spellEnd"/>
      <w:r w:rsidRPr="00DA4E77">
        <w:t xml:space="preserve"> qu</w:t>
      </w:r>
      <w:r w:rsidR="00276CCE">
        <w:t>’</w:t>
      </w:r>
      <w:r w:rsidRPr="00DA4E77">
        <w:t xml:space="preserve">il embrasse et prend les mains de </w:t>
      </w:r>
      <w:proofErr w:type="spellStart"/>
      <w:r w:rsidRPr="00DA4E77">
        <w:t>Xanthès</w:t>
      </w:r>
      <w:proofErr w:type="spellEnd"/>
      <w:r w:rsidRPr="00DA4E77">
        <w:t xml:space="preserve"> qu</w:t>
      </w:r>
      <w:r w:rsidR="00276CCE">
        <w:t>’</w:t>
      </w:r>
      <w:r w:rsidRPr="00DA4E77">
        <w:t>il secoue avec ardeur</w:t>
      </w:r>
      <w:r w:rsidR="00276CCE">
        <w:t xml:space="preserve">. </w:t>
      </w:r>
      <w:r w:rsidRPr="00DA4E77">
        <w:t xml:space="preserve">Mais quel </w:t>
      </w:r>
      <w:proofErr w:type="spellStart"/>
      <w:r w:rsidRPr="00DA4E77">
        <w:t>Knephao</w:t>
      </w:r>
      <w:proofErr w:type="spellEnd"/>
      <w:r w:rsidR="00276CCE">
        <w:t xml:space="preserve"> ! </w:t>
      </w:r>
      <w:r w:rsidRPr="00DA4E77">
        <w:t>Où le beau capitaine tout cuirassé d</w:t>
      </w:r>
      <w:r w:rsidR="00276CCE">
        <w:t>’</w:t>
      </w:r>
      <w:r w:rsidRPr="00DA4E77">
        <w:t>or</w:t>
      </w:r>
      <w:r w:rsidR="00276CCE">
        <w:t xml:space="preserve"> ? </w:t>
      </w:r>
      <w:r w:rsidRPr="00DA4E77">
        <w:t>Une large balafre sur les joues</w:t>
      </w:r>
      <w:r w:rsidR="00276CCE">
        <w:t xml:space="preserve"> ; </w:t>
      </w:r>
      <w:r w:rsidRPr="00DA4E77">
        <w:t>les cheveux et la barbe pleins de sang coagulé</w:t>
      </w:r>
      <w:r w:rsidR="00276CCE">
        <w:t xml:space="preserve"> ; </w:t>
      </w:r>
      <w:r w:rsidRPr="00DA4E77">
        <w:t>les vêt</w:t>
      </w:r>
      <w:r w:rsidRPr="00DA4E77">
        <w:t>e</w:t>
      </w:r>
      <w:r w:rsidRPr="00DA4E77">
        <w:t>ments humides</w:t>
      </w:r>
      <w:r w:rsidR="00276CCE">
        <w:t xml:space="preserve">, </w:t>
      </w:r>
      <w:r w:rsidRPr="00DA4E77">
        <w:t>déchirés</w:t>
      </w:r>
      <w:r w:rsidR="00276CCE">
        <w:t xml:space="preserve">, </w:t>
      </w:r>
      <w:r w:rsidRPr="00DA4E77">
        <w:t>une blessure à la hanche</w:t>
      </w:r>
      <w:r w:rsidR="00276CCE">
        <w:t xml:space="preserve">. </w:t>
      </w:r>
      <w:r w:rsidRPr="00DA4E77">
        <w:t>Il boite en marchant</w:t>
      </w:r>
      <w:r w:rsidR="00276CCE">
        <w:t xml:space="preserve">. </w:t>
      </w:r>
      <w:r w:rsidRPr="00DA4E77">
        <w:t>Il aurait l</w:t>
      </w:r>
      <w:r w:rsidR="00276CCE">
        <w:t>’</w:t>
      </w:r>
      <w:r w:rsidRPr="00DA4E77">
        <w:t>air d</w:t>
      </w:r>
      <w:r w:rsidR="00276CCE">
        <w:t>’</w:t>
      </w:r>
      <w:r w:rsidRPr="00DA4E77">
        <w:t>un rôdeur ou d</w:t>
      </w:r>
      <w:r w:rsidR="00276CCE">
        <w:t>’</w:t>
      </w:r>
      <w:r w:rsidRPr="00DA4E77">
        <w:t>un mendiant</w:t>
      </w:r>
      <w:r w:rsidR="00276CCE">
        <w:t xml:space="preserve">, </w:t>
      </w:r>
      <w:r w:rsidRPr="00DA4E77">
        <w:t>sans l</w:t>
      </w:r>
      <w:r w:rsidR="00276CCE">
        <w:t>’</w:t>
      </w:r>
      <w:r w:rsidRPr="00DA4E77">
        <w:t>éclat toujours fulgurant de ses yeux</w:t>
      </w:r>
      <w:r w:rsidR="00276CCE">
        <w:t xml:space="preserve">. </w:t>
      </w:r>
      <w:r w:rsidRPr="00DA4E77">
        <w:t>Et sa voix toujours sonore et bonne prend des douceurs de harpe en sourdine</w:t>
      </w:r>
      <w:r w:rsidR="00276CCE">
        <w:t xml:space="preserve">, </w:t>
      </w:r>
      <w:r w:rsidRPr="00DA4E77">
        <w:t>pour mu</w:t>
      </w:r>
      <w:r w:rsidRPr="00DA4E77">
        <w:t>r</w:t>
      </w:r>
      <w:r w:rsidRPr="00DA4E77">
        <w:t>murer à un groupe qui s</w:t>
      </w:r>
      <w:r w:rsidR="00276CCE">
        <w:t>’</w:t>
      </w:r>
      <w:r w:rsidRPr="00DA4E77">
        <w:t>approche en l</w:t>
      </w:r>
      <w:r w:rsidR="00276CCE">
        <w:t>’</w:t>
      </w:r>
      <w:r w:rsidRPr="00DA4E77">
        <w:t>acclamant</w:t>
      </w:r>
      <w:r w:rsidR="00276CCE">
        <w:t> :</w:t>
      </w:r>
    </w:p>
    <w:p w14:paraId="4111AD2A" w14:textId="77777777" w:rsidR="00276CCE" w:rsidRDefault="00276CCE" w:rsidP="002A4158">
      <w:r>
        <w:t>— </w:t>
      </w:r>
      <w:r w:rsidR="002A4158" w:rsidRPr="00DA4E77">
        <w:t>Mes chers amis que je ne connais pas encore</w:t>
      </w:r>
      <w:r>
        <w:t xml:space="preserve">, </w:t>
      </w:r>
      <w:r w:rsidR="002A4158" w:rsidRPr="00DA4E77">
        <w:t>mes frères désormais</w:t>
      </w:r>
      <w:r>
        <w:t xml:space="preserve">, </w:t>
      </w:r>
      <w:r w:rsidR="002A4158" w:rsidRPr="00DA4E77">
        <w:t>je vous prie</w:t>
      </w:r>
      <w:r>
        <w:t xml:space="preserve">, </w:t>
      </w:r>
      <w:r w:rsidR="002A4158" w:rsidRPr="00DA4E77">
        <w:t>faites silence</w:t>
      </w:r>
      <w:r>
        <w:t xml:space="preserve">, </w:t>
      </w:r>
      <w:r w:rsidR="002A4158" w:rsidRPr="00DA4E77">
        <w:t xml:space="preserve">ne troublez pas </w:t>
      </w:r>
      <w:smartTag w:uri="urn:schemas-microsoft-com:office:smarttags" w:element="PersonName">
        <w:smartTagPr>
          <w:attr w:name="ProductID" w:val="la pauvre Or￩a"/>
        </w:smartTagPr>
        <w:r w:rsidR="002A4158" w:rsidRPr="00DA4E77">
          <w:t xml:space="preserve">la pauvre </w:t>
        </w:r>
        <w:proofErr w:type="spellStart"/>
        <w:r w:rsidR="002A4158" w:rsidRPr="00DA4E77">
          <w:t>Oréa</w:t>
        </w:r>
      </w:smartTag>
      <w:proofErr w:type="spellEnd"/>
      <w:r w:rsidR="002A4158" w:rsidRPr="00DA4E77">
        <w:t xml:space="preserve"> encore endormie</w:t>
      </w:r>
      <w:r>
        <w:t>.</w:t>
      </w:r>
    </w:p>
    <w:p w14:paraId="7BE3DBDE" w14:textId="77777777" w:rsidR="00276CCE" w:rsidRDefault="002A4158" w:rsidP="002A4158">
      <w:r w:rsidRPr="00DA4E77">
        <w:t>À ce nom prestigieux d</w:t>
      </w:r>
      <w:r w:rsidR="00276CCE">
        <w:t>’</w:t>
      </w:r>
      <w:proofErr w:type="spellStart"/>
      <w:r w:rsidRPr="00DA4E77">
        <w:t>Oréa</w:t>
      </w:r>
      <w:proofErr w:type="spellEnd"/>
      <w:r w:rsidR="00276CCE">
        <w:t xml:space="preserve">, </w:t>
      </w:r>
      <w:r w:rsidRPr="00DA4E77">
        <w:t>tous s</w:t>
      </w:r>
      <w:r w:rsidR="00276CCE">
        <w:t>’</w:t>
      </w:r>
      <w:r w:rsidRPr="00DA4E77">
        <w:t>arrêtent</w:t>
      </w:r>
      <w:r w:rsidR="00276CCE">
        <w:t xml:space="preserve"> ; </w:t>
      </w:r>
      <w:r w:rsidRPr="00DA4E77">
        <w:t>les femmes interrogent l</w:t>
      </w:r>
      <w:r w:rsidR="00276CCE">
        <w:t>’</w:t>
      </w:r>
      <w:r w:rsidRPr="00DA4E77">
        <w:t>Égyptien à voix basse</w:t>
      </w:r>
      <w:r w:rsidR="00276CCE">
        <w:t> :</w:t>
      </w:r>
    </w:p>
    <w:p w14:paraId="3B9ED00B" w14:textId="77777777" w:rsidR="00276CCE" w:rsidRDefault="00276CCE" w:rsidP="002A4158">
      <w:r>
        <w:t>— </w:t>
      </w:r>
      <w:proofErr w:type="spellStart"/>
      <w:r w:rsidR="002A4158" w:rsidRPr="00DA4E77">
        <w:t>Oréa</w:t>
      </w:r>
      <w:proofErr w:type="spellEnd"/>
      <w:r w:rsidR="002A4158" w:rsidRPr="00DA4E77">
        <w:t xml:space="preserve"> souffre</w:t>
      </w:r>
      <w:r>
        <w:t> ?</w:t>
      </w:r>
    </w:p>
    <w:p w14:paraId="57863FA7" w14:textId="77777777" w:rsidR="00276CCE" w:rsidRDefault="00276CCE" w:rsidP="002A4158">
      <w:r>
        <w:t>— </w:t>
      </w:r>
      <w:r w:rsidR="002A4158" w:rsidRPr="00DA4E77">
        <w:t>Les événements d</w:t>
      </w:r>
      <w:r>
        <w:t>’</w:t>
      </w:r>
      <w:r w:rsidR="002A4158" w:rsidRPr="00DA4E77">
        <w:t>hier l</w:t>
      </w:r>
      <w:r>
        <w:t>’</w:t>
      </w:r>
      <w:r w:rsidR="002A4158" w:rsidRPr="00DA4E77">
        <w:t>ont tellement fatiguée</w:t>
      </w:r>
      <w:r>
        <w:t xml:space="preserve">, </w:t>
      </w:r>
      <w:r w:rsidR="002A4158" w:rsidRPr="00DA4E77">
        <w:t>qu</w:t>
      </w:r>
      <w:r>
        <w:t>’</w:t>
      </w:r>
      <w:r w:rsidR="002A4158" w:rsidRPr="00DA4E77">
        <w:t>elle se trouve</w:t>
      </w:r>
      <w:r>
        <w:t xml:space="preserve">, </w:t>
      </w:r>
      <w:r w:rsidR="002A4158" w:rsidRPr="00DA4E77">
        <w:t>maintenant</w:t>
      </w:r>
      <w:r>
        <w:t xml:space="preserve">, </w:t>
      </w:r>
      <w:r w:rsidR="002A4158" w:rsidRPr="00DA4E77">
        <w:t>sans résistance à la douleur</w:t>
      </w:r>
      <w:r>
        <w:t xml:space="preserve">. </w:t>
      </w:r>
      <w:r w:rsidR="002A4158" w:rsidRPr="00DA4E77">
        <w:t>Tant que son père restait à son côté</w:t>
      </w:r>
      <w:r>
        <w:t xml:space="preserve">, </w:t>
      </w:r>
      <w:r w:rsidR="002A4158" w:rsidRPr="00DA4E77">
        <w:t>tout son effort tendait à parler encore et à paraître confiante et tranquille</w:t>
      </w:r>
      <w:r>
        <w:t xml:space="preserve">, </w:t>
      </w:r>
      <w:r w:rsidR="002A4158" w:rsidRPr="00DA4E77">
        <w:t>mais elle défaillait à nos yeux clairvoyants</w:t>
      </w:r>
      <w:r>
        <w:t>.</w:t>
      </w:r>
    </w:p>
    <w:p w14:paraId="6D85DE77" w14:textId="77777777" w:rsidR="00276CCE" w:rsidRDefault="002A4158" w:rsidP="002A4158">
      <w:r w:rsidRPr="00DA4E77">
        <w:lastRenderedPageBreak/>
        <w:t>Cependant</w:t>
      </w:r>
      <w:r w:rsidR="00276CCE">
        <w:t xml:space="preserve">, </w:t>
      </w:r>
      <w:r w:rsidRPr="00DA4E77">
        <w:t>une voix douce et affaiblie s</w:t>
      </w:r>
      <w:r w:rsidR="00276CCE">
        <w:t>’</w:t>
      </w:r>
      <w:r w:rsidRPr="00DA4E77">
        <w:t>élève du fond de la nacelle</w:t>
      </w:r>
      <w:r w:rsidR="00276CCE">
        <w:t> :</w:t>
      </w:r>
    </w:p>
    <w:p w14:paraId="7AEDC5BA" w14:textId="77777777" w:rsidR="00276CCE" w:rsidRDefault="00276CCE" w:rsidP="002A4158">
      <w:r>
        <w:t>— </w:t>
      </w:r>
      <w:proofErr w:type="spellStart"/>
      <w:r w:rsidR="002A4158" w:rsidRPr="00DA4E77">
        <w:t>Hellas</w:t>
      </w:r>
      <w:proofErr w:type="spellEnd"/>
      <w:r>
        <w:t xml:space="preserve">, </w:t>
      </w:r>
      <w:r w:rsidR="002A4158" w:rsidRPr="00DA4E77">
        <w:t>mon ami</w:t>
      </w:r>
      <w:r>
        <w:t xml:space="preserve">, </w:t>
      </w:r>
      <w:r w:rsidR="002A4158" w:rsidRPr="00DA4E77">
        <w:t>aide-moi à descendre</w:t>
      </w:r>
      <w:r>
        <w:t xml:space="preserve">. </w:t>
      </w:r>
      <w:r w:rsidR="002A4158" w:rsidRPr="00DA4E77">
        <w:t>Je veux rempl</w:t>
      </w:r>
      <w:r w:rsidR="002A4158" w:rsidRPr="00DA4E77">
        <w:t>a</w:t>
      </w:r>
      <w:r w:rsidR="002A4158" w:rsidRPr="00DA4E77">
        <w:t xml:space="preserve">cer </w:t>
      </w:r>
      <w:proofErr w:type="spellStart"/>
      <w:r w:rsidR="002A4158" w:rsidRPr="00DA4E77">
        <w:t>Glania</w:t>
      </w:r>
      <w:proofErr w:type="spellEnd"/>
      <w:r w:rsidR="002A4158" w:rsidRPr="00DA4E77">
        <w:t xml:space="preserve"> auprès de mon père</w:t>
      </w:r>
      <w:r>
        <w:t>.</w:t>
      </w:r>
    </w:p>
    <w:p w14:paraId="1401D078" w14:textId="77777777" w:rsidR="00276CCE" w:rsidRDefault="002A4158" w:rsidP="002A4158">
      <w:r w:rsidRPr="00DA4E77">
        <w:t>Une telle émotion saisit les survivants que tous s</w:t>
      </w:r>
      <w:r w:rsidR="00276CCE">
        <w:t>’</w:t>
      </w:r>
      <w:r w:rsidRPr="00DA4E77">
        <w:t>approchent en silence</w:t>
      </w:r>
      <w:r w:rsidR="00276CCE">
        <w:t xml:space="preserve">, </w:t>
      </w:r>
      <w:r w:rsidRPr="00DA4E77">
        <w:t>comme si chacun voulait aider la fille d</w:t>
      </w:r>
      <w:r w:rsidR="00276CCE">
        <w:t>’</w:t>
      </w:r>
      <w:proofErr w:type="spellStart"/>
      <w:r w:rsidRPr="00DA4E77">
        <w:t>Oréus</w:t>
      </w:r>
      <w:proofErr w:type="spellEnd"/>
      <w:r w:rsidR="00276CCE">
        <w:t xml:space="preserve">. </w:t>
      </w:r>
      <w:r w:rsidRPr="00DA4E77">
        <w:t xml:space="preserve">Mais </w:t>
      </w:r>
      <w:proofErr w:type="spellStart"/>
      <w:r w:rsidRPr="00DA4E77">
        <w:t>Knephao</w:t>
      </w:r>
      <w:proofErr w:type="spellEnd"/>
      <w:r w:rsidR="00276CCE">
        <w:t xml:space="preserve">, </w:t>
      </w:r>
      <w:r w:rsidRPr="00DA4E77">
        <w:t>tendant ses bras forts vers la nacelle</w:t>
      </w:r>
      <w:r w:rsidR="00276CCE">
        <w:t xml:space="preserve">, </w:t>
      </w:r>
      <w:r w:rsidRPr="00DA4E77">
        <w:t xml:space="preserve">prend </w:t>
      </w:r>
      <w:proofErr w:type="spellStart"/>
      <w:r w:rsidRPr="00DA4E77">
        <w:t>Oréa</w:t>
      </w:r>
      <w:proofErr w:type="spellEnd"/>
      <w:r w:rsidRPr="00DA4E77">
        <w:t xml:space="preserve"> qu</w:t>
      </w:r>
      <w:r w:rsidR="00276CCE">
        <w:t>’</w:t>
      </w:r>
      <w:r w:rsidRPr="00DA4E77">
        <w:t>il dépose doucement à terre</w:t>
      </w:r>
      <w:r w:rsidR="00276CCE">
        <w:t xml:space="preserve">, </w:t>
      </w:r>
      <w:r w:rsidRPr="00DA4E77">
        <w:t>cependant qu</w:t>
      </w:r>
      <w:r w:rsidR="00276CCE">
        <w:t>’</w:t>
      </w:r>
      <w:proofErr w:type="spellStart"/>
      <w:r w:rsidRPr="00DA4E77">
        <w:t>Hellas</w:t>
      </w:r>
      <w:proofErr w:type="spellEnd"/>
      <w:r w:rsidR="00276CCE">
        <w:t xml:space="preserve">, </w:t>
      </w:r>
      <w:r w:rsidRPr="00DA4E77">
        <w:t>descendu lui-même</w:t>
      </w:r>
      <w:r w:rsidR="00276CCE">
        <w:t xml:space="preserve">, </w:t>
      </w:r>
      <w:r w:rsidRPr="00DA4E77">
        <w:t>conduit la jeune fille vers la pie</w:t>
      </w:r>
      <w:r w:rsidRPr="00DA4E77">
        <w:t>r</w:t>
      </w:r>
      <w:r w:rsidRPr="00DA4E77">
        <w:t xml:space="preserve">re où siège </w:t>
      </w:r>
      <w:proofErr w:type="spellStart"/>
      <w:r w:rsidRPr="00DA4E77">
        <w:t>Oréus</w:t>
      </w:r>
      <w:proofErr w:type="spellEnd"/>
      <w:r w:rsidR="00276CCE">
        <w:t xml:space="preserve">, </w:t>
      </w:r>
      <w:r w:rsidRPr="00DA4E77">
        <w:t>à travers une double rangée d</w:t>
      </w:r>
      <w:r w:rsidR="00276CCE">
        <w:t>’</w:t>
      </w:r>
      <w:r w:rsidRPr="00DA4E77">
        <w:t>Atlantes muets</w:t>
      </w:r>
      <w:r w:rsidR="00276CCE">
        <w:t xml:space="preserve">. </w:t>
      </w:r>
      <w:proofErr w:type="spellStart"/>
      <w:r w:rsidRPr="00DA4E77">
        <w:t>Knephao</w:t>
      </w:r>
      <w:proofErr w:type="spellEnd"/>
      <w:r w:rsidR="00276CCE">
        <w:t xml:space="preserve">, </w:t>
      </w:r>
      <w:r w:rsidRPr="00DA4E77">
        <w:t>redevenu impassible en apparence</w:t>
      </w:r>
      <w:r w:rsidR="00276CCE">
        <w:t xml:space="preserve">, </w:t>
      </w:r>
      <w:r w:rsidRPr="00DA4E77">
        <w:t>reste seul à garder l</w:t>
      </w:r>
      <w:r w:rsidR="00276CCE">
        <w:t>’</w:t>
      </w:r>
      <w:r w:rsidRPr="00DA4E77">
        <w:rPr>
          <w:bCs/>
          <w:i/>
          <w:iCs/>
        </w:rPr>
        <w:t>Alérion</w:t>
      </w:r>
      <w:r w:rsidR="00276CCE">
        <w:rPr>
          <w:bCs/>
          <w:i/>
          <w:iCs/>
        </w:rPr>
        <w:t xml:space="preserve">, </w:t>
      </w:r>
      <w:r w:rsidRPr="00DA4E77">
        <w:t>désormais vide</w:t>
      </w:r>
      <w:r w:rsidR="00276CCE">
        <w:t xml:space="preserve">, </w:t>
      </w:r>
      <w:r w:rsidRPr="00DA4E77">
        <w:t>et qui frémit au vent de la mer</w:t>
      </w:r>
      <w:r w:rsidR="00276CCE">
        <w:t xml:space="preserve">. </w:t>
      </w:r>
      <w:proofErr w:type="spellStart"/>
      <w:r w:rsidRPr="00DA4E77">
        <w:t>He</w:t>
      </w:r>
      <w:r w:rsidRPr="00DA4E77">
        <w:t>r</w:t>
      </w:r>
      <w:r w:rsidRPr="00DA4E77">
        <w:t>mos</w:t>
      </w:r>
      <w:proofErr w:type="spellEnd"/>
      <w:r w:rsidRPr="00DA4E77">
        <w:t xml:space="preserve"> et </w:t>
      </w:r>
      <w:proofErr w:type="spellStart"/>
      <w:r w:rsidRPr="00DA4E77">
        <w:t>Amonou</w:t>
      </w:r>
      <w:proofErr w:type="spellEnd"/>
      <w:r w:rsidRPr="00DA4E77">
        <w:t xml:space="preserve"> s</w:t>
      </w:r>
      <w:r w:rsidR="00276CCE">
        <w:t>’</w:t>
      </w:r>
      <w:r w:rsidRPr="00DA4E77">
        <w:t>approchent un moment et l</w:t>
      </w:r>
      <w:r w:rsidR="00276CCE">
        <w:t>’</w:t>
      </w:r>
      <w:r w:rsidRPr="00DA4E77">
        <w:t xml:space="preserve">interrogent tout bas sur </w:t>
      </w:r>
      <w:proofErr w:type="spellStart"/>
      <w:r w:rsidRPr="00DA4E77">
        <w:t>Oréa</w:t>
      </w:r>
      <w:proofErr w:type="spellEnd"/>
      <w:r w:rsidRPr="00DA4E77">
        <w:t xml:space="preserve"> et sur </w:t>
      </w:r>
      <w:proofErr w:type="spellStart"/>
      <w:r w:rsidRPr="00DA4E77">
        <w:t>Hellas</w:t>
      </w:r>
      <w:proofErr w:type="spellEnd"/>
      <w:r w:rsidR="00276CCE">
        <w:t>.</w:t>
      </w:r>
    </w:p>
    <w:p w14:paraId="42A95EFE" w14:textId="77777777" w:rsidR="00276CCE" w:rsidRDefault="002A4158" w:rsidP="002A4158">
      <w:proofErr w:type="spellStart"/>
      <w:r w:rsidRPr="00DA4E77">
        <w:t>Oréa</w:t>
      </w:r>
      <w:proofErr w:type="spellEnd"/>
      <w:r w:rsidR="00276CCE">
        <w:t xml:space="preserve"> ! </w:t>
      </w:r>
      <w:proofErr w:type="spellStart"/>
      <w:r w:rsidRPr="00DA4E77">
        <w:t>Hellas</w:t>
      </w:r>
      <w:proofErr w:type="spellEnd"/>
      <w:r w:rsidR="00276CCE">
        <w:t xml:space="preserve"> ! </w:t>
      </w:r>
      <w:r w:rsidRPr="00DA4E77">
        <w:t>ces deux êtres dont on a tant parlé</w:t>
      </w:r>
      <w:r w:rsidR="00276CCE">
        <w:t xml:space="preserve">, </w:t>
      </w:r>
      <w:r w:rsidRPr="00DA4E77">
        <w:t>qu</w:t>
      </w:r>
      <w:r w:rsidR="00276CCE">
        <w:t>’</w:t>
      </w:r>
      <w:r w:rsidRPr="00DA4E77">
        <w:t>on a exaltés</w:t>
      </w:r>
      <w:r w:rsidR="00276CCE">
        <w:t xml:space="preserve">, </w:t>
      </w:r>
      <w:r w:rsidRPr="00DA4E77">
        <w:t>qu</w:t>
      </w:r>
      <w:r w:rsidR="00276CCE">
        <w:t>’</w:t>
      </w:r>
      <w:r w:rsidRPr="00DA4E77">
        <w:t>on a maudits</w:t>
      </w:r>
      <w:r w:rsidR="00276CCE">
        <w:t xml:space="preserve">, </w:t>
      </w:r>
      <w:r w:rsidRPr="00DA4E77">
        <w:t>les voilà donc brisés de lassitude</w:t>
      </w:r>
      <w:r w:rsidR="00276CCE">
        <w:t xml:space="preserve">, </w:t>
      </w:r>
      <w:r w:rsidRPr="00DA4E77">
        <w:t>et plus faibles encore que tous les autres</w:t>
      </w:r>
      <w:r w:rsidR="00276CCE">
        <w:t xml:space="preserve"> ? </w:t>
      </w:r>
      <w:r w:rsidRPr="00DA4E77">
        <w:t>Les hommes regardent le visage d</w:t>
      </w:r>
      <w:r w:rsidR="00276CCE">
        <w:t>’</w:t>
      </w:r>
      <w:proofErr w:type="spellStart"/>
      <w:r w:rsidRPr="00DA4E77">
        <w:t>Oréa</w:t>
      </w:r>
      <w:proofErr w:type="spellEnd"/>
      <w:r w:rsidR="00276CCE">
        <w:t xml:space="preserve">, </w:t>
      </w:r>
      <w:r w:rsidRPr="00DA4E77">
        <w:t>ravagé par tant de larmes</w:t>
      </w:r>
      <w:r w:rsidR="00276CCE">
        <w:t xml:space="preserve">. </w:t>
      </w:r>
      <w:r w:rsidRPr="00DA4E77">
        <w:t>Les femmes rega</w:t>
      </w:r>
      <w:r w:rsidRPr="00DA4E77">
        <w:t>r</w:t>
      </w:r>
      <w:r w:rsidRPr="00DA4E77">
        <w:t>dent le visage blessé d</w:t>
      </w:r>
      <w:r w:rsidR="00276CCE">
        <w:t>’</w:t>
      </w:r>
      <w:proofErr w:type="spellStart"/>
      <w:r w:rsidRPr="00DA4E77">
        <w:t>Hellas</w:t>
      </w:r>
      <w:proofErr w:type="spellEnd"/>
      <w:r w:rsidR="00276CCE">
        <w:t xml:space="preserve">, </w:t>
      </w:r>
      <w:r w:rsidRPr="00DA4E77">
        <w:t>où brillent toujours ses yeux vig</w:t>
      </w:r>
      <w:r w:rsidRPr="00DA4E77">
        <w:t>i</w:t>
      </w:r>
      <w:r w:rsidRPr="00DA4E77">
        <w:t>lants</w:t>
      </w:r>
      <w:r w:rsidR="00276CCE">
        <w:t xml:space="preserve">. </w:t>
      </w:r>
      <w:proofErr w:type="spellStart"/>
      <w:r w:rsidRPr="00DA4E77">
        <w:t>Oréus</w:t>
      </w:r>
      <w:proofErr w:type="spellEnd"/>
      <w:r w:rsidR="00276CCE">
        <w:t xml:space="preserve">, </w:t>
      </w:r>
      <w:r w:rsidRPr="00DA4E77">
        <w:t xml:space="preserve">prévenu par </w:t>
      </w:r>
      <w:proofErr w:type="spellStart"/>
      <w:r w:rsidRPr="00DA4E77">
        <w:t>Glania</w:t>
      </w:r>
      <w:proofErr w:type="spellEnd"/>
      <w:r w:rsidR="00276CCE">
        <w:t xml:space="preserve">, </w:t>
      </w:r>
      <w:r w:rsidRPr="00DA4E77">
        <w:t>se lève et va vers sa fille</w:t>
      </w:r>
      <w:r w:rsidR="00276CCE">
        <w:t xml:space="preserve">, </w:t>
      </w:r>
      <w:r w:rsidRPr="00DA4E77">
        <w:t>et celle-ci</w:t>
      </w:r>
      <w:r w:rsidR="00276CCE">
        <w:t xml:space="preserve">, </w:t>
      </w:r>
      <w:r w:rsidRPr="00DA4E77">
        <w:t>à demi suffoquée d</w:t>
      </w:r>
      <w:r w:rsidR="00276CCE">
        <w:t>’</w:t>
      </w:r>
      <w:r w:rsidRPr="00DA4E77">
        <w:t>émotion</w:t>
      </w:r>
      <w:r w:rsidR="00276CCE">
        <w:t xml:space="preserve">, </w:t>
      </w:r>
      <w:r w:rsidRPr="00DA4E77">
        <w:t>tombe dans les bras de son père</w:t>
      </w:r>
      <w:r w:rsidR="00276CCE">
        <w:t>.</w:t>
      </w:r>
    </w:p>
    <w:p w14:paraId="0C42F604" w14:textId="77777777" w:rsidR="00276CCE" w:rsidRDefault="002A4158" w:rsidP="002A4158">
      <w:pPr>
        <w:rPr>
          <w:bCs/>
          <w:i/>
          <w:iCs/>
        </w:rPr>
      </w:pPr>
      <w:proofErr w:type="spellStart"/>
      <w:r w:rsidRPr="00DA4E77">
        <w:t>Knephao</w:t>
      </w:r>
      <w:proofErr w:type="spellEnd"/>
      <w:r w:rsidR="00276CCE">
        <w:t xml:space="preserve">, </w:t>
      </w:r>
      <w:r w:rsidRPr="00DA4E77">
        <w:t>resté seul à l</w:t>
      </w:r>
      <w:r w:rsidR="00276CCE">
        <w:t>’</w:t>
      </w:r>
      <w:r w:rsidRPr="00DA4E77">
        <w:t>écart</w:t>
      </w:r>
      <w:r w:rsidR="00276CCE">
        <w:t xml:space="preserve">, </w:t>
      </w:r>
      <w:r w:rsidRPr="00DA4E77">
        <w:t>s</w:t>
      </w:r>
      <w:r w:rsidR="00276CCE">
        <w:t>’</w:t>
      </w:r>
      <w:r w:rsidRPr="00DA4E77">
        <w:t>assied près de l</w:t>
      </w:r>
      <w:r w:rsidR="00276CCE">
        <w:t>’</w:t>
      </w:r>
      <w:r w:rsidRPr="00DA4E77">
        <w:rPr>
          <w:bCs/>
          <w:i/>
          <w:iCs/>
        </w:rPr>
        <w:t>Alérion</w:t>
      </w:r>
      <w:r w:rsidR="00276CCE">
        <w:rPr>
          <w:bCs/>
          <w:i/>
          <w:iCs/>
        </w:rPr>
        <w:t>.</w:t>
      </w:r>
    </w:p>
    <w:p w14:paraId="02FCB872" w14:textId="77777777" w:rsidR="00276CCE" w:rsidRDefault="00276CCE" w:rsidP="002A4158">
      <w:r>
        <w:rPr>
          <w:bCs/>
          <w:i/>
          <w:iCs/>
        </w:rPr>
        <w:t>— </w:t>
      </w:r>
      <w:r w:rsidR="002A4158" w:rsidRPr="00DA4E77">
        <w:t>Allons</w:t>
      </w:r>
      <w:r>
        <w:t xml:space="preserve">, </w:t>
      </w:r>
      <w:r w:rsidR="002A4158" w:rsidRPr="00DA4E77">
        <w:t>chers compagnons</w:t>
      </w:r>
      <w:r>
        <w:t xml:space="preserve">, </w:t>
      </w:r>
      <w:r w:rsidR="002A4158" w:rsidRPr="00DA4E77">
        <w:t xml:space="preserve">fait </w:t>
      </w:r>
      <w:proofErr w:type="spellStart"/>
      <w:r w:rsidR="002A4158" w:rsidRPr="00DA4E77">
        <w:t>Hermos</w:t>
      </w:r>
      <w:proofErr w:type="spellEnd"/>
      <w:r>
        <w:t xml:space="preserve">. </w:t>
      </w:r>
      <w:r w:rsidR="002A4158" w:rsidRPr="00DA4E77">
        <w:t>Pardonnez-moi si je trouble par un rappel à la vie cette minute de sublime a</w:t>
      </w:r>
      <w:r w:rsidR="002A4158" w:rsidRPr="00DA4E77">
        <w:t>n</w:t>
      </w:r>
      <w:r w:rsidR="002A4158" w:rsidRPr="00DA4E77">
        <w:t>goisse</w:t>
      </w:r>
      <w:r>
        <w:t xml:space="preserve">. </w:t>
      </w:r>
      <w:r w:rsidR="002A4158" w:rsidRPr="00DA4E77">
        <w:t>Mais il faut bien vivre</w:t>
      </w:r>
      <w:r>
        <w:t xml:space="preserve">, </w:t>
      </w:r>
      <w:r w:rsidR="002A4158" w:rsidRPr="00DA4E77">
        <w:t>puisque la mort n</w:t>
      </w:r>
      <w:r>
        <w:t>’</w:t>
      </w:r>
      <w:r w:rsidR="002A4158" w:rsidRPr="00DA4E77">
        <w:t>a pas voulu de nous</w:t>
      </w:r>
      <w:r>
        <w:t xml:space="preserve">. </w:t>
      </w:r>
      <w:r w:rsidR="002A4158" w:rsidRPr="00DA4E77">
        <w:t>Et pour vivre</w:t>
      </w:r>
      <w:r>
        <w:t xml:space="preserve">, </w:t>
      </w:r>
      <w:r w:rsidR="002A4158" w:rsidRPr="00DA4E77">
        <w:t>il faut partir d</w:t>
      </w:r>
      <w:r>
        <w:t>’</w:t>
      </w:r>
      <w:r w:rsidR="002A4158" w:rsidRPr="00DA4E77">
        <w:t>ici</w:t>
      </w:r>
      <w:r>
        <w:t xml:space="preserve">. </w:t>
      </w:r>
      <w:r w:rsidR="002A4158" w:rsidRPr="00DA4E77">
        <w:t>Je vous invite donc tous à exécuter les ordres d</w:t>
      </w:r>
      <w:r>
        <w:t>’</w:t>
      </w:r>
      <w:proofErr w:type="spellStart"/>
      <w:r w:rsidR="002A4158" w:rsidRPr="00DA4E77">
        <w:t>Hellas</w:t>
      </w:r>
      <w:proofErr w:type="spellEnd"/>
      <w:r>
        <w:t>.</w:t>
      </w:r>
    </w:p>
    <w:p w14:paraId="167C0AEB" w14:textId="77777777" w:rsidR="00276CCE" w:rsidRDefault="00276CCE" w:rsidP="002A4158">
      <w:r>
        <w:t>— </w:t>
      </w:r>
      <w:r w:rsidR="002A4158" w:rsidRPr="00DA4E77">
        <w:t>Et vous</w:t>
      </w:r>
      <w:r>
        <w:t xml:space="preserve">, </w:t>
      </w:r>
      <w:r w:rsidR="002A4158" w:rsidRPr="00DA4E77">
        <w:t>mes chères compagnes</w:t>
      </w:r>
      <w:r>
        <w:t xml:space="preserve">, </w:t>
      </w:r>
      <w:r w:rsidR="002A4158" w:rsidRPr="00DA4E77">
        <w:t>s</w:t>
      </w:r>
      <w:r>
        <w:t>’</w:t>
      </w:r>
      <w:r w:rsidR="002A4158" w:rsidRPr="00DA4E77">
        <w:t xml:space="preserve">écrie </w:t>
      </w:r>
      <w:proofErr w:type="spellStart"/>
      <w:r w:rsidR="002A4158" w:rsidRPr="00DA4E77">
        <w:t>Glania</w:t>
      </w:r>
      <w:proofErr w:type="spellEnd"/>
      <w:r w:rsidR="002A4158" w:rsidRPr="00DA4E77">
        <w:t xml:space="preserve"> s</w:t>
      </w:r>
      <w:r>
        <w:t>’</w:t>
      </w:r>
      <w:r w:rsidR="002A4158" w:rsidRPr="00DA4E77">
        <w:t>adressant aux femmes</w:t>
      </w:r>
      <w:r>
        <w:t xml:space="preserve">, </w:t>
      </w:r>
      <w:r w:rsidR="002A4158" w:rsidRPr="00DA4E77">
        <w:t xml:space="preserve">suivez-moi vers le promontoire ici </w:t>
      </w:r>
      <w:r w:rsidR="002A4158" w:rsidRPr="00DA4E77">
        <w:lastRenderedPageBreak/>
        <w:t>pr</w:t>
      </w:r>
      <w:r w:rsidR="002A4158" w:rsidRPr="00DA4E77">
        <w:t>o</w:t>
      </w:r>
      <w:r w:rsidR="002A4158" w:rsidRPr="00DA4E77">
        <w:t>che</w:t>
      </w:r>
      <w:r>
        <w:t xml:space="preserve">. </w:t>
      </w:r>
      <w:r w:rsidR="002A4158" w:rsidRPr="00DA4E77">
        <w:t>Je vous apprendrai comment on pêche les oursins et les fruits de mer sur mes lointaines côtes ligures</w:t>
      </w:r>
      <w:r>
        <w:t>.</w:t>
      </w:r>
    </w:p>
    <w:p w14:paraId="48F793ED" w14:textId="77777777" w:rsidR="00276CCE" w:rsidRDefault="00276CCE" w:rsidP="002A4158">
      <w:r>
        <w:t>— </w:t>
      </w:r>
      <w:r w:rsidR="002A4158" w:rsidRPr="00DA4E77">
        <w:t>Et moi</w:t>
      </w:r>
      <w:r>
        <w:t xml:space="preserve">, </w:t>
      </w:r>
      <w:r w:rsidR="002A4158" w:rsidRPr="00DA4E77">
        <w:t xml:space="preserve">interrompt </w:t>
      </w:r>
      <w:proofErr w:type="spellStart"/>
      <w:r w:rsidR="002A4158" w:rsidRPr="00DA4E77">
        <w:t>Oréa</w:t>
      </w:r>
      <w:proofErr w:type="spellEnd"/>
      <w:r>
        <w:t xml:space="preserve">, </w:t>
      </w:r>
      <w:r w:rsidR="002A4158" w:rsidRPr="00DA4E77">
        <w:t xml:space="preserve">je vais avec </w:t>
      </w:r>
      <w:proofErr w:type="spellStart"/>
      <w:r w:rsidR="002A4158" w:rsidRPr="00DA4E77">
        <w:t>Glania</w:t>
      </w:r>
      <w:proofErr w:type="spellEnd"/>
      <w:r>
        <w:t xml:space="preserve">. </w:t>
      </w:r>
      <w:r w:rsidR="002A4158" w:rsidRPr="00DA4E77">
        <w:t>J</w:t>
      </w:r>
      <w:r>
        <w:t>’</w:t>
      </w:r>
      <w:r w:rsidR="002A4158" w:rsidRPr="00DA4E77">
        <w:t>ai bien souvent péché des coquillages dans le petit port de l</w:t>
      </w:r>
      <w:r>
        <w:t>’</w:t>
      </w:r>
      <w:r w:rsidR="002A4158" w:rsidRPr="00DA4E77">
        <w:t>Île Verte</w:t>
      </w:r>
      <w:r>
        <w:t>.</w:t>
      </w:r>
    </w:p>
    <w:p w14:paraId="6974119B" w14:textId="77777777" w:rsidR="00276CCE" w:rsidRDefault="00276CCE" w:rsidP="002A4158">
      <w:r>
        <w:t>— </w:t>
      </w:r>
      <w:r w:rsidR="002A4158" w:rsidRPr="00DA4E77">
        <w:t>Non</w:t>
      </w:r>
      <w:r>
        <w:t xml:space="preserve">, </w:t>
      </w:r>
      <w:r w:rsidR="002A4158" w:rsidRPr="00DA4E77">
        <w:t>non</w:t>
      </w:r>
      <w:r>
        <w:t xml:space="preserve">, </w:t>
      </w:r>
      <w:r w:rsidR="002A4158" w:rsidRPr="00DA4E77">
        <w:t xml:space="preserve">reprend </w:t>
      </w:r>
      <w:proofErr w:type="spellStart"/>
      <w:r w:rsidR="002A4158" w:rsidRPr="00DA4E77">
        <w:t>Xanthès</w:t>
      </w:r>
      <w:proofErr w:type="spellEnd"/>
      <w:r w:rsidR="002A4158" w:rsidRPr="00DA4E77">
        <w:t xml:space="preserve"> en souriant</w:t>
      </w:r>
      <w:r>
        <w:t xml:space="preserve">, </w:t>
      </w:r>
      <w:proofErr w:type="spellStart"/>
      <w:r w:rsidR="002A4158" w:rsidRPr="00DA4E77">
        <w:t>Hellas</w:t>
      </w:r>
      <w:proofErr w:type="spellEnd"/>
      <w:r w:rsidR="002A4158" w:rsidRPr="00DA4E77">
        <w:t xml:space="preserve"> et toi</w:t>
      </w:r>
      <w:r>
        <w:t xml:space="preserve">, </w:t>
      </w:r>
      <w:r w:rsidR="002A4158" w:rsidRPr="00DA4E77">
        <w:t>re</w:t>
      </w:r>
      <w:r w:rsidR="002A4158" w:rsidRPr="00DA4E77">
        <w:t>s</w:t>
      </w:r>
      <w:r w:rsidR="002A4158" w:rsidRPr="00DA4E77">
        <w:t xml:space="preserve">tez avec </w:t>
      </w:r>
      <w:proofErr w:type="spellStart"/>
      <w:r w:rsidR="002A4158" w:rsidRPr="00DA4E77">
        <w:t>Oréus</w:t>
      </w:r>
      <w:proofErr w:type="spellEnd"/>
      <w:r>
        <w:t xml:space="preserve">. </w:t>
      </w:r>
      <w:r w:rsidR="002A4158" w:rsidRPr="00DA4E77">
        <w:t>Vous formerez le conseil de l</w:t>
      </w:r>
      <w:r>
        <w:t>’</w:t>
      </w:r>
      <w:r w:rsidR="002A4158" w:rsidRPr="00DA4E77">
        <w:t>Empire</w:t>
      </w:r>
      <w:r>
        <w:t>.</w:t>
      </w:r>
    </w:p>
    <w:p w14:paraId="0185D5EF" w14:textId="77777777" w:rsidR="00276CCE" w:rsidRDefault="00276CCE" w:rsidP="002A4158">
      <w:r>
        <w:t>— </w:t>
      </w:r>
      <w:r w:rsidR="002A4158" w:rsidRPr="00DA4E77">
        <w:t xml:space="preserve">Et vous veillerez sur </w:t>
      </w:r>
      <w:proofErr w:type="spellStart"/>
      <w:r w:rsidR="002A4158" w:rsidRPr="00DA4E77">
        <w:t>Knephao</w:t>
      </w:r>
      <w:proofErr w:type="spellEnd"/>
      <w:r w:rsidR="002A4158" w:rsidRPr="00DA4E77">
        <w:t xml:space="preserve"> qui me paraît bien agité</w:t>
      </w:r>
      <w:r>
        <w:t xml:space="preserve">, </w:t>
      </w:r>
      <w:r w:rsidR="002A4158" w:rsidRPr="00DA4E77">
        <w:t xml:space="preserve">observe </w:t>
      </w:r>
      <w:proofErr w:type="spellStart"/>
      <w:r w:rsidR="002A4158" w:rsidRPr="00DA4E77">
        <w:t>Thamoussi</w:t>
      </w:r>
      <w:proofErr w:type="spellEnd"/>
      <w:r>
        <w:t>.</w:t>
      </w:r>
    </w:p>
    <w:p w14:paraId="189D440E" w14:textId="77777777" w:rsidR="00276CCE" w:rsidRDefault="002A4158" w:rsidP="002A4158">
      <w:r w:rsidRPr="00DA4E77">
        <w:t>En effet</w:t>
      </w:r>
      <w:r w:rsidR="00276CCE">
        <w:t xml:space="preserve">, </w:t>
      </w:r>
      <w:proofErr w:type="spellStart"/>
      <w:r w:rsidRPr="00DA4E77">
        <w:t>Knephao</w:t>
      </w:r>
      <w:proofErr w:type="spellEnd"/>
      <w:r w:rsidR="00276CCE">
        <w:t xml:space="preserve">, </w:t>
      </w:r>
      <w:r w:rsidRPr="00DA4E77">
        <w:t>jusque-là si calme et si indifférent en apparence</w:t>
      </w:r>
      <w:r w:rsidR="00276CCE">
        <w:t xml:space="preserve">, </w:t>
      </w:r>
      <w:r w:rsidRPr="00DA4E77">
        <w:t>semble pris tout à coup d</w:t>
      </w:r>
      <w:r w:rsidR="00276CCE">
        <w:t>’</w:t>
      </w:r>
      <w:r w:rsidRPr="00DA4E77">
        <w:t>une préoccupation fi</w:t>
      </w:r>
      <w:r w:rsidRPr="00DA4E77">
        <w:t>é</w:t>
      </w:r>
      <w:r w:rsidRPr="00DA4E77">
        <w:t>vreuse</w:t>
      </w:r>
      <w:r w:rsidR="00276CCE">
        <w:t xml:space="preserve">. </w:t>
      </w:r>
      <w:r w:rsidRPr="00DA4E77">
        <w:t>Il se lève</w:t>
      </w:r>
      <w:r w:rsidR="00276CCE">
        <w:t xml:space="preserve">. </w:t>
      </w:r>
      <w:r w:rsidRPr="00DA4E77">
        <w:t>Il va d</w:t>
      </w:r>
      <w:r w:rsidR="00276CCE">
        <w:t>’</w:t>
      </w:r>
      <w:r w:rsidRPr="00DA4E77">
        <w:t>un bout à l</w:t>
      </w:r>
      <w:r w:rsidR="00276CCE">
        <w:t>’</w:t>
      </w:r>
      <w:r w:rsidRPr="00DA4E77">
        <w:t>autre de l</w:t>
      </w:r>
      <w:r w:rsidR="00276CCE">
        <w:t>’</w:t>
      </w:r>
      <w:r w:rsidRPr="00DA4E77">
        <w:rPr>
          <w:bCs/>
          <w:i/>
          <w:iCs/>
        </w:rPr>
        <w:t>Alérion</w:t>
      </w:r>
      <w:r w:rsidR="00276CCE">
        <w:rPr>
          <w:bCs/>
          <w:i/>
          <w:iCs/>
        </w:rPr>
        <w:t xml:space="preserve">. </w:t>
      </w:r>
      <w:r w:rsidRPr="00DA4E77">
        <w:t>Il monte sur une pierre</w:t>
      </w:r>
      <w:r w:rsidR="00276CCE">
        <w:t xml:space="preserve">, </w:t>
      </w:r>
      <w:r w:rsidRPr="00DA4E77">
        <w:t>il met la main devant ses yeux</w:t>
      </w:r>
      <w:r w:rsidR="00276CCE">
        <w:t xml:space="preserve">, </w:t>
      </w:r>
      <w:r w:rsidRPr="00DA4E77">
        <w:t>et soudain</w:t>
      </w:r>
      <w:r w:rsidR="00276CCE">
        <w:t xml:space="preserve">, </w:t>
      </w:r>
      <w:r w:rsidRPr="00DA4E77">
        <w:t>il crie</w:t>
      </w:r>
      <w:r w:rsidR="00276CCE">
        <w:t> :</w:t>
      </w:r>
    </w:p>
    <w:p w14:paraId="50AD3790" w14:textId="77777777" w:rsidR="00276CCE" w:rsidRDefault="00276CCE" w:rsidP="002A4158">
      <w:r>
        <w:t>— </w:t>
      </w:r>
      <w:r w:rsidR="002A4158" w:rsidRPr="00DA4E77">
        <w:t>Attention tous</w:t>
      </w:r>
      <w:r>
        <w:t xml:space="preserve"> ! </w:t>
      </w:r>
      <w:r w:rsidR="002A4158" w:rsidRPr="00DA4E77">
        <w:t>Voici les autres</w:t>
      </w:r>
      <w:r>
        <w:t> !</w:t>
      </w:r>
    </w:p>
    <w:p w14:paraId="171782DA" w14:textId="77777777" w:rsidR="00276CCE" w:rsidRDefault="00276CCE" w:rsidP="00276CCE">
      <w:pPr>
        <w:pStyle w:val="Titre2"/>
        <w:rPr>
          <w:i/>
        </w:rPr>
      </w:pPr>
      <w:bookmarkStart w:id="66" w:name="_Toc194842052"/>
      <w:r w:rsidRPr="00DA4E77">
        <w:lastRenderedPageBreak/>
        <w:t>Scène</w:t>
      </w:r>
      <w:r>
        <w:t> </w:t>
      </w:r>
      <w:r w:rsidRPr="00DA4E77">
        <w:t>V</w:t>
      </w:r>
      <w:r>
        <w:t xml:space="preserve">. – </w:t>
      </w:r>
      <w:r w:rsidR="002A4158" w:rsidRPr="00DA4E77">
        <w:rPr>
          <w:i/>
        </w:rPr>
        <w:t>Les autres</w:t>
      </w:r>
      <w:r>
        <w:rPr>
          <w:i/>
        </w:rPr>
        <w:t>.</w:t>
      </w:r>
      <w:bookmarkEnd w:id="66"/>
    </w:p>
    <w:p w14:paraId="332137D8" w14:textId="77777777" w:rsidR="00276CCE" w:rsidRDefault="002A4158" w:rsidP="002A4158">
      <w:r w:rsidRPr="00DA4E77">
        <w:t>Tous se retournent</w:t>
      </w:r>
      <w:r w:rsidR="00276CCE">
        <w:t xml:space="preserve">. </w:t>
      </w:r>
      <w:proofErr w:type="spellStart"/>
      <w:r w:rsidRPr="00DA4E77">
        <w:t>Hermos</w:t>
      </w:r>
      <w:proofErr w:type="spellEnd"/>
      <w:r w:rsidR="00276CCE">
        <w:t xml:space="preserve">, </w:t>
      </w:r>
      <w:proofErr w:type="spellStart"/>
      <w:r w:rsidRPr="00DA4E77">
        <w:t>Xanthès</w:t>
      </w:r>
      <w:proofErr w:type="spellEnd"/>
      <w:r w:rsidRPr="00DA4E77">
        <w:t xml:space="preserve"> et </w:t>
      </w:r>
      <w:proofErr w:type="spellStart"/>
      <w:r w:rsidRPr="00DA4E77">
        <w:t>Amonou</w:t>
      </w:r>
      <w:proofErr w:type="spellEnd"/>
      <w:r w:rsidRPr="00DA4E77">
        <w:t xml:space="preserve"> eux-mêmes s</w:t>
      </w:r>
      <w:r w:rsidR="00276CCE">
        <w:t>’</w:t>
      </w:r>
      <w:r w:rsidRPr="00DA4E77">
        <w:t>arrêtent d</w:t>
      </w:r>
      <w:r w:rsidR="00276CCE">
        <w:t>’</w:t>
      </w:r>
      <w:r w:rsidRPr="00DA4E77">
        <w:t>agir</w:t>
      </w:r>
      <w:r w:rsidR="00276CCE">
        <w:t xml:space="preserve">. </w:t>
      </w:r>
      <w:proofErr w:type="spellStart"/>
      <w:r w:rsidRPr="00DA4E77">
        <w:t>Asmonia</w:t>
      </w:r>
      <w:proofErr w:type="spellEnd"/>
      <w:r w:rsidRPr="00DA4E77">
        <w:t xml:space="preserve"> et </w:t>
      </w:r>
      <w:proofErr w:type="spellStart"/>
      <w:r w:rsidRPr="00DA4E77">
        <w:t>Glania</w:t>
      </w:r>
      <w:proofErr w:type="spellEnd"/>
      <w:r w:rsidR="00276CCE">
        <w:t xml:space="preserve">, </w:t>
      </w:r>
      <w:r w:rsidRPr="00DA4E77">
        <w:t>déjà parties</w:t>
      </w:r>
      <w:r w:rsidR="00276CCE">
        <w:t xml:space="preserve">, </w:t>
      </w:r>
      <w:r w:rsidRPr="00DA4E77">
        <w:t>r</w:t>
      </w:r>
      <w:r w:rsidRPr="00DA4E77">
        <w:t>e</w:t>
      </w:r>
      <w:r w:rsidRPr="00DA4E77">
        <w:t>viennent en courant</w:t>
      </w:r>
      <w:r w:rsidR="00276CCE">
        <w:t xml:space="preserve">. </w:t>
      </w:r>
      <w:r w:rsidRPr="00DA4E77">
        <w:t>En effet</w:t>
      </w:r>
      <w:r w:rsidR="00276CCE">
        <w:t xml:space="preserve">, </w:t>
      </w:r>
      <w:r w:rsidRPr="00DA4E77">
        <w:t>vers le nord</w:t>
      </w:r>
      <w:r w:rsidR="00276CCE">
        <w:t xml:space="preserve">, </w:t>
      </w:r>
      <w:r w:rsidRPr="00DA4E77">
        <w:t>au sommet de la co</w:t>
      </w:r>
      <w:r w:rsidRPr="00DA4E77">
        <w:t>l</w:t>
      </w:r>
      <w:r w:rsidRPr="00DA4E77">
        <w:t>line qui descend en promontoire vers la mer</w:t>
      </w:r>
      <w:r w:rsidR="00276CCE">
        <w:t xml:space="preserve">, </w:t>
      </w:r>
      <w:r w:rsidRPr="00DA4E77">
        <w:t>des ombres mo</w:t>
      </w:r>
      <w:r w:rsidRPr="00DA4E77">
        <w:t>u</w:t>
      </w:r>
      <w:r w:rsidRPr="00DA4E77">
        <w:t>vantes se détachent sur le ciel nébuleux</w:t>
      </w:r>
      <w:r w:rsidR="00276CCE">
        <w:t xml:space="preserve">. </w:t>
      </w:r>
      <w:r w:rsidRPr="00DA4E77">
        <w:t>On voit au loin des êtres qui agitent des branches mortes et des lambeaux d</w:t>
      </w:r>
      <w:r w:rsidR="00276CCE">
        <w:t>’</w:t>
      </w:r>
      <w:r w:rsidRPr="00DA4E77">
        <w:t>étoffes</w:t>
      </w:r>
      <w:r w:rsidR="00276CCE">
        <w:t xml:space="preserve"> ; </w:t>
      </w:r>
      <w:r w:rsidRPr="00DA4E77">
        <w:t>ils semblent demander un signe de paix et d</w:t>
      </w:r>
      <w:r w:rsidR="00276CCE">
        <w:t>’</w:t>
      </w:r>
      <w:r w:rsidRPr="00DA4E77">
        <w:t>accueil</w:t>
      </w:r>
      <w:r w:rsidR="00276CCE">
        <w:t xml:space="preserve">. </w:t>
      </w:r>
      <w:r w:rsidRPr="00DA4E77">
        <w:t>On leur r</w:t>
      </w:r>
      <w:r w:rsidRPr="00DA4E77">
        <w:t>é</w:t>
      </w:r>
      <w:r w:rsidRPr="00DA4E77">
        <w:t>pond en ouvrant les bras</w:t>
      </w:r>
      <w:r w:rsidR="00276CCE">
        <w:t>.</w:t>
      </w:r>
    </w:p>
    <w:p w14:paraId="635A3CD2" w14:textId="77777777" w:rsidR="00276CCE" w:rsidRDefault="00276CCE" w:rsidP="002A4158">
      <w:r>
        <w:t>— </w:t>
      </w:r>
      <w:r w:rsidR="002A4158" w:rsidRPr="00DA4E77">
        <w:t>Qui sont-ils</w:t>
      </w:r>
      <w:r>
        <w:t xml:space="preserve"> ? </w:t>
      </w:r>
      <w:r w:rsidR="002A4158" w:rsidRPr="00DA4E77">
        <w:t>s</w:t>
      </w:r>
      <w:r>
        <w:t>’</w:t>
      </w:r>
      <w:r w:rsidR="002A4158" w:rsidRPr="00DA4E77">
        <w:t xml:space="preserve">informe </w:t>
      </w:r>
      <w:proofErr w:type="spellStart"/>
      <w:r w:rsidR="002A4158" w:rsidRPr="00DA4E77">
        <w:t>Xanthès</w:t>
      </w:r>
      <w:proofErr w:type="spellEnd"/>
      <w:r>
        <w:t>.</w:t>
      </w:r>
    </w:p>
    <w:p w14:paraId="73685F0D" w14:textId="77777777" w:rsidR="00276CCE" w:rsidRDefault="00276CCE" w:rsidP="002A4158">
      <w:r>
        <w:t>— </w:t>
      </w:r>
      <w:r w:rsidR="002A4158" w:rsidRPr="00DA4E77">
        <w:t>Des échappés d</w:t>
      </w:r>
      <w:r>
        <w:t>’</w:t>
      </w:r>
      <w:r w:rsidR="002A4158" w:rsidRPr="00DA4E77">
        <w:t>Atlantis</w:t>
      </w:r>
      <w:r>
        <w:t xml:space="preserve">, </w:t>
      </w:r>
      <w:r w:rsidR="002A4158" w:rsidRPr="00DA4E77">
        <w:t>sans nul doute</w:t>
      </w:r>
      <w:r>
        <w:t>.</w:t>
      </w:r>
    </w:p>
    <w:p w14:paraId="34A84AF3" w14:textId="77777777" w:rsidR="00276CCE" w:rsidRDefault="00276CCE" w:rsidP="002A4158">
      <w:r>
        <w:t>— </w:t>
      </w:r>
      <w:r w:rsidR="002A4158" w:rsidRPr="00DA4E77">
        <w:t>Mais ils auraient abordé par le sud</w:t>
      </w:r>
      <w:r>
        <w:t xml:space="preserve">. </w:t>
      </w:r>
      <w:r w:rsidR="002A4158" w:rsidRPr="00DA4E77">
        <w:t>Pourquoi viennent-ils par le nord</w:t>
      </w:r>
      <w:r>
        <w:t> ?</w:t>
      </w:r>
    </w:p>
    <w:p w14:paraId="14B9EDC7" w14:textId="77777777" w:rsidR="00276CCE" w:rsidRDefault="00276CCE" w:rsidP="002A4158">
      <w:r>
        <w:t>— </w:t>
      </w:r>
      <w:r w:rsidR="002A4158" w:rsidRPr="00DA4E77">
        <w:t>Peut-être des voyageurs toltèques et aztèques arrivés hier pour la fête de l</w:t>
      </w:r>
      <w:r>
        <w:t>’</w:t>
      </w:r>
      <w:r w:rsidR="002A4158" w:rsidRPr="00DA4E77">
        <w:t>Occident</w:t>
      </w:r>
      <w:r>
        <w:t xml:space="preserve"> ! </w:t>
      </w:r>
      <w:r w:rsidR="002A4158" w:rsidRPr="00DA4E77">
        <w:t xml:space="preserve">explique </w:t>
      </w:r>
      <w:proofErr w:type="spellStart"/>
      <w:r w:rsidR="002A4158" w:rsidRPr="00DA4E77">
        <w:t>Thamoussi</w:t>
      </w:r>
      <w:proofErr w:type="spellEnd"/>
      <w:r>
        <w:t xml:space="preserve">. </w:t>
      </w:r>
      <w:r w:rsidR="002A4158" w:rsidRPr="00DA4E77">
        <w:t>À cause de l</w:t>
      </w:r>
      <w:r>
        <w:t>’</w:t>
      </w:r>
      <w:r w:rsidR="002A4158" w:rsidRPr="00DA4E77">
        <w:t>encombrement du port</w:t>
      </w:r>
      <w:r>
        <w:t xml:space="preserve">, </w:t>
      </w:r>
      <w:r w:rsidR="002A4158" w:rsidRPr="00DA4E77">
        <w:t>leurs vaisseaux avaient jeté l</w:t>
      </w:r>
      <w:r>
        <w:t>’</w:t>
      </w:r>
      <w:r w:rsidR="002A4158" w:rsidRPr="00DA4E77">
        <w:t>ancre au nord de l</w:t>
      </w:r>
      <w:r>
        <w:t>’</w:t>
      </w:r>
      <w:r w:rsidR="002A4158" w:rsidRPr="00DA4E77">
        <w:t>Île de Pourpre</w:t>
      </w:r>
      <w:r>
        <w:t xml:space="preserve">. </w:t>
      </w:r>
      <w:r w:rsidR="002A4158" w:rsidRPr="00DA4E77">
        <w:t>Ils sont venus hier matin m</w:t>
      </w:r>
      <w:r>
        <w:t>’</w:t>
      </w:r>
      <w:r w:rsidR="002A4158" w:rsidRPr="00DA4E77">
        <w:t>interroger sur le meilleur parage</w:t>
      </w:r>
      <w:r>
        <w:t>.</w:t>
      </w:r>
    </w:p>
    <w:p w14:paraId="2771102E" w14:textId="77777777" w:rsidR="00276CCE" w:rsidRDefault="00276CCE" w:rsidP="002A4158">
      <w:r>
        <w:t>— </w:t>
      </w:r>
      <w:r w:rsidR="002A4158" w:rsidRPr="00DA4E77">
        <w:t>Tu as raison</w:t>
      </w:r>
      <w:r>
        <w:t xml:space="preserve">, </w:t>
      </w:r>
      <w:proofErr w:type="spellStart"/>
      <w:r w:rsidR="002A4158" w:rsidRPr="00DA4E77">
        <w:t>Thamoussi</w:t>
      </w:r>
      <w:proofErr w:type="spellEnd"/>
      <w:r>
        <w:t xml:space="preserve">, </w:t>
      </w:r>
      <w:r w:rsidR="002A4158" w:rsidRPr="00DA4E77">
        <w:t xml:space="preserve">reprend </w:t>
      </w:r>
      <w:proofErr w:type="spellStart"/>
      <w:r w:rsidR="002A4158" w:rsidRPr="00DA4E77">
        <w:t>Xanthès</w:t>
      </w:r>
      <w:proofErr w:type="spellEnd"/>
      <w:r>
        <w:t xml:space="preserve">. </w:t>
      </w:r>
      <w:r w:rsidR="002A4158" w:rsidRPr="00DA4E77">
        <w:t>J</w:t>
      </w:r>
      <w:r>
        <w:t>’</w:t>
      </w:r>
      <w:r w:rsidR="002A4158" w:rsidRPr="00DA4E77">
        <w:t>ai voyagé à Palanqué et je les reconnais à leur démarche cadencée et à leur stature plus haute</w:t>
      </w:r>
      <w:r>
        <w:t xml:space="preserve">. </w:t>
      </w:r>
      <w:r w:rsidR="002A4158" w:rsidRPr="00DA4E77">
        <w:t>Ce sont pour la plupart des Toltèques de là-bas</w:t>
      </w:r>
      <w:r>
        <w:t>.</w:t>
      </w:r>
    </w:p>
    <w:p w14:paraId="3B23E1EE" w14:textId="77777777" w:rsidR="00276CCE" w:rsidRDefault="00276CCE" w:rsidP="002A4158">
      <w:r>
        <w:t>— </w:t>
      </w:r>
      <w:r w:rsidR="002A4158" w:rsidRPr="00DA4E77">
        <w:t>Pas tous des Toltèques de là-bas</w:t>
      </w:r>
      <w:r>
        <w:t xml:space="preserve">, </w:t>
      </w:r>
      <w:r w:rsidR="002A4158" w:rsidRPr="00DA4E77">
        <w:t xml:space="preserve">ajoute </w:t>
      </w:r>
      <w:proofErr w:type="spellStart"/>
      <w:r w:rsidR="002A4158" w:rsidRPr="00DA4E77">
        <w:t>Hermos</w:t>
      </w:r>
      <w:proofErr w:type="spellEnd"/>
      <w:r>
        <w:t xml:space="preserve">. </w:t>
      </w:r>
      <w:r w:rsidR="002A4158" w:rsidRPr="00DA4E77">
        <w:t>Je vois devant eux des êtres qui</w:t>
      </w:r>
      <w:r>
        <w:t xml:space="preserve">, </w:t>
      </w:r>
      <w:r w:rsidR="002A4158" w:rsidRPr="00DA4E77">
        <w:t>par leur allure</w:t>
      </w:r>
      <w:r>
        <w:t xml:space="preserve">, </w:t>
      </w:r>
      <w:r w:rsidR="002A4158" w:rsidRPr="00DA4E77">
        <w:t>leur attitude et ce qui leur reste de vêtements</w:t>
      </w:r>
      <w:r>
        <w:t xml:space="preserve">, </w:t>
      </w:r>
      <w:r w:rsidR="002A4158" w:rsidRPr="00DA4E77">
        <w:t>ressemblent bien plutôt à des gens d</w:t>
      </w:r>
      <w:r>
        <w:t>’</w:t>
      </w:r>
      <w:r w:rsidR="002A4158" w:rsidRPr="00DA4E77">
        <w:t>Atlantis</w:t>
      </w:r>
      <w:r>
        <w:t>.</w:t>
      </w:r>
    </w:p>
    <w:p w14:paraId="76ED02EE" w14:textId="77777777" w:rsidR="00276CCE" w:rsidRDefault="00276CCE" w:rsidP="002A4158">
      <w:r>
        <w:t>— </w:t>
      </w:r>
      <w:r w:rsidR="002A4158" w:rsidRPr="00DA4E77">
        <w:t>Par le Soleil</w:t>
      </w:r>
      <w:r>
        <w:t xml:space="preserve"> ! </w:t>
      </w:r>
      <w:r w:rsidR="002A4158" w:rsidRPr="00DA4E77">
        <w:t>s</w:t>
      </w:r>
      <w:r>
        <w:t>’</w:t>
      </w:r>
      <w:r w:rsidR="002A4158" w:rsidRPr="00DA4E77">
        <w:t xml:space="preserve">écrie </w:t>
      </w:r>
      <w:proofErr w:type="spellStart"/>
      <w:r w:rsidR="002A4158" w:rsidRPr="00DA4E77">
        <w:t>Knephao</w:t>
      </w:r>
      <w:proofErr w:type="spellEnd"/>
      <w:r>
        <w:t xml:space="preserve">. </w:t>
      </w:r>
      <w:r w:rsidR="002A4158" w:rsidRPr="00DA4E77">
        <w:t>Je les reconnais</w:t>
      </w:r>
      <w:r>
        <w:t xml:space="preserve">, </w:t>
      </w:r>
      <w:r w:rsidR="002A4158" w:rsidRPr="00DA4E77">
        <w:t>c</w:t>
      </w:r>
      <w:r>
        <w:t>’</w:t>
      </w:r>
      <w:r w:rsidR="002A4158" w:rsidRPr="00DA4E77">
        <w:t>est</w:t>
      </w:r>
      <w:r>
        <w:t>…</w:t>
      </w:r>
    </w:p>
    <w:p w14:paraId="0E4A37F4" w14:textId="77777777" w:rsidR="00276CCE" w:rsidRDefault="002A4158" w:rsidP="002A4158">
      <w:r w:rsidRPr="00DA4E77">
        <w:lastRenderedPageBreak/>
        <w:t>Il se tait</w:t>
      </w:r>
      <w:r w:rsidR="00276CCE">
        <w:t xml:space="preserve">, </w:t>
      </w:r>
      <w:r w:rsidRPr="00DA4E77">
        <w:t>comme si le mot serrait sa gorge</w:t>
      </w:r>
      <w:r w:rsidR="00276CCE">
        <w:t>.</w:t>
      </w:r>
    </w:p>
    <w:p w14:paraId="58063289" w14:textId="77777777" w:rsidR="00276CCE" w:rsidRDefault="00276CCE" w:rsidP="002A4158">
      <w:r>
        <w:t>— </w:t>
      </w:r>
      <w:r w:rsidR="002A4158" w:rsidRPr="00DA4E77">
        <w:t>Certes</w:t>
      </w:r>
      <w:r>
        <w:t xml:space="preserve">, </w:t>
      </w:r>
      <w:r w:rsidR="002A4158" w:rsidRPr="00DA4E77">
        <w:t xml:space="preserve">explique </w:t>
      </w:r>
      <w:proofErr w:type="spellStart"/>
      <w:r w:rsidR="002A4158" w:rsidRPr="00DA4E77">
        <w:t>Xanthès</w:t>
      </w:r>
      <w:proofErr w:type="spellEnd"/>
      <w:r>
        <w:t xml:space="preserve">. </w:t>
      </w:r>
      <w:r w:rsidR="002A4158" w:rsidRPr="00DA4E77">
        <w:t>Je la reconnais aussi</w:t>
      </w:r>
      <w:r>
        <w:t xml:space="preserve"> : </w:t>
      </w:r>
      <w:r w:rsidR="002A4158" w:rsidRPr="00DA4E77">
        <w:t>c</w:t>
      </w:r>
      <w:r>
        <w:t>’</w:t>
      </w:r>
      <w:r w:rsidR="002A4158" w:rsidRPr="00DA4E77">
        <w:t xml:space="preserve">est </w:t>
      </w:r>
      <w:proofErr w:type="spellStart"/>
      <w:r w:rsidR="002A4158" w:rsidRPr="00DA4E77">
        <w:t>Melléna</w:t>
      </w:r>
      <w:proofErr w:type="spellEnd"/>
      <w:r>
        <w:t>.</w:t>
      </w:r>
    </w:p>
    <w:p w14:paraId="692F68CE" w14:textId="77777777" w:rsidR="00276CCE" w:rsidRDefault="00276CCE" w:rsidP="002A4158">
      <w:r>
        <w:t>— </w:t>
      </w:r>
      <w:proofErr w:type="spellStart"/>
      <w:r w:rsidR="002A4158" w:rsidRPr="00DA4E77">
        <w:t>Melléna</w:t>
      </w:r>
      <w:proofErr w:type="spellEnd"/>
      <w:r>
        <w:t> !</w:t>
      </w:r>
    </w:p>
    <w:p w14:paraId="2A838E7F" w14:textId="77777777" w:rsidR="00276CCE" w:rsidRDefault="00276CCE" w:rsidP="002A4158">
      <w:r>
        <w:t>— </w:t>
      </w:r>
      <w:r w:rsidR="002A4158" w:rsidRPr="00DA4E77">
        <w:t xml:space="preserve">Et </w:t>
      </w:r>
      <w:proofErr w:type="spellStart"/>
      <w:r w:rsidR="002A4158" w:rsidRPr="00DA4E77">
        <w:t>Guitché</w:t>
      </w:r>
      <w:proofErr w:type="spellEnd"/>
      <w:r>
        <w:t xml:space="preserve">… </w:t>
      </w:r>
      <w:r w:rsidR="002A4158" w:rsidRPr="00DA4E77">
        <w:t xml:space="preserve">et </w:t>
      </w:r>
      <w:proofErr w:type="spellStart"/>
      <w:r w:rsidR="002A4158" w:rsidRPr="00DA4E77">
        <w:t>Barkas</w:t>
      </w:r>
      <w:proofErr w:type="spellEnd"/>
      <w:r>
        <w:t xml:space="preserve">… </w:t>
      </w:r>
      <w:r w:rsidR="002A4158" w:rsidRPr="00DA4E77">
        <w:t xml:space="preserve">et </w:t>
      </w:r>
      <w:proofErr w:type="spellStart"/>
      <w:r w:rsidR="002A4158" w:rsidRPr="00DA4E77">
        <w:t>Moussor</w:t>
      </w:r>
      <w:proofErr w:type="spellEnd"/>
      <w:r>
        <w:t xml:space="preserve">… </w:t>
      </w:r>
      <w:r w:rsidR="002A4158" w:rsidRPr="00DA4E77">
        <w:t>et toute la suite</w:t>
      </w:r>
      <w:r>
        <w:t>…</w:t>
      </w:r>
    </w:p>
    <w:p w14:paraId="20A74D86" w14:textId="77777777" w:rsidR="00276CCE" w:rsidRDefault="00276CCE" w:rsidP="002A4158">
      <w:r>
        <w:t>— </w:t>
      </w:r>
      <w:r w:rsidR="002A4158" w:rsidRPr="00DA4E77">
        <w:t xml:space="preserve">Sauf </w:t>
      </w:r>
      <w:proofErr w:type="spellStart"/>
      <w:r w:rsidR="002A4158" w:rsidRPr="00DA4E77">
        <w:t>Belkis</w:t>
      </w:r>
      <w:proofErr w:type="spellEnd"/>
      <w:r>
        <w:t xml:space="preserve">, </w:t>
      </w:r>
      <w:r w:rsidR="002A4158" w:rsidRPr="00DA4E77">
        <w:t>toutefois</w:t>
      </w:r>
      <w:r>
        <w:t xml:space="preserve">… </w:t>
      </w:r>
      <w:r w:rsidR="002A4158" w:rsidRPr="00DA4E77">
        <w:t>grogne l</w:t>
      </w:r>
      <w:r>
        <w:t>’</w:t>
      </w:r>
      <w:r w:rsidR="002A4158" w:rsidRPr="00DA4E77">
        <w:t>Égyptien</w:t>
      </w:r>
      <w:r>
        <w:t>.</w:t>
      </w:r>
    </w:p>
    <w:p w14:paraId="730D1195" w14:textId="77777777" w:rsidR="00276CCE" w:rsidRDefault="00276CCE" w:rsidP="002A4158">
      <w:r>
        <w:t>— </w:t>
      </w:r>
      <w:r w:rsidR="002A4158" w:rsidRPr="00DA4E77">
        <w:t>Allons</w:t>
      </w:r>
      <w:r>
        <w:t xml:space="preserve">, </w:t>
      </w:r>
      <w:proofErr w:type="spellStart"/>
      <w:r w:rsidR="002A4158" w:rsidRPr="00DA4E77">
        <w:t>Knephao</w:t>
      </w:r>
      <w:proofErr w:type="spellEnd"/>
      <w:r>
        <w:t xml:space="preserve">, </w:t>
      </w:r>
      <w:r w:rsidR="002A4158" w:rsidRPr="00DA4E77">
        <w:t>mon grand</w:t>
      </w:r>
      <w:r>
        <w:t xml:space="preserve">, </w:t>
      </w:r>
      <w:r w:rsidR="002A4158" w:rsidRPr="00DA4E77">
        <w:t xml:space="preserve">dit </w:t>
      </w:r>
      <w:proofErr w:type="spellStart"/>
      <w:r w:rsidR="002A4158" w:rsidRPr="00DA4E77">
        <w:t>Oréus</w:t>
      </w:r>
      <w:proofErr w:type="spellEnd"/>
      <w:r>
        <w:t xml:space="preserve">, </w:t>
      </w:r>
      <w:r w:rsidR="002A4158" w:rsidRPr="00DA4E77">
        <w:t>qui a tout ente</w:t>
      </w:r>
      <w:r w:rsidR="002A4158" w:rsidRPr="00DA4E77">
        <w:t>n</w:t>
      </w:r>
      <w:r w:rsidR="002A4158" w:rsidRPr="00DA4E77">
        <w:t>du</w:t>
      </w:r>
      <w:r>
        <w:t xml:space="preserve">. </w:t>
      </w:r>
      <w:r w:rsidR="002A4158" w:rsidRPr="00DA4E77">
        <w:t>Rien ne doit rester de nos antiques querelles</w:t>
      </w:r>
      <w:r>
        <w:t xml:space="preserve">. </w:t>
      </w:r>
      <w:r w:rsidR="002A4158" w:rsidRPr="00DA4E77">
        <w:t>Il n</w:t>
      </w:r>
      <w:r>
        <w:t>’</w:t>
      </w:r>
      <w:r w:rsidR="002A4158" w:rsidRPr="00DA4E77">
        <w:t>y a plus que des frères malheureux</w:t>
      </w:r>
      <w:r>
        <w:t>.</w:t>
      </w:r>
    </w:p>
    <w:p w14:paraId="5C25AF01" w14:textId="77777777" w:rsidR="00276CCE" w:rsidRDefault="002A4158" w:rsidP="002A4158">
      <w:r w:rsidRPr="00DA4E77">
        <w:t>Et se dressant de toute sa taille</w:t>
      </w:r>
      <w:r w:rsidR="00276CCE">
        <w:t xml:space="preserve">, </w:t>
      </w:r>
      <w:r w:rsidRPr="00DA4E77">
        <w:t>beau et rayonnant malgré toutes ses blessures</w:t>
      </w:r>
      <w:r w:rsidR="00276CCE">
        <w:t xml:space="preserve">, </w:t>
      </w:r>
      <w:proofErr w:type="spellStart"/>
      <w:r w:rsidRPr="00DA4E77">
        <w:t>Hellas</w:t>
      </w:r>
      <w:proofErr w:type="spellEnd"/>
      <w:r w:rsidRPr="00DA4E77">
        <w:t xml:space="preserve"> reprend son allure de Prince de l</w:t>
      </w:r>
      <w:r w:rsidR="00276CCE">
        <w:t>’</w:t>
      </w:r>
      <w:r w:rsidRPr="00DA4E77">
        <w:t>Empire</w:t>
      </w:r>
      <w:r w:rsidR="00276CCE">
        <w:t>.</w:t>
      </w:r>
    </w:p>
    <w:p w14:paraId="1D7C76B0" w14:textId="77777777" w:rsidR="00276CCE" w:rsidRDefault="00276CCE" w:rsidP="002A4158">
      <w:r>
        <w:t>— </w:t>
      </w:r>
      <w:r w:rsidR="002A4158" w:rsidRPr="00DA4E77">
        <w:t>Viens avec moi</w:t>
      </w:r>
      <w:r>
        <w:t xml:space="preserve">, </w:t>
      </w:r>
      <w:proofErr w:type="spellStart"/>
      <w:r w:rsidR="002A4158" w:rsidRPr="00DA4E77">
        <w:t>Oréa</w:t>
      </w:r>
      <w:proofErr w:type="spellEnd"/>
      <w:r>
        <w:t xml:space="preserve">. </w:t>
      </w:r>
      <w:r w:rsidR="002A4158" w:rsidRPr="00DA4E77">
        <w:t>Allons vers eux</w:t>
      </w:r>
      <w:r>
        <w:t>.</w:t>
      </w:r>
    </w:p>
    <w:p w14:paraId="5D1071F9" w14:textId="77777777" w:rsidR="00276CCE" w:rsidRDefault="002A4158" w:rsidP="002A4158">
      <w:r w:rsidRPr="00DA4E77">
        <w:t xml:space="preserve">Et </w:t>
      </w:r>
      <w:proofErr w:type="spellStart"/>
      <w:r w:rsidRPr="00DA4E77">
        <w:t>Oréa</w:t>
      </w:r>
      <w:proofErr w:type="spellEnd"/>
      <w:r w:rsidR="00276CCE">
        <w:t xml:space="preserve">, </w:t>
      </w:r>
      <w:r w:rsidRPr="00DA4E77">
        <w:t>sans mot dire</w:t>
      </w:r>
      <w:r w:rsidR="00276CCE">
        <w:t xml:space="preserve">, </w:t>
      </w:r>
      <w:r w:rsidRPr="00DA4E77">
        <w:t>se lève et le suit</w:t>
      </w:r>
      <w:r w:rsidR="00276CCE">
        <w:t>.</w:t>
      </w:r>
    </w:p>
    <w:p w14:paraId="775E1CAD" w14:textId="77777777" w:rsidR="00276CCE" w:rsidRDefault="002A4158" w:rsidP="002A4158">
      <w:r w:rsidRPr="00DA4E77">
        <w:t>Les arrivants</w:t>
      </w:r>
      <w:r w:rsidR="00276CCE">
        <w:t xml:space="preserve">, </w:t>
      </w:r>
      <w:r w:rsidRPr="00DA4E77">
        <w:t>là-bas</w:t>
      </w:r>
      <w:r w:rsidR="00276CCE">
        <w:t xml:space="preserve">, </w:t>
      </w:r>
      <w:r w:rsidRPr="00DA4E77">
        <w:t>comme s</w:t>
      </w:r>
      <w:r w:rsidR="00276CCE">
        <w:t>’</w:t>
      </w:r>
      <w:r w:rsidRPr="00DA4E77">
        <w:t>ils devinaient la scène</w:t>
      </w:r>
      <w:r w:rsidR="00276CCE">
        <w:t xml:space="preserve">, </w:t>
      </w:r>
      <w:r w:rsidRPr="00DA4E77">
        <w:t>ont fait halte et attendent</w:t>
      </w:r>
      <w:r w:rsidR="00276CCE">
        <w:t xml:space="preserve">. </w:t>
      </w:r>
      <w:r w:rsidRPr="00DA4E77">
        <w:t xml:space="preserve">Quand ils voient venir à leur rencontre </w:t>
      </w:r>
      <w:proofErr w:type="spellStart"/>
      <w:r w:rsidRPr="00DA4E77">
        <w:t>Hellas</w:t>
      </w:r>
      <w:proofErr w:type="spellEnd"/>
      <w:r w:rsidRPr="00DA4E77">
        <w:t xml:space="preserve"> lui-même et </w:t>
      </w:r>
      <w:proofErr w:type="spellStart"/>
      <w:r w:rsidRPr="00DA4E77">
        <w:t>Oréa</w:t>
      </w:r>
      <w:proofErr w:type="spellEnd"/>
      <w:r w:rsidR="00276CCE">
        <w:t xml:space="preserve">, </w:t>
      </w:r>
      <w:r w:rsidRPr="00DA4E77">
        <w:t>les mains tendues</w:t>
      </w:r>
      <w:r w:rsidR="00276CCE">
        <w:t xml:space="preserve">, </w:t>
      </w:r>
      <w:r w:rsidRPr="00DA4E77">
        <w:t>eux aussi s</w:t>
      </w:r>
      <w:r w:rsidR="00276CCE">
        <w:t>’</w:t>
      </w:r>
      <w:r w:rsidRPr="00DA4E77">
        <w:t>avancent</w:t>
      </w:r>
      <w:r w:rsidR="00276CCE">
        <w:t xml:space="preserve">, </w:t>
      </w:r>
      <w:proofErr w:type="spellStart"/>
      <w:r w:rsidRPr="00DA4E77">
        <w:t>Guitché</w:t>
      </w:r>
      <w:proofErr w:type="spellEnd"/>
      <w:r w:rsidRPr="00DA4E77">
        <w:t xml:space="preserve"> et </w:t>
      </w:r>
      <w:proofErr w:type="spellStart"/>
      <w:r w:rsidRPr="00DA4E77">
        <w:t>Melléna</w:t>
      </w:r>
      <w:proofErr w:type="spellEnd"/>
      <w:r w:rsidRPr="00DA4E77">
        <w:t xml:space="preserve"> en tête</w:t>
      </w:r>
      <w:r w:rsidR="00276CCE">
        <w:t xml:space="preserve">. </w:t>
      </w:r>
      <w:proofErr w:type="spellStart"/>
      <w:r w:rsidRPr="00DA4E77">
        <w:t>Oréa</w:t>
      </w:r>
      <w:proofErr w:type="spellEnd"/>
      <w:r w:rsidRPr="00DA4E77">
        <w:t xml:space="preserve"> se jette dans les bras de </w:t>
      </w:r>
      <w:proofErr w:type="spellStart"/>
      <w:r w:rsidRPr="00DA4E77">
        <w:t>Melléna</w:t>
      </w:r>
      <w:proofErr w:type="spellEnd"/>
      <w:r w:rsidR="00276CCE">
        <w:t xml:space="preserve">. </w:t>
      </w:r>
      <w:proofErr w:type="spellStart"/>
      <w:r w:rsidRPr="00DA4E77">
        <w:t>Hellas</w:t>
      </w:r>
      <w:proofErr w:type="spellEnd"/>
      <w:r w:rsidRPr="00DA4E77">
        <w:t xml:space="preserve"> prend les mains de </w:t>
      </w:r>
      <w:proofErr w:type="spellStart"/>
      <w:r w:rsidRPr="00DA4E77">
        <w:t>Guitché</w:t>
      </w:r>
      <w:proofErr w:type="spellEnd"/>
      <w:r w:rsidR="00276CCE">
        <w:t xml:space="preserve">. </w:t>
      </w:r>
      <w:r w:rsidRPr="00DA4E77">
        <w:t>De part et d</w:t>
      </w:r>
      <w:r w:rsidR="00276CCE">
        <w:t>’</w:t>
      </w:r>
      <w:r w:rsidRPr="00DA4E77">
        <w:t>autre une acclamation s</w:t>
      </w:r>
      <w:r w:rsidR="00276CCE">
        <w:t>’</w:t>
      </w:r>
      <w:r w:rsidRPr="00DA4E77">
        <w:t>élève</w:t>
      </w:r>
      <w:r w:rsidR="00276CCE">
        <w:t xml:space="preserve">. </w:t>
      </w:r>
      <w:proofErr w:type="spellStart"/>
      <w:r w:rsidRPr="00DA4E77">
        <w:t>Thébao</w:t>
      </w:r>
      <w:proofErr w:type="spellEnd"/>
      <w:r w:rsidR="00276CCE">
        <w:t xml:space="preserve">, </w:t>
      </w:r>
      <w:r w:rsidRPr="00DA4E77">
        <w:t>à mesure</w:t>
      </w:r>
      <w:r w:rsidR="00276CCE">
        <w:t xml:space="preserve">, </w:t>
      </w:r>
      <w:r w:rsidRPr="00DA4E77">
        <w:t xml:space="preserve">rapporte à </w:t>
      </w:r>
      <w:proofErr w:type="spellStart"/>
      <w:r w:rsidRPr="00DA4E77">
        <w:t>Oréus</w:t>
      </w:r>
      <w:proofErr w:type="spellEnd"/>
      <w:r w:rsidRPr="00DA4E77">
        <w:t xml:space="preserve"> ce qui se passe</w:t>
      </w:r>
      <w:r w:rsidR="00276CCE">
        <w:t>.</w:t>
      </w:r>
    </w:p>
    <w:p w14:paraId="57ABB0FD" w14:textId="77777777" w:rsidR="00276CCE" w:rsidRDefault="00276CCE" w:rsidP="002A4158">
      <w:r>
        <w:t>— </w:t>
      </w:r>
      <w:r w:rsidR="002A4158" w:rsidRPr="00DA4E77">
        <w:t>Grandes âmes</w:t>
      </w:r>
      <w:r>
        <w:t xml:space="preserve"> ! </w:t>
      </w:r>
      <w:r w:rsidR="002A4158" w:rsidRPr="00DA4E77">
        <w:t>Beaux enfants</w:t>
      </w:r>
      <w:r>
        <w:t xml:space="preserve"> ! </w:t>
      </w:r>
      <w:r w:rsidR="002A4158" w:rsidRPr="00DA4E77">
        <w:t>murmure le vieillard s</w:t>
      </w:r>
      <w:r w:rsidR="002A4158" w:rsidRPr="00DA4E77">
        <w:t>a</w:t>
      </w:r>
      <w:r w:rsidR="002A4158" w:rsidRPr="00DA4E77">
        <w:t>tisfait</w:t>
      </w:r>
      <w:r>
        <w:t>.</w:t>
      </w:r>
    </w:p>
    <w:p w14:paraId="6C551DE7" w14:textId="77777777" w:rsidR="00276CCE" w:rsidRDefault="002A4158" w:rsidP="002A4158">
      <w:proofErr w:type="spellStart"/>
      <w:r w:rsidRPr="00DA4E77">
        <w:t>Knephao</w:t>
      </w:r>
      <w:proofErr w:type="spellEnd"/>
      <w:r w:rsidR="00276CCE">
        <w:t xml:space="preserve">, </w:t>
      </w:r>
      <w:r w:rsidRPr="00DA4E77">
        <w:t>seul</w:t>
      </w:r>
      <w:r w:rsidR="00276CCE">
        <w:t xml:space="preserve">, </w:t>
      </w:r>
      <w:r w:rsidRPr="00DA4E77">
        <w:t>dans l</w:t>
      </w:r>
      <w:r w:rsidR="00276CCE">
        <w:t>’</w:t>
      </w:r>
      <w:r w:rsidRPr="00DA4E77">
        <w:t>émotion générale</w:t>
      </w:r>
      <w:r w:rsidR="00276CCE">
        <w:t xml:space="preserve">, </w:t>
      </w:r>
      <w:r w:rsidRPr="00DA4E77">
        <w:t>reste à l</w:t>
      </w:r>
      <w:r w:rsidR="00276CCE">
        <w:t>’</w:t>
      </w:r>
      <w:r w:rsidRPr="00DA4E77">
        <w:t>écart</w:t>
      </w:r>
      <w:r w:rsidR="00276CCE">
        <w:t xml:space="preserve">, </w:t>
      </w:r>
      <w:r w:rsidRPr="00DA4E77">
        <w:t>a</w:t>
      </w:r>
      <w:r w:rsidRPr="00DA4E77">
        <w:t>s</w:t>
      </w:r>
      <w:r w:rsidRPr="00DA4E77">
        <w:t>sis sur le câble de l</w:t>
      </w:r>
      <w:r w:rsidR="00276CCE">
        <w:t>’</w:t>
      </w:r>
      <w:r w:rsidRPr="00DA4E77">
        <w:rPr>
          <w:bCs/>
          <w:i/>
          <w:iCs/>
        </w:rPr>
        <w:t>Alérion</w:t>
      </w:r>
      <w:r w:rsidRPr="00DA4E77">
        <w:t xml:space="preserve"> jeté à terre</w:t>
      </w:r>
      <w:r w:rsidR="00276CCE">
        <w:t xml:space="preserve"> ; </w:t>
      </w:r>
      <w:r w:rsidRPr="00DA4E77">
        <w:t>il laisse tomber son front dans les mains comme s</w:t>
      </w:r>
      <w:r w:rsidR="00276CCE">
        <w:t>’</w:t>
      </w:r>
      <w:r w:rsidRPr="00DA4E77">
        <w:t>il ne voulait rien voir</w:t>
      </w:r>
      <w:r w:rsidR="00276CCE">
        <w:t>.</w:t>
      </w:r>
    </w:p>
    <w:p w14:paraId="128ABEFB" w14:textId="77777777" w:rsidR="00276CCE" w:rsidRDefault="002A4158" w:rsidP="002A4158">
      <w:r w:rsidRPr="00DA4E77">
        <w:lastRenderedPageBreak/>
        <w:t>Cependant</w:t>
      </w:r>
      <w:r w:rsidR="00276CCE">
        <w:t xml:space="preserve">, </w:t>
      </w:r>
      <w:proofErr w:type="spellStart"/>
      <w:r w:rsidRPr="00DA4E77">
        <w:t>Hellas</w:t>
      </w:r>
      <w:proofErr w:type="spellEnd"/>
      <w:r w:rsidRPr="00DA4E77">
        <w:t xml:space="preserve"> et </w:t>
      </w:r>
      <w:proofErr w:type="spellStart"/>
      <w:r w:rsidRPr="00DA4E77">
        <w:t>Oréa</w:t>
      </w:r>
      <w:proofErr w:type="spellEnd"/>
      <w:r w:rsidRPr="00DA4E77">
        <w:t xml:space="preserve"> mènent par </w:t>
      </w:r>
      <w:smartTag w:uri="urn:schemas-microsoft-com:office:smarttags" w:element="PersonName">
        <w:smartTagPr>
          <w:attr w:name="ProductID" w:val="la main Mell￩na"/>
        </w:smartTagPr>
        <w:r w:rsidRPr="00DA4E77">
          <w:t xml:space="preserve">la main </w:t>
        </w:r>
        <w:proofErr w:type="spellStart"/>
        <w:r w:rsidRPr="00DA4E77">
          <w:t>Melléna</w:t>
        </w:r>
      </w:smartTag>
      <w:proofErr w:type="spellEnd"/>
      <w:r w:rsidRPr="00DA4E77">
        <w:t xml:space="preserve"> et </w:t>
      </w:r>
      <w:proofErr w:type="spellStart"/>
      <w:r w:rsidRPr="00DA4E77">
        <w:t>Guitché</w:t>
      </w:r>
      <w:proofErr w:type="spellEnd"/>
      <w:r w:rsidRPr="00DA4E77">
        <w:t xml:space="preserve"> devant </w:t>
      </w:r>
      <w:proofErr w:type="spellStart"/>
      <w:r w:rsidRPr="00DA4E77">
        <w:t>Oréus</w:t>
      </w:r>
      <w:proofErr w:type="spellEnd"/>
      <w:r w:rsidR="00276CCE">
        <w:t xml:space="preserve"> ; </w:t>
      </w:r>
      <w:r w:rsidRPr="00DA4E77">
        <w:t>les autres suivent</w:t>
      </w:r>
      <w:r w:rsidR="00276CCE">
        <w:t>.</w:t>
      </w:r>
    </w:p>
    <w:p w14:paraId="34D873AD" w14:textId="77777777" w:rsidR="00276CCE" w:rsidRDefault="00276CCE" w:rsidP="002A4158">
      <w:r>
        <w:t>— </w:t>
      </w:r>
      <w:proofErr w:type="spellStart"/>
      <w:r w:rsidR="002A4158" w:rsidRPr="00DA4E77">
        <w:t>Melléna</w:t>
      </w:r>
      <w:proofErr w:type="spellEnd"/>
      <w:r>
        <w:t xml:space="preserve">, </w:t>
      </w:r>
      <w:r w:rsidR="002A4158" w:rsidRPr="00DA4E77">
        <w:t>et vous tous</w:t>
      </w:r>
      <w:r>
        <w:t xml:space="preserve">, </w:t>
      </w:r>
      <w:r w:rsidR="002A4158" w:rsidRPr="00DA4E77">
        <w:t>salut et bienvenue</w:t>
      </w:r>
      <w:r>
        <w:t xml:space="preserve"> ! </w:t>
      </w:r>
      <w:r w:rsidR="002A4158" w:rsidRPr="00DA4E77">
        <w:t>Tu sais tout</w:t>
      </w:r>
      <w:r>
        <w:t xml:space="preserve">, </w:t>
      </w:r>
      <w:r w:rsidR="002A4158" w:rsidRPr="00DA4E77">
        <w:t>n</w:t>
      </w:r>
      <w:r>
        <w:t>’</w:t>
      </w:r>
      <w:r w:rsidR="002A4158" w:rsidRPr="00DA4E77">
        <w:t>est-ce pas</w:t>
      </w:r>
      <w:r>
        <w:t> ?</w:t>
      </w:r>
    </w:p>
    <w:p w14:paraId="52AB1CE6" w14:textId="77777777" w:rsidR="00276CCE" w:rsidRDefault="00276CCE" w:rsidP="002A4158">
      <w:r>
        <w:t>— </w:t>
      </w:r>
      <w:r w:rsidR="002A4158" w:rsidRPr="00DA4E77">
        <w:t>Oui</w:t>
      </w:r>
      <w:r>
        <w:t xml:space="preserve">, </w:t>
      </w:r>
      <w:r w:rsidR="002A4158" w:rsidRPr="00DA4E77">
        <w:t>grand maître</w:t>
      </w:r>
      <w:r>
        <w:t xml:space="preserve">. </w:t>
      </w:r>
      <w:proofErr w:type="spellStart"/>
      <w:r w:rsidR="002A4158" w:rsidRPr="00DA4E77">
        <w:t>Oréa</w:t>
      </w:r>
      <w:proofErr w:type="spellEnd"/>
      <w:r w:rsidR="002A4158" w:rsidRPr="00DA4E77">
        <w:t xml:space="preserve"> m</w:t>
      </w:r>
      <w:r>
        <w:t>’</w:t>
      </w:r>
      <w:r w:rsidR="002A4158" w:rsidRPr="00DA4E77">
        <w:t>a tout rapporté en quelques mots</w:t>
      </w:r>
      <w:r>
        <w:t xml:space="preserve">. </w:t>
      </w:r>
      <w:r w:rsidR="002A4158" w:rsidRPr="00DA4E77">
        <w:t>Et nous aussi</w:t>
      </w:r>
      <w:r>
        <w:t xml:space="preserve">, </w:t>
      </w:r>
      <w:r w:rsidR="002A4158" w:rsidRPr="00DA4E77">
        <w:t>nous n</w:t>
      </w:r>
      <w:r>
        <w:t>’</w:t>
      </w:r>
      <w:r w:rsidR="002A4158" w:rsidRPr="00DA4E77">
        <w:t>avons survécu que par miracle</w:t>
      </w:r>
      <w:r>
        <w:t>.</w:t>
      </w:r>
    </w:p>
    <w:p w14:paraId="24CCB588" w14:textId="77777777" w:rsidR="00276CCE" w:rsidRDefault="002A4158" w:rsidP="002A4158">
      <w:r w:rsidRPr="00DA4E77">
        <w:t>Et elle raconte comment ses amis et elle</w:t>
      </w:r>
      <w:r w:rsidR="00276CCE">
        <w:t xml:space="preserve">, </w:t>
      </w:r>
      <w:r w:rsidRPr="00DA4E77">
        <w:t>réfugiés sur la flotte toltèque</w:t>
      </w:r>
      <w:r w:rsidR="00276CCE">
        <w:t xml:space="preserve">, </w:t>
      </w:r>
      <w:r w:rsidRPr="00DA4E77">
        <w:t>ont vu tous les vaisseaux précipités sur le sable d</w:t>
      </w:r>
      <w:r w:rsidR="00276CCE">
        <w:t>’</w:t>
      </w:r>
      <w:r w:rsidRPr="00DA4E77">
        <w:t>une plage évasée</w:t>
      </w:r>
      <w:r w:rsidR="00276CCE">
        <w:t xml:space="preserve">. </w:t>
      </w:r>
      <w:r w:rsidRPr="00DA4E77">
        <w:t>Eux ont pu s</w:t>
      </w:r>
      <w:r w:rsidR="00276CCE">
        <w:t>’</w:t>
      </w:r>
      <w:r w:rsidRPr="00DA4E77">
        <w:t>échapper avant que le bâtiment ne fût emporté de nouveau par le retour offensif des ondes</w:t>
      </w:r>
      <w:r w:rsidR="00276CCE">
        <w:t xml:space="preserve">. </w:t>
      </w:r>
      <w:r w:rsidRPr="00DA4E77">
        <w:t>Le matin</w:t>
      </w:r>
      <w:r w:rsidR="00276CCE">
        <w:t xml:space="preserve">, </w:t>
      </w:r>
      <w:r w:rsidRPr="00DA4E77">
        <w:t>de loin</w:t>
      </w:r>
      <w:r w:rsidR="00276CCE">
        <w:t xml:space="preserve">, </w:t>
      </w:r>
      <w:r w:rsidRPr="00DA4E77">
        <w:t>ils ont aperçu les autres survivants</w:t>
      </w:r>
      <w:r w:rsidR="00276CCE">
        <w:t xml:space="preserve">, </w:t>
      </w:r>
      <w:r w:rsidRPr="00DA4E77">
        <w:t>mais ils n</w:t>
      </w:r>
      <w:r w:rsidR="00276CCE">
        <w:t>’</w:t>
      </w:r>
      <w:r w:rsidRPr="00DA4E77">
        <w:t>osaient s</w:t>
      </w:r>
      <w:r w:rsidR="00276CCE">
        <w:t>’</w:t>
      </w:r>
      <w:r w:rsidRPr="00DA4E77">
        <w:t>approcher</w:t>
      </w:r>
      <w:r w:rsidR="00276CCE">
        <w:t>.</w:t>
      </w:r>
    </w:p>
    <w:p w14:paraId="75B61506" w14:textId="77777777" w:rsidR="00276CCE" w:rsidRDefault="00276CCE" w:rsidP="002A4158">
      <w:r>
        <w:t>— </w:t>
      </w:r>
      <w:r w:rsidR="002A4158" w:rsidRPr="00DA4E77">
        <w:t>Pourquoi ne pas oser</w:t>
      </w:r>
      <w:r>
        <w:t xml:space="preserve"> ? </w:t>
      </w:r>
      <w:r w:rsidR="002A4158" w:rsidRPr="00DA4E77">
        <w:t xml:space="preserve">remarque </w:t>
      </w:r>
      <w:proofErr w:type="spellStart"/>
      <w:r w:rsidR="002A4158" w:rsidRPr="00DA4E77">
        <w:t>Oréus</w:t>
      </w:r>
      <w:proofErr w:type="spellEnd"/>
      <w:r>
        <w:t xml:space="preserve">. </w:t>
      </w:r>
      <w:r w:rsidR="002A4158" w:rsidRPr="00DA4E77">
        <w:t>Nous as-tu pris pour des loups</w:t>
      </w:r>
      <w:r>
        <w:t> ?</w:t>
      </w:r>
    </w:p>
    <w:p w14:paraId="0014B6C5" w14:textId="77777777" w:rsidR="00276CCE" w:rsidRDefault="00276CCE" w:rsidP="002A4158">
      <w:r>
        <w:t>— </w:t>
      </w:r>
      <w:r w:rsidR="002A4158" w:rsidRPr="00DA4E77">
        <w:t>Malheureusement</w:t>
      </w:r>
      <w:r>
        <w:t xml:space="preserve">, </w:t>
      </w:r>
      <w:r w:rsidR="002A4158" w:rsidRPr="00DA4E77">
        <w:t xml:space="preserve">gémit </w:t>
      </w:r>
      <w:proofErr w:type="spellStart"/>
      <w:r w:rsidR="002A4158" w:rsidRPr="00DA4E77">
        <w:t>Melléna</w:t>
      </w:r>
      <w:proofErr w:type="spellEnd"/>
      <w:r>
        <w:t xml:space="preserve">, </w:t>
      </w:r>
      <w:r w:rsidR="002A4158" w:rsidRPr="00DA4E77">
        <w:t>nous avons tous été des loups les uns pour les autres</w:t>
      </w:r>
      <w:r>
        <w:t>.</w:t>
      </w:r>
    </w:p>
    <w:p w14:paraId="64CF17E6" w14:textId="77777777" w:rsidR="00276CCE" w:rsidRDefault="00276CCE" w:rsidP="002A4158">
      <w:r>
        <w:t>— </w:t>
      </w:r>
      <w:r w:rsidR="002A4158" w:rsidRPr="00DA4E77">
        <w:t>Oublions les haines</w:t>
      </w:r>
      <w:r>
        <w:t xml:space="preserve"> ! </w:t>
      </w:r>
      <w:r w:rsidR="002A4158" w:rsidRPr="00DA4E77">
        <w:t xml:space="preserve">reprend </w:t>
      </w:r>
      <w:proofErr w:type="spellStart"/>
      <w:r w:rsidR="002A4158" w:rsidRPr="00DA4E77">
        <w:t>Oréa</w:t>
      </w:r>
      <w:proofErr w:type="spellEnd"/>
      <w:r>
        <w:t xml:space="preserve">. </w:t>
      </w:r>
      <w:r w:rsidR="002A4158" w:rsidRPr="00DA4E77">
        <w:t>Nous allons partir ensemble</w:t>
      </w:r>
      <w:r>
        <w:t>.</w:t>
      </w:r>
    </w:p>
    <w:p w14:paraId="35848940" w14:textId="77777777" w:rsidR="00276CCE" w:rsidRDefault="002A4158" w:rsidP="002A4158">
      <w:r w:rsidRPr="00DA4E77">
        <w:t xml:space="preserve">Et </w:t>
      </w:r>
      <w:proofErr w:type="spellStart"/>
      <w:r w:rsidRPr="00DA4E77">
        <w:t>Hermos</w:t>
      </w:r>
      <w:proofErr w:type="spellEnd"/>
      <w:r w:rsidR="00276CCE">
        <w:t xml:space="preserve">, </w:t>
      </w:r>
      <w:r w:rsidRPr="00DA4E77">
        <w:t>en quelques mots</w:t>
      </w:r>
      <w:r w:rsidR="00276CCE">
        <w:t xml:space="preserve">, </w:t>
      </w:r>
      <w:r w:rsidRPr="00DA4E77">
        <w:t>fait aux nouveaux venus le plan du départ</w:t>
      </w:r>
      <w:r w:rsidR="00276CCE">
        <w:t>.</w:t>
      </w:r>
    </w:p>
    <w:p w14:paraId="5CAA9C98" w14:textId="77777777" w:rsidR="00276CCE" w:rsidRDefault="00276CCE" w:rsidP="002A4158">
      <w:r>
        <w:t>— </w:t>
      </w:r>
      <w:r w:rsidR="002A4158" w:rsidRPr="00DA4E77">
        <w:t>Et tu crois</w:t>
      </w:r>
      <w:r>
        <w:t xml:space="preserve">, </w:t>
      </w:r>
      <w:proofErr w:type="spellStart"/>
      <w:r w:rsidR="002A4158" w:rsidRPr="00DA4E77">
        <w:t>Hermos</w:t>
      </w:r>
      <w:proofErr w:type="spellEnd"/>
      <w:r>
        <w:t xml:space="preserve">, </w:t>
      </w:r>
      <w:r w:rsidR="002A4158" w:rsidRPr="00DA4E77">
        <w:t xml:space="preserve">demande </w:t>
      </w:r>
      <w:proofErr w:type="spellStart"/>
      <w:r w:rsidR="002A4158" w:rsidRPr="00DA4E77">
        <w:t>Melléna</w:t>
      </w:r>
      <w:proofErr w:type="spellEnd"/>
      <w:r>
        <w:t xml:space="preserve">, </w:t>
      </w:r>
      <w:r w:rsidR="002A4158" w:rsidRPr="00DA4E77">
        <w:t>que ce fragile o</w:t>
      </w:r>
      <w:r w:rsidR="002A4158" w:rsidRPr="00DA4E77">
        <w:t>i</w:t>
      </w:r>
      <w:r w:rsidR="002A4158" w:rsidRPr="00DA4E77">
        <w:t>seau de fer et de bois suffira pour traîner un lourd chaland c</w:t>
      </w:r>
      <w:r w:rsidR="002A4158" w:rsidRPr="00DA4E77">
        <w:t>a</w:t>
      </w:r>
      <w:r w:rsidR="002A4158" w:rsidRPr="00DA4E77">
        <w:t>pable de nous porter tous</w:t>
      </w:r>
      <w:r>
        <w:t xml:space="preserve"> ? </w:t>
      </w:r>
      <w:r w:rsidR="002A4158" w:rsidRPr="00DA4E77">
        <w:t>Qu</w:t>
      </w:r>
      <w:r>
        <w:t>’</w:t>
      </w:r>
      <w:r w:rsidR="002A4158" w:rsidRPr="00DA4E77">
        <w:t xml:space="preserve">en pense </w:t>
      </w:r>
      <w:proofErr w:type="spellStart"/>
      <w:r w:rsidR="002A4158" w:rsidRPr="00DA4E77">
        <w:t>Barkas</w:t>
      </w:r>
      <w:proofErr w:type="spellEnd"/>
      <w:r>
        <w:t> ?</w:t>
      </w:r>
    </w:p>
    <w:p w14:paraId="5EC46A90" w14:textId="77777777" w:rsidR="00276CCE" w:rsidRDefault="00276CCE" w:rsidP="002A4158">
      <w:r>
        <w:t>— </w:t>
      </w:r>
      <w:r w:rsidR="002A4158" w:rsidRPr="00DA4E77">
        <w:t>J</w:t>
      </w:r>
      <w:r>
        <w:t>’</w:t>
      </w:r>
      <w:r w:rsidR="002A4158" w:rsidRPr="00DA4E77">
        <w:t>en suis sûr</w:t>
      </w:r>
      <w:r>
        <w:t xml:space="preserve">, </w:t>
      </w:r>
      <w:r w:rsidR="002A4158" w:rsidRPr="00DA4E77">
        <w:t xml:space="preserve">reprend </w:t>
      </w:r>
      <w:proofErr w:type="spellStart"/>
      <w:r w:rsidR="002A4158" w:rsidRPr="00DA4E77">
        <w:t>Oréus</w:t>
      </w:r>
      <w:proofErr w:type="spellEnd"/>
      <w:r>
        <w:t xml:space="preserve">, </w:t>
      </w:r>
      <w:r w:rsidR="002A4158" w:rsidRPr="00DA4E77">
        <w:t>avec autorité</w:t>
      </w:r>
      <w:r>
        <w:t>.</w:t>
      </w:r>
    </w:p>
    <w:p w14:paraId="17D9E65F" w14:textId="77777777" w:rsidR="00276CCE" w:rsidRDefault="00276CCE" w:rsidP="002A4158">
      <w:r>
        <w:t>— </w:t>
      </w:r>
      <w:r w:rsidR="002A4158" w:rsidRPr="00DA4E77">
        <w:t xml:space="preserve">Si </w:t>
      </w:r>
      <w:proofErr w:type="spellStart"/>
      <w:r w:rsidR="002A4158" w:rsidRPr="00DA4E77">
        <w:t>Oréus</w:t>
      </w:r>
      <w:proofErr w:type="spellEnd"/>
      <w:r w:rsidR="002A4158" w:rsidRPr="00DA4E77">
        <w:t xml:space="preserve"> l</w:t>
      </w:r>
      <w:r>
        <w:t>’</w:t>
      </w:r>
      <w:r w:rsidR="002A4158" w:rsidRPr="00DA4E77">
        <w:t>affirme</w:t>
      </w:r>
      <w:r>
        <w:t xml:space="preserve">, </w:t>
      </w:r>
      <w:proofErr w:type="spellStart"/>
      <w:r w:rsidR="002A4158" w:rsidRPr="00DA4E77">
        <w:t>Melléna</w:t>
      </w:r>
      <w:proofErr w:type="spellEnd"/>
      <w:r>
        <w:t xml:space="preserve">, </w:t>
      </w:r>
      <w:r w:rsidR="002A4158" w:rsidRPr="00DA4E77">
        <w:t>il n</w:t>
      </w:r>
      <w:r>
        <w:t>’</w:t>
      </w:r>
      <w:r w:rsidR="002A4158" w:rsidRPr="00DA4E77">
        <w:t>y a rien à craindre</w:t>
      </w:r>
      <w:r>
        <w:t xml:space="preserve">. </w:t>
      </w:r>
      <w:r w:rsidR="002A4158" w:rsidRPr="00DA4E77">
        <w:t>Nous nous inclinons tous comme des écoliers devant lui</w:t>
      </w:r>
      <w:r>
        <w:t xml:space="preserve"> ! </w:t>
      </w:r>
      <w:r w:rsidR="002A4158" w:rsidRPr="00DA4E77">
        <w:t>répond o</w:t>
      </w:r>
      <w:r w:rsidR="002A4158" w:rsidRPr="00DA4E77">
        <w:t>b</w:t>
      </w:r>
      <w:r w:rsidR="002A4158" w:rsidRPr="00DA4E77">
        <w:t xml:space="preserve">séquieusement </w:t>
      </w:r>
      <w:proofErr w:type="spellStart"/>
      <w:r w:rsidR="002A4158" w:rsidRPr="00DA4E77">
        <w:t>Barkas</w:t>
      </w:r>
      <w:proofErr w:type="spellEnd"/>
      <w:r>
        <w:t>.</w:t>
      </w:r>
    </w:p>
    <w:p w14:paraId="27B21511" w14:textId="77777777" w:rsidR="00276CCE" w:rsidRDefault="00276CCE" w:rsidP="002A4158">
      <w:r>
        <w:lastRenderedPageBreak/>
        <w:t>— </w:t>
      </w:r>
      <w:r w:rsidR="002A4158" w:rsidRPr="00DA4E77">
        <w:t>Oh</w:t>
      </w:r>
      <w:r>
        <w:t xml:space="preserve"> ! </w:t>
      </w:r>
      <w:r w:rsidR="002A4158" w:rsidRPr="00DA4E77">
        <w:t>l</w:t>
      </w:r>
      <w:r>
        <w:t>’</w:t>
      </w:r>
      <w:r w:rsidR="002A4158" w:rsidRPr="00DA4E77">
        <w:t>admirable machine aérienne</w:t>
      </w:r>
      <w:r>
        <w:t xml:space="preserve"> ! </w:t>
      </w:r>
      <w:r w:rsidR="002A4158" w:rsidRPr="00DA4E77">
        <w:t>s</w:t>
      </w:r>
      <w:r>
        <w:t>’</w:t>
      </w:r>
      <w:r w:rsidR="002A4158" w:rsidRPr="00DA4E77">
        <w:t>écrie la belle Azt</w:t>
      </w:r>
      <w:r w:rsidR="002A4158" w:rsidRPr="00DA4E77">
        <w:t>è</w:t>
      </w:r>
      <w:r w:rsidR="002A4158" w:rsidRPr="00DA4E77">
        <w:t>que</w:t>
      </w:r>
      <w:r>
        <w:t xml:space="preserve">, </w:t>
      </w:r>
      <w:r w:rsidR="002A4158" w:rsidRPr="00DA4E77">
        <w:t>redevenue soudain vibrante</w:t>
      </w:r>
      <w:r>
        <w:t xml:space="preserve">. </w:t>
      </w:r>
      <w:r w:rsidR="002A4158" w:rsidRPr="00DA4E77">
        <w:t>Oh</w:t>
      </w:r>
      <w:r>
        <w:t xml:space="preserve"> ! </w:t>
      </w:r>
      <w:r w:rsidR="002A4158" w:rsidRPr="00DA4E77">
        <w:t>sublime Atlantis qui pouvait créer pareils miracles</w:t>
      </w:r>
      <w:r>
        <w:t xml:space="preserve"> ! </w:t>
      </w:r>
      <w:proofErr w:type="spellStart"/>
      <w:r w:rsidR="002A4158" w:rsidRPr="00DA4E77">
        <w:t>Oréus</w:t>
      </w:r>
      <w:proofErr w:type="spellEnd"/>
      <w:r>
        <w:t xml:space="preserve"> ! </w:t>
      </w:r>
      <w:proofErr w:type="spellStart"/>
      <w:r w:rsidR="002A4158" w:rsidRPr="00DA4E77">
        <w:t>Oréus</w:t>
      </w:r>
      <w:proofErr w:type="spellEnd"/>
      <w:r>
        <w:t xml:space="preserve"> ! </w:t>
      </w:r>
      <w:r w:rsidR="002A4158" w:rsidRPr="00DA4E77">
        <w:t>pourquoi n</w:t>
      </w:r>
      <w:r>
        <w:t>’</w:t>
      </w:r>
      <w:r w:rsidR="002A4158" w:rsidRPr="00DA4E77">
        <w:t>avons-nous pas allié nos forces</w:t>
      </w:r>
      <w:r>
        <w:t xml:space="preserve"> ? </w:t>
      </w:r>
      <w:r w:rsidR="002A4158" w:rsidRPr="00DA4E77">
        <w:t>Quel Empire éternel nous aurions déployé</w:t>
      </w:r>
      <w:r>
        <w:t> !</w:t>
      </w:r>
    </w:p>
    <w:p w14:paraId="02ECF1E1" w14:textId="77777777" w:rsidR="00276CCE" w:rsidRDefault="002A4158" w:rsidP="002A4158">
      <w:r w:rsidRPr="00DA4E77">
        <w:t>Cependant</w:t>
      </w:r>
      <w:r w:rsidR="00276CCE">
        <w:t xml:space="preserve">, </w:t>
      </w:r>
      <w:r w:rsidRPr="00DA4E77">
        <w:t>peu à peu</w:t>
      </w:r>
      <w:r w:rsidR="00276CCE">
        <w:t xml:space="preserve">, </w:t>
      </w:r>
      <w:proofErr w:type="spellStart"/>
      <w:r w:rsidRPr="00DA4E77">
        <w:t>Melléna</w:t>
      </w:r>
      <w:proofErr w:type="spellEnd"/>
      <w:r w:rsidRPr="00DA4E77">
        <w:t xml:space="preserve"> et les siens s</w:t>
      </w:r>
      <w:r w:rsidR="00276CCE">
        <w:t>’</w:t>
      </w:r>
      <w:r w:rsidRPr="00DA4E77">
        <w:t>approchent de l</w:t>
      </w:r>
      <w:r w:rsidR="00276CCE">
        <w:t>’</w:t>
      </w:r>
      <w:r w:rsidRPr="00DA4E77">
        <w:rPr>
          <w:bCs/>
          <w:i/>
          <w:iCs/>
        </w:rPr>
        <w:t>Alérion</w:t>
      </w:r>
      <w:r w:rsidR="00276CCE">
        <w:rPr>
          <w:bCs/>
          <w:i/>
          <w:iCs/>
        </w:rPr>
        <w:t xml:space="preserve">, </w:t>
      </w:r>
      <w:r w:rsidRPr="00DA4E77">
        <w:t>et</w:t>
      </w:r>
      <w:r w:rsidR="00276CCE">
        <w:t xml:space="preserve">, </w:t>
      </w:r>
      <w:r w:rsidRPr="00DA4E77">
        <w:t>soit par hasard</w:t>
      </w:r>
      <w:r w:rsidR="00276CCE">
        <w:t xml:space="preserve">, </w:t>
      </w:r>
      <w:r w:rsidRPr="00DA4E77">
        <w:t>soit par calcul</w:t>
      </w:r>
      <w:r w:rsidR="00276CCE">
        <w:t xml:space="preserve">, </w:t>
      </w:r>
      <w:r w:rsidRPr="00DA4E77">
        <w:t>celle qu</w:t>
      </w:r>
      <w:r w:rsidR="00276CCE">
        <w:t>’</w:t>
      </w:r>
      <w:r w:rsidRPr="00DA4E77">
        <w:t>on appelait la Reine d</w:t>
      </w:r>
      <w:r w:rsidR="00276CCE">
        <w:t>’</w:t>
      </w:r>
      <w:r w:rsidRPr="00DA4E77">
        <w:t xml:space="preserve">Atlantis se tient du côté opposé à celui que garde </w:t>
      </w:r>
      <w:proofErr w:type="spellStart"/>
      <w:r w:rsidRPr="00DA4E77">
        <w:t>Knephao</w:t>
      </w:r>
      <w:proofErr w:type="spellEnd"/>
      <w:r w:rsidR="00276CCE">
        <w:t xml:space="preserve">, </w:t>
      </w:r>
      <w:r w:rsidRPr="00DA4E77">
        <w:t>immobile</w:t>
      </w:r>
      <w:r w:rsidR="00276CCE">
        <w:t xml:space="preserve">. </w:t>
      </w:r>
      <w:proofErr w:type="spellStart"/>
      <w:r w:rsidRPr="00DA4E77">
        <w:t>Oréa</w:t>
      </w:r>
      <w:proofErr w:type="spellEnd"/>
      <w:r w:rsidRPr="00DA4E77">
        <w:t xml:space="preserve"> et </w:t>
      </w:r>
      <w:proofErr w:type="spellStart"/>
      <w:r w:rsidRPr="00DA4E77">
        <w:t>Hellas</w:t>
      </w:r>
      <w:proofErr w:type="spellEnd"/>
      <w:r w:rsidR="00276CCE">
        <w:t xml:space="preserve">, </w:t>
      </w:r>
      <w:r w:rsidRPr="00DA4E77">
        <w:t>heureux de la paix qui se</w:t>
      </w:r>
      <w:r w:rsidRPr="00DA4E77">
        <w:t>m</w:t>
      </w:r>
      <w:r w:rsidRPr="00DA4E77">
        <w:t>ble régner dans les âmes et ravis d</w:t>
      </w:r>
      <w:r w:rsidR="00276CCE">
        <w:t>’</w:t>
      </w:r>
      <w:r w:rsidRPr="00DA4E77">
        <w:t>entendre les hymnes d</w:t>
      </w:r>
      <w:r w:rsidR="00276CCE">
        <w:t>’</w:t>
      </w:r>
      <w:r w:rsidRPr="00DA4E77">
        <w:t>admiration qui montent vers le génie d</w:t>
      </w:r>
      <w:r w:rsidR="00276CCE">
        <w:t>’</w:t>
      </w:r>
      <w:proofErr w:type="spellStart"/>
      <w:r w:rsidRPr="00DA4E77">
        <w:t>Oréus</w:t>
      </w:r>
      <w:proofErr w:type="spellEnd"/>
      <w:r w:rsidR="00276CCE">
        <w:t xml:space="preserve">, </w:t>
      </w:r>
      <w:r w:rsidRPr="00DA4E77">
        <w:t xml:space="preserve">accompagnent </w:t>
      </w:r>
      <w:proofErr w:type="spellStart"/>
      <w:r w:rsidRPr="00DA4E77">
        <w:t>Melléna</w:t>
      </w:r>
      <w:proofErr w:type="spellEnd"/>
      <w:r w:rsidRPr="00DA4E77">
        <w:t xml:space="preserve"> et ses amis jusqu</w:t>
      </w:r>
      <w:r w:rsidR="00276CCE">
        <w:t>’</w:t>
      </w:r>
      <w:r w:rsidRPr="00DA4E77">
        <w:t>au frêle et formidable instrument de mort</w:t>
      </w:r>
      <w:r w:rsidR="00276CCE">
        <w:t>.</w:t>
      </w:r>
    </w:p>
    <w:p w14:paraId="6596C100" w14:textId="77777777" w:rsidR="00276CCE" w:rsidRDefault="00276CCE" w:rsidP="002A4158">
      <w:r>
        <w:t>— </w:t>
      </w:r>
      <w:r w:rsidR="002A4158" w:rsidRPr="00DA4E77">
        <w:t>Vraiment divin</w:t>
      </w:r>
      <w:r>
        <w:t xml:space="preserve"> ! </w:t>
      </w:r>
      <w:r w:rsidR="002A4158" w:rsidRPr="00DA4E77">
        <w:t xml:space="preserve">laisse échapper </w:t>
      </w:r>
      <w:proofErr w:type="spellStart"/>
      <w:r w:rsidR="002A4158" w:rsidRPr="00DA4E77">
        <w:t>Barkas</w:t>
      </w:r>
      <w:proofErr w:type="spellEnd"/>
      <w:r>
        <w:t xml:space="preserve">. </w:t>
      </w:r>
      <w:r w:rsidR="002A4158" w:rsidRPr="00DA4E77">
        <w:t>Je ne croyais pas que le génie de l</w:t>
      </w:r>
      <w:r>
        <w:t>’</w:t>
      </w:r>
      <w:r w:rsidR="002A4158" w:rsidRPr="00DA4E77">
        <w:t>homme pût aller si loin</w:t>
      </w:r>
      <w:r>
        <w:t> !</w:t>
      </w:r>
    </w:p>
    <w:p w14:paraId="699A1D3A" w14:textId="77777777" w:rsidR="00276CCE" w:rsidRDefault="00276CCE" w:rsidP="002A4158">
      <w:r>
        <w:t>— </w:t>
      </w:r>
      <w:r w:rsidR="002A4158" w:rsidRPr="00DA4E77">
        <w:t>Le génie de la race rouge</w:t>
      </w:r>
      <w:r>
        <w:t xml:space="preserve"> ! </w:t>
      </w:r>
      <w:r w:rsidR="002A4158" w:rsidRPr="00DA4E77">
        <w:t xml:space="preserve">précise </w:t>
      </w:r>
      <w:proofErr w:type="spellStart"/>
      <w:r w:rsidR="002A4158" w:rsidRPr="00DA4E77">
        <w:t>Melléna</w:t>
      </w:r>
      <w:proofErr w:type="spellEnd"/>
      <w:r>
        <w:t>.</w:t>
      </w:r>
    </w:p>
    <w:p w14:paraId="7CA01882" w14:textId="77777777" w:rsidR="00276CCE" w:rsidRDefault="00276CCE" w:rsidP="002A4158">
      <w:r>
        <w:t>— </w:t>
      </w:r>
      <w:r w:rsidR="002A4158" w:rsidRPr="00DA4E77">
        <w:t>Regarde</w:t>
      </w:r>
      <w:r>
        <w:t xml:space="preserve">, </w:t>
      </w:r>
      <w:proofErr w:type="spellStart"/>
      <w:r w:rsidR="002A4158" w:rsidRPr="00DA4E77">
        <w:t>Guitché</w:t>
      </w:r>
      <w:proofErr w:type="spellEnd"/>
      <w:r>
        <w:t xml:space="preserve">, </w:t>
      </w:r>
      <w:r w:rsidR="002A4158" w:rsidRPr="00DA4E77">
        <w:t xml:space="preserve">continue </w:t>
      </w:r>
      <w:proofErr w:type="spellStart"/>
      <w:r w:rsidR="002A4158" w:rsidRPr="00DA4E77">
        <w:t>Barkas</w:t>
      </w:r>
      <w:proofErr w:type="spellEnd"/>
      <w:r>
        <w:t xml:space="preserve">. </w:t>
      </w:r>
      <w:r w:rsidR="002A4158" w:rsidRPr="00DA4E77">
        <w:t>Presque rien</w:t>
      </w:r>
      <w:r>
        <w:t xml:space="preserve"> : </w:t>
      </w:r>
      <w:r w:rsidR="002A4158" w:rsidRPr="00DA4E77">
        <w:t>un peu de fer</w:t>
      </w:r>
      <w:r>
        <w:t xml:space="preserve">, </w:t>
      </w:r>
      <w:r w:rsidR="002A4158" w:rsidRPr="00DA4E77">
        <w:t>un peu de bois</w:t>
      </w:r>
      <w:r>
        <w:t xml:space="preserve">, </w:t>
      </w:r>
      <w:r w:rsidR="002A4158" w:rsidRPr="00DA4E77">
        <w:t>beaucoup de toile</w:t>
      </w:r>
      <w:r>
        <w:t xml:space="preserve">, </w:t>
      </w:r>
      <w:r w:rsidR="002A4158" w:rsidRPr="00DA4E77">
        <w:t>quelques tubes d</w:t>
      </w:r>
      <w:r>
        <w:t>’</w:t>
      </w:r>
      <w:r w:rsidR="002A4158" w:rsidRPr="00DA4E77">
        <w:t>air liquide</w:t>
      </w:r>
      <w:r>
        <w:t xml:space="preserve">, </w:t>
      </w:r>
      <w:r w:rsidR="002A4158" w:rsidRPr="00DA4E77">
        <w:t>et l</w:t>
      </w:r>
      <w:r>
        <w:t>’</w:t>
      </w:r>
      <w:r w:rsidR="002A4158" w:rsidRPr="00DA4E77">
        <w:t>homme peut voler au ciel</w:t>
      </w:r>
      <w:r>
        <w:t>.</w:t>
      </w:r>
    </w:p>
    <w:p w14:paraId="38525A44" w14:textId="77777777" w:rsidR="00276CCE" w:rsidRDefault="002A4158" w:rsidP="002A4158">
      <w:proofErr w:type="spellStart"/>
      <w:r w:rsidRPr="00DA4E77">
        <w:t>Hellas</w:t>
      </w:r>
      <w:proofErr w:type="spellEnd"/>
      <w:r w:rsidR="00276CCE">
        <w:t xml:space="preserve">, </w:t>
      </w:r>
      <w:r w:rsidRPr="00DA4E77">
        <w:t>à son tour</w:t>
      </w:r>
      <w:r w:rsidR="00276CCE">
        <w:t xml:space="preserve">, </w:t>
      </w:r>
      <w:r w:rsidRPr="00DA4E77">
        <w:t>ne peut se retenir d</w:t>
      </w:r>
      <w:r w:rsidR="00276CCE">
        <w:t>’</w:t>
      </w:r>
      <w:r w:rsidRPr="00DA4E77">
        <w:t>exalter son maître</w:t>
      </w:r>
      <w:r w:rsidR="00276CCE">
        <w:t> :</w:t>
      </w:r>
    </w:p>
    <w:p w14:paraId="0A8401BF" w14:textId="77777777" w:rsidR="00276CCE" w:rsidRDefault="00276CCE" w:rsidP="002A4158">
      <w:r>
        <w:t>— </w:t>
      </w:r>
      <w:r w:rsidR="002A4158" w:rsidRPr="00DA4E77">
        <w:t>Ce qu</w:t>
      </w:r>
      <w:r>
        <w:t>’</w:t>
      </w:r>
      <w:r w:rsidR="002A4158" w:rsidRPr="00DA4E77">
        <w:t>il y a de saisissant dans cette œuvre d</w:t>
      </w:r>
      <w:r>
        <w:t>’</w:t>
      </w:r>
      <w:proofErr w:type="spellStart"/>
      <w:r w:rsidR="002A4158" w:rsidRPr="00DA4E77">
        <w:t>Oréus</w:t>
      </w:r>
      <w:proofErr w:type="spellEnd"/>
      <w:r>
        <w:t xml:space="preserve">, </w:t>
      </w:r>
      <w:r w:rsidR="002A4158" w:rsidRPr="00DA4E77">
        <w:t>c</w:t>
      </w:r>
      <w:r>
        <w:t>’</w:t>
      </w:r>
      <w:r w:rsidR="002A4158" w:rsidRPr="00DA4E77">
        <w:t>est l</w:t>
      </w:r>
      <w:r>
        <w:t>’</w:t>
      </w:r>
      <w:r w:rsidR="002A4158" w:rsidRPr="00DA4E77">
        <w:t>extrême simplicité des organes</w:t>
      </w:r>
      <w:r>
        <w:t xml:space="preserve">. </w:t>
      </w:r>
      <w:r w:rsidR="002A4158" w:rsidRPr="00DA4E77">
        <w:t>Un enfant le pourrait condu</w:t>
      </w:r>
      <w:r w:rsidR="002A4158" w:rsidRPr="00DA4E77">
        <w:t>i</w:t>
      </w:r>
      <w:r w:rsidR="002A4158" w:rsidRPr="00DA4E77">
        <w:t>re</w:t>
      </w:r>
      <w:r>
        <w:t>.</w:t>
      </w:r>
    </w:p>
    <w:p w14:paraId="12BB4C12" w14:textId="77777777" w:rsidR="00276CCE" w:rsidRDefault="002A4158" w:rsidP="002A4158">
      <w:r w:rsidRPr="00DA4E77">
        <w:t>Et il montre du doigt les divers appareils au repos et fait jouer les principaux rouages</w:t>
      </w:r>
      <w:r w:rsidR="00276CCE">
        <w:t xml:space="preserve">. </w:t>
      </w:r>
      <w:proofErr w:type="spellStart"/>
      <w:r w:rsidRPr="00DA4E77">
        <w:t>Melléna</w:t>
      </w:r>
      <w:proofErr w:type="spellEnd"/>
      <w:r w:rsidR="00276CCE">
        <w:t xml:space="preserve">, </w:t>
      </w:r>
      <w:r w:rsidRPr="00DA4E77">
        <w:t>les yeux flamboyants de curiosité</w:t>
      </w:r>
      <w:r w:rsidR="00276CCE">
        <w:t xml:space="preserve">, </w:t>
      </w:r>
      <w:r w:rsidRPr="00DA4E77">
        <w:t>suit tous les mouvements de la main d</w:t>
      </w:r>
      <w:r w:rsidR="00276CCE">
        <w:t>’</w:t>
      </w:r>
      <w:proofErr w:type="spellStart"/>
      <w:r w:rsidRPr="00DA4E77">
        <w:t>Hellas</w:t>
      </w:r>
      <w:proofErr w:type="spellEnd"/>
      <w:r w:rsidR="00276CCE">
        <w:t xml:space="preserve">. </w:t>
      </w:r>
      <w:r w:rsidRPr="00DA4E77">
        <w:t>On d</w:t>
      </w:r>
      <w:r w:rsidRPr="00DA4E77">
        <w:t>i</w:t>
      </w:r>
      <w:r w:rsidRPr="00DA4E77">
        <w:t>rait qu</w:t>
      </w:r>
      <w:r w:rsidR="00276CCE">
        <w:t>’</w:t>
      </w:r>
      <w:r w:rsidRPr="00DA4E77">
        <w:t>elle veut bondir dans la nacelle</w:t>
      </w:r>
      <w:r w:rsidR="00276CCE">
        <w:t xml:space="preserve">, </w:t>
      </w:r>
      <w:r w:rsidRPr="00DA4E77">
        <w:t>tant elle y semble attirée de tout son corps</w:t>
      </w:r>
      <w:r w:rsidR="00276CCE">
        <w:t>.</w:t>
      </w:r>
    </w:p>
    <w:p w14:paraId="68CEC6CE" w14:textId="77777777" w:rsidR="00276CCE" w:rsidRDefault="002A4158" w:rsidP="002A4158">
      <w:r w:rsidRPr="00DA4E77">
        <w:lastRenderedPageBreak/>
        <w:t>Mais de l</w:t>
      </w:r>
      <w:r w:rsidR="00276CCE">
        <w:t>’</w:t>
      </w:r>
      <w:r w:rsidRPr="00DA4E77">
        <w:t>autre côté du grand oiseau</w:t>
      </w:r>
      <w:r w:rsidR="00276CCE">
        <w:t xml:space="preserve">, </w:t>
      </w:r>
      <w:proofErr w:type="spellStart"/>
      <w:r w:rsidRPr="00DA4E77">
        <w:t>Knephao</w:t>
      </w:r>
      <w:proofErr w:type="spellEnd"/>
      <w:r w:rsidRPr="00DA4E77">
        <w:t xml:space="preserve"> se dresse</w:t>
      </w:r>
      <w:r w:rsidR="00276CCE">
        <w:t xml:space="preserve">, </w:t>
      </w:r>
      <w:r w:rsidRPr="00DA4E77">
        <w:t>attentif</w:t>
      </w:r>
      <w:r w:rsidR="00276CCE">
        <w:t xml:space="preserve">. </w:t>
      </w:r>
      <w:r w:rsidRPr="00DA4E77">
        <w:t>Il a tout vu</w:t>
      </w:r>
      <w:r w:rsidR="00276CCE">
        <w:t xml:space="preserve">. </w:t>
      </w:r>
      <w:r w:rsidRPr="00DA4E77">
        <w:t>Son vieil instinct batailleur le met en garde contre l</w:t>
      </w:r>
      <w:r w:rsidR="00276CCE">
        <w:t>’</w:t>
      </w:r>
      <w:r w:rsidRPr="00DA4E77">
        <w:t>exaltation imprudente de son ami</w:t>
      </w:r>
      <w:r w:rsidR="00276CCE">
        <w:t>.</w:t>
      </w:r>
    </w:p>
    <w:p w14:paraId="2616530B" w14:textId="77777777" w:rsidR="00276CCE" w:rsidRDefault="00276CCE" w:rsidP="002A4158">
      <w:r>
        <w:t>— </w:t>
      </w:r>
      <w:proofErr w:type="spellStart"/>
      <w:r w:rsidR="002A4158" w:rsidRPr="00DA4E77">
        <w:t>Hellas</w:t>
      </w:r>
      <w:proofErr w:type="spellEnd"/>
      <w:r>
        <w:t xml:space="preserve">, </w:t>
      </w:r>
      <w:r w:rsidR="002A4158" w:rsidRPr="00DA4E77">
        <w:t>tu oublies que les heures passent</w:t>
      </w:r>
      <w:r>
        <w:t xml:space="preserve"> ! </w:t>
      </w:r>
      <w:r w:rsidR="002A4158" w:rsidRPr="00DA4E77">
        <w:t>Et le radeau</w:t>
      </w:r>
      <w:r>
        <w:t xml:space="preserve">, </w:t>
      </w:r>
      <w:r w:rsidR="002A4158" w:rsidRPr="00DA4E77">
        <w:t>crois-tu qu</w:t>
      </w:r>
      <w:r>
        <w:t>’</w:t>
      </w:r>
      <w:r w:rsidR="002A4158" w:rsidRPr="00DA4E77">
        <w:t>il se fera tout seul</w:t>
      </w:r>
      <w:r>
        <w:t> ?</w:t>
      </w:r>
    </w:p>
    <w:p w14:paraId="65195CEC" w14:textId="77777777" w:rsidR="00276CCE" w:rsidRDefault="00276CCE" w:rsidP="002A4158">
      <w:r>
        <w:t>— </w:t>
      </w:r>
      <w:r w:rsidR="002A4158" w:rsidRPr="00DA4E77">
        <w:t>Très juste</w:t>
      </w:r>
      <w:r>
        <w:t xml:space="preserve"> ! </w:t>
      </w:r>
      <w:r w:rsidR="002A4158" w:rsidRPr="00DA4E77">
        <w:t>acquiesce le Prince de l</w:t>
      </w:r>
      <w:r>
        <w:t>’</w:t>
      </w:r>
      <w:r w:rsidR="002A4158" w:rsidRPr="00DA4E77">
        <w:t>Empire</w:t>
      </w:r>
      <w:r>
        <w:t xml:space="preserve">, </w:t>
      </w:r>
      <w:r w:rsidR="002A4158" w:rsidRPr="00DA4E77">
        <w:t>frappé par ce rappel suggestif à la réalité</w:t>
      </w:r>
      <w:r>
        <w:t>.</w:t>
      </w:r>
    </w:p>
    <w:p w14:paraId="64CDCBBB" w14:textId="77777777" w:rsidR="00276CCE" w:rsidRDefault="002A4158" w:rsidP="002A4158">
      <w:r w:rsidRPr="00DA4E77">
        <w:t xml:space="preserve">Et il cherche des yeux </w:t>
      </w:r>
      <w:proofErr w:type="spellStart"/>
      <w:r w:rsidRPr="00DA4E77">
        <w:t>Hermos</w:t>
      </w:r>
      <w:proofErr w:type="spellEnd"/>
      <w:r w:rsidRPr="00DA4E77">
        <w:t xml:space="preserve"> qui</w:t>
      </w:r>
      <w:r w:rsidR="00276CCE">
        <w:t xml:space="preserve">, </w:t>
      </w:r>
      <w:r w:rsidRPr="00DA4E77">
        <w:t>déjà</w:t>
      </w:r>
      <w:r w:rsidR="00276CCE">
        <w:t xml:space="preserve">, </w:t>
      </w:r>
      <w:r w:rsidRPr="00DA4E77">
        <w:t>un peu plus loin</w:t>
      </w:r>
      <w:r w:rsidR="00276CCE">
        <w:t xml:space="preserve">, </w:t>
      </w:r>
      <w:r w:rsidRPr="00DA4E77">
        <w:t>organise les hommes en deux groupes</w:t>
      </w:r>
      <w:r w:rsidR="00276CCE">
        <w:t xml:space="preserve">. </w:t>
      </w:r>
      <w:r w:rsidRPr="00DA4E77">
        <w:t xml:space="preserve">Alors </w:t>
      </w:r>
      <w:proofErr w:type="spellStart"/>
      <w:r w:rsidRPr="00DA4E77">
        <w:t>Hellas</w:t>
      </w:r>
      <w:proofErr w:type="spellEnd"/>
      <w:r w:rsidR="00276CCE">
        <w:t xml:space="preserve">, </w:t>
      </w:r>
      <w:r w:rsidRPr="00DA4E77">
        <w:t xml:space="preserve">se tournant vers </w:t>
      </w:r>
      <w:proofErr w:type="spellStart"/>
      <w:r w:rsidRPr="00DA4E77">
        <w:t>Guitché</w:t>
      </w:r>
      <w:proofErr w:type="spellEnd"/>
      <w:r w:rsidRPr="00DA4E77">
        <w:t xml:space="preserve"> et les autres</w:t>
      </w:r>
      <w:r w:rsidR="00276CCE">
        <w:t xml:space="preserve">, </w:t>
      </w:r>
      <w:r w:rsidRPr="00DA4E77">
        <w:t>dans le dessein de les éloigner de l</w:t>
      </w:r>
      <w:r w:rsidR="00276CCE">
        <w:t>’</w:t>
      </w:r>
      <w:r w:rsidRPr="00DA4E77">
        <w:rPr>
          <w:bCs/>
          <w:i/>
          <w:iCs/>
        </w:rPr>
        <w:t>Alérion</w:t>
      </w:r>
      <w:r w:rsidR="00276CCE">
        <w:t> :</w:t>
      </w:r>
    </w:p>
    <w:p w14:paraId="182E4E74" w14:textId="77777777" w:rsidR="00276CCE" w:rsidRDefault="00276CCE" w:rsidP="002A4158">
      <w:r>
        <w:t>— </w:t>
      </w:r>
      <w:r w:rsidR="002A4158" w:rsidRPr="00DA4E77">
        <w:t>Et vous aussi</w:t>
      </w:r>
      <w:r>
        <w:t xml:space="preserve">, </w:t>
      </w:r>
      <w:r w:rsidR="002A4158" w:rsidRPr="00DA4E77">
        <w:t>vous nous aiderez</w:t>
      </w:r>
      <w:r>
        <w:t xml:space="preserve"> ? </w:t>
      </w:r>
      <w:r w:rsidR="002A4158" w:rsidRPr="00DA4E77">
        <w:t>Toi</w:t>
      </w:r>
      <w:r>
        <w:t xml:space="preserve">, </w:t>
      </w:r>
      <w:proofErr w:type="spellStart"/>
      <w:r w:rsidR="002A4158" w:rsidRPr="00DA4E77">
        <w:t>Barkas</w:t>
      </w:r>
      <w:proofErr w:type="spellEnd"/>
      <w:r>
        <w:t xml:space="preserve">, </w:t>
      </w:r>
      <w:r w:rsidR="002A4158" w:rsidRPr="00DA4E77">
        <w:t>le meilleur des constructeurs</w:t>
      </w:r>
      <w:r>
        <w:t xml:space="preserve">, </w:t>
      </w:r>
      <w:r w:rsidR="002A4158" w:rsidRPr="00DA4E77">
        <w:t xml:space="preserve">tu nous </w:t>
      </w:r>
      <w:proofErr w:type="gramStart"/>
      <w:r w:rsidR="002A4158" w:rsidRPr="00DA4E77">
        <w:t>donneras</w:t>
      </w:r>
      <w:proofErr w:type="gramEnd"/>
      <w:r w:rsidR="002A4158" w:rsidRPr="00DA4E77">
        <w:t xml:space="preserve"> des conseils précieux</w:t>
      </w:r>
      <w:r>
        <w:t>.</w:t>
      </w:r>
    </w:p>
    <w:p w14:paraId="4932C8CE" w14:textId="77777777" w:rsidR="00276CCE" w:rsidRDefault="00276CCE" w:rsidP="002A4158">
      <w:r>
        <w:t>— </w:t>
      </w:r>
      <w:proofErr w:type="spellStart"/>
      <w:r w:rsidR="002A4158" w:rsidRPr="00DA4E77">
        <w:t>Hellas</w:t>
      </w:r>
      <w:proofErr w:type="spellEnd"/>
      <w:r w:rsidR="002A4158" w:rsidRPr="00DA4E77">
        <w:t xml:space="preserve"> et </w:t>
      </w:r>
      <w:proofErr w:type="spellStart"/>
      <w:r w:rsidR="002A4158" w:rsidRPr="00DA4E77">
        <w:t>Knephao</w:t>
      </w:r>
      <w:proofErr w:type="spellEnd"/>
      <w:r w:rsidR="002A4158" w:rsidRPr="00DA4E77">
        <w:t xml:space="preserve"> ont raison</w:t>
      </w:r>
      <w:r>
        <w:t xml:space="preserve">, </w:t>
      </w:r>
      <w:r w:rsidR="002A4158" w:rsidRPr="00DA4E77">
        <w:t xml:space="preserve">répond </w:t>
      </w:r>
      <w:proofErr w:type="spellStart"/>
      <w:r w:rsidR="002A4158" w:rsidRPr="00DA4E77">
        <w:t>Moussor</w:t>
      </w:r>
      <w:proofErr w:type="spellEnd"/>
      <w:r>
        <w:t xml:space="preserve">. </w:t>
      </w:r>
      <w:r w:rsidR="002A4158" w:rsidRPr="00DA4E77">
        <w:t>Vivons d</w:t>
      </w:r>
      <w:r>
        <w:t>’</w:t>
      </w:r>
      <w:r w:rsidR="002A4158" w:rsidRPr="00DA4E77">
        <w:t>abord</w:t>
      </w:r>
      <w:r>
        <w:t xml:space="preserve">, </w:t>
      </w:r>
      <w:r w:rsidR="002A4158" w:rsidRPr="00DA4E77">
        <w:t>nous rêverons ensuite</w:t>
      </w:r>
      <w:r>
        <w:t>.</w:t>
      </w:r>
    </w:p>
    <w:p w14:paraId="2552C4DC" w14:textId="77777777" w:rsidR="00276CCE" w:rsidRDefault="002A4158" w:rsidP="002A4158">
      <w:r w:rsidRPr="00DA4E77">
        <w:t xml:space="preserve">Et il prend sous le bras </w:t>
      </w:r>
      <w:proofErr w:type="spellStart"/>
      <w:r w:rsidRPr="00DA4E77">
        <w:t>Barkas</w:t>
      </w:r>
      <w:proofErr w:type="spellEnd"/>
      <w:r w:rsidR="00276CCE">
        <w:t xml:space="preserve">, </w:t>
      </w:r>
      <w:r w:rsidRPr="00DA4E77">
        <w:t>flatté qu</w:t>
      </w:r>
      <w:r w:rsidR="00276CCE">
        <w:t>’</w:t>
      </w:r>
      <w:proofErr w:type="spellStart"/>
      <w:r w:rsidRPr="00DA4E77">
        <w:t>Hellas</w:t>
      </w:r>
      <w:proofErr w:type="spellEnd"/>
      <w:r w:rsidRPr="00DA4E77">
        <w:t xml:space="preserve"> l</w:t>
      </w:r>
      <w:r w:rsidR="00276CCE">
        <w:t>’</w:t>
      </w:r>
      <w:r w:rsidRPr="00DA4E77">
        <w:t>ait traité en maître</w:t>
      </w:r>
      <w:r w:rsidR="00276CCE">
        <w:t xml:space="preserve">. </w:t>
      </w:r>
      <w:r w:rsidRPr="00DA4E77">
        <w:t>En face</w:t>
      </w:r>
      <w:r w:rsidR="00276CCE">
        <w:t xml:space="preserve">, </w:t>
      </w:r>
      <w:proofErr w:type="spellStart"/>
      <w:r w:rsidRPr="00DA4E77">
        <w:t>Knephao</w:t>
      </w:r>
      <w:proofErr w:type="spellEnd"/>
      <w:r w:rsidR="00276CCE">
        <w:t xml:space="preserve">, </w:t>
      </w:r>
      <w:r w:rsidRPr="00DA4E77">
        <w:t>le front ridé d</w:t>
      </w:r>
      <w:r w:rsidR="00276CCE">
        <w:t>’</w:t>
      </w:r>
      <w:r w:rsidRPr="00DA4E77">
        <w:t>inquiétude</w:t>
      </w:r>
      <w:r w:rsidR="00276CCE">
        <w:t xml:space="preserve">, </w:t>
      </w:r>
      <w:r w:rsidRPr="00DA4E77">
        <w:t>suit tous les mouvements des nouveaux venus</w:t>
      </w:r>
      <w:r w:rsidR="00276CCE">
        <w:t>.</w:t>
      </w:r>
    </w:p>
    <w:p w14:paraId="6837ED0B" w14:textId="77777777" w:rsidR="00276CCE" w:rsidRDefault="00276CCE" w:rsidP="002A4158">
      <w:r>
        <w:t>— </w:t>
      </w:r>
      <w:r w:rsidR="002A4158" w:rsidRPr="00DA4E77">
        <w:t>Et toi</w:t>
      </w:r>
      <w:r>
        <w:t xml:space="preserve">, </w:t>
      </w:r>
      <w:proofErr w:type="spellStart"/>
      <w:r w:rsidR="002A4158" w:rsidRPr="00DA4E77">
        <w:t>Melléna</w:t>
      </w:r>
      <w:proofErr w:type="spellEnd"/>
      <w:r>
        <w:t xml:space="preserve">, </w:t>
      </w:r>
      <w:r w:rsidR="002A4158" w:rsidRPr="00DA4E77">
        <w:t xml:space="preserve">glisse </w:t>
      </w:r>
      <w:proofErr w:type="spellStart"/>
      <w:r w:rsidR="002A4158" w:rsidRPr="00DA4E77">
        <w:t>Barkas</w:t>
      </w:r>
      <w:proofErr w:type="spellEnd"/>
      <w:r>
        <w:t xml:space="preserve">, </w:t>
      </w:r>
      <w:r w:rsidR="002A4158" w:rsidRPr="00DA4E77">
        <w:t>ne veux-tu pas aider nos compagnes à chercher des coquillages</w:t>
      </w:r>
      <w:r>
        <w:t xml:space="preserve"> ? </w:t>
      </w:r>
      <w:r w:rsidR="002A4158" w:rsidRPr="00DA4E77">
        <w:t>N</w:t>
      </w:r>
      <w:r>
        <w:t>’</w:t>
      </w:r>
      <w:r w:rsidR="002A4158" w:rsidRPr="00DA4E77">
        <w:t>as-tu donc pas faim</w:t>
      </w:r>
      <w:r>
        <w:t> ?</w:t>
      </w:r>
    </w:p>
    <w:p w14:paraId="07F092A0" w14:textId="77777777" w:rsidR="00276CCE" w:rsidRDefault="002A4158" w:rsidP="002A4158">
      <w:r w:rsidRPr="00DA4E77">
        <w:t xml:space="preserve">Mais </w:t>
      </w:r>
      <w:proofErr w:type="spellStart"/>
      <w:r w:rsidRPr="00DA4E77">
        <w:t>Melléna</w:t>
      </w:r>
      <w:proofErr w:type="spellEnd"/>
      <w:r w:rsidRPr="00DA4E77">
        <w:t xml:space="preserve"> n</w:t>
      </w:r>
      <w:r w:rsidR="00276CCE">
        <w:t>’</w:t>
      </w:r>
      <w:r w:rsidRPr="00DA4E77">
        <w:t>a rien entendu</w:t>
      </w:r>
      <w:r w:rsidR="00276CCE">
        <w:t xml:space="preserve">. </w:t>
      </w:r>
      <w:r w:rsidRPr="00DA4E77">
        <w:t>Elle reste visiblement a</w:t>
      </w:r>
      <w:r w:rsidRPr="00DA4E77">
        <w:t>b</w:t>
      </w:r>
      <w:r w:rsidRPr="00DA4E77">
        <w:t>sorbée</w:t>
      </w:r>
      <w:r w:rsidR="00276CCE">
        <w:t> :</w:t>
      </w:r>
    </w:p>
    <w:p w14:paraId="2CFFB592" w14:textId="77777777" w:rsidR="00276CCE" w:rsidRDefault="00276CCE" w:rsidP="002A4158">
      <w:r>
        <w:t>— </w:t>
      </w:r>
      <w:r w:rsidR="002A4158" w:rsidRPr="00DA4E77">
        <w:t>Et là</w:t>
      </w:r>
      <w:r>
        <w:t xml:space="preserve">, </w:t>
      </w:r>
      <w:r w:rsidR="002A4158" w:rsidRPr="00DA4E77">
        <w:t>au fond</w:t>
      </w:r>
      <w:r>
        <w:t xml:space="preserve">, </w:t>
      </w:r>
      <w:r w:rsidR="002A4158" w:rsidRPr="00DA4E77">
        <w:t>dans la nacelle</w:t>
      </w:r>
      <w:r>
        <w:t xml:space="preserve">, </w:t>
      </w:r>
      <w:r w:rsidR="002A4158" w:rsidRPr="00DA4E77">
        <w:t>dans ce coffre</w:t>
      </w:r>
      <w:r>
        <w:t xml:space="preserve">, </w:t>
      </w:r>
      <w:r w:rsidR="002A4158" w:rsidRPr="00DA4E77">
        <w:t>qu</w:t>
      </w:r>
      <w:r>
        <w:t>’</w:t>
      </w:r>
      <w:r w:rsidR="002A4158" w:rsidRPr="00DA4E77">
        <w:t>y a-t-il donc</w:t>
      </w:r>
      <w:r>
        <w:t> ?</w:t>
      </w:r>
    </w:p>
    <w:p w14:paraId="434D60C3" w14:textId="77777777" w:rsidR="00276CCE" w:rsidRDefault="00276CCE" w:rsidP="002A4158">
      <w:r>
        <w:lastRenderedPageBreak/>
        <w:t>— </w:t>
      </w:r>
      <w:r w:rsidR="002A4158" w:rsidRPr="00DA4E77">
        <w:t>Tous nos trésors</w:t>
      </w:r>
      <w:r>
        <w:t xml:space="preserve">, </w:t>
      </w:r>
      <w:proofErr w:type="spellStart"/>
      <w:r w:rsidR="002A4158" w:rsidRPr="00DA4E77">
        <w:t>Melléna</w:t>
      </w:r>
      <w:proofErr w:type="spellEnd"/>
      <w:r>
        <w:t xml:space="preserve">. </w:t>
      </w:r>
      <w:r w:rsidR="002A4158" w:rsidRPr="00DA4E77">
        <w:t>Des livres</w:t>
      </w:r>
      <w:r>
        <w:t xml:space="preserve">, </w:t>
      </w:r>
      <w:r w:rsidR="002A4158" w:rsidRPr="00DA4E77">
        <w:t>des formules scie</w:t>
      </w:r>
      <w:r w:rsidR="002A4158" w:rsidRPr="00DA4E77">
        <w:t>n</w:t>
      </w:r>
      <w:r w:rsidR="002A4158" w:rsidRPr="00DA4E77">
        <w:t>tifiques</w:t>
      </w:r>
      <w:r>
        <w:t xml:space="preserve">, </w:t>
      </w:r>
      <w:r w:rsidR="002A4158" w:rsidRPr="00DA4E77">
        <w:t>des instruments</w:t>
      </w:r>
      <w:r>
        <w:t xml:space="preserve">, </w:t>
      </w:r>
      <w:r w:rsidR="002A4158" w:rsidRPr="00DA4E77">
        <w:t>des inventions</w:t>
      </w:r>
      <w:r>
        <w:t xml:space="preserve">, </w:t>
      </w:r>
      <w:r w:rsidR="002A4158" w:rsidRPr="00DA4E77">
        <w:t>des œuvres</w:t>
      </w:r>
      <w:r>
        <w:t>…</w:t>
      </w:r>
    </w:p>
    <w:p w14:paraId="4CE1AFBB" w14:textId="77777777" w:rsidR="00276CCE" w:rsidRDefault="00276CCE" w:rsidP="002A4158">
      <w:r>
        <w:t>— </w:t>
      </w:r>
      <w:r w:rsidR="002A4158" w:rsidRPr="00DA4E77">
        <w:t>Tout Atlantis enfin</w:t>
      </w:r>
      <w:r>
        <w:t> !</w:t>
      </w:r>
    </w:p>
    <w:p w14:paraId="18155580" w14:textId="77777777" w:rsidR="00276CCE" w:rsidRDefault="00276CCE" w:rsidP="002A4158">
      <w:r>
        <w:t>— </w:t>
      </w:r>
      <w:r w:rsidR="002A4158" w:rsidRPr="00DA4E77">
        <w:t>Ou du moins tout ce qu</w:t>
      </w:r>
      <w:r>
        <w:t>’</w:t>
      </w:r>
      <w:r w:rsidR="002A4158" w:rsidRPr="00DA4E77">
        <w:t>il en subsiste</w:t>
      </w:r>
      <w:r>
        <w:t> !</w:t>
      </w:r>
    </w:p>
    <w:p w14:paraId="446305DB" w14:textId="77777777" w:rsidR="00276CCE" w:rsidRDefault="00276CCE" w:rsidP="002A4158">
      <w:r>
        <w:t>— </w:t>
      </w:r>
      <w:r w:rsidR="002A4158" w:rsidRPr="00DA4E77">
        <w:t>Et tout cela</w:t>
      </w:r>
      <w:r>
        <w:t xml:space="preserve">, </w:t>
      </w:r>
      <w:r w:rsidR="002A4158" w:rsidRPr="00DA4E77">
        <w:t>qu</w:t>
      </w:r>
      <w:r>
        <w:t>’</w:t>
      </w:r>
      <w:r w:rsidR="002A4158" w:rsidRPr="00DA4E77">
        <w:t>en ferons-nous</w:t>
      </w:r>
      <w:r>
        <w:t> ?</w:t>
      </w:r>
    </w:p>
    <w:p w14:paraId="48433536" w14:textId="77777777" w:rsidR="00276CCE" w:rsidRDefault="00276CCE" w:rsidP="002A4158">
      <w:r>
        <w:t>— </w:t>
      </w:r>
      <w:r w:rsidR="002A4158" w:rsidRPr="00DA4E77">
        <w:t>Ce qu</w:t>
      </w:r>
      <w:r>
        <w:t>’</w:t>
      </w:r>
      <w:r w:rsidR="002A4158" w:rsidRPr="00DA4E77">
        <w:t>il faut en faire</w:t>
      </w:r>
      <w:r>
        <w:t xml:space="preserve"> : </w:t>
      </w:r>
      <w:r w:rsidR="002A4158" w:rsidRPr="00DA4E77">
        <w:t>l</w:t>
      </w:r>
      <w:r>
        <w:t>’</w:t>
      </w:r>
      <w:r w:rsidR="002A4158" w:rsidRPr="00DA4E77">
        <w:t>éducation du nouveau monde</w:t>
      </w:r>
      <w:r>
        <w:t>.</w:t>
      </w:r>
    </w:p>
    <w:p w14:paraId="738242E1" w14:textId="77777777" w:rsidR="00276CCE" w:rsidRDefault="00276CCE" w:rsidP="002A4158">
      <w:r>
        <w:t>— </w:t>
      </w:r>
      <w:r w:rsidR="002A4158" w:rsidRPr="00DA4E77">
        <w:t>Du nouveau monde</w:t>
      </w:r>
      <w:r>
        <w:t xml:space="preserve"> ? </w:t>
      </w:r>
      <w:r w:rsidR="002A4158" w:rsidRPr="00DA4E77">
        <w:t>s</w:t>
      </w:r>
      <w:r>
        <w:t>’</w:t>
      </w:r>
      <w:r w:rsidR="002A4158" w:rsidRPr="00DA4E77">
        <w:t xml:space="preserve">exclame </w:t>
      </w:r>
      <w:proofErr w:type="spellStart"/>
      <w:r w:rsidR="002A4158" w:rsidRPr="00DA4E77">
        <w:t>Melléna</w:t>
      </w:r>
      <w:proofErr w:type="spellEnd"/>
      <w:r>
        <w:t xml:space="preserve">, </w:t>
      </w:r>
      <w:r w:rsidR="002A4158" w:rsidRPr="00DA4E77">
        <w:t>comme redre</w:t>
      </w:r>
      <w:r w:rsidR="002A4158" w:rsidRPr="00DA4E77">
        <w:t>s</w:t>
      </w:r>
      <w:r w:rsidR="002A4158" w:rsidRPr="00DA4E77">
        <w:t>sée d</w:t>
      </w:r>
      <w:r>
        <w:t>’</w:t>
      </w:r>
      <w:r w:rsidR="002A4158" w:rsidRPr="00DA4E77">
        <w:t>un mouvement félin</w:t>
      </w:r>
      <w:r>
        <w:t>.</w:t>
      </w:r>
    </w:p>
    <w:p w14:paraId="03D4C1FE" w14:textId="77777777" w:rsidR="00276CCE" w:rsidRDefault="00276CCE" w:rsidP="002A4158">
      <w:r>
        <w:t>— </w:t>
      </w:r>
      <w:r w:rsidR="002A4158" w:rsidRPr="00DA4E77">
        <w:t>Eh bien</w:t>
      </w:r>
      <w:r>
        <w:t xml:space="preserve">, </w:t>
      </w:r>
      <w:r w:rsidR="002A4158" w:rsidRPr="00DA4E77">
        <w:t>oui</w:t>
      </w:r>
      <w:r>
        <w:t xml:space="preserve"> ! </w:t>
      </w:r>
      <w:r w:rsidR="002A4158" w:rsidRPr="00DA4E77">
        <w:t>Il faut bien que la civilisation continue</w:t>
      </w:r>
      <w:r>
        <w:t> !</w:t>
      </w:r>
    </w:p>
    <w:p w14:paraId="187C9E47" w14:textId="77777777" w:rsidR="00276CCE" w:rsidRDefault="00276CCE" w:rsidP="002A4158">
      <w:r>
        <w:t>— </w:t>
      </w:r>
      <w:r w:rsidR="002A4158" w:rsidRPr="00DA4E77">
        <w:t>Et c</w:t>
      </w:r>
      <w:r>
        <w:t>’</w:t>
      </w:r>
      <w:r w:rsidR="002A4158" w:rsidRPr="00DA4E77">
        <w:t xml:space="preserve">est pour ces Faces de Lune que </w:t>
      </w:r>
      <w:smartTag w:uri="urn:schemas-microsoft-com:office:smarttags" w:element="PersonName">
        <w:smartTagPr>
          <w:attr w:name="ProductID" w:val="la grande Atlantis"/>
        </w:smartTagPr>
        <w:r w:rsidR="002A4158" w:rsidRPr="00DA4E77">
          <w:t>la grande Atlantis</w:t>
        </w:r>
      </w:smartTag>
      <w:r w:rsidR="002A4158" w:rsidRPr="00DA4E77">
        <w:t xml:space="preserve"> a</w:t>
      </w:r>
      <w:r w:rsidR="002A4158" w:rsidRPr="00DA4E77">
        <w:t>u</w:t>
      </w:r>
      <w:r w:rsidR="002A4158" w:rsidRPr="00DA4E77">
        <w:t>ra trouvé tant de choses</w:t>
      </w:r>
      <w:r>
        <w:t> ?</w:t>
      </w:r>
    </w:p>
    <w:p w14:paraId="09E5049B" w14:textId="77777777" w:rsidR="00276CCE" w:rsidRDefault="002A4158" w:rsidP="002A4158">
      <w:r w:rsidRPr="00DA4E77">
        <w:t>Moment de silence et d</w:t>
      </w:r>
      <w:r w:rsidR="00276CCE">
        <w:t>’</w:t>
      </w:r>
      <w:r w:rsidRPr="00DA4E77">
        <w:t>embarras</w:t>
      </w:r>
      <w:r w:rsidR="00276CCE">
        <w:t xml:space="preserve">. </w:t>
      </w:r>
      <w:r w:rsidRPr="00DA4E77">
        <w:t>Le conflit renaissant remplit les assistants de stupeur</w:t>
      </w:r>
      <w:r w:rsidR="00276CCE">
        <w:t xml:space="preserve">. </w:t>
      </w:r>
      <w:r w:rsidRPr="00DA4E77">
        <w:t>Les équipes</w:t>
      </w:r>
      <w:r w:rsidR="00276CCE">
        <w:t xml:space="preserve">, </w:t>
      </w:r>
      <w:r w:rsidRPr="00DA4E77">
        <w:t xml:space="preserve">déjà organisées par </w:t>
      </w:r>
      <w:proofErr w:type="spellStart"/>
      <w:r w:rsidRPr="00DA4E77">
        <w:t>Hermos</w:t>
      </w:r>
      <w:proofErr w:type="spellEnd"/>
      <w:r w:rsidR="00276CCE">
        <w:t xml:space="preserve">, </w:t>
      </w:r>
      <w:r w:rsidRPr="00DA4E77">
        <w:t>s</w:t>
      </w:r>
      <w:r w:rsidR="00276CCE">
        <w:t>’</w:t>
      </w:r>
      <w:r w:rsidRPr="00DA4E77">
        <w:t>arrêtent de partir</w:t>
      </w:r>
      <w:r w:rsidR="00276CCE">
        <w:t xml:space="preserve">. </w:t>
      </w:r>
      <w:r w:rsidRPr="00DA4E77">
        <w:t>Alors</w:t>
      </w:r>
      <w:r w:rsidR="00276CCE">
        <w:t xml:space="preserve">, </w:t>
      </w:r>
      <w:r w:rsidRPr="00DA4E77">
        <w:t>la voix mâle et impér</w:t>
      </w:r>
      <w:r w:rsidRPr="00DA4E77">
        <w:t>a</w:t>
      </w:r>
      <w:r w:rsidRPr="00DA4E77">
        <w:t xml:space="preserve">tive de </w:t>
      </w:r>
      <w:proofErr w:type="spellStart"/>
      <w:r w:rsidRPr="00DA4E77">
        <w:t>Knephao</w:t>
      </w:r>
      <w:proofErr w:type="spellEnd"/>
      <w:r w:rsidRPr="00DA4E77">
        <w:t xml:space="preserve"> s</w:t>
      </w:r>
      <w:r w:rsidR="00276CCE">
        <w:t>’</w:t>
      </w:r>
      <w:r w:rsidRPr="00DA4E77">
        <w:t>élève</w:t>
      </w:r>
      <w:r w:rsidR="00276CCE">
        <w:t> :</w:t>
      </w:r>
    </w:p>
    <w:p w14:paraId="240A0C96" w14:textId="77777777" w:rsidR="00276CCE" w:rsidRDefault="00276CCE" w:rsidP="002A4158">
      <w:r>
        <w:t>— </w:t>
      </w:r>
      <w:r w:rsidR="002A4158" w:rsidRPr="00DA4E77">
        <w:t>Il n</w:t>
      </w:r>
      <w:r>
        <w:t>’</w:t>
      </w:r>
      <w:r w:rsidR="002A4158" w:rsidRPr="00DA4E77">
        <w:t>y a pas en Orient que ce que tu appelles des Faces de Lune</w:t>
      </w:r>
      <w:r>
        <w:t xml:space="preserve">, </w:t>
      </w:r>
      <w:r w:rsidR="002A4158" w:rsidRPr="00DA4E77">
        <w:t>qui d</w:t>
      </w:r>
      <w:r>
        <w:t>’</w:t>
      </w:r>
      <w:r w:rsidR="002A4158" w:rsidRPr="00DA4E77">
        <w:t>ailleurs nous valent</w:t>
      </w:r>
      <w:r>
        <w:t xml:space="preserve">. </w:t>
      </w:r>
      <w:r w:rsidR="002A4158" w:rsidRPr="00DA4E77">
        <w:t>Il y a aussi les frères et les fils des Atlantes</w:t>
      </w:r>
      <w:r>
        <w:t xml:space="preserve"> : </w:t>
      </w:r>
      <w:r w:rsidR="002A4158" w:rsidRPr="00DA4E77">
        <w:t>les Égyptiens</w:t>
      </w:r>
      <w:r>
        <w:t>.</w:t>
      </w:r>
    </w:p>
    <w:p w14:paraId="5D35606F" w14:textId="77777777" w:rsidR="00276CCE" w:rsidRDefault="00276CCE" w:rsidP="002A4158">
      <w:r>
        <w:t>— </w:t>
      </w:r>
      <w:r w:rsidR="002A4158" w:rsidRPr="00DA4E77">
        <w:t>Et c</w:t>
      </w:r>
      <w:r>
        <w:t>’</w:t>
      </w:r>
      <w:r w:rsidR="002A4158" w:rsidRPr="00DA4E77">
        <w:t>est pour l</w:t>
      </w:r>
      <w:r>
        <w:t>’</w:t>
      </w:r>
      <w:r w:rsidR="002A4158" w:rsidRPr="00DA4E77">
        <w:t>Égypte à peine née que la race rouge aura travaillé des siècles et des siècles</w:t>
      </w:r>
      <w:r>
        <w:t> ?</w:t>
      </w:r>
    </w:p>
    <w:p w14:paraId="0CBD0024" w14:textId="77777777" w:rsidR="00276CCE" w:rsidRDefault="00276CCE" w:rsidP="002A4158">
      <w:r>
        <w:t>— </w:t>
      </w:r>
      <w:r w:rsidR="002A4158" w:rsidRPr="00DA4E77">
        <w:t>La race égyptienne est fille d</w:t>
      </w:r>
      <w:r>
        <w:t>’</w:t>
      </w:r>
      <w:r w:rsidR="002A4158" w:rsidRPr="00DA4E77">
        <w:t>Atlantis</w:t>
      </w:r>
      <w:r>
        <w:t>.</w:t>
      </w:r>
    </w:p>
    <w:p w14:paraId="27D82636" w14:textId="77777777" w:rsidR="00276CCE" w:rsidRDefault="00276CCE" w:rsidP="002A4158">
      <w:r>
        <w:t>— </w:t>
      </w:r>
      <w:r w:rsidR="002A4158" w:rsidRPr="00DA4E77">
        <w:t>Mais la race toltèque est sa mère</w:t>
      </w:r>
      <w:r>
        <w:t> !</w:t>
      </w:r>
    </w:p>
    <w:p w14:paraId="40C2E587" w14:textId="77777777" w:rsidR="00276CCE" w:rsidRDefault="00276CCE" w:rsidP="002A4158">
      <w:r>
        <w:t>— </w:t>
      </w:r>
      <w:r w:rsidR="002A4158" w:rsidRPr="00DA4E77">
        <w:t>La civilisation va vers l</w:t>
      </w:r>
      <w:r>
        <w:t>’</w:t>
      </w:r>
      <w:r w:rsidR="002A4158" w:rsidRPr="00DA4E77">
        <w:t>avenir et non vers le passé</w:t>
      </w:r>
      <w:r>
        <w:t xml:space="preserve"> ! </w:t>
      </w:r>
      <w:r w:rsidR="002A4158" w:rsidRPr="00DA4E77">
        <w:t>tra</w:t>
      </w:r>
      <w:r w:rsidR="002A4158" w:rsidRPr="00DA4E77">
        <w:t>n</w:t>
      </w:r>
      <w:r w:rsidR="002A4158" w:rsidRPr="00DA4E77">
        <w:t xml:space="preserve">che </w:t>
      </w:r>
      <w:proofErr w:type="spellStart"/>
      <w:r w:rsidR="002A4158" w:rsidRPr="00DA4E77">
        <w:t>Hellas</w:t>
      </w:r>
      <w:proofErr w:type="spellEnd"/>
      <w:r>
        <w:t>.</w:t>
      </w:r>
    </w:p>
    <w:p w14:paraId="7367A19F" w14:textId="77777777" w:rsidR="00276CCE" w:rsidRDefault="002A4158" w:rsidP="002A4158">
      <w:r w:rsidRPr="00DA4E77">
        <w:lastRenderedPageBreak/>
        <w:t>À ces mots décisifs</w:t>
      </w:r>
      <w:r w:rsidR="00276CCE">
        <w:t xml:space="preserve">, </w:t>
      </w:r>
      <w:r w:rsidRPr="00DA4E77">
        <w:t>un silence se fait de part et d</w:t>
      </w:r>
      <w:r w:rsidR="00276CCE">
        <w:t>’</w:t>
      </w:r>
      <w:r w:rsidRPr="00DA4E77">
        <w:t>autre</w:t>
      </w:r>
      <w:r w:rsidR="00276CCE">
        <w:t xml:space="preserve">. </w:t>
      </w:r>
      <w:r w:rsidRPr="00DA4E77">
        <w:t>Le conflit s</w:t>
      </w:r>
      <w:r w:rsidR="00276CCE">
        <w:t>’</w:t>
      </w:r>
      <w:r w:rsidRPr="00DA4E77">
        <w:t>élargit</w:t>
      </w:r>
      <w:r w:rsidR="00276CCE">
        <w:t xml:space="preserve">. </w:t>
      </w:r>
      <w:r w:rsidRPr="00DA4E77">
        <w:t>Déjà</w:t>
      </w:r>
      <w:r w:rsidR="00276CCE">
        <w:t xml:space="preserve">, </w:t>
      </w:r>
      <w:r w:rsidRPr="00DA4E77">
        <w:t>les groupes se rangent et s</w:t>
      </w:r>
      <w:r w:rsidR="00276CCE">
        <w:t>’</w:t>
      </w:r>
      <w:r w:rsidRPr="00DA4E77">
        <w:t>agitent</w:t>
      </w:r>
      <w:r w:rsidR="00276CCE">
        <w:t xml:space="preserve">. </w:t>
      </w:r>
      <w:proofErr w:type="spellStart"/>
      <w:r w:rsidRPr="00DA4E77">
        <w:t>Barkas</w:t>
      </w:r>
      <w:proofErr w:type="spellEnd"/>
      <w:r w:rsidR="00276CCE">
        <w:t xml:space="preserve">, </w:t>
      </w:r>
      <w:proofErr w:type="spellStart"/>
      <w:r w:rsidRPr="00DA4E77">
        <w:t>Guitché</w:t>
      </w:r>
      <w:proofErr w:type="spellEnd"/>
      <w:r w:rsidR="00276CCE">
        <w:t xml:space="preserve">, </w:t>
      </w:r>
      <w:proofErr w:type="spellStart"/>
      <w:r w:rsidRPr="00DA4E77">
        <w:t>Moussor</w:t>
      </w:r>
      <w:proofErr w:type="spellEnd"/>
      <w:r w:rsidRPr="00DA4E77">
        <w:t xml:space="preserve"> et leur suite entourent </w:t>
      </w:r>
      <w:proofErr w:type="spellStart"/>
      <w:r w:rsidRPr="00DA4E77">
        <w:t>Melléna</w:t>
      </w:r>
      <w:proofErr w:type="spellEnd"/>
      <w:r w:rsidR="00276CCE">
        <w:t xml:space="preserve">. </w:t>
      </w:r>
      <w:r w:rsidRPr="00DA4E77">
        <w:t xml:space="preserve">Mais </w:t>
      </w:r>
      <w:proofErr w:type="spellStart"/>
      <w:r w:rsidRPr="00DA4E77">
        <w:t>Oréus</w:t>
      </w:r>
      <w:proofErr w:type="spellEnd"/>
      <w:r w:rsidR="00276CCE">
        <w:t xml:space="preserve">, </w:t>
      </w:r>
      <w:r w:rsidRPr="00DA4E77">
        <w:t>l</w:t>
      </w:r>
      <w:r w:rsidR="00276CCE">
        <w:t>’</w:t>
      </w:r>
      <w:r w:rsidRPr="00DA4E77">
        <w:t>aveugle</w:t>
      </w:r>
      <w:r w:rsidR="00276CCE">
        <w:t xml:space="preserve">, </w:t>
      </w:r>
      <w:r w:rsidRPr="00DA4E77">
        <w:t>devine tout</w:t>
      </w:r>
      <w:r w:rsidR="00276CCE">
        <w:t> :</w:t>
      </w:r>
    </w:p>
    <w:p w14:paraId="27F19597" w14:textId="77777777" w:rsidR="00276CCE" w:rsidRDefault="00276CCE" w:rsidP="002A4158">
      <w:r>
        <w:t>— </w:t>
      </w:r>
      <w:r w:rsidR="002A4158" w:rsidRPr="00DA4E77">
        <w:t>Silence</w:t>
      </w:r>
      <w:r>
        <w:t xml:space="preserve"> ! </w:t>
      </w:r>
      <w:r w:rsidR="002A4158" w:rsidRPr="00DA4E77">
        <w:t>Allez-vous encore vous battre pour des rêves</w:t>
      </w:r>
      <w:r>
        <w:t xml:space="preserve">, </w:t>
      </w:r>
      <w:r w:rsidR="002A4158" w:rsidRPr="00DA4E77">
        <w:t>quand nous ne savons pas si nous vivrons demain</w:t>
      </w:r>
      <w:r>
        <w:t> ?</w:t>
      </w:r>
    </w:p>
    <w:p w14:paraId="18D6A6E3" w14:textId="77777777" w:rsidR="00276CCE" w:rsidRDefault="00276CCE" w:rsidP="002A4158">
      <w:r>
        <w:t>— </w:t>
      </w:r>
      <w:r w:rsidR="002A4158" w:rsidRPr="00DA4E77">
        <w:t>L</w:t>
      </w:r>
      <w:r>
        <w:t>’</w:t>
      </w:r>
      <w:r w:rsidR="002A4158" w:rsidRPr="00DA4E77">
        <w:rPr>
          <w:bCs/>
          <w:i/>
          <w:iCs/>
        </w:rPr>
        <w:t>Alérion</w:t>
      </w:r>
      <w:r w:rsidR="002A4158" w:rsidRPr="00DA4E77">
        <w:t xml:space="preserve"> n</w:t>
      </w:r>
      <w:r>
        <w:t>’</w:t>
      </w:r>
      <w:r w:rsidR="002A4158" w:rsidRPr="00DA4E77">
        <w:t>est pas un rêve</w:t>
      </w:r>
      <w:r>
        <w:t xml:space="preserve">, </w:t>
      </w:r>
      <w:r w:rsidR="002A4158" w:rsidRPr="00DA4E77">
        <w:t xml:space="preserve">réplique </w:t>
      </w:r>
      <w:proofErr w:type="spellStart"/>
      <w:r w:rsidR="002A4158" w:rsidRPr="00DA4E77">
        <w:t>Melléna</w:t>
      </w:r>
      <w:proofErr w:type="spellEnd"/>
      <w:r>
        <w:t xml:space="preserve">. </w:t>
      </w:r>
      <w:r w:rsidR="002A4158" w:rsidRPr="00DA4E77">
        <w:t>Seule réal</w:t>
      </w:r>
      <w:r w:rsidR="002A4158" w:rsidRPr="00DA4E77">
        <w:t>i</w:t>
      </w:r>
      <w:r w:rsidR="002A4158" w:rsidRPr="00DA4E77">
        <w:t>té qui subsiste d</w:t>
      </w:r>
      <w:r>
        <w:t>’</w:t>
      </w:r>
      <w:r w:rsidR="002A4158" w:rsidRPr="00DA4E77">
        <w:t>Atlantis</w:t>
      </w:r>
      <w:r>
        <w:t xml:space="preserve">. </w:t>
      </w:r>
      <w:r w:rsidR="002A4158" w:rsidRPr="00DA4E77">
        <w:t>Fleur suprême de son génie</w:t>
      </w:r>
      <w:r>
        <w:t xml:space="preserve">. </w:t>
      </w:r>
      <w:r w:rsidR="002A4158" w:rsidRPr="00DA4E77">
        <w:t>Nous y avons tous droit</w:t>
      </w:r>
      <w:r>
        <w:t>.</w:t>
      </w:r>
    </w:p>
    <w:p w14:paraId="41F8CBB7" w14:textId="77777777" w:rsidR="00276CCE" w:rsidRDefault="00276CCE" w:rsidP="002A4158">
      <w:r>
        <w:t>— </w:t>
      </w:r>
      <w:r w:rsidR="002A4158" w:rsidRPr="00DA4E77">
        <w:t>Soit donc</w:t>
      </w:r>
      <w:r>
        <w:t xml:space="preserve"> ! </w:t>
      </w:r>
      <w:r w:rsidR="002A4158" w:rsidRPr="00DA4E77">
        <w:t>Mais l</w:t>
      </w:r>
      <w:r>
        <w:t>’</w:t>
      </w:r>
      <w:r w:rsidR="002A4158" w:rsidRPr="00DA4E77">
        <w:rPr>
          <w:bCs/>
          <w:i/>
          <w:iCs/>
        </w:rPr>
        <w:t>Alérion</w:t>
      </w:r>
      <w:r>
        <w:rPr>
          <w:bCs/>
          <w:i/>
          <w:iCs/>
        </w:rPr>
        <w:t xml:space="preserve">, </w:t>
      </w:r>
      <w:r w:rsidR="002A4158" w:rsidRPr="00DA4E77">
        <w:t>qui l</w:t>
      </w:r>
      <w:r>
        <w:t>’</w:t>
      </w:r>
      <w:r w:rsidR="002A4158" w:rsidRPr="00DA4E77">
        <w:t>a fait</w:t>
      </w:r>
      <w:r>
        <w:t> ?</w:t>
      </w:r>
    </w:p>
    <w:p w14:paraId="647CD3A1" w14:textId="77777777" w:rsidR="00276CCE" w:rsidRDefault="00276CCE" w:rsidP="002A4158">
      <w:r>
        <w:t>— </w:t>
      </w:r>
      <w:r w:rsidR="002A4158" w:rsidRPr="00DA4E77">
        <w:t>Toi</w:t>
      </w:r>
      <w:r>
        <w:t xml:space="preserve"> ! </w:t>
      </w:r>
      <w:r w:rsidR="002A4158" w:rsidRPr="00DA4E77">
        <w:t>s</w:t>
      </w:r>
      <w:r>
        <w:t>’</w:t>
      </w:r>
      <w:r w:rsidR="002A4158" w:rsidRPr="00DA4E77">
        <w:t>écrient en chœur presque tous les assistants</w:t>
      </w:r>
      <w:r>
        <w:t>.</w:t>
      </w:r>
    </w:p>
    <w:p w14:paraId="71839898" w14:textId="77777777" w:rsidR="00276CCE" w:rsidRDefault="00276CCE" w:rsidP="002A4158">
      <w:r>
        <w:t>— </w:t>
      </w:r>
      <w:r w:rsidR="002A4158" w:rsidRPr="00DA4E77">
        <w:t>Les objets qu</w:t>
      </w:r>
      <w:r>
        <w:t>’</w:t>
      </w:r>
      <w:r w:rsidR="002A4158" w:rsidRPr="00DA4E77">
        <w:t>il renferme</w:t>
      </w:r>
      <w:r>
        <w:t xml:space="preserve">, </w:t>
      </w:r>
      <w:r w:rsidR="002A4158" w:rsidRPr="00DA4E77">
        <w:t>qui les possédait</w:t>
      </w:r>
      <w:r>
        <w:t xml:space="preserve">, </w:t>
      </w:r>
      <w:r w:rsidR="002A4158" w:rsidRPr="00DA4E77">
        <w:t>qui les a r</w:t>
      </w:r>
      <w:r w:rsidR="002A4158" w:rsidRPr="00DA4E77">
        <w:t>e</w:t>
      </w:r>
      <w:r w:rsidR="002A4158" w:rsidRPr="00DA4E77">
        <w:t>cueillis</w:t>
      </w:r>
      <w:r>
        <w:t> ?</w:t>
      </w:r>
    </w:p>
    <w:p w14:paraId="75089139" w14:textId="77777777" w:rsidR="00276CCE" w:rsidRDefault="00276CCE" w:rsidP="002A4158">
      <w:r>
        <w:t>— </w:t>
      </w:r>
      <w:r w:rsidR="002A4158" w:rsidRPr="00DA4E77">
        <w:t>Toi</w:t>
      </w:r>
      <w:r>
        <w:t> !</w:t>
      </w:r>
    </w:p>
    <w:p w14:paraId="0A9353FA" w14:textId="77777777" w:rsidR="00276CCE" w:rsidRDefault="00276CCE" w:rsidP="002A4158">
      <w:r>
        <w:t>— </w:t>
      </w:r>
      <w:r w:rsidR="002A4158" w:rsidRPr="00DA4E77">
        <w:t>J</w:t>
      </w:r>
      <w:r>
        <w:t>’</w:t>
      </w:r>
      <w:r w:rsidR="002A4158" w:rsidRPr="00DA4E77">
        <w:t>ai donc le droit d</w:t>
      </w:r>
      <w:r>
        <w:t>’</w:t>
      </w:r>
      <w:r w:rsidR="002A4158" w:rsidRPr="00DA4E77">
        <w:t>en disposer le premier</w:t>
      </w:r>
      <w:r>
        <w:t xml:space="preserve">. </w:t>
      </w:r>
      <w:r w:rsidR="002A4158" w:rsidRPr="00DA4E77">
        <w:t>Avez-vous confiance dans mon esprit de justice</w:t>
      </w:r>
      <w:r>
        <w:t> ?</w:t>
      </w:r>
    </w:p>
    <w:p w14:paraId="7018A468" w14:textId="77777777" w:rsidR="00276CCE" w:rsidRDefault="00276CCE" w:rsidP="002A4158">
      <w:r>
        <w:t>— </w:t>
      </w:r>
      <w:r w:rsidR="002A4158" w:rsidRPr="00DA4E77">
        <w:t>Oui</w:t>
      </w:r>
      <w:r>
        <w:t> !</w:t>
      </w:r>
    </w:p>
    <w:p w14:paraId="3E5F90ED" w14:textId="77777777" w:rsidR="00276CCE" w:rsidRDefault="00276CCE" w:rsidP="002A4158">
      <w:r>
        <w:t>— </w:t>
      </w:r>
      <w:r w:rsidR="002A4158" w:rsidRPr="00DA4E77">
        <w:t>Oui</w:t>
      </w:r>
      <w:r>
        <w:t xml:space="preserve">, </w:t>
      </w:r>
      <w:r w:rsidR="002A4158" w:rsidRPr="00DA4E77">
        <w:t xml:space="preserve">répète </w:t>
      </w:r>
      <w:proofErr w:type="spellStart"/>
      <w:r w:rsidR="002A4158" w:rsidRPr="00DA4E77">
        <w:t>Melléna</w:t>
      </w:r>
      <w:proofErr w:type="spellEnd"/>
      <w:r>
        <w:t>.</w:t>
      </w:r>
    </w:p>
    <w:p w14:paraId="1CA147A0" w14:textId="77777777" w:rsidR="00276CCE" w:rsidRDefault="00276CCE" w:rsidP="002A4158">
      <w:r>
        <w:t>— </w:t>
      </w:r>
      <w:r w:rsidR="002A4158" w:rsidRPr="00DA4E77">
        <w:t>Alors</w:t>
      </w:r>
      <w:r>
        <w:t xml:space="preserve">, </w:t>
      </w:r>
      <w:r w:rsidR="002A4158" w:rsidRPr="00DA4E77">
        <w:t>je décide</w:t>
      </w:r>
      <w:r>
        <w:t xml:space="preserve">. </w:t>
      </w:r>
      <w:r w:rsidR="002A4158" w:rsidRPr="00DA4E77">
        <w:t>Ce que j</w:t>
      </w:r>
      <w:r>
        <w:t>’</w:t>
      </w:r>
      <w:r w:rsidR="002A4158" w:rsidRPr="00DA4E77">
        <w:t>ordonne sera-t-il fait</w:t>
      </w:r>
      <w:r>
        <w:t> ?</w:t>
      </w:r>
    </w:p>
    <w:p w14:paraId="704165D2" w14:textId="77777777" w:rsidR="00276CCE" w:rsidRDefault="00276CCE" w:rsidP="002A4158">
      <w:r>
        <w:t>— </w:t>
      </w:r>
      <w:r w:rsidR="002A4158" w:rsidRPr="00DA4E77">
        <w:t>Ce sera fait</w:t>
      </w:r>
      <w:r>
        <w:t xml:space="preserve">, </w:t>
      </w:r>
      <w:r w:rsidR="002A4158" w:rsidRPr="00DA4E77">
        <w:t>affirment les Atlantes</w:t>
      </w:r>
      <w:r>
        <w:t>.</w:t>
      </w:r>
    </w:p>
    <w:p w14:paraId="558E4BBB" w14:textId="77777777" w:rsidR="00276CCE" w:rsidRDefault="002A4158" w:rsidP="002A4158">
      <w:proofErr w:type="spellStart"/>
      <w:r w:rsidRPr="00DA4E77">
        <w:t>Melléna</w:t>
      </w:r>
      <w:proofErr w:type="spellEnd"/>
      <w:r w:rsidRPr="00DA4E77">
        <w:t xml:space="preserve"> se tait et se rapproche de l</w:t>
      </w:r>
      <w:r w:rsidR="00276CCE">
        <w:t>’</w:t>
      </w:r>
      <w:r w:rsidRPr="00DA4E77">
        <w:rPr>
          <w:bCs/>
          <w:i/>
          <w:iCs/>
        </w:rPr>
        <w:t>Alérion</w:t>
      </w:r>
      <w:r w:rsidR="00276CCE">
        <w:rPr>
          <w:bCs/>
          <w:i/>
          <w:iCs/>
        </w:rPr>
        <w:t xml:space="preserve">. </w:t>
      </w:r>
      <w:r w:rsidRPr="00DA4E77">
        <w:t>Alors</w:t>
      </w:r>
      <w:r w:rsidR="00276CCE">
        <w:t xml:space="preserve">, </w:t>
      </w:r>
      <w:proofErr w:type="spellStart"/>
      <w:r w:rsidRPr="00DA4E77">
        <w:t>Oréus</w:t>
      </w:r>
      <w:proofErr w:type="spellEnd"/>
      <w:r w:rsidR="00276CCE">
        <w:t xml:space="preserve">, </w:t>
      </w:r>
      <w:r w:rsidRPr="00DA4E77">
        <w:t>d</w:t>
      </w:r>
      <w:r w:rsidR="00276CCE">
        <w:t>’</w:t>
      </w:r>
      <w:r w:rsidRPr="00DA4E77">
        <w:t>une voix lente et grave</w:t>
      </w:r>
      <w:r w:rsidR="00276CCE">
        <w:t> :</w:t>
      </w:r>
    </w:p>
    <w:p w14:paraId="3D48D4A8" w14:textId="77777777" w:rsidR="00276CCE" w:rsidRDefault="00276CCE" w:rsidP="002A4158">
      <w:pPr>
        <w:rPr>
          <w:bCs/>
          <w:i/>
          <w:iCs/>
        </w:rPr>
      </w:pPr>
      <w:r>
        <w:t>— </w:t>
      </w:r>
      <w:r w:rsidR="002A4158" w:rsidRPr="00DA4E77">
        <w:t>Je décide donc que l</w:t>
      </w:r>
      <w:r>
        <w:t>’</w:t>
      </w:r>
      <w:r w:rsidR="002A4158" w:rsidRPr="00DA4E77">
        <w:rPr>
          <w:bCs/>
          <w:i/>
          <w:iCs/>
        </w:rPr>
        <w:t>Alérion</w:t>
      </w:r>
      <w:r>
        <w:rPr>
          <w:bCs/>
          <w:i/>
          <w:iCs/>
        </w:rPr>
        <w:t>…</w:t>
      </w:r>
    </w:p>
    <w:p w14:paraId="2A5800BC" w14:textId="77777777" w:rsidR="00276CCE" w:rsidRDefault="00276CCE" w:rsidP="00276CCE">
      <w:pPr>
        <w:pStyle w:val="Titre2"/>
        <w:rPr>
          <w:i/>
        </w:rPr>
      </w:pPr>
      <w:bookmarkStart w:id="67" w:name="_Toc194842053"/>
      <w:r w:rsidRPr="00DA4E77">
        <w:lastRenderedPageBreak/>
        <w:t>Scène</w:t>
      </w:r>
      <w:r>
        <w:t> </w:t>
      </w:r>
      <w:r w:rsidRPr="00DA4E77">
        <w:t>VI</w:t>
      </w:r>
      <w:r>
        <w:t xml:space="preserve">. – </w:t>
      </w:r>
      <w:r w:rsidR="002A4158" w:rsidRPr="00DA4E77">
        <w:rPr>
          <w:i/>
        </w:rPr>
        <w:t>Un vaisseau</w:t>
      </w:r>
      <w:r>
        <w:rPr>
          <w:i/>
        </w:rPr>
        <w:t>.</w:t>
      </w:r>
      <w:bookmarkEnd w:id="67"/>
    </w:p>
    <w:p w14:paraId="472BDBEE" w14:textId="77777777" w:rsidR="00276CCE" w:rsidRDefault="002A4158" w:rsidP="002A4158">
      <w:r w:rsidRPr="00DA4E77">
        <w:t>Mais à ces mots</w:t>
      </w:r>
      <w:r w:rsidR="00276CCE">
        <w:t xml:space="preserve">, </w:t>
      </w:r>
      <w:r w:rsidRPr="00DA4E77">
        <w:t>des cris joyeux et stridents de femmes se font entendre</w:t>
      </w:r>
      <w:r w:rsidR="00276CCE">
        <w:t xml:space="preserve">. </w:t>
      </w:r>
      <w:r w:rsidRPr="00DA4E77">
        <w:t xml:space="preserve">Ce sont </w:t>
      </w:r>
      <w:proofErr w:type="spellStart"/>
      <w:r w:rsidRPr="00DA4E77">
        <w:t>Glania</w:t>
      </w:r>
      <w:proofErr w:type="spellEnd"/>
      <w:r w:rsidR="00276CCE">
        <w:t xml:space="preserve">, </w:t>
      </w:r>
      <w:proofErr w:type="spellStart"/>
      <w:r w:rsidRPr="00DA4E77">
        <w:t>Asmonia</w:t>
      </w:r>
      <w:proofErr w:type="spellEnd"/>
      <w:r w:rsidR="00276CCE">
        <w:t xml:space="preserve">, </w:t>
      </w:r>
      <w:r w:rsidRPr="00DA4E77">
        <w:t>toutes les autres qui a</w:t>
      </w:r>
      <w:r w:rsidRPr="00DA4E77">
        <w:t>c</w:t>
      </w:r>
      <w:r w:rsidRPr="00DA4E77">
        <w:t>courent bondissantes et agitant les mains</w:t>
      </w:r>
      <w:r w:rsidR="00276CCE">
        <w:t> :</w:t>
      </w:r>
    </w:p>
    <w:p w14:paraId="5620A623" w14:textId="77777777" w:rsidR="00276CCE" w:rsidRDefault="00276CCE" w:rsidP="002A4158">
      <w:r>
        <w:t>— </w:t>
      </w:r>
      <w:r w:rsidR="002A4158" w:rsidRPr="00DA4E77">
        <w:t>Sauvés</w:t>
      </w:r>
      <w:r>
        <w:t xml:space="preserve"> ! </w:t>
      </w:r>
      <w:r w:rsidR="002A4158" w:rsidRPr="00DA4E77">
        <w:t>Sauvés</w:t>
      </w:r>
      <w:r>
        <w:t xml:space="preserve"> ! </w:t>
      </w:r>
      <w:r w:rsidR="002A4158" w:rsidRPr="00DA4E77">
        <w:t>un vaisseau</w:t>
      </w:r>
      <w:r>
        <w:t> !</w:t>
      </w:r>
    </w:p>
    <w:p w14:paraId="33D42E80" w14:textId="77777777" w:rsidR="00276CCE" w:rsidRDefault="00276CCE" w:rsidP="002A4158">
      <w:r>
        <w:t>— </w:t>
      </w:r>
      <w:r w:rsidR="002A4158" w:rsidRPr="00DA4E77">
        <w:t>Un vaisseau</w:t>
      </w:r>
      <w:r>
        <w:t xml:space="preserve"> ? </w:t>
      </w:r>
      <w:r w:rsidR="002A4158" w:rsidRPr="00DA4E77">
        <w:t>clament les assistants qui</w:t>
      </w:r>
      <w:r>
        <w:t xml:space="preserve">, </w:t>
      </w:r>
      <w:r w:rsidR="002A4158" w:rsidRPr="00DA4E77">
        <w:t>en un instant</w:t>
      </w:r>
      <w:r>
        <w:t xml:space="preserve">, </w:t>
      </w:r>
      <w:r w:rsidR="002A4158" w:rsidRPr="00DA4E77">
        <w:t>se précipitent vers la mer en poussant haut des appels d</w:t>
      </w:r>
      <w:r>
        <w:t>’</w:t>
      </w:r>
      <w:r w:rsidR="002A4158" w:rsidRPr="00DA4E77">
        <w:t>allégresse</w:t>
      </w:r>
      <w:r>
        <w:t>.</w:t>
      </w:r>
    </w:p>
    <w:p w14:paraId="6080A104" w14:textId="77777777" w:rsidR="00276CCE" w:rsidRDefault="00276CCE" w:rsidP="002A4158">
      <w:r>
        <w:t>— </w:t>
      </w:r>
      <w:r w:rsidR="002A4158" w:rsidRPr="00DA4E77">
        <w:t>Sauvés</w:t>
      </w:r>
      <w:r>
        <w:t xml:space="preserve"> ! </w:t>
      </w:r>
      <w:r w:rsidR="002A4158" w:rsidRPr="00DA4E77">
        <w:t>sauvés</w:t>
      </w:r>
      <w:r>
        <w:t> !</w:t>
      </w:r>
    </w:p>
    <w:p w14:paraId="4D5A8BB4" w14:textId="77777777" w:rsidR="00276CCE" w:rsidRDefault="002A4158" w:rsidP="002A4158">
      <w:r w:rsidRPr="00DA4E77">
        <w:t xml:space="preserve">Et </w:t>
      </w:r>
      <w:proofErr w:type="spellStart"/>
      <w:r w:rsidRPr="00DA4E77">
        <w:t>Hellas</w:t>
      </w:r>
      <w:proofErr w:type="spellEnd"/>
      <w:r w:rsidRPr="00DA4E77">
        <w:t xml:space="preserve"> lui-même</w:t>
      </w:r>
      <w:r w:rsidR="00276CCE">
        <w:t xml:space="preserve">, </w:t>
      </w:r>
      <w:r w:rsidRPr="00DA4E77">
        <w:t xml:space="preserve">et </w:t>
      </w:r>
      <w:proofErr w:type="spellStart"/>
      <w:r w:rsidRPr="00DA4E77">
        <w:t>Oréa</w:t>
      </w:r>
      <w:proofErr w:type="spellEnd"/>
      <w:r w:rsidRPr="00DA4E77">
        <w:t xml:space="preserve"> elle-même</w:t>
      </w:r>
      <w:r w:rsidR="00276CCE">
        <w:t xml:space="preserve">, </w:t>
      </w:r>
      <w:r w:rsidRPr="00DA4E77">
        <w:t>s</w:t>
      </w:r>
      <w:r w:rsidR="00276CCE">
        <w:t>’</w:t>
      </w:r>
      <w:r w:rsidRPr="00DA4E77">
        <w:t>écartent d</w:t>
      </w:r>
      <w:r w:rsidR="00276CCE">
        <w:t>’</w:t>
      </w:r>
      <w:proofErr w:type="spellStart"/>
      <w:r w:rsidRPr="00DA4E77">
        <w:t>Oréus</w:t>
      </w:r>
      <w:proofErr w:type="spellEnd"/>
      <w:r w:rsidR="00276CCE">
        <w:t xml:space="preserve">. </w:t>
      </w:r>
      <w:r w:rsidRPr="00DA4E77">
        <w:t xml:space="preserve">Et </w:t>
      </w:r>
      <w:proofErr w:type="spellStart"/>
      <w:r w:rsidRPr="00DA4E77">
        <w:t>Guitché</w:t>
      </w:r>
      <w:proofErr w:type="spellEnd"/>
      <w:r w:rsidRPr="00DA4E77">
        <w:t xml:space="preserve"> aussi</w:t>
      </w:r>
      <w:r w:rsidR="00276CCE">
        <w:t xml:space="preserve">, </w:t>
      </w:r>
      <w:r w:rsidRPr="00DA4E77">
        <w:t xml:space="preserve">et </w:t>
      </w:r>
      <w:proofErr w:type="spellStart"/>
      <w:r w:rsidRPr="00DA4E77">
        <w:t>Barkas</w:t>
      </w:r>
      <w:proofErr w:type="spellEnd"/>
      <w:r w:rsidR="00276CCE">
        <w:t xml:space="preserve">, </w:t>
      </w:r>
      <w:r w:rsidRPr="00DA4E77">
        <w:t>et les autres</w:t>
      </w:r>
      <w:r w:rsidR="00276CCE">
        <w:t> :</w:t>
      </w:r>
    </w:p>
    <w:p w14:paraId="2E2A955D" w14:textId="77777777" w:rsidR="00276CCE" w:rsidRDefault="00276CCE" w:rsidP="002A4158">
      <w:r>
        <w:t>— </w:t>
      </w:r>
      <w:r w:rsidR="002A4158" w:rsidRPr="00DA4E77">
        <w:t>Un vaisseau</w:t>
      </w:r>
      <w:r>
        <w:t xml:space="preserve"> ! </w:t>
      </w:r>
      <w:r w:rsidR="002A4158" w:rsidRPr="00DA4E77">
        <w:t>un vaisseau</w:t>
      </w:r>
      <w:r>
        <w:t> !</w:t>
      </w:r>
    </w:p>
    <w:p w14:paraId="4403FD64" w14:textId="77777777" w:rsidR="00276CCE" w:rsidRDefault="002A4158" w:rsidP="002A4158">
      <w:r w:rsidRPr="00DA4E77">
        <w:t>Et voici</w:t>
      </w:r>
      <w:r w:rsidR="00276CCE">
        <w:t xml:space="preserve">, </w:t>
      </w:r>
      <w:r w:rsidRPr="00DA4E77">
        <w:t>en effet</w:t>
      </w:r>
      <w:r w:rsidR="00276CCE">
        <w:t xml:space="preserve">, </w:t>
      </w:r>
      <w:r w:rsidRPr="00DA4E77">
        <w:t>que des voiles apparaissent à l</w:t>
      </w:r>
      <w:r w:rsidR="00276CCE">
        <w:t>’</w:t>
      </w:r>
      <w:r w:rsidRPr="00DA4E77">
        <w:t>horizon</w:t>
      </w:r>
      <w:r w:rsidR="00276CCE">
        <w:t xml:space="preserve"> ; </w:t>
      </w:r>
      <w:r w:rsidRPr="00DA4E77">
        <w:t>pas un vaisseau</w:t>
      </w:r>
      <w:r w:rsidR="00276CCE">
        <w:t xml:space="preserve">, </w:t>
      </w:r>
      <w:r w:rsidRPr="00DA4E77">
        <w:t>mais trois au moins se détachent sur le ciel</w:t>
      </w:r>
      <w:r w:rsidR="00276CCE">
        <w:t xml:space="preserve">. </w:t>
      </w:r>
      <w:r w:rsidRPr="00DA4E77">
        <w:t>Il ne reste plus autour d</w:t>
      </w:r>
      <w:r w:rsidR="00276CCE">
        <w:t>’</w:t>
      </w:r>
      <w:proofErr w:type="spellStart"/>
      <w:r w:rsidRPr="00DA4E77">
        <w:t>Oréus</w:t>
      </w:r>
      <w:proofErr w:type="spellEnd"/>
      <w:r w:rsidRPr="00DA4E77">
        <w:t xml:space="preserve"> immobile et ému</w:t>
      </w:r>
      <w:r w:rsidR="00276CCE">
        <w:t xml:space="preserve">, </w:t>
      </w:r>
      <w:r w:rsidRPr="00DA4E77">
        <w:t>lui aussi</w:t>
      </w:r>
      <w:r w:rsidR="00276CCE">
        <w:t xml:space="preserve">, </w:t>
      </w:r>
      <w:r w:rsidRPr="00DA4E77">
        <w:t xml:space="preserve">que </w:t>
      </w:r>
      <w:proofErr w:type="spellStart"/>
      <w:r w:rsidRPr="00DA4E77">
        <w:t>Thébao</w:t>
      </w:r>
      <w:proofErr w:type="spellEnd"/>
      <w:r w:rsidRPr="00DA4E77">
        <w:t xml:space="preserve"> qui lui sert de guide et </w:t>
      </w:r>
      <w:proofErr w:type="spellStart"/>
      <w:r w:rsidRPr="00DA4E77">
        <w:t>Knephao</w:t>
      </w:r>
      <w:proofErr w:type="spellEnd"/>
      <w:r w:rsidRPr="00DA4E77">
        <w:t xml:space="preserve"> demeuré près de l</w:t>
      </w:r>
      <w:r w:rsidR="00276CCE">
        <w:t>’</w:t>
      </w:r>
      <w:r w:rsidRPr="00DA4E77">
        <w:rPr>
          <w:bCs/>
          <w:i/>
          <w:iCs/>
        </w:rPr>
        <w:t>Alérion</w:t>
      </w:r>
      <w:r w:rsidR="00276CCE">
        <w:rPr>
          <w:bCs/>
          <w:i/>
          <w:iCs/>
        </w:rPr>
        <w:t xml:space="preserve">. </w:t>
      </w:r>
      <w:proofErr w:type="spellStart"/>
      <w:r w:rsidRPr="00DA4E77">
        <w:t>Thébao</w:t>
      </w:r>
      <w:proofErr w:type="spellEnd"/>
      <w:r w:rsidRPr="00DA4E77">
        <w:t xml:space="preserve"> lui-même</w:t>
      </w:r>
      <w:r w:rsidR="00276CCE">
        <w:t xml:space="preserve">, </w:t>
      </w:r>
      <w:r w:rsidRPr="00DA4E77">
        <w:t>attiré par la curiosité</w:t>
      </w:r>
      <w:r w:rsidR="00276CCE">
        <w:t xml:space="preserve">, </w:t>
      </w:r>
      <w:r w:rsidRPr="00DA4E77">
        <w:t>a mis ses mains au-dessus des yeux et regarde l</w:t>
      </w:r>
      <w:r w:rsidR="00276CCE">
        <w:t>’</w:t>
      </w:r>
      <w:r w:rsidRPr="00DA4E77">
        <w:t>horizon</w:t>
      </w:r>
      <w:r w:rsidR="00276CCE">
        <w:t xml:space="preserve">. </w:t>
      </w:r>
      <w:r w:rsidRPr="00DA4E77">
        <w:t xml:space="preserve">Quant à </w:t>
      </w:r>
      <w:proofErr w:type="spellStart"/>
      <w:r w:rsidRPr="00DA4E77">
        <w:t>Melléna</w:t>
      </w:r>
      <w:proofErr w:type="spellEnd"/>
      <w:r w:rsidR="00276CCE">
        <w:t xml:space="preserve">, </w:t>
      </w:r>
      <w:r w:rsidRPr="00DA4E77">
        <w:t>on ne la voit plus</w:t>
      </w:r>
      <w:r w:rsidR="00276CCE">
        <w:t>.</w:t>
      </w:r>
    </w:p>
    <w:p w14:paraId="2F1B861C" w14:textId="77777777" w:rsidR="00276CCE" w:rsidRDefault="002A4158" w:rsidP="002A4158">
      <w:r w:rsidRPr="00DA4E77">
        <w:t>Subitement</w:t>
      </w:r>
      <w:r w:rsidR="00276CCE">
        <w:t xml:space="preserve">, </w:t>
      </w:r>
      <w:r w:rsidRPr="00DA4E77">
        <w:t>un cri d</w:t>
      </w:r>
      <w:r w:rsidR="00276CCE">
        <w:t>’</w:t>
      </w:r>
      <w:r w:rsidRPr="00DA4E77">
        <w:t xml:space="preserve">effroi part de la gorge de </w:t>
      </w:r>
      <w:proofErr w:type="spellStart"/>
      <w:r w:rsidRPr="00DA4E77">
        <w:t>Thébao</w:t>
      </w:r>
      <w:proofErr w:type="spellEnd"/>
      <w:r w:rsidR="00276CCE">
        <w:t xml:space="preserve">. </w:t>
      </w:r>
      <w:proofErr w:type="spellStart"/>
      <w:r w:rsidRPr="00DA4E77">
        <w:t>Knephao</w:t>
      </w:r>
      <w:proofErr w:type="spellEnd"/>
      <w:r w:rsidRPr="00DA4E77">
        <w:t xml:space="preserve"> n</w:t>
      </w:r>
      <w:r w:rsidR="00276CCE">
        <w:t>’</w:t>
      </w:r>
      <w:r w:rsidRPr="00DA4E77">
        <w:t>a que le temps de se précipiter sur le câble de l</w:t>
      </w:r>
      <w:r w:rsidR="00276CCE">
        <w:t>’</w:t>
      </w:r>
      <w:r w:rsidRPr="00DA4E77">
        <w:rPr>
          <w:bCs/>
          <w:i/>
          <w:iCs/>
        </w:rPr>
        <w:t>Alérion</w:t>
      </w:r>
      <w:r w:rsidRPr="00DA4E77">
        <w:t xml:space="preserve"> soulevé</w:t>
      </w:r>
      <w:r w:rsidR="00276CCE">
        <w:t xml:space="preserve">. </w:t>
      </w:r>
      <w:proofErr w:type="spellStart"/>
      <w:r w:rsidRPr="00DA4E77">
        <w:t>Hellas</w:t>
      </w:r>
      <w:proofErr w:type="spellEnd"/>
      <w:r w:rsidRPr="00DA4E77">
        <w:t xml:space="preserve"> et </w:t>
      </w:r>
      <w:proofErr w:type="spellStart"/>
      <w:r w:rsidRPr="00DA4E77">
        <w:t>Oréa</w:t>
      </w:r>
      <w:proofErr w:type="spellEnd"/>
      <w:r w:rsidRPr="00DA4E77">
        <w:t xml:space="preserve"> se retournent également en poussant des clameurs d</w:t>
      </w:r>
      <w:r w:rsidR="00276CCE">
        <w:t>’</w:t>
      </w:r>
      <w:r w:rsidRPr="00DA4E77">
        <w:t>appel</w:t>
      </w:r>
      <w:r w:rsidR="00276CCE">
        <w:t xml:space="preserve">. </w:t>
      </w:r>
      <w:r w:rsidRPr="00DA4E77">
        <w:t>L</w:t>
      </w:r>
      <w:r w:rsidR="00276CCE">
        <w:t>’</w:t>
      </w:r>
      <w:r w:rsidRPr="00DA4E77">
        <w:rPr>
          <w:bCs/>
          <w:i/>
          <w:iCs/>
        </w:rPr>
        <w:t>Alérion</w:t>
      </w:r>
      <w:r w:rsidRPr="00DA4E77">
        <w:t xml:space="preserve"> a quitté la terre</w:t>
      </w:r>
      <w:r w:rsidR="00276CCE">
        <w:t xml:space="preserve">. </w:t>
      </w:r>
      <w:r w:rsidRPr="00DA4E77">
        <w:t>Il plane d</w:t>
      </w:r>
      <w:r w:rsidR="00276CCE">
        <w:t>’</w:t>
      </w:r>
      <w:r w:rsidRPr="00DA4E77">
        <w:t>abord</w:t>
      </w:r>
      <w:r w:rsidR="00276CCE">
        <w:t xml:space="preserve">, </w:t>
      </w:r>
      <w:r w:rsidRPr="00DA4E77">
        <w:t>puis il s</w:t>
      </w:r>
      <w:r w:rsidR="00276CCE">
        <w:t>’</w:t>
      </w:r>
      <w:r w:rsidRPr="00DA4E77">
        <w:t>élève lentement</w:t>
      </w:r>
      <w:r w:rsidR="00276CCE">
        <w:t xml:space="preserve">. </w:t>
      </w:r>
      <w:r w:rsidRPr="00DA4E77">
        <w:t>Ceux qui s</w:t>
      </w:r>
      <w:r w:rsidR="00276CCE">
        <w:t>’</w:t>
      </w:r>
      <w:r w:rsidRPr="00DA4E77">
        <w:t>en allaient vers la mer font volte-face</w:t>
      </w:r>
      <w:r w:rsidR="00276CCE">
        <w:t xml:space="preserve">, </w:t>
      </w:r>
      <w:r w:rsidRPr="00DA4E77">
        <w:t>ne comprenant pas tout de suite</w:t>
      </w:r>
      <w:r w:rsidR="00276CCE">
        <w:t xml:space="preserve">. </w:t>
      </w:r>
      <w:r w:rsidRPr="00DA4E77">
        <w:t>Mais la vérité éclate bientôt</w:t>
      </w:r>
      <w:r w:rsidR="00276CCE">
        <w:t>.</w:t>
      </w:r>
    </w:p>
    <w:p w14:paraId="3D327D8F" w14:textId="77777777" w:rsidR="00276CCE" w:rsidRDefault="002A4158" w:rsidP="002A4158">
      <w:proofErr w:type="spellStart"/>
      <w:r w:rsidRPr="00DA4E77">
        <w:lastRenderedPageBreak/>
        <w:t>Melléna</w:t>
      </w:r>
      <w:proofErr w:type="spellEnd"/>
      <w:r w:rsidR="00276CCE">
        <w:t xml:space="preserve">, </w:t>
      </w:r>
      <w:r w:rsidRPr="00DA4E77">
        <w:t>agile et habile</w:t>
      </w:r>
      <w:r w:rsidR="00276CCE">
        <w:t xml:space="preserve">, </w:t>
      </w:r>
      <w:r w:rsidRPr="00DA4E77">
        <w:t>ayant gardé la souplesse et la rap</w:t>
      </w:r>
      <w:r w:rsidRPr="00DA4E77">
        <w:t>i</w:t>
      </w:r>
      <w:r w:rsidRPr="00DA4E77">
        <w:t>dité de son ancien métier de danseuse</w:t>
      </w:r>
      <w:r w:rsidR="00276CCE">
        <w:t xml:space="preserve">, </w:t>
      </w:r>
      <w:r w:rsidRPr="00DA4E77">
        <w:t>a profité du moment où toutes les attentions se tendaient vers les vaisseaux signalés</w:t>
      </w:r>
      <w:r w:rsidR="00276CCE">
        <w:t xml:space="preserve"> ; </w:t>
      </w:r>
      <w:r w:rsidRPr="00DA4E77">
        <w:t>alors</w:t>
      </w:r>
      <w:r w:rsidR="00276CCE">
        <w:t xml:space="preserve">, </w:t>
      </w:r>
      <w:r w:rsidRPr="00DA4E77">
        <w:t>escaladant la nacelle et manœuvrant le gouvernail</w:t>
      </w:r>
      <w:r w:rsidR="00276CCE">
        <w:t xml:space="preserve">, </w:t>
      </w:r>
      <w:r w:rsidRPr="00DA4E77">
        <w:t>elle s</w:t>
      </w:r>
      <w:r w:rsidR="00276CCE">
        <w:t>’</w:t>
      </w:r>
      <w:r w:rsidRPr="00DA4E77">
        <w:t>élance dans les airs où maintenant elle tente de voler</w:t>
      </w:r>
      <w:r w:rsidR="00276CCE">
        <w:t xml:space="preserve">. </w:t>
      </w:r>
      <w:r w:rsidRPr="00DA4E77">
        <w:t>Mais quelqu</w:t>
      </w:r>
      <w:r w:rsidR="00276CCE">
        <w:t>’</w:t>
      </w:r>
      <w:r w:rsidRPr="00DA4E77">
        <w:t>un s</w:t>
      </w:r>
      <w:r w:rsidR="00276CCE">
        <w:t>’</w:t>
      </w:r>
      <w:r w:rsidRPr="00DA4E77">
        <w:t>efforce de résister</w:t>
      </w:r>
      <w:r w:rsidR="00276CCE">
        <w:t xml:space="preserve"> : </w:t>
      </w:r>
      <w:r w:rsidRPr="00DA4E77">
        <w:t>c</w:t>
      </w:r>
      <w:r w:rsidR="00276CCE">
        <w:t>’</w:t>
      </w:r>
      <w:r w:rsidRPr="00DA4E77">
        <w:t xml:space="preserve">est </w:t>
      </w:r>
      <w:proofErr w:type="spellStart"/>
      <w:r w:rsidRPr="00DA4E77">
        <w:t>Knephao</w:t>
      </w:r>
      <w:proofErr w:type="spellEnd"/>
      <w:r w:rsidRPr="00DA4E77">
        <w:t xml:space="preserve"> cramponné au câble</w:t>
      </w:r>
      <w:r w:rsidR="00276CCE">
        <w:t xml:space="preserve">. </w:t>
      </w:r>
      <w:r w:rsidRPr="00DA4E77">
        <w:t>Un instant</w:t>
      </w:r>
      <w:r w:rsidR="00276CCE">
        <w:t xml:space="preserve">, </w:t>
      </w:r>
      <w:r w:rsidRPr="00DA4E77">
        <w:t>il semble que le géant retienne l</w:t>
      </w:r>
      <w:r w:rsidR="00276CCE">
        <w:t>’</w:t>
      </w:r>
      <w:r w:rsidRPr="00DA4E77">
        <w:t>appareil hés</w:t>
      </w:r>
      <w:r w:rsidRPr="00DA4E77">
        <w:t>i</w:t>
      </w:r>
      <w:r w:rsidRPr="00DA4E77">
        <w:t>tant encore</w:t>
      </w:r>
      <w:r w:rsidR="00276CCE">
        <w:t xml:space="preserve">. </w:t>
      </w:r>
      <w:r w:rsidRPr="00DA4E77">
        <w:t>Mais la terrible machine entraîne l</w:t>
      </w:r>
      <w:r w:rsidR="00276CCE">
        <w:t>’</w:t>
      </w:r>
      <w:r w:rsidRPr="00DA4E77">
        <w:t>Égyptien qui ne veut pas lâcher prise</w:t>
      </w:r>
      <w:r w:rsidR="00276CCE">
        <w:t xml:space="preserve">. </w:t>
      </w:r>
      <w:r w:rsidRPr="00DA4E77">
        <w:t>Les assistants éperdus lui crient de reno</w:t>
      </w:r>
      <w:r w:rsidRPr="00DA4E77">
        <w:t>n</w:t>
      </w:r>
      <w:r w:rsidRPr="00DA4E77">
        <w:t>cer</w:t>
      </w:r>
      <w:r w:rsidR="00276CCE">
        <w:t xml:space="preserve"> ; </w:t>
      </w:r>
      <w:r w:rsidRPr="00DA4E77">
        <w:t>quelques-uns se précipitent à son secours</w:t>
      </w:r>
      <w:r w:rsidR="00276CCE">
        <w:t xml:space="preserve">, </w:t>
      </w:r>
      <w:r w:rsidRPr="00DA4E77">
        <w:t>mais trop tard</w:t>
      </w:r>
      <w:r w:rsidR="00276CCE">
        <w:t xml:space="preserve">. </w:t>
      </w:r>
      <w:r w:rsidRPr="00DA4E77">
        <w:t>Quant à lui</w:t>
      </w:r>
      <w:r w:rsidR="00276CCE">
        <w:t xml:space="preserve">, </w:t>
      </w:r>
      <w:r w:rsidRPr="00DA4E77">
        <w:t>effrayant de volonté</w:t>
      </w:r>
      <w:r w:rsidR="00276CCE">
        <w:t xml:space="preserve">, </w:t>
      </w:r>
      <w:r w:rsidRPr="00DA4E77">
        <w:t>il résiste toujours</w:t>
      </w:r>
      <w:r w:rsidR="00276CCE">
        <w:t xml:space="preserve">, </w:t>
      </w:r>
      <w:r w:rsidRPr="00DA4E77">
        <w:t>accroché de toute son énergie à ce qui reste de la gloire atlante</w:t>
      </w:r>
      <w:r w:rsidR="00276CCE">
        <w:t xml:space="preserve">, </w:t>
      </w:r>
      <w:r w:rsidRPr="00DA4E77">
        <w:t>jusqu</w:t>
      </w:r>
      <w:r w:rsidR="00276CCE">
        <w:t>’</w:t>
      </w:r>
      <w:r w:rsidRPr="00DA4E77">
        <w:t>à ce que</w:t>
      </w:r>
      <w:r w:rsidR="00276CCE">
        <w:t xml:space="preserve">, </w:t>
      </w:r>
      <w:r w:rsidRPr="00DA4E77">
        <w:t>arraché de terre</w:t>
      </w:r>
      <w:r w:rsidR="00276CCE">
        <w:t xml:space="preserve">, </w:t>
      </w:r>
      <w:r w:rsidRPr="00DA4E77">
        <w:t>enlevé à plusieurs brasses au-dessus du sol</w:t>
      </w:r>
      <w:r w:rsidR="00276CCE">
        <w:t xml:space="preserve">, </w:t>
      </w:r>
      <w:r w:rsidRPr="00DA4E77">
        <w:t>il tombe comme une masse sur un tas de pierres</w:t>
      </w:r>
      <w:r w:rsidR="00276CCE">
        <w:t xml:space="preserve">, </w:t>
      </w:r>
      <w:r w:rsidRPr="00DA4E77">
        <w:t>tandis qu</w:t>
      </w:r>
      <w:r w:rsidR="00276CCE">
        <w:t>’</w:t>
      </w:r>
      <w:r w:rsidRPr="00DA4E77">
        <w:t>un cri d</w:t>
      </w:r>
      <w:r w:rsidR="00276CCE">
        <w:t>’</w:t>
      </w:r>
      <w:r w:rsidRPr="00DA4E77">
        <w:t>horreur s</w:t>
      </w:r>
      <w:r w:rsidR="00276CCE">
        <w:t>’</w:t>
      </w:r>
      <w:r w:rsidRPr="00DA4E77">
        <w:t>échappe de toutes les poitrines et que l</w:t>
      </w:r>
      <w:r w:rsidR="00276CCE">
        <w:t>’</w:t>
      </w:r>
      <w:r w:rsidRPr="00DA4E77">
        <w:rPr>
          <w:bCs/>
          <w:i/>
          <w:iCs/>
        </w:rPr>
        <w:t>Alérion</w:t>
      </w:r>
      <w:r w:rsidR="00276CCE">
        <w:rPr>
          <w:bCs/>
          <w:i/>
          <w:iCs/>
        </w:rPr>
        <w:t xml:space="preserve">, </w:t>
      </w:r>
      <w:r w:rsidRPr="00DA4E77">
        <w:t>allégé</w:t>
      </w:r>
      <w:r w:rsidR="00276CCE">
        <w:t xml:space="preserve">, </w:t>
      </w:r>
      <w:r w:rsidRPr="00DA4E77">
        <w:t>monte en plein ciel dans un élan vertigineux</w:t>
      </w:r>
      <w:r w:rsidR="00276CCE">
        <w:t>.</w:t>
      </w:r>
    </w:p>
    <w:p w14:paraId="245238D5" w14:textId="77777777" w:rsidR="00276CCE" w:rsidRDefault="002A4158" w:rsidP="002A4158">
      <w:proofErr w:type="spellStart"/>
      <w:r w:rsidRPr="00DA4E77">
        <w:t>Hellas</w:t>
      </w:r>
      <w:proofErr w:type="spellEnd"/>
      <w:r w:rsidR="00276CCE">
        <w:t xml:space="preserve">, </w:t>
      </w:r>
      <w:proofErr w:type="spellStart"/>
      <w:r w:rsidRPr="00DA4E77">
        <w:t>Hermos</w:t>
      </w:r>
      <w:proofErr w:type="spellEnd"/>
      <w:r w:rsidR="00276CCE">
        <w:t xml:space="preserve">, </w:t>
      </w:r>
      <w:proofErr w:type="spellStart"/>
      <w:r w:rsidRPr="00DA4E77">
        <w:t>Xanthès</w:t>
      </w:r>
      <w:proofErr w:type="spellEnd"/>
      <w:r w:rsidR="00276CCE">
        <w:t xml:space="preserve">, </w:t>
      </w:r>
      <w:proofErr w:type="spellStart"/>
      <w:r w:rsidRPr="00DA4E77">
        <w:t>Amonou</w:t>
      </w:r>
      <w:proofErr w:type="spellEnd"/>
      <w:r w:rsidR="00276CCE">
        <w:t xml:space="preserve">, </w:t>
      </w:r>
      <w:proofErr w:type="spellStart"/>
      <w:r w:rsidRPr="00DA4E77">
        <w:t>Olbios</w:t>
      </w:r>
      <w:proofErr w:type="spellEnd"/>
      <w:r w:rsidRPr="00DA4E77">
        <w:t xml:space="preserve"> lui-même et tous les hommes</w:t>
      </w:r>
      <w:r w:rsidR="00276CCE">
        <w:t xml:space="preserve">, </w:t>
      </w:r>
      <w:r w:rsidRPr="00DA4E77">
        <w:t>sans rien dire</w:t>
      </w:r>
      <w:r w:rsidR="00276CCE">
        <w:t xml:space="preserve">, </w:t>
      </w:r>
      <w:r w:rsidRPr="00DA4E77">
        <w:t>la gorge serrée</w:t>
      </w:r>
      <w:r w:rsidR="00276CCE">
        <w:t xml:space="preserve">, </w:t>
      </w:r>
      <w:r w:rsidRPr="00DA4E77">
        <w:t>courent vers l</w:t>
      </w:r>
      <w:r w:rsidR="00276CCE">
        <w:t>’</w:t>
      </w:r>
      <w:r w:rsidRPr="00DA4E77">
        <w:t>endroit où gît le géant immobile</w:t>
      </w:r>
      <w:r w:rsidR="00276CCE">
        <w:t xml:space="preserve">. </w:t>
      </w:r>
      <w:r w:rsidRPr="00DA4E77">
        <w:t>Est-il mort</w:t>
      </w:r>
      <w:r w:rsidR="00276CCE">
        <w:t xml:space="preserve"> ? </w:t>
      </w:r>
      <w:r w:rsidRPr="00DA4E77">
        <w:t>Non</w:t>
      </w:r>
      <w:r w:rsidR="00276CCE">
        <w:t xml:space="preserve">, </w:t>
      </w:r>
      <w:r w:rsidRPr="00DA4E77">
        <w:t>il respire</w:t>
      </w:r>
      <w:r w:rsidR="00276CCE">
        <w:t xml:space="preserve">, </w:t>
      </w:r>
      <w:r w:rsidRPr="00DA4E77">
        <w:t>il parle même</w:t>
      </w:r>
      <w:r w:rsidR="00276CCE">
        <w:t xml:space="preserve">, </w:t>
      </w:r>
      <w:r w:rsidRPr="00DA4E77">
        <w:t>mais il ne peut se mouvoir</w:t>
      </w:r>
      <w:r w:rsidR="00276CCE">
        <w:t xml:space="preserve">, </w:t>
      </w:r>
      <w:r w:rsidRPr="00DA4E77">
        <w:t>les reins brisés</w:t>
      </w:r>
      <w:r w:rsidR="00276CCE">
        <w:t xml:space="preserve">. </w:t>
      </w:r>
      <w:proofErr w:type="spellStart"/>
      <w:r w:rsidRPr="00DA4E77">
        <w:t>Hellas</w:t>
      </w:r>
      <w:proofErr w:type="spellEnd"/>
      <w:r w:rsidR="00276CCE">
        <w:t xml:space="preserve">, </w:t>
      </w:r>
      <w:proofErr w:type="spellStart"/>
      <w:r w:rsidRPr="00DA4E77">
        <w:t>Hermos</w:t>
      </w:r>
      <w:proofErr w:type="spellEnd"/>
      <w:r w:rsidR="00276CCE">
        <w:t xml:space="preserve">, </w:t>
      </w:r>
      <w:proofErr w:type="spellStart"/>
      <w:r w:rsidRPr="00DA4E77">
        <w:t>Xanthès</w:t>
      </w:r>
      <w:proofErr w:type="spellEnd"/>
      <w:r w:rsidR="00276CCE">
        <w:t xml:space="preserve">, </w:t>
      </w:r>
      <w:proofErr w:type="spellStart"/>
      <w:r w:rsidRPr="00DA4E77">
        <w:t>Amonou</w:t>
      </w:r>
      <w:proofErr w:type="spellEnd"/>
      <w:r w:rsidRPr="00DA4E77">
        <w:t xml:space="preserve"> et </w:t>
      </w:r>
      <w:proofErr w:type="spellStart"/>
      <w:r w:rsidRPr="00DA4E77">
        <w:t>Olbios</w:t>
      </w:r>
      <w:proofErr w:type="spellEnd"/>
      <w:r w:rsidRPr="00DA4E77">
        <w:t xml:space="preserve"> le prennent doucement pour le transporter sur le sable</w:t>
      </w:r>
      <w:r w:rsidR="00276CCE">
        <w:t xml:space="preserve">, </w:t>
      </w:r>
      <w:r w:rsidRPr="00DA4E77">
        <w:t>hors des pierres</w:t>
      </w:r>
      <w:r w:rsidR="00276CCE">
        <w:t xml:space="preserve">. </w:t>
      </w:r>
      <w:r w:rsidRPr="00DA4E77">
        <w:t>Le malhe</w:t>
      </w:r>
      <w:r w:rsidRPr="00DA4E77">
        <w:t>u</w:t>
      </w:r>
      <w:r w:rsidRPr="00DA4E77">
        <w:t>reux</w:t>
      </w:r>
      <w:r w:rsidR="00276CCE">
        <w:t xml:space="preserve">, </w:t>
      </w:r>
      <w:r w:rsidRPr="00DA4E77">
        <w:t>au moindre cahot</w:t>
      </w:r>
      <w:r w:rsidR="00276CCE">
        <w:t xml:space="preserve">, </w:t>
      </w:r>
      <w:r w:rsidRPr="00DA4E77">
        <w:t>pousse de déchirantes clameurs</w:t>
      </w:r>
      <w:r w:rsidR="00276CCE">
        <w:t>.</w:t>
      </w:r>
    </w:p>
    <w:p w14:paraId="1AB9F5DA" w14:textId="77777777" w:rsidR="00276CCE" w:rsidRDefault="00276CCE" w:rsidP="002A4158">
      <w:r>
        <w:t>— </w:t>
      </w:r>
      <w:r w:rsidR="002A4158" w:rsidRPr="00DA4E77">
        <w:t xml:space="preserve">Pour que </w:t>
      </w:r>
      <w:proofErr w:type="spellStart"/>
      <w:r w:rsidR="002A4158" w:rsidRPr="00DA4E77">
        <w:t>Knephao</w:t>
      </w:r>
      <w:proofErr w:type="spellEnd"/>
      <w:r w:rsidR="002A4158" w:rsidRPr="00DA4E77">
        <w:t xml:space="preserve"> crie</w:t>
      </w:r>
      <w:r>
        <w:t xml:space="preserve">, </w:t>
      </w:r>
      <w:r w:rsidR="002A4158" w:rsidRPr="00DA4E77">
        <w:t>comme il doit souffrir</w:t>
      </w:r>
      <w:r>
        <w:t xml:space="preserve"> ! </w:t>
      </w:r>
      <w:r w:rsidR="002A4158" w:rsidRPr="00DA4E77">
        <w:t xml:space="preserve">observe </w:t>
      </w:r>
      <w:proofErr w:type="spellStart"/>
      <w:r w:rsidR="002A4158" w:rsidRPr="00DA4E77">
        <w:t>Oréus</w:t>
      </w:r>
      <w:proofErr w:type="spellEnd"/>
      <w:r>
        <w:t>.</w:t>
      </w:r>
    </w:p>
    <w:p w14:paraId="4A8BC339" w14:textId="77777777" w:rsidR="00276CCE" w:rsidRDefault="00276CCE" w:rsidP="002A4158">
      <w:r>
        <w:t>— </w:t>
      </w:r>
      <w:r w:rsidR="002A4158" w:rsidRPr="00DA4E77">
        <w:t>Il va mourir</w:t>
      </w:r>
      <w:r>
        <w:t xml:space="preserve"> ! </w:t>
      </w:r>
      <w:r w:rsidR="002A4158" w:rsidRPr="00DA4E77">
        <w:t xml:space="preserve">sanglote </w:t>
      </w:r>
      <w:proofErr w:type="spellStart"/>
      <w:r w:rsidR="002A4158" w:rsidRPr="00DA4E77">
        <w:t>Oréa</w:t>
      </w:r>
      <w:proofErr w:type="spellEnd"/>
      <w:r>
        <w:t>.</w:t>
      </w:r>
    </w:p>
    <w:p w14:paraId="52163FAB" w14:textId="77777777" w:rsidR="00276CCE" w:rsidRDefault="00276CCE" w:rsidP="002A4158">
      <w:r>
        <w:t>— </w:t>
      </w:r>
      <w:r w:rsidR="002A4158" w:rsidRPr="00DA4E77">
        <w:t>Conduis-moi vers lui</w:t>
      </w:r>
      <w:r>
        <w:t xml:space="preserve">, </w:t>
      </w:r>
      <w:r w:rsidR="002A4158" w:rsidRPr="00DA4E77">
        <w:t>ma fille</w:t>
      </w:r>
      <w:r>
        <w:t>.</w:t>
      </w:r>
    </w:p>
    <w:p w14:paraId="11947E97" w14:textId="77777777" w:rsidR="00276CCE" w:rsidRDefault="002A4158" w:rsidP="002A4158">
      <w:r w:rsidRPr="00DA4E77">
        <w:lastRenderedPageBreak/>
        <w:t>Cependant</w:t>
      </w:r>
      <w:r w:rsidR="00276CCE">
        <w:t xml:space="preserve">, </w:t>
      </w:r>
      <w:proofErr w:type="spellStart"/>
      <w:r w:rsidRPr="00DA4E77">
        <w:t>Hellas</w:t>
      </w:r>
      <w:proofErr w:type="spellEnd"/>
      <w:r w:rsidRPr="00DA4E77">
        <w:t xml:space="preserve"> et </w:t>
      </w:r>
      <w:proofErr w:type="spellStart"/>
      <w:r w:rsidRPr="00DA4E77">
        <w:t>Thébao</w:t>
      </w:r>
      <w:proofErr w:type="spellEnd"/>
      <w:r w:rsidRPr="00DA4E77">
        <w:t xml:space="preserve"> d</w:t>
      </w:r>
      <w:r w:rsidR="00276CCE">
        <w:t>’</w:t>
      </w:r>
      <w:r w:rsidRPr="00DA4E77">
        <w:t>un côté</w:t>
      </w:r>
      <w:r w:rsidR="00276CCE">
        <w:t xml:space="preserve">, </w:t>
      </w:r>
      <w:proofErr w:type="spellStart"/>
      <w:r w:rsidRPr="00DA4E77">
        <w:t>Guitché</w:t>
      </w:r>
      <w:proofErr w:type="spellEnd"/>
      <w:r w:rsidR="00276CCE">
        <w:t xml:space="preserve">, </w:t>
      </w:r>
      <w:proofErr w:type="spellStart"/>
      <w:r w:rsidRPr="00DA4E77">
        <w:t>Barkas</w:t>
      </w:r>
      <w:proofErr w:type="spellEnd"/>
      <w:r w:rsidRPr="00DA4E77">
        <w:t xml:space="preserve"> et leurs amis de l</w:t>
      </w:r>
      <w:r w:rsidR="00276CCE">
        <w:t>’</w:t>
      </w:r>
      <w:r w:rsidRPr="00DA4E77">
        <w:t>autre</w:t>
      </w:r>
      <w:r w:rsidR="00276CCE">
        <w:t xml:space="preserve">, </w:t>
      </w:r>
      <w:r w:rsidRPr="00DA4E77">
        <w:t>suivent dans les nues l</w:t>
      </w:r>
      <w:r w:rsidR="00276CCE">
        <w:rPr>
          <w:bCs/>
          <w:i/>
          <w:iCs/>
        </w:rPr>
        <w:t>’</w:t>
      </w:r>
      <w:r w:rsidRPr="00DA4E77">
        <w:rPr>
          <w:bCs/>
          <w:i/>
          <w:iCs/>
        </w:rPr>
        <w:t>Alérion</w:t>
      </w:r>
      <w:r w:rsidRPr="00DA4E77">
        <w:t xml:space="preserve"> parti à to</w:t>
      </w:r>
      <w:r w:rsidRPr="00DA4E77">
        <w:t>u</w:t>
      </w:r>
      <w:r w:rsidRPr="00DA4E77">
        <w:t>tes ailes vers l</w:t>
      </w:r>
      <w:r w:rsidR="00276CCE">
        <w:t>’</w:t>
      </w:r>
      <w:r w:rsidRPr="00DA4E77">
        <w:t>occident</w:t>
      </w:r>
      <w:r w:rsidR="00276CCE">
        <w:t xml:space="preserve">. </w:t>
      </w:r>
      <w:r w:rsidRPr="00DA4E77">
        <w:t>Il est si loin déjà qu</w:t>
      </w:r>
      <w:r w:rsidR="00276CCE">
        <w:t>’</w:t>
      </w:r>
      <w:r w:rsidRPr="00DA4E77">
        <w:t>il a dépassé certa</w:t>
      </w:r>
      <w:r w:rsidRPr="00DA4E77">
        <w:t>i</w:t>
      </w:r>
      <w:r w:rsidRPr="00DA4E77">
        <w:t>nement les limites de l</w:t>
      </w:r>
      <w:r w:rsidR="00276CCE">
        <w:t>’</w:t>
      </w:r>
      <w:r w:rsidRPr="00DA4E77">
        <w:t>île et il doit voler en plein sur la mer</w:t>
      </w:r>
      <w:r w:rsidR="00276CCE">
        <w:t>.</w:t>
      </w:r>
    </w:p>
    <w:p w14:paraId="280F2904" w14:textId="77777777" w:rsidR="00276CCE" w:rsidRDefault="00276CCE" w:rsidP="002A4158">
      <w:r>
        <w:t>— </w:t>
      </w:r>
      <w:r w:rsidR="002A4158" w:rsidRPr="00DA4E77">
        <w:t xml:space="preserve">Cette </w:t>
      </w:r>
      <w:proofErr w:type="spellStart"/>
      <w:r w:rsidR="002A4158" w:rsidRPr="00DA4E77">
        <w:t>Melléna</w:t>
      </w:r>
      <w:proofErr w:type="spellEnd"/>
      <w:r>
        <w:t xml:space="preserve">, </w:t>
      </w:r>
      <w:r w:rsidR="002A4158" w:rsidRPr="00DA4E77">
        <w:t xml:space="preserve">demande </w:t>
      </w:r>
      <w:proofErr w:type="spellStart"/>
      <w:r w:rsidR="002A4158" w:rsidRPr="00DA4E77">
        <w:t>Thébao</w:t>
      </w:r>
      <w:proofErr w:type="spellEnd"/>
      <w:r>
        <w:t xml:space="preserve">, </w:t>
      </w:r>
      <w:r w:rsidR="002A4158" w:rsidRPr="00DA4E77">
        <w:t>va-t-elle porter vers l</w:t>
      </w:r>
      <w:r>
        <w:t>’</w:t>
      </w:r>
      <w:r w:rsidR="002A4158" w:rsidRPr="00DA4E77">
        <w:t xml:space="preserve">occident les trésors amassés par </w:t>
      </w:r>
      <w:proofErr w:type="spellStart"/>
      <w:r w:rsidR="002A4158" w:rsidRPr="00DA4E77">
        <w:t>Oréus</w:t>
      </w:r>
      <w:proofErr w:type="spellEnd"/>
      <w:r>
        <w:t> ?</w:t>
      </w:r>
    </w:p>
    <w:p w14:paraId="26FD2C2A" w14:textId="77777777" w:rsidR="00276CCE" w:rsidRDefault="00276CCE" w:rsidP="002A4158">
      <w:r>
        <w:t>— </w:t>
      </w:r>
      <w:r w:rsidR="002A4158" w:rsidRPr="00DA4E77">
        <w:t>Qu</w:t>
      </w:r>
      <w:r>
        <w:t>’</w:t>
      </w:r>
      <w:r w:rsidR="002A4158" w:rsidRPr="00DA4E77">
        <w:t>importe</w:t>
      </w:r>
      <w:r>
        <w:t xml:space="preserve"> ! </w:t>
      </w:r>
      <w:r w:rsidR="002A4158" w:rsidRPr="00DA4E77">
        <w:t xml:space="preserve">soupire </w:t>
      </w:r>
      <w:proofErr w:type="spellStart"/>
      <w:r w:rsidR="002A4158" w:rsidRPr="00DA4E77">
        <w:t>Hellas</w:t>
      </w:r>
      <w:proofErr w:type="spellEnd"/>
      <w:r w:rsidR="002A4158" w:rsidRPr="00DA4E77">
        <w:t xml:space="preserve"> d</w:t>
      </w:r>
      <w:r>
        <w:t>’</w:t>
      </w:r>
      <w:r w:rsidR="002A4158" w:rsidRPr="00DA4E77">
        <w:t>un geste découragé</w:t>
      </w:r>
      <w:r>
        <w:t xml:space="preserve">. </w:t>
      </w:r>
      <w:r w:rsidR="002A4158" w:rsidRPr="00DA4E77">
        <w:t>Que cet instrument maléfique s</w:t>
      </w:r>
      <w:r>
        <w:t>’</w:t>
      </w:r>
      <w:r w:rsidR="002A4158" w:rsidRPr="00DA4E77">
        <w:t>en aille où elle voudra</w:t>
      </w:r>
      <w:r>
        <w:t> !</w:t>
      </w:r>
    </w:p>
    <w:p w14:paraId="225952AC" w14:textId="77777777" w:rsidR="00276CCE" w:rsidRDefault="002A4158" w:rsidP="002A4158">
      <w:r w:rsidRPr="00DA4E77">
        <w:t>Et un sanglot s</w:t>
      </w:r>
      <w:r w:rsidR="00276CCE">
        <w:t>’</w:t>
      </w:r>
      <w:r w:rsidRPr="00DA4E77">
        <w:t>échappe de sa poitrine</w:t>
      </w:r>
      <w:r w:rsidR="00276CCE">
        <w:t xml:space="preserve">, </w:t>
      </w:r>
      <w:r w:rsidRPr="00DA4E77">
        <w:t>tandis qu</w:t>
      </w:r>
      <w:r w:rsidR="00276CCE">
        <w:t>’</w:t>
      </w:r>
      <w:r w:rsidRPr="00DA4E77">
        <w:t>il se d</w:t>
      </w:r>
      <w:r w:rsidRPr="00DA4E77">
        <w:t>é</w:t>
      </w:r>
      <w:r w:rsidRPr="00DA4E77">
        <w:t>tourne pour cacher ses larmes</w:t>
      </w:r>
      <w:r w:rsidR="00276CCE">
        <w:t xml:space="preserve">. </w:t>
      </w:r>
      <w:r w:rsidRPr="00DA4E77">
        <w:t>Mais deux cris stridents lui font relever la tête</w:t>
      </w:r>
      <w:r w:rsidR="00276CCE">
        <w:t xml:space="preserve">. </w:t>
      </w:r>
      <w:proofErr w:type="spellStart"/>
      <w:r w:rsidRPr="00DA4E77">
        <w:t>Guitché</w:t>
      </w:r>
      <w:proofErr w:type="spellEnd"/>
      <w:r w:rsidRPr="00DA4E77">
        <w:t xml:space="preserve"> et </w:t>
      </w:r>
      <w:proofErr w:type="spellStart"/>
      <w:r w:rsidRPr="00DA4E77">
        <w:t>Barkas</w:t>
      </w:r>
      <w:proofErr w:type="spellEnd"/>
      <w:r w:rsidRPr="00DA4E77">
        <w:t xml:space="preserve"> lancent leurs bras éperdus vers le ciel</w:t>
      </w:r>
      <w:r w:rsidR="00276CCE">
        <w:t xml:space="preserve">. </w:t>
      </w:r>
      <w:r w:rsidRPr="00DA4E77">
        <w:t>Là-haut</w:t>
      </w:r>
      <w:r w:rsidR="00276CCE">
        <w:t xml:space="preserve">, </w:t>
      </w:r>
      <w:r w:rsidRPr="00DA4E77">
        <w:t>on voit l</w:t>
      </w:r>
      <w:r w:rsidR="00276CCE">
        <w:t>’</w:t>
      </w:r>
      <w:r w:rsidRPr="00DA4E77">
        <w:rPr>
          <w:bCs/>
          <w:i/>
          <w:iCs/>
        </w:rPr>
        <w:t>Alérion</w:t>
      </w:r>
      <w:r w:rsidRPr="00DA4E77">
        <w:t xml:space="preserve"> tournoyer sur place</w:t>
      </w:r>
      <w:r w:rsidR="00276CCE">
        <w:t xml:space="preserve"> : </w:t>
      </w:r>
      <w:r w:rsidRPr="00DA4E77">
        <w:t>il semble que des fumées s</w:t>
      </w:r>
      <w:r w:rsidR="00276CCE">
        <w:t>’</w:t>
      </w:r>
      <w:r w:rsidRPr="00DA4E77">
        <w:t>envolent de ses ailes</w:t>
      </w:r>
      <w:r w:rsidR="00276CCE">
        <w:t xml:space="preserve">. </w:t>
      </w:r>
      <w:r w:rsidRPr="00DA4E77">
        <w:t>Il descend</w:t>
      </w:r>
      <w:r w:rsidR="00276CCE">
        <w:t xml:space="preserve">, </w:t>
      </w:r>
      <w:r w:rsidRPr="00DA4E77">
        <w:t>il monte</w:t>
      </w:r>
      <w:r w:rsidR="00276CCE">
        <w:t xml:space="preserve">, </w:t>
      </w:r>
      <w:r w:rsidRPr="00DA4E77">
        <w:t>il descend encore</w:t>
      </w:r>
      <w:r w:rsidR="00276CCE">
        <w:t xml:space="preserve"> ; </w:t>
      </w:r>
      <w:r w:rsidRPr="00DA4E77">
        <w:t>soudain il pique tout droit dans la mer et di</w:t>
      </w:r>
      <w:r w:rsidRPr="00DA4E77">
        <w:t>s</w:t>
      </w:r>
      <w:r w:rsidRPr="00DA4E77">
        <w:t>paraît derrière la ligne de l</w:t>
      </w:r>
      <w:r w:rsidR="00276CCE">
        <w:t>’</w:t>
      </w:r>
      <w:r w:rsidRPr="00DA4E77">
        <w:t>horizon</w:t>
      </w:r>
      <w:r w:rsidR="00276CCE">
        <w:t xml:space="preserve">. </w:t>
      </w:r>
      <w:proofErr w:type="spellStart"/>
      <w:r w:rsidRPr="00DA4E77">
        <w:t>Amonou</w:t>
      </w:r>
      <w:proofErr w:type="spellEnd"/>
      <w:r w:rsidRPr="00DA4E77">
        <w:t xml:space="preserve"> et quelques jeunes gens alertes courent au sommet d</w:t>
      </w:r>
      <w:r w:rsidR="00276CCE">
        <w:t>’</w:t>
      </w:r>
      <w:r w:rsidRPr="00DA4E77">
        <w:t>une petite colline toute pr</w:t>
      </w:r>
      <w:r w:rsidRPr="00DA4E77">
        <w:t>o</w:t>
      </w:r>
      <w:r w:rsidRPr="00DA4E77">
        <w:t>che d</w:t>
      </w:r>
      <w:r w:rsidR="00276CCE">
        <w:t>’</w:t>
      </w:r>
      <w:r w:rsidRPr="00DA4E77">
        <w:t>où l</w:t>
      </w:r>
      <w:r w:rsidR="00276CCE">
        <w:t>’</w:t>
      </w:r>
      <w:r w:rsidRPr="00DA4E77">
        <w:t>on domine l</w:t>
      </w:r>
      <w:r w:rsidR="00276CCE">
        <w:t>’</w:t>
      </w:r>
      <w:r w:rsidRPr="00DA4E77">
        <w:t>Océan</w:t>
      </w:r>
      <w:r w:rsidR="00276CCE">
        <w:t xml:space="preserve">, </w:t>
      </w:r>
      <w:r w:rsidRPr="00DA4E77">
        <w:t>et ils aperçoivent</w:t>
      </w:r>
      <w:r w:rsidR="00276CCE">
        <w:t xml:space="preserve">, </w:t>
      </w:r>
      <w:r w:rsidRPr="00DA4E77">
        <w:t>sur les ondes lointaines</w:t>
      </w:r>
      <w:r w:rsidR="00276CCE">
        <w:t xml:space="preserve">, </w:t>
      </w:r>
      <w:r w:rsidRPr="00DA4E77">
        <w:t>des débris épars</w:t>
      </w:r>
      <w:r w:rsidR="00276CCE">
        <w:t xml:space="preserve">, </w:t>
      </w:r>
      <w:r w:rsidRPr="00DA4E77">
        <w:t>derniers vestiges de ce que fut la science atlante</w:t>
      </w:r>
      <w:r w:rsidR="00276CCE">
        <w:t>.</w:t>
      </w:r>
    </w:p>
    <w:p w14:paraId="46348162" w14:textId="77777777" w:rsidR="00276CCE" w:rsidRDefault="002A4158" w:rsidP="002A4158">
      <w:r w:rsidRPr="00DA4E77">
        <w:t>Quelques jeunes gens s</w:t>
      </w:r>
      <w:r w:rsidR="00276CCE">
        <w:t>’</w:t>
      </w:r>
      <w:r w:rsidRPr="00DA4E77">
        <w:t>écrient</w:t>
      </w:r>
      <w:r w:rsidR="00276CCE">
        <w:t> :</w:t>
      </w:r>
    </w:p>
    <w:p w14:paraId="2C9D06B5" w14:textId="77777777" w:rsidR="00276CCE" w:rsidRDefault="00276CCE" w:rsidP="002A4158">
      <w:r>
        <w:t>— </w:t>
      </w:r>
      <w:r w:rsidR="002A4158" w:rsidRPr="00DA4E77">
        <w:t>Pauvres secrets d</w:t>
      </w:r>
      <w:r>
        <w:t>’</w:t>
      </w:r>
      <w:r w:rsidR="002A4158" w:rsidRPr="00DA4E77">
        <w:t>Atlantis</w:t>
      </w:r>
      <w:r>
        <w:t xml:space="preserve"> : </w:t>
      </w:r>
      <w:r w:rsidR="002A4158" w:rsidRPr="00DA4E77">
        <w:t>perdus pour toujours</w:t>
      </w:r>
      <w:r>
        <w:t> !</w:t>
      </w:r>
    </w:p>
    <w:p w14:paraId="5279F061" w14:textId="77777777" w:rsidR="00276CCE" w:rsidRDefault="002A4158" w:rsidP="002A4158">
      <w:r w:rsidRPr="00DA4E77">
        <w:t xml:space="preserve">Mais </w:t>
      </w:r>
      <w:proofErr w:type="spellStart"/>
      <w:r w:rsidRPr="00DA4E77">
        <w:t>Hermos</w:t>
      </w:r>
      <w:proofErr w:type="spellEnd"/>
      <w:r w:rsidR="00276CCE">
        <w:t xml:space="preserve">, </w:t>
      </w:r>
      <w:r w:rsidRPr="00DA4E77">
        <w:t>pris de pitié</w:t>
      </w:r>
      <w:r w:rsidR="00276CCE">
        <w:t xml:space="preserve">, </w:t>
      </w:r>
      <w:r w:rsidRPr="00DA4E77">
        <w:t>leur répond</w:t>
      </w:r>
      <w:r w:rsidR="00276CCE">
        <w:t> :</w:t>
      </w:r>
    </w:p>
    <w:p w14:paraId="5C4BFBD1" w14:textId="77777777" w:rsidR="00276CCE" w:rsidRDefault="00276CCE" w:rsidP="002A4158">
      <w:r>
        <w:t>— </w:t>
      </w:r>
      <w:r w:rsidR="002A4158" w:rsidRPr="00DA4E77">
        <w:t>Mes amis</w:t>
      </w:r>
      <w:r>
        <w:t xml:space="preserve">, </w:t>
      </w:r>
      <w:r w:rsidR="002A4158" w:rsidRPr="00DA4E77">
        <w:t>inclinons-nous</w:t>
      </w:r>
      <w:r>
        <w:t xml:space="preserve">, </w:t>
      </w:r>
      <w:r w:rsidR="002A4158" w:rsidRPr="00DA4E77">
        <w:t>il y a parmi nous un être qui souffre et un autre qui va mourir</w:t>
      </w:r>
      <w:r>
        <w:t>.</w:t>
      </w:r>
    </w:p>
    <w:p w14:paraId="5EC554E8" w14:textId="77777777" w:rsidR="00276CCE" w:rsidRDefault="002A4158" w:rsidP="002A4158">
      <w:r w:rsidRPr="00DA4E77">
        <w:t>Et les Atlantes voient d</w:t>
      </w:r>
      <w:r w:rsidR="00276CCE">
        <w:t>’</w:t>
      </w:r>
      <w:r w:rsidRPr="00DA4E77">
        <w:t xml:space="preserve">une part </w:t>
      </w:r>
      <w:proofErr w:type="spellStart"/>
      <w:r w:rsidRPr="00DA4E77">
        <w:t>Guitché</w:t>
      </w:r>
      <w:proofErr w:type="spellEnd"/>
      <w:r w:rsidRPr="00DA4E77">
        <w:t xml:space="preserve"> qui a posé son front sur l</w:t>
      </w:r>
      <w:r w:rsidR="00276CCE">
        <w:t>’</w:t>
      </w:r>
      <w:r w:rsidRPr="00DA4E77">
        <w:t xml:space="preserve">épaule de </w:t>
      </w:r>
      <w:proofErr w:type="spellStart"/>
      <w:r w:rsidRPr="00DA4E77">
        <w:t>Barkas</w:t>
      </w:r>
      <w:proofErr w:type="spellEnd"/>
      <w:r w:rsidR="00276CCE">
        <w:t xml:space="preserve">, </w:t>
      </w:r>
      <w:r w:rsidRPr="00DA4E77">
        <w:t>et</w:t>
      </w:r>
      <w:r w:rsidR="00276CCE">
        <w:t xml:space="preserve">, </w:t>
      </w:r>
      <w:r w:rsidRPr="00DA4E77">
        <w:t>d</w:t>
      </w:r>
      <w:r w:rsidR="00276CCE">
        <w:t>’</w:t>
      </w:r>
      <w:r w:rsidRPr="00DA4E77">
        <w:t>autre part</w:t>
      </w:r>
      <w:r w:rsidR="00276CCE">
        <w:t xml:space="preserve">, </w:t>
      </w:r>
      <w:proofErr w:type="spellStart"/>
      <w:r w:rsidRPr="00DA4E77">
        <w:t>Knephao</w:t>
      </w:r>
      <w:proofErr w:type="spellEnd"/>
      <w:r w:rsidRPr="00DA4E77">
        <w:t xml:space="preserve"> déchiré de douleurs</w:t>
      </w:r>
      <w:r w:rsidR="00276CCE">
        <w:t xml:space="preserve">, </w:t>
      </w:r>
      <w:r w:rsidRPr="00DA4E77">
        <w:t>qu</w:t>
      </w:r>
      <w:r w:rsidR="00276CCE">
        <w:t>’</w:t>
      </w:r>
      <w:proofErr w:type="spellStart"/>
      <w:r w:rsidRPr="00DA4E77">
        <w:t>Hermos</w:t>
      </w:r>
      <w:proofErr w:type="spellEnd"/>
      <w:r w:rsidRPr="00DA4E77">
        <w:t xml:space="preserve"> et ses amis ont déposé sur le sable</w:t>
      </w:r>
      <w:r w:rsidR="00276CCE">
        <w:t>.</w:t>
      </w:r>
    </w:p>
    <w:p w14:paraId="52FDF754" w14:textId="77777777" w:rsidR="00276CCE" w:rsidRDefault="00276CCE" w:rsidP="002A4158">
      <w:r>
        <w:lastRenderedPageBreak/>
        <w:t>— </w:t>
      </w:r>
      <w:r w:rsidR="002A4158" w:rsidRPr="00DA4E77">
        <w:t xml:space="preserve">Pauvre </w:t>
      </w:r>
      <w:proofErr w:type="spellStart"/>
      <w:r w:rsidR="002A4158" w:rsidRPr="00DA4E77">
        <w:t>Guitché</w:t>
      </w:r>
      <w:proofErr w:type="spellEnd"/>
      <w:r>
        <w:t xml:space="preserve"> ! </w:t>
      </w:r>
      <w:r w:rsidR="002A4158" w:rsidRPr="00DA4E77">
        <w:t xml:space="preserve">fait doucement </w:t>
      </w:r>
      <w:proofErr w:type="spellStart"/>
      <w:r w:rsidR="002A4158" w:rsidRPr="00DA4E77">
        <w:t>Oréus</w:t>
      </w:r>
      <w:proofErr w:type="spellEnd"/>
      <w:r w:rsidR="002A4158" w:rsidRPr="00DA4E77">
        <w:t xml:space="preserve"> à l</w:t>
      </w:r>
      <w:r>
        <w:t>’</w:t>
      </w:r>
      <w:r w:rsidR="002A4158" w:rsidRPr="00DA4E77">
        <w:t>ancien maître de l</w:t>
      </w:r>
      <w:r>
        <w:t>’</w:t>
      </w:r>
      <w:r w:rsidR="002A4158" w:rsidRPr="00DA4E77">
        <w:t>or qu</w:t>
      </w:r>
      <w:r>
        <w:t>’</w:t>
      </w:r>
      <w:r w:rsidR="002A4158" w:rsidRPr="00DA4E77">
        <w:t>il entend pleurer près de lui</w:t>
      </w:r>
      <w:r>
        <w:t xml:space="preserve">. </w:t>
      </w:r>
      <w:r w:rsidR="002A4158" w:rsidRPr="00DA4E77">
        <w:t>Notre portion de douleur n</w:t>
      </w:r>
      <w:r>
        <w:t>’</w:t>
      </w:r>
      <w:r w:rsidR="002A4158" w:rsidRPr="00DA4E77">
        <w:t>était pas complète encore</w:t>
      </w:r>
      <w:r>
        <w:t xml:space="preserve"> : </w:t>
      </w:r>
      <w:r w:rsidR="002A4158" w:rsidRPr="00DA4E77">
        <w:t>tu viens de perdre la femme que tu aimes</w:t>
      </w:r>
      <w:r>
        <w:t xml:space="preserve">, </w:t>
      </w:r>
      <w:r w:rsidR="002A4158" w:rsidRPr="00DA4E77">
        <w:t>et moi un ami pareil à mes enfants</w:t>
      </w:r>
      <w:r>
        <w:t xml:space="preserve">. </w:t>
      </w:r>
      <w:r w:rsidR="002A4158" w:rsidRPr="00DA4E77">
        <w:t>Tous deux meurent héroïquement et follement à la poursuite de leur rêve de gloire</w:t>
      </w:r>
      <w:r>
        <w:t xml:space="preserve"> : </w:t>
      </w:r>
      <w:r w:rsidR="002A4158" w:rsidRPr="00DA4E77">
        <w:t>l</w:t>
      </w:r>
      <w:r>
        <w:t>’</w:t>
      </w:r>
      <w:r w:rsidR="002A4158" w:rsidRPr="00DA4E77">
        <w:t>une pour porter aux siens ce qu</w:t>
      </w:r>
      <w:r>
        <w:t>’</w:t>
      </w:r>
      <w:r w:rsidR="002A4158" w:rsidRPr="00DA4E77">
        <w:t>elle croyait la grandeur d</w:t>
      </w:r>
      <w:r>
        <w:t>’</w:t>
      </w:r>
      <w:r w:rsidR="002A4158" w:rsidRPr="00DA4E77">
        <w:t>Atlantis</w:t>
      </w:r>
      <w:r>
        <w:t xml:space="preserve"> ; </w:t>
      </w:r>
      <w:r w:rsidR="002A4158" w:rsidRPr="00DA4E77">
        <w:t>l</w:t>
      </w:r>
      <w:r>
        <w:t>’</w:t>
      </w:r>
      <w:r w:rsidR="002A4158" w:rsidRPr="00DA4E77">
        <w:t>autre pour sauver et garder cette fausse grandeur</w:t>
      </w:r>
      <w:r>
        <w:t xml:space="preserve">. </w:t>
      </w:r>
      <w:r w:rsidR="002A4158" w:rsidRPr="00DA4E77">
        <w:t>Tu as le droit</w:t>
      </w:r>
      <w:r>
        <w:t xml:space="preserve">, </w:t>
      </w:r>
      <w:proofErr w:type="spellStart"/>
      <w:r w:rsidR="002A4158" w:rsidRPr="00DA4E77">
        <w:t>Guitché</w:t>
      </w:r>
      <w:proofErr w:type="spellEnd"/>
      <w:r>
        <w:t xml:space="preserve">, </w:t>
      </w:r>
      <w:r w:rsidR="002A4158" w:rsidRPr="00DA4E77">
        <w:t>de te montrer fier de ta femme</w:t>
      </w:r>
      <w:r>
        <w:t xml:space="preserve">. </w:t>
      </w:r>
      <w:r w:rsidR="002A4158" w:rsidRPr="00DA4E77">
        <w:t>Elle avait une âme de feu</w:t>
      </w:r>
      <w:r>
        <w:t> !</w:t>
      </w:r>
    </w:p>
    <w:p w14:paraId="2A1C265B" w14:textId="77777777" w:rsidR="00276CCE" w:rsidRDefault="002A4158" w:rsidP="002A4158">
      <w:r w:rsidRPr="00DA4E77">
        <w:t>Ayant de sa voix chaude réconforté son ancien ennemi</w:t>
      </w:r>
      <w:r w:rsidR="00276CCE">
        <w:t xml:space="preserve">, </w:t>
      </w:r>
      <w:r w:rsidRPr="00DA4E77">
        <w:t>il s</w:t>
      </w:r>
      <w:r w:rsidR="00276CCE">
        <w:t>’</w:t>
      </w:r>
      <w:r w:rsidRPr="00DA4E77">
        <w:t xml:space="preserve">adresse à </w:t>
      </w:r>
      <w:proofErr w:type="spellStart"/>
      <w:r w:rsidRPr="00DA4E77">
        <w:t>Oréa</w:t>
      </w:r>
      <w:proofErr w:type="spellEnd"/>
      <w:r w:rsidRPr="00DA4E77">
        <w:t xml:space="preserve"> qui le guide</w:t>
      </w:r>
      <w:r w:rsidR="00276CCE">
        <w:t> :</w:t>
      </w:r>
    </w:p>
    <w:p w14:paraId="1144CEEC" w14:textId="77777777" w:rsidR="00276CCE" w:rsidRDefault="00276CCE" w:rsidP="002A4158">
      <w:r>
        <w:t>— </w:t>
      </w:r>
      <w:r w:rsidR="002A4158" w:rsidRPr="00DA4E77">
        <w:t>Conduis-moi</w:t>
      </w:r>
      <w:r>
        <w:t xml:space="preserve">, </w:t>
      </w:r>
      <w:r w:rsidR="002A4158" w:rsidRPr="00DA4E77">
        <w:t>sans bruit</w:t>
      </w:r>
      <w:r>
        <w:t xml:space="preserve">, </w:t>
      </w:r>
      <w:r w:rsidR="002A4158" w:rsidRPr="00DA4E77">
        <w:t>ma fille</w:t>
      </w:r>
      <w:r>
        <w:t xml:space="preserve">, </w:t>
      </w:r>
      <w:r w:rsidR="002A4158" w:rsidRPr="00DA4E77">
        <w:t>vers ce qui reste de n</w:t>
      </w:r>
      <w:r w:rsidR="002A4158" w:rsidRPr="00DA4E77">
        <w:t>o</w:t>
      </w:r>
      <w:r w:rsidR="002A4158" w:rsidRPr="00DA4E77">
        <w:t xml:space="preserve">tre admirable </w:t>
      </w:r>
      <w:proofErr w:type="spellStart"/>
      <w:r w:rsidR="002A4158" w:rsidRPr="00DA4E77">
        <w:t>Knephao</w:t>
      </w:r>
      <w:proofErr w:type="spellEnd"/>
      <w:r>
        <w:t>.</w:t>
      </w:r>
    </w:p>
    <w:p w14:paraId="2ED5EA21" w14:textId="77777777" w:rsidR="00276CCE" w:rsidRDefault="00276CCE" w:rsidP="002A4158">
      <w:r>
        <w:t>— </w:t>
      </w:r>
      <w:r w:rsidR="002A4158" w:rsidRPr="00DA4E77">
        <w:t>Il en reste encore assez</w:t>
      </w:r>
      <w:r>
        <w:t xml:space="preserve">, </w:t>
      </w:r>
      <w:r w:rsidR="002A4158" w:rsidRPr="00DA4E77">
        <w:t>soupire le géant</w:t>
      </w:r>
      <w:r>
        <w:t xml:space="preserve">, </w:t>
      </w:r>
      <w:r w:rsidR="002A4158" w:rsidRPr="00DA4E77">
        <w:t>pour qu</w:t>
      </w:r>
      <w:r>
        <w:t>’</w:t>
      </w:r>
      <w:r w:rsidR="002A4158" w:rsidRPr="00DA4E77">
        <w:t>il se r</w:t>
      </w:r>
      <w:r w:rsidR="002A4158" w:rsidRPr="00DA4E77">
        <w:t>é</w:t>
      </w:r>
      <w:r w:rsidR="002A4158" w:rsidRPr="00DA4E77">
        <w:t>jouisse de ta présence et te demande</w:t>
      </w:r>
      <w:r>
        <w:t xml:space="preserve">, </w:t>
      </w:r>
      <w:r w:rsidR="002A4158" w:rsidRPr="00DA4E77">
        <w:t>avant de mourir</w:t>
      </w:r>
      <w:r>
        <w:t xml:space="preserve">, </w:t>
      </w:r>
      <w:r w:rsidR="002A4158" w:rsidRPr="00DA4E77">
        <w:t>la bén</w:t>
      </w:r>
      <w:r w:rsidR="002A4158" w:rsidRPr="00DA4E77">
        <w:t>é</w:t>
      </w:r>
      <w:r w:rsidR="002A4158" w:rsidRPr="00DA4E77">
        <w:t>diction de tes paroles divines</w:t>
      </w:r>
      <w:r>
        <w:t>.</w:t>
      </w:r>
    </w:p>
    <w:p w14:paraId="493D03C4" w14:textId="77777777" w:rsidR="00276CCE" w:rsidRDefault="00276CCE" w:rsidP="00276CCE">
      <w:pPr>
        <w:pStyle w:val="Titre2"/>
        <w:rPr>
          <w:i/>
        </w:rPr>
      </w:pPr>
      <w:bookmarkStart w:id="68" w:name="_Toc194842054"/>
      <w:r w:rsidRPr="00DA4E77">
        <w:lastRenderedPageBreak/>
        <w:t>Scène</w:t>
      </w:r>
      <w:r>
        <w:t> </w:t>
      </w:r>
      <w:r w:rsidRPr="00DA4E77">
        <w:t>VII</w:t>
      </w:r>
      <w:r>
        <w:t xml:space="preserve">. – </w:t>
      </w:r>
      <w:r w:rsidR="002A4158" w:rsidRPr="00DA4E77">
        <w:rPr>
          <w:i/>
        </w:rPr>
        <w:t xml:space="preserve">La mort de </w:t>
      </w:r>
      <w:proofErr w:type="spellStart"/>
      <w:r w:rsidR="002A4158" w:rsidRPr="00DA4E77">
        <w:rPr>
          <w:i/>
        </w:rPr>
        <w:t>Knephao</w:t>
      </w:r>
      <w:proofErr w:type="spellEnd"/>
      <w:r>
        <w:rPr>
          <w:i/>
        </w:rPr>
        <w:t>.</w:t>
      </w:r>
      <w:bookmarkEnd w:id="68"/>
    </w:p>
    <w:p w14:paraId="0949AD08" w14:textId="77777777" w:rsidR="00276CCE" w:rsidRDefault="002A4158" w:rsidP="002A4158">
      <w:proofErr w:type="spellStart"/>
      <w:r w:rsidRPr="00DA4E77">
        <w:t>Knephao</w:t>
      </w:r>
      <w:proofErr w:type="spellEnd"/>
      <w:r w:rsidR="00276CCE">
        <w:t xml:space="preserve">, </w:t>
      </w:r>
      <w:r w:rsidRPr="00DA4E77">
        <w:t>en effet</w:t>
      </w:r>
      <w:r w:rsidR="00276CCE">
        <w:t xml:space="preserve">, </w:t>
      </w:r>
      <w:r w:rsidRPr="00DA4E77">
        <w:t>gît immobile sur un lit d</w:t>
      </w:r>
      <w:r w:rsidR="00276CCE">
        <w:t>’</w:t>
      </w:r>
      <w:r w:rsidRPr="00DA4E77">
        <w:t>algues</w:t>
      </w:r>
      <w:r w:rsidR="00276CCE">
        <w:t xml:space="preserve">, </w:t>
      </w:r>
      <w:r w:rsidRPr="00DA4E77">
        <w:t xml:space="preserve">que sont allés cueillir à la hâte </w:t>
      </w:r>
      <w:proofErr w:type="spellStart"/>
      <w:r w:rsidRPr="00DA4E77">
        <w:t>Glania</w:t>
      </w:r>
      <w:proofErr w:type="spellEnd"/>
      <w:r w:rsidR="00276CCE">
        <w:t xml:space="preserve">, </w:t>
      </w:r>
      <w:proofErr w:type="spellStart"/>
      <w:r w:rsidRPr="00DA4E77">
        <w:t>Asmonia</w:t>
      </w:r>
      <w:proofErr w:type="spellEnd"/>
      <w:r w:rsidRPr="00DA4E77">
        <w:t xml:space="preserve"> et </w:t>
      </w:r>
      <w:proofErr w:type="spellStart"/>
      <w:r w:rsidRPr="00DA4E77">
        <w:t>Amonou</w:t>
      </w:r>
      <w:proofErr w:type="spellEnd"/>
      <w:r w:rsidR="00276CCE">
        <w:t xml:space="preserve"> ; </w:t>
      </w:r>
      <w:r w:rsidRPr="00DA4E77">
        <w:t>et on a di</w:t>
      </w:r>
      <w:r w:rsidRPr="00DA4E77">
        <w:t>s</w:t>
      </w:r>
      <w:r w:rsidRPr="00DA4E77">
        <w:t>posé ce lit juste aux pieds du père et de la fille</w:t>
      </w:r>
      <w:r w:rsidR="00276CCE">
        <w:t xml:space="preserve">. </w:t>
      </w:r>
      <w:proofErr w:type="spellStart"/>
      <w:r w:rsidRPr="00DA4E77">
        <w:t>Hellas</w:t>
      </w:r>
      <w:proofErr w:type="spellEnd"/>
      <w:r w:rsidR="00276CCE">
        <w:t xml:space="preserve">, </w:t>
      </w:r>
      <w:r w:rsidRPr="00DA4E77">
        <w:t>un genou en terre</w:t>
      </w:r>
      <w:r w:rsidR="00276CCE">
        <w:t xml:space="preserve">, </w:t>
      </w:r>
      <w:r w:rsidRPr="00DA4E77">
        <w:t>soutient dans ses mains la tête de son ami</w:t>
      </w:r>
      <w:r w:rsidR="00276CCE">
        <w:t xml:space="preserve">. </w:t>
      </w:r>
      <w:proofErr w:type="spellStart"/>
      <w:r w:rsidRPr="00DA4E77">
        <w:t>Hermos</w:t>
      </w:r>
      <w:proofErr w:type="spellEnd"/>
      <w:r w:rsidRPr="00DA4E77">
        <w:t xml:space="preserve"> et </w:t>
      </w:r>
      <w:proofErr w:type="spellStart"/>
      <w:r w:rsidRPr="00DA4E77">
        <w:t>Xanthès</w:t>
      </w:r>
      <w:proofErr w:type="spellEnd"/>
      <w:r w:rsidR="00276CCE">
        <w:t xml:space="preserve">, </w:t>
      </w:r>
      <w:r w:rsidRPr="00DA4E77">
        <w:t>avec des gestes lents et doux</w:t>
      </w:r>
      <w:r w:rsidR="00276CCE">
        <w:t xml:space="preserve">, </w:t>
      </w:r>
      <w:r w:rsidRPr="00DA4E77">
        <w:t>enlèvent petit à petit les vêtements du blessé</w:t>
      </w:r>
      <w:r w:rsidR="00276CCE">
        <w:t xml:space="preserve">, </w:t>
      </w:r>
      <w:r w:rsidRPr="00DA4E77">
        <w:t xml:space="preserve">pour que </w:t>
      </w:r>
      <w:proofErr w:type="spellStart"/>
      <w:r w:rsidRPr="00DA4E77">
        <w:t>Thébao</w:t>
      </w:r>
      <w:proofErr w:type="spellEnd"/>
      <w:r w:rsidRPr="00DA4E77">
        <w:t xml:space="preserve"> examine sa blessure</w:t>
      </w:r>
      <w:r w:rsidR="00276CCE">
        <w:t>.</w:t>
      </w:r>
    </w:p>
    <w:p w14:paraId="410EED96" w14:textId="77777777" w:rsidR="00276CCE" w:rsidRDefault="00276CCE" w:rsidP="002A4158">
      <w:r>
        <w:t>— </w:t>
      </w:r>
      <w:r w:rsidR="002A4158" w:rsidRPr="00DA4E77">
        <w:t>Mes pauvres amis</w:t>
      </w:r>
      <w:r>
        <w:t xml:space="preserve">, </w:t>
      </w:r>
      <w:r w:rsidR="002A4158" w:rsidRPr="00DA4E77">
        <w:t>murmure le géant</w:t>
      </w:r>
      <w:r>
        <w:t xml:space="preserve">, </w:t>
      </w:r>
      <w:r w:rsidR="002A4158" w:rsidRPr="00DA4E77">
        <w:t>vous vous donnez bien du mal inutile</w:t>
      </w:r>
      <w:r>
        <w:t xml:space="preserve">. </w:t>
      </w:r>
      <w:r w:rsidR="002A4158" w:rsidRPr="00DA4E77">
        <w:t>Je connais la mort</w:t>
      </w:r>
      <w:r>
        <w:t xml:space="preserve"> ; </w:t>
      </w:r>
      <w:r w:rsidR="002A4158" w:rsidRPr="00DA4E77">
        <w:t>elle a passé si souvent près de moi</w:t>
      </w:r>
      <w:r>
        <w:t xml:space="preserve"> ! </w:t>
      </w:r>
      <w:r w:rsidR="002A4158" w:rsidRPr="00DA4E77">
        <w:t>J</w:t>
      </w:r>
      <w:r>
        <w:t>’</w:t>
      </w:r>
      <w:r w:rsidR="002A4158" w:rsidRPr="00DA4E77">
        <w:t>ai vu tant de mourants sur les champs de b</w:t>
      </w:r>
      <w:r w:rsidR="002A4158" w:rsidRPr="00DA4E77">
        <w:t>a</w:t>
      </w:r>
      <w:r w:rsidR="002A4158" w:rsidRPr="00DA4E77">
        <w:t>taille</w:t>
      </w:r>
      <w:r>
        <w:t xml:space="preserve"> ! </w:t>
      </w:r>
      <w:r w:rsidR="002A4158" w:rsidRPr="00DA4E77">
        <w:t>Je sais mon sort</w:t>
      </w:r>
      <w:r>
        <w:t xml:space="preserve">. </w:t>
      </w:r>
      <w:r w:rsidR="002A4158" w:rsidRPr="00DA4E77">
        <w:t>Il y en a pour peu d</w:t>
      </w:r>
      <w:r>
        <w:t>’</w:t>
      </w:r>
      <w:r w:rsidR="002A4158" w:rsidRPr="00DA4E77">
        <w:t>instants</w:t>
      </w:r>
      <w:r>
        <w:t>…</w:t>
      </w:r>
    </w:p>
    <w:p w14:paraId="207FF9EB" w14:textId="77777777" w:rsidR="00276CCE" w:rsidRDefault="002A4158" w:rsidP="002A4158">
      <w:r w:rsidRPr="00DA4E77">
        <w:t>Or</w:t>
      </w:r>
      <w:r w:rsidR="00276CCE">
        <w:t xml:space="preserve">, </w:t>
      </w:r>
      <w:proofErr w:type="spellStart"/>
      <w:r w:rsidRPr="00DA4E77">
        <w:t>Thébao</w:t>
      </w:r>
      <w:proofErr w:type="spellEnd"/>
      <w:r w:rsidR="00276CCE">
        <w:t xml:space="preserve">, </w:t>
      </w:r>
      <w:r w:rsidRPr="00DA4E77">
        <w:t>qui vient d</w:t>
      </w:r>
      <w:r w:rsidR="00276CCE">
        <w:t>’</w:t>
      </w:r>
      <w:r w:rsidRPr="00DA4E77">
        <w:t>examiner les reins et la poitrine</w:t>
      </w:r>
      <w:r w:rsidR="00276CCE">
        <w:t xml:space="preserve">, </w:t>
      </w:r>
      <w:r w:rsidRPr="00DA4E77">
        <w:t>ne peut dissimuler son inquiétude</w:t>
      </w:r>
      <w:r w:rsidR="00276CCE">
        <w:t>.</w:t>
      </w:r>
    </w:p>
    <w:p w14:paraId="60054977" w14:textId="77777777" w:rsidR="00276CCE" w:rsidRDefault="00276CCE" w:rsidP="002A4158">
      <w:r>
        <w:t>— </w:t>
      </w:r>
      <w:r w:rsidR="002A4158" w:rsidRPr="00DA4E77">
        <w:t xml:space="preserve">Bon </w:t>
      </w:r>
      <w:proofErr w:type="spellStart"/>
      <w:r w:rsidR="002A4158" w:rsidRPr="00DA4E77">
        <w:t>Thébao</w:t>
      </w:r>
      <w:proofErr w:type="spellEnd"/>
      <w:r>
        <w:t xml:space="preserve"> ! </w:t>
      </w:r>
      <w:r w:rsidR="002A4158" w:rsidRPr="00DA4E77">
        <w:t>souris donc</w:t>
      </w:r>
      <w:r>
        <w:t xml:space="preserve">… </w:t>
      </w:r>
      <w:r w:rsidR="002A4158" w:rsidRPr="00DA4E77">
        <w:t>Pourquoi cette tête sinistre</w:t>
      </w:r>
      <w:r>
        <w:t xml:space="preserve"> ? </w:t>
      </w:r>
      <w:r w:rsidR="002A4158" w:rsidRPr="00DA4E77">
        <w:t>Crois-tu que la mort me fasse peur</w:t>
      </w:r>
      <w:r>
        <w:t> ?</w:t>
      </w:r>
    </w:p>
    <w:p w14:paraId="49117BFB" w14:textId="77777777" w:rsidR="00276CCE" w:rsidRDefault="002A4158" w:rsidP="002A4158">
      <w:r w:rsidRPr="00DA4E77">
        <w:t xml:space="preserve">Cependant </w:t>
      </w:r>
      <w:proofErr w:type="spellStart"/>
      <w:r w:rsidRPr="00DA4E77">
        <w:t>Oréus</w:t>
      </w:r>
      <w:proofErr w:type="spellEnd"/>
      <w:r w:rsidRPr="00DA4E77">
        <w:t xml:space="preserve"> s</w:t>
      </w:r>
      <w:r w:rsidR="00276CCE">
        <w:t>’</w:t>
      </w:r>
      <w:r w:rsidRPr="00DA4E77">
        <w:t>assied sur une pierre</w:t>
      </w:r>
      <w:r w:rsidR="00276CCE">
        <w:t xml:space="preserve">, </w:t>
      </w:r>
      <w:r w:rsidRPr="00DA4E77">
        <w:t>à côté du géant</w:t>
      </w:r>
      <w:r w:rsidR="00276CCE">
        <w:t xml:space="preserve">, </w:t>
      </w:r>
      <w:r w:rsidRPr="00DA4E77">
        <w:t xml:space="preserve">et </w:t>
      </w:r>
      <w:proofErr w:type="spellStart"/>
      <w:r w:rsidRPr="00DA4E77">
        <w:t>Oréa</w:t>
      </w:r>
      <w:proofErr w:type="spellEnd"/>
      <w:r w:rsidRPr="00DA4E77">
        <w:t xml:space="preserve"> de l</w:t>
      </w:r>
      <w:r w:rsidR="00276CCE">
        <w:t>’</w:t>
      </w:r>
      <w:r w:rsidRPr="00DA4E77">
        <w:t>autre côté</w:t>
      </w:r>
      <w:r w:rsidR="00276CCE">
        <w:t>.</w:t>
      </w:r>
    </w:p>
    <w:p w14:paraId="0705754D" w14:textId="77777777" w:rsidR="00276CCE" w:rsidRDefault="00276CCE" w:rsidP="002A4158">
      <w:r>
        <w:t>— </w:t>
      </w:r>
      <w:r w:rsidR="002A4158" w:rsidRPr="00DA4E77">
        <w:t>Merci</w:t>
      </w:r>
      <w:r>
        <w:t xml:space="preserve">, </w:t>
      </w:r>
      <w:r w:rsidR="002A4158" w:rsidRPr="00DA4E77">
        <w:t xml:space="preserve">dit </w:t>
      </w:r>
      <w:proofErr w:type="spellStart"/>
      <w:r w:rsidR="002A4158" w:rsidRPr="00DA4E77">
        <w:t>Knephao</w:t>
      </w:r>
      <w:proofErr w:type="spellEnd"/>
      <w:r>
        <w:t xml:space="preserve">. </w:t>
      </w:r>
      <w:r w:rsidR="002A4158" w:rsidRPr="00DA4E77">
        <w:t>Voici le seul remède dont j</w:t>
      </w:r>
      <w:r>
        <w:t>’</w:t>
      </w:r>
      <w:r w:rsidR="002A4158" w:rsidRPr="00DA4E77">
        <w:t>aie b</w:t>
      </w:r>
      <w:r w:rsidR="002A4158" w:rsidRPr="00DA4E77">
        <w:t>e</w:t>
      </w:r>
      <w:r w:rsidR="002A4158" w:rsidRPr="00DA4E77">
        <w:t>soin</w:t>
      </w:r>
      <w:r>
        <w:t> !</w:t>
      </w:r>
    </w:p>
    <w:p w14:paraId="6302C3AB" w14:textId="77777777" w:rsidR="00276CCE" w:rsidRDefault="002A4158" w:rsidP="002A4158">
      <w:r w:rsidRPr="00DA4E77">
        <w:t>Et il leur demande de prendre</w:t>
      </w:r>
      <w:r w:rsidR="00276CCE">
        <w:t xml:space="preserve">, </w:t>
      </w:r>
      <w:r w:rsidRPr="00DA4E77">
        <w:t>chacun</w:t>
      </w:r>
      <w:r w:rsidR="00276CCE">
        <w:t xml:space="preserve">, </w:t>
      </w:r>
      <w:r w:rsidRPr="00DA4E77">
        <w:t>une de ses mains</w:t>
      </w:r>
      <w:r w:rsidR="00276CCE">
        <w:t xml:space="preserve">. </w:t>
      </w:r>
      <w:r w:rsidRPr="00DA4E77">
        <w:t>Tout mouvement qu</w:t>
      </w:r>
      <w:r w:rsidR="00276CCE">
        <w:t>’</w:t>
      </w:r>
      <w:r w:rsidRPr="00DA4E77">
        <w:t>il fait lui arrache des plaintes qu</w:t>
      </w:r>
      <w:r w:rsidR="00276CCE">
        <w:t>’</w:t>
      </w:r>
      <w:r w:rsidRPr="00DA4E77">
        <w:t>il refoule aussitôt</w:t>
      </w:r>
      <w:r w:rsidR="00276CCE">
        <w:t>.</w:t>
      </w:r>
    </w:p>
    <w:p w14:paraId="77570495" w14:textId="77777777" w:rsidR="00276CCE" w:rsidRDefault="002A4158" w:rsidP="002A4158">
      <w:r w:rsidRPr="00DA4E77">
        <w:t xml:space="preserve">Et </w:t>
      </w:r>
      <w:proofErr w:type="spellStart"/>
      <w:r w:rsidRPr="00DA4E77">
        <w:t>Glania</w:t>
      </w:r>
      <w:proofErr w:type="spellEnd"/>
      <w:r w:rsidR="00276CCE">
        <w:t xml:space="preserve">, </w:t>
      </w:r>
      <w:r w:rsidRPr="00DA4E77">
        <w:t>aidée d</w:t>
      </w:r>
      <w:r w:rsidR="00276CCE">
        <w:t>’</w:t>
      </w:r>
      <w:proofErr w:type="spellStart"/>
      <w:r w:rsidRPr="00DA4E77">
        <w:t>Hellas</w:t>
      </w:r>
      <w:proofErr w:type="spellEnd"/>
      <w:r w:rsidR="00276CCE">
        <w:t xml:space="preserve">, </w:t>
      </w:r>
      <w:r w:rsidRPr="00DA4E77">
        <w:t>amasse contre son corps tout un amas d</w:t>
      </w:r>
      <w:r w:rsidR="00276CCE">
        <w:t>’</w:t>
      </w:r>
      <w:r w:rsidRPr="00DA4E77">
        <w:t>herbes marines</w:t>
      </w:r>
      <w:r w:rsidR="00276CCE">
        <w:t>.</w:t>
      </w:r>
    </w:p>
    <w:p w14:paraId="1F715BE0" w14:textId="77777777" w:rsidR="00276CCE" w:rsidRDefault="00276CCE" w:rsidP="002A4158">
      <w:r>
        <w:t>— </w:t>
      </w:r>
      <w:proofErr w:type="spellStart"/>
      <w:r w:rsidR="002A4158" w:rsidRPr="00DA4E77">
        <w:t>Glania</w:t>
      </w:r>
      <w:proofErr w:type="spellEnd"/>
      <w:r>
        <w:t xml:space="preserve">, </w:t>
      </w:r>
      <w:r w:rsidR="002A4158" w:rsidRPr="00DA4E77">
        <w:t>ma petite fille</w:t>
      </w:r>
      <w:r>
        <w:t xml:space="preserve">, </w:t>
      </w:r>
      <w:r w:rsidR="002A4158" w:rsidRPr="00DA4E77">
        <w:t>tu as vu les vaisseaux arriver</w:t>
      </w:r>
      <w:r>
        <w:t xml:space="preserve"> ? </w:t>
      </w:r>
      <w:r w:rsidR="002A4158" w:rsidRPr="00DA4E77">
        <w:t>Sais-tu d</w:t>
      </w:r>
      <w:r>
        <w:t>’</w:t>
      </w:r>
      <w:r w:rsidR="002A4158" w:rsidRPr="00DA4E77">
        <w:t>où ils viennent</w:t>
      </w:r>
      <w:r>
        <w:t xml:space="preserve"> ? </w:t>
      </w:r>
      <w:r w:rsidR="002A4158" w:rsidRPr="00DA4E77">
        <w:t xml:space="preserve">Si ce pouvaient être ceux de mon </w:t>
      </w:r>
      <w:r w:rsidR="002A4158" w:rsidRPr="00DA4E77">
        <w:lastRenderedPageBreak/>
        <w:t xml:space="preserve">ami </w:t>
      </w:r>
      <w:proofErr w:type="spellStart"/>
      <w:r w:rsidR="002A4158" w:rsidRPr="00DA4E77">
        <w:t>Gaouran</w:t>
      </w:r>
      <w:proofErr w:type="spellEnd"/>
      <w:r>
        <w:t xml:space="preserve"> ! </w:t>
      </w:r>
      <w:r w:rsidR="002A4158" w:rsidRPr="00DA4E77">
        <w:t>Je mourrais rassuré et heureux</w:t>
      </w:r>
      <w:r>
        <w:t xml:space="preserve"> ! </w:t>
      </w:r>
      <w:r w:rsidR="002A4158" w:rsidRPr="00DA4E77">
        <w:t>Va voir</w:t>
      </w:r>
      <w:r>
        <w:t xml:space="preserve">, </w:t>
      </w:r>
      <w:proofErr w:type="spellStart"/>
      <w:r w:rsidR="002A4158" w:rsidRPr="00DA4E77">
        <w:t>Glania</w:t>
      </w:r>
      <w:proofErr w:type="spellEnd"/>
      <w:r>
        <w:t>…</w:t>
      </w:r>
    </w:p>
    <w:p w14:paraId="1EE1BCC2" w14:textId="77777777" w:rsidR="00276CCE" w:rsidRDefault="002A4158" w:rsidP="002A4158">
      <w:r w:rsidRPr="00DA4E77">
        <w:t>Et la Ligure court en hâte vers la plage</w:t>
      </w:r>
      <w:r w:rsidR="00276CCE">
        <w:t xml:space="preserve"> : </w:t>
      </w:r>
      <w:r w:rsidRPr="00DA4E77">
        <w:t>un seul vaisseau</w:t>
      </w:r>
      <w:r w:rsidR="00276CCE">
        <w:t xml:space="preserve">, </w:t>
      </w:r>
      <w:r w:rsidRPr="00DA4E77">
        <w:t>maintenant</w:t>
      </w:r>
      <w:r w:rsidR="00276CCE">
        <w:t xml:space="preserve">, </w:t>
      </w:r>
      <w:r w:rsidRPr="00DA4E77">
        <w:t>apparaît</w:t>
      </w:r>
      <w:r w:rsidR="00276CCE">
        <w:t xml:space="preserve">. </w:t>
      </w:r>
      <w:r w:rsidRPr="00DA4E77">
        <w:t>Les autres</w:t>
      </w:r>
      <w:r w:rsidR="00276CCE">
        <w:t xml:space="preserve">, </w:t>
      </w:r>
      <w:r w:rsidRPr="00DA4E77">
        <w:t>sans doute</w:t>
      </w:r>
      <w:r w:rsidR="00276CCE">
        <w:t xml:space="preserve">, </w:t>
      </w:r>
      <w:r w:rsidRPr="00DA4E77">
        <w:t>vont explorer les parages de la ville morte</w:t>
      </w:r>
      <w:r w:rsidR="00276CCE">
        <w:t xml:space="preserve">. </w:t>
      </w:r>
      <w:r w:rsidRPr="00DA4E77">
        <w:t>Celui qu</w:t>
      </w:r>
      <w:r w:rsidR="00276CCE">
        <w:t>’</w:t>
      </w:r>
      <w:r w:rsidRPr="00DA4E77">
        <w:t>on voit porte cinq grands mâts chargés de voiles</w:t>
      </w:r>
      <w:r w:rsidR="00276CCE">
        <w:t xml:space="preserve">. </w:t>
      </w:r>
      <w:r w:rsidRPr="00DA4E77">
        <w:t>Une des voiles</w:t>
      </w:r>
      <w:r w:rsidR="00276CCE">
        <w:t xml:space="preserve">, </w:t>
      </w:r>
      <w:r w:rsidRPr="00DA4E77">
        <w:t>celle du mât de proue</w:t>
      </w:r>
      <w:r w:rsidR="00276CCE">
        <w:t xml:space="preserve">, </w:t>
      </w:r>
      <w:r w:rsidRPr="00DA4E77">
        <w:t>porte au beau milieu une étoile à sept branches</w:t>
      </w:r>
      <w:r w:rsidR="00276CCE">
        <w:t xml:space="preserve">, </w:t>
      </w:r>
      <w:r w:rsidRPr="00DA4E77">
        <w:t>toute rouge</w:t>
      </w:r>
      <w:r w:rsidR="00276CCE">
        <w:t>.</w:t>
      </w:r>
    </w:p>
    <w:p w14:paraId="581A6A02" w14:textId="77777777" w:rsidR="00276CCE" w:rsidRDefault="00276CCE" w:rsidP="002A4158">
      <w:r>
        <w:t>— </w:t>
      </w:r>
      <w:r w:rsidR="002A4158" w:rsidRPr="00DA4E77">
        <w:t>C</w:t>
      </w:r>
      <w:r>
        <w:t>’</w:t>
      </w:r>
      <w:r w:rsidR="002A4158" w:rsidRPr="00DA4E77">
        <w:t>est lui</w:t>
      </w:r>
      <w:r>
        <w:t xml:space="preserve"> ! </w:t>
      </w:r>
      <w:r w:rsidR="002A4158" w:rsidRPr="00DA4E77">
        <w:t>s</w:t>
      </w:r>
      <w:r>
        <w:t>’</w:t>
      </w:r>
      <w:r w:rsidR="002A4158" w:rsidRPr="00DA4E77">
        <w:t>exclame l</w:t>
      </w:r>
      <w:r>
        <w:t>’</w:t>
      </w:r>
      <w:r w:rsidR="002A4158" w:rsidRPr="00DA4E77">
        <w:t>Égyptien</w:t>
      </w:r>
      <w:r>
        <w:t xml:space="preserve">. </w:t>
      </w:r>
      <w:r w:rsidR="002A4158" w:rsidRPr="00DA4E77">
        <w:t>C</w:t>
      </w:r>
      <w:r>
        <w:t>’</w:t>
      </w:r>
      <w:r w:rsidR="002A4158" w:rsidRPr="00DA4E77">
        <w:t>est l</w:t>
      </w:r>
      <w:r>
        <w:t>’</w:t>
      </w:r>
      <w:r w:rsidR="002A4158" w:rsidRPr="00DA4E77">
        <w:t xml:space="preserve">insigne de </w:t>
      </w:r>
      <w:proofErr w:type="spellStart"/>
      <w:r w:rsidR="002A4158" w:rsidRPr="00DA4E77">
        <w:t>Gao</w:t>
      </w:r>
      <w:r w:rsidR="002A4158" w:rsidRPr="00DA4E77">
        <w:t>u</w:t>
      </w:r>
      <w:r w:rsidR="002A4158" w:rsidRPr="00DA4E77">
        <w:t>ran</w:t>
      </w:r>
      <w:proofErr w:type="spellEnd"/>
      <w:r>
        <w:t xml:space="preserve">. </w:t>
      </w:r>
      <w:r w:rsidR="002A4158" w:rsidRPr="00DA4E77">
        <w:t>Il avait du reste promis de venir</w:t>
      </w:r>
      <w:r>
        <w:t xml:space="preserve">. </w:t>
      </w:r>
      <w:r w:rsidR="002A4158" w:rsidRPr="00DA4E77">
        <w:t>Ah</w:t>
      </w:r>
      <w:r>
        <w:t xml:space="preserve"> ! </w:t>
      </w:r>
      <w:r w:rsidR="002A4158" w:rsidRPr="00DA4E77">
        <w:t>mes amis</w:t>
      </w:r>
      <w:r>
        <w:t xml:space="preserve">, </w:t>
      </w:r>
      <w:r w:rsidR="002A4158" w:rsidRPr="00DA4E77">
        <w:t>quel bo</w:t>
      </w:r>
      <w:r w:rsidR="002A4158" w:rsidRPr="00DA4E77">
        <w:t>n</w:t>
      </w:r>
      <w:r w:rsidR="002A4158" w:rsidRPr="00DA4E77">
        <w:t>heur</w:t>
      </w:r>
      <w:r>
        <w:t xml:space="preserve"> !… </w:t>
      </w:r>
      <w:r w:rsidR="002A4158" w:rsidRPr="00DA4E77">
        <w:t>Je puis mourir tranquille maintenant</w:t>
      </w:r>
      <w:r>
        <w:t xml:space="preserve"> : </w:t>
      </w:r>
      <w:r w:rsidR="002A4158" w:rsidRPr="00DA4E77">
        <w:t>vous êtes sauvés</w:t>
      </w:r>
      <w:r>
        <w:t xml:space="preserve">, </w:t>
      </w:r>
      <w:r w:rsidR="002A4158" w:rsidRPr="00DA4E77">
        <w:t>non seulement sauvés</w:t>
      </w:r>
      <w:r>
        <w:t xml:space="preserve">, </w:t>
      </w:r>
      <w:r w:rsidR="002A4158" w:rsidRPr="00DA4E77">
        <w:t>mais dans les mains de l</w:t>
      </w:r>
      <w:r>
        <w:t>’</w:t>
      </w:r>
      <w:r w:rsidR="002A4158" w:rsidRPr="00DA4E77">
        <w:t>homme le plus loyal qui soit dans tout l</w:t>
      </w:r>
      <w:r>
        <w:t>’</w:t>
      </w:r>
      <w:r w:rsidR="002A4158" w:rsidRPr="00DA4E77">
        <w:t>Orient</w:t>
      </w:r>
      <w:r>
        <w:t xml:space="preserve">. </w:t>
      </w:r>
      <w:proofErr w:type="spellStart"/>
      <w:r w:rsidR="002A4158" w:rsidRPr="00DA4E77">
        <w:t>Thébao</w:t>
      </w:r>
      <w:proofErr w:type="spellEnd"/>
      <w:r>
        <w:t xml:space="preserve"> ! </w:t>
      </w:r>
      <w:proofErr w:type="spellStart"/>
      <w:r w:rsidR="002A4158" w:rsidRPr="00DA4E77">
        <w:t>Thébao</w:t>
      </w:r>
      <w:proofErr w:type="spellEnd"/>
      <w:r>
        <w:t xml:space="preserve"> ! </w:t>
      </w:r>
      <w:r w:rsidR="002A4158" w:rsidRPr="00DA4E77">
        <w:t>donne-moi assez de vie pour que je ne meure pas avant de vous voir confier à cet homme brave</w:t>
      </w:r>
      <w:r>
        <w:t>.</w:t>
      </w:r>
    </w:p>
    <w:p w14:paraId="28E80DAE" w14:textId="77777777" w:rsidR="00276CCE" w:rsidRDefault="00276CCE" w:rsidP="002A4158">
      <w:r>
        <w:t>— </w:t>
      </w:r>
      <w:r w:rsidR="002A4158" w:rsidRPr="00DA4E77">
        <w:t>Avant toute chose</w:t>
      </w:r>
      <w:r>
        <w:t xml:space="preserve">, </w:t>
      </w:r>
      <w:r w:rsidR="002A4158" w:rsidRPr="00DA4E77">
        <w:t xml:space="preserve">interrompt </w:t>
      </w:r>
      <w:proofErr w:type="spellStart"/>
      <w:r w:rsidR="002A4158" w:rsidRPr="00DA4E77">
        <w:t>Thébao</w:t>
      </w:r>
      <w:proofErr w:type="spellEnd"/>
      <w:r>
        <w:t xml:space="preserve">, </w:t>
      </w:r>
      <w:r w:rsidR="002A4158" w:rsidRPr="00DA4E77">
        <w:t>ne t</w:t>
      </w:r>
      <w:r>
        <w:t>’</w:t>
      </w:r>
      <w:r w:rsidR="002A4158" w:rsidRPr="00DA4E77">
        <w:t>anime pas ainsi</w:t>
      </w:r>
      <w:r>
        <w:t xml:space="preserve">. </w:t>
      </w:r>
      <w:proofErr w:type="spellStart"/>
      <w:r w:rsidR="002A4158" w:rsidRPr="00DA4E77">
        <w:t>Oréus</w:t>
      </w:r>
      <w:proofErr w:type="spellEnd"/>
      <w:r>
        <w:t xml:space="preserve">, </w:t>
      </w:r>
      <w:r w:rsidR="002A4158" w:rsidRPr="00DA4E77">
        <w:t xml:space="preserve">calme la folle joie de </w:t>
      </w:r>
      <w:proofErr w:type="spellStart"/>
      <w:r w:rsidR="002A4158" w:rsidRPr="00DA4E77">
        <w:t>Knephao</w:t>
      </w:r>
      <w:proofErr w:type="spellEnd"/>
      <w:r>
        <w:t> !</w:t>
      </w:r>
    </w:p>
    <w:p w14:paraId="616B7B0F" w14:textId="77777777" w:rsidR="00276CCE" w:rsidRDefault="002A4158" w:rsidP="002A4158">
      <w:r w:rsidRPr="00DA4E77">
        <w:t xml:space="preserve">Mais </w:t>
      </w:r>
      <w:proofErr w:type="spellStart"/>
      <w:r w:rsidRPr="00DA4E77">
        <w:t>Oréus</w:t>
      </w:r>
      <w:proofErr w:type="spellEnd"/>
      <w:r w:rsidRPr="00DA4E77">
        <w:t xml:space="preserve"> ne répond pas</w:t>
      </w:r>
      <w:r w:rsidR="00276CCE">
        <w:t xml:space="preserve">. </w:t>
      </w:r>
      <w:r w:rsidRPr="00DA4E77">
        <w:t>Depuis qu</w:t>
      </w:r>
      <w:r w:rsidR="00276CCE">
        <w:t>’</w:t>
      </w:r>
      <w:r w:rsidRPr="00DA4E77">
        <w:t xml:space="preserve">il tient dans ses mains les mains de </w:t>
      </w:r>
      <w:proofErr w:type="spellStart"/>
      <w:r w:rsidRPr="00DA4E77">
        <w:t>Knephao</w:t>
      </w:r>
      <w:proofErr w:type="spellEnd"/>
      <w:r w:rsidRPr="00DA4E77">
        <w:t xml:space="preserve"> mourant</w:t>
      </w:r>
      <w:r w:rsidR="00276CCE">
        <w:t xml:space="preserve">, </w:t>
      </w:r>
      <w:r w:rsidRPr="00DA4E77">
        <w:t>on dirait</w:t>
      </w:r>
      <w:r w:rsidR="00276CCE">
        <w:t xml:space="preserve">, </w:t>
      </w:r>
      <w:r w:rsidRPr="00DA4E77">
        <w:t>à voir sa po</w:t>
      </w:r>
      <w:r w:rsidRPr="00DA4E77">
        <w:t>i</w:t>
      </w:r>
      <w:r w:rsidRPr="00DA4E77">
        <w:t>trine s</w:t>
      </w:r>
      <w:r w:rsidR="00276CCE">
        <w:t>’</w:t>
      </w:r>
      <w:r w:rsidRPr="00DA4E77">
        <w:t>agiter</w:t>
      </w:r>
      <w:r w:rsidR="00276CCE">
        <w:t xml:space="preserve">, </w:t>
      </w:r>
      <w:r w:rsidRPr="00DA4E77">
        <w:t>qu</w:t>
      </w:r>
      <w:r w:rsidR="00276CCE">
        <w:t>’</w:t>
      </w:r>
      <w:r w:rsidRPr="00DA4E77">
        <w:t>une âme inconnue souffle dans son âme</w:t>
      </w:r>
      <w:r w:rsidR="00276CCE">
        <w:t xml:space="preserve">. </w:t>
      </w:r>
      <w:r w:rsidRPr="00DA4E77">
        <w:t>Ses yeux morts semblent fixés sur un point mystérieux de l</w:t>
      </w:r>
      <w:r w:rsidR="00276CCE">
        <w:t>’</w:t>
      </w:r>
      <w:r w:rsidRPr="00DA4E77">
        <w:t>espace</w:t>
      </w:r>
      <w:r w:rsidR="00276CCE">
        <w:t xml:space="preserve">. </w:t>
      </w:r>
      <w:r w:rsidRPr="00DA4E77">
        <w:t>Cet aveugle paraît contempler l</w:t>
      </w:r>
      <w:r w:rsidR="00276CCE">
        <w:t>’</w:t>
      </w:r>
      <w:r w:rsidRPr="00DA4E77">
        <w:t>invisible</w:t>
      </w:r>
      <w:r w:rsidR="00276CCE">
        <w:t xml:space="preserve">. </w:t>
      </w:r>
      <w:proofErr w:type="spellStart"/>
      <w:r w:rsidRPr="00DA4E77">
        <w:t>Oréa</w:t>
      </w:r>
      <w:proofErr w:type="spellEnd"/>
      <w:r w:rsidRPr="00DA4E77">
        <w:t xml:space="preserve"> seule apaise </w:t>
      </w:r>
      <w:proofErr w:type="spellStart"/>
      <w:r w:rsidRPr="00DA4E77">
        <w:t>Knephao</w:t>
      </w:r>
      <w:proofErr w:type="spellEnd"/>
      <w:r w:rsidRPr="00DA4E77">
        <w:t xml:space="preserve"> de sa douce voix chantante</w:t>
      </w:r>
      <w:r w:rsidR="00276CCE">
        <w:t> :</w:t>
      </w:r>
    </w:p>
    <w:p w14:paraId="4A8DA445" w14:textId="77777777" w:rsidR="00276CCE" w:rsidRDefault="00276CCE" w:rsidP="002A4158">
      <w:r>
        <w:t>— </w:t>
      </w:r>
      <w:r w:rsidR="002A4158" w:rsidRPr="00DA4E77">
        <w:t xml:space="preserve">Notre grand frère </w:t>
      </w:r>
      <w:proofErr w:type="spellStart"/>
      <w:r w:rsidR="002A4158" w:rsidRPr="00DA4E77">
        <w:t>Thébao</w:t>
      </w:r>
      <w:proofErr w:type="spellEnd"/>
      <w:r w:rsidR="002A4158" w:rsidRPr="00DA4E77">
        <w:t xml:space="preserve"> a raison</w:t>
      </w:r>
      <w:r>
        <w:t xml:space="preserve">, </w:t>
      </w:r>
      <w:r w:rsidR="002A4158" w:rsidRPr="00DA4E77">
        <w:t>reste immobile</w:t>
      </w:r>
      <w:r>
        <w:t xml:space="preserve">. </w:t>
      </w:r>
      <w:r w:rsidR="002A4158" w:rsidRPr="00DA4E77">
        <w:t xml:space="preserve">Ton ami </w:t>
      </w:r>
      <w:proofErr w:type="spellStart"/>
      <w:r w:rsidR="002A4158" w:rsidRPr="00DA4E77">
        <w:t>Gaouran</w:t>
      </w:r>
      <w:proofErr w:type="spellEnd"/>
      <w:r w:rsidR="002A4158" w:rsidRPr="00DA4E77">
        <w:t xml:space="preserve"> va débarquer</w:t>
      </w:r>
      <w:r>
        <w:t xml:space="preserve">. </w:t>
      </w:r>
      <w:r w:rsidR="002A4158" w:rsidRPr="00DA4E77">
        <w:t>Nos jeunes gens courent au-devant de lui et te l</w:t>
      </w:r>
      <w:r>
        <w:t>’</w:t>
      </w:r>
      <w:r w:rsidR="002A4158" w:rsidRPr="00DA4E77">
        <w:t>amèneront</w:t>
      </w:r>
      <w:r>
        <w:t>.</w:t>
      </w:r>
    </w:p>
    <w:p w14:paraId="59C9982D" w14:textId="77777777" w:rsidR="00276CCE" w:rsidRDefault="00276CCE" w:rsidP="002A4158">
      <w:r>
        <w:t>— </w:t>
      </w:r>
      <w:r w:rsidR="002A4158" w:rsidRPr="00DA4E77">
        <w:t>Avec lui</w:t>
      </w:r>
      <w:r>
        <w:t xml:space="preserve">, </w:t>
      </w:r>
      <w:proofErr w:type="spellStart"/>
      <w:r w:rsidR="002A4158" w:rsidRPr="00DA4E77">
        <w:t>Oréa</w:t>
      </w:r>
      <w:proofErr w:type="spellEnd"/>
      <w:r>
        <w:t xml:space="preserve">, </w:t>
      </w:r>
      <w:proofErr w:type="spellStart"/>
      <w:r w:rsidR="002A4158" w:rsidRPr="00DA4E77">
        <w:t>Hellas</w:t>
      </w:r>
      <w:proofErr w:type="spellEnd"/>
      <w:r w:rsidR="002A4158" w:rsidRPr="00DA4E77">
        <w:t xml:space="preserve"> et toi pourrez aller chez les Péla</w:t>
      </w:r>
      <w:r w:rsidR="002A4158" w:rsidRPr="00DA4E77">
        <w:t>s</w:t>
      </w:r>
      <w:r w:rsidR="002A4158" w:rsidRPr="00DA4E77">
        <w:t>ges</w:t>
      </w:r>
      <w:r>
        <w:t xml:space="preserve">. </w:t>
      </w:r>
      <w:proofErr w:type="spellStart"/>
      <w:r w:rsidR="002A4158" w:rsidRPr="00DA4E77">
        <w:t>Xanthès</w:t>
      </w:r>
      <w:proofErr w:type="spellEnd"/>
      <w:r>
        <w:t xml:space="preserve">, </w:t>
      </w:r>
      <w:r w:rsidR="002A4158" w:rsidRPr="00DA4E77">
        <w:t>si tu le veux</w:t>
      </w:r>
      <w:r>
        <w:t xml:space="preserve">, </w:t>
      </w:r>
      <w:r w:rsidR="002A4158" w:rsidRPr="00DA4E77">
        <w:t>il te conduira dans les pays étru</w:t>
      </w:r>
      <w:r w:rsidR="002A4158" w:rsidRPr="00DA4E77">
        <w:t>s</w:t>
      </w:r>
      <w:r w:rsidR="002A4158" w:rsidRPr="00DA4E77">
        <w:t>ques</w:t>
      </w:r>
      <w:r>
        <w:t xml:space="preserve">. </w:t>
      </w:r>
      <w:r w:rsidR="002A4158" w:rsidRPr="00DA4E77">
        <w:t>Vous les Aztèques</w:t>
      </w:r>
      <w:r>
        <w:t xml:space="preserve">, </w:t>
      </w:r>
      <w:r w:rsidR="002A4158" w:rsidRPr="00DA4E77">
        <w:t>il vous fera partir vers l</w:t>
      </w:r>
      <w:r>
        <w:t>’</w:t>
      </w:r>
      <w:r w:rsidR="002A4158" w:rsidRPr="00DA4E77">
        <w:t>Occident</w:t>
      </w:r>
      <w:r>
        <w:t xml:space="preserve">. </w:t>
      </w:r>
      <w:r w:rsidR="002A4158" w:rsidRPr="00DA4E77">
        <w:t>Et toi</w:t>
      </w:r>
      <w:r>
        <w:t xml:space="preserve">, </w:t>
      </w:r>
      <w:proofErr w:type="spellStart"/>
      <w:r w:rsidR="002A4158" w:rsidRPr="00DA4E77">
        <w:t>Hermos</w:t>
      </w:r>
      <w:proofErr w:type="spellEnd"/>
      <w:r>
        <w:t xml:space="preserve">, </w:t>
      </w:r>
      <w:r w:rsidR="002A4158" w:rsidRPr="00DA4E77">
        <w:t>et toi</w:t>
      </w:r>
      <w:r>
        <w:t xml:space="preserve">, </w:t>
      </w:r>
      <w:proofErr w:type="spellStart"/>
      <w:r w:rsidR="002A4158" w:rsidRPr="00DA4E77">
        <w:t>Thébao</w:t>
      </w:r>
      <w:proofErr w:type="spellEnd"/>
      <w:r>
        <w:t xml:space="preserve">, </w:t>
      </w:r>
      <w:r w:rsidR="002A4158" w:rsidRPr="00DA4E77">
        <w:t xml:space="preserve">il vous débarquera dans </w:t>
      </w:r>
      <w:r w:rsidR="002A4158" w:rsidRPr="00DA4E77">
        <w:lastRenderedPageBreak/>
        <w:t>ma belle Égypte</w:t>
      </w:r>
      <w:r>
        <w:t xml:space="preserve">, </w:t>
      </w:r>
      <w:r w:rsidR="002A4158" w:rsidRPr="00DA4E77">
        <w:t>où doit revivre l</w:t>
      </w:r>
      <w:r>
        <w:t>’</w:t>
      </w:r>
      <w:r w:rsidR="002A4158" w:rsidRPr="00DA4E77">
        <w:t>âme d</w:t>
      </w:r>
      <w:r>
        <w:t>’</w:t>
      </w:r>
      <w:r w:rsidR="002A4158" w:rsidRPr="00DA4E77">
        <w:t>Atlantis</w:t>
      </w:r>
      <w:r>
        <w:t xml:space="preserve">. </w:t>
      </w:r>
      <w:r w:rsidR="002A4158" w:rsidRPr="00DA4E77">
        <w:t>N</w:t>
      </w:r>
      <w:r>
        <w:t>’</w:t>
      </w:r>
      <w:r w:rsidR="002A4158" w:rsidRPr="00DA4E77">
        <w:t>est-ce pas</w:t>
      </w:r>
      <w:r>
        <w:t xml:space="preserve">, </w:t>
      </w:r>
      <w:proofErr w:type="spellStart"/>
      <w:r w:rsidR="002A4158" w:rsidRPr="00DA4E77">
        <w:t>Oréus</w:t>
      </w:r>
      <w:proofErr w:type="spellEnd"/>
      <w:r>
        <w:t xml:space="preserve">, </w:t>
      </w:r>
      <w:r w:rsidR="002A4158" w:rsidRPr="00DA4E77">
        <w:t>n</w:t>
      </w:r>
      <w:r>
        <w:t>’</w:t>
      </w:r>
      <w:r w:rsidR="002A4158" w:rsidRPr="00DA4E77">
        <w:t>est-ce pas que mon Égypte sera belle</w:t>
      </w:r>
      <w:r>
        <w:t> ?</w:t>
      </w:r>
    </w:p>
    <w:p w14:paraId="1AE2DDD4" w14:textId="77777777" w:rsidR="00276CCE" w:rsidRDefault="002A4158" w:rsidP="002A4158">
      <w:r w:rsidRPr="00DA4E77">
        <w:t>Alors</w:t>
      </w:r>
      <w:r w:rsidR="00276CCE">
        <w:t xml:space="preserve">, </w:t>
      </w:r>
      <w:r w:rsidRPr="00DA4E77">
        <w:t>comme si ces mots achevaient de suggérer chez le grand vieillard la vision de ses yeux aveugles et de son âme i</w:t>
      </w:r>
      <w:r w:rsidRPr="00DA4E77">
        <w:t>l</w:t>
      </w:r>
      <w:r w:rsidRPr="00DA4E77">
        <w:t>luminée</w:t>
      </w:r>
      <w:r w:rsidR="00276CCE">
        <w:t> :</w:t>
      </w:r>
    </w:p>
    <w:p w14:paraId="1492E015" w14:textId="77777777" w:rsidR="00276CCE" w:rsidRDefault="00276CCE" w:rsidP="002A4158">
      <w:r>
        <w:t>— </w:t>
      </w:r>
      <w:r w:rsidR="002A4158" w:rsidRPr="00DA4E77">
        <w:t>Je la vois</w:t>
      </w:r>
      <w:r>
        <w:t xml:space="preserve">, </w:t>
      </w:r>
      <w:r w:rsidR="002A4158" w:rsidRPr="00DA4E77">
        <w:t>ton Égypte</w:t>
      </w:r>
      <w:r>
        <w:t xml:space="preserve"> ; </w:t>
      </w:r>
      <w:r w:rsidR="002A4158" w:rsidRPr="00DA4E77">
        <w:t>je vois l</w:t>
      </w:r>
      <w:r>
        <w:t>’</w:t>
      </w:r>
      <w:r w:rsidR="002A4158" w:rsidRPr="00DA4E77">
        <w:t>avenir</w:t>
      </w:r>
      <w:r>
        <w:t xml:space="preserve">, </w:t>
      </w:r>
      <w:proofErr w:type="spellStart"/>
      <w:r w:rsidR="002A4158" w:rsidRPr="00DA4E77">
        <w:t>Knephao</w:t>
      </w:r>
      <w:proofErr w:type="spellEnd"/>
      <w:r>
        <w:t xml:space="preserve"> ; </w:t>
      </w:r>
      <w:r w:rsidR="002A4158" w:rsidRPr="00DA4E77">
        <w:t>l</w:t>
      </w:r>
      <w:r>
        <w:t>’</w:t>
      </w:r>
      <w:r w:rsidR="002A4158" w:rsidRPr="00DA4E77">
        <w:t>inconnu me parle</w:t>
      </w:r>
      <w:r>
        <w:t> !</w:t>
      </w:r>
    </w:p>
    <w:p w14:paraId="7FA69EE4" w14:textId="77777777" w:rsidR="00276CCE" w:rsidRDefault="002A4158" w:rsidP="002A4158">
      <w:r w:rsidRPr="00DA4E77">
        <w:t>Tous se taisent</w:t>
      </w:r>
      <w:r w:rsidR="00276CCE">
        <w:t xml:space="preserve">. </w:t>
      </w:r>
      <w:proofErr w:type="spellStart"/>
      <w:r w:rsidRPr="00DA4E77">
        <w:t>Knephao</w:t>
      </w:r>
      <w:proofErr w:type="spellEnd"/>
      <w:r w:rsidR="00276CCE">
        <w:t xml:space="preserve">, </w:t>
      </w:r>
      <w:r w:rsidRPr="00DA4E77">
        <w:t>lui-même</w:t>
      </w:r>
      <w:r w:rsidR="00276CCE">
        <w:t xml:space="preserve">, </w:t>
      </w:r>
      <w:r w:rsidRPr="00DA4E77">
        <w:t>s</w:t>
      </w:r>
      <w:r w:rsidR="00276CCE">
        <w:t>’</w:t>
      </w:r>
      <w:r w:rsidRPr="00DA4E77">
        <w:t>arrête de soupirer et serre plus fort dans sa main</w:t>
      </w:r>
      <w:r w:rsidR="00276CCE">
        <w:t xml:space="preserve">, </w:t>
      </w:r>
      <w:r w:rsidRPr="00DA4E77">
        <w:t>la main de l</w:t>
      </w:r>
      <w:r w:rsidR="00276CCE">
        <w:t>’</w:t>
      </w:r>
      <w:r w:rsidRPr="00DA4E77">
        <w:t>aveugle</w:t>
      </w:r>
      <w:r w:rsidR="00276CCE">
        <w:t>.</w:t>
      </w:r>
    </w:p>
    <w:p w14:paraId="1BC55DBD" w14:textId="77777777" w:rsidR="00276CCE" w:rsidRDefault="00276CCE" w:rsidP="002A4158">
      <w:r>
        <w:t>— </w:t>
      </w:r>
      <w:r w:rsidR="002A4158" w:rsidRPr="00DA4E77">
        <w:t>Je vois rayonner sur les bords du Nil des cités aux cent portes et des capitales aux temples d</w:t>
      </w:r>
      <w:r>
        <w:t>’</w:t>
      </w:r>
      <w:r w:rsidR="002A4158" w:rsidRPr="00DA4E77">
        <w:t>or</w:t>
      </w:r>
      <w:r>
        <w:t xml:space="preserve">, </w:t>
      </w:r>
      <w:r w:rsidR="002A4158" w:rsidRPr="00DA4E77">
        <w:t>où renaîtra la splendeur d</w:t>
      </w:r>
      <w:r>
        <w:t>’</w:t>
      </w:r>
      <w:r w:rsidR="002A4158" w:rsidRPr="00DA4E77">
        <w:t>Atlantis</w:t>
      </w:r>
      <w:r>
        <w:t xml:space="preserve">. </w:t>
      </w:r>
      <w:r w:rsidR="002A4158" w:rsidRPr="00DA4E77">
        <w:t>Je vois un peuple fort dresser</w:t>
      </w:r>
      <w:r>
        <w:t xml:space="preserve">, </w:t>
      </w:r>
      <w:r w:rsidR="002A4158" w:rsidRPr="00DA4E77">
        <w:t>aux pieds du Sphinx</w:t>
      </w:r>
      <w:r>
        <w:t xml:space="preserve">, </w:t>
      </w:r>
      <w:r w:rsidR="002A4158" w:rsidRPr="00DA4E77">
        <w:t>une chaîne de Montagnes Saintes</w:t>
      </w:r>
      <w:r>
        <w:t xml:space="preserve">, </w:t>
      </w:r>
      <w:r w:rsidR="002A4158" w:rsidRPr="00DA4E77">
        <w:t>qui fera jusqu</w:t>
      </w:r>
      <w:r>
        <w:t>’</w:t>
      </w:r>
      <w:r w:rsidR="002A4158" w:rsidRPr="00DA4E77">
        <w:t>à la fin des si</w:t>
      </w:r>
      <w:r w:rsidR="002A4158" w:rsidRPr="00DA4E77">
        <w:t>è</w:t>
      </w:r>
      <w:r w:rsidR="002A4158" w:rsidRPr="00DA4E77">
        <w:t>cles l</w:t>
      </w:r>
      <w:r>
        <w:t>’</w:t>
      </w:r>
      <w:r w:rsidR="002A4158" w:rsidRPr="00DA4E77">
        <w:t>étonnement du nouvel univers</w:t>
      </w:r>
      <w:r>
        <w:t xml:space="preserve">. </w:t>
      </w:r>
      <w:r w:rsidR="002A4158" w:rsidRPr="00DA4E77">
        <w:t>Je vois toutes nos sciences</w:t>
      </w:r>
      <w:r>
        <w:t xml:space="preserve">, </w:t>
      </w:r>
      <w:r w:rsidR="002A4158" w:rsidRPr="00DA4E77">
        <w:t>toutes nos sagesses</w:t>
      </w:r>
      <w:r>
        <w:t xml:space="preserve">, </w:t>
      </w:r>
      <w:r w:rsidR="002A4158" w:rsidRPr="00DA4E77">
        <w:t>toutes nos poésies</w:t>
      </w:r>
      <w:r>
        <w:t xml:space="preserve">, </w:t>
      </w:r>
      <w:r w:rsidR="002A4158" w:rsidRPr="00DA4E77">
        <w:t>gardées jalousement au fond des cryptes sacrées</w:t>
      </w:r>
      <w:r>
        <w:t xml:space="preserve">. </w:t>
      </w:r>
      <w:r w:rsidR="002A4158" w:rsidRPr="00DA4E77">
        <w:t>Je vois une nation glorieuse devenir</w:t>
      </w:r>
      <w:r>
        <w:t xml:space="preserve">, </w:t>
      </w:r>
      <w:r w:rsidR="002A4158" w:rsidRPr="00DA4E77">
        <w:t>par ses hiérophantes</w:t>
      </w:r>
      <w:r>
        <w:t xml:space="preserve">, </w:t>
      </w:r>
      <w:r w:rsidR="002A4158" w:rsidRPr="00DA4E77">
        <w:t>l</w:t>
      </w:r>
      <w:r>
        <w:t>’</w:t>
      </w:r>
      <w:r w:rsidR="002A4158" w:rsidRPr="00DA4E77">
        <w:t>éducatrice du monde nouveau</w:t>
      </w:r>
      <w:r>
        <w:t xml:space="preserve">. </w:t>
      </w:r>
      <w:r w:rsidR="002A4158" w:rsidRPr="00DA4E77">
        <w:t>Je vois le Sphinx gouverner la terre</w:t>
      </w:r>
      <w:r>
        <w:t>…</w:t>
      </w:r>
    </w:p>
    <w:p w14:paraId="7A16F9DF" w14:textId="77777777" w:rsidR="00276CCE" w:rsidRDefault="00276CCE" w:rsidP="002A4158">
      <w:r>
        <w:t>— </w:t>
      </w:r>
      <w:r w:rsidR="002A4158" w:rsidRPr="00DA4E77">
        <w:t>Gloire</w:t>
      </w:r>
      <w:r>
        <w:t xml:space="preserve"> ! </w:t>
      </w:r>
      <w:r w:rsidR="002A4158" w:rsidRPr="00DA4E77">
        <w:t>Gloire</w:t>
      </w:r>
      <w:r>
        <w:t xml:space="preserve"> ! </w:t>
      </w:r>
      <w:r w:rsidR="002A4158" w:rsidRPr="00DA4E77">
        <w:t>s</w:t>
      </w:r>
      <w:r>
        <w:t>’</w:t>
      </w:r>
      <w:r w:rsidR="002A4158" w:rsidRPr="00DA4E77">
        <w:t xml:space="preserve">exalte </w:t>
      </w:r>
      <w:proofErr w:type="spellStart"/>
      <w:r w:rsidR="002A4158" w:rsidRPr="00DA4E77">
        <w:t>Knephao</w:t>
      </w:r>
      <w:proofErr w:type="spellEnd"/>
      <w:r>
        <w:t>…</w:t>
      </w:r>
    </w:p>
    <w:p w14:paraId="74DE1051" w14:textId="77777777" w:rsidR="00276CCE" w:rsidRDefault="00276CCE" w:rsidP="002A4158">
      <w:r>
        <w:t>— </w:t>
      </w:r>
      <w:r w:rsidR="002A4158" w:rsidRPr="00DA4E77">
        <w:t>Oh</w:t>
      </w:r>
      <w:r>
        <w:t xml:space="preserve"> ! </w:t>
      </w:r>
      <w:r w:rsidR="002A4158" w:rsidRPr="00DA4E77">
        <w:t>que vois-je</w:t>
      </w:r>
      <w:r>
        <w:t xml:space="preserve"> ? </w:t>
      </w:r>
      <w:r w:rsidR="002A4158" w:rsidRPr="00DA4E77">
        <w:t xml:space="preserve">gémit </w:t>
      </w:r>
      <w:proofErr w:type="spellStart"/>
      <w:r w:rsidR="002A4158" w:rsidRPr="00DA4E77">
        <w:t>Oréus</w:t>
      </w:r>
      <w:proofErr w:type="spellEnd"/>
      <w:r>
        <w:t xml:space="preserve">, </w:t>
      </w:r>
      <w:r w:rsidR="002A4158" w:rsidRPr="00DA4E77">
        <w:t>dont se soulève la poitrine oppressée</w:t>
      </w:r>
      <w:r>
        <w:t xml:space="preserve">. </w:t>
      </w:r>
      <w:r w:rsidR="002A4158" w:rsidRPr="00DA4E77">
        <w:t>Les hordes de pasteurs venus de pays sauvages s</w:t>
      </w:r>
      <w:r>
        <w:t>’</w:t>
      </w:r>
      <w:r w:rsidR="002A4158" w:rsidRPr="00DA4E77">
        <w:t>abattent sur le grand Nil</w:t>
      </w:r>
      <w:r>
        <w:t xml:space="preserve">. </w:t>
      </w:r>
      <w:r w:rsidR="002A4158" w:rsidRPr="00DA4E77">
        <w:t>Tout est ravagé</w:t>
      </w:r>
      <w:r>
        <w:t xml:space="preserve">. </w:t>
      </w:r>
      <w:r w:rsidR="002A4158" w:rsidRPr="00DA4E77">
        <w:t>Tout est bouleversé</w:t>
      </w:r>
      <w:r>
        <w:t xml:space="preserve">. </w:t>
      </w:r>
      <w:r w:rsidR="002A4158" w:rsidRPr="00DA4E77">
        <w:t>Tout est détruit</w:t>
      </w:r>
      <w:r>
        <w:t xml:space="preserve">. </w:t>
      </w:r>
      <w:r w:rsidR="002A4158" w:rsidRPr="00DA4E77">
        <w:t>Atlantis de nouveau s</w:t>
      </w:r>
      <w:r>
        <w:t>’</w:t>
      </w:r>
      <w:r w:rsidR="002A4158" w:rsidRPr="00DA4E77">
        <w:t>écroule</w:t>
      </w:r>
      <w:r>
        <w:t xml:space="preserve">. </w:t>
      </w:r>
      <w:r w:rsidR="002A4158" w:rsidRPr="00DA4E77">
        <w:t>Le Sphinx disp</w:t>
      </w:r>
      <w:r w:rsidR="002A4158" w:rsidRPr="00DA4E77">
        <w:t>a</w:t>
      </w:r>
      <w:r w:rsidR="002A4158" w:rsidRPr="00DA4E77">
        <w:t>raît sous le sable mouvant</w:t>
      </w:r>
      <w:r>
        <w:t>…</w:t>
      </w:r>
    </w:p>
    <w:p w14:paraId="4E450B9E" w14:textId="77777777" w:rsidR="00276CCE" w:rsidRDefault="00276CCE" w:rsidP="002A4158">
      <w:r>
        <w:t>— </w:t>
      </w:r>
      <w:r w:rsidR="002A4158" w:rsidRPr="00DA4E77">
        <w:t>Pitié</w:t>
      </w:r>
      <w:r>
        <w:t xml:space="preserve"> ! </w:t>
      </w:r>
      <w:r w:rsidR="002A4158" w:rsidRPr="00DA4E77">
        <w:t>Pitié</w:t>
      </w:r>
      <w:r>
        <w:t xml:space="preserve"> ! </w:t>
      </w:r>
      <w:r w:rsidR="002A4158" w:rsidRPr="00DA4E77">
        <w:t xml:space="preserve">soupire </w:t>
      </w:r>
      <w:proofErr w:type="spellStart"/>
      <w:r w:rsidR="002A4158" w:rsidRPr="00DA4E77">
        <w:t>Knephao</w:t>
      </w:r>
      <w:proofErr w:type="spellEnd"/>
      <w:r>
        <w:t>.</w:t>
      </w:r>
    </w:p>
    <w:p w14:paraId="0685BAA7" w14:textId="77777777" w:rsidR="00276CCE" w:rsidRDefault="00276CCE" w:rsidP="002A4158">
      <w:r>
        <w:t>— </w:t>
      </w:r>
      <w:r w:rsidR="002A4158" w:rsidRPr="00DA4E77">
        <w:t>Mais les siècles passent et tout renaît</w:t>
      </w:r>
      <w:r>
        <w:t xml:space="preserve">. </w:t>
      </w:r>
      <w:r w:rsidR="002A4158" w:rsidRPr="00DA4E77">
        <w:t>Les Égyptiens r</w:t>
      </w:r>
      <w:r w:rsidR="002A4158" w:rsidRPr="00DA4E77">
        <w:t>e</w:t>
      </w:r>
      <w:r w:rsidR="002A4158" w:rsidRPr="00DA4E77">
        <w:t>prennent la terre</w:t>
      </w:r>
      <w:r>
        <w:t xml:space="preserve">. </w:t>
      </w:r>
      <w:r w:rsidR="002A4158" w:rsidRPr="00DA4E77">
        <w:t>La science et la foi rejaillissent du fond des cryptes</w:t>
      </w:r>
      <w:r>
        <w:t xml:space="preserve">. </w:t>
      </w:r>
      <w:r w:rsidR="002A4158" w:rsidRPr="00DA4E77">
        <w:t>Le Sphinx resurgit du sable</w:t>
      </w:r>
      <w:r>
        <w:t xml:space="preserve">. </w:t>
      </w:r>
      <w:r w:rsidR="002A4158" w:rsidRPr="00DA4E77">
        <w:t>L</w:t>
      </w:r>
      <w:r>
        <w:t>’</w:t>
      </w:r>
      <w:r w:rsidR="002A4158" w:rsidRPr="00DA4E77">
        <w:t>Égypte redevient l</w:t>
      </w:r>
      <w:r>
        <w:t>’</w:t>
      </w:r>
      <w:r w:rsidR="002A4158" w:rsidRPr="00DA4E77">
        <w:t>éducatrice du monde futur</w:t>
      </w:r>
      <w:r>
        <w:t>.</w:t>
      </w:r>
    </w:p>
    <w:p w14:paraId="32C7C130" w14:textId="77777777" w:rsidR="00276CCE" w:rsidRDefault="00276CCE" w:rsidP="002A4158">
      <w:r>
        <w:lastRenderedPageBreak/>
        <w:t>— </w:t>
      </w:r>
      <w:r w:rsidR="002A4158" w:rsidRPr="00DA4E77">
        <w:t>Dieu d</w:t>
      </w:r>
      <w:r>
        <w:t>’</w:t>
      </w:r>
      <w:proofErr w:type="spellStart"/>
      <w:r w:rsidR="002A4158" w:rsidRPr="00DA4E77">
        <w:t>Oréus</w:t>
      </w:r>
      <w:proofErr w:type="spellEnd"/>
      <w:r>
        <w:t xml:space="preserve">, </w:t>
      </w:r>
      <w:r w:rsidR="002A4158" w:rsidRPr="00DA4E77">
        <w:t>protège-nous</w:t>
      </w:r>
      <w:r>
        <w:t xml:space="preserve"> ! </w:t>
      </w:r>
      <w:r w:rsidR="002A4158" w:rsidRPr="00DA4E77">
        <w:t xml:space="preserve">prie </w:t>
      </w:r>
      <w:proofErr w:type="spellStart"/>
      <w:r w:rsidR="002A4158" w:rsidRPr="00DA4E77">
        <w:t>Knephao</w:t>
      </w:r>
      <w:proofErr w:type="spellEnd"/>
      <w:r>
        <w:t>.</w:t>
      </w:r>
    </w:p>
    <w:p w14:paraId="42FE95D6" w14:textId="77777777" w:rsidR="00276CCE" w:rsidRDefault="00276CCE" w:rsidP="002A4158">
      <w:r>
        <w:t xml:space="preserve">— … </w:t>
      </w:r>
      <w:r w:rsidR="002A4158" w:rsidRPr="00DA4E77">
        <w:t>Or quelque chose d</w:t>
      </w:r>
      <w:r>
        <w:t>’</w:t>
      </w:r>
      <w:r w:rsidR="002A4158" w:rsidRPr="00DA4E77">
        <w:t>entièrement nouveau apparaît à l</w:t>
      </w:r>
      <w:r>
        <w:t>’</w:t>
      </w:r>
      <w:r w:rsidR="002A4158" w:rsidRPr="00DA4E77">
        <w:t>horizon du monde</w:t>
      </w:r>
      <w:r>
        <w:t xml:space="preserve"> : </w:t>
      </w:r>
      <w:r w:rsidR="002A4158" w:rsidRPr="00DA4E77">
        <w:t>quelque chose que nous avons ignoré</w:t>
      </w:r>
      <w:r>
        <w:t xml:space="preserve">… </w:t>
      </w:r>
      <w:r w:rsidR="002A4158" w:rsidRPr="00DA4E77">
        <w:t>Que vois-je</w:t>
      </w:r>
      <w:r>
        <w:t xml:space="preserve"> ? </w:t>
      </w:r>
      <w:r w:rsidR="002A4158" w:rsidRPr="00DA4E77">
        <w:t>Le Sphinx</w:t>
      </w:r>
      <w:r>
        <w:t xml:space="preserve"> ! </w:t>
      </w:r>
      <w:r w:rsidR="002A4158" w:rsidRPr="00DA4E77">
        <w:t>Le Sphinx</w:t>
      </w:r>
      <w:r>
        <w:t xml:space="preserve"> ! </w:t>
      </w:r>
      <w:r w:rsidR="002A4158" w:rsidRPr="00DA4E77">
        <w:t>Un beau soir plein d</w:t>
      </w:r>
      <w:r>
        <w:t>’</w:t>
      </w:r>
      <w:r w:rsidR="002A4158" w:rsidRPr="00DA4E77">
        <w:t>étoiles</w:t>
      </w:r>
      <w:r>
        <w:t xml:space="preserve">… </w:t>
      </w:r>
      <w:r w:rsidR="002A4158" w:rsidRPr="00DA4E77">
        <w:t>Dans des milliers</w:t>
      </w:r>
      <w:r>
        <w:t xml:space="preserve">, </w:t>
      </w:r>
      <w:r w:rsidR="002A4158" w:rsidRPr="00DA4E77">
        <w:t>dans des milliers d</w:t>
      </w:r>
      <w:r>
        <w:t>’</w:t>
      </w:r>
      <w:r w:rsidR="002A4158" w:rsidRPr="00DA4E77">
        <w:t>années</w:t>
      </w:r>
      <w:r>
        <w:t xml:space="preserve">… </w:t>
      </w:r>
      <w:r w:rsidR="002A4158" w:rsidRPr="00DA4E77">
        <w:t>Une vaste solitude s</w:t>
      </w:r>
      <w:r>
        <w:t>’</w:t>
      </w:r>
      <w:r w:rsidR="002A4158" w:rsidRPr="00DA4E77">
        <w:t>étend autour de la statue de granit rougie par les soleils et par les sables brûlants</w:t>
      </w:r>
      <w:r>
        <w:t xml:space="preserve">… </w:t>
      </w:r>
      <w:r w:rsidR="002A4158" w:rsidRPr="00DA4E77">
        <w:t>Une femme plus belle et plus douce qu</w:t>
      </w:r>
      <w:r>
        <w:t>’</w:t>
      </w:r>
      <w:proofErr w:type="spellStart"/>
      <w:r w:rsidR="002A4158" w:rsidRPr="00DA4E77">
        <w:t>Oréa</w:t>
      </w:r>
      <w:proofErr w:type="spellEnd"/>
      <w:r>
        <w:t xml:space="preserve">… </w:t>
      </w:r>
      <w:r w:rsidR="002A4158" w:rsidRPr="00DA4E77">
        <w:t>Elle porte dans ses bras un enfant qu</w:t>
      </w:r>
      <w:r>
        <w:t>’</w:t>
      </w:r>
      <w:r w:rsidR="002A4158" w:rsidRPr="00DA4E77">
        <w:t>elle c</w:t>
      </w:r>
      <w:r w:rsidR="002A4158" w:rsidRPr="00DA4E77">
        <w:t>a</w:t>
      </w:r>
      <w:r w:rsidR="002A4158" w:rsidRPr="00DA4E77">
        <w:t>che</w:t>
      </w:r>
      <w:r>
        <w:t xml:space="preserve">. </w:t>
      </w:r>
      <w:r w:rsidR="002A4158" w:rsidRPr="00DA4E77">
        <w:t>Elle s</w:t>
      </w:r>
      <w:r>
        <w:t>’</w:t>
      </w:r>
      <w:r w:rsidR="002A4158" w:rsidRPr="00DA4E77">
        <w:t>enfuit loin des persécuteurs</w:t>
      </w:r>
      <w:r>
        <w:t xml:space="preserve">… </w:t>
      </w:r>
      <w:r w:rsidR="002A4158" w:rsidRPr="00DA4E77">
        <w:t>Elle s</w:t>
      </w:r>
      <w:r>
        <w:t>’</w:t>
      </w:r>
      <w:r w:rsidR="002A4158" w:rsidRPr="00DA4E77">
        <w:t>arrête aux pieds du Sphinx</w:t>
      </w:r>
      <w:r>
        <w:t xml:space="preserve">. </w:t>
      </w:r>
      <w:r w:rsidR="002A4158" w:rsidRPr="00DA4E77">
        <w:t>Elle pose l</w:t>
      </w:r>
      <w:r>
        <w:t>’</w:t>
      </w:r>
      <w:r w:rsidR="002A4158" w:rsidRPr="00DA4E77">
        <w:t>enfant qui dort contre la poitrine de gr</w:t>
      </w:r>
      <w:r w:rsidR="002A4158" w:rsidRPr="00DA4E77">
        <w:t>a</w:t>
      </w:r>
      <w:r w:rsidR="002A4158" w:rsidRPr="00DA4E77">
        <w:t>nit et l</w:t>
      </w:r>
      <w:r>
        <w:t>’</w:t>
      </w:r>
      <w:r w:rsidR="002A4158" w:rsidRPr="00DA4E77">
        <w:t>enfant s</w:t>
      </w:r>
      <w:r>
        <w:t>’</w:t>
      </w:r>
      <w:r w:rsidR="002A4158" w:rsidRPr="00DA4E77">
        <w:t>éveille</w:t>
      </w:r>
      <w:r>
        <w:t xml:space="preserve">… </w:t>
      </w:r>
      <w:r w:rsidR="002A4158" w:rsidRPr="00DA4E77">
        <w:t>Oh</w:t>
      </w:r>
      <w:r>
        <w:t xml:space="preserve"> ! </w:t>
      </w:r>
      <w:r w:rsidR="002A4158" w:rsidRPr="00DA4E77">
        <w:t>quels yeux</w:t>
      </w:r>
      <w:r>
        <w:t xml:space="preserve"> ! </w:t>
      </w:r>
      <w:r w:rsidR="002A4158" w:rsidRPr="00DA4E77">
        <w:t>quels regards</w:t>
      </w:r>
      <w:r>
        <w:t xml:space="preserve"> ! </w:t>
      </w:r>
      <w:r w:rsidR="002A4158" w:rsidRPr="00DA4E77">
        <w:t>Ce n</w:t>
      </w:r>
      <w:r>
        <w:t>’</w:t>
      </w:r>
      <w:r w:rsidR="002A4158" w:rsidRPr="00DA4E77">
        <w:t>est plus un homme</w:t>
      </w:r>
      <w:r>
        <w:t xml:space="preserve"> : </w:t>
      </w:r>
      <w:r w:rsidR="002A4158" w:rsidRPr="00DA4E77">
        <w:t>c</w:t>
      </w:r>
      <w:r>
        <w:t>’</w:t>
      </w:r>
      <w:r w:rsidR="002A4158" w:rsidRPr="00DA4E77">
        <w:t>est Lui</w:t>
      </w:r>
      <w:r>
        <w:t xml:space="preserve">, </w:t>
      </w:r>
      <w:r w:rsidR="002A4158" w:rsidRPr="00DA4E77">
        <w:t>celui que nous avons appelé en vain pendant cent et cent siècles</w:t>
      </w:r>
      <w:r>
        <w:t xml:space="preserve">. – </w:t>
      </w:r>
      <w:r w:rsidR="002A4158" w:rsidRPr="00DA4E77">
        <w:t>L</w:t>
      </w:r>
      <w:r>
        <w:t>’</w:t>
      </w:r>
      <w:r w:rsidR="002A4158" w:rsidRPr="00DA4E77">
        <w:t>Enfant Dieu</w:t>
      </w:r>
      <w:r>
        <w:t xml:space="preserve">… </w:t>
      </w:r>
      <w:r w:rsidR="002A4158" w:rsidRPr="00DA4E77">
        <w:t>Le Dieu</w:t>
      </w:r>
      <w:r>
        <w:t xml:space="preserve">… </w:t>
      </w:r>
      <w:r w:rsidR="002A4158" w:rsidRPr="00DA4E77">
        <w:t>Gloire</w:t>
      </w:r>
      <w:r>
        <w:t xml:space="preserve"> ! </w:t>
      </w:r>
      <w:r w:rsidR="002A4158" w:rsidRPr="00DA4E77">
        <w:t>Gloire</w:t>
      </w:r>
      <w:r>
        <w:t xml:space="preserve"> ! </w:t>
      </w:r>
      <w:proofErr w:type="spellStart"/>
      <w:r w:rsidR="002A4158" w:rsidRPr="00DA4E77">
        <w:t>Knephao</w:t>
      </w:r>
      <w:proofErr w:type="spellEnd"/>
      <w:r>
        <w:t xml:space="preserve">, </w:t>
      </w:r>
      <w:r w:rsidR="002A4158" w:rsidRPr="00DA4E77">
        <w:t>nous pouvons mourir</w:t>
      </w:r>
      <w:r>
        <w:t> !</w:t>
      </w:r>
    </w:p>
    <w:p w14:paraId="5C37F8F3" w14:textId="77777777" w:rsidR="00276CCE" w:rsidRDefault="002A4158" w:rsidP="002A4158">
      <w:r w:rsidRPr="00DA4E77">
        <w:t>À ces mots</w:t>
      </w:r>
      <w:r w:rsidR="00276CCE">
        <w:t xml:space="preserve">, </w:t>
      </w:r>
      <w:r w:rsidRPr="00DA4E77">
        <w:t xml:space="preserve">le vieillard courbe la tête et </w:t>
      </w:r>
      <w:proofErr w:type="spellStart"/>
      <w:r w:rsidRPr="00DA4E77">
        <w:t>Thébao</w:t>
      </w:r>
      <w:proofErr w:type="spellEnd"/>
      <w:r w:rsidRPr="00DA4E77">
        <w:t xml:space="preserve"> le prend dans ses bras</w:t>
      </w:r>
      <w:r w:rsidR="00276CCE">
        <w:t xml:space="preserve">, </w:t>
      </w:r>
      <w:r w:rsidRPr="00DA4E77">
        <w:t>épuisé de force</w:t>
      </w:r>
      <w:r w:rsidR="00276CCE">
        <w:t xml:space="preserve">. </w:t>
      </w:r>
      <w:r w:rsidRPr="00DA4E77">
        <w:t>Un murmure d</w:t>
      </w:r>
      <w:r w:rsidR="00276CCE">
        <w:t>’</w:t>
      </w:r>
      <w:r w:rsidRPr="00DA4E77">
        <w:t>angoisse parcourt l</w:t>
      </w:r>
      <w:r w:rsidR="00276CCE">
        <w:t>’</w:t>
      </w:r>
      <w:r w:rsidRPr="00DA4E77">
        <w:t>assemblée</w:t>
      </w:r>
      <w:r w:rsidR="00276CCE">
        <w:t xml:space="preserve">. </w:t>
      </w:r>
      <w:proofErr w:type="spellStart"/>
      <w:r w:rsidRPr="00DA4E77">
        <w:t>Knephao</w:t>
      </w:r>
      <w:proofErr w:type="spellEnd"/>
      <w:r w:rsidR="00276CCE">
        <w:t xml:space="preserve">, </w:t>
      </w:r>
      <w:r w:rsidRPr="00DA4E77">
        <w:t>les yeux radieux</w:t>
      </w:r>
      <w:r w:rsidR="00276CCE">
        <w:t xml:space="preserve">, </w:t>
      </w:r>
      <w:r w:rsidRPr="00DA4E77">
        <w:t>semble à son tour r</w:t>
      </w:r>
      <w:r w:rsidRPr="00DA4E77">
        <w:t>e</w:t>
      </w:r>
      <w:r w:rsidRPr="00DA4E77">
        <w:t>garder l</w:t>
      </w:r>
      <w:r w:rsidR="00276CCE">
        <w:t>’</w:t>
      </w:r>
      <w:r w:rsidRPr="00DA4E77">
        <w:t>avenir</w:t>
      </w:r>
      <w:r w:rsidR="00276CCE">
        <w:t>.</w:t>
      </w:r>
    </w:p>
    <w:p w14:paraId="0F57CE38" w14:textId="77777777" w:rsidR="00276CCE" w:rsidRDefault="002A4158" w:rsidP="002A4158">
      <w:r w:rsidRPr="00DA4E77">
        <w:t>Or</w:t>
      </w:r>
      <w:r w:rsidR="00276CCE">
        <w:t xml:space="preserve">, </w:t>
      </w:r>
      <w:r w:rsidRPr="00DA4E77">
        <w:t>voici que dans l</w:t>
      </w:r>
      <w:r w:rsidR="00276CCE">
        <w:t>’</w:t>
      </w:r>
      <w:r w:rsidRPr="00DA4E77">
        <w:t>émotion générale</w:t>
      </w:r>
      <w:r w:rsidR="00276CCE">
        <w:t xml:space="preserve">, </w:t>
      </w:r>
      <w:r w:rsidRPr="00DA4E77">
        <w:t>un homme qu</w:t>
      </w:r>
      <w:r w:rsidR="00276CCE">
        <w:t>’</w:t>
      </w:r>
      <w:r w:rsidRPr="00DA4E77">
        <w:t>on n</w:t>
      </w:r>
      <w:r w:rsidR="00276CCE">
        <w:t>’</w:t>
      </w:r>
      <w:r w:rsidRPr="00DA4E77">
        <w:t>a pas encore aperçu s</w:t>
      </w:r>
      <w:r w:rsidR="00276CCE">
        <w:t>’</w:t>
      </w:r>
      <w:r w:rsidRPr="00DA4E77">
        <w:t xml:space="preserve">approche lentement de </w:t>
      </w:r>
      <w:proofErr w:type="spellStart"/>
      <w:r w:rsidRPr="00DA4E77">
        <w:t>Knephao</w:t>
      </w:r>
      <w:proofErr w:type="spellEnd"/>
      <w:r w:rsidR="00276CCE">
        <w:t xml:space="preserve">, </w:t>
      </w:r>
      <w:r w:rsidRPr="00DA4E77">
        <w:t xml:space="preserve">conduit par </w:t>
      </w:r>
      <w:proofErr w:type="spellStart"/>
      <w:r w:rsidRPr="00DA4E77">
        <w:t>Glania</w:t>
      </w:r>
      <w:proofErr w:type="spellEnd"/>
      <w:r w:rsidR="00276CCE">
        <w:t xml:space="preserve">. </w:t>
      </w:r>
      <w:r w:rsidRPr="00DA4E77">
        <w:t>À peine arrivé devant le corps du héros étendu</w:t>
      </w:r>
      <w:r w:rsidR="00276CCE">
        <w:t xml:space="preserve">, </w:t>
      </w:r>
      <w:r w:rsidRPr="00DA4E77">
        <w:t>il s</w:t>
      </w:r>
      <w:r w:rsidR="00276CCE">
        <w:t>’</w:t>
      </w:r>
      <w:r w:rsidRPr="00DA4E77">
        <w:t>agenouille et touche le bras du géant</w:t>
      </w:r>
      <w:r w:rsidR="00276CCE">
        <w:t xml:space="preserve"> : </w:t>
      </w:r>
      <w:r w:rsidRPr="00DA4E77">
        <w:t>c</w:t>
      </w:r>
      <w:r w:rsidR="00276CCE">
        <w:t>’</w:t>
      </w:r>
      <w:r w:rsidRPr="00DA4E77">
        <w:t>est un homme à peau blanche</w:t>
      </w:r>
      <w:r w:rsidR="00276CCE">
        <w:t xml:space="preserve">, </w:t>
      </w:r>
      <w:r w:rsidRPr="00DA4E77">
        <w:t>de haute taille</w:t>
      </w:r>
      <w:r w:rsidR="00276CCE">
        <w:t xml:space="preserve">, </w:t>
      </w:r>
      <w:r w:rsidRPr="00DA4E77">
        <w:t>aux larges épaules</w:t>
      </w:r>
      <w:r w:rsidR="00276CCE">
        <w:t xml:space="preserve">. </w:t>
      </w:r>
      <w:r w:rsidRPr="00DA4E77">
        <w:t>Il a les yeux bleus</w:t>
      </w:r>
      <w:r w:rsidR="00276CCE">
        <w:t xml:space="preserve">, </w:t>
      </w:r>
      <w:r w:rsidRPr="00DA4E77">
        <w:t>la barbe et les cheveux blonds mêlés de fils d</w:t>
      </w:r>
      <w:r w:rsidR="00276CCE">
        <w:t>’</w:t>
      </w:r>
      <w:r w:rsidRPr="00DA4E77">
        <w:t>argent</w:t>
      </w:r>
      <w:r w:rsidR="00276CCE">
        <w:t xml:space="preserve">, </w:t>
      </w:r>
      <w:r w:rsidRPr="00DA4E77">
        <w:t>et son regard révèle une douceur attristée</w:t>
      </w:r>
      <w:r w:rsidR="00276CCE">
        <w:t>.</w:t>
      </w:r>
    </w:p>
    <w:p w14:paraId="24A53EB2" w14:textId="77777777" w:rsidR="00276CCE" w:rsidRDefault="00276CCE" w:rsidP="002A4158">
      <w:r>
        <w:t>— </w:t>
      </w:r>
      <w:proofErr w:type="spellStart"/>
      <w:r w:rsidR="002A4158" w:rsidRPr="00DA4E77">
        <w:t>Gaouran</w:t>
      </w:r>
      <w:proofErr w:type="spellEnd"/>
      <w:r>
        <w:t xml:space="preserve"> ! </w:t>
      </w:r>
      <w:r w:rsidR="002A4158" w:rsidRPr="00DA4E77">
        <w:t xml:space="preserve">soupire </w:t>
      </w:r>
      <w:proofErr w:type="spellStart"/>
      <w:r w:rsidR="002A4158" w:rsidRPr="00DA4E77">
        <w:t>Knephao</w:t>
      </w:r>
      <w:proofErr w:type="spellEnd"/>
      <w:r w:rsidR="002A4158" w:rsidRPr="00DA4E77">
        <w:t xml:space="preserve"> dont la voix faiblit</w:t>
      </w:r>
      <w:r>
        <w:t xml:space="preserve">. </w:t>
      </w:r>
      <w:r w:rsidR="002A4158" w:rsidRPr="00DA4E77">
        <w:t>Maint</w:t>
      </w:r>
      <w:r w:rsidR="002A4158" w:rsidRPr="00DA4E77">
        <w:t>e</w:t>
      </w:r>
      <w:r w:rsidR="002A4158" w:rsidRPr="00DA4E77">
        <w:t>nant je puis partir en joie</w:t>
      </w:r>
      <w:r>
        <w:t> !</w:t>
      </w:r>
    </w:p>
    <w:p w14:paraId="59B04764" w14:textId="77777777" w:rsidR="00276CCE" w:rsidRDefault="00276CCE" w:rsidP="002A4158">
      <w:r>
        <w:lastRenderedPageBreak/>
        <w:t>— </w:t>
      </w:r>
      <w:r w:rsidR="002A4158" w:rsidRPr="00DA4E77">
        <w:t>Non partir</w:t>
      </w:r>
      <w:r>
        <w:t xml:space="preserve">, </w:t>
      </w:r>
      <w:r w:rsidR="002A4158" w:rsidRPr="00DA4E77">
        <w:t>dit le nouveau venu qui parle atlante avec un accent étrange</w:t>
      </w:r>
      <w:r>
        <w:t xml:space="preserve">. </w:t>
      </w:r>
      <w:r w:rsidR="002A4158" w:rsidRPr="00DA4E77">
        <w:t>Non partir</w:t>
      </w:r>
      <w:r>
        <w:t xml:space="preserve">, </w:t>
      </w:r>
      <w:r w:rsidR="002A4158" w:rsidRPr="00DA4E77">
        <w:t>mais rester</w:t>
      </w:r>
      <w:r>
        <w:t xml:space="preserve">… </w:t>
      </w:r>
      <w:r w:rsidR="002A4158" w:rsidRPr="00DA4E77">
        <w:t>Espère</w:t>
      </w:r>
      <w:r>
        <w:t xml:space="preserve"> ! </w:t>
      </w:r>
      <w:r w:rsidR="002A4158" w:rsidRPr="00DA4E77">
        <w:t>j</w:t>
      </w:r>
      <w:r>
        <w:t>’</w:t>
      </w:r>
      <w:r w:rsidR="002A4158" w:rsidRPr="00DA4E77">
        <w:t>ai dans mon vaisseau des élixirs qui te ressusciteront</w:t>
      </w:r>
      <w:r>
        <w:t> !</w:t>
      </w:r>
    </w:p>
    <w:p w14:paraId="2241D834" w14:textId="77777777" w:rsidR="00276CCE" w:rsidRDefault="00276CCE" w:rsidP="002A4158">
      <w:r>
        <w:t>— </w:t>
      </w:r>
      <w:proofErr w:type="spellStart"/>
      <w:r w:rsidR="002A4158" w:rsidRPr="00DA4E77">
        <w:t>Gaouran</w:t>
      </w:r>
      <w:proofErr w:type="spellEnd"/>
      <w:r>
        <w:t xml:space="preserve">, </w:t>
      </w:r>
      <w:proofErr w:type="spellStart"/>
      <w:r w:rsidR="002A4158" w:rsidRPr="00DA4E77">
        <w:t>Gaouran</w:t>
      </w:r>
      <w:proofErr w:type="spellEnd"/>
      <w:r>
        <w:t xml:space="preserve">, </w:t>
      </w:r>
      <w:r w:rsidR="002A4158" w:rsidRPr="00DA4E77">
        <w:t>il n</w:t>
      </w:r>
      <w:r>
        <w:t>’</w:t>
      </w:r>
      <w:r w:rsidR="002A4158" w:rsidRPr="00DA4E77">
        <w:t>y a pas d</w:t>
      </w:r>
      <w:r>
        <w:t>’</w:t>
      </w:r>
      <w:r w:rsidR="002A4158" w:rsidRPr="00DA4E77">
        <w:t>élixirs pour des reins brisés</w:t>
      </w:r>
      <w:r>
        <w:t xml:space="preserve"> ! </w:t>
      </w:r>
      <w:r w:rsidR="002A4158" w:rsidRPr="00DA4E77">
        <w:t>Mais que je suis donc heureux de te voir</w:t>
      </w:r>
      <w:r>
        <w:t xml:space="preserve"> !… </w:t>
      </w:r>
      <w:r w:rsidR="002A4158" w:rsidRPr="00DA4E77">
        <w:t>Mes amis</w:t>
      </w:r>
      <w:r>
        <w:t xml:space="preserve">, </w:t>
      </w:r>
      <w:r w:rsidR="002A4158" w:rsidRPr="00DA4E77">
        <w:t>mes amis</w:t>
      </w:r>
      <w:r>
        <w:t xml:space="preserve">, </w:t>
      </w:r>
      <w:r w:rsidR="002A4158" w:rsidRPr="00DA4E77">
        <w:t xml:space="preserve">voici </w:t>
      </w:r>
      <w:proofErr w:type="spellStart"/>
      <w:r w:rsidR="002A4158" w:rsidRPr="00DA4E77">
        <w:t>Gaouran</w:t>
      </w:r>
      <w:proofErr w:type="spellEnd"/>
      <w:r>
        <w:t xml:space="preserve">… </w:t>
      </w:r>
      <w:r w:rsidR="002A4158" w:rsidRPr="00DA4E77">
        <w:t>Adieu</w:t>
      </w:r>
      <w:r>
        <w:t xml:space="preserve">, </w:t>
      </w:r>
      <w:r w:rsidR="002A4158" w:rsidRPr="00DA4E77">
        <w:t>tous</w:t>
      </w:r>
      <w:r>
        <w:t> !…</w:t>
      </w:r>
    </w:p>
    <w:p w14:paraId="2A5F184D" w14:textId="77777777" w:rsidR="00276CCE" w:rsidRDefault="002A4158" w:rsidP="002A4158">
      <w:r w:rsidRPr="00DA4E77">
        <w:t>Et le corps du géant</w:t>
      </w:r>
      <w:r w:rsidR="00276CCE">
        <w:t xml:space="preserve">, </w:t>
      </w:r>
      <w:r w:rsidRPr="00DA4E77">
        <w:t>agité d</w:t>
      </w:r>
      <w:r w:rsidR="00276CCE">
        <w:t>’</w:t>
      </w:r>
      <w:r w:rsidRPr="00DA4E77">
        <w:t>un spasme suprême</w:t>
      </w:r>
      <w:r w:rsidR="00276CCE">
        <w:t xml:space="preserve">, </w:t>
      </w:r>
      <w:r w:rsidRPr="00DA4E77">
        <w:t>tombe inanimé sur son lit d</w:t>
      </w:r>
      <w:r w:rsidR="00276CCE">
        <w:t>’</w:t>
      </w:r>
      <w:r w:rsidRPr="00DA4E77">
        <w:t>algues vertes</w:t>
      </w:r>
      <w:r w:rsidR="00276CCE">
        <w:t xml:space="preserve">. </w:t>
      </w:r>
      <w:proofErr w:type="spellStart"/>
      <w:r w:rsidRPr="00DA4E77">
        <w:t>Gaouran</w:t>
      </w:r>
      <w:proofErr w:type="spellEnd"/>
      <w:r w:rsidRPr="00DA4E77">
        <w:t xml:space="preserve"> pose son oreille sur son cœur</w:t>
      </w:r>
      <w:r w:rsidR="00276CCE">
        <w:t> :</w:t>
      </w:r>
    </w:p>
    <w:p w14:paraId="6E5EC2CF" w14:textId="77777777" w:rsidR="00276CCE" w:rsidRDefault="00276CCE" w:rsidP="002A4158">
      <w:r>
        <w:t>— </w:t>
      </w:r>
      <w:r w:rsidR="002A4158" w:rsidRPr="00DA4E77">
        <w:t>Fini</w:t>
      </w:r>
      <w:r>
        <w:t xml:space="preserve"> ! </w:t>
      </w:r>
      <w:proofErr w:type="spellStart"/>
      <w:r w:rsidR="002A4158" w:rsidRPr="00DA4E77">
        <w:t>Knephao</w:t>
      </w:r>
      <w:proofErr w:type="spellEnd"/>
      <w:r w:rsidR="002A4158" w:rsidRPr="00DA4E77">
        <w:t xml:space="preserve"> fut</w:t>
      </w:r>
      <w:r>
        <w:t>…</w:t>
      </w:r>
    </w:p>
    <w:p w14:paraId="5A90112B" w14:textId="77777777" w:rsidR="00276CCE" w:rsidRDefault="002A4158" w:rsidP="002A4158">
      <w:proofErr w:type="spellStart"/>
      <w:r w:rsidRPr="00DA4E77">
        <w:t>Hellas</w:t>
      </w:r>
      <w:proofErr w:type="spellEnd"/>
      <w:r w:rsidRPr="00DA4E77">
        <w:t xml:space="preserve"> baise l</w:t>
      </w:r>
      <w:r w:rsidR="00276CCE">
        <w:t>’</w:t>
      </w:r>
      <w:r w:rsidRPr="00DA4E77">
        <w:t>Égyptien sur le front</w:t>
      </w:r>
      <w:r w:rsidR="00276CCE">
        <w:t xml:space="preserve">. </w:t>
      </w:r>
      <w:proofErr w:type="spellStart"/>
      <w:r w:rsidRPr="00DA4E77">
        <w:t>Oréus</w:t>
      </w:r>
      <w:proofErr w:type="spellEnd"/>
      <w:r w:rsidR="00276CCE">
        <w:t xml:space="preserve">, </w:t>
      </w:r>
      <w:r w:rsidRPr="00DA4E77">
        <w:t>en tâtonnant</w:t>
      </w:r>
      <w:r w:rsidR="00276CCE">
        <w:t xml:space="preserve">, </w:t>
      </w:r>
      <w:r w:rsidRPr="00DA4E77">
        <w:t>lui met une main sur la poitrine</w:t>
      </w:r>
      <w:r w:rsidR="00276CCE">
        <w:t xml:space="preserve">. </w:t>
      </w:r>
      <w:proofErr w:type="spellStart"/>
      <w:r w:rsidRPr="00DA4E77">
        <w:t>Oréa</w:t>
      </w:r>
      <w:proofErr w:type="spellEnd"/>
      <w:r w:rsidRPr="00DA4E77">
        <w:t xml:space="preserve"> pleure</w:t>
      </w:r>
      <w:r w:rsidR="00276CCE">
        <w:t xml:space="preserve">. </w:t>
      </w:r>
      <w:proofErr w:type="spellStart"/>
      <w:r w:rsidRPr="00DA4E77">
        <w:t>Glania</w:t>
      </w:r>
      <w:proofErr w:type="spellEnd"/>
      <w:r w:rsidRPr="00DA4E77">
        <w:t xml:space="preserve"> sanglote</w:t>
      </w:r>
      <w:r w:rsidR="00276CCE">
        <w:t xml:space="preserve">. </w:t>
      </w:r>
      <w:r w:rsidRPr="00DA4E77">
        <w:t xml:space="preserve">Mais </w:t>
      </w:r>
      <w:proofErr w:type="spellStart"/>
      <w:r w:rsidRPr="00DA4E77">
        <w:t>Gaouran</w:t>
      </w:r>
      <w:proofErr w:type="spellEnd"/>
      <w:r w:rsidR="00276CCE">
        <w:t xml:space="preserve">, </w:t>
      </w:r>
      <w:r w:rsidRPr="00DA4E77">
        <w:t>bien que tremblant lui-même</w:t>
      </w:r>
      <w:r w:rsidR="00276CCE">
        <w:t xml:space="preserve">, </w:t>
      </w:r>
      <w:r w:rsidRPr="00DA4E77">
        <w:t>veut réagir contre l</w:t>
      </w:r>
      <w:r w:rsidR="00276CCE">
        <w:t>’</w:t>
      </w:r>
      <w:r w:rsidRPr="00DA4E77">
        <w:t>abattement général</w:t>
      </w:r>
      <w:r w:rsidR="00276CCE">
        <w:t>.</w:t>
      </w:r>
    </w:p>
    <w:p w14:paraId="1DC518C6" w14:textId="77777777" w:rsidR="00276CCE" w:rsidRDefault="00276CCE" w:rsidP="00276CCE">
      <w:pPr>
        <w:pStyle w:val="Titre2"/>
        <w:rPr>
          <w:i/>
        </w:rPr>
      </w:pPr>
      <w:bookmarkStart w:id="69" w:name="_Toc194842055"/>
      <w:r w:rsidRPr="00DA4E77">
        <w:lastRenderedPageBreak/>
        <w:t>Scène</w:t>
      </w:r>
      <w:r>
        <w:t> </w:t>
      </w:r>
      <w:r w:rsidRPr="00DA4E77">
        <w:t>VIII</w:t>
      </w:r>
      <w:r>
        <w:t xml:space="preserve">. – </w:t>
      </w:r>
      <w:r w:rsidR="002A4158" w:rsidRPr="00DA4E77">
        <w:rPr>
          <w:i/>
        </w:rPr>
        <w:t>Les funérailles</w:t>
      </w:r>
      <w:r>
        <w:rPr>
          <w:i/>
        </w:rPr>
        <w:t>.</w:t>
      </w:r>
      <w:bookmarkEnd w:id="69"/>
    </w:p>
    <w:p w14:paraId="0E15A254" w14:textId="77777777" w:rsidR="00276CCE" w:rsidRDefault="00276CCE" w:rsidP="002A4158">
      <w:r>
        <w:rPr>
          <w:i/>
        </w:rPr>
        <w:t>— </w:t>
      </w:r>
      <w:r w:rsidR="002A4158" w:rsidRPr="00DA4E77">
        <w:t xml:space="preserve">Grand </w:t>
      </w:r>
      <w:proofErr w:type="spellStart"/>
      <w:r w:rsidR="002A4158" w:rsidRPr="00DA4E77">
        <w:t>Oréus</w:t>
      </w:r>
      <w:proofErr w:type="spellEnd"/>
      <w:r>
        <w:t xml:space="preserve">, </w:t>
      </w:r>
      <w:r w:rsidR="002A4158" w:rsidRPr="00DA4E77">
        <w:t>que je ne connais pas</w:t>
      </w:r>
      <w:r>
        <w:t xml:space="preserve">, </w:t>
      </w:r>
      <w:r w:rsidR="002A4158" w:rsidRPr="00DA4E77">
        <w:t>il suffit de te voir et surtout de t</w:t>
      </w:r>
      <w:r>
        <w:t>’</w:t>
      </w:r>
      <w:r w:rsidR="002A4158" w:rsidRPr="00DA4E77">
        <w:t>entendre pour deviner en toi le maître des maîtres</w:t>
      </w:r>
      <w:r>
        <w:t xml:space="preserve">, </w:t>
      </w:r>
      <w:r w:rsidR="002A4158" w:rsidRPr="00DA4E77">
        <w:t>malgré tes yeux blessés</w:t>
      </w:r>
      <w:r>
        <w:t xml:space="preserve">. </w:t>
      </w:r>
      <w:r w:rsidR="002A4158" w:rsidRPr="00DA4E77">
        <w:t>J</w:t>
      </w:r>
      <w:r>
        <w:t>’</w:t>
      </w:r>
      <w:r w:rsidR="002A4158" w:rsidRPr="00DA4E77">
        <w:t>écoutais tout à l</w:t>
      </w:r>
      <w:r>
        <w:t>’</w:t>
      </w:r>
      <w:r w:rsidR="002A4158" w:rsidRPr="00DA4E77">
        <w:t>heure</w:t>
      </w:r>
      <w:r>
        <w:t xml:space="preserve">, </w:t>
      </w:r>
      <w:r w:rsidR="002A4158" w:rsidRPr="00DA4E77">
        <w:t>emportée en plein ciel</w:t>
      </w:r>
      <w:r>
        <w:t xml:space="preserve">, </w:t>
      </w:r>
      <w:r w:rsidR="002A4158" w:rsidRPr="00DA4E77">
        <w:t>la prophétique inspiration de l</w:t>
      </w:r>
      <w:r>
        <w:t>’</w:t>
      </w:r>
      <w:r w:rsidR="002A4158" w:rsidRPr="00DA4E77">
        <w:t>invisible</w:t>
      </w:r>
      <w:r>
        <w:t xml:space="preserve">. </w:t>
      </w:r>
      <w:r w:rsidR="002A4158" w:rsidRPr="00DA4E77">
        <w:t>Oui</w:t>
      </w:r>
      <w:r>
        <w:t xml:space="preserve">, </w:t>
      </w:r>
      <w:r w:rsidR="002A4158" w:rsidRPr="00DA4E77">
        <w:t>oui</w:t>
      </w:r>
      <w:r>
        <w:t xml:space="preserve">, </w:t>
      </w:r>
      <w:r w:rsidR="002A4158" w:rsidRPr="00DA4E77">
        <w:t>maître incomparable</w:t>
      </w:r>
      <w:r>
        <w:t xml:space="preserve">, </w:t>
      </w:r>
      <w:r w:rsidR="002A4158" w:rsidRPr="00DA4E77">
        <w:t>un frais avenir s</w:t>
      </w:r>
      <w:r>
        <w:t>’</w:t>
      </w:r>
      <w:r w:rsidR="002A4158" w:rsidRPr="00DA4E77">
        <w:t>ouvre encore pour tes e</w:t>
      </w:r>
      <w:r w:rsidR="002A4158" w:rsidRPr="00DA4E77">
        <w:t>n</w:t>
      </w:r>
      <w:r w:rsidR="002A4158" w:rsidRPr="00DA4E77">
        <w:t>fants</w:t>
      </w:r>
      <w:r>
        <w:t xml:space="preserve">. </w:t>
      </w:r>
      <w:r w:rsidR="002A4158" w:rsidRPr="00DA4E77">
        <w:t>Ils viendront dans nos plaines et dans nos montagnes</w:t>
      </w:r>
      <w:r>
        <w:t xml:space="preserve">, </w:t>
      </w:r>
      <w:r w:rsidR="002A4158" w:rsidRPr="00DA4E77">
        <w:t>traités comme nos propres frères et ceux qui voudront se di</w:t>
      </w:r>
      <w:r w:rsidR="002A4158" w:rsidRPr="00DA4E77">
        <w:t>s</w:t>
      </w:r>
      <w:r w:rsidR="002A4158" w:rsidRPr="00DA4E77">
        <w:t>perser dans le vaste monde</w:t>
      </w:r>
      <w:r>
        <w:t xml:space="preserve">, </w:t>
      </w:r>
      <w:r w:rsidR="002A4158" w:rsidRPr="00DA4E77">
        <w:t>je les y mènerai</w:t>
      </w:r>
      <w:r>
        <w:t>.</w:t>
      </w:r>
    </w:p>
    <w:p w14:paraId="191F40D6" w14:textId="77777777" w:rsidR="00276CCE" w:rsidRDefault="00276CCE" w:rsidP="002A4158">
      <w:r>
        <w:t>— </w:t>
      </w:r>
      <w:r w:rsidR="002A4158" w:rsidRPr="00DA4E77">
        <w:t>Merci</w:t>
      </w:r>
      <w:r>
        <w:t xml:space="preserve">, </w:t>
      </w:r>
      <w:proofErr w:type="spellStart"/>
      <w:r w:rsidR="002A4158" w:rsidRPr="00DA4E77">
        <w:t>Gaouran</w:t>
      </w:r>
      <w:proofErr w:type="spellEnd"/>
      <w:r>
        <w:t xml:space="preserve">, </w:t>
      </w:r>
      <w:r w:rsidR="002A4158" w:rsidRPr="00DA4E77">
        <w:t>je te connais aussi sans te connaître</w:t>
      </w:r>
      <w:r>
        <w:t xml:space="preserve">. </w:t>
      </w:r>
      <w:r w:rsidR="002A4158" w:rsidRPr="00DA4E77">
        <w:t>Je ne pourrai jamais te voir</w:t>
      </w:r>
      <w:r>
        <w:t xml:space="preserve"> ; </w:t>
      </w:r>
      <w:r w:rsidR="002A4158" w:rsidRPr="00DA4E77">
        <w:t>mais je te sais fort et bon</w:t>
      </w:r>
      <w:r>
        <w:t xml:space="preserve">, </w:t>
      </w:r>
      <w:r w:rsidR="002A4158" w:rsidRPr="00DA4E77">
        <w:t>et le père de tout ton peuple</w:t>
      </w:r>
      <w:r>
        <w:t xml:space="preserve">. </w:t>
      </w:r>
      <w:proofErr w:type="spellStart"/>
      <w:r w:rsidR="002A4158" w:rsidRPr="00DA4E77">
        <w:t>Hellas</w:t>
      </w:r>
      <w:proofErr w:type="spellEnd"/>
      <w:r w:rsidR="002A4158" w:rsidRPr="00DA4E77">
        <w:t xml:space="preserve"> et </w:t>
      </w:r>
      <w:proofErr w:type="spellStart"/>
      <w:r w:rsidR="002A4158" w:rsidRPr="00DA4E77">
        <w:t>Knephao</w:t>
      </w:r>
      <w:proofErr w:type="spellEnd"/>
      <w:r w:rsidR="002A4158" w:rsidRPr="00DA4E77">
        <w:t xml:space="preserve"> m</w:t>
      </w:r>
      <w:r>
        <w:t>’</w:t>
      </w:r>
      <w:r w:rsidR="002A4158" w:rsidRPr="00DA4E77">
        <w:t>ont tant parlé de toi</w:t>
      </w:r>
      <w:r>
        <w:t xml:space="preserve"> ! </w:t>
      </w:r>
      <w:r w:rsidR="002A4158" w:rsidRPr="00DA4E77">
        <w:t>Cependant ne m</w:t>
      </w:r>
      <w:r>
        <w:t>’</w:t>
      </w:r>
      <w:r w:rsidR="002A4158" w:rsidRPr="00DA4E77">
        <w:t>appelle plus maître</w:t>
      </w:r>
      <w:r>
        <w:t xml:space="preserve"> : </w:t>
      </w:r>
      <w:r w:rsidR="002A4158" w:rsidRPr="00DA4E77">
        <w:t>il n</w:t>
      </w:r>
      <w:r>
        <w:t>’</w:t>
      </w:r>
      <w:r w:rsidR="002A4158" w:rsidRPr="00DA4E77">
        <w:t>y a plus désormais qu</w:t>
      </w:r>
      <w:r>
        <w:t>’</w:t>
      </w:r>
      <w:r w:rsidR="002A4158" w:rsidRPr="00DA4E77">
        <w:t>un seul maître pour nous tous</w:t>
      </w:r>
      <w:r>
        <w:t xml:space="preserve">, </w:t>
      </w:r>
      <w:r w:rsidR="002A4158" w:rsidRPr="00DA4E77">
        <w:t>et c</w:t>
      </w:r>
      <w:r>
        <w:t>’</w:t>
      </w:r>
      <w:r w:rsidR="002A4158" w:rsidRPr="00DA4E77">
        <w:t>est toi</w:t>
      </w:r>
      <w:r>
        <w:t>.</w:t>
      </w:r>
    </w:p>
    <w:p w14:paraId="2E7F2310" w14:textId="77777777" w:rsidR="00276CCE" w:rsidRDefault="00276CCE" w:rsidP="002A4158">
      <w:r>
        <w:t>— </w:t>
      </w:r>
      <w:r w:rsidR="002A4158" w:rsidRPr="00DA4E77">
        <w:t>Soit donc</w:t>
      </w:r>
      <w:r>
        <w:t xml:space="preserve"> ! </w:t>
      </w:r>
      <w:r w:rsidR="002A4158" w:rsidRPr="00DA4E77">
        <w:t>Puisqu</w:t>
      </w:r>
      <w:r>
        <w:t>’</w:t>
      </w:r>
      <w:r w:rsidR="002A4158" w:rsidRPr="00DA4E77">
        <w:t>il le faut</w:t>
      </w:r>
      <w:r>
        <w:t xml:space="preserve">, </w:t>
      </w:r>
      <w:proofErr w:type="spellStart"/>
      <w:r w:rsidR="002A4158" w:rsidRPr="00DA4E77">
        <w:t>Oréus</w:t>
      </w:r>
      <w:proofErr w:type="spellEnd"/>
      <w:r>
        <w:t xml:space="preserve">, </w:t>
      </w:r>
      <w:r w:rsidR="002A4158" w:rsidRPr="00DA4E77">
        <w:t>et que tu l</w:t>
      </w:r>
      <w:r>
        <w:t>’</w:t>
      </w:r>
      <w:r w:rsidR="002A4158" w:rsidRPr="00DA4E77">
        <w:t>ordonnes</w:t>
      </w:r>
      <w:r>
        <w:t xml:space="preserve">, </w:t>
      </w:r>
      <w:r w:rsidR="002A4158" w:rsidRPr="00DA4E77">
        <w:t>j</w:t>
      </w:r>
      <w:r>
        <w:t>’</w:t>
      </w:r>
      <w:r w:rsidR="002A4158" w:rsidRPr="00DA4E77">
        <w:t>accepte d</w:t>
      </w:r>
      <w:r>
        <w:t>’</w:t>
      </w:r>
      <w:r w:rsidR="002A4158" w:rsidRPr="00DA4E77">
        <w:t>être provisoirement votre maître</w:t>
      </w:r>
      <w:r>
        <w:t xml:space="preserve">, </w:t>
      </w:r>
      <w:r w:rsidR="002A4158" w:rsidRPr="00DA4E77">
        <w:t>ou</w:t>
      </w:r>
      <w:r>
        <w:t xml:space="preserve">, </w:t>
      </w:r>
      <w:r w:rsidR="002A4158" w:rsidRPr="00DA4E77">
        <w:t>plutôt</w:t>
      </w:r>
      <w:r>
        <w:t xml:space="preserve">, </w:t>
      </w:r>
      <w:r w:rsidR="002A4158" w:rsidRPr="00DA4E77">
        <w:t>votre guide</w:t>
      </w:r>
      <w:r>
        <w:t xml:space="preserve">. </w:t>
      </w:r>
      <w:r w:rsidR="002A4158" w:rsidRPr="00DA4E77">
        <w:t>Et tout d</w:t>
      </w:r>
      <w:r>
        <w:t>’</w:t>
      </w:r>
      <w:r w:rsidR="002A4158" w:rsidRPr="00DA4E77">
        <w:t>abord</w:t>
      </w:r>
      <w:r>
        <w:t xml:space="preserve">, </w:t>
      </w:r>
      <w:r w:rsidR="002A4158" w:rsidRPr="00DA4E77">
        <w:t>il faut que vous changiez de vêtements</w:t>
      </w:r>
      <w:r>
        <w:t xml:space="preserve"> : </w:t>
      </w:r>
      <w:r w:rsidR="002A4158" w:rsidRPr="00DA4E77">
        <w:t>vous n</w:t>
      </w:r>
      <w:r>
        <w:t>’</w:t>
      </w:r>
      <w:r w:rsidR="002A4158" w:rsidRPr="00DA4E77">
        <w:t>avez sur vous que des haillons sordides</w:t>
      </w:r>
      <w:r>
        <w:t xml:space="preserve">, </w:t>
      </w:r>
      <w:r w:rsidR="002A4158" w:rsidRPr="00DA4E77">
        <w:t>trempés de pluie et souillés de boue</w:t>
      </w:r>
      <w:r>
        <w:t>.</w:t>
      </w:r>
    </w:p>
    <w:p w14:paraId="2F6B2E10" w14:textId="77777777" w:rsidR="00276CCE" w:rsidRDefault="002A4158" w:rsidP="002A4158">
      <w:r w:rsidRPr="00DA4E77">
        <w:t>Et quittant le groupe sans autre façon</w:t>
      </w:r>
      <w:r w:rsidR="00276CCE">
        <w:t xml:space="preserve">, </w:t>
      </w:r>
      <w:r w:rsidRPr="00DA4E77">
        <w:t>il va trouver plus loin deux de ses lieutenants</w:t>
      </w:r>
      <w:r w:rsidR="00276CCE">
        <w:t xml:space="preserve">, </w:t>
      </w:r>
      <w:r w:rsidRPr="00DA4E77">
        <w:t>avec lesquels il s</w:t>
      </w:r>
      <w:r w:rsidR="00276CCE">
        <w:t>’</w:t>
      </w:r>
      <w:r w:rsidRPr="00DA4E77">
        <w:t>entretient à voix basse</w:t>
      </w:r>
      <w:r w:rsidR="00276CCE">
        <w:t>.</w:t>
      </w:r>
    </w:p>
    <w:p w14:paraId="61CD91D6" w14:textId="77777777" w:rsidR="00276CCE" w:rsidRDefault="00276CCE" w:rsidP="002A4158">
      <w:r>
        <w:t>— </w:t>
      </w:r>
      <w:r w:rsidR="002A4158" w:rsidRPr="00DA4E77">
        <w:t>En voilà un</w:t>
      </w:r>
      <w:r>
        <w:t xml:space="preserve"> ! </w:t>
      </w:r>
      <w:r w:rsidR="002A4158" w:rsidRPr="00DA4E77">
        <w:t xml:space="preserve">grogne </w:t>
      </w:r>
      <w:proofErr w:type="spellStart"/>
      <w:r w:rsidR="002A4158" w:rsidRPr="00DA4E77">
        <w:t>Olbios</w:t>
      </w:r>
      <w:proofErr w:type="spellEnd"/>
      <w:r>
        <w:t xml:space="preserve">. </w:t>
      </w:r>
      <w:r w:rsidR="002A4158" w:rsidRPr="00DA4E77">
        <w:t>Il ne fait que parler et puis il nous laisse</w:t>
      </w:r>
      <w:r>
        <w:t xml:space="preserve"> ! </w:t>
      </w:r>
      <w:r w:rsidR="002A4158" w:rsidRPr="00DA4E77">
        <w:t>Quels bavards</w:t>
      </w:r>
      <w:r>
        <w:t xml:space="preserve">, </w:t>
      </w:r>
      <w:r w:rsidR="002A4158" w:rsidRPr="00DA4E77">
        <w:t xml:space="preserve">ces </w:t>
      </w:r>
      <w:proofErr w:type="spellStart"/>
      <w:r w:rsidR="002A4158" w:rsidRPr="00DA4E77">
        <w:t>Basconiens</w:t>
      </w:r>
      <w:proofErr w:type="spellEnd"/>
      <w:r>
        <w:t> !</w:t>
      </w:r>
    </w:p>
    <w:p w14:paraId="6725AB9F" w14:textId="77777777" w:rsidR="00276CCE" w:rsidRDefault="00276CCE" w:rsidP="002A4158">
      <w:r>
        <w:t>— </w:t>
      </w:r>
      <w:r w:rsidR="002A4158" w:rsidRPr="00DA4E77">
        <w:t>Rassure-toi</w:t>
      </w:r>
      <w:r>
        <w:t xml:space="preserve">, </w:t>
      </w:r>
      <w:proofErr w:type="spellStart"/>
      <w:r w:rsidR="002A4158" w:rsidRPr="00DA4E77">
        <w:t>Olbios</w:t>
      </w:r>
      <w:proofErr w:type="spellEnd"/>
      <w:r>
        <w:t xml:space="preserve">, </w:t>
      </w:r>
      <w:r w:rsidR="002A4158" w:rsidRPr="00DA4E77">
        <w:t xml:space="preserve">affirme </w:t>
      </w:r>
      <w:proofErr w:type="spellStart"/>
      <w:r w:rsidR="002A4158" w:rsidRPr="00DA4E77">
        <w:t>Hellas</w:t>
      </w:r>
      <w:proofErr w:type="spellEnd"/>
      <w:r>
        <w:t xml:space="preserve">. </w:t>
      </w:r>
      <w:r w:rsidR="002A4158" w:rsidRPr="00DA4E77">
        <w:t xml:space="preserve">Si </w:t>
      </w:r>
      <w:proofErr w:type="spellStart"/>
      <w:r w:rsidR="002A4158" w:rsidRPr="00DA4E77">
        <w:t>Gaouran</w:t>
      </w:r>
      <w:proofErr w:type="spellEnd"/>
      <w:r w:rsidR="002A4158" w:rsidRPr="00DA4E77">
        <w:t xml:space="preserve"> nous lai</w:t>
      </w:r>
      <w:r w:rsidR="002A4158" w:rsidRPr="00DA4E77">
        <w:t>s</w:t>
      </w:r>
      <w:r w:rsidR="002A4158" w:rsidRPr="00DA4E77">
        <w:t>se</w:t>
      </w:r>
      <w:r>
        <w:t xml:space="preserve">, </w:t>
      </w:r>
      <w:r w:rsidR="002A4158" w:rsidRPr="00DA4E77">
        <w:t>c</w:t>
      </w:r>
      <w:r>
        <w:t>’</w:t>
      </w:r>
      <w:r w:rsidR="002A4158" w:rsidRPr="00DA4E77">
        <w:t>est pour s</w:t>
      </w:r>
      <w:r>
        <w:t>’</w:t>
      </w:r>
      <w:r w:rsidR="002A4158" w:rsidRPr="00DA4E77">
        <w:t>occuper de nous</w:t>
      </w:r>
      <w:r>
        <w:t xml:space="preserve">. </w:t>
      </w:r>
      <w:r w:rsidR="002A4158" w:rsidRPr="00DA4E77">
        <w:t>Il sait parler</w:t>
      </w:r>
      <w:r>
        <w:t xml:space="preserve">, </w:t>
      </w:r>
      <w:r w:rsidR="002A4158" w:rsidRPr="00DA4E77">
        <w:t>mais il sait agir mieux encore</w:t>
      </w:r>
      <w:r>
        <w:t>.</w:t>
      </w:r>
    </w:p>
    <w:p w14:paraId="4BBD2D2F" w14:textId="77777777" w:rsidR="00276CCE" w:rsidRDefault="002A4158" w:rsidP="002A4158">
      <w:r w:rsidRPr="00DA4E77">
        <w:lastRenderedPageBreak/>
        <w:t>En effet</w:t>
      </w:r>
      <w:r w:rsidR="00276CCE">
        <w:t xml:space="preserve">, </w:t>
      </w:r>
      <w:r w:rsidRPr="00DA4E77">
        <w:t xml:space="preserve">voici revenir </w:t>
      </w:r>
      <w:proofErr w:type="spellStart"/>
      <w:r w:rsidRPr="00DA4E77">
        <w:t>Gaouran</w:t>
      </w:r>
      <w:proofErr w:type="spellEnd"/>
      <w:r w:rsidR="00276CCE">
        <w:t xml:space="preserve">, </w:t>
      </w:r>
      <w:r w:rsidRPr="00DA4E77">
        <w:t>suivi de ses deux lieut</w:t>
      </w:r>
      <w:r w:rsidRPr="00DA4E77">
        <w:t>e</w:t>
      </w:r>
      <w:r w:rsidRPr="00DA4E77">
        <w:t xml:space="preserve">nants </w:t>
      </w:r>
      <w:proofErr w:type="spellStart"/>
      <w:r w:rsidRPr="00DA4E77">
        <w:t>Xambo</w:t>
      </w:r>
      <w:proofErr w:type="spellEnd"/>
      <w:r w:rsidRPr="00DA4E77">
        <w:t xml:space="preserve"> et </w:t>
      </w:r>
      <w:proofErr w:type="spellStart"/>
      <w:r w:rsidRPr="00DA4E77">
        <w:t>Buxo</w:t>
      </w:r>
      <w:proofErr w:type="spellEnd"/>
      <w:r w:rsidR="00276CCE">
        <w:t xml:space="preserve">, </w:t>
      </w:r>
      <w:r w:rsidRPr="00DA4E77">
        <w:t>lesquels</w:t>
      </w:r>
      <w:r w:rsidR="00276CCE">
        <w:t xml:space="preserve">, </w:t>
      </w:r>
      <w:r w:rsidRPr="00DA4E77">
        <w:t>à leur tour</w:t>
      </w:r>
      <w:r w:rsidR="00276CCE">
        <w:t xml:space="preserve">, </w:t>
      </w:r>
      <w:r w:rsidRPr="00DA4E77">
        <w:t>font avancer pl</w:t>
      </w:r>
      <w:r w:rsidRPr="00DA4E77">
        <w:t>u</w:t>
      </w:r>
      <w:r w:rsidRPr="00DA4E77">
        <w:t>sieurs matelots aux épaules chargées de fardeaux qu</w:t>
      </w:r>
      <w:r w:rsidR="00276CCE">
        <w:t>’</w:t>
      </w:r>
      <w:r w:rsidRPr="00DA4E77">
        <w:t>ils jettent à terre</w:t>
      </w:r>
      <w:r w:rsidR="00276CCE">
        <w:t>.</w:t>
      </w:r>
    </w:p>
    <w:p w14:paraId="1A1A0AA6" w14:textId="77777777" w:rsidR="00276CCE" w:rsidRDefault="002A4158" w:rsidP="002A4158">
      <w:r w:rsidRPr="00DA4E77">
        <w:t>Les Atlantes émerveillés voient se répandre des vêtements de laine fine et de lin pur</w:t>
      </w:r>
      <w:r w:rsidR="00276CCE">
        <w:t>.</w:t>
      </w:r>
    </w:p>
    <w:p w14:paraId="3A34C2CB" w14:textId="77777777" w:rsidR="00276CCE" w:rsidRDefault="002A4158" w:rsidP="002A4158">
      <w:r w:rsidRPr="00DA4E77">
        <w:t xml:space="preserve">Puis </w:t>
      </w:r>
      <w:proofErr w:type="spellStart"/>
      <w:r w:rsidRPr="00DA4E77">
        <w:t>Gaouran</w:t>
      </w:r>
      <w:proofErr w:type="spellEnd"/>
      <w:r w:rsidR="00276CCE">
        <w:t xml:space="preserve">, </w:t>
      </w:r>
      <w:r w:rsidRPr="00DA4E77">
        <w:t>prenant lui-même une tunique blanche et un manteau rouge</w:t>
      </w:r>
      <w:r w:rsidR="00276CCE">
        <w:t> :</w:t>
      </w:r>
    </w:p>
    <w:p w14:paraId="4A2A35E4" w14:textId="77777777" w:rsidR="00276CCE" w:rsidRDefault="00276CCE" w:rsidP="002A4158">
      <w:r>
        <w:t>— </w:t>
      </w:r>
      <w:proofErr w:type="spellStart"/>
      <w:r w:rsidR="002A4158" w:rsidRPr="00DA4E77">
        <w:t>Glania</w:t>
      </w:r>
      <w:proofErr w:type="spellEnd"/>
      <w:r>
        <w:t xml:space="preserve">, </w:t>
      </w:r>
      <w:r w:rsidR="002A4158" w:rsidRPr="00DA4E77">
        <w:t>ma petite</w:t>
      </w:r>
      <w:r>
        <w:t xml:space="preserve">, </w:t>
      </w:r>
      <w:r w:rsidR="002A4158" w:rsidRPr="00DA4E77">
        <w:t xml:space="preserve">aide-moi à vêtir </w:t>
      </w:r>
      <w:proofErr w:type="spellStart"/>
      <w:r w:rsidR="002A4158" w:rsidRPr="00DA4E77">
        <w:t>Knephao</w:t>
      </w:r>
      <w:proofErr w:type="spellEnd"/>
      <w:r>
        <w:t xml:space="preserve">. </w:t>
      </w:r>
      <w:r w:rsidR="002A4158" w:rsidRPr="00DA4E77">
        <w:t>Qu</w:t>
      </w:r>
      <w:r>
        <w:t>’</w:t>
      </w:r>
      <w:r w:rsidR="002A4158" w:rsidRPr="00DA4E77">
        <w:t>il entre au tombeau paré comme un roi</w:t>
      </w:r>
      <w:r>
        <w:t xml:space="preserve">, </w:t>
      </w:r>
      <w:r w:rsidR="002A4158" w:rsidRPr="00DA4E77">
        <w:t>car il s</w:t>
      </w:r>
      <w:r>
        <w:t>’</w:t>
      </w:r>
      <w:r w:rsidR="002A4158" w:rsidRPr="00DA4E77">
        <w:t>élevait plus haut qu</w:t>
      </w:r>
      <w:r>
        <w:t>’</w:t>
      </w:r>
      <w:r w:rsidR="002A4158" w:rsidRPr="00DA4E77">
        <w:t>un roi</w:t>
      </w:r>
      <w:r>
        <w:t>.</w:t>
      </w:r>
    </w:p>
    <w:p w14:paraId="62A4DEFC" w14:textId="77777777" w:rsidR="00276CCE" w:rsidRDefault="002A4158" w:rsidP="002A4158">
      <w:r w:rsidRPr="00DA4E77">
        <w:t>Cependant</w:t>
      </w:r>
      <w:r w:rsidR="00276CCE">
        <w:t xml:space="preserve">, </w:t>
      </w:r>
      <w:r w:rsidRPr="00DA4E77">
        <w:t>hommes et femmes</w:t>
      </w:r>
      <w:r w:rsidR="00276CCE">
        <w:t xml:space="preserve">, </w:t>
      </w:r>
      <w:r w:rsidRPr="00DA4E77">
        <w:t>s</w:t>
      </w:r>
      <w:r w:rsidR="00276CCE">
        <w:t>’</w:t>
      </w:r>
      <w:r w:rsidRPr="00DA4E77">
        <w:t>étant changés à l</w:t>
      </w:r>
      <w:r w:rsidR="00276CCE">
        <w:t>’</w:t>
      </w:r>
      <w:r w:rsidRPr="00DA4E77">
        <w:t>écart</w:t>
      </w:r>
      <w:r w:rsidR="00276CCE">
        <w:t xml:space="preserve">, </w:t>
      </w:r>
      <w:r w:rsidRPr="00DA4E77">
        <w:t xml:space="preserve">se groupent autour de </w:t>
      </w:r>
      <w:proofErr w:type="spellStart"/>
      <w:r w:rsidRPr="00DA4E77">
        <w:t>Gaouran</w:t>
      </w:r>
      <w:proofErr w:type="spellEnd"/>
      <w:r w:rsidR="00276CCE">
        <w:t xml:space="preserve">, </w:t>
      </w:r>
      <w:r w:rsidRPr="00DA4E77">
        <w:t>transfigurés par la sensation douce du linge neuf et enchantés de cet homme qui prévoit tout comme un dieu</w:t>
      </w:r>
      <w:r w:rsidR="00276CCE">
        <w:t>.</w:t>
      </w:r>
    </w:p>
    <w:p w14:paraId="4F7AE3BC" w14:textId="77777777" w:rsidR="00276CCE" w:rsidRDefault="00276CCE" w:rsidP="002A4158">
      <w:r>
        <w:t>— </w:t>
      </w:r>
      <w:proofErr w:type="spellStart"/>
      <w:r w:rsidR="002A4158" w:rsidRPr="00DA4E77">
        <w:t>Buxo</w:t>
      </w:r>
      <w:proofErr w:type="spellEnd"/>
      <w:r>
        <w:t xml:space="preserve">, </w:t>
      </w:r>
      <w:proofErr w:type="spellStart"/>
      <w:r w:rsidR="002A4158" w:rsidRPr="00DA4E77">
        <w:t>Xambo</w:t>
      </w:r>
      <w:proofErr w:type="spellEnd"/>
      <w:r>
        <w:t xml:space="preserve">, </w:t>
      </w:r>
      <w:r w:rsidR="002A4158" w:rsidRPr="00DA4E77">
        <w:t>maintenant</w:t>
      </w:r>
      <w:r>
        <w:t xml:space="preserve">, </w:t>
      </w:r>
      <w:r w:rsidR="002A4158" w:rsidRPr="00DA4E77">
        <w:t>faites avancer le pavois et les bannières</w:t>
      </w:r>
      <w:r>
        <w:t>.</w:t>
      </w:r>
    </w:p>
    <w:p w14:paraId="11A50EB6" w14:textId="77777777" w:rsidR="00276CCE" w:rsidRDefault="002A4158" w:rsidP="002A4158">
      <w:r w:rsidRPr="00DA4E77">
        <w:t>Et dix hommes apportent sur leurs épaules un pavois de bois blanc</w:t>
      </w:r>
      <w:r w:rsidR="00276CCE">
        <w:t xml:space="preserve">, </w:t>
      </w:r>
      <w:r w:rsidRPr="00DA4E77">
        <w:t>recouvert de feuillages et de fleurs</w:t>
      </w:r>
      <w:r w:rsidR="00276CCE">
        <w:t xml:space="preserve">, </w:t>
      </w:r>
      <w:r w:rsidRPr="00DA4E77">
        <w:t>sur lequel on d</w:t>
      </w:r>
      <w:r w:rsidRPr="00DA4E77">
        <w:t>é</w:t>
      </w:r>
      <w:r w:rsidRPr="00DA4E77">
        <w:t xml:space="preserve">pose pieusement </w:t>
      </w:r>
      <w:proofErr w:type="spellStart"/>
      <w:r w:rsidRPr="00DA4E77">
        <w:t>Knephao</w:t>
      </w:r>
      <w:proofErr w:type="spellEnd"/>
      <w:r w:rsidR="00276CCE">
        <w:t xml:space="preserve"> ; </w:t>
      </w:r>
      <w:r w:rsidRPr="00DA4E77">
        <w:t>et les dix hommes</w:t>
      </w:r>
      <w:r w:rsidR="00276CCE">
        <w:t xml:space="preserve">, </w:t>
      </w:r>
      <w:r w:rsidRPr="00DA4E77">
        <w:t>à pas lents</w:t>
      </w:r>
      <w:r w:rsidR="00276CCE">
        <w:t xml:space="preserve">, </w:t>
      </w:r>
      <w:r w:rsidRPr="00DA4E77">
        <w:t>pr</w:t>
      </w:r>
      <w:r w:rsidRPr="00DA4E77">
        <w:t>é</w:t>
      </w:r>
      <w:r w:rsidRPr="00DA4E77">
        <w:t xml:space="preserve">cédés de </w:t>
      </w:r>
      <w:proofErr w:type="spellStart"/>
      <w:r w:rsidRPr="00DA4E77">
        <w:t>Buxo</w:t>
      </w:r>
      <w:proofErr w:type="spellEnd"/>
      <w:r w:rsidRPr="00DA4E77">
        <w:t xml:space="preserve"> et de </w:t>
      </w:r>
      <w:proofErr w:type="spellStart"/>
      <w:r w:rsidRPr="00DA4E77">
        <w:t>Xambo</w:t>
      </w:r>
      <w:proofErr w:type="spellEnd"/>
      <w:r w:rsidRPr="00DA4E77">
        <w:t xml:space="preserve"> et d</w:t>
      </w:r>
      <w:r w:rsidR="00276CCE">
        <w:t>’</w:t>
      </w:r>
      <w:r w:rsidRPr="00DA4E77">
        <w:t>un groupe de matelots portant des insignes</w:t>
      </w:r>
      <w:r w:rsidR="00276CCE">
        <w:t xml:space="preserve">, </w:t>
      </w:r>
      <w:r w:rsidRPr="00DA4E77">
        <w:t>se mettent en marche vers le promontoire</w:t>
      </w:r>
      <w:r w:rsidR="00276CCE">
        <w:t xml:space="preserve">. </w:t>
      </w:r>
      <w:r w:rsidRPr="00DA4E77">
        <w:t>De</w:t>
      </w:r>
      <w:r w:rsidRPr="00DA4E77">
        <w:t>r</w:t>
      </w:r>
      <w:r w:rsidRPr="00DA4E77">
        <w:t>rière le héros</w:t>
      </w:r>
      <w:r w:rsidR="00276CCE">
        <w:t xml:space="preserve">, </w:t>
      </w:r>
      <w:proofErr w:type="spellStart"/>
      <w:r w:rsidRPr="00DA4E77">
        <w:t>Gaouran</w:t>
      </w:r>
      <w:proofErr w:type="spellEnd"/>
      <w:r w:rsidRPr="00DA4E77">
        <w:t xml:space="preserve"> fait placer </w:t>
      </w:r>
      <w:proofErr w:type="spellStart"/>
      <w:r w:rsidRPr="00DA4E77">
        <w:t>Oréus</w:t>
      </w:r>
      <w:proofErr w:type="spellEnd"/>
      <w:r w:rsidRPr="00DA4E77">
        <w:t xml:space="preserve"> que guident </w:t>
      </w:r>
      <w:proofErr w:type="spellStart"/>
      <w:r w:rsidRPr="00DA4E77">
        <w:t>Oréa</w:t>
      </w:r>
      <w:proofErr w:type="spellEnd"/>
      <w:r w:rsidRPr="00DA4E77">
        <w:t xml:space="preserve"> et </w:t>
      </w:r>
      <w:proofErr w:type="spellStart"/>
      <w:r w:rsidRPr="00DA4E77">
        <w:t>Glania</w:t>
      </w:r>
      <w:proofErr w:type="spellEnd"/>
      <w:r w:rsidR="00276CCE">
        <w:t xml:space="preserve"> ; </w:t>
      </w:r>
      <w:r w:rsidRPr="00DA4E77">
        <w:t xml:space="preserve">lui-même suit avec </w:t>
      </w:r>
      <w:proofErr w:type="spellStart"/>
      <w:r w:rsidRPr="00DA4E77">
        <w:t>Hellas</w:t>
      </w:r>
      <w:proofErr w:type="spellEnd"/>
      <w:r w:rsidRPr="00DA4E77">
        <w:t xml:space="preserve"> et </w:t>
      </w:r>
      <w:proofErr w:type="spellStart"/>
      <w:r w:rsidRPr="00DA4E77">
        <w:t>Hermos</w:t>
      </w:r>
      <w:proofErr w:type="spellEnd"/>
      <w:r w:rsidR="00276CCE">
        <w:t xml:space="preserve"> ; </w:t>
      </w:r>
      <w:r w:rsidRPr="00DA4E77">
        <w:t xml:space="preserve">puis viennent </w:t>
      </w:r>
      <w:proofErr w:type="spellStart"/>
      <w:r w:rsidRPr="00DA4E77">
        <w:t>Thébao</w:t>
      </w:r>
      <w:proofErr w:type="spellEnd"/>
      <w:r w:rsidR="00276CCE">
        <w:t xml:space="preserve">, </w:t>
      </w:r>
      <w:proofErr w:type="spellStart"/>
      <w:r w:rsidRPr="00DA4E77">
        <w:t>Xanthès</w:t>
      </w:r>
      <w:proofErr w:type="spellEnd"/>
      <w:r w:rsidR="00276CCE">
        <w:t xml:space="preserve">, </w:t>
      </w:r>
      <w:proofErr w:type="spellStart"/>
      <w:r w:rsidRPr="00DA4E77">
        <w:t>Thamoussi</w:t>
      </w:r>
      <w:proofErr w:type="spellEnd"/>
      <w:r w:rsidRPr="00DA4E77">
        <w:t xml:space="preserve"> et les autres</w:t>
      </w:r>
      <w:r w:rsidR="00276CCE">
        <w:t xml:space="preserve">, </w:t>
      </w:r>
      <w:r w:rsidRPr="00DA4E77">
        <w:t>spontanément ra</w:t>
      </w:r>
      <w:r w:rsidRPr="00DA4E77">
        <w:t>n</w:t>
      </w:r>
      <w:r w:rsidRPr="00DA4E77">
        <w:t>gés trois par trois</w:t>
      </w:r>
      <w:r w:rsidR="00276CCE">
        <w:t xml:space="preserve">. </w:t>
      </w:r>
      <w:r w:rsidRPr="00DA4E77">
        <w:t>Le cortège s</w:t>
      </w:r>
      <w:r w:rsidR="00276CCE">
        <w:t>’</w:t>
      </w:r>
      <w:r w:rsidRPr="00DA4E77">
        <w:t>avance avec lenteur</w:t>
      </w:r>
      <w:r w:rsidR="00276CCE">
        <w:t>.</w:t>
      </w:r>
    </w:p>
    <w:p w14:paraId="12A66833" w14:textId="77777777" w:rsidR="00276CCE" w:rsidRDefault="002A4158" w:rsidP="002A4158">
      <w:proofErr w:type="spellStart"/>
      <w:r w:rsidRPr="00DA4E77">
        <w:t>Gaouran</w:t>
      </w:r>
      <w:proofErr w:type="spellEnd"/>
      <w:r w:rsidR="00276CCE">
        <w:t xml:space="preserve">, </w:t>
      </w:r>
      <w:r w:rsidRPr="00DA4E77">
        <w:t>d</w:t>
      </w:r>
      <w:r w:rsidR="00276CCE">
        <w:t>’</w:t>
      </w:r>
      <w:r w:rsidRPr="00DA4E77">
        <w:t>une voix restée chaude et profonde</w:t>
      </w:r>
      <w:r w:rsidR="00276CCE">
        <w:t xml:space="preserve">, </w:t>
      </w:r>
      <w:r w:rsidRPr="00DA4E77">
        <w:t xml:space="preserve">donne un signal et aussitôt les hommes placés en tête entonnent un </w:t>
      </w:r>
      <w:r w:rsidRPr="00DA4E77">
        <w:lastRenderedPageBreak/>
        <w:t xml:space="preserve">chant funèbre </w:t>
      </w:r>
      <w:proofErr w:type="spellStart"/>
      <w:r w:rsidRPr="00DA4E77">
        <w:t>basconien</w:t>
      </w:r>
      <w:proofErr w:type="spellEnd"/>
      <w:r w:rsidR="00276CCE">
        <w:t xml:space="preserve">, </w:t>
      </w:r>
      <w:r w:rsidRPr="00DA4E77">
        <w:t>d</w:t>
      </w:r>
      <w:r w:rsidR="00276CCE">
        <w:t>’</w:t>
      </w:r>
      <w:r w:rsidRPr="00DA4E77">
        <w:t>une ampleur et d</w:t>
      </w:r>
      <w:r w:rsidR="00276CCE">
        <w:t>’</w:t>
      </w:r>
      <w:r w:rsidRPr="00DA4E77">
        <w:t>une simplicité si émo</w:t>
      </w:r>
      <w:r w:rsidRPr="00DA4E77">
        <w:t>u</w:t>
      </w:r>
      <w:r w:rsidRPr="00DA4E77">
        <w:t>vantes</w:t>
      </w:r>
      <w:r w:rsidR="00276CCE">
        <w:t xml:space="preserve">, </w:t>
      </w:r>
      <w:r w:rsidRPr="00DA4E77">
        <w:t>que les Atlantes</w:t>
      </w:r>
      <w:r w:rsidR="00276CCE">
        <w:t xml:space="preserve">, </w:t>
      </w:r>
      <w:r w:rsidRPr="00DA4E77">
        <w:t>tous musiciens</w:t>
      </w:r>
      <w:r w:rsidR="00276CCE">
        <w:t xml:space="preserve">, </w:t>
      </w:r>
      <w:r w:rsidRPr="00DA4E77">
        <w:t>sans rien comprendre aux paroles</w:t>
      </w:r>
      <w:r w:rsidR="00276CCE">
        <w:t xml:space="preserve">, </w:t>
      </w:r>
      <w:r w:rsidRPr="00DA4E77">
        <w:t>se prennent à bourdonner l</w:t>
      </w:r>
      <w:r w:rsidR="00276CCE">
        <w:t>’</w:t>
      </w:r>
      <w:r w:rsidRPr="00DA4E77">
        <w:t>air en marchant à pas lents et mesurés</w:t>
      </w:r>
      <w:r w:rsidR="00276CCE">
        <w:t>.</w:t>
      </w:r>
    </w:p>
    <w:p w14:paraId="0FE4C189" w14:textId="77777777" w:rsidR="00276CCE" w:rsidRDefault="002A4158" w:rsidP="002A4158">
      <w:r w:rsidRPr="00DA4E77">
        <w:t xml:space="preserve">Mais voici que </w:t>
      </w:r>
      <w:proofErr w:type="spellStart"/>
      <w:r w:rsidRPr="00DA4E77">
        <w:t>Buxo</w:t>
      </w:r>
      <w:proofErr w:type="spellEnd"/>
      <w:r w:rsidRPr="00DA4E77">
        <w:t xml:space="preserve"> et </w:t>
      </w:r>
      <w:proofErr w:type="spellStart"/>
      <w:r w:rsidRPr="00DA4E77">
        <w:t>Xambo</w:t>
      </w:r>
      <w:proofErr w:type="spellEnd"/>
      <w:r w:rsidRPr="00DA4E77">
        <w:t xml:space="preserve"> ont fait halte</w:t>
      </w:r>
      <w:r w:rsidR="00276CCE">
        <w:t xml:space="preserve">, </w:t>
      </w:r>
      <w:r w:rsidRPr="00DA4E77">
        <w:t>et tout le co</w:t>
      </w:r>
      <w:r w:rsidRPr="00DA4E77">
        <w:t>r</w:t>
      </w:r>
      <w:r w:rsidRPr="00DA4E77">
        <w:t>tège s</w:t>
      </w:r>
      <w:r w:rsidR="00276CCE">
        <w:t>’</w:t>
      </w:r>
      <w:r w:rsidRPr="00DA4E77">
        <w:t>immobilise</w:t>
      </w:r>
      <w:r w:rsidR="00276CCE">
        <w:t xml:space="preserve">… </w:t>
      </w:r>
      <w:r w:rsidRPr="00DA4E77">
        <w:t>Devant eux une grotte s</w:t>
      </w:r>
      <w:r w:rsidR="00276CCE">
        <w:t>’</w:t>
      </w:r>
      <w:r w:rsidRPr="00DA4E77">
        <w:t>ouvre au fond de l</w:t>
      </w:r>
      <w:r w:rsidRPr="00DA4E77">
        <w:t>a</w:t>
      </w:r>
      <w:r w:rsidRPr="00DA4E77">
        <w:t>quelle flambent des torches tenues par des matelots</w:t>
      </w:r>
      <w:r w:rsidR="00276CCE">
        <w:t xml:space="preserve">. </w:t>
      </w:r>
      <w:r w:rsidRPr="00DA4E77">
        <w:t xml:space="preserve">Le corps de </w:t>
      </w:r>
      <w:proofErr w:type="spellStart"/>
      <w:r w:rsidRPr="00DA4E77">
        <w:t>Knephao</w:t>
      </w:r>
      <w:proofErr w:type="spellEnd"/>
      <w:r w:rsidR="00276CCE">
        <w:t xml:space="preserve">, </w:t>
      </w:r>
      <w:r w:rsidRPr="00DA4E77">
        <w:t>soulevé du pavois</w:t>
      </w:r>
      <w:r w:rsidR="00276CCE">
        <w:t xml:space="preserve">, </w:t>
      </w:r>
      <w:r w:rsidRPr="00DA4E77">
        <w:t>est porté à bras dans la grotte</w:t>
      </w:r>
      <w:r w:rsidR="00276CCE">
        <w:t xml:space="preserve">. </w:t>
      </w:r>
      <w:r w:rsidRPr="00DA4E77">
        <w:t xml:space="preserve">Les </w:t>
      </w:r>
      <w:proofErr w:type="spellStart"/>
      <w:r w:rsidRPr="00DA4E77">
        <w:t>Basconiens</w:t>
      </w:r>
      <w:proofErr w:type="spellEnd"/>
      <w:r w:rsidRPr="00DA4E77">
        <w:t xml:space="preserve"> restés dehors s</w:t>
      </w:r>
      <w:r w:rsidR="00276CCE">
        <w:t>’</w:t>
      </w:r>
      <w:r w:rsidRPr="00DA4E77">
        <w:t>agenouillent ainsi que les Atlantes</w:t>
      </w:r>
      <w:r w:rsidR="00276CCE">
        <w:t xml:space="preserve">. </w:t>
      </w:r>
      <w:r w:rsidRPr="00DA4E77">
        <w:t>Une psalmodie lugubre et monotone accompagne la mise au tombeau</w:t>
      </w:r>
      <w:r w:rsidR="00276CCE">
        <w:t xml:space="preserve"> ; </w:t>
      </w:r>
      <w:r w:rsidRPr="00DA4E77">
        <w:t>mais plus lugubre encore le sanglot des femmes</w:t>
      </w:r>
      <w:r w:rsidR="00276CCE">
        <w:t xml:space="preserve">. </w:t>
      </w:r>
      <w:proofErr w:type="spellStart"/>
      <w:r w:rsidRPr="00DA4E77">
        <w:t>Oréus</w:t>
      </w:r>
      <w:proofErr w:type="spellEnd"/>
      <w:r w:rsidR="00276CCE">
        <w:t xml:space="preserve">, </w:t>
      </w:r>
      <w:r w:rsidRPr="00DA4E77">
        <w:t>les yeux brûlés par les larmes</w:t>
      </w:r>
      <w:r w:rsidR="00276CCE">
        <w:t xml:space="preserve">, </w:t>
      </w:r>
      <w:r w:rsidRPr="00DA4E77">
        <w:t>s</w:t>
      </w:r>
      <w:r w:rsidR="00276CCE">
        <w:t>’</w:t>
      </w:r>
      <w:r w:rsidRPr="00DA4E77">
        <w:t>écrie d</w:t>
      </w:r>
      <w:r w:rsidR="00276CCE">
        <w:t>’</w:t>
      </w:r>
      <w:r w:rsidRPr="00DA4E77">
        <w:t>une voix qui tremble</w:t>
      </w:r>
      <w:r w:rsidR="00276CCE">
        <w:t> :</w:t>
      </w:r>
    </w:p>
    <w:p w14:paraId="42B826E7" w14:textId="77777777" w:rsidR="00276CCE" w:rsidRDefault="00276CCE" w:rsidP="002A4158">
      <w:r>
        <w:t>— </w:t>
      </w:r>
      <w:r w:rsidR="002A4158" w:rsidRPr="00DA4E77">
        <w:t>Adieu</w:t>
      </w:r>
      <w:r>
        <w:t xml:space="preserve">, </w:t>
      </w:r>
      <w:proofErr w:type="spellStart"/>
      <w:r w:rsidR="002A4158" w:rsidRPr="00DA4E77">
        <w:t>Knephao</w:t>
      </w:r>
      <w:proofErr w:type="spellEnd"/>
      <w:r>
        <w:t xml:space="preserve">, </w:t>
      </w:r>
      <w:r w:rsidR="002A4158" w:rsidRPr="00DA4E77">
        <w:t>adieu celui qui</w:t>
      </w:r>
      <w:r>
        <w:t xml:space="preserve">, </w:t>
      </w:r>
      <w:r w:rsidR="002A4158" w:rsidRPr="00DA4E77">
        <w:t>seul</w:t>
      </w:r>
      <w:r>
        <w:t xml:space="preserve">, </w:t>
      </w:r>
      <w:r w:rsidR="002A4158" w:rsidRPr="00DA4E77">
        <w:t>aurait pu sauver Atlantis</w:t>
      </w:r>
      <w:r>
        <w:t> !</w:t>
      </w:r>
    </w:p>
    <w:p w14:paraId="35C1CBA7" w14:textId="77777777" w:rsidR="00276CCE" w:rsidRDefault="00276CCE" w:rsidP="002A4158">
      <w:r>
        <w:t>— </w:t>
      </w:r>
      <w:r w:rsidR="002A4158" w:rsidRPr="00DA4E77">
        <w:t>Adieu le dernier des héros</w:t>
      </w:r>
      <w:r>
        <w:t xml:space="preserve"> ! </w:t>
      </w:r>
      <w:r w:rsidR="002A4158" w:rsidRPr="00DA4E77">
        <w:t xml:space="preserve">ajoute </w:t>
      </w:r>
      <w:proofErr w:type="spellStart"/>
      <w:r w:rsidR="002A4158" w:rsidRPr="00DA4E77">
        <w:t>Hellas</w:t>
      </w:r>
      <w:proofErr w:type="spellEnd"/>
      <w:r>
        <w:t>.</w:t>
      </w:r>
    </w:p>
    <w:p w14:paraId="5252A51B" w14:textId="77777777" w:rsidR="00276CCE" w:rsidRDefault="00276CCE" w:rsidP="002A4158">
      <w:r>
        <w:t>— </w:t>
      </w:r>
      <w:r w:rsidR="002A4158" w:rsidRPr="00DA4E77">
        <w:t>Non le dernier</w:t>
      </w:r>
      <w:r>
        <w:t xml:space="preserve">, </w:t>
      </w:r>
      <w:r w:rsidR="002A4158" w:rsidRPr="00DA4E77">
        <w:t xml:space="preserve">reprend </w:t>
      </w:r>
      <w:proofErr w:type="spellStart"/>
      <w:r w:rsidR="002A4158" w:rsidRPr="00DA4E77">
        <w:t>Gaouran</w:t>
      </w:r>
      <w:proofErr w:type="spellEnd"/>
      <w:r>
        <w:t xml:space="preserve">. </w:t>
      </w:r>
      <w:r w:rsidR="002A4158" w:rsidRPr="00DA4E77">
        <w:t>Il y en a d</w:t>
      </w:r>
      <w:r>
        <w:t>’</w:t>
      </w:r>
      <w:r w:rsidR="002A4158" w:rsidRPr="00DA4E77">
        <w:t>autres parmi vous qui accompliront bien des prouesses</w:t>
      </w:r>
      <w:r>
        <w:t> !</w:t>
      </w:r>
    </w:p>
    <w:p w14:paraId="377687E3" w14:textId="77777777" w:rsidR="00276CCE" w:rsidRDefault="002A4158" w:rsidP="002A4158">
      <w:r w:rsidRPr="00DA4E77">
        <w:t>Et</w:t>
      </w:r>
      <w:r w:rsidR="00276CCE">
        <w:t xml:space="preserve">, </w:t>
      </w:r>
      <w:r w:rsidRPr="00DA4E77">
        <w:t>pour mettre terme à cette scène de douleur</w:t>
      </w:r>
      <w:r w:rsidR="00276CCE">
        <w:t xml:space="preserve">, </w:t>
      </w:r>
      <w:r w:rsidRPr="00DA4E77">
        <w:t>dont lui-même se sent chaviré</w:t>
      </w:r>
      <w:r w:rsidR="00276CCE">
        <w:t xml:space="preserve">, </w:t>
      </w:r>
      <w:proofErr w:type="spellStart"/>
      <w:r w:rsidRPr="00DA4E77">
        <w:t>Gaouran</w:t>
      </w:r>
      <w:proofErr w:type="spellEnd"/>
      <w:r w:rsidRPr="00DA4E77">
        <w:t xml:space="preserve"> donne l</w:t>
      </w:r>
      <w:r w:rsidR="00276CCE">
        <w:t>’</w:t>
      </w:r>
      <w:r w:rsidRPr="00DA4E77">
        <w:t>ordre de murer la grotte à l</w:t>
      </w:r>
      <w:r w:rsidR="00276CCE">
        <w:t>’</w:t>
      </w:r>
      <w:r w:rsidRPr="00DA4E77">
        <w:t>aide d</w:t>
      </w:r>
      <w:r w:rsidR="00276CCE">
        <w:t>’</w:t>
      </w:r>
      <w:r w:rsidRPr="00DA4E77">
        <w:t>un large bloc de pierre que dix de ses hommes ont pe</w:t>
      </w:r>
      <w:r w:rsidRPr="00DA4E77">
        <w:t>i</w:t>
      </w:r>
      <w:r w:rsidRPr="00DA4E77">
        <w:t>ne à manier</w:t>
      </w:r>
      <w:r w:rsidR="00276CCE">
        <w:t xml:space="preserve">. </w:t>
      </w:r>
      <w:r w:rsidRPr="00DA4E77">
        <w:t>Et sur la pierre</w:t>
      </w:r>
      <w:r w:rsidR="00276CCE">
        <w:t xml:space="preserve">, </w:t>
      </w:r>
      <w:r w:rsidRPr="00DA4E77">
        <w:t xml:space="preserve">on a déjà gravé en atlante et en </w:t>
      </w:r>
      <w:proofErr w:type="spellStart"/>
      <w:r w:rsidRPr="00DA4E77">
        <w:t>basconien</w:t>
      </w:r>
      <w:proofErr w:type="spellEnd"/>
      <w:r w:rsidR="00276CCE">
        <w:t> :</w:t>
      </w:r>
    </w:p>
    <w:p w14:paraId="1A200AF1" w14:textId="4794EDE0" w:rsidR="00276CCE" w:rsidRDefault="002A4158" w:rsidP="00276CCE">
      <w:pPr>
        <w:pStyle w:val="Centr"/>
      </w:pPr>
      <w:r w:rsidRPr="00DA4E77">
        <w:t xml:space="preserve">À </w:t>
      </w:r>
      <w:proofErr w:type="spellStart"/>
      <w:r w:rsidRPr="00DA4E77">
        <w:t>KNEPHAO</w:t>
      </w:r>
      <w:proofErr w:type="spellEnd"/>
      <w:r w:rsidR="00276CCE">
        <w:t xml:space="preserve">. </w:t>
      </w:r>
      <w:r w:rsidRPr="00DA4E77">
        <w:t>PREUX SANS SOUILLURE</w:t>
      </w:r>
    </w:p>
    <w:p w14:paraId="35023BB3" w14:textId="77777777" w:rsidR="00276CCE" w:rsidRDefault="00276CCE" w:rsidP="002A4158">
      <w:r>
        <w:t>— </w:t>
      </w:r>
      <w:r w:rsidR="002A4158" w:rsidRPr="00DA4E77">
        <w:t>Merci</w:t>
      </w:r>
      <w:r>
        <w:t xml:space="preserve">, </w:t>
      </w:r>
      <w:proofErr w:type="spellStart"/>
      <w:r w:rsidR="002A4158" w:rsidRPr="00DA4E77">
        <w:t>Gaouran</w:t>
      </w:r>
      <w:proofErr w:type="spellEnd"/>
      <w:r>
        <w:t xml:space="preserve">, </w:t>
      </w:r>
      <w:r w:rsidR="002A4158" w:rsidRPr="00DA4E77">
        <w:t xml:space="preserve">fait </w:t>
      </w:r>
      <w:proofErr w:type="spellStart"/>
      <w:r w:rsidR="002A4158" w:rsidRPr="00DA4E77">
        <w:t>Hellas</w:t>
      </w:r>
      <w:proofErr w:type="spellEnd"/>
      <w:r>
        <w:t xml:space="preserve">. </w:t>
      </w:r>
      <w:r w:rsidR="002A4158" w:rsidRPr="00DA4E77">
        <w:t>Il ne pouvait rêver plus be</w:t>
      </w:r>
      <w:r w:rsidR="002A4158" w:rsidRPr="00DA4E77">
        <w:t>l</w:t>
      </w:r>
      <w:r w:rsidR="002A4158" w:rsidRPr="00DA4E77">
        <w:t>les funérailles</w:t>
      </w:r>
      <w:r>
        <w:t>.</w:t>
      </w:r>
    </w:p>
    <w:p w14:paraId="267199AF" w14:textId="77777777" w:rsidR="00276CCE" w:rsidRDefault="00276CCE" w:rsidP="002A4158">
      <w:r>
        <w:t>— </w:t>
      </w:r>
      <w:r w:rsidR="002A4158" w:rsidRPr="00DA4E77">
        <w:t>Il les méritait</w:t>
      </w:r>
      <w:r>
        <w:t xml:space="preserve">, </w:t>
      </w:r>
      <w:r w:rsidR="002A4158" w:rsidRPr="00DA4E77">
        <w:t xml:space="preserve">répond </w:t>
      </w:r>
      <w:proofErr w:type="spellStart"/>
      <w:r w:rsidR="002A4158" w:rsidRPr="00DA4E77">
        <w:t>Gaouran</w:t>
      </w:r>
      <w:proofErr w:type="spellEnd"/>
      <w:r>
        <w:t xml:space="preserve">. </w:t>
      </w:r>
      <w:r w:rsidR="002A4158" w:rsidRPr="00DA4E77">
        <w:t>Lui seul a su nous vai</w:t>
      </w:r>
      <w:r w:rsidR="002A4158" w:rsidRPr="00DA4E77">
        <w:t>n</w:t>
      </w:r>
      <w:r w:rsidR="002A4158" w:rsidRPr="00DA4E77">
        <w:t>cre</w:t>
      </w:r>
      <w:r>
        <w:t> !</w:t>
      </w:r>
    </w:p>
    <w:p w14:paraId="755E692F" w14:textId="77777777" w:rsidR="00276CCE" w:rsidRDefault="002A4158" w:rsidP="002A4158">
      <w:r w:rsidRPr="00DA4E77">
        <w:lastRenderedPageBreak/>
        <w:t>Puis s</w:t>
      </w:r>
      <w:r w:rsidR="00276CCE">
        <w:t>’</w:t>
      </w:r>
      <w:r w:rsidRPr="00DA4E77">
        <w:t>adressant aux Atlantes</w:t>
      </w:r>
      <w:r w:rsidR="00276CCE">
        <w:t xml:space="preserve">, </w:t>
      </w:r>
      <w:r w:rsidRPr="00DA4E77">
        <w:t>restés comme anéantis d</w:t>
      </w:r>
      <w:r w:rsidRPr="00DA4E77">
        <w:t>e</w:t>
      </w:r>
      <w:r w:rsidRPr="00DA4E77">
        <w:t>vant la tombe close</w:t>
      </w:r>
      <w:r w:rsidR="00276CCE">
        <w:t> :</w:t>
      </w:r>
    </w:p>
    <w:p w14:paraId="190F0EED" w14:textId="77777777" w:rsidR="00276CCE" w:rsidRDefault="00276CCE" w:rsidP="002A4158">
      <w:r>
        <w:t>— </w:t>
      </w:r>
      <w:r w:rsidR="002A4158" w:rsidRPr="00DA4E77">
        <w:t>Fils d</w:t>
      </w:r>
      <w:r>
        <w:t>’</w:t>
      </w:r>
      <w:r w:rsidR="002A4158" w:rsidRPr="00DA4E77">
        <w:t>Atlantis</w:t>
      </w:r>
      <w:r>
        <w:t xml:space="preserve">, </w:t>
      </w:r>
      <w:r w:rsidR="002A4158" w:rsidRPr="00DA4E77">
        <w:t>allons</w:t>
      </w:r>
      <w:r>
        <w:t xml:space="preserve">, </w:t>
      </w:r>
      <w:r w:rsidR="002A4158" w:rsidRPr="00DA4E77">
        <w:t>ne pleurons plus</w:t>
      </w:r>
      <w:r>
        <w:t xml:space="preserve">. </w:t>
      </w:r>
      <w:proofErr w:type="spellStart"/>
      <w:r w:rsidR="002A4158" w:rsidRPr="00DA4E77">
        <w:t>Knephao</w:t>
      </w:r>
      <w:proofErr w:type="spellEnd"/>
      <w:r w:rsidR="002A4158" w:rsidRPr="00DA4E77">
        <w:t xml:space="preserve"> lui-même nous l</w:t>
      </w:r>
      <w:r>
        <w:t>’</w:t>
      </w:r>
      <w:r w:rsidR="002A4158" w:rsidRPr="00DA4E77">
        <w:t>eût interdit</w:t>
      </w:r>
      <w:r>
        <w:t xml:space="preserve">. </w:t>
      </w:r>
      <w:r w:rsidR="002A4158" w:rsidRPr="00DA4E77">
        <w:t>Grand soldat</w:t>
      </w:r>
      <w:r>
        <w:t xml:space="preserve">, </w:t>
      </w:r>
      <w:r w:rsidR="002A4158" w:rsidRPr="00DA4E77">
        <w:t>il avait pour métier de mourir</w:t>
      </w:r>
      <w:r>
        <w:t xml:space="preserve">. </w:t>
      </w:r>
      <w:r w:rsidR="002A4158" w:rsidRPr="00DA4E77">
        <w:t>Il a fait son métier magnifiquement</w:t>
      </w:r>
      <w:r>
        <w:t xml:space="preserve">, </w:t>
      </w:r>
      <w:r w:rsidR="002A4158" w:rsidRPr="00DA4E77">
        <w:t>et comme il aimait à le répéter tant de fois dans sa tranquille bonhomie</w:t>
      </w:r>
      <w:r>
        <w:t xml:space="preserve"> : </w:t>
      </w:r>
      <w:r w:rsidR="002A4158" w:rsidRPr="00DA4E77">
        <w:t>il faut bien que tout le monde meure</w:t>
      </w:r>
      <w:r>
        <w:t> !</w:t>
      </w:r>
    </w:p>
    <w:p w14:paraId="631ACDFE" w14:textId="77777777" w:rsidR="00276CCE" w:rsidRDefault="00276CCE" w:rsidP="002A4158">
      <w:r>
        <w:t>— </w:t>
      </w:r>
      <w:r w:rsidR="002A4158" w:rsidRPr="00DA4E77">
        <w:t>Même les mondes</w:t>
      </w:r>
      <w:r>
        <w:t xml:space="preserve"> !… </w:t>
      </w:r>
      <w:r w:rsidR="002A4158" w:rsidRPr="00DA4E77">
        <w:t xml:space="preserve">soupire </w:t>
      </w:r>
      <w:proofErr w:type="spellStart"/>
      <w:r w:rsidR="002A4158" w:rsidRPr="00DA4E77">
        <w:t>Oréus</w:t>
      </w:r>
      <w:proofErr w:type="spellEnd"/>
      <w:r>
        <w:t>.</w:t>
      </w:r>
    </w:p>
    <w:p w14:paraId="17CCDFEB" w14:textId="77777777" w:rsidR="00276CCE" w:rsidRDefault="00276CCE" w:rsidP="002A4158">
      <w:r>
        <w:t>— </w:t>
      </w:r>
      <w:r w:rsidR="002A4158" w:rsidRPr="00DA4E77">
        <w:t>Un monde meurt</w:t>
      </w:r>
      <w:r>
        <w:t xml:space="preserve">, </w:t>
      </w:r>
      <w:r w:rsidR="002A4158" w:rsidRPr="00DA4E77">
        <w:t>un monde naît</w:t>
      </w:r>
      <w:r>
        <w:t xml:space="preserve">, </w:t>
      </w:r>
      <w:r w:rsidR="002A4158" w:rsidRPr="00DA4E77">
        <w:t xml:space="preserve">réplique </w:t>
      </w:r>
      <w:proofErr w:type="spellStart"/>
      <w:r w:rsidR="002A4158" w:rsidRPr="00DA4E77">
        <w:t>Gaouran</w:t>
      </w:r>
      <w:proofErr w:type="spellEnd"/>
      <w:r w:rsidR="002A4158" w:rsidRPr="00DA4E77">
        <w:t xml:space="preserve"> dont la sérénité est revenue</w:t>
      </w:r>
      <w:r>
        <w:t>.</w:t>
      </w:r>
    </w:p>
    <w:p w14:paraId="6950F531" w14:textId="77777777" w:rsidR="00276CCE" w:rsidRDefault="00276CCE" w:rsidP="002A4158">
      <w:r>
        <w:t>— </w:t>
      </w:r>
      <w:r w:rsidR="002A4158" w:rsidRPr="00DA4E77">
        <w:t>Et tout recommence</w:t>
      </w:r>
      <w:r>
        <w:t xml:space="preserve"> ! </w:t>
      </w:r>
      <w:r w:rsidR="002A4158" w:rsidRPr="00DA4E77">
        <w:t xml:space="preserve">achève </w:t>
      </w:r>
      <w:proofErr w:type="spellStart"/>
      <w:r w:rsidR="002A4158" w:rsidRPr="00DA4E77">
        <w:t>Hellas</w:t>
      </w:r>
      <w:proofErr w:type="spellEnd"/>
      <w:r w:rsidR="002A4158" w:rsidRPr="00DA4E77">
        <w:t xml:space="preserve"> qui</w:t>
      </w:r>
      <w:r>
        <w:t xml:space="preserve">, </w:t>
      </w:r>
      <w:r w:rsidR="002A4158" w:rsidRPr="00DA4E77">
        <w:t>d</w:t>
      </w:r>
      <w:r>
        <w:t>’</w:t>
      </w:r>
      <w:r w:rsidR="002A4158" w:rsidRPr="00DA4E77">
        <w:t>un geste bru</w:t>
      </w:r>
      <w:r w:rsidR="002A4158" w:rsidRPr="00DA4E77">
        <w:t>s</w:t>
      </w:r>
      <w:r w:rsidR="002A4158" w:rsidRPr="00DA4E77">
        <w:t>que et résolu</w:t>
      </w:r>
      <w:r>
        <w:t xml:space="preserve">, </w:t>
      </w:r>
      <w:r w:rsidR="002A4158" w:rsidRPr="00DA4E77">
        <w:t>s</w:t>
      </w:r>
      <w:r>
        <w:t>’</w:t>
      </w:r>
      <w:r w:rsidR="002A4158" w:rsidRPr="00DA4E77">
        <w:t xml:space="preserve">arrache à la contemplation mélancolique de la pierre éloquente derrière laquelle </w:t>
      </w:r>
      <w:proofErr w:type="spellStart"/>
      <w:r w:rsidR="002A4158" w:rsidRPr="00DA4E77">
        <w:t>Knephao</w:t>
      </w:r>
      <w:proofErr w:type="spellEnd"/>
      <w:r w:rsidR="002A4158" w:rsidRPr="00DA4E77">
        <w:t xml:space="preserve"> dort pour toujours</w:t>
      </w:r>
      <w:r>
        <w:t>.</w:t>
      </w:r>
    </w:p>
    <w:p w14:paraId="354E9FEB" w14:textId="77777777" w:rsidR="00276CCE" w:rsidRDefault="00276CCE" w:rsidP="002A4158">
      <w:r>
        <w:t>— </w:t>
      </w:r>
      <w:r w:rsidR="002A4158" w:rsidRPr="00DA4E77">
        <w:t>Allons</w:t>
      </w:r>
      <w:r>
        <w:t xml:space="preserve">, </w:t>
      </w:r>
      <w:r w:rsidR="002A4158" w:rsidRPr="00DA4E77">
        <w:t>mes enfants</w:t>
      </w:r>
      <w:r>
        <w:t xml:space="preserve">, </w:t>
      </w:r>
      <w:r w:rsidR="002A4158" w:rsidRPr="00DA4E77">
        <w:t xml:space="preserve">reprend </w:t>
      </w:r>
      <w:proofErr w:type="spellStart"/>
      <w:r w:rsidR="002A4158" w:rsidRPr="00DA4E77">
        <w:t>Gaouran</w:t>
      </w:r>
      <w:proofErr w:type="spellEnd"/>
      <w:r w:rsidR="002A4158" w:rsidRPr="00DA4E77">
        <w:t xml:space="preserve"> qui veut réagir</w:t>
      </w:r>
      <w:r>
        <w:t xml:space="preserve">, </w:t>
      </w:r>
      <w:r w:rsidR="002A4158" w:rsidRPr="00DA4E77">
        <w:t>notre vaisseau ce soir sera prêt à démarrer</w:t>
      </w:r>
      <w:r>
        <w:t xml:space="preserve">. </w:t>
      </w:r>
      <w:r w:rsidR="002A4158" w:rsidRPr="00DA4E77">
        <w:t>En attendant</w:t>
      </w:r>
      <w:r>
        <w:t xml:space="preserve">, </w:t>
      </w:r>
      <w:r w:rsidR="002A4158" w:rsidRPr="00DA4E77">
        <w:t>si vous mangiez un peu</w:t>
      </w:r>
      <w:r>
        <w:t xml:space="preserve">, </w:t>
      </w:r>
      <w:r w:rsidR="002A4158" w:rsidRPr="00DA4E77">
        <w:t>vous devez mourir de faim</w:t>
      </w:r>
      <w:r>
        <w:t> ?</w:t>
      </w:r>
    </w:p>
    <w:p w14:paraId="6BF52AB7" w14:textId="77777777" w:rsidR="00276CCE" w:rsidRDefault="00276CCE" w:rsidP="00276CCE">
      <w:pPr>
        <w:pStyle w:val="Titre2"/>
        <w:rPr>
          <w:i/>
        </w:rPr>
      </w:pPr>
      <w:bookmarkStart w:id="70" w:name="_Toc194842056"/>
      <w:r w:rsidRPr="00DA4E77">
        <w:lastRenderedPageBreak/>
        <w:t>Scène</w:t>
      </w:r>
      <w:r>
        <w:t> </w:t>
      </w:r>
      <w:r w:rsidRPr="00DA4E77">
        <w:t>IX</w:t>
      </w:r>
      <w:r>
        <w:t xml:space="preserve">. – </w:t>
      </w:r>
      <w:r w:rsidR="002A4158" w:rsidRPr="00DA4E77">
        <w:rPr>
          <w:i/>
        </w:rPr>
        <w:t>Le repas</w:t>
      </w:r>
      <w:r>
        <w:rPr>
          <w:i/>
        </w:rPr>
        <w:t>.</w:t>
      </w:r>
      <w:bookmarkEnd w:id="70"/>
    </w:p>
    <w:p w14:paraId="0EA9AC00" w14:textId="77777777" w:rsidR="00276CCE" w:rsidRDefault="002A4158" w:rsidP="002A4158">
      <w:r w:rsidRPr="00DA4E77">
        <w:t>Alors</w:t>
      </w:r>
      <w:r w:rsidR="00276CCE">
        <w:t xml:space="preserve">, </w:t>
      </w:r>
      <w:r w:rsidRPr="00DA4E77">
        <w:t>donnant l</w:t>
      </w:r>
      <w:r w:rsidR="00276CCE">
        <w:t>’</w:t>
      </w:r>
      <w:r w:rsidRPr="00DA4E77">
        <w:t>exemple</w:t>
      </w:r>
      <w:r w:rsidR="00276CCE">
        <w:t xml:space="preserve">, </w:t>
      </w:r>
      <w:r w:rsidRPr="00DA4E77">
        <w:t>il marche à grands pas vers un amas de rochers</w:t>
      </w:r>
      <w:r w:rsidR="00276CCE">
        <w:t xml:space="preserve">, </w:t>
      </w:r>
      <w:r w:rsidRPr="00DA4E77">
        <w:t>dans une espèce de cirque ombreux et frais où jadis les Atlantes allaient s</w:t>
      </w:r>
      <w:r w:rsidR="00276CCE">
        <w:t>’</w:t>
      </w:r>
      <w:r w:rsidRPr="00DA4E77">
        <w:t>étendre sur le sable</w:t>
      </w:r>
      <w:r w:rsidR="00276CCE">
        <w:t xml:space="preserve">, </w:t>
      </w:r>
      <w:r w:rsidRPr="00DA4E77">
        <w:t>après le bain</w:t>
      </w:r>
      <w:r w:rsidR="00276CCE">
        <w:t xml:space="preserve">. </w:t>
      </w:r>
      <w:r w:rsidRPr="00DA4E77">
        <w:t>Là</w:t>
      </w:r>
      <w:r w:rsidR="00276CCE">
        <w:t xml:space="preserve">, </w:t>
      </w:r>
      <w:r w:rsidRPr="00DA4E77">
        <w:t>ils trouvent sur des blocs de pierre quelques plats</w:t>
      </w:r>
      <w:r w:rsidR="00276CCE">
        <w:t xml:space="preserve">, </w:t>
      </w:r>
      <w:r w:rsidRPr="00DA4E77">
        <w:t>quelques écuelles</w:t>
      </w:r>
      <w:r w:rsidR="00276CCE">
        <w:t xml:space="preserve">, </w:t>
      </w:r>
      <w:r w:rsidRPr="00DA4E77">
        <w:t>quelques coupes</w:t>
      </w:r>
      <w:r w:rsidR="00276CCE">
        <w:t xml:space="preserve">, </w:t>
      </w:r>
      <w:r w:rsidRPr="00DA4E77">
        <w:t>tout un petit repas préparé</w:t>
      </w:r>
      <w:r w:rsidR="00276CCE">
        <w:t xml:space="preserve"> ; </w:t>
      </w:r>
      <w:r w:rsidRPr="00DA4E77">
        <w:t>une odeur de pain frais et de fruits savoureux vient caresser les n</w:t>
      </w:r>
      <w:r w:rsidRPr="00DA4E77">
        <w:t>a</w:t>
      </w:r>
      <w:r w:rsidRPr="00DA4E77">
        <w:t>rines de ces pauvres survivants restés sans manger et sans boire depuis la veille</w:t>
      </w:r>
      <w:r w:rsidR="00276CCE">
        <w:t>.</w:t>
      </w:r>
    </w:p>
    <w:p w14:paraId="701163FE" w14:textId="77777777" w:rsidR="00276CCE" w:rsidRDefault="002A4158" w:rsidP="002A4158">
      <w:r w:rsidRPr="00DA4E77">
        <w:t>Et s</w:t>
      </w:r>
      <w:r w:rsidR="00276CCE">
        <w:t>’</w:t>
      </w:r>
      <w:r w:rsidRPr="00DA4E77">
        <w:t>en allant de groupe en groupe</w:t>
      </w:r>
      <w:r w:rsidR="00276CCE">
        <w:t xml:space="preserve">, </w:t>
      </w:r>
      <w:proofErr w:type="spellStart"/>
      <w:r w:rsidRPr="00DA4E77">
        <w:t>Gaouran</w:t>
      </w:r>
      <w:proofErr w:type="spellEnd"/>
      <w:r w:rsidRPr="00DA4E77">
        <w:t xml:space="preserve"> et </w:t>
      </w:r>
      <w:proofErr w:type="spellStart"/>
      <w:r w:rsidRPr="00DA4E77">
        <w:t>Xambo</w:t>
      </w:r>
      <w:proofErr w:type="spellEnd"/>
      <w:r w:rsidRPr="00DA4E77">
        <w:t xml:space="preserve"> di</w:t>
      </w:r>
      <w:r w:rsidRPr="00DA4E77">
        <w:t>s</w:t>
      </w:r>
      <w:r w:rsidRPr="00DA4E77">
        <w:t>tribuent à chacun des galettes blanches à croûte dorée qu</w:t>
      </w:r>
      <w:r w:rsidR="00276CCE">
        <w:t>’</w:t>
      </w:r>
      <w:r w:rsidRPr="00DA4E77">
        <w:t>on vient d</w:t>
      </w:r>
      <w:r w:rsidR="00276CCE">
        <w:t>’</w:t>
      </w:r>
      <w:r w:rsidRPr="00DA4E77">
        <w:t>apporter toutes fraîches et de petites terrines contenant des viandes confites</w:t>
      </w:r>
      <w:r w:rsidR="00276CCE">
        <w:t xml:space="preserve">, </w:t>
      </w:r>
      <w:r w:rsidRPr="00DA4E77">
        <w:t xml:space="preserve">tandis que </w:t>
      </w:r>
      <w:proofErr w:type="spellStart"/>
      <w:r w:rsidRPr="00DA4E77">
        <w:t>Buxo</w:t>
      </w:r>
      <w:proofErr w:type="spellEnd"/>
      <w:r w:rsidRPr="00DA4E77">
        <w:t xml:space="preserve"> verse du vin</w:t>
      </w:r>
      <w:r w:rsidR="00276CCE">
        <w:t>.</w:t>
      </w:r>
    </w:p>
    <w:p w14:paraId="416AC969" w14:textId="77777777" w:rsidR="00276CCE" w:rsidRDefault="00276CCE" w:rsidP="002A4158">
      <w:r>
        <w:t>— </w:t>
      </w:r>
      <w:r w:rsidR="002A4158" w:rsidRPr="00AF7F49">
        <w:rPr>
          <w:lang w:val="nl-NL"/>
        </w:rPr>
        <w:t>Oh</w:t>
      </w:r>
      <w:r>
        <w:rPr>
          <w:lang w:val="nl-NL"/>
        </w:rPr>
        <w:t xml:space="preserve"> ! </w:t>
      </w:r>
      <w:proofErr w:type="spellStart"/>
      <w:r w:rsidR="002A4158" w:rsidRPr="00AF7F49">
        <w:rPr>
          <w:lang w:val="nl-NL"/>
        </w:rPr>
        <w:t>ce</w:t>
      </w:r>
      <w:proofErr w:type="spellEnd"/>
      <w:r w:rsidR="002A4158" w:rsidRPr="00AF7F49">
        <w:rPr>
          <w:lang w:val="nl-NL"/>
        </w:rPr>
        <w:t xml:space="preserve"> vin</w:t>
      </w:r>
      <w:r>
        <w:rPr>
          <w:lang w:val="nl-NL"/>
        </w:rPr>
        <w:t xml:space="preserve"> ! </w:t>
      </w:r>
      <w:r w:rsidR="002A4158" w:rsidRPr="00AF7F49">
        <w:rPr>
          <w:lang w:val="nl-NL"/>
        </w:rPr>
        <w:t xml:space="preserve">dit </w:t>
      </w:r>
      <w:proofErr w:type="spellStart"/>
      <w:r w:rsidR="002A4158" w:rsidRPr="00AF7F49">
        <w:rPr>
          <w:lang w:val="nl-NL"/>
        </w:rPr>
        <w:t>Hermos</w:t>
      </w:r>
      <w:proofErr w:type="spellEnd"/>
      <w:r>
        <w:rPr>
          <w:lang w:val="nl-NL"/>
        </w:rPr>
        <w:t xml:space="preserve">. </w:t>
      </w:r>
      <w:r w:rsidR="002A4158" w:rsidRPr="00DA4E77">
        <w:t>Voici</w:t>
      </w:r>
      <w:r>
        <w:t xml:space="preserve">, </w:t>
      </w:r>
      <w:proofErr w:type="spellStart"/>
      <w:r w:rsidR="002A4158" w:rsidRPr="00DA4E77">
        <w:t>Xanthès</w:t>
      </w:r>
      <w:proofErr w:type="spellEnd"/>
      <w:r>
        <w:t xml:space="preserve">, </w:t>
      </w:r>
      <w:r w:rsidR="002A4158" w:rsidRPr="00DA4E77">
        <w:t>qui vaut infin</w:t>
      </w:r>
      <w:r w:rsidR="002A4158" w:rsidRPr="00DA4E77">
        <w:t>i</w:t>
      </w:r>
      <w:r w:rsidR="002A4158" w:rsidRPr="00DA4E77">
        <w:t>ment mieux que tous les vins étrusques célébrés dans tes vers</w:t>
      </w:r>
      <w:r>
        <w:t> !</w:t>
      </w:r>
    </w:p>
    <w:p w14:paraId="5C572E12" w14:textId="77777777" w:rsidR="00276CCE" w:rsidRDefault="00276CCE" w:rsidP="002A4158">
      <w:r>
        <w:t>— </w:t>
      </w:r>
      <w:r w:rsidR="002A4158" w:rsidRPr="00DA4E77">
        <w:t>C</w:t>
      </w:r>
      <w:r>
        <w:t>’</w:t>
      </w:r>
      <w:r w:rsidR="002A4158" w:rsidRPr="00DA4E77">
        <w:t>est notre vin de chaque jour</w:t>
      </w:r>
      <w:r>
        <w:t xml:space="preserve">, </w:t>
      </w:r>
      <w:r w:rsidR="002A4158" w:rsidRPr="00DA4E77">
        <w:t xml:space="preserve">répond </w:t>
      </w:r>
      <w:proofErr w:type="spellStart"/>
      <w:r w:rsidR="002A4158" w:rsidRPr="00DA4E77">
        <w:t>Gaouran</w:t>
      </w:r>
      <w:proofErr w:type="spellEnd"/>
      <w:r w:rsidR="002A4158" w:rsidRPr="00DA4E77">
        <w:t xml:space="preserve"> avec m</w:t>
      </w:r>
      <w:r w:rsidR="002A4158" w:rsidRPr="00DA4E77">
        <w:t>o</w:t>
      </w:r>
      <w:r w:rsidR="002A4158" w:rsidRPr="00DA4E77">
        <w:t>destie</w:t>
      </w:r>
      <w:r>
        <w:t xml:space="preserve">. </w:t>
      </w:r>
      <w:r w:rsidR="002A4158" w:rsidRPr="00DA4E77">
        <w:t>Nous le récoltons sur les collines qui longent le fleuve Garo</w:t>
      </w:r>
      <w:r>
        <w:t>.</w:t>
      </w:r>
    </w:p>
    <w:p w14:paraId="71DD87C6" w14:textId="77777777" w:rsidR="00276CCE" w:rsidRDefault="002A4158" w:rsidP="002A4158">
      <w:r w:rsidRPr="00DA4E77">
        <w:t>Miraculeux retour de la nature humaine</w:t>
      </w:r>
      <w:r w:rsidR="00276CCE">
        <w:t xml:space="preserve"> ! </w:t>
      </w:r>
      <w:r w:rsidRPr="00DA4E77">
        <w:t>Ces gens qui viennent d</w:t>
      </w:r>
      <w:r w:rsidR="00276CCE">
        <w:t>’</w:t>
      </w:r>
      <w:r w:rsidRPr="00DA4E77">
        <w:t>assister</w:t>
      </w:r>
      <w:r w:rsidR="00276CCE">
        <w:t xml:space="preserve">, </w:t>
      </w:r>
      <w:r w:rsidRPr="00DA4E77">
        <w:t>témoins et victimes</w:t>
      </w:r>
      <w:r w:rsidR="00276CCE">
        <w:t xml:space="preserve">, </w:t>
      </w:r>
      <w:r w:rsidRPr="00DA4E77">
        <w:t>au plus effroyable des cataclysmes</w:t>
      </w:r>
      <w:r w:rsidR="00276CCE">
        <w:t xml:space="preserve">, </w:t>
      </w:r>
      <w:r w:rsidRPr="00DA4E77">
        <w:t>ces gens qui</w:t>
      </w:r>
      <w:r w:rsidR="00276CCE">
        <w:t xml:space="preserve">, </w:t>
      </w:r>
      <w:r w:rsidRPr="00DA4E77">
        <w:t>tout à l</w:t>
      </w:r>
      <w:r w:rsidR="00276CCE">
        <w:t>’</w:t>
      </w:r>
      <w:r w:rsidRPr="00DA4E77">
        <w:t>heure encore</w:t>
      </w:r>
      <w:r w:rsidR="00276CCE">
        <w:t xml:space="preserve">, </w:t>
      </w:r>
      <w:r w:rsidRPr="00DA4E77">
        <w:t>pleuraient au tombeau de leur héros bien-aimé</w:t>
      </w:r>
      <w:r w:rsidR="00276CCE">
        <w:t xml:space="preserve">, </w:t>
      </w:r>
      <w:r w:rsidRPr="00DA4E77">
        <w:t>les voici qui s</w:t>
      </w:r>
      <w:r w:rsidR="00276CCE">
        <w:t>’</w:t>
      </w:r>
      <w:r w:rsidRPr="00DA4E77">
        <w:t>abandonnent graduellement à l</w:t>
      </w:r>
      <w:r w:rsidR="00276CCE">
        <w:t>’</w:t>
      </w:r>
      <w:r w:rsidRPr="00DA4E77">
        <w:t>envahissement de la joie physique et qui se laissent entraîner vers une espérance nouvelle par l</w:t>
      </w:r>
      <w:r w:rsidR="00276CCE">
        <w:t>’</w:t>
      </w:r>
      <w:r w:rsidRPr="00DA4E77">
        <w:t>infatigable animateur leur apportant dans ses paroles et dans ses gestes toute l</w:t>
      </w:r>
      <w:r w:rsidR="00276CCE">
        <w:t>’</w:t>
      </w:r>
      <w:r w:rsidRPr="00DA4E77">
        <w:t>âme de son heureux pays</w:t>
      </w:r>
      <w:r w:rsidR="00276CCE">
        <w:t>.</w:t>
      </w:r>
    </w:p>
    <w:p w14:paraId="78D1A668" w14:textId="77777777" w:rsidR="00276CCE" w:rsidRDefault="00276CCE" w:rsidP="002A4158">
      <w:r>
        <w:lastRenderedPageBreak/>
        <w:t>— </w:t>
      </w:r>
      <w:proofErr w:type="spellStart"/>
      <w:r w:rsidR="002A4158" w:rsidRPr="00DA4E77">
        <w:t>Gaouran</w:t>
      </w:r>
      <w:proofErr w:type="spellEnd"/>
      <w:r>
        <w:t xml:space="preserve">, </w:t>
      </w:r>
      <w:r w:rsidR="002A4158" w:rsidRPr="00DA4E77">
        <w:t>ô tentateur</w:t>
      </w:r>
      <w:r>
        <w:t xml:space="preserve">, </w:t>
      </w:r>
      <w:r w:rsidR="002A4158" w:rsidRPr="00DA4E77">
        <w:t xml:space="preserve">dit </w:t>
      </w:r>
      <w:proofErr w:type="spellStart"/>
      <w:r w:rsidR="002A4158" w:rsidRPr="00DA4E77">
        <w:t>Xanthès</w:t>
      </w:r>
      <w:proofErr w:type="spellEnd"/>
      <w:r>
        <w:t xml:space="preserve">, </w:t>
      </w:r>
      <w:r w:rsidR="002A4158" w:rsidRPr="00DA4E77">
        <w:t>pourquoi nous e</w:t>
      </w:r>
      <w:r w:rsidR="002A4158" w:rsidRPr="00DA4E77">
        <w:t>n</w:t>
      </w:r>
      <w:r w:rsidR="002A4158" w:rsidRPr="00DA4E77">
        <w:t>chanter de tes boissons magiques</w:t>
      </w:r>
      <w:r>
        <w:t xml:space="preserve"> ? </w:t>
      </w:r>
      <w:r w:rsidR="002A4158" w:rsidRPr="00DA4E77">
        <w:t>Tu veux donc nous forcer d</w:t>
      </w:r>
      <w:r>
        <w:t>’</w:t>
      </w:r>
      <w:r w:rsidR="002A4158" w:rsidRPr="00DA4E77">
        <w:t>oublier Atlantis</w:t>
      </w:r>
      <w:r>
        <w:t> ?</w:t>
      </w:r>
    </w:p>
    <w:p w14:paraId="309FAF16" w14:textId="77777777" w:rsidR="00276CCE" w:rsidRDefault="00276CCE" w:rsidP="002A4158">
      <w:r>
        <w:t>— </w:t>
      </w:r>
      <w:r w:rsidR="002A4158" w:rsidRPr="00DA4E77">
        <w:t>Et quel courage il me faudra</w:t>
      </w:r>
      <w:r>
        <w:t xml:space="preserve">, </w:t>
      </w:r>
      <w:r w:rsidR="002A4158" w:rsidRPr="00DA4E77">
        <w:t xml:space="preserve">ajoute </w:t>
      </w:r>
      <w:proofErr w:type="spellStart"/>
      <w:r w:rsidR="002A4158" w:rsidRPr="00DA4E77">
        <w:t>Hellas</w:t>
      </w:r>
      <w:proofErr w:type="spellEnd"/>
      <w:r>
        <w:t xml:space="preserve">, </w:t>
      </w:r>
      <w:r w:rsidR="002A4158" w:rsidRPr="00DA4E77">
        <w:t>pour quitter ton pays et m</w:t>
      </w:r>
      <w:r>
        <w:t>’</w:t>
      </w:r>
      <w:r w:rsidR="002A4158" w:rsidRPr="00DA4E77">
        <w:t>en aller chez les Pélasges</w:t>
      </w:r>
      <w:r>
        <w:t> !</w:t>
      </w:r>
    </w:p>
    <w:p w14:paraId="75D9CF0B" w14:textId="77777777" w:rsidR="00276CCE" w:rsidRDefault="00276CCE" w:rsidP="002A4158">
      <w:r>
        <w:t>— </w:t>
      </w:r>
      <w:r w:rsidR="002A4158" w:rsidRPr="00DA4E77">
        <w:t>N</w:t>
      </w:r>
      <w:r>
        <w:t>’</w:t>
      </w:r>
      <w:r w:rsidR="002A4158" w:rsidRPr="00DA4E77">
        <w:t>y va donc pas et reste avec nous</w:t>
      </w:r>
      <w:r>
        <w:t xml:space="preserve"> ; </w:t>
      </w:r>
      <w:r w:rsidR="002A4158" w:rsidRPr="00DA4E77">
        <w:t>où vivras-tu plus heureux</w:t>
      </w:r>
      <w:r>
        <w:t> ?</w:t>
      </w:r>
    </w:p>
    <w:p w14:paraId="607A26F3" w14:textId="77777777" w:rsidR="00276CCE" w:rsidRDefault="00276CCE" w:rsidP="002A4158">
      <w:r>
        <w:t>— </w:t>
      </w:r>
      <w:r w:rsidR="002A4158" w:rsidRPr="00DA4E77">
        <w:t>Et mon œuvre</w:t>
      </w:r>
      <w:r>
        <w:t> ?</w:t>
      </w:r>
    </w:p>
    <w:p w14:paraId="14EDB019" w14:textId="77777777" w:rsidR="00276CCE" w:rsidRDefault="00276CCE" w:rsidP="002A4158">
      <w:r>
        <w:t>— </w:t>
      </w:r>
      <w:r w:rsidR="002A4158" w:rsidRPr="00DA4E77">
        <w:t>Quelle œuvre</w:t>
      </w:r>
      <w:r>
        <w:t> ?</w:t>
      </w:r>
    </w:p>
    <w:p w14:paraId="1C3D669D" w14:textId="77777777" w:rsidR="00276CCE" w:rsidRDefault="00276CCE" w:rsidP="002A4158">
      <w:r>
        <w:t>— </w:t>
      </w:r>
      <w:r w:rsidR="002A4158" w:rsidRPr="00DA4E77">
        <w:t>L</w:t>
      </w:r>
      <w:r>
        <w:t>’</w:t>
      </w:r>
      <w:r w:rsidR="002A4158" w:rsidRPr="00DA4E77">
        <w:t>Empire à refaire</w:t>
      </w:r>
      <w:r>
        <w:t>.</w:t>
      </w:r>
    </w:p>
    <w:p w14:paraId="738DCE11" w14:textId="77777777" w:rsidR="00276CCE" w:rsidRDefault="00276CCE" w:rsidP="002A4158">
      <w:r>
        <w:t>— </w:t>
      </w:r>
      <w:r w:rsidR="002A4158" w:rsidRPr="00DA4E77">
        <w:t>Fou</w:t>
      </w:r>
      <w:r>
        <w:t xml:space="preserve"> ! </w:t>
      </w:r>
      <w:r w:rsidR="002A4158" w:rsidRPr="00DA4E77">
        <w:t>s</w:t>
      </w:r>
      <w:r>
        <w:t>’</w:t>
      </w:r>
      <w:r w:rsidR="002A4158" w:rsidRPr="00DA4E77">
        <w:t xml:space="preserve">exclame </w:t>
      </w:r>
      <w:proofErr w:type="spellStart"/>
      <w:r w:rsidR="002A4158" w:rsidRPr="00DA4E77">
        <w:t>Gaouran</w:t>
      </w:r>
      <w:proofErr w:type="spellEnd"/>
      <w:r>
        <w:t xml:space="preserve">. </w:t>
      </w:r>
      <w:r w:rsidR="002A4158" w:rsidRPr="00DA4E77">
        <w:t>Plus fou qu</w:t>
      </w:r>
      <w:r>
        <w:t>’</w:t>
      </w:r>
      <w:r w:rsidR="002A4158" w:rsidRPr="00DA4E77">
        <w:t>un amoureux ou qu</w:t>
      </w:r>
      <w:r>
        <w:t>’</w:t>
      </w:r>
      <w:r w:rsidR="002A4158" w:rsidRPr="00DA4E77">
        <w:t>un joueur de sistre</w:t>
      </w:r>
      <w:r>
        <w:t xml:space="preserve"> ! </w:t>
      </w:r>
      <w:r w:rsidR="002A4158" w:rsidRPr="00DA4E77">
        <w:t>Quel besoin as-tu de fonder un empire pour qu</w:t>
      </w:r>
      <w:r>
        <w:t>’</w:t>
      </w:r>
      <w:r w:rsidR="002A4158" w:rsidRPr="00DA4E77">
        <w:t>il s</w:t>
      </w:r>
      <w:r>
        <w:t>’</w:t>
      </w:r>
      <w:r w:rsidR="002A4158" w:rsidRPr="00DA4E77">
        <w:t>écroule un jour comme celui d</w:t>
      </w:r>
      <w:r>
        <w:t>’</w:t>
      </w:r>
      <w:r w:rsidR="002A4158" w:rsidRPr="00DA4E77">
        <w:t>Atlantis</w:t>
      </w:r>
      <w:r>
        <w:t xml:space="preserve"> ? </w:t>
      </w:r>
      <w:r w:rsidR="002A4158" w:rsidRPr="00DA4E77">
        <w:t>Tu n</w:t>
      </w:r>
      <w:r>
        <w:t>’</w:t>
      </w:r>
      <w:r w:rsidR="002A4158" w:rsidRPr="00DA4E77">
        <w:t xml:space="preserve">as donc pas entendu les prédictions du grand </w:t>
      </w:r>
      <w:proofErr w:type="spellStart"/>
      <w:r w:rsidR="002A4158" w:rsidRPr="00DA4E77">
        <w:t>Oréus</w:t>
      </w:r>
      <w:proofErr w:type="spellEnd"/>
      <w:r>
        <w:t xml:space="preserve"> ? </w:t>
      </w:r>
      <w:r w:rsidR="002A4158" w:rsidRPr="00DA4E77">
        <w:t>Pauvres r</w:t>
      </w:r>
      <w:r w:rsidR="002A4158" w:rsidRPr="00DA4E77">
        <w:t>ê</w:t>
      </w:r>
      <w:r w:rsidR="002A4158" w:rsidRPr="00DA4E77">
        <w:t>veurs</w:t>
      </w:r>
      <w:r>
        <w:t xml:space="preserve"> ! </w:t>
      </w:r>
      <w:r w:rsidR="002A4158" w:rsidRPr="00DA4E77">
        <w:t>Vous voilà quelques survivants éperdus</w:t>
      </w:r>
      <w:r>
        <w:t xml:space="preserve">, </w:t>
      </w:r>
      <w:r w:rsidR="002A4158" w:rsidRPr="00DA4E77">
        <w:t>sans armes ni foyer</w:t>
      </w:r>
      <w:r>
        <w:t xml:space="preserve">, </w:t>
      </w:r>
      <w:r w:rsidR="002A4158" w:rsidRPr="00DA4E77">
        <w:t>et vous parlez encore d</w:t>
      </w:r>
      <w:r>
        <w:t>’</w:t>
      </w:r>
      <w:r w:rsidR="002A4158" w:rsidRPr="00DA4E77">
        <w:t>aller soumettre des peuples</w:t>
      </w:r>
      <w:r>
        <w:t xml:space="preserve"> ? </w:t>
      </w:r>
      <w:r w:rsidR="002A4158" w:rsidRPr="00DA4E77">
        <w:t>To</w:t>
      </w:r>
      <w:r w:rsidR="002A4158" w:rsidRPr="00DA4E77">
        <w:t>u</w:t>
      </w:r>
      <w:r w:rsidR="002A4158" w:rsidRPr="00DA4E77">
        <w:t>jours les mêmes</w:t>
      </w:r>
      <w:r>
        <w:t xml:space="preserve"> ! </w:t>
      </w:r>
      <w:r w:rsidR="002A4158" w:rsidRPr="00DA4E77">
        <w:t>Toujours les ennemis des autres</w:t>
      </w:r>
      <w:r>
        <w:t xml:space="preserve"> ! </w:t>
      </w:r>
      <w:r w:rsidR="002A4158" w:rsidRPr="00DA4E77">
        <w:t>Toujours vos propres ennemis</w:t>
      </w:r>
      <w:r>
        <w:t> !</w:t>
      </w:r>
    </w:p>
    <w:p w14:paraId="5C23F2EA" w14:textId="77777777" w:rsidR="00276CCE" w:rsidRDefault="002A4158" w:rsidP="002A4158">
      <w:r w:rsidRPr="00DA4E77">
        <w:t>Et soulevant ses larges épaules</w:t>
      </w:r>
      <w:r w:rsidR="00276CCE">
        <w:t xml:space="preserve">, </w:t>
      </w:r>
      <w:r w:rsidRPr="00DA4E77">
        <w:t>il s</w:t>
      </w:r>
      <w:r w:rsidR="00276CCE">
        <w:t>’</w:t>
      </w:r>
      <w:r w:rsidRPr="00DA4E77">
        <w:t>en retourne sans plus rien dire vers le vaisseau</w:t>
      </w:r>
      <w:r w:rsidR="00276CCE">
        <w:t>.</w:t>
      </w:r>
    </w:p>
    <w:p w14:paraId="0ACC5CA2" w14:textId="77777777" w:rsidR="00276CCE" w:rsidRDefault="002A4158" w:rsidP="002A4158">
      <w:r w:rsidRPr="00DA4E77">
        <w:t>Revirement soudain dans les âmes des pauvres Atlantes</w:t>
      </w:r>
      <w:r w:rsidR="00276CCE">
        <w:t xml:space="preserve">. </w:t>
      </w:r>
      <w:r w:rsidRPr="00DA4E77">
        <w:t>Leur joie d</w:t>
      </w:r>
      <w:r w:rsidR="00276CCE">
        <w:t>’</w:t>
      </w:r>
      <w:r w:rsidRPr="00DA4E77">
        <w:t>un moment est toute chavirée</w:t>
      </w:r>
      <w:r w:rsidR="00276CCE">
        <w:t xml:space="preserve">. </w:t>
      </w:r>
      <w:r w:rsidRPr="00DA4E77">
        <w:t>Ivresse du grand air</w:t>
      </w:r>
      <w:r w:rsidR="00276CCE">
        <w:t xml:space="preserve">, </w:t>
      </w:r>
      <w:r w:rsidRPr="00DA4E77">
        <w:t>du vin et de l</w:t>
      </w:r>
      <w:r w:rsidR="00276CCE">
        <w:t>’</w:t>
      </w:r>
      <w:r w:rsidRPr="00DA4E77">
        <w:t>espérance</w:t>
      </w:r>
      <w:r w:rsidR="00276CCE">
        <w:t xml:space="preserve">, </w:t>
      </w:r>
      <w:r w:rsidRPr="00DA4E77">
        <w:t>tout tourne à la tristesse ou à l</w:t>
      </w:r>
      <w:r w:rsidR="00276CCE">
        <w:t>’</w:t>
      </w:r>
      <w:r w:rsidRPr="00DA4E77">
        <w:t>aigreur</w:t>
      </w:r>
      <w:r w:rsidR="00276CCE">
        <w:t> !</w:t>
      </w:r>
    </w:p>
    <w:p w14:paraId="74044AAD" w14:textId="77777777" w:rsidR="00276CCE" w:rsidRDefault="00276CCE" w:rsidP="002A4158">
      <w:r>
        <w:t>— </w:t>
      </w:r>
      <w:r w:rsidR="002A4158" w:rsidRPr="00DA4E77">
        <w:t>Alors</w:t>
      </w:r>
      <w:r>
        <w:t xml:space="preserve">, </w:t>
      </w:r>
      <w:r w:rsidR="002A4158" w:rsidRPr="00DA4E77">
        <w:t xml:space="preserve">gronde </w:t>
      </w:r>
      <w:proofErr w:type="spellStart"/>
      <w:r w:rsidR="002A4158" w:rsidRPr="00DA4E77">
        <w:t>Xanthès</w:t>
      </w:r>
      <w:proofErr w:type="spellEnd"/>
      <w:r>
        <w:t xml:space="preserve">, </w:t>
      </w:r>
      <w:r w:rsidR="002A4158" w:rsidRPr="00DA4E77">
        <w:t>il trouve juste la fin d</w:t>
      </w:r>
      <w:r>
        <w:t>’</w:t>
      </w:r>
      <w:r w:rsidR="002A4158" w:rsidRPr="00DA4E77">
        <w:t>Atlantis</w:t>
      </w:r>
      <w:r>
        <w:t> ?</w:t>
      </w:r>
    </w:p>
    <w:p w14:paraId="3416BD70" w14:textId="77777777" w:rsidR="00276CCE" w:rsidRDefault="00276CCE" w:rsidP="002A4158">
      <w:r>
        <w:t>— </w:t>
      </w:r>
      <w:r w:rsidR="002A4158" w:rsidRPr="00DA4E77">
        <w:t>Il trouve injuste notre orgueil</w:t>
      </w:r>
      <w:r>
        <w:t xml:space="preserve">, </w:t>
      </w:r>
      <w:r w:rsidR="002A4158" w:rsidRPr="00DA4E77">
        <w:t xml:space="preserve">fait </w:t>
      </w:r>
      <w:proofErr w:type="spellStart"/>
      <w:r w:rsidR="002A4158" w:rsidRPr="00DA4E77">
        <w:t>Oréa</w:t>
      </w:r>
      <w:proofErr w:type="spellEnd"/>
      <w:r>
        <w:t xml:space="preserve">, </w:t>
      </w:r>
      <w:r w:rsidR="002A4158" w:rsidRPr="00DA4E77">
        <w:t>et il a peut-être bien raison</w:t>
      </w:r>
      <w:r>
        <w:t>.</w:t>
      </w:r>
    </w:p>
    <w:p w14:paraId="0C54773A" w14:textId="77777777" w:rsidR="00276CCE" w:rsidRDefault="00276CCE" w:rsidP="002A4158">
      <w:r>
        <w:lastRenderedPageBreak/>
        <w:t>— </w:t>
      </w:r>
      <w:r w:rsidR="002A4158" w:rsidRPr="00DA4E77">
        <w:t>Avec tout ça</w:t>
      </w:r>
      <w:r>
        <w:t xml:space="preserve">, </w:t>
      </w:r>
      <w:r w:rsidR="002A4158" w:rsidRPr="00DA4E77">
        <w:t>nous avons bien travaillé</w:t>
      </w:r>
      <w:r>
        <w:t xml:space="preserve">, </w:t>
      </w:r>
      <w:r w:rsidR="002A4158" w:rsidRPr="00DA4E77">
        <w:t xml:space="preserve">gémit </w:t>
      </w:r>
      <w:proofErr w:type="spellStart"/>
      <w:r w:rsidR="002A4158" w:rsidRPr="00DA4E77">
        <w:t>Olbios</w:t>
      </w:r>
      <w:proofErr w:type="spellEnd"/>
      <w:r>
        <w:t xml:space="preserve">, </w:t>
      </w:r>
      <w:r w:rsidR="002A4158" w:rsidRPr="00DA4E77">
        <w:t xml:space="preserve">en regardant </w:t>
      </w:r>
      <w:proofErr w:type="spellStart"/>
      <w:r w:rsidR="002A4158" w:rsidRPr="00DA4E77">
        <w:t>Hellas</w:t>
      </w:r>
      <w:proofErr w:type="spellEnd"/>
      <w:r w:rsidR="002A4158" w:rsidRPr="00DA4E77">
        <w:t xml:space="preserve"> avec fureur</w:t>
      </w:r>
      <w:r>
        <w:t xml:space="preserve">. </w:t>
      </w:r>
      <w:r w:rsidR="002A4158" w:rsidRPr="00DA4E77">
        <w:t xml:space="preserve">Voilà </w:t>
      </w:r>
      <w:proofErr w:type="spellStart"/>
      <w:r w:rsidR="002A4158" w:rsidRPr="00DA4E77">
        <w:t>Gaouran</w:t>
      </w:r>
      <w:proofErr w:type="spellEnd"/>
      <w:r w:rsidR="002A4158" w:rsidRPr="00DA4E77">
        <w:t xml:space="preserve"> qui nous aba</w:t>
      </w:r>
      <w:r w:rsidR="002A4158" w:rsidRPr="00DA4E77">
        <w:t>n</w:t>
      </w:r>
      <w:r w:rsidR="002A4158" w:rsidRPr="00DA4E77">
        <w:t>donne</w:t>
      </w:r>
      <w:r>
        <w:t xml:space="preserve">. </w:t>
      </w:r>
      <w:r w:rsidR="002A4158" w:rsidRPr="00DA4E77">
        <w:t xml:space="preserve">Plus </w:t>
      </w:r>
      <w:r w:rsidR="002A4158" w:rsidRPr="00DA4E77">
        <w:rPr>
          <w:bCs/>
        </w:rPr>
        <w:t>d</w:t>
      </w:r>
      <w:r>
        <w:rPr>
          <w:bCs/>
        </w:rPr>
        <w:t>’</w:t>
      </w:r>
      <w:r w:rsidR="002A4158" w:rsidRPr="00DA4E77">
        <w:rPr>
          <w:bCs/>
          <w:i/>
          <w:iCs/>
        </w:rPr>
        <w:t>Alérion</w:t>
      </w:r>
      <w:r>
        <w:rPr>
          <w:bCs/>
          <w:i/>
          <w:iCs/>
        </w:rPr>
        <w:t xml:space="preserve">, </w:t>
      </w:r>
      <w:r w:rsidR="002A4158" w:rsidRPr="00DA4E77">
        <w:t>plus de vaisseau</w:t>
      </w:r>
      <w:r>
        <w:t xml:space="preserve"> ! </w:t>
      </w:r>
      <w:r w:rsidR="002A4158" w:rsidRPr="00DA4E77">
        <w:t>Il ne nous reste plus qu</w:t>
      </w:r>
      <w:r>
        <w:t>’</w:t>
      </w:r>
      <w:r w:rsidR="002A4158" w:rsidRPr="00DA4E77">
        <w:t>à mourir ici</w:t>
      </w:r>
      <w:r>
        <w:t xml:space="preserve">. </w:t>
      </w:r>
      <w:r w:rsidR="002A4158" w:rsidRPr="00DA4E77">
        <w:t>C</w:t>
      </w:r>
      <w:r>
        <w:t>’</w:t>
      </w:r>
      <w:r w:rsidR="002A4158" w:rsidRPr="00DA4E77">
        <w:t>est fait</w:t>
      </w:r>
      <w:r>
        <w:t>.</w:t>
      </w:r>
    </w:p>
    <w:p w14:paraId="75134B30" w14:textId="77777777" w:rsidR="00276CCE" w:rsidRDefault="002A4158" w:rsidP="002A4158">
      <w:r w:rsidRPr="00DA4E77">
        <w:t xml:space="preserve">Mais </w:t>
      </w:r>
      <w:proofErr w:type="spellStart"/>
      <w:r w:rsidRPr="00DA4E77">
        <w:t>Hellas</w:t>
      </w:r>
      <w:proofErr w:type="spellEnd"/>
      <w:r w:rsidRPr="00DA4E77">
        <w:t xml:space="preserve"> qui</w:t>
      </w:r>
      <w:r w:rsidR="00276CCE">
        <w:t xml:space="preserve">, </w:t>
      </w:r>
      <w:r w:rsidRPr="00DA4E77">
        <w:t>depuis quelques instants</w:t>
      </w:r>
      <w:r w:rsidR="00276CCE">
        <w:t xml:space="preserve">, </w:t>
      </w:r>
      <w:r w:rsidRPr="00DA4E77">
        <w:t>s</w:t>
      </w:r>
      <w:r w:rsidR="00276CCE">
        <w:t>’</w:t>
      </w:r>
      <w:r w:rsidRPr="00DA4E77">
        <w:t>agite impatient et nerveux sur place</w:t>
      </w:r>
      <w:r w:rsidR="00276CCE">
        <w:t xml:space="preserve">, </w:t>
      </w:r>
      <w:r w:rsidRPr="00DA4E77">
        <w:t xml:space="preserve">bondit tout à coup et se dirige en hâte vers </w:t>
      </w:r>
      <w:proofErr w:type="spellStart"/>
      <w:r w:rsidRPr="00DA4E77">
        <w:t>Gaouran</w:t>
      </w:r>
      <w:proofErr w:type="spellEnd"/>
      <w:r w:rsidRPr="00DA4E77">
        <w:t xml:space="preserve"> qui continue sa marche vers la mer</w:t>
      </w:r>
      <w:r w:rsidR="00276CCE">
        <w:t xml:space="preserve">. </w:t>
      </w:r>
      <w:r w:rsidRPr="00DA4E77">
        <w:t>Une curiosité a</w:t>
      </w:r>
      <w:r w:rsidRPr="00DA4E77">
        <w:t>n</w:t>
      </w:r>
      <w:r w:rsidRPr="00DA4E77">
        <w:t>goissée pèse sur tous les assistants</w:t>
      </w:r>
      <w:r w:rsidR="00276CCE">
        <w:t>.</w:t>
      </w:r>
    </w:p>
    <w:p w14:paraId="0F23C277" w14:textId="77777777" w:rsidR="00276CCE" w:rsidRDefault="00276CCE" w:rsidP="002A4158">
      <w:r>
        <w:t>— </w:t>
      </w:r>
      <w:proofErr w:type="spellStart"/>
      <w:r w:rsidR="002A4158" w:rsidRPr="00DA4E77">
        <w:t>Hellas</w:t>
      </w:r>
      <w:proofErr w:type="spellEnd"/>
      <w:r>
        <w:t xml:space="preserve"> ! </w:t>
      </w:r>
      <w:r w:rsidR="002A4158" w:rsidRPr="00DA4E77">
        <w:t>où vas-tu</w:t>
      </w:r>
      <w:r>
        <w:t xml:space="preserve"> ? </w:t>
      </w:r>
      <w:r w:rsidR="002A4158" w:rsidRPr="00DA4E77">
        <w:t>s</w:t>
      </w:r>
      <w:r>
        <w:t>’</w:t>
      </w:r>
      <w:r w:rsidR="002A4158" w:rsidRPr="00DA4E77">
        <w:t xml:space="preserve">écrie </w:t>
      </w:r>
      <w:proofErr w:type="spellStart"/>
      <w:r w:rsidR="002A4158" w:rsidRPr="00DA4E77">
        <w:t>Oréa</w:t>
      </w:r>
      <w:proofErr w:type="spellEnd"/>
      <w:r>
        <w:t>.</w:t>
      </w:r>
    </w:p>
    <w:p w14:paraId="05E4CC7A" w14:textId="77777777" w:rsidR="00276CCE" w:rsidRDefault="00276CCE" w:rsidP="002A4158">
      <w:r>
        <w:t>— </w:t>
      </w:r>
      <w:r w:rsidR="002A4158" w:rsidRPr="00DA4E77">
        <w:t>Laisse-moi</w:t>
      </w:r>
      <w:r>
        <w:t xml:space="preserve">, </w:t>
      </w:r>
      <w:r w:rsidR="002A4158" w:rsidRPr="00DA4E77">
        <w:t>laisse-moi</w:t>
      </w:r>
      <w:r>
        <w:t xml:space="preserve">… </w:t>
      </w:r>
      <w:r w:rsidR="002A4158" w:rsidRPr="00DA4E77">
        <w:t>J</w:t>
      </w:r>
      <w:r>
        <w:t>’</w:t>
      </w:r>
      <w:r w:rsidR="002A4158" w:rsidRPr="00DA4E77">
        <w:t>aime mieux mourir en Atlante</w:t>
      </w:r>
      <w:r>
        <w:t xml:space="preserve">, </w:t>
      </w:r>
      <w:r w:rsidR="002A4158" w:rsidRPr="00DA4E77">
        <w:t>que vivre quelques jours par la charité des Barbares</w:t>
      </w:r>
      <w:r>
        <w:t>.</w:t>
      </w:r>
    </w:p>
    <w:p w14:paraId="4DF47E86" w14:textId="77777777" w:rsidR="00276CCE" w:rsidRDefault="002A4158" w:rsidP="002A4158">
      <w:r w:rsidRPr="00DA4E77">
        <w:t>Et il s</w:t>
      </w:r>
      <w:r w:rsidR="00276CCE">
        <w:t>’</w:t>
      </w:r>
      <w:r w:rsidRPr="00DA4E77">
        <w:t>apprête à reprendre sa course</w:t>
      </w:r>
      <w:r w:rsidR="00276CCE">
        <w:t xml:space="preserve">. </w:t>
      </w:r>
      <w:r w:rsidRPr="00DA4E77">
        <w:t>Mais une voix imp</w:t>
      </w:r>
      <w:r w:rsidRPr="00DA4E77">
        <w:t>é</w:t>
      </w:r>
      <w:r w:rsidRPr="00DA4E77">
        <w:t>rieuse l</w:t>
      </w:r>
      <w:r w:rsidR="00276CCE">
        <w:t>’</w:t>
      </w:r>
      <w:r w:rsidRPr="00DA4E77">
        <w:t>arrête et fait taire tous les murmures environnants</w:t>
      </w:r>
      <w:r w:rsidR="00276CCE">
        <w:t>.</w:t>
      </w:r>
    </w:p>
    <w:p w14:paraId="101AB2FE" w14:textId="77777777" w:rsidR="00276CCE" w:rsidRDefault="00276CCE" w:rsidP="002A4158">
      <w:r>
        <w:t>— </w:t>
      </w:r>
      <w:proofErr w:type="spellStart"/>
      <w:r w:rsidR="002A4158" w:rsidRPr="00DA4E77">
        <w:t>Hellas</w:t>
      </w:r>
      <w:proofErr w:type="spellEnd"/>
      <w:r>
        <w:t xml:space="preserve"> ! </w:t>
      </w:r>
      <w:r w:rsidR="002A4158" w:rsidRPr="00DA4E77">
        <w:t>reviens ici</w:t>
      </w:r>
      <w:r>
        <w:t xml:space="preserve">… </w:t>
      </w:r>
      <w:r w:rsidR="002A4158" w:rsidRPr="00DA4E77">
        <w:t>J</w:t>
      </w:r>
      <w:r>
        <w:t>’</w:t>
      </w:r>
      <w:r w:rsidR="002A4158" w:rsidRPr="00DA4E77">
        <w:t>ordonne</w:t>
      </w:r>
      <w:r>
        <w:t> !</w:t>
      </w:r>
    </w:p>
    <w:p w14:paraId="68BD6C0D" w14:textId="77777777" w:rsidR="00276CCE" w:rsidRDefault="00276CCE" w:rsidP="00276CCE">
      <w:pPr>
        <w:pStyle w:val="Titre2"/>
        <w:rPr>
          <w:i/>
        </w:rPr>
      </w:pPr>
      <w:bookmarkStart w:id="71" w:name="_Toc194842057"/>
      <w:r w:rsidRPr="00DA4E77">
        <w:lastRenderedPageBreak/>
        <w:t>Scène</w:t>
      </w:r>
      <w:r>
        <w:t> </w:t>
      </w:r>
      <w:r w:rsidRPr="00DA4E77">
        <w:t>X</w:t>
      </w:r>
      <w:r>
        <w:t xml:space="preserve">. – </w:t>
      </w:r>
      <w:r w:rsidR="002A4158" w:rsidRPr="00DA4E77">
        <w:rPr>
          <w:i/>
        </w:rPr>
        <w:t>Trois hommes</w:t>
      </w:r>
      <w:r>
        <w:rPr>
          <w:i/>
        </w:rPr>
        <w:t>.</w:t>
      </w:r>
      <w:bookmarkEnd w:id="71"/>
    </w:p>
    <w:p w14:paraId="4D70D4C4" w14:textId="77777777" w:rsidR="00276CCE" w:rsidRDefault="002A4158" w:rsidP="002A4158">
      <w:r w:rsidRPr="00DA4E77">
        <w:t>C</w:t>
      </w:r>
      <w:r w:rsidR="00276CCE">
        <w:t>’</w:t>
      </w:r>
      <w:r w:rsidRPr="00DA4E77">
        <w:t>est l</w:t>
      </w:r>
      <w:r w:rsidR="00276CCE">
        <w:t>’</w:t>
      </w:r>
      <w:r w:rsidRPr="00DA4E77">
        <w:t>aveugle dressé de toute sa hauteur et qui</w:t>
      </w:r>
      <w:r w:rsidR="00276CCE">
        <w:t xml:space="preserve">, </w:t>
      </w:r>
      <w:r w:rsidRPr="00DA4E77">
        <w:t xml:space="preserve">revêtu par </w:t>
      </w:r>
      <w:proofErr w:type="spellStart"/>
      <w:r w:rsidRPr="00DA4E77">
        <w:t>Gaouran</w:t>
      </w:r>
      <w:proofErr w:type="spellEnd"/>
      <w:r w:rsidRPr="00DA4E77">
        <w:t xml:space="preserve"> d</w:t>
      </w:r>
      <w:r w:rsidR="00276CCE">
        <w:t>’</w:t>
      </w:r>
      <w:r w:rsidRPr="00DA4E77">
        <w:t>une magnifique tunique brodée d</w:t>
      </w:r>
      <w:r w:rsidR="00276CCE">
        <w:t>’</w:t>
      </w:r>
      <w:r w:rsidRPr="00DA4E77">
        <w:t>or</w:t>
      </w:r>
      <w:r w:rsidR="00276CCE">
        <w:t xml:space="preserve">, </w:t>
      </w:r>
      <w:r w:rsidRPr="00DA4E77">
        <w:t>paraît</w:t>
      </w:r>
      <w:r w:rsidR="00276CCE">
        <w:t xml:space="preserve">, </w:t>
      </w:r>
      <w:r w:rsidRPr="00DA4E77">
        <w:t>malgré ses yeux morts</w:t>
      </w:r>
      <w:r w:rsidR="00276CCE">
        <w:t xml:space="preserve">, </w:t>
      </w:r>
      <w:r w:rsidRPr="00DA4E77">
        <w:t>plus majestueux que jamais</w:t>
      </w:r>
      <w:r w:rsidR="00276CCE">
        <w:t xml:space="preserve">. </w:t>
      </w:r>
      <w:r w:rsidRPr="00DA4E77">
        <w:t xml:space="preserve">Et comme </w:t>
      </w:r>
      <w:proofErr w:type="spellStart"/>
      <w:r w:rsidRPr="00DA4E77">
        <w:t>Hellas</w:t>
      </w:r>
      <w:proofErr w:type="spellEnd"/>
      <w:r w:rsidRPr="00DA4E77">
        <w:t xml:space="preserve"> n</w:t>
      </w:r>
      <w:r w:rsidR="00276CCE">
        <w:t>’</w:t>
      </w:r>
      <w:r w:rsidRPr="00DA4E77">
        <w:t>accourt pas tout de suite</w:t>
      </w:r>
      <w:r w:rsidR="00276CCE">
        <w:t> :</w:t>
      </w:r>
    </w:p>
    <w:p w14:paraId="0431FDF5" w14:textId="77777777" w:rsidR="00276CCE" w:rsidRDefault="00276CCE" w:rsidP="002A4158">
      <w:r>
        <w:t>— </w:t>
      </w:r>
      <w:r w:rsidR="002A4158" w:rsidRPr="00DA4E77">
        <w:t>J</w:t>
      </w:r>
      <w:r>
        <w:t>’</w:t>
      </w:r>
      <w:r w:rsidR="002A4158" w:rsidRPr="00DA4E77">
        <w:t>ordonne</w:t>
      </w:r>
      <w:r>
        <w:t xml:space="preserve">, </w:t>
      </w:r>
      <w:proofErr w:type="spellStart"/>
      <w:r w:rsidR="002A4158" w:rsidRPr="00DA4E77">
        <w:t>Hellas</w:t>
      </w:r>
      <w:proofErr w:type="spellEnd"/>
      <w:r>
        <w:t xml:space="preserve">, </w:t>
      </w:r>
      <w:r w:rsidR="002A4158" w:rsidRPr="00DA4E77">
        <w:t>entends-tu</w:t>
      </w:r>
      <w:r>
        <w:t xml:space="preserve"> ? </w:t>
      </w:r>
      <w:r w:rsidR="002A4158" w:rsidRPr="00DA4E77">
        <w:t>Et c</w:t>
      </w:r>
      <w:r>
        <w:t>’</w:t>
      </w:r>
      <w:r w:rsidR="002A4158" w:rsidRPr="00DA4E77">
        <w:t>est déjà trop qu</w:t>
      </w:r>
      <w:r>
        <w:t>’</w:t>
      </w:r>
      <w:r w:rsidR="002A4158" w:rsidRPr="00DA4E77">
        <w:t>à ma voix tu aies hésité un seul instant</w:t>
      </w:r>
      <w:r>
        <w:t>.</w:t>
      </w:r>
    </w:p>
    <w:p w14:paraId="465078F2" w14:textId="77777777" w:rsidR="00276CCE" w:rsidRDefault="002A4158" w:rsidP="002A4158">
      <w:r w:rsidRPr="00DA4E77">
        <w:t>Et</w:t>
      </w:r>
      <w:r w:rsidR="00276CCE">
        <w:t xml:space="preserve">, </w:t>
      </w:r>
      <w:r w:rsidRPr="00DA4E77">
        <w:t>cette fois</w:t>
      </w:r>
      <w:r w:rsidR="00276CCE">
        <w:t xml:space="preserve">, </w:t>
      </w:r>
      <w:r w:rsidRPr="00DA4E77">
        <w:t>dompté par une force irrésistible</w:t>
      </w:r>
      <w:r w:rsidR="00276CCE">
        <w:t xml:space="preserve">, </w:t>
      </w:r>
      <w:r w:rsidRPr="00DA4E77">
        <w:t>l</w:t>
      </w:r>
      <w:r w:rsidR="00276CCE">
        <w:t>’</w:t>
      </w:r>
      <w:r w:rsidRPr="00DA4E77">
        <w:t>ex-Prince de l</w:t>
      </w:r>
      <w:r w:rsidR="00276CCE">
        <w:t>’</w:t>
      </w:r>
      <w:r w:rsidRPr="00DA4E77">
        <w:t>Empire retourne près du vieillard</w:t>
      </w:r>
      <w:r w:rsidR="00276CCE">
        <w:t xml:space="preserve">, </w:t>
      </w:r>
      <w:r w:rsidRPr="00DA4E77">
        <w:t>tête basse</w:t>
      </w:r>
      <w:r w:rsidR="00276CCE">
        <w:t xml:space="preserve">, </w:t>
      </w:r>
      <w:r w:rsidRPr="00DA4E77">
        <w:t>murmurant un seul mot</w:t>
      </w:r>
      <w:r w:rsidR="00276CCE">
        <w:t> :</w:t>
      </w:r>
    </w:p>
    <w:p w14:paraId="69C5596D" w14:textId="77777777" w:rsidR="00276CCE" w:rsidRDefault="00276CCE" w:rsidP="002A4158">
      <w:r>
        <w:t>— </w:t>
      </w:r>
      <w:r w:rsidR="002A4158" w:rsidRPr="00DA4E77">
        <w:t>J</w:t>
      </w:r>
      <w:r>
        <w:t>’</w:t>
      </w:r>
      <w:r w:rsidR="002A4158" w:rsidRPr="00DA4E77">
        <w:t>obéis</w:t>
      </w:r>
      <w:r>
        <w:t>…</w:t>
      </w:r>
    </w:p>
    <w:p w14:paraId="70060699" w14:textId="77777777" w:rsidR="00276CCE" w:rsidRDefault="00276CCE" w:rsidP="002A4158">
      <w:r>
        <w:t>— </w:t>
      </w:r>
      <w:r w:rsidR="002A4158" w:rsidRPr="00DA4E77">
        <w:t>Bien</w:t>
      </w:r>
      <w:r>
        <w:t xml:space="preserve">, </w:t>
      </w:r>
      <w:r w:rsidR="002A4158" w:rsidRPr="00DA4E77">
        <w:t>mon enfant</w:t>
      </w:r>
      <w:r>
        <w:t xml:space="preserve">. </w:t>
      </w:r>
      <w:r w:rsidR="002A4158" w:rsidRPr="00DA4E77">
        <w:t>Tu as maîtrisé ton orgueil</w:t>
      </w:r>
      <w:r>
        <w:t>.</w:t>
      </w:r>
    </w:p>
    <w:p w14:paraId="2AEE1E08" w14:textId="77777777" w:rsidR="00276CCE" w:rsidRDefault="002A4158" w:rsidP="002A4158">
      <w:r w:rsidRPr="00DA4E77">
        <w:t>Silence de tous côtés</w:t>
      </w:r>
      <w:r w:rsidR="00276CCE">
        <w:t xml:space="preserve">. </w:t>
      </w:r>
      <w:r w:rsidRPr="00DA4E77">
        <w:t>Alors</w:t>
      </w:r>
      <w:r w:rsidR="00276CCE">
        <w:t xml:space="preserve">, </w:t>
      </w:r>
      <w:proofErr w:type="spellStart"/>
      <w:r w:rsidRPr="00DA4E77">
        <w:t>Oréus</w:t>
      </w:r>
      <w:proofErr w:type="spellEnd"/>
      <w:r w:rsidR="00276CCE">
        <w:t xml:space="preserve">, </w:t>
      </w:r>
      <w:r w:rsidRPr="00DA4E77">
        <w:t>la voix plus douce</w:t>
      </w:r>
      <w:r w:rsidR="00276CCE">
        <w:t> :</w:t>
      </w:r>
    </w:p>
    <w:p w14:paraId="642AE8F8" w14:textId="77777777" w:rsidR="00276CCE" w:rsidRDefault="00276CCE" w:rsidP="002A4158">
      <w:r>
        <w:t>— </w:t>
      </w:r>
      <w:proofErr w:type="spellStart"/>
      <w:r w:rsidR="002A4158" w:rsidRPr="00DA4E77">
        <w:t>Hellas</w:t>
      </w:r>
      <w:proofErr w:type="spellEnd"/>
      <w:r>
        <w:t xml:space="preserve">, </w:t>
      </w:r>
      <w:r w:rsidR="002A4158" w:rsidRPr="00DA4E77">
        <w:t>mon fils</w:t>
      </w:r>
      <w:r>
        <w:t xml:space="preserve">, </w:t>
      </w:r>
      <w:r w:rsidR="002A4158" w:rsidRPr="00DA4E77">
        <w:t>rappelle-toi ton désespoir de ce matin</w:t>
      </w:r>
      <w:r>
        <w:t xml:space="preserve">, </w:t>
      </w:r>
      <w:r w:rsidR="002A4158" w:rsidRPr="00DA4E77">
        <w:t>quand tu voulais te jeter du haut de l</w:t>
      </w:r>
      <w:r>
        <w:t>’</w:t>
      </w:r>
      <w:r w:rsidR="002A4158" w:rsidRPr="00DA4E77">
        <w:rPr>
          <w:bCs/>
          <w:i/>
          <w:iCs/>
        </w:rPr>
        <w:t>Alérion</w:t>
      </w:r>
      <w:r w:rsidR="002A4158" w:rsidRPr="00DA4E77">
        <w:t xml:space="preserve"> et que </w:t>
      </w:r>
      <w:proofErr w:type="spellStart"/>
      <w:r w:rsidR="002A4158" w:rsidRPr="00DA4E77">
        <w:t>Knephao</w:t>
      </w:r>
      <w:proofErr w:type="spellEnd"/>
      <w:r w:rsidR="002A4158" w:rsidRPr="00DA4E77">
        <w:t xml:space="preserve"> t</w:t>
      </w:r>
      <w:r>
        <w:t>’</w:t>
      </w:r>
      <w:r w:rsidR="002A4158" w:rsidRPr="00DA4E77">
        <w:t>en a empêché</w:t>
      </w:r>
      <w:r>
        <w:t xml:space="preserve">. </w:t>
      </w:r>
      <w:r w:rsidR="002A4158" w:rsidRPr="00DA4E77">
        <w:t>Tu te sentais si coupable que tu voulais mourir pour expier tes fautes</w:t>
      </w:r>
      <w:r>
        <w:t xml:space="preserve">, </w:t>
      </w:r>
      <w:r w:rsidR="002A4158" w:rsidRPr="00DA4E77">
        <w:t>les fautes de ton orgueil</w:t>
      </w:r>
      <w:r>
        <w:t xml:space="preserve">, </w:t>
      </w:r>
      <w:r w:rsidR="002A4158" w:rsidRPr="00DA4E77">
        <w:t>disais-tu</w:t>
      </w:r>
      <w:r>
        <w:t xml:space="preserve">. </w:t>
      </w:r>
      <w:r w:rsidR="002A4158" w:rsidRPr="00DA4E77">
        <w:t>Et je t</w:t>
      </w:r>
      <w:r>
        <w:t>’</w:t>
      </w:r>
      <w:r w:rsidR="002A4158" w:rsidRPr="00DA4E77">
        <w:t>ai répliqué que nul n</w:t>
      </w:r>
      <w:r>
        <w:t>’</w:t>
      </w:r>
      <w:r w:rsidR="002A4158" w:rsidRPr="00DA4E77">
        <w:t>avait le droit de se châtier soi-même</w:t>
      </w:r>
      <w:r>
        <w:t xml:space="preserve">. </w:t>
      </w:r>
      <w:r w:rsidR="002A4158" w:rsidRPr="00DA4E77">
        <w:t>Si châtiment il faut</w:t>
      </w:r>
      <w:r>
        <w:t xml:space="preserve">, </w:t>
      </w:r>
      <w:r w:rsidR="002A4158" w:rsidRPr="00DA4E77">
        <w:t>le châtiment viendra des autres</w:t>
      </w:r>
      <w:r>
        <w:t xml:space="preserve">. </w:t>
      </w:r>
      <w:r w:rsidR="002A4158" w:rsidRPr="00DA4E77">
        <w:t>Car c</w:t>
      </w:r>
      <w:r>
        <w:t>’</w:t>
      </w:r>
      <w:r w:rsidR="002A4158" w:rsidRPr="00DA4E77">
        <w:t>est to</w:t>
      </w:r>
      <w:r w:rsidR="002A4158" w:rsidRPr="00DA4E77">
        <w:t>u</w:t>
      </w:r>
      <w:r w:rsidR="002A4158" w:rsidRPr="00DA4E77">
        <w:t>jours des autres qu</w:t>
      </w:r>
      <w:r>
        <w:t>’</w:t>
      </w:r>
      <w:r w:rsidR="002A4158" w:rsidRPr="00DA4E77">
        <w:t>il doit venir</w:t>
      </w:r>
      <w:r>
        <w:t>.</w:t>
      </w:r>
    </w:p>
    <w:p w14:paraId="547AF959" w14:textId="77777777" w:rsidR="00276CCE" w:rsidRDefault="00276CCE" w:rsidP="002A4158">
      <w:r>
        <w:t>— </w:t>
      </w:r>
      <w:r w:rsidR="002A4158" w:rsidRPr="00DA4E77">
        <w:t>Je l</w:t>
      </w:r>
      <w:r>
        <w:t>’</w:t>
      </w:r>
      <w:r w:rsidR="002A4158" w:rsidRPr="00DA4E77">
        <w:t>attends</w:t>
      </w:r>
      <w:r>
        <w:t xml:space="preserve">, </w:t>
      </w:r>
      <w:r w:rsidR="002A4158" w:rsidRPr="00DA4E77">
        <w:t>maître</w:t>
      </w:r>
      <w:r>
        <w:t>.</w:t>
      </w:r>
    </w:p>
    <w:p w14:paraId="3D5E2C0B" w14:textId="77777777" w:rsidR="00276CCE" w:rsidRDefault="00276CCE" w:rsidP="002A4158">
      <w:r>
        <w:t>— </w:t>
      </w:r>
      <w:r w:rsidR="002A4158" w:rsidRPr="00DA4E77">
        <w:t>Et le voici</w:t>
      </w:r>
      <w:r>
        <w:t xml:space="preserve">. </w:t>
      </w:r>
      <w:r w:rsidR="002A4158" w:rsidRPr="00DA4E77">
        <w:t>Je te le donne</w:t>
      </w:r>
      <w:r>
        <w:t xml:space="preserve">, </w:t>
      </w:r>
      <w:r w:rsidR="002A4158" w:rsidRPr="00DA4E77">
        <w:t>moi qui t</w:t>
      </w:r>
      <w:r>
        <w:t>’</w:t>
      </w:r>
      <w:r w:rsidR="002A4158" w:rsidRPr="00DA4E77">
        <w:t>aime plus qu</w:t>
      </w:r>
      <w:r>
        <w:t>’</w:t>
      </w:r>
      <w:r w:rsidR="002A4158" w:rsidRPr="00DA4E77">
        <w:t>un fils</w:t>
      </w:r>
      <w:r>
        <w:t xml:space="preserve">. </w:t>
      </w:r>
      <w:r w:rsidR="002A4158" w:rsidRPr="00DA4E77">
        <w:t>Car je devine ce que tu souffres à m</w:t>
      </w:r>
      <w:r>
        <w:t>’</w:t>
      </w:r>
      <w:r w:rsidR="002A4158" w:rsidRPr="00DA4E77">
        <w:t>entendre t</w:t>
      </w:r>
      <w:r>
        <w:t>’</w:t>
      </w:r>
      <w:r w:rsidR="002A4158" w:rsidRPr="00DA4E77">
        <w:t>humilier devant les autres</w:t>
      </w:r>
      <w:r>
        <w:t>.</w:t>
      </w:r>
    </w:p>
    <w:p w14:paraId="1EDA3C60" w14:textId="77777777" w:rsidR="00276CCE" w:rsidRDefault="002A4158" w:rsidP="002A4158">
      <w:r w:rsidRPr="00DA4E77">
        <w:t>Tous se taisent</w:t>
      </w:r>
      <w:r w:rsidR="00276CCE">
        <w:t xml:space="preserve">. </w:t>
      </w:r>
      <w:proofErr w:type="spellStart"/>
      <w:r w:rsidRPr="00DA4E77">
        <w:t>Hellas</w:t>
      </w:r>
      <w:proofErr w:type="spellEnd"/>
      <w:r w:rsidR="00276CCE">
        <w:t xml:space="preserve">, </w:t>
      </w:r>
      <w:r w:rsidRPr="00DA4E77">
        <w:t>immobile</w:t>
      </w:r>
      <w:r w:rsidR="00276CCE">
        <w:t xml:space="preserve">, </w:t>
      </w:r>
      <w:r w:rsidRPr="00DA4E77">
        <w:t>garde les yeux baissés</w:t>
      </w:r>
      <w:r w:rsidR="00276CCE">
        <w:t>.</w:t>
      </w:r>
    </w:p>
    <w:p w14:paraId="1658B72B" w14:textId="77777777" w:rsidR="00276CCE" w:rsidRDefault="00276CCE" w:rsidP="002A4158">
      <w:r>
        <w:lastRenderedPageBreak/>
        <w:t>— </w:t>
      </w:r>
      <w:proofErr w:type="spellStart"/>
      <w:r w:rsidR="002A4158" w:rsidRPr="00DA4E77">
        <w:t>Hellas</w:t>
      </w:r>
      <w:proofErr w:type="spellEnd"/>
      <w:r>
        <w:t xml:space="preserve">, </w:t>
      </w:r>
      <w:r w:rsidR="002A4158" w:rsidRPr="00DA4E77">
        <w:t>mon fils</w:t>
      </w:r>
      <w:r>
        <w:t xml:space="preserve">, </w:t>
      </w:r>
      <w:r w:rsidR="002A4158" w:rsidRPr="00DA4E77">
        <w:t>tu as été</w:t>
      </w:r>
      <w:r>
        <w:t xml:space="preserve">, </w:t>
      </w:r>
      <w:r w:rsidR="002A4158" w:rsidRPr="00DA4E77">
        <w:t>tu es un grand coupable</w:t>
      </w:r>
      <w:r>
        <w:t xml:space="preserve">. </w:t>
      </w:r>
      <w:r w:rsidR="002A4158" w:rsidRPr="00DA4E77">
        <w:t>Non pour avoir jeté la mort sur Atlantis</w:t>
      </w:r>
      <w:r>
        <w:t xml:space="preserve">, </w:t>
      </w:r>
      <w:r w:rsidR="002A4158" w:rsidRPr="00DA4E77">
        <w:t>car tu ne savais pas</w:t>
      </w:r>
      <w:r>
        <w:t xml:space="preserve">. </w:t>
      </w:r>
      <w:r w:rsidR="002A4158" w:rsidRPr="00DA4E77">
        <w:t>Tu croyais sauver la ville</w:t>
      </w:r>
      <w:r>
        <w:t xml:space="preserve">. </w:t>
      </w:r>
      <w:r w:rsidR="002A4158" w:rsidRPr="00DA4E77">
        <w:t>Ton bras devenait le bras du destin</w:t>
      </w:r>
      <w:r>
        <w:t>.</w:t>
      </w:r>
    </w:p>
    <w:p w14:paraId="604DA253" w14:textId="77777777" w:rsidR="00276CCE" w:rsidRDefault="002A4158" w:rsidP="002A4158">
      <w:r w:rsidRPr="00DA4E77">
        <w:t>Un grand soupir de soulagement s</w:t>
      </w:r>
      <w:r w:rsidR="00276CCE">
        <w:t>’</w:t>
      </w:r>
      <w:r w:rsidRPr="00DA4E77">
        <w:t>échappe de la poitrine du jeune homme et un murmure d</w:t>
      </w:r>
      <w:r w:rsidR="00276CCE">
        <w:t>’</w:t>
      </w:r>
      <w:r w:rsidRPr="00DA4E77">
        <w:t>approbation parcourt l</w:t>
      </w:r>
      <w:r w:rsidR="00276CCE">
        <w:t>’</w:t>
      </w:r>
      <w:r w:rsidRPr="00DA4E77">
        <w:t>assemblée</w:t>
      </w:r>
      <w:r w:rsidR="00276CCE">
        <w:t>.</w:t>
      </w:r>
    </w:p>
    <w:p w14:paraId="02365CE3" w14:textId="77777777" w:rsidR="00276CCE" w:rsidRDefault="00276CCE" w:rsidP="002A4158">
      <w:r>
        <w:t>— </w:t>
      </w:r>
      <w:r w:rsidR="002A4158" w:rsidRPr="00DA4E77">
        <w:t>Mais tu fus</w:t>
      </w:r>
      <w:r>
        <w:t xml:space="preserve">, </w:t>
      </w:r>
      <w:r w:rsidR="002A4158" w:rsidRPr="00DA4E77">
        <w:t>tu es</w:t>
      </w:r>
      <w:r>
        <w:t xml:space="preserve">, </w:t>
      </w:r>
      <w:r w:rsidR="002A4158" w:rsidRPr="00DA4E77">
        <w:t>tu resteras</w:t>
      </w:r>
      <w:r>
        <w:t xml:space="preserve">, </w:t>
      </w:r>
      <w:r w:rsidR="002A4158" w:rsidRPr="00DA4E77">
        <w:t>peut-être</w:t>
      </w:r>
      <w:r>
        <w:t xml:space="preserve">, </w:t>
      </w:r>
      <w:r w:rsidR="002A4158" w:rsidRPr="00DA4E77">
        <w:t>un grand coup</w:t>
      </w:r>
      <w:r w:rsidR="002A4158" w:rsidRPr="00DA4E77">
        <w:t>a</w:t>
      </w:r>
      <w:r w:rsidR="002A4158" w:rsidRPr="00DA4E77">
        <w:t>ble</w:t>
      </w:r>
      <w:r>
        <w:t xml:space="preserve">, </w:t>
      </w:r>
      <w:r w:rsidR="002A4158" w:rsidRPr="00DA4E77">
        <w:t>car tu as rêvé l</w:t>
      </w:r>
      <w:r>
        <w:t>’</w:t>
      </w:r>
      <w:r w:rsidR="002A4158" w:rsidRPr="00DA4E77">
        <w:t>empire du monde</w:t>
      </w:r>
      <w:r>
        <w:t xml:space="preserve"> : </w:t>
      </w:r>
      <w:r w:rsidR="002A4158" w:rsidRPr="00DA4E77">
        <w:t>tu as voulu le posséder</w:t>
      </w:r>
      <w:r>
        <w:t xml:space="preserve">, </w:t>
      </w:r>
      <w:r w:rsidR="002A4158" w:rsidRPr="00DA4E77">
        <w:t>tu as cru le posséder</w:t>
      </w:r>
      <w:r>
        <w:t>.</w:t>
      </w:r>
    </w:p>
    <w:p w14:paraId="6B135B90" w14:textId="77777777" w:rsidR="00276CCE" w:rsidRDefault="00276CCE" w:rsidP="002A4158">
      <w:r>
        <w:t>— </w:t>
      </w:r>
      <w:r w:rsidR="002A4158" w:rsidRPr="00DA4E77">
        <w:t>Si tu avais lu au fond de mon rêve</w:t>
      </w:r>
      <w:r>
        <w:t xml:space="preserve">, </w:t>
      </w:r>
      <w:r w:rsidR="002A4158" w:rsidRPr="00DA4E77">
        <w:t>tu y aurais lu l</w:t>
      </w:r>
      <w:r>
        <w:t>’</w:t>
      </w:r>
      <w:r w:rsidR="002A4158" w:rsidRPr="00DA4E77">
        <w:t>amour pour l</w:t>
      </w:r>
      <w:r>
        <w:t>’</w:t>
      </w:r>
      <w:r w:rsidR="002A4158" w:rsidRPr="00DA4E77">
        <w:t>humanité</w:t>
      </w:r>
      <w:r>
        <w:t> !</w:t>
      </w:r>
    </w:p>
    <w:p w14:paraId="5615FE39" w14:textId="77777777" w:rsidR="00276CCE" w:rsidRDefault="00276CCE" w:rsidP="002A4158">
      <w:r>
        <w:t>— </w:t>
      </w:r>
      <w:r w:rsidR="002A4158" w:rsidRPr="00DA4E77">
        <w:t>Ah</w:t>
      </w:r>
      <w:r>
        <w:t xml:space="preserve"> ! </w:t>
      </w:r>
      <w:r w:rsidR="002A4158" w:rsidRPr="00DA4E77">
        <w:t>le voilà donc le mot perfide</w:t>
      </w:r>
      <w:r>
        <w:t xml:space="preserve">, </w:t>
      </w:r>
      <w:r w:rsidR="002A4158" w:rsidRPr="00DA4E77">
        <w:t>le mot criminel</w:t>
      </w:r>
      <w:r>
        <w:t xml:space="preserve">, </w:t>
      </w:r>
      <w:r w:rsidR="002A4158" w:rsidRPr="00DA4E77">
        <w:t>le mot de la bête qui se croit divine</w:t>
      </w:r>
      <w:r>
        <w:t xml:space="preserve"> ! </w:t>
      </w:r>
      <w:r w:rsidR="002A4158" w:rsidRPr="00DA4E77">
        <w:t>Posséder le monde</w:t>
      </w:r>
      <w:r>
        <w:t xml:space="preserve">, </w:t>
      </w:r>
      <w:r w:rsidR="002A4158" w:rsidRPr="00DA4E77">
        <w:t>pour l</w:t>
      </w:r>
      <w:r>
        <w:t>’</w:t>
      </w:r>
      <w:r w:rsidR="002A4158" w:rsidRPr="00DA4E77">
        <w:t>améliorer</w:t>
      </w:r>
      <w:r>
        <w:t xml:space="preserve"> ! </w:t>
      </w:r>
      <w:r w:rsidR="002A4158" w:rsidRPr="00DA4E77">
        <w:t>Soumettre les hommes pour les sauver</w:t>
      </w:r>
      <w:r>
        <w:t xml:space="preserve"> ! </w:t>
      </w:r>
      <w:r w:rsidR="002A4158" w:rsidRPr="00DA4E77">
        <w:t>Ô van</w:t>
      </w:r>
      <w:r w:rsidR="002A4158" w:rsidRPr="00DA4E77">
        <w:t>i</w:t>
      </w:r>
      <w:r w:rsidR="002A4158" w:rsidRPr="00DA4E77">
        <w:t>té</w:t>
      </w:r>
      <w:r>
        <w:t xml:space="preserve"> !… </w:t>
      </w:r>
      <w:r w:rsidR="002A4158" w:rsidRPr="00DA4E77">
        <w:t>De quel droit</w:t>
      </w:r>
      <w:r>
        <w:t xml:space="preserve">, </w:t>
      </w:r>
      <w:proofErr w:type="spellStart"/>
      <w:r w:rsidR="002A4158" w:rsidRPr="00DA4E77">
        <w:t>Hellas</w:t>
      </w:r>
      <w:proofErr w:type="spellEnd"/>
      <w:r>
        <w:t xml:space="preserve">, </w:t>
      </w:r>
      <w:r w:rsidR="002A4158" w:rsidRPr="00DA4E77">
        <w:t>te croyais-tu destiné à conduire l</w:t>
      </w:r>
      <w:r>
        <w:t>’</w:t>
      </w:r>
      <w:r w:rsidR="002A4158" w:rsidRPr="00DA4E77">
        <w:t>univers</w:t>
      </w:r>
      <w:r>
        <w:t xml:space="preserve"> ? </w:t>
      </w:r>
      <w:r w:rsidR="002A4158" w:rsidRPr="00DA4E77">
        <w:t>Ton propre génie</w:t>
      </w:r>
      <w:r>
        <w:t xml:space="preserve"> ? </w:t>
      </w:r>
      <w:r w:rsidR="002A4158" w:rsidRPr="00DA4E77">
        <w:t>Divin génie</w:t>
      </w:r>
      <w:r>
        <w:t xml:space="preserve">, </w:t>
      </w:r>
      <w:r w:rsidR="002A4158" w:rsidRPr="00DA4E77">
        <w:t>vraiment</w:t>
      </w:r>
      <w:r>
        <w:t xml:space="preserve">, </w:t>
      </w:r>
      <w:r w:rsidR="002A4158" w:rsidRPr="00DA4E77">
        <w:t>qui dure quelques lustres à peine et qu</w:t>
      </w:r>
      <w:r>
        <w:t>’</w:t>
      </w:r>
      <w:r w:rsidR="002A4158" w:rsidRPr="00DA4E77">
        <w:t>un mauvais rhume ou qu</w:t>
      </w:r>
      <w:r>
        <w:t>’</w:t>
      </w:r>
      <w:r w:rsidR="002A4158" w:rsidRPr="00DA4E77">
        <w:t>un si</w:t>
      </w:r>
      <w:r w:rsidR="002A4158" w:rsidRPr="00DA4E77">
        <w:t>m</w:t>
      </w:r>
      <w:r w:rsidR="002A4158" w:rsidRPr="00DA4E77">
        <w:t>ple chancre peut d</w:t>
      </w:r>
      <w:r>
        <w:t>’</w:t>
      </w:r>
      <w:r w:rsidR="002A4158" w:rsidRPr="00DA4E77">
        <w:t>un jour à l</w:t>
      </w:r>
      <w:r>
        <w:t>’</w:t>
      </w:r>
      <w:r w:rsidR="002A4158" w:rsidRPr="00DA4E77">
        <w:t>autre jeter au néant</w:t>
      </w:r>
      <w:r>
        <w:t>.</w:t>
      </w:r>
    </w:p>
    <w:p w14:paraId="746FAFB1" w14:textId="77777777" w:rsidR="00276CCE" w:rsidRDefault="00276CCE" w:rsidP="002A4158">
      <w:r>
        <w:t>— </w:t>
      </w:r>
      <w:r w:rsidR="002A4158" w:rsidRPr="00DA4E77">
        <w:t>Oh</w:t>
      </w:r>
      <w:r>
        <w:t xml:space="preserve"> ! </w:t>
      </w:r>
      <w:r w:rsidR="002A4158" w:rsidRPr="00DA4E77">
        <w:t>mon maître</w:t>
      </w:r>
      <w:r>
        <w:t> !</w:t>
      </w:r>
    </w:p>
    <w:p w14:paraId="47011E82" w14:textId="77777777" w:rsidR="00276CCE" w:rsidRDefault="00276CCE" w:rsidP="002A4158">
      <w:r>
        <w:t>— </w:t>
      </w:r>
      <w:r w:rsidR="002A4158" w:rsidRPr="00DA4E77">
        <w:t>Quand on aime les hommes</w:t>
      </w:r>
      <w:r>
        <w:t xml:space="preserve">, </w:t>
      </w:r>
      <w:proofErr w:type="spellStart"/>
      <w:r w:rsidR="002A4158" w:rsidRPr="00DA4E77">
        <w:t>Hellas</w:t>
      </w:r>
      <w:proofErr w:type="spellEnd"/>
      <w:r>
        <w:t xml:space="preserve">, </w:t>
      </w:r>
      <w:r w:rsidR="002A4158" w:rsidRPr="00DA4E77">
        <w:t>on ne les conquiert pas</w:t>
      </w:r>
      <w:r>
        <w:t xml:space="preserve">, </w:t>
      </w:r>
      <w:r w:rsidR="002A4158" w:rsidRPr="00DA4E77">
        <w:t>on se donne à eux</w:t>
      </w:r>
      <w:r>
        <w:t xml:space="preserve"> ; </w:t>
      </w:r>
      <w:r w:rsidR="002A4158" w:rsidRPr="00DA4E77">
        <w:t>on ne les fait pas souffrir</w:t>
      </w:r>
      <w:r>
        <w:t xml:space="preserve">, </w:t>
      </w:r>
      <w:r w:rsidR="002A4158" w:rsidRPr="00DA4E77">
        <w:t>on en sou</w:t>
      </w:r>
      <w:r w:rsidR="002A4158" w:rsidRPr="00DA4E77">
        <w:t>f</w:t>
      </w:r>
      <w:r w:rsidR="002A4158" w:rsidRPr="00DA4E77">
        <w:t>fre</w:t>
      </w:r>
      <w:r>
        <w:t xml:space="preserve"> ; </w:t>
      </w:r>
      <w:r w:rsidR="002A4158" w:rsidRPr="00DA4E77">
        <w:t>on ne les tue pas</w:t>
      </w:r>
      <w:r>
        <w:t xml:space="preserve">, </w:t>
      </w:r>
      <w:r w:rsidR="002A4158" w:rsidRPr="00DA4E77">
        <w:t>on meurt pour les sauver</w:t>
      </w:r>
      <w:r>
        <w:t xml:space="preserve">. </w:t>
      </w:r>
      <w:r w:rsidR="002A4158" w:rsidRPr="00DA4E77">
        <w:t>Ce n</w:t>
      </w:r>
      <w:r>
        <w:t>’</w:t>
      </w:r>
      <w:r w:rsidR="002A4158" w:rsidRPr="00DA4E77">
        <w:t>est pas l</w:t>
      </w:r>
      <w:r>
        <w:t>’</w:t>
      </w:r>
      <w:r w:rsidR="002A4158" w:rsidRPr="00DA4E77">
        <w:t>humanité que tu aimes</w:t>
      </w:r>
      <w:r>
        <w:t xml:space="preserve">, </w:t>
      </w:r>
      <w:r w:rsidR="002A4158" w:rsidRPr="00DA4E77">
        <w:t>c</w:t>
      </w:r>
      <w:r>
        <w:t>’</w:t>
      </w:r>
      <w:r w:rsidR="002A4158" w:rsidRPr="00DA4E77">
        <w:t>est ton rêve d</w:t>
      </w:r>
      <w:r>
        <w:t>’</w:t>
      </w:r>
      <w:r w:rsidR="002A4158" w:rsidRPr="00DA4E77">
        <w:t>humanité</w:t>
      </w:r>
      <w:r>
        <w:t xml:space="preserve">, </w:t>
      </w:r>
      <w:r w:rsidR="002A4158" w:rsidRPr="00DA4E77">
        <w:t>et ce rêve s</w:t>
      </w:r>
      <w:r>
        <w:t>’</w:t>
      </w:r>
      <w:r w:rsidR="002A4158" w:rsidRPr="00DA4E77">
        <w:t>appelle le délire de ton orgueil</w:t>
      </w:r>
      <w:r>
        <w:t>.</w:t>
      </w:r>
    </w:p>
    <w:p w14:paraId="3A192E54" w14:textId="77777777" w:rsidR="00276CCE" w:rsidRDefault="00276CCE" w:rsidP="002A4158">
      <w:r>
        <w:t>— </w:t>
      </w:r>
      <w:r w:rsidR="002A4158" w:rsidRPr="00DA4E77">
        <w:t>Pitié</w:t>
      </w:r>
      <w:r>
        <w:t xml:space="preserve">, </w:t>
      </w:r>
      <w:r w:rsidR="002A4158" w:rsidRPr="00DA4E77">
        <w:t>maître</w:t>
      </w:r>
      <w:r>
        <w:t> !</w:t>
      </w:r>
    </w:p>
    <w:p w14:paraId="3E9C9AC9" w14:textId="77777777" w:rsidR="00276CCE" w:rsidRDefault="00276CCE" w:rsidP="002A4158">
      <w:r>
        <w:t>— </w:t>
      </w:r>
      <w:r w:rsidR="002A4158" w:rsidRPr="00DA4E77">
        <w:t>La pitié</w:t>
      </w:r>
      <w:r>
        <w:t xml:space="preserve">, </w:t>
      </w:r>
      <w:r w:rsidR="002A4158" w:rsidRPr="00DA4E77">
        <w:t>mon fils</w:t>
      </w:r>
      <w:r>
        <w:t xml:space="preserve">, </w:t>
      </w:r>
      <w:r w:rsidR="002A4158" w:rsidRPr="00DA4E77">
        <w:t>c</w:t>
      </w:r>
      <w:r>
        <w:t>’</w:t>
      </w:r>
      <w:r w:rsidR="002A4158" w:rsidRPr="00DA4E77">
        <w:t>est de te parler selon la justice</w:t>
      </w:r>
      <w:r>
        <w:t xml:space="preserve">, </w:t>
      </w:r>
      <w:r w:rsidR="002A4158" w:rsidRPr="00DA4E77">
        <w:t>pour que tu ne recommences pas</w:t>
      </w:r>
      <w:r>
        <w:t xml:space="preserve">, </w:t>
      </w:r>
      <w:r w:rsidR="002A4158" w:rsidRPr="00DA4E77">
        <w:t>pour que personne ne recommence jamais</w:t>
      </w:r>
      <w:r>
        <w:t xml:space="preserve">. </w:t>
      </w:r>
      <w:r w:rsidR="002A4158" w:rsidRPr="00DA4E77">
        <w:t>Illusion</w:t>
      </w:r>
      <w:r>
        <w:t xml:space="preserve">, </w:t>
      </w:r>
      <w:r w:rsidR="002A4158" w:rsidRPr="00DA4E77">
        <w:t>du reste</w:t>
      </w:r>
      <w:r>
        <w:t xml:space="preserve"> ! </w:t>
      </w:r>
      <w:r w:rsidR="002A4158" w:rsidRPr="00DA4E77">
        <w:t>On recommencera toujours</w:t>
      </w:r>
      <w:r>
        <w:t xml:space="preserve"> ! </w:t>
      </w:r>
      <w:r w:rsidR="002A4158" w:rsidRPr="00DA4E77">
        <w:t xml:space="preserve">La bête immonde qui souffle au fond de nos âmes crie </w:t>
      </w:r>
      <w:r w:rsidR="002A4158" w:rsidRPr="00DA4E77">
        <w:lastRenderedPageBreak/>
        <w:t>plus fort que l</w:t>
      </w:r>
      <w:r>
        <w:t>’</w:t>
      </w:r>
      <w:r w:rsidR="002A4158" w:rsidRPr="00DA4E77">
        <w:t>esprit divin qui nous appelle</w:t>
      </w:r>
      <w:r>
        <w:t xml:space="preserve">. </w:t>
      </w:r>
      <w:r w:rsidR="002A4158" w:rsidRPr="00DA4E77">
        <w:t>Mais tôt ou tard</w:t>
      </w:r>
      <w:r>
        <w:t xml:space="preserve">, </w:t>
      </w:r>
      <w:r w:rsidR="002A4158" w:rsidRPr="00DA4E77">
        <w:t>l</w:t>
      </w:r>
      <w:r>
        <w:t>’</w:t>
      </w:r>
      <w:r w:rsidR="002A4158" w:rsidRPr="00DA4E77">
        <w:t>esprit divin f</w:t>
      </w:r>
      <w:r w:rsidR="002A4158" w:rsidRPr="00DA4E77">
        <w:t>i</w:t>
      </w:r>
      <w:r w:rsidR="002A4158" w:rsidRPr="00DA4E77">
        <w:t>nit par l</w:t>
      </w:r>
      <w:r>
        <w:t>’</w:t>
      </w:r>
      <w:r w:rsidR="002A4158" w:rsidRPr="00DA4E77">
        <w:t>emporter</w:t>
      </w:r>
      <w:r>
        <w:t xml:space="preserve">. </w:t>
      </w:r>
      <w:r w:rsidR="002A4158" w:rsidRPr="00DA4E77">
        <w:t>Il l</w:t>
      </w:r>
      <w:r>
        <w:t>’</w:t>
      </w:r>
      <w:r w:rsidR="002A4158" w:rsidRPr="00DA4E77">
        <w:t>emporte aujourd</w:t>
      </w:r>
      <w:r>
        <w:t>’</w:t>
      </w:r>
      <w:r w:rsidR="002A4158" w:rsidRPr="00DA4E77">
        <w:t>hui</w:t>
      </w:r>
      <w:r>
        <w:t xml:space="preserve">. </w:t>
      </w:r>
      <w:r w:rsidR="002A4158" w:rsidRPr="00DA4E77">
        <w:t>Vous tous qui po</w:t>
      </w:r>
      <w:r w:rsidR="002A4158" w:rsidRPr="00DA4E77">
        <w:t>u</w:t>
      </w:r>
      <w:r w:rsidR="002A4158" w:rsidRPr="00DA4E77">
        <w:t>vez voir</w:t>
      </w:r>
      <w:r>
        <w:t xml:space="preserve">, </w:t>
      </w:r>
      <w:r w:rsidR="002A4158" w:rsidRPr="00DA4E77">
        <w:t>contemplez ce qui reste de votre Empire</w:t>
      </w:r>
      <w:r>
        <w:t>…</w:t>
      </w:r>
    </w:p>
    <w:p w14:paraId="0712CDAB" w14:textId="77777777" w:rsidR="00276CCE" w:rsidRDefault="002A4158" w:rsidP="002A4158">
      <w:r w:rsidRPr="00DA4E77">
        <w:t>Un cri de protestation et de douleur s</w:t>
      </w:r>
      <w:r w:rsidR="00276CCE">
        <w:t>’</w:t>
      </w:r>
      <w:r w:rsidRPr="00DA4E77">
        <w:t>élève de toutes les poitrines</w:t>
      </w:r>
      <w:r w:rsidR="00276CCE">
        <w:t xml:space="preserve">. </w:t>
      </w:r>
      <w:proofErr w:type="spellStart"/>
      <w:r w:rsidRPr="00DA4E77">
        <w:t>Oréa</w:t>
      </w:r>
      <w:proofErr w:type="spellEnd"/>
      <w:r w:rsidRPr="00DA4E77">
        <w:t xml:space="preserve"> cache ses larmes</w:t>
      </w:r>
      <w:r w:rsidR="00276CCE">
        <w:t xml:space="preserve">. </w:t>
      </w:r>
      <w:proofErr w:type="spellStart"/>
      <w:r w:rsidRPr="00DA4E77">
        <w:t>Hellas</w:t>
      </w:r>
      <w:proofErr w:type="spellEnd"/>
      <w:r w:rsidRPr="00DA4E77">
        <w:t xml:space="preserve"> met ses deux mains sur sa face convulsée</w:t>
      </w:r>
      <w:r w:rsidR="00276CCE">
        <w:t xml:space="preserve">. </w:t>
      </w:r>
      <w:proofErr w:type="spellStart"/>
      <w:r w:rsidRPr="00DA4E77">
        <w:t>Xanthès</w:t>
      </w:r>
      <w:proofErr w:type="spellEnd"/>
      <w:r w:rsidRPr="00DA4E77">
        <w:t xml:space="preserve"> supplie</w:t>
      </w:r>
      <w:r w:rsidR="00276CCE">
        <w:t> :</w:t>
      </w:r>
    </w:p>
    <w:p w14:paraId="08CEAEA8" w14:textId="77777777" w:rsidR="00276CCE" w:rsidRDefault="00276CCE" w:rsidP="002A4158">
      <w:r>
        <w:t>— </w:t>
      </w:r>
      <w:r w:rsidR="002A4158" w:rsidRPr="00DA4E77">
        <w:t>Épargne-nous</w:t>
      </w:r>
      <w:r>
        <w:t xml:space="preserve">, </w:t>
      </w:r>
      <w:r w:rsidR="002A4158" w:rsidRPr="00DA4E77">
        <w:t>maître</w:t>
      </w:r>
      <w:r>
        <w:t xml:space="preserve">. </w:t>
      </w:r>
      <w:r w:rsidR="002A4158" w:rsidRPr="00DA4E77">
        <w:t>Pourquoi ta colère contre nous aussi</w:t>
      </w:r>
      <w:r>
        <w:t> ?</w:t>
      </w:r>
    </w:p>
    <w:p w14:paraId="6A74C42C" w14:textId="77777777" w:rsidR="00276CCE" w:rsidRDefault="00276CCE" w:rsidP="002A4158">
      <w:r>
        <w:t>— </w:t>
      </w:r>
      <w:r w:rsidR="002A4158" w:rsidRPr="00DA4E77">
        <w:t>Contre vous tous et contre moi-même</w:t>
      </w:r>
      <w:r>
        <w:t xml:space="preserve"> ! </w:t>
      </w:r>
      <w:proofErr w:type="spellStart"/>
      <w:r w:rsidR="002A4158" w:rsidRPr="00DA4E77">
        <w:t>Hellas</w:t>
      </w:r>
      <w:proofErr w:type="spellEnd"/>
      <w:r w:rsidR="002A4158" w:rsidRPr="00DA4E77">
        <w:t xml:space="preserve"> sans doute fut le plus coupable par l</w:t>
      </w:r>
      <w:r>
        <w:t>’</w:t>
      </w:r>
      <w:r w:rsidR="002A4158" w:rsidRPr="00DA4E77">
        <w:t>excès même de son génie</w:t>
      </w:r>
      <w:r>
        <w:t xml:space="preserve">, </w:t>
      </w:r>
      <w:r w:rsidR="002A4158" w:rsidRPr="00DA4E77">
        <w:t>parce que</w:t>
      </w:r>
      <w:r>
        <w:t xml:space="preserve">, </w:t>
      </w:r>
      <w:r w:rsidR="002A4158" w:rsidRPr="00DA4E77">
        <w:t>plus que tout autre</w:t>
      </w:r>
      <w:r>
        <w:t xml:space="preserve">, </w:t>
      </w:r>
      <w:r w:rsidR="002A4158" w:rsidRPr="00DA4E77">
        <w:t>il a incarné l</w:t>
      </w:r>
      <w:r>
        <w:t>’</w:t>
      </w:r>
      <w:r w:rsidR="002A4158" w:rsidRPr="00DA4E77">
        <w:t>âme d</w:t>
      </w:r>
      <w:r>
        <w:t>’</w:t>
      </w:r>
      <w:r w:rsidR="002A4158" w:rsidRPr="00DA4E77">
        <w:t>Atlantis</w:t>
      </w:r>
      <w:r>
        <w:t xml:space="preserve">. </w:t>
      </w:r>
      <w:r w:rsidR="002A4158" w:rsidRPr="00DA4E77">
        <w:t>C</w:t>
      </w:r>
      <w:r>
        <w:t>’</w:t>
      </w:r>
      <w:r w:rsidR="002A4158" w:rsidRPr="00DA4E77">
        <w:t>est Atlantis la grande coupable et elle a mérité son châtiment</w:t>
      </w:r>
      <w:r>
        <w:t>.</w:t>
      </w:r>
    </w:p>
    <w:p w14:paraId="5CBA466C" w14:textId="77777777" w:rsidR="00276CCE" w:rsidRDefault="00276CCE" w:rsidP="002A4158">
      <w:r>
        <w:t>— </w:t>
      </w:r>
      <w:r w:rsidR="002A4158" w:rsidRPr="00DA4E77">
        <w:t>Non</w:t>
      </w:r>
      <w:r>
        <w:t xml:space="preserve"> ! </w:t>
      </w:r>
      <w:r w:rsidR="002A4158" w:rsidRPr="00DA4E77">
        <w:t>Non</w:t>
      </w:r>
      <w:r>
        <w:t> !</w:t>
      </w:r>
    </w:p>
    <w:p w14:paraId="55957AE5" w14:textId="77777777" w:rsidR="00276CCE" w:rsidRDefault="00276CCE" w:rsidP="002A4158">
      <w:r>
        <w:t>— </w:t>
      </w:r>
      <w:r w:rsidR="002A4158" w:rsidRPr="00DA4E77">
        <w:t>Elle l</w:t>
      </w:r>
      <w:r>
        <w:t>’</w:t>
      </w:r>
      <w:r w:rsidR="002A4158" w:rsidRPr="00DA4E77">
        <w:t>a mérité</w:t>
      </w:r>
      <w:r>
        <w:t xml:space="preserve">, </w:t>
      </w:r>
      <w:r w:rsidR="002A4158" w:rsidRPr="00DA4E77">
        <w:t>je le confesse</w:t>
      </w:r>
      <w:r>
        <w:t> !</w:t>
      </w:r>
    </w:p>
    <w:p w14:paraId="121AC9E3" w14:textId="77777777" w:rsidR="00276CCE" w:rsidRDefault="002A4158" w:rsidP="002A4158">
      <w:r w:rsidRPr="00DA4E77">
        <w:t>Silence</w:t>
      </w:r>
      <w:r w:rsidR="00276CCE">
        <w:t>.</w:t>
      </w:r>
    </w:p>
    <w:p w14:paraId="60B464B8" w14:textId="77777777" w:rsidR="00276CCE" w:rsidRDefault="00276CCE" w:rsidP="002A4158">
      <w:r>
        <w:t>— </w:t>
      </w:r>
      <w:r w:rsidR="002A4158" w:rsidRPr="00DA4E77">
        <w:t>Rassurez-vous</w:t>
      </w:r>
      <w:r>
        <w:t xml:space="preserve"> : </w:t>
      </w:r>
      <w:r w:rsidR="002A4158" w:rsidRPr="00DA4E77">
        <w:t>d</w:t>
      </w:r>
      <w:r>
        <w:t>’</w:t>
      </w:r>
      <w:r w:rsidR="002A4158" w:rsidRPr="00DA4E77">
        <w:t>ailleurs</w:t>
      </w:r>
      <w:r>
        <w:t xml:space="preserve">, </w:t>
      </w:r>
      <w:r w:rsidR="002A4158" w:rsidRPr="00DA4E77">
        <w:t>il en viendra de même à tous les empires</w:t>
      </w:r>
      <w:r>
        <w:t xml:space="preserve">. </w:t>
      </w:r>
      <w:r w:rsidR="002A4158" w:rsidRPr="00DA4E77">
        <w:t>Seulement</w:t>
      </w:r>
      <w:r>
        <w:t xml:space="preserve">, </w:t>
      </w:r>
      <w:r w:rsidR="002A4158" w:rsidRPr="00DA4E77">
        <w:t>au lieu de s</w:t>
      </w:r>
      <w:r>
        <w:t>’</w:t>
      </w:r>
      <w:r w:rsidR="002A4158" w:rsidRPr="00DA4E77">
        <w:t>écrouler d</w:t>
      </w:r>
      <w:r>
        <w:t>’</w:t>
      </w:r>
      <w:r w:rsidR="002A4158" w:rsidRPr="00DA4E77">
        <w:t>un seul coup</w:t>
      </w:r>
      <w:r>
        <w:t xml:space="preserve">, </w:t>
      </w:r>
      <w:r w:rsidR="002A4158" w:rsidRPr="00DA4E77">
        <w:t>en pleine mer</w:t>
      </w:r>
      <w:r>
        <w:t xml:space="preserve">, </w:t>
      </w:r>
      <w:r w:rsidR="002A4158" w:rsidRPr="00DA4E77">
        <w:t>comme Atlantis</w:t>
      </w:r>
      <w:r>
        <w:t xml:space="preserve">, </w:t>
      </w:r>
      <w:r w:rsidR="002A4158" w:rsidRPr="00DA4E77">
        <w:t>ils s</w:t>
      </w:r>
      <w:r>
        <w:t>’</w:t>
      </w:r>
      <w:r w:rsidR="002A4158" w:rsidRPr="00DA4E77">
        <w:t>enfonceront lentement dans le sang et dans la pourriture</w:t>
      </w:r>
      <w:r>
        <w:t>.</w:t>
      </w:r>
    </w:p>
    <w:p w14:paraId="3209B797" w14:textId="77777777" w:rsidR="00276CCE" w:rsidRDefault="002A4158" w:rsidP="002A4158">
      <w:r w:rsidRPr="00DA4E77">
        <w:t>Silence</w:t>
      </w:r>
      <w:r w:rsidR="00276CCE">
        <w:t>.</w:t>
      </w:r>
    </w:p>
    <w:p w14:paraId="37EE55D7" w14:textId="77777777" w:rsidR="00276CCE" w:rsidRDefault="00276CCE" w:rsidP="002A4158">
      <w:r>
        <w:t>— </w:t>
      </w:r>
      <w:r w:rsidR="002A4158" w:rsidRPr="00DA4E77">
        <w:t>Maintenant</w:t>
      </w:r>
      <w:r>
        <w:t xml:space="preserve">, </w:t>
      </w:r>
      <w:proofErr w:type="spellStart"/>
      <w:r w:rsidR="002A4158" w:rsidRPr="00DA4E77">
        <w:t>Hellas</w:t>
      </w:r>
      <w:proofErr w:type="spellEnd"/>
      <w:r>
        <w:t xml:space="preserve">, </w:t>
      </w:r>
      <w:r w:rsidR="002A4158" w:rsidRPr="00DA4E77">
        <w:t>il faut que ton châtiment soit co</w:t>
      </w:r>
      <w:r w:rsidR="002A4158" w:rsidRPr="00DA4E77">
        <w:t>m</w:t>
      </w:r>
      <w:r w:rsidR="002A4158" w:rsidRPr="00DA4E77">
        <w:t>plet</w:t>
      </w:r>
      <w:r>
        <w:t xml:space="preserve">. </w:t>
      </w:r>
      <w:r w:rsidR="002A4158" w:rsidRPr="00DA4E77">
        <w:t>Ton châtiment et le nôtre</w:t>
      </w:r>
      <w:r>
        <w:t xml:space="preserve">. </w:t>
      </w:r>
      <w:r w:rsidR="002A4158" w:rsidRPr="00DA4E77">
        <w:t xml:space="preserve">Tu vas aller immédiatement vers </w:t>
      </w:r>
      <w:proofErr w:type="spellStart"/>
      <w:r w:rsidR="002A4158" w:rsidRPr="00DA4E77">
        <w:t>Gaouran</w:t>
      </w:r>
      <w:proofErr w:type="spellEnd"/>
      <w:r w:rsidR="002A4158" w:rsidRPr="00DA4E77">
        <w:t xml:space="preserve"> et lui demander pardon au nom d</w:t>
      </w:r>
      <w:r>
        <w:t>’</w:t>
      </w:r>
      <w:r w:rsidR="002A4158" w:rsidRPr="00DA4E77">
        <w:t>Atlantis</w:t>
      </w:r>
      <w:r>
        <w:t>.</w:t>
      </w:r>
    </w:p>
    <w:p w14:paraId="732094CB" w14:textId="77777777" w:rsidR="00276CCE" w:rsidRDefault="00276CCE" w:rsidP="002A4158">
      <w:r>
        <w:t>— </w:t>
      </w:r>
      <w:r w:rsidR="002A4158" w:rsidRPr="00DA4E77">
        <w:t>Pardon</w:t>
      </w:r>
      <w:r>
        <w:t xml:space="preserve"> ? </w:t>
      </w:r>
      <w:r w:rsidR="002A4158" w:rsidRPr="00DA4E77">
        <w:t>Jamais</w:t>
      </w:r>
      <w:r>
        <w:t>.</w:t>
      </w:r>
    </w:p>
    <w:p w14:paraId="476CA926" w14:textId="77777777" w:rsidR="00276CCE" w:rsidRDefault="00276CCE" w:rsidP="002A4158">
      <w:r>
        <w:lastRenderedPageBreak/>
        <w:t>— </w:t>
      </w:r>
      <w:r w:rsidR="002A4158" w:rsidRPr="00DA4E77">
        <w:t>Jamais</w:t>
      </w:r>
      <w:r>
        <w:t xml:space="preserve"> ?… </w:t>
      </w:r>
      <w:r w:rsidR="002A4158" w:rsidRPr="00DA4E77">
        <w:t>Alors</w:t>
      </w:r>
      <w:r>
        <w:t xml:space="preserve">, </w:t>
      </w:r>
      <w:r w:rsidR="002A4158" w:rsidRPr="00DA4E77">
        <w:t>j</w:t>
      </w:r>
      <w:r>
        <w:t>’</w:t>
      </w:r>
      <w:r w:rsidR="002A4158" w:rsidRPr="00DA4E77">
        <w:t>y vais</w:t>
      </w:r>
      <w:r>
        <w:t xml:space="preserve">, </w:t>
      </w:r>
      <w:r w:rsidR="002A4158" w:rsidRPr="00DA4E77">
        <w:t>moi</w:t>
      </w:r>
      <w:r>
        <w:t xml:space="preserve"> ! </w:t>
      </w:r>
      <w:r w:rsidR="002A4158" w:rsidRPr="00DA4E77">
        <w:t>Conduis-moi</w:t>
      </w:r>
      <w:r>
        <w:t xml:space="preserve">, </w:t>
      </w:r>
      <w:proofErr w:type="spellStart"/>
      <w:r w:rsidR="002A4158" w:rsidRPr="00DA4E77">
        <w:t>Glania</w:t>
      </w:r>
      <w:proofErr w:type="spellEnd"/>
      <w:r>
        <w:t xml:space="preserve">, </w:t>
      </w:r>
      <w:r w:rsidR="002A4158" w:rsidRPr="00DA4E77">
        <w:t>seul être vraiment pur dans cette humanité vaniteuse</w:t>
      </w:r>
      <w:r>
        <w:t>.</w:t>
      </w:r>
    </w:p>
    <w:p w14:paraId="14D92448" w14:textId="77777777" w:rsidR="00276CCE" w:rsidRDefault="00276CCE" w:rsidP="002A4158">
      <w:r>
        <w:t>— </w:t>
      </w:r>
      <w:r w:rsidR="002A4158" w:rsidRPr="00DA4E77">
        <w:t>Et moi</w:t>
      </w:r>
      <w:r>
        <w:t xml:space="preserve">, </w:t>
      </w:r>
      <w:r w:rsidR="002A4158" w:rsidRPr="00DA4E77">
        <w:t>mon père</w:t>
      </w:r>
      <w:r>
        <w:t xml:space="preserve">, </w:t>
      </w:r>
      <w:r w:rsidR="002A4158" w:rsidRPr="00DA4E77">
        <w:t>ne puis-je t</w:t>
      </w:r>
      <w:r>
        <w:t>’</w:t>
      </w:r>
      <w:r w:rsidR="002A4158" w:rsidRPr="00DA4E77">
        <w:t>accompagner</w:t>
      </w:r>
      <w:r>
        <w:t> ?</w:t>
      </w:r>
    </w:p>
    <w:p w14:paraId="7A5DD93C" w14:textId="77777777" w:rsidR="00276CCE" w:rsidRDefault="00276CCE" w:rsidP="002A4158">
      <w:r>
        <w:t>— </w:t>
      </w:r>
      <w:r w:rsidR="002A4158" w:rsidRPr="00DA4E77">
        <w:t xml:space="preserve">Reste avec </w:t>
      </w:r>
      <w:proofErr w:type="spellStart"/>
      <w:r w:rsidR="002A4158" w:rsidRPr="00DA4E77">
        <w:t>Hellas</w:t>
      </w:r>
      <w:proofErr w:type="spellEnd"/>
      <w:r>
        <w:t xml:space="preserve">, </w:t>
      </w:r>
      <w:r w:rsidR="002A4158" w:rsidRPr="00DA4E77">
        <w:t>ma fille</w:t>
      </w:r>
      <w:r>
        <w:t xml:space="preserve">. </w:t>
      </w:r>
      <w:r w:rsidR="002A4158" w:rsidRPr="00DA4E77">
        <w:t>Restez unis pour toujours</w:t>
      </w:r>
      <w:r>
        <w:t xml:space="preserve">. </w:t>
      </w:r>
      <w:r w:rsidR="002A4158" w:rsidRPr="00DA4E77">
        <w:t>Viens</w:t>
      </w:r>
      <w:r>
        <w:t xml:space="preserve">, </w:t>
      </w:r>
      <w:proofErr w:type="spellStart"/>
      <w:r w:rsidR="002A4158" w:rsidRPr="00DA4E77">
        <w:t>Glania</w:t>
      </w:r>
      <w:proofErr w:type="spellEnd"/>
      <w:r>
        <w:t>.</w:t>
      </w:r>
    </w:p>
    <w:p w14:paraId="78636706" w14:textId="77777777" w:rsidR="00276CCE" w:rsidRDefault="002A4158" w:rsidP="002A4158">
      <w:r w:rsidRPr="00DA4E77">
        <w:t xml:space="preserve">Et </w:t>
      </w:r>
      <w:proofErr w:type="spellStart"/>
      <w:r w:rsidRPr="00DA4E77">
        <w:t>Oréus</w:t>
      </w:r>
      <w:proofErr w:type="spellEnd"/>
      <w:r w:rsidR="00276CCE">
        <w:t xml:space="preserve">, </w:t>
      </w:r>
      <w:r w:rsidRPr="00DA4E77">
        <w:t>à pas lents</w:t>
      </w:r>
      <w:r w:rsidR="00276CCE">
        <w:t xml:space="preserve">, </w:t>
      </w:r>
      <w:r w:rsidRPr="00DA4E77">
        <w:t>le bras appuyé sur l</w:t>
      </w:r>
      <w:r w:rsidR="00276CCE">
        <w:t>’</w:t>
      </w:r>
      <w:r w:rsidRPr="00DA4E77">
        <w:t>épaule de la L</w:t>
      </w:r>
      <w:r w:rsidRPr="00DA4E77">
        <w:t>i</w:t>
      </w:r>
      <w:r w:rsidRPr="00DA4E77">
        <w:t>gure</w:t>
      </w:r>
      <w:r w:rsidR="00276CCE">
        <w:t xml:space="preserve">, </w:t>
      </w:r>
      <w:r w:rsidRPr="00DA4E77">
        <w:t>se dirige majestueusement vers le navire</w:t>
      </w:r>
      <w:r w:rsidR="00276CCE">
        <w:t>.</w:t>
      </w:r>
    </w:p>
    <w:p w14:paraId="40E4740A" w14:textId="77777777" w:rsidR="00276CCE" w:rsidRDefault="002A4158" w:rsidP="002A4158">
      <w:r w:rsidRPr="00DA4E77">
        <w:t xml:space="preserve">Alors </w:t>
      </w:r>
      <w:proofErr w:type="spellStart"/>
      <w:r w:rsidRPr="00DA4E77">
        <w:t>Hellas</w:t>
      </w:r>
      <w:proofErr w:type="spellEnd"/>
      <w:r w:rsidR="00276CCE">
        <w:t xml:space="preserve">, </w:t>
      </w:r>
      <w:r w:rsidRPr="00DA4E77">
        <w:t>métamorphosé</w:t>
      </w:r>
      <w:r w:rsidR="00276CCE">
        <w:t xml:space="preserve">, </w:t>
      </w:r>
      <w:r w:rsidRPr="00DA4E77">
        <w:t>sortant de son mutisme</w:t>
      </w:r>
      <w:r w:rsidR="00276CCE">
        <w:t xml:space="preserve">, </w:t>
      </w:r>
      <w:r w:rsidRPr="00DA4E77">
        <w:t>s</w:t>
      </w:r>
      <w:r w:rsidR="00276CCE">
        <w:t>’</w:t>
      </w:r>
      <w:r w:rsidRPr="00DA4E77">
        <w:t>avance vers le vieillard</w:t>
      </w:r>
      <w:r w:rsidR="00276CCE">
        <w:t xml:space="preserve">, </w:t>
      </w:r>
      <w:r w:rsidRPr="00DA4E77">
        <w:t>se courbe pieusement</w:t>
      </w:r>
      <w:r w:rsidR="00276CCE">
        <w:t xml:space="preserve">, </w:t>
      </w:r>
      <w:r w:rsidRPr="00DA4E77">
        <w:t>baise le pan de sa tunique et s</w:t>
      </w:r>
      <w:r w:rsidR="00276CCE">
        <w:t>’</w:t>
      </w:r>
      <w:r w:rsidRPr="00DA4E77">
        <w:t>écrie</w:t>
      </w:r>
      <w:r w:rsidR="00276CCE">
        <w:t> :</w:t>
      </w:r>
    </w:p>
    <w:p w14:paraId="38F6037C" w14:textId="77777777" w:rsidR="00276CCE" w:rsidRDefault="00276CCE" w:rsidP="002A4158">
      <w:r>
        <w:t>— </w:t>
      </w:r>
      <w:r w:rsidR="002A4158" w:rsidRPr="00DA4E77">
        <w:t>Non</w:t>
      </w:r>
      <w:r>
        <w:t xml:space="preserve">, </w:t>
      </w:r>
      <w:r w:rsidR="002A4158" w:rsidRPr="00DA4E77">
        <w:t>pas toi</w:t>
      </w:r>
      <w:r>
        <w:t xml:space="preserve">, </w:t>
      </w:r>
      <w:r w:rsidR="002A4158" w:rsidRPr="00DA4E77">
        <w:t>mais moi</w:t>
      </w:r>
      <w:r>
        <w:t xml:space="preserve"> ! </w:t>
      </w:r>
      <w:r w:rsidR="002A4158" w:rsidRPr="00DA4E77">
        <w:t>Tu as raison</w:t>
      </w:r>
      <w:r>
        <w:t> !</w:t>
      </w:r>
    </w:p>
    <w:p w14:paraId="34789C38" w14:textId="77777777" w:rsidR="00276CCE" w:rsidRDefault="002A4158" w:rsidP="002A4158">
      <w:proofErr w:type="spellStart"/>
      <w:r w:rsidRPr="00DA4E77">
        <w:t>Xanthès</w:t>
      </w:r>
      <w:proofErr w:type="spellEnd"/>
      <w:r w:rsidRPr="00DA4E77">
        <w:t xml:space="preserve"> fait un mouvement comme s</w:t>
      </w:r>
      <w:r w:rsidR="00276CCE">
        <w:t>’</w:t>
      </w:r>
      <w:r w:rsidRPr="00DA4E77">
        <w:t>il s</w:t>
      </w:r>
      <w:r w:rsidR="00276CCE">
        <w:t>’</w:t>
      </w:r>
      <w:r w:rsidRPr="00DA4E77">
        <w:t>apprêtait à pr</w:t>
      </w:r>
      <w:r w:rsidRPr="00DA4E77">
        <w:t>o</w:t>
      </w:r>
      <w:r w:rsidRPr="00DA4E77">
        <w:t>tester</w:t>
      </w:r>
      <w:r w:rsidR="00276CCE">
        <w:t xml:space="preserve">. </w:t>
      </w:r>
      <w:r w:rsidRPr="00DA4E77">
        <w:t xml:space="preserve">Mais </w:t>
      </w:r>
      <w:proofErr w:type="spellStart"/>
      <w:r w:rsidRPr="00DA4E77">
        <w:t>Hellas</w:t>
      </w:r>
      <w:proofErr w:type="spellEnd"/>
      <w:r w:rsidR="00276CCE">
        <w:t xml:space="preserve">, </w:t>
      </w:r>
      <w:r w:rsidRPr="00DA4E77">
        <w:t>sans attendre</w:t>
      </w:r>
      <w:r w:rsidR="00276CCE">
        <w:t> :</w:t>
      </w:r>
    </w:p>
    <w:p w14:paraId="37FB1FFC" w14:textId="77777777" w:rsidR="00276CCE" w:rsidRDefault="00276CCE" w:rsidP="002A4158">
      <w:r>
        <w:t>— </w:t>
      </w:r>
      <w:r w:rsidR="002A4158" w:rsidRPr="00DA4E77">
        <w:t>Tu as raison</w:t>
      </w:r>
      <w:r>
        <w:t xml:space="preserve">, </w:t>
      </w:r>
      <w:r w:rsidR="002A4158" w:rsidRPr="00DA4E77">
        <w:t>mon père</w:t>
      </w:r>
      <w:r>
        <w:t xml:space="preserve">. </w:t>
      </w:r>
      <w:r w:rsidR="002A4158" w:rsidRPr="00DA4E77">
        <w:t>Je t</w:t>
      </w:r>
      <w:r>
        <w:t>’</w:t>
      </w:r>
      <w:r w:rsidR="002A4158" w:rsidRPr="00DA4E77">
        <w:t>entends</w:t>
      </w:r>
      <w:r>
        <w:t xml:space="preserve">. </w:t>
      </w:r>
      <w:r w:rsidR="002A4158" w:rsidRPr="00DA4E77">
        <w:t>Mes yeux s</w:t>
      </w:r>
      <w:r>
        <w:t>’</w:t>
      </w:r>
      <w:r w:rsidR="002A4158" w:rsidRPr="00DA4E77">
        <w:t>ouvrent</w:t>
      </w:r>
      <w:r>
        <w:t xml:space="preserve">. </w:t>
      </w:r>
      <w:r w:rsidR="002A4158" w:rsidRPr="00DA4E77">
        <w:t xml:space="preserve">Je ne vais pas demander pardon à </w:t>
      </w:r>
      <w:proofErr w:type="spellStart"/>
      <w:r w:rsidR="002A4158" w:rsidRPr="00DA4E77">
        <w:t>Gaouran</w:t>
      </w:r>
      <w:proofErr w:type="spellEnd"/>
      <w:r>
        <w:t xml:space="preserve"> ; </w:t>
      </w:r>
      <w:r w:rsidR="002A4158" w:rsidRPr="00DA4E77">
        <w:t>je vais mieux faire</w:t>
      </w:r>
      <w:r>
        <w:t>.</w:t>
      </w:r>
    </w:p>
    <w:p w14:paraId="78880267" w14:textId="77777777" w:rsidR="00276CCE" w:rsidRDefault="00276CCE" w:rsidP="002A4158">
      <w:r>
        <w:t>— </w:t>
      </w:r>
      <w:r w:rsidR="002A4158" w:rsidRPr="00DA4E77">
        <w:t>Prends garde encore à l</w:t>
      </w:r>
      <w:r>
        <w:t>’</w:t>
      </w:r>
      <w:r w:rsidR="002A4158" w:rsidRPr="00DA4E77">
        <w:t>orgueil</w:t>
      </w:r>
      <w:r>
        <w:t xml:space="preserve"> ! </w:t>
      </w:r>
      <w:r w:rsidR="002A4158" w:rsidRPr="00DA4E77">
        <w:t xml:space="preserve">gronde </w:t>
      </w:r>
      <w:proofErr w:type="spellStart"/>
      <w:r w:rsidR="002A4158" w:rsidRPr="00DA4E77">
        <w:t>Oréus</w:t>
      </w:r>
      <w:proofErr w:type="spellEnd"/>
      <w:r w:rsidR="002A4158" w:rsidRPr="00DA4E77">
        <w:t xml:space="preserve"> d</w:t>
      </w:r>
      <w:r>
        <w:t>’</w:t>
      </w:r>
      <w:r w:rsidR="002A4158" w:rsidRPr="00DA4E77">
        <w:t>un ton radouci</w:t>
      </w:r>
      <w:r>
        <w:t>.</w:t>
      </w:r>
    </w:p>
    <w:p w14:paraId="38811BB6" w14:textId="77777777" w:rsidR="00276CCE" w:rsidRDefault="00276CCE" w:rsidP="002A4158">
      <w:r>
        <w:t>— </w:t>
      </w:r>
      <w:r w:rsidR="002A4158" w:rsidRPr="00DA4E77">
        <w:t>Oui</w:t>
      </w:r>
      <w:r>
        <w:t xml:space="preserve">, </w:t>
      </w:r>
      <w:r w:rsidR="002A4158" w:rsidRPr="00DA4E77">
        <w:t>je ferai mieux</w:t>
      </w:r>
      <w:r>
        <w:t xml:space="preserve">. </w:t>
      </w:r>
      <w:r w:rsidR="002A4158" w:rsidRPr="00DA4E77">
        <w:t>Je vais lui jurer que dans mon bel Orient pélasgique</w:t>
      </w:r>
      <w:r>
        <w:t xml:space="preserve">, </w:t>
      </w:r>
      <w:r w:rsidR="002A4158" w:rsidRPr="00DA4E77">
        <w:t>je ne fonderai pas un nouvel empire</w:t>
      </w:r>
      <w:r>
        <w:t xml:space="preserve">, </w:t>
      </w:r>
      <w:r w:rsidR="002A4158" w:rsidRPr="00DA4E77">
        <w:t>mais une harmonieuse union de cités libres</w:t>
      </w:r>
      <w:r>
        <w:t xml:space="preserve">, </w:t>
      </w:r>
      <w:r w:rsidR="002A4158" w:rsidRPr="00DA4E77">
        <w:t>selon la manière des Bi</w:t>
      </w:r>
      <w:r w:rsidR="002A4158" w:rsidRPr="00DA4E77">
        <w:t>s</w:t>
      </w:r>
      <w:r w:rsidR="002A4158" w:rsidRPr="00DA4E77">
        <w:t>cayens</w:t>
      </w:r>
      <w:r>
        <w:t xml:space="preserve">, </w:t>
      </w:r>
      <w:r w:rsidR="002A4158" w:rsidRPr="00DA4E77">
        <w:t xml:space="preserve">des </w:t>
      </w:r>
      <w:proofErr w:type="spellStart"/>
      <w:r w:rsidR="002A4158" w:rsidRPr="00DA4E77">
        <w:t>Basconiens</w:t>
      </w:r>
      <w:proofErr w:type="spellEnd"/>
      <w:r w:rsidR="002A4158" w:rsidRPr="00DA4E77">
        <w:t xml:space="preserve"> et des Cantabres</w:t>
      </w:r>
      <w:r>
        <w:t>.</w:t>
      </w:r>
    </w:p>
    <w:p w14:paraId="40A91ECE" w14:textId="77777777" w:rsidR="00276CCE" w:rsidRDefault="002A4158" w:rsidP="002A4158">
      <w:r w:rsidRPr="00DA4E77">
        <w:t>Et dans un de ces mouvements irrésistibles de son génie</w:t>
      </w:r>
      <w:r w:rsidR="00276CCE">
        <w:t xml:space="preserve">, </w:t>
      </w:r>
      <w:r w:rsidRPr="00DA4E77">
        <w:t>il s</w:t>
      </w:r>
      <w:r w:rsidR="00276CCE">
        <w:t>’</w:t>
      </w:r>
      <w:r w:rsidRPr="00DA4E77">
        <w:t>élance à la course vers la grève</w:t>
      </w:r>
      <w:r w:rsidR="00276CCE">
        <w:t xml:space="preserve">, </w:t>
      </w:r>
      <w:r w:rsidRPr="00DA4E77">
        <w:t xml:space="preserve">sans que personne </w:t>
      </w:r>
      <w:r w:rsidR="00642FC6">
        <w:t>n</w:t>
      </w:r>
      <w:r w:rsidR="00276CCE">
        <w:t>’</w:t>
      </w:r>
      <w:r w:rsidRPr="00DA4E77">
        <w:t>ait le temps de le suivre</w:t>
      </w:r>
      <w:r w:rsidR="00276CCE">
        <w:t xml:space="preserve">, </w:t>
      </w:r>
      <w:r w:rsidRPr="00DA4E77">
        <w:t>ni même de lui dire un mot</w:t>
      </w:r>
      <w:r w:rsidR="00276CCE">
        <w:t>.</w:t>
      </w:r>
    </w:p>
    <w:p w14:paraId="79D3FE2E" w14:textId="77777777" w:rsidR="00276CCE" w:rsidRDefault="00276CCE" w:rsidP="002A4158">
      <w:r>
        <w:t>— </w:t>
      </w:r>
      <w:r w:rsidR="002A4158" w:rsidRPr="00DA4E77">
        <w:t>Quel brave être</w:t>
      </w:r>
      <w:r>
        <w:t xml:space="preserve"> ! </w:t>
      </w:r>
      <w:r w:rsidR="002A4158" w:rsidRPr="00DA4E77">
        <w:t xml:space="preserve">chuchote </w:t>
      </w:r>
      <w:proofErr w:type="spellStart"/>
      <w:r w:rsidR="002A4158" w:rsidRPr="00DA4E77">
        <w:t>Oréus</w:t>
      </w:r>
      <w:proofErr w:type="spellEnd"/>
      <w:r>
        <w:t xml:space="preserve">, </w:t>
      </w:r>
      <w:r w:rsidR="002A4158" w:rsidRPr="00DA4E77">
        <w:t xml:space="preserve">à qui </w:t>
      </w:r>
      <w:proofErr w:type="spellStart"/>
      <w:r w:rsidR="002A4158" w:rsidRPr="00DA4E77">
        <w:t>Glania</w:t>
      </w:r>
      <w:proofErr w:type="spellEnd"/>
      <w:r w:rsidR="002A4158" w:rsidRPr="00DA4E77">
        <w:t xml:space="preserve"> décrit ce qui se passe</w:t>
      </w:r>
      <w:r>
        <w:t>.</w:t>
      </w:r>
    </w:p>
    <w:p w14:paraId="0FA4D711" w14:textId="77777777" w:rsidR="00276CCE" w:rsidRDefault="002A4158" w:rsidP="002A4158">
      <w:r w:rsidRPr="00DA4E77">
        <w:lastRenderedPageBreak/>
        <w:t>Or</w:t>
      </w:r>
      <w:r w:rsidR="00276CCE">
        <w:t xml:space="preserve">, </w:t>
      </w:r>
      <w:r w:rsidRPr="00DA4E77">
        <w:t>voici que du bateau descendent sur la rive une troupe d</w:t>
      </w:r>
      <w:r w:rsidR="00276CCE">
        <w:t>’</w:t>
      </w:r>
      <w:r w:rsidRPr="00DA4E77">
        <w:t>hommes portant des faisceaux de bois sur l</w:t>
      </w:r>
      <w:r w:rsidR="00276CCE">
        <w:t>’</w:t>
      </w:r>
      <w:r w:rsidRPr="00DA4E77">
        <w:t>épaule</w:t>
      </w:r>
      <w:r w:rsidR="00276CCE">
        <w:t xml:space="preserve">, </w:t>
      </w:r>
      <w:r w:rsidRPr="00DA4E77">
        <w:t>et qui viennent au-devant d</w:t>
      </w:r>
      <w:r w:rsidR="00276CCE">
        <w:t>’</w:t>
      </w:r>
      <w:proofErr w:type="spellStart"/>
      <w:r w:rsidRPr="00DA4E77">
        <w:t>Hellas</w:t>
      </w:r>
      <w:proofErr w:type="spellEnd"/>
      <w:r w:rsidR="00276CCE">
        <w:t xml:space="preserve">, </w:t>
      </w:r>
      <w:r w:rsidRPr="00DA4E77">
        <w:t xml:space="preserve">précédés par </w:t>
      </w:r>
      <w:proofErr w:type="spellStart"/>
      <w:r w:rsidRPr="00DA4E77">
        <w:t>Gaouran</w:t>
      </w:r>
      <w:proofErr w:type="spellEnd"/>
      <w:r w:rsidR="00276CCE">
        <w:t>.</w:t>
      </w:r>
    </w:p>
    <w:p w14:paraId="1A0E895D" w14:textId="77777777" w:rsidR="00276CCE" w:rsidRDefault="002A4158" w:rsidP="002A4158">
      <w:proofErr w:type="spellStart"/>
      <w:r w:rsidRPr="00DA4E77">
        <w:t>Hellas</w:t>
      </w:r>
      <w:proofErr w:type="spellEnd"/>
      <w:r w:rsidR="00276CCE">
        <w:t xml:space="preserve">, </w:t>
      </w:r>
      <w:r w:rsidRPr="00DA4E77">
        <w:t>qui a couru avec une agilité d</w:t>
      </w:r>
      <w:r w:rsidR="00276CCE">
        <w:t>’</w:t>
      </w:r>
      <w:r w:rsidRPr="00DA4E77">
        <w:t>adolescent</w:t>
      </w:r>
      <w:r w:rsidR="00276CCE">
        <w:t xml:space="preserve">, </w:t>
      </w:r>
      <w:r w:rsidRPr="00DA4E77">
        <w:t>s</w:t>
      </w:r>
      <w:r w:rsidR="00276CCE">
        <w:t>’</w:t>
      </w:r>
      <w:r w:rsidRPr="00DA4E77">
        <w:t xml:space="preserve">arrête à quelques pas de </w:t>
      </w:r>
      <w:proofErr w:type="spellStart"/>
      <w:r w:rsidRPr="00DA4E77">
        <w:t>Gaouran</w:t>
      </w:r>
      <w:proofErr w:type="spellEnd"/>
      <w:r w:rsidR="00276CCE">
        <w:t xml:space="preserve">. </w:t>
      </w:r>
      <w:r w:rsidRPr="00DA4E77">
        <w:t>Il tend une main vers lui</w:t>
      </w:r>
      <w:r w:rsidR="00276CCE">
        <w:t xml:space="preserve">. </w:t>
      </w:r>
      <w:r w:rsidRPr="00DA4E77">
        <w:t xml:space="preserve">Le </w:t>
      </w:r>
      <w:proofErr w:type="spellStart"/>
      <w:r w:rsidRPr="00DA4E77">
        <w:t>Basc</w:t>
      </w:r>
      <w:r w:rsidRPr="00DA4E77">
        <w:t>o</w:t>
      </w:r>
      <w:r w:rsidRPr="00DA4E77">
        <w:t>nien</w:t>
      </w:r>
      <w:proofErr w:type="spellEnd"/>
      <w:r w:rsidRPr="00DA4E77">
        <w:t xml:space="preserve"> tend les deux siennes</w:t>
      </w:r>
      <w:r w:rsidR="00276CCE">
        <w:t xml:space="preserve">. </w:t>
      </w:r>
      <w:r w:rsidRPr="00DA4E77">
        <w:t>Ils se précipitent l</w:t>
      </w:r>
      <w:r w:rsidR="00276CCE">
        <w:t>’</w:t>
      </w:r>
      <w:r w:rsidRPr="00DA4E77">
        <w:t>un vers l</w:t>
      </w:r>
      <w:r w:rsidR="00276CCE">
        <w:t>’</w:t>
      </w:r>
      <w:r w:rsidRPr="00DA4E77">
        <w:t>autre</w:t>
      </w:r>
      <w:r w:rsidR="00276CCE">
        <w:t xml:space="preserve">. </w:t>
      </w:r>
      <w:r w:rsidRPr="00DA4E77">
        <w:t xml:space="preserve">On voit </w:t>
      </w:r>
      <w:proofErr w:type="spellStart"/>
      <w:r w:rsidRPr="00DA4E77">
        <w:t>Gaouran</w:t>
      </w:r>
      <w:proofErr w:type="spellEnd"/>
      <w:r w:rsidRPr="00DA4E77">
        <w:t xml:space="preserve"> qui</w:t>
      </w:r>
      <w:r w:rsidR="00276CCE">
        <w:t xml:space="preserve">, </w:t>
      </w:r>
      <w:r w:rsidRPr="00DA4E77">
        <w:t>par deux fois</w:t>
      </w:r>
      <w:r w:rsidR="00276CCE">
        <w:t xml:space="preserve">, </w:t>
      </w:r>
      <w:r w:rsidRPr="00DA4E77">
        <w:t xml:space="preserve">serre </w:t>
      </w:r>
      <w:proofErr w:type="spellStart"/>
      <w:r w:rsidRPr="00DA4E77">
        <w:t>Hellas</w:t>
      </w:r>
      <w:proofErr w:type="spellEnd"/>
      <w:r w:rsidRPr="00DA4E77">
        <w:t xml:space="preserve"> sur sa poitrine</w:t>
      </w:r>
      <w:r w:rsidR="00276CCE">
        <w:t xml:space="preserve"> ; </w:t>
      </w:r>
      <w:r w:rsidRPr="00DA4E77">
        <w:t>puis il lui tape familièrement sur l</w:t>
      </w:r>
      <w:r w:rsidR="00276CCE">
        <w:t>’</w:t>
      </w:r>
      <w:r w:rsidRPr="00DA4E77">
        <w:t>épaule</w:t>
      </w:r>
      <w:r w:rsidR="00276CCE">
        <w:t xml:space="preserve">, </w:t>
      </w:r>
      <w:r w:rsidRPr="00DA4E77">
        <w:t>et tous les deux</w:t>
      </w:r>
      <w:r w:rsidR="00276CCE">
        <w:t xml:space="preserve">, </w:t>
      </w:r>
      <w:r w:rsidRPr="00DA4E77">
        <w:t>bras dessus</w:t>
      </w:r>
      <w:r w:rsidR="00276CCE">
        <w:t xml:space="preserve">, </w:t>
      </w:r>
      <w:r w:rsidRPr="00DA4E77">
        <w:t>bras dessous</w:t>
      </w:r>
      <w:r w:rsidR="00276CCE">
        <w:t xml:space="preserve">, </w:t>
      </w:r>
      <w:r w:rsidRPr="00DA4E77">
        <w:t>s</w:t>
      </w:r>
      <w:r w:rsidR="00276CCE">
        <w:t>’</w:t>
      </w:r>
      <w:r w:rsidRPr="00DA4E77">
        <w:t>avancent maintenant à la tête des mat</w:t>
      </w:r>
      <w:r w:rsidRPr="00DA4E77">
        <w:t>e</w:t>
      </w:r>
      <w:r w:rsidRPr="00DA4E77">
        <w:t>lots</w:t>
      </w:r>
      <w:r w:rsidR="00276CCE">
        <w:t xml:space="preserve">. </w:t>
      </w:r>
      <w:proofErr w:type="spellStart"/>
      <w:r w:rsidRPr="00DA4E77">
        <w:t>Gaouran</w:t>
      </w:r>
      <w:proofErr w:type="spellEnd"/>
      <w:r w:rsidR="00276CCE">
        <w:t xml:space="preserve">, </w:t>
      </w:r>
      <w:r w:rsidRPr="00DA4E77">
        <w:t>la face épanouie</w:t>
      </w:r>
      <w:r w:rsidR="00276CCE">
        <w:t xml:space="preserve">, </w:t>
      </w:r>
      <w:r w:rsidRPr="00DA4E77">
        <w:t>éclate en un bon rire moqueur</w:t>
      </w:r>
      <w:r w:rsidR="00276CCE">
        <w:t>.</w:t>
      </w:r>
    </w:p>
    <w:p w14:paraId="52F15C91" w14:textId="77777777" w:rsidR="00276CCE" w:rsidRDefault="00276CCE" w:rsidP="002A4158">
      <w:r>
        <w:t>— </w:t>
      </w:r>
      <w:r w:rsidR="002A4158" w:rsidRPr="00DA4E77">
        <w:t>L</w:t>
      </w:r>
      <w:r>
        <w:t>’</w:t>
      </w:r>
      <w:r w:rsidR="002A4158" w:rsidRPr="00DA4E77">
        <w:t>histoire est bien bonne</w:t>
      </w:r>
      <w:r>
        <w:t xml:space="preserve">, </w:t>
      </w:r>
      <w:r w:rsidR="002A4158" w:rsidRPr="00DA4E77">
        <w:t>fait-il</w:t>
      </w:r>
      <w:r>
        <w:t xml:space="preserve">. </w:t>
      </w:r>
      <w:r w:rsidR="002A4158" w:rsidRPr="00DA4E77">
        <w:t>Il paraît que vous m</w:t>
      </w:r>
      <w:r>
        <w:t>’</w:t>
      </w:r>
      <w:r w:rsidR="002A4158" w:rsidRPr="00DA4E77">
        <w:t>avez cru fâché contre vous</w:t>
      </w:r>
      <w:r>
        <w:t> ?</w:t>
      </w:r>
    </w:p>
    <w:p w14:paraId="0E602AC1" w14:textId="77777777" w:rsidR="00276CCE" w:rsidRDefault="00276CCE" w:rsidP="002A4158">
      <w:r>
        <w:t>— </w:t>
      </w:r>
      <w:r w:rsidR="002A4158" w:rsidRPr="00DA4E77">
        <w:t>Mais il y aurait eu de quoi</w:t>
      </w:r>
      <w:r>
        <w:t xml:space="preserve"> ! </w:t>
      </w:r>
      <w:r w:rsidR="002A4158" w:rsidRPr="00DA4E77">
        <w:t xml:space="preserve">répond </w:t>
      </w:r>
      <w:proofErr w:type="spellStart"/>
      <w:r w:rsidR="002A4158" w:rsidRPr="00DA4E77">
        <w:t>Oréus</w:t>
      </w:r>
      <w:proofErr w:type="spellEnd"/>
      <w:r w:rsidR="002A4158" w:rsidRPr="00DA4E77">
        <w:t xml:space="preserve"> en souriant</w:t>
      </w:r>
      <w:r>
        <w:t>.</w:t>
      </w:r>
    </w:p>
    <w:p w14:paraId="4905657F" w14:textId="77777777" w:rsidR="00276CCE" w:rsidRDefault="00276CCE" w:rsidP="002A4158">
      <w:r>
        <w:t>— </w:t>
      </w:r>
      <w:r w:rsidR="002A4158" w:rsidRPr="00DA4E77">
        <w:t>De quoi</w:t>
      </w:r>
      <w:r>
        <w:t xml:space="preserve"> ? </w:t>
      </w:r>
      <w:r w:rsidR="002A4158" w:rsidRPr="00DA4E77">
        <w:t>Pourquoi</w:t>
      </w:r>
      <w:r>
        <w:t xml:space="preserve"> ? </w:t>
      </w:r>
      <w:r w:rsidR="002A4158" w:rsidRPr="00DA4E77">
        <w:t>Parce que nous n</w:t>
      </w:r>
      <w:r>
        <w:t>’</w:t>
      </w:r>
      <w:r w:rsidR="002A4158" w:rsidRPr="00DA4E77">
        <w:t>étions pas tout à fait d</w:t>
      </w:r>
      <w:r>
        <w:t>’</w:t>
      </w:r>
      <w:r w:rsidR="002A4158" w:rsidRPr="00DA4E77">
        <w:t>accord sur la manière de gouverner le monde</w:t>
      </w:r>
      <w:r>
        <w:t xml:space="preserve"> ? </w:t>
      </w:r>
      <w:r w:rsidR="002A4158" w:rsidRPr="00DA4E77">
        <w:t>Alors</w:t>
      </w:r>
      <w:r>
        <w:t xml:space="preserve">, </w:t>
      </w:r>
      <w:r w:rsidR="002A4158" w:rsidRPr="00DA4E77">
        <w:t>quand vous vivrez avec nous</w:t>
      </w:r>
      <w:r>
        <w:t xml:space="preserve">, </w:t>
      </w:r>
      <w:r w:rsidR="002A4158" w:rsidRPr="00DA4E77">
        <w:t>vous en entendrez bien d</w:t>
      </w:r>
      <w:r>
        <w:t>’</w:t>
      </w:r>
      <w:r w:rsidR="002A4158" w:rsidRPr="00DA4E77">
        <w:t>autres</w:t>
      </w:r>
      <w:r>
        <w:t xml:space="preserve"> ! </w:t>
      </w:r>
      <w:r w:rsidR="002A4158" w:rsidRPr="00DA4E77">
        <w:t>Nous nous chamaillons tous les soirs</w:t>
      </w:r>
      <w:r>
        <w:t xml:space="preserve">, </w:t>
      </w:r>
      <w:r w:rsidR="002A4158" w:rsidRPr="00DA4E77">
        <w:t xml:space="preserve">dans nos vallées de </w:t>
      </w:r>
      <w:proofErr w:type="spellStart"/>
      <w:r w:rsidR="002A4158" w:rsidRPr="00DA4E77">
        <w:t>Ba</w:t>
      </w:r>
      <w:r w:rsidR="002A4158" w:rsidRPr="00DA4E77">
        <w:t>s</w:t>
      </w:r>
      <w:r w:rsidR="002A4158" w:rsidRPr="00DA4E77">
        <w:t>conie</w:t>
      </w:r>
      <w:proofErr w:type="spellEnd"/>
      <w:r>
        <w:t xml:space="preserve"> ; </w:t>
      </w:r>
      <w:r w:rsidR="002A4158" w:rsidRPr="00DA4E77">
        <w:t>cela ne nous empêche pas de nous aimer</w:t>
      </w:r>
      <w:r>
        <w:t>.</w:t>
      </w:r>
    </w:p>
    <w:p w14:paraId="5D6A6D72" w14:textId="77777777" w:rsidR="00276CCE" w:rsidRDefault="002A4158" w:rsidP="002A4158">
      <w:r w:rsidRPr="00DA4E77">
        <w:t>Puis</w:t>
      </w:r>
      <w:r w:rsidR="00276CCE">
        <w:t xml:space="preserve">, </w:t>
      </w:r>
      <w:r w:rsidRPr="00DA4E77">
        <w:t>se retournant vers le vaisseau</w:t>
      </w:r>
      <w:r w:rsidR="00276CCE">
        <w:t xml:space="preserve">, </w:t>
      </w:r>
      <w:r w:rsidRPr="00DA4E77">
        <w:t>il frappe dans ses mains et jette un signal</w:t>
      </w:r>
      <w:r w:rsidR="00276CCE">
        <w:t> :</w:t>
      </w:r>
    </w:p>
    <w:p w14:paraId="29138243" w14:textId="77777777" w:rsidR="00276CCE" w:rsidRDefault="00276CCE" w:rsidP="002A4158">
      <w:r>
        <w:t>— </w:t>
      </w:r>
      <w:r w:rsidR="002A4158" w:rsidRPr="00DA4E77">
        <w:t>Allons vite</w:t>
      </w:r>
      <w:r>
        <w:t xml:space="preserve">, </w:t>
      </w:r>
      <w:r w:rsidR="002A4158" w:rsidRPr="00DA4E77">
        <w:t>tous vers la mer</w:t>
      </w:r>
      <w:r>
        <w:t xml:space="preserve"> ! </w:t>
      </w:r>
      <w:r w:rsidR="002A4158" w:rsidRPr="00DA4E77">
        <w:t>Le reflux va descendre</w:t>
      </w:r>
      <w:r>
        <w:t xml:space="preserve">. </w:t>
      </w:r>
      <w:r w:rsidR="002A4158" w:rsidRPr="00DA4E77">
        <w:t>Vo</w:t>
      </w:r>
      <w:r w:rsidR="002A4158" w:rsidRPr="00DA4E77">
        <w:t>i</w:t>
      </w:r>
      <w:r w:rsidR="002A4158" w:rsidRPr="00DA4E77">
        <w:t>ci l</w:t>
      </w:r>
      <w:r>
        <w:t>’</w:t>
      </w:r>
      <w:r w:rsidR="002A4158" w:rsidRPr="00DA4E77">
        <w:t>heure du départ</w:t>
      </w:r>
      <w:r>
        <w:t xml:space="preserve">. </w:t>
      </w:r>
      <w:r w:rsidR="002A4158" w:rsidRPr="00DA4E77">
        <w:t>Tout est prêt</w:t>
      </w:r>
      <w:r>
        <w:t>.</w:t>
      </w:r>
    </w:p>
    <w:p w14:paraId="769A6681" w14:textId="77777777" w:rsidR="00276CCE" w:rsidRDefault="00276CCE" w:rsidP="00276CCE">
      <w:pPr>
        <w:pStyle w:val="Titre2"/>
        <w:rPr>
          <w:i/>
        </w:rPr>
      </w:pPr>
      <w:bookmarkStart w:id="72" w:name="_Toc194842058"/>
      <w:r w:rsidRPr="00DA4E77">
        <w:lastRenderedPageBreak/>
        <w:t>Scène</w:t>
      </w:r>
      <w:r>
        <w:t> </w:t>
      </w:r>
      <w:r w:rsidRPr="00DA4E77">
        <w:t>XI</w:t>
      </w:r>
      <w:r>
        <w:t xml:space="preserve">. – </w:t>
      </w:r>
      <w:r w:rsidR="002A4158" w:rsidRPr="00DA4E77">
        <w:rPr>
          <w:i/>
        </w:rPr>
        <w:t>Vers l</w:t>
      </w:r>
      <w:r>
        <w:rPr>
          <w:i/>
        </w:rPr>
        <w:t>’</w:t>
      </w:r>
      <w:r w:rsidR="002A4158" w:rsidRPr="00DA4E77">
        <w:rPr>
          <w:i/>
        </w:rPr>
        <w:t>Orient</w:t>
      </w:r>
      <w:r>
        <w:rPr>
          <w:i/>
        </w:rPr>
        <w:t>.</w:t>
      </w:r>
      <w:bookmarkEnd w:id="72"/>
    </w:p>
    <w:p w14:paraId="76E64C83" w14:textId="77777777" w:rsidR="00276CCE" w:rsidRDefault="002A4158" w:rsidP="002A4158">
      <w:r w:rsidRPr="00DA4E77">
        <w:t>Et les matelots s</w:t>
      </w:r>
      <w:r w:rsidR="00276CCE">
        <w:t>’</w:t>
      </w:r>
      <w:r w:rsidRPr="00DA4E77">
        <w:t>avancent portant sur leurs épaules de la</w:t>
      </w:r>
      <w:r w:rsidRPr="00DA4E77">
        <w:t>r</w:t>
      </w:r>
      <w:r w:rsidRPr="00DA4E77">
        <w:t>ges planches</w:t>
      </w:r>
      <w:r w:rsidR="00276CCE">
        <w:t xml:space="preserve">, </w:t>
      </w:r>
      <w:r w:rsidRPr="00DA4E77">
        <w:t>sur lesquelles les femmes et les vieillards sont emmenés jusqu</w:t>
      </w:r>
      <w:r w:rsidR="00276CCE">
        <w:t>’</w:t>
      </w:r>
      <w:r w:rsidRPr="00DA4E77">
        <w:t>aux barques</w:t>
      </w:r>
      <w:r w:rsidR="00276CCE">
        <w:t xml:space="preserve">, </w:t>
      </w:r>
      <w:r w:rsidRPr="00DA4E77">
        <w:t>et</w:t>
      </w:r>
      <w:r w:rsidR="00276CCE">
        <w:t xml:space="preserve">, </w:t>
      </w:r>
      <w:r w:rsidRPr="00DA4E77">
        <w:t>de là</w:t>
      </w:r>
      <w:r w:rsidR="00276CCE">
        <w:t xml:space="preserve">, </w:t>
      </w:r>
      <w:r w:rsidRPr="00DA4E77">
        <w:t>au beau vaisseau qui fait l</w:t>
      </w:r>
      <w:r w:rsidR="00276CCE">
        <w:t>’</w:t>
      </w:r>
      <w:r w:rsidRPr="00DA4E77">
        <w:t>admiration d</w:t>
      </w:r>
      <w:r w:rsidR="00276CCE">
        <w:t>’</w:t>
      </w:r>
      <w:proofErr w:type="spellStart"/>
      <w:r w:rsidRPr="00DA4E77">
        <w:t>Hellas</w:t>
      </w:r>
      <w:proofErr w:type="spellEnd"/>
      <w:r w:rsidR="00276CCE">
        <w:t>.</w:t>
      </w:r>
    </w:p>
    <w:p w14:paraId="60D11DF9" w14:textId="77777777" w:rsidR="00276CCE" w:rsidRDefault="00276CCE" w:rsidP="002A4158">
      <w:r>
        <w:t>— </w:t>
      </w:r>
      <w:r w:rsidR="002A4158" w:rsidRPr="00DA4E77">
        <w:t>Maintenant</w:t>
      </w:r>
      <w:r>
        <w:t xml:space="preserve">, </w:t>
      </w:r>
      <w:r w:rsidR="002A4158" w:rsidRPr="00DA4E77">
        <w:t>mes amis</w:t>
      </w:r>
      <w:r>
        <w:t xml:space="preserve">, </w:t>
      </w:r>
      <w:r w:rsidR="002A4158" w:rsidRPr="00DA4E77">
        <w:t>vous voici chez moi</w:t>
      </w:r>
      <w:r>
        <w:t xml:space="preserve">, </w:t>
      </w:r>
      <w:r w:rsidR="002A4158" w:rsidRPr="00DA4E77">
        <w:t>ou plutôt chez vous</w:t>
      </w:r>
      <w:r>
        <w:t xml:space="preserve">. </w:t>
      </w:r>
      <w:proofErr w:type="spellStart"/>
      <w:r w:rsidR="002A4158" w:rsidRPr="00DA4E77">
        <w:t>Xambo</w:t>
      </w:r>
      <w:proofErr w:type="spellEnd"/>
      <w:r w:rsidR="002A4158" w:rsidRPr="00DA4E77">
        <w:t xml:space="preserve"> a tout préparé pour recevoir dignement les survivants d</w:t>
      </w:r>
      <w:r>
        <w:t>’</w:t>
      </w:r>
      <w:r w:rsidR="002A4158" w:rsidRPr="00DA4E77">
        <w:t>Atlantis</w:t>
      </w:r>
      <w:r>
        <w:t>.</w:t>
      </w:r>
    </w:p>
    <w:p w14:paraId="7CBB0783" w14:textId="77777777" w:rsidR="00276CCE" w:rsidRDefault="002A4158" w:rsidP="002A4158">
      <w:r w:rsidRPr="00DA4E77">
        <w:t>Et sans un mot de plus</w:t>
      </w:r>
      <w:r w:rsidR="00276CCE">
        <w:t xml:space="preserve">, </w:t>
      </w:r>
      <w:r w:rsidRPr="00DA4E77">
        <w:t>il s</w:t>
      </w:r>
      <w:r w:rsidR="00276CCE">
        <w:t>’</w:t>
      </w:r>
      <w:r w:rsidRPr="00DA4E77">
        <w:t>en va d</w:t>
      </w:r>
      <w:r w:rsidR="00276CCE">
        <w:t>’</w:t>
      </w:r>
      <w:r w:rsidRPr="00DA4E77">
        <w:t>une hâte tranquille</w:t>
      </w:r>
      <w:r w:rsidR="00276CCE">
        <w:t xml:space="preserve">, </w:t>
      </w:r>
      <w:r w:rsidRPr="00DA4E77">
        <w:t>vers la haute dunette</w:t>
      </w:r>
      <w:r w:rsidR="00276CCE">
        <w:t xml:space="preserve">, </w:t>
      </w:r>
      <w:r w:rsidRPr="00DA4E77">
        <w:t>cependant que</w:t>
      </w:r>
      <w:r w:rsidR="00276CCE">
        <w:t xml:space="preserve">, </w:t>
      </w:r>
      <w:r w:rsidRPr="00DA4E77">
        <w:t>l</w:t>
      </w:r>
      <w:r w:rsidR="00276CCE">
        <w:t>’</w:t>
      </w:r>
      <w:r w:rsidRPr="00DA4E77">
        <w:t>ancre levée</w:t>
      </w:r>
      <w:r w:rsidR="00276CCE">
        <w:t xml:space="preserve">, </w:t>
      </w:r>
      <w:r w:rsidRPr="00DA4E77">
        <w:t>le bâtiment prend déjà le large</w:t>
      </w:r>
      <w:r w:rsidR="00276CCE">
        <w:t>.</w:t>
      </w:r>
    </w:p>
    <w:p w14:paraId="0ADAEEE4" w14:textId="77777777" w:rsidR="00276CCE" w:rsidRDefault="00276CCE" w:rsidP="002A4158">
      <w:r>
        <w:t>— </w:t>
      </w:r>
      <w:r w:rsidR="002A4158" w:rsidRPr="00DA4E77">
        <w:t>Gentils Atlantes</w:t>
      </w:r>
      <w:r>
        <w:t xml:space="preserve">, </w:t>
      </w:r>
      <w:r w:rsidR="002A4158" w:rsidRPr="00DA4E77">
        <w:t xml:space="preserve">dit </w:t>
      </w:r>
      <w:proofErr w:type="spellStart"/>
      <w:r w:rsidR="002A4158" w:rsidRPr="00DA4E77">
        <w:t>Buxo</w:t>
      </w:r>
      <w:proofErr w:type="spellEnd"/>
      <w:r>
        <w:t xml:space="preserve">, </w:t>
      </w:r>
      <w:r w:rsidR="002A4158" w:rsidRPr="00DA4E77">
        <w:t xml:space="preserve">à qui </w:t>
      </w:r>
      <w:proofErr w:type="spellStart"/>
      <w:r w:rsidR="002A4158" w:rsidRPr="00DA4E77">
        <w:t>Gaouran</w:t>
      </w:r>
      <w:proofErr w:type="spellEnd"/>
      <w:r w:rsidR="002A4158" w:rsidRPr="00DA4E77">
        <w:t xml:space="preserve"> a confié ses h</w:t>
      </w:r>
      <w:r w:rsidR="002A4158" w:rsidRPr="00DA4E77">
        <w:t>ô</w:t>
      </w:r>
      <w:r w:rsidR="002A4158" w:rsidRPr="00DA4E77">
        <w:t>tes</w:t>
      </w:r>
      <w:r>
        <w:t xml:space="preserve">, </w:t>
      </w:r>
      <w:r w:rsidR="002A4158" w:rsidRPr="00DA4E77">
        <w:t>si vous avez sommeil</w:t>
      </w:r>
      <w:r>
        <w:t xml:space="preserve">, </w:t>
      </w:r>
      <w:r w:rsidR="002A4158" w:rsidRPr="00DA4E77">
        <w:t>voici vos dortoirs</w:t>
      </w:r>
      <w:r>
        <w:t xml:space="preserve"> ; </w:t>
      </w:r>
      <w:r w:rsidR="002A4158" w:rsidRPr="00DA4E77">
        <w:t>si vous avez faim ou soif</w:t>
      </w:r>
      <w:r>
        <w:t xml:space="preserve">, </w:t>
      </w:r>
      <w:r w:rsidR="002A4158" w:rsidRPr="00DA4E77">
        <w:t>voici la salle familiale où vous trouverez des pâtés de Sos</w:t>
      </w:r>
      <w:r>
        <w:t xml:space="preserve">, </w:t>
      </w:r>
      <w:r w:rsidR="002A4158" w:rsidRPr="00DA4E77">
        <w:t xml:space="preserve">des fruits de la </w:t>
      </w:r>
      <w:proofErr w:type="spellStart"/>
      <w:r w:rsidR="002A4158" w:rsidRPr="00DA4E77">
        <w:t>Gaoure</w:t>
      </w:r>
      <w:proofErr w:type="spellEnd"/>
      <w:r w:rsidR="002A4158" w:rsidRPr="00DA4E77">
        <w:t xml:space="preserve"> et du vin de Nogaro</w:t>
      </w:r>
      <w:r>
        <w:t>.</w:t>
      </w:r>
    </w:p>
    <w:p w14:paraId="2BC1CE16" w14:textId="77777777" w:rsidR="00276CCE" w:rsidRDefault="002A4158" w:rsidP="002A4158">
      <w:r w:rsidRPr="00DA4E77">
        <w:t>Mais une vague inquiétude se manifeste chez les passagers</w:t>
      </w:r>
      <w:r w:rsidR="00276CCE">
        <w:t xml:space="preserve">. </w:t>
      </w:r>
      <w:r w:rsidRPr="00DA4E77">
        <w:t>Les Atlantes</w:t>
      </w:r>
      <w:r w:rsidR="00276CCE">
        <w:t xml:space="preserve">, </w:t>
      </w:r>
      <w:r w:rsidRPr="00DA4E77">
        <w:t>en effet</w:t>
      </w:r>
      <w:r w:rsidR="00276CCE">
        <w:t xml:space="preserve">, </w:t>
      </w:r>
      <w:r w:rsidRPr="00DA4E77">
        <w:t>soit isolément</w:t>
      </w:r>
      <w:r w:rsidR="00276CCE">
        <w:t xml:space="preserve">, </w:t>
      </w:r>
      <w:r w:rsidRPr="00DA4E77">
        <w:t>soit en groupes</w:t>
      </w:r>
      <w:r w:rsidR="00276CCE">
        <w:t xml:space="preserve">, </w:t>
      </w:r>
      <w:r w:rsidRPr="00DA4E77">
        <w:t>comme en cachette</w:t>
      </w:r>
      <w:r w:rsidR="00276CCE">
        <w:t xml:space="preserve">, </w:t>
      </w:r>
      <w:r w:rsidRPr="00DA4E77">
        <w:t>se dirigent vers la poupe</w:t>
      </w:r>
      <w:r w:rsidR="00276CCE">
        <w:t xml:space="preserve">. </w:t>
      </w:r>
      <w:proofErr w:type="spellStart"/>
      <w:r w:rsidRPr="00DA4E77">
        <w:t>Xanthès</w:t>
      </w:r>
      <w:proofErr w:type="spellEnd"/>
      <w:r w:rsidR="00276CCE">
        <w:t xml:space="preserve">, </w:t>
      </w:r>
      <w:proofErr w:type="spellStart"/>
      <w:r w:rsidRPr="00DA4E77">
        <w:t>Hermos</w:t>
      </w:r>
      <w:proofErr w:type="spellEnd"/>
      <w:r w:rsidR="00276CCE">
        <w:t xml:space="preserve">, </w:t>
      </w:r>
      <w:proofErr w:type="spellStart"/>
      <w:r w:rsidRPr="00DA4E77">
        <w:t>Thébao</w:t>
      </w:r>
      <w:proofErr w:type="spellEnd"/>
      <w:r w:rsidR="00276CCE">
        <w:t xml:space="preserve">, </w:t>
      </w:r>
      <w:proofErr w:type="spellStart"/>
      <w:r w:rsidRPr="00DA4E77">
        <w:t>Amonou</w:t>
      </w:r>
      <w:proofErr w:type="spellEnd"/>
      <w:r w:rsidR="00276CCE">
        <w:t xml:space="preserve">, </w:t>
      </w:r>
      <w:r w:rsidRPr="00DA4E77">
        <w:t>jusqu</w:t>
      </w:r>
      <w:r w:rsidR="00276CCE">
        <w:t>’</w:t>
      </w:r>
      <w:r w:rsidRPr="00DA4E77">
        <w:t xml:space="preserve">à </w:t>
      </w:r>
      <w:proofErr w:type="spellStart"/>
      <w:r w:rsidRPr="00DA4E77">
        <w:t>Hellas</w:t>
      </w:r>
      <w:proofErr w:type="spellEnd"/>
      <w:r w:rsidRPr="00DA4E77">
        <w:t xml:space="preserve"> lui-même</w:t>
      </w:r>
      <w:r w:rsidR="00276CCE">
        <w:t xml:space="preserve">, </w:t>
      </w:r>
      <w:r w:rsidRPr="00DA4E77">
        <w:t>abandonnent peu à peu le grand vieillard</w:t>
      </w:r>
      <w:r w:rsidR="00276CCE">
        <w:t xml:space="preserve">, </w:t>
      </w:r>
      <w:r w:rsidRPr="00DA4E77">
        <w:t>qui sent autour de lui peser la solitude</w:t>
      </w:r>
      <w:r w:rsidR="00276CCE">
        <w:t>.</w:t>
      </w:r>
    </w:p>
    <w:p w14:paraId="72B2C6A2" w14:textId="77777777" w:rsidR="00276CCE" w:rsidRDefault="00276CCE" w:rsidP="002A4158">
      <w:r>
        <w:t>— </w:t>
      </w:r>
      <w:r w:rsidR="002A4158" w:rsidRPr="00DA4E77">
        <w:t>Où vont-ils</w:t>
      </w:r>
      <w:r>
        <w:t xml:space="preserve">, </w:t>
      </w:r>
      <w:r w:rsidR="002A4158" w:rsidRPr="00DA4E77">
        <w:t>ma fille</w:t>
      </w:r>
      <w:r>
        <w:t> ?</w:t>
      </w:r>
    </w:p>
    <w:p w14:paraId="42ACA2E8" w14:textId="77777777" w:rsidR="00276CCE" w:rsidRDefault="00276CCE" w:rsidP="002A4158">
      <w:r>
        <w:t>— </w:t>
      </w:r>
      <w:r w:rsidR="002A4158" w:rsidRPr="00DA4E77">
        <w:t>Un sentiment plus fort que la faim et le sommeil les d</w:t>
      </w:r>
      <w:r w:rsidR="002A4158" w:rsidRPr="00DA4E77">
        <w:t>o</w:t>
      </w:r>
      <w:r w:rsidR="002A4158" w:rsidRPr="00DA4E77">
        <w:t>mine</w:t>
      </w:r>
      <w:r>
        <w:t xml:space="preserve"> : </w:t>
      </w:r>
      <w:r w:rsidR="002A4158" w:rsidRPr="00DA4E77">
        <w:t>ils veulent revoir Atlantis qui doit paraître au couchant</w:t>
      </w:r>
      <w:r>
        <w:t xml:space="preserve">, </w:t>
      </w:r>
      <w:r w:rsidR="002A4158" w:rsidRPr="00DA4E77">
        <w:t>sitôt que nous aurons dépassé l</w:t>
      </w:r>
      <w:r>
        <w:t>’</w:t>
      </w:r>
      <w:r w:rsidR="002A4158" w:rsidRPr="00DA4E77">
        <w:t>archipel des petites îles</w:t>
      </w:r>
      <w:r>
        <w:t>.</w:t>
      </w:r>
    </w:p>
    <w:p w14:paraId="39362094" w14:textId="77777777" w:rsidR="00276CCE" w:rsidRDefault="00276CCE" w:rsidP="002A4158">
      <w:r>
        <w:lastRenderedPageBreak/>
        <w:t>— </w:t>
      </w:r>
      <w:r w:rsidR="002A4158" w:rsidRPr="00DA4E77">
        <w:t>Les pauvres êtres</w:t>
      </w:r>
      <w:r>
        <w:t xml:space="preserve"> ! </w:t>
      </w:r>
      <w:r w:rsidR="002A4158" w:rsidRPr="00DA4E77">
        <w:t>Comme je les comprends</w:t>
      </w:r>
      <w:r>
        <w:t xml:space="preserve"> ! </w:t>
      </w:r>
      <w:r w:rsidR="002A4158" w:rsidRPr="00DA4E77">
        <w:t>Va donc les rejoindre</w:t>
      </w:r>
      <w:r>
        <w:t xml:space="preserve">, </w:t>
      </w:r>
      <w:proofErr w:type="spellStart"/>
      <w:r w:rsidR="002A4158" w:rsidRPr="00DA4E77">
        <w:t>Oréa</w:t>
      </w:r>
      <w:proofErr w:type="spellEnd"/>
      <w:r>
        <w:t xml:space="preserve">, </w:t>
      </w:r>
      <w:r w:rsidR="002A4158" w:rsidRPr="00DA4E77">
        <w:t>laisse-moi seul pour un moment</w:t>
      </w:r>
      <w:r>
        <w:t>.</w:t>
      </w:r>
    </w:p>
    <w:p w14:paraId="6B687295" w14:textId="77777777" w:rsidR="00276CCE" w:rsidRDefault="00276CCE" w:rsidP="002A4158">
      <w:r>
        <w:t>— </w:t>
      </w:r>
      <w:r w:rsidR="002A4158" w:rsidRPr="00DA4E77">
        <w:t>Oh</w:t>
      </w:r>
      <w:r>
        <w:t xml:space="preserve"> ! </w:t>
      </w:r>
      <w:r w:rsidR="002A4158" w:rsidRPr="00DA4E77">
        <w:t>mon père</w:t>
      </w:r>
      <w:r>
        <w:t xml:space="preserve"> ! </w:t>
      </w:r>
      <w:r w:rsidR="002A4158" w:rsidRPr="00DA4E77">
        <w:t>te quitter</w:t>
      </w:r>
      <w:r>
        <w:t> ?</w:t>
      </w:r>
    </w:p>
    <w:p w14:paraId="30C14099" w14:textId="77777777" w:rsidR="00276CCE" w:rsidRDefault="00276CCE" w:rsidP="002A4158">
      <w:r>
        <w:t>— </w:t>
      </w:r>
      <w:r w:rsidR="002A4158" w:rsidRPr="00DA4E77">
        <w:t>Et toi</w:t>
      </w:r>
      <w:r>
        <w:t xml:space="preserve">, </w:t>
      </w:r>
      <w:proofErr w:type="spellStart"/>
      <w:r w:rsidR="002A4158" w:rsidRPr="00DA4E77">
        <w:t>Glania</w:t>
      </w:r>
      <w:proofErr w:type="spellEnd"/>
      <w:r>
        <w:t> ?</w:t>
      </w:r>
    </w:p>
    <w:p w14:paraId="78DE4035" w14:textId="77777777" w:rsidR="00276CCE" w:rsidRDefault="00276CCE" w:rsidP="002A4158">
      <w:r>
        <w:t>— </w:t>
      </w:r>
      <w:r w:rsidR="002A4158" w:rsidRPr="00DA4E77">
        <w:t>Tu permets</w:t>
      </w:r>
      <w:r>
        <w:t xml:space="preserve">, </w:t>
      </w:r>
      <w:r w:rsidR="002A4158" w:rsidRPr="00DA4E77">
        <w:t>maître</w:t>
      </w:r>
      <w:r>
        <w:t> ?</w:t>
      </w:r>
    </w:p>
    <w:p w14:paraId="48689C6A" w14:textId="77777777" w:rsidR="00276CCE" w:rsidRDefault="00276CCE" w:rsidP="002A4158">
      <w:r>
        <w:t>— </w:t>
      </w:r>
      <w:r w:rsidR="002A4158" w:rsidRPr="00DA4E77">
        <w:t>Cher petit oiseau d</w:t>
      </w:r>
      <w:r>
        <w:t>’</w:t>
      </w:r>
      <w:r w:rsidR="002A4158" w:rsidRPr="00DA4E77">
        <w:t>orage</w:t>
      </w:r>
      <w:r>
        <w:t xml:space="preserve">, </w:t>
      </w:r>
      <w:r w:rsidR="002A4158" w:rsidRPr="00DA4E77">
        <w:t>vole donc vite avec eux</w:t>
      </w:r>
      <w:r>
        <w:t>.</w:t>
      </w:r>
    </w:p>
    <w:p w14:paraId="31DADA4E" w14:textId="77777777" w:rsidR="00276CCE" w:rsidRDefault="002A4158" w:rsidP="002A4158">
      <w:r w:rsidRPr="00DA4E77">
        <w:t xml:space="preserve">Et </w:t>
      </w:r>
      <w:proofErr w:type="spellStart"/>
      <w:r w:rsidRPr="00DA4E77">
        <w:t>Glania</w:t>
      </w:r>
      <w:proofErr w:type="spellEnd"/>
      <w:r w:rsidRPr="00DA4E77">
        <w:t xml:space="preserve"> court se joindre aux Atlantes</w:t>
      </w:r>
      <w:r w:rsidR="00276CCE">
        <w:t xml:space="preserve">, </w:t>
      </w:r>
      <w:r w:rsidRPr="00DA4E77">
        <w:t>groupés à l</w:t>
      </w:r>
      <w:r w:rsidR="00276CCE">
        <w:t>’</w:t>
      </w:r>
      <w:r w:rsidRPr="00DA4E77">
        <w:t>arrière</w:t>
      </w:r>
      <w:r w:rsidR="00276CCE">
        <w:t xml:space="preserve">, </w:t>
      </w:r>
      <w:r w:rsidRPr="00DA4E77">
        <w:t>les yeux fixés vers l</w:t>
      </w:r>
      <w:r w:rsidR="00276CCE">
        <w:t>’</w:t>
      </w:r>
      <w:r w:rsidRPr="00DA4E77">
        <w:t>horizon où déjà descend le crépuscule</w:t>
      </w:r>
      <w:r w:rsidR="00276CCE">
        <w:t>.</w:t>
      </w:r>
    </w:p>
    <w:p w14:paraId="742CE86F" w14:textId="77777777" w:rsidR="00276CCE" w:rsidRDefault="002A4158" w:rsidP="002A4158">
      <w:r w:rsidRPr="00DA4E77">
        <w:t xml:space="preserve">Mais </w:t>
      </w:r>
      <w:proofErr w:type="spellStart"/>
      <w:r w:rsidRPr="00DA4E77">
        <w:t>Buxo</w:t>
      </w:r>
      <w:proofErr w:type="spellEnd"/>
      <w:r w:rsidRPr="00DA4E77">
        <w:t xml:space="preserve"> intervient auprès d</w:t>
      </w:r>
      <w:r w:rsidR="00276CCE">
        <w:t>’</w:t>
      </w:r>
      <w:proofErr w:type="spellStart"/>
      <w:r w:rsidRPr="00DA4E77">
        <w:t>Oréus</w:t>
      </w:r>
      <w:proofErr w:type="spellEnd"/>
      <w:r w:rsidR="00276CCE">
        <w:t>.</w:t>
      </w:r>
    </w:p>
    <w:p w14:paraId="4D75FD17" w14:textId="77777777" w:rsidR="00276CCE" w:rsidRDefault="00276CCE" w:rsidP="002A4158">
      <w:r>
        <w:t>— </w:t>
      </w:r>
      <w:r w:rsidR="002A4158" w:rsidRPr="00DA4E77">
        <w:t>Grand maître</w:t>
      </w:r>
      <w:r>
        <w:t xml:space="preserve">, </w:t>
      </w:r>
      <w:r w:rsidR="002A4158" w:rsidRPr="00DA4E77">
        <w:t xml:space="preserve">au nom de </w:t>
      </w:r>
      <w:proofErr w:type="spellStart"/>
      <w:r w:rsidR="002A4158" w:rsidRPr="00DA4E77">
        <w:t>Gaouran</w:t>
      </w:r>
      <w:proofErr w:type="spellEnd"/>
      <w:r>
        <w:t xml:space="preserve">, </w:t>
      </w:r>
      <w:r w:rsidR="002A4158" w:rsidRPr="00DA4E77">
        <w:t>je te demande une faveur</w:t>
      </w:r>
      <w:r>
        <w:t xml:space="preserve"> : </w:t>
      </w:r>
      <w:r w:rsidR="002A4158" w:rsidRPr="00DA4E77">
        <w:t>les parages que nous traversons ne sont pas sans da</w:t>
      </w:r>
      <w:r w:rsidR="002A4158" w:rsidRPr="00DA4E77">
        <w:t>n</w:t>
      </w:r>
      <w:r w:rsidR="002A4158" w:rsidRPr="00DA4E77">
        <w:t>ger</w:t>
      </w:r>
      <w:r>
        <w:t xml:space="preserve">, </w:t>
      </w:r>
      <w:r w:rsidR="002A4158" w:rsidRPr="00DA4E77">
        <w:t>à cause de tous les débris flottant au hasard</w:t>
      </w:r>
      <w:r>
        <w:t xml:space="preserve"> ; </w:t>
      </w:r>
      <w:r w:rsidR="002A4158" w:rsidRPr="00DA4E77">
        <w:t>un trop lourd groupement à l</w:t>
      </w:r>
      <w:r>
        <w:t>’</w:t>
      </w:r>
      <w:r w:rsidR="002A4158" w:rsidRPr="00DA4E77">
        <w:t>arrière dérange le service et la stabilité du b</w:t>
      </w:r>
      <w:r w:rsidR="002A4158" w:rsidRPr="00DA4E77">
        <w:t>a</w:t>
      </w:r>
      <w:r w:rsidR="002A4158" w:rsidRPr="00DA4E77">
        <w:t>teau</w:t>
      </w:r>
      <w:r>
        <w:t xml:space="preserve">. </w:t>
      </w:r>
      <w:r w:rsidR="002A4158" w:rsidRPr="00DA4E77">
        <w:t>Il n</w:t>
      </w:r>
      <w:r>
        <w:t>’</w:t>
      </w:r>
      <w:r w:rsidR="002A4158" w:rsidRPr="00DA4E77">
        <w:t>y a que toi qui puisse</w:t>
      </w:r>
      <w:r w:rsidR="001E705D">
        <w:t>s</w:t>
      </w:r>
      <w:r w:rsidR="002A4158" w:rsidRPr="00DA4E77">
        <w:t xml:space="preserve"> les ramener doucement</w:t>
      </w:r>
      <w:r>
        <w:t>.</w:t>
      </w:r>
    </w:p>
    <w:p w14:paraId="09926969" w14:textId="77777777" w:rsidR="00276CCE" w:rsidRDefault="00276CCE" w:rsidP="002A4158">
      <w:r>
        <w:t>— </w:t>
      </w:r>
      <w:r w:rsidR="002A4158" w:rsidRPr="00DA4E77">
        <w:t>J</w:t>
      </w:r>
      <w:r>
        <w:t>’</w:t>
      </w:r>
      <w:r w:rsidR="002A4158" w:rsidRPr="00DA4E77">
        <w:t>ai compris</w:t>
      </w:r>
      <w:r>
        <w:t xml:space="preserve">, </w:t>
      </w:r>
      <w:r w:rsidR="002A4158" w:rsidRPr="00DA4E77">
        <w:t>mon ami</w:t>
      </w:r>
      <w:r>
        <w:t xml:space="preserve">. </w:t>
      </w:r>
      <w:r w:rsidR="002A4158" w:rsidRPr="00DA4E77">
        <w:t xml:space="preserve">Et </w:t>
      </w:r>
      <w:proofErr w:type="spellStart"/>
      <w:r w:rsidR="002A4158" w:rsidRPr="00DA4E77">
        <w:t>Gaouran</w:t>
      </w:r>
      <w:proofErr w:type="spellEnd"/>
      <w:r>
        <w:t xml:space="preserve">, </w:t>
      </w:r>
      <w:r w:rsidR="002A4158" w:rsidRPr="00DA4E77">
        <w:t>où est-il</w:t>
      </w:r>
      <w:r>
        <w:t> ?</w:t>
      </w:r>
    </w:p>
    <w:p w14:paraId="21B6CF0E" w14:textId="77777777" w:rsidR="00276CCE" w:rsidRDefault="00276CCE" w:rsidP="002A4158">
      <w:r>
        <w:t>— </w:t>
      </w:r>
      <w:r w:rsidR="002A4158" w:rsidRPr="00DA4E77">
        <w:t>Là-haut</w:t>
      </w:r>
      <w:r>
        <w:t xml:space="preserve">, </w:t>
      </w:r>
      <w:r w:rsidR="002A4158" w:rsidRPr="00DA4E77">
        <w:t>sur la dunette</w:t>
      </w:r>
      <w:r>
        <w:t xml:space="preserve">. </w:t>
      </w:r>
      <w:r w:rsidR="002A4158" w:rsidRPr="00DA4E77">
        <w:t>Il observe les vents</w:t>
      </w:r>
      <w:r>
        <w:t xml:space="preserve">, </w:t>
      </w:r>
      <w:r w:rsidR="002A4158" w:rsidRPr="00DA4E77">
        <w:t>l</w:t>
      </w:r>
      <w:r>
        <w:t>’</w:t>
      </w:r>
      <w:r w:rsidR="002A4158" w:rsidRPr="00DA4E77">
        <w:t>atmosphère et l</w:t>
      </w:r>
      <w:r>
        <w:t>’</w:t>
      </w:r>
      <w:r w:rsidR="002A4158" w:rsidRPr="00DA4E77">
        <w:t>horizon</w:t>
      </w:r>
      <w:r>
        <w:t xml:space="preserve">. </w:t>
      </w:r>
      <w:r w:rsidR="002A4158" w:rsidRPr="00DA4E77">
        <w:t>Il veut savoir quel temps il fera demain</w:t>
      </w:r>
      <w:r>
        <w:t>.</w:t>
      </w:r>
    </w:p>
    <w:p w14:paraId="02934413" w14:textId="77777777" w:rsidR="00276CCE" w:rsidRDefault="00276CCE" w:rsidP="002A4158">
      <w:r>
        <w:t>— </w:t>
      </w:r>
      <w:r w:rsidR="002A4158" w:rsidRPr="00DA4E77">
        <w:t>Quel homme</w:t>
      </w:r>
      <w:r>
        <w:t xml:space="preserve"> ! </w:t>
      </w:r>
      <w:r w:rsidR="002A4158" w:rsidRPr="00DA4E77">
        <w:t xml:space="preserve">laisse échapper </w:t>
      </w:r>
      <w:proofErr w:type="spellStart"/>
      <w:r w:rsidR="002A4158" w:rsidRPr="00DA4E77">
        <w:t>Oréa</w:t>
      </w:r>
      <w:proofErr w:type="spellEnd"/>
      <w:r>
        <w:t xml:space="preserve">. </w:t>
      </w:r>
      <w:r w:rsidR="002A4158" w:rsidRPr="00DA4E77">
        <w:t>Toujours en action</w:t>
      </w:r>
      <w:r>
        <w:t> !</w:t>
      </w:r>
    </w:p>
    <w:p w14:paraId="38D3A11F" w14:textId="77777777" w:rsidR="00276CCE" w:rsidRDefault="00276CCE" w:rsidP="002A4158">
      <w:r>
        <w:t>— </w:t>
      </w:r>
      <w:r w:rsidR="002A4158" w:rsidRPr="00DA4E77">
        <w:t>L</w:t>
      </w:r>
      <w:r>
        <w:t>’</w:t>
      </w:r>
      <w:r w:rsidR="002A4158" w:rsidRPr="00DA4E77">
        <w:t>homme</w:t>
      </w:r>
      <w:r>
        <w:t xml:space="preserve"> ! </w:t>
      </w:r>
      <w:r w:rsidR="002A4158" w:rsidRPr="00DA4E77">
        <w:t xml:space="preserve">dit </w:t>
      </w:r>
      <w:proofErr w:type="spellStart"/>
      <w:r w:rsidR="002A4158" w:rsidRPr="00DA4E77">
        <w:t>Oréus</w:t>
      </w:r>
      <w:proofErr w:type="spellEnd"/>
      <w:r>
        <w:t>.</w:t>
      </w:r>
    </w:p>
    <w:p w14:paraId="02D3B410" w14:textId="77777777" w:rsidR="00276CCE" w:rsidRDefault="002A4158" w:rsidP="002A4158">
      <w:proofErr w:type="spellStart"/>
      <w:r w:rsidRPr="00DA4E77">
        <w:t>Oréa</w:t>
      </w:r>
      <w:proofErr w:type="spellEnd"/>
      <w:r w:rsidR="00276CCE">
        <w:t xml:space="preserve">, </w:t>
      </w:r>
      <w:r w:rsidRPr="00DA4E77">
        <w:t>cependant</w:t>
      </w:r>
      <w:r w:rsidR="00276CCE">
        <w:t xml:space="preserve">, </w:t>
      </w:r>
      <w:r w:rsidRPr="00DA4E77">
        <w:t>conduit son père jusqu</w:t>
      </w:r>
      <w:r w:rsidR="00276CCE">
        <w:t>’</w:t>
      </w:r>
      <w:r w:rsidRPr="00DA4E77">
        <w:t>à la poupe</w:t>
      </w:r>
      <w:r w:rsidR="00276CCE">
        <w:t xml:space="preserve">, </w:t>
      </w:r>
      <w:r w:rsidRPr="00DA4E77">
        <w:t>où d</w:t>
      </w:r>
      <w:r w:rsidRPr="00DA4E77">
        <w:t>é</w:t>
      </w:r>
      <w:r w:rsidRPr="00DA4E77">
        <w:t>jà des cris</w:t>
      </w:r>
      <w:r w:rsidR="00276CCE">
        <w:t xml:space="preserve">, </w:t>
      </w:r>
      <w:r w:rsidRPr="00DA4E77">
        <w:t>des pleurs et des appels éperdus s</w:t>
      </w:r>
      <w:r w:rsidR="00276CCE">
        <w:t>’</w:t>
      </w:r>
      <w:r w:rsidRPr="00DA4E77">
        <w:t>échappent de to</w:t>
      </w:r>
      <w:r w:rsidRPr="00DA4E77">
        <w:t>u</w:t>
      </w:r>
      <w:r w:rsidRPr="00DA4E77">
        <w:t>tes les poitrines</w:t>
      </w:r>
      <w:r w:rsidR="00276CCE">
        <w:t xml:space="preserve"> : </w:t>
      </w:r>
      <w:r w:rsidRPr="00DA4E77">
        <w:t>au loin</w:t>
      </w:r>
      <w:r w:rsidR="00276CCE">
        <w:t xml:space="preserve">, </w:t>
      </w:r>
      <w:r w:rsidRPr="00DA4E77">
        <w:t>dans l</w:t>
      </w:r>
      <w:r w:rsidR="00276CCE">
        <w:t>’</w:t>
      </w:r>
      <w:r w:rsidRPr="00DA4E77">
        <w:t>occident tout noir de nues amoncelées</w:t>
      </w:r>
      <w:r w:rsidR="00276CCE">
        <w:t xml:space="preserve">, </w:t>
      </w:r>
      <w:r w:rsidRPr="00DA4E77">
        <w:t>Atlantis gisante semble dormir sur l</w:t>
      </w:r>
      <w:r w:rsidR="00276CCE">
        <w:t>’</w:t>
      </w:r>
      <w:r w:rsidRPr="00DA4E77">
        <w:t>Océan fun</w:t>
      </w:r>
      <w:r w:rsidRPr="00DA4E77">
        <w:t>è</w:t>
      </w:r>
      <w:r w:rsidRPr="00DA4E77">
        <w:t>bre</w:t>
      </w:r>
      <w:r w:rsidR="00276CCE">
        <w:t xml:space="preserve">. </w:t>
      </w:r>
      <w:r w:rsidRPr="00DA4E77">
        <w:t>Ce qui reste de toits effondrés</w:t>
      </w:r>
      <w:r w:rsidR="00276CCE">
        <w:t xml:space="preserve">, </w:t>
      </w:r>
      <w:r w:rsidRPr="00DA4E77">
        <w:t>de palais ouverts</w:t>
      </w:r>
      <w:r w:rsidR="00276CCE">
        <w:t xml:space="preserve">, </w:t>
      </w:r>
      <w:r w:rsidRPr="00DA4E77">
        <w:t xml:space="preserve">de </w:t>
      </w:r>
      <w:r w:rsidRPr="00DA4E77">
        <w:lastRenderedPageBreak/>
        <w:t>coup</w:t>
      </w:r>
      <w:r w:rsidRPr="00DA4E77">
        <w:t>o</w:t>
      </w:r>
      <w:r w:rsidRPr="00DA4E77">
        <w:t>les fendues</w:t>
      </w:r>
      <w:r w:rsidR="00276CCE">
        <w:t xml:space="preserve">, </w:t>
      </w:r>
      <w:r w:rsidRPr="00DA4E77">
        <w:t>se détache sur le ciel sombre où le soleil invisible jette néanmoins des bordures de pourpre</w:t>
      </w:r>
      <w:r w:rsidR="00276CCE">
        <w:t>.</w:t>
      </w:r>
    </w:p>
    <w:p w14:paraId="7DBF6D8B" w14:textId="77777777" w:rsidR="00276CCE" w:rsidRDefault="00276CCE" w:rsidP="002A4158">
      <w:r>
        <w:t>— </w:t>
      </w:r>
      <w:r w:rsidR="002A4158" w:rsidRPr="00DA4E77">
        <w:t>Regardez</w:t>
      </w:r>
      <w:r>
        <w:t xml:space="preserve">, </w:t>
      </w:r>
      <w:r w:rsidR="002A4158" w:rsidRPr="00DA4E77">
        <w:t xml:space="preserve">remarque </w:t>
      </w:r>
      <w:proofErr w:type="spellStart"/>
      <w:r w:rsidR="002A4158" w:rsidRPr="00DA4E77">
        <w:t>Xanthès</w:t>
      </w:r>
      <w:proofErr w:type="spellEnd"/>
      <w:r>
        <w:t xml:space="preserve">, </w:t>
      </w:r>
      <w:r w:rsidR="002A4158" w:rsidRPr="00DA4E77">
        <w:t>le soleil existe encore</w:t>
      </w:r>
      <w:r>
        <w:t> !</w:t>
      </w:r>
    </w:p>
    <w:p w14:paraId="5F2AACB4" w14:textId="77777777" w:rsidR="00276CCE" w:rsidRDefault="00276CCE" w:rsidP="002A4158">
      <w:r>
        <w:t>— </w:t>
      </w:r>
      <w:r w:rsidR="002A4158" w:rsidRPr="00DA4E77">
        <w:t>Pour d</w:t>
      </w:r>
      <w:r>
        <w:t>’</w:t>
      </w:r>
      <w:r w:rsidR="002A4158" w:rsidRPr="00DA4E77">
        <w:t>autres peut-être</w:t>
      </w:r>
      <w:r>
        <w:t xml:space="preserve">, </w:t>
      </w:r>
      <w:r w:rsidR="002A4158" w:rsidRPr="00DA4E77">
        <w:t xml:space="preserve">pleure </w:t>
      </w:r>
      <w:proofErr w:type="spellStart"/>
      <w:r w:rsidR="002A4158" w:rsidRPr="00DA4E77">
        <w:t>Asmonia</w:t>
      </w:r>
      <w:proofErr w:type="spellEnd"/>
      <w:r>
        <w:t xml:space="preserve">, </w:t>
      </w:r>
      <w:r w:rsidR="002A4158" w:rsidRPr="00DA4E77">
        <w:t>mais plus pour nous</w:t>
      </w:r>
      <w:r>
        <w:t> !</w:t>
      </w:r>
    </w:p>
    <w:p w14:paraId="6F4DFCC0" w14:textId="77777777" w:rsidR="00276CCE" w:rsidRDefault="00276CCE" w:rsidP="002A4158">
      <w:r>
        <w:t>— </w:t>
      </w:r>
      <w:r w:rsidR="002A4158" w:rsidRPr="00DA4E77">
        <w:t>Espère</w:t>
      </w:r>
      <w:r>
        <w:t xml:space="preserve">, </w:t>
      </w:r>
      <w:proofErr w:type="spellStart"/>
      <w:r w:rsidR="002A4158" w:rsidRPr="00DA4E77">
        <w:t>Asmonia</w:t>
      </w:r>
      <w:proofErr w:type="spellEnd"/>
      <w:r>
        <w:t xml:space="preserve">, </w:t>
      </w:r>
      <w:r w:rsidR="002A4158" w:rsidRPr="00DA4E77">
        <w:t>espère en l</w:t>
      </w:r>
      <w:r>
        <w:t>’</w:t>
      </w:r>
      <w:r w:rsidR="002A4158" w:rsidRPr="00DA4E77">
        <w:t>avenir</w:t>
      </w:r>
      <w:r>
        <w:t> !</w:t>
      </w:r>
    </w:p>
    <w:p w14:paraId="252865D2" w14:textId="77777777" w:rsidR="00276CCE" w:rsidRDefault="00276CCE" w:rsidP="002A4158">
      <w:r>
        <w:t>— </w:t>
      </w:r>
      <w:r w:rsidR="002A4158" w:rsidRPr="00DA4E77">
        <w:t>Ah</w:t>
      </w:r>
      <w:r>
        <w:t xml:space="preserve"> ! </w:t>
      </w:r>
      <w:r w:rsidR="002A4158" w:rsidRPr="00DA4E77">
        <w:t>qu</w:t>
      </w:r>
      <w:r>
        <w:t>’</w:t>
      </w:r>
      <w:r w:rsidR="002A4158" w:rsidRPr="00DA4E77">
        <w:t>espérer devant pareil désastre</w:t>
      </w:r>
      <w:r>
        <w:t> !</w:t>
      </w:r>
    </w:p>
    <w:p w14:paraId="6316BA6A" w14:textId="77777777" w:rsidR="00276CCE" w:rsidRDefault="002A4158" w:rsidP="002A4158">
      <w:r w:rsidRPr="00DA4E77">
        <w:t>Et elle tend les bras vers l</w:t>
      </w:r>
      <w:r w:rsidR="00276CCE">
        <w:t>’</w:t>
      </w:r>
      <w:r w:rsidRPr="00DA4E77">
        <w:t>horrible occident</w:t>
      </w:r>
      <w:r w:rsidR="00276CCE">
        <w:t>.</w:t>
      </w:r>
    </w:p>
    <w:p w14:paraId="180E9F49" w14:textId="77777777" w:rsidR="00276CCE" w:rsidRDefault="002A4158" w:rsidP="002A4158">
      <w:r w:rsidRPr="00DA4E77">
        <w:t>Immense</w:t>
      </w:r>
      <w:r w:rsidR="00276CCE">
        <w:t xml:space="preserve">, </w:t>
      </w:r>
      <w:r w:rsidRPr="00DA4E77">
        <w:t>infinie</w:t>
      </w:r>
      <w:r w:rsidR="00276CCE">
        <w:t xml:space="preserve">, </w:t>
      </w:r>
      <w:r w:rsidRPr="00DA4E77">
        <w:t>la ville morte paraît plus imposante que la Cité qu</w:t>
      </w:r>
      <w:r w:rsidR="00276CCE">
        <w:t>’</w:t>
      </w:r>
      <w:r w:rsidRPr="00DA4E77">
        <w:t>ils ont connue</w:t>
      </w:r>
      <w:r w:rsidR="00276CCE">
        <w:t xml:space="preserve">. </w:t>
      </w:r>
      <w:r w:rsidRPr="00DA4E77">
        <w:t>Tout l</w:t>
      </w:r>
      <w:r w:rsidR="00276CCE">
        <w:t>’</w:t>
      </w:r>
      <w:r w:rsidRPr="00DA4E77">
        <w:t>horizon de l</w:t>
      </w:r>
      <w:r w:rsidR="00276CCE">
        <w:t>’</w:t>
      </w:r>
      <w:r w:rsidRPr="00DA4E77">
        <w:t>ouest en est trave</w:t>
      </w:r>
      <w:r w:rsidRPr="00DA4E77">
        <w:t>r</w:t>
      </w:r>
      <w:r w:rsidRPr="00DA4E77">
        <w:t>sé</w:t>
      </w:r>
      <w:r w:rsidR="00276CCE">
        <w:t xml:space="preserve">. </w:t>
      </w:r>
      <w:r w:rsidRPr="00DA4E77">
        <w:t>Des masses confuses dont on ne sait de loin quelle en est la matière ondulent sur les flots aux reflets phosphorescents</w:t>
      </w:r>
      <w:r w:rsidR="00276CCE">
        <w:t>.</w:t>
      </w:r>
    </w:p>
    <w:p w14:paraId="44381D8D" w14:textId="77777777" w:rsidR="00276CCE" w:rsidRDefault="00276CCE" w:rsidP="002A4158">
      <w:r>
        <w:t>— </w:t>
      </w:r>
      <w:r w:rsidR="002A4158" w:rsidRPr="00DA4E77">
        <w:t>Atlantis</w:t>
      </w:r>
      <w:r>
        <w:t xml:space="preserve"> ! </w:t>
      </w:r>
      <w:r w:rsidR="002A4158" w:rsidRPr="00DA4E77">
        <w:t>Atlantis</w:t>
      </w:r>
      <w:r>
        <w:t xml:space="preserve"> ! </w:t>
      </w:r>
      <w:r w:rsidR="002A4158" w:rsidRPr="00DA4E77">
        <w:t>répètent en chœur les survivants a</w:t>
      </w:r>
      <w:r w:rsidR="002A4158" w:rsidRPr="00DA4E77">
        <w:t>c</w:t>
      </w:r>
      <w:r w:rsidR="002A4158" w:rsidRPr="00DA4E77">
        <w:t>crochés aux cordages</w:t>
      </w:r>
      <w:r>
        <w:t>.</w:t>
      </w:r>
    </w:p>
    <w:p w14:paraId="2226EB3A" w14:textId="77777777" w:rsidR="00276CCE" w:rsidRDefault="00276CCE" w:rsidP="002A4158">
      <w:r>
        <w:t>— </w:t>
      </w:r>
      <w:r w:rsidR="002A4158" w:rsidRPr="00DA4E77">
        <w:t>Misérables</w:t>
      </w:r>
      <w:r>
        <w:t xml:space="preserve"> ! </w:t>
      </w:r>
      <w:r w:rsidR="002A4158" w:rsidRPr="00DA4E77">
        <w:t xml:space="preserve">fait </w:t>
      </w:r>
      <w:proofErr w:type="spellStart"/>
      <w:r w:rsidR="002A4158" w:rsidRPr="00DA4E77">
        <w:t>Hermos</w:t>
      </w:r>
      <w:proofErr w:type="spellEnd"/>
      <w:r>
        <w:t xml:space="preserve">. </w:t>
      </w:r>
      <w:r w:rsidR="002A4158" w:rsidRPr="00DA4E77">
        <w:t>Voilà un jour à peine que tout cela est fini</w:t>
      </w:r>
      <w:r>
        <w:t xml:space="preserve">, </w:t>
      </w:r>
      <w:r w:rsidR="002A4158" w:rsidRPr="00DA4E77">
        <w:t>et nous avons mangé</w:t>
      </w:r>
      <w:r>
        <w:t xml:space="preserve">, </w:t>
      </w:r>
      <w:r w:rsidR="002A4158" w:rsidRPr="00DA4E77">
        <w:t>et nous avons bu</w:t>
      </w:r>
      <w:r>
        <w:t xml:space="preserve">, </w:t>
      </w:r>
      <w:r w:rsidR="002A4158" w:rsidRPr="00DA4E77">
        <w:t>et nous avons ri</w:t>
      </w:r>
      <w:r>
        <w:t xml:space="preserve">, </w:t>
      </w:r>
      <w:r w:rsidR="002A4158" w:rsidRPr="00DA4E77">
        <w:t>et nous avons presque chanté</w:t>
      </w:r>
      <w:r>
        <w:t> !</w:t>
      </w:r>
    </w:p>
    <w:p w14:paraId="043EF052" w14:textId="77777777" w:rsidR="00276CCE" w:rsidRDefault="00276CCE" w:rsidP="002A4158">
      <w:r>
        <w:t>— </w:t>
      </w:r>
      <w:r w:rsidR="002A4158" w:rsidRPr="00DA4E77">
        <w:t>Et nous chanterons bien plus encore</w:t>
      </w:r>
      <w:r>
        <w:t xml:space="preserve">, </w:t>
      </w:r>
      <w:r w:rsidR="002A4158" w:rsidRPr="00DA4E77">
        <w:t xml:space="preserve">observe </w:t>
      </w:r>
      <w:proofErr w:type="spellStart"/>
      <w:r w:rsidR="002A4158" w:rsidRPr="00DA4E77">
        <w:t>Xanthès</w:t>
      </w:r>
      <w:proofErr w:type="spellEnd"/>
      <w:r>
        <w:t xml:space="preserve"> ; </w:t>
      </w:r>
      <w:r w:rsidR="002A4158" w:rsidRPr="00DA4E77">
        <w:t>l</w:t>
      </w:r>
      <w:r>
        <w:t>’</w:t>
      </w:r>
      <w:r w:rsidR="002A4158" w:rsidRPr="00DA4E77">
        <w:t>homme n</w:t>
      </w:r>
      <w:r>
        <w:t>’</w:t>
      </w:r>
      <w:r w:rsidR="002A4158" w:rsidRPr="00DA4E77">
        <w:t>a pas la force de souffrir toujours</w:t>
      </w:r>
      <w:r>
        <w:t> !</w:t>
      </w:r>
    </w:p>
    <w:p w14:paraId="07E87DA2" w14:textId="77777777" w:rsidR="00276CCE" w:rsidRDefault="00276CCE" w:rsidP="002A4158">
      <w:r>
        <w:t>— </w:t>
      </w:r>
      <w:r w:rsidR="002A4158" w:rsidRPr="00DA4E77">
        <w:t>Nous sommes trop favorisés</w:t>
      </w:r>
      <w:r>
        <w:t xml:space="preserve">, </w:t>
      </w:r>
      <w:r w:rsidR="002A4158" w:rsidRPr="00DA4E77">
        <w:t>s</w:t>
      </w:r>
      <w:r>
        <w:t>’</w:t>
      </w:r>
      <w:r w:rsidR="002A4158" w:rsidRPr="00DA4E77">
        <w:t xml:space="preserve">écrie </w:t>
      </w:r>
      <w:proofErr w:type="spellStart"/>
      <w:r w:rsidR="002A4158" w:rsidRPr="00DA4E77">
        <w:t>Asmonia</w:t>
      </w:r>
      <w:proofErr w:type="spellEnd"/>
      <w:r>
        <w:t xml:space="preserve">. </w:t>
      </w:r>
      <w:r w:rsidR="002A4158" w:rsidRPr="00DA4E77">
        <w:t>Nous n</w:t>
      </w:r>
      <w:r>
        <w:t>’</w:t>
      </w:r>
      <w:r w:rsidR="002A4158" w:rsidRPr="00DA4E77">
        <w:t>avons pas assez pleuré</w:t>
      </w:r>
      <w:r>
        <w:t xml:space="preserve">, </w:t>
      </w:r>
      <w:r w:rsidR="002A4158" w:rsidRPr="00DA4E77">
        <w:t>pas assez expié</w:t>
      </w:r>
      <w:r>
        <w:t xml:space="preserve">… </w:t>
      </w:r>
      <w:r w:rsidR="002A4158" w:rsidRPr="00DA4E77">
        <w:t>Ah</w:t>
      </w:r>
      <w:r>
        <w:t xml:space="preserve"> ! </w:t>
      </w:r>
      <w:r w:rsidR="002A4158" w:rsidRPr="00DA4E77">
        <w:t>quelle peine nous réserve l</w:t>
      </w:r>
      <w:r>
        <w:t>’</w:t>
      </w:r>
      <w:r w:rsidR="002A4158" w:rsidRPr="00DA4E77">
        <w:t>avenir</w:t>
      </w:r>
      <w:r>
        <w:t> ?</w:t>
      </w:r>
    </w:p>
    <w:p w14:paraId="13154C91" w14:textId="77777777" w:rsidR="00276CCE" w:rsidRDefault="00276CCE" w:rsidP="002A4158">
      <w:r>
        <w:t>— </w:t>
      </w:r>
      <w:r w:rsidR="002A4158" w:rsidRPr="00DA4E77">
        <w:t>Le souvenir</w:t>
      </w:r>
      <w:r>
        <w:t xml:space="preserve">… </w:t>
      </w:r>
      <w:r w:rsidR="002A4158" w:rsidRPr="00DA4E77">
        <w:t xml:space="preserve">soupire </w:t>
      </w:r>
      <w:proofErr w:type="spellStart"/>
      <w:r w:rsidR="002A4158" w:rsidRPr="00DA4E77">
        <w:t>Hellas</w:t>
      </w:r>
      <w:proofErr w:type="spellEnd"/>
      <w:r>
        <w:t>.</w:t>
      </w:r>
    </w:p>
    <w:p w14:paraId="7EBFA92D" w14:textId="77777777" w:rsidR="00276CCE" w:rsidRDefault="002A4158" w:rsidP="002A4158">
      <w:r w:rsidRPr="00DA4E77">
        <w:t>Mais le soleil</w:t>
      </w:r>
      <w:r w:rsidR="00276CCE">
        <w:t xml:space="preserve">, </w:t>
      </w:r>
      <w:r w:rsidRPr="00DA4E77">
        <w:t>qui transparaît à travers les nues</w:t>
      </w:r>
      <w:r w:rsidR="00276CCE">
        <w:t xml:space="preserve">, </w:t>
      </w:r>
      <w:r w:rsidRPr="00DA4E77">
        <w:t>étend sur l</w:t>
      </w:r>
      <w:r w:rsidR="00276CCE">
        <w:t>’</w:t>
      </w:r>
      <w:r w:rsidRPr="00DA4E77">
        <w:t xml:space="preserve">horizon un large rideau de pourpre où se détachent encore </w:t>
      </w:r>
      <w:r w:rsidRPr="00DA4E77">
        <w:lastRenderedPageBreak/>
        <w:t>les restes d</w:t>
      </w:r>
      <w:r w:rsidR="00276CCE">
        <w:t>’</w:t>
      </w:r>
      <w:r w:rsidRPr="00DA4E77">
        <w:t>Atlantis déchiquetée</w:t>
      </w:r>
      <w:r w:rsidR="00276CCE">
        <w:t xml:space="preserve">. </w:t>
      </w:r>
      <w:r w:rsidRPr="00DA4E77">
        <w:t>Et sur la mer</w:t>
      </w:r>
      <w:r w:rsidR="00276CCE">
        <w:t xml:space="preserve">, </w:t>
      </w:r>
      <w:r w:rsidRPr="00DA4E77">
        <w:t>d</w:t>
      </w:r>
      <w:r w:rsidR="00276CCE">
        <w:t>’</w:t>
      </w:r>
      <w:r w:rsidRPr="00DA4E77">
        <w:t>un violet sombre</w:t>
      </w:r>
      <w:r w:rsidR="00276CCE">
        <w:t xml:space="preserve">, </w:t>
      </w:r>
      <w:r w:rsidRPr="00DA4E77">
        <w:t>tombe la nuit</w:t>
      </w:r>
      <w:r w:rsidR="00276CCE">
        <w:t xml:space="preserve">, </w:t>
      </w:r>
      <w:r w:rsidRPr="00DA4E77">
        <w:t>la lente nuit</w:t>
      </w:r>
      <w:r w:rsidR="00276CCE">
        <w:t>.</w:t>
      </w:r>
    </w:p>
    <w:p w14:paraId="7BE7DCC6" w14:textId="77777777" w:rsidR="00276CCE" w:rsidRDefault="00276CCE" w:rsidP="002A4158">
      <w:r>
        <w:t>— </w:t>
      </w:r>
      <w:r w:rsidR="002A4158" w:rsidRPr="00DA4E77">
        <w:t>Allons</w:t>
      </w:r>
      <w:r>
        <w:t xml:space="preserve">, </w:t>
      </w:r>
      <w:r w:rsidR="002A4158" w:rsidRPr="00DA4E77">
        <w:t>mes chers enfants</w:t>
      </w:r>
      <w:r>
        <w:t xml:space="preserve">, </w:t>
      </w:r>
      <w:r w:rsidR="002A4158" w:rsidRPr="00DA4E77">
        <w:t xml:space="preserve">conseille </w:t>
      </w:r>
      <w:proofErr w:type="spellStart"/>
      <w:r w:rsidR="002A4158" w:rsidRPr="00DA4E77">
        <w:t>Oréus</w:t>
      </w:r>
      <w:proofErr w:type="spellEnd"/>
      <w:r w:rsidR="002A4158" w:rsidRPr="00DA4E77">
        <w:t xml:space="preserve"> qui survient</w:t>
      </w:r>
      <w:r>
        <w:t xml:space="preserve">, </w:t>
      </w:r>
      <w:r w:rsidR="002A4158" w:rsidRPr="00DA4E77">
        <w:t>ne vous enivrez pas de votre souffrance</w:t>
      </w:r>
      <w:r>
        <w:t xml:space="preserve">. </w:t>
      </w:r>
      <w:r w:rsidR="002A4158" w:rsidRPr="00DA4E77">
        <w:t>Il y a danger à rester ici</w:t>
      </w:r>
      <w:r>
        <w:t>.</w:t>
      </w:r>
    </w:p>
    <w:p w14:paraId="6ACB73ED" w14:textId="77777777" w:rsidR="00276CCE" w:rsidRDefault="002A4158" w:rsidP="002A4158">
      <w:r w:rsidRPr="00DA4E77">
        <w:t>Et comme les femmes ne bougent pas</w:t>
      </w:r>
      <w:r w:rsidR="00276CCE">
        <w:t> :</w:t>
      </w:r>
    </w:p>
    <w:p w14:paraId="05CFEA85" w14:textId="77777777" w:rsidR="00276CCE" w:rsidRDefault="00276CCE" w:rsidP="002A4158">
      <w:r>
        <w:t>— </w:t>
      </w:r>
      <w:r w:rsidR="002A4158" w:rsidRPr="00DA4E77">
        <w:t>Nous</w:t>
      </w:r>
      <w:r>
        <w:t xml:space="preserve">, </w:t>
      </w:r>
      <w:r w:rsidR="002A4158" w:rsidRPr="00DA4E77">
        <w:t>les hommes</w:t>
      </w:r>
      <w:r>
        <w:t xml:space="preserve">, </w:t>
      </w:r>
      <w:r w:rsidR="002A4158" w:rsidRPr="00DA4E77">
        <w:t>donnons l</w:t>
      </w:r>
      <w:r>
        <w:t>’</w:t>
      </w:r>
      <w:r w:rsidR="002A4158" w:rsidRPr="00DA4E77">
        <w:t>exemple</w:t>
      </w:r>
      <w:r>
        <w:t xml:space="preserve"> ! </w:t>
      </w:r>
      <w:r w:rsidR="002A4158" w:rsidRPr="00DA4E77">
        <w:t>venez</w:t>
      </w:r>
      <w:r>
        <w:t xml:space="preserve">. </w:t>
      </w:r>
      <w:r w:rsidR="002A4158" w:rsidRPr="00DA4E77">
        <w:t>Nous avons le devoir de répondre au désir de notre grand ami qui nous sauve et qui vous prie de retourner sur le pont</w:t>
      </w:r>
      <w:r>
        <w:t>.</w:t>
      </w:r>
    </w:p>
    <w:p w14:paraId="73DE1510" w14:textId="77777777" w:rsidR="00276CCE" w:rsidRDefault="002A4158" w:rsidP="002A4158">
      <w:r w:rsidRPr="00DA4E77">
        <w:t>Et il s</w:t>
      </w:r>
      <w:r w:rsidR="00276CCE">
        <w:t>’</w:t>
      </w:r>
      <w:r w:rsidRPr="00DA4E77">
        <w:t>éloigne</w:t>
      </w:r>
      <w:r w:rsidR="00276CCE">
        <w:t xml:space="preserve">, </w:t>
      </w:r>
      <w:r w:rsidRPr="00DA4E77">
        <w:t xml:space="preserve">soutenu par </w:t>
      </w:r>
      <w:proofErr w:type="spellStart"/>
      <w:r w:rsidRPr="00DA4E77">
        <w:t>Oréa</w:t>
      </w:r>
      <w:proofErr w:type="spellEnd"/>
      <w:r w:rsidR="00276CCE">
        <w:t xml:space="preserve">, </w:t>
      </w:r>
      <w:r w:rsidRPr="00DA4E77">
        <w:t>suivi d</w:t>
      </w:r>
      <w:r w:rsidR="00276CCE">
        <w:t>’</w:t>
      </w:r>
      <w:proofErr w:type="spellStart"/>
      <w:r w:rsidRPr="00DA4E77">
        <w:t>Hellas</w:t>
      </w:r>
      <w:proofErr w:type="spellEnd"/>
      <w:r w:rsidR="00276CCE">
        <w:t xml:space="preserve">, </w:t>
      </w:r>
      <w:r w:rsidRPr="00DA4E77">
        <w:t>d</w:t>
      </w:r>
      <w:r w:rsidR="00276CCE">
        <w:t>’</w:t>
      </w:r>
      <w:proofErr w:type="spellStart"/>
      <w:r w:rsidRPr="00DA4E77">
        <w:t>Hermos</w:t>
      </w:r>
      <w:proofErr w:type="spellEnd"/>
      <w:r w:rsidRPr="00DA4E77">
        <w:t xml:space="preserve"> et des artistes silencieux</w:t>
      </w:r>
      <w:r w:rsidR="00276CCE">
        <w:t>.</w:t>
      </w:r>
    </w:p>
    <w:p w14:paraId="4FEE758D" w14:textId="77777777" w:rsidR="00276CCE" w:rsidRDefault="00276CCE" w:rsidP="002A4158">
      <w:r>
        <w:t>— </w:t>
      </w:r>
      <w:r w:rsidR="002A4158" w:rsidRPr="00DA4E77">
        <w:t>Regardez</w:t>
      </w:r>
      <w:r>
        <w:t xml:space="preserve">, </w:t>
      </w:r>
      <w:r w:rsidR="002A4158" w:rsidRPr="00DA4E77">
        <w:t xml:space="preserve">interrompt </w:t>
      </w:r>
      <w:proofErr w:type="spellStart"/>
      <w:r w:rsidR="002A4158" w:rsidRPr="00DA4E77">
        <w:t>Xanthès</w:t>
      </w:r>
      <w:proofErr w:type="spellEnd"/>
      <w:r w:rsidR="002A4158" w:rsidRPr="00DA4E77">
        <w:t xml:space="preserve"> resté le dernier</w:t>
      </w:r>
      <w:r>
        <w:t xml:space="preserve">. </w:t>
      </w:r>
      <w:r w:rsidR="002A4158" w:rsidRPr="00DA4E77">
        <w:t>Une l</w:t>
      </w:r>
      <w:r w:rsidR="002A4158" w:rsidRPr="00DA4E77">
        <w:t>u</w:t>
      </w:r>
      <w:r w:rsidR="002A4158" w:rsidRPr="00DA4E77">
        <w:t>mière</w:t>
      </w:r>
      <w:r>
        <w:t xml:space="preserve">, </w:t>
      </w:r>
      <w:r w:rsidR="002A4158" w:rsidRPr="00DA4E77">
        <w:t>une lumière</w:t>
      </w:r>
      <w:r>
        <w:t xml:space="preserve"> !… </w:t>
      </w:r>
      <w:r w:rsidR="002A4158" w:rsidRPr="00DA4E77">
        <w:t>Là-bas</w:t>
      </w:r>
      <w:r>
        <w:t xml:space="preserve">… </w:t>
      </w:r>
      <w:r w:rsidR="002A4158" w:rsidRPr="00DA4E77">
        <w:t>derrière les ailes brisées du Sphinx</w:t>
      </w:r>
      <w:r>
        <w:t xml:space="preserve">. </w:t>
      </w:r>
      <w:r w:rsidR="002A4158" w:rsidRPr="00DA4E77">
        <w:t>Il y a de la vie</w:t>
      </w:r>
      <w:r>
        <w:t xml:space="preserve"> ; </w:t>
      </w:r>
      <w:r w:rsidR="002A4158" w:rsidRPr="00DA4E77">
        <w:t>il y a des vivants</w:t>
      </w:r>
      <w:r>
        <w:t> !</w:t>
      </w:r>
    </w:p>
    <w:p w14:paraId="1BCB5D69" w14:textId="77777777" w:rsidR="00276CCE" w:rsidRDefault="002A4158" w:rsidP="002A4158">
      <w:r w:rsidRPr="00DA4E77">
        <w:t>Tous se retournent</w:t>
      </w:r>
      <w:r w:rsidR="00276CCE">
        <w:t xml:space="preserve">, </w:t>
      </w:r>
      <w:r w:rsidRPr="00DA4E77">
        <w:t>troublés et tremblants</w:t>
      </w:r>
      <w:r w:rsidR="00276CCE">
        <w:t xml:space="preserve">, </w:t>
      </w:r>
      <w:r w:rsidRPr="00DA4E77">
        <w:t xml:space="preserve">cherchant la lueur que </w:t>
      </w:r>
      <w:proofErr w:type="spellStart"/>
      <w:r w:rsidRPr="00DA4E77">
        <w:t>Xanthès</w:t>
      </w:r>
      <w:proofErr w:type="spellEnd"/>
      <w:r w:rsidRPr="00DA4E77">
        <w:t xml:space="preserve"> leur montre du doigt</w:t>
      </w:r>
      <w:r w:rsidR="00276CCE">
        <w:t>.</w:t>
      </w:r>
    </w:p>
    <w:p w14:paraId="05EEE172" w14:textId="77777777" w:rsidR="00276CCE" w:rsidRDefault="00276CCE" w:rsidP="002A4158">
      <w:r>
        <w:t>— </w:t>
      </w:r>
      <w:r w:rsidR="002A4158" w:rsidRPr="00DA4E77">
        <w:t>Il a raison</w:t>
      </w:r>
      <w:r>
        <w:t xml:space="preserve"> ! </w:t>
      </w:r>
      <w:r w:rsidR="002A4158" w:rsidRPr="00DA4E77">
        <w:t>s</w:t>
      </w:r>
      <w:r>
        <w:t>’</w:t>
      </w:r>
      <w:r w:rsidR="002A4158" w:rsidRPr="00DA4E77">
        <w:t xml:space="preserve">exclame </w:t>
      </w:r>
      <w:proofErr w:type="spellStart"/>
      <w:r w:rsidR="002A4158" w:rsidRPr="00DA4E77">
        <w:t>Asmonia</w:t>
      </w:r>
      <w:proofErr w:type="spellEnd"/>
      <w:r>
        <w:t xml:space="preserve">. </w:t>
      </w:r>
      <w:r w:rsidR="002A4158" w:rsidRPr="00DA4E77">
        <w:t>Quelque chose s</w:t>
      </w:r>
      <w:r>
        <w:t>’</w:t>
      </w:r>
      <w:r w:rsidR="002A4158" w:rsidRPr="00DA4E77">
        <w:t>éveille</w:t>
      </w:r>
      <w:r>
        <w:t xml:space="preserve"> ; </w:t>
      </w:r>
      <w:r w:rsidR="002A4158" w:rsidRPr="00DA4E77">
        <w:t>quelqu</w:t>
      </w:r>
      <w:r>
        <w:t>’</w:t>
      </w:r>
      <w:r w:rsidR="002A4158" w:rsidRPr="00DA4E77">
        <w:t>un nous appelle</w:t>
      </w:r>
      <w:r>
        <w:t>.</w:t>
      </w:r>
    </w:p>
    <w:p w14:paraId="4630D86B" w14:textId="77777777" w:rsidR="00276CCE" w:rsidRDefault="002A4158" w:rsidP="002A4158">
      <w:r w:rsidRPr="00DA4E77">
        <w:t xml:space="preserve">Mais </w:t>
      </w:r>
      <w:proofErr w:type="spellStart"/>
      <w:r w:rsidRPr="00DA4E77">
        <w:t>Hermos</w:t>
      </w:r>
      <w:proofErr w:type="spellEnd"/>
      <w:r w:rsidR="00276CCE">
        <w:t xml:space="preserve">, </w:t>
      </w:r>
      <w:r w:rsidRPr="00DA4E77">
        <w:t>doucement</w:t>
      </w:r>
      <w:r w:rsidR="00276CCE">
        <w:t> :</w:t>
      </w:r>
    </w:p>
    <w:p w14:paraId="14C40A1B" w14:textId="77777777" w:rsidR="00276CCE" w:rsidRDefault="00276CCE" w:rsidP="002A4158">
      <w:r>
        <w:t>— </w:t>
      </w:r>
      <w:r w:rsidR="002A4158" w:rsidRPr="00DA4E77">
        <w:t>Une lueur</w:t>
      </w:r>
      <w:r>
        <w:t xml:space="preserve">, </w:t>
      </w:r>
      <w:r w:rsidR="002A4158" w:rsidRPr="00DA4E77">
        <w:t>en effet</w:t>
      </w:r>
      <w:r>
        <w:t xml:space="preserve">. </w:t>
      </w:r>
      <w:r w:rsidR="002A4158" w:rsidRPr="00DA4E77">
        <w:t>Mais la lueur d</w:t>
      </w:r>
      <w:r>
        <w:t>’</w:t>
      </w:r>
      <w:r w:rsidR="002A4158" w:rsidRPr="00DA4E77">
        <w:t>une étoile</w:t>
      </w:r>
      <w:r>
        <w:t xml:space="preserve">. </w:t>
      </w:r>
      <w:r w:rsidR="002A4158" w:rsidRPr="00DA4E77">
        <w:t>Voyez</w:t>
      </w:r>
      <w:r>
        <w:t xml:space="preserve"> : </w:t>
      </w:r>
      <w:r w:rsidR="002A4158" w:rsidRPr="00DA4E77">
        <w:t>elle monte au-dessus d</w:t>
      </w:r>
      <w:r>
        <w:t>’</w:t>
      </w:r>
      <w:r w:rsidR="002A4158" w:rsidRPr="00DA4E77">
        <w:t>Atlantis</w:t>
      </w:r>
      <w:r>
        <w:t>…</w:t>
      </w:r>
    </w:p>
    <w:p w14:paraId="6FAEF2D4" w14:textId="77777777" w:rsidR="00276CCE" w:rsidRDefault="00276CCE" w:rsidP="002A4158">
      <w:r>
        <w:t>— </w:t>
      </w:r>
      <w:r w:rsidR="002A4158" w:rsidRPr="00DA4E77">
        <w:t>Grâces aux dieux</w:t>
      </w:r>
      <w:r>
        <w:t xml:space="preserve"> ! </w:t>
      </w:r>
      <w:r w:rsidR="002A4158" w:rsidRPr="00DA4E77">
        <w:t xml:space="preserve">fait </w:t>
      </w:r>
      <w:proofErr w:type="spellStart"/>
      <w:r w:rsidR="002A4158" w:rsidRPr="00DA4E77">
        <w:t>Xanthès</w:t>
      </w:r>
      <w:proofErr w:type="spellEnd"/>
      <w:r>
        <w:t xml:space="preserve">, </w:t>
      </w:r>
      <w:r w:rsidR="002A4158" w:rsidRPr="00DA4E77">
        <w:t>il reste encore des lumi</w:t>
      </w:r>
      <w:r w:rsidR="002A4158" w:rsidRPr="00DA4E77">
        <w:t>è</w:t>
      </w:r>
      <w:r w:rsidR="002A4158" w:rsidRPr="00DA4E77">
        <w:t>res dans le ciel</w:t>
      </w:r>
      <w:r>
        <w:t> !</w:t>
      </w:r>
    </w:p>
    <w:p w14:paraId="076E9F94" w14:textId="77777777" w:rsidR="00276CCE" w:rsidRDefault="00276CCE" w:rsidP="002A4158">
      <w:r>
        <w:t>— </w:t>
      </w:r>
      <w:r w:rsidR="002A4158" w:rsidRPr="00DA4E77">
        <w:t>Les étoiles</w:t>
      </w:r>
      <w:r>
        <w:t xml:space="preserve">, </w:t>
      </w:r>
      <w:r w:rsidR="002A4158" w:rsidRPr="00DA4E77">
        <w:t>du moins</w:t>
      </w:r>
      <w:r>
        <w:t xml:space="preserve">, </w:t>
      </w:r>
      <w:r w:rsidR="002A4158" w:rsidRPr="00DA4E77">
        <w:t>resplendiront toujours</w:t>
      </w:r>
      <w:r>
        <w:t xml:space="preserve"> ! </w:t>
      </w:r>
      <w:r w:rsidR="002A4158" w:rsidRPr="00DA4E77">
        <w:t xml:space="preserve">murmure </w:t>
      </w:r>
      <w:proofErr w:type="spellStart"/>
      <w:r w:rsidR="002A4158" w:rsidRPr="00DA4E77">
        <w:t>Hellas</w:t>
      </w:r>
      <w:proofErr w:type="spellEnd"/>
      <w:r w:rsidR="002A4158" w:rsidRPr="00DA4E77">
        <w:t xml:space="preserve"> avec mélancolie</w:t>
      </w:r>
      <w:r>
        <w:t>.</w:t>
      </w:r>
    </w:p>
    <w:p w14:paraId="473D467F" w14:textId="77777777" w:rsidR="00276CCE" w:rsidRDefault="00276CCE" w:rsidP="002A4158">
      <w:r>
        <w:t>— </w:t>
      </w:r>
      <w:r w:rsidR="002A4158" w:rsidRPr="00DA4E77">
        <w:t>Et pas même</w:t>
      </w:r>
      <w:r>
        <w:t xml:space="preserve"> ! </w:t>
      </w:r>
      <w:r w:rsidR="002A4158" w:rsidRPr="00DA4E77">
        <w:t xml:space="preserve">conclut </w:t>
      </w:r>
      <w:proofErr w:type="spellStart"/>
      <w:r w:rsidR="002A4158" w:rsidRPr="00DA4E77">
        <w:t>Oréus</w:t>
      </w:r>
      <w:proofErr w:type="spellEnd"/>
      <w:r>
        <w:t>.</w:t>
      </w:r>
    </w:p>
    <w:p w14:paraId="5F06E8E5" w14:textId="39ECA9DD" w:rsidR="002A4158" w:rsidRPr="00DA4E77" w:rsidRDefault="002A4158" w:rsidP="002A4158"/>
    <w:p w14:paraId="16926005" w14:textId="77777777" w:rsidR="00276CCE" w:rsidRDefault="002A4158" w:rsidP="002A4158">
      <w:r w:rsidRPr="00DA4E77">
        <w:t>Et</w:t>
      </w:r>
      <w:r w:rsidR="00276CCE">
        <w:t xml:space="preserve">, </w:t>
      </w:r>
      <w:r w:rsidRPr="00DA4E77">
        <w:t>sur ces mots vertigineux</w:t>
      </w:r>
      <w:r w:rsidR="00276CCE">
        <w:t xml:space="preserve">, </w:t>
      </w:r>
      <w:r w:rsidRPr="00DA4E77">
        <w:t>les Atlantes pensifs</w:t>
      </w:r>
      <w:r w:rsidR="00276CCE">
        <w:t xml:space="preserve">, </w:t>
      </w:r>
      <w:r w:rsidRPr="00DA4E77">
        <w:t>sans m</w:t>
      </w:r>
      <w:r w:rsidRPr="00DA4E77">
        <w:t>ê</w:t>
      </w:r>
      <w:r w:rsidRPr="00DA4E77">
        <w:t>me contempler la lune qui se lève</w:t>
      </w:r>
      <w:r w:rsidR="00276CCE">
        <w:t xml:space="preserve">, </w:t>
      </w:r>
      <w:r w:rsidRPr="00DA4E77">
        <w:t>s</w:t>
      </w:r>
      <w:r w:rsidR="00276CCE">
        <w:t>’</w:t>
      </w:r>
      <w:r w:rsidRPr="00DA4E77">
        <w:t>en reviennent un à un vers le pont illuminé de lanternes aux vives couleurs</w:t>
      </w:r>
      <w:r w:rsidR="00276CCE">
        <w:t xml:space="preserve">. </w:t>
      </w:r>
      <w:r w:rsidRPr="00DA4E77">
        <w:t>Lourds de tri</w:t>
      </w:r>
      <w:r w:rsidRPr="00DA4E77">
        <w:t>s</w:t>
      </w:r>
      <w:r w:rsidRPr="00DA4E77">
        <w:t>tesse</w:t>
      </w:r>
      <w:r w:rsidR="00276CCE">
        <w:t xml:space="preserve">, </w:t>
      </w:r>
      <w:r w:rsidRPr="00DA4E77">
        <w:t>ils traînent le pas</w:t>
      </w:r>
      <w:r w:rsidR="00276CCE">
        <w:t xml:space="preserve">. </w:t>
      </w:r>
      <w:r w:rsidRPr="00DA4E77">
        <w:t>Au-dessus d</w:t>
      </w:r>
      <w:r w:rsidR="00276CCE">
        <w:t>’</w:t>
      </w:r>
      <w:r w:rsidRPr="00DA4E77">
        <w:t>eux</w:t>
      </w:r>
      <w:r w:rsidR="00276CCE">
        <w:t xml:space="preserve">, </w:t>
      </w:r>
      <w:r w:rsidRPr="00DA4E77">
        <w:t>cependant</w:t>
      </w:r>
      <w:r w:rsidR="00276CCE">
        <w:t xml:space="preserve">, </w:t>
      </w:r>
      <w:r w:rsidRPr="00DA4E77">
        <w:t>retentit une voix puissante dont l</w:t>
      </w:r>
      <w:r w:rsidR="00276CCE">
        <w:t>’</w:t>
      </w:r>
      <w:r w:rsidRPr="00DA4E77">
        <w:t>accent chaud les réconforte comme un appel joyeux venu de la vie</w:t>
      </w:r>
      <w:r w:rsidR="00276CCE">
        <w:t> :</w:t>
      </w:r>
    </w:p>
    <w:p w14:paraId="5C272462" w14:textId="77777777" w:rsidR="00276CCE" w:rsidRDefault="00276CCE" w:rsidP="002A4158">
      <w:r>
        <w:t>— </w:t>
      </w:r>
      <w:r w:rsidR="002A4158" w:rsidRPr="00DA4E77">
        <w:t>Ohé</w:t>
      </w:r>
      <w:r>
        <w:t xml:space="preserve"> ! </w:t>
      </w:r>
      <w:r w:rsidR="002A4158" w:rsidRPr="00DA4E77">
        <w:t>Ohé</w:t>
      </w:r>
      <w:r>
        <w:t xml:space="preserve"> ! </w:t>
      </w:r>
      <w:r w:rsidR="002A4158" w:rsidRPr="00DA4E77">
        <w:t>chers compagnons</w:t>
      </w:r>
      <w:r>
        <w:t> !</w:t>
      </w:r>
    </w:p>
    <w:p w14:paraId="2BA071BA" w14:textId="77777777" w:rsidR="00276CCE" w:rsidRDefault="002A4158" w:rsidP="002A4158">
      <w:r w:rsidRPr="00DA4E77">
        <w:t>Les têtes se lèvent</w:t>
      </w:r>
      <w:r w:rsidR="00276CCE">
        <w:t xml:space="preserve">, </w:t>
      </w:r>
      <w:r w:rsidRPr="00DA4E77">
        <w:t>les yeux cherchent</w:t>
      </w:r>
      <w:r w:rsidR="00276CCE">
        <w:t>.</w:t>
      </w:r>
    </w:p>
    <w:p w14:paraId="04BE3E9C" w14:textId="77777777" w:rsidR="00276CCE" w:rsidRDefault="00276CCE" w:rsidP="002A4158">
      <w:r>
        <w:t>— </w:t>
      </w:r>
      <w:proofErr w:type="spellStart"/>
      <w:r w:rsidR="002A4158" w:rsidRPr="00DA4E77">
        <w:t>Gaouran</w:t>
      </w:r>
      <w:proofErr w:type="spellEnd"/>
      <w:r>
        <w:t xml:space="preserve"> ! </w:t>
      </w:r>
      <w:r w:rsidR="002A4158" w:rsidRPr="00DA4E77">
        <w:t xml:space="preserve">explique </w:t>
      </w:r>
      <w:proofErr w:type="spellStart"/>
      <w:r w:rsidR="002A4158" w:rsidRPr="00DA4E77">
        <w:t>Oréa</w:t>
      </w:r>
      <w:proofErr w:type="spellEnd"/>
      <w:r>
        <w:t xml:space="preserve">. </w:t>
      </w:r>
      <w:r w:rsidR="002A4158" w:rsidRPr="00DA4E77">
        <w:t>Il veille sur nous</w:t>
      </w:r>
      <w:r>
        <w:t>…</w:t>
      </w:r>
    </w:p>
    <w:p w14:paraId="40A0DD1B" w14:textId="77777777" w:rsidR="00276CCE" w:rsidRDefault="002A4158" w:rsidP="002A4158">
      <w:r w:rsidRPr="00DA4E77">
        <w:t>La voix reprend</w:t>
      </w:r>
      <w:r w:rsidR="00276CCE">
        <w:t xml:space="preserve">, </w:t>
      </w:r>
      <w:r w:rsidRPr="00DA4E77">
        <w:t>plus forte encore</w:t>
      </w:r>
      <w:r w:rsidR="00276CCE">
        <w:t> :</w:t>
      </w:r>
    </w:p>
    <w:p w14:paraId="589D7261" w14:textId="77777777" w:rsidR="00276CCE" w:rsidRDefault="00276CCE" w:rsidP="002A4158">
      <w:r>
        <w:t>— </w:t>
      </w:r>
      <w:r w:rsidR="002A4158" w:rsidRPr="00DA4E77">
        <w:t>Mes amis</w:t>
      </w:r>
      <w:r>
        <w:t xml:space="preserve">, </w:t>
      </w:r>
      <w:r w:rsidR="002A4158" w:rsidRPr="00DA4E77">
        <w:t>mes chers amis</w:t>
      </w:r>
      <w:r>
        <w:t>…</w:t>
      </w:r>
    </w:p>
    <w:p w14:paraId="63C80693" w14:textId="77777777" w:rsidR="00276CCE" w:rsidRDefault="002A4158" w:rsidP="002A4158">
      <w:r w:rsidRPr="00DA4E77">
        <w:t>Grand silence</w:t>
      </w:r>
      <w:r w:rsidR="00276CCE">
        <w:t xml:space="preserve">. </w:t>
      </w:r>
      <w:r w:rsidRPr="00DA4E77">
        <w:t>Tout le monde s</w:t>
      </w:r>
      <w:r w:rsidR="00276CCE">
        <w:t>’</w:t>
      </w:r>
      <w:r w:rsidRPr="00DA4E77">
        <w:t>arrête</w:t>
      </w:r>
      <w:r w:rsidR="00276CCE">
        <w:t xml:space="preserve">. </w:t>
      </w:r>
      <w:r w:rsidRPr="00DA4E77">
        <w:t>Alors</w:t>
      </w:r>
      <w:r w:rsidR="00276CCE">
        <w:t xml:space="preserve">, </w:t>
      </w:r>
      <w:r w:rsidRPr="00DA4E77">
        <w:t>mettant ses mains en porte-voix contre sa bouche</w:t>
      </w:r>
      <w:r w:rsidR="00276CCE">
        <w:t xml:space="preserve">, </w:t>
      </w:r>
      <w:r w:rsidRPr="00DA4E77">
        <w:t xml:space="preserve">le </w:t>
      </w:r>
      <w:proofErr w:type="spellStart"/>
      <w:r w:rsidRPr="00DA4E77">
        <w:t>Basconien</w:t>
      </w:r>
      <w:proofErr w:type="spellEnd"/>
      <w:r w:rsidRPr="00DA4E77">
        <w:t xml:space="preserve"> annonce aux Atlantes ranimés</w:t>
      </w:r>
      <w:r w:rsidR="00276CCE">
        <w:t> :</w:t>
      </w:r>
    </w:p>
    <w:p w14:paraId="23C20244" w14:textId="77777777" w:rsidR="00276CCE" w:rsidRDefault="00276CCE" w:rsidP="002A4158">
      <w:r>
        <w:t>— </w:t>
      </w:r>
      <w:r w:rsidR="002A4158" w:rsidRPr="00DA4E77">
        <w:t>Réjouissez-vous et dormez en paix</w:t>
      </w:r>
      <w:r>
        <w:t xml:space="preserve"> : </w:t>
      </w:r>
      <w:r w:rsidR="002A4158" w:rsidRPr="00DA4E77">
        <w:t>nous aurons demain une belle aurore</w:t>
      </w:r>
      <w:r>
        <w:t> !</w:t>
      </w:r>
    </w:p>
    <w:p w14:paraId="23D4E3DD" w14:textId="19F3AE46" w:rsidR="00033562" w:rsidRDefault="002A4158">
      <w:r w:rsidRPr="00DA4E77">
        <w:t>Et</w:t>
      </w:r>
      <w:r w:rsidR="00276CCE">
        <w:t xml:space="preserve">, </w:t>
      </w:r>
      <w:r w:rsidRPr="00DA4E77">
        <w:t>poussé par un vent de poupe</w:t>
      </w:r>
      <w:r w:rsidR="00276CCE">
        <w:t xml:space="preserve">, </w:t>
      </w:r>
      <w:r w:rsidRPr="00DA4E77">
        <w:t>le vaisseau va gaillard</w:t>
      </w:r>
      <w:r w:rsidRPr="00DA4E77">
        <w:t>e</w:t>
      </w:r>
      <w:r w:rsidRPr="00DA4E77">
        <w:t>ment</w:t>
      </w:r>
      <w:r w:rsidR="00276CCE">
        <w:t>.</w:t>
      </w:r>
    </w:p>
    <w:p w14:paraId="6997848D" w14:textId="64DDA79E" w:rsidR="00276CCE" w:rsidRDefault="00276CCE">
      <w:pPr>
        <w:sectPr w:rsidR="00276CCE" w:rsidSect="00276CCE">
          <w:footerReference w:type="default" r:id="rId10"/>
          <w:endnotePr>
            <w:numFmt w:val="lowerLetter"/>
          </w:endnotePr>
          <w:pgSz w:w="11906" w:h="16838" w:code="9"/>
          <w:pgMar w:top="1134" w:right="1134" w:bottom="1134" w:left="1134" w:header="709" w:footer="709" w:gutter="0"/>
          <w:cols w:space="708"/>
          <w:titlePg/>
          <w:docGrid w:linePitch="360"/>
        </w:sectPr>
      </w:pPr>
    </w:p>
    <w:p w14:paraId="74C5150C" w14:textId="77777777" w:rsidR="00033562" w:rsidRDefault="00033562" w:rsidP="00276CCE">
      <w:pPr>
        <w:pStyle w:val="Titre1"/>
        <w:spacing w:before="0" w:after="480"/>
      </w:pPr>
      <w:bookmarkStart w:id="73" w:name="_Toc194842059"/>
      <w:r>
        <w:lastRenderedPageBreak/>
        <w:t xml:space="preserve">À propos de cette </w:t>
      </w:r>
      <w:r w:rsidRPr="007C1C6B">
        <w:t>édition</w:t>
      </w:r>
      <w:r>
        <w:t xml:space="preserve"> électronique</w:t>
      </w:r>
      <w:bookmarkEnd w:id="73"/>
    </w:p>
    <w:p w14:paraId="512BE5F6" w14:textId="77777777" w:rsidR="00276CCE" w:rsidRPr="00633842" w:rsidRDefault="00276CCE" w:rsidP="00276CCE">
      <w:pPr>
        <w:spacing w:before="180" w:after="180"/>
        <w:ind w:firstLine="0"/>
        <w:jc w:val="center"/>
        <w:rPr>
          <w:b/>
          <w:bCs/>
          <w:szCs w:val="32"/>
        </w:rPr>
      </w:pPr>
      <w:r w:rsidRPr="00633842">
        <w:rPr>
          <w:b/>
          <w:bCs/>
          <w:szCs w:val="32"/>
        </w:rPr>
        <w:t>Texte libre de droits.</w:t>
      </w:r>
    </w:p>
    <w:p w14:paraId="1C21E703" w14:textId="77777777" w:rsidR="00276CCE" w:rsidRPr="00633842" w:rsidRDefault="00276CCE" w:rsidP="00276CCE">
      <w:pPr>
        <w:pStyle w:val="Centr"/>
        <w:spacing w:before="180" w:after="180"/>
      </w:pPr>
      <w:r w:rsidRPr="00633842">
        <w:t>Corrections, édition, conversion informatique et publication par le groupe :</w:t>
      </w:r>
    </w:p>
    <w:p w14:paraId="5BA80CFE" w14:textId="77777777" w:rsidR="00276CCE" w:rsidRPr="00633842" w:rsidRDefault="00276CCE" w:rsidP="00276CCE">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5907613C" w14:textId="77777777" w:rsidR="00276CCE" w:rsidRPr="00633842" w:rsidRDefault="00276CCE" w:rsidP="00276CCE">
      <w:pPr>
        <w:pStyle w:val="Centr"/>
        <w:spacing w:before="180" w:after="180"/>
      </w:pPr>
      <w:hyperlink r:id="rId11" w:history="1">
        <w:r w:rsidRPr="00F74CD6">
          <w:rPr>
            <w:rStyle w:val="Lienhypertexte"/>
          </w:rPr>
          <w:t>https://groups.google.com/g/ebooksgratuits</w:t>
        </w:r>
      </w:hyperlink>
    </w:p>
    <w:p w14:paraId="0B2A2965" w14:textId="77777777" w:rsidR="00276CCE" w:rsidRPr="00633842" w:rsidRDefault="00276CCE" w:rsidP="00276CCE">
      <w:pPr>
        <w:pStyle w:val="Centr"/>
        <w:spacing w:before="180" w:after="180"/>
      </w:pPr>
      <w:r w:rsidRPr="00633842">
        <w:t>Adresse du site web du groupe :</w:t>
      </w:r>
      <w:r w:rsidRPr="00633842">
        <w:br/>
      </w:r>
      <w:hyperlink r:id="rId12" w:history="1">
        <w:r w:rsidRPr="00F5257C">
          <w:rPr>
            <w:rStyle w:val="Lienhypertexte"/>
            <w:b/>
            <w:bCs/>
            <w:szCs w:val="32"/>
          </w:rPr>
          <w:t>https://www.ebooksgratuits.com/</w:t>
        </w:r>
      </w:hyperlink>
    </w:p>
    <w:p w14:paraId="6B82BF10" w14:textId="77777777" w:rsidR="00276CCE" w:rsidRPr="00633842" w:rsidRDefault="00276CCE" w:rsidP="00276CCE">
      <w:pPr>
        <w:pStyle w:val="Centr"/>
        <w:spacing w:before="180" w:after="180"/>
      </w:pPr>
      <w:r w:rsidRPr="00633842">
        <w:t>—</w:t>
      </w:r>
    </w:p>
    <w:p w14:paraId="11E8AB92" w14:textId="77777777" w:rsidR="00276CCE" w:rsidRPr="00633842" w:rsidRDefault="00276CCE" w:rsidP="00276CCE">
      <w:pPr>
        <w:spacing w:before="180" w:after="180"/>
        <w:ind w:firstLine="0"/>
        <w:jc w:val="center"/>
        <w:rPr>
          <w:b/>
          <w:bCs/>
          <w:szCs w:val="32"/>
        </w:rPr>
      </w:pPr>
      <w:r>
        <w:rPr>
          <w:b/>
          <w:bCs/>
          <w:szCs w:val="32"/>
        </w:rPr>
        <w:t>Avril 2025</w:t>
      </w:r>
    </w:p>
    <w:p w14:paraId="260AC31A" w14:textId="77777777" w:rsidR="00276CCE" w:rsidRPr="00633842" w:rsidRDefault="00276CCE" w:rsidP="00276CCE">
      <w:pPr>
        <w:pStyle w:val="Centr"/>
        <w:spacing w:before="180" w:after="180"/>
      </w:pPr>
      <w:r w:rsidRPr="00633842">
        <w:t>—</w:t>
      </w:r>
    </w:p>
    <w:p w14:paraId="05EB85BB" w14:textId="77777777" w:rsidR="00276CCE" w:rsidRPr="00633842" w:rsidRDefault="00276CCE" w:rsidP="00276CCE">
      <w:pPr>
        <w:spacing w:before="180" w:after="180"/>
      </w:pPr>
      <w:r w:rsidRPr="00633842">
        <w:t>– </w:t>
      </w:r>
      <w:r w:rsidRPr="00633842">
        <w:rPr>
          <w:b/>
        </w:rPr>
        <w:t>Élaboration de ce livre électronique</w:t>
      </w:r>
      <w:r w:rsidRPr="00633842">
        <w:t> :</w:t>
      </w:r>
    </w:p>
    <w:p w14:paraId="3775FCC6" w14:textId="5397DF0C" w:rsidR="00276CCE" w:rsidRPr="00633842" w:rsidRDefault="00276CCE" w:rsidP="00276CCE">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276CCE">
        <w:t>BrussLimat</w:t>
      </w:r>
      <w:proofErr w:type="spellEnd"/>
      <w:r w:rsidRPr="00276CCE">
        <w:t xml:space="preserve">, Jean-Marc, </w:t>
      </w:r>
      <w:proofErr w:type="spellStart"/>
      <w:r w:rsidRPr="00276CCE">
        <w:t>YvetteT</w:t>
      </w:r>
      <w:proofErr w:type="spellEnd"/>
      <w:r w:rsidRPr="00276CCE">
        <w:t>, Louise</w:t>
      </w:r>
      <w:r>
        <w:t xml:space="preserve">, </w:t>
      </w:r>
      <w:proofErr w:type="spellStart"/>
      <w:r>
        <w:t>Coolmicro</w:t>
      </w:r>
      <w:proofErr w:type="spellEnd"/>
      <w:r>
        <w:t>.</w:t>
      </w:r>
    </w:p>
    <w:p w14:paraId="446F075B" w14:textId="77777777" w:rsidR="00276CCE" w:rsidRPr="00633842" w:rsidRDefault="00276CCE" w:rsidP="00276CCE">
      <w:pPr>
        <w:spacing w:before="180" w:after="180"/>
      </w:pPr>
      <w:r w:rsidRPr="00633842">
        <w:t>– </w:t>
      </w:r>
      <w:r w:rsidRPr="00633842">
        <w:rPr>
          <w:b/>
        </w:rPr>
        <w:t>Dispositions</w:t>
      </w:r>
      <w:r w:rsidRPr="00633842">
        <w:t> :</w:t>
      </w:r>
    </w:p>
    <w:p w14:paraId="7279F636" w14:textId="77777777" w:rsidR="00276CCE" w:rsidRPr="00633842" w:rsidRDefault="00276CCE" w:rsidP="00276CCE">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BE772BF" w14:textId="77777777" w:rsidR="00276CCE" w:rsidRPr="00633842" w:rsidRDefault="00276CCE" w:rsidP="00276CCE">
      <w:pPr>
        <w:spacing w:before="180" w:after="180"/>
      </w:pPr>
      <w:r w:rsidRPr="00633842">
        <w:t>– </w:t>
      </w:r>
      <w:r w:rsidRPr="00633842">
        <w:rPr>
          <w:b/>
        </w:rPr>
        <w:t>Qualité</w:t>
      </w:r>
      <w:r w:rsidRPr="00633842">
        <w:t> :</w:t>
      </w:r>
    </w:p>
    <w:p w14:paraId="0929F06B" w14:textId="77777777" w:rsidR="00276CCE" w:rsidRPr="00633842" w:rsidRDefault="00276CCE" w:rsidP="00276CCE">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28F8E2FC" w14:textId="77777777" w:rsidR="00276CCE" w:rsidRPr="00633842" w:rsidRDefault="00276CCE" w:rsidP="00276CCE">
      <w:pPr>
        <w:spacing w:before="180" w:after="180"/>
        <w:ind w:firstLine="0"/>
        <w:jc w:val="center"/>
        <w:rPr>
          <w:i/>
          <w:iCs/>
          <w:szCs w:val="32"/>
        </w:rPr>
      </w:pPr>
      <w:r w:rsidRPr="00633842">
        <w:rPr>
          <w:i/>
          <w:iCs/>
          <w:szCs w:val="32"/>
        </w:rPr>
        <w:t>Votre aide est la bienvenue !</w:t>
      </w:r>
    </w:p>
    <w:p w14:paraId="2B3CDABC" w14:textId="3013B13F" w:rsidR="00033562" w:rsidRPr="007C1C6B" w:rsidRDefault="00276CCE" w:rsidP="00276CCE">
      <w:pPr>
        <w:pStyle w:val="Centr"/>
        <w:suppressAutoHyphens/>
        <w:spacing w:before="180" w:after="180"/>
      </w:pPr>
      <w:r w:rsidRPr="00633842">
        <w:t>VOUS POUVEZ NOUS AIDER À FAIRE CONNAÎTRE CES CLASSIQUES LITTÉRAIRES.</w:t>
      </w:r>
    </w:p>
    <w:sectPr w:rsidR="00033562" w:rsidRPr="007C1C6B" w:rsidSect="00276CCE">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706F8" w14:textId="77777777" w:rsidR="00DC2B50" w:rsidRDefault="00DC2B50">
      <w:r>
        <w:separator/>
      </w:r>
    </w:p>
  </w:endnote>
  <w:endnote w:type="continuationSeparator" w:id="0">
    <w:p w14:paraId="5EEE1991" w14:textId="77777777" w:rsidR="00DC2B50" w:rsidRDefault="00DC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BE83" w14:textId="77777777" w:rsidR="00E77464" w:rsidRDefault="00E7746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E7B80" w14:textId="77777777" w:rsidR="00E77464" w:rsidRDefault="00E77464">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E705D">
      <w:rPr>
        <w:rStyle w:val="Numrodepage"/>
        <w:noProof/>
        <w:sz w:val="30"/>
        <w:szCs w:val="30"/>
      </w:rPr>
      <w:t>21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06890" w14:textId="77777777" w:rsidR="00DC2B50" w:rsidRDefault="00DC2B50">
      <w:r>
        <w:separator/>
      </w:r>
    </w:p>
  </w:footnote>
  <w:footnote w:type="continuationSeparator" w:id="0">
    <w:p w14:paraId="026744BD" w14:textId="77777777" w:rsidR="00DC2B50" w:rsidRDefault="00DC2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13401995">
    <w:abstractNumId w:val="11"/>
  </w:num>
  <w:num w:numId="2" w16cid:durableId="188105949">
    <w:abstractNumId w:val="12"/>
  </w:num>
  <w:num w:numId="3" w16cid:durableId="505286250">
    <w:abstractNumId w:val="13"/>
  </w:num>
  <w:num w:numId="4" w16cid:durableId="879976971">
    <w:abstractNumId w:val="14"/>
  </w:num>
  <w:num w:numId="5" w16cid:durableId="2069919096">
    <w:abstractNumId w:val="8"/>
  </w:num>
  <w:num w:numId="6" w16cid:durableId="1450006542">
    <w:abstractNumId w:val="3"/>
  </w:num>
  <w:num w:numId="7" w16cid:durableId="1257522275">
    <w:abstractNumId w:val="2"/>
  </w:num>
  <w:num w:numId="8" w16cid:durableId="1361080353">
    <w:abstractNumId w:val="1"/>
  </w:num>
  <w:num w:numId="9" w16cid:durableId="2001301624">
    <w:abstractNumId w:val="0"/>
  </w:num>
  <w:num w:numId="10" w16cid:durableId="2013141700">
    <w:abstractNumId w:val="9"/>
  </w:num>
  <w:num w:numId="11" w16cid:durableId="1980188230">
    <w:abstractNumId w:val="7"/>
  </w:num>
  <w:num w:numId="12" w16cid:durableId="599484164">
    <w:abstractNumId w:val="6"/>
  </w:num>
  <w:num w:numId="13" w16cid:durableId="1611938719">
    <w:abstractNumId w:val="5"/>
  </w:num>
  <w:num w:numId="14" w16cid:durableId="67532866">
    <w:abstractNumId w:val="4"/>
  </w:num>
  <w:num w:numId="15" w16cid:durableId="12167723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45F75"/>
    <w:rsid w:val="000624DA"/>
    <w:rsid w:val="0006452C"/>
    <w:rsid w:val="00066E2D"/>
    <w:rsid w:val="00067167"/>
    <w:rsid w:val="00077531"/>
    <w:rsid w:val="000C102F"/>
    <w:rsid w:val="000E0419"/>
    <w:rsid w:val="000F594C"/>
    <w:rsid w:val="000F7F4B"/>
    <w:rsid w:val="0010298A"/>
    <w:rsid w:val="00124A99"/>
    <w:rsid w:val="001635FE"/>
    <w:rsid w:val="00171ABD"/>
    <w:rsid w:val="00176FA6"/>
    <w:rsid w:val="001E705D"/>
    <w:rsid w:val="00203135"/>
    <w:rsid w:val="002564A2"/>
    <w:rsid w:val="00276CCE"/>
    <w:rsid w:val="00284AF2"/>
    <w:rsid w:val="002A4158"/>
    <w:rsid w:val="002E4734"/>
    <w:rsid w:val="002F3584"/>
    <w:rsid w:val="0032060C"/>
    <w:rsid w:val="0032506F"/>
    <w:rsid w:val="00335365"/>
    <w:rsid w:val="00336E88"/>
    <w:rsid w:val="003434B3"/>
    <w:rsid w:val="00367258"/>
    <w:rsid w:val="003F6FF9"/>
    <w:rsid w:val="00431C66"/>
    <w:rsid w:val="004618A4"/>
    <w:rsid w:val="00463901"/>
    <w:rsid w:val="00466185"/>
    <w:rsid w:val="004856F7"/>
    <w:rsid w:val="004C3D05"/>
    <w:rsid w:val="0051085B"/>
    <w:rsid w:val="00554C93"/>
    <w:rsid w:val="00576E04"/>
    <w:rsid w:val="005C4D38"/>
    <w:rsid w:val="00601AEE"/>
    <w:rsid w:val="0061214E"/>
    <w:rsid w:val="00640C4F"/>
    <w:rsid w:val="00642FC6"/>
    <w:rsid w:val="006650EB"/>
    <w:rsid w:val="006F7A39"/>
    <w:rsid w:val="00703D4D"/>
    <w:rsid w:val="00705271"/>
    <w:rsid w:val="00722EA0"/>
    <w:rsid w:val="00734989"/>
    <w:rsid w:val="00741A16"/>
    <w:rsid w:val="007549CD"/>
    <w:rsid w:val="0076257B"/>
    <w:rsid w:val="0076513E"/>
    <w:rsid w:val="0078241C"/>
    <w:rsid w:val="007841D8"/>
    <w:rsid w:val="00792254"/>
    <w:rsid w:val="007A353A"/>
    <w:rsid w:val="007B6898"/>
    <w:rsid w:val="007C1C6B"/>
    <w:rsid w:val="007C56AC"/>
    <w:rsid w:val="007E0F7B"/>
    <w:rsid w:val="007F5860"/>
    <w:rsid w:val="00825620"/>
    <w:rsid w:val="00856DF4"/>
    <w:rsid w:val="00863B07"/>
    <w:rsid w:val="00864F31"/>
    <w:rsid w:val="008723C3"/>
    <w:rsid w:val="008840CC"/>
    <w:rsid w:val="00896A63"/>
    <w:rsid w:val="008F106B"/>
    <w:rsid w:val="0091545B"/>
    <w:rsid w:val="00930A77"/>
    <w:rsid w:val="00936DAC"/>
    <w:rsid w:val="00946EE4"/>
    <w:rsid w:val="00951E57"/>
    <w:rsid w:val="0097408C"/>
    <w:rsid w:val="00992F09"/>
    <w:rsid w:val="009B3DDD"/>
    <w:rsid w:val="009D7131"/>
    <w:rsid w:val="00AB5337"/>
    <w:rsid w:val="00AD4BBC"/>
    <w:rsid w:val="00AE28D6"/>
    <w:rsid w:val="00AF0A3E"/>
    <w:rsid w:val="00AF48F0"/>
    <w:rsid w:val="00AF7F49"/>
    <w:rsid w:val="00B1136E"/>
    <w:rsid w:val="00B241D4"/>
    <w:rsid w:val="00B909AE"/>
    <w:rsid w:val="00BA7134"/>
    <w:rsid w:val="00BA7596"/>
    <w:rsid w:val="00BD0C07"/>
    <w:rsid w:val="00BD6ACD"/>
    <w:rsid w:val="00BF29E4"/>
    <w:rsid w:val="00C144B9"/>
    <w:rsid w:val="00C323C1"/>
    <w:rsid w:val="00C43D20"/>
    <w:rsid w:val="00C51E70"/>
    <w:rsid w:val="00C55CA7"/>
    <w:rsid w:val="00C82075"/>
    <w:rsid w:val="00C82867"/>
    <w:rsid w:val="00C877F6"/>
    <w:rsid w:val="00CB0CEF"/>
    <w:rsid w:val="00D02BDE"/>
    <w:rsid w:val="00D10FB1"/>
    <w:rsid w:val="00D20157"/>
    <w:rsid w:val="00D47BCF"/>
    <w:rsid w:val="00D57E8F"/>
    <w:rsid w:val="00D80434"/>
    <w:rsid w:val="00D9756D"/>
    <w:rsid w:val="00DB2898"/>
    <w:rsid w:val="00DB636B"/>
    <w:rsid w:val="00DC2B50"/>
    <w:rsid w:val="00DD2F67"/>
    <w:rsid w:val="00DD7BB4"/>
    <w:rsid w:val="00DF43DD"/>
    <w:rsid w:val="00E06B52"/>
    <w:rsid w:val="00E20429"/>
    <w:rsid w:val="00E30FAD"/>
    <w:rsid w:val="00E35EE1"/>
    <w:rsid w:val="00E376DB"/>
    <w:rsid w:val="00E77464"/>
    <w:rsid w:val="00E847C9"/>
    <w:rsid w:val="00E90A7B"/>
    <w:rsid w:val="00EA1831"/>
    <w:rsid w:val="00EF7F90"/>
    <w:rsid w:val="00F22888"/>
    <w:rsid w:val="00F42B6E"/>
    <w:rsid w:val="00F73158"/>
    <w:rsid w:val="00F74495"/>
    <w:rsid w:val="00FA280C"/>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7D003D7"/>
  <w15:chartTrackingRefBased/>
  <w15:docId w15:val="{1C7267EA-F5CD-4CB9-A2BA-0356AE6F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6CCE"/>
    <w:pPr>
      <w:spacing w:before="240" w:after="240"/>
      <w:ind w:firstLine="680"/>
      <w:jc w:val="both"/>
    </w:pPr>
    <w:rPr>
      <w:rFonts w:ascii="Amasis30" w:hAnsi="Amasis30"/>
      <w:sz w:val="36"/>
      <w:szCs w:val="24"/>
    </w:rPr>
  </w:style>
  <w:style w:type="paragraph" w:styleId="Titre1">
    <w:name w:val="heading 1"/>
    <w:basedOn w:val="Normal"/>
    <w:next w:val="Normal"/>
    <w:qFormat/>
    <w:rsid w:val="00276CCE"/>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EF7F90"/>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276CCE"/>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276CCE"/>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276CCE"/>
  </w:style>
  <w:style w:type="character" w:styleId="Lienhypertexte">
    <w:name w:val="Hyperlink"/>
    <w:uiPriority w:val="99"/>
    <w:rsid w:val="00276CCE"/>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276CCE"/>
    <w:pPr>
      <w:tabs>
        <w:tab w:val="right" w:leader="dot" w:pos="9639"/>
      </w:tabs>
      <w:spacing w:before="180" w:after="180"/>
      <w:ind w:firstLine="0"/>
      <w:jc w:val="left"/>
    </w:pPr>
    <w:rPr>
      <w:bCs/>
      <w:iCs/>
      <w:noProof/>
      <w:color w:val="000080"/>
      <w:szCs w:val="28"/>
    </w:rPr>
  </w:style>
  <w:style w:type="paragraph" w:styleId="En-tte">
    <w:name w:val="header"/>
    <w:basedOn w:val="Normal"/>
    <w:rsid w:val="00276CCE"/>
    <w:pPr>
      <w:tabs>
        <w:tab w:val="center" w:pos="4536"/>
        <w:tab w:val="right" w:pos="9072"/>
      </w:tabs>
    </w:pPr>
  </w:style>
  <w:style w:type="paragraph" w:styleId="Pieddepage">
    <w:name w:val="footer"/>
    <w:basedOn w:val="Normal"/>
    <w:rsid w:val="00276CCE"/>
    <w:pPr>
      <w:tabs>
        <w:tab w:val="center" w:pos="4536"/>
        <w:tab w:val="right" w:pos="9072"/>
      </w:tabs>
      <w:ind w:firstLine="0"/>
      <w:jc w:val="center"/>
    </w:pPr>
    <w:rPr>
      <w:sz w:val="32"/>
    </w:rPr>
  </w:style>
  <w:style w:type="character" w:styleId="Numrodepage">
    <w:name w:val="page number"/>
    <w:basedOn w:val="Policepardfaut"/>
    <w:rsid w:val="00276CCE"/>
  </w:style>
  <w:style w:type="paragraph" w:styleId="TM2">
    <w:name w:val="toc 2"/>
    <w:basedOn w:val="Normal"/>
    <w:next w:val="Normal"/>
    <w:autoRedefine/>
    <w:uiPriority w:val="39"/>
    <w:rsid w:val="00276CCE"/>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276CCE"/>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276CCE"/>
    <w:pPr>
      <w:ind w:left="780"/>
    </w:pPr>
  </w:style>
  <w:style w:type="paragraph" w:styleId="TM5">
    <w:name w:val="toc 5"/>
    <w:basedOn w:val="Normal"/>
    <w:next w:val="Normal"/>
    <w:autoRedefine/>
    <w:semiHidden/>
    <w:rsid w:val="00276CCE"/>
    <w:pPr>
      <w:ind w:left="1040"/>
    </w:pPr>
  </w:style>
  <w:style w:type="paragraph" w:styleId="TM6">
    <w:name w:val="toc 6"/>
    <w:basedOn w:val="Normal"/>
    <w:next w:val="Normal"/>
    <w:autoRedefine/>
    <w:semiHidden/>
    <w:rsid w:val="00276CCE"/>
    <w:pPr>
      <w:ind w:left="1300"/>
    </w:pPr>
  </w:style>
  <w:style w:type="paragraph" w:styleId="TM7">
    <w:name w:val="toc 7"/>
    <w:basedOn w:val="Normal"/>
    <w:next w:val="Normal"/>
    <w:autoRedefine/>
    <w:semiHidden/>
    <w:rsid w:val="00276CCE"/>
    <w:pPr>
      <w:ind w:left="1560"/>
    </w:pPr>
  </w:style>
  <w:style w:type="paragraph" w:styleId="TM8">
    <w:name w:val="toc 8"/>
    <w:basedOn w:val="Normal"/>
    <w:next w:val="Normal"/>
    <w:autoRedefine/>
    <w:semiHidden/>
    <w:rsid w:val="00276CCE"/>
    <w:pPr>
      <w:ind w:left="1820"/>
    </w:pPr>
  </w:style>
  <w:style w:type="paragraph" w:styleId="TM9">
    <w:name w:val="toc 9"/>
    <w:basedOn w:val="Normal"/>
    <w:next w:val="Normal"/>
    <w:autoRedefine/>
    <w:semiHidden/>
    <w:rsid w:val="00276CCE"/>
    <w:pPr>
      <w:ind w:left="2080"/>
    </w:pPr>
  </w:style>
  <w:style w:type="character" w:styleId="Appelnotedebasdep">
    <w:name w:val="footnote reference"/>
    <w:qFormat/>
    <w:rsid w:val="00276CCE"/>
    <w:rPr>
      <w:rFonts w:ascii="Amasis30" w:hAnsi="Amasis30"/>
      <w:b/>
      <w:sz w:val="36"/>
      <w:vertAlign w:val="superscript"/>
    </w:rPr>
  </w:style>
  <w:style w:type="paragraph" w:styleId="Notedebasdepage">
    <w:name w:val="footnote text"/>
    <w:basedOn w:val="Taille-1Normal"/>
    <w:qFormat/>
    <w:rsid w:val="00276CCE"/>
    <w:rPr>
      <w:szCs w:val="30"/>
    </w:rPr>
  </w:style>
  <w:style w:type="paragraph" w:customStyle="1" w:styleId="Auteur">
    <w:name w:val="Auteur"/>
    <w:basedOn w:val="Normal"/>
    <w:rsid w:val="00276CCE"/>
    <w:pPr>
      <w:spacing w:before="0" w:after="1800"/>
      <w:ind w:right="851" w:firstLine="0"/>
      <w:jc w:val="right"/>
    </w:pPr>
    <w:rPr>
      <w:sz w:val="48"/>
    </w:rPr>
  </w:style>
  <w:style w:type="paragraph" w:customStyle="1" w:styleId="Titrelivre">
    <w:name w:val="Titre_livre"/>
    <w:basedOn w:val="Normal"/>
    <w:rsid w:val="00276CCE"/>
    <w:pPr>
      <w:spacing w:before="0" w:after="1200"/>
      <w:ind w:left="2268" w:right="851" w:firstLine="0"/>
      <w:jc w:val="right"/>
    </w:pPr>
    <w:rPr>
      <w:b/>
      <w:bCs/>
      <w:sz w:val="72"/>
    </w:rPr>
  </w:style>
  <w:style w:type="paragraph" w:customStyle="1" w:styleId="Soustitrelivre">
    <w:name w:val="Sous_titre_livre"/>
    <w:basedOn w:val="Normal"/>
    <w:rsid w:val="00276CCE"/>
    <w:pPr>
      <w:spacing w:before="0" w:after="2160"/>
      <w:ind w:left="2268" w:right="851" w:firstLine="0"/>
      <w:jc w:val="right"/>
    </w:pPr>
    <w:rPr>
      <w:bCs/>
      <w:sz w:val="44"/>
      <w:szCs w:val="36"/>
    </w:rPr>
  </w:style>
  <w:style w:type="paragraph" w:customStyle="1" w:styleId="Photoauteur">
    <w:name w:val="Photo_auteur"/>
    <w:basedOn w:val="Normal"/>
    <w:rsid w:val="00276CCE"/>
    <w:pPr>
      <w:spacing w:after="1080"/>
      <w:ind w:left="2268" w:firstLine="0"/>
      <w:jc w:val="center"/>
    </w:pPr>
    <w:rPr>
      <w:noProof/>
    </w:rPr>
  </w:style>
  <w:style w:type="paragraph" w:customStyle="1" w:styleId="DateSortie">
    <w:name w:val="Date_Sortie"/>
    <w:basedOn w:val="Normal"/>
    <w:rsid w:val="00276CCE"/>
    <w:pPr>
      <w:spacing w:before="0" w:after="0"/>
      <w:ind w:right="1418" w:firstLine="0"/>
      <w:jc w:val="right"/>
    </w:pPr>
    <w:rPr>
      <w:bCs/>
      <w:sz w:val="40"/>
    </w:rPr>
  </w:style>
  <w:style w:type="paragraph" w:customStyle="1" w:styleId="Titretablematires">
    <w:name w:val="Titre table matières"/>
    <w:basedOn w:val="Normal"/>
    <w:rsid w:val="00276CCE"/>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276CCE"/>
    <w:pPr>
      <w:ind w:firstLine="0"/>
      <w:jc w:val="center"/>
    </w:pPr>
    <w:rPr>
      <w:szCs w:val="20"/>
    </w:rPr>
  </w:style>
  <w:style w:type="paragraph" w:customStyle="1" w:styleId="NormalSansIndent">
    <w:name w:val="NormalSansIndent"/>
    <w:basedOn w:val="Normal"/>
    <w:rsid w:val="00276CCE"/>
    <w:pPr>
      <w:ind w:firstLine="0"/>
    </w:pPr>
    <w:rPr>
      <w:szCs w:val="20"/>
    </w:rPr>
  </w:style>
  <w:style w:type="paragraph" w:customStyle="1" w:styleId="NormalSolidaire">
    <w:name w:val="NormalSolidaire"/>
    <w:basedOn w:val="Normal"/>
    <w:qFormat/>
    <w:rsid w:val="00276CCE"/>
    <w:pPr>
      <w:keepNext/>
    </w:pPr>
  </w:style>
  <w:style w:type="paragraph" w:customStyle="1" w:styleId="NormalSautPageAvant">
    <w:name w:val="NormalSautPageAvant"/>
    <w:basedOn w:val="Normal"/>
    <w:qFormat/>
    <w:rsid w:val="00276CCE"/>
    <w:pPr>
      <w:pageBreakBefore/>
    </w:pPr>
  </w:style>
  <w:style w:type="paragraph" w:customStyle="1" w:styleId="NormalEspAvtGrand">
    <w:name w:val="NormalEspAvtGrand"/>
    <w:basedOn w:val="Normal"/>
    <w:rsid w:val="00276CCE"/>
    <w:pPr>
      <w:spacing w:before="2640"/>
    </w:pPr>
    <w:rPr>
      <w:szCs w:val="20"/>
    </w:rPr>
  </w:style>
  <w:style w:type="paragraph" w:customStyle="1" w:styleId="CentrEspAvt0">
    <w:name w:val="CentréEspAvt0"/>
    <w:basedOn w:val="Centr"/>
    <w:next w:val="CentrEspAvt0EspApr0"/>
    <w:rsid w:val="00276CCE"/>
    <w:pPr>
      <w:spacing w:before="0"/>
    </w:pPr>
  </w:style>
  <w:style w:type="paragraph" w:customStyle="1" w:styleId="CentrEspApr0">
    <w:name w:val="CentréEspApr0"/>
    <w:basedOn w:val="Centr"/>
    <w:next w:val="Normal"/>
    <w:rsid w:val="00276CCE"/>
    <w:pPr>
      <w:spacing w:after="0"/>
    </w:pPr>
  </w:style>
  <w:style w:type="paragraph" w:customStyle="1" w:styleId="CentrEspAvt0EspApr0">
    <w:name w:val="CentréEspAvt0EspApr0"/>
    <w:basedOn w:val="Centr"/>
    <w:rsid w:val="00276CCE"/>
    <w:pPr>
      <w:spacing w:before="0" w:after="0"/>
    </w:pPr>
  </w:style>
  <w:style w:type="paragraph" w:customStyle="1" w:styleId="Droite">
    <w:name w:val="Droite"/>
    <w:basedOn w:val="Normal"/>
    <w:next w:val="Normal"/>
    <w:rsid w:val="00276CCE"/>
    <w:pPr>
      <w:ind w:firstLine="0"/>
      <w:jc w:val="right"/>
    </w:pPr>
    <w:rPr>
      <w:szCs w:val="20"/>
    </w:rPr>
  </w:style>
  <w:style w:type="paragraph" w:customStyle="1" w:styleId="DroiteRetraitGauche1X">
    <w:name w:val="DroiteRetraitGauche1X"/>
    <w:basedOn w:val="Droite"/>
    <w:next w:val="Normal"/>
    <w:rsid w:val="00276CCE"/>
    <w:pPr>
      <w:ind w:left="680"/>
    </w:pPr>
  </w:style>
  <w:style w:type="paragraph" w:customStyle="1" w:styleId="DroiteRetraitGauche2X">
    <w:name w:val="DroiteRetraitGauche2X"/>
    <w:basedOn w:val="Droite"/>
    <w:next w:val="Normal"/>
    <w:rsid w:val="00276CCE"/>
    <w:pPr>
      <w:ind w:left="1361"/>
    </w:pPr>
  </w:style>
  <w:style w:type="paragraph" w:customStyle="1" w:styleId="DroiteRetraitGauche3X">
    <w:name w:val="DroiteRetraitGauche3X"/>
    <w:basedOn w:val="Droite"/>
    <w:next w:val="Normal"/>
    <w:rsid w:val="00276CCE"/>
    <w:pPr>
      <w:ind w:left="2041"/>
    </w:pPr>
  </w:style>
  <w:style w:type="paragraph" w:customStyle="1" w:styleId="DroiteRetraitGauche4X">
    <w:name w:val="DroiteRetraitGauche4X"/>
    <w:basedOn w:val="Droite"/>
    <w:next w:val="Normal"/>
    <w:rsid w:val="00276CCE"/>
    <w:pPr>
      <w:ind w:left="2722"/>
    </w:pPr>
  </w:style>
  <w:style w:type="paragraph" w:customStyle="1" w:styleId="Taille-1Normal">
    <w:name w:val="Taille-1Normal"/>
    <w:basedOn w:val="Normal"/>
    <w:link w:val="Taille-1NormalCar"/>
    <w:rsid w:val="00276CCE"/>
    <w:rPr>
      <w:sz w:val="32"/>
      <w:szCs w:val="28"/>
    </w:rPr>
  </w:style>
  <w:style w:type="paragraph" w:customStyle="1" w:styleId="Taille-1RetraitGauche1X">
    <w:name w:val="Taille-1RetraitGauche1X"/>
    <w:basedOn w:val="Taille-1Normal"/>
    <w:rsid w:val="00276CCE"/>
    <w:pPr>
      <w:ind w:left="680"/>
    </w:pPr>
    <w:rPr>
      <w:szCs w:val="20"/>
    </w:rPr>
  </w:style>
  <w:style w:type="paragraph" w:customStyle="1" w:styleId="Taille-1RetraitGauche2X">
    <w:name w:val="Taille-1RetraitGauche2X"/>
    <w:basedOn w:val="Taille-1Normal"/>
    <w:rsid w:val="00276CCE"/>
    <w:pPr>
      <w:ind w:left="1361"/>
    </w:pPr>
    <w:rPr>
      <w:szCs w:val="20"/>
    </w:rPr>
  </w:style>
  <w:style w:type="paragraph" w:customStyle="1" w:styleId="Taille-1RetraitGauche3X">
    <w:name w:val="Taille-1RetraitGauche3X"/>
    <w:basedOn w:val="Taille-1Normal"/>
    <w:rsid w:val="00276CCE"/>
    <w:pPr>
      <w:ind w:left="2041"/>
    </w:pPr>
    <w:rPr>
      <w:szCs w:val="20"/>
    </w:rPr>
  </w:style>
  <w:style w:type="paragraph" w:customStyle="1" w:styleId="Taille-1RetraitGauche1XIndent0">
    <w:name w:val="Taille-1RetraitGauche1XIndent0"/>
    <w:basedOn w:val="Taille-1RetraitGauche1X"/>
    <w:rsid w:val="00276CCE"/>
    <w:pPr>
      <w:ind w:firstLine="0"/>
    </w:pPr>
  </w:style>
  <w:style w:type="paragraph" w:customStyle="1" w:styleId="Taille-1RetraitGauche2XIndent0">
    <w:name w:val="Taille-1RetraitGauche2XIndent0"/>
    <w:basedOn w:val="Taille-1RetraitGauche2X"/>
    <w:rsid w:val="00276CCE"/>
    <w:pPr>
      <w:ind w:firstLine="0"/>
    </w:pPr>
  </w:style>
  <w:style w:type="paragraph" w:customStyle="1" w:styleId="Taille-1RetraitGauche3XIndent0">
    <w:name w:val="Taille-1RetraitGauche3XIndent0"/>
    <w:basedOn w:val="Taille-1RetraitGauche3X"/>
    <w:rsid w:val="00276CCE"/>
    <w:pPr>
      <w:ind w:firstLine="0"/>
    </w:pPr>
  </w:style>
  <w:style w:type="paragraph" w:customStyle="1" w:styleId="Taille-1RetraitGauche4XIndent0">
    <w:name w:val="Taille-1RetraitGauche4XIndent0"/>
    <w:basedOn w:val="Taille-1Normal"/>
    <w:rsid w:val="00276CCE"/>
    <w:pPr>
      <w:ind w:left="2722" w:firstLine="0"/>
    </w:pPr>
    <w:rPr>
      <w:szCs w:val="20"/>
    </w:rPr>
  </w:style>
  <w:style w:type="paragraph" w:customStyle="1" w:styleId="NormalRetraitGauche1X">
    <w:name w:val="NormalRetraitGauche1X"/>
    <w:basedOn w:val="Normal"/>
    <w:rsid w:val="00276CCE"/>
    <w:pPr>
      <w:ind w:left="680"/>
    </w:pPr>
    <w:rPr>
      <w:szCs w:val="20"/>
    </w:rPr>
  </w:style>
  <w:style w:type="paragraph" w:customStyle="1" w:styleId="NormalRetraitGauche2X">
    <w:name w:val="NormalRetraitGauche2X"/>
    <w:basedOn w:val="Normal"/>
    <w:rsid w:val="00276CCE"/>
    <w:pPr>
      <w:ind w:left="1361"/>
    </w:pPr>
    <w:rPr>
      <w:szCs w:val="20"/>
    </w:rPr>
  </w:style>
  <w:style w:type="paragraph" w:customStyle="1" w:styleId="NormalRetraitGauche3X">
    <w:name w:val="NormalRetraitGauche3X"/>
    <w:basedOn w:val="Normal"/>
    <w:rsid w:val="00276CCE"/>
    <w:pPr>
      <w:ind w:left="2041"/>
    </w:pPr>
    <w:rPr>
      <w:szCs w:val="20"/>
    </w:rPr>
  </w:style>
  <w:style w:type="paragraph" w:customStyle="1" w:styleId="NormalRetraitGauche1XIndent0">
    <w:name w:val="NormalRetraitGauche1XIndent0"/>
    <w:basedOn w:val="NormalRetraitGauche1X"/>
    <w:rsid w:val="00276CCE"/>
    <w:pPr>
      <w:ind w:firstLine="0"/>
    </w:pPr>
  </w:style>
  <w:style w:type="paragraph" w:customStyle="1" w:styleId="NormalRetraitGauche2XIndent0">
    <w:name w:val="NormalRetraitGauche2XIndent0"/>
    <w:basedOn w:val="NormalRetraitGauche2X"/>
    <w:rsid w:val="00276CCE"/>
    <w:pPr>
      <w:ind w:firstLine="0"/>
    </w:pPr>
  </w:style>
  <w:style w:type="paragraph" w:customStyle="1" w:styleId="NormalRetraitGauche3XIndent0">
    <w:name w:val="NormalRetraitGauche3XIndent0"/>
    <w:basedOn w:val="NormalRetraitGauche3X"/>
    <w:rsid w:val="00276CCE"/>
    <w:pPr>
      <w:ind w:firstLine="0"/>
    </w:pPr>
  </w:style>
  <w:style w:type="paragraph" w:customStyle="1" w:styleId="NormalRetraitGauche4XIndent0">
    <w:name w:val="NormalRetraitGauche4XIndent0"/>
    <w:basedOn w:val="Normal"/>
    <w:rsid w:val="00276CCE"/>
    <w:pPr>
      <w:ind w:left="2722" w:firstLine="0"/>
    </w:pPr>
    <w:rPr>
      <w:szCs w:val="20"/>
    </w:rPr>
  </w:style>
  <w:style w:type="paragraph" w:styleId="Notedefin">
    <w:name w:val="endnote text"/>
    <w:basedOn w:val="Taille-1Normal"/>
    <w:link w:val="NotedefinCar"/>
    <w:uiPriority w:val="99"/>
    <w:semiHidden/>
    <w:unhideWhenUsed/>
    <w:qFormat/>
    <w:rsid w:val="00276CCE"/>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276CCE"/>
    <w:rPr>
      <w:rFonts w:ascii="Amasis30" w:hAnsi="Amasis30"/>
      <w:b/>
      <w:sz w:val="36"/>
      <w:vertAlign w:val="superscript"/>
    </w:rPr>
  </w:style>
  <w:style w:type="paragraph" w:customStyle="1" w:styleId="NormalSuspendu1X">
    <w:name w:val="NormalSuspendu1X"/>
    <w:basedOn w:val="Normal"/>
    <w:rsid w:val="00276CCE"/>
    <w:pPr>
      <w:ind w:left="680" w:hanging="680"/>
    </w:pPr>
    <w:rPr>
      <w:szCs w:val="20"/>
    </w:rPr>
  </w:style>
  <w:style w:type="paragraph" w:customStyle="1" w:styleId="NormalSuspendu1XRetrait1X">
    <w:name w:val="NormalSuspendu1XRetrait1X"/>
    <w:basedOn w:val="Normal"/>
    <w:rsid w:val="00276CCE"/>
    <w:pPr>
      <w:ind w:left="1360" w:hanging="680"/>
    </w:pPr>
  </w:style>
  <w:style w:type="paragraph" w:customStyle="1" w:styleId="NormalEspAvt0EspApr0">
    <w:name w:val="NormalEspAvt0EspApr0"/>
    <w:basedOn w:val="Normal"/>
    <w:rsid w:val="00276CCE"/>
    <w:pPr>
      <w:spacing w:before="0" w:after="0"/>
    </w:pPr>
    <w:rPr>
      <w:szCs w:val="20"/>
    </w:rPr>
  </w:style>
  <w:style w:type="paragraph" w:customStyle="1" w:styleId="NormalSuspendu1XRetrait2X">
    <w:name w:val="NormalSuspendu1XRetrait2X"/>
    <w:basedOn w:val="Normal"/>
    <w:rsid w:val="00276CCE"/>
    <w:pPr>
      <w:ind w:left="2041" w:hanging="680"/>
    </w:pPr>
  </w:style>
  <w:style w:type="paragraph" w:customStyle="1" w:styleId="NormalSuspendu1XRetrait3X">
    <w:name w:val="NormalSuspendu1XRetrait3X"/>
    <w:basedOn w:val="Normal"/>
    <w:rsid w:val="00276CCE"/>
    <w:pPr>
      <w:ind w:left="2721" w:hanging="680"/>
    </w:pPr>
    <w:rPr>
      <w:szCs w:val="20"/>
    </w:rPr>
  </w:style>
  <w:style w:type="paragraph" w:customStyle="1" w:styleId="NormalSuspendu1XRetrait4X">
    <w:name w:val="NormalSuspendu1XRetrait4X"/>
    <w:basedOn w:val="Normal"/>
    <w:rsid w:val="00276CCE"/>
    <w:pPr>
      <w:ind w:left="3402" w:hanging="680"/>
    </w:pPr>
    <w:rPr>
      <w:szCs w:val="20"/>
    </w:rPr>
  </w:style>
  <w:style w:type="character" w:customStyle="1" w:styleId="Absatz-Standardschriftart">
    <w:name w:val="Absatz-Standardschriftart"/>
    <w:rsid w:val="002A4158"/>
  </w:style>
  <w:style w:type="character" w:customStyle="1" w:styleId="WW-Absatz-Standardschriftart">
    <w:name w:val="WW-Absatz-Standardschriftart"/>
    <w:rsid w:val="002A4158"/>
  </w:style>
  <w:style w:type="character" w:customStyle="1" w:styleId="WW-Absatz-Standardschriftart1">
    <w:name w:val="WW-Absatz-Standardschriftart1"/>
    <w:rsid w:val="002A4158"/>
  </w:style>
  <w:style w:type="character" w:customStyle="1" w:styleId="WW-Absatz-Standardschriftart11">
    <w:name w:val="WW-Absatz-Standardschriftart11"/>
    <w:rsid w:val="002A4158"/>
  </w:style>
  <w:style w:type="character" w:customStyle="1" w:styleId="WW-Absatz-Standardschriftart111">
    <w:name w:val="WW-Absatz-Standardschriftart111"/>
    <w:rsid w:val="002A4158"/>
  </w:style>
  <w:style w:type="character" w:customStyle="1" w:styleId="WW-Absatz-Standardschriftart1111">
    <w:name w:val="WW-Absatz-Standardschriftart1111"/>
    <w:rsid w:val="002A4158"/>
  </w:style>
  <w:style w:type="character" w:customStyle="1" w:styleId="WW-Absatz-Standardschriftart11111">
    <w:name w:val="WW-Absatz-Standardschriftart11111"/>
    <w:rsid w:val="002A4158"/>
  </w:style>
  <w:style w:type="character" w:customStyle="1" w:styleId="WW-Absatz-Standardschriftart111111">
    <w:name w:val="WW-Absatz-Standardschriftart111111"/>
    <w:rsid w:val="002A4158"/>
  </w:style>
  <w:style w:type="character" w:customStyle="1" w:styleId="WW-Absatz-Standardschriftart1111111">
    <w:name w:val="WW-Absatz-Standardschriftart1111111"/>
    <w:rsid w:val="002A4158"/>
  </w:style>
  <w:style w:type="character" w:customStyle="1" w:styleId="WW8Num5z0">
    <w:name w:val="WW8Num5z0"/>
    <w:rsid w:val="002A4158"/>
    <w:rPr>
      <w:rFonts w:ascii="Symbol" w:hAnsi="Symbol" w:cs="Symbol"/>
    </w:rPr>
  </w:style>
  <w:style w:type="character" w:customStyle="1" w:styleId="WW8Num6z0">
    <w:name w:val="WW8Num6z0"/>
    <w:rsid w:val="002A4158"/>
    <w:rPr>
      <w:rFonts w:ascii="Symbol" w:hAnsi="Symbol" w:cs="Symbol"/>
    </w:rPr>
  </w:style>
  <w:style w:type="character" w:customStyle="1" w:styleId="WW8Num7z0">
    <w:name w:val="WW8Num7z0"/>
    <w:rsid w:val="002A4158"/>
    <w:rPr>
      <w:rFonts w:ascii="Symbol" w:hAnsi="Symbol" w:cs="Symbol"/>
    </w:rPr>
  </w:style>
  <w:style w:type="character" w:customStyle="1" w:styleId="WW8Num8z0">
    <w:name w:val="WW8Num8z0"/>
    <w:rsid w:val="002A4158"/>
    <w:rPr>
      <w:rFonts w:ascii="Symbol" w:hAnsi="Symbol" w:cs="Symbol"/>
    </w:rPr>
  </w:style>
  <w:style w:type="character" w:customStyle="1" w:styleId="WW8Num10z0">
    <w:name w:val="WW8Num10z0"/>
    <w:rsid w:val="002A4158"/>
    <w:rPr>
      <w:rFonts w:ascii="Symbol" w:hAnsi="Symbol" w:cs="Symbol"/>
    </w:rPr>
  </w:style>
  <w:style w:type="character" w:customStyle="1" w:styleId="WW8Num11z0">
    <w:name w:val="WW8Num11z0"/>
    <w:rsid w:val="002A4158"/>
    <w:rPr>
      <w:rFonts w:ascii="Symbol" w:hAnsi="Symbol" w:cs="Symbol"/>
      <w:sz w:val="20"/>
    </w:rPr>
  </w:style>
  <w:style w:type="character" w:customStyle="1" w:styleId="WW8Num11z1">
    <w:name w:val="WW8Num11z1"/>
    <w:rsid w:val="002A4158"/>
    <w:rPr>
      <w:rFonts w:ascii="Courier New" w:hAnsi="Courier New" w:cs="Courier New"/>
      <w:sz w:val="20"/>
    </w:rPr>
  </w:style>
  <w:style w:type="character" w:customStyle="1" w:styleId="WW8Num11z2">
    <w:name w:val="WW8Num11z2"/>
    <w:rsid w:val="002A4158"/>
    <w:rPr>
      <w:rFonts w:ascii="Wingdings" w:hAnsi="Wingdings" w:cs="Wingdings"/>
      <w:sz w:val="20"/>
    </w:rPr>
  </w:style>
  <w:style w:type="character" w:customStyle="1" w:styleId="WW8Num12z0">
    <w:name w:val="WW8Num12z0"/>
    <w:rsid w:val="002A4158"/>
    <w:rPr>
      <w:rFonts w:ascii="Symbol" w:hAnsi="Symbol" w:cs="Symbol"/>
      <w:sz w:val="20"/>
    </w:rPr>
  </w:style>
  <w:style w:type="character" w:customStyle="1" w:styleId="WW8Num12z1">
    <w:name w:val="WW8Num12z1"/>
    <w:rsid w:val="002A4158"/>
    <w:rPr>
      <w:rFonts w:ascii="Courier New" w:hAnsi="Courier New" w:cs="Courier New"/>
      <w:sz w:val="20"/>
    </w:rPr>
  </w:style>
  <w:style w:type="character" w:customStyle="1" w:styleId="WW8Num12z2">
    <w:name w:val="WW8Num12z2"/>
    <w:rsid w:val="002A4158"/>
    <w:rPr>
      <w:rFonts w:ascii="Wingdings" w:hAnsi="Wingdings" w:cs="Wingdings"/>
      <w:sz w:val="20"/>
    </w:rPr>
  </w:style>
  <w:style w:type="character" w:customStyle="1" w:styleId="WW8Num13z0">
    <w:name w:val="WW8Num13z0"/>
    <w:rsid w:val="002A4158"/>
    <w:rPr>
      <w:rFonts w:ascii="Symbol" w:hAnsi="Symbol" w:cs="Symbol"/>
      <w:sz w:val="20"/>
    </w:rPr>
  </w:style>
  <w:style w:type="character" w:customStyle="1" w:styleId="WW8Num13z1">
    <w:name w:val="WW8Num13z1"/>
    <w:rsid w:val="002A4158"/>
    <w:rPr>
      <w:rFonts w:ascii="Courier New" w:hAnsi="Courier New" w:cs="Courier New"/>
      <w:sz w:val="20"/>
    </w:rPr>
  </w:style>
  <w:style w:type="character" w:customStyle="1" w:styleId="WW8Num13z2">
    <w:name w:val="WW8Num13z2"/>
    <w:rsid w:val="002A4158"/>
    <w:rPr>
      <w:rFonts w:ascii="Wingdings" w:hAnsi="Wingdings" w:cs="Wingdings"/>
      <w:sz w:val="20"/>
    </w:rPr>
  </w:style>
  <w:style w:type="character" w:customStyle="1" w:styleId="WW8Num14z0">
    <w:name w:val="WW8Num14z0"/>
    <w:rsid w:val="002A4158"/>
    <w:rPr>
      <w:rFonts w:ascii="Symbol" w:hAnsi="Symbol" w:cs="Symbol"/>
      <w:sz w:val="20"/>
    </w:rPr>
  </w:style>
  <w:style w:type="character" w:customStyle="1" w:styleId="WW8Num14z1">
    <w:name w:val="WW8Num14z1"/>
    <w:rsid w:val="002A4158"/>
    <w:rPr>
      <w:rFonts w:ascii="Courier New" w:hAnsi="Courier New" w:cs="Courier New"/>
      <w:sz w:val="20"/>
    </w:rPr>
  </w:style>
  <w:style w:type="character" w:customStyle="1" w:styleId="WW8Num14z2">
    <w:name w:val="WW8Num14z2"/>
    <w:rsid w:val="002A4158"/>
    <w:rPr>
      <w:rFonts w:ascii="Wingdings" w:hAnsi="Wingdings" w:cs="Wingdings"/>
      <w:sz w:val="20"/>
    </w:rPr>
  </w:style>
  <w:style w:type="character" w:customStyle="1" w:styleId="Policepardfaut1">
    <w:name w:val="Police par défaut1"/>
    <w:rsid w:val="002A4158"/>
  </w:style>
  <w:style w:type="character" w:customStyle="1" w:styleId="Caractresdenotedebasdepage">
    <w:name w:val="Caractères de note de bas de page"/>
    <w:rsid w:val="002A4158"/>
    <w:rPr>
      <w:rFonts w:ascii="Georgia" w:hAnsi="Georgia" w:cs="Georgia"/>
      <w:b/>
      <w:sz w:val="32"/>
      <w:vertAlign w:val="superscript"/>
    </w:rPr>
  </w:style>
  <w:style w:type="character" w:customStyle="1" w:styleId="NotedefinCar">
    <w:name w:val="Note de fin Car"/>
    <w:link w:val="Notedefin"/>
    <w:uiPriority w:val="99"/>
    <w:semiHidden/>
    <w:rsid w:val="00276CCE"/>
    <w:rPr>
      <w:rFonts w:ascii="Amasis30" w:hAnsi="Amasis30"/>
      <w:sz w:val="32"/>
      <w:lang w:val="x-none" w:eastAsia="x-none"/>
    </w:rPr>
  </w:style>
  <w:style w:type="character" w:customStyle="1" w:styleId="Caractresdenotedefin">
    <w:name w:val="Caractères de note de fin"/>
    <w:rsid w:val="002A4158"/>
    <w:rPr>
      <w:rFonts w:ascii="Georgia" w:hAnsi="Georgia" w:cs="Georgia"/>
      <w:b/>
      <w:sz w:val="32"/>
      <w:vertAlign w:val="superscript"/>
    </w:rPr>
  </w:style>
  <w:style w:type="paragraph" w:customStyle="1" w:styleId="Titre10">
    <w:name w:val="Titre1"/>
    <w:basedOn w:val="Normal"/>
    <w:next w:val="Corpsdetexte"/>
    <w:rsid w:val="002A4158"/>
    <w:pPr>
      <w:keepNext/>
      <w:spacing w:after="120"/>
    </w:pPr>
    <w:rPr>
      <w:rFonts w:ascii="Arial" w:eastAsia="Microsoft YaHei" w:hAnsi="Arial" w:cs="Mangal"/>
      <w:sz w:val="28"/>
      <w:szCs w:val="28"/>
    </w:rPr>
  </w:style>
  <w:style w:type="paragraph" w:styleId="Corpsdetexte">
    <w:name w:val="Body Text"/>
    <w:basedOn w:val="Normal"/>
    <w:rsid w:val="002A4158"/>
    <w:pPr>
      <w:spacing w:before="0" w:after="120"/>
    </w:pPr>
  </w:style>
  <w:style w:type="paragraph" w:styleId="Liste">
    <w:name w:val="List"/>
    <w:basedOn w:val="Corpsdetexte"/>
    <w:rsid w:val="002A4158"/>
    <w:rPr>
      <w:rFonts w:cs="Mangal"/>
    </w:rPr>
  </w:style>
  <w:style w:type="paragraph" w:customStyle="1" w:styleId="Lgende1">
    <w:name w:val="Légende1"/>
    <w:basedOn w:val="Normal"/>
    <w:rsid w:val="002A4158"/>
    <w:pPr>
      <w:suppressLineNumbers/>
      <w:spacing w:before="120" w:after="120"/>
    </w:pPr>
    <w:rPr>
      <w:rFonts w:cs="Mangal"/>
      <w:i/>
      <w:iCs/>
      <w:sz w:val="24"/>
    </w:rPr>
  </w:style>
  <w:style w:type="paragraph" w:customStyle="1" w:styleId="Index">
    <w:name w:val="Index"/>
    <w:basedOn w:val="Normal"/>
    <w:rsid w:val="002A4158"/>
    <w:pPr>
      <w:suppressLineNumbers/>
    </w:pPr>
    <w:rPr>
      <w:rFonts w:cs="Mangal"/>
    </w:rPr>
  </w:style>
  <w:style w:type="paragraph" w:styleId="Explorateurdedocuments0">
    <w:name w:val="Document Map"/>
    <w:basedOn w:val="Normal"/>
    <w:rsid w:val="00276CCE"/>
    <w:pPr>
      <w:shd w:val="clear" w:color="auto" w:fill="000080"/>
    </w:pPr>
    <w:rPr>
      <w:rFonts w:ascii="Tahoma" w:hAnsi="Tahoma" w:cs="Tahoma"/>
    </w:rPr>
  </w:style>
  <w:style w:type="paragraph" w:styleId="NormalWeb">
    <w:name w:val="Normal (Web)"/>
    <w:basedOn w:val="Normal"/>
    <w:rsid w:val="002A4158"/>
    <w:pPr>
      <w:spacing w:before="280" w:after="280"/>
      <w:ind w:firstLine="0"/>
      <w:jc w:val="left"/>
    </w:pPr>
    <w:rPr>
      <w:rFonts w:ascii="Times New Roman" w:hAnsi="Times New Roman"/>
      <w:sz w:val="24"/>
    </w:rPr>
  </w:style>
  <w:style w:type="paragraph" w:styleId="Retrait1religne">
    <w:name w:val="Body Text First Indent"/>
    <w:basedOn w:val="Corpsdetexte"/>
    <w:rsid w:val="002A4158"/>
    <w:pPr>
      <w:ind w:firstLine="283"/>
    </w:pPr>
  </w:style>
  <w:style w:type="paragraph" w:styleId="Retraitcorpsdetexte">
    <w:name w:val="Body Text Indent"/>
    <w:basedOn w:val="Corpsdetexte"/>
    <w:rsid w:val="002A4158"/>
    <w:pPr>
      <w:ind w:left="283" w:firstLine="0"/>
    </w:pPr>
  </w:style>
  <w:style w:type="character" w:customStyle="1" w:styleId="Taille-1NormalCar">
    <w:name w:val="Taille-1Normal Car"/>
    <w:link w:val="Taille-1Normal"/>
    <w:rsid w:val="002A4158"/>
    <w:rPr>
      <w:rFonts w:ascii="Amasis30" w:hAnsi="Amasis30"/>
      <w:sz w:val="32"/>
      <w:szCs w:val="28"/>
    </w:rPr>
  </w:style>
  <w:style w:type="character" w:styleId="Marquedecommentaire">
    <w:name w:val="annotation reference"/>
    <w:semiHidden/>
    <w:rsid w:val="00AF7F49"/>
    <w:rPr>
      <w:sz w:val="16"/>
      <w:szCs w:val="16"/>
    </w:rPr>
  </w:style>
  <w:style w:type="paragraph" w:styleId="Commentaire">
    <w:name w:val="annotation text"/>
    <w:basedOn w:val="Normal"/>
    <w:semiHidden/>
    <w:rsid w:val="00AF7F49"/>
    <w:rPr>
      <w:sz w:val="20"/>
      <w:szCs w:val="20"/>
    </w:rPr>
  </w:style>
  <w:style w:type="paragraph" w:styleId="Objetducommentaire">
    <w:name w:val="annotation subject"/>
    <w:basedOn w:val="Commentaire"/>
    <w:next w:val="Commentaire"/>
    <w:semiHidden/>
    <w:rsid w:val="00AF7F49"/>
    <w:rPr>
      <w:b/>
      <w:bCs/>
    </w:rPr>
  </w:style>
  <w:style w:type="paragraph" w:styleId="Textedebulles">
    <w:name w:val="Balloon Text"/>
    <w:basedOn w:val="Normal"/>
    <w:semiHidden/>
    <w:rsid w:val="00AF7F49"/>
    <w:rPr>
      <w:rFonts w:ascii="Tahoma" w:hAnsi="Tahoma" w:cs="Tahoma"/>
      <w:sz w:val="16"/>
      <w:szCs w:val="16"/>
    </w:rPr>
  </w:style>
  <w:style w:type="character" w:customStyle="1" w:styleId="Taille-1Caracteres">
    <w:name w:val="Taille-1Caracteres"/>
    <w:qFormat/>
    <w:rsid w:val="00276CCE"/>
    <w:rPr>
      <w:sz w:val="32"/>
      <w:szCs w:val="20"/>
    </w:rPr>
  </w:style>
  <w:style w:type="paragraph" w:customStyle="1" w:styleId="Etoile">
    <w:name w:val="Etoile"/>
    <w:basedOn w:val="Normal"/>
    <w:qFormat/>
    <w:rsid w:val="00276CCE"/>
    <w:pPr>
      <w:ind w:firstLine="0"/>
      <w:jc w:val="center"/>
    </w:pPr>
    <w:rPr>
      <w:b/>
      <w:sz w:val="40"/>
      <w:szCs w:val="28"/>
    </w:rPr>
  </w:style>
  <w:style w:type="paragraph" w:customStyle="1" w:styleId="Taille-1Suspendu1XRetrait1XEsp0">
    <w:name w:val="Taille-1Suspendu1XRetrait1XEsp0"/>
    <w:basedOn w:val="Taille-1RetraitGauche1X"/>
    <w:qFormat/>
    <w:rsid w:val="00276CCE"/>
    <w:pPr>
      <w:spacing w:before="0" w:after="0"/>
      <w:ind w:left="1360" w:hanging="680"/>
    </w:pPr>
  </w:style>
  <w:style w:type="character" w:styleId="Mentionnonrsolue">
    <w:name w:val="Unresolved Mention"/>
    <w:uiPriority w:val="99"/>
    <w:semiHidden/>
    <w:unhideWhenUsed/>
    <w:rsid w:val="00276CCE"/>
    <w:rPr>
      <w:color w:val="605E5C"/>
      <w:shd w:val="clear" w:color="auto" w:fill="E1DFDD"/>
    </w:rPr>
  </w:style>
  <w:style w:type="paragraph" w:customStyle="1" w:styleId="Taille-1Suspendu1XRetrait2XEsp0">
    <w:name w:val="Taille-1Suspendu1XRetrait2XEsp0"/>
    <w:basedOn w:val="Taille-1RetraitGauche2X"/>
    <w:qFormat/>
    <w:rsid w:val="00276CCE"/>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276CCE"/>
    <w:pPr>
      <w:spacing w:before="0" w:after="0"/>
    </w:pPr>
  </w:style>
  <w:style w:type="paragraph" w:customStyle="1" w:styleId="NormalSuspendu1XEsp0">
    <w:name w:val="NormalSuspendu1XEsp0"/>
    <w:basedOn w:val="NormalSuspendu1X"/>
    <w:qFormat/>
    <w:rsid w:val="00276CCE"/>
    <w:pPr>
      <w:spacing w:before="0" w:after="0"/>
    </w:pPr>
  </w:style>
  <w:style w:type="paragraph" w:customStyle="1" w:styleId="NormalSuspendu1XRetrait2XEsp0">
    <w:name w:val="NormalSuspendu1XRetrait2XEsp0"/>
    <w:basedOn w:val="NormalSuspendu1XRetrait2X"/>
    <w:qFormat/>
    <w:rsid w:val="00276CCE"/>
    <w:pPr>
      <w:spacing w:before="0" w:after="0"/>
    </w:pPr>
  </w:style>
  <w:style w:type="paragraph" w:customStyle="1" w:styleId="ParagrapheVideNormal">
    <w:name w:val="ParagrapheVideNormal"/>
    <w:basedOn w:val="Normal"/>
    <w:next w:val="Normal"/>
    <w:qFormat/>
    <w:rsid w:val="00276CCE"/>
  </w:style>
  <w:style w:type="paragraph" w:customStyle="1" w:styleId="ParagrapheVideNormal2">
    <w:name w:val="ParagrapheVideNormal2"/>
    <w:basedOn w:val="ParagrapheVideNormal"/>
    <w:next w:val="Normal"/>
    <w:qFormat/>
    <w:rsid w:val="00276CCE"/>
  </w:style>
  <w:style w:type="paragraph" w:customStyle="1" w:styleId="Image">
    <w:name w:val="Image"/>
    <w:basedOn w:val="Centr"/>
    <w:next w:val="Normal"/>
    <w:qFormat/>
    <w:rsid w:val="00276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TotalTime>
  <Pages>1</Pages>
  <Words>73841</Words>
  <Characters>406129</Characters>
  <Application>Microsoft Office Word</Application>
  <DocSecurity>0</DocSecurity>
  <Lines>3384</Lines>
  <Paragraphs>958</Paragraphs>
  <ScaleCrop>false</ScaleCrop>
  <HeadingPairs>
    <vt:vector size="2" baseType="variant">
      <vt:variant>
        <vt:lpstr>Titre</vt:lpstr>
      </vt:variant>
      <vt:variant>
        <vt:i4>1</vt:i4>
      </vt:variant>
    </vt:vector>
  </HeadingPairs>
  <TitlesOfParts>
    <vt:vector size="1" baseType="lpstr">
      <vt:lpstr>LA FIN D’ATLANTIS ou le grand soir</vt:lpstr>
    </vt:vector>
  </TitlesOfParts>
  <Company>Ebooks libres et gratuits</Company>
  <LinksUpToDate>false</LinksUpToDate>
  <CharactersWithSpaces>479012</CharactersWithSpaces>
  <SharedDoc>false</SharedDoc>
  <HLinks>
    <vt:vector size="456" baseType="variant">
      <vt:variant>
        <vt:i4>2293820</vt:i4>
      </vt:variant>
      <vt:variant>
        <vt:i4>462</vt:i4>
      </vt:variant>
      <vt:variant>
        <vt:i4>0</vt:i4>
      </vt:variant>
      <vt:variant>
        <vt:i4>5</vt:i4>
      </vt:variant>
      <vt:variant>
        <vt:lpwstr>http://www.ebooksgratuits.com/</vt:lpwstr>
      </vt:variant>
      <vt:variant>
        <vt:lpwstr/>
      </vt:variant>
      <vt:variant>
        <vt:i4>7929972</vt:i4>
      </vt:variant>
      <vt:variant>
        <vt:i4>459</vt:i4>
      </vt:variant>
      <vt:variant>
        <vt:i4>0</vt:i4>
      </vt:variant>
      <vt:variant>
        <vt:i4>5</vt:i4>
      </vt:variant>
      <vt:variant>
        <vt:lpwstr>http://fr.groups.yahoo.com/group/ebooksgratuits</vt:lpwstr>
      </vt:variant>
      <vt:variant>
        <vt:lpwstr/>
      </vt:variant>
      <vt:variant>
        <vt:i4>1835059</vt:i4>
      </vt:variant>
      <vt:variant>
        <vt:i4>452</vt:i4>
      </vt:variant>
      <vt:variant>
        <vt:i4>0</vt:i4>
      </vt:variant>
      <vt:variant>
        <vt:i4>5</vt:i4>
      </vt:variant>
      <vt:variant>
        <vt:lpwstr/>
      </vt:variant>
      <vt:variant>
        <vt:lpwstr>_Toc334815556</vt:lpwstr>
      </vt:variant>
      <vt:variant>
        <vt:i4>1835059</vt:i4>
      </vt:variant>
      <vt:variant>
        <vt:i4>446</vt:i4>
      </vt:variant>
      <vt:variant>
        <vt:i4>0</vt:i4>
      </vt:variant>
      <vt:variant>
        <vt:i4>5</vt:i4>
      </vt:variant>
      <vt:variant>
        <vt:lpwstr/>
      </vt:variant>
      <vt:variant>
        <vt:lpwstr>_Toc334815555</vt:lpwstr>
      </vt:variant>
      <vt:variant>
        <vt:i4>1835059</vt:i4>
      </vt:variant>
      <vt:variant>
        <vt:i4>440</vt:i4>
      </vt:variant>
      <vt:variant>
        <vt:i4>0</vt:i4>
      </vt:variant>
      <vt:variant>
        <vt:i4>5</vt:i4>
      </vt:variant>
      <vt:variant>
        <vt:lpwstr/>
      </vt:variant>
      <vt:variant>
        <vt:lpwstr>_Toc334815554</vt:lpwstr>
      </vt:variant>
      <vt:variant>
        <vt:i4>1835059</vt:i4>
      </vt:variant>
      <vt:variant>
        <vt:i4>434</vt:i4>
      </vt:variant>
      <vt:variant>
        <vt:i4>0</vt:i4>
      </vt:variant>
      <vt:variant>
        <vt:i4>5</vt:i4>
      </vt:variant>
      <vt:variant>
        <vt:lpwstr/>
      </vt:variant>
      <vt:variant>
        <vt:lpwstr>_Toc334815553</vt:lpwstr>
      </vt:variant>
      <vt:variant>
        <vt:i4>1835059</vt:i4>
      </vt:variant>
      <vt:variant>
        <vt:i4>428</vt:i4>
      </vt:variant>
      <vt:variant>
        <vt:i4>0</vt:i4>
      </vt:variant>
      <vt:variant>
        <vt:i4>5</vt:i4>
      </vt:variant>
      <vt:variant>
        <vt:lpwstr/>
      </vt:variant>
      <vt:variant>
        <vt:lpwstr>_Toc334815552</vt:lpwstr>
      </vt:variant>
      <vt:variant>
        <vt:i4>1835059</vt:i4>
      </vt:variant>
      <vt:variant>
        <vt:i4>422</vt:i4>
      </vt:variant>
      <vt:variant>
        <vt:i4>0</vt:i4>
      </vt:variant>
      <vt:variant>
        <vt:i4>5</vt:i4>
      </vt:variant>
      <vt:variant>
        <vt:lpwstr/>
      </vt:variant>
      <vt:variant>
        <vt:lpwstr>_Toc334815551</vt:lpwstr>
      </vt:variant>
      <vt:variant>
        <vt:i4>1835059</vt:i4>
      </vt:variant>
      <vt:variant>
        <vt:i4>416</vt:i4>
      </vt:variant>
      <vt:variant>
        <vt:i4>0</vt:i4>
      </vt:variant>
      <vt:variant>
        <vt:i4>5</vt:i4>
      </vt:variant>
      <vt:variant>
        <vt:lpwstr/>
      </vt:variant>
      <vt:variant>
        <vt:lpwstr>_Toc334815550</vt:lpwstr>
      </vt:variant>
      <vt:variant>
        <vt:i4>1900595</vt:i4>
      </vt:variant>
      <vt:variant>
        <vt:i4>410</vt:i4>
      </vt:variant>
      <vt:variant>
        <vt:i4>0</vt:i4>
      </vt:variant>
      <vt:variant>
        <vt:i4>5</vt:i4>
      </vt:variant>
      <vt:variant>
        <vt:lpwstr/>
      </vt:variant>
      <vt:variant>
        <vt:lpwstr>_Toc334815549</vt:lpwstr>
      </vt:variant>
      <vt:variant>
        <vt:i4>1900595</vt:i4>
      </vt:variant>
      <vt:variant>
        <vt:i4>404</vt:i4>
      </vt:variant>
      <vt:variant>
        <vt:i4>0</vt:i4>
      </vt:variant>
      <vt:variant>
        <vt:i4>5</vt:i4>
      </vt:variant>
      <vt:variant>
        <vt:lpwstr/>
      </vt:variant>
      <vt:variant>
        <vt:lpwstr>_Toc334815548</vt:lpwstr>
      </vt:variant>
      <vt:variant>
        <vt:i4>1900595</vt:i4>
      </vt:variant>
      <vt:variant>
        <vt:i4>398</vt:i4>
      </vt:variant>
      <vt:variant>
        <vt:i4>0</vt:i4>
      </vt:variant>
      <vt:variant>
        <vt:i4>5</vt:i4>
      </vt:variant>
      <vt:variant>
        <vt:lpwstr/>
      </vt:variant>
      <vt:variant>
        <vt:lpwstr>_Toc334815547</vt:lpwstr>
      </vt:variant>
      <vt:variant>
        <vt:i4>1900595</vt:i4>
      </vt:variant>
      <vt:variant>
        <vt:i4>392</vt:i4>
      </vt:variant>
      <vt:variant>
        <vt:i4>0</vt:i4>
      </vt:variant>
      <vt:variant>
        <vt:i4>5</vt:i4>
      </vt:variant>
      <vt:variant>
        <vt:lpwstr/>
      </vt:variant>
      <vt:variant>
        <vt:lpwstr>_Toc334815546</vt:lpwstr>
      </vt:variant>
      <vt:variant>
        <vt:i4>1900595</vt:i4>
      </vt:variant>
      <vt:variant>
        <vt:i4>386</vt:i4>
      </vt:variant>
      <vt:variant>
        <vt:i4>0</vt:i4>
      </vt:variant>
      <vt:variant>
        <vt:i4>5</vt:i4>
      </vt:variant>
      <vt:variant>
        <vt:lpwstr/>
      </vt:variant>
      <vt:variant>
        <vt:lpwstr>_Toc334815545</vt:lpwstr>
      </vt:variant>
      <vt:variant>
        <vt:i4>1900595</vt:i4>
      </vt:variant>
      <vt:variant>
        <vt:i4>380</vt:i4>
      </vt:variant>
      <vt:variant>
        <vt:i4>0</vt:i4>
      </vt:variant>
      <vt:variant>
        <vt:i4>5</vt:i4>
      </vt:variant>
      <vt:variant>
        <vt:lpwstr/>
      </vt:variant>
      <vt:variant>
        <vt:lpwstr>_Toc334815544</vt:lpwstr>
      </vt:variant>
      <vt:variant>
        <vt:i4>1900595</vt:i4>
      </vt:variant>
      <vt:variant>
        <vt:i4>374</vt:i4>
      </vt:variant>
      <vt:variant>
        <vt:i4>0</vt:i4>
      </vt:variant>
      <vt:variant>
        <vt:i4>5</vt:i4>
      </vt:variant>
      <vt:variant>
        <vt:lpwstr/>
      </vt:variant>
      <vt:variant>
        <vt:lpwstr>_Toc334815543</vt:lpwstr>
      </vt:variant>
      <vt:variant>
        <vt:i4>1900595</vt:i4>
      </vt:variant>
      <vt:variant>
        <vt:i4>368</vt:i4>
      </vt:variant>
      <vt:variant>
        <vt:i4>0</vt:i4>
      </vt:variant>
      <vt:variant>
        <vt:i4>5</vt:i4>
      </vt:variant>
      <vt:variant>
        <vt:lpwstr/>
      </vt:variant>
      <vt:variant>
        <vt:lpwstr>_Toc334815542</vt:lpwstr>
      </vt:variant>
      <vt:variant>
        <vt:i4>1900595</vt:i4>
      </vt:variant>
      <vt:variant>
        <vt:i4>362</vt:i4>
      </vt:variant>
      <vt:variant>
        <vt:i4>0</vt:i4>
      </vt:variant>
      <vt:variant>
        <vt:i4>5</vt:i4>
      </vt:variant>
      <vt:variant>
        <vt:lpwstr/>
      </vt:variant>
      <vt:variant>
        <vt:lpwstr>_Toc334815541</vt:lpwstr>
      </vt:variant>
      <vt:variant>
        <vt:i4>1900595</vt:i4>
      </vt:variant>
      <vt:variant>
        <vt:i4>356</vt:i4>
      </vt:variant>
      <vt:variant>
        <vt:i4>0</vt:i4>
      </vt:variant>
      <vt:variant>
        <vt:i4>5</vt:i4>
      </vt:variant>
      <vt:variant>
        <vt:lpwstr/>
      </vt:variant>
      <vt:variant>
        <vt:lpwstr>_Toc334815540</vt:lpwstr>
      </vt:variant>
      <vt:variant>
        <vt:i4>1703987</vt:i4>
      </vt:variant>
      <vt:variant>
        <vt:i4>350</vt:i4>
      </vt:variant>
      <vt:variant>
        <vt:i4>0</vt:i4>
      </vt:variant>
      <vt:variant>
        <vt:i4>5</vt:i4>
      </vt:variant>
      <vt:variant>
        <vt:lpwstr/>
      </vt:variant>
      <vt:variant>
        <vt:lpwstr>_Toc334815539</vt:lpwstr>
      </vt:variant>
      <vt:variant>
        <vt:i4>1703987</vt:i4>
      </vt:variant>
      <vt:variant>
        <vt:i4>344</vt:i4>
      </vt:variant>
      <vt:variant>
        <vt:i4>0</vt:i4>
      </vt:variant>
      <vt:variant>
        <vt:i4>5</vt:i4>
      </vt:variant>
      <vt:variant>
        <vt:lpwstr/>
      </vt:variant>
      <vt:variant>
        <vt:lpwstr>_Toc334815538</vt:lpwstr>
      </vt:variant>
      <vt:variant>
        <vt:i4>1703987</vt:i4>
      </vt:variant>
      <vt:variant>
        <vt:i4>338</vt:i4>
      </vt:variant>
      <vt:variant>
        <vt:i4>0</vt:i4>
      </vt:variant>
      <vt:variant>
        <vt:i4>5</vt:i4>
      </vt:variant>
      <vt:variant>
        <vt:lpwstr/>
      </vt:variant>
      <vt:variant>
        <vt:lpwstr>_Toc334815537</vt:lpwstr>
      </vt:variant>
      <vt:variant>
        <vt:i4>1703987</vt:i4>
      </vt:variant>
      <vt:variant>
        <vt:i4>332</vt:i4>
      </vt:variant>
      <vt:variant>
        <vt:i4>0</vt:i4>
      </vt:variant>
      <vt:variant>
        <vt:i4>5</vt:i4>
      </vt:variant>
      <vt:variant>
        <vt:lpwstr/>
      </vt:variant>
      <vt:variant>
        <vt:lpwstr>_Toc334815536</vt:lpwstr>
      </vt:variant>
      <vt:variant>
        <vt:i4>1703987</vt:i4>
      </vt:variant>
      <vt:variant>
        <vt:i4>326</vt:i4>
      </vt:variant>
      <vt:variant>
        <vt:i4>0</vt:i4>
      </vt:variant>
      <vt:variant>
        <vt:i4>5</vt:i4>
      </vt:variant>
      <vt:variant>
        <vt:lpwstr/>
      </vt:variant>
      <vt:variant>
        <vt:lpwstr>_Toc334815535</vt:lpwstr>
      </vt:variant>
      <vt:variant>
        <vt:i4>1703987</vt:i4>
      </vt:variant>
      <vt:variant>
        <vt:i4>320</vt:i4>
      </vt:variant>
      <vt:variant>
        <vt:i4>0</vt:i4>
      </vt:variant>
      <vt:variant>
        <vt:i4>5</vt:i4>
      </vt:variant>
      <vt:variant>
        <vt:lpwstr/>
      </vt:variant>
      <vt:variant>
        <vt:lpwstr>_Toc334815534</vt:lpwstr>
      </vt:variant>
      <vt:variant>
        <vt:i4>1703987</vt:i4>
      </vt:variant>
      <vt:variant>
        <vt:i4>314</vt:i4>
      </vt:variant>
      <vt:variant>
        <vt:i4>0</vt:i4>
      </vt:variant>
      <vt:variant>
        <vt:i4>5</vt:i4>
      </vt:variant>
      <vt:variant>
        <vt:lpwstr/>
      </vt:variant>
      <vt:variant>
        <vt:lpwstr>_Toc334815533</vt:lpwstr>
      </vt:variant>
      <vt:variant>
        <vt:i4>1703987</vt:i4>
      </vt:variant>
      <vt:variant>
        <vt:i4>308</vt:i4>
      </vt:variant>
      <vt:variant>
        <vt:i4>0</vt:i4>
      </vt:variant>
      <vt:variant>
        <vt:i4>5</vt:i4>
      </vt:variant>
      <vt:variant>
        <vt:lpwstr/>
      </vt:variant>
      <vt:variant>
        <vt:lpwstr>_Toc334815532</vt:lpwstr>
      </vt:variant>
      <vt:variant>
        <vt:i4>1703987</vt:i4>
      </vt:variant>
      <vt:variant>
        <vt:i4>302</vt:i4>
      </vt:variant>
      <vt:variant>
        <vt:i4>0</vt:i4>
      </vt:variant>
      <vt:variant>
        <vt:i4>5</vt:i4>
      </vt:variant>
      <vt:variant>
        <vt:lpwstr/>
      </vt:variant>
      <vt:variant>
        <vt:lpwstr>_Toc334815531</vt:lpwstr>
      </vt:variant>
      <vt:variant>
        <vt:i4>1703987</vt:i4>
      </vt:variant>
      <vt:variant>
        <vt:i4>296</vt:i4>
      </vt:variant>
      <vt:variant>
        <vt:i4>0</vt:i4>
      </vt:variant>
      <vt:variant>
        <vt:i4>5</vt:i4>
      </vt:variant>
      <vt:variant>
        <vt:lpwstr/>
      </vt:variant>
      <vt:variant>
        <vt:lpwstr>_Toc334815530</vt:lpwstr>
      </vt:variant>
      <vt:variant>
        <vt:i4>1769523</vt:i4>
      </vt:variant>
      <vt:variant>
        <vt:i4>290</vt:i4>
      </vt:variant>
      <vt:variant>
        <vt:i4>0</vt:i4>
      </vt:variant>
      <vt:variant>
        <vt:i4>5</vt:i4>
      </vt:variant>
      <vt:variant>
        <vt:lpwstr/>
      </vt:variant>
      <vt:variant>
        <vt:lpwstr>_Toc334815529</vt:lpwstr>
      </vt:variant>
      <vt:variant>
        <vt:i4>1769523</vt:i4>
      </vt:variant>
      <vt:variant>
        <vt:i4>284</vt:i4>
      </vt:variant>
      <vt:variant>
        <vt:i4>0</vt:i4>
      </vt:variant>
      <vt:variant>
        <vt:i4>5</vt:i4>
      </vt:variant>
      <vt:variant>
        <vt:lpwstr/>
      </vt:variant>
      <vt:variant>
        <vt:lpwstr>_Toc334815528</vt:lpwstr>
      </vt:variant>
      <vt:variant>
        <vt:i4>1769523</vt:i4>
      </vt:variant>
      <vt:variant>
        <vt:i4>278</vt:i4>
      </vt:variant>
      <vt:variant>
        <vt:i4>0</vt:i4>
      </vt:variant>
      <vt:variant>
        <vt:i4>5</vt:i4>
      </vt:variant>
      <vt:variant>
        <vt:lpwstr/>
      </vt:variant>
      <vt:variant>
        <vt:lpwstr>_Toc334815527</vt:lpwstr>
      </vt:variant>
      <vt:variant>
        <vt:i4>1769523</vt:i4>
      </vt:variant>
      <vt:variant>
        <vt:i4>272</vt:i4>
      </vt:variant>
      <vt:variant>
        <vt:i4>0</vt:i4>
      </vt:variant>
      <vt:variant>
        <vt:i4>5</vt:i4>
      </vt:variant>
      <vt:variant>
        <vt:lpwstr/>
      </vt:variant>
      <vt:variant>
        <vt:lpwstr>_Toc334815526</vt:lpwstr>
      </vt:variant>
      <vt:variant>
        <vt:i4>1769523</vt:i4>
      </vt:variant>
      <vt:variant>
        <vt:i4>266</vt:i4>
      </vt:variant>
      <vt:variant>
        <vt:i4>0</vt:i4>
      </vt:variant>
      <vt:variant>
        <vt:i4>5</vt:i4>
      </vt:variant>
      <vt:variant>
        <vt:lpwstr/>
      </vt:variant>
      <vt:variant>
        <vt:lpwstr>_Toc334815525</vt:lpwstr>
      </vt:variant>
      <vt:variant>
        <vt:i4>1769523</vt:i4>
      </vt:variant>
      <vt:variant>
        <vt:i4>260</vt:i4>
      </vt:variant>
      <vt:variant>
        <vt:i4>0</vt:i4>
      </vt:variant>
      <vt:variant>
        <vt:i4>5</vt:i4>
      </vt:variant>
      <vt:variant>
        <vt:lpwstr/>
      </vt:variant>
      <vt:variant>
        <vt:lpwstr>_Toc334815524</vt:lpwstr>
      </vt:variant>
      <vt:variant>
        <vt:i4>1769523</vt:i4>
      </vt:variant>
      <vt:variant>
        <vt:i4>254</vt:i4>
      </vt:variant>
      <vt:variant>
        <vt:i4>0</vt:i4>
      </vt:variant>
      <vt:variant>
        <vt:i4>5</vt:i4>
      </vt:variant>
      <vt:variant>
        <vt:lpwstr/>
      </vt:variant>
      <vt:variant>
        <vt:lpwstr>_Toc334815523</vt:lpwstr>
      </vt:variant>
      <vt:variant>
        <vt:i4>1769523</vt:i4>
      </vt:variant>
      <vt:variant>
        <vt:i4>248</vt:i4>
      </vt:variant>
      <vt:variant>
        <vt:i4>0</vt:i4>
      </vt:variant>
      <vt:variant>
        <vt:i4>5</vt:i4>
      </vt:variant>
      <vt:variant>
        <vt:lpwstr/>
      </vt:variant>
      <vt:variant>
        <vt:lpwstr>_Toc334815522</vt:lpwstr>
      </vt:variant>
      <vt:variant>
        <vt:i4>1769523</vt:i4>
      </vt:variant>
      <vt:variant>
        <vt:i4>242</vt:i4>
      </vt:variant>
      <vt:variant>
        <vt:i4>0</vt:i4>
      </vt:variant>
      <vt:variant>
        <vt:i4>5</vt:i4>
      </vt:variant>
      <vt:variant>
        <vt:lpwstr/>
      </vt:variant>
      <vt:variant>
        <vt:lpwstr>_Toc334815521</vt:lpwstr>
      </vt:variant>
      <vt:variant>
        <vt:i4>1769523</vt:i4>
      </vt:variant>
      <vt:variant>
        <vt:i4>236</vt:i4>
      </vt:variant>
      <vt:variant>
        <vt:i4>0</vt:i4>
      </vt:variant>
      <vt:variant>
        <vt:i4>5</vt:i4>
      </vt:variant>
      <vt:variant>
        <vt:lpwstr/>
      </vt:variant>
      <vt:variant>
        <vt:lpwstr>_Toc334815520</vt:lpwstr>
      </vt:variant>
      <vt:variant>
        <vt:i4>1572915</vt:i4>
      </vt:variant>
      <vt:variant>
        <vt:i4>230</vt:i4>
      </vt:variant>
      <vt:variant>
        <vt:i4>0</vt:i4>
      </vt:variant>
      <vt:variant>
        <vt:i4>5</vt:i4>
      </vt:variant>
      <vt:variant>
        <vt:lpwstr/>
      </vt:variant>
      <vt:variant>
        <vt:lpwstr>_Toc334815519</vt:lpwstr>
      </vt:variant>
      <vt:variant>
        <vt:i4>1572915</vt:i4>
      </vt:variant>
      <vt:variant>
        <vt:i4>224</vt:i4>
      </vt:variant>
      <vt:variant>
        <vt:i4>0</vt:i4>
      </vt:variant>
      <vt:variant>
        <vt:i4>5</vt:i4>
      </vt:variant>
      <vt:variant>
        <vt:lpwstr/>
      </vt:variant>
      <vt:variant>
        <vt:lpwstr>_Toc334815518</vt:lpwstr>
      </vt:variant>
      <vt:variant>
        <vt:i4>1572915</vt:i4>
      </vt:variant>
      <vt:variant>
        <vt:i4>218</vt:i4>
      </vt:variant>
      <vt:variant>
        <vt:i4>0</vt:i4>
      </vt:variant>
      <vt:variant>
        <vt:i4>5</vt:i4>
      </vt:variant>
      <vt:variant>
        <vt:lpwstr/>
      </vt:variant>
      <vt:variant>
        <vt:lpwstr>_Toc334815517</vt:lpwstr>
      </vt:variant>
      <vt:variant>
        <vt:i4>1572915</vt:i4>
      </vt:variant>
      <vt:variant>
        <vt:i4>212</vt:i4>
      </vt:variant>
      <vt:variant>
        <vt:i4>0</vt:i4>
      </vt:variant>
      <vt:variant>
        <vt:i4>5</vt:i4>
      </vt:variant>
      <vt:variant>
        <vt:lpwstr/>
      </vt:variant>
      <vt:variant>
        <vt:lpwstr>_Toc334815516</vt:lpwstr>
      </vt:variant>
      <vt:variant>
        <vt:i4>1572915</vt:i4>
      </vt:variant>
      <vt:variant>
        <vt:i4>206</vt:i4>
      </vt:variant>
      <vt:variant>
        <vt:i4>0</vt:i4>
      </vt:variant>
      <vt:variant>
        <vt:i4>5</vt:i4>
      </vt:variant>
      <vt:variant>
        <vt:lpwstr/>
      </vt:variant>
      <vt:variant>
        <vt:lpwstr>_Toc334815515</vt:lpwstr>
      </vt:variant>
      <vt:variant>
        <vt:i4>1572915</vt:i4>
      </vt:variant>
      <vt:variant>
        <vt:i4>200</vt:i4>
      </vt:variant>
      <vt:variant>
        <vt:i4>0</vt:i4>
      </vt:variant>
      <vt:variant>
        <vt:i4>5</vt:i4>
      </vt:variant>
      <vt:variant>
        <vt:lpwstr/>
      </vt:variant>
      <vt:variant>
        <vt:lpwstr>_Toc334815514</vt:lpwstr>
      </vt:variant>
      <vt:variant>
        <vt:i4>1572915</vt:i4>
      </vt:variant>
      <vt:variant>
        <vt:i4>194</vt:i4>
      </vt:variant>
      <vt:variant>
        <vt:i4>0</vt:i4>
      </vt:variant>
      <vt:variant>
        <vt:i4>5</vt:i4>
      </vt:variant>
      <vt:variant>
        <vt:lpwstr/>
      </vt:variant>
      <vt:variant>
        <vt:lpwstr>_Toc334815513</vt:lpwstr>
      </vt:variant>
      <vt:variant>
        <vt:i4>1572915</vt:i4>
      </vt:variant>
      <vt:variant>
        <vt:i4>188</vt:i4>
      </vt:variant>
      <vt:variant>
        <vt:i4>0</vt:i4>
      </vt:variant>
      <vt:variant>
        <vt:i4>5</vt:i4>
      </vt:variant>
      <vt:variant>
        <vt:lpwstr/>
      </vt:variant>
      <vt:variant>
        <vt:lpwstr>_Toc334815512</vt:lpwstr>
      </vt:variant>
      <vt:variant>
        <vt:i4>1572915</vt:i4>
      </vt:variant>
      <vt:variant>
        <vt:i4>182</vt:i4>
      </vt:variant>
      <vt:variant>
        <vt:i4>0</vt:i4>
      </vt:variant>
      <vt:variant>
        <vt:i4>5</vt:i4>
      </vt:variant>
      <vt:variant>
        <vt:lpwstr/>
      </vt:variant>
      <vt:variant>
        <vt:lpwstr>_Toc334815511</vt:lpwstr>
      </vt:variant>
      <vt:variant>
        <vt:i4>1572915</vt:i4>
      </vt:variant>
      <vt:variant>
        <vt:i4>176</vt:i4>
      </vt:variant>
      <vt:variant>
        <vt:i4>0</vt:i4>
      </vt:variant>
      <vt:variant>
        <vt:i4>5</vt:i4>
      </vt:variant>
      <vt:variant>
        <vt:lpwstr/>
      </vt:variant>
      <vt:variant>
        <vt:lpwstr>_Toc334815510</vt:lpwstr>
      </vt:variant>
      <vt:variant>
        <vt:i4>1638451</vt:i4>
      </vt:variant>
      <vt:variant>
        <vt:i4>170</vt:i4>
      </vt:variant>
      <vt:variant>
        <vt:i4>0</vt:i4>
      </vt:variant>
      <vt:variant>
        <vt:i4>5</vt:i4>
      </vt:variant>
      <vt:variant>
        <vt:lpwstr/>
      </vt:variant>
      <vt:variant>
        <vt:lpwstr>_Toc334815509</vt:lpwstr>
      </vt:variant>
      <vt:variant>
        <vt:i4>1638451</vt:i4>
      </vt:variant>
      <vt:variant>
        <vt:i4>164</vt:i4>
      </vt:variant>
      <vt:variant>
        <vt:i4>0</vt:i4>
      </vt:variant>
      <vt:variant>
        <vt:i4>5</vt:i4>
      </vt:variant>
      <vt:variant>
        <vt:lpwstr/>
      </vt:variant>
      <vt:variant>
        <vt:lpwstr>_Toc334815508</vt:lpwstr>
      </vt:variant>
      <vt:variant>
        <vt:i4>1638451</vt:i4>
      </vt:variant>
      <vt:variant>
        <vt:i4>158</vt:i4>
      </vt:variant>
      <vt:variant>
        <vt:i4>0</vt:i4>
      </vt:variant>
      <vt:variant>
        <vt:i4>5</vt:i4>
      </vt:variant>
      <vt:variant>
        <vt:lpwstr/>
      </vt:variant>
      <vt:variant>
        <vt:lpwstr>_Toc334815507</vt:lpwstr>
      </vt:variant>
      <vt:variant>
        <vt:i4>1638451</vt:i4>
      </vt:variant>
      <vt:variant>
        <vt:i4>152</vt:i4>
      </vt:variant>
      <vt:variant>
        <vt:i4>0</vt:i4>
      </vt:variant>
      <vt:variant>
        <vt:i4>5</vt:i4>
      </vt:variant>
      <vt:variant>
        <vt:lpwstr/>
      </vt:variant>
      <vt:variant>
        <vt:lpwstr>_Toc334815506</vt:lpwstr>
      </vt:variant>
      <vt:variant>
        <vt:i4>1638451</vt:i4>
      </vt:variant>
      <vt:variant>
        <vt:i4>146</vt:i4>
      </vt:variant>
      <vt:variant>
        <vt:i4>0</vt:i4>
      </vt:variant>
      <vt:variant>
        <vt:i4>5</vt:i4>
      </vt:variant>
      <vt:variant>
        <vt:lpwstr/>
      </vt:variant>
      <vt:variant>
        <vt:lpwstr>_Toc334815505</vt:lpwstr>
      </vt:variant>
      <vt:variant>
        <vt:i4>1638451</vt:i4>
      </vt:variant>
      <vt:variant>
        <vt:i4>140</vt:i4>
      </vt:variant>
      <vt:variant>
        <vt:i4>0</vt:i4>
      </vt:variant>
      <vt:variant>
        <vt:i4>5</vt:i4>
      </vt:variant>
      <vt:variant>
        <vt:lpwstr/>
      </vt:variant>
      <vt:variant>
        <vt:lpwstr>_Toc334815504</vt:lpwstr>
      </vt:variant>
      <vt:variant>
        <vt:i4>1638451</vt:i4>
      </vt:variant>
      <vt:variant>
        <vt:i4>134</vt:i4>
      </vt:variant>
      <vt:variant>
        <vt:i4>0</vt:i4>
      </vt:variant>
      <vt:variant>
        <vt:i4>5</vt:i4>
      </vt:variant>
      <vt:variant>
        <vt:lpwstr/>
      </vt:variant>
      <vt:variant>
        <vt:lpwstr>_Toc334815503</vt:lpwstr>
      </vt:variant>
      <vt:variant>
        <vt:i4>1638451</vt:i4>
      </vt:variant>
      <vt:variant>
        <vt:i4>128</vt:i4>
      </vt:variant>
      <vt:variant>
        <vt:i4>0</vt:i4>
      </vt:variant>
      <vt:variant>
        <vt:i4>5</vt:i4>
      </vt:variant>
      <vt:variant>
        <vt:lpwstr/>
      </vt:variant>
      <vt:variant>
        <vt:lpwstr>_Toc334815502</vt:lpwstr>
      </vt:variant>
      <vt:variant>
        <vt:i4>1638451</vt:i4>
      </vt:variant>
      <vt:variant>
        <vt:i4>122</vt:i4>
      </vt:variant>
      <vt:variant>
        <vt:i4>0</vt:i4>
      </vt:variant>
      <vt:variant>
        <vt:i4>5</vt:i4>
      </vt:variant>
      <vt:variant>
        <vt:lpwstr/>
      </vt:variant>
      <vt:variant>
        <vt:lpwstr>_Toc334815501</vt:lpwstr>
      </vt:variant>
      <vt:variant>
        <vt:i4>1638451</vt:i4>
      </vt:variant>
      <vt:variant>
        <vt:i4>116</vt:i4>
      </vt:variant>
      <vt:variant>
        <vt:i4>0</vt:i4>
      </vt:variant>
      <vt:variant>
        <vt:i4>5</vt:i4>
      </vt:variant>
      <vt:variant>
        <vt:lpwstr/>
      </vt:variant>
      <vt:variant>
        <vt:lpwstr>_Toc334815500</vt:lpwstr>
      </vt:variant>
      <vt:variant>
        <vt:i4>1048626</vt:i4>
      </vt:variant>
      <vt:variant>
        <vt:i4>110</vt:i4>
      </vt:variant>
      <vt:variant>
        <vt:i4>0</vt:i4>
      </vt:variant>
      <vt:variant>
        <vt:i4>5</vt:i4>
      </vt:variant>
      <vt:variant>
        <vt:lpwstr/>
      </vt:variant>
      <vt:variant>
        <vt:lpwstr>_Toc334815499</vt:lpwstr>
      </vt:variant>
      <vt:variant>
        <vt:i4>1048626</vt:i4>
      </vt:variant>
      <vt:variant>
        <vt:i4>104</vt:i4>
      </vt:variant>
      <vt:variant>
        <vt:i4>0</vt:i4>
      </vt:variant>
      <vt:variant>
        <vt:i4>5</vt:i4>
      </vt:variant>
      <vt:variant>
        <vt:lpwstr/>
      </vt:variant>
      <vt:variant>
        <vt:lpwstr>_Toc334815498</vt:lpwstr>
      </vt:variant>
      <vt:variant>
        <vt:i4>1048626</vt:i4>
      </vt:variant>
      <vt:variant>
        <vt:i4>98</vt:i4>
      </vt:variant>
      <vt:variant>
        <vt:i4>0</vt:i4>
      </vt:variant>
      <vt:variant>
        <vt:i4>5</vt:i4>
      </vt:variant>
      <vt:variant>
        <vt:lpwstr/>
      </vt:variant>
      <vt:variant>
        <vt:lpwstr>_Toc334815497</vt:lpwstr>
      </vt:variant>
      <vt:variant>
        <vt:i4>1048626</vt:i4>
      </vt:variant>
      <vt:variant>
        <vt:i4>92</vt:i4>
      </vt:variant>
      <vt:variant>
        <vt:i4>0</vt:i4>
      </vt:variant>
      <vt:variant>
        <vt:i4>5</vt:i4>
      </vt:variant>
      <vt:variant>
        <vt:lpwstr/>
      </vt:variant>
      <vt:variant>
        <vt:lpwstr>_Toc334815496</vt:lpwstr>
      </vt:variant>
      <vt:variant>
        <vt:i4>1048626</vt:i4>
      </vt:variant>
      <vt:variant>
        <vt:i4>86</vt:i4>
      </vt:variant>
      <vt:variant>
        <vt:i4>0</vt:i4>
      </vt:variant>
      <vt:variant>
        <vt:i4>5</vt:i4>
      </vt:variant>
      <vt:variant>
        <vt:lpwstr/>
      </vt:variant>
      <vt:variant>
        <vt:lpwstr>_Toc334815495</vt:lpwstr>
      </vt:variant>
      <vt:variant>
        <vt:i4>1048626</vt:i4>
      </vt:variant>
      <vt:variant>
        <vt:i4>80</vt:i4>
      </vt:variant>
      <vt:variant>
        <vt:i4>0</vt:i4>
      </vt:variant>
      <vt:variant>
        <vt:i4>5</vt:i4>
      </vt:variant>
      <vt:variant>
        <vt:lpwstr/>
      </vt:variant>
      <vt:variant>
        <vt:lpwstr>_Toc334815494</vt:lpwstr>
      </vt:variant>
      <vt:variant>
        <vt:i4>1048626</vt:i4>
      </vt:variant>
      <vt:variant>
        <vt:i4>74</vt:i4>
      </vt:variant>
      <vt:variant>
        <vt:i4>0</vt:i4>
      </vt:variant>
      <vt:variant>
        <vt:i4>5</vt:i4>
      </vt:variant>
      <vt:variant>
        <vt:lpwstr/>
      </vt:variant>
      <vt:variant>
        <vt:lpwstr>_Toc334815493</vt:lpwstr>
      </vt:variant>
      <vt:variant>
        <vt:i4>1048626</vt:i4>
      </vt:variant>
      <vt:variant>
        <vt:i4>68</vt:i4>
      </vt:variant>
      <vt:variant>
        <vt:i4>0</vt:i4>
      </vt:variant>
      <vt:variant>
        <vt:i4>5</vt:i4>
      </vt:variant>
      <vt:variant>
        <vt:lpwstr/>
      </vt:variant>
      <vt:variant>
        <vt:lpwstr>_Toc334815492</vt:lpwstr>
      </vt:variant>
      <vt:variant>
        <vt:i4>1048626</vt:i4>
      </vt:variant>
      <vt:variant>
        <vt:i4>62</vt:i4>
      </vt:variant>
      <vt:variant>
        <vt:i4>0</vt:i4>
      </vt:variant>
      <vt:variant>
        <vt:i4>5</vt:i4>
      </vt:variant>
      <vt:variant>
        <vt:lpwstr/>
      </vt:variant>
      <vt:variant>
        <vt:lpwstr>_Toc334815491</vt:lpwstr>
      </vt:variant>
      <vt:variant>
        <vt:i4>1048626</vt:i4>
      </vt:variant>
      <vt:variant>
        <vt:i4>56</vt:i4>
      </vt:variant>
      <vt:variant>
        <vt:i4>0</vt:i4>
      </vt:variant>
      <vt:variant>
        <vt:i4>5</vt:i4>
      </vt:variant>
      <vt:variant>
        <vt:lpwstr/>
      </vt:variant>
      <vt:variant>
        <vt:lpwstr>_Toc334815490</vt:lpwstr>
      </vt:variant>
      <vt:variant>
        <vt:i4>1114162</vt:i4>
      </vt:variant>
      <vt:variant>
        <vt:i4>50</vt:i4>
      </vt:variant>
      <vt:variant>
        <vt:i4>0</vt:i4>
      </vt:variant>
      <vt:variant>
        <vt:i4>5</vt:i4>
      </vt:variant>
      <vt:variant>
        <vt:lpwstr/>
      </vt:variant>
      <vt:variant>
        <vt:lpwstr>_Toc334815489</vt:lpwstr>
      </vt:variant>
      <vt:variant>
        <vt:i4>1114162</vt:i4>
      </vt:variant>
      <vt:variant>
        <vt:i4>44</vt:i4>
      </vt:variant>
      <vt:variant>
        <vt:i4>0</vt:i4>
      </vt:variant>
      <vt:variant>
        <vt:i4>5</vt:i4>
      </vt:variant>
      <vt:variant>
        <vt:lpwstr/>
      </vt:variant>
      <vt:variant>
        <vt:lpwstr>_Toc334815488</vt:lpwstr>
      </vt:variant>
      <vt:variant>
        <vt:i4>1114162</vt:i4>
      </vt:variant>
      <vt:variant>
        <vt:i4>38</vt:i4>
      </vt:variant>
      <vt:variant>
        <vt:i4>0</vt:i4>
      </vt:variant>
      <vt:variant>
        <vt:i4>5</vt:i4>
      </vt:variant>
      <vt:variant>
        <vt:lpwstr/>
      </vt:variant>
      <vt:variant>
        <vt:lpwstr>_Toc334815487</vt:lpwstr>
      </vt:variant>
      <vt:variant>
        <vt:i4>1114162</vt:i4>
      </vt:variant>
      <vt:variant>
        <vt:i4>32</vt:i4>
      </vt:variant>
      <vt:variant>
        <vt:i4>0</vt:i4>
      </vt:variant>
      <vt:variant>
        <vt:i4>5</vt:i4>
      </vt:variant>
      <vt:variant>
        <vt:lpwstr/>
      </vt:variant>
      <vt:variant>
        <vt:lpwstr>_Toc334815486</vt:lpwstr>
      </vt:variant>
      <vt:variant>
        <vt:i4>1114162</vt:i4>
      </vt:variant>
      <vt:variant>
        <vt:i4>26</vt:i4>
      </vt:variant>
      <vt:variant>
        <vt:i4>0</vt:i4>
      </vt:variant>
      <vt:variant>
        <vt:i4>5</vt:i4>
      </vt:variant>
      <vt:variant>
        <vt:lpwstr/>
      </vt:variant>
      <vt:variant>
        <vt:lpwstr>_Toc334815485</vt:lpwstr>
      </vt:variant>
      <vt:variant>
        <vt:i4>1114162</vt:i4>
      </vt:variant>
      <vt:variant>
        <vt:i4>20</vt:i4>
      </vt:variant>
      <vt:variant>
        <vt:i4>0</vt:i4>
      </vt:variant>
      <vt:variant>
        <vt:i4>5</vt:i4>
      </vt:variant>
      <vt:variant>
        <vt:lpwstr/>
      </vt:variant>
      <vt:variant>
        <vt:lpwstr>_Toc334815484</vt:lpwstr>
      </vt:variant>
      <vt:variant>
        <vt:i4>1114162</vt:i4>
      </vt:variant>
      <vt:variant>
        <vt:i4>14</vt:i4>
      </vt:variant>
      <vt:variant>
        <vt:i4>0</vt:i4>
      </vt:variant>
      <vt:variant>
        <vt:i4>5</vt:i4>
      </vt:variant>
      <vt:variant>
        <vt:lpwstr/>
      </vt:variant>
      <vt:variant>
        <vt:lpwstr>_Toc334815483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Fin d’Atlantis ou Le Grand Soir</dc:title>
  <dc:subject>Romans</dc:subject>
  <dc:creator>Jean Carrère</dc:creator>
  <cp:keywords/>
  <dc:description>Atlantis éternelle. Hélas un complot se trame contre l'actuel Prince des Apôtres, Hellas. Son ami Hermos, tente de sauver la situation. Melléna, leur adversaire, ne cède pas. Atlantis, sous le règne de la luxure, la paresse, l'amour de l'or et le racisme, succombera finalement.</dc:description>
  <cp:lastModifiedBy>Cool Micro</cp:lastModifiedBy>
  <cp:revision>4</cp:revision>
  <cp:lastPrinted>2025-04-06T12:29:00Z</cp:lastPrinted>
  <dcterms:created xsi:type="dcterms:W3CDTF">2025-04-06T12:28:00Z</dcterms:created>
  <dcterms:modified xsi:type="dcterms:W3CDTF">2025-04-06T12:29:00Z</dcterms:modified>
  <cp:category>Romans</cp:category>
</cp:coreProperties>
</file>